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DD9" w:rsidRDefault="009D5DD9" w:rsidP="009D5DD9">
      <w:pPr>
        <w:pStyle w:val="Heading1Center"/>
      </w:pPr>
      <w:bookmarkStart w:id="0" w:name="_Toc392502787"/>
      <w:r w:rsidRPr="009D5DD9">
        <w:rPr>
          <w:rtl/>
        </w:rPr>
        <w:t>عين الحياة</w:t>
      </w:r>
      <w:bookmarkEnd w:id="0"/>
    </w:p>
    <w:p w:rsidR="009D5DD9" w:rsidRDefault="009D5DD9" w:rsidP="009D5DD9">
      <w:pPr>
        <w:pStyle w:val="Heading1Center"/>
      </w:pPr>
    </w:p>
    <w:p w:rsidR="009D5DD9" w:rsidRDefault="009D5DD9" w:rsidP="009D5DD9">
      <w:pPr>
        <w:pStyle w:val="libCenterBold1"/>
      </w:pPr>
      <w:r w:rsidRPr="009D5DD9">
        <w:rPr>
          <w:rtl/>
        </w:rPr>
        <w:t>المؤلف: الشيخ محمّد باقر بن محمّد تقي ( العلامة المجلسي )</w:t>
      </w:r>
    </w:p>
    <w:p w:rsidR="009D5DD9" w:rsidRDefault="009D5DD9" w:rsidP="009D5DD9">
      <w:pPr>
        <w:pStyle w:val="libCenterBold1"/>
      </w:pPr>
    </w:p>
    <w:p w:rsidR="00243A81" w:rsidRDefault="009D5DD9" w:rsidP="009D5DD9">
      <w:pPr>
        <w:pStyle w:val="libCenterBold1"/>
      </w:pPr>
      <w:r w:rsidRPr="009D5DD9">
        <w:rPr>
          <w:rtl/>
        </w:rPr>
        <w:t>المحقق: السيد هاشم الميلاني</w:t>
      </w:r>
    </w:p>
    <w:p w:rsidR="00243A81" w:rsidRDefault="00AA2ABC" w:rsidP="009D5DD9">
      <w:pPr>
        <w:pStyle w:val="libCenterBold1"/>
        <w:rPr>
          <w:noProof/>
        </w:rPr>
      </w:pPr>
      <w:r>
        <w:rPr>
          <w:rtl/>
        </w:rPr>
        <w:br w:type="page"/>
      </w:r>
      <w:r>
        <w:rPr>
          <w:rtl/>
        </w:rPr>
        <w:lastRenderedPageBreak/>
        <w:br w:type="page"/>
      </w:r>
      <w:r w:rsidR="00E00ED3">
        <w:rPr>
          <w:rFonts w:hint="cs"/>
          <w:noProof/>
          <w:rtl/>
        </w:rPr>
        <w:lastRenderedPageBreak/>
        <w:t>بسم الله الرحمان الرحیم</w:t>
      </w:r>
    </w:p>
    <w:p w:rsidR="00AA2ABC" w:rsidRDefault="00AA2ABC" w:rsidP="009D5DD9">
      <w:pPr>
        <w:pStyle w:val="libCenterBold1"/>
        <w:rPr>
          <w:rtl/>
        </w:rPr>
      </w:pPr>
      <w:r>
        <w:rPr>
          <w:rtl/>
        </w:rPr>
        <w:br w:type="page"/>
      </w:r>
    </w:p>
    <w:p w:rsidR="00AA2ABC" w:rsidRDefault="00AA2ABC" w:rsidP="002704FD">
      <w:pPr>
        <w:pStyle w:val="libNormal"/>
        <w:rPr>
          <w:rtl/>
        </w:rPr>
      </w:pP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الله تبارك وتعالى لم يوح إليّ أن أجمع المال ، ولكن أوحى إليّ : أن سبّح بحمد ربّك وكن من الساجدين ، واعبد ربّك حتى يأتيك اليقين.</w:t>
      </w:r>
    </w:p>
    <w:p w:rsidR="00AA2ABC" w:rsidRDefault="00AA2ABC" w:rsidP="002704FD">
      <w:pPr>
        <w:pStyle w:val="libNormal"/>
        <w:rPr>
          <w:rtl/>
        </w:rPr>
      </w:pPr>
      <w:r>
        <w:rPr>
          <w:rtl/>
        </w:rPr>
        <w:t xml:space="preserve">يا أباذر انّي ألبس الغليظ ، واجلس على الأرض ، والعق أصابعي ، وأركب الحمار بغير سرج ، وأردف خلفي ، فمن رغب عن سنتي فليس منّي. </w:t>
      </w:r>
    </w:p>
    <w:p w:rsidR="00AA2ABC" w:rsidRDefault="00AA2ABC" w:rsidP="002704FD">
      <w:pPr>
        <w:pStyle w:val="libNormal"/>
        <w:rPr>
          <w:rtl/>
        </w:rPr>
      </w:pPr>
      <w:r>
        <w:rPr>
          <w:rtl/>
        </w:rPr>
        <w:t xml:space="preserve">يا أباذر حبّ المال والشرف أذهب لدين الرجل من ذئبين ضاريين في زرب الغنم فأغارا فيها حتى أصبحا ، فماذا أبقيا منها؟ </w:t>
      </w:r>
    </w:p>
    <w:p w:rsidR="00AA2ABC" w:rsidRDefault="00AA2ABC" w:rsidP="002704FD">
      <w:pPr>
        <w:pStyle w:val="libNormal"/>
        <w:rPr>
          <w:rtl/>
        </w:rPr>
      </w:pPr>
      <w:r>
        <w:rPr>
          <w:rtl/>
        </w:rPr>
        <w:t>انّ الانسان بمقتضى قوله « الناس نيام إذا ماتو انتبهوا » لا يدري ما أصابه من هذين الذئبين لكن بطلوع صبح الموت عليه يفيق من نومه ويرى ما أصاب دينه منهما.</w:t>
      </w:r>
    </w:p>
    <w:p w:rsidR="00AA2ABC" w:rsidRDefault="00AA2ABC" w:rsidP="002704FD">
      <w:pPr>
        <w:pStyle w:val="libNormal"/>
        <w:rPr>
          <w:rtl/>
        </w:rPr>
      </w:pPr>
      <w:bookmarkStart w:id="1" w:name="_Toc392501840"/>
      <w:bookmarkStart w:id="2" w:name="_Toc392502788"/>
      <w:r w:rsidRPr="00365F1D">
        <w:rPr>
          <w:rStyle w:val="Heading1Char"/>
          <w:rtl/>
        </w:rPr>
        <w:t>و</w:t>
      </w:r>
      <w:bookmarkEnd w:id="1"/>
      <w:bookmarkEnd w:id="2"/>
      <w:r>
        <w:rPr>
          <w:rtl/>
        </w:rPr>
        <w:t xml:space="preserve">هذه الكلمات الشريفة تشتمل على ثلاث خصال : </w:t>
      </w:r>
    </w:p>
    <w:p w:rsidR="00AA2ABC" w:rsidRDefault="00AA2ABC" w:rsidP="002704FD">
      <w:pPr>
        <w:pStyle w:val="libNormal"/>
        <w:rPr>
          <w:rtl/>
        </w:rPr>
      </w:pPr>
      <w:r w:rsidRPr="002704FD">
        <w:rPr>
          <w:rStyle w:val="libBold2Char"/>
          <w:rtl/>
        </w:rPr>
        <w:t xml:space="preserve">أولاً </w:t>
      </w:r>
      <w:r>
        <w:rPr>
          <w:rtl/>
        </w:rPr>
        <w:t xml:space="preserve">: حبّ المال وجمع الدرهم والدينار حرصاً ، وهذا من أقبح الصفات الذميمة ، وموجب لارتكاب المحرمات والظلم والطغيان والفساد ، وبما انّ القلب لا يمكن له ان يحب سوى محبوب واحد فحب هذه الأمور تخرج حب الله تعالى عن القلب ، ويكون غرضه الوحيد في جميع اُموره تحصيل الثروة ، وهذا هو معنى عبادة المال كما ذكرناه في باب النية. </w:t>
      </w:r>
    </w:p>
    <w:p w:rsidR="00AA2ABC" w:rsidRDefault="00AA2ABC" w:rsidP="002704FD">
      <w:pPr>
        <w:pStyle w:val="libNormal"/>
        <w:rPr>
          <w:rtl/>
        </w:rPr>
      </w:pPr>
      <w:r>
        <w:rPr>
          <w:rtl/>
        </w:rPr>
        <w:t xml:space="preserve">وعلاج هذه الخصلة بعد التوسل بالله تعالى انّما هي التفكر في فناء الدنيا وزوالها ، وانّ ما جمعه لا ينفعه ، وما أنفقه في سبيل الله يبقى ذخراً له أبد الآباد. </w:t>
      </w:r>
    </w:p>
    <w:p w:rsidR="00AA2ABC" w:rsidRDefault="00AA2ABC" w:rsidP="002704FD">
      <w:pPr>
        <w:pStyle w:val="libNormal"/>
        <w:rPr>
          <w:rtl/>
        </w:rPr>
      </w:pPr>
      <w:r>
        <w:rPr>
          <w:rtl/>
        </w:rPr>
        <w:br w:type="page"/>
      </w:r>
      <w:r>
        <w:rPr>
          <w:rtl/>
        </w:rPr>
        <w:lastRenderedPageBreak/>
        <w:t xml:space="preserve">والتفكر أيضاً في عظمة رتبة العلم والعبادة والكمالات والآثار المترتبة عليها في الدنيا والآخرة كي يتضح له انّ الشيء الباطل الذي سوف يزول عنه لا يمكن أن يجعل مانعاً لتحصيل تلك الكمالات الأبدية الكائنة مع الانسان دائماً. </w:t>
      </w:r>
    </w:p>
    <w:p w:rsidR="00AA2ABC" w:rsidRDefault="00AA2ABC" w:rsidP="002704FD">
      <w:pPr>
        <w:pStyle w:val="libNormal"/>
        <w:rPr>
          <w:rtl/>
        </w:rPr>
      </w:pPr>
      <w:r>
        <w:rPr>
          <w:rtl/>
        </w:rPr>
        <w:t xml:space="preserve">وأن يتأمّل في عقوبات الله تعالى عند كسب المال الحرام ، بل حسابه تعالى على الحلال في حين أنه لو أنفقها في سبيل الله لعوّض بواحد عشراً ، وبسبعمائة سبعمائة الفاً في اليوم الذي لا حيلة للانسان فيه وتقصر يده عن كلّ شيء. </w:t>
      </w:r>
    </w:p>
    <w:p w:rsidR="00AA2ABC" w:rsidRDefault="00AA2ABC" w:rsidP="002704FD">
      <w:pPr>
        <w:pStyle w:val="libNormal"/>
        <w:rPr>
          <w:rtl/>
        </w:rPr>
      </w:pPr>
      <w:r>
        <w:rPr>
          <w:rtl/>
        </w:rPr>
        <w:t xml:space="preserve">وليعلم انّ الله ضمن الرزق ، والاعتماد عليه لا على المال ، ويعتبر بأحوال الذين جمعوا أموالاً طائلة فلم تغن عنهم شيئاً ، وصارت عليهم وزراً ووبالاً ، لكن توجّه البعض نحو العبادة وتحصيل الآخرة ، فمضى عمرهم بأحسن الوجوه ، كما قال أبو عبدالله </w:t>
      </w:r>
      <w:r w:rsidR="00763E2E" w:rsidRPr="00763E2E">
        <w:rPr>
          <w:rStyle w:val="libAlaemChar"/>
          <w:rFonts w:hint="cs"/>
          <w:rtl/>
        </w:rPr>
        <w:t>عليه‌السلام</w:t>
      </w:r>
      <w:r>
        <w:rPr>
          <w:rtl/>
        </w:rPr>
        <w:t xml:space="preserve"> : ان كان الحساب حقّاً فالجمع لماذا </w:t>
      </w:r>
      <w:r w:rsidRPr="001008E4">
        <w:rPr>
          <w:rStyle w:val="libFootnotenumChar"/>
          <w:rtl/>
        </w:rPr>
        <w:t>(1)</w:t>
      </w:r>
      <w:r>
        <w:rPr>
          <w:rtl/>
        </w:rPr>
        <w:t xml:space="preserve">. </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كان في بني اسرائيل مجاعة حتى نبشوا الموتى فأكلوهم ، فنبشوا قبراً فوجدوا فيه لوحاً فيه مكتوب : أنا فلان النبي ينبش قبري حبشيّ ، ما قدّمناه وجدناه ، وما أكلناه ربحناه ، وما خلّفناه خسرناه </w:t>
      </w:r>
      <w:r w:rsidRPr="001008E4">
        <w:rPr>
          <w:rStyle w:val="libFootnotenumChar"/>
          <w:rtl/>
        </w:rPr>
        <w:t>(2)</w:t>
      </w:r>
      <w:r>
        <w:rPr>
          <w:rtl/>
        </w:rPr>
        <w:t xml:space="preserve">. </w:t>
      </w:r>
    </w:p>
    <w:p w:rsidR="00AA2ABC" w:rsidRDefault="00AA2ABC" w:rsidP="002704FD">
      <w:pPr>
        <w:pStyle w:val="libNormal"/>
        <w:rPr>
          <w:rtl/>
        </w:rPr>
      </w:pPr>
      <w:r>
        <w:rPr>
          <w:rtl/>
        </w:rPr>
        <w:t>ونقل عن ابن عباس انّه قال : انّ أول درهم ودينار ضربا في الأرض نظر اليهما إبليس ، فلمّا عاينهما أخذهما فوضعهما على عينيه ، ثم ضمهما الى صدره ، ثم صرخ صرخة ، ثم ضمهما الى صدره.</w:t>
      </w:r>
    </w:p>
    <w:p w:rsidR="00AA2ABC" w:rsidRDefault="00AA2ABC" w:rsidP="002704FD">
      <w:pPr>
        <w:pStyle w:val="libNormal"/>
        <w:rPr>
          <w:rtl/>
        </w:rPr>
      </w:pPr>
      <w:r>
        <w:rPr>
          <w:rtl/>
        </w:rPr>
        <w:t xml:space="preserve">ثم قال : أنتما قرة عيني وثمرة فؤادي ، ما اُبالي من بني آدم إذا أحبوكما أن لا يعبدو وثناً ، وحسبي من بني آدم أن يحبوكما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73 : 137 ح 1 باب 123 ـ عن أمالي الصدوق.</w:t>
      </w:r>
    </w:p>
    <w:p w:rsidR="00AA2ABC" w:rsidRDefault="00AA2ABC" w:rsidP="001008E4">
      <w:pPr>
        <w:pStyle w:val="libFootnote0"/>
        <w:rPr>
          <w:rtl/>
        </w:rPr>
      </w:pPr>
      <w:r>
        <w:rPr>
          <w:rtl/>
        </w:rPr>
        <w:t>2 ـ البحار 73 : 137 ح 2 باب 123 ـ عن أمالي الصدوق.</w:t>
      </w:r>
    </w:p>
    <w:p w:rsidR="00AA2ABC" w:rsidRDefault="00AA2ABC" w:rsidP="001008E4">
      <w:pPr>
        <w:pStyle w:val="libFootnote0"/>
        <w:rPr>
          <w:rtl/>
        </w:rPr>
      </w:pPr>
      <w:r>
        <w:rPr>
          <w:rtl/>
        </w:rPr>
        <w:t xml:space="preserve">3 ـ أمالي الصدوق : 168 ح 14 مجلس 36 ـ عنه البحار 73 : 137 ح 3 باب 123. </w:t>
      </w:r>
    </w:p>
    <w:p w:rsidR="00AA2ABC" w:rsidRDefault="00AA2ABC" w:rsidP="002704FD">
      <w:pPr>
        <w:pStyle w:val="libNormal"/>
        <w:rPr>
          <w:rtl/>
        </w:rPr>
      </w:pPr>
      <w:r>
        <w:rPr>
          <w:rtl/>
        </w:rPr>
        <w:br w:type="page"/>
      </w:r>
      <w:r>
        <w:rPr>
          <w:rtl/>
        </w:rPr>
        <w:lastRenderedPageBreak/>
        <w:t xml:space="preserve">وروي عن عليّ بن موسى الرضا </w:t>
      </w:r>
      <w:r w:rsidR="00763E2E" w:rsidRPr="00763E2E">
        <w:rPr>
          <w:rStyle w:val="libAlaemChar"/>
          <w:rFonts w:hint="cs"/>
          <w:rtl/>
        </w:rPr>
        <w:t>عليه‌السلام</w:t>
      </w:r>
      <w:r>
        <w:rPr>
          <w:rtl/>
        </w:rPr>
        <w:t xml:space="preserve"> أنّه قال : لا يجتمع المال الاّ بخصال خمس : ببخل شديد ، وأمل طويل ، وحرص غالب ، وقطيعة الرحم ، وايثار الدنيا على الآخرة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 رسول الله </w:t>
      </w:r>
      <w:r w:rsidR="00BF0EA2" w:rsidRPr="00BF0EA2">
        <w:rPr>
          <w:rStyle w:val="libAlaemChar"/>
          <w:rFonts w:hint="cs"/>
          <w:rtl/>
        </w:rPr>
        <w:t>صلى‌الله‌عليه‌وآله</w:t>
      </w:r>
      <w:r>
        <w:rPr>
          <w:rtl/>
        </w:rPr>
        <w:t xml:space="preserve"> قال لأصحابه : أيكم مال وارثه أحبّ إليه من ماله؟ قالوا : ما فينا أحد يحبّ ذلك يا نبيّ الله ، قال : بل كلّكم يحبّ ذلك ، ثم قال : يقول ابن آدم : مالي مالي ، وهل لك من مالك الاّ ما أكلت فأفنيت ، أو لبست فأبليت ، أو تصدقت فأمضيت ، وما عدا ذلك فهو مال الوارث </w:t>
      </w:r>
      <w:r w:rsidRPr="001008E4">
        <w:rPr>
          <w:rStyle w:val="libFootnotenumChar"/>
          <w:rtl/>
        </w:rPr>
        <w:t>(2)</w:t>
      </w:r>
      <w:r>
        <w:rPr>
          <w:rtl/>
        </w:rPr>
        <w:t>.</w:t>
      </w:r>
    </w:p>
    <w:p w:rsidR="00AA2ABC" w:rsidRDefault="00AA2ABC" w:rsidP="002704FD">
      <w:pPr>
        <w:pStyle w:val="libNormal"/>
        <w:rPr>
          <w:rtl/>
        </w:rPr>
      </w:pPr>
      <w:r>
        <w:rPr>
          <w:rtl/>
        </w:rPr>
        <w:t xml:space="preserve">وقال : ما بلى الله العباد بشيء أشدّ عليهم من اخراج الدراهم </w:t>
      </w:r>
      <w:r w:rsidRPr="001008E4">
        <w:rPr>
          <w:rStyle w:val="libFootnotenumChar"/>
          <w:rtl/>
        </w:rPr>
        <w:t>(3)</w:t>
      </w:r>
      <w:r>
        <w:rPr>
          <w:rtl/>
        </w:rPr>
        <w:t>.</w:t>
      </w:r>
    </w:p>
    <w:p w:rsidR="00AA2ABC" w:rsidRDefault="00AA2ABC" w:rsidP="002704FD">
      <w:pPr>
        <w:pStyle w:val="libNormal"/>
        <w:rPr>
          <w:rtl/>
        </w:rPr>
      </w:pPr>
      <w:r>
        <w:rPr>
          <w:rtl/>
        </w:rPr>
        <w:t xml:space="preserve">وقال : الدينار والدرهم أهلكا من كان قبلكم ، وهما مهلكاكم </w:t>
      </w:r>
      <w:r w:rsidRPr="001008E4">
        <w:rPr>
          <w:rStyle w:val="libFootnotenumChar"/>
          <w:rtl/>
        </w:rPr>
        <w:t>(4)</w:t>
      </w:r>
      <w:r>
        <w:rPr>
          <w:rtl/>
        </w:rPr>
        <w:t>.</w:t>
      </w:r>
    </w:p>
    <w:p w:rsidR="00AA2ABC" w:rsidRDefault="00AA2ABC" w:rsidP="002704FD">
      <w:pPr>
        <w:pStyle w:val="libNormal"/>
        <w:rPr>
          <w:rtl/>
        </w:rPr>
      </w:pPr>
      <w:r>
        <w:rPr>
          <w:rtl/>
        </w:rPr>
        <w:t xml:space="preserve">وقال : الذهب والفضة حجران ممسوخان ، فمن أحبهما كان معهما </w:t>
      </w:r>
      <w:r w:rsidRPr="001008E4">
        <w:rPr>
          <w:rStyle w:val="libFootnotenumChar"/>
          <w:rtl/>
        </w:rPr>
        <w:t>(5)</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الفتن ثلاث ، حبّ النساء وهو سيف الشيطان ، وشرب الخمر وهو فخ الشيطان ، وحبّ الدينار والدرهم وهو سهم الشيطان.</w:t>
      </w:r>
    </w:p>
    <w:p w:rsidR="00AA2ABC" w:rsidRDefault="00AA2ABC" w:rsidP="002704FD">
      <w:pPr>
        <w:pStyle w:val="libNormal"/>
        <w:rPr>
          <w:rtl/>
        </w:rPr>
      </w:pPr>
      <w:r>
        <w:rPr>
          <w:rtl/>
        </w:rPr>
        <w:t>فمن أحبّ النساء لم ينتفع بعيشه ، ومن أحبّ الأشربة حرمت عليه الجنّة ، ومن أحبّ الدينار والدرهم فهو عبد الدنيا.</w:t>
      </w:r>
    </w:p>
    <w:p w:rsidR="00AA2ABC" w:rsidRDefault="00AA2ABC" w:rsidP="002704FD">
      <w:pPr>
        <w:pStyle w:val="libNormal"/>
        <w:rPr>
          <w:rtl/>
        </w:rPr>
      </w:pPr>
      <w:r>
        <w:rPr>
          <w:rtl/>
        </w:rPr>
        <w:t xml:space="preserve">وقال : قال عيسى بن مريم </w:t>
      </w:r>
      <w:r w:rsidR="00763E2E" w:rsidRPr="00763E2E">
        <w:rPr>
          <w:rStyle w:val="libAlaemChar"/>
          <w:rFonts w:hint="cs"/>
          <w:rtl/>
        </w:rPr>
        <w:t>عليه‌السلام</w:t>
      </w:r>
      <w:r>
        <w:rPr>
          <w:rtl/>
        </w:rPr>
        <w:t xml:space="preserve"> : الدينار داء الدين ، والعالم طبيب الدين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282 ح 29 باب 5 ـ عنه البحار 73 : 138 ح 5 باب 123.</w:t>
      </w:r>
    </w:p>
    <w:p w:rsidR="00AA2ABC" w:rsidRDefault="00AA2ABC" w:rsidP="001008E4">
      <w:pPr>
        <w:pStyle w:val="libFootnote0"/>
        <w:rPr>
          <w:rtl/>
        </w:rPr>
      </w:pPr>
      <w:r>
        <w:rPr>
          <w:rtl/>
        </w:rPr>
        <w:t>2 ـ أمالي الطوسي : 519 ح 48 مجلس 18 ـ عنه البحار 73 : 138 ح 6 باب 123.</w:t>
      </w:r>
    </w:p>
    <w:p w:rsidR="00AA2ABC" w:rsidRDefault="00AA2ABC" w:rsidP="001008E4">
      <w:pPr>
        <w:pStyle w:val="libFootnote0"/>
        <w:rPr>
          <w:rtl/>
        </w:rPr>
      </w:pPr>
      <w:r>
        <w:rPr>
          <w:rtl/>
        </w:rPr>
        <w:t>3 ـ الخصال : 8 ح 27 باب 1 ـ عن البحار 73 : 139 ح 9 باب 123.</w:t>
      </w:r>
    </w:p>
    <w:p w:rsidR="00AA2ABC" w:rsidRDefault="00AA2ABC" w:rsidP="001008E4">
      <w:pPr>
        <w:pStyle w:val="libFootnote0"/>
        <w:rPr>
          <w:rtl/>
        </w:rPr>
      </w:pPr>
      <w:r>
        <w:rPr>
          <w:rtl/>
        </w:rPr>
        <w:t>4 ـ الخصال : 43 ح 37 باب 2 ـ عنه البحار 73 : 139 ح 10 باب 123.</w:t>
      </w:r>
    </w:p>
    <w:p w:rsidR="00AA2ABC" w:rsidRDefault="00AA2ABC" w:rsidP="001008E4">
      <w:pPr>
        <w:pStyle w:val="libFootnote0"/>
        <w:rPr>
          <w:rtl/>
        </w:rPr>
      </w:pPr>
      <w:r>
        <w:rPr>
          <w:rtl/>
        </w:rPr>
        <w:t xml:space="preserve">5 ـ الخصال : 43 ح 38 باب 2 ـ عنه البحار 73 : 139 ح 11 باب 123. </w:t>
      </w:r>
    </w:p>
    <w:p w:rsidR="00AA2ABC" w:rsidRDefault="00AA2ABC" w:rsidP="002704FD">
      <w:pPr>
        <w:pStyle w:val="libNormal0"/>
        <w:rPr>
          <w:rtl/>
        </w:rPr>
      </w:pPr>
      <w:r>
        <w:rPr>
          <w:rtl/>
        </w:rPr>
        <w:br w:type="page"/>
      </w:r>
      <w:r>
        <w:rPr>
          <w:rtl/>
        </w:rPr>
        <w:lastRenderedPageBreak/>
        <w:t xml:space="preserve">فاذا رأيتم الطبيب يجرّ الداء إلى نفسه فاتهموه ، واعلموا أنّه غير ناصح لغيره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ثانيا : </w:t>
      </w:r>
      <w:r>
        <w:rPr>
          <w:rtl/>
        </w:rPr>
        <w:t>حب الجاه والاعتبارات الباطلة الدنيوية ، وضرر هذا بالنسبة الى الخواص أكثر من حبّ الدينار والدرهم ، وهو مخفي في النفس ، وكثيرٌ ما يتصور شخص أنّه قد أزال هذ الصفة عن نفسه لكن يعرف بعد المجاهدات الكثيرة انّها موجودة فيه.</w:t>
      </w:r>
    </w:p>
    <w:p w:rsidR="00AA2ABC" w:rsidRDefault="00AA2ABC" w:rsidP="002704FD">
      <w:pPr>
        <w:pStyle w:val="libNormal"/>
        <w:rPr>
          <w:rtl/>
        </w:rPr>
      </w:pPr>
      <w:r>
        <w:rPr>
          <w:rtl/>
        </w:rPr>
        <w:t>وهذه من أمهات الصفات الذميمة ومبطلة للاخلاص ، وتجعل الانسان عابداً للناس ، وتوقعه في مهالك عظيمة ، واستلام المناصب الباطلة ، وتهوّن الله والدين في عينه ، وتقوّي اعتبارات الدنيا في النفس حتى يكون مآله إلى الكفر.</w:t>
      </w:r>
    </w:p>
    <w:p w:rsidR="00AA2ABC" w:rsidRDefault="00AA2ABC" w:rsidP="002704FD">
      <w:pPr>
        <w:pStyle w:val="libNormal"/>
        <w:rPr>
          <w:rtl/>
        </w:rPr>
      </w:pPr>
      <w:r>
        <w:rPr>
          <w:rtl/>
        </w:rPr>
        <w:t>وعلاجه بعد التوسل بذات الله تعالى التفكير في احتياج الناس ، ومعرفة انّهم لن يملكوا نفعه وضرّه ، وانّ أموره في الدنيا والآخرة مع الله تعالى ، والعلم بأنّ اعتبار الدنيا فانٍ وسرعان ما يزول.</w:t>
      </w:r>
    </w:p>
    <w:p w:rsidR="00AA2ABC" w:rsidRDefault="00AA2ABC" w:rsidP="002704FD">
      <w:pPr>
        <w:pStyle w:val="libNormal"/>
        <w:rPr>
          <w:rtl/>
        </w:rPr>
      </w:pPr>
      <w:r>
        <w:rPr>
          <w:rtl/>
        </w:rPr>
        <w:t xml:space="preserve">والاعتبار بأحوال الذين كانت الدنيا لهم أياماً قليلة ، فسرعان ما قذفتهم في الذلة والمسكنة ، وسوف تكون تلك الاعتبارات وبالاً ووزراً عليهم بعد الموت ، وانّ الاعتبارات الواقعية كالعلم والعمل لن يزولا أبداً ، فليتفكر في أحاديث أهل البيت </w:t>
      </w:r>
      <w:r w:rsidR="000A073B" w:rsidRPr="000A073B">
        <w:rPr>
          <w:rStyle w:val="libAlaemChar"/>
          <w:rFonts w:hint="cs"/>
          <w:rtl/>
        </w:rPr>
        <w:t>عليهم‌السلام</w:t>
      </w:r>
      <w:r>
        <w:rPr>
          <w:rtl/>
        </w:rPr>
        <w:t xml:space="preserve"> الواردة في هذا الباب ويستفيد من حكمهم.</w:t>
      </w:r>
    </w:p>
    <w:p w:rsidR="00AA2ABC" w:rsidRDefault="00AA2ABC" w:rsidP="002704FD">
      <w:pPr>
        <w:pStyle w:val="libNormal"/>
        <w:rPr>
          <w:rtl/>
        </w:rPr>
      </w:pPr>
      <w:r>
        <w:rPr>
          <w:rtl/>
        </w:rPr>
        <w:t xml:space="preserve">نقل انّه سئل عليّ بن الحسين </w:t>
      </w:r>
      <w:r w:rsidR="00763E2E" w:rsidRPr="00763E2E">
        <w:rPr>
          <w:rStyle w:val="libAlaemChar"/>
          <w:rFonts w:hint="cs"/>
          <w:rtl/>
        </w:rPr>
        <w:t>عليه‌السلام</w:t>
      </w:r>
      <w:r>
        <w:rPr>
          <w:rtl/>
        </w:rPr>
        <w:t xml:space="preserve"> أي الأعمال أفضل عند الله؟ قال : ما من عمل بعد معرفة الله عزّ وجلّ ومعرفة رسوله </w:t>
      </w:r>
      <w:r w:rsidR="00BF0EA2" w:rsidRPr="00BF0EA2">
        <w:rPr>
          <w:rStyle w:val="libAlaemChar"/>
          <w:rFonts w:hint="cs"/>
          <w:rtl/>
        </w:rPr>
        <w:t>صلى‌الله‌عليه‌وآله</w:t>
      </w:r>
      <w:r>
        <w:rPr>
          <w:rtl/>
        </w:rPr>
        <w:t xml:space="preserve"> أفضل من بغض الدنيا ، فإنّ لذلك لشعباً كثيرة ، وللمعاصي شعب.</w:t>
      </w:r>
    </w:p>
    <w:p w:rsidR="00AA2ABC" w:rsidRDefault="00AA2ABC" w:rsidP="002704FD">
      <w:pPr>
        <w:pStyle w:val="libNormal"/>
        <w:rPr>
          <w:rtl/>
        </w:rPr>
      </w:pPr>
      <w:r>
        <w:rPr>
          <w:rtl/>
        </w:rPr>
        <w:t xml:space="preserve">فأوّل ما عصى الله به الكبر معصية ابليس حين أبى واستكبر وكان 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الخصال : 113 ح 91 باب 3 ـ عنه البحار 73 : 139 ح 12 باب 123. </w:t>
      </w:r>
    </w:p>
    <w:p w:rsidR="00AA2ABC" w:rsidRDefault="00AA2ABC" w:rsidP="002704FD">
      <w:pPr>
        <w:pStyle w:val="libNormal0"/>
        <w:rPr>
          <w:rtl/>
        </w:rPr>
      </w:pPr>
      <w:r>
        <w:rPr>
          <w:rtl/>
        </w:rPr>
        <w:br w:type="page"/>
      </w:r>
      <w:r>
        <w:rPr>
          <w:rtl/>
        </w:rPr>
        <w:lastRenderedPageBreak/>
        <w:t xml:space="preserve">الكافرين ، ثم الحرص وهي معصية آدم وحوّاء </w:t>
      </w:r>
      <w:r w:rsidR="000A073B" w:rsidRPr="000A073B">
        <w:rPr>
          <w:rStyle w:val="libAlaemChar"/>
          <w:rFonts w:hint="cs"/>
          <w:rtl/>
        </w:rPr>
        <w:t>عليهما‌السلام</w:t>
      </w:r>
      <w:r>
        <w:rPr>
          <w:rtl/>
        </w:rPr>
        <w:t xml:space="preserve"> حين قال الله عزّ وجلّ لهما:</w:t>
      </w:r>
    </w:p>
    <w:p w:rsidR="00AA2ABC" w:rsidRDefault="00AA2ABC" w:rsidP="002704FD">
      <w:pPr>
        <w:pStyle w:val="libNormal"/>
        <w:rPr>
          <w:rtl/>
        </w:rPr>
      </w:pPr>
      <w:r w:rsidRPr="002704FD">
        <w:rPr>
          <w:rStyle w:val="libAlaemChar"/>
          <w:rtl/>
        </w:rPr>
        <w:t>(</w:t>
      </w:r>
      <w:r w:rsidRPr="002704FD">
        <w:rPr>
          <w:rStyle w:val="libAieChar"/>
          <w:rtl/>
        </w:rPr>
        <w:t xml:space="preserve"> فَكُلا مِن حَيث شِئتُمَا وَلاَ تَقرَبَا هَذِهِ الشَّجَرَةَ فَتَكُونَا مِنَ الظَّالِمِينَ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فأخذا ما لا حاجة بهما إليه ، فدخل ذلك على ذريتهما إلى يوم القيامة ، وذلك انّ أكثر ما يطلب ابن آدم ما لا حاجة به إليه ، ثم الحسد وهي معصية ابن آدم حيث حسد أخاه فقتله ، فتشعب من ذلك حبّ النساء ، وحبّ الدنيا ، وحبّ الرئاسة ، وحبّ الراحة ، وحبّ العلوّ ، وحبّ الثروة.</w:t>
      </w:r>
    </w:p>
    <w:p w:rsidR="00AA2ABC" w:rsidRDefault="00AA2ABC" w:rsidP="002704FD">
      <w:pPr>
        <w:pStyle w:val="libNormal"/>
        <w:rPr>
          <w:rtl/>
        </w:rPr>
      </w:pPr>
      <w:r>
        <w:rPr>
          <w:rtl/>
        </w:rPr>
        <w:t xml:space="preserve">فصرن سبع خصال ، فاجتمعن كلهنّ في حب الدنيا ، فقال الأنبياء والعلماء بعد معرفة ذلك : حبّ الدنيا رأس كل خطيئة ، والدنيا دنياآن دنيا بلاغ ودنيا ملعونة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أنّه قال</w:t>
      </w:r>
      <w:r>
        <w:rPr>
          <w:rFonts w:hint="cs"/>
          <w:rtl/>
        </w:rPr>
        <w:t xml:space="preserve"> </w:t>
      </w:r>
      <w:r>
        <w:rPr>
          <w:rtl/>
        </w:rPr>
        <w:t>: من طلب الرئاسة هلك</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اياكم وهؤلاء الرؤساء الذين يترأّسون ، فوالله ما خفقت النعال خلف رجل الاّ هلك وأهلك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أبي الحسن </w:t>
      </w:r>
      <w:r w:rsidR="00763E2E" w:rsidRPr="00763E2E">
        <w:rPr>
          <w:rStyle w:val="libAlaemChar"/>
          <w:rFonts w:hint="cs"/>
          <w:rtl/>
        </w:rPr>
        <w:t>عليه‌السلام</w:t>
      </w:r>
      <w:r>
        <w:rPr>
          <w:rtl/>
        </w:rPr>
        <w:t xml:space="preserve"> انّه ذكر رجلاً ، فقال : انّه يحبّ الرئاسة ، فقال : ما ذئبان ضاريان في غنم قد تفرّق رعاؤها بأضرّ في دين المسلم من الرئاسة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الأعراف : 19.</w:t>
      </w:r>
    </w:p>
    <w:p w:rsidR="00AA2ABC" w:rsidRDefault="00AA2ABC" w:rsidP="001008E4">
      <w:pPr>
        <w:pStyle w:val="libFootnote0"/>
        <w:rPr>
          <w:rtl/>
        </w:rPr>
      </w:pPr>
      <w:r>
        <w:rPr>
          <w:rtl/>
        </w:rPr>
        <w:t>2 ـ الكافي 2 : 316 ح 8 ـ عنه البحار 73 : 19 ح 9 باب 122.</w:t>
      </w:r>
    </w:p>
    <w:p w:rsidR="00AA2ABC" w:rsidRDefault="00AA2ABC" w:rsidP="001008E4">
      <w:pPr>
        <w:pStyle w:val="libFootnote0"/>
        <w:rPr>
          <w:rtl/>
        </w:rPr>
      </w:pPr>
      <w:r>
        <w:rPr>
          <w:rtl/>
        </w:rPr>
        <w:t>3 ـ الكافي 2 : 297 ح 2 ـ عنه البحار 73 : 150 ح 2 باب 124.</w:t>
      </w:r>
    </w:p>
    <w:p w:rsidR="00AA2ABC" w:rsidRDefault="00AA2ABC" w:rsidP="001008E4">
      <w:pPr>
        <w:pStyle w:val="libFootnote0"/>
        <w:rPr>
          <w:rtl/>
        </w:rPr>
      </w:pPr>
      <w:r>
        <w:rPr>
          <w:rtl/>
        </w:rPr>
        <w:t>4 ـ الكافي 2 : 297 ح 3 ـ عنه البحار 73 : 150 ح 3 باب 124.</w:t>
      </w:r>
    </w:p>
    <w:p w:rsidR="00AA2ABC" w:rsidRDefault="00AA2ABC" w:rsidP="001008E4">
      <w:pPr>
        <w:pStyle w:val="libFootnote0"/>
        <w:rPr>
          <w:rtl/>
        </w:rPr>
      </w:pPr>
      <w:r>
        <w:rPr>
          <w:rtl/>
        </w:rPr>
        <w:t xml:space="preserve">5 ـ الكافي 2 : 297 ح 1 ـ عنه البحار 73 : 145 ح 1 باب 124.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أنّه قال : ملعون من ترأس ، معلون مَن همّ بها ، ملعون من حدّث بها نفسه </w:t>
      </w:r>
      <w:r w:rsidRPr="001008E4">
        <w:rPr>
          <w:rStyle w:val="libFootnotenumChar"/>
          <w:rtl/>
        </w:rPr>
        <w:t>(1)</w:t>
      </w:r>
      <w:r>
        <w:rPr>
          <w:rtl/>
        </w:rPr>
        <w:t>.</w:t>
      </w:r>
    </w:p>
    <w:p w:rsidR="00AA2ABC" w:rsidRDefault="00AA2ABC" w:rsidP="002704FD">
      <w:pPr>
        <w:pStyle w:val="libNormal"/>
        <w:rPr>
          <w:rtl/>
        </w:rPr>
      </w:pPr>
      <w:r>
        <w:rPr>
          <w:rtl/>
        </w:rPr>
        <w:t xml:space="preserve">وروي بسند صحيح عن محمد بن مسلم أنّه قال : سمعت أبا عبدالله </w:t>
      </w:r>
      <w:r w:rsidR="00763E2E" w:rsidRPr="00763E2E">
        <w:rPr>
          <w:rStyle w:val="libAlaemChar"/>
          <w:rFonts w:hint="cs"/>
          <w:rtl/>
        </w:rPr>
        <w:t>عليه‌السلام</w:t>
      </w:r>
      <w:r>
        <w:rPr>
          <w:rtl/>
        </w:rPr>
        <w:t xml:space="preserve"> يقول : أترى لا أعرف خياركم من شراركم؟ بلى والله وانّ شراركم من أحبّ أن يوطأ عقبه ، انّه لابدَّ من كذّاب أو عاجز الرأي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أنه قال : أول ما عصى الله تبارك وتعالى بست خصال : حب الدنيا ، وحب الرئاسة ، وحب الطعام ، وحب النساء ، وحب النوم ، وحب الراحة </w:t>
      </w:r>
      <w:r w:rsidRPr="001008E4">
        <w:rPr>
          <w:rStyle w:val="libFootnotenumChar"/>
          <w:rtl/>
        </w:rPr>
        <w:t>(3)</w:t>
      </w:r>
      <w:r>
        <w:rPr>
          <w:rtl/>
        </w:rPr>
        <w:t xml:space="preserve">. </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أنّه قال لسفيان بن خالد : يا سفيان اياك والرئاسة فما طلبها أحد الاّ هلك ، فقلت له : جعلت فداك قد هلكنا إذ ليس أحد منّا الاّ وهو يحبّ أن يذكر ويقصد ويؤخذ عنه.</w:t>
      </w:r>
    </w:p>
    <w:p w:rsidR="00AA2ABC" w:rsidRDefault="00AA2ABC" w:rsidP="002704FD">
      <w:pPr>
        <w:pStyle w:val="libNormal"/>
        <w:rPr>
          <w:rtl/>
        </w:rPr>
      </w:pPr>
      <w:r>
        <w:rPr>
          <w:rtl/>
        </w:rPr>
        <w:t xml:space="preserve">فقال : ليس حيث تذهب ، انّما ذلك أن تنصب رجلاً دون الحجة فتصدّقه في كلّ ما قال ، وتدعو الناس إلى قوله </w:t>
      </w:r>
      <w:r w:rsidRPr="001008E4">
        <w:rPr>
          <w:rStyle w:val="libFootnotenumChar"/>
          <w:rtl/>
        </w:rPr>
        <w:t>(4)</w:t>
      </w:r>
      <w:r>
        <w:rPr>
          <w:rtl/>
        </w:rPr>
        <w:t xml:space="preserve">. </w:t>
      </w:r>
    </w:p>
    <w:p w:rsidR="00AA2ABC" w:rsidRDefault="00AA2ABC" w:rsidP="002704FD">
      <w:pPr>
        <w:pStyle w:val="libNormal"/>
        <w:rPr>
          <w:rtl/>
        </w:rPr>
      </w:pPr>
      <w:r w:rsidRPr="002704FD">
        <w:rPr>
          <w:rStyle w:val="libBold2Char"/>
          <w:rtl/>
        </w:rPr>
        <w:t xml:space="preserve">الثالث : </w:t>
      </w:r>
      <w:r>
        <w:rPr>
          <w:rtl/>
        </w:rPr>
        <w:t xml:space="preserve">التواضع لله وللخلق وتجنب الكبر ، وهذا من أفضل الصفات الكمالية ، لأن الممكن ذليل وفانٍ ولا قيمة له ، وانّ العزّة والكمال لله رب العالمين ، وكلّما تواضع الانسان رفعه الله وجعله قابلاً للكمالات ، كما انّ التراب لتواضعه جعل فيه آلاف المعادن والنباتات والفواكه والرياحين والورود ، وتكوين الانسان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298 ـ عنه البحار 73 : 151 ح 5 باب 124.</w:t>
      </w:r>
    </w:p>
    <w:p w:rsidR="00AA2ABC" w:rsidRDefault="00AA2ABC" w:rsidP="001008E4">
      <w:pPr>
        <w:pStyle w:val="libFootnote0"/>
        <w:rPr>
          <w:rtl/>
        </w:rPr>
      </w:pPr>
      <w:r>
        <w:rPr>
          <w:rtl/>
        </w:rPr>
        <w:t>2 ـ الكافي 2 : 299 ح 8 ـ عنه البحار 73 : 152 ح 8 باب 124.</w:t>
      </w:r>
    </w:p>
    <w:p w:rsidR="00AA2ABC" w:rsidRDefault="00AA2ABC" w:rsidP="001008E4">
      <w:pPr>
        <w:pStyle w:val="libFootnote0"/>
        <w:rPr>
          <w:rtl/>
        </w:rPr>
      </w:pPr>
      <w:r>
        <w:rPr>
          <w:rtl/>
        </w:rPr>
        <w:t>3 ـ الخصال : 330 ح 27 باب 6 ـ عنه البحار 73 : 153 ح 9 باب 124.</w:t>
      </w:r>
    </w:p>
    <w:p w:rsidR="00AA2ABC" w:rsidRDefault="00AA2ABC" w:rsidP="001008E4">
      <w:pPr>
        <w:pStyle w:val="libFootnote0"/>
        <w:rPr>
          <w:rtl/>
        </w:rPr>
      </w:pPr>
      <w:r>
        <w:rPr>
          <w:rtl/>
        </w:rPr>
        <w:t>4 ـ معاني الأخبار : 179 ح 1 ـ عنه البحار 73 : 153 ح 11 باب 124.</w:t>
      </w:r>
    </w:p>
    <w:p w:rsidR="00AA2ABC" w:rsidRDefault="00AA2ABC" w:rsidP="002704FD">
      <w:pPr>
        <w:pStyle w:val="libNormal0"/>
        <w:rPr>
          <w:rtl/>
        </w:rPr>
      </w:pPr>
      <w:r>
        <w:rPr>
          <w:rtl/>
        </w:rPr>
        <w:br w:type="page"/>
      </w:r>
      <w:r>
        <w:rPr>
          <w:rtl/>
        </w:rPr>
        <w:lastRenderedPageBreak/>
        <w:t>الذي هو مجمع المعارف والحقائق ومسجود الملائكة وأشرف المخلوقات.</w:t>
      </w:r>
    </w:p>
    <w:p w:rsidR="00AA2ABC" w:rsidRDefault="00AA2ABC" w:rsidP="002704FD">
      <w:pPr>
        <w:pStyle w:val="libNormal"/>
        <w:rPr>
          <w:rtl/>
        </w:rPr>
      </w:pPr>
      <w:r>
        <w:rPr>
          <w:rtl/>
        </w:rPr>
        <w:t>وكانت النار متكبرة فخُلق منها الشيطان الرجيم ، فلابدَّ أن يكون الانسان متواضعاً في جميع اُموره من أكل ولبس وشرب وجلوس وقيام ومعاشرة الناس ، وطاعة الله وما شاكل ، ولا يطلب العلوّ والرفعة والتفوّق في الأمور ولينظر إلى أصله كيف كان ، حيث كان منياً يُمنى يتغذّى من دم الحيض ، وبعد خروجه إلى الحياة الدنيا نجده يحمل في جوفه أنواع النجاسات والقاذورات من دم وبلغم وبول وغائط وغير ذلك مما ينفر الانسان حين انفصالها منه.</w:t>
      </w:r>
    </w:p>
    <w:p w:rsidR="00AA2ABC" w:rsidRDefault="00AA2ABC" w:rsidP="002704FD">
      <w:pPr>
        <w:pStyle w:val="libNormal"/>
        <w:rPr>
          <w:rtl/>
        </w:rPr>
      </w:pPr>
      <w:r>
        <w:rPr>
          <w:rtl/>
        </w:rPr>
        <w:t>ثم يصير بعد الموت جيفة لا شيء أشدّ عفونة منه ويمتلىء جسمه بالدود والقروح ، هذه أوساخ الجسم ، وأمّا أوساخ الروح بسبب الأخلاق الذميمة والجهل أنكى منه بمئات الآلاف.</w:t>
      </w:r>
    </w:p>
    <w:p w:rsidR="00AA2ABC" w:rsidRDefault="00AA2ABC" w:rsidP="002704FD">
      <w:pPr>
        <w:pStyle w:val="libNormal"/>
        <w:rPr>
          <w:rtl/>
        </w:rPr>
      </w:pPr>
      <w:r>
        <w:rPr>
          <w:rtl/>
        </w:rPr>
        <w:t xml:space="preserve">فجدير بهذا الانسان الاعتراف بالنقص والعجز دائماً ، وكلّما ازداد الانسان كمالاً ازداد علمه بنقصه وعجزه فيزداد تواضعاً كما هو ظاهر من أطوار الأنبياء والأوصياء </w:t>
      </w:r>
      <w:r w:rsidR="000A073B" w:rsidRPr="000A073B">
        <w:rPr>
          <w:rStyle w:val="libAlaemChar"/>
          <w:rFonts w:hint="cs"/>
          <w:rtl/>
        </w:rPr>
        <w:t>عليهم‌السلام</w:t>
      </w:r>
      <w:r>
        <w:rPr>
          <w:rtl/>
        </w:rPr>
        <w:t>.</w:t>
      </w:r>
    </w:p>
    <w:p w:rsidR="00AA2ABC" w:rsidRDefault="00AA2ABC" w:rsidP="002704FD">
      <w:pPr>
        <w:pStyle w:val="libNormal"/>
        <w:rPr>
          <w:rtl/>
        </w:rPr>
      </w:pPr>
      <w:r>
        <w:rPr>
          <w:rtl/>
        </w:rPr>
        <w:t xml:space="preserve">وبما انّ التواضع عمل العباد ، والرفعة والعلوّ لله تعالى فكلّما ازداد الانسان تواضعاً في أعماله رفعه الله تعالى أكثر ، وكلّما تكبر وترفّع ـ وهو ليس بلباسه ـ أذلّه الله أكثر ، كما ورد في خبر صحيح عن أبي عبدالله </w:t>
      </w:r>
      <w:r w:rsidR="00763E2E" w:rsidRPr="00763E2E">
        <w:rPr>
          <w:rStyle w:val="libAlaemChar"/>
          <w:rFonts w:hint="cs"/>
          <w:rtl/>
        </w:rPr>
        <w:t>عليه‌السلام</w:t>
      </w:r>
      <w:r>
        <w:rPr>
          <w:rtl/>
        </w:rPr>
        <w:t xml:space="preserve"> أنّه قال : انّ في السماء ملكين موكّلين بالعباد ، فمن تواضع لله رفعاه ، ومن تكبّر وضعاه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فيما أوحى الله عزّ وجلّ إلى داود </w:t>
      </w:r>
      <w:r w:rsidR="00763E2E" w:rsidRPr="00763E2E">
        <w:rPr>
          <w:rStyle w:val="libAlaemChar"/>
          <w:rFonts w:hint="cs"/>
          <w:rtl/>
        </w:rPr>
        <w:t>عليه‌السلام</w:t>
      </w:r>
      <w:r>
        <w:rPr>
          <w:rtl/>
        </w:rPr>
        <w:t xml:space="preserve"> : يا داود كما انّ أقرب الناس من الله المتواضعون كذلك أبعد الناس من الله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الكافي 2 : 122 ح 2 ـ عنه البحار 75 : 126 ح 24 باب 51. </w:t>
      </w:r>
    </w:p>
    <w:p w:rsidR="00AA2ABC" w:rsidRDefault="00AA2ABC" w:rsidP="002704FD">
      <w:pPr>
        <w:pStyle w:val="libNormal0"/>
        <w:rPr>
          <w:rtl/>
        </w:rPr>
      </w:pPr>
      <w:r>
        <w:rPr>
          <w:rtl/>
        </w:rPr>
        <w:br w:type="page"/>
      </w:r>
      <w:r>
        <w:rPr>
          <w:rtl/>
        </w:rPr>
        <w:lastRenderedPageBreak/>
        <w:t xml:space="preserve">المتكبرون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أوحى الله عزّ وجلّ إلى موسى </w:t>
      </w:r>
      <w:r w:rsidR="00763E2E" w:rsidRPr="00763E2E">
        <w:rPr>
          <w:rStyle w:val="libAlaemChar"/>
          <w:rFonts w:hint="cs"/>
          <w:rtl/>
        </w:rPr>
        <w:t>عليه‌السلام</w:t>
      </w:r>
      <w:r>
        <w:rPr>
          <w:rtl/>
        </w:rPr>
        <w:t xml:space="preserve"> أن يا موسى أتدري لم أصطفيتك بكلامي دون خلقي؟ قال : يا ربّ ولم ذاك؟</w:t>
      </w:r>
    </w:p>
    <w:p w:rsidR="00AA2ABC" w:rsidRDefault="00AA2ABC" w:rsidP="002704FD">
      <w:pPr>
        <w:pStyle w:val="libNormal"/>
        <w:rPr>
          <w:rtl/>
        </w:rPr>
      </w:pPr>
      <w:r>
        <w:rPr>
          <w:rtl/>
        </w:rPr>
        <w:t xml:space="preserve">قال : فأوحى الله تبارك وتعالى إليه أن يا موسى انّي قلّبت عبادي ظهراً لبطن ، فلم أجد فيهم أحداً أذلّ لي نفساً منك ، يا موسى انّك إذا صلّيت وضعت خدّك على التراب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انّه قال : من التواضع أن ترضى بالمجلس دون المجلس ، وأن تسلّم على من تلقى ، وأن تترك المراء وان كنت محقّاً ، وأن لا تحبّ أن تحمد على التقوى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عليّ بن موسى الرضا </w:t>
      </w:r>
      <w:r w:rsidR="00763E2E" w:rsidRPr="00763E2E">
        <w:rPr>
          <w:rStyle w:val="libAlaemChar"/>
          <w:rFonts w:hint="cs"/>
          <w:rtl/>
        </w:rPr>
        <w:t>عليه‌السلام</w:t>
      </w:r>
      <w:r>
        <w:rPr>
          <w:rtl/>
        </w:rPr>
        <w:t xml:space="preserve"> انّه قال : التواضع أن تعطي الناس ما تحبّ أن تعطاه.</w:t>
      </w:r>
    </w:p>
    <w:p w:rsidR="00AA2ABC" w:rsidRDefault="00AA2ABC" w:rsidP="002704FD">
      <w:pPr>
        <w:pStyle w:val="libNormal"/>
        <w:rPr>
          <w:rtl/>
        </w:rPr>
      </w:pPr>
      <w:r>
        <w:rPr>
          <w:rtl/>
        </w:rPr>
        <w:t xml:space="preserve">وفي حديث آخر قال : قلت : ما حدّ التواضع الذي إذا فعله العبد كان متواضعاً؟ فقال : التواضع درجات ، منها أن يعرف المرء قدر نفسه فينزلها منزلتها بقلب سليم ، لا يحبّ ان يأتي إلى أحد الاّ مثل ما يؤتى إليه ، إن رأى سيّئة درأها بالحسنة ، كاظم الغيظ ، عاف عن الناس ، والله يحبّ المحسنين </w:t>
      </w:r>
      <w:r w:rsidRPr="001008E4">
        <w:rPr>
          <w:rStyle w:val="libFootnotenumChar"/>
          <w:rtl/>
        </w:rPr>
        <w:t>(4)</w:t>
      </w:r>
      <w:r>
        <w:rPr>
          <w:rtl/>
        </w:rPr>
        <w:t>.</w:t>
      </w:r>
    </w:p>
    <w:p w:rsidR="00AA2ABC" w:rsidRDefault="00AA2ABC" w:rsidP="002704FD">
      <w:pPr>
        <w:pStyle w:val="libNormal"/>
        <w:rPr>
          <w:rtl/>
        </w:rPr>
      </w:pPr>
      <w:r>
        <w:rPr>
          <w:rtl/>
        </w:rPr>
        <w:t xml:space="preserve">وروي في حديث معتبر آخر أنّه نظر أبو عبدالله </w:t>
      </w:r>
      <w:r w:rsidR="00763E2E" w:rsidRPr="00763E2E">
        <w:rPr>
          <w:rStyle w:val="libAlaemChar"/>
          <w:rFonts w:hint="cs"/>
          <w:rtl/>
        </w:rPr>
        <w:t>عليه‌السلام</w:t>
      </w:r>
      <w:r>
        <w:rPr>
          <w:rtl/>
        </w:rPr>
        <w:t xml:space="preserve"> إلى رجل من أهل المدينة قد اشترى لعياله شيئاً وهو يحمله ، فلمّا رآه الرجل استحيى منه ، فقال أبو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123 ح 11 ـ عنه البحار 75 : 132 ح 34 باب 51.</w:t>
      </w:r>
    </w:p>
    <w:p w:rsidR="00AA2ABC" w:rsidRDefault="00AA2ABC" w:rsidP="001008E4">
      <w:pPr>
        <w:pStyle w:val="libFootnote0"/>
        <w:rPr>
          <w:rtl/>
        </w:rPr>
      </w:pPr>
      <w:r>
        <w:rPr>
          <w:rtl/>
        </w:rPr>
        <w:t>2 ـ الكافي 2 : 123 ح 7 ـ عنه البحار75 : 129 ح 29 باب 51.</w:t>
      </w:r>
    </w:p>
    <w:p w:rsidR="00AA2ABC" w:rsidRDefault="00AA2ABC" w:rsidP="001008E4">
      <w:pPr>
        <w:pStyle w:val="libFootnote0"/>
        <w:rPr>
          <w:rtl/>
        </w:rPr>
      </w:pPr>
      <w:r>
        <w:rPr>
          <w:rtl/>
        </w:rPr>
        <w:t>3 ـ الكافي 2 : 122 ح 6 ـ عنه البحار 75 : 129 ح 28 باب 51.</w:t>
      </w:r>
    </w:p>
    <w:p w:rsidR="00AA2ABC" w:rsidRDefault="00AA2ABC" w:rsidP="001008E4">
      <w:pPr>
        <w:pStyle w:val="libFootnote0"/>
        <w:rPr>
          <w:rtl/>
        </w:rPr>
      </w:pPr>
      <w:r>
        <w:rPr>
          <w:rtl/>
        </w:rPr>
        <w:t xml:space="preserve">4 ـ الكافي 2 : 124 ح 13 ـ عنه البحار 75 : 135 ح 36 باب 51. </w:t>
      </w:r>
    </w:p>
    <w:p w:rsidR="00AA2ABC" w:rsidRDefault="00AA2ABC" w:rsidP="002704FD">
      <w:pPr>
        <w:pStyle w:val="libNormal0"/>
        <w:rPr>
          <w:rtl/>
        </w:rPr>
      </w:pPr>
      <w:r>
        <w:rPr>
          <w:rtl/>
        </w:rPr>
        <w:br w:type="page"/>
      </w:r>
      <w:r>
        <w:rPr>
          <w:rtl/>
        </w:rPr>
        <w:lastRenderedPageBreak/>
        <w:t xml:space="preserve">عبدالله </w:t>
      </w:r>
      <w:r w:rsidR="00763E2E" w:rsidRPr="00763E2E">
        <w:rPr>
          <w:rStyle w:val="libAlaemChar"/>
          <w:rFonts w:hint="cs"/>
          <w:rtl/>
        </w:rPr>
        <w:t>عليه‌السلام</w:t>
      </w:r>
      <w:r>
        <w:rPr>
          <w:rtl/>
        </w:rPr>
        <w:t xml:space="preserve"> : اشتريته لعيالك وحملته إليهم ، أما والله لولا أهل المدينة لأحببت أن أشتري لعيالي الشيء ثم أحمله إليهم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مرّ عليّ بن الحسين صلوات الله عليهما على المجذومين وهو راكب حماره وهم يتغدّون ، فدعوه إلى الغداء.</w:t>
      </w:r>
    </w:p>
    <w:p w:rsidR="00AA2ABC" w:rsidRDefault="00AA2ABC" w:rsidP="002704FD">
      <w:pPr>
        <w:pStyle w:val="libNormal"/>
        <w:rPr>
          <w:rtl/>
        </w:rPr>
      </w:pPr>
      <w:r>
        <w:rPr>
          <w:rtl/>
        </w:rPr>
        <w:t xml:space="preserve">فقال : أما انّي لولا انّي صائم لفعلت ، فلمّا صار إلى منزله أمر بطعام فصنع ، وأمر أن يتنوّقوا فيه </w:t>
      </w:r>
      <w:r w:rsidRPr="001008E4">
        <w:rPr>
          <w:rStyle w:val="libFootnotenumChar"/>
          <w:rtl/>
        </w:rPr>
        <w:t>(2)</w:t>
      </w:r>
      <w:r>
        <w:rPr>
          <w:rtl/>
        </w:rPr>
        <w:t xml:space="preserve"> ، ثم دعاهم فتغدّوا عنده وتغدّى معهم </w:t>
      </w:r>
      <w:r w:rsidRPr="001008E4">
        <w:rPr>
          <w:rStyle w:val="libFootnotenumChar"/>
          <w:rtl/>
        </w:rPr>
        <w:t>(3)</w:t>
      </w:r>
      <w:r>
        <w:rPr>
          <w:rtl/>
        </w:rPr>
        <w:t>.</w:t>
      </w:r>
    </w:p>
    <w:p w:rsidR="00AA2ABC" w:rsidRDefault="00AA2ABC" w:rsidP="002704FD">
      <w:pPr>
        <w:pStyle w:val="libNormal"/>
        <w:rPr>
          <w:rtl/>
        </w:rPr>
      </w:pPr>
      <w:r>
        <w:rPr>
          <w:rtl/>
        </w:rPr>
        <w:t xml:space="preserve">وجاء في وصيّة أمير المؤمنين </w:t>
      </w:r>
      <w:r w:rsidR="00763E2E" w:rsidRPr="00763E2E">
        <w:rPr>
          <w:rStyle w:val="libAlaemChar"/>
          <w:rFonts w:hint="cs"/>
          <w:rtl/>
        </w:rPr>
        <w:t>عليه‌السلام</w:t>
      </w:r>
      <w:r>
        <w:rPr>
          <w:rtl/>
        </w:rPr>
        <w:t xml:space="preserve"> لابنه الحسن </w:t>
      </w:r>
      <w:r w:rsidR="00763E2E" w:rsidRPr="00763E2E">
        <w:rPr>
          <w:rStyle w:val="libAlaemChar"/>
          <w:rFonts w:hint="cs"/>
          <w:rtl/>
        </w:rPr>
        <w:t>عليه‌السلام</w:t>
      </w:r>
      <w:r>
        <w:rPr>
          <w:rtl/>
        </w:rPr>
        <w:t xml:space="preserve"> : ... عليك بالتواضع فانّه من أعظم العبادة </w:t>
      </w:r>
      <w:r w:rsidRPr="001008E4">
        <w:rPr>
          <w:rStyle w:val="libFootnotenumChar"/>
          <w:rtl/>
        </w:rPr>
        <w:t>(4)</w:t>
      </w:r>
      <w:r>
        <w:rPr>
          <w:rtl/>
        </w:rPr>
        <w:t>.</w:t>
      </w:r>
    </w:p>
    <w:p w:rsidR="00AA2ABC" w:rsidRDefault="00AA2ABC" w:rsidP="002704FD">
      <w:pPr>
        <w:pStyle w:val="libNormal"/>
        <w:rPr>
          <w:rtl/>
        </w:rPr>
      </w:pPr>
      <w:r>
        <w:rPr>
          <w:rtl/>
        </w:rPr>
        <w:t xml:space="preserve">وعن رسول الله </w:t>
      </w:r>
      <w:r w:rsidR="00BF0EA2" w:rsidRPr="00BF0EA2">
        <w:rPr>
          <w:rStyle w:val="libAlaemChar"/>
          <w:rFonts w:hint="cs"/>
          <w:rtl/>
        </w:rPr>
        <w:t>صلى‌الله‌عليه‌وآله</w:t>
      </w:r>
      <w:r>
        <w:rPr>
          <w:rtl/>
        </w:rPr>
        <w:t xml:space="preserve"> انّه قال : ما تواضع أحد الاّ رفعه الله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الامام موسى الكاظم </w:t>
      </w:r>
      <w:r w:rsidR="00763E2E" w:rsidRPr="00763E2E">
        <w:rPr>
          <w:rStyle w:val="libAlaemChar"/>
          <w:rFonts w:hint="cs"/>
          <w:rtl/>
        </w:rPr>
        <w:t>عليه‌السلام</w:t>
      </w:r>
      <w:r>
        <w:rPr>
          <w:rtl/>
        </w:rPr>
        <w:t xml:space="preserve"> انّه قال : ... انّ نوحاً </w:t>
      </w:r>
      <w:r w:rsidR="00763E2E" w:rsidRPr="00763E2E">
        <w:rPr>
          <w:rStyle w:val="libAlaemChar"/>
          <w:rFonts w:hint="cs"/>
          <w:rtl/>
        </w:rPr>
        <w:t>عليه‌السلام</w:t>
      </w:r>
      <w:r>
        <w:rPr>
          <w:rtl/>
        </w:rPr>
        <w:t xml:space="preserve"> كان في السفينة وكان فيها ما شاء الله ، وكانت السفينة مأمورة ، فطافت بالبيت وهو طواف النساء ، فخلّى سبيلها نوح فأوحى الله عزّ وجلّ إلى الجبال : انّي واضع سفينة نوح عبدي على جبل منكنّ.</w:t>
      </w:r>
    </w:p>
    <w:p w:rsidR="00AA2ABC" w:rsidRDefault="00AA2ABC" w:rsidP="002704FD">
      <w:pPr>
        <w:pStyle w:val="libNormal"/>
        <w:rPr>
          <w:rtl/>
        </w:rPr>
      </w:pPr>
      <w:r>
        <w:rPr>
          <w:rtl/>
        </w:rPr>
        <w:t xml:space="preserve">فتطاولت وشمخت وتواضع الجودي وهو جبل عندكم ، فضربت السفينة بجؤجؤها الجبل ، قال : فقال نوح عند ذلك : يا ماري أتقن ، وهو بالسريانية ، ربّ اصلح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123 ح 10 ـ عنه البحار 75 : 132 ح 32 باب 51.</w:t>
      </w:r>
    </w:p>
    <w:p w:rsidR="00AA2ABC" w:rsidRDefault="00AA2ABC" w:rsidP="001008E4">
      <w:pPr>
        <w:pStyle w:val="libFootnote0"/>
        <w:rPr>
          <w:rtl/>
        </w:rPr>
      </w:pPr>
      <w:r>
        <w:rPr>
          <w:rtl/>
        </w:rPr>
        <w:t>2 ـ أي يتكلّفوا فيه ويعملوه لذيذاً حسناً.</w:t>
      </w:r>
    </w:p>
    <w:p w:rsidR="00AA2ABC" w:rsidRDefault="00AA2ABC" w:rsidP="001008E4">
      <w:pPr>
        <w:pStyle w:val="libFootnote0"/>
        <w:rPr>
          <w:rtl/>
        </w:rPr>
      </w:pPr>
      <w:r>
        <w:rPr>
          <w:rtl/>
        </w:rPr>
        <w:t>3 ـ الكافي 2 : 123 ح 8 ـ عنه البحار 75 : 130 ح 30 باب 51.</w:t>
      </w:r>
    </w:p>
    <w:p w:rsidR="00AA2ABC" w:rsidRDefault="00AA2ABC" w:rsidP="001008E4">
      <w:pPr>
        <w:pStyle w:val="libFootnote0"/>
        <w:rPr>
          <w:rtl/>
        </w:rPr>
      </w:pPr>
      <w:r>
        <w:rPr>
          <w:rtl/>
        </w:rPr>
        <w:t>4 ـ البحار 75 : 119 ح 5 باب 51 ـ عن أمالي الطوسي.</w:t>
      </w:r>
    </w:p>
    <w:p w:rsidR="00AA2ABC" w:rsidRDefault="00AA2ABC" w:rsidP="001008E4">
      <w:pPr>
        <w:pStyle w:val="libFootnote0"/>
        <w:rPr>
          <w:rtl/>
        </w:rPr>
      </w:pPr>
      <w:r>
        <w:rPr>
          <w:rtl/>
        </w:rPr>
        <w:t>5 ـ البحار 75 : 120 ح 7 باب 51 ـ عن أمالي الطوسي.</w:t>
      </w:r>
    </w:p>
    <w:p w:rsidR="00AA2ABC" w:rsidRDefault="00AA2ABC" w:rsidP="001008E4">
      <w:pPr>
        <w:pStyle w:val="libFootnote0"/>
        <w:rPr>
          <w:rtl/>
        </w:rPr>
      </w:pPr>
      <w:r>
        <w:rPr>
          <w:rtl/>
        </w:rPr>
        <w:t xml:space="preserve">6 ـ البحار : 11 : 338 ح 73 باب 3 عن الكافي 2 : 124 ح 12.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أرسل النجاشي إلى جعفر بن أبي طالب وأصحابه ، فدخوا عليه وهو في بيت له جالس على التراب وعليه خلقان الثياب.</w:t>
      </w:r>
    </w:p>
    <w:p w:rsidR="00AA2ABC" w:rsidRDefault="00AA2ABC" w:rsidP="002704FD">
      <w:pPr>
        <w:pStyle w:val="libNormal"/>
        <w:rPr>
          <w:rtl/>
        </w:rPr>
      </w:pPr>
      <w:r>
        <w:rPr>
          <w:rtl/>
        </w:rPr>
        <w:t>قال : فقال جعفر : فأشفقنا منه حين رأيناه على تلك الحال ، فلمّا رأى ما بنا وتغيّر وجوهنا قال : الحمد لله الذي نصر محمداً وأقرّ عينه ، ألا ابشرّكم؟ فقلت : بلى أيّها الملك.</w:t>
      </w:r>
    </w:p>
    <w:p w:rsidR="00AA2ABC" w:rsidRDefault="00AA2ABC" w:rsidP="002704FD">
      <w:pPr>
        <w:pStyle w:val="libNormal"/>
        <w:rPr>
          <w:rtl/>
        </w:rPr>
      </w:pPr>
      <w:r>
        <w:rPr>
          <w:rtl/>
        </w:rPr>
        <w:t xml:space="preserve">فقال : انّه جاءني الساعة من نحو أرضكم عينٌ من عيوني هناك فأخبرني انّ الله عزّ وجلّ قد نصر نبيه محمداً </w:t>
      </w:r>
      <w:r w:rsidR="00BF0EA2" w:rsidRPr="00BF0EA2">
        <w:rPr>
          <w:rStyle w:val="libAlaemChar"/>
          <w:rFonts w:hint="cs"/>
          <w:rtl/>
        </w:rPr>
        <w:t>صلى‌الله‌عليه‌وآله</w:t>
      </w:r>
      <w:r>
        <w:rPr>
          <w:rtl/>
        </w:rPr>
        <w:t xml:space="preserve"> وأهلك عدوّه ، واُسر فلان وفلان وفلان ، التقوا بواد يقال له : بدر كثير الأراك ، لكأني أنظر إليه حيث كنت أرعى لسيّدي هناك وهو رجل من بني ضمره.</w:t>
      </w:r>
    </w:p>
    <w:p w:rsidR="00AA2ABC" w:rsidRDefault="00AA2ABC" w:rsidP="002704FD">
      <w:pPr>
        <w:pStyle w:val="libNormal"/>
        <w:rPr>
          <w:rtl/>
        </w:rPr>
      </w:pPr>
      <w:r>
        <w:rPr>
          <w:rtl/>
        </w:rPr>
        <w:t xml:space="preserve">فقال له جعفراً : أيّها الملك فمالي أراك جالساً على التراب وعليك هذه الخلقان؟ فقال له : يا جعفر انّا نجد فيما أنزل الله على عيسى </w:t>
      </w:r>
      <w:r w:rsidR="00763E2E" w:rsidRPr="00763E2E">
        <w:rPr>
          <w:rStyle w:val="libAlaemChar"/>
          <w:rFonts w:hint="cs"/>
          <w:rtl/>
        </w:rPr>
        <w:t>عليه‌السلام</w:t>
      </w:r>
      <w:r>
        <w:rPr>
          <w:rtl/>
        </w:rPr>
        <w:t xml:space="preserve"> انّ من حق الله على عباده أن يحدثوا له تواضعاً عند ما يحدث لهم من نعمة ، فلمّا أحدث الله عزّ وجلّ لي نعمة بمحمد </w:t>
      </w:r>
      <w:r w:rsidR="00BF0EA2" w:rsidRPr="00BF0EA2">
        <w:rPr>
          <w:rStyle w:val="libAlaemChar"/>
          <w:rFonts w:hint="cs"/>
          <w:rtl/>
        </w:rPr>
        <w:t>صلى‌الله‌عليه‌وآله</w:t>
      </w:r>
      <w:r>
        <w:rPr>
          <w:rtl/>
        </w:rPr>
        <w:t xml:space="preserve"> أحدثت لله هذا التواضع.</w:t>
      </w:r>
    </w:p>
    <w:p w:rsidR="00AA2ABC" w:rsidRDefault="00AA2ABC" w:rsidP="002704FD">
      <w:pPr>
        <w:pStyle w:val="libNormal"/>
        <w:rPr>
          <w:rtl/>
        </w:rPr>
      </w:pPr>
      <w:r>
        <w:rPr>
          <w:rtl/>
        </w:rPr>
        <w:t xml:space="preserve">فلمّا بلغ النبي </w:t>
      </w:r>
      <w:r w:rsidR="00BF0EA2" w:rsidRPr="00BF0EA2">
        <w:rPr>
          <w:rStyle w:val="libAlaemChar"/>
          <w:rFonts w:hint="cs"/>
          <w:rtl/>
        </w:rPr>
        <w:t>صلى‌الله‌عليه‌وآله</w:t>
      </w:r>
      <w:r>
        <w:rPr>
          <w:rtl/>
        </w:rPr>
        <w:t xml:space="preserve"> قال لأصحابه : انّ الصدقة تزيد صاحبها كثرة فتصدّقوا يرحمكم الله ، وانّ التواضع يزيد صاحبه رفعة فتواضعوا يرفعكم الله ، وانّ العفو يزيد صاحبه عزّاً فاعفوا يعزّكم الله </w:t>
      </w:r>
      <w:r w:rsidRPr="001008E4">
        <w:rPr>
          <w:rStyle w:val="libFootnotenumChar"/>
          <w:rtl/>
        </w:rPr>
        <w:t>(1)</w:t>
      </w:r>
      <w:r>
        <w:rPr>
          <w:rtl/>
        </w:rPr>
        <w:t>.</w:t>
      </w:r>
    </w:p>
    <w:p w:rsidR="00AA2ABC" w:rsidRDefault="00AA2ABC" w:rsidP="002704FD">
      <w:pPr>
        <w:pStyle w:val="libNormal"/>
        <w:rPr>
          <w:rtl/>
        </w:rPr>
      </w:pPr>
      <w:r>
        <w:rPr>
          <w:rtl/>
        </w:rPr>
        <w:t xml:space="preserve">وروي عن أبي محمد العسكري </w:t>
      </w:r>
      <w:r w:rsidR="00763E2E" w:rsidRPr="00763E2E">
        <w:rPr>
          <w:rStyle w:val="libAlaemChar"/>
          <w:rFonts w:hint="cs"/>
          <w:rtl/>
        </w:rPr>
        <w:t>عليه‌السلام</w:t>
      </w:r>
      <w:r>
        <w:rPr>
          <w:rtl/>
        </w:rPr>
        <w:t xml:space="preserve"> انّه قال : أعرف الناس بحقوق اخوانه وأشدّهم قضاء لها أعظمهم عند الله شأناً ، ومن تواضع في الدنيا لاخوانه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121 ح 1 ـ عنه البحار 75 ـ 124 ح 23 باب 51. </w:t>
      </w:r>
    </w:p>
    <w:p w:rsidR="00AA2ABC" w:rsidRDefault="00AA2ABC" w:rsidP="002704FD">
      <w:pPr>
        <w:pStyle w:val="libNormal0"/>
        <w:rPr>
          <w:rtl/>
        </w:rPr>
      </w:pPr>
      <w:r>
        <w:rPr>
          <w:rtl/>
        </w:rPr>
        <w:br w:type="page"/>
      </w:r>
      <w:r>
        <w:rPr>
          <w:rtl/>
        </w:rPr>
        <w:lastRenderedPageBreak/>
        <w:t xml:space="preserve">فهو عند الله من الصدّيقين ومن شيعة عليّ بن أبي طالب </w:t>
      </w:r>
      <w:r w:rsidR="00763E2E" w:rsidRPr="00763E2E">
        <w:rPr>
          <w:rStyle w:val="libAlaemChar"/>
          <w:rFonts w:hint="cs"/>
          <w:rtl/>
        </w:rPr>
        <w:t>عليه‌السلام</w:t>
      </w:r>
      <w:r>
        <w:rPr>
          <w:rtl/>
        </w:rPr>
        <w:t xml:space="preserve"> حقّاً.</w:t>
      </w:r>
    </w:p>
    <w:p w:rsidR="00AA2ABC" w:rsidRDefault="00AA2ABC" w:rsidP="002704FD">
      <w:pPr>
        <w:pStyle w:val="libNormal"/>
        <w:rPr>
          <w:rtl/>
        </w:rPr>
      </w:pPr>
      <w:r>
        <w:rPr>
          <w:rtl/>
        </w:rPr>
        <w:t xml:space="preserve">ولقد ورد على أمير المؤمنين أخوان له مؤمنان أب وابن ، فقام اليهما وأكرمهما وأجلسهما في صدر مجلسه وجلس بين يديهما ، ثم أمر بطعام فاُحضر فأكلا منه ، ثم جاء قنبر بطست وابريق خشب ومنديل لييبس ، وجاء ليصبّ على يد الرجل ماءً ، فوثب أمير المؤمنين </w:t>
      </w:r>
      <w:r w:rsidR="00763E2E" w:rsidRPr="00763E2E">
        <w:rPr>
          <w:rStyle w:val="libAlaemChar"/>
          <w:rFonts w:hint="cs"/>
          <w:rtl/>
        </w:rPr>
        <w:t>عليه‌السلام</w:t>
      </w:r>
      <w:r>
        <w:rPr>
          <w:rtl/>
        </w:rPr>
        <w:t xml:space="preserve"> فأخذ الابريق ليصب على يد الرجل.</w:t>
      </w:r>
    </w:p>
    <w:p w:rsidR="00AA2ABC" w:rsidRDefault="00AA2ABC" w:rsidP="002704FD">
      <w:pPr>
        <w:pStyle w:val="libNormal"/>
        <w:rPr>
          <w:rtl/>
        </w:rPr>
      </w:pPr>
      <w:r>
        <w:rPr>
          <w:rtl/>
        </w:rPr>
        <w:t>فتمرّغ الرجل في التراب وقال : يا أمير المؤمنين الله يراني وأنت تصب على يدي؟! قال : اقعد واغسل يدك فإنّ الله عزّ وجلّ يراك وأخوك الذي لا يتميز منك ولا يتفضل عليك يخدمك ، يريد بذلك خدمة في الجنة مثل عشرة أضعاف عدد أهل الدنيا ، وعلى حسب ذلك في ممالكه فيها.</w:t>
      </w:r>
    </w:p>
    <w:p w:rsidR="00AA2ABC" w:rsidRDefault="00AA2ABC" w:rsidP="002704FD">
      <w:pPr>
        <w:pStyle w:val="libNormal"/>
        <w:rPr>
          <w:rtl/>
        </w:rPr>
      </w:pPr>
      <w:r>
        <w:rPr>
          <w:rtl/>
        </w:rPr>
        <w:t xml:space="preserve">فقعد الرجل ، فقال له علي </w:t>
      </w:r>
      <w:r w:rsidR="00763E2E" w:rsidRPr="00763E2E">
        <w:rPr>
          <w:rStyle w:val="libAlaemChar"/>
          <w:rFonts w:hint="cs"/>
          <w:rtl/>
        </w:rPr>
        <w:t>عليه‌السلام</w:t>
      </w:r>
      <w:r>
        <w:rPr>
          <w:rtl/>
        </w:rPr>
        <w:t xml:space="preserve"> : أقسمت عليك بعظيم حقّي الذي عرفته وبجلته ، وتواضعك لله حتى جازاك عنه بأن ندبني لما شرفك به من خدمتي لك لما غسلت يدك مطمئناً كما كنت تغسل لو كان الصاب عليك قنبراً ، ففعل الرجل ذلك.</w:t>
      </w:r>
    </w:p>
    <w:p w:rsidR="00AA2ABC" w:rsidRDefault="00AA2ABC" w:rsidP="002704FD">
      <w:pPr>
        <w:pStyle w:val="libNormal"/>
        <w:rPr>
          <w:rtl/>
        </w:rPr>
      </w:pPr>
      <w:r>
        <w:rPr>
          <w:rtl/>
        </w:rPr>
        <w:t>فلمّا فرغ ناول الابريق محمد بن الحنفية وقال : يا بني لو كان هذا الابن حضرني دون أبيه لصببت على يده ، ولكنّ الله عزّ وجلّ يأبى أن يسوّي بين ابن وأبيه إذا جمعهما مكان ، لكن قد صبّ الأب على الأب ، فليصب الابن على الابن ، فصب محمد بن الحنفية على الابن.</w:t>
      </w:r>
    </w:p>
    <w:p w:rsidR="00AA2ABC" w:rsidRDefault="00AA2ABC" w:rsidP="002704FD">
      <w:pPr>
        <w:pStyle w:val="libNormal"/>
        <w:rPr>
          <w:rtl/>
        </w:rPr>
      </w:pPr>
      <w:r>
        <w:rPr>
          <w:rtl/>
        </w:rPr>
        <w:t xml:space="preserve">ثم قال الحسن بن عليّ العسكري </w:t>
      </w:r>
      <w:r w:rsidR="00763E2E" w:rsidRPr="00763E2E">
        <w:rPr>
          <w:rStyle w:val="libAlaemChar"/>
          <w:rFonts w:hint="cs"/>
          <w:rtl/>
        </w:rPr>
        <w:t>عليه‌السلام</w:t>
      </w:r>
      <w:r>
        <w:rPr>
          <w:rtl/>
        </w:rPr>
        <w:t xml:space="preserve"> : فمن اتبع علياً </w:t>
      </w:r>
      <w:r w:rsidR="00763E2E" w:rsidRPr="00763E2E">
        <w:rPr>
          <w:rStyle w:val="libAlaemChar"/>
          <w:rFonts w:hint="cs"/>
          <w:rtl/>
        </w:rPr>
        <w:t>عليه‌السلام</w:t>
      </w:r>
      <w:r>
        <w:rPr>
          <w:rtl/>
        </w:rPr>
        <w:t xml:space="preserve"> على ذلك فهو الشيعي حقّاً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الاحتجاج 2 : 517 ح 340 ـ عنه البحار 75 : 117 ح 1 باب 51.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جاء رجل إلى رسول الله </w:t>
      </w:r>
      <w:r w:rsidR="00BF0EA2" w:rsidRPr="00BF0EA2">
        <w:rPr>
          <w:rStyle w:val="libAlaemChar"/>
          <w:rFonts w:hint="cs"/>
          <w:rtl/>
        </w:rPr>
        <w:t>صلى‌الله‌عليه‌وآله</w:t>
      </w:r>
      <w:r>
        <w:rPr>
          <w:rtl/>
        </w:rPr>
        <w:t xml:space="preserve"> وقد بلي ثوبه ، فحمل إليه اثنى عشر درهماً ، فقال </w:t>
      </w:r>
      <w:r w:rsidR="00BF0EA2" w:rsidRPr="00BF0EA2">
        <w:rPr>
          <w:rStyle w:val="libAlaemChar"/>
          <w:rFonts w:hint="cs"/>
          <w:rtl/>
        </w:rPr>
        <w:t>صلى‌الله‌عليه‌وآله</w:t>
      </w:r>
      <w:r>
        <w:rPr>
          <w:rtl/>
        </w:rPr>
        <w:t xml:space="preserve"> : يا عليّ خذ هذه الدراهم فاشتر لي بها ثوباً ألبسه.</w:t>
      </w:r>
    </w:p>
    <w:p w:rsidR="00AA2ABC" w:rsidRDefault="00AA2ABC" w:rsidP="002704FD">
      <w:pPr>
        <w:pStyle w:val="libNormal"/>
        <w:rPr>
          <w:rtl/>
        </w:rPr>
      </w:pPr>
      <w:r>
        <w:rPr>
          <w:rtl/>
        </w:rPr>
        <w:t xml:space="preserve">قال عليّ </w:t>
      </w:r>
      <w:r w:rsidR="00763E2E" w:rsidRPr="00763E2E">
        <w:rPr>
          <w:rStyle w:val="libAlaemChar"/>
          <w:rFonts w:hint="cs"/>
          <w:rtl/>
        </w:rPr>
        <w:t>عليه‌السلام</w:t>
      </w:r>
      <w:r>
        <w:rPr>
          <w:rtl/>
        </w:rPr>
        <w:t xml:space="preserve"> : فجئت إلى السوق فاشتريت له قميصاً باثني عشر درهماً وجئت به إلى رسول الله </w:t>
      </w:r>
      <w:r w:rsidR="00BF0EA2" w:rsidRPr="00BF0EA2">
        <w:rPr>
          <w:rStyle w:val="libAlaemChar"/>
          <w:rFonts w:hint="cs"/>
          <w:rtl/>
        </w:rPr>
        <w:t>صلى‌الله‌عليه‌وآله</w:t>
      </w:r>
      <w:r>
        <w:rPr>
          <w:rtl/>
        </w:rPr>
        <w:t xml:space="preserve"> ، فنظر إليه فقال : يا عليّ غير هذا أحبّ إليّ ، أترى صاحبه يقيلنا؟ فقلت : لا أدري ، فقال : أُنظر.</w:t>
      </w:r>
    </w:p>
    <w:p w:rsidR="00AA2ABC" w:rsidRDefault="00AA2ABC" w:rsidP="002704FD">
      <w:pPr>
        <w:pStyle w:val="libNormal"/>
        <w:rPr>
          <w:rtl/>
        </w:rPr>
      </w:pPr>
      <w:r>
        <w:rPr>
          <w:rtl/>
        </w:rPr>
        <w:t xml:space="preserve">فجئت إلى صاحبه فقلت : ان رسول الله </w:t>
      </w:r>
      <w:r w:rsidR="00BF0EA2" w:rsidRPr="00BF0EA2">
        <w:rPr>
          <w:rStyle w:val="libAlaemChar"/>
          <w:rFonts w:hint="cs"/>
          <w:rtl/>
        </w:rPr>
        <w:t>صلى‌الله‌عليه‌وآله</w:t>
      </w:r>
      <w:r>
        <w:rPr>
          <w:rtl/>
        </w:rPr>
        <w:t xml:space="preserve"> قد كره هذا يريد غيره فأقلنا فيه ، فردّ عليّ الدراهم وجئت بها إلى رسول الله </w:t>
      </w:r>
      <w:r w:rsidR="00BF0EA2" w:rsidRPr="00BF0EA2">
        <w:rPr>
          <w:rStyle w:val="libAlaemChar"/>
          <w:rFonts w:hint="cs"/>
          <w:rtl/>
        </w:rPr>
        <w:t>صلى‌الله‌عليه‌وآله</w:t>
      </w:r>
      <w:r>
        <w:rPr>
          <w:rtl/>
        </w:rPr>
        <w:t xml:space="preserve"> ، فمشى معي </w:t>
      </w:r>
      <w:r w:rsidRPr="001008E4">
        <w:rPr>
          <w:rStyle w:val="libFootnotenumChar"/>
          <w:rtl/>
        </w:rPr>
        <w:t>(1)</w:t>
      </w:r>
      <w:r>
        <w:rPr>
          <w:rtl/>
        </w:rPr>
        <w:t xml:space="preserve"> إلى السوق ليبتاع قميصاً ، فنظر إلى جارية قاعدة على الطريق تبكي ، فقال لها رسول الله </w:t>
      </w:r>
      <w:r w:rsidR="00BF0EA2" w:rsidRPr="00BF0EA2">
        <w:rPr>
          <w:rStyle w:val="libAlaemChar"/>
          <w:rFonts w:hint="cs"/>
          <w:rtl/>
        </w:rPr>
        <w:t>صلى‌الله‌عليه‌وآله</w:t>
      </w:r>
      <w:r>
        <w:rPr>
          <w:rtl/>
        </w:rPr>
        <w:t xml:space="preserve"> : وما شأنك؟</w:t>
      </w:r>
    </w:p>
    <w:p w:rsidR="00AA2ABC" w:rsidRDefault="00AA2ABC" w:rsidP="002704FD">
      <w:pPr>
        <w:pStyle w:val="libNormal"/>
        <w:rPr>
          <w:rtl/>
        </w:rPr>
      </w:pPr>
      <w:r>
        <w:rPr>
          <w:rtl/>
        </w:rPr>
        <w:t xml:space="preserve">قالت : يا رسول الله انّ أهلي أعطوني أربعة دراهم لأشتري لهم حاجة ، فضاعت فلا أجسر أن أرجع إليهم ، فأعطاها رسول الله </w:t>
      </w:r>
      <w:r w:rsidR="00BF0EA2" w:rsidRPr="00BF0EA2">
        <w:rPr>
          <w:rStyle w:val="libAlaemChar"/>
          <w:rFonts w:hint="cs"/>
          <w:rtl/>
        </w:rPr>
        <w:t>صلى‌الله‌عليه‌وآله</w:t>
      </w:r>
      <w:r>
        <w:rPr>
          <w:rtl/>
        </w:rPr>
        <w:t xml:space="preserve"> أربعة دراهم وقال : ارجعي إلى أهلك ، ومضى رسول الله </w:t>
      </w:r>
      <w:r w:rsidR="00BF0EA2" w:rsidRPr="00BF0EA2">
        <w:rPr>
          <w:rStyle w:val="libAlaemChar"/>
          <w:rFonts w:hint="cs"/>
          <w:rtl/>
        </w:rPr>
        <w:t>صلى‌الله‌عليه‌وآله</w:t>
      </w:r>
      <w:r>
        <w:rPr>
          <w:rtl/>
        </w:rPr>
        <w:t xml:space="preserve"> إلى السوق فاشترى قميصاً بأربعة دراهم ولبسه وحمد الله عزّوجلّ ، فرأى رجلاً عرياناً يقول : من كساني كساه الله من ثياب الجنّة ، فخلع رسول الله </w:t>
      </w:r>
      <w:r w:rsidR="00BF0EA2" w:rsidRPr="00BF0EA2">
        <w:rPr>
          <w:rStyle w:val="libAlaemChar"/>
          <w:rFonts w:hint="cs"/>
          <w:rtl/>
        </w:rPr>
        <w:t>صلى‌الله‌عليه‌وآله</w:t>
      </w:r>
      <w:r>
        <w:rPr>
          <w:rtl/>
        </w:rPr>
        <w:t xml:space="preserve"> قميصه الذي اشتراه وكساه السائل.</w:t>
      </w:r>
    </w:p>
    <w:p w:rsidR="00AA2ABC" w:rsidRDefault="00AA2ABC" w:rsidP="002704FD">
      <w:pPr>
        <w:pStyle w:val="libNormal"/>
        <w:rPr>
          <w:rtl/>
        </w:rPr>
      </w:pPr>
      <w:r>
        <w:rPr>
          <w:rtl/>
        </w:rPr>
        <w:t xml:space="preserve">ثم رجع إلى السوق فاشترى بالأربعة التي بقيت قميصاً آخر ، فلبسه وحمد الله عزّوجلّ ورجع إلى منزله فاذا الجارية قاعدة على الطريق تبكي ، فقال لها رسول الله </w:t>
      </w:r>
      <w:r w:rsidR="00BF0EA2" w:rsidRPr="00BF0EA2">
        <w:rPr>
          <w:rStyle w:val="libAlaemChar"/>
          <w:rFonts w:hint="cs"/>
          <w:rtl/>
        </w:rPr>
        <w:t>صلى‌الله‌عليه‌وآله</w:t>
      </w:r>
      <w:r>
        <w:rPr>
          <w:rtl/>
        </w:rPr>
        <w:t xml:space="preserve"> : مالك لا تأتين أهلك؟ قالت : يا رسول الله انّي قد أبطأت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هكذا في الامالي للصدوق والبحار لكن في الخصال : « معه ». </w:t>
      </w:r>
    </w:p>
    <w:p w:rsidR="00AA2ABC" w:rsidRDefault="00AA2ABC" w:rsidP="002704FD">
      <w:pPr>
        <w:pStyle w:val="libNormal0"/>
        <w:rPr>
          <w:rtl/>
        </w:rPr>
      </w:pPr>
      <w:r>
        <w:rPr>
          <w:rtl/>
        </w:rPr>
        <w:br w:type="page"/>
      </w:r>
      <w:r>
        <w:rPr>
          <w:rtl/>
        </w:rPr>
        <w:lastRenderedPageBreak/>
        <w:t xml:space="preserve">عليهم أخاف أن يضربوني ، فقال رسول الله </w:t>
      </w:r>
      <w:r w:rsidR="00BF0EA2" w:rsidRPr="00BF0EA2">
        <w:rPr>
          <w:rStyle w:val="libAlaemChar"/>
          <w:rFonts w:hint="cs"/>
          <w:rtl/>
        </w:rPr>
        <w:t>صلى‌الله‌عليه‌وآله</w:t>
      </w:r>
      <w:r>
        <w:rPr>
          <w:rtl/>
        </w:rPr>
        <w:t xml:space="preserve"> : مري بين يدي ودلّيني على أهلك.</w:t>
      </w:r>
    </w:p>
    <w:p w:rsidR="00AA2ABC" w:rsidRDefault="00AA2ABC" w:rsidP="002704FD">
      <w:pPr>
        <w:pStyle w:val="libNormal"/>
        <w:rPr>
          <w:rtl/>
        </w:rPr>
      </w:pPr>
      <w:r>
        <w:rPr>
          <w:rtl/>
        </w:rPr>
        <w:t xml:space="preserve">وجاء رسول الله </w:t>
      </w:r>
      <w:r w:rsidR="00BF0EA2" w:rsidRPr="00BF0EA2">
        <w:rPr>
          <w:rStyle w:val="libAlaemChar"/>
          <w:rFonts w:hint="cs"/>
          <w:rtl/>
        </w:rPr>
        <w:t>صلى‌الله‌عليه‌وآله</w:t>
      </w:r>
      <w:r>
        <w:rPr>
          <w:rtl/>
        </w:rPr>
        <w:t xml:space="preserve"> حتى وقف على باب دارهم ، ثم قال : السلام عليكم يا أهل الدار ، فلم يجيبوه ، فأعاد السلام فلم يجبيوه ، فأعاد السلام فقالوا : وعليك السلام يا رسول الله ورحمة الله وبركاته ، فقال عليه الصلاة والسلام : مالكم تركتم إجابتي في أوّل السلام والثاني؟ فقالوا : يا رسول الله سمعنا كلامك فأحببنا أن نستكثر منه.</w:t>
      </w:r>
    </w:p>
    <w:p w:rsidR="00AA2ABC" w:rsidRDefault="00AA2ABC" w:rsidP="002704FD">
      <w:pPr>
        <w:pStyle w:val="libNormal"/>
        <w:rPr>
          <w:rtl/>
        </w:rPr>
      </w:pPr>
      <w:r>
        <w:rPr>
          <w:rtl/>
        </w:rPr>
        <w:t xml:space="preserve">فقال رسول الله </w:t>
      </w:r>
      <w:r w:rsidR="00BF0EA2" w:rsidRPr="00BF0EA2">
        <w:rPr>
          <w:rStyle w:val="libAlaemChar"/>
          <w:rFonts w:hint="cs"/>
          <w:rtl/>
        </w:rPr>
        <w:t>صلى‌الله‌عليه‌وآله</w:t>
      </w:r>
      <w:r>
        <w:rPr>
          <w:rtl/>
        </w:rPr>
        <w:t xml:space="preserve"> : انّ هذه الجارية أبطأت عليكم فلا تؤذوها ، فقال : يا رسول الله هي حرّة لممشاك ، فقال رسول الله </w:t>
      </w:r>
      <w:r w:rsidR="00BF0EA2" w:rsidRPr="00BF0EA2">
        <w:rPr>
          <w:rStyle w:val="libAlaemChar"/>
          <w:rFonts w:hint="cs"/>
          <w:rtl/>
        </w:rPr>
        <w:t>صلى‌الله‌عليه‌وآله</w:t>
      </w:r>
      <w:r>
        <w:rPr>
          <w:rtl/>
        </w:rPr>
        <w:t xml:space="preserve"> : الحمد لله ما رأيت اثني عشر درهماً أعظم بركة من هذه ، كسا الله بها عاريين ، وأعتق نسمة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محمد بن مسلم انّه قال : دخلت على أبي جعفر </w:t>
      </w:r>
      <w:r w:rsidR="00763E2E" w:rsidRPr="00763E2E">
        <w:rPr>
          <w:rStyle w:val="libAlaemChar"/>
          <w:rFonts w:hint="cs"/>
          <w:rtl/>
        </w:rPr>
        <w:t>عليه‌السلام</w:t>
      </w:r>
      <w:r>
        <w:rPr>
          <w:rtl/>
        </w:rPr>
        <w:t xml:space="preserve"> ذات يوم وهو يأكل متّكئاً ، [ قال : وقد كان يبلغنا انّ ذلك يكره ، فجعلت أنظر إليه فدعاني إلى طعامه ، فلمّا فرغ ] </w:t>
      </w:r>
      <w:r w:rsidRPr="001008E4">
        <w:rPr>
          <w:rStyle w:val="libFootnotenumChar"/>
          <w:rtl/>
        </w:rPr>
        <w:t>(2)</w:t>
      </w:r>
      <w:r>
        <w:rPr>
          <w:rtl/>
        </w:rPr>
        <w:t xml:space="preserve"> قال : يا محمد لعلّك ترى انّ رسول الله </w:t>
      </w:r>
      <w:r w:rsidR="00BF0EA2" w:rsidRPr="00BF0EA2">
        <w:rPr>
          <w:rStyle w:val="libAlaemChar"/>
          <w:rFonts w:hint="cs"/>
          <w:rtl/>
        </w:rPr>
        <w:t>صلى‌الله‌عليه‌وآله</w:t>
      </w:r>
      <w:r>
        <w:rPr>
          <w:rtl/>
        </w:rPr>
        <w:t xml:space="preserve"> رأته عين وهو يأكل وهو متكىء مِن أن بعثه الله إلى أن قبضه.</w:t>
      </w:r>
    </w:p>
    <w:p w:rsidR="00AA2ABC" w:rsidRDefault="00AA2ABC" w:rsidP="002704FD">
      <w:pPr>
        <w:pStyle w:val="libNormal"/>
        <w:rPr>
          <w:rtl/>
        </w:rPr>
      </w:pPr>
      <w:r>
        <w:rPr>
          <w:rtl/>
        </w:rPr>
        <w:t xml:space="preserve">قال : ثمّ رد على نفسه فقال : لا والله ما رأته عين يأكل وهو متّكىء من أن بعثه الله إلى أن قبضه ، ثم قال : يا محمد لعلّك ترى انّه شبع من خبز البرّ ثلاثة أيام متوالية من أن بعثه الله إلى أن قبضه ، ثم ردّ على نفسه ثم قال : لا والله ما شبع من خبز البرّ ثلاثة أيام متوالية منذ بعثه الله إلى أن قبضه.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490 ح69 أبواب 12 ـ أمالي الصدوق : 197 ح 5 مجلس 42 ـ عنهما البحار 16 : 214 ح 1 باب 9.</w:t>
      </w:r>
    </w:p>
    <w:p w:rsidR="00AA2ABC" w:rsidRDefault="00AA2ABC" w:rsidP="001008E4">
      <w:pPr>
        <w:pStyle w:val="libFootnote0"/>
        <w:rPr>
          <w:rtl/>
        </w:rPr>
      </w:pPr>
      <w:r>
        <w:rPr>
          <w:rtl/>
        </w:rPr>
        <w:t xml:space="preserve">2 ـ ليس ما بين المعقوفتين من المتن الفارسي. </w:t>
      </w:r>
    </w:p>
    <w:p w:rsidR="00AA2ABC" w:rsidRDefault="00AA2ABC" w:rsidP="002704FD">
      <w:pPr>
        <w:pStyle w:val="libNormal"/>
        <w:rPr>
          <w:rtl/>
        </w:rPr>
      </w:pPr>
      <w:r>
        <w:rPr>
          <w:rtl/>
        </w:rPr>
        <w:br w:type="page"/>
      </w:r>
      <w:r>
        <w:rPr>
          <w:rtl/>
        </w:rPr>
        <w:lastRenderedPageBreak/>
        <w:t xml:space="preserve">أما انّي لا أقول انّه كان لا يجد ، لقد كان يجيز </w:t>
      </w:r>
      <w:r w:rsidRPr="001008E4">
        <w:rPr>
          <w:rStyle w:val="libFootnotenumChar"/>
          <w:rtl/>
        </w:rPr>
        <w:t>(1)</w:t>
      </w:r>
      <w:r>
        <w:rPr>
          <w:rtl/>
        </w:rPr>
        <w:t xml:space="preserve"> الرجل الواحد بالمائة من الإبل ، فلو أراد أن يأكل لأكل ، ولقد أتاه جبرئيل </w:t>
      </w:r>
      <w:r w:rsidR="00763E2E" w:rsidRPr="00763E2E">
        <w:rPr>
          <w:rStyle w:val="libAlaemChar"/>
          <w:rFonts w:hint="cs"/>
          <w:rtl/>
        </w:rPr>
        <w:t>عليه‌السلام</w:t>
      </w:r>
      <w:r>
        <w:rPr>
          <w:rtl/>
        </w:rPr>
        <w:t xml:space="preserve"> بمفاتيح خزائن الأرض ثلاث مرات يخيّره من غير أن ينقصه الله تبارك وتعالى مما أعدّ الله له يوم القيامة شيئاً ، فيختار التواضع لربّه جلّ وعزّ.</w:t>
      </w:r>
    </w:p>
    <w:p w:rsidR="00AA2ABC" w:rsidRDefault="00AA2ABC" w:rsidP="002704FD">
      <w:pPr>
        <w:pStyle w:val="libNormal"/>
        <w:rPr>
          <w:rtl/>
        </w:rPr>
      </w:pPr>
      <w:r>
        <w:rPr>
          <w:rtl/>
        </w:rPr>
        <w:t>وما سئل شيئاً قط فيقول : لا ، إن كان أعطى ، وإن لم يكن قال : يكون ، وما أعطى على الله شيئاً قط الاّ سلّم ذلك إليه حتى إن كان ليعطي الرجل الجنة فيسلم الله ذلك له.</w:t>
      </w:r>
    </w:p>
    <w:p w:rsidR="00AA2ABC" w:rsidRDefault="00AA2ABC" w:rsidP="002704FD">
      <w:pPr>
        <w:pStyle w:val="libNormal"/>
        <w:rPr>
          <w:rtl/>
        </w:rPr>
      </w:pPr>
      <w:r>
        <w:rPr>
          <w:rtl/>
        </w:rPr>
        <w:t xml:space="preserve">ثم تناولني بيده وقال : ان كان صاحبكم </w:t>
      </w:r>
      <w:r w:rsidRPr="001008E4">
        <w:rPr>
          <w:rStyle w:val="libFootnotenumChar"/>
          <w:rtl/>
        </w:rPr>
        <w:t>(2)</w:t>
      </w:r>
      <w:r>
        <w:rPr>
          <w:rtl/>
        </w:rPr>
        <w:t xml:space="preserve"> ليجلس جلسة العبد ، ويأكل أكلة العبد ، ويطعم الناس خبز البرّ واللحم ، ويرجع الى أهله فيأكل الخبز والزيت ، وان كان ليشتري القميص السنبلاني ثم يخير غلامه خيرهما ، ثم يلبس الباقي فاذا جاز أصابعه قطعه ، وإذا جاز كعبه حذفه.</w:t>
      </w:r>
    </w:p>
    <w:p w:rsidR="00AA2ABC" w:rsidRDefault="00AA2ABC" w:rsidP="002704FD">
      <w:pPr>
        <w:pStyle w:val="libNormal"/>
        <w:rPr>
          <w:rtl/>
        </w:rPr>
      </w:pPr>
      <w:r>
        <w:rPr>
          <w:rtl/>
        </w:rPr>
        <w:t xml:space="preserve">وما ورد عليه أمران قط كلاهما لله رضى الاّ أخذ بأشدّهما على بدنه ، ولقد ولّى الناس خمس سنين فما وضع آجرة على آجرة ، ولا لبنة على لبنة ، ولا أقطع قطيعة ، ولا أورث بيضاء ولا حمراء الاّ سبعمائة درهم فضلت عن عطاياه أراد أن يبتاع لأهله بها خادماً ، وما أطاق أحدٌ عمله ، وان كان عليّ بن الحسين </w:t>
      </w:r>
      <w:r w:rsidR="00763E2E" w:rsidRPr="00763E2E">
        <w:rPr>
          <w:rStyle w:val="libAlaemChar"/>
          <w:rFonts w:hint="cs"/>
          <w:rtl/>
        </w:rPr>
        <w:t>عليه‌السلام</w:t>
      </w:r>
      <w:r>
        <w:rPr>
          <w:rtl/>
        </w:rPr>
        <w:t xml:space="preserve"> لينظر في الكتاب من كتب عليّ </w:t>
      </w:r>
      <w:r w:rsidR="00763E2E" w:rsidRPr="00763E2E">
        <w:rPr>
          <w:rStyle w:val="libAlaemChar"/>
          <w:rFonts w:hint="cs"/>
          <w:rtl/>
        </w:rPr>
        <w:t>عليه‌السلام</w:t>
      </w:r>
      <w:r>
        <w:rPr>
          <w:rtl/>
        </w:rPr>
        <w:t xml:space="preserve"> فيضرب به الأرض ويقول : من يطيق هذا </w:t>
      </w:r>
      <w:r w:rsidRPr="001008E4">
        <w:rPr>
          <w:rStyle w:val="libFootnotenumChar"/>
          <w:rtl/>
        </w:rPr>
        <w:t>(3)</w:t>
      </w:r>
      <w:r>
        <w:rPr>
          <w:rtl/>
        </w:rPr>
        <w:t>.</w:t>
      </w:r>
    </w:p>
    <w:p w:rsidR="00AA2ABC" w:rsidRDefault="00AA2ABC" w:rsidP="002704FD">
      <w:pPr>
        <w:pStyle w:val="libNormal"/>
        <w:rPr>
          <w:rtl/>
        </w:rPr>
      </w:pPr>
      <w:r>
        <w:rPr>
          <w:rtl/>
        </w:rPr>
        <w:t xml:space="preserve">وروي بسند آخر انّ أمير المؤمنين </w:t>
      </w:r>
      <w:r w:rsidR="00763E2E" w:rsidRPr="00763E2E">
        <w:rPr>
          <w:rStyle w:val="libAlaemChar"/>
          <w:rFonts w:hint="cs"/>
          <w:rtl/>
        </w:rPr>
        <w:t>عليه‌السلام</w:t>
      </w:r>
      <w:r>
        <w:rPr>
          <w:rtl/>
        </w:rPr>
        <w:t xml:space="preserve"> أتى البزازين فقال لرجل : بعني ثوبين ، فقال الرجل : يا أمير المؤمنين عندي حاجتك ، فلما عرفه مضى عنه ، فوقف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من الجائزة بمعنى العطية.</w:t>
      </w:r>
    </w:p>
    <w:p w:rsidR="00AA2ABC" w:rsidRDefault="00AA2ABC" w:rsidP="001008E4">
      <w:pPr>
        <w:pStyle w:val="libFootnote0"/>
        <w:rPr>
          <w:rtl/>
        </w:rPr>
      </w:pPr>
      <w:r>
        <w:rPr>
          <w:rtl/>
        </w:rPr>
        <w:t xml:space="preserve">2 ـ يعني أمير المؤمنين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3 ـ الكافي 8 : 129 ح 100 ، عنه البحار 16 : 277 ح 116 باب 9. </w:t>
      </w:r>
    </w:p>
    <w:p w:rsidR="00AA2ABC" w:rsidRDefault="00AA2ABC" w:rsidP="002704FD">
      <w:pPr>
        <w:pStyle w:val="libNormal0"/>
        <w:rPr>
          <w:rtl/>
        </w:rPr>
      </w:pPr>
      <w:r>
        <w:rPr>
          <w:rtl/>
        </w:rPr>
        <w:br w:type="page"/>
      </w:r>
      <w:r>
        <w:rPr>
          <w:rtl/>
        </w:rPr>
        <w:lastRenderedPageBreak/>
        <w:t>على غلام فأخذ ثوبين بثلاثة دراهم والآخر بدرهمين.</w:t>
      </w:r>
    </w:p>
    <w:p w:rsidR="00AA2ABC" w:rsidRDefault="00AA2ABC" w:rsidP="002704FD">
      <w:pPr>
        <w:pStyle w:val="libNormal"/>
        <w:rPr>
          <w:rtl/>
        </w:rPr>
      </w:pPr>
      <w:r>
        <w:rPr>
          <w:rtl/>
        </w:rPr>
        <w:t xml:space="preserve">فقال : يا قنبر خذ الذي بثلاثة ، فقال : أنت أولى به تصعد المنبر وتخطب الناس ، فقال : وأنت شابّ ولك شره الشباب ، وأنا استحيي من ربي أن أتفضل عليك ، سمعت رسول الله </w:t>
      </w:r>
      <w:r w:rsidR="00BF0EA2" w:rsidRPr="00BF0EA2">
        <w:rPr>
          <w:rStyle w:val="libAlaemChar"/>
          <w:rFonts w:hint="cs"/>
          <w:rtl/>
        </w:rPr>
        <w:t>صلى‌الله‌عليه‌وآله</w:t>
      </w:r>
      <w:r>
        <w:rPr>
          <w:rtl/>
        </w:rPr>
        <w:t xml:space="preserve"> يقول : ألبسوهم مما تلبسون ، وأطعموهم مما تأكلون.</w:t>
      </w:r>
    </w:p>
    <w:p w:rsidR="00AA2ABC" w:rsidRDefault="00AA2ABC" w:rsidP="002704FD">
      <w:pPr>
        <w:pStyle w:val="libNormal"/>
        <w:rPr>
          <w:rtl/>
        </w:rPr>
      </w:pPr>
      <w:r>
        <w:rPr>
          <w:rtl/>
        </w:rPr>
        <w:t xml:space="preserve">فلما لبس القميص مدّ كمّ القميص فأمر بقطعه واتخاذه قلانس للفقراء ، فقال الغلام : هلّم أكفّه ، قال : دعه كما هو فإنّ الأمر أسرع من ذلك ، فجاء أبو الغلام فقال : انّ ابني لم يعرفك وهذان درهمان ربحهما ، فقال : ما كنت لأفعل ، قد ماكست وماكسني واتفقنا على رضى </w:t>
      </w:r>
      <w:r w:rsidRPr="001008E4">
        <w:rPr>
          <w:rStyle w:val="libFootnotenumChar"/>
          <w:rtl/>
        </w:rPr>
        <w:t>(1)</w:t>
      </w:r>
      <w:r>
        <w:rPr>
          <w:rtl/>
        </w:rPr>
        <w:t>.</w:t>
      </w:r>
    </w:p>
    <w:p w:rsidR="00AA2ABC" w:rsidRDefault="00AA2ABC" w:rsidP="002704FD">
      <w:pPr>
        <w:pStyle w:val="libNormal"/>
        <w:rPr>
          <w:rtl/>
        </w:rPr>
      </w:pPr>
      <w:r>
        <w:rPr>
          <w:rtl/>
        </w:rPr>
        <w:t>وترصّد غداءه عمرو بن حريث ، فأتت فضّة بجراب مختوم فأخرج منه خبزاً متغيراً خشناً ، فقال عمرو : يا فضة لو نخلت هذا الدقيق وطيبتيه ، قالت : كنت أفعل فنهاني ، وكنت أضع في جرابه طعاماً طيباً فختم جرابه.</w:t>
      </w:r>
    </w:p>
    <w:p w:rsidR="00AA2ABC" w:rsidRDefault="00AA2ABC" w:rsidP="002704FD">
      <w:pPr>
        <w:pStyle w:val="libNormal"/>
        <w:rPr>
          <w:rtl/>
        </w:rPr>
      </w:pPr>
      <w:r>
        <w:rPr>
          <w:rtl/>
        </w:rPr>
        <w:t xml:space="preserve">ثم انّ أمير المؤمنين </w:t>
      </w:r>
      <w:r w:rsidR="00763E2E" w:rsidRPr="00763E2E">
        <w:rPr>
          <w:rStyle w:val="libAlaemChar"/>
          <w:rFonts w:hint="cs"/>
          <w:rtl/>
        </w:rPr>
        <w:t>عليه‌السلام</w:t>
      </w:r>
      <w:r>
        <w:rPr>
          <w:rtl/>
        </w:rPr>
        <w:t xml:space="preserve"> فتّه في قصعة وصبّ عليه الماء ، ثم ذرّ عليه الملح وحسر عن ذراعه ، فلمّا فرغ قال : يا عمرو لقد حانت هذه ـ ومدّ يده إلى محاسنه ـ وخسرت هذه إن أدخلها النار من أجل الطعام ، وهذا يجزيني </w:t>
      </w:r>
      <w:r w:rsidRPr="001008E4">
        <w:rPr>
          <w:rStyle w:val="libFootnotenumChar"/>
          <w:rtl/>
        </w:rPr>
        <w:t>(2)</w:t>
      </w:r>
      <w:r>
        <w:rPr>
          <w:rtl/>
        </w:rPr>
        <w:t>.</w:t>
      </w:r>
    </w:p>
    <w:p w:rsidR="00AA2ABC" w:rsidRDefault="00AA2ABC" w:rsidP="002704FD">
      <w:pPr>
        <w:pStyle w:val="libNormal"/>
        <w:rPr>
          <w:rtl/>
        </w:rPr>
      </w:pPr>
      <w:r>
        <w:rPr>
          <w:rtl/>
        </w:rPr>
        <w:t xml:space="preserve">وقال الصادق </w:t>
      </w:r>
      <w:r w:rsidR="00763E2E" w:rsidRPr="00763E2E">
        <w:rPr>
          <w:rStyle w:val="libAlaemChar"/>
          <w:rFonts w:hint="cs"/>
          <w:rtl/>
        </w:rPr>
        <w:t>عليه‌السلام</w:t>
      </w:r>
      <w:r>
        <w:rPr>
          <w:rtl/>
        </w:rPr>
        <w:t xml:space="preserve"> : كان أمير المؤمنين </w:t>
      </w:r>
      <w:r w:rsidR="00763E2E" w:rsidRPr="00763E2E">
        <w:rPr>
          <w:rStyle w:val="libAlaemChar"/>
          <w:rFonts w:hint="cs"/>
          <w:rtl/>
        </w:rPr>
        <w:t>عليه‌السلام</w:t>
      </w:r>
      <w:r>
        <w:rPr>
          <w:rtl/>
        </w:rPr>
        <w:t xml:space="preserve"> يحطب ويستسقي ويكنس ، وكانت فاطمة </w:t>
      </w:r>
      <w:r w:rsidR="00BF0EA2" w:rsidRPr="00BF0EA2">
        <w:rPr>
          <w:rStyle w:val="libAlaemChar"/>
          <w:rFonts w:hint="cs"/>
          <w:rtl/>
        </w:rPr>
        <w:t>عليها‌السلام</w:t>
      </w:r>
      <w:r>
        <w:rPr>
          <w:rtl/>
        </w:rPr>
        <w:t xml:space="preserve"> تطحن وتعجن وتخبز.</w:t>
      </w:r>
    </w:p>
    <w:p w:rsidR="00AA2ABC" w:rsidRDefault="00AA2ABC" w:rsidP="002704FD">
      <w:pPr>
        <w:pStyle w:val="libNormal"/>
        <w:rPr>
          <w:rtl/>
        </w:rPr>
      </w:pPr>
      <w:r>
        <w:rPr>
          <w:rtl/>
        </w:rPr>
        <w:t xml:space="preserve">وروي أنّه </w:t>
      </w:r>
      <w:r w:rsidR="00763E2E" w:rsidRPr="00763E2E">
        <w:rPr>
          <w:rStyle w:val="libAlaemChar"/>
          <w:rFonts w:hint="cs"/>
          <w:rtl/>
        </w:rPr>
        <w:t>عليه‌السلام</w:t>
      </w:r>
      <w:r>
        <w:rPr>
          <w:rtl/>
        </w:rPr>
        <w:t xml:space="preserve"> اشترى تمراً بالكوفة ، فحمله في طرف ردائه ، فتبادر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40 : 324 ضمن حديث 6 باب 98 عن المناقب.</w:t>
      </w:r>
    </w:p>
    <w:p w:rsidR="00AA2ABC" w:rsidRDefault="00AA2ABC" w:rsidP="001008E4">
      <w:pPr>
        <w:pStyle w:val="libFootnote0"/>
        <w:rPr>
          <w:rtl/>
        </w:rPr>
      </w:pPr>
      <w:r>
        <w:rPr>
          <w:rtl/>
        </w:rPr>
        <w:t xml:space="preserve">2 ـ البحار 40 : 325 ح 7 باب 98 عن المناقب. </w:t>
      </w:r>
    </w:p>
    <w:p w:rsidR="00AA2ABC" w:rsidRDefault="00AA2ABC" w:rsidP="002704FD">
      <w:pPr>
        <w:pStyle w:val="libNormal0"/>
        <w:rPr>
          <w:rtl/>
        </w:rPr>
      </w:pPr>
      <w:r>
        <w:rPr>
          <w:rtl/>
        </w:rPr>
        <w:br w:type="page"/>
      </w:r>
      <w:r>
        <w:rPr>
          <w:rtl/>
        </w:rPr>
        <w:lastRenderedPageBreak/>
        <w:t xml:space="preserve">الناس إلى حمله وقالوا : يا أمير المؤمنين نحن نحمله ، فقال </w:t>
      </w:r>
      <w:r w:rsidR="00763E2E" w:rsidRPr="00763E2E">
        <w:rPr>
          <w:rStyle w:val="libAlaemChar"/>
          <w:rFonts w:hint="cs"/>
          <w:rtl/>
        </w:rPr>
        <w:t>عليه‌السلام</w:t>
      </w:r>
      <w:r>
        <w:rPr>
          <w:rtl/>
        </w:rPr>
        <w:t xml:space="preserve"> : ربّ العيال أحقّ بحمله.</w:t>
      </w:r>
    </w:p>
    <w:p w:rsidR="00AA2ABC" w:rsidRDefault="00AA2ABC" w:rsidP="002704FD">
      <w:pPr>
        <w:pStyle w:val="libNormal"/>
        <w:rPr>
          <w:rtl/>
        </w:rPr>
      </w:pPr>
      <w:r>
        <w:rPr>
          <w:rtl/>
        </w:rPr>
        <w:t>وكان يقول :</w:t>
      </w:r>
    </w:p>
    <w:tbl>
      <w:tblPr>
        <w:bidiVisual/>
        <w:tblW w:w="5000" w:type="pct"/>
        <w:tblLook w:val="01E0"/>
      </w:tblPr>
      <w:tblGrid>
        <w:gridCol w:w="3682"/>
        <w:gridCol w:w="225"/>
        <w:gridCol w:w="3680"/>
      </w:tblGrid>
      <w:tr w:rsidR="00AA2ABC" w:rsidTr="002704FD">
        <w:tc>
          <w:tcPr>
            <w:tcW w:w="3625" w:type="dxa"/>
            <w:shd w:val="clear" w:color="auto" w:fill="auto"/>
          </w:tcPr>
          <w:p w:rsidR="00AA2ABC" w:rsidRDefault="00AA2ABC" w:rsidP="006D5976">
            <w:pPr>
              <w:pStyle w:val="libPoem"/>
              <w:rPr>
                <w:rtl/>
              </w:rPr>
            </w:pPr>
            <w:r>
              <w:rPr>
                <w:rtl/>
              </w:rPr>
              <w:t>لا ينقص الكامل من كماله</w:t>
            </w:r>
            <w:r w:rsidRPr="006D5976">
              <w:rPr>
                <w:rStyle w:val="libPoemTiniChar0"/>
                <w:rtl/>
              </w:rPr>
              <w:br/>
              <w:t> </w:t>
            </w:r>
          </w:p>
        </w:tc>
        <w:tc>
          <w:tcPr>
            <w:tcW w:w="57" w:type="dxa"/>
            <w:shd w:val="clear" w:color="auto" w:fill="auto"/>
          </w:tcPr>
          <w:p w:rsidR="00AA2ABC" w:rsidRDefault="00AA2ABC" w:rsidP="002704FD">
            <w:pPr>
              <w:rPr>
                <w:rtl/>
              </w:rPr>
            </w:pPr>
          </w:p>
        </w:tc>
        <w:tc>
          <w:tcPr>
            <w:tcW w:w="3624" w:type="dxa"/>
            <w:shd w:val="clear" w:color="auto" w:fill="auto"/>
          </w:tcPr>
          <w:p w:rsidR="00AA2ABC" w:rsidRDefault="00AA2ABC" w:rsidP="006D5976">
            <w:pPr>
              <w:pStyle w:val="libPoem"/>
              <w:rPr>
                <w:rtl/>
              </w:rPr>
            </w:pPr>
            <w:r>
              <w:rPr>
                <w:rtl/>
              </w:rPr>
              <w:t>ما جرّ من نفع إلى عياله</w:t>
            </w:r>
            <w:r w:rsidRPr="006D5976">
              <w:rPr>
                <w:rStyle w:val="libPoemTiniChar0"/>
                <w:rtl/>
              </w:rPr>
              <w:br/>
              <w:t>  </w:t>
            </w:r>
          </w:p>
        </w:tc>
      </w:tr>
    </w:tbl>
    <w:p w:rsidR="00AA2ABC" w:rsidRDefault="00AA2ABC" w:rsidP="002704FD">
      <w:pPr>
        <w:pStyle w:val="libNormal"/>
        <w:rPr>
          <w:rtl/>
        </w:rPr>
      </w:pPr>
      <w:r>
        <w:rPr>
          <w:rtl/>
        </w:rPr>
        <w:t xml:space="preserve">وجاء في رواية اُخرى انّه </w:t>
      </w:r>
      <w:r w:rsidR="00763E2E" w:rsidRPr="00763E2E">
        <w:rPr>
          <w:rStyle w:val="libAlaemChar"/>
          <w:rFonts w:hint="cs"/>
          <w:rtl/>
        </w:rPr>
        <w:t>عليه‌السلام</w:t>
      </w:r>
      <w:r>
        <w:rPr>
          <w:rtl/>
        </w:rPr>
        <w:t xml:space="preserve"> كان يمشي في خمسة حافياً ويعلّق نعليه بيده اليسرى ، يوم الفطر ، والنحر ، والجمعة ، وعند عيادة المريض ، وتشيع الجنازة ، ويقول : انّها مواضع الله وأحبّ أن أكون فيها حافياً.</w:t>
      </w:r>
    </w:p>
    <w:p w:rsidR="00AA2ABC" w:rsidRDefault="00AA2ABC" w:rsidP="002704FD">
      <w:pPr>
        <w:pStyle w:val="libNormal"/>
        <w:rPr>
          <w:rtl/>
        </w:rPr>
      </w:pPr>
      <w:r>
        <w:rPr>
          <w:rtl/>
        </w:rPr>
        <w:t xml:space="preserve">ونقل انّه </w:t>
      </w:r>
      <w:r w:rsidR="00763E2E" w:rsidRPr="00763E2E">
        <w:rPr>
          <w:rStyle w:val="libAlaemChar"/>
          <w:rFonts w:hint="cs"/>
          <w:rtl/>
        </w:rPr>
        <w:t>عليه‌السلام</w:t>
      </w:r>
      <w:r>
        <w:rPr>
          <w:rtl/>
        </w:rPr>
        <w:t xml:space="preserve"> كان يمشي في الأسواق وحده ، وهو ذاك يرشد الضال ، ويعين الضعيف ، ويمرّ بالبياع والبقال فيفتح عليه القرآن ويقرأ : </w:t>
      </w:r>
    </w:p>
    <w:p w:rsidR="00AA2ABC" w:rsidRDefault="00AA2ABC" w:rsidP="002704FD">
      <w:pPr>
        <w:pStyle w:val="libNormal"/>
        <w:rPr>
          <w:rtl/>
        </w:rPr>
      </w:pPr>
      <w:r w:rsidRPr="002704FD">
        <w:rPr>
          <w:rStyle w:val="libAlaemChar"/>
          <w:rtl/>
        </w:rPr>
        <w:t>(</w:t>
      </w:r>
      <w:r w:rsidRPr="002704FD">
        <w:rPr>
          <w:rStyle w:val="libAieChar"/>
          <w:rtl/>
        </w:rPr>
        <w:t xml:space="preserve"> تِلكَ الدَّارُ الآخِرَةُ نَجعَلُها لِلَّذِينَ لاَ يُرِيدُونَ عُلُوّاً فِي الأرضِ وَلا فَسَاداً وَالعَاقِبَةُ لِلمُتَّقِين </w:t>
      </w:r>
      <w:r w:rsidRPr="001008E4">
        <w:rPr>
          <w:rStyle w:val="libFootnotenumChar"/>
          <w:rtl/>
        </w:rPr>
        <w:t>(1)</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عن إبراهيم بن العباس انّه قال : ما رأيت أبا الحسن الرضا </w:t>
      </w:r>
      <w:r w:rsidR="00763E2E" w:rsidRPr="00763E2E">
        <w:rPr>
          <w:rStyle w:val="libAlaemChar"/>
          <w:rFonts w:hint="cs"/>
          <w:rtl/>
        </w:rPr>
        <w:t>عليه‌السلام</w:t>
      </w:r>
      <w:r>
        <w:rPr>
          <w:rtl/>
        </w:rPr>
        <w:t xml:space="preserve"> جفا أحداً بكلامه قط ، وما رأيت قطع على أحد كلامه حتى يفرغ منه ، وما ردّ أحداً عن حاجة يقدر عليها.</w:t>
      </w:r>
    </w:p>
    <w:p w:rsidR="00AA2ABC" w:rsidRDefault="00AA2ABC" w:rsidP="002704FD">
      <w:pPr>
        <w:pStyle w:val="libNormal"/>
        <w:rPr>
          <w:rtl/>
        </w:rPr>
      </w:pPr>
      <w:r>
        <w:rPr>
          <w:rtl/>
        </w:rPr>
        <w:t>ولا مدّ رجليه بين يدي جليس له قط ، ولا اتكأ بين يدي جليس له قط ، ولا رأيته شتم أحداً من مواليه ومماليكه قط ، ولا رأيته تفل قط ، ولا رأيته يقهقه في ضحكه قط بل كان ضحكه التبسم.</w:t>
      </w:r>
    </w:p>
    <w:p w:rsidR="00AA2ABC" w:rsidRDefault="00AA2ABC" w:rsidP="002704FD">
      <w:pPr>
        <w:pStyle w:val="libNormal"/>
        <w:rPr>
          <w:rtl/>
        </w:rPr>
      </w:pPr>
      <w:r>
        <w:rPr>
          <w:rtl/>
        </w:rPr>
        <w:t xml:space="preserve">وكان إذا خلا ونصبت مائدته أجلس معه على مائدته مماليكه حتى البواب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القصص : 83.</w:t>
      </w:r>
    </w:p>
    <w:p w:rsidR="00AA2ABC" w:rsidRDefault="00AA2ABC" w:rsidP="001008E4">
      <w:pPr>
        <w:pStyle w:val="libFootnote0"/>
        <w:rPr>
          <w:rtl/>
        </w:rPr>
      </w:pPr>
      <w:r>
        <w:rPr>
          <w:rtl/>
        </w:rPr>
        <w:t>2 ـ البحار 41 : 54 ح 1 باب 105 ـ عن المناقب.</w:t>
      </w:r>
    </w:p>
    <w:p w:rsidR="00AA2ABC" w:rsidRDefault="00AA2ABC" w:rsidP="002704FD">
      <w:pPr>
        <w:pStyle w:val="libNormal0"/>
        <w:rPr>
          <w:rtl/>
        </w:rPr>
      </w:pPr>
      <w:r>
        <w:rPr>
          <w:rtl/>
        </w:rPr>
        <w:br w:type="page"/>
      </w:r>
      <w:r>
        <w:rPr>
          <w:rtl/>
        </w:rPr>
        <w:lastRenderedPageBreak/>
        <w:t xml:space="preserve">والسائس ، وكان </w:t>
      </w:r>
      <w:r w:rsidR="00763E2E" w:rsidRPr="00763E2E">
        <w:rPr>
          <w:rStyle w:val="libAlaemChar"/>
          <w:rFonts w:hint="cs"/>
          <w:rtl/>
        </w:rPr>
        <w:t>عليه‌السلام</w:t>
      </w:r>
      <w:r>
        <w:rPr>
          <w:rtl/>
        </w:rPr>
        <w:t xml:space="preserve"> قليل النوم بالليل ، كثير السهر ، يحيى أكثر لياليه من أوّلها إلى الصبح ، وكان كثير الصيام ... وكان كثير المعروف والصدقة في السرّ ، وأكثر ذلك يكون منه في الليالي المظلمة ... </w:t>
      </w:r>
      <w:r w:rsidRPr="001008E4">
        <w:rPr>
          <w:rStyle w:val="libFootnotenumChar"/>
          <w:rtl/>
        </w:rPr>
        <w:t>(1)</w:t>
      </w:r>
      <w:r>
        <w:rPr>
          <w:rtl/>
        </w:rPr>
        <w:t>.</w:t>
      </w:r>
    </w:p>
    <w:p w:rsidR="00AA2ABC" w:rsidRDefault="00AA2ABC" w:rsidP="002704FD">
      <w:pPr>
        <w:pStyle w:val="libNormal"/>
        <w:rPr>
          <w:rtl/>
        </w:rPr>
      </w:pPr>
      <w:r>
        <w:rPr>
          <w:rtl/>
        </w:rPr>
        <w:t xml:space="preserve">ونقل عن محمد بن عباد انّه قال : كان جلوس الرضا </w:t>
      </w:r>
      <w:r w:rsidR="00763E2E" w:rsidRPr="00763E2E">
        <w:rPr>
          <w:rStyle w:val="libAlaemChar"/>
          <w:rFonts w:hint="cs"/>
          <w:rtl/>
        </w:rPr>
        <w:t>عليه‌السلام</w:t>
      </w:r>
      <w:r>
        <w:rPr>
          <w:rtl/>
        </w:rPr>
        <w:t xml:space="preserve"> في الصيف على حصير ، وفي الشتاء على مسح ، ولبسه الغليظ من الثياب حتى إذا برز للناس تزيّن لهم </w:t>
      </w:r>
      <w:r w:rsidRPr="001008E4">
        <w:rPr>
          <w:rStyle w:val="libFootnotenumChar"/>
          <w:rtl/>
        </w:rPr>
        <w:t>(2)</w:t>
      </w:r>
      <w:r>
        <w:rPr>
          <w:rtl/>
        </w:rPr>
        <w:t>.</w:t>
      </w:r>
    </w:p>
    <w:p w:rsidR="00AA2ABC" w:rsidRDefault="00AA2ABC" w:rsidP="002704FD">
      <w:pPr>
        <w:pStyle w:val="libNormal"/>
        <w:rPr>
          <w:rtl/>
        </w:rPr>
      </w:pPr>
      <w:r>
        <w:rPr>
          <w:rtl/>
        </w:rPr>
        <w:t xml:space="preserve">وروي انّه دخل الرضا </w:t>
      </w:r>
      <w:r w:rsidR="00763E2E" w:rsidRPr="00763E2E">
        <w:rPr>
          <w:rStyle w:val="libAlaemChar"/>
          <w:rFonts w:hint="cs"/>
          <w:rtl/>
        </w:rPr>
        <w:t>عليه‌السلام</w:t>
      </w:r>
      <w:r>
        <w:rPr>
          <w:rtl/>
        </w:rPr>
        <w:t xml:space="preserve"> الحمام فقال له بعض الناس : دلكني ، فجعل يدلكه فعرفوه ، فجعل الرجل يستعذر منه وهو يطيّب قلبه ويدلّكه </w:t>
      </w:r>
      <w:r w:rsidRPr="001008E4">
        <w:rPr>
          <w:rStyle w:val="libFootnotenumChar"/>
          <w:rtl/>
        </w:rPr>
        <w:t>(3)</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عيون أخبار الرضا </w:t>
      </w:r>
      <w:r w:rsidR="00763E2E" w:rsidRPr="00763E2E">
        <w:rPr>
          <w:rStyle w:val="libAlaemChar"/>
          <w:rFonts w:hint="cs"/>
          <w:rtl/>
        </w:rPr>
        <w:t>عليه‌السلام</w:t>
      </w:r>
      <w:r>
        <w:rPr>
          <w:rtl/>
        </w:rPr>
        <w:t xml:space="preserve"> 2 : 184 ح 7 ـ عنه البحار 49 : 90 ح 4 ـ العوالم 22 : 174 ح 3.</w:t>
      </w:r>
    </w:p>
    <w:p w:rsidR="00AA2ABC" w:rsidRDefault="00AA2ABC" w:rsidP="001008E4">
      <w:pPr>
        <w:pStyle w:val="libFootnote0"/>
        <w:rPr>
          <w:rtl/>
        </w:rPr>
      </w:pPr>
      <w:r>
        <w:rPr>
          <w:rtl/>
        </w:rPr>
        <w:t xml:space="preserve">2 ـ البحار 49 : 89 ح 1 باب 7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3 ـ البحار 49 : 99 ح 16 باب 7 ـ عن المناقب. </w:t>
      </w:r>
    </w:p>
    <w:p w:rsidR="00AA2ABC" w:rsidRDefault="00AA2ABC" w:rsidP="002704FD">
      <w:pPr>
        <w:pStyle w:val="libNormal"/>
        <w:rPr>
          <w:rtl/>
        </w:rPr>
      </w:pPr>
      <w:r>
        <w:rPr>
          <w:rtl/>
        </w:rPr>
        <w:br w:type="page"/>
      </w:r>
      <w:r>
        <w:rPr>
          <w:rtl/>
        </w:rPr>
        <w:lastRenderedPageBreak/>
        <w:t>قال [ أبوذر ] قلت : يا رسول الله الخائفون ، الخاضعون ، المتواضعون ، الذاكرون لله كثيراً أهم يسبقون الناس إلى الجنّة؟</w:t>
      </w:r>
    </w:p>
    <w:p w:rsidR="00AA2ABC" w:rsidRDefault="00AA2ABC" w:rsidP="002704FD">
      <w:pPr>
        <w:pStyle w:val="libNormal"/>
        <w:rPr>
          <w:rtl/>
        </w:rPr>
      </w:pPr>
      <w:r>
        <w:rPr>
          <w:rtl/>
        </w:rPr>
        <w:t>قال : لا ولكن فقراء المسلمين ، فانّهم يتخطفون رقاب الناس فيقول لهم خزنة الجنة : كما أنتم حتى تحاسبوا ، فيقولون : بم نحاسب ، فوالله ما ملكنا فنجور ونعدل ، ولا أفيض علينا فنقبض ونبسط ، ولكنا عبدنا ربنا حتى دعانا فأجبنا.</w:t>
      </w:r>
    </w:p>
    <w:p w:rsidR="00AA2ABC" w:rsidRDefault="00AA2ABC" w:rsidP="002704FD">
      <w:pPr>
        <w:pStyle w:val="libNormal"/>
        <w:rPr>
          <w:rtl/>
        </w:rPr>
      </w:pPr>
      <w:bookmarkStart w:id="3" w:name="_Toc392501841"/>
      <w:bookmarkStart w:id="4" w:name="_Toc392502789"/>
      <w:r w:rsidRPr="00522673">
        <w:rPr>
          <w:rStyle w:val="Heading1Char"/>
          <w:rtl/>
        </w:rPr>
        <w:t>ا</w:t>
      </w:r>
      <w:bookmarkEnd w:id="3"/>
      <w:bookmarkEnd w:id="4"/>
      <w:r w:rsidRPr="00FB71DF">
        <w:rPr>
          <w:rtl/>
        </w:rPr>
        <w:t>علم انّ الأحاديث في مدح الفقر والفقراء</w:t>
      </w:r>
      <w:r>
        <w:rPr>
          <w:rtl/>
        </w:rPr>
        <w:t xml:space="preserve"> ومعاشرتهم وذمّ اهانتهم واذلالهم كثيرة ، ووردت أحاديث أيضاً في ذمّ الفقراء ، وكذلك في الأغنياء وردت أحاديث في مدحهم وأحاديث في ذمهم ، وجمع أكثر المحققين بين هذه الأحاديث بأنّ الفقر الممدوح هو الفقر إلى الله ، والفقر المذموم هو الفقر إلى الناس ، والغنى الممدوح هو غنى النفس ، والغنى المذموم هو الغنى بكثرة الأموال مع الحرص والطمع.</w:t>
      </w:r>
    </w:p>
    <w:p w:rsidR="00AA2ABC" w:rsidRDefault="00AA2ABC" w:rsidP="002704FD">
      <w:pPr>
        <w:pStyle w:val="libNormal"/>
        <w:rPr>
          <w:rtl/>
        </w:rPr>
      </w:pPr>
      <w:r>
        <w:rPr>
          <w:rtl/>
        </w:rPr>
        <w:t>ويظهر من بعض الأحاديث انّ الفقر المذموم هو أن يكون الانسان قليل البضاعة في الدين ، وذلك انّ أيّ شيء خلقه الله تعالى في الدنيا وجعله بين الناس فهو لطف ورحمة ، وبما انّ العالم عالم تكليف واختيار فلكل شيء جهتان ، وخلق الله تعالى ذلك الشيء لجهة فيها الصلاح ، والناس يجعلونه وسيلة لجهة الشرّ.</w:t>
      </w:r>
    </w:p>
    <w:p w:rsidR="00AA2ABC" w:rsidRDefault="00AA2ABC" w:rsidP="002704FD">
      <w:pPr>
        <w:pStyle w:val="libNormal"/>
        <w:rPr>
          <w:rtl/>
        </w:rPr>
      </w:pPr>
      <w:r>
        <w:rPr>
          <w:rtl/>
        </w:rPr>
        <w:t xml:space="preserve">كما في المال فإنّ الله تعالى جعله في الدنيا لتحصيل السعادة ، والقوّة على العبادة ، والوصول إلى الكمالات لمن تركه ، فلولاه لما كانت القوّة على العبادة ، ولما ترتب الثواب على الصدقات والخيرات ، ولما ترتب الثواب على تركه ، </w:t>
      </w:r>
    </w:p>
    <w:p w:rsidR="00AA2ABC" w:rsidRDefault="00AA2ABC" w:rsidP="002704FD">
      <w:pPr>
        <w:pStyle w:val="libNormal0"/>
        <w:rPr>
          <w:rtl/>
        </w:rPr>
      </w:pPr>
      <w:r>
        <w:rPr>
          <w:rtl/>
        </w:rPr>
        <w:br w:type="page"/>
      </w:r>
      <w:r>
        <w:rPr>
          <w:rtl/>
        </w:rPr>
        <w:lastRenderedPageBreak/>
        <w:t>ولكن جعله أيضاً فتنة يجلب أنواع القبائح وانّما جعل هذه الجهة فيه ليكون تاركه مأجوراً.</w:t>
      </w:r>
    </w:p>
    <w:p w:rsidR="00AA2ABC" w:rsidRDefault="00AA2ABC" w:rsidP="002704FD">
      <w:pPr>
        <w:pStyle w:val="libNormal"/>
        <w:rPr>
          <w:rtl/>
        </w:rPr>
      </w:pPr>
      <w:r>
        <w:rPr>
          <w:rtl/>
        </w:rPr>
        <w:t>لكن البعض يستفيد منه في غير ما وضع له فيسبب شقائهم ، فكلّما ذمّ المال والغنى فانّما هو لجهة الشر التي فيه حيث يأخذ الناس بها ، وإلاّ فالله تعالى جعل أصله وسيلة للخير ، وكلّما مدح فانّما هو لأجل جهة الصلاح التي فيه.</w:t>
      </w:r>
    </w:p>
    <w:p w:rsidR="00AA2ABC" w:rsidRDefault="00AA2ABC" w:rsidP="002704FD">
      <w:pPr>
        <w:pStyle w:val="libNormal"/>
        <w:rPr>
          <w:rtl/>
        </w:rPr>
      </w:pPr>
      <w:r>
        <w:rPr>
          <w:rtl/>
        </w:rPr>
        <w:t>وكذلك الفقر والاحتياج انّما هما وسيلة لتحصيل السعادة بالصبر على مشاقهما ونيل الثواب العظيم ، والتوجه إلى الله والاستعانة به والقرب منه بسببه ، وبتركه المحرمات لله في عين احتياجه اليهما حتى ينال أعلى درجات الزهد والورع.</w:t>
      </w:r>
    </w:p>
    <w:p w:rsidR="00AA2ABC" w:rsidRDefault="00AA2ABC" w:rsidP="002704FD">
      <w:pPr>
        <w:pStyle w:val="libNormal"/>
        <w:rPr>
          <w:rtl/>
        </w:rPr>
      </w:pPr>
      <w:r>
        <w:rPr>
          <w:rtl/>
        </w:rPr>
        <w:t xml:space="preserve">لكن قد لا يصبر الانسان على ذلك ويبتلى بسؤال المخلوق وهذا من أقبح النقائص والعيوب ، وقد يرتكب المحرمات ، وقد يسيء الظن بالله تعالى وينسبه إلى الظلم والجور فيكفر لذلك كما جاء في الحديث انّه : كاد الفقر أن يكون كفراً </w:t>
      </w:r>
      <w:r w:rsidRPr="001008E4">
        <w:rPr>
          <w:rStyle w:val="libFootnotenumChar"/>
          <w:rtl/>
        </w:rPr>
        <w:t>(1)</w:t>
      </w:r>
      <w:r>
        <w:rPr>
          <w:rtl/>
        </w:rPr>
        <w:t>.</w:t>
      </w:r>
    </w:p>
    <w:p w:rsidR="00AA2ABC" w:rsidRDefault="00AA2ABC" w:rsidP="002704FD">
      <w:pPr>
        <w:pStyle w:val="libNormal"/>
        <w:rPr>
          <w:rtl/>
        </w:rPr>
      </w:pPr>
      <w:r>
        <w:rPr>
          <w:rtl/>
        </w:rPr>
        <w:t xml:space="preserve">فعلم انّ أصل الفقر نعمة ورحمة ولكن قد يجعله الانسان باختياره وسيلة الشقاء ، فكلّما ورد المدح انّما هو لجهة الخير ، وكلّما ورد الذمّ فهو لجهة الشر ، وبما انّ الفقر والاحتياج يوجبان اصلاح النفوس اكثر ، وانّ الغنى يورث الطغيان والفساد مدح الفقر أكثر ، وذمّ الغنى أكثر أيضاً ، كما يقول الله تعالى : </w:t>
      </w:r>
    </w:p>
    <w:p w:rsidR="00AA2ABC" w:rsidRDefault="00AA2ABC" w:rsidP="002704FD">
      <w:pPr>
        <w:pStyle w:val="libNormal"/>
        <w:rPr>
          <w:rtl/>
        </w:rPr>
      </w:pPr>
      <w:r w:rsidRPr="002704FD">
        <w:rPr>
          <w:rStyle w:val="libAlaemChar"/>
          <w:rtl/>
        </w:rPr>
        <w:t>(</w:t>
      </w:r>
      <w:r w:rsidRPr="002704FD">
        <w:rPr>
          <w:rStyle w:val="libAieChar"/>
          <w:rtl/>
        </w:rPr>
        <w:t xml:space="preserve"> اِنَّ الاِنسَانَ لَيَطغَى * أَن رَّآَهُ استَغنَى </w:t>
      </w:r>
      <w:r w:rsidRPr="002704FD">
        <w:rPr>
          <w:rStyle w:val="libAlaemChar"/>
          <w:rtl/>
        </w:rPr>
        <w:t>)</w:t>
      </w:r>
      <w:r>
        <w:rPr>
          <w:rtl/>
        </w:rPr>
        <w:t xml:space="preserve">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307 ح 4 ـ عنه البحار 73 : 246 ح 4 باب 131.</w:t>
      </w:r>
    </w:p>
    <w:p w:rsidR="00AA2ABC" w:rsidRDefault="00AA2ABC" w:rsidP="001008E4">
      <w:pPr>
        <w:pStyle w:val="libFootnote0"/>
        <w:rPr>
          <w:rtl/>
        </w:rPr>
      </w:pPr>
      <w:r>
        <w:rPr>
          <w:rtl/>
        </w:rPr>
        <w:t xml:space="preserve">2 ـ العلق 6 و7. </w:t>
      </w:r>
    </w:p>
    <w:p w:rsidR="00AA2ABC" w:rsidRDefault="00AA2ABC" w:rsidP="002704FD">
      <w:pPr>
        <w:pStyle w:val="libNormal"/>
        <w:rPr>
          <w:rtl/>
        </w:rPr>
      </w:pPr>
      <w:r>
        <w:rPr>
          <w:rtl/>
        </w:rPr>
        <w:br w:type="page"/>
      </w:r>
      <w:r>
        <w:rPr>
          <w:rtl/>
        </w:rPr>
        <w:lastRenderedPageBreak/>
        <w:t>وهنا التفاتة لطيفة وهو انّ من المستحيل استغناء الانسان بل كلّما ازداد غنىً ازداد احتياجاً ، فلذا لم يقل : لما استغنى ، بل قال : أن رآه استغنى ، أي زعم انّه استغنى.</w:t>
      </w:r>
    </w:p>
    <w:p w:rsidR="00AA2ABC" w:rsidRDefault="00AA2ABC" w:rsidP="002704FD">
      <w:pPr>
        <w:pStyle w:val="libNormal"/>
        <w:rPr>
          <w:rtl/>
        </w:rPr>
      </w:pPr>
      <w:r>
        <w:rPr>
          <w:rtl/>
        </w:rPr>
        <w:t xml:space="preserve">وطلب الله العبادة لجعلها وسيلة للسعادة ، وقرّر المعاصي كي يصل الانسان إلى السعادة بتركها ، وربما جعل شخص العبادة وسيلة الشقاء وجعل المعصية وسيلة السعادة بتركها أو بالتوبة والندامة ان ارتكبها غفلة وجهلاً ، فيصل إلى أعلى مراتب الكمال ، ولولا خلق المعصية لا يؤجر الناس بتركها ويثابون ، وأنّي يكون العجز والانكسار من التائبين؟ ولولا ترك الأولى من آدم وداود وسائر الأنبياء </w:t>
      </w:r>
      <w:r w:rsidR="000A073B" w:rsidRPr="000A073B">
        <w:rPr>
          <w:rStyle w:val="libAlaemChar"/>
          <w:rFonts w:hint="cs"/>
          <w:rtl/>
        </w:rPr>
        <w:t>عليهم‌السلام</w:t>
      </w:r>
      <w:r>
        <w:rPr>
          <w:rtl/>
        </w:rPr>
        <w:t xml:space="preserve"> فمن أين يحصل ذلك البكاء والنحيب الموجب للقرب والكمالات اللامتناهية؟</w:t>
      </w:r>
    </w:p>
    <w:p w:rsidR="00AA2ABC" w:rsidRDefault="00AA2ABC" w:rsidP="002704FD">
      <w:pPr>
        <w:pStyle w:val="libNormal"/>
        <w:rPr>
          <w:rtl/>
        </w:rPr>
      </w:pPr>
      <w:r>
        <w:rPr>
          <w:rtl/>
        </w:rPr>
        <w:t>ولقد جاء في الأثر إنّكم إن لم تذنبوا ولم تقدروا على الذنب لخلق الله خلقاً آخر قادراً على الذنب كي يعصي ويذنب ، انّ الكلام هنا دقيق جداً والعقول قاصرة عن ادراك هذا المعنى على الأكثر.</w:t>
      </w:r>
    </w:p>
    <w:p w:rsidR="00AA2ABC" w:rsidRDefault="00AA2ABC" w:rsidP="002704FD">
      <w:pPr>
        <w:pStyle w:val="libNormal"/>
        <w:rPr>
          <w:rtl/>
        </w:rPr>
      </w:pPr>
      <w:r>
        <w:rPr>
          <w:rtl/>
        </w:rPr>
        <w:t>لكن لو تفكّرت مليّاً لوجدت انّ كلّما خلقه الله في هذا العالم فهو لطف وخير وعين الصلاح للعباد ، لكن العباد يستعملونه في غير ما وضع له ، كما لو أعطى كريماً إلى رجل داراً كبيراً وجعل فيه كل ما يحتاج إليه وبنى له إلى جنب ذلك جبّاً ، فلو ترك هذا الرجل الدار المنيفة وجعل من الجبّ سكناً له فأيّ لوم على هذا الكريم؟</w:t>
      </w:r>
    </w:p>
    <w:p w:rsidR="00AA2ABC" w:rsidRDefault="00AA2ABC" w:rsidP="002704FD">
      <w:pPr>
        <w:pStyle w:val="libNormal"/>
        <w:rPr>
          <w:rtl/>
        </w:rPr>
      </w:pPr>
      <w:r>
        <w:rPr>
          <w:rtl/>
        </w:rPr>
        <w:t xml:space="preserve">وعدم التفكر في هذه المسائل التي هي من فروع مسائل القضاء والقدر أفضل ، والعلم الاجمالي بانّ الله تعالى عليم حكيم لا يظلم ، وما يفعله عين الصواب والحكمة ، لأنّ التفكر في هذا الباب يوجب الزلل ، وانّ أكثر العقول لم </w:t>
      </w:r>
    </w:p>
    <w:p w:rsidR="00AA2ABC" w:rsidRDefault="00AA2ABC" w:rsidP="002704FD">
      <w:pPr>
        <w:pStyle w:val="libNormal0"/>
        <w:rPr>
          <w:rtl/>
        </w:rPr>
      </w:pPr>
      <w:r>
        <w:rPr>
          <w:rtl/>
        </w:rPr>
        <w:br w:type="page"/>
      </w:r>
      <w:r>
        <w:rPr>
          <w:rtl/>
        </w:rPr>
        <w:lastRenderedPageBreak/>
        <w:t xml:space="preserve">تحط به علماً ، وقد نهى الأئمة </w:t>
      </w:r>
      <w:r w:rsidR="000A073B" w:rsidRPr="000A073B">
        <w:rPr>
          <w:rStyle w:val="libAlaemChar"/>
          <w:rFonts w:hint="cs"/>
          <w:rtl/>
        </w:rPr>
        <w:t>عليهم‌السلام</w:t>
      </w:r>
      <w:r>
        <w:rPr>
          <w:rtl/>
        </w:rPr>
        <w:t xml:space="preserve"> عن الخوض في هذه المسائل ، وبعد جمعنا بين الأخبار على وجه الاجمال ننقل بعض الأخبار.</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انّ فقراء المسلمين يتقلّبون في رياض الجنة قبل أغنيائهم بأربعين خريفاً ، ثم قال : سأضرب لك مثل ذلك ، انّما مثل ذلك مثل سفينتين مرّ بهما على عاشر ، فنظر في احداهما فلم ير فيها شيئاً ، فقال : أسربوها ، ونظر في الأخرى فإذا هي موقورة ، فقال : احبسوها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شيئان يكرههما ابن آدم ، يكره الموت والموت راحة للمؤمن من الفتنة ، ويكره قلّة المال وقلّة المال أقلّ للحساب </w:t>
      </w:r>
      <w:r w:rsidRPr="001008E4">
        <w:rPr>
          <w:rStyle w:val="libFootnotenumChar"/>
          <w:rtl/>
        </w:rPr>
        <w:t>(2)</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أهلك الناس اثنان ، خوف الفقر ، وطلب الفخر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الحسن موسى بن جعفر </w:t>
      </w:r>
      <w:r w:rsidR="00763E2E" w:rsidRPr="00763E2E">
        <w:rPr>
          <w:rStyle w:val="libAlaemChar"/>
          <w:rFonts w:hint="cs"/>
          <w:rtl/>
        </w:rPr>
        <w:t>عليه‌السلام</w:t>
      </w:r>
      <w:r>
        <w:rPr>
          <w:rtl/>
        </w:rPr>
        <w:t xml:space="preserve"> انّه قال : لا تستخفوا بفقراء شيعة عليّ وعترته من بعده ، فإنّ الرجل منهم ليشفع في مثل ربيعة ومضر</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المصائب منح من الله والفقر مخزون عند الله </w:t>
      </w:r>
      <w:r w:rsidRPr="001008E4">
        <w:rPr>
          <w:rStyle w:val="libFootnotenumChar"/>
          <w:rtl/>
        </w:rPr>
        <w:t>(5)</w:t>
      </w:r>
      <w:r>
        <w:rPr>
          <w:rtl/>
        </w:rPr>
        <w:t>.</w:t>
      </w:r>
    </w:p>
    <w:p w:rsidR="00AA2ABC" w:rsidRDefault="00AA2ABC" w:rsidP="002704FD">
      <w:pPr>
        <w:pStyle w:val="libNormal"/>
        <w:rPr>
          <w:rtl/>
        </w:rPr>
      </w:pPr>
      <w:r>
        <w:rPr>
          <w:rtl/>
        </w:rPr>
        <w:t xml:space="preserve">وروي في حديث آخر عن رسول الله </w:t>
      </w:r>
      <w:r w:rsidR="00BF0EA2" w:rsidRPr="00BF0EA2">
        <w:rPr>
          <w:rStyle w:val="libAlaemChar"/>
          <w:rFonts w:hint="cs"/>
          <w:rtl/>
        </w:rPr>
        <w:t>صلى‌الله‌عليه‌وآله</w:t>
      </w:r>
      <w:r>
        <w:rPr>
          <w:rtl/>
        </w:rPr>
        <w:t xml:space="preserve"> انّه قال : ... انّ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260 ح1 ـ عنه البحار 72 : 6 ح 4 باب 94.</w:t>
      </w:r>
    </w:p>
    <w:p w:rsidR="00AA2ABC" w:rsidRDefault="00AA2ABC" w:rsidP="001008E4">
      <w:pPr>
        <w:pStyle w:val="libFootnote0"/>
        <w:rPr>
          <w:rtl/>
        </w:rPr>
      </w:pPr>
      <w:r>
        <w:rPr>
          <w:rtl/>
        </w:rPr>
        <w:t>2 ـ الخصال : 74 ح 115 باب 2 ـ عنه البحار 72 : 39 ح33 باب 94.</w:t>
      </w:r>
    </w:p>
    <w:p w:rsidR="00AA2ABC" w:rsidRDefault="00AA2ABC" w:rsidP="001008E4">
      <w:pPr>
        <w:pStyle w:val="libFootnote0"/>
        <w:rPr>
          <w:rtl/>
        </w:rPr>
      </w:pPr>
      <w:r>
        <w:rPr>
          <w:rtl/>
        </w:rPr>
        <w:t>3 ـ الخصال : 68 ح 102 باب 2 ـ عنه البحار 72 : 39 ح 34 باب 94.</w:t>
      </w:r>
    </w:p>
    <w:p w:rsidR="00AA2ABC" w:rsidRDefault="00AA2ABC" w:rsidP="001008E4">
      <w:pPr>
        <w:pStyle w:val="libFootnote0"/>
        <w:rPr>
          <w:rtl/>
        </w:rPr>
      </w:pPr>
      <w:r>
        <w:rPr>
          <w:rtl/>
        </w:rPr>
        <w:t>4 ـ أمالي الصدوق : 252 ح 16 مجلس 50 ـ عنه البحار 72 : 35 ح 27 باب 94.</w:t>
      </w:r>
    </w:p>
    <w:p w:rsidR="00AA2ABC" w:rsidRDefault="00AA2ABC" w:rsidP="001008E4">
      <w:pPr>
        <w:pStyle w:val="libFootnote0"/>
        <w:rPr>
          <w:rtl/>
        </w:rPr>
      </w:pPr>
      <w:r>
        <w:rPr>
          <w:rtl/>
        </w:rPr>
        <w:t xml:space="preserve">5 ـ الكافي 2 : 260 ح 2 ـ عنه البحار 72 : 7 ح 5 باب 94. </w:t>
      </w:r>
    </w:p>
    <w:p w:rsidR="00AA2ABC" w:rsidRDefault="00AA2ABC" w:rsidP="002704FD">
      <w:pPr>
        <w:pStyle w:val="libNormal0"/>
        <w:rPr>
          <w:rtl/>
        </w:rPr>
      </w:pPr>
      <w:r>
        <w:rPr>
          <w:rtl/>
        </w:rPr>
        <w:br w:type="page"/>
      </w:r>
      <w:r>
        <w:rPr>
          <w:rtl/>
        </w:rPr>
        <w:lastRenderedPageBreak/>
        <w:t xml:space="preserve">جعل الفقر أمانة عند خلقه ، فمن ستره أعطاه الله مثل أجر الصائم القائم ، ومن أفشاه إلى من يقدر على قضاء حاجته فلم يفعل فقد قتله ، أما انّه ما قتله بسيف ولا رمح ولكنّه قتله بما نكى من قلبه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كلّما ازداد العبد ايماناً ازداد ضيقاً في معيشته ، وقال : لولا الحاح المؤمنين على الله في طلب الرزق لنقلهم من الحال التي هم فيها إلى حال أضيق منها ، وقال : ما اُعطي عبد من الدنيا الاّ اعتباراً ، وما زوي عنه الاّ اختباراً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ليس لمصاص </w:t>
      </w:r>
      <w:r w:rsidRPr="001008E4">
        <w:rPr>
          <w:rStyle w:val="libFootnotenumChar"/>
          <w:rtl/>
        </w:rPr>
        <w:t>(3)</w:t>
      </w:r>
      <w:r>
        <w:rPr>
          <w:rtl/>
        </w:rPr>
        <w:t xml:space="preserve"> شيعتنا في دولة الباطل الاّ القوت ، شرّقوا ان شئتم أو غرّبوا لن ترزقوا الاّ القوت </w:t>
      </w:r>
      <w:r w:rsidRPr="001008E4">
        <w:rPr>
          <w:rStyle w:val="libFootnotenumChar"/>
          <w:rtl/>
        </w:rPr>
        <w:t>(4)</w:t>
      </w:r>
      <w:r>
        <w:rPr>
          <w:rtl/>
        </w:rPr>
        <w:t>.</w:t>
      </w:r>
    </w:p>
    <w:p w:rsidR="00AA2ABC" w:rsidRDefault="00AA2ABC" w:rsidP="002704FD">
      <w:pPr>
        <w:pStyle w:val="libNormal"/>
        <w:rPr>
          <w:rtl/>
        </w:rPr>
      </w:pPr>
      <w:r>
        <w:rPr>
          <w:rtl/>
        </w:rPr>
        <w:t xml:space="preserve">وقال في حديث آخر : انّ الله عزّوجلّ يلتفت يوم القيامة إلى فقراء المؤمنين شبيهاً بالمعتذر إليهم ( وفي حديث آخر : ليعتذر إلى عبده المؤمن المحوج في الدنيا كما يعتذر الأخ إلى أخيه ) </w:t>
      </w:r>
      <w:r w:rsidRPr="001008E4">
        <w:rPr>
          <w:rStyle w:val="libFootnotenumChar"/>
          <w:rtl/>
        </w:rPr>
        <w:t>(5)</w:t>
      </w:r>
      <w:r>
        <w:rPr>
          <w:rtl/>
        </w:rPr>
        <w:t>.</w:t>
      </w:r>
    </w:p>
    <w:p w:rsidR="00AA2ABC" w:rsidRDefault="00AA2ABC" w:rsidP="002704FD">
      <w:pPr>
        <w:pStyle w:val="libNormal"/>
        <w:rPr>
          <w:rtl/>
        </w:rPr>
      </w:pPr>
      <w:r>
        <w:rPr>
          <w:rtl/>
        </w:rPr>
        <w:t>فيقول : وعزّتي وجلالي ما أفقرتكم في الدنيا من هوان بكم عليّ ، ولترونّ ما أصنع بكم اليوم ، فمن زوّد أحداً منكم في دار الدنيا معروفاً فخذوا بيده فادخلوه الجنة.</w:t>
      </w:r>
    </w:p>
    <w:p w:rsidR="00AA2ABC" w:rsidRDefault="00AA2ABC" w:rsidP="002704FD">
      <w:pPr>
        <w:pStyle w:val="libNormal"/>
        <w:rPr>
          <w:rtl/>
        </w:rPr>
      </w:pPr>
      <w:r>
        <w:rPr>
          <w:rtl/>
        </w:rPr>
        <w:t xml:space="preserve">قال : فيقول رجل منهم : يا رب انّ أهل الدنيا تنافسوا في دنياهم فنكحوا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260 ح 3 ـ عنه البحار 72 : 8 ح 6 باب 94.</w:t>
      </w:r>
    </w:p>
    <w:p w:rsidR="00AA2ABC" w:rsidRDefault="00AA2ABC" w:rsidP="001008E4">
      <w:pPr>
        <w:pStyle w:val="libFootnote0"/>
        <w:rPr>
          <w:rtl/>
        </w:rPr>
      </w:pPr>
      <w:r>
        <w:rPr>
          <w:rtl/>
        </w:rPr>
        <w:t>2 ـ الكافي 2 : 261 ح 4 و5 و6 ـ عنه البحار 72 : 8 ح 7 و8 باب 94.</w:t>
      </w:r>
    </w:p>
    <w:p w:rsidR="00AA2ABC" w:rsidRDefault="00AA2ABC" w:rsidP="001008E4">
      <w:pPr>
        <w:pStyle w:val="libFootnote0"/>
        <w:rPr>
          <w:rtl/>
        </w:rPr>
      </w:pPr>
      <w:r>
        <w:rPr>
          <w:rtl/>
        </w:rPr>
        <w:t>3 ـ المصاص : خالص كلّ شيء ، يقال : فلان مصاص قومه ، إذا كان أخلصهم نسباً.</w:t>
      </w:r>
    </w:p>
    <w:p w:rsidR="00AA2ABC" w:rsidRDefault="00AA2ABC" w:rsidP="001008E4">
      <w:pPr>
        <w:pStyle w:val="libFootnote0"/>
        <w:rPr>
          <w:rtl/>
        </w:rPr>
      </w:pPr>
      <w:r>
        <w:rPr>
          <w:rtl/>
        </w:rPr>
        <w:t>4 ـ الكافي 2 : 261 ح 7 ـ عنه البحار : 72 : 10 ح 10 باب 94.</w:t>
      </w:r>
    </w:p>
    <w:p w:rsidR="00AA2ABC" w:rsidRDefault="00AA2ABC" w:rsidP="001008E4">
      <w:pPr>
        <w:pStyle w:val="libFootnote0"/>
        <w:rPr>
          <w:rtl/>
        </w:rPr>
      </w:pPr>
      <w:r>
        <w:rPr>
          <w:rtl/>
        </w:rPr>
        <w:t xml:space="preserve">5 ـ الكافي 2 : 264 ح 18 ـ عنه البحار 72 : 25 ح 20 باب 94. </w:t>
      </w:r>
    </w:p>
    <w:p w:rsidR="00AA2ABC" w:rsidRDefault="00AA2ABC" w:rsidP="002704FD">
      <w:pPr>
        <w:pStyle w:val="libNormal0"/>
        <w:rPr>
          <w:rtl/>
        </w:rPr>
      </w:pPr>
      <w:r>
        <w:rPr>
          <w:rtl/>
        </w:rPr>
        <w:br w:type="page"/>
      </w:r>
      <w:r>
        <w:rPr>
          <w:rtl/>
        </w:rPr>
        <w:lastRenderedPageBreak/>
        <w:t>النساء ، ولبسوا الثياب اللينة ، وأكلوا الطعام ، وسكنوا الدور ، وركبوا المشهور من الدواب ، فأعطني مثل ما أعطيتهم.</w:t>
      </w:r>
    </w:p>
    <w:p w:rsidR="00AA2ABC" w:rsidRDefault="00AA2ABC" w:rsidP="002704FD">
      <w:pPr>
        <w:pStyle w:val="libNormal"/>
        <w:rPr>
          <w:rtl/>
        </w:rPr>
      </w:pPr>
      <w:r>
        <w:rPr>
          <w:rtl/>
        </w:rPr>
        <w:t xml:space="preserve">فيقول تبارك وتعالى : لك ولكل عبد منكم مثل ما أعطيت أهل الدنيا منذ كانت الدنيا إلى أن انقضت الدنيا سبعون ضعفاً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جاء رجلٌ موسر إلى رسول الله </w:t>
      </w:r>
      <w:r w:rsidR="00BF0EA2" w:rsidRPr="00BF0EA2">
        <w:rPr>
          <w:rStyle w:val="libAlaemChar"/>
          <w:rFonts w:hint="cs"/>
          <w:rtl/>
        </w:rPr>
        <w:t>صلى‌الله‌عليه‌وآله</w:t>
      </w:r>
      <w:r>
        <w:rPr>
          <w:rtl/>
        </w:rPr>
        <w:t xml:space="preserve"> نقيّ الثوب ، فجلس إلى رسول الله </w:t>
      </w:r>
      <w:r w:rsidR="00BF0EA2" w:rsidRPr="00BF0EA2">
        <w:rPr>
          <w:rStyle w:val="libAlaemChar"/>
          <w:rFonts w:hint="cs"/>
          <w:rtl/>
        </w:rPr>
        <w:t>صلى‌الله‌عليه‌وآله</w:t>
      </w:r>
      <w:r>
        <w:rPr>
          <w:rtl/>
        </w:rPr>
        <w:t xml:space="preserve"> ، فجاء رجلٌ معسر درن الثوب فجلس إلى جنب الموسر ، فقبض الموسر ثيابه من تحت فخذيه.</w:t>
      </w:r>
    </w:p>
    <w:p w:rsidR="00AA2ABC" w:rsidRDefault="00AA2ABC" w:rsidP="002704FD">
      <w:pPr>
        <w:pStyle w:val="libNormal"/>
        <w:rPr>
          <w:rtl/>
        </w:rPr>
      </w:pPr>
      <w:r>
        <w:rPr>
          <w:rtl/>
        </w:rPr>
        <w:t xml:space="preserve">فقال له رسول الله </w:t>
      </w:r>
      <w:r w:rsidR="00BF0EA2" w:rsidRPr="00BF0EA2">
        <w:rPr>
          <w:rStyle w:val="libAlaemChar"/>
          <w:rFonts w:hint="cs"/>
          <w:rtl/>
        </w:rPr>
        <w:t>صلى‌الله‌عليه‌وآله</w:t>
      </w:r>
      <w:r>
        <w:rPr>
          <w:rtl/>
        </w:rPr>
        <w:t xml:space="preserve"> : أخفت أن يمسّك من فقره شيء؟ قال : لا ، قال : فخفت أن يصيبه من غناك شيء؟ قال : لا ، قال : فخفت أن يوسّخ ثيابك؟ قال : لا ، قال : فما حملك على ما صنعت؟ فقال : يا رسول الله انّ لي قريناً يزيّن لي كلّ قبيح ، ويقبح لي كلّ حسن ، وقد جعلت له نصف مالي.</w:t>
      </w:r>
    </w:p>
    <w:p w:rsidR="00AA2ABC" w:rsidRDefault="00AA2ABC" w:rsidP="002704FD">
      <w:pPr>
        <w:pStyle w:val="libNormal"/>
        <w:rPr>
          <w:rtl/>
        </w:rPr>
      </w:pPr>
      <w:r>
        <w:rPr>
          <w:rtl/>
        </w:rPr>
        <w:t xml:space="preserve">فقال رسول الله </w:t>
      </w:r>
      <w:r w:rsidR="00BF0EA2" w:rsidRPr="00BF0EA2">
        <w:rPr>
          <w:rStyle w:val="libAlaemChar"/>
          <w:rFonts w:hint="cs"/>
          <w:rtl/>
        </w:rPr>
        <w:t>صلى‌الله‌عليه‌وآله</w:t>
      </w:r>
      <w:r>
        <w:rPr>
          <w:rtl/>
        </w:rPr>
        <w:t xml:space="preserve"> للمعسر : أتقبل؟ قال : لا ، فقال له الرجل : ولم؟ قال : أخاف أن يدخلني ما دخلك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في مناجاة موسى </w:t>
      </w:r>
      <w:r w:rsidR="00763E2E" w:rsidRPr="00763E2E">
        <w:rPr>
          <w:rStyle w:val="libAlaemChar"/>
          <w:rFonts w:hint="cs"/>
          <w:rtl/>
        </w:rPr>
        <w:t>عليه‌السلام</w:t>
      </w:r>
      <w:r>
        <w:rPr>
          <w:rtl/>
        </w:rPr>
        <w:t xml:space="preserve"> : يا موسى إذا رأيت الفقر مقبلاً فقل : مرحباً بشعار الصالحين ، وإذا رأيت الغنى مقبلاً فقل : ذنب عجّلت عقوبته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طوبى للمساكين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261 ح 9 ـ عنه البحار 72 : 11 ح 11 باب 94.</w:t>
      </w:r>
    </w:p>
    <w:p w:rsidR="00AA2ABC" w:rsidRDefault="00AA2ABC" w:rsidP="001008E4">
      <w:pPr>
        <w:pStyle w:val="libFootnote0"/>
        <w:rPr>
          <w:rtl/>
        </w:rPr>
      </w:pPr>
      <w:r>
        <w:rPr>
          <w:rtl/>
        </w:rPr>
        <w:t>2 ـ الكافي 2 : 262 ح 11 ـ عنه البحار 72 : ح13 باب 94.</w:t>
      </w:r>
    </w:p>
    <w:p w:rsidR="00AA2ABC" w:rsidRDefault="00AA2ABC" w:rsidP="001008E4">
      <w:pPr>
        <w:pStyle w:val="libFootnote0"/>
        <w:rPr>
          <w:rtl/>
        </w:rPr>
      </w:pPr>
      <w:r>
        <w:rPr>
          <w:rtl/>
        </w:rPr>
        <w:t xml:space="preserve">3 ـ الكافي 2 : 263 ح 12 ـ عنه البحار 72 : 15 ح 14 باب 94. </w:t>
      </w:r>
    </w:p>
    <w:p w:rsidR="00AA2ABC" w:rsidRDefault="00AA2ABC" w:rsidP="002704FD">
      <w:pPr>
        <w:pStyle w:val="libNormal0"/>
        <w:rPr>
          <w:rtl/>
        </w:rPr>
      </w:pPr>
      <w:r>
        <w:rPr>
          <w:rtl/>
        </w:rPr>
        <w:br w:type="page"/>
      </w:r>
      <w:r>
        <w:rPr>
          <w:rtl/>
        </w:rPr>
        <w:lastRenderedPageBreak/>
        <w:t xml:space="preserve">بالصبر ، وهم الذين يرون ملكوت السماوات والأرض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يا معشر المساكين طيبوا نفساً ، وأعطوا الله الرضا من قلوبكم ، يثبكم الله عزّوجلّ على فقركم ، فإن لم تفعلوا فلا ثواب لكم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إذا كان يوم القيامة أمر الله تبارك وتعالى منادياً ينادي بين يديه : أين الفقراء؟ فيقوم عنق من الناس كثير ، فيقول : عبادي ، فيقولون : لبيك ربنا.</w:t>
      </w:r>
    </w:p>
    <w:p w:rsidR="00AA2ABC" w:rsidRDefault="00AA2ABC" w:rsidP="002704FD">
      <w:pPr>
        <w:pStyle w:val="libNormal"/>
        <w:rPr>
          <w:rtl/>
        </w:rPr>
      </w:pPr>
      <w:r>
        <w:rPr>
          <w:rtl/>
        </w:rPr>
        <w:t xml:space="preserve">فيقول : انّي لم اُفقركم لهوان بكم عليّ ، ولكنّي انّما اخترتكم لمثل هذا اليوم ، تصفّحوا وجوه الناس فمن صنع إليكم معروفاً لم يصنعه الاّ فيّ ، فكافوه عنّي بالجنة </w:t>
      </w:r>
      <w:r w:rsidRPr="001008E4">
        <w:rPr>
          <w:rStyle w:val="libFootnotenumChar"/>
          <w:rtl/>
        </w:rPr>
        <w:t>(3)</w:t>
      </w:r>
      <w:r>
        <w:rPr>
          <w:rtl/>
        </w:rPr>
        <w:t>.</w:t>
      </w:r>
    </w:p>
    <w:p w:rsidR="00AA2ABC" w:rsidRDefault="00AA2ABC" w:rsidP="002704FD">
      <w:pPr>
        <w:pStyle w:val="libNormal"/>
        <w:rPr>
          <w:rtl/>
        </w:rPr>
      </w:pPr>
      <w:r>
        <w:rPr>
          <w:rtl/>
        </w:rPr>
        <w:t xml:space="preserve">وروي عن محمد بن الحسين بن كثير الخزاز ، عن أبي عبدالله </w:t>
      </w:r>
      <w:r w:rsidR="00763E2E" w:rsidRPr="00763E2E">
        <w:rPr>
          <w:rStyle w:val="libAlaemChar"/>
          <w:rFonts w:hint="cs"/>
          <w:rtl/>
        </w:rPr>
        <w:t>عليه‌السلام</w:t>
      </w:r>
      <w:r>
        <w:rPr>
          <w:rtl/>
        </w:rPr>
        <w:t xml:space="preserve"> قال : قال لي : أما تدخل السوق؟ أما ترى الفاكهة تباع ، والشيء مما تشتهيه؟ فقلت : بلى ، فقال : أما انّ لك بكلّ ما تراه فلا تقدر على شرائه حسنة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إذا كان يوم القيامة قام عنق من الناس حتى يأتوا باب الجنة فيضربوا باب الجنة ، فيقال لهم : من أنتم؟ فيقولون : نحن الفقراء.</w:t>
      </w:r>
    </w:p>
    <w:p w:rsidR="00AA2ABC" w:rsidRDefault="00AA2ABC" w:rsidP="002704FD">
      <w:pPr>
        <w:pStyle w:val="libNormal"/>
        <w:rPr>
          <w:rtl/>
        </w:rPr>
      </w:pPr>
      <w:r>
        <w:rPr>
          <w:rtl/>
        </w:rPr>
        <w:t xml:space="preserve">فيقال لهم : أقبل الحساب؟ فيقولون : ما أعطيتمونا شيئاً تحاسبونا عليه ، فيقول الله عزّوجلّ : صدقوا ، أدخلوا الجنة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263 ح 13 ـ عنه البحار 72 : 15 ح 15 باب 94.</w:t>
      </w:r>
    </w:p>
    <w:p w:rsidR="00AA2ABC" w:rsidRDefault="00AA2ABC" w:rsidP="001008E4">
      <w:pPr>
        <w:pStyle w:val="libFootnote0"/>
        <w:rPr>
          <w:rtl/>
        </w:rPr>
      </w:pPr>
      <w:r>
        <w:rPr>
          <w:rtl/>
        </w:rPr>
        <w:t>2 ـ الكافي 2 : 263 ح 14 ـ عنه البحار 72 : 17 ح 16 باب 94.</w:t>
      </w:r>
    </w:p>
    <w:p w:rsidR="00AA2ABC" w:rsidRDefault="00AA2ABC" w:rsidP="001008E4">
      <w:pPr>
        <w:pStyle w:val="libFootnote0"/>
        <w:rPr>
          <w:rtl/>
        </w:rPr>
      </w:pPr>
      <w:r>
        <w:rPr>
          <w:rtl/>
        </w:rPr>
        <w:t>3 ـ الكافي 2 : 263 ح 15 ـ عنه البحار 72 : 24 ح 17 باب 94.</w:t>
      </w:r>
    </w:p>
    <w:p w:rsidR="00AA2ABC" w:rsidRDefault="00AA2ABC" w:rsidP="001008E4">
      <w:pPr>
        <w:pStyle w:val="libFootnote0"/>
        <w:rPr>
          <w:rtl/>
        </w:rPr>
      </w:pPr>
      <w:r>
        <w:rPr>
          <w:rtl/>
        </w:rPr>
        <w:t>4 ـ الكافي 2 : 264 ح 17 ـ عنه البحار 72 : 25 ح 19 باب 94.</w:t>
      </w:r>
    </w:p>
    <w:p w:rsidR="00AA2ABC" w:rsidRDefault="00AA2ABC" w:rsidP="001008E4">
      <w:pPr>
        <w:pStyle w:val="libFootnote0"/>
        <w:rPr>
          <w:rtl/>
        </w:rPr>
      </w:pPr>
      <w:r>
        <w:rPr>
          <w:rtl/>
        </w:rPr>
        <w:t xml:space="preserve">5 ـ الكافي 2 : 264 ح 19 ـ عنه البحار 72 : 25 ح 21 باب 94. </w:t>
      </w:r>
    </w:p>
    <w:p w:rsidR="00AA2ABC" w:rsidRDefault="00AA2ABC" w:rsidP="002704FD">
      <w:pPr>
        <w:pStyle w:val="libNormal"/>
        <w:rPr>
          <w:rtl/>
        </w:rPr>
      </w:pPr>
      <w:r>
        <w:rPr>
          <w:rtl/>
        </w:rPr>
        <w:br w:type="page"/>
      </w:r>
      <w:r>
        <w:rPr>
          <w:rtl/>
        </w:rPr>
        <w:lastRenderedPageBreak/>
        <w:t xml:space="preserve">وقال أبو الحسن موسى </w:t>
      </w:r>
      <w:r w:rsidR="00763E2E" w:rsidRPr="00763E2E">
        <w:rPr>
          <w:rStyle w:val="libAlaemChar"/>
          <w:rFonts w:hint="cs"/>
          <w:rtl/>
        </w:rPr>
        <w:t>عليه‌السلام</w:t>
      </w:r>
      <w:r>
        <w:rPr>
          <w:rtl/>
        </w:rPr>
        <w:t xml:space="preserve"> : انّ الله عزّوجلّ يقول : انّي لم اُغن الغنيّ لكرامة به عليّ ، ولم اُفقر الفقير لهوان به عليّ ، وهو مما ابتليت به الأغنياء بالفقراء ، ولولا الفقراء لم يستوجب الأغنياء الجنة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مياسير شيعتنا اُمناؤنا على محاويجهم ، فاحفظونا يحفظكم الله </w:t>
      </w:r>
      <w:r w:rsidRPr="001008E4">
        <w:rPr>
          <w:rStyle w:val="libFootnotenumChar"/>
          <w:rtl/>
        </w:rPr>
        <w:t>(2)</w:t>
      </w:r>
      <w:r>
        <w:rPr>
          <w:rtl/>
        </w:rPr>
        <w:t>.</w:t>
      </w:r>
    </w:p>
    <w:p w:rsidR="00AA2ABC" w:rsidRDefault="00AA2ABC" w:rsidP="002704FD">
      <w:pPr>
        <w:pStyle w:val="libNormal"/>
        <w:rPr>
          <w:rtl/>
        </w:rPr>
      </w:pPr>
      <w:r>
        <w:rPr>
          <w:rtl/>
        </w:rPr>
        <w:t xml:space="preserve">وروي بسند صحيح انّ أمير المؤمنين </w:t>
      </w:r>
      <w:r w:rsidR="00763E2E" w:rsidRPr="00763E2E">
        <w:rPr>
          <w:rStyle w:val="libAlaemChar"/>
          <w:rFonts w:hint="cs"/>
          <w:rtl/>
        </w:rPr>
        <w:t>عليه‌السلام</w:t>
      </w:r>
      <w:r>
        <w:rPr>
          <w:rtl/>
        </w:rPr>
        <w:t xml:space="preserve"> قال : الفقر أزين للمؤمن من العذار على خدّ الفرس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الفقر هو الموت الأكبر </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عليه : الفقر الموت الأحمر ، فقلت لأبي عبدالله </w:t>
      </w:r>
      <w:r w:rsidR="00763E2E" w:rsidRPr="00763E2E">
        <w:rPr>
          <w:rStyle w:val="libAlaemChar"/>
          <w:rFonts w:hint="cs"/>
          <w:rtl/>
        </w:rPr>
        <w:t>عليه‌السلام</w:t>
      </w:r>
      <w:r>
        <w:rPr>
          <w:rtl/>
        </w:rPr>
        <w:t xml:space="preserve"> : الفقر من الدينار والدرهم؟ فقال : لا ، ولكن من الدين </w:t>
      </w:r>
      <w:r w:rsidRPr="001008E4">
        <w:rPr>
          <w:rStyle w:val="libFootnotenumChar"/>
          <w:rtl/>
        </w:rPr>
        <w:t>(5)</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 ألا ومن استخفّ بفقير فقد استخفّ بحق الله ، والله يستخف به يوم القيامة الاّ أن يتوب .. من أكرم فقيراً مسلماً لقى الله يوم القيامة وهو عنه راض </w:t>
      </w:r>
      <w:r w:rsidRPr="001008E4">
        <w:rPr>
          <w:rStyle w:val="libFootnotenumChar"/>
          <w:rtl/>
        </w:rPr>
        <w:t>(6)</w:t>
      </w:r>
      <w:r>
        <w:rPr>
          <w:rtl/>
        </w:rPr>
        <w:t>.</w:t>
      </w:r>
    </w:p>
    <w:p w:rsidR="00AA2ABC" w:rsidRDefault="00AA2ABC" w:rsidP="002704FD">
      <w:pPr>
        <w:pStyle w:val="libNormal"/>
        <w:rPr>
          <w:rtl/>
        </w:rPr>
      </w:pPr>
      <w:r>
        <w:rPr>
          <w:rtl/>
        </w:rPr>
        <w:t xml:space="preserve">وقال عليّ بن موسى الرضا </w:t>
      </w:r>
      <w:r w:rsidR="00763E2E" w:rsidRPr="00763E2E">
        <w:rPr>
          <w:rStyle w:val="libAlaemChar"/>
          <w:rFonts w:hint="cs"/>
          <w:rtl/>
        </w:rPr>
        <w:t>عليه‌السلام</w:t>
      </w:r>
      <w:r>
        <w:rPr>
          <w:rtl/>
        </w:rPr>
        <w:t xml:space="preserve"> : من لقى فقيراً مسلماً فسلّم عليه خلاف سلامه على الغني لقى الله عزّوجلّ يوم القيامة وهو عليه غضبان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265 ح 20 ـ عنه البحار 72 : 26 ح 22 باب 94.</w:t>
      </w:r>
    </w:p>
    <w:p w:rsidR="00AA2ABC" w:rsidRDefault="00AA2ABC" w:rsidP="001008E4">
      <w:pPr>
        <w:pStyle w:val="libFootnote0"/>
        <w:rPr>
          <w:rtl/>
        </w:rPr>
      </w:pPr>
      <w:r>
        <w:rPr>
          <w:rtl/>
        </w:rPr>
        <w:t>2 ـ الكافي 2 : 265 ح 21 ـ عنه البحار 72 : 27 ح 23 باب 94.</w:t>
      </w:r>
    </w:p>
    <w:p w:rsidR="00AA2ABC" w:rsidRDefault="00AA2ABC" w:rsidP="001008E4">
      <w:pPr>
        <w:pStyle w:val="libFootnote0"/>
        <w:rPr>
          <w:rtl/>
        </w:rPr>
      </w:pPr>
      <w:r>
        <w:rPr>
          <w:rtl/>
        </w:rPr>
        <w:t>3 ـ الكافي 2 : 265 ح 22 ـ عنه البحار 72 : 28 ح 24 باب 94.</w:t>
      </w:r>
    </w:p>
    <w:p w:rsidR="00AA2ABC" w:rsidRDefault="00AA2ABC" w:rsidP="001008E4">
      <w:pPr>
        <w:pStyle w:val="libFootnote0"/>
        <w:rPr>
          <w:rtl/>
        </w:rPr>
      </w:pPr>
      <w:r>
        <w:rPr>
          <w:rtl/>
        </w:rPr>
        <w:t>4 ـ البحار 72 : 42 ح 45 باب 94 ـ عن الخصال حديث الأربعمائة.</w:t>
      </w:r>
    </w:p>
    <w:p w:rsidR="00AA2ABC" w:rsidRDefault="00AA2ABC" w:rsidP="001008E4">
      <w:pPr>
        <w:pStyle w:val="libFootnote0"/>
        <w:rPr>
          <w:rtl/>
        </w:rPr>
      </w:pPr>
      <w:r>
        <w:rPr>
          <w:rtl/>
        </w:rPr>
        <w:t>5 ـ الكافي 2 : 266 ح 2 ـ عنه البحار 72 : 5 ح 3 باب 94.</w:t>
      </w:r>
    </w:p>
    <w:p w:rsidR="00AA2ABC" w:rsidRDefault="00AA2ABC" w:rsidP="001008E4">
      <w:pPr>
        <w:pStyle w:val="libFootnote0"/>
        <w:rPr>
          <w:rtl/>
        </w:rPr>
      </w:pPr>
      <w:r>
        <w:rPr>
          <w:rtl/>
        </w:rPr>
        <w:t xml:space="preserve">6 ـ البحار 72 : 37 ح 30 ـ عن أمالي الصدوق في مناهي النبي </w:t>
      </w:r>
      <w:r w:rsidR="00BF0EA2" w:rsidRPr="00BF0EA2">
        <w:rPr>
          <w:rStyle w:val="libAlaemChar"/>
          <w:rFonts w:hint="cs"/>
          <w:rtl/>
        </w:rPr>
        <w:t>صلى‌الله‌عليه‌وآله</w:t>
      </w:r>
      <w:r>
        <w:rPr>
          <w:rtl/>
        </w:rPr>
        <w:t>.</w:t>
      </w:r>
    </w:p>
    <w:p w:rsidR="00AA2ABC" w:rsidRDefault="00AA2ABC" w:rsidP="001008E4">
      <w:pPr>
        <w:pStyle w:val="libFootnote0"/>
        <w:rPr>
          <w:rtl/>
        </w:rPr>
      </w:pPr>
      <w:r>
        <w:rPr>
          <w:rtl/>
        </w:rPr>
        <w:t xml:space="preserve">7 ـ أمالي الصدوق : 359 ح 5 مجلس 68 ـ عنه البحار 72 : 38 ح 31 باب 94.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الدنيا مشغلة للقلوب والأبدان ، وانّ الله تبارك وتعالى سائلنا عمّا نعّمنا في حلاله ، فكيف بما نعّمنا في حرامه؟</w:t>
      </w:r>
    </w:p>
    <w:p w:rsidR="00AA2ABC" w:rsidRDefault="00AA2ABC" w:rsidP="002704FD">
      <w:pPr>
        <w:pStyle w:val="libNormal"/>
        <w:rPr>
          <w:rtl/>
        </w:rPr>
      </w:pPr>
      <w:r>
        <w:rPr>
          <w:rtl/>
        </w:rPr>
        <w:t>يا أباذر انّي قد دعوت الله جلّ ثناؤه أن يجعل رزق من يحبني الكفاف ، وأن يعطي من يبغضني كثرة المال والولد.</w:t>
      </w:r>
    </w:p>
    <w:p w:rsidR="00AA2ABC" w:rsidRDefault="00AA2ABC" w:rsidP="002704FD">
      <w:pPr>
        <w:pStyle w:val="libNormal"/>
        <w:rPr>
          <w:rtl/>
        </w:rPr>
      </w:pPr>
      <w:r>
        <w:rPr>
          <w:rtl/>
        </w:rPr>
        <w:t>اعلم انّ هذا الحديث يدلّ على انّ في الحلال حساب أيضاً ، وقد مضت الأحاديث على انّ المؤمنين لا يحاسبون على التصرف في الحلال ، ويمكن أن يكون المراد من المؤمنين هم الخلّص من المؤمنين ، والمراد من السؤال عن الحلال هنا هو السؤال من بعض أفراد المسليمن ، أو يكون المراد من عدم الحساب عدم انتقاص الحسنات بازاء تلك الأمور ، والمراد من السؤال هو التفحص عنها.</w:t>
      </w:r>
    </w:p>
    <w:p w:rsidR="00AA2ABC" w:rsidRDefault="00AA2ABC" w:rsidP="002704FD">
      <w:pPr>
        <w:pStyle w:val="libNormal"/>
        <w:rPr>
          <w:rtl/>
        </w:rPr>
      </w:pPr>
      <w:bookmarkStart w:id="5" w:name="_Toc392501842"/>
      <w:bookmarkStart w:id="6" w:name="_Toc392502790"/>
      <w:r w:rsidRPr="001A5FC8">
        <w:rPr>
          <w:rStyle w:val="Heading1Char"/>
          <w:rtl/>
        </w:rPr>
        <w:t>و</w:t>
      </w:r>
      <w:bookmarkEnd w:id="5"/>
      <w:bookmarkEnd w:id="6"/>
      <w:r w:rsidRPr="00FB71DF">
        <w:rPr>
          <w:rtl/>
        </w:rPr>
        <w:t xml:space="preserve">اعلم انّ الأحاديث في مدح الكفاف </w:t>
      </w:r>
      <w:r>
        <w:rPr>
          <w:rtl/>
        </w:rPr>
        <w:t xml:space="preserve">كثيرة كما نقل عن عليّ بن الحسين </w:t>
      </w:r>
      <w:r w:rsidR="00763E2E" w:rsidRPr="00763E2E">
        <w:rPr>
          <w:rStyle w:val="libAlaemChar"/>
          <w:rFonts w:hint="cs"/>
          <w:rtl/>
        </w:rPr>
        <w:t>عليه‌السلام</w:t>
      </w:r>
      <w:r>
        <w:rPr>
          <w:rtl/>
        </w:rPr>
        <w:t xml:space="preserve"> انّه قال : مرّ رسول الله </w:t>
      </w:r>
      <w:r w:rsidR="00BF0EA2" w:rsidRPr="00BF0EA2">
        <w:rPr>
          <w:rStyle w:val="libAlaemChar"/>
          <w:rFonts w:hint="cs"/>
          <w:rtl/>
        </w:rPr>
        <w:t>صلى‌الله‌عليه‌وآله</w:t>
      </w:r>
      <w:r>
        <w:rPr>
          <w:rtl/>
        </w:rPr>
        <w:t xml:space="preserve"> براعي ابل فبعث يستسقيه ، فقال : أمّا ما في ضروعها فصبوح الحيّ </w:t>
      </w:r>
      <w:r w:rsidRPr="001008E4">
        <w:rPr>
          <w:rStyle w:val="libFootnotenumChar"/>
          <w:rtl/>
        </w:rPr>
        <w:t>(1)</w:t>
      </w:r>
      <w:r>
        <w:rPr>
          <w:rtl/>
        </w:rPr>
        <w:t xml:space="preserve"> ، وأمّا ما في آنيتنا فغبوقهم </w:t>
      </w:r>
      <w:r w:rsidRPr="001008E4">
        <w:rPr>
          <w:rStyle w:val="libFootnotenumChar"/>
          <w:rtl/>
        </w:rPr>
        <w:t>(2)</w:t>
      </w:r>
      <w:r>
        <w:rPr>
          <w:rtl/>
        </w:rPr>
        <w:t xml:space="preserve"> ، فقال رسول الله </w:t>
      </w:r>
      <w:r w:rsidR="00BF0EA2" w:rsidRPr="00BF0EA2">
        <w:rPr>
          <w:rStyle w:val="libAlaemChar"/>
          <w:rFonts w:hint="cs"/>
          <w:rtl/>
        </w:rPr>
        <w:t>صلى‌الله‌عليه‌وآله</w:t>
      </w:r>
      <w:r>
        <w:rPr>
          <w:rtl/>
        </w:rPr>
        <w:t xml:space="preserve"> : اللهم اكثر ماله وولده.</w:t>
      </w:r>
    </w:p>
    <w:p w:rsidR="00AA2ABC" w:rsidRDefault="00AA2ABC" w:rsidP="002704FD">
      <w:pPr>
        <w:pStyle w:val="libNormal"/>
        <w:rPr>
          <w:rtl/>
        </w:rPr>
      </w:pPr>
      <w:r>
        <w:rPr>
          <w:rtl/>
        </w:rPr>
        <w:t xml:space="preserve">ثم مرّ براعي غنم فبعث إليه يستسقيه ، فحلب له ما في ضروعها واكفأ ما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الصبوح ـ بالفتح ـ : شرب الغداة أو ما حلب أول النهار.</w:t>
      </w:r>
    </w:p>
    <w:p w:rsidR="00AA2ABC" w:rsidRDefault="00AA2ABC" w:rsidP="001008E4">
      <w:pPr>
        <w:pStyle w:val="libFootnote0"/>
        <w:rPr>
          <w:rtl/>
        </w:rPr>
      </w:pPr>
      <w:r>
        <w:rPr>
          <w:rtl/>
        </w:rPr>
        <w:t>2 ـ الغبوق ـ بالفتح ـ : الشرب بالعشي أو ما حلب آخر النهار.</w:t>
      </w:r>
    </w:p>
    <w:p w:rsidR="00AA2ABC" w:rsidRDefault="00AA2ABC" w:rsidP="002704FD">
      <w:pPr>
        <w:pStyle w:val="libNormal0"/>
        <w:rPr>
          <w:rtl/>
        </w:rPr>
      </w:pPr>
      <w:r>
        <w:rPr>
          <w:rtl/>
        </w:rPr>
        <w:br w:type="page"/>
      </w:r>
      <w:r>
        <w:rPr>
          <w:rtl/>
        </w:rPr>
        <w:lastRenderedPageBreak/>
        <w:t xml:space="preserve">إنائه في إناء رسول الله </w:t>
      </w:r>
      <w:r w:rsidR="00BF0EA2" w:rsidRPr="00BF0EA2">
        <w:rPr>
          <w:rStyle w:val="libAlaemChar"/>
          <w:rFonts w:hint="cs"/>
          <w:rtl/>
        </w:rPr>
        <w:t>صلى‌الله‌عليه‌وآله</w:t>
      </w:r>
      <w:r>
        <w:rPr>
          <w:rtl/>
        </w:rPr>
        <w:t xml:space="preserve"> وبعث إليه بشاة وقال : هذا ما عندنا وان أحببت أن نزيدك زدناك.</w:t>
      </w:r>
    </w:p>
    <w:p w:rsidR="00AA2ABC" w:rsidRDefault="00AA2ABC" w:rsidP="002704FD">
      <w:pPr>
        <w:pStyle w:val="libNormal"/>
        <w:rPr>
          <w:rtl/>
        </w:rPr>
      </w:pPr>
      <w:r>
        <w:rPr>
          <w:rtl/>
        </w:rPr>
        <w:t xml:space="preserve">قال : فقال رسول الله </w:t>
      </w:r>
      <w:r w:rsidR="00BF0EA2" w:rsidRPr="00BF0EA2">
        <w:rPr>
          <w:rStyle w:val="libAlaemChar"/>
          <w:rFonts w:hint="cs"/>
          <w:rtl/>
        </w:rPr>
        <w:t>صلى‌الله‌عليه‌وآله</w:t>
      </w:r>
      <w:r>
        <w:rPr>
          <w:rtl/>
        </w:rPr>
        <w:t xml:space="preserve"> اللهم ارزقه الكفاف ، فقال له بعض أصحابه : يا رسول الله دعوت للذي ردّك بدعاء عامّتنا نحبّه ، ودعوت للذي أسعفك بحاجتك بدعاءٍ كلّنا نكرهه ، فقال رسول الله </w:t>
      </w:r>
      <w:r w:rsidR="00BF0EA2" w:rsidRPr="00BF0EA2">
        <w:rPr>
          <w:rStyle w:val="libAlaemChar"/>
          <w:rFonts w:hint="cs"/>
          <w:rtl/>
        </w:rPr>
        <w:t>صلى‌الله‌عليه‌وآله</w:t>
      </w:r>
      <w:r>
        <w:rPr>
          <w:rtl/>
        </w:rPr>
        <w:t xml:space="preserve"> : انّ ما قلّ وكفى خيرٌ مما كثر وألهى ، اللهم ارزق محمداً وآل محمد الكفاف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أنّه قال : قال رسول الله </w:t>
      </w:r>
      <w:r w:rsidR="00BF0EA2" w:rsidRPr="00BF0EA2">
        <w:rPr>
          <w:rStyle w:val="libAlaemChar"/>
          <w:rFonts w:hint="cs"/>
          <w:rtl/>
        </w:rPr>
        <w:t>صلى‌الله‌عليه‌وآله</w:t>
      </w:r>
      <w:r>
        <w:rPr>
          <w:rtl/>
        </w:rPr>
        <w:t xml:space="preserve"> : اللهم ارزق محمداً وآل محمد ومن أحبّ محمداً وآل محمد العفاف والكفاف ، وارزق من أبغض محمداً وآل محمد المال والولد </w:t>
      </w:r>
      <w:r w:rsidRPr="001008E4">
        <w:rPr>
          <w:rStyle w:val="libFootnotenumChar"/>
          <w:rtl/>
        </w:rPr>
        <w:t>(2)</w:t>
      </w:r>
      <w:r>
        <w:rPr>
          <w:rtl/>
        </w:rPr>
        <w:t>.</w:t>
      </w:r>
    </w:p>
    <w:p w:rsidR="00AA2ABC" w:rsidRDefault="00AA2ABC" w:rsidP="002704FD">
      <w:pPr>
        <w:pStyle w:val="libNormal"/>
        <w:rPr>
          <w:rtl/>
        </w:rPr>
      </w:pPr>
      <w:r>
        <w:rPr>
          <w:rtl/>
        </w:rPr>
        <w:t xml:space="preserve">وروي بسند آخر عنه </w:t>
      </w:r>
      <w:r w:rsidR="00763E2E" w:rsidRPr="00763E2E">
        <w:rPr>
          <w:rStyle w:val="libAlaemChar"/>
          <w:rFonts w:hint="cs"/>
          <w:rtl/>
        </w:rPr>
        <w:t>عليه‌السلام</w:t>
      </w:r>
      <w:r>
        <w:rPr>
          <w:rtl/>
        </w:rPr>
        <w:t xml:space="preserve"> انّه قال : انّ الله عزّوجلّ يقول : يحزن عبدي المؤمن ان قتّرت عليه وذلك أقرب له منّي ، ويفرح عبدي المؤمن ان وسّعت عليه وذلك أبعد له منّي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 قال الله عزّوجلّ : انّ من أغبط أوليائي عندي عبداً مؤمناً ذا حظّ من صلاح ، أحسن عبادة ربّه ، وعبدالله في السريرة ، وكان غامضاً في الناس ، فلم يشر إليه بالأصابع ، وكان رزقه كفافاً ، فصبر عليه فعجلت به المنية ، فقلّ تراثه ، وقلّت بواكيه </w:t>
      </w:r>
      <w:r w:rsidRPr="001008E4">
        <w:rPr>
          <w:rStyle w:val="libFootnotenumChar"/>
          <w:rtl/>
        </w:rPr>
        <w:t>(4)</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140 ح 4 ـ عنه البحار 72 : 61 ح 4 باب 95.</w:t>
      </w:r>
    </w:p>
    <w:p w:rsidR="00AA2ABC" w:rsidRDefault="00AA2ABC" w:rsidP="001008E4">
      <w:pPr>
        <w:pStyle w:val="libFootnote0"/>
        <w:rPr>
          <w:rtl/>
        </w:rPr>
      </w:pPr>
      <w:r>
        <w:rPr>
          <w:rtl/>
        </w:rPr>
        <w:t>2 ـ الكافي 2 : 140 ح 4 ـ عنه البحار 72 : 59 ح 3 باب 95.</w:t>
      </w:r>
    </w:p>
    <w:p w:rsidR="00AA2ABC" w:rsidRDefault="00AA2ABC" w:rsidP="001008E4">
      <w:pPr>
        <w:pStyle w:val="libFootnote0"/>
        <w:rPr>
          <w:rtl/>
        </w:rPr>
      </w:pPr>
      <w:r>
        <w:rPr>
          <w:rtl/>
        </w:rPr>
        <w:t>3 ـ الكافي 2 : 141 ح 5 ـ عنه البحار 72 : 61 ح 5 باب 95.</w:t>
      </w:r>
    </w:p>
    <w:p w:rsidR="00AA2ABC" w:rsidRDefault="00AA2ABC" w:rsidP="001008E4">
      <w:pPr>
        <w:pStyle w:val="libFootnote0"/>
        <w:rPr>
          <w:rtl/>
        </w:rPr>
      </w:pPr>
      <w:r>
        <w:rPr>
          <w:rtl/>
        </w:rPr>
        <w:t xml:space="preserve">4 ـ الكافي 2 : 141 ح 6 ـ عنه البحار 72 : 62 ح 6 باب 95.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طوبى للزاهدين في الدنيا ، الراغبين في الآخرة الذين اتخذوا أرض الله بساطاً ، وترابها فراشاً ، وماءها طيباً ، واتخذوا كتاب الله شعاراً ، ودعاءه دثاراً ، يقرضون الدنيا قرضاً.</w:t>
      </w:r>
    </w:p>
    <w:p w:rsidR="00AA2ABC" w:rsidRDefault="00AA2ABC" w:rsidP="002704FD">
      <w:pPr>
        <w:pStyle w:val="libNormal"/>
        <w:rPr>
          <w:rtl/>
        </w:rPr>
      </w:pPr>
      <w:r>
        <w:rPr>
          <w:rtl/>
        </w:rPr>
        <w:t>يا أباذر حرث الآخرة العمل الصالح ، وحرث الدنيا المال والبنون.</w:t>
      </w:r>
    </w:p>
    <w:p w:rsidR="00AA2ABC" w:rsidRDefault="00AA2ABC" w:rsidP="002704FD">
      <w:pPr>
        <w:pStyle w:val="libNormal"/>
        <w:rPr>
          <w:rtl/>
        </w:rPr>
      </w:pPr>
      <w:r>
        <w:rPr>
          <w:rtl/>
        </w:rPr>
        <w:t xml:space="preserve">وقد أشار إلى تفسير قوله تعالى : </w:t>
      </w:r>
    </w:p>
    <w:p w:rsidR="00AA2ABC" w:rsidRDefault="00AA2ABC" w:rsidP="002704FD">
      <w:pPr>
        <w:pStyle w:val="libNormal"/>
        <w:rPr>
          <w:rtl/>
        </w:rPr>
      </w:pPr>
      <w:r w:rsidRPr="002704FD">
        <w:rPr>
          <w:rStyle w:val="libAlaemChar"/>
          <w:rtl/>
        </w:rPr>
        <w:t>(</w:t>
      </w:r>
      <w:r w:rsidRPr="002704FD">
        <w:rPr>
          <w:rStyle w:val="libAieChar"/>
          <w:rtl/>
        </w:rPr>
        <w:t xml:space="preserve"> مَن كَانَ يُرِيدُ حَرثَ الاَخِرَةِ نَزِد لَهُ فِي حَرثِهِ وَمَن كَانَ يُرِيدُ حَرثَ الدُنيَا نُؤتِهِ مِنهَا وَمَالَهُ فِي الآخِرَةِ مِن نَّصِيبٍ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والحاصل انّ من عمل للآخرة يوفّق في أعماله ، وتصبّ البركات على حياته ، وتضاعف حسناته في الآخرة ، ومن كان عمله للدنيا فانّه يصل إليه رزقه المقرر لكن لا على وجه يدّعيه ، ويجد ثواب عمله في الدنيا كالشيطان ، ولم يكن له في الآخرة من نصيب ، فلذا ترى انّ أعمال المرائين وأصحاب البدع في الدنيا تنفعهم أياماً قليلة بتسويل الشيطان لكنّهم يحرمون في الآخرة.</w:t>
      </w:r>
    </w:p>
    <w:p w:rsidR="00AA2ABC" w:rsidRDefault="00AA2ABC" w:rsidP="002704FD">
      <w:pPr>
        <w:pStyle w:val="libNormal"/>
        <w:rPr>
          <w:rtl/>
        </w:rPr>
      </w:pPr>
      <w:r>
        <w:rPr>
          <w:rtl/>
        </w:rPr>
        <w:t xml:space="preserve">والذين أخلصوا نياتهم في الدنيا فقد لا تترتب ثمرة على أعمالهم في الدنيا وذلك ليجدوا أُجورهم في الآخرة كاملة ، ولم يشب عملهم بالأغراض الفاسدة الدنيوية لأنّ الله لم يجعل أيّ عمل من دون أجر ، حتى انّ كفار الهند الذين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الشورى : 20. </w:t>
      </w:r>
    </w:p>
    <w:p w:rsidR="00AA2ABC" w:rsidRDefault="00AA2ABC" w:rsidP="002704FD">
      <w:pPr>
        <w:pStyle w:val="libNormal0"/>
        <w:rPr>
          <w:rtl/>
        </w:rPr>
      </w:pPr>
      <w:r>
        <w:rPr>
          <w:rtl/>
        </w:rPr>
        <w:br w:type="page"/>
      </w:r>
      <w:r>
        <w:rPr>
          <w:rtl/>
        </w:rPr>
        <w:lastRenderedPageBreak/>
        <w:t>يتحملون تلك المشاق والرياضات للأُمور الفاسدة الدنيوية يصلون إليها كما نسمع.</w:t>
      </w:r>
    </w:p>
    <w:p w:rsidR="00AA2ABC" w:rsidRDefault="00AA2ABC" w:rsidP="002704FD">
      <w:pPr>
        <w:pStyle w:val="libNormal"/>
        <w:rPr>
          <w:rtl/>
        </w:rPr>
      </w:pPr>
      <w:r>
        <w:rPr>
          <w:rtl/>
        </w:rPr>
        <w:t>مثلاً يريدون أن تكشف لهم السفليات ، وقد يصلون إليه لكن يحرمون من السعادة الأخروية ، وربما تعبّد مسلم سنين متمادية مع الاخلاص ولم يعطه الله تعالى ذلك الأمر لأنّ ثوابه في الآخرة ، ولم ير من مصلحته اعطاءه في الدنيا لأنّه يقع في الأنانية والعجب ويبتعد عن الله تعالى ، حتى انّه ورد إذا كمل ايمان المؤمن يسلب الله منه حتى الرؤيا.</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المؤمن مكفّر ، وذلك انّ معروفه يصعد إلى الله عزّوجلّ فلا ينتشر في الناس ، والكافر مشهور وذلك انّ معروفه للناس ينتشر في الناس ولا يصعد إلى السماء </w:t>
      </w:r>
      <w:r w:rsidRPr="001008E4">
        <w:rPr>
          <w:rStyle w:val="libFootnotenumChar"/>
          <w:rtl/>
        </w:rPr>
        <w:t>(1)</w:t>
      </w:r>
      <w:r>
        <w:rPr>
          <w:rtl/>
        </w:rPr>
        <w:t>.</w:t>
      </w:r>
    </w:p>
    <w:p w:rsidR="00AA2ABC" w:rsidRDefault="00AA2ABC" w:rsidP="002704FD">
      <w:pPr>
        <w:pStyle w:val="libNormal"/>
        <w:rPr>
          <w:rtl/>
        </w:rPr>
      </w:pPr>
      <w:r>
        <w:rPr>
          <w:rtl/>
        </w:rPr>
        <w:t xml:space="preserve">وروي عن موسى بن جعفر </w:t>
      </w:r>
      <w:r w:rsidR="00763E2E" w:rsidRPr="00763E2E">
        <w:rPr>
          <w:rStyle w:val="libAlaemChar"/>
          <w:rFonts w:hint="cs"/>
          <w:rtl/>
        </w:rPr>
        <w:t>عليه‌السلام</w:t>
      </w:r>
      <w:r>
        <w:rPr>
          <w:rtl/>
        </w:rPr>
        <w:t xml:space="preserve"> انّه قال : كان رسول الله </w:t>
      </w:r>
      <w:r w:rsidR="00BF0EA2" w:rsidRPr="00BF0EA2">
        <w:rPr>
          <w:rStyle w:val="libAlaemChar"/>
          <w:rFonts w:hint="cs"/>
          <w:rtl/>
        </w:rPr>
        <w:t>صلى‌الله‌عليه‌وآله</w:t>
      </w:r>
      <w:r>
        <w:rPr>
          <w:rtl/>
        </w:rPr>
        <w:t xml:space="preserve"> مكفّراً لا يشكر معروفه ، ولقد كان معروفه على القرشي والعربي والعجمي ، ومن كان أعظم معروفاً من رسول الله على هذا الخلق؟ وكذلك نحن أهل البيت مكفرون لا يشكر معروفنا ، وخيار المؤمنين مكفرون لا يشكر معروفهم </w:t>
      </w:r>
      <w:r w:rsidRPr="001008E4">
        <w:rPr>
          <w:rStyle w:val="libFootnotenumChar"/>
          <w:rtl/>
        </w:rPr>
        <w:t>(2)</w:t>
      </w:r>
      <w:r>
        <w:rPr>
          <w:rtl/>
        </w:rPr>
        <w:t>.</w:t>
      </w:r>
    </w:p>
    <w:p w:rsidR="00AA2ABC" w:rsidRDefault="00AA2ABC" w:rsidP="002704FD">
      <w:pPr>
        <w:pStyle w:val="libNormal"/>
        <w:rPr>
          <w:rtl/>
        </w:rPr>
      </w:pPr>
      <w:r>
        <w:rPr>
          <w:rtl/>
        </w:rPr>
        <w:t xml:space="preserve">وروي أيضاً عن المفضل بن عمر انّه قال : قلت لأبي عبد الله </w:t>
      </w:r>
      <w:r w:rsidR="00763E2E" w:rsidRPr="00763E2E">
        <w:rPr>
          <w:rStyle w:val="libAlaemChar"/>
          <w:rFonts w:hint="cs"/>
          <w:rtl/>
        </w:rPr>
        <w:t>عليه‌السلام</w:t>
      </w:r>
      <w:r>
        <w:rPr>
          <w:rtl/>
        </w:rPr>
        <w:t xml:space="preserve"> : انّ من قبلنا يقولون : انّ الله تبارك وتعالى إذا أحبّ عبدا نوّه به منوّهٌ من السماء أنّ الله يحبّ فلاناً فأحبّوه فتلقى له المحبة في قلوب العباد ، فاذا أبغض الله تعالى عبداً نوّه منوّهٌ من السماء انّ الله يبغض فلاناً فأبغضوه ، قال : فيلقى الله له البغضاء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42 ح 2 باب 36 عن علل الشرائع.</w:t>
      </w:r>
    </w:p>
    <w:p w:rsidR="00AA2ABC" w:rsidRDefault="00AA2ABC" w:rsidP="001008E4">
      <w:pPr>
        <w:pStyle w:val="libFootnote0"/>
        <w:rPr>
          <w:rtl/>
        </w:rPr>
      </w:pPr>
      <w:r>
        <w:rPr>
          <w:rtl/>
        </w:rPr>
        <w:t xml:space="preserve">2 ـ البحار 75 : 42 ح 3 باب 36 ـ عن علل الشرائع. </w:t>
      </w:r>
    </w:p>
    <w:p w:rsidR="00AA2ABC" w:rsidRDefault="00AA2ABC" w:rsidP="002704FD">
      <w:pPr>
        <w:pStyle w:val="libNormal0"/>
        <w:rPr>
          <w:rtl/>
        </w:rPr>
      </w:pPr>
      <w:r>
        <w:rPr>
          <w:rtl/>
        </w:rPr>
        <w:br w:type="page"/>
      </w:r>
      <w:r>
        <w:rPr>
          <w:rtl/>
        </w:rPr>
        <w:lastRenderedPageBreak/>
        <w:t>قلوب العباد.</w:t>
      </w:r>
    </w:p>
    <w:p w:rsidR="00AA2ABC" w:rsidRDefault="00AA2ABC" w:rsidP="002704FD">
      <w:pPr>
        <w:pStyle w:val="libNormal"/>
        <w:rPr>
          <w:rtl/>
        </w:rPr>
      </w:pPr>
      <w:r>
        <w:rPr>
          <w:rtl/>
        </w:rPr>
        <w:t xml:space="preserve">قال : كان </w:t>
      </w:r>
      <w:r w:rsidR="00763E2E" w:rsidRPr="00763E2E">
        <w:rPr>
          <w:rStyle w:val="libAlaemChar"/>
          <w:rFonts w:hint="cs"/>
          <w:rtl/>
        </w:rPr>
        <w:t>عليه‌السلام</w:t>
      </w:r>
      <w:r>
        <w:rPr>
          <w:rtl/>
        </w:rPr>
        <w:t xml:space="preserve"> متكئاً فاستوى جالساً ، فنفض يده ثلاث مرّات يقول : لا ، ليس كما يقولون ، ولكنّ الله عزّوجلّ إذا أحبّ عبداً أغرى به الناس في الأرض ليقولوا فيه ، فيؤثمهم ويؤجره ، وإذا أبغض الله عبداً حبّبه إلى الناس ليقولوا فيه فيؤثمهم ويؤثمه.</w:t>
      </w:r>
      <w:r>
        <w:rPr>
          <w:rtl/>
        </w:rPr>
        <w:cr/>
        <w:t xml:space="preserve">ثم قال </w:t>
      </w:r>
      <w:r w:rsidR="00763E2E" w:rsidRPr="00763E2E">
        <w:rPr>
          <w:rStyle w:val="libAlaemChar"/>
          <w:rFonts w:hint="cs"/>
          <w:rtl/>
        </w:rPr>
        <w:t>عليه‌السلام</w:t>
      </w:r>
      <w:r>
        <w:rPr>
          <w:rtl/>
        </w:rPr>
        <w:t xml:space="preserve"> : من كان أحبّ إلى الله من يحيى بن زكريا </w:t>
      </w:r>
      <w:r w:rsidR="00763E2E" w:rsidRPr="00763E2E">
        <w:rPr>
          <w:rStyle w:val="libAlaemChar"/>
          <w:rFonts w:hint="cs"/>
          <w:rtl/>
        </w:rPr>
        <w:t>عليه‌السلام</w:t>
      </w:r>
      <w:r>
        <w:rPr>
          <w:rtl/>
        </w:rPr>
        <w:t xml:space="preserve">؟ أغراهم به حتى قتلوه ، ومن كان أحبّ إلى الله عزّوجلّ من عليّ بن أبي طالب </w:t>
      </w:r>
      <w:r w:rsidR="00763E2E" w:rsidRPr="00763E2E">
        <w:rPr>
          <w:rStyle w:val="libAlaemChar"/>
          <w:rFonts w:hint="cs"/>
          <w:rtl/>
        </w:rPr>
        <w:t>عليه‌السلام</w:t>
      </w:r>
      <w:r>
        <w:rPr>
          <w:rtl/>
        </w:rPr>
        <w:t xml:space="preserve">؟ فلقى من الناس ما قد علمتم ، ومن كان أحبّ إلى الله تعالى من الحسين بن عليّ صلوات الله عليه؟ فأغراهم به حتى قتلوه </w:t>
      </w:r>
      <w:r w:rsidRPr="001008E4">
        <w:rPr>
          <w:rStyle w:val="libFootnotenumChar"/>
          <w:rtl/>
        </w:rPr>
        <w:t>(1)</w:t>
      </w:r>
      <w:r>
        <w:rPr>
          <w:rtl/>
        </w:rPr>
        <w:t>.</w:t>
      </w:r>
    </w:p>
    <w:p w:rsidR="00AA2ABC" w:rsidRDefault="00AA2ABC" w:rsidP="002704FD">
      <w:pPr>
        <w:pStyle w:val="libNormal"/>
        <w:rPr>
          <w:rtl/>
        </w:rPr>
      </w:pPr>
      <w:r>
        <w:rPr>
          <w:rtl/>
        </w:rPr>
        <w:t xml:space="preserve">واعلم انّ في كلام رسول الله </w:t>
      </w:r>
      <w:r w:rsidR="00BF0EA2" w:rsidRPr="00BF0EA2">
        <w:rPr>
          <w:rStyle w:val="libAlaemChar"/>
          <w:rFonts w:hint="cs"/>
          <w:rtl/>
        </w:rPr>
        <w:t>صلى‌الله‌عليه‌وآله</w:t>
      </w:r>
      <w:r>
        <w:rPr>
          <w:rtl/>
        </w:rPr>
        <w:t xml:space="preserve"> إشعار بأفضلية القرآن على الدعاء حيث قال : « واتخذوا كتاب الله شعاراً ، ودعاءه دثاراً » والشعار اللباس الملاصق للجسم ، والدثار يطلق على ما يلبس فوق ثياب أُخرى ، وانّ ما يلاصق الجسم أكثر اختصاصاً بالانسان من غيره.</w:t>
      </w:r>
    </w:p>
    <w:p w:rsidR="00AA2ABC" w:rsidRDefault="00AA2ABC" w:rsidP="002704FD">
      <w:pPr>
        <w:pStyle w:val="libNormal"/>
        <w:rPr>
          <w:rtl/>
        </w:rPr>
      </w:pPr>
      <w:r>
        <w:rPr>
          <w:rtl/>
        </w:rPr>
        <w:t>والأحاديث هنا مختلفة ، ففي بعضها ترجيح قراءة القرآن وأفضليتها ، وفي بعضها أفضلية الدعاء ، وجمع البعض بينها بأنّه ان عرف معنى القرآن فهو أفضل والاّ فالدعاء أفضل ، وقال البعض على عكسه.</w:t>
      </w:r>
    </w:p>
    <w:p w:rsidR="00AA2ABC" w:rsidRDefault="00AA2ABC" w:rsidP="002704FD">
      <w:pPr>
        <w:pStyle w:val="libNormal"/>
        <w:rPr>
          <w:rtl/>
        </w:rPr>
      </w:pPr>
      <w:r>
        <w:rPr>
          <w:rtl/>
        </w:rPr>
        <w:t xml:space="preserve">والذي يوافق الصواب هو انّ الأمر يختلف بالنسبة إلى أحوال العباد ، والانسان لابد أن يكون طبيب نفسه فيلزمها ما يناسبها في كلّ وقت وحين ، ففي مقام الخوف مثلاً فإن كان قليلاً في نفس المؤمن فليقرأ الأدعية المشتملة على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معاني الأخبار : 381 ح 11 باب نوادر المعاني ـ عنه البحار 71 : 371 ح 2 باب 91. </w:t>
      </w:r>
    </w:p>
    <w:p w:rsidR="00AA2ABC" w:rsidRDefault="00AA2ABC" w:rsidP="002704FD">
      <w:pPr>
        <w:pStyle w:val="libNormal0"/>
        <w:rPr>
          <w:rtl/>
        </w:rPr>
      </w:pPr>
      <w:r>
        <w:rPr>
          <w:rtl/>
        </w:rPr>
        <w:br w:type="page"/>
      </w:r>
      <w:r>
        <w:rPr>
          <w:rtl/>
        </w:rPr>
        <w:lastRenderedPageBreak/>
        <w:t>التخويف كي تكمل هذه الصفة فيه لوجود جذورها في النفس ، وان كان زائداً فليقرأ أدعية الرجاء فإنّ الخوف الكثير يوجب اليأس والقنوط ، وكذلك في باب الرجاء وسائر الصفات النفسية ، وكذلك الأمر في قراءة القرآن.</w:t>
      </w:r>
    </w:p>
    <w:p w:rsidR="00AA2ABC" w:rsidRDefault="00AA2ABC" w:rsidP="002704FD">
      <w:pPr>
        <w:pStyle w:val="libNormal"/>
        <w:rPr>
          <w:rtl/>
        </w:rPr>
      </w:pPr>
      <w:r>
        <w:rPr>
          <w:rtl/>
        </w:rPr>
        <w:t xml:space="preserve">وربما يقرأ الانسان آية أو دعاء دائماً ولا يؤثر في نفسه ، لكن إذا قرأها في وقت مناسب لحاله ، لأثرت في نفسه تأثيراً لا يتصور مثله ، وتفاض عليه معارف لا تحصى ، والكلام هنا كثير سنبينه في مكان آخر إن شاء الله تعالى.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ربي أخبرني ، فقال : وعزتي وجلالي ما أدرك العابدون درك البكاء عندي ، وانّي لأبني لهم في الرفيق الأعلى قصراً لا يشركهم فيه أحد ، قال : قلت : يا رسول الله أيّ المؤمنين أكيس؟ قال : أكثرهم للموت ذكراً ، وأحسنهم له استعداداً.</w:t>
      </w:r>
    </w:p>
    <w:p w:rsidR="00AA2ABC" w:rsidRDefault="00AA2ABC" w:rsidP="002704FD">
      <w:pPr>
        <w:pStyle w:val="libNormal"/>
        <w:rPr>
          <w:rtl/>
        </w:rPr>
      </w:pPr>
      <w:r>
        <w:rPr>
          <w:rtl/>
        </w:rPr>
        <w:t>يا أباذر إذا دخل النور القلب انفسح القلب واتسع ، قلت : فما علامة ذلك بأبي أنت واُمي يا رسول الله؟ قال : الانابة إلى دار الخلود ، والتجافي عن دار الغرور ، والاستعداد للموت قبل نزوله.</w:t>
      </w:r>
    </w:p>
    <w:p w:rsidR="00AA2ABC" w:rsidRDefault="00AA2ABC" w:rsidP="002704FD">
      <w:pPr>
        <w:pStyle w:val="libNormal"/>
        <w:rPr>
          <w:rtl/>
        </w:rPr>
      </w:pPr>
      <w:bookmarkStart w:id="7" w:name="_Toc392501843"/>
      <w:bookmarkStart w:id="8" w:name="_Toc392502791"/>
      <w:r w:rsidRPr="00637973">
        <w:rPr>
          <w:rStyle w:val="Heading1Char"/>
          <w:rtl/>
        </w:rPr>
        <w:t>ا</w:t>
      </w:r>
      <w:bookmarkEnd w:id="7"/>
      <w:bookmarkEnd w:id="8"/>
      <w:r w:rsidRPr="00903F29">
        <w:rPr>
          <w:rtl/>
        </w:rPr>
        <w:t xml:space="preserve">علم اننا ذكرنا </w:t>
      </w:r>
      <w:r>
        <w:rPr>
          <w:rtl/>
        </w:rPr>
        <w:t>الأحاديث التي جاءت في فضل البكاء لله سابقاً ، ومن المعلوم عقلاً وشرعاً كون التضرّع إلى الله تعالى يورث خير الدنيا والآخرة ، وللبكاء مراتب كثيرة وكلّ يقتبس منها حسب رتبته ومقامه.</w:t>
      </w:r>
    </w:p>
    <w:p w:rsidR="00AA2ABC" w:rsidRDefault="00AA2ABC" w:rsidP="002704FD">
      <w:pPr>
        <w:pStyle w:val="libNormal"/>
        <w:rPr>
          <w:rtl/>
        </w:rPr>
      </w:pPr>
      <w:r>
        <w:rPr>
          <w:rtl/>
        </w:rPr>
        <w:t>فمنهم من يبكي طلباً للخبز من الله ، ومنهم من يبكي للخلاص من جهنم أو الدخول في الجنة ، ومنهم من يطلب القرب حتى يصل الأمر إلى درجة المحبين الملتذين بكل دمعة آلاف اللذائذ التي لا تقاس بغيرها ، وكما انّ في الآخرة لا شريك لهم في قصورهم كذلك في الدنيا لا يعلم أحد مدى لذتهم.</w:t>
      </w:r>
    </w:p>
    <w:p w:rsidR="00AA2ABC" w:rsidRDefault="00AA2ABC" w:rsidP="002704FD">
      <w:pPr>
        <w:pStyle w:val="libNormal"/>
        <w:rPr>
          <w:rtl/>
        </w:rPr>
      </w:pPr>
      <w:r>
        <w:rPr>
          <w:rtl/>
        </w:rPr>
        <w:t xml:space="preserve">وكذلك مضت الأحاديث في ذكر الموت والاستعداد له بالأعمال الصالحة كي لا يتحسّر الانسان حين حلوله ، وشرحنا أيضاً معنى القلب وانّ ضياءه بالعلم والمعرفة والمحبة والنيات الصادقة ، والصفات الحسنة ، وكما انّ الضياء الظاهري يزيد رؤية العين ولا ينقصها ، كذلك العلم والمعارف يوجبان البصيرة في القلب ، </w:t>
      </w:r>
    </w:p>
    <w:p w:rsidR="00AA2ABC" w:rsidRDefault="00AA2ABC" w:rsidP="002704FD">
      <w:pPr>
        <w:pStyle w:val="libNormal0"/>
        <w:rPr>
          <w:rtl/>
        </w:rPr>
      </w:pPr>
      <w:r>
        <w:rPr>
          <w:rtl/>
        </w:rPr>
        <w:br w:type="page"/>
      </w:r>
      <w:r>
        <w:rPr>
          <w:rtl/>
        </w:rPr>
        <w:lastRenderedPageBreak/>
        <w:t>ويمكن للنفس الناطقة ـ المعبّر عنها بالقلب ـ التمييز بين الحق والباطل ، والأخذ بطريق الحق.</w:t>
      </w:r>
    </w:p>
    <w:p w:rsidR="00AA2ABC" w:rsidRDefault="00AA2ABC" w:rsidP="002704FD">
      <w:pPr>
        <w:pStyle w:val="libNormal"/>
        <w:rPr>
          <w:rtl/>
        </w:rPr>
      </w:pPr>
      <w:r>
        <w:rPr>
          <w:rtl/>
        </w:rPr>
        <w:t>وكذلك كلٌّ من الصفات الحسنة والنيات الصحيحة الدالة والهادية نحو الأعمال الحسنة تكون بمنزلة مصابح بل شمس للنفس ، وقلوب الكمل مملوءة بمصابيح العلم والمعرفة ، وأنواع الكمالات الروحانية.</w:t>
      </w:r>
    </w:p>
    <w:p w:rsidR="00AA2ABC" w:rsidRDefault="00AA2ABC" w:rsidP="002704FD">
      <w:pPr>
        <w:pStyle w:val="libNormal"/>
        <w:rPr>
          <w:rtl/>
        </w:rPr>
      </w:pPr>
      <w:r>
        <w:rPr>
          <w:rtl/>
        </w:rPr>
        <w:t>وانشراح القلب كناية عن الاستعداد لقبول الحقّ والمعارف الالهيّة ، لأنّ قلوب الأشقياء كالظرف المملوّ الذي لا يسع لأيّ شيء ، فلذا لا يمكن للهداية أن تجد طريقها إليه ، وانّ قلوب المؤمنين مختلفة في السعة والانشراح لتقبل المعارف وذلك بسبب كمال الدين ونقصه ، فبعضها بمنزلة كأس تسع لقليل من العلوم والمعارف ولو أُفيض عليها أكثر من ظرفيتها لا تطيقه فتفيض.</w:t>
      </w:r>
    </w:p>
    <w:p w:rsidR="00AA2ABC" w:rsidRDefault="00AA2ABC" w:rsidP="002704FD">
      <w:pPr>
        <w:pStyle w:val="libNormal"/>
        <w:rPr>
          <w:rtl/>
        </w:rPr>
      </w:pPr>
      <w:r>
        <w:rPr>
          <w:rtl/>
        </w:rPr>
        <w:t xml:space="preserve">والانشراح يكثر بالعبادات والكمالات ، فيكون الانسان مستعداً لقبول المعارف أكثر حتى يصبح كالبحر لا يتأثر بكثرة صبّ أنهار الحقائق ، فتلك الأنوار تسبب الانشراح وهو يسبب الادراك ومعرفه قبائح الدنيا وأضرارها حتى يتركها ، ويعلم محاسن الأعمال الحسنة والدرجات الأخروية الرفيعة والكمالات المعنوية فيكون طالباً لها ومستعداً للموت بتحصيلها.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اتق الله ولا ترى الناس انّك تخشى الله فيكرموك وقلبك فاجر.</w:t>
      </w:r>
    </w:p>
    <w:p w:rsidR="00AA2ABC" w:rsidRDefault="00AA2ABC" w:rsidP="002704FD">
      <w:pPr>
        <w:pStyle w:val="libNormal"/>
        <w:rPr>
          <w:rtl/>
        </w:rPr>
      </w:pPr>
      <w:r>
        <w:rPr>
          <w:rtl/>
        </w:rPr>
        <w:t>يا أباذر ليكن لك في كل شيء نية [ صالحة ] حتى في النوم والأكل.</w:t>
      </w:r>
    </w:p>
    <w:p w:rsidR="00AA2ABC" w:rsidRDefault="00AA2ABC" w:rsidP="002704FD">
      <w:pPr>
        <w:pStyle w:val="libNormal"/>
        <w:rPr>
          <w:rtl/>
        </w:rPr>
      </w:pPr>
      <w:r>
        <w:rPr>
          <w:rtl/>
        </w:rPr>
        <w:t>يا أباذر ليعظم جلال الله في صدرك ، فلا تذكره كما يذكره الجاهل عند الكلب : « اللهم اخزه » وعند الخنزير : « اللهم اخزه ».</w:t>
      </w:r>
    </w:p>
    <w:p w:rsidR="00AA2ABC" w:rsidRDefault="00AA2ABC" w:rsidP="002704FD">
      <w:pPr>
        <w:pStyle w:val="libNormal"/>
        <w:rPr>
          <w:rtl/>
        </w:rPr>
      </w:pPr>
      <w:r>
        <w:rPr>
          <w:rtl/>
        </w:rPr>
        <w:t xml:space="preserve">لقد ذكر أحاديث ذمّ الرياء في أوّل الكتاب ، وروي عن أبي الحسن موسى ابن جعفر </w:t>
      </w:r>
      <w:r w:rsidR="00763E2E" w:rsidRPr="00763E2E">
        <w:rPr>
          <w:rStyle w:val="libAlaemChar"/>
          <w:rFonts w:hint="cs"/>
          <w:rtl/>
        </w:rPr>
        <w:t>عليه‌السلام</w:t>
      </w:r>
      <w:r>
        <w:rPr>
          <w:rtl/>
        </w:rPr>
        <w:t xml:space="preserve"> أنّه قال : قال عيسى </w:t>
      </w:r>
      <w:r w:rsidR="00763E2E" w:rsidRPr="00763E2E">
        <w:rPr>
          <w:rStyle w:val="libAlaemChar"/>
          <w:rFonts w:hint="cs"/>
          <w:rtl/>
        </w:rPr>
        <w:t>عليه‌السلام</w:t>
      </w:r>
      <w:r>
        <w:rPr>
          <w:rtl/>
        </w:rPr>
        <w:t xml:space="preserve"> للحواريين : ... بحق أقول لكم : لا يغني عن الجسد أن يكون ظاهره صحيحاً وباطنه فاسداً ، كذلك لا تغني أجسادكم التي قد أعجبتكم وقد فسدت قلوبكم.</w:t>
      </w:r>
    </w:p>
    <w:p w:rsidR="00AA2ABC" w:rsidRDefault="00AA2ABC" w:rsidP="002704FD">
      <w:pPr>
        <w:pStyle w:val="libNormal"/>
        <w:rPr>
          <w:rtl/>
        </w:rPr>
      </w:pPr>
      <w:r>
        <w:rPr>
          <w:rtl/>
        </w:rPr>
        <w:t>وما يغني عنكم أن تنقوا جلودكم وقلوبكم دنسة ، لا تكونوا كالمنخل يخرج منه الدقيق الطيب ويمسك النخالة ، كذلك أنتم تخرجون الحكمة من أفواهكم ويبقى الغلّ في صدوركم.</w:t>
      </w:r>
    </w:p>
    <w:p w:rsidR="00AA2ABC" w:rsidRDefault="00AA2ABC" w:rsidP="002704FD">
      <w:pPr>
        <w:pStyle w:val="libNormal"/>
        <w:rPr>
          <w:rtl/>
        </w:rPr>
      </w:pPr>
      <w:r>
        <w:rPr>
          <w:rtl/>
        </w:rPr>
        <w:t xml:space="preserve">يا عبيد الدنيا انّما مثلكم مثل السراج يضيء للناس ويحرق نفسه ، يا بني اسرائيل زاحموا العلماء في مجالسهم ولو جثواً على الركب ، فإنّ الله يحيي القلوب الميتة بنور الحكمة كما يحيي الأرض الميتة بوابل المطر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طوبى لكلّ عبد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1 : 146 ضمن حديث 30 باب 4 ـ عن تحف العقول. </w:t>
      </w:r>
    </w:p>
    <w:p w:rsidR="00AA2ABC" w:rsidRDefault="00AA2ABC" w:rsidP="002704FD">
      <w:pPr>
        <w:pStyle w:val="libNormal0"/>
        <w:rPr>
          <w:rtl/>
        </w:rPr>
      </w:pPr>
      <w:r>
        <w:rPr>
          <w:rtl/>
        </w:rPr>
        <w:br w:type="page"/>
      </w:r>
      <w:r>
        <w:rPr>
          <w:rtl/>
        </w:rPr>
        <w:lastRenderedPageBreak/>
        <w:t xml:space="preserve">نؤمة </w:t>
      </w:r>
      <w:r w:rsidRPr="001008E4">
        <w:rPr>
          <w:rStyle w:val="libFootnotenumChar"/>
          <w:rtl/>
        </w:rPr>
        <w:t>(1)</w:t>
      </w:r>
      <w:r>
        <w:rPr>
          <w:rtl/>
        </w:rPr>
        <w:t xml:space="preserve"> لا يؤبه له ، يعرف الناس ولا يعرفه الناس ، يعرفه الله منه </w:t>
      </w:r>
      <w:r w:rsidRPr="001008E4">
        <w:rPr>
          <w:rStyle w:val="libFootnotenumChar"/>
          <w:rtl/>
        </w:rPr>
        <w:t>(2)</w:t>
      </w:r>
      <w:r>
        <w:rPr>
          <w:rtl/>
        </w:rPr>
        <w:t xml:space="preserve"> برضوان ، اولئك مصابيح الهدى ، ينجلي عنهم كل فتنة مظلمة ، ويفتح لهم باب كلّ رحمة ، ليسوا بالبذر المذاييع ، ولا الجفاة المرائين </w:t>
      </w:r>
      <w:r w:rsidRPr="001008E4">
        <w:rPr>
          <w:rStyle w:val="libFootnotenumChar"/>
          <w:rtl/>
        </w:rPr>
        <w:t>(3)</w:t>
      </w:r>
      <w:r>
        <w:rPr>
          <w:rtl/>
        </w:rPr>
        <w:t>.</w:t>
      </w:r>
    </w:p>
    <w:p w:rsidR="00AA2ABC" w:rsidRDefault="00AA2ABC" w:rsidP="002704FD">
      <w:pPr>
        <w:pStyle w:val="libNormal"/>
        <w:rPr>
          <w:rtl/>
        </w:rPr>
      </w:pPr>
      <w:r>
        <w:rPr>
          <w:rtl/>
        </w:rPr>
        <w:t>واعلم انّ من استقرت عظمة الله في نفسه ، وظهر له دناءة الدنيا وأهلها وحقارتها ، وعرف قدر أوقات عمره العزيز لا يعمل أيّ عمل حتى يعلم رضى الله فيه وانّه مفيد لآخرته ، فلا يضيّع عمره بالبطالة.</w:t>
      </w:r>
    </w:p>
    <w:p w:rsidR="00AA2ABC" w:rsidRDefault="00AA2ABC" w:rsidP="002704FD">
      <w:pPr>
        <w:pStyle w:val="libNormal"/>
        <w:rPr>
          <w:rtl/>
        </w:rPr>
      </w:pPr>
      <w:r>
        <w:rPr>
          <w:rtl/>
        </w:rPr>
        <w:t>فاذا أكل وكان هدفه الأولى تحصيل الآخرة ولكي لا يضعف عن عبادة الله تعالى ويتقوى على الطاعة ، فلو كان هدفه هذا المعنى واقعاً من دون خطور في الذهن ، يكون أكله بهذه النية عبادة ويصير كلّه نوراً ، والقوّة الحاصلة منه تصرف نحو العبادة وطاعة الله تعالى.</w:t>
      </w:r>
    </w:p>
    <w:p w:rsidR="00AA2ABC" w:rsidRDefault="00AA2ABC" w:rsidP="002704FD">
      <w:pPr>
        <w:pStyle w:val="libNormal"/>
        <w:rPr>
          <w:rtl/>
        </w:rPr>
      </w:pPr>
      <w:r>
        <w:rPr>
          <w:rtl/>
        </w:rPr>
        <w:t xml:space="preserve">وكذلك ينام كي يكون له حضور القلب عند العبادة ، ويكون عاملاً بقول الله تعالى حتى لا يضعف بدنه وعقله ، وإذا ذهب إلى بيت الخلاء قصد الطهارة من النجاسات والخبائث حتى يصير عند العبادة طاهراً مصفّاً ، ويقيم الصلاة بحضور القلب ، وقد مضى مجمل من تحقيق هذا المقام في أول الكتاب ، ويشير النبيّ </w:t>
      </w:r>
      <w:r w:rsidR="00BF0EA2" w:rsidRPr="00BF0EA2">
        <w:rPr>
          <w:rStyle w:val="libAlaemChar"/>
          <w:rFonts w:hint="cs"/>
          <w:rtl/>
        </w:rPr>
        <w:t>صلى‌الله‌عليه‌وآله</w:t>
      </w:r>
      <w:r>
        <w:rPr>
          <w:rtl/>
        </w:rPr>
        <w:t xml:space="preserve"> هنا إلى أنّه لابدَّ لك في كلّ عمل من نية ولا تفعل شيئاً من دون قصد القربة حتى النوم والأكل.</w:t>
      </w:r>
    </w:p>
    <w:p w:rsidR="00AA2ABC" w:rsidRDefault="00AA2ABC" w:rsidP="002704FD">
      <w:pPr>
        <w:pStyle w:val="libNormal"/>
        <w:rPr>
          <w:rtl/>
        </w:rPr>
      </w:pPr>
      <w:r>
        <w:rPr>
          <w:rtl/>
        </w:rPr>
        <w:t xml:space="preserve">وما قاله </w:t>
      </w:r>
      <w:r w:rsidR="00BF0EA2" w:rsidRPr="00BF0EA2">
        <w:rPr>
          <w:rStyle w:val="libAlaemChar"/>
          <w:rFonts w:hint="cs"/>
          <w:rtl/>
        </w:rPr>
        <w:t>صلى‌الله‌عليه‌وآله</w:t>
      </w:r>
      <w:r>
        <w:rPr>
          <w:rtl/>
        </w:rPr>
        <w:t xml:space="preserve"> : « ليعظم جلال الله في صدرك فلا تذكره كما يذكره الجاهل ... » فالمراد لا ينبغي ذكر الله تعالى في أيّ مقام من دون اعتناء واحترام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النومة بوزن الهمزة : الخامل الذكر الذي لا يؤبه له.</w:t>
      </w:r>
    </w:p>
    <w:p w:rsidR="00AA2ABC" w:rsidRDefault="00AA2ABC" w:rsidP="001008E4">
      <w:pPr>
        <w:pStyle w:val="libFootnote0"/>
        <w:rPr>
          <w:rtl/>
        </w:rPr>
      </w:pPr>
      <w:r>
        <w:rPr>
          <w:rtl/>
        </w:rPr>
        <w:t>2 ـ أي من لدنه.</w:t>
      </w:r>
    </w:p>
    <w:p w:rsidR="00AA2ABC" w:rsidRDefault="00AA2ABC" w:rsidP="001008E4">
      <w:pPr>
        <w:pStyle w:val="libFootnote0"/>
        <w:rPr>
          <w:rtl/>
        </w:rPr>
      </w:pPr>
      <w:r>
        <w:rPr>
          <w:rtl/>
        </w:rPr>
        <w:t xml:space="preserve">3 ـ الكافي 2 : 225 ح 12 عنه البحار 75 : 80 ح 29 باب 81. </w:t>
      </w:r>
    </w:p>
    <w:p w:rsidR="00AA2ABC" w:rsidRDefault="00AA2ABC" w:rsidP="002704FD">
      <w:pPr>
        <w:pStyle w:val="libNormal0"/>
        <w:rPr>
          <w:rtl/>
        </w:rPr>
      </w:pPr>
      <w:r>
        <w:rPr>
          <w:rtl/>
        </w:rPr>
        <w:br w:type="page"/>
      </w:r>
      <w:r>
        <w:rPr>
          <w:rtl/>
        </w:rPr>
        <w:lastRenderedPageBreak/>
        <w:t>ولم يكن غرضك ذكر الله والتوسل إليه ، والاّ فقد مضى حسن ذكر الله في كلّ حال.</w:t>
      </w:r>
    </w:p>
    <w:p w:rsidR="00AA2ABC" w:rsidRDefault="00AA2ABC" w:rsidP="002704FD">
      <w:pPr>
        <w:pStyle w:val="libNormal"/>
        <w:rPr>
          <w:rtl/>
        </w:rPr>
      </w:pPr>
      <w:r>
        <w:rPr>
          <w:rtl/>
        </w:rPr>
        <w:t>وجاء الحث في الأحاديث بالتوسل إلى الله في الصغير والكبير من الأمور ، والاستعانة به ، وطلب جميع الحاجات صغيرة وكبيرة منه ، وهذا المعنى عين تعظيم الله تعالى بأن يرى نفسه وقدرته كلا شيء ، وانّه محتاج إلى الله في جميع الأمور ، وليعلم انّ الحوائج كلّها صغيرة وكبيرة سواء عند قدرته ، وتفصيل هذا المعنى سيأتي بعد هذا إن شاء الله.</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لله ملائكة قياماً من خيفته ما رفعوا رؤوسهم حتى ينفخ في الصور النفخة الآخرة ، فيقولون جميعاً : سبحانك وبحمدك ما عبدناك كما ينبغي لك أن تعبد ، ولو كان لرجل عمل سبعين نبياً لاستقلّ علمه من شدّة ما يرى يؤمئذٍ.</w:t>
      </w:r>
    </w:p>
    <w:p w:rsidR="00AA2ABC" w:rsidRDefault="00AA2ABC" w:rsidP="002704FD">
      <w:pPr>
        <w:pStyle w:val="libNormal"/>
        <w:rPr>
          <w:rtl/>
        </w:rPr>
      </w:pPr>
      <w:r>
        <w:rPr>
          <w:rtl/>
        </w:rPr>
        <w:t>ولو انّ دلواً صب من غسلين في مطلع الشمس لغلت منه جماجم من في مغربها ، ولو زفرت جهنم زفرة لم يبق ملك مقرّب ، ولا نبيّ مرسل الاّ خر جاثياً لركبتيه ، يقول : ربّ نفسي نفسي حتى ينسى إبراهيم إسحاق ، يقول : يا ربّ خليلك إبراهيم فلا تنسي.</w:t>
      </w:r>
    </w:p>
    <w:p w:rsidR="00AA2ABC" w:rsidRDefault="00AA2ABC" w:rsidP="002704FD">
      <w:pPr>
        <w:pStyle w:val="libNormal"/>
        <w:rPr>
          <w:rtl/>
        </w:rPr>
      </w:pPr>
      <w:bookmarkStart w:id="9" w:name="_Toc392501844"/>
      <w:bookmarkStart w:id="10" w:name="_Toc392502792"/>
      <w:r w:rsidRPr="00084A4E">
        <w:rPr>
          <w:rStyle w:val="Heading1Char"/>
          <w:rtl/>
        </w:rPr>
        <w:t>ا</w:t>
      </w:r>
      <w:bookmarkEnd w:id="9"/>
      <w:bookmarkEnd w:id="10"/>
      <w:r w:rsidRPr="00BD741A">
        <w:rPr>
          <w:rtl/>
        </w:rPr>
        <w:t xml:space="preserve">علم انّ الاقرار بالجنة والنار </w:t>
      </w:r>
      <w:r>
        <w:rPr>
          <w:rtl/>
        </w:rPr>
        <w:t>من العقائد التي تدل على كفر منكرها ، وانّ الاقرار بهما من ضروريات المذهب وواجب الدين ، ولابدّ من الاذعان بوجودهما الآن.</w:t>
      </w:r>
    </w:p>
    <w:p w:rsidR="00AA2ABC" w:rsidRDefault="00AA2ABC" w:rsidP="002704FD">
      <w:pPr>
        <w:pStyle w:val="libNormal"/>
        <w:rPr>
          <w:rtl/>
        </w:rPr>
      </w:pPr>
      <w:r>
        <w:rPr>
          <w:rtl/>
        </w:rPr>
        <w:t xml:space="preserve">روي بسند معتبر عن أبي الصلت الهروي انّه قال : قلت للرضا </w:t>
      </w:r>
      <w:r w:rsidR="00763E2E" w:rsidRPr="00763E2E">
        <w:rPr>
          <w:rStyle w:val="libAlaemChar"/>
          <w:rFonts w:hint="cs"/>
          <w:rtl/>
        </w:rPr>
        <w:t>عليه‌السلام</w:t>
      </w:r>
      <w:r>
        <w:rPr>
          <w:rtl/>
        </w:rPr>
        <w:t xml:space="preserve"> : يا ابن رسول الله أخبرني عن الجنة والنار أهما اليوم مخلوقتان؟ فقال : نعم ، انّ رسول الله </w:t>
      </w:r>
      <w:r w:rsidR="00BF0EA2" w:rsidRPr="00BF0EA2">
        <w:rPr>
          <w:rStyle w:val="libAlaemChar"/>
          <w:rFonts w:hint="cs"/>
          <w:rtl/>
        </w:rPr>
        <w:t>صلى‌الله‌عليه‌وآله</w:t>
      </w:r>
      <w:r>
        <w:rPr>
          <w:rtl/>
        </w:rPr>
        <w:t xml:space="preserve"> قد دخل الجنة ، ورأى النار لما عرج به إلى السماء.</w:t>
      </w:r>
    </w:p>
    <w:p w:rsidR="00AA2ABC" w:rsidRDefault="00AA2ABC" w:rsidP="002704FD">
      <w:pPr>
        <w:pStyle w:val="libNormal"/>
        <w:rPr>
          <w:rtl/>
        </w:rPr>
      </w:pPr>
      <w:r>
        <w:rPr>
          <w:rtl/>
        </w:rPr>
        <w:t xml:space="preserve">قال : فقلت له : فإنّ قوماً يقولون : انهما اليوم مقدّرتان غير مخلوقتين ، فقال </w:t>
      </w:r>
      <w:r w:rsidR="00763E2E" w:rsidRPr="00763E2E">
        <w:rPr>
          <w:rStyle w:val="libAlaemChar"/>
          <w:rFonts w:hint="cs"/>
          <w:rtl/>
        </w:rPr>
        <w:t>عليه‌السلام</w:t>
      </w:r>
      <w:r>
        <w:rPr>
          <w:rtl/>
        </w:rPr>
        <w:t xml:space="preserve"> : ما اولئك منّا ولا نحن منهم ، من أنكر خلق الجنة والنار فقد كذّب النبي </w:t>
      </w:r>
      <w:r w:rsidR="00BF0EA2" w:rsidRPr="00BF0EA2">
        <w:rPr>
          <w:rStyle w:val="libAlaemChar"/>
          <w:rFonts w:hint="cs"/>
          <w:rtl/>
        </w:rPr>
        <w:t>صلى‌الله‌عليه‌وآله</w:t>
      </w:r>
      <w:r>
        <w:rPr>
          <w:rtl/>
        </w:rPr>
        <w:t xml:space="preserve"> وكذبنا ، وليس من ولايتنا على شيء ، وخلّد في نار جهنّم .... </w:t>
      </w:r>
    </w:p>
    <w:p w:rsidR="00AA2ABC" w:rsidRDefault="00AA2ABC" w:rsidP="002704FD">
      <w:pPr>
        <w:pStyle w:val="libNormal"/>
        <w:rPr>
          <w:rtl/>
        </w:rPr>
      </w:pPr>
      <w:r>
        <w:rPr>
          <w:rtl/>
        </w:rPr>
        <w:br w:type="page"/>
      </w:r>
      <w:r>
        <w:rPr>
          <w:rtl/>
        </w:rPr>
        <w:lastRenderedPageBreak/>
        <w:t xml:space="preserve">ثم يستدلّ الامام </w:t>
      </w:r>
      <w:r w:rsidR="00763E2E" w:rsidRPr="00763E2E">
        <w:rPr>
          <w:rStyle w:val="libAlaemChar"/>
          <w:rFonts w:hint="cs"/>
          <w:rtl/>
        </w:rPr>
        <w:t>عليه‌السلام</w:t>
      </w:r>
      <w:r>
        <w:rPr>
          <w:rtl/>
        </w:rPr>
        <w:t xml:space="preserve"> بآيات وأحاديث تدلّ على خلقهما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محمد بن مسلم عن أبي جعفر الباقر </w:t>
      </w:r>
      <w:r w:rsidR="00763E2E" w:rsidRPr="00763E2E">
        <w:rPr>
          <w:rStyle w:val="libAlaemChar"/>
          <w:rFonts w:hint="cs"/>
          <w:rtl/>
        </w:rPr>
        <w:t>عليه‌السلام</w:t>
      </w:r>
      <w:r>
        <w:rPr>
          <w:rtl/>
        </w:rPr>
        <w:t xml:space="preserve"> قال : والله ما خلت الجنة من أرواح المؤمنين منذ خلقها ... </w:t>
      </w:r>
      <w:r w:rsidRPr="001008E4">
        <w:rPr>
          <w:rStyle w:val="libFootnotenumChar"/>
          <w:rtl/>
        </w:rPr>
        <w:t>(2)</w:t>
      </w:r>
      <w:r>
        <w:rPr>
          <w:rtl/>
        </w:rPr>
        <w:t>.</w:t>
      </w:r>
    </w:p>
    <w:p w:rsidR="00AA2ABC" w:rsidRDefault="00AA2ABC" w:rsidP="002704FD">
      <w:pPr>
        <w:pStyle w:val="libNormal"/>
        <w:rPr>
          <w:rtl/>
        </w:rPr>
      </w:pPr>
      <w:r>
        <w:rPr>
          <w:rtl/>
        </w:rPr>
        <w:t xml:space="preserve">والآيات والأخبار الدالة على هذا المطلب كثيرة ، ولابدّ من الاعتقاد بخلود الكفار في النار وانّ العذاب ولن يرتفع عنهم أبداً ، وكذلك غير الشيعة الاثني عشرية من أصحاب الفرق المتعصبين والكاملين عقلاً بحيث تمت عليهم الحجة ، ولكن لو كانوا ضعيفي العقل ولم يرسخوا في المذهب الباطل ، ولهم محبّة بأهل البيت </w:t>
      </w:r>
      <w:r w:rsidR="000A073B" w:rsidRPr="000A073B">
        <w:rPr>
          <w:rStyle w:val="libAlaemChar"/>
          <w:rFonts w:hint="cs"/>
          <w:rtl/>
        </w:rPr>
        <w:t>عليهم‌السلام</w:t>
      </w:r>
      <w:r>
        <w:rPr>
          <w:rtl/>
        </w:rPr>
        <w:t xml:space="preserve"> كالنساء وجمع آخر من ضعفة العقول الذين لا يميزون بين الحق والباطل جيداً فحالهم موقوف لأمر الله تعالى ، يمكن أن ينجيهم من النار بفضله.</w:t>
      </w:r>
    </w:p>
    <w:p w:rsidR="00AA2ABC" w:rsidRDefault="00AA2ABC" w:rsidP="002704FD">
      <w:pPr>
        <w:pStyle w:val="libNormal"/>
        <w:rPr>
          <w:rtl/>
        </w:rPr>
      </w:pPr>
      <w:r>
        <w:rPr>
          <w:rtl/>
        </w:rPr>
        <w:t>والفساق وذووا الذنوب الكبيرة من شيعة آل العصمة يستحقون الشفاعة والرحمة ، ويمكن أن يعفو الله عنهم بفضله الواسع ولا يدخلهم النار ، وان دخلوها فلا يخلدون فيها البتة بل ينجون منها ويدخلون الجنة.</w:t>
      </w:r>
    </w:p>
    <w:p w:rsidR="00AA2ABC" w:rsidRDefault="00AA2ABC" w:rsidP="002704FD">
      <w:pPr>
        <w:pStyle w:val="libNormal"/>
        <w:rPr>
          <w:rtl/>
        </w:rPr>
      </w:pPr>
      <w:r>
        <w:rPr>
          <w:rtl/>
        </w:rPr>
        <w:t>ومن أنكر ضرورياً من ضروريات الدين الذي انتحله كوجوب الصلاة والصوم والحج والزكاة والنار والمعاد الجسماني وغيرها مما هو ضروري في الدين فهو كافر مرتد مخلّد في نار جهنم وإن تظاهر بالاسلام بحسب الظاهر ، ولا يسع المقام التفصيل في الكلام.</w:t>
      </w:r>
    </w:p>
    <w:p w:rsidR="00AA2ABC" w:rsidRDefault="00AA2ABC" w:rsidP="002704FD">
      <w:pPr>
        <w:pStyle w:val="libNormal"/>
        <w:rPr>
          <w:rtl/>
        </w:rPr>
      </w:pPr>
      <w:r>
        <w:rPr>
          <w:rtl/>
        </w:rPr>
        <w:t xml:space="preserve">روي بسند صحيح عن أبي بصير ، عن أبي عبدالله </w:t>
      </w:r>
      <w:r w:rsidR="00763E2E" w:rsidRPr="00763E2E">
        <w:rPr>
          <w:rStyle w:val="libAlaemChar"/>
          <w:rFonts w:hint="cs"/>
          <w:rtl/>
        </w:rPr>
        <w:t>عليه‌السلام</w:t>
      </w:r>
      <w:r>
        <w:rPr>
          <w:rtl/>
        </w:rPr>
        <w:t xml:space="preserve"> قال : قلت له : يا ابن رسول الله خوفني فإنّ قلبي قد قسا.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119 ح 6 باب 23 ـ التوحيد للصدوق : 118 ضمن حديث 21.</w:t>
      </w:r>
    </w:p>
    <w:p w:rsidR="00AA2ABC" w:rsidRDefault="00AA2ABC" w:rsidP="001008E4">
      <w:pPr>
        <w:pStyle w:val="libFootnote0"/>
        <w:rPr>
          <w:rtl/>
        </w:rPr>
      </w:pPr>
      <w:r>
        <w:rPr>
          <w:rtl/>
        </w:rPr>
        <w:t xml:space="preserve">2 ـ الخصال : 359 ضمن حديث 45 باب السبعة ، عنه البحار 8 : 133 ح 37 باب 23. </w:t>
      </w:r>
    </w:p>
    <w:p w:rsidR="00AA2ABC" w:rsidRDefault="00AA2ABC" w:rsidP="002704FD">
      <w:pPr>
        <w:pStyle w:val="libNormal"/>
        <w:rPr>
          <w:rtl/>
        </w:rPr>
      </w:pPr>
      <w:r>
        <w:rPr>
          <w:rtl/>
        </w:rPr>
        <w:br w:type="page"/>
      </w:r>
      <w:r>
        <w:rPr>
          <w:rtl/>
        </w:rPr>
        <w:lastRenderedPageBreak/>
        <w:t xml:space="preserve">فقال : يا أبا محمد استعدّ للحياة الطويلة فإنّ جبرئيل جاء إلى النبي </w:t>
      </w:r>
      <w:r w:rsidR="00BF0EA2" w:rsidRPr="00BF0EA2">
        <w:rPr>
          <w:rStyle w:val="libAlaemChar"/>
          <w:rFonts w:hint="cs"/>
          <w:rtl/>
        </w:rPr>
        <w:t>صلى‌الله‌عليه‌وآله</w:t>
      </w:r>
      <w:r>
        <w:rPr>
          <w:rtl/>
        </w:rPr>
        <w:t xml:space="preserve"> وهو قاطب ، وقد كان قبل ذلك يجيء وهو متبسّم ، فقال رسول الله </w:t>
      </w:r>
      <w:r w:rsidR="00BF0EA2" w:rsidRPr="00BF0EA2">
        <w:rPr>
          <w:rStyle w:val="libAlaemChar"/>
          <w:rFonts w:hint="cs"/>
          <w:rtl/>
        </w:rPr>
        <w:t>صلى‌الله‌عليه‌وآله</w:t>
      </w:r>
      <w:r>
        <w:rPr>
          <w:rtl/>
        </w:rPr>
        <w:t xml:space="preserve"> : يا جبرئيل جئتني اليوم قاطباً ، فقال : يا محمد قد وضعت منافخ النار ، فقال : وما منافخ النار يا جبرئيل؟</w:t>
      </w:r>
    </w:p>
    <w:p w:rsidR="00AA2ABC" w:rsidRDefault="00AA2ABC" w:rsidP="002704FD">
      <w:pPr>
        <w:pStyle w:val="libNormal"/>
        <w:rPr>
          <w:rtl/>
        </w:rPr>
      </w:pPr>
      <w:r>
        <w:rPr>
          <w:rtl/>
        </w:rPr>
        <w:t>فقال : يا محمد انّ الله عزّوجلّ أمر بالنار فنخ عليها ألف عام حتى استودّت ، فهي سوداء مظلمة ، لو انّ قطرة من الضريع قطرت في شراب أهل الدنيا لمات أهلها من نتنها.</w:t>
      </w:r>
    </w:p>
    <w:p w:rsidR="00AA2ABC" w:rsidRDefault="00AA2ABC" w:rsidP="002704FD">
      <w:pPr>
        <w:pStyle w:val="libNormal"/>
        <w:rPr>
          <w:rtl/>
        </w:rPr>
      </w:pPr>
      <w:r>
        <w:rPr>
          <w:rtl/>
        </w:rPr>
        <w:t>ولو أنّ حلقة واحدة من السلسلة التي طولها سبعون ذراعاً وضعت على الدنيا لذابت الدنيا من حرّها ، ولو أنّ سربالاً من سرابيل أهل النار علّق بين السماء والأرض لمات أهل الدنيا من ريحه.</w:t>
      </w:r>
    </w:p>
    <w:p w:rsidR="00AA2ABC" w:rsidRDefault="00AA2ABC" w:rsidP="002704FD">
      <w:pPr>
        <w:pStyle w:val="libNormal"/>
        <w:rPr>
          <w:rtl/>
        </w:rPr>
      </w:pPr>
      <w:r>
        <w:rPr>
          <w:rtl/>
        </w:rPr>
        <w:t xml:space="preserve">قال : فبكى رسول الله </w:t>
      </w:r>
      <w:r w:rsidR="00BF0EA2" w:rsidRPr="00BF0EA2">
        <w:rPr>
          <w:rStyle w:val="libAlaemChar"/>
          <w:rFonts w:hint="cs"/>
          <w:rtl/>
        </w:rPr>
        <w:t>صلى‌الله‌عليه‌وآله</w:t>
      </w:r>
      <w:r>
        <w:rPr>
          <w:rtl/>
        </w:rPr>
        <w:t xml:space="preserve"> وبكى جبرئيل ، فبعث الله اليهما ملكاً ، فقال لهما : انّ ربكما يقرؤكما السلام ويقول : قد أمنتكما أن تذنبا ذنباً اُعذبّكما عليه ، فقال أبو عبدالله </w:t>
      </w:r>
      <w:r w:rsidR="00763E2E" w:rsidRPr="00763E2E">
        <w:rPr>
          <w:rStyle w:val="libAlaemChar"/>
          <w:rFonts w:hint="cs"/>
          <w:rtl/>
        </w:rPr>
        <w:t>عليه‌السلام</w:t>
      </w:r>
      <w:r>
        <w:rPr>
          <w:rtl/>
        </w:rPr>
        <w:t xml:space="preserve"> : فما رأى رسول الله </w:t>
      </w:r>
      <w:r w:rsidR="00BF0EA2" w:rsidRPr="00BF0EA2">
        <w:rPr>
          <w:rStyle w:val="libAlaemChar"/>
          <w:rFonts w:hint="cs"/>
          <w:rtl/>
        </w:rPr>
        <w:t>صلى‌الله‌عليه‌وآله</w:t>
      </w:r>
      <w:r>
        <w:rPr>
          <w:rtl/>
        </w:rPr>
        <w:t xml:space="preserve"> جبرئيل متبسّماً بعد ذلك.</w:t>
      </w:r>
    </w:p>
    <w:p w:rsidR="00AA2ABC" w:rsidRDefault="00AA2ABC" w:rsidP="002704FD">
      <w:pPr>
        <w:pStyle w:val="libNormal"/>
        <w:rPr>
          <w:rtl/>
        </w:rPr>
      </w:pPr>
      <w:r>
        <w:rPr>
          <w:rtl/>
        </w:rPr>
        <w:t xml:space="preserve">ثم قال : انّ أهل النار يعظّمون النار ، وانّ أهل الجنة يعظّمون الجنة والنعيم ، وانّ جهنّم إذا دخلوها هووا فيها مسيرة سبعين عاماً ، فاذا بلغوا أعلاها قمعوا بمقامع الحديد واُعيدوا في دركها فهذه حالهم ، وهو قول الله عزّوجلّ : </w:t>
      </w:r>
    </w:p>
    <w:p w:rsidR="00AA2ABC" w:rsidRDefault="00AA2ABC" w:rsidP="002704FD">
      <w:pPr>
        <w:pStyle w:val="libNormal"/>
        <w:rPr>
          <w:rtl/>
        </w:rPr>
      </w:pPr>
      <w:r w:rsidRPr="002704FD">
        <w:rPr>
          <w:rStyle w:val="libAlaemChar"/>
          <w:rtl/>
        </w:rPr>
        <w:t>(</w:t>
      </w:r>
      <w:r w:rsidRPr="002704FD">
        <w:rPr>
          <w:rStyle w:val="libAieChar"/>
          <w:rtl/>
        </w:rPr>
        <w:t xml:space="preserve"> كُلَّمَا أَرَادُوا أَن يَخرُجُرا مِنهَا مِن غَمٍّ اُعِيدُوا فِيهَا وَذُوقُوا عَذَابَ الحَرِيقِ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ثم تبدلّ جلودهم غير الجلود التي كانت عليهم ، قال أبو عبدالله </w:t>
      </w:r>
      <w:r w:rsidR="00763E2E" w:rsidRPr="00763E2E">
        <w:rPr>
          <w:rStyle w:val="libAlaemChar"/>
          <w:rFonts w:hint="cs"/>
          <w:rtl/>
        </w:rPr>
        <w:t>عليه‌السلام</w:t>
      </w:r>
      <w:r>
        <w:rPr>
          <w:rtl/>
        </w:rPr>
        <w:t xml:space="preserve">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الحج : 22. </w:t>
      </w:r>
    </w:p>
    <w:p w:rsidR="00AA2ABC" w:rsidRDefault="00AA2ABC" w:rsidP="002704FD">
      <w:pPr>
        <w:pStyle w:val="libNormal0"/>
        <w:rPr>
          <w:rtl/>
        </w:rPr>
      </w:pPr>
      <w:r>
        <w:rPr>
          <w:rtl/>
        </w:rPr>
        <w:br w:type="page"/>
      </w:r>
      <w:r>
        <w:rPr>
          <w:rtl/>
        </w:rPr>
        <w:lastRenderedPageBreak/>
        <w:t xml:space="preserve">حسبك؟ قلت : حسبي حسبي </w:t>
      </w:r>
      <w:r w:rsidRPr="001008E4">
        <w:rPr>
          <w:rStyle w:val="libFootnotenumChar"/>
          <w:rtl/>
        </w:rPr>
        <w:t>(1)</w:t>
      </w:r>
      <w:r>
        <w:rPr>
          <w:rtl/>
        </w:rPr>
        <w:t>.</w:t>
      </w:r>
    </w:p>
    <w:p w:rsidR="00AA2ABC" w:rsidRDefault="00AA2ABC" w:rsidP="002704FD">
      <w:pPr>
        <w:pStyle w:val="libNormal"/>
        <w:rPr>
          <w:rtl/>
        </w:rPr>
      </w:pPr>
      <w:r>
        <w:rPr>
          <w:rtl/>
        </w:rPr>
        <w:t xml:space="preserve">روي بسند معتبر عن عمرو بن ثابت ، عن أبي جعفر الباقر </w:t>
      </w:r>
      <w:r w:rsidR="00763E2E" w:rsidRPr="00763E2E">
        <w:rPr>
          <w:rStyle w:val="libAlaemChar"/>
          <w:rFonts w:hint="cs"/>
          <w:rtl/>
        </w:rPr>
        <w:t>عليه‌السلام</w:t>
      </w:r>
      <w:r>
        <w:rPr>
          <w:rtl/>
        </w:rPr>
        <w:t xml:space="preserve"> قال : انّ أهل النار يتعاوون فيها كما يتعاوى الكلاب والذئاب مما يلقون من أليم العذاب ، فما ظنّك يا عمرو بقوم لا يقضى عليهم فيموتوا ، ولا يخفف عنهم من عذابها؟</w:t>
      </w:r>
    </w:p>
    <w:p w:rsidR="00AA2ABC" w:rsidRDefault="00AA2ABC" w:rsidP="002704FD">
      <w:pPr>
        <w:pStyle w:val="libNormal"/>
        <w:rPr>
          <w:rtl/>
        </w:rPr>
      </w:pPr>
      <w:r>
        <w:rPr>
          <w:rtl/>
        </w:rPr>
        <w:t xml:space="preserve">عطاش فيها ، جياع ، كليلة أبصارهم ، صمّ بكم عمي مسودة وجوههم ، خاسئين فيها نادمين ، مغضوب عليهم ، فلا يرحمون من العذاب ، ولا يخفف عنهم وفي النار يسجرون ، ومن الحميم يشربون ، ومن الزقوم يأكلون ، وبكلاليب </w:t>
      </w:r>
      <w:r w:rsidRPr="001008E4">
        <w:rPr>
          <w:rStyle w:val="libFootnotenumChar"/>
          <w:rtl/>
        </w:rPr>
        <w:t>(2)</w:t>
      </w:r>
      <w:r>
        <w:rPr>
          <w:rtl/>
        </w:rPr>
        <w:t xml:space="preserve"> النار يحطمون ، وبالمقامع يضربون ، والملائكة الغلاظ الشداد لا يرحمون.</w:t>
      </w:r>
    </w:p>
    <w:p w:rsidR="00AA2ABC" w:rsidRDefault="00AA2ABC" w:rsidP="002704FD">
      <w:pPr>
        <w:pStyle w:val="libNormal"/>
        <w:rPr>
          <w:rtl/>
        </w:rPr>
      </w:pPr>
      <w:r>
        <w:rPr>
          <w:rtl/>
        </w:rPr>
        <w:t xml:space="preserve">فهم في النار يسحبون على وجوههم ، مع الشياطين يقرنون ، وفي الأنكال والأغلال يصفّدون ، إن دعوا لم يستجب لهم ، وان سألوا حاجة لم تقض لهم ، هذه حال من دخل النار </w:t>
      </w:r>
      <w:r w:rsidRPr="001008E4">
        <w:rPr>
          <w:rStyle w:val="libFootnotenumChar"/>
          <w:rtl/>
        </w:rPr>
        <w:t>(3)</w:t>
      </w:r>
      <w:r>
        <w:rPr>
          <w:rtl/>
        </w:rPr>
        <w:t>.</w:t>
      </w:r>
    </w:p>
    <w:p w:rsidR="00AA2ABC" w:rsidRDefault="00AA2ABC" w:rsidP="002704FD">
      <w:pPr>
        <w:pStyle w:val="libNormal"/>
        <w:rPr>
          <w:rtl/>
        </w:rPr>
      </w:pPr>
      <w:r>
        <w:rPr>
          <w:rtl/>
        </w:rPr>
        <w:t xml:space="preserve">وروي في تفسير قوله تعالى : </w:t>
      </w:r>
      <w:r w:rsidRPr="002704FD">
        <w:rPr>
          <w:rStyle w:val="libAlaemChar"/>
          <w:rtl/>
        </w:rPr>
        <w:t>(</w:t>
      </w:r>
      <w:r w:rsidRPr="002704FD">
        <w:rPr>
          <w:rStyle w:val="libAieChar"/>
          <w:rtl/>
        </w:rPr>
        <w:t xml:space="preserve"> من وَرَائِهِ جَهَنَّمُ وَيُسقَى مِن مَاءٍ صَدِيدٍ </w:t>
      </w:r>
      <w:r w:rsidRPr="002704FD">
        <w:rPr>
          <w:rStyle w:val="libAlaemChar"/>
          <w:rtl/>
        </w:rPr>
        <w:t>)</w:t>
      </w:r>
      <w:r>
        <w:rPr>
          <w:rtl/>
        </w:rPr>
        <w:t xml:space="preserve"> قال : ما يخرج من فروج الزواني ، قوله : </w:t>
      </w:r>
      <w:r w:rsidRPr="002704FD">
        <w:rPr>
          <w:rStyle w:val="libAlaemChar"/>
          <w:rtl/>
        </w:rPr>
        <w:t>(</w:t>
      </w:r>
      <w:r w:rsidRPr="002704FD">
        <w:rPr>
          <w:rStyle w:val="libAieChar"/>
          <w:rtl/>
        </w:rPr>
        <w:t xml:space="preserve"> يَتَجَرَّعُهُ وَلاَ يَكَادُ يُسِيغه وَيَأتِيهِ المَوتُ مَن كُلٍّ مَكَانٍ وَمَا هُوَ بِمَيِّتٍ </w:t>
      </w:r>
      <w:r w:rsidRPr="002704FD">
        <w:rPr>
          <w:rStyle w:val="libAlaemChar"/>
          <w:rtl/>
        </w:rPr>
        <w:t>)</w:t>
      </w:r>
      <w:r>
        <w:rPr>
          <w:rtl/>
        </w:rPr>
        <w:t xml:space="preserve"> </w:t>
      </w:r>
      <w:r w:rsidRPr="001008E4">
        <w:rPr>
          <w:rStyle w:val="libFootnotenumChar"/>
          <w:rtl/>
        </w:rPr>
        <w:t>(4)</w:t>
      </w:r>
      <w:r>
        <w:rPr>
          <w:rtl/>
        </w:rPr>
        <w:t xml:space="preserve"> قال : يقرّب إليه فيكرهه ، وإذا اُدني منه شوى وجهه ، ووقعت فروة رأسه ، فاذا شرب قطعت أمعاؤه ، ومزّقت تحت قدميه ، وانّه ليخرج من أحدهم مثل الوادي صديداً وقيحاً.</w:t>
      </w:r>
    </w:p>
    <w:p w:rsidR="00AA2ABC" w:rsidRDefault="00AA2ABC" w:rsidP="002704FD">
      <w:pPr>
        <w:pStyle w:val="libNormal"/>
        <w:rPr>
          <w:rtl/>
        </w:rPr>
      </w:pPr>
      <w:r>
        <w:rPr>
          <w:rtl/>
        </w:rPr>
        <w:t xml:space="preserve">ثم قال : وانّهم ليبكون حتى تسيل دموعهم على وجوههم جداول ، ثم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280 ح 1 باب 24 ـ عن تفسير القمي.</w:t>
      </w:r>
    </w:p>
    <w:p w:rsidR="00AA2ABC" w:rsidRDefault="00AA2ABC" w:rsidP="001008E4">
      <w:pPr>
        <w:pStyle w:val="libFootnote0"/>
        <w:rPr>
          <w:rtl/>
        </w:rPr>
      </w:pPr>
      <w:r>
        <w:rPr>
          <w:rtl/>
        </w:rPr>
        <w:t>2 ـ الكلاليب جمع الكلاب والكلوب : حديدة معطوفة الرأس يجرّ بها الجمر.</w:t>
      </w:r>
    </w:p>
    <w:p w:rsidR="00AA2ABC" w:rsidRDefault="00AA2ABC" w:rsidP="001008E4">
      <w:pPr>
        <w:pStyle w:val="libFootnote0"/>
        <w:rPr>
          <w:rtl/>
        </w:rPr>
      </w:pPr>
      <w:r>
        <w:rPr>
          <w:rtl/>
        </w:rPr>
        <w:t>3 ـ البحار 8 : 281 ح 3 باب 24 ـ عن أمالي الصدوق.</w:t>
      </w:r>
    </w:p>
    <w:p w:rsidR="00AA2ABC" w:rsidRDefault="00AA2ABC" w:rsidP="001008E4">
      <w:pPr>
        <w:pStyle w:val="libFootnote0"/>
        <w:rPr>
          <w:rtl/>
        </w:rPr>
      </w:pPr>
      <w:r>
        <w:rPr>
          <w:rtl/>
        </w:rPr>
        <w:t xml:space="preserve">4 ـ إبراهيم 16 ـ 17. </w:t>
      </w:r>
    </w:p>
    <w:p w:rsidR="00AA2ABC" w:rsidRDefault="00AA2ABC" w:rsidP="002704FD">
      <w:pPr>
        <w:pStyle w:val="libNormal0"/>
        <w:rPr>
          <w:rtl/>
        </w:rPr>
      </w:pPr>
      <w:r>
        <w:rPr>
          <w:rtl/>
        </w:rPr>
        <w:br w:type="page"/>
      </w:r>
      <w:r>
        <w:rPr>
          <w:rtl/>
        </w:rPr>
        <w:lastRenderedPageBreak/>
        <w:t xml:space="preserve">ينقطع الدموع فيسيل الدماء حتى لو انّ السفن اُجريت فيها لجرت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للنار سبعة أبواب ، باب يدخل منه فرعون وهامان وقارون ، وباب يدخل منه المشركون والكفار ممن لم يؤمن بالله طرفة عين.</w:t>
      </w:r>
    </w:p>
    <w:p w:rsidR="00AA2ABC" w:rsidRDefault="00AA2ABC" w:rsidP="002704FD">
      <w:pPr>
        <w:pStyle w:val="libNormal"/>
        <w:rPr>
          <w:rtl/>
        </w:rPr>
      </w:pPr>
      <w:r>
        <w:rPr>
          <w:rtl/>
        </w:rPr>
        <w:t>وباب يدخل منه بنو أمية هو لهم خاصة لا يزاحمهم فيه أحد ، وهو باب لظى ، وهو باب سقر ، وهو باب الهاوية تهوى بهم سبعين خريفاً ، وكلّما هوى بهم سبعين خريفاً فار بهم فورة قذف بهم في أعلاها سبعين خريفاً ، ثم تهوى بهم كذلك سبعين خريفاً ، فلا يزالون هكذا أبداً خالدين مخلدين.</w:t>
      </w:r>
    </w:p>
    <w:p w:rsidR="00AA2ABC" w:rsidRDefault="00AA2ABC" w:rsidP="002704FD">
      <w:pPr>
        <w:pStyle w:val="libNormal"/>
        <w:rPr>
          <w:rtl/>
        </w:rPr>
      </w:pPr>
      <w:r>
        <w:rPr>
          <w:rtl/>
        </w:rPr>
        <w:t>وباب يدخل منه مبغضونا ومحاربونا وخاذلونا وانّه لأعظم الأبواب وأشدّها حرّاً</w:t>
      </w:r>
      <w:r w:rsidRPr="001008E4">
        <w:rPr>
          <w:rStyle w:val="libFootnotenumChar"/>
          <w:rtl/>
        </w:rPr>
        <w:t>(2)</w:t>
      </w:r>
      <w:r>
        <w:rPr>
          <w:rtl/>
        </w:rPr>
        <w:t>.</w:t>
      </w:r>
    </w:p>
    <w:p w:rsidR="00AA2ABC" w:rsidRDefault="00AA2ABC" w:rsidP="002704FD">
      <w:pPr>
        <w:pStyle w:val="libNormal"/>
        <w:rPr>
          <w:rtl/>
        </w:rPr>
      </w:pPr>
      <w:r>
        <w:rPr>
          <w:rtl/>
        </w:rPr>
        <w:t xml:space="preserve">ونقل عن ابن عباس انّه قال : قدم يهوديّان فسألا أمير المؤمنين </w:t>
      </w:r>
      <w:r w:rsidR="00763E2E" w:rsidRPr="00763E2E">
        <w:rPr>
          <w:rStyle w:val="libAlaemChar"/>
          <w:rFonts w:hint="cs"/>
          <w:rtl/>
        </w:rPr>
        <w:t>عليه‌السلام</w:t>
      </w:r>
      <w:r>
        <w:rPr>
          <w:rtl/>
        </w:rPr>
        <w:t xml:space="preserve"> فقالا : أين تكون الجنّة ، وأين تكون النار؟ قال : أما الجنة ففي السماء ، واما النار ففي الأرض ... </w:t>
      </w:r>
      <w:r w:rsidRPr="001008E4">
        <w:rPr>
          <w:rStyle w:val="libFootnotenumChar"/>
          <w:rtl/>
        </w:rPr>
        <w:t>(3)</w:t>
      </w:r>
      <w:r>
        <w:rPr>
          <w:rtl/>
        </w:rPr>
        <w:t>.</w:t>
      </w:r>
    </w:p>
    <w:p w:rsidR="00AA2ABC" w:rsidRDefault="00AA2ABC" w:rsidP="002704FD">
      <w:pPr>
        <w:pStyle w:val="libNormal"/>
        <w:rPr>
          <w:rtl/>
        </w:rPr>
      </w:pPr>
      <w:r>
        <w:rPr>
          <w:rtl/>
        </w:rPr>
        <w:t xml:space="preserve">ونقل بسند معتبر انّه سئل أبو عبدالله </w:t>
      </w:r>
      <w:r w:rsidR="00763E2E" w:rsidRPr="00763E2E">
        <w:rPr>
          <w:rStyle w:val="libAlaemChar"/>
          <w:rFonts w:hint="cs"/>
          <w:rtl/>
        </w:rPr>
        <w:t>عليه‌السلام</w:t>
      </w:r>
      <w:r>
        <w:rPr>
          <w:rtl/>
        </w:rPr>
        <w:t xml:space="preserve"> عن معنى الفلق ، قال : صدع </w:t>
      </w:r>
      <w:r w:rsidRPr="001008E4">
        <w:rPr>
          <w:rStyle w:val="libFootnotenumChar"/>
          <w:rtl/>
        </w:rPr>
        <w:t>(4)</w:t>
      </w:r>
      <w:r>
        <w:rPr>
          <w:rtl/>
        </w:rPr>
        <w:t xml:space="preserve"> في النار فيه سبعون ألف دار ، في كلّ دار سبعون ألف بيت ، في كلّ بيت سبعون ألف أسود ، في جوف كلّ أسود سبعون ألف جثّ سمّ ، لابدّ لأهل النار أن يمرّوا عليها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288 ح 25 باب 24 عن تفسير القمي.</w:t>
      </w:r>
    </w:p>
    <w:p w:rsidR="00AA2ABC" w:rsidRDefault="00AA2ABC" w:rsidP="001008E4">
      <w:pPr>
        <w:pStyle w:val="libFootnote0"/>
        <w:rPr>
          <w:rtl/>
        </w:rPr>
      </w:pPr>
      <w:r>
        <w:rPr>
          <w:rtl/>
        </w:rPr>
        <w:t>2 ـ الخصال : 361 ح 51 باب 7 ـ عنه البحار 8 : 285 ح 11 باب 24.</w:t>
      </w:r>
    </w:p>
    <w:p w:rsidR="00AA2ABC" w:rsidRDefault="00AA2ABC" w:rsidP="001008E4">
      <w:pPr>
        <w:pStyle w:val="libFootnote0"/>
        <w:rPr>
          <w:rtl/>
        </w:rPr>
      </w:pPr>
      <w:r>
        <w:rPr>
          <w:rtl/>
        </w:rPr>
        <w:t>3 ـ البحار 8 : 286 ح 13 باب 24 ـ عن الخصال : 597 ضمن حديث 1 باب الواحد إلى المائة.</w:t>
      </w:r>
    </w:p>
    <w:p w:rsidR="00AA2ABC" w:rsidRDefault="00AA2ABC" w:rsidP="001008E4">
      <w:pPr>
        <w:pStyle w:val="libFootnote0"/>
        <w:rPr>
          <w:rtl/>
        </w:rPr>
      </w:pPr>
      <w:r>
        <w:rPr>
          <w:rtl/>
        </w:rPr>
        <w:t>4 ـ الصدع : الشق في شيء صلب ( القاموس المحيط ).</w:t>
      </w:r>
    </w:p>
    <w:p w:rsidR="00AA2ABC" w:rsidRDefault="00AA2ABC" w:rsidP="001008E4">
      <w:pPr>
        <w:pStyle w:val="libFootnote0"/>
        <w:rPr>
          <w:rtl/>
        </w:rPr>
      </w:pPr>
      <w:r>
        <w:rPr>
          <w:rtl/>
        </w:rPr>
        <w:t xml:space="preserve">5 ـ البحار 8 : 287 ح 17 باب 24 ـ عن معاني الأخبار.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انّ ناركم هذه جزء من سبعين جزءاً من نار جهنم ، وقد اطفأت سبعين مرّة بالماء ثم التهبت ، ولولا ذلك ما استطاع آدميّ أن يطيقها ، وانه ليؤتى بها يوم القيامة حتى توضع على النار فتصرخ صرخة لا يبقى ملك مقرّب ولا نبيّ مرسل الاّ جثا على ركبتيه فزعاً من صرختها </w:t>
      </w:r>
      <w:r w:rsidRPr="001008E4">
        <w:rPr>
          <w:rStyle w:val="libFootnotenumChar"/>
          <w:rtl/>
        </w:rPr>
        <w:t>(1)</w:t>
      </w:r>
      <w:r>
        <w:rPr>
          <w:rtl/>
        </w:rPr>
        <w:t>.</w:t>
      </w:r>
    </w:p>
    <w:p w:rsidR="00AA2ABC" w:rsidRDefault="00AA2ABC" w:rsidP="002704FD">
      <w:pPr>
        <w:pStyle w:val="libNormal"/>
        <w:rPr>
          <w:rtl/>
        </w:rPr>
      </w:pPr>
      <w:r>
        <w:rPr>
          <w:rtl/>
        </w:rPr>
        <w:t xml:space="preserve">وجاء في حديث آخر [ عن أبي جعفر الباقر </w:t>
      </w:r>
      <w:r w:rsidR="00763E2E" w:rsidRPr="00763E2E">
        <w:rPr>
          <w:rStyle w:val="libAlaemChar"/>
          <w:rFonts w:hint="cs"/>
          <w:rtl/>
        </w:rPr>
        <w:t>عليه‌السلام</w:t>
      </w:r>
      <w:r>
        <w:rPr>
          <w:rtl/>
        </w:rPr>
        <w:t xml:space="preserve"> انّه قال : ] انّ في جهنّم لواد يقال له غسّاق ، فيه ثلاثون وثلاثمائة قصر ، في كلّ قصر ثلاثون وثلاثمائة بيت ، في كلّ بيت ثلاثون وثلاثمائة عقرب ، في حمة </w:t>
      </w:r>
      <w:r w:rsidRPr="001008E4">
        <w:rPr>
          <w:rStyle w:val="libFootnotenumChar"/>
          <w:rtl/>
        </w:rPr>
        <w:t>(2)</w:t>
      </w:r>
      <w:r>
        <w:rPr>
          <w:rtl/>
        </w:rPr>
        <w:t xml:space="preserve"> كلّ عقرب ثلاثون وثلاثمائة قلّة سمّ ، لو انّ عقرباً منها نضحت سمّها على أهل جهنّم لوسعتهم سمّاً </w:t>
      </w:r>
      <w:r w:rsidRPr="001008E4">
        <w:rPr>
          <w:rStyle w:val="libFootnotenumChar"/>
          <w:rtl/>
        </w:rPr>
        <w:t>(3)</w:t>
      </w:r>
      <w:r>
        <w:rPr>
          <w:rtl/>
        </w:rPr>
        <w:t>.</w:t>
      </w:r>
    </w:p>
    <w:p w:rsidR="00AA2ABC" w:rsidRDefault="00AA2ABC" w:rsidP="002704FD">
      <w:pPr>
        <w:pStyle w:val="libNormal"/>
        <w:rPr>
          <w:rtl/>
        </w:rPr>
      </w:pPr>
      <w:r>
        <w:rPr>
          <w:rtl/>
        </w:rPr>
        <w:t>وجاء في حديث آخر : ... انّ الله جعلها [ أي جعل جهنّم ] سبع دركات أعلاها الجحيم يقوم أهلها على الصفا منها ، تغلي أدمغتهم فيها كغلي القدور بما فيها.</w:t>
      </w:r>
    </w:p>
    <w:p w:rsidR="00AA2ABC" w:rsidRDefault="00AA2ABC" w:rsidP="002704FD">
      <w:pPr>
        <w:pStyle w:val="libNormal"/>
        <w:rPr>
          <w:rtl/>
        </w:rPr>
      </w:pPr>
      <w:r>
        <w:rPr>
          <w:rtl/>
        </w:rPr>
        <w:t>والثانية لظى ، نزّاعة للشوى ، تدعو من أدبر وتولّى ، وجمع فأوعى.</w:t>
      </w:r>
    </w:p>
    <w:p w:rsidR="00AA2ABC" w:rsidRDefault="00AA2ABC" w:rsidP="002704FD">
      <w:pPr>
        <w:pStyle w:val="libNormal"/>
        <w:rPr>
          <w:rtl/>
        </w:rPr>
      </w:pPr>
      <w:r>
        <w:rPr>
          <w:rtl/>
        </w:rPr>
        <w:t>والثالثة سقر ، لا تبقي ولا تذر ، لوّاحة للبشر ، عليها تسعة عشر.</w:t>
      </w:r>
    </w:p>
    <w:p w:rsidR="00AA2ABC" w:rsidRDefault="00AA2ABC" w:rsidP="002704FD">
      <w:pPr>
        <w:pStyle w:val="libNormal"/>
        <w:rPr>
          <w:rtl/>
        </w:rPr>
      </w:pPr>
      <w:r>
        <w:rPr>
          <w:rtl/>
        </w:rPr>
        <w:t>والرابعة الحطمة ، ومنها يثور شرر كالقصر ، كأنّها جمالات صفر ، تدقّ كلّ من صار إليها مثل الكحل ، فلا يموت الروح ، كلما صاروا مثل الكحل عادوا.</w:t>
      </w:r>
    </w:p>
    <w:p w:rsidR="00AA2ABC" w:rsidRDefault="00AA2ABC" w:rsidP="002704FD">
      <w:pPr>
        <w:pStyle w:val="libNormal"/>
        <w:rPr>
          <w:rtl/>
        </w:rPr>
      </w:pPr>
      <w:r>
        <w:rPr>
          <w:rtl/>
        </w:rPr>
        <w:t xml:space="preserve">والخامسة الهاوية ، فيها ملأ يدعون : يا مالك أغثنا ، فاذا أغاثهم جعل لهم آنية من صفر من نار فيه صديد ماء يسيل من جلودهم كأنّه مهل ، فاذا رفعوه ليشربوا منه تساقط لحم وجوههم فيها من شدّة حرّها ، وهو قول الله تعالى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288 ح 21 باب 24 ـ عن تفسير القمي.</w:t>
      </w:r>
    </w:p>
    <w:p w:rsidR="00AA2ABC" w:rsidRDefault="00AA2ABC" w:rsidP="001008E4">
      <w:pPr>
        <w:pStyle w:val="libFootnote0"/>
        <w:rPr>
          <w:rtl/>
        </w:rPr>
      </w:pPr>
      <w:r>
        <w:rPr>
          <w:rtl/>
        </w:rPr>
        <w:t>2 ـ حُمَةُ العقرب ـ مخففة الميم ـ : سمّها ( لسان العرب ).</w:t>
      </w:r>
    </w:p>
    <w:p w:rsidR="00AA2ABC" w:rsidRDefault="00AA2ABC" w:rsidP="001008E4">
      <w:pPr>
        <w:pStyle w:val="libFootnote0"/>
        <w:rPr>
          <w:rtl/>
        </w:rPr>
      </w:pPr>
      <w:r>
        <w:rPr>
          <w:rtl/>
        </w:rPr>
        <w:t xml:space="preserve">3 ـ البحار 8 : 314 ح 89 باب 24. </w:t>
      </w:r>
    </w:p>
    <w:p w:rsidR="00AA2ABC" w:rsidRDefault="00AA2ABC" w:rsidP="002704FD">
      <w:pPr>
        <w:pStyle w:val="libNormal"/>
        <w:rPr>
          <w:rtl/>
        </w:rPr>
      </w:pPr>
      <w:r>
        <w:rPr>
          <w:rtl/>
        </w:rPr>
        <w:br w:type="page"/>
      </w:r>
      <w:r w:rsidRPr="002704FD">
        <w:rPr>
          <w:rStyle w:val="libAlaemChar"/>
          <w:rtl/>
        </w:rPr>
        <w:lastRenderedPageBreak/>
        <w:t>(</w:t>
      </w:r>
      <w:r w:rsidRPr="002704FD">
        <w:rPr>
          <w:rStyle w:val="libAieChar"/>
          <w:rtl/>
        </w:rPr>
        <w:t xml:space="preserve"> وَاِن يَستَغِثُوا يُغَاثُوا بِمَاءٍ كَالمُهلِ يَشوِي الوُجُوهَ بِئسَ الشَّرَابُ وَسَآءَت مُرتَفَقَاً </w:t>
      </w:r>
      <w:r w:rsidRPr="002704FD">
        <w:rPr>
          <w:rStyle w:val="libAlaemChar"/>
          <w:rtl/>
        </w:rPr>
        <w:t>)</w:t>
      </w:r>
      <w:r w:rsidRPr="001008E4">
        <w:rPr>
          <w:rStyle w:val="libFootnotenumChar"/>
          <w:rtl/>
        </w:rPr>
        <w:t>(1)</w:t>
      </w:r>
      <w:r>
        <w:rPr>
          <w:rtl/>
        </w:rPr>
        <w:t>.</w:t>
      </w:r>
    </w:p>
    <w:p w:rsidR="00AA2ABC" w:rsidRDefault="00AA2ABC" w:rsidP="002704FD">
      <w:pPr>
        <w:pStyle w:val="libNormal"/>
        <w:rPr>
          <w:rtl/>
        </w:rPr>
      </w:pPr>
      <w:r>
        <w:rPr>
          <w:rtl/>
        </w:rPr>
        <w:t xml:space="preserve">والسادسة هي السعير ، فيها ثلاثمائة سرادق من نار ، في كلّ سرادق ثلاثمائة قصر من نار ، في كلّ قصر ثلاثمائة بيت من نار ، في كلّ بيت ثلاثمائة لون من عذاب النار ، فيها حيات من نار ، وعقارب من نار ، وجوامع من نار ، وسلاسل من نار ، وأغلال من نار ، وهو الذي يقول الله : </w:t>
      </w:r>
    </w:p>
    <w:p w:rsidR="00AA2ABC" w:rsidRDefault="00AA2ABC" w:rsidP="002704FD">
      <w:pPr>
        <w:pStyle w:val="libNormal"/>
        <w:rPr>
          <w:rtl/>
        </w:rPr>
      </w:pPr>
      <w:r w:rsidRPr="002704FD">
        <w:rPr>
          <w:rStyle w:val="libAlaemChar"/>
          <w:rtl/>
        </w:rPr>
        <w:t>(</w:t>
      </w:r>
      <w:r w:rsidRPr="002704FD">
        <w:rPr>
          <w:rStyle w:val="libAieChar"/>
          <w:rtl/>
        </w:rPr>
        <w:t xml:space="preserve"> اِنَّا أَعتَدنَا لِلكَافِرينَ سَلاَسِلاً وَأَغلاَلاً وَسَعِيراً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والسابعة جهنم ، وفيها الفلق وهو جبّ في جهنم إذا فتح أسعر النار سعراً ، وهو أشدّ النار عذاباً ، وأمّا صعوداً فجبل من صفر من نار وسط جهنّم ، وأمّا أثاماً فهو واد من صفر مذاب يجري حول الجبل ، فهو أشدّ النار عذاباً </w:t>
      </w:r>
      <w:r w:rsidRPr="001008E4">
        <w:rPr>
          <w:rStyle w:val="libFootnotenumChar"/>
          <w:rtl/>
        </w:rPr>
        <w:t>(3)</w:t>
      </w:r>
      <w:r>
        <w:rPr>
          <w:rtl/>
        </w:rPr>
        <w:t>.</w:t>
      </w:r>
    </w:p>
    <w:p w:rsidR="00AA2ABC" w:rsidRDefault="00AA2ABC" w:rsidP="002704FD">
      <w:pPr>
        <w:pStyle w:val="libNormal"/>
        <w:rPr>
          <w:rtl/>
        </w:rPr>
      </w:pPr>
      <w:r>
        <w:rPr>
          <w:rtl/>
        </w:rPr>
        <w:t xml:space="preserve">وروي عن أبي الحسن موسى بن جعفر </w:t>
      </w:r>
      <w:r w:rsidR="00763E2E" w:rsidRPr="00763E2E">
        <w:rPr>
          <w:rStyle w:val="libAlaemChar"/>
          <w:rFonts w:hint="cs"/>
          <w:rtl/>
        </w:rPr>
        <w:t>عليه‌السلام</w:t>
      </w:r>
      <w:r>
        <w:rPr>
          <w:rtl/>
        </w:rPr>
        <w:t xml:space="preserve"> أنّه قال : ... انّ في النار لوادياً يقال له سقر ، لم يتنفّس منذ خلقه الله ، لو أذن الله عزّوجلّ له في التنفس بقدر مخيط لأحرق ما على وجه الأرض ، وانّ أهل النار ليتعوّذون من حرّ ذلك الوادي ، ونتنه وقذره وما أعد الله فيه لأهله.</w:t>
      </w:r>
    </w:p>
    <w:p w:rsidR="00AA2ABC" w:rsidRDefault="00AA2ABC" w:rsidP="002704FD">
      <w:pPr>
        <w:pStyle w:val="libNormal"/>
        <w:rPr>
          <w:rtl/>
        </w:rPr>
      </w:pPr>
      <w:r>
        <w:rPr>
          <w:rtl/>
        </w:rPr>
        <w:t xml:space="preserve">وانّ في ذلك الوادي لجبلاً يتعوّذ جميع أهل ذلك الوادي من حرّ ذلك الجبل ونتنه وقذره وما أعدّ الله فيه لأهله ، وانّ في ذلك الجبل لشعباً يتعوّذ جميع أهل ذلك الجبل من حرّ ذلك الشعب ونتنه وقذره وما أعد الله فيه لاهله ، وانّ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الكهف : 29.</w:t>
      </w:r>
    </w:p>
    <w:p w:rsidR="00AA2ABC" w:rsidRDefault="00AA2ABC" w:rsidP="001008E4">
      <w:pPr>
        <w:pStyle w:val="libFootnote0"/>
        <w:rPr>
          <w:rtl/>
        </w:rPr>
      </w:pPr>
      <w:r>
        <w:rPr>
          <w:rtl/>
        </w:rPr>
        <w:t>2 ـ الانسان : 4.</w:t>
      </w:r>
    </w:p>
    <w:p w:rsidR="00AA2ABC" w:rsidRDefault="00AA2ABC" w:rsidP="001008E4">
      <w:pPr>
        <w:pStyle w:val="libFootnote0"/>
        <w:rPr>
          <w:rtl/>
        </w:rPr>
      </w:pPr>
      <w:r>
        <w:rPr>
          <w:rtl/>
        </w:rPr>
        <w:t xml:space="preserve">3 ـ البحار 8 : 289 ح 27 باب 24 ـ عن تفسير القمي. </w:t>
      </w:r>
    </w:p>
    <w:p w:rsidR="00AA2ABC" w:rsidRDefault="00AA2ABC" w:rsidP="002704FD">
      <w:pPr>
        <w:pStyle w:val="libNormal0"/>
        <w:rPr>
          <w:rtl/>
        </w:rPr>
      </w:pPr>
      <w:r>
        <w:rPr>
          <w:rtl/>
        </w:rPr>
        <w:br w:type="page"/>
      </w:r>
      <w:r>
        <w:rPr>
          <w:rtl/>
        </w:rPr>
        <w:lastRenderedPageBreak/>
        <w:t xml:space="preserve">ذلك الشعب لقليباً </w:t>
      </w:r>
      <w:r w:rsidRPr="001008E4">
        <w:rPr>
          <w:rStyle w:val="libFootnotenumChar"/>
          <w:rtl/>
        </w:rPr>
        <w:t>(1)</w:t>
      </w:r>
      <w:r>
        <w:rPr>
          <w:rtl/>
        </w:rPr>
        <w:t xml:space="preserve"> يتعوّذ أهل ذلك الشعب من حرّ ذلك القليب ونتنه وقذره وما أعدّ الله فيه لأهله.</w:t>
      </w:r>
    </w:p>
    <w:p w:rsidR="00AA2ABC" w:rsidRDefault="00AA2ABC" w:rsidP="002704FD">
      <w:pPr>
        <w:pStyle w:val="libNormal"/>
        <w:rPr>
          <w:rtl/>
        </w:rPr>
      </w:pPr>
      <w:r>
        <w:rPr>
          <w:rtl/>
        </w:rPr>
        <w:t>وانّ في ذلك القليب لحيّة يتعوّذ جميع أهل ذلك القليب من خبث تلك الحية ونتنها وقذرها وما أعدّ الله في أنيابها من السمّ لأهلها ، وانّ في جوف تلك الحية لسبعة صناديق فيها خمسة من الأُمم السالفة واثنان من هذه الأُمة.</w:t>
      </w:r>
    </w:p>
    <w:p w:rsidR="00AA2ABC" w:rsidRDefault="00AA2ABC" w:rsidP="002704FD">
      <w:pPr>
        <w:pStyle w:val="libNormal"/>
        <w:rPr>
          <w:rtl/>
        </w:rPr>
      </w:pPr>
      <w:r>
        <w:rPr>
          <w:rtl/>
        </w:rPr>
        <w:t xml:space="preserve">قال [ الراوي : ] قلت : جعلت فداك ومن الخمسة ، ومن الاثنان؟ قال : وأمّا الخمسة فقابيل الذي قتل هابيل ، ونمرود الذي حاجّ إبراهيم في ربّه ، فقال : أنا اُحيي واُميت ، وفرعون الذي قال : أنا ربكم الأعلى ، ويهود الذي هوّد اليهود ، ويونس الذي نصّر النصارى ، ومن هذه الأُمة أعرابيان </w:t>
      </w:r>
      <w:r w:rsidRPr="001008E4">
        <w:rPr>
          <w:rStyle w:val="libFootnotenumChar"/>
          <w:rtl/>
        </w:rPr>
        <w:t>(2)</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في خبر المعراجّ انّه قال : قال النبي </w:t>
      </w:r>
      <w:r w:rsidR="00BF0EA2" w:rsidRPr="00BF0EA2">
        <w:rPr>
          <w:rStyle w:val="libAlaemChar"/>
          <w:rFonts w:hint="cs"/>
          <w:rtl/>
        </w:rPr>
        <w:t>صلى‌الله‌عليه‌وآله</w:t>
      </w:r>
      <w:r>
        <w:rPr>
          <w:rtl/>
        </w:rPr>
        <w:t xml:space="preserve"> : سمعت صوتاً أفزعني ، فقال لي جبرئيل : أتسمع يا محمد؟ قلت : نعم ، قال : هذه صخرة قذفتها عن شفير جهنم منذ سبعين عاماً فهذا حين استقرّت ، قالوا : فما ضحك رسول الله </w:t>
      </w:r>
      <w:r w:rsidR="00BF0EA2" w:rsidRPr="00BF0EA2">
        <w:rPr>
          <w:rStyle w:val="libAlaemChar"/>
          <w:rFonts w:hint="cs"/>
          <w:rtl/>
        </w:rPr>
        <w:t>صلى‌الله‌عليه‌وآله</w:t>
      </w:r>
      <w:r>
        <w:rPr>
          <w:rtl/>
        </w:rPr>
        <w:t xml:space="preserve"> حتى قبض.</w:t>
      </w:r>
    </w:p>
    <w:p w:rsidR="00AA2ABC" w:rsidRDefault="00AA2ABC" w:rsidP="002704FD">
      <w:pPr>
        <w:pStyle w:val="libNormal"/>
        <w:rPr>
          <w:rtl/>
        </w:rPr>
      </w:pPr>
      <w:r>
        <w:rPr>
          <w:rtl/>
        </w:rPr>
        <w:t>قال : فصعد جبرئيل وصعدت حتى دخلت سماء الدنيا ، فما لقيني ملك الاّ وهو ضاحك مستبشر حتى لقيني ملك من الملائكة لم أر أعظم خلقاً منه ، كريه المنظر ، ظاهر الغضب ، فقال لي مثل ما قالوا من الدعاء الاّ أنّه لم يضحك ، ولم أر فيه من الاستبشار ما رأيت ممن ضحك من الملائكة.</w:t>
      </w:r>
    </w:p>
    <w:p w:rsidR="00AA2ABC" w:rsidRDefault="00AA2ABC" w:rsidP="002704FD">
      <w:pPr>
        <w:pStyle w:val="libNormal"/>
        <w:rPr>
          <w:rtl/>
        </w:rPr>
      </w:pPr>
      <w:r>
        <w:rPr>
          <w:rtl/>
        </w:rPr>
        <w:t xml:space="preserve">فقلت : من هذا يا جبرئيل؟ فانّي قد فزعت منه ، فقال : يجوز أن تفزع منه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القليب : البئر.</w:t>
      </w:r>
    </w:p>
    <w:p w:rsidR="00AA2ABC" w:rsidRDefault="00AA2ABC" w:rsidP="001008E4">
      <w:pPr>
        <w:pStyle w:val="libFootnote0"/>
        <w:rPr>
          <w:rtl/>
        </w:rPr>
      </w:pPr>
      <w:r>
        <w:rPr>
          <w:rtl/>
        </w:rPr>
        <w:t xml:space="preserve">2 ـ الخصال : 398 ح 106 باب 7 ـ عنه البحار 8 : 310 ح 77 باب 24 ـ وللمجلسي </w:t>
      </w:r>
      <w:r w:rsidR="003856BA" w:rsidRPr="003856BA">
        <w:rPr>
          <w:rStyle w:val="libAlaemChar"/>
          <w:rFonts w:hint="cs"/>
          <w:rtl/>
        </w:rPr>
        <w:t>رحمه‌الله</w:t>
      </w:r>
      <w:r>
        <w:rPr>
          <w:rtl/>
        </w:rPr>
        <w:t xml:space="preserve"> في البحار ذيل الحديث كلام حول ( أعرابيان ) فلاحظ. </w:t>
      </w:r>
    </w:p>
    <w:p w:rsidR="00AA2ABC" w:rsidRDefault="00AA2ABC" w:rsidP="002704FD">
      <w:pPr>
        <w:pStyle w:val="libNormal0"/>
        <w:rPr>
          <w:rtl/>
        </w:rPr>
      </w:pPr>
      <w:r>
        <w:rPr>
          <w:rtl/>
        </w:rPr>
        <w:br w:type="page"/>
      </w:r>
      <w:r>
        <w:rPr>
          <w:rtl/>
        </w:rPr>
        <w:lastRenderedPageBreak/>
        <w:t>فكلّنا يفزع منه ، انّ هذا مالك خازن النار لم يضحك قط ، ولم يزل منذ ولاّه الله جهنم يزداد كلّ يوم غضباً وغيظاً على أعداء الله وأهل معصيته ، فينتقم الله به منهم ، ولو ضحك إلى أحد كان قبلك أو كان ضاحكاً إلى أحد بعدك لضحك إليك ، ولكنّه لا يضحك.</w:t>
      </w:r>
    </w:p>
    <w:p w:rsidR="00AA2ABC" w:rsidRDefault="00AA2ABC" w:rsidP="002704FD">
      <w:pPr>
        <w:pStyle w:val="libNormal"/>
        <w:rPr>
          <w:rtl/>
        </w:rPr>
      </w:pPr>
      <w:r>
        <w:rPr>
          <w:rtl/>
        </w:rPr>
        <w:t>فسلّمت عليه ، فردّ السلام عليّ وبشّرني بالجنة ، فقلت لجبرئيل ـ وجبرئيل بالمكان الذي وصفه الله مطاع ثم أمين ـ : ألا تأمره أن يريني النار؟ فقال له جبرئيل : يا مالك أر محمداً النار.</w:t>
      </w:r>
    </w:p>
    <w:p w:rsidR="00AA2ABC" w:rsidRDefault="00AA2ABC" w:rsidP="002704FD">
      <w:pPr>
        <w:pStyle w:val="libNormal"/>
        <w:rPr>
          <w:rtl/>
        </w:rPr>
      </w:pPr>
      <w:r>
        <w:rPr>
          <w:rtl/>
        </w:rPr>
        <w:t xml:space="preserve">فكشف عنها غطاءها ، وفتح باباً منها ، فخرج منها لهب ساطع في السماء ، وفارت وارتفعت حتى ظننت ليتناولني مما رأيت ، فقلت : يا جبرئيل قل له : فليردّ عليها غطاءها ، فأمرها فقال لها : ارجعي ، فرجعت إلى مكانها الذي خرجت منه </w:t>
      </w:r>
      <w:r w:rsidRPr="001008E4">
        <w:rPr>
          <w:rStyle w:val="libFootnotenumChar"/>
          <w:rtl/>
        </w:rPr>
        <w:t>(1)</w:t>
      </w:r>
      <w:r>
        <w:rPr>
          <w:rtl/>
        </w:rPr>
        <w:t>.</w:t>
      </w:r>
    </w:p>
    <w:p w:rsidR="00AA2ABC" w:rsidRDefault="00AA2ABC" w:rsidP="002704FD">
      <w:pPr>
        <w:pStyle w:val="libNormal"/>
        <w:rPr>
          <w:rtl/>
        </w:rPr>
      </w:pPr>
      <w:r>
        <w:rPr>
          <w:rtl/>
        </w:rPr>
        <w:t xml:space="preserve">وروي في تفسير قوله تعالى : </w:t>
      </w:r>
      <w:r w:rsidRPr="002704FD">
        <w:rPr>
          <w:rStyle w:val="libAlaemChar"/>
          <w:rtl/>
        </w:rPr>
        <w:t>(</w:t>
      </w:r>
      <w:r w:rsidRPr="002704FD">
        <w:rPr>
          <w:rStyle w:val="libAieChar"/>
          <w:rtl/>
        </w:rPr>
        <w:t xml:space="preserve"> فَالَّذِينَ كَفَرُوا </w:t>
      </w:r>
      <w:r w:rsidRPr="002704FD">
        <w:rPr>
          <w:rStyle w:val="libAlaemChar"/>
          <w:rtl/>
        </w:rPr>
        <w:t>)</w:t>
      </w:r>
      <w:r>
        <w:rPr>
          <w:rtl/>
        </w:rPr>
        <w:t xml:space="preserve"> يعني بني اُميّة </w:t>
      </w:r>
      <w:r w:rsidRPr="002704FD">
        <w:rPr>
          <w:rStyle w:val="libAlaemChar"/>
          <w:rtl/>
        </w:rPr>
        <w:t>(</w:t>
      </w:r>
      <w:r w:rsidRPr="002704FD">
        <w:rPr>
          <w:rStyle w:val="libAieChar"/>
          <w:rtl/>
        </w:rPr>
        <w:t xml:space="preserve"> قُطِّعَت لَهُم ثِيَابٌ مِن نَّارٍ </w:t>
      </w:r>
      <w:r w:rsidRPr="002704FD">
        <w:rPr>
          <w:rStyle w:val="libAlaemChar"/>
          <w:rtl/>
        </w:rPr>
        <w:t>)</w:t>
      </w:r>
      <w:r>
        <w:rPr>
          <w:rtl/>
        </w:rPr>
        <w:t xml:space="preserve"> إلى قوله : </w:t>
      </w:r>
      <w:r w:rsidRPr="002704FD">
        <w:rPr>
          <w:rStyle w:val="libAlaemChar"/>
          <w:rtl/>
        </w:rPr>
        <w:t>(</w:t>
      </w:r>
      <w:r w:rsidRPr="002704FD">
        <w:rPr>
          <w:rStyle w:val="libAieChar"/>
          <w:rtl/>
        </w:rPr>
        <w:t xml:space="preserve"> حَدِيد </w:t>
      </w:r>
      <w:r w:rsidRPr="002704FD">
        <w:rPr>
          <w:rStyle w:val="libAlaemChar"/>
          <w:rtl/>
        </w:rPr>
        <w:t>)</w:t>
      </w:r>
      <w:r>
        <w:rPr>
          <w:rtl/>
        </w:rPr>
        <w:t xml:space="preserve"> </w:t>
      </w:r>
      <w:r w:rsidRPr="001008E4">
        <w:rPr>
          <w:rStyle w:val="libFootnotenumChar"/>
          <w:rtl/>
        </w:rPr>
        <w:t>(2)</w:t>
      </w:r>
      <w:r>
        <w:rPr>
          <w:rtl/>
        </w:rPr>
        <w:t xml:space="preserve"> قال : يغشاهم النار كالثوب للانسان ، فتسترخي شفته السفلى حتى تبلغ سرّته ، وتقلص شفته العلياء حتى تبلغ راسه ، </w:t>
      </w:r>
      <w:r w:rsidRPr="002704FD">
        <w:rPr>
          <w:rStyle w:val="libAlaemChar"/>
          <w:rtl/>
        </w:rPr>
        <w:t>(</w:t>
      </w:r>
      <w:r w:rsidRPr="002704FD">
        <w:rPr>
          <w:rStyle w:val="libAieChar"/>
          <w:rtl/>
        </w:rPr>
        <w:t xml:space="preserve"> وَلَهُم مَّقَامِعُ مِن حَدِيدٍ </w:t>
      </w:r>
      <w:r w:rsidRPr="002704FD">
        <w:rPr>
          <w:rStyle w:val="libAlaemChar"/>
          <w:rtl/>
        </w:rPr>
        <w:t>)</w:t>
      </w:r>
      <w:r>
        <w:rPr>
          <w:rtl/>
        </w:rPr>
        <w:t>.</w:t>
      </w:r>
    </w:p>
    <w:p w:rsidR="00AA2ABC" w:rsidRDefault="00AA2ABC" w:rsidP="002704FD">
      <w:pPr>
        <w:pStyle w:val="libNormal"/>
        <w:rPr>
          <w:rtl/>
        </w:rPr>
      </w:pPr>
      <w:r>
        <w:rPr>
          <w:rtl/>
        </w:rPr>
        <w:t xml:space="preserve">قال : الأعمدة التي يضربون بها ، وقوله : </w:t>
      </w:r>
      <w:r w:rsidRPr="002704FD">
        <w:rPr>
          <w:rStyle w:val="libAlaemChar"/>
          <w:rtl/>
        </w:rPr>
        <w:t>(</w:t>
      </w:r>
      <w:r w:rsidRPr="002704FD">
        <w:rPr>
          <w:rStyle w:val="libAieChar"/>
          <w:rtl/>
        </w:rPr>
        <w:t xml:space="preserve"> كُلَّمَا أَرَادُوا أَن يَخرُجُوا مِنهَا مِن غَمٍّ اُعِيدُوا فِيهَا </w:t>
      </w:r>
      <w:r w:rsidRPr="002704FD">
        <w:rPr>
          <w:rStyle w:val="libAlaemChar"/>
          <w:rtl/>
        </w:rPr>
        <w:t>)</w:t>
      </w:r>
      <w:r>
        <w:rPr>
          <w:rtl/>
        </w:rPr>
        <w:t xml:space="preserve"> </w:t>
      </w:r>
      <w:r w:rsidRPr="001008E4">
        <w:rPr>
          <w:rStyle w:val="libFootnotenumChar"/>
          <w:rtl/>
        </w:rPr>
        <w:t>(3)</w:t>
      </w:r>
      <w:r>
        <w:rPr>
          <w:rtl/>
        </w:rPr>
        <w:t xml:space="preserve"> أي ضرباً بتلك الأعمدة </w:t>
      </w:r>
      <w:r w:rsidRPr="001008E4">
        <w:rPr>
          <w:rStyle w:val="libFootnotenumChar"/>
          <w:rtl/>
        </w:rPr>
        <w:t>(4)</w:t>
      </w:r>
      <w:r>
        <w:rPr>
          <w:rtl/>
        </w:rPr>
        <w:t>.</w:t>
      </w:r>
    </w:p>
    <w:p w:rsidR="00AA2ABC" w:rsidRDefault="00AA2ABC" w:rsidP="002704FD">
      <w:pPr>
        <w:pStyle w:val="libNormal"/>
        <w:rPr>
          <w:rtl/>
        </w:rPr>
      </w:pPr>
      <w:r>
        <w:rPr>
          <w:rtl/>
        </w:rPr>
        <w:t xml:space="preserve">وجاء في حديث : لو انّ مقمعاً من حديد وضع في الأرض فاجتمع 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291 ح 30 باب 24 عن تفسير القمي.</w:t>
      </w:r>
    </w:p>
    <w:p w:rsidR="00AA2ABC" w:rsidRDefault="00AA2ABC" w:rsidP="001008E4">
      <w:pPr>
        <w:pStyle w:val="libFootnote0"/>
        <w:rPr>
          <w:rtl/>
        </w:rPr>
      </w:pPr>
      <w:r>
        <w:rPr>
          <w:rtl/>
        </w:rPr>
        <w:t>2 ـ الحج : 19.</w:t>
      </w:r>
    </w:p>
    <w:p w:rsidR="00AA2ABC" w:rsidRDefault="00AA2ABC" w:rsidP="001008E4">
      <w:pPr>
        <w:pStyle w:val="libFootnote0"/>
        <w:rPr>
          <w:rtl/>
        </w:rPr>
      </w:pPr>
      <w:r>
        <w:rPr>
          <w:rtl/>
        </w:rPr>
        <w:t>3 ـ الحج : 22.</w:t>
      </w:r>
    </w:p>
    <w:p w:rsidR="00AA2ABC" w:rsidRDefault="00AA2ABC" w:rsidP="001008E4">
      <w:pPr>
        <w:pStyle w:val="libFootnote0"/>
        <w:rPr>
          <w:rtl/>
        </w:rPr>
      </w:pPr>
      <w:r>
        <w:rPr>
          <w:rtl/>
        </w:rPr>
        <w:t xml:space="preserve">4 ـ البحار 8 : 292 ح 32 باب 24 ـ عن تفسير القمي. </w:t>
      </w:r>
    </w:p>
    <w:p w:rsidR="00AA2ABC" w:rsidRDefault="00AA2ABC" w:rsidP="002704FD">
      <w:pPr>
        <w:pStyle w:val="libNormal0"/>
        <w:rPr>
          <w:rtl/>
        </w:rPr>
      </w:pPr>
      <w:r>
        <w:rPr>
          <w:rtl/>
        </w:rPr>
        <w:br w:type="page"/>
      </w:r>
      <w:r>
        <w:rPr>
          <w:rtl/>
        </w:rPr>
        <w:lastRenderedPageBreak/>
        <w:t xml:space="preserve">الثقلان ما أقلوه من الأرض ...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وأمّا أهل المعصية فخذلهم في النار ، وأوثق منهم الأقدام ، وغلّ منهم الأيدي إلى الأعناق ، وألبس أجسادهم سرابيل القطران ، وقطّعت لهم منها مقطّعات من النار ، هم في عذاب قد اشتدّ حرّه ، ونار قد اُطبق على أهلها فلا يفتح عنهم أبداً ، ولا يدخل عليهم ريحاً أبداً ، ولا ينقضي منهم عمر أبداً.</w:t>
      </w:r>
    </w:p>
    <w:p w:rsidR="00AA2ABC" w:rsidRDefault="00AA2ABC" w:rsidP="002704FD">
      <w:pPr>
        <w:pStyle w:val="libNormal"/>
        <w:rPr>
          <w:rtl/>
        </w:rPr>
      </w:pPr>
      <w:r>
        <w:rPr>
          <w:rtl/>
        </w:rPr>
        <w:t xml:space="preserve">العذاب أبداً شديد ، والعقاب أبداً جديد ، لا الدار زائلة فتفنى ، ولا آجال القوم تقضى ، ثم حكى نداء أهل النار ، فقال : </w:t>
      </w:r>
      <w:r w:rsidRPr="002704FD">
        <w:rPr>
          <w:rStyle w:val="libAlaemChar"/>
          <w:rtl/>
        </w:rPr>
        <w:t>(</w:t>
      </w:r>
      <w:r w:rsidRPr="002704FD">
        <w:rPr>
          <w:rStyle w:val="libAieChar"/>
          <w:rtl/>
        </w:rPr>
        <w:t xml:space="preserve"> وَنَادَوا يَا مَالِكُ لِيَقضِ عَلَينَا رَبُّكَ </w:t>
      </w:r>
      <w:r w:rsidRPr="002704FD">
        <w:rPr>
          <w:rStyle w:val="libAlaemChar"/>
          <w:rtl/>
        </w:rPr>
        <w:t>)</w:t>
      </w:r>
      <w:r>
        <w:rPr>
          <w:rtl/>
        </w:rPr>
        <w:t xml:space="preserve"> قال : أي نموت ، فيقول مالك : </w:t>
      </w:r>
      <w:r w:rsidRPr="002704FD">
        <w:rPr>
          <w:rStyle w:val="libAlaemChar"/>
          <w:rtl/>
        </w:rPr>
        <w:t>(</w:t>
      </w:r>
      <w:r w:rsidRPr="002704FD">
        <w:rPr>
          <w:rStyle w:val="libAieChar"/>
          <w:rtl/>
        </w:rPr>
        <w:t xml:space="preserve"> اِنَّكُم مَّاكِثُونَ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في النار لناراً تتعوّذ منها أهل النار ، ما خلقت الاّ لكلّ متكبر جبّار عنيد ، ولكلّ شيطان مريد ، ولكلّ متكبر لا يؤمن بيوم الحساب ، وكلّ ناصب لآل محمد.</w:t>
      </w:r>
    </w:p>
    <w:p w:rsidR="00AA2ABC" w:rsidRDefault="00AA2ABC" w:rsidP="002704FD">
      <w:pPr>
        <w:pStyle w:val="libNormal"/>
        <w:rPr>
          <w:rtl/>
        </w:rPr>
      </w:pPr>
      <w:r>
        <w:rPr>
          <w:rtl/>
        </w:rPr>
        <w:t xml:space="preserve">وقال : انّ أهون الناس عذاباً يوم القيامة لرجل في ضحضاح من نار ، عليه نعلان من نار ، وشراكان من نار ، يغلي منها دماغه كما يغلي المرجل ، ما يرى انّ في النار أحداً أشدّ عذاباً منه ، وما في النار أحد أهون عذاباً منه </w:t>
      </w:r>
      <w:r w:rsidRPr="001008E4">
        <w:rPr>
          <w:rStyle w:val="libFootnotenumChar"/>
          <w:rtl/>
        </w:rPr>
        <w:t>(3)</w:t>
      </w:r>
      <w:r>
        <w:rPr>
          <w:rtl/>
        </w:rPr>
        <w:t>.</w:t>
      </w:r>
    </w:p>
    <w:p w:rsidR="00AA2ABC" w:rsidRDefault="00AA2ABC" w:rsidP="002704FD">
      <w:pPr>
        <w:pStyle w:val="libNormal"/>
        <w:rPr>
          <w:rtl/>
        </w:rPr>
      </w:pPr>
      <w:r>
        <w:rPr>
          <w:rtl/>
        </w:rPr>
        <w:t>وجاء في حديث آخر : الفلق جبّ في جهنّم يتعوّذ منه أهل النار من شدّة حرّه ، سأل الله أن يأذن له أن يتنفّس ، فأذن له ، فتنفس فأحرق جهنّم.</w:t>
      </w:r>
    </w:p>
    <w:p w:rsidR="00AA2ABC" w:rsidRDefault="00AA2ABC" w:rsidP="002704FD">
      <w:pPr>
        <w:pStyle w:val="libNormal"/>
        <w:rPr>
          <w:rtl/>
        </w:rPr>
      </w:pPr>
      <w:r>
        <w:rPr>
          <w:rtl/>
        </w:rPr>
        <w:t xml:space="preserve">قال : وفي ذلك الجبّ صندوق من نار يتعوّذ أهل تلك الجبّ من حرّ ذلك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كنز العمال 14 : 523 ح 39490.</w:t>
      </w:r>
    </w:p>
    <w:p w:rsidR="00AA2ABC" w:rsidRDefault="00AA2ABC" w:rsidP="001008E4">
      <w:pPr>
        <w:pStyle w:val="libFootnote0"/>
        <w:rPr>
          <w:rtl/>
        </w:rPr>
      </w:pPr>
      <w:r>
        <w:rPr>
          <w:rtl/>
        </w:rPr>
        <w:t>2 ـ البحار 8 : 292 ح 34 باب 24 ـ عن تفسير القمي.</w:t>
      </w:r>
    </w:p>
    <w:p w:rsidR="00AA2ABC" w:rsidRDefault="00AA2ABC" w:rsidP="001008E4">
      <w:pPr>
        <w:pStyle w:val="libFootnote0"/>
        <w:rPr>
          <w:rtl/>
        </w:rPr>
      </w:pPr>
      <w:r>
        <w:rPr>
          <w:rtl/>
        </w:rPr>
        <w:t>3 ـ البحار 8 : 295 ح 44 باب 24 ـ عن تفسير القمي.</w:t>
      </w:r>
    </w:p>
    <w:p w:rsidR="00AA2ABC" w:rsidRDefault="00AA2ABC" w:rsidP="002704FD">
      <w:pPr>
        <w:pStyle w:val="libNormal0"/>
        <w:rPr>
          <w:rtl/>
        </w:rPr>
      </w:pPr>
      <w:r>
        <w:rPr>
          <w:rtl/>
        </w:rPr>
        <w:br w:type="page"/>
      </w:r>
      <w:r>
        <w:rPr>
          <w:rtl/>
        </w:rPr>
        <w:lastRenderedPageBreak/>
        <w:t>الصندوق وهو التابوت ، وفي ذلك التابوت ستة من الاوّلين وستة من الآخرين ، فأمّا الستة من الأولين فابن آدم الذي قتل أخاه ، ونمرود إبراهيم الذي ألقى إبراهيم في النار ، وفرعون موسى ، والسامري الذي اتخذ العجل ، والذي هوّد اليهود ، والذي نصّر النصارى.</w:t>
      </w:r>
    </w:p>
    <w:p w:rsidR="00AA2ABC" w:rsidRDefault="00AA2ABC" w:rsidP="002704FD">
      <w:pPr>
        <w:pStyle w:val="libNormal"/>
        <w:rPr>
          <w:rtl/>
        </w:rPr>
      </w:pPr>
      <w:r>
        <w:rPr>
          <w:rtl/>
        </w:rPr>
        <w:t xml:space="preserve">وأما الستة من الآخرين فهو الأول والثاني والثالث والرابع وصاحب الخوارج وابن ملجم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لو كان في هذا المسجد مائة ألف أو يزيدون ، ثم تنفّس رجل من أهل النار فأصابهم نفسه لاحترق المسجد ومن فيه.</w:t>
      </w:r>
    </w:p>
    <w:p w:rsidR="00AA2ABC" w:rsidRDefault="00AA2ABC" w:rsidP="002704FD">
      <w:pPr>
        <w:pStyle w:val="libNormal"/>
        <w:rPr>
          <w:rtl/>
        </w:rPr>
      </w:pPr>
      <w:r>
        <w:rPr>
          <w:rtl/>
        </w:rPr>
        <w:t>وقال : انّ في النار لحيّات مثل أعناق البخت ، يلسعن أحدهم فيجد حموتها أربعين خريفاً ، وانّ فيها لعقارب كالبغال يلسعن أحدهم فيجد حموتها أربعين خريفاً.</w:t>
      </w:r>
    </w:p>
    <w:p w:rsidR="00AA2ABC" w:rsidRDefault="00AA2ABC" w:rsidP="002704FD">
      <w:pPr>
        <w:pStyle w:val="libNormal"/>
        <w:rPr>
          <w:rtl/>
        </w:rPr>
      </w:pPr>
      <w:r>
        <w:rPr>
          <w:rtl/>
        </w:rPr>
        <w:t>قال ابن عباس : لجهنّم سبعة أبواب ، على كلّ باب سبعون ألف جبل ، في كلّ جبل سبعون ألف شعب ، في كلّ شعب سبعون ألف وادي ، في كلّ واد سبعون ألف شق ، في كلّ شق سبعون ألف بيت.</w:t>
      </w:r>
    </w:p>
    <w:p w:rsidR="00AA2ABC" w:rsidRDefault="00AA2ABC" w:rsidP="002704FD">
      <w:pPr>
        <w:pStyle w:val="libNormal"/>
        <w:rPr>
          <w:rtl/>
        </w:rPr>
      </w:pPr>
      <w:r>
        <w:rPr>
          <w:rtl/>
        </w:rPr>
        <w:t xml:space="preserve">في كلّ بيت سبعون ألف حية طول كل حية مسيرة ثلاثة أيام ، أنيابها كالنخل الطوال ، تأتي ابن آدم فتأخذه بأشفار عينيه وشفتيه ، فيكشط كلّ لحم على عظمه وهو ينظر ، فيهرب منها فيقع في نهر من أنهار جهنّم يذهب به سبعين خريفاً </w:t>
      </w:r>
      <w:r w:rsidRPr="001008E4">
        <w:rPr>
          <w:rStyle w:val="libFootnotenumChar"/>
          <w:rtl/>
        </w:rPr>
        <w:t>(2)</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8 : 296 ح 46 باب 24 ـ عن تفسير القمي.</w:t>
      </w:r>
    </w:p>
    <w:p w:rsidR="00AA2ABC" w:rsidRDefault="00AA2ABC" w:rsidP="001008E4">
      <w:pPr>
        <w:pStyle w:val="libFootnote0"/>
        <w:rPr>
          <w:rtl/>
        </w:rPr>
      </w:pPr>
      <w:r>
        <w:rPr>
          <w:rtl/>
        </w:rPr>
        <w:t xml:space="preserve">2 ـ روضة الواعظين : 508 و509 ، مجلس في ذكر جهنّم وكيفيتها.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ما خلق الله خلقاً الا جعل له في الجنة منزلاً وفي النار منزلاً ، فاذا سكن أهل الجنة الجنة وأهل النار النار نادى مناد : يا أهل الجنة اشرفوا ، فيشرفون على النار وترفع لهم منازلهم فيها ، ثم يقال لهم : هذه منازلكم التي لو عصيتم الله دخلتموها. قال : فلو انّ أحداً مات فرحاً لمات أهل الجنة في ذلك اليوم فرحاً لما صرف عنهم من العذاب.</w:t>
      </w:r>
    </w:p>
    <w:p w:rsidR="00AA2ABC" w:rsidRDefault="00AA2ABC" w:rsidP="002704FD">
      <w:pPr>
        <w:pStyle w:val="libNormal"/>
        <w:rPr>
          <w:rtl/>
        </w:rPr>
      </w:pPr>
      <w:r>
        <w:rPr>
          <w:rtl/>
        </w:rPr>
        <w:t xml:space="preserve">ثم ينادي مناد : يا أهل النار ارفعوا رؤوسكم ، فيرفعون رؤوسهم ، فينظرون إلى منازلهم في الجنة وما فيها من النعيم ، فيقال لهم : هذه منازلكم التي لو أطعتم ربكم دخلتموها ، قال : فلو انّ أحداً مات حزناً لمات أهل النار حزناً ، فيورث هؤلاء منازل هؤلاء ، ويورث هؤلاء منازل هؤلاء ، وذلك قوله الله : </w:t>
      </w:r>
    </w:p>
    <w:p w:rsidR="00AA2ABC" w:rsidRDefault="00AA2ABC" w:rsidP="002704FD">
      <w:pPr>
        <w:pStyle w:val="libNormal"/>
        <w:rPr>
          <w:rtl/>
        </w:rPr>
      </w:pPr>
      <w:r w:rsidRPr="002704FD">
        <w:rPr>
          <w:rStyle w:val="libAlaemChar"/>
          <w:rtl/>
        </w:rPr>
        <w:t>(</w:t>
      </w:r>
      <w:r w:rsidRPr="002704FD">
        <w:rPr>
          <w:rStyle w:val="libAieChar"/>
          <w:rtl/>
        </w:rPr>
        <w:t xml:space="preserve"> اُولَئِكَ هُمُ الوَارِثُونَ * الَّذِينَ يَرِثُونَ الفِردَوسَ هم فِيهَا خَالِدُون </w:t>
      </w:r>
      <w:r w:rsidRPr="001008E4">
        <w:rPr>
          <w:rStyle w:val="libFootnotenumChar"/>
          <w:rtl/>
        </w:rPr>
        <w:t>(1)</w:t>
      </w:r>
      <w:r>
        <w:rPr>
          <w:rtl/>
        </w:rPr>
        <w:t xml:space="preserve">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 ينادي مناد من عند الله ـ وذلك بعد ما صار أهل الجنة في الجنة وأهل النار في النار ـ : يا أهل الجنة ويا أهل النار هل تعرفون الموت في صورة من الصور؟ فيقولون : لا ، فيؤتى بالموت في صورة كبش أملح ، فيوقف بين الجنة والنار.</w:t>
      </w:r>
    </w:p>
    <w:p w:rsidR="00AA2ABC" w:rsidRDefault="00AA2ABC" w:rsidP="002704FD">
      <w:pPr>
        <w:pStyle w:val="libNormal"/>
        <w:rPr>
          <w:rtl/>
        </w:rPr>
      </w:pPr>
      <w:r>
        <w:rPr>
          <w:rtl/>
        </w:rPr>
        <w:t>ثم ينادون جميعاً : اشرفوا وانظروا إلى الموت ، فيشرفون ، ثم يأمر الله به فيذبح ، ثم يقال : يا أهل الجنة خلود فلا موت أبداً ، ويا أهل النار خلود فلا موت أبداً ، وهو قوله:</w:t>
      </w:r>
    </w:p>
    <w:p w:rsidR="00AA2ABC" w:rsidRDefault="00AA2ABC" w:rsidP="002704FD">
      <w:pPr>
        <w:pStyle w:val="libNormal"/>
        <w:rPr>
          <w:rtl/>
        </w:rPr>
      </w:pPr>
      <w:r w:rsidRPr="002704FD">
        <w:rPr>
          <w:rStyle w:val="libAlaemChar"/>
          <w:rtl/>
        </w:rPr>
        <w:t>(</w:t>
      </w:r>
      <w:r w:rsidRPr="002704FD">
        <w:rPr>
          <w:rStyle w:val="libAieChar"/>
          <w:rtl/>
        </w:rPr>
        <w:t xml:space="preserve"> وَأَنذِرهُم يَومَ الحَسرَةِ إِذ قُضِىَ الأَمرُ وَهُم فِي غَفلَةٍ </w:t>
      </w:r>
      <w:r w:rsidRPr="002704FD">
        <w:rPr>
          <w:rStyle w:val="libAlaemChar"/>
          <w:rtl/>
        </w:rPr>
        <w:t>)</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المؤمنون 10 و11.</w:t>
      </w:r>
    </w:p>
    <w:p w:rsidR="00AA2ABC" w:rsidRDefault="00AA2ABC" w:rsidP="001008E4">
      <w:pPr>
        <w:pStyle w:val="libFootnote0"/>
        <w:rPr>
          <w:rtl/>
        </w:rPr>
      </w:pPr>
      <w:r>
        <w:rPr>
          <w:rtl/>
        </w:rPr>
        <w:t>2 ـ البحار 8 : 287 ح 19 باب 24 ـ عن تفسير القمي.</w:t>
      </w:r>
    </w:p>
    <w:p w:rsidR="00AA2ABC" w:rsidRDefault="00AA2ABC" w:rsidP="001008E4">
      <w:pPr>
        <w:pStyle w:val="libFootnote0"/>
        <w:rPr>
          <w:rtl/>
        </w:rPr>
      </w:pPr>
      <w:r>
        <w:rPr>
          <w:rtl/>
        </w:rPr>
        <w:t xml:space="preserve">3 ـ مريم : 39. </w:t>
      </w:r>
    </w:p>
    <w:p w:rsidR="00AA2ABC" w:rsidRDefault="00AA2ABC" w:rsidP="002704FD">
      <w:pPr>
        <w:pStyle w:val="libNormal"/>
        <w:rPr>
          <w:rtl/>
        </w:rPr>
      </w:pPr>
      <w:r>
        <w:rPr>
          <w:rtl/>
        </w:rPr>
        <w:br w:type="page"/>
      </w:r>
      <w:r>
        <w:rPr>
          <w:rtl/>
        </w:rPr>
        <w:lastRenderedPageBreak/>
        <w:t xml:space="preserve">أي قضي على أهل الجنة بالخلود فيها ، وقضي على أهل النار بالخلود فيها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8 : 346 ح 4 باب 26 ـ عن تفسير القمي.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لو انّ امرأة من نساء أهل الجنة اطلعت من سماء الدنيا في ليلة ظلماء لأضاءت لها الأرض أفضل مما يضيء بالقمر ليلة البدر ، ولوجد ريح نشرها جميع الأرض.</w:t>
      </w:r>
    </w:p>
    <w:p w:rsidR="00AA2ABC" w:rsidRDefault="00AA2ABC" w:rsidP="002704FD">
      <w:pPr>
        <w:pStyle w:val="libNormal"/>
        <w:rPr>
          <w:rtl/>
        </w:rPr>
      </w:pPr>
      <w:r>
        <w:rPr>
          <w:rtl/>
        </w:rPr>
        <w:t>ولو انّ ثوباً من ثياب أهل الجنة نشر اليوم في الدنيا لصعق من ينظر إليه ، وما حملته أبصارهم.</w:t>
      </w:r>
    </w:p>
    <w:p w:rsidR="00AA2ABC" w:rsidRDefault="00AA2ABC" w:rsidP="002704FD">
      <w:pPr>
        <w:pStyle w:val="libNormal"/>
        <w:rPr>
          <w:rtl/>
        </w:rPr>
      </w:pPr>
      <w:r>
        <w:rPr>
          <w:rtl/>
        </w:rPr>
        <w:t xml:space="preserve">روي بسند صحيح عن أبي بصير أنه قال : قلت لأبي عبدالله </w:t>
      </w:r>
      <w:r w:rsidR="00763E2E" w:rsidRPr="00763E2E">
        <w:rPr>
          <w:rStyle w:val="libAlaemChar"/>
          <w:rFonts w:hint="cs"/>
          <w:rtl/>
        </w:rPr>
        <w:t>عليه‌السلام</w:t>
      </w:r>
      <w:r>
        <w:rPr>
          <w:rtl/>
        </w:rPr>
        <w:t xml:space="preserve"> : جعلت فداك يا ابن رسول الله شوقني ، فقال : يا أبا محمد انّ الجنة توجد ريحها من مسيرة ألف عام ، وانّ أدنى أهل الجنة منزلاً لو نزل به الثقلان الجن والانس لوسعهم طعاماً وشراباً ولا ينقص مما عنده شيء ، وانّ أيسر أهل الجنة منزلة من يدخل الجنة فيرفع له ثلاث حدائق ، فاذا دخل أدناهنّ رأى فيها من الأزواج والخدم والأنهار والثمار ما شاء الله.</w:t>
      </w:r>
    </w:p>
    <w:p w:rsidR="00AA2ABC" w:rsidRDefault="00AA2ABC" w:rsidP="002704FD">
      <w:pPr>
        <w:pStyle w:val="libNormal"/>
        <w:rPr>
          <w:rtl/>
        </w:rPr>
      </w:pPr>
      <w:r>
        <w:rPr>
          <w:rtl/>
        </w:rPr>
        <w:t>فاذا شكر الله وحمده قيل له : ارفع رأسك إلى الحديقة الثانية ففيها ما ليس في الأولى ، فيقول : يا ربّ أعطني هذه ، فيقول : لعلّي ان أعطيتكها سألتني غيرها ، فيقول : ربّ هذه هذه ، فاذا هو دخلها وعظمت مسرّته شكر الله وحمده.</w:t>
      </w:r>
    </w:p>
    <w:p w:rsidR="00AA2ABC" w:rsidRDefault="00AA2ABC" w:rsidP="002704FD">
      <w:pPr>
        <w:pStyle w:val="libNormal"/>
        <w:rPr>
          <w:rtl/>
        </w:rPr>
      </w:pPr>
      <w:r>
        <w:rPr>
          <w:rtl/>
        </w:rPr>
        <w:t xml:space="preserve">قال : فيقال : افتحوا له باب الجنة ، ويقال له : ارفع رأسك ، فاذا قد فتح له باب من الخلد ، ويرى أضعاف ما كان فيما قبل ، فيقول عند تضاعف مسرّاته : ربّ لك الحمد الذي لا يحصى إذ مننت عليّ بالجنان ، وأنجيتني من النيران ، فيقول : ربّ </w:t>
      </w:r>
    </w:p>
    <w:p w:rsidR="00AA2ABC" w:rsidRDefault="00AA2ABC" w:rsidP="002704FD">
      <w:pPr>
        <w:pStyle w:val="libNormal0"/>
        <w:rPr>
          <w:rtl/>
        </w:rPr>
      </w:pPr>
      <w:r>
        <w:rPr>
          <w:rtl/>
        </w:rPr>
        <w:br w:type="page"/>
      </w:r>
      <w:r>
        <w:rPr>
          <w:rtl/>
        </w:rPr>
        <w:lastRenderedPageBreak/>
        <w:t>أدخلني الجنة ، وأنجني من النار.</w:t>
      </w:r>
    </w:p>
    <w:p w:rsidR="00AA2ABC" w:rsidRDefault="00AA2ABC" w:rsidP="002704FD">
      <w:pPr>
        <w:pStyle w:val="libNormal"/>
        <w:rPr>
          <w:rtl/>
        </w:rPr>
      </w:pPr>
      <w:r>
        <w:rPr>
          <w:rtl/>
        </w:rPr>
        <w:t>قال أبو بصير : فبكيت وقلت له : جعلت فداك زدني ، قال : يا أبا محمد انّ في الجنة نهراً في حافيتها جوار نابتات ، إذا مرّ المؤمن بجارية أعجبته قلعها وأنبت الله مكانها اُخرى ، قلت : جعلت فداك زدني ، قال : المؤمن يزوّج ثمانمائة عذراء ، وأربعة آلاف ثيب ، وزوجتين من الحور العين ، قلت : جعلت فداك ثمانمائة عذراء؟</w:t>
      </w:r>
    </w:p>
    <w:p w:rsidR="00AA2ABC" w:rsidRDefault="00AA2ABC" w:rsidP="002704FD">
      <w:pPr>
        <w:pStyle w:val="libNormal"/>
        <w:rPr>
          <w:rtl/>
        </w:rPr>
      </w:pPr>
      <w:r>
        <w:rPr>
          <w:rtl/>
        </w:rPr>
        <w:t>قال : نعم ، ما يفترش منهنّ شيئاً الاّ وجدها كذلك ، قلت : جعلت فداك من أيّ شيء خلقن الحور العين؟ قال : من الجنّة ، ويرى مخّ ساقيها من وراء سبعين حلّة ، قلت : جعلت فداك ألهنّ كلام يتكلّمن به في الجنّة؟ قال : نعم ، كلام يتكلّمن به لم يسمع الخلائق بمثله ، قلت : ما هو؟</w:t>
      </w:r>
    </w:p>
    <w:p w:rsidR="00AA2ABC" w:rsidRDefault="00AA2ABC" w:rsidP="002704FD">
      <w:pPr>
        <w:pStyle w:val="libNormal"/>
        <w:rPr>
          <w:rtl/>
        </w:rPr>
      </w:pPr>
      <w:r>
        <w:rPr>
          <w:rtl/>
        </w:rPr>
        <w:t xml:space="preserve">قال : يقلن : نحن الخالدات فلا نموت ، ونحن الناعمات فلا نبأس ، ونحن المقيمات فلا نظعن ، ونحن الراضيات فلا نسخط ، طوبى لمن خلق لنا ، وطوبى لمن خلقنا له ، نحن اللواتي لو انّ قرن إحدانا علّق في جوّ السماء لأغشى نوره الأبصار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انّ للجنة ثمانية أبواب ، باب يدخل منه النبيون والصديقون ، وباب يدخل منه الشهداء والصالحون ، وخمسة أبواب يدخل منها شيعتنا ومحبّونا ، فلا أزال واقفاً على الصراط أدعو وأقول : ربّ سلّم شيعتي ومحبّي وأنصاري ومن تولاّني في دار الدنيا.</w:t>
      </w:r>
    </w:p>
    <w:p w:rsidR="00AA2ABC" w:rsidRDefault="00AA2ABC" w:rsidP="002704FD">
      <w:pPr>
        <w:pStyle w:val="libNormal"/>
        <w:rPr>
          <w:rtl/>
        </w:rPr>
      </w:pPr>
      <w:r>
        <w:rPr>
          <w:rtl/>
        </w:rPr>
        <w:t xml:space="preserve">فاذا النداء من بطنان العرش : قد اُجيبت دعوتك وشفّعت في شيعتك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8 : 120 ح 11 باب 23 ـ عن تفسير القمي. </w:t>
      </w:r>
    </w:p>
    <w:p w:rsidR="00AA2ABC" w:rsidRDefault="00AA2ABC" w:rsidP="002704FD">
      <w:pPr>
        <w:pStyle w:val="libNormal0"/>
        <w:rPr>
          <w:rtl/>
        </w:rPr>
      </w:pPr>
      <w:r>
        <w:rPr>
          <w:rtl/>
        </w:rPr>
        <w:br w:type="page"/>
      </w:r>
      <w:r>
        <w:rPr>
          <w:rtl/>
        </w:rPr>
        <w:lastRenderedPageBreak/>
        <w:t xml:space="preserve">ويشفع كلّ رجل من شيعتي ، ومن تولاّني ، ونصرني ، وحارب من حاربني بفعل أو قول في سبعين ألف من جيرانه وأقربائه ، وباب يدخل منه سائر المسلمين ممن شهد أن لا اله الاّ الله ، ولم يكن في قلبه مقدار ذرّة من بغضنا أهل البيت </w:t>
      </w:r>
      <w:r w:rsidRPr="001008E4">
        <w:rPr>
          <w:rStyle w:val="libFootnotenumChar"/>
          <w:rtl/>
        </w:rPr>
        <w:t>(1)</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 انّ لله كرامة في عباده المؤمنين في كلّ يوم جمعة ، فاذا كان يوم الجمعة بعث الله إلى المؤمن ملكاً معه حلّة ، فينتهي إلى باب الجنة ، فيقول : استأذنوا لي على فلان ، فيقال له : هذا رسول ربّك على الباب ، فيقول لأزواجه : أيّ شيء ترين عليّ أحسن؟</w:t>
      </w:r>
    </w:p>
    <w:p w:rsidR="00AA2ABC" w:rsidRDefault="00AA2ABC" w:rsidP="002704FD">
      <w:pPr>
        <w:pStyle w:val="libNormal"/>
        <w:rPr>
          <w:rtl/>
        </w:rPr>
      </w:pPr>
      <w:r>
        <w:rPr>
          <w:rtl/>
        </w:rPr>
        <w:t>فيقلن : يا سيدنا والذي أباحك الجنة ما رأينا عليك شيئاً أحسن من هذا بعث إليك ربّك ، فيتزر بواحدة ويتعطّف بالاخرى ، فلا يمرّ بشيء الاّ أضاء له حتى ينتهي إلى الموعد ، فاذا اجتمعوا تجلّى لهم الربّ تبارك وتعالى ، فاذا نظروا إليه خرّوا سجداً ، فيقول : عبادي ارفعوا رؤوسكم ليس هذا يوم سجود ولا يوم عبادة ، قد رفعت عنكم المؤونة.</w:t>
      </w:r>
    </w:p>
    <w:p w:rsidR="00AA2ABC" w:rsidRDefault="00AA2ABC" w:rsidP="002704FD">
      <w:pPr>
        <w:pStyle w:val="libNormal"/>
        <w:rPr>
          <w:rtl/>
        </w:rPr>
      </w:pPr>
      <w:r>
        <w:rPr>
          <w:rtl/>
        </w:rPr>
        <w:t xml:space="preserve">فيقولون : يا ربّ وأيّ شيء أفضل مما أعطيتنا؟ أعطيتنا الجنة ، فيقول : لكم مثل ما في أيديكم سبعين ضعفاً ، فيرجع المؤمن في كلّ جمعة بسبعين ضعفاً مثل ما في يديه وهو قوله : </w:t>
      </w:r>
      <w:r w:rsidRPr="002704FD">
        <w:rPr>
          <w:rStyle w:val="libAlaemChar"/>
          <w:rtl/>
        </w:rPr>
        <w:t>(</w:t>
      </w:r>
      <w:r w:rsidRPr="002704FD">
        <w:rPr>
          <w:rStyle w:val="libAieChar"/>
          <w:rtl/>
        </w:rPr>
        <w:t xml:space="preserve"> وَلَدَينَا مَزِيدٌ </w:t>
      </w:r>
      <w:r w:rsidRPr="002704FD">
        <w:rPr>
          <w:rStyle w:val="libAlaemChar"/>
          <w:rtl/>
        </w:rPr>
        <w:t>)</w:t>
      </w:r>
      <w:r>
        <w:rPr>
          <w:rtl/>
        </w:rPr>
        <w:t xml:space="preserve"> </w:t>
      </w:r>
      <w:r w:rsidRPr="001008E4">
        <w:rPr>
          <w:rStyle w:val="libFootnotenumChar"/>
          <w:rtl/>
        </w:rPr>
        <w:t>(2)</w:t>
      </w:r>
      <w:r>
        <w:rPr>
          <w:rtl/>
        </w:rPr>
        <w:t xml:space="preserve"> وهو يوم الجمعة.</w:t>
      </w:r>
    </w:p>
    <w:p w:rsidR="00AA2ABC" w:rsidRDefault="00AA2ABC" w:rsidP="002704FD">
      <w:pPr>
        <w:pStyle w:val="libNormal"/>
        <w:rPr>
          <w:rtl/>
        </w:rPr>
      </w:pPr>
      <w:r>
        <w:rPr>
          <w:rtl/>
        </w:rPr>
        <w:t>انّ ليلها ليلة غرّاء ، ويومها يوم أزهر ، فأكثروا فيها من التسبيح والتكبير والتهليل والثناء على الله ، والصلاة على محمد وآله.</w:t>
      </w:r>
    </w:p>
    <w:p w:rsidR="00AA2ABC" w:rsidRDefault="00AA2ABC" w:rsidP="002704FD">
      <w:pPr>
        <w:pStyle w:val="libNormal"/>
        <w:rPr>
          <w:rtl/>
        </w:rPr>
      </w:pPr>
      <w:r>
        <w:rPr>
          <w:rtl/>
        </w:rPr>
        <w:t xml:space="preserve">قال : فيمرّ المؤمن فلا يمرّ بشيء الاّ أضاء له حتى ينتهي إلى أزواجه ، فيقلن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407 ح 6 باب 8 ـ عنه البحار 8 : 121 ح 12 باب 23.</w:t>
      </w:r>
    </w:p>
    <w:p w:rsidR="00AA2ABC" w:rsidRDefault="00AA2ABC" w:rsidP="001008E4">
      <w:pPr>
        <w:pStyle w:val="libFootnote0"/>
        <w:rPr>
          <w:rtl/>
        </w:rPr>
      </w:pPr>
      <w:r>
        <w:rPr>
          <w:rtl/>
        </w:rPr>
        <w:t xml:space="preserve">2 ـ ق : 35. </w:t>
      </w:r>
    </w:p>
    <w:p w:rsidR="00AA2ABC" w:rsidRDefault="00AA2ABC" w:rsidP="002704FD">
      <w:pPr>
        <w:pStyle w:val="libNormal0"/>
        <w:rPr>
          <w:rtl/>
        </w:rPr>
      </w:pPr>
      <w:r>
        <w:rPr>
          <w:rtl/>
        </w:rPr>
        <w:br w:type="page"/>
      </w:r>
      <w:r>
        <w:rPr>
          <w:rtl/>
        </w:rPr>
        <w:lastRenderedPageBreak/>
        <w:t>والذي أباحنا الجنة يا سيدنا ما رأينا قطّ أحسن منك الساعة ، فيقول : اني قد نظرت بنور ربيّ ، ثم قال : أنّ أزواجه لا يغرن ، ولا يحضن ، ولا يصلفن.</w:t>
      </w:r>
    </w:p>
    <w:p w:rsidR="00AA2ABC" w:rsidRDefault="00AA2ABC" w:rsidP="002704FD">
      <w:pPr>
        <w:pStyle w:val="libNormal"/>
        <w:rPr>
          <w:rtl/>
        </w:rPr>
      </w:pPr>
      <w:r>
        <w:rPr>
          <w:rtl/>
        </w:rPr>
        <w:t>قال : قلت : جعلت فداك انّي أردت أن أسألك عن شيء أستحي منه ، قال : سل ، قلت : هل في الجنّة غناء؟ قال : انّ في الجنّة شجراً يأمر الله رياحها فتهبّ ، فتضرب تلك الشجرة بأصوات لم يسمع الخلائق بمثلها حسناً ، ثم قال : هذا عوض لمن ترك السماع في الدنيا من مخافة الله.</w:t>
      </w:r>
    </w:p>
    <w:p w:rsidR="00AA2ABC" w:rsidRDefault="00AA2ABC" w:rsidP="002704FD">
      <w:pPr>
        <w:pStyle w:val="libNormal"/>
        <w:rPr>
          <w:rtl/>
        </w:rPr>
      </w:pPr>
      <w:r>
        <w:rPr>
          <w:rtl/>
        </w:rPr>
        <w:t xml:space="preserve">قال : قلت : جعلت فداك زدني ، فقال : انّ الله خلق جنّة بيده ولم ترها عين ، ولم يطّلع عليها مخلوق ، يفتحها الرب كلّ صباح فيقول : ازدادي ريحاً ، ازدادي طيباً ، وهو قول الله : </w:t>
      </w:r>
      <w:r w:rsidRPr="002704FD">
        <w:rPr>
          <w:rStyle w:val="libAlaemChar"/>
          <w:rtl/>
        </w:rPr>
        <w:t>(</w:t>
      </w:r>
      <w:r w:rsidRPr="002704FD">
        <w:rPr>
          <w:rStyle w:val="libAieChar"/>
          <w:rtl/>
        </w:rPr>
        <w:t xml:space="preserve"> فَلا تَعلَمُ نَفسٌ مَّا اُخفِىَ لَهُم مِّن قُرَّةِ أَعيُنٍ جَزَآءً بِمَا كَانُوا يَعمَلُونَ </w:t>
      </w:r>
      <w:r w:rsidRPr="001008E4">
        <w:rPr>
          <w:rStyle w:val="libFootnotenumChar"/>
          <w:rtl/>
        </w:rPr>
        <w:t>(1)</w:t>
      </w:r>
      <w:r>
        <w:rPr>
          <w:rtl/>
        </w:rPr>
        <w:t xml:space="preserve">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عن أمير المؤمين </w:t>
      </w:r>
      <w:r w:rsidR="00763E2E" w:rsidRPr="00763E2E">
        <w:rPr>
          <w:rStyle w:val="libAlaemChar"/>
          <w:rFonts w:hint="cs"/>
          <w:rtl/>
        </w:rPr>
        <w:t>عليه‌السلام</w:t>
      </w:r>
      <w:r>
        <w:rPr>
          <w:rtl/>
        </w:rPr>
        <w:t xml:space="preserve"> انّه قال : طوبى شجرة في الجنة أصلها في دار النبي </w:t>
      </w:r>
      <w:r w:rsidR="00BF0EA2" w:rsidRPr="00BF0EA2">
        <w:rPr>
          <w:rStyle w:val="libAlaemChar"/>
          <w:rFonts w:hint="cs"/>
          <w:rtl/>
        </w:rPr>
        <w:t>صلى‌الله‌عليه‌وآله</w:t>
      </w:r>
      <w:r>
        <w:rPr>
          <w:rtl/>
        </w:rPr>
        <w:t xml:space="preserve"> وليس من مؤمن الاّ وفي داره غصن منها ، لا تخطر على قلبه شهوة شيء الاّ أتاه به ذلك الغصن ، ولو انّ راكباً مجدّاً سار في ظلّها مائة عام ما خرج منها ، ولو طار من أسفلها غراب ما بلغ أعلاها حتى يسقط هرماً ، ألا ففي هذا فارغبوا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انّ في الجنة لشجرة يخرج من أعلاها الحلل ، ومن أسفلها خيل عقاق ، مسرجة ملجمة ، ذوات أجنحة ، لا تروث ولا تبول ، فيركبها أولياء الله ، فتطير بهم في الجنة حيث شاؤوا.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السجدة : 17.</w:t>
      </w:r>
    </w:p>
    <w:p w:rsidR="00AA2ABC" w:rsidRDefault="00AA2ABC" w:rsidP="001008E4">
      <w:pPr>
        <w:pStyle w:val="libFootnote0"/>
        <w:rPr>
          <w:rtl/>
        </w:rPr>
      </w:pPr>
      <w:r>
        <w:rPr>
          <w:rtl/>
        </w:rPr>
        <w:t>2 ـ البحار 8 : 126 ح 27 باب 23 عن تفسير القمي.</w:t>
      </w:r>
    </w:p>
    <w:p w:rsidR="00AA2ABC" w:rsidRDefault="00AA2ABC" w:rsidP="001008E4">
      <w:pPr>
        <w:pStyle w:val="libFootnote0"/>
        <w:rPr>
          <w:rtl/>
        </w:rPr>
      </w:pPr>
      <w:r>
        <w:rPr>
          <w:rtl/>
        </w:rPr>
        <w:t xml:space="preserve">3 ـ أمالي الصدوق : 183 ح 7 مجلس 39 ـ عنه البحار 8 : 117 ح 2 باب 23. </w:t>
      </w:r>
    </w:p>
    <w:p w:rsidR="00AA2ABC" w:rsidRDefault="00AA2ABC" w:rsidP="002704FD">
      <w:pPr>
        <w:pStyle w:val="libNormal"/>
        <w:rPr>
          <w:rtl/>
        </w:rPr>
      </w:pPr>
      <w:r>
        <w:rPr>
          <w:rtl/>
        </w:rPr>
        <w:br w:type="page"/>
      </w:r>
      <w:r>
        <w:rPr>
          <w:rtl/>
        </w:rPr>
        <w:lastRenderedPageBreak/>
        <w:t xml:space="preserve">فيقول الذين أسفل منهم : يا ربنا ما بلغ بعبادك هذه الكرامة؟ فيقول الله جل جلاله : انّهم كانوا يقومون الليل ولا ينامون ، ويصومون النهار ولا يأكلون ، ويجاهدون العدو ولا يجبنون ، ويتصدقون ولا يبخلون </w:t>
      </w:r>
      <w:r w:rsidRPr="001008E4">
        <w:rPr>
          <w:rStyle w:val="libFootnotenumChar"/>
          <w:rtl/>
        </w:rPr>
        <w:t>(1)</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طوبى شجرة في الجنة في دار أمير المؤمنين </w:t>
      </w:r>
      <w:r w:rsidR="00763E2E" w:rsidRPr="00763E2E">
        <w:rPr>
          <w:rStyle w:val="libAlaemChar"/>
          <w:rFonts w:hint="cs"/>
          <w:rtl/>
        </w:rPr>
        <w:t>عليه‌السلام</w:t>
      </w:r>
      <w:r>
        <w:rPr>
          <w:rtl/>
        </w:rPr>
        <w:t xml:space="preserve"> ، وليس أحد من شيعته الاّ في داره غصن من أغصانها ، وورقة من ورقها ، يستظلّ تحتها اُمّة من الامم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كان رسول الله </w:t>
      </w:r>
      <w:r w:rsidR="00BF0EA2" w:rsidRPr="00BF0EA2">
        <w:rPr>
          <w:rStyle w:val="libAlaemChar"/>
          <w:rFonts w:hint="cs"/>
          <w:rtl/>
        </w:rPr>
        <w:t>صلى‌الله‌عليه‌وآله</w:t>
      </w:r>
      <w:r>
        <w:rPr>
          <w:rtl/>
        </w:rPr>
        <w:t xml:space="preserve"> يكثر تقبيل فاطمة عليها وعلى أبيها وبعلها وأولادها ألف ألف التحية والسلام ، فأنكرت ذلك عائشة.</w:t>
      </w:r>
    </w:p>
    <w:p w:rsidR="00AA2ABC" w:rsidRDefault="00AA2ABC" w:rsidP="002704FD">
      <w:pPr>
        <w:pStyle w:val="libNormal"/>
        <w:rPr>
          <w:rtl/>
        </w:rPr>
      </w:pPr>
      <w:r>
        <w:rPr>
          <w:rtl/>
        </w:rPr>
        <w:t xml:space="preserve">فقال رسول الله </w:t>
      </w:r>
      <w:r w:rsidR="00BF0EA2" w:rsidRPr="00BF0EA2">
        <w:rPr>
          <w:rStyle w:val="libAlaemChar"/>
          <w:rFonts w:hint="cs"/>
          <w:rtl/>
        </w:rPr>
        <w:t>صلى‌الله‌عليه‌وآله</w:t>
      </w:r>
      <w:r>
        <w:rPr>
          <w:rtl/>
        </w:rPr>
        <w:t xml:space="preserve"> : يا عائشة اني لما اُسري بي إلى السماء دخلت الجنة ، فأدناني جبرئيل من شجرة طوبى وناولني من ثمارها ، فأكلته فحوّل الله ذلك ماء في ظهري ، فلمّا هبطت إلى الأرض واقعت خديجة ، فحملت بفاطمة ، فما قبّلتها قطّ الاّ وجدت رائحة شجرة طوبى منها </w:t>
      </w:r>
      <w:r w:rsidRPr="001008E4">
        <w:rPr>
          <w:rStyle w:val="libFootnotenumChar"/>
          <w:rtl/>
        </w:rPr>
        <w:t>(3)</w:t>
      </w:r>
      <w:r>
        <w:rPr>
          <w:rtl/>
        </w:rPr>
        <w:t>.</w:t>
      </w:r>
    </w:p>
    <w:p w:rsidR="00AA2ABC" w:rsidRDefault="00AA2ABC" w:rsidP="002704FD">
      <w:pPr>
        <w:pStyle w:val="libNormal"/>
        <w:rPr>
          <w:rtl/>
        </w:rPr>
      </w:pPr>
      <w:r>
        <w:rPr>
          <w:rtl/>
        </w:rPr>
        <w:t xml:space="preserve">وعن عبدالله بن عباس ، عن النبي </w:t>
      </w:r>
      <w:r w:rsidR="00BF0EA2" w:rsidRPr="00BF0EA2">
        <w:rPr>
          <w:rStyle w:val="libAlaemChar"/>
          <w:rFonts w:hint="cs"/>
          <w:rtl/>
        </w:rPr>
        <w:t>صلى‌الله‌عليه‌وآله</w:t>
      </w:r>
      <w:r>
        <w:rPr>
          <w:rtl/>
        </w:rPr>
        <w:t xml:space="preserve"> قال : انّ حلقة باب الجنة من ياقوتة حمراء على صفائح الذهب ، فاذا دقّت الحلقة على الصفحة طنّت وقالت : يا عليّ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قال رسول الله صلّى الله عليه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239 ح 14 مجلس 48 ـ عنه البحار 8 : 118 ح 4 باب 23.</w:t>
      </w:r>
    </w:p>
    <w:p w:rsidR="00AA2ABC" w:rsidRDefault="00AA2ABC" w:rsidP="001008E4">
      <w:pPr>
        <w:pStyle w:val="libFootnote0"/>
        <w:rPr>
          <w:rtl/>
        </w:rPr>
      </w:pPr>
      <w:r>
        <w:rPr>
          <w:rtl/>
        </w:rPr>
        <w:t>2 ـ البحار 8 : 120 ح 9 باب23 ـ عن تفسير القمي.</w:t>
      </w:r>
    </w:p>
    <w:p w:rsidR="00AA2ABC" w:rsidRDefault="00AA2ABC" w:rsidP="001008E4">
      <w:pPr>
        <w:pStyle w:val="libFootnote0"/>
        <w:rPr>
          <w:rtl/>
        </w:rPr>
      </w:pPr>
      <w:r>
        <w:rPr>
          <w:rtl/>
        </w:rPr>
        <w:t>3 ـ البحار 8 : 120 ح 10 باب 23 ـ عن تفسير القمي.</w:t>
      </w:r>
    </w:p>
    <w:p w:rsidR="00AA2ABC" w:rsidRDefault="00AA2ABC" w:rsidP="001008E4">
      <w:pPr>
        <w:pStyle w:val="libFootnote0"/>
        <w:rPr>
          <w:rtl/>
        </w:rPr>
      </w:pPr>
      <w:r>
        <w:rPr>
          <w:rtl/>
        </w:rPr>
        <w:t xml:space="preserve">4 ـ البحار 8 : 122 ح 13 باب 23 ـ عن أمالي الصدوق. </w:t>
      </w:r>
    </w:p>
    <w:p w:rsidR="00AA2ABC" w:rsidRDefault="00AA2ABC" w:rsidP="002704FD">
      <w:pPr>
        <w:pStyle w:val="libNormal0"/>
        <w:rPr>
          <w:rtl/>
        </w:rPr>
      </w:pPr>
      <w:r>
        <w:rPr>
          <w:rtl/>
        </w:rPr>
        <w:br w:type="page"/>
      </w:r>
      <w:r>
        <w:rPr>
          <w:rtl/>
        </w:rPr>
        <w:lastRenderedPageBreak/>
        <w:t>وآله وسلّم : لمّا اُسري بي إلى السماء دخلت الجنة ، فرأيت فيها ملائكة يبنون لبنة من ذهب ، ولبنة من فضة ، وربّما أمسكو.</w:t>
      </w:r>
    </w:p>
    <w:p w:rsidR="00AA2ABC" w:rsidRDefault="00AA2ABC" w:rsidP="002704FD">
      <w:pPr>
        <w:pStyle w:val="libNormal"/>
        <w:rPr>
          <w:rtl/>
        </w:rPr>
      </w:pPr>
      <w:r>
        <w:rPr>
          <w:rtl/>
        </w:rPr>
        <w:t xml:space="preserve">فقلت لهم : ما لكم ربما بنيتم وربما أمسكتم؟ فقالوا : حتى تجيئنا النفقة ، فقلت لهم : وما نفقتكم؟ فقالوا : قول المؤمن في الدنيا : « سبحان الله والحمد لله ولا اله الاّ الله والله أكبر » فاذا قال بنينا ، وإذا أمسك أمسكنا </w:t>
      </w:r>
      <w:r w:rsidRPr="001008E4">
        <w:rPr>
          <w:rStyle w:val="libFootnotenumChar"/>
          <w:rtl/>
        </w:rPr>
        <w:t>(1)</w:t>
      </w:r>
      <w:r>
        <w:rPr>
          <w:rtl/>
        </w:rPr>
        <w:t>.</w:t>
      </w:r>
    </w:p>
    <w:p w:rsidR="00AA2ABC" w:rsidRDefault="00AA2ABC" w:rsidP="002704FD">
      <w:pPr>
        <w:pStyle w:val="libNormal"/>
        <w:rPr>
          <w:rtl/>
        </w:rPr>
      </w:pPr>
      <w:r>
        <w:rPr>
          <w:rtl/>
        </w:rPr>
        <w:t xml:space="preserve">ونقل عن جابر بن عبدالله الأنصاري انّه قال : قال رسول الله </w:t>
      </w:r>
      <w:r w:rsidR="00BF0EA2" w:rsidRPr="00BF0EA2">
        <w:rPr>
          <w:rStyle w:val="libAlaemChar"/>
          <w:rFonts w:hint="cs"/>
          <w:rtl/>
        </w:rPr>
        <w:t>صلى‌الله‌عليه‌وآله</w:t>
      </w:r>
      <w:r>
        <w:rPr>
          <w:rtl/>
        </w:rPr>
        <w:t xml:space="preserve"> : مكتوب على باب الجنة لا اله الاّ الله ، محمد رسول الله ، عليّ أخو رسول الله ، قبل أن يخلق الله السماوات والأرض بألفي عام </w:t>
      </w:r>
      <w:r w:rsidRPr="001008E4">
        <w:rPr>
          <w:rStyle w:val="libFootnotenumChar"/>
          <w:rtl/>
        </w:rPr>
        <w:t>(2)</w:t>
      </w:r>
      <w:r>
        <w:rPr>
          <w:rtl/>
        </w:rPr>
        <w:t>.</w:t>
      </w:r>
    </w:p>
    <w:p w:rsidR="00AA2ABC" w:rsidRDefault="00AA2ABC" w:rsidP="002704FD">
      <w:pPr>
        <w:pStyle w:val="libNormal"/>
        <w:rPr>
          <w:rtl/>
        </w:rPr>
      </w:pPr>
      <w:r>
        <w:rPr>
          <w:rtl/>
        </w:rPr>
        <w:t xml:space="preserve">ونقل عن أبي عبدالله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 انّ الله تبارك وتعالى خلق في الجنة عموداً من ياقوتة حمراء عليه سبعون ألف قصر ، في كلّ قصر سبعون ألف غرفة خلقها الله عزّوجلّ للمحتابين والمتزاورين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 قال عليّ </w:t>
      </w:r>
      <w:r w:rsidR="00763E2E" w:rsidRPr="00763E2E">
        <w:rPr>
          <w:rStyle w:val="libAlaemChar"/>
          <w:rFonts w:hint="cs"/>
          <w:rtl/>
        </w:rPr>
        <w:t>عليه‌السلام</w:t>
      </w:r>
      <w:r>
        <w:rPr>
          <w:rtl/>
        </w:rPr>
        <w:t xml:space="preserve"> : يا رسول الله أخبرنا عن قول الله عزّوجلّ : </w:t>
      </w:r>
      <w:r w:rsidRPr="002704FD">
        <w:rPr>
          <w:rStyle w:val="libAlaemChar"/>
          <w:rtl/>
        </w:rPr>
        <w:t>(</w:t>
      </w:r>
      <w:r w:rsidRPr="002704FD">
        <w:rPr>
          <w:rStyle w:val="libAieChar"/>
          <w:rtl/>
        </w:rPr>
        <w:t xml:space="preserve"> غُرَفٌ مَبنِيَّةٌ مِن فَوقِهَا غُرَفٌ </w:t>
      </w:r>
      <w:r w:rsidRPr="002704FD">
        <w:rPr>
          <w:rStyle w:val="libAlaemChar"/>
          <w:rtl/>
        </w:rPr>
        <w:t>)</w:t>
      </w:r>
      <w:r>
        <w:rPr>
          <w:rtl/>
        </w:rPr>
        <w:t xml:space="preserve"> </w:t>
      </w:r>
      <w:r w:rsidRPr="001008E4">
        <w:rPr>
          <w:rStyle w:val="libFootnotenumChar"/>
          <w:rtl/>
        </w:rPr>
        <w:t>(4)</w:t>
      </w:r>
      <w:r>
        <w:rPr>
          <w:rtl/>
        </w:rPr>
        <w:t xml:space="preserve"> بماذا بنيت يا رسول الله؟</w:t>
      </w:r>
    </w:p>
    <w:p w:rsidR="00AA2ABC" w:rsidRDefault="00AA2ABC" w:rsidP="002704FD">
      <w:pPr>
        <w:pStyle w:val="libNormal"/>
        <w:rPr>
          <w:rtl/>
        </w:rPr>
      </w:pPr>
      <w:r>
        <w:rPr>
          <w:rtl/>
        </w:rPr>
        <w:t xml:space="preserve">فقال : يا عليّ تلك غرف بناها الله عزّوجلّ لأوليائه بالدر والياقوت والزبرجد ، سقوفها الذهب ، محبوكة بالفضة ، لكلّ غرفة منها ألف باب من ذهب ، على كلّ باب منها ملك موكل به ، فيها فرش مرفوعة ، بعضها فوق بعض من الحرير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 : 123 ح 19 باب 23 ـ عن تفسير القمي.</w:t>
      </w:r>
    </w:p>
    <w:p w:rsidR="00AA2ABC" w:rsidRDefault="00AA2ABC" w:rsidP="001008E4">
      <w:pPr>
        <w:pStyle w:val="libFootnote0"/>
        <w:rPr>
          <w:rtl/>
        </w:rPr>
      </w:pPr>
      <w:r>
        <w:rPr>
          <w:rtl/>
        </w:rPr>
        <w:t>2 ـ الخصال : 638 ح 11 ، عنه البحار 8 : 131 ح 34 باب 23.</w:t>
      </w:r>
    </w:p>
    <w:p w:rsidR="00AA2ABC" w:rsidRDefault="00AA2ABC" w:rsidP="001008E4">
      <w:pPr>
        <w:pStyle w:val="libFootnote0"/>
        <w:rPr>
          <w:rtl/>
        </w:rPr>
      </w:pPr>
      <w:r>
        <w:rPr>
          <w:rtl/>
        </w:rPr>
        <w:t>3 ـ الخصال : 638 ح 13 ـ عنه البحار 8 : 132 ح 35 باب 23.</w:t>
      </w:r>
    </w:p>
    <w:p w:rsidR="00AA2ABC" w:rsidRDefault="00AA2ABC" w:rsidP="001008E4">
      <w:pPr>
        <w:pStyle w:val="libFootnote0"/>
        <w:rPr>
          <w:rtl/>
        </w:rPr>
      </w:pPr>
      <w:r>
        <w:rPr>
          <w:rtl/>
        </w:rPr>
        <w:t xml:space="preserve">4 ـ الزمر : 20. وفيه : « ... </w:t>
      </w:r>
      <w:r w:rsidRPr="00443720">
        <w:rPr>
          <w:rStyle w:val="libFootnoteAieChar"/>
          <w:rtl/>
        </w:rPr>
        <w:t>غرف من فوقها غرف مبنية</w:t>
      </w:r>
      <w:r>
        <w:rPr>
          <w:rtl/>
        </w:rPr>
        <w:t xml:space="preserve"> ... ». </w:t>
      </w:r>
    </w:p>
    <w:p w:rsidR="00AA2ABC" w:rsidRDefault="00AA2ABC" w:rsidP="002704FD">
      <w:pPr>
        <w:pStyle w:val="libNormal0"/>
        <w:rPr>
          <w:rtl/>
        </w:rPr>
      </w:pPr>
      <w:r>
        <w:rPr>
          <w:rtl/>
        </w:rPr>
        <w:br w:type="page"/>
      </w:r>
      <w:r>
        <w:rPr>
          <w:rtl/>
        </w:rPr>
        <w:lastRenderedPageBreak/>
        <w:t xml:space="preserve">والديباج بألوان مختلفة ، وحشوها المسك والكافور والعنبر ، وذلك قول الله عزّوجلّ : </w:t>
      </w:r>
      <w:r w:rsidRPr="002704FD">
        <w:rPr>
          <w:rStyle w:val="libAlaemChar"/>
          <w:rtl/>
        </w:rPr>
        <w:t>(</w:t>
      </w:r>
      <w:r w:rsidRPr="002704FD">
        <w:rPr>
          <w:rStyle w:val="libAieChar"/>
          <w:rtl/>
        </w:rPr>
        <w:t xml:space="preserve"> وَفُرُشٍ مَّرفُوعَةٍ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إذا أدخل المؤمن إلى منازله في الجنة ، ووضع على رأسه تاج الملك والكرامة ، ألبس حلل الذهب والفضة والياقوت والدر المنظوم في الاكليل تحت التاج.</w:t>
      </w:r>
    </w:p>
    <w:p w:rsidR="00AA2ABC" w:rsidRDefault="00AA2ABC" w:rsidP="002704FD">
      <w:pPr>
        <w:pStyle w:val="libNormal"/>
        <w:rPr>
          <w:rtl/>
        </w:rPr>
      </w:pPr>
      <w:r>
        <w:rPr>
          <w:rtl/>
        </w:rPr>
        <w:t xml:space="preserve">قال : والبس سبعين حلّة حرير بألوان مختلفة ، وضروب مختلفة منسوجة بالذهب والفضة واللؤلؤ والياقوت الأحمر ، فذلك قوله عزّوجلّ : </w:t>
      </w:r>
      <w:r w:rsidRPr="002704FD">
        <w:rPr>
          <w:rStyle w:val="libAlaemChar"/>
          <w:rtl/>
        </w:rPr>
        <w:t>(</w:t>
      </w:r>
      <w:r w:rsidRPr="002704FD">
        <w:rPr>
          <w:rStyle w:val="libAieChar"/>
          <w:rtl/>
        </w:rPr>
        <w:t xml:space="preserve"> يُحَلَّونَ فِيهَا مِن أََسَاوِرَ مِن ذَهَبٍ وَلُؤلُؤاً وَلِبَاسُهُم فِيهَا حَرِيرٌ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فاذا جلس المؤمن على سريره اهتز سريره فرحاً ، فاذا استقر لولي الله جلّ وعزّ منازله في الجنان استأذن عليه الملك الموكلّ بجنانه ليهنّئه بكرامة الله عزّوجلّ ايّاه ، فيقول له خدّام المؤمن من الوصفاء والوصائف : مكانك فإنّ وليّ الله قد اتكأ على أريكته ، وزوجته الحوراء تهيّأ له ، فاصبر لوليّ الله.</w:t>
      </w:r>
    </w:p>
    <w:p w:rsidR="00AA2ABC" w:rsidRDefault="00AA2ABC" w:rsidP="002704FD">
      <w:pPr>
        <w:pStyle w:val="libNormal"/>
        <w:rPr>
          <w:rtl/>
        </w:rPr>
      </w:pPr>
      <w:r>
        <w:rPr>
          <w:rtl/>
        </w:rPr>
        <w:t>قال : فتخرج عليه زوجته الحوراء من خيمة لها تمشي مقبلة وحولها وصائفها ، وعليها سبعون حلّة منسوجة بالياقوت واللؤلؤ والزبرجد ، وهي من مسك وعنبر ، وعلى رأسها تاج الكرامة ، وعليها نعلان من ذهب مكلّلتان بالياقوت واللؤلؤ ، شراكهما ياقوت أحمر ، فاذا دنت من وليّ الله فهمّ أن يقوم إليها شوقاً فتقول له : يا وليّ الله ليس هذا يوم تعب ولا نصب ، فلا تقم أنا لك وأنت لي.</w:t>
      </w:r>
    </w:p>
    <w:p w:rsidR="00AA2ABC" w:rsidRDefault="00AA2ABC" w:rsidP="002704FD">
      <w:pPr>
        <w:pStyle w:val="libNormal"/>
        <w:rPr>
          <w:rtl/>
        </w:rPr>
      </w:pPr>
      <w:r>
        <w:rPr>
          <w:rtl/>
        </w:rPr>
        <w:t xml:space="preserve">قال : فيعتنقان مقدار خمسمائة عام من أعوام الدنيا لا يملّها ولا تملّه ، قال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الواقعة : 34.</w:t>
      </w:r>
    </w:p>
    <w:p w:rsidR="00AA2ABC" w:rsidRDefault="00AA2ABC" w:rsidP="001008E4">
      <w:pPr>
        <w:pStyle w:val="libFootnote0"/>
        <w:rPr>
          <w:rtl/>
        </w:rPr>
      </w:pPr>
      <w:r>
        <w:rPr>
          <w:rtl/>
        </w:rPr>
        <w:t>2 ـ الحج : 23.</w:t>
      </w:r>
    </w:p>
    <w:p w:rsidR="00AA2ABC" w:rsidRDefault="00AA2ABC" w:rsidP="002704FD">
      <w:pPr>
        <w:pStyle w:val="libNormal0"/>
        <w:rPr>
          <w:rtl/>
        </w:rPr>
      </w:pPr>
      <w:r>
        <w:rPr>
          <w:rtl/>
        </w:rPr>
        <w:br w:type="page"/>
      </w:r>
      <w:r>
        <w:rPr>
          <w:rtl/>
        </w:rPr>
        <w:lastRenderedPageBreak/>
        <w:t>فاذا فتر بعض الفتور من غير ملالة نظر إلى عنقها ، فاذا عليها قلائد من قصب من ياقوت أحمر ، وسطها لوح صفحته درّة مكتوب فيها : أنت ياوليّ الله حبيبي ، وأنا الحوراء حبيبتك ، إليك تناهت نفسي ، واليّ تناهت نفسك ، ثم يبعث الله إليه ألف ملك يهنّئونه بالجنّة ويزوّجونه بالحوراء.</w:t>
      </w:r>
    </w:p>
    <w:p w:rsidR="00AA2ABC" w:rsidRDefault="00AA2ABC" w:rsidP="002704FD">
      <w:pPr>
        <w:pStyle w:val="libNormal"/>
        <w:rPr>
          <w:rtl/>
        </w:rPr>
      </w:pPr>
      <w:r>
        <w:rPr>
          <w:rtl/>
        </w:rPr>
        <w:t>قال : فينتهون إلى أوّل باب من جنانه ، فيقولون للملك الموكلّ بأبواب جنانه : استأذن لنا على وليّ الله فإنّ الله بعثنا إليه نهنّئه ، فيقول لهم الملك : حتى أقول للحاجب فيعلمه بمكانكم.</w:t>
      </w:r>
    </w:p>
    <w:p w:rsidR="00AA2ABC" w:rsidRDefault="00AA2ABC" w:rsidP="002704FD">
      <w:pPr>
        <w:pStyle w:val="libNormal"/>
        <w:rPr>
          <w:rtl/>
        </w:rPr>
      </w:pPr>
      <w:r>
        <w:rPr>
          <w:rtl/>
        </w:rPr>
        <w:t>قال : فيدخل الملك إلى الحاجب وبينه وبين الحاجب ثلاث جنان حتى ينتهي إلى أول باب ، فيقول للحاجب : انّ على باب العرصة ألف ملك أرسلهم رب العالمين تبارك وتعالى ليهنّئوا وليّ الله ، وقد سألوني أن آذن لهم عليه.</w:t>
      </w:r>
    </w:p>
    <w:p w:rsidR="00AA2ABC" w:rsidRDefault="00AA2ABC" w:rsidP="002704FD">
      <w:pPr>
        <w:pStyle w:val="libNormal"/>
        <w:rPr>
          <w:rtl/>
        </w:rPr>
      </w:pPr>
      <w:r>
        <w:rPr>
          <w:rtl/>
        </w:rPr>
        <w:t>فيقول الحاجب : انّه ليعظم عليّ أن أستأذن لأحد على وليّ الله وهو مع زوجته الحوراء ، قال : وبين الحاجب وبين وليّ الله جنتان.</w:t>
      </w:r>
    </w:p>
    <w:p w:rsidR="00AA2ABC" w:rsidRDefault="00AA2ABC" w:rsidP="002704FD">
      <w:pPr>
        <w:pStyle w:val="libNormal"/>
        <w:rPr>
          <w:rtl/>
        </w:rPr>
      </w:pPr>
      <w:r>
        <w:rPr>
          <w:rtl/>
        </w:rPr>
        <w:t>قال : فيدخل الحاجب إلى القيم فيقول له : انّ على باب العرصة ألف ملك أرسلهم ربّ العزّة يهنّئون وليّ الله فاستأذن لهم ، فيتقدّم القيّم إلى الخدام فيقول لهم : ان رسل الجبّار على باب العرصة ، وهم ألف ملك أرسلهم الله يهنّئون وليّ الله فأعلموه بمكانهم.</w:t>
      </w:r>
    </w:p>
    <w:p w:rsidR="00AA2ABC" w:rsidRDefault="00AA2ABC" w:rsidP="002704FD">
      <w:pPr>
        <w:pStyle w:val="libNormal"/>
        <w:rPr>
          <w:rtl/>
        </w:rPr>
      </w:pPr>
      <w:r>
        <w:rPr>
          <w:rtl/>
        </w:rPr>
        <w:t>قال : فيعلمونه ، فيؤذن للملائكة فيدخلون على وليّ الله وهو في الغرفة ، ولها ألف باب ، وعلى كلّ باب من أبوابها ملك موكلّ به ، فاذا أذن للملائكة بالدخول على وليّ الله فتح كلّ ملك بابه الموكل به.</w:t>
      </w:r>
    </w:p>
    <w:p w:rsidR="00AA2ABC" w:rsidRDefault="00AA2ABC" w:rsidP="002704FD">
      <w:pPr>
        <w:pStyle w:val="libNormal"/>
        <w:rPr>
          <w:rtl/>
        </w:rPr>
      </w:pPr>
      <w:r>
        <w:rPr>
          <w:rtl/>
        </w:rPr>
        <w:t xml:space="preserve">قال : فيدخل القيّم كل ملك من باب من أبواب الغرفة ، قال : فيبلّغونه رسالة </w:t>
      </w:r>
    </w:p>
    <w:p w:rsidR="00AA2ABC" w:rsidRDefault="00AA2ABC" w:rsidP="002704FD">
      <w:pPr>
        <w:pStyle w:val="libNormal0"/>
        <w:rPr>
          <w:rtl/>
        </w:rPr>
      </w:pPr>
      <w:r>
        <w:rPr>
          <w:rtl/>
        </w:rPr>
        <w:br w:type="page"/>
      </w:r>
      <w:r>
        <w:rPr>
          <w:rtl/>
        </w:rPr>
        <w:lastRenderedPageBreak/>
        <w:t xml:space="preserve">الجبار جلّ وعزّ ، وذلك قول الله تعالى : </w:t>
      </w:r>
      <w:r w:rsidRPr="002704FD">
        <w:rPr>
          <w:rStyle w:val="libAlaemChar"/>
          <w:rtl/>
        </w:rPr>
        <w:t>(</w:t>
      </w:r>
      <w:r w:rsidRPr="002704FD">
        <w:rPr>
          <w:rStyle w:val="libAieChar"/>
          <w:rtl/>
        </w:rPr>
        <w:t xml:space="preserve"> وَالمَلاَئِكَةُ يَدخُلُونَ عَلَيهِم مِّن كُلِّ بَابٍ * سَلاَمٌ عَلَيكُم </w:t>
      </w:r>
      <w:r w:rsidRPr="0074452A">
        <w:rPr>
          <w:rtl/>
        </w:rPr>
        <w:t>...</w:t>
      </w:r>
      <w:r w:rsidRPr="002704FD">
        <w:rPr>
          <w:rStyle w:val="libAieChar"/>
          <w:rtl/>
        </w:rPr>
        <w:t xml:space="preserve">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قال : وذلك قوله جلّ وعزّ : </w:t>
      </w:r>
      <w:r w:rsidRPr="002704FD">
        <w:rPr>
          <w:rStyle w:val="libAlaemChar"/>
          <w:rtl/>
        </w:rPr>
        <w:t>(</w:t>
      </w:r>
      <w:r w:rsidRPr="002704FD">
        <w:rPr>
          <w:rStyle w:val="libAieChar"/>
          <w:rtl/>
        </w:rPr>
        <w:t xml:space="preserve"> وَإذَا رَأَيتَ ثَمَّ رَأيتَ نَعِيمَاً وَمُلكاً كَبِيراً </w:t>
      </w:r>
      <w:r w:rsidRPr="002704FD">
        <w:rPr>
          <w:rStyle w:val="libAlaemChar"/>
          <w:rtl/>
        </w:rPr>
        <w:t>)</w:t>
      </w:r>
      <w:r>
        <w:rPr>
          <w:rtl/>
        </w:rPr>
        <w:t xml:space="preserve"> </w:t>
      </w:r>
      <w:r w:rsidRPr="001008E4">
        <w:rPr>
          <w:rStyle w:val="libFootnotenumChar"/>
          <w:rtl/>
        </w:rPr>
        <w:t>(2)</w:t>
      </w:r>
      <w:r>
        <w:rPr>
          <w:rtl/>
        </w:rPr>
        <w:t xml:space="preserve"> يعني بذلك وليّ الله وما هو فيه من الكرامة والنعيم والملك العظيم الكبير ، انّ الملائكة من رسل الله عزّ ذكره يستأذنون عليه ، فلا يدخلون عليه الاّ باذنه ، فلذلك المُلك العظيم الكبير قال : والأنهار تجري من تحت مساكنهم ، وذلك قول الله عزّوجلّ : </w:t>
      </w:r>
      <w:r w:rsidRPr="002704FD">
        <w:rPr>
          <w:rStyle w:val="libAlaemChar"/>
          <w:rtl/>
        </w:rPr>
        <w:t>(</w:t>
      </w:r>
      <w:r w:rsidRPr="002704FD">
        <w:rPr>
          <w:rStyle w:val="libAieChar"/>
          <w:rtl/>
        </w:rPr>
        <w:t xml:space="preserve"> تَجرِي مِن تَحتِهِمُ الأنهَارُ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والثمار دانية منهم ، وهو قوله عزّوجلّ : </w:t>
      </w:r>
      <w:r w:rsidRPr="002704FD">
        <w:rPr>
          <w:rStyle w:val="libAlaemChar"/>
          <w:rtl/>
        </w:rPr>
        <w:t>(</w:t>
      </w:r>
      <w:r w:rsidRPr="002704FD">
        <w:rPr>
          <w:rStyle w:val="libAieChar"/>
          <w:rtl/>
        </w:rPr>
        <w:t xml:space="preserve"> وَدَانِيَةً عَلَيهِم ظِلاَلُها وَذُلَّلَت قُطُوفُهَا تَذلِيلاً </w:t>
      </w:r>
      <w:r w:rsidRPr="002704FD">
        <w:rPr>
          <w:rStyle w:val="libAlaemChar"/>
          <w:rtl/>
        </w:rPr>
        <w:t>)</w:t>
      </w:r>
      <w:r>
        <w:rPr>
          <w:rtl/>
        </w:rPr>
        <w:t xml:space="preserve"> </w:t>
      </w:r>
      <w:r w:rsidRPr="001008E4">
        <w:rPr>
          <w:rStyle w:val="libFootnotenumChar"/>
          <w:rtl/>
        </w:rPr>
        <w:t>(4)</w:t>
      </w:r>
      <w:r>
        <w:rPr>
          <w:rtl/>
        </w:rPr>
        <w:t xml:space="preserve"> من قربها منهم يتناول المؤمن من النوع الذي يشتهيه من الثمار بفيه وهو متكىء ، وانّ الأنواع من الفاكهة ليقلن لوليّ الله : يا وليّ الله كلني قبل أن تأكل هذا قبلي.</w:t>
      </w:r>
    </w:p>
    <w:p w:rsidR="00AA2ABC" w:rsidRDefault="00AA2ABC" w:rsidP="002704FD">
      <w:pPr>
        <w:pStyle w:val="libNormal"/>
        <w:rPr>
          <w:rtl/>
        </w:rPr>
      </w:pPr>
      <w:r>
        <w:rPr>
          <w:rtl/>
        </w:rPr>
        <w:t>قال : وليس من مؤمن في الجنة الاّ وله جنان كثيرة ، معروشات وغير معروشات ، وأنهار من خمر ، وأنهار من ماء ، وأنهار من لبن ، وأنهار من عسل ، فاذا دعا وليّ الله بغذائه اُتي بما تشتهي نفسه عند طلبه الغذاء من غير أن يسمّى شهوته.</w:t>
      </w:r>
    </w:p>
    <w:p w:rsidR="00AA2ABC" w:rsidRDefault="00AA2ABC" w:rsidP="002704FD">
      <w:pPr>
        <w:pStyle w:val="libNormal"/>
        <w:rPr>
          <w:rtl/>
        </w:rPr>
      </w:pPr>
      <w:r>
        <w:rPr>
          <w:rtl/>
        </w:rPr>
        <w:t xml:space="preserve">قال : ثم يتخلّى مع اخوانه ويزور بعضهم بعضاً ، ويتنعّمون في جنّاتهم في ظل ممدود في مثل ما بين طلوع الفجر إلى طلوع الشمس ، وأطيب من ذلك لكل مؤمن سبعون زوجة حوراء ، أربع نسوه من الآدميين ، والمؤمن ساعة مع الحوراء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الرعد : 23 ـ 24.</w:t>
      </w:r>
    </w:p>
    <w:p w:rsidR="00AA2ABC" w:rsidRDefault="00AA2ABC" w:rsidP="001008E4">
      <w:pPr>
        <w:pStyle w:val="libFootnote0"/>
        <w:rPr>
          <w:rtl/>
        </w:rPr>
      </w:pPr>
      <w:r>
        <w:rPr>
          <w:rtl/>
        </w:rPr>
        <w:t>2 ـ الانسان : 20.</w:t>
      </w:r>
    </w:p>
    <w:p w:rsidR="00AA2ABC" w:rsidRDefault="00AA2ABC" w:rsidP="001008E4">
      <w:pPr>
        <w:pStyle w:val="libFootnote0"/>
        <w:rPr>
          <w:rtl/>
        </w:rPr>
      </w:pPr>
      <w:r>
        <w:rPr>
          <w:rtl/>
        </w:rPr>
        <w:t>3 ـ الكهف : 31.</w:t>
      </w:r>
    </w:p>
    <w:p w:rsidR="00AA2ABC" w:rsidRDefault="00AA2ABC" w:rsidP="001008E4">
      <w:pPr>
        <w:pStyle w:val="libFootnote0"/>
        <w:rPr>
          <w:rtl/>
        </w:rPr>
      </w:pPr>
      <w:r>
        <w:rPr>
          <w:rtl/>
        </w:rPr>
        <w:t xml:space="preserve">4 ـ الانسان : 14. </w:t>
      </w:r>
    </w:p>
    <w:p w:rsidR="00AA2ABC" w:rsidRDefault="00AA2ABC" w:rsidP="002704FD">
      <w:pPr>
        <w:pStyle w:val="libNormal0"/>
        <w:rPr>
          <w:rtl/>
        </w:rPr>
      </w:pPr>
      <w:r>
        <w:rPr>
          <w:rtl/>
        </w:rPr>
        <w:br w:type="page"/>
      </w:r>
      <w:r>
        <w:rPr>
          <w:rtl/>
        </w:rPr>
        <w:lastRenderedPageBreak/>
        <w:t>وساعة مع الآدميّة ، وساعة يخلو بنفسه على الأرائك متكئاً ينظر بعضهم إلى بعض.</w:t>
      </w:r>
    </w:p>
    <w:p w:rsidR="00AA2ABC" w:rsidRDefault="00AA2ABC" w:rsidP="002704FD">
      <w:pPr>
        <w:pStyle w:val="libNormal"/>
        <w:rPr>
          <w:rtl/>
        </w:rPr>
      </w:pPr>
      <w:r>
        <w:rPr>
          <w:rtl/>
        </w:rPr>
        <w:t>وانّ المؤمن ليغشاه شعاع نور وهو على أريكته ، ويقول لخدّامه : ما هذا الشعاع اللامع لعلّ الجبار لحظني؟ فيقول له خدّامه : قدوس قدوس جلّ جلال الله ، بل هذه حوراء من نسائك ممن لم تدخل بها بعد ، قد أشرقت عليك من خيمتها شوقاً إليك وقد تعرّضت لك ، وأحبّت لقاءك ، فلما أن رأتك متكئاً على سريرك تبسّمت نحوك شوقاً إليك ، فالشعاع الذي رأيت والنور الذي غشيك هو من بياض ثغرها وصفائه ونقائه ورقته.</w:t>
      </w:r>
    </w:p>
    <w:p w:rsidR="00AA2ABC" w:rsidRDefault="00AA2ABC" w:rsidP="002704FD">
      <w:pPr>
        <w:pStyle w:val="libNormal"/>
        <w:rPr>
          <w:rtl/>
        </w:rPr>
      </w:pPr>
      <w:r>
        <w:rPr>
          <w:rtl/>
        </w:rPr>
        <w:t>قال : فيقول وليّ الله ، أئذنوا لها فتنزل إليّ ، فيبتدر إليها ألف وصيف وألف وصيفة يبشرونها بذلك ، فتنزل إليه من خيمتها وعليها سبعون حلّة منسوجة بالذهب والفضة ، مكلّلة بالدر والياقوت والزبرجد ، صبغهنّ المسك والعنبر بألوان مختلفة يرى مخ ساقها من وراء سبعين حلّة طولها سبعون ذراعاً ، وعرض ما بين منكبيها عشرة أذرع.</w:t>
      </w:r>
    </w:p>
    <w:p w:rsidR="00AA2ABC" w:rsidRDefault="00AA2ABC" w:rsidP="002704FD">
      <w:pPr>
        <w:pStyle w:val="libNormal"/>
        <w:rPr>
          <w:rtl/>
        </w:rPr>
      </w:pPr>
      <w:r>
        <w:rPr>
          <w:rtl/>
        </w:rPr>
        <w:t>فاذا دنت من وليّ الله أقبل الخدّام بصحائف الذهب والفضة ، فيها الدر والياقوت والزبرجد ، فينثرونها عليها ، ثم يعانقها وتعانقه ، فلا يملّ ولا تملّ.</w:t>
      </w:r>
    </w:p>
    <w:p w:rsidR="00AA2ABC" w:rsidRDefault="00AA2ABC" w:rsidP="002704FD">
      <w:pPr>
        <w:pStyle w:val="libNormal"/>
        <w:rPr>
          <w:rtl/>
        </w:rPr>
      </w:pPr>
      <w:r>
        <w:rPr>
          <w:rtl/>
        </w:rPr>
        <w:t xml:space="preserve">قال : ثم قال أبو جعفر </w:t>
      </w:r>
      <w:r w:rsidR="00763E2E" w:rsidRPr="00763E2E">
        <w:rPr>
          <w:rStyle w:val="libAlaemChar"/>
          <w:rFonts w:hint="cs"/>
          <w:rtl/>
        </w:rPr>
        <w:t>عليه‌السلام</w:t>
      </w:r>
      <w:r>
        <w:rPr>
          <w:rtl/>
        </w:rPr>
        <w:t xml:space="preserve"> : أما الجنان المذكورة في الكتاب فانّهن جنّة عدن ، وجنّة الفردوس ، وجنّة نعيم ، وجنّة المأوى.</w:t>
      </w:r>
    </w:p>
    <w:p w:rsidR="00AA2ABC" w:rsidRDefault="00AA2ABC" w:rsidP="002704FD">
      <w:pPr>
        <w:pStyle w:val="libNormal"/>
        <w:rPr>
          <w:rtl/>
        </w:rPr>
      </w:pPr>
      <w:r>
        <w:rPr>
          <w:rtl/>
        </w:rPr>
        <w:t xml:space="preserve">قال : انّ لله عزّوجلّ جناناً محفوفة بهذه الجنان ، وانّ المؤمن ليكون له من الجنان ما أحبّ واشتهى ، يتنعّم فيهنّ كيف يشاء ، وإذا أراد المؤمن شيئاً أو اشتهى انّما دعواه فيها إذا أراد أن يقول : « سبحانك اللهم » فاذا قالها تبادرت إليه الخدم بما اشتهى من غير أن يكون طلبه منهم أو أمر به ، وذلك قول الله عزّوجلّ : </w:t>
      </w:r>
      <w:r w:rsidRPr="002704FD">
        <w:rPr>
          <w:rStyle w:val="libAlaemChar"/>
          <w:rtl/>
        </w:rPr>
        <w:t>(</w:t>
      </w:r>
      <w:r w:rsidRPr="002704FD">
        <w:rPr>
          <w:rStyle w:val="libAieChar"/>
          <w:rtl/>
        </w:rPr>
        <w:t xml:space="preserve"> دَعوَاهُم</w:t>
      </w:r>
      <w:r>
        <w:rPr>
          <w:rtl/>
        </w:rPr>
        <w:t xml:space="preserve"> </w:t>
      </w:r>
    </w:p>
    <w:p w:rsidR="00AA2ABC" w:rsidRDefault="00AA2ABC" w:rsidP="002704FD">
      <w:pPr>
        <w:pStyle w:val="libNormal0"/>
        <w:rPr>
          <w:rtl/>
        </w:rPr>
      </w:pPr>
      <w:r>
        <w:rPr>
          <w:rtl/>
        </w:rPr>
        <w:br w:type="page"/>
      </w:r>
      <w:r w:rsidRPr="002704FD">
        <w:rPr>
          <w:rStyle w:val="libAieChar"/>
          <w:rtl/>
        </w:rPr>
        <w:lastRenderedPageBreak/>
        <w:t xml:space="preserve">فِيها سُبحَانَكَ اللّهمّ وَتَحِيَّتُهُم فِيهَا السَّلاَمٌ </w:t>
      </w:r>
      <w:r w:rsidRPr="002704FD">
        <w:rPr>
          <w:rStyle w:val="libAlaemChar"/>
          <w:rtl/>
        </w:rPr>
        <w:t>)</w:t>
      </w:r>
      <w:r>
        <w:rPr>
          <w:rtl/>
        </w:rPr>
        <w:t xml:space="preserve"> </w:t>
      </w:r>
      <w:r w:rsidRPr="001008E4">
        <w:rPr>
          <w:rStyle w:val="libFootnotenumChar"/>
          <w:rtl/>
        </w:rPr>
        <w:t>(1)</w:t>
      </w:r>
      <w:r>
        <w:rPr>
          <w:rtl/>
        </w:rPr>
        <w:t xml:space="preserve"> يعني الخدام.</w:t>
      </w:r>
    </w:p>
    <w:p w:rsidR="00AA2ABC" w:rsidRDefault="00AA2ABC" w:rsidP="002704FD">
      <w:pPr>
        <w:pStyle w:val="libNormal"/>
        <w:rPr>
          <w:rtl/>
        </w:rPr>
      </w:pPr>
      <w:r>
        <w:rPr>
          <w:rtl/>
        </w:rPr>
        <w:t xml:space="preserve">قال : </w:t>
      </w:r>
      <w:r w:rsidRPr="002704FD">
        <w:rPr>
          <w:rStyle w:val="libAlaemChar"/>
          <w:rtl/>
        </w:rPr>
        <w:t>(</w:t>
      </w:r>
      <w:r w:rsidRPr="002704FD">
        <w:rPr>
          <w:rStyle w:val="libAieChar"/>
          <w:rtl/>
        </w:rPr>
        <w:t xml:space="preserve"> وَآخِرُ دَعوَاهُم اَنِ الحَمدُ لله رَبِّ العَالَمِين </w:t>
      </w:r>
      <w:r w:rsidRPr="002704FD">
        <w:rPr>
          <w:rStyle w:val="libAlaemChar"/>
          <w:rtl/>
        </w:rPr>
        <w:t>)</w:t>
      </w:r>
      <w:r>
        <w:rPr>
          <w:rtl/>
        </w:rPr>
        <w:t xml:space="preserve"> </w:t>
      </w:r>
      <w:r w:rsidRPr="001008E4">
        <w:rPr>
          <w:rStyle w:val="libFootnotenumChar"/>
          <w:rtl/>
        </w:rPr>
        <w:t>(2)</w:t>
      </w:r>
      <w:r>
        <w:rPr>
          <w:rtl/>
        </w:rPr>
        <w:t xml:space="preserve"> يعني بذلك عندما يقضون من لذّاتهم من الجماع والطعام والشراب يحمدون الله عزّوجلّ عند فراغتهم ... </w:t>
      </w:r>
      <w:r w:rsidRPr="001008E4">
        <w:rPr>
          <w:rStyle w:val="libFootnotenumChar"/>
          <w:rtl/>
        </w:rPr>
        <w:t>(3)</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سئل عن قوله تعالى : </w:t>
      </w:r>
      <w:r w:rsidRPr="002704FD">
        <w:rPr>
          <w:rStyle w:val="libAlaemChar"/>
          <w:rtl/>
        </w:rPr>
        <w:t>(</w:t>
      </w:r>
      <w:r w:rsidRPr="002704FD">
        <w:rPr>
          <w:rStyle w:val="libAieChar"/>
          <w:rtl/>
        </w:rPr>
        <w:t xml:space="preserve"> فِيهِنَّ خَيرَاتٌ حِسَانٌ </w:t>
      </w:r>
      <w:r w:rsidRPr="002704FD">
        <w:rPr>
          <w:rStyle w:val="libAlaemChar"/>
          <w:rtl/>
        </w:rPr>
        <w:t>)</w:t>
      </w:r>
      <w:r>
        <w:rPr>
          <w:rtl/>
        </w:rPr>
        <w:t xml:space="preserve"> </w:t>
      </w:r>
      <w:r w:rsidRPr="001008E4">
        <w:rPr>
          <w:rStyle w:val="libFootnotenumChar"/>
          <w:rtl/>
        </w:rPr>
        <w:t>(4)</w:t>
      </w:r>
      <w:r>
        <w:rPr>
          <w:rtl/>
        </w:rPr>
        <w:t xml:space="preserve"> قال : هنّ صوالح المؤمنات العارفات.</w:t>
      </w:r>
    </w:p>
    <w:p w:rsidR="00AA2ABC" w:rsidRDefault="00AA2ABC" w:rsidP="002704FD">
      <w:pPr>
        <w:pStyle w:val="libNormal"/>
        <w:rPr>
          <w:rtl/>
        </w:rPr>
      </w:pPr>
      <w:r>
        <w:rPr>
          <w:rtl/>
        </w:rPr>
        <w:t xml:space="preserve">قال : قلت : </w:t>
      </w:r>
      <w:r w:rsidRPr="002704FD">
        <w:rPr>
          <w:rStyle w:val="libAlaemChar"/>
          <w:rtl/>
        </w:rPr>
        <w:t>(</w:t>
      </w:r>
      <w:r w:rsidRPr="002704FD">
        <w:rPr>
          <w:rStyle w:val="libAieChar"/>
          <w:rtl/>
        </w:rPr>
        <w:t xml:space="preserve"> حُورٌ مَّقصُورَاتٌ فِي الخِيَامِ </w:t>
      </w:r>
      <w:r w:rsidRPr="002704FD">
        <w:rPr>
          <w:rStyle w:val="libAlaemChar"/>
          <w:rtl/>
        </w:rPr>
        <w:t>)</w:t>
      </w:r>
      <w:r>
        <w:rPr>
          <w:rtl/>
        </w:rPr>
        <w:t xml:space="preserve"> </w:t>
      </w:r>
      <w:r w:rsidRPr="001008E4">
        <w:rPr>
          <w:rStyle w:val="libFootnotenumChar"/>
          <w:rtl/>
        </w:rPr>
        <w:t>(5)</w:t>
      </w:r>
      <w:r>
        <w:rPr>
          <w:rtl/>
        </w:rPr>
        <w:t xml:space="preserve"> قال : الحور هنّ البيض المضمومات المخدّرات في خيام الدر والياقوت والمرجان ، لكلّ خيمة أبواب ، على كلّ باب سبعون كاعباً </w:t>
      </w:r>
      <w:r w:rsidRPr="001008E4">
        <w:rPr>
          <w:rStyle w:val="libFootnotenumChar"/>
          <w:rtl/>
        </w:rPr>
        <w:t>(6)</w:t>
      </w:r>
      <w:r>
        <w:rPr>
          <w:rtl/>
        </w:rPr>
        <w:t xml:space="preserve"> حجّاباً لهنّ ، ويأتيهنّ في كلّ يوم كرامة الله عزّ ذكره ليبشر الله عزّوجلّ بهنّ المؤمنين </w:t>
      </w:r>
      <w:r w:rsidRPr="001008E4">
        <w:rPr>
          <w:rStyle w:val="libFootnotenumChar"/>
          <w:rtl/>
        </w:rPr>
        <w:t>(7)</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أحسنوا الظن بالله واعلموا انّ للجنّة ثمانية أبواب ، عرض كلّ باب منها مسيرة أربعين سنة </w:t>
      </w:r>
      <w:r w:rsidRPr="001008E4">
        <w:rPr>
          <w:rStyle w:val="libFootnotenumChar"/>
          <w:rtl/>
        </w:rPr>
        <w:t>(8)</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ما في الجنّة شجرة الاّ ساقها من ذهب.</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انّ أهل الجنة لا يتغوّطون ، ولا يبولون ، طعامهم جشأ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يونس : 10.</w:t>
      </w:r>
    </w:p>
    <w:p w:rsidR="00AA2ABC" w:rsidRDefault="00AA2ABC" w:rsidP="001008E4">
      <w:pPr>
        <w:pStyle w:val="libFootnote0"/>
        <w:rPr>
          <w:rtl/>
        </w:rPr>
      </w:pPr>
      <w:r>
        <w:rPr>
          <w:rtl/>
        </w:rPr>
        <w:t>2 ـ يونس : 10.</w:t>
      </w:r>
    </w:p>
    <w:p w:rsidR="00AA2ABC" w:rsidRDefault="00AA2ABC" w:rsidP="001008E4">
      <w:pPr>
        <w:pStyle w:val="libFootnote0"/>
        <w:rPr>
          <w:rtl/>
        </w:rPr>
      </w:pPr>
      <w:r>
        <w:rPr>
          <w:rtl/>
        </w:rPr>
        <w:t>3 ـ الكافي 8 : 97 ضمن حديث 69 ـ عنه البحار 8 : 158 ضمن حديث 98 باب 23.</w:t>
      </w:r>
    </w:p>
    <w:p w:rsidR="00AA2ABC" w:rsidRDefault="00AA2ABC" w:rsidP="001008E4">
      <w:pPr>
        <w:pStyle w:val="libFootnote0"/>
        <w:rPr>
          <w:rtl/>
        </w:rPr>
      </w:pPr>
      <w:r>
        <w:rPr>
          <w:rtl/>
        </w:rPr>
        <w:t>4 ـ الرحمن : 70.</w:t>
      </w:r>
    </w:p>
    <w:p w:rsidR="00AA2ABC" w:rsidRDefault="00AA2ABC" w:rsidP="001008E4">
      <w:pPr>
        <w:pStyle w:val="libFootnote0"/>
        <w:rPr>
          <w:rtl/>
        </w:rPr>
      </w:pPr>
      <w:r>
        <w:rPr>
          <w:rtl/>
        </w:rPr>
        <w:t>5 ـ الرحمن : 72.</w:t>
      </w:r>
    </w:p>
    <w:p w:rsidR="00AA2ABC" w:rsidRDefault="00AA2ABC" w:rsidP="001008E4">
      <w:pPr>
        <w:pStyle w:val="libFootnote0"/>
        <w:rPr>
          <w:rtl/>
        </w:rPr>
      </w:pPr>
      <w:r>
        <w:rPr>
          <w:rtl/>
        </w:rPr>
        <w:t>6 ـ الكاعب : الجارية حين تبدو ثديها للنبود أي الارتفاع عن الصدر.</w:t>
      </w:r>
    </w:p>
    <w:p w:rsidR="00AA2ABC" w:rsidRDefault="00AA2ABC" w:rsidP="001008E4">
      <w:pPr>
        <w:pStyle w:val="libFootnote0"/>
        <w:rPr>
          <w:rtl/>
        </w:rPr>
      </w:pPr>
      <w:r>
        <w:rPr>
          <w:rtl/>
        </w:rPr>
        <w:t>7 ـ الكافي 8 : 156 ح 147 ـ عنه البحار 8 : 161 ح 100 ح 23.</w:t>
      </w:r>
    </w:p>
    <w:p w:rsidR="00AA2ABC" w:rsidRDefault="00AA2ABC" w:rsidP="001008E4">
      <w:pPr>
        <w:pStyle w:val="libFootnote0"/>
        <w:rPr>
          <w:rtl/>
        </w:rPr>
      </w:pPr>
      <w:r>
        <w:rPr>
          <w:rtl/>
        </w:rPr>
        <w:t xml:space="preserve">8 ـ الخصال : 408 ح 7 باب 8 ـ عنه البحار 8 : 131 ح 32 باب 23. </w:t>
      </w:r>
    </w:p>
    <w:p w:rsidR="00AA2ABC" w:rsidRDefault="00AA2ABC" w:rsidP="002704FD">
      <w:pPr>
        <w:pStyle w:val="libNormal0"/>
        <w:rPr>
          <w:rtl/>
        </w:rPr>
      </w:pPr>
      <w:r>
        <w:rPr>
          <w:rtl/>
        </w:rPr>
        <w:br w:type="page"/>
      </w:r>
      <w:r>
        <w:rPr>
          <w:rtl/>
        </w:rPr>
        <w:lastRenderedPageBreak/>
        <w:t>ورشح كالمسك.</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والذي أنزل الكتاب على محمد انّ أهل الجنة ليزدادون جمالاً وحسناً كما يزدادون في الدنيا قباحة وهرماً.</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انّ أدنى أهل الجنّة منزلاً من له ثمانون ألف خادم ، واثنان وتسعون درجة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انّه سأل الزنديق أبا عبدالله </w:t>
      </w:r>
      <w:r w:rsidR="00763E2E" w:rsidRPr="00763E2E">
        <w:rPr>
          <w:rStyle w:val="libAlaemChar"/>
          <w:rFonts w:hint="cs"/>
          <w:rtl/>
        </w:rPr>
        <w:t>عليه‌السلام</w:t>
      </w:r>
      <w:r>
        <w:rPr>
          <w:rtl/>
        </w:rPr>
        <w:t xml:space="preserve"> ، فقال : من أين قالوا : انّ أهل الجنة يأتي الرجل منهم إلى ثمرة يتناولها ، فاذا أكلها عادت كهيئتها؟ قال : نعم ذلك على قياس السراج يأتي القابس فيقتبس منه فلا ينقص من ضوئه شيء وقد امتلأت الدنيا منه سرجاً.</w:t>
      </w:r>
    </w:p>
    <w:p w:rsidR="00AA2ABC" w:rsidRDefault="00AA2ABC" w:rsidP="002704FD">
      <w:pPr>
        <w:pStyle w:val="libNormal"/>
        <w:rPr>
          <w:rtl/>
        </w:rPr>
      </w:pPr>
      <w:r>
        <w:rPr>
          <w:rtl/>
        </w:rPr>
        <w:t>قال : أليسوا يأكلون ويشربون؟ وتزعم انّه لا تكون لهم الحاجة ، قال : بلى لانّ غذاءهم رقيق لا ثقل له ، بل يخرج من أجسادهم بالعرق.</w:t>
      </w:r>
    </w:p>
    <w:p w:rsidR="00AA2ABC" w:rsidRDefault="00AA2ABC" w:rsidP="002704FD">
      <w:pPr>
        <w:pStyle w:val="libNormal"/>
        <w:rPr>
          <w:rtl/>
        </w:rPr>
      </w:pPr>
      <w:r>
        <w:rPr>
          <w:rtl/>
        </w:rPr>
        <w:t>قال : فكيف تكون الحوراء في كلّ ما أتاها زوجها عذراء؟ قال : انّها خلقت من الطيب لا تعتريها عاهة ، ولا تخالط جسمها آفة ، ولا يجري في ثقبها شيء ، ولا يدنّسها حيض ، فالرحم ملتزقة ، إذ ليس فيه لسوى الإحليل مجرى.</w:t>
      </w:r>
    </w:p>
    <w:p w:rsidR="00AA2ABC" w:rsidRDefault="00AA2ABC" w:rsidP="002704FD">
      <w:pPr>
        <w:pStyle w:val="libNormal"/>
        <w:rPr>
          <w:rtl/>
        </w:rPr>
      </w:pPr>
      <w:r>
        <w:rPr>
          <w:rtl/>
        </w:rPr>
        <w:t xml:space="preserve">قال : فهي تلبس سبعين حلّة ويرى زوجها مخّ سقاها من وراء حللها وبدنها؟ قال : نعم كما يرى أحدكم الدراهم إذا اُلقيت في ماء صاف قدره قيد رمح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عبدالله بن عليّ انّه لقى بلال مؤذن رسول الله صلّى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روضة الواعظين : 505 ـ مجلس في ذكر الجنّة وكيفيتها.</w:t>
      </w:r>
    </w:p>
    <w:p w:rsidR="00AA2ABC" w:rsidRDefault="00AA2ABC" w:rsidP="001008E4">
      <w:pPr>
        <w:pStyle w:val="libFootnote0"/>
        <w:rPr>
          <w:rtl/>
        </w:rPr>
      </w:pPr>
      <w:r>
        <w:rPr>
          <w:rtl/>
        </w:rPr>
        <w:t xml:space="preserve">2 ـ البحار 8 : 136 ح 48 باب 23 ـ عن الاحتجاج. </w:t>
      </w:r>
    </w:p>
    <w:p w:rsidR="00AA2ABC" w:rsidRDefault="00AA2ABC" w:rsidP="002704FD">
      <w:pPr>
        <w:pStyle w:val="libNormal0"/>
        <w:rPr>
          <w:rtl/>
        </w:rPr>
      </w:pPr>
      <w:r>
        <w:rPr>
          <w:rtl/>
        </w:rPr>
        <w:br w:type="page"/>
      </w:r>
      <w:r>
        <w:rPr>
          <w:rtl/>
        </w:rPr>
        <w:lastRenderedPageBreak/>
        <w:t xml:space="preserve">عليه وآله وسلّم ، فسأله فيما سأله عن وصف بناء الجنّة ، قال : اكتب : بسم الله الرحمن الرحيم ، سمعت رسول الله </w:t>
      </w:r>
      <w:r w:rsidR="00BF0EA2" w:rsidRPr="00BF0EA2">
        <w:rPr>
          <w:rStyle w:val="libAlaemChar"/>
          <w:rFonts w:hint="cs"/>
          <w:rtl/>
        </w:rPr>
        <w:t>صلى‌الله‌عليه‌وآله</w:t>
      </w:r>
      <w:r>
        <w:rPr>
          <w:rtl/>
        </w:rPr>
        <w:t xml:space="preserve"> يقول : انّ سور الجنّة لبنة من ذهب ، ولبنة من فضة ، ولبنة من ياقوت ، وملاطها المسك الأذفر ، وشرفها الياقوت الأحمر والأخضر والأصفر.</w:t>
      </w:r>
    </w:p>
    <w:p w:rsidR="00AA2ABC" w:rsidRDefault="00AA2ABC" w:rsidP="002704FD">
      <w:pPr>
        <w:pStyle w:val="libNormal"/>
        <w:rPr>
          <w:rtl/>
        </w:rPr>
      </w:pPr>
      <w:r>
        <w:rPr>
          <w:rtl/>
        </w:rPr>
        <w:t xml:space="preserve">قلت : فما أبوابها؟ قال : أبوابها مختلفة ، باب الرحمة من ياقوتة حمراء ، قلت : فما حلقته؟ قال : ويحك كفّ عني فقد كلّفتني شططاً ، قلت : ما أنا بكاف عنك حتى تؤدي إليّ ما سمعت من رسول الله </w:t>
      </w:r>
      <w:r w:rsidR="00BF0EA2" w:rsidRPr="00BF0EA2">
        <w:rPr>
          <w:rStyle w:val="libAlaemChar"/>
          <w:rFonts w:hint="cs"/>
          <w:rtl/>
        </w:rPr>
        <w:t>صلى‌الله‌عليه‌وآله</w:t>
      </w:r>
      <w:r>
        <w:rPr>
          <w:rtl/>
        </w:rPr>
        <w:t xml:space="preserve"> في ذلك.</w:t>
      </w:r>
    </w:p>
    <w:p w:rsidR="00AA2ABC" w:rsidRDefault="00AA2ABC" w:rsidP="002704FD">
      <w:pPr>
        <w:pStyle w:val="libNormal"/>
        <w:rPr>
          <w:rtl/>
        </w:rPr>
      </w:pPr>
      <w:r>
        <w:rPr>
          <w:rtl/>
        </w:rPr>
        <w:t>قال : اكتب : بسم الله الرحمن الرحيم أما باب الصبر فباب صغير ، مصراع واحد من ياقوتة حمراء لا حلق له ، وأما باب الشكر فانّه من ياقوتة بيضاء لها مصراعان مسيرة ما بينهما خمسمائة عام ، له ضجيج وحنين ، يقول : اللهم جئني بأهلي ، قلت : هل يتكلّم الباب؟ قال : نعم ينطقه ذو الجلال والاكرام ، وأما باب البلاء ، قلت : أليس باب البلاء هو باب الصبر؟</w:t>
      </w:r>
    </w:p>
    <w:p w:rsidR="00AA2ABC" w:rsidRDefault="00AA2ABC" w:rsidP="002704FD">
      <w:pPr>
        <w:pStyle w:val="libNormal"/>
        <w:rPr>
          <w:rtl/>
        </w:rPr>
      </w:pPr>
      <w:r>
        <w:rPr>
          <w:rtl/>
        </w:rPr>
        <w:t>قال : لا ، قلت : فما البلاء؟ قال : المصائب والأسقام والأمراض والجذام ، وهو باب من ياقوتة صفراء مصراع واحد ما أقلّ من يدخل منه ، قلت : رحمك الله زدني وتفضّل عليّ فانّي فقير.</w:t>
      </w:r>
    </w:p>
    <w:p w:rsidR="00AA2ABC" w:rsidRDefault="00AA2ABC" w:rsidP="002704FD">
      <w:pPr>
        <w:pStyle w:val="libNormal"/>
        <w:rPr>
          <w:rtl/>
        </w:rPr>
      </w:pPr>
      <w:r>
        <w:rPr>
          <w:rtl/>
        </w:rPr>
        <w:t>قال : يا غلام لقد كلّفتني شططاً ، أما الباب الأعظم فيدخل منه العباد الصالحون ، وهم أهل الزهد والورع والراغبون إلى الله عزّوجلّ المستأنسون به ، قلت : رحمك الله فاذا دخلو الجنة ماذا يصنعون؟</w:t>
      </w:r>
    </w:p>
    <w:p w:rsidR="00AA2ABC" w:rsidRDefault="00AA2ABC" w:rsidP="002704FD">
      <w:pPr>
        <w:pStyle w:val="libNormal"/>
        <w:rPr>
          <w:rtl/>
        </w:rPr>
      </w:pPr>
      <w:r>
        <w:rPr>
          <w:rtl/>
        </w:rPr>
        <w:t xml:space="preserve">قال : يسيرون على نهرين في مصافّ في سفن الياقوت ، مجاذيفها </w:t>
      </w:r>
      <w:r w:rsidRPr="001008E4">
        <w:rPr>
          <w:rStyle w:val="libFootnotenumChar"/>
          <w:rtl/>
        </w:rPr>
        <w:t>(1)</w:t>
      </w:r>
      <w:r>
        <w:rPr>
          <w:rtl/>
        </w:rPr>
        <w:t xml:space="preserve"> اللؤلؤ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المجذاف : ما يجذف به السفينة. </w:t>
      </w:r>
    </w:p>
    <w:p w:rsidR="00AA2ABC" w:rsidRDefault="00AA2ABC" w:rsidP="002704FD">
      <w:pPr>
        <w:pStyle w:val="libNormal0"/>
        <w:rPr>
          <w:rtl/>
        </w:rPr>
      </w:pPr>
      <w:r>
        <w:rPr>
          <w:rtl/>
        </w:rPr>
        <w:br w:type="page"/>
      </w:r>
      <w:r>
        <w:rPr>
          <w:rtl/>
        </w:rPr>
        <w:lastRenderedPageBreak/>
        <w:t>فيها ملائكة من نور ، عليهم ثياب خضر شديدة خضرتها ، قلت : رحمك الله هل يكون من النور أخضر؟ قال : انّ الثياب هي خضر ولكن فيها نور من نور ربّ العالمين جلّ جلاله ، يسيرون على حافتي ذلك النهر ، قلت : فما اسم ذلك النهر؟</w:t>
      </w:r>
    </w:p>
    <w:p w:rsidR="00AA2ABC" w:rsidRDefault="00AA2ABC" w:rsidP="002704FD">
      <w:pPr>
        <w:pStyle w:val="libNormal"/>
        <w:rPr>
          <w:rtl/>
        </w:rPr>
      </w:pPr>
      <w:r>
        <w:rPr>
          <w:rtl/>
        </w:rPr>
        <w:t>قال : جنة المأوى ، قلت : هل وسطها غير هذا؟ قال : نعم ، جنّة عدن وهي في وسط الجنان ، فأما جنة عدن فسورها ياقوت أحمر ، وحصباؤها اللؤلؤ ، قلت : فهل فيها غيرها؟</w:t>
      </w:r>
    </w:p>
    <w:p w:rsidR="00AA2ABC" w:rsidRDefault="00AA2ABC" w:rsidP="002704FD">
      <w:pPr>
        <w:pStyle w:val="libNormal"/>
        <w:rPr>
          <w:rtl/>
        </w:rPr>
      </w:pPr>
      <w:r>
        <w:rPr>
          <w:rtl/>
        </w:rPr>
        <w:t>قال : نعم جنة الفردوس ، قلت : وكيف سورها؟ قال : ويحك كفّ عني حيّرت عليّ قلبي ، قلت : بل أنت الفاعل بي ذلك ، ما أنا بكاف عنك حتى تتمّ لي الصفة وتخبرني عن سورها.</w:t>
      </w:r>
    </w:p>
    <w:p w:rsidR="00AA2ABC" w:rsidRDefault="00AA2ABC" w:rsidP="002704FD">
      <w:pPr>
        <w:pStyle w:val="libNormal"/>
        <w:rPr>
          <w:rtl/>
        </w:rPr>
      </w:pPr>
      <w:r>
        <w:rPr>
          <w:rtl/>
        </w:rPr>
        <w:t xml:space="preserve">قال : سورها نور ، فقلت : والغرف التي هي فيها ، قال : هي من نور ربّ العالمين ، قلت : زدني رحمك الله ، قال : ويحك إلى هذا انتهى بنا رسول الله </w:t>
      </w:r>
      <w:r w:rsidR="00BF0EA2" w:rsidRPr="00BF0EA2">
        <w:rPr>
          <w:rStyle w:val="libAlaemChar"/>
          <w:rFonts w:hint="cs"/>
          <w:rtl/>
        </w:rPr>
        <w:t>صلى‌الله‌عليه‌وآله</w:t>
      </w:r>
      <w:r>
        <w:rPr>
          <w:rtl/>
        </w:rPr>
        <w:t xml:space="preserve"> ، طوبى لك إن أنت وصلت إلى بعض هذه الصفة ، وطوبى لمن يؤمن بهذا</w:t>
      </w:r>
      <w:r w:rsidRPr="001008E4">
        <w:rPr>
          <w:rStyle w:val="libFootnotenumChar"/>
          <w:rtl/>
        </w:rPr>
        <w:t>(1)</w:t>
      </w:r>
      <w:r>
        <w:rPr>
          <w:rtl/>
        </w:rPr>
        <w:t>.</w:t>
      </w:r>
    </w:p>
    <w:p w:rsidR="00AA2ABC" w:rsidRDefault="00AA2ABC" w:rsidP="002704FD">
      <w:pPr>
        <w:pStyle w:val="libNormal"/>
        <w:rPr>
          <w:rtl/>
        </w:rPr>
      </w:pPr>
      <w:r>
        <w:rPr>
          <w:rtl/>
        </w:rPr>
        <w:t>عزيزي هذه سعة رحمة الله وتلك التي مرّت شدّة غضبه ، وهذا العيش المشوب بمئات الآلاف من أوساخ الدنيا الفانية لا يجدر به أن تحرم نفسك هذه الرحمة ، وتبليها بذلك العذاب الشديد ، ولم يُجعل طريق نجاة إلى أحد سوى العمل الصالح.</w:t>
      </w:r>
    </w:p>
    <w:p w:rsidR="00AA2ABC" w:rsidRDefault="00AA2ABC" w:rsidP="002704FD">
      <w:pPr>
        <w:pStyle w:val="libNormal"/>
        <w:rPr>
          <w:rtl/>
        </w:rPr>
      </w:pPr>
      <w:r>
        <w:rPr>
          <w:rtl/>
        </w:rPr>
        <w:t xml:space="preserve">وقد طلب العمل الصالح من الشريف والوضيع ، والعالم والجاهل ، والشاب والشيخ ، وان اطمأننت برحمة الله فقد لا نكون مؤهّلين لها ، وان اعتمدت على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8 : 116 ح 1 باب 23 ـ عن أمالي الصدوق : 177 ضمن حديث 1 مجلس 38. </w:t>
      </w:r>
    </w:p>
    <w:p w:rsidR="00AA2ABC" w:rsidRDefault="00AA2ABC" w:rsidP="002704FD">
      <w:pPr>
        <w:pStyle w:val="libNormal0"/>
        <w:rPr>
          <w:rtl/>
        </w:rPr>
      </w:pPr>
      <w:r>
        <w:rPr>
          <w:rtl/>
        </w:rPr>
        <w:br w:type="page"/>
      </w:r>
      <w:r>
        <w:rPr>
          <w:rtl/>
        </w:rPr>
        <w:lastRenderedPageBreak/>
        <w:t>الشفاعة من أين لك العلم بشمولها لك ، وان قلت انّي من الشيعة ، فأيّ أوصاف الشيعة التي بُيّنت وذُكرت في محلّها تكون فيك؟</w:t>
      </w:r>
    </w:p>
    <w:p w:rsidR="00AA2ABC" w:rsidRDefault="00AA2ABC" w:rsidP="002704FD">
      <w:pPr>
        <w:pStyle w:val="libNormal"/>
        <w:rPr>
          <w:rtl/>
        </w:rPr>
      </w:pPr>
      <w:r>
        <w:rPr>
          <w:rtl/>
        </w:rPr>
        <w:t xml:space="preserve">انّ الشيعة بمعنى التابع ، فبأيّ شيء تابعنا أئمتنا كما ينبغي؟ لقد أفنينا عمرنا بالآمال والغفلة ، ولا ينفع الندم عند حلول الموت ، ألا تفكر انّ هذا الجسم الذي لا يطيق حرّ الشمس كيف يطيق ذلك العذاب؟ أنت لا تتحمل ألم الشوك إذا دخل في جسمك أو لدغ النحل ، فكيف بك بسمّ الحيّات والعقارب ، نرجو أن يهدي الله تعالى جميع المؤمنين إلى طريق النجاة ويفيقهم عن نوم الغلفة بمحمد وآله الطاهرين. </w:t>
      </w:r>
    </w:p>
    <w:p w:rsidR="00AA2ABC" w:rsidRDefault="00AA2ABC" w:rsidP="002704FD">
      <w:pPr>
        <w:pStyle w:val="libNormal"/>
        <w:rPr>
          <w:rtl/>
        </w:rPr>
      </w:pPr>
      <w:r>
        <w:rPr>
          <w:rtl/>
        </w:rPr>
        <w:br w:type="page"/>
      </w:r>
      <w:bookmarkStart w:id="11" w:name="_Toc392501845"/>
      <w:bookmarkStart w:id="12" w:name="_Toc392502793"/>
      <w:r w:rsidRPr="006E118B">
        <w:rPr>
          <w:rStyle w:val="Heading1Char"/>
          <w:rtl/>
        </w:rPr>
        <w:lastRenderedPageBreak/>
        <w:t>[</w:t>
      </w:r>
      <w:bookmarkEnd w:id="11"/>
      <w:bookmarkEnd w:id="12"/>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اخفض صوتك عن الجنائز ، وعند القتال ، وعند القرآن.</w:t>
      </w:r>
    </w:p>
    <w:p w:rsidR="00AA2ABC" w:rsidRDefault="00AA2ABC" w:rsidP="002704FD">
      <w:pPr>
        <w:pStyle w:val="libNormal"/>
        <w:rPr>
          <w:rtl/>
        </w:rPr>
      </w:pPr>
      <w:r w:rsidRPr="006E118B">
        <w:rPr>
          <w:rtl/>
        </w:rPr>
        <w:t>يا أباذر إذا تبعت</w:t>
      </w:r>
      <w:r>
        <w:rPr>
          <w:rtl/>
        </w:rPr>
        <w:t xml:space="preserve"> جنازة فليكن عملك فيها التفكر والخشوع ، واعلم انّك لا حق به.</w:t>
      </w:r>
    </w:p>
    <w:p w:rsidR="00AA2ABC" w:rsidRDefault="00AA2ABC" w:rsidP="002704FD">
      <w:pPr>
        <w:pStyle w:val="libNormal"/>
        <w:rPr>
          <w:rtl/>
        </w:rPr>
      </w:pPr>
      <w:r>
        <w:rPr>
          <w:rtl/>
        </w:rPr>
        <w:t xml:space="preserve">اعلم انّه يمكن أن يكون المراد من خفض الصوت هو التكلم بصوت هادىء في هذه المواطن الثلاث لأنّها زمان الانتباه ، والصياح يدلّ على الغفلة ، أو يكون كناية عن ترك الكلام سوى ذكر الله والدعاء ، كما روي عن أمير المؤمنين </w:t>
      </w:r>
      <w:r w:rsidR="00763E2E" w:rsidRPr="00763E2E">
        <w:rPr>
          <w:rStyle w:val="libAlaemChar"/>
          <w:rFonts w:hint="cs"/>
          <w:rtl/>
        </w:rPr>
        <w:t>عليه‌السلام</w:t>
      </w:r>
      <w:r>
        <w:rPr>
          <w:rtl/>
        </w:rPr>
        <w:t xml:space="preserve"> انّه قال : </w:t>
      </w:r>
    </w:p>
    <w:p w:rsidR="00AA2ABC" w:rsidRDefault="00AA2ABC" w:rsidP="002704FD">
      <w:pPr>
        <w:pStyle w:val="libNormal"/>
        <w:rPr>
          <w:rtl/>
        </w:rPr>
      </w:pPr>
      <w:r>
        <w:rPr>
          <w:rtl/>
        </w:rPr>
        <w:t xml:space="preserve">اغتنموا الدعاء عند خمسة مواطن ، عند قراءة القرآن ، وعند الأذان ، وعند نزول الغيث ، وعند إلتقاء الصفين للشهادة ، وعند دعوة المظلوم ، فانّه ليس لها حجاب دون العرش </w:t>
      </w:r>
      <w:r w:rsidRPr="001008E4">
        <w:rPr>
          <w:rStyle w:val="libFootnotenumChar"/>
          <w:rtl/>
        </w:rPr>
        <w:t>(1)</w:t>
      </w:r>
      <w:r>
        <w:rPr>
          <w:rtl/>
        </w:rPr>
        <w:t>.</w:t>
      </w:r>
    </w:p>
    <w:p w:rsidR="00AA2ABC" w:rsidRDefault="00AA2ABC" w:rsidP="002704FD">
      <w:pPr>
        <w:pStyle w:val="libNormal"/>
        <w:rPr>
          <w:rtl/>
        </w:rPr>
      </w:pPr>
      <w:r>
        <w:rPr>
          <w:rtl/>
        </w:rPr>
        <w:t>ويحتمل أن يكون كناية عن السكوت المطلق ، لأنّ عند تشييع الجنازة والقتال يكون التفكر والاعتبار ، فلابدّ أن يفكر في قلبه ويذكر الله ، وأن يسكت عند قراءة القرآن وينصت له لأنّ ظاهر الآية الكريمة وبعض الأحاديث وجوب السكوت والانصات عند قراءة القرآن وحرمة التكلّم.</w:t>
      </w:r>
    </w:p>
    <w:p w:rsidR="00AA2ABC" w:rsidRDefault="00AA2ABC" w:rsidP="002704FD">
      <w:pPr>
        <w:pStyle w:val="libNormal"/>
        <w:rPr>
          <w:rtl/>
        </w:rPr>
      </w:pPr>
      <w:r>
        <w:rPr>
          <w:rtl/>
        </w:rPr>
        <w:t xml:space="preserve">وذهب أكثر العلماء إلى انّ وجوبه يختصّ بمن اقتدى بإمام الجماعة الذي يقرأ بصوت عال ، فيجب السكوت والانصات ، وان لم يكن واجباً فسنّة مؤكّدة وله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الصدوق : 97 ح 7 مجلس 23 ـ عنه البحار 93 : 343 ح 1 باب 21. </w:t>
      </w:r>
    </w:p>
    <w:p w:rsidR="00AA2ABC" w:rsidRDefault="00AA2ABC" w:rsidP="002704FD">
      <w:pPr>
        <w:pStyle w:val="libNormal0"/>
        <w:rPr>
          <w:rtl/>
        </w:rPr>
      </w:pPr>
      <w:r>
        <w:rPr>
          <w:rtl/>
        </w:rPr>
        <w:br w:type="page"/>
      </w:r>
      <w:r>
        <w:rPr>
          <w:rtl/>
        </w:rPr>
        <w:lastRenderedPageBreak/>
        <w:t>ثواب عظيم.</w:t>
      </w:r>
    </w:p>
    <w:p w:rsidR="00AA2ABC" w:rsidRDefault="00AA2ABC" w:rsidP="002704FD">
      <w:pPr>
        <w:pStyle w:val="libNormal"/>
        <w:rPr>
          <w:rtl/>
        </w:rPr>
      </w:pPr>
      <w:r>
        <w:rPr>
          <w:rtl/>
        </w:rPr>
        <w:t xml:space="preserve">فقد روي بسند معتبر عن أبي عبدالله </w:t>
      </w:r>
      <w:r w:rsidR="00763E2E" w:rsidRPr="00763E2E">
        <w:rPr>
          <w:rStyle w:val="libAlaemChar"/>
          <w:rFonts w:hint="cs"/>
          <w:rtl/>
        </w:rPr>
        <w:t>عليه‌السلام</w:t>
      </w:r>
      <w:r>
        <w:rPr>
          <w:rtl/>
        </w:rPr>
        <w:t xml:space="preserve"> أنّه قال : من استمع إلى حرفاً</w:t>
      </w:r>
      <w:r>
        <w:rPr>
          <w:rFonts w:hint="cs"/>
          <w:rtl/>
        </w:rPr>
        <w:br/>
      </w:r>
      <w:r>
        <w:rPr>
          <w:rtl/>
        </w:rPr>
        <w:t>من كتاب الله عزّوجلّ من غير قراءة كتب الله له حسنة ، ومحا عنه سيئة ، ورفع له</w:t>
      </w:r>
      <w:r>
        <w:rPr>
          <w:rFonts w:hint="cs"/>
          <w:rtl/>
        </w:rPr>
        <w:br/>
      </w:r>
      <w:r>
        <w:rPr>
          <w:rtl/>
        </w:rPr>
        <w:t xml:space="preserve">درجة ... </w:t>
      </w:r>
      <w:r w:rsidRPr="001008E4">
        <w:rPr>
          <w:rStyle w:val="libFootnotenumChar"/>
          <w:rtl/>
        </w:rPr>
        <w:t>(1)</w:t>
      </w:r>
      <w:r>
        <w:rPr>
          <w:rtl/>
        </w:rPr>
        <w:t>.</w:t>
      </w:r>
    </w:p>
    <w:p w:rsidR="00AA2ABC" w:rsidRDefault="00AA2ABC" w:rsidP="002704FD">
      <w:pPr>
        <w:pStyle w:val="libNormal"/>
        <w:rPr>
          <w:rtl/>
        </w:rPr>
      </w:pPr>
      <w:r>
        <w:rPr>
          <w:rtl/>
        </w:rPr>
        <w:t xml:space="preserve">ويحتمل أن يكون المراد منه في الجنائز ترك الجزع والفزع والصياح المنافي للصبر والرضى بالقضاء ، كما روي عن رسول الله </w:t>
      </w:r>
      <w:r w:rsidR="00BF0EA2" w:rsidRPr="00BF0EA2">
        <w:rPr>
          <w:rStyle w:val="libAlaemChar"/>
          <w:rFonts w:hint="cs"/>
          <w:rtl/>
        </w:rPr>
        <w:t>صلى‌الله‌عليه‌وآله</w:t>
      </w:r>
      <w:r>
        <w:rPr>
          <w:rtl/>
        </w:rPr>
        <w:t xml:space="preserve"> انّه قال : صوتان ملعونان يبغضهما الله ، إعوال عند مصيبة ، وصوت عند نعمة ، يعني النوح والغناء </w:t>
      </w:r>
      <w:r w:rsidRPr="001008E4">
        <w:rPr>
          <w:rStyle w:val="libFootnotenumChar"/>
          <w:rtl/>
        </w:rPr>
        <w:t>(2)</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وقد تبع جنازه ، فسمع رجلاً يضحك ، فقال : كأنّ الموت فيها على غيرنا كتب ، وكأنّ الحقّ فيها على غيرنا وجب ، وكأنّ الذي نرى من الأموات سفر عما قليل إلينا راجعون ، نبوّئهم أجداثهم ، ونأكل تراثهم ، كأنّا مخلّدون بعدهم.</w:t>
      </w:r>
    </w:p>
    <w:p w:rsidR="00AA2ABC" w:rsidRDefault="00AA2ABC" w:rsidP="002704FD">
      <w:pPr>
        <w:pStyle w:val="libNormal"/>
        <w:rPr>
          <w:rtl/>
        </w:rPr>
      </w:pPr>
      <w:r>
        <w:rPr>
          <w:rtl/>
        </w:rPr>
        <w:t xml:space="preserve">ثم قد نسينا كلّ واعظ وواعظة ، ورُمينا بكلّ فادح وجائحة </w:t>
      </w:r>
      <w:r w:rsidRPr="001008E4">
        <w:rPr>
          <w:rStyle w:val="libFootnotenumChar"/>
          <w:rtl/>
        </w:rPr>
        <w:t>(3)</w:t>
      </w:r>
      <w:r>
        <w:rPr>
          <w:rtl/>
        </w:rPr>
        <w:t xml:space="preserve"> ، طوبى لمن ذلّ في نفسه ، وطاب كسبه ، وصلحت سريرته ، وحسنت خليقته ، وأنفق الفضل من ماله ، وأمسك الفضل من لسانه ، وعزل عن الناس شرّه ، ووسعته السنّة ، ولم يُنسب الى البدعة</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612 ح 6 باب ثواب قراءة القرآن.</w:t>
      </w:r>
    </w:p>
    <w:p w:rsidR="00AA2ABC" w:rsidRDefault="00AA2ABC" w:rsidP="001008E4">
      <w:pPr>
        <w:pStyle w:val="libFootnote0"/>
        <w:rPr>
          <w:rtl/>
        </w:rPr>
      </w:pPr>
      <w:r>
        <w:rPr>
          <w:rtl/>
        </w:rPr>
        <w:t>2 ـ البحار 82 : 101 ضمن حديث 48 باب 59.</w:t>
      </w:r>
    </w:p>
    <w:p w:rsidR="00AA2ABC" w:rsidRDefault="00AA2ABC" w:rsidP="001008E4">
      <w:pPr>
        <w:pStyle w:val="libFootnote0"/>
        <w:rPr>
          <w:rtl/>
        </w:rPr>
      </w:pPr>
      <w:r>
        <w:rPr>
          <w:rtl/>
        </w:rPr>
        <w:t>3 ـ الجائحة : الآفة تهلك الأصل والفرع.</w:t>
      </w:r>
    </w:p>
    <w:p w:rsidR="00AA2ABC" w:rsidRDefault="00AA2ABC" w:rsidP="001008E4">
      <w:pPr>
        <w:pStyle w:val="libFootnote0"/>
        <w:rPr>
          <w:rtl/>
        </w:rPr>
      </w:pPr>
      <w:r>
        <w:rPr>
          <w:rtl/>
        </w:rPr>
        <w:t>4 ـ نهج البلاغة قصار الحكم رقم 122 و123 ـ عنه البحار 81 : 268 ح 27 باب 50.</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فيكم خلقين ، الضحك من غير عجب ، والكسل من غير سهو.</w:t>
      </w:r>
    </w:p>
    <w:p w:rsidR="00AA2ABC" w:rsidRDefault="00AA2ABC" w:rsidP="002704FD">
      <w:pPr>
        <w:pStyle w:val="libNormal"/>
        <w:rPr>
          <w:rtl/>
        </w:rPr>
      </w:pPr>
      <w:r w:rsidRPr="00A51356">
        <w:rPr>
          <w:rtl/>
        </w:rPr>
        <w:t>لقد ذمّ</w:t>
      </w:r>
      <w:r>
        <w:rPr>
          <w:rtl/>
        </w:rPr>
        <w:t xml:space="preserve"> رسول الله </w:t>
      </w:r>
      <w:r w:rsidR="00BF0EA2" w:rsidRPr="00BF0EA2">
        <w:rPr>
          <w:rStyle w:val="libAlaemChar"/>
          <w:rFonts w:hint="cs"/>
          <w:rtl/>
        </w:rPr>
        <w:t>صلى‌الله‌عليه‌وآله</w:t>
      </w:r>
      <w:r>
        <w:rPr>
          <w:rtl/>
        </w:rPr>
        <w:t xml:space="preserve"> في هذه الفقرة خصلتين : </w:t>
      </w:r>
    </w:p>
    <w:p w:rsidR="00AA2ABC" w:rsidRDefault="00AA2ABC" w:rsidP="002704FD">
      <w:pPr>
        <w:pStyle w:val="libNormal"/>
        <w:rPr>
          <w:rtl/>
        </w:rPr>
      </w:pPr>
      <w:bookmarkStart w:id="13" w:name="_Toc392501846"/>
      <w:bookmarkStart w:id="14" w:name="_Toc392502794"/>
      <w:r w:rsidRPr="00A51356">
        <w:rPr>
          <w:rStyle w:val="Heading1Char"/>
          <w:rtl/>
        </w:rPr>
        <w:t>الأولى</w:t>
      </w:r>
      <w:bookmarkEnd w:id="13"/>
      <w:bookmarkEnd w:id="14"/>
      <w:r>
        <w:rPr>
          <w:rStyle w:val="Heading1Char"/>
          <w:rtl/>
        </w:rPr>
        <w:t xml:space="preserve"> </w:t>
      </w:r>
      <w:r>
        <w:rPr>
          <w:rtl/>
        </w:rPr>
        <w:t>: كثرة الضحك ، وهذا ناشىء من الغفلة والغرور ، والاّ فمن اطلع على أحوال نفسه وذنوبه وحذر الأهوال التي أمامه فهو قليل الضحك كثير الحزن ، كما جاء في صفات المؤمن انّ بشره في وجهه وحزنه في قلبه.</w:t>
      </w:r>
    </w:p>
    <w:p w:rsidR="00AA2ABC" w:rsidRDefault="00AA2ABC" w:rsidP="002704FD">
      <w:pPr>
        <w:pStyle w:val="libNormal"/>
        <w:rPr>
          <w:rtl/>
        </w:rPr>
      </w:pPr>
      <w:r>
        <w:rPr>
          <w:rtl/>
        </w:rPr>
        <w:t>ولقد ذمّ أيضاً أن يكون الانسان عبوساً بحيث ينفر الناس منه ، بل المؤمن لابد أن يكون مرحاً متبسّماً ، ولا بأس بالمزاح والطبع الحسن لكن الإكثار من الضحك والمزاح مذموم.</w:t>
      </w:r>
    </w:p>
    <w:p w:rsidR="00AA2ABC" w:rsidRDefault="00AA2ABC" w:rsidP="002704FD">
      <w:pPr>
        <w:pStyle w:val="libNormal"/>
        <w:rPr>
          <w:rtl/>
        </w:rPr>
      </w:pPr>
      <w:r>
        <w:rPr>
          <w:rtl/>
        </w:rPr>
        <w:t xml:space="preserve">فقد روي بسند معتبر عن رسول الله </w:t>
      </w:r>
      <w:r w:rsidR="00BF0EA2" w:rsidRPr="00BF0EA2">
        <w:rPr>
          <w:rStyle w:val="libAlaemChar"/>
          <w:rFonts w:hint="cs"/>
          <w:rtl/>
        </w:rPr>
        <w:t>صلى‌الله‌عليه‌وآله</w:t>
      </w:r>
      <w:r>
        <w:rPr>
          <w:rtl/>
        </w:rPr>
        <w:t xml:space="preserve"> انّه قال : كثرة المزاح يذهب بماء الوجه ، وكثرة الضحك يمحو الايمان ، وكثرة الكذب يذهب بالبهاء</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لا تمزح فيذهب نورك ...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انّ داود قال لسليمان </w:t>
      </w:r>
      <w:r w:rsidR="00763E2E" w:rsidRPr="00763E2E">
        <w:rPr>
          <w:rStyle w:val="libAlaemChar"/>
          <w:rFonts w:hint="cs"/>
          <w:rtl/>
        </w:rPr>
        <w:t>عليه‌السلام</w:t>
      </w:r>
      <w:r>
        <w:rPr>
          <w:rtl/>
        </w:rPr>
        <w:t xml:space="preserve"> : يا بنيّ اياك وكثرة الضحك ، فإنّ كثرة الضحك تترك العبد فقيراً يوم القيامة ... </w:t>
      </w:r>
      <w:r w:rsidRPr="001008E4">
        <w:rPr>
          <w:rStyle w:val="libFootnotenumChar"/>
          <w:rtl/>
        </w:rPr>
        <w:t>(3)</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أمالي الصدوق : 223 ح 4 مجلس 46 ـ عنه البحار 76 : 58 ح 1 باب 106.</w:t>
      </w:r>
    </w:p>
    <w:p w:rsidR="00AA2ABC" w:rsidRDefault="00AA2ABC" w:rsidP="001008E4">
      <w:pPr>
        <w:pStyle w:val="libFootnote0"/>
        <w:rPr>
          <w:rtl/>
        </w:rPr>
      </w:pPr>
      <w:r>
        <w:rPr>
          <w:rtl/>
        </w:rPr>
        <w:t>2 ـ البحار 76 : 58 ح 2 باب 106 ـ عن أمالي الصدوق.</w:t>
      </w:r>
    </w:p>
    <w:p w:rsidR="00AA2ABC" w:rsidRDefault="00AA2ABC" w:rsidP="001008E4">
      <w:pPr>
        <w:pStyle w:val="libFootnote0"/>
        <w:rPr>
          <w:rtl/>
        </w:rPr>
      </w:pPr>
      <w:r>
        <w:rPr>
          <w:rtl/>
        </w:rPr>
        <w:t xml:space="preserve">3 ـ قرب الاسناد : 69 ح 221 ـ عنه البحار 76 : 58 ح 3 باب 106.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ثلاث فيهنّ المقت من الله عزّوجلّ ، نوم من غير سهر ، وضحك من غير عجب ، وأكل على الشبع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 عجب لمن أيقن بالنار كيف يضحك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اياك وكثرة الضحك فانّه يميت القلب </w:t>
      </w:r>
      <w:r w:rsidRPr="001008E4">
        <w:rPr>
          <w:rStyle w:val="libFootnotenumChar"/>
          <w:rtl/>
        </w:rPr>
        <w:t>(3)</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كم ممن أكثر ضحكه لاعباً يكثر يوم القيامة بكاؤه ، وكم ممن أكثر بكاؤه على ذنبه خائفاً يكثر يوم القيامة في الجنة سروره وضحكه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كان ضحك النبيّ </w:t>
      </w:r>
      <w:r w:rsidR="00BF0EA2" w:rsidRPr="00BF0EA2">
        <w:rPr>
          <w:rStyle w:val="libAlaemChar"/>
          <w:rFonts w:hint="cs"/>
          <w:rtl/>
        </w:rPr>
        <w:t>صلى‌الله‌عليه‌وآله</w:t>
      </w:r>
      <w:r>
        <w:rPr>
          <w:rtl/>
        </w:rPr>
        <w:t xml:space="preserve"> التبسم ، فاجتاز ذات يوم بفئةٍ من الأنصار وإذا هم يتحدّثون ويضحكون بملء أفواههم ، فقال : يا هؤلاء من غرّه منكم أمله ، وقصر به في الخير عمله ، فليطلع في القبور ، وليعتبر بالنشور ، واذكروا الموت فانّه هادم اللذات </w:t>
      </w:r>
      <w:r w:rsidRPr="001008E4">
        <w:rPr>
          <w:rStyle w:val="libFootnotenumChar"/>
          <w:rtl/>
        </w:rPr>
        <w:t>(5)</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كثرة الضحك تميث الدين كما يميث الماء الملح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من الجهل الضحك من غير عجب ، قال : وكان يقول : 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89 ح 25 باب 3 ـ عنه البحار 76 : 58 ح 4 باب 106.</w:t>
      </w:r>
    </w:p>
    <w:p w:rsidR="00AA2ABC" w:rsidRDefault="00AA2ABC" w:rsidP="001008E4">
      <w:pPr>
        <w:pStyle w:val="libFootnote0"/>
        <w:rPr>
          <w:rtl/>
        </w:rPr>
      </w:pPr>
      <w:r>
        <w:rPr>
          <w:rtl/>
        </w:rPr>
        <w:t>2 ـ معاني الأخبار : 334 ضمن حديث 1 ـ عنه البحار 76 : 59 ح 6 باب 106.</w:t>
      </w:r>
    </w:p>
    <w:p w:rsidR="00AA2ABC" w:rsidRDefault="00AA2ABC" w:rsidP="001008E4">
      <w:pPr>
        <w:pStyle w:val="libFootnote0"/>
        <w:rPr>
          <w:rtl/>
        </w:rPr>
      </w:pPr>
      <w:r>
        <w:rPr>
          <w:rtl/>
        </w:rPr>
        <w:t>3 ـ البحار 76 : 59 ح 6 باب 106.</w:t>
      </w:r>
    </w:p>
    <w:p w:rsidR="00AA2ABC" w:rsidRDefault="00AA2ABC" w:rsidP="001008E4">
      <w:pPr>
        <w:pStyle w:val="libFootnote0"/>
        <w:rPr>
          <w:rtl/>
        </w:rPr>
      </w:pPr>
      <w:r>
        <w:rPr>
          <w:rtl/>
        </w:rPr>
        <w:t xml:space="preserve">4 ـ البحار 76 : 59 ح 7 باب 106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5 ـ أمالي الطوسي : 522 ح 63 مجلس 18 ـ عنه البحار 76 : 59 ح 8 باب 106.</w:t>
      </w:r>
    </w:p>
    <w:p w:rsidR="00AA2ABC" w:rsidRDefault="00AA2ABC" w:rsidP="001008E4">
      <w:pPr>
        <w:pStyle w:val="libFootnote0"/>
        <w:rPr>
          <w:rtl/>
        </w:rPr>
      </w:pPr>
      <w:r>
        <w:rPr>
          <w:rtl/>
        </w:rPr>
        <w:t xml:space="preserve">6 ـ الكافي 2 : 664 ح 6 ـ الوسائل 8 : 481 ح 2 باب 83. </w:t>
      </w:r>
    </w:p>
    <w:p w:rsidR="00AA2ABC" w:rsidRDefault="00AA2ABC" w:rsidP="002704FD">
      <w:pPr>
        <w:pStyle w:val="libNormal0"/>
        <w:rPr>
          <w:rtl/>
        </w:rPr>
      </w:pPr>
      <w:r>
        <w:rPr>
          <w:rtl/>
        </w:rPr>
        <w:br w:type="page"/>
      </w:r>
      <w:r>
        <w:rPr>
          <w:rtl/>
        </w:rPr>
        <w:lastRenderedPageBreak/>
        <w:t>تبدينّ عن واضحة</w:t>
      </w:r>
      <w:r>
        <w:rPr>
          <w:rFonts w:hint="cs"/>
          <w:rtl/>
        </w:rPr>
        <w:t xml:space="preserve"> </w:t>
      </w:r>
      <w:r w:rsidRPr="001008E4">
        <w:rPr>
          <w:rStyle w:val="libFootnotenumChar"/>
          <w:rtl/>
        </w:rPr>
        <w:t>(1)</w:t>
      </w:r>
      <w:r>
        <w:rPr>
          <w:rtl/>
        </w:rPr>
        <w:t xml:space="preserve"> وقد عملت الأعمال الفاضحة ، ولا يأمن البيات من عمل السيئات</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إذا أحببت رجلاً فلا تمازحه ولا تماره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القهقهة من الشيطان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اياكم والمزاح ، فانّه يجرّ السخيمة ، ويورث الضغينة ، وهو السب الأصغر </w:t>
      </w:r>
      <w:r w:rsidRPr="001008E4">
        <w:rPr>
          <w:rStyle w:val="libFootnotenumChar"/>
          <w:rtl/>
        </w:rPr>
        <w:t>(5)</w:t>
      </w:r>
      <w:r>
        <w:rPr>
          <w:rtl/>
        </w:rPr>
        <w:t>.</w:t>
      </w:r>
    </w:p>
    <w:p w:rsidR="00AA2ABC" w:rsidRDefault="00AA2ABC" w:rsidP="002704FD">
      <w:pPr>
        <w:pStyle w:val="libNormal"/>
        <w:rPr>
          <w:rtl/>
        </w:rPr>
      </w:pPr>
      <w:r>
        <w:rPr>
          <w:rtl/>
        </w:rPr>
        <w:t xml:space="preserve">وروي عن أبي الحسن </w:t>
      </w:r>
      <w:r w:rsidR="00763E2E" w:rsidRPr="00763E2E">
        <w:rPr>
          <w:rStyle w:val="libAlaemChar"/>
          <w:rFonts w:hint="cs"/>
          <w:rtl/>
        </w:rPr>
        <w:t>عليه‌السلام</w:t>
      </w:r>
      <w:r>
        <w:rPr>
          <w:rtl/>
        </w:rPr>
        <w:t xml:space="preserve"> انّه قال في وصيّة له لبعض ولده : اياك والمزاح فانّه يذهب بنور ايمانك ، ويستخف بمروءتك </w:t>
      </w:r>
      <w:r w:rsidRPr="001008E4">
        <w:rPr>
          <w:rStyle w:val="libFootnotenumChar"/>
          <w:rtl/>
        </w:rPr>
        <w:t>(6)</w:t>
      </w:r>
      <w:r>
        <w:rPr>
          <w:rtl/>
        </w:rPr>
        <w:t>.</w:t>
      </w:r>
    </w:p>
    <w:p w:rsidR="00AA2ABC" w:rsidRDefault="00AA2ABC" w:rsidP="002704FD">
      <w:pPr>
        <w:pStyle w:val="libNormal"/>
        <w:rPr>
          <w:rtl/>
        </w:rPr>
      </w:pPr>
      <w:r>
        <w:rPr>
          <w:rtl/>
        </w:rPr>
        <w:t xml:space="preserve">وروي بسند صحيح عن معمر بن خلاد انّه قال : سألت أبا الحسن [ الرضا ] </w:t>
      </w:r>
      <w:r w:rsidR="00763E2E" w:rsidRPr="00763E2E">
        <w:rPr>
          <w:rStyle w:val="libAlaemChar"/>
          <w:rFonts w:hint="cs"/>
          <w:rtl/>
        </w:rPr>
        <w:t>عليه‌السلام</w:t>
      </w:r>
      <w:r>
        <w:rPr>
          <w:rtl/>
        </w:rPr>
        <w:t xml:space="preserve"> فقلت : جعلت فداك الرجل يكون مع القوم فيجري بينهم كلام يمزحون ويضحكون؟ فقال : لا بأس ما لم يكن ، فظننت انّه عنى الفحش.</w:t>
      </w:r>
    </w:p>
    <w:p w:rsidR="00AA2ABC" w:rsidRDefault="00AA2ABC" w:rsidP="002704FD">
      <w:pPr>
        <w:pStyle w:val="libNormal"/>
        <w:rPr>
          <w:rtl/>
        </w:rPr>
      </w:pPr>
      <w:r>
        <w:rPr>
          <w:rtl/>
        </w:rPr>
        <w:t xml:space="preserve">ثم قال : انّ رسول الله </w:t>
      </w:r>
      <w:r w:rsidR="00BF0EA2" w:rsidRPr="00BF0EA2">
        <w:rPr>
          <w:rStyle w:val="libAlaemChar"/>
          <w:rFonts w:hint="cs"/>
          <w:rtl/>
        </w:rPr>
        <w:t>صلى‌الله‌عليه‌وآله</w:t>
      </w:r>
      <w:r>
        <w:rPr>
          <w:rtl/>
        </w:rPr>
        <w:t xml:space="preserve"> كان يأتيه الأعرابي فيهدي له الهدية ثم يقول مكانه : أعطنا ثمن هديتنا ، فيضحك رسول الله </w:t>
      </w:r>
      <w:r w:rsidR="00BF0EA2" w:rsidRPr="00BF0EA2">
        <w:rPr>
          <w:rStyle w:val="libAlaemChar"/>
          <w:rFonts w:hint="cs"/>
          <w:rtl/>
        </w:rPr>
        <w:t>صلى‌الله‌عليه‌وآله</w:t>
      </w:r>
      <w:r>
        <w:rPr>
          <w:rtl/>
        </w:rPr>
        <w:t xml:space="preserve"> ، وكان إذا اغتمّ يقول : ما فعل الأعرابي ليته أتانا </w:t>
      </w:r>
      <w:r w:rsidRPr="001008E4">
        <w:rPr>
          <w:rStyle w:val="libFootnotenumChar"/>
          <w:rtl/>
        </w:rPr>
        <w:t>(7)</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ما من مؤمن الاّ وفيه دعابة ، قلت : وما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الواضحة : الاسنان التي تبدو عند الضحك.</w:t>
      </w:r>
    </w:p>
    <w:p w:rsidR="00AA2ABC" w:rsidRDefault="00AA2ABC" w:rsidP="001008E4">
      <w:pPr>
        <w:pStyle w:val="libFootnote0"/>
        <w:rPr>
          <w:rtl/>
        </w:rPr>
      </w:pPr>
      <w:r>
        <w:rPr>
          <w:rtl/>
        </w:rPr>
        <w:t>2 ـ الكافي 2 : 664 ح 7 ـ الوسائل 8 : 479 ح 1 باب 82.</w:t>
      </w:r>
    </w:p>
    <w:p w:rsidR="00AA2ABC" w:rsidRDefault="00AA2ABC" w:rsidP="001008E4">
      <w:pPr>
        <w:pStyle w:val="libFootnote0"/>
        <w:rPr>
          <w:rtl/>
        </w:rPr>
      </w:pPr>
      <w:r>
        <w:rPr>
          <w:rtl/>
        </w:rPr>
        <w:t>3 ـ الكافي 2 : 664 ح 9 ـ الوسائل 8 : 481 ح 3 باب 83.</w:t>
      </w:r>
    </w:p>
    <w:p w:rsidR="00AA2ABC" w:rsidRDefault="00AA2ABC" w:rsidP="001008E4">
      <w:pPr>
        <w:pStyle w:val="libFootnote0"/>
        <w:rPr>
          <w:rtl/>
        </w:rPr>
      </w:pPr>
      <w:r>
        <w:rPr>
          <w:rtl/>
        </w:rPr>
        <w:t>4 ـ الكافي 2 : 664 ح 10 ـ الوسائل 8 : 479 ح 1 باب 81.</w:t>
      </w:r>
    </w:p>
    <w:p w:rsidR="00AA2ABC" w:rsidRDefault="00AA2ABC" w:rsidP="001008E4">
      <w:pPr>
        <w:pStyle w:val="libFootnote0"/>
        <w:rPr>
          <w:rtl/>
        </w:rPr>
      </w:pPr>
      <w:r>
        <w:rPr>
          <w:rtl/>
        </w:rPr>
        <w:t>5 ـ الكافي 2 : 664 ح 12 ـ الوسائل 8 : 482 ح 9 باب 83.</w:t>
      </w:r>
    </w:p>
    <w:p w:rsidR="00AA2ABC" w:rsidRDefault="00AA2ABC" w:rsidP="001008E4">
      <w:pPr>
        <w:pStyle w:val="libFootnote0"/>
        <w:rPr>
          <w:rtl/>
        </w:rPr>
      </w:pPr>
      <w:r>
        <w:rPr>
          <w:rtl/>
        </w:rPr>
        <w:t>6 ـ الكافي 2 : 665 ح 19 ـ الوسائل 8 : 481 ح 8 باب 83.</w:t>
      </w:r>
    </w:p>
    <w:p w:rsidR="00AA2ABC" w:rsidRDefault="00AA2ABC" w:rsidP="001008E4">
      <w:pPr>
        <w:pStyle w:val="libFootnote0"/>
        <w:rPr>
          <w:rtl/>
        </w:rPr>
      </w:pPr>
      <w:r>
        <w:rPr>
          <w:rtl/>
        </w:rPr>
        <w:t xml:space="preserve">7 ـ الكافي 2 : 663 ح 1 ـ الوسائل 8 : 477 ح 1 باب 80. </w:t>
      </w:r>
    </w:p>
    <w:p w:rsidR="00AA2ABC" w:rsidRDefault="00AA2ABC" w:rsidP="002704FD">
      <w:pPr>
        <w:pStyle w:val="libNormal0"/>
        <w:rPr>
          <w:rtl/>
        </w:rPr>
      </w:pPr>
      <w:r>
        <w:rPr>
          <w:rtl/>
        </w:rPr>
        <w:br w:type="page"/>
      </w:r>
      <w:r>
        <w:rPr>
          <w:rtl/>
        </w:rPr>
        <w:lastRenderedPageBreak/>
        <w:t xml:space="preserve">الدعابة؟ قال : المزاح </w:t>
      </w:r>
      <w:r w:rsidRPr="001008E4">
        <w:rPr>
          <w:rStyle w:val="libFootnotenumChar"/>
          <w:rtl/>
        </w:rPr>
        <w:t>(1)</w:t>
      </w:r>
      <w:r>
        <w:rPr>
          <w:rtl/>
        </w:rPr>
        <w:t>.</w:t>
      </w:r>
    </w:p>
    <w:p w:rsidR="00AA2ABC" w:rsidRDefault="00AA2ABC" w:rsidP="002704FD">
      <w:pPr>
        <w:pStyle w:val="libNormal"/>
        <w:rPr>
          <w:rtl/>
        </w:rPr>
      </w:pPr>
      <w:r>
        <w:rPr>
          <w:rtl/>
        </w:rPr>
        <w:t xml:space="preserve">وروي عن يونس الشيباني انّه قال : قال أبو عبدالله </w:t>
      </w:r>
      <w:r w:rsidR="00763E2E" w:rsidRPr="00763E2E">
        <w:rPr>
          <w:rStyle w:val="libAlaemChar"/>
          <w:rFonts w:hint="cs"/>
          <w:rtl/>
        </w:rPr>
        <w:t>عليه‌السلام</w:t>
      </w:r>
      <w:r>
        <w:rPr>
          <w:rtl/>
        </w:rPr>
        <w:t xml:space="preserve"> : كيف مداعبة بعضكم بعضاً؟ قلت : قليل ، قال : فلا تفعلوا فإنّ الداعبة من حسن الخلق ، وانّك لتدخل بها السرور على أخيك ، ولقد كان رسول الله </w:t>
      </w:r>
      <w:r w:rsidR="00BF0EA2" w:rsidRPr="00BF0EA2">
        <w:rPr>
          <w:rStyle w:val="libAlaemChar"/>
          <w:rFonts w:hint="cs"/>
          <w:rtl/>
        </w:rPr>
        <w:t>صلى‌الله‌عليه‌وآله</w:t>
      </w:r>
      <w:r>
        <w:rPr>
          <w:rtl/>
        </w:rPr>
        <w:t xml:space="preserve"> يداعب الرجل يريد أن يسرّه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ضحك المؤمن التبسم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إذا قهقهت فقل حين تفرغ : « اللهم لا تمقتني » </w:t>
      </w:r>
      <w:r w:rsidRPr="001008E4">
        <w:rPr>
          <w:rStyle w:val="libFootnotenumChar"/>
          <w:rtl/>
        </w:rPr>
        <w:t>(4)</w:t>
      </w:r>
      <w:r>
        <w:rPr>
          <w:rtl/>
        </w:rPr>
        <w:t>.</w:t>
      </w:r>
    </w:p>
    <w:p w:rsidR="00AA2ABC" w:rsidRDefault="00AA2ABC" w:rsidP="002704FD">
      <w:pPr>
        <w:pStyle w:val="libNormal"/>
        <w:rPr>
          <w:rtl/>
        </w:rPr>
      </w:pPr>
      <w:r>
        <w:rPr>
          <w:rtl/>
        </w:rPr>
        <w:t xml:space="preserve">وروي عن أبي الحسن الاوّل </w:t>
      </w:r>
      <w:r w:rsidR="00763E2E" w:rsidRPr="00763E2E">
        <w:rPr>
          <w:rStyle w:val="libAlaemChar"/>
          <w:rFonts w:hint="cs"/>
          <w:rtl/>
        </w:rPr>
        <w:t>عليه‌السلام</w:t>
      </w:r>
      <w:r>
        <w:rPr>
          <w:rtl/>
        </w:rPr>
        <w:t xml:space="preserve"> انّه قال : كان يحيى بن زكريّا </w:t>
      </w:r>
      <w:r w:rsidR="00763E2E" w:rsidRPr="00763E2E">
        <w:rPr>
          <w:rStyle w:val="libAlaemChar"/>
          <w:rFonts w:hint="cs"/>
          <w:rtl/>
        </w:rPr>
        <w:t>عليه‌السلام</w:t>
      </w:r>
      <w:r>
        <w:rPr>
          <w:rtl/>
        </w:rPr>
        <w:t xml:space="preserve"> يبكي ولا يضحك ، وكان عيسى بن مريم </w:t>
      </w:r>
      <w:r w:rsidR="00763E2E" w:rsidRPr="00763E2E">
        <w:rPr>
          <w:rStyle w:val="libAlaemChar"/>
          <w:rFonts w:hint="cs"/>
          <w:rtl/>
        </w:rPr>
        <w:t>عليه‌السلام</w:t>
      </w:r>
      <w:r>
        <w:rPr>
          <w:rtl/>
        </w:rPr>
        <w:t xml:space="preserve"> يضحك ويبكي ، وكان الذي يصنع عيسى </w:t>
      </w:r>
      <w:r w:rsidR="00763E2E" w:rsidRPr="00763E2E">
        <w:rPr>
          <w:rStyle w:val="libAlaemChar"/>
          <w:rFonts w:hint="cs"/>
          <w:rtl/>
        </w:rPr>
        <w:t>عليه‌السلام</w:t>
      </w:r>
      <w:r>
        <w:rPr>
          <w:rtl/>
        </w:rPr>
        <w:t xml:space="preserve"> أفضل من الذي كان يصنع يحيى </w:t>
      </w:r>
      <w:r w:rsidR="00763E2E" w:rsidRPr="00763E2E">
        <w:rPr>
          <w:rStyle w:val="libAlaemChar"/>
          <w:rFonts w:hint="cs"/>
          <w:rtl/>
        </w:rPr>
        <w:t>عليه‌السلام</w:t>
      </w:r>
      <w:r>
        <w:rPr>
          <w:rtl/>
        </w:rPr>
        <w:t xml:space="preserve"> </w:t>
      </w:r>
      <w:r w:rsidRPr="001008E4">
        <w:rPr>
          <w:rStyle w:val="libFootnotenumChar"/>
          <w:rtl/>
        </w:rPr>
        <w:t>(5)</w:t>
      </w:r>
      <w:r>
        <w:rPr>
          <w:rtl/>
        </w:rPr>
        <w:t>.</w:t>
      </w:r>
    </w:p>
    <w:p w:rsidR="00AA2ABC" w:rsidRDefault="00AA2ABC" w:rsidP="002704FD">
      <w:pPr>
        <w:pStyle w:val="libNormal"/>
        <w:rPr>
          <w:rtl/>
        </w:rPr>
      </w:pPr>
      <w:r w:rsidRPr="002704FD">
        <w:rPr>
          <w:rStyle w:val="libBold2Char"/>
          <w:rtl/>
        </w:rPr>
        <w:t xml:space="preserve">الخصلة الثانية : </w:t>
      </w:r>
      <w:r>
        <w:rPr>
          <w:rtl/>
        </w:rPr>
        <w:t>الكسل والضعف في العبادة ، وهو من صفات المنافقين ، وناشىء من ضعف الايمان واليقين ، وموجب الحرمان من السعادات الأبدية ، بل انّ المؤمن لابدّ أن يكون نشطاً في العبادة ، متوجهاً نحوها بكلّ جدّ ، وأن يعمل الأعمال الصالحة بشوق وشعف ، ولا يؤخرها فإن للتأخير آفات.</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كان أبي يقول : إذا هممت بخير فبادر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663 ح 2 ـ الوسائل 8 : 477 ح 3 باب 80.</w:t>
      </w:r>
    </w:p>
    <w:p w:rsidR="00AA2ABC" w:rsidRDefault="00AA2ABC" w:rsidP="001008E4">
      <w:pPr>
        <w:pStyle w:val="libFootnote0"/>
        <w:rPr>
          <w:rtl/>
        </w:rPr>
      </w:pPr>
      <w:r>
        <w:rPr>
          <w:rtl/>
        </w:rPr>
        <w:t>2 ـ الكافي 2 : 663 ح 3 ـ الوسائل 8 : 478 ح 4 باب 80.</w:t>
      </w:r>
    </w:p>
    <w:p w:rsidR="00AA2ABC" w:rsidRDefault="00AA2ABC" w:rsidP="001008E4">
      <w:pPr>
        <w:pStyle w:val="libFootnote0"/>
        <w:rPr>
          <w:rtl/>
        </w:rPr>
      </w:pPr>
      <w:r>
        <w:rPr>
          <w:rtl/>
        </w:rPr>
        <w:t>3 ـ الكافي 2 : 664 ح 5 ـ الوسائل 8 : 479 ح 3 باب 81.</w:t>
      </w:r>
    </w:p>
    <w:p w:rsidR="00AA2ABC" w:rsidRDefault="00AA2ABC" w:rsidP="001008E4">
      <w:pPr>
        <w:pStyle w:val="libFootnote0"/>
        <w:rPr>
          <w:rtl/>
        </w:rPr>
      </w:pPr>
      <w:r>
        <w:rPr>
          <w:rtl/>
        </w:rPr>
        <w:t>4 ـ الكافي 2 : 664 ح 13 ـ الوسائل 8 : 479 ح 2 باب 81.</w:t>
      </w:r>
    </w:p>
    <w:p w:rsidR="00AA2ABC" w:rsidRDefault="00AA2ABC" w:rsidP="001008E4">
      <w:pPr>
        <w:pStyle w:val="libFootnote0"/>
        <w:rPr>
          <w:rtl/>
        </w:rPr>
      </w:pPr>
      <w:r>
        <w:rPr>
          <w:rtl/>
        </w:rPr>
        <w:t xml:space="preserve">5 ـ الكافي 2 : 665 ح 20 ـ الوسائل 8 : 477 ح 2 باب 80. </w:t>
      </w:r>
    </w:p>
    <w:p w:rsidR="00AA2ABC" w:rsidRDefault="00AA2ABC" w:rsidP="002704FD">
      <w:pPr>
        <w:pStyle w:val="libNormal0"/>
        <w:rPr>
          <w:rtl/>
        </w:rPr>
      </w:pPr>
      <w:r>
        <w:rPr>
          <w:rtl/>
        </w:rPr>
        <w:br w:type="page"/>
      </w:r>
      <w:r>
        <w:rPr>
          <w:rtl/>
        </w:rPr>
        <w:lastRenderedPageBreak/>
        <w:t xml:space="preserve">فانّك لا تدري ما يحدث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من همّ بخير فليعجّله ولا يؤخّره ، فإنّ العبد ربما عمل العمل فيقول الله تبارك وتعالى : قد غفرت لك ولا أكتب عليك شيئاً أبداً ، ومن همّ بسيّئة فلا يعملها ، فانّه ربما عمل العبد السيئة فيراه الله سبحانه فيقول : لا وعزتي وجلالي لا أغفر لك بعدها أبداً </w:t>
      </w:r>
      <w:r w:rsidRPr="001008E4">
        <w:rPr>
          <w:rStyle w:val="libFootnotenumChar"/>
          <w:rtl/>
        </w:rPr>
        <w:t>(2)</w:t>
      </w:r>
      <w:r>
        <w:rPr>
          <w:rtl/>
        </w:rPr>
        <w:t>.</w:t>
      </w:r>
    </w:p>
    <w:p w:rsidR="00AA2ABC" w:rsidRDefault="00AA2ABC" w:rsidP="002704FD">
      <w:pPr>
        <w:pStyle w:val="libNormal"/>
        <w:rPr>
          <w:rtl/>
        </w:rPr>
      </w:pPr>
      <w:r>
        <w:rPr>
          <w:rtl/>
        </w:rPr>
        <w:t xml:space="preserve">وقال أبو جعفر </w:t>
      </w:r>
      <w:r w:rsidR="00763E2E" w:rsidRPr="00763E2E">
        <w:rPr>
          <w:rStyle w:val="libAlaemChar"/>
          <w:rFonts w:hint="cs"/>
          <w:rtl/>
        </w:rPr>
        <w:t>عليه‌السلام</w:t>
      </w:r>
      <w:r>
        <w:rPr>
          <w:rtl/>
        </w:rPr>
        <w:t xml:space="preserve"> : من همّ بشيء من الخير فليعجّله ، فإنّ كلّ شيء فيه تأخير فإنّ للشيطان فيه نظرة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انّ الله ثقّل الخير على أهل الدنيا كثقله في موازينهم يوم القيامة ، وانّ الله عزّوجلّ خفّف الشرّ على أهل الدنيا كخفته في موازينهم يوم القيامة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اياك وخصلتين ، الضجر والكسل ، فانّك ان ضجرت لم تصبر على حق ، وان كسلت لم تؤدّ حقّاً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142 ح 3 ـ عنه البحار 71 ـ 222 ح 32 باب 62.</w:t>
      </w:r>
    </w:p>
    <w:p w:rsidR="00AA2ABC" w:rsidRDefault="00AA2ABC" w:rsidP="001008E4">
      <w:pPr>
        <w:pStyle w:val="libFootnote0"/>
        <w:rPr>
          <w:rtl/>
        </w:rPr>
      </w:pPr>
      <w:r>
        <w:rPr>
          <w:rtl/>
        </w:rPr>
        <w:t>2 ـ الكافي 2 : 142 ح 6 ـ عنه البحار 71 : 223 ح 35 باب 62 ـ أمالي المفيد : 127.</w:t>
      </w:r>
    </w:p>
    <w:p w:rsidR="00AA2ABC" w:rsidRDefault="00AA2ABC" w:rsidP="001008E4">
      <w:pPr>
        <w:pStyle w:val="libFootnote0"/>
        <w:rPr>
          <w:rtl/>
        </w:rPr>
      </w:pPr>
      <w:r>
        <w:rPr>
          <w:rtl/>
        </w:rPr>
        <w:t>3 ـ الكافي 2 : 143 ح 9 ـ عنه البحار 71 : 225 ح 38 باب 62.</w:t>
      </w:r>
    </w:p>
    <w:p w:rsidR="00AA2ABC" w:rsidRDefault="00AA2ABC" w:rsidP="001008E4">
      <w:pPr>
        <w:pStyle w:val="libFootnote0"/>
        <w:rPr>
          <w:rtl/>
        </w:rPr>
      </w:pPr>
      <w:r>
        <w:rPr>
          <w:rtl/>
        </w:rPr>
        <w:t>4 ـ الكافي 2 : 143 ح 10 ـ عنه البحار 71 : 225 ح 39 باب 62.</w:t>
      </w:r>
    </w:p>
    <w:p w:rsidR="00AA2ABC" w:rsidRDefault="00AA2ABC" w:rsidP="001008E4">
      <w:pPr>
        <w:pStyle w:val="libFootnote0"/>
        <w:rPr>
          <w:rtl/>
        </w:rPr>
      </w:pPr>
      <w:r>
        <w:rPr>
          <w:rtl/>
        </w:rPr>
        <w:t xml:space="preserve">5 ـ البحار 73 : 159 ح 2 باب 127 ـ عن أمالي الصدوق.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ركعتان مقتصدتان في تفكر خير من قيام ليلة والقلب ساه.</w:t>
      </w:r>
    </w:p>
    <w:p w:rsidR="00AA2ABC" w:rsidRDefault="00AA2ABC" w:rsidP="002704FD">
      <w:pPr>
        <w:pStyle w:val="libNormal"/>
        <w:rPr>
          <w:rtl/>
        </w:rPr>
      </w:pPr>
      <w:r>
        <w:rPr>
          <w:rtl/>
        </w:rPr>
        <w:t>يا أباذر الحق ثقيل مرّ ، والباطل خفيف حلو ، وربّ شهوة ساعة تورث حزناً طويلاً.</w:t>
      </w:r>
    </w:p>
    <w:p w:rsidR="00AA2ABC" w:rsidRDefault="00AA2ABC" w:rsidP="002704FD">
      <w:pPr>
        <w:pStyle w:val="libNormal"/>
        <w:rPr>
          <w:rtl/>
        </w:rPr>
      </w:pPr>
      <w:r>
        <w:rPr>
          <w:rtl/>
        </w:rPr>
        <w:t>يا أباذر لا يفقه الرجل كلّ الفقه حتى يرى الناس في جنب الله تعالى أمثال الأباعر ، ثم يرجع إلى نفسه فيكون هو أحقر حاقر لها.</w:t>
      </w:r>
    </w:p>
    <w:p w:rsidR="00AA2ABC" w:rsidRDefault="00AA2ABC" w:rsidP="002704FD">
      <w:pPr>
        <w:pStyle w:val="libNormal"/>
        <w:rPr>
          <w:rtl/>
        </w:rPr>
      </w:pPr>
      <w:r>
        <w:rPr>
          <w:rtl/>
        </w:rPr>
        <w:t>يا أباذر لا تصيب حقيقة الايمان حتى ترى الناس كلّهم حمقى في دينهم ، عقلاء في دنياهم.</w:t>
      </w:r>
    </w:p>
    <w:p w:rsidR="00AA2ABC" w:rsidRDefault="00AA2ABC" w:rsidP="002704FD">
      <w:pPr>
        <w:pStyle w:val="libNormal"/>
        <w:rPr>
          <w:rtl/>
        </w:rPr>
      </w:pPr>
      <w:r>
        <w:rPr>
          <w:rtl/>
        </w:rPr>
        <w:t>لقد مضى في أوّل الكتاب ذكر بعض شرائط العبادة وحضور القلب ، والظاهر عند كل أحد انّ الحق يثقل استماعه وعمله على الانسان ، كما انّ أكثر الناس لو قيل لهم انّ هذا العمل خير لكم ينزعجون وإن كان صلاحهم فيه.</w:t>
      </w:r>
    </w:p>
    <w:p w:rsidR="00AA2ABC" w:rsidRDefault="00AA2ABC" w:rsidP="002704FD">
      <w:pPr>
        <w:pStyle w:val="libNormal"/>
        <w:rPr>
          <w:rtl/>
        </w:rPr>
      </w:pPr>
      <w:r>
        <w:rPr>
          <w:rtl/>
        </w:rPr>
        <w:t>وانّ الأعمال الباطلة سواء أكانت في المعاصي والشهوات أم في إحداث البدع سهلة على الطبع ، حلوة في المذاق ، وأكثر الناس يأنسون بسماع الباطل كما يفرح أرباب العزة بالمدح وان علموا بكذبه ، وانّ ذكر أعمالهم السيئة بالحسن ، ومدحهم بالخير والصلاح ملائم لطبعهم مع علمهم بأنّ هذا لا ينفعهم ولا يصلحهم ، ولا يدفع العذاب عنهم.</w:t>
      </w:r>
    </w:p>
    <w:p w:rsidR="00AA2ABC" w:rsidRDefault="00AA2ABC" w:rsidP="002704FD">
      <w:pPr>
        <w:pStyle w:val="libNormal"/>
        <w:rPr>
          <w:rtl/>
        </w:rPr>
      </w:pPr>
      <w:bookmarkStart w:id="15" w:name="_Toc392501847"/>
      <w:bookmarkStart w:id="16" w:name="_Toc392502795"/>
      <w:r w:rsidRPr="00F95598">
        <w:rPr>
          <w:rStyle w:val="Heading1Char"/>
          <w:rtl/>
        </w:rPr>
        <w:t>و</w:t>
      </w:r>
      <w:bookmarkEnd w:id="15"/>
      <w:bookmarkEnd w:id="16"/>
      <w:r w:rsidRPr="00065A76">
        <w:rPr>
          <w:rtl/>
        </w:rPr>
        <w:t xml:space="preserve">اعلم انّ لعدم الاعتناء بالناس </w:t>
      </w:r>
      <w:r>
        <w:rPr>
          <w:rtl/>
        </w:rPr>
        <w:t xml:space="preserve">وجهين : أحدهما ممدوح والآخر مذموم ، أما الممدوح الذي هو من أرفع الكمالات أن يرى الله مالك نفعه وضرره ، ولا دخل للناس في ذلك ، فلا يلتفت إليهم في العبادات ، ولا يخشى لومهم في الأعمال </w:t>
      </w:r>
    </w:p>
    <w:p w:rsidR="00AA2ABC" w:rsidRDefault="00AA2ABC" w:rsidP="002704FD">
      <w:pPr>
        <w:pStyle w:val="libNormal0"/>
        <w:rPr>
          <w:rtl/>
        </w:rPr>
      </w:pPr>
      <w:r>
        <w:rPr>
          <w:rtl/>
        </w:rPr>
        <w:br w:type="page"/>
      </w:r>
      <w:r>
        <w:rPr>
          <w:rtl/>
        </w:rPr>
        <w:lastRenderedPageBreak/>
        <w:t>الحسنة التي يريد فعلها ، ويختار رضى الله فيما لو دار الأمر بين رضاه ورضى المخلوق ، ويحصل هذا المعنى من طريق معرفة عظمة الله تعالى ، وكلّما ازداد الانسان يقيناً ازدادت هذه الصفة كمالاً.</w:t>
      </w:r>
    </w:p>
    <w:p w:rsidR="00AA2ABC" w:rsidRDefault="00AA2ABC" w:rsidP="002704FD">
      <w:pPr>
        <w:pStyle w:val="libNormal"/>
        <w:rPr>
          <w:rtl/>
        </w:rPr>
      </w:pPr>
      <w:r>
        <w:rPr>
          <w:rtl/>
        </w:rPr>
        <w:t xml:space="preserve">وأما المذموم هو أن يحتقر الناس ، ولا يعتبرهم شيئاً مذكوراً ويتكبّر عليهم ، وهذا ناشىء عن العجب والغفلة عن عيوب نفسه والاعتقاد بكمال نفسه ، وهذا من أقبح الصفات الذميمة ، وقد أشار النبي </w:t>
      </w:r>
      <w:r w:rsidR="00BF0EA2" w:rsidRPr="00BF0EA2">
        <w:rPr>
          <w:rStyle w:val="libAlaemChar"/>
          <w:rFonts w:hint="cs"/>
          <w:rtl/>
        </w:rPr>
        <w:t>صلى‌الله‌عليه‌وآله</w:t>
      </w:r>
      <w:r>
        <w:rPr>
          <w:rtl/>
        </w:rPr>
        <w:t xml:space="preserve"> في كلامه هذا إلى كلا القسمين ، بأن يرى الناس في جنب الله أباعر لا يلاحظهم في طاعة الله تعالى ، كما لو صلّى شخص وإلى جنبه أباعر فلا يلاحظها البتة ، فلابدّ أن تسهل عنده عظمة الناس في جنب عظمة الله سبحانه.</w:t>
      </w:r>
    </w:p>
    <w:p w:rsidR="00AA2ABC" w:rsidRDefault="00AA2ABC" w:rsidP="002704FD">
      <w:pPr>
        <w:pStyle w:val="libNormal"/>
        <w:rPr>
          <w:rtl/>
        </w:rPr>
      </w:pPr>
      <w:r>
        <w:rPr>
          <w:rtl/>
        </w:rPr>
        <w:t xml:space="preserve">ثم أشار </w:t>
      </w:r>
      <w:r w:rsidR="00BF0EA2" w:rsidRPr="00BF0EA2">
        <w:rPr>
          <w:rStyle w:val="libAlaemChar"/>
          <w:rFonts w:hint="cs"/>
          <w:rtl/>
        </w:rPr>
        <w:t>صلى‌الله‌عليه‌وآله</w:t>
      </w:r>
      <w:r>
        <w:rPr>
          <w:rtl/>
        </w:rPr>
        <w:t xml:space="preserve"> إلى المعنى الثاني بأنّه لو رجع إلى نفسه يكون أحقر حاقر لها ، أي لا يكون الباعث له على عدم الاعتناء بالناس الاعتقاد بعظمة نفسه.</w:t>
      </w:r>
    </w:p>
    <w:p w:rsidR="00AA2ABC" w:rsidRDefault="00AA2ABC" w:rsidP="002704FD">
      <w:pPr>
        <w:pStyle w:val="libNormal"/>
        <w:rPr>
          <w:rtl/>
        </w:rPr>
      </w:pPr>
      <w:r>
        <w:rPr>
          <w:rtl/>
        </w:rPr>
        <w:t xml:space="preserve">روي بسند معتبر عن رسول الله </w:t>
      </w:r>
      <w:r w:rsidR="00BF0EA2" w:rsidRPr="00BF0EA2">
        <w:rPr>
          <w:rStyle w:val="libAlaemChar"/>
          <w:rFonts w:hint="cs"/>
          <w:rtl/>
        </w:rPr>
        <w:t>صلى‌الله‌عليه‌وآله</w:t>
      </w:r>
      <w:r>
        <w:rPr>
          <w:rtl/>
        </w:rPr>
        <w:t xml:space="preserve"> انّه قال : من أرضى سلطاناً بسخط الله خرج من دين الله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 لا دين لمن دان بطاعِة مَن عَصى الله تبارك وتعالى ...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طلب رضا الناس بسخط الله ، جعل الله حامده من الناس ذاماً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في حديث آخر : لا تسخطوا الله برضا أحد من خلقه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373 ح 5 ـ عنه البحار 73 : 393 ح 5 باب 142.</w:t>
      </w:r>
    </w:p>
    <w:p w:rsidR="00AA2ABC" w:rsidRDefault="00AA2ABC" w:rsidP="001008E4">
      <w:pPr>
        <w:pStyle w:val="libFootnote0"/>
        <w:rPr>
          <w:rtl/>
        </w:rPr>
      </w:pPr>
      <w:r>
        <w:rPr>
          <w:rtl/>
        </w:rPr>
        <w:t>2 ـ البحار 2 : 117 ضمن حديث 19 باب 16.</w:t>
      </w:r>
    </w:p>
    <w:p w:rsidR="00AA2ABC" w:rsidRDefault="00AA2ABC" w:rsidP="001008E4">
      <w:pPr>
        <w:pStyle w:val="libFootnote0"/>
        <w:rPr>
          <w:rtl/>
        </w:rPr>
      </w:pPr>
      <w:r>
        <w:rPr>
          <w:rtl/>
        </w:rPr>
        <w:t xml:space="preserve">3 ـ الكافي 2 : 372 ح 1 ـ عنه البحار 73 : 391 ح 1 باب 142. </w:t>
      </w:r>
    </w:p>
    <w:p w:rsidR="00AA2ABC" w:rsidRDefault="00AA2ABC" w:rsidP="002704FD">
      <w:pPr>
        <w:pStyle w:val="libNormal0"/>
        <w:rPr>
          <w:rtl/>
        </w:rPr>
      </w:pPr>
      <w:r>
        <w:rPr>
          <w:rtl/>
        </w:rPr>
        <w:br w:type="page"/>
      </w:r>
      <w:r>
        <w:rPr>
          <w:rtl/>
        </w:rPr>
        <w:lastRenderedPageBreak/>
        <w:t>ولا تتقربوا إلى أحد من الخلق بتباعد من الله عزّوجلّ ، فإنّ الله ليس بينه وبين أحد من الخلق شيء يعطيه به خيراً أو يصرف به عنه سوءاً الاّ بطاعته وابتغاء مرضاته.</w:t>
      </w:r>
    </w:p>
    <w:p w:rsidR="00AA2ABC" w:rsidRDefault="00AA2ABC" w:rsidP="002704FD">
      <w:pPr>
        <w:pStyle w:val="libNormal"/>
        <w:rPr>
          <w:rtl/>
        </w:rPr>
      </w:pPr>
      <w:r>
        <w:rPr>
          <w:rtl/>
        </w:rPr>
        <w:t xml:space="preserve">انّ طاعة الله نجاح كلّ خير يبتغى ، ونجاة من كلّ شرّ يتقى ، وانّ الله يعصم من أطاعه ولا يعتصم منه من عصاه ، ولا يجد الهارب من الله مهرباً فإنّ أمر الله نازل باذلاله ولو كره الخلائق </w:t>
      </w:r>
      <w:r w:rsidRPr="001008E4">
        <w:rPr>
          <w:rStyle w:val="libFootnotenumChar"/>
          <w:rtl/>
        </w:rPr>
        <w:t>(1)</w:t>
      </w:r>
      <w:r>
        <w:rPr>
          <w:rtl/>
        </w:rPr>
        <w:t>.</w:t>
      </w:r>
    </w:p>
    <w:p w:rsidR="00AA2ABC" w:rsidRDefault="00AA2ABC" w:rsidP="002704FD">
      <w:pPr>
        <w:pStyle w:val="libNormal"/>
        <w:rPr>
          <w:rtl/>
        </w:rPr>
      </w:pPr>
      <w:r>
        <w:rPr>
          <w:rtl/>
        </w:rPr>
        <w:t xml:space="preserve">انّ الله تعالى قد مدح أمير المؤمنين </w:t>
      </w:r>
      <w:r w:rsidR="00763E2E" w:rsidRPr="00763E2E">
        <w:rPr>
          <w:rStyle w:val="libAlaemChar"/>
          <w:rFonts w:hint="cs"/>
          <w:rtl/>
        </w:rPr>
        <w:t>عليه‌السلام</w:t>
      </w:r>
      <w:r>
        <w:rPr>
          <w:rtl/>
        </w:rPr>
        <w:t xml:space="preserve"> وخواصه بأنّهم يجاهدون في سبيله ولا يخافون في الله لومة لائم.</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لا تأخذكم في الله لومة لائم ، يكفكم الله من أرادكم وبغى عليكم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حقّر مؤمناً مسكيناً أو غير مسكين لم يزل الله عزّوجلّ حاقراً له ماقتاً حتى يرجع عن محقرته اياه </w:t>
      </w:r>
      <w:r w:rsidRPr="001008E4">
        <w:rPr>
          <w:rStyle w:val="libFootnotenumChar"/>
          <w:rtl/>
        </w:rPr>
        <w:t>(3)</w:t>
      </w:r>
      <w:r>
        <w:rPr>
          <w:rtl/>
        </w:rPr>
        <w:t>.</w:t>
      </w:r>
    </w:p>
    <w:p w:rsidR="00AA2ABC" w:rsidRDefault="00AA2ABC" w:rsidP="002704FD">
      <w:pPr>
        <w:pStyle w:val="libNormal"/>
        <w:rPr>
          <w:rtl/>
        </w:rPr>
      </w:pPr>
      <w:r>
        <w:rPr>
          <w:rtl/>
        </w:rPr>
        <w:t xml:space="preserve">وقد مضت بعض أحايث هذا الموضوع وستذكر بعضها ، وما قاله </w:t>
      </w:r>
      <w:r w:rsidR="00BF0EA2" w:rsidRPr="00BF0EA2">
        <w:rPr>
          <w:rStyle w:val="libAlaemChar"/>
          <w:rFonts w:hint="cs"/>
          <w:rtl/>
        </w:rPr>
        <w:t>صلى‌الله‌عليه‌وآله</w:t>
      </w:r>
      <w:r>
        <w:rPr>
          <w:rtl/>
        </w:rPr>
        <w:t xml:space="preserve"> : « الناس كلّهم حمقى في دينهم ، عقلاء في دنياهم » يمكن أن يكون المراد أغلب الناس ، أو يكون المراد من لفظ الناس أهل الدنيا.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73 : 394 ح 10 باب 142 ـ عن أمالي الصدوق.</w:t>
      </w:r>
    </w:p>
    <w:p w:rsidR="00AA2ABC" w:rsidRDefault="00AA2ABC" w:rsidP="001008E4">
      <w:pPr>
        <w:pStyle w:val="libFootnote0"/>
        <w:rPr>
          <w:rtl/>
        </w:rPr>
      </w:pPr>
      <w:r>
        <w:rPr>
          <w:rtl/>
        </w:rPr>
        <w:t>2 ـ البحار 73 : 360 ح 3 باب 89 ـ عن أمالي الطوسي.</w:t>
      </w:r>
    </w:p>
    <w:p w:rsidR="00AA2ABC" w:rsidRDefault="00AA2ABC" w:rsidP="001008E4">
      <w:pPr>
        <w:pStyle w:val="libFootnote0"/>
        <w:rPr>
          <w:rtl/>
        </w:rPr>
      </w:pPr>
      <w:r>
        <w:rPr>
          <w:rtl/>
        </w:rPr>
        <w:t xml:space="preserve">3 ـ الكافي 2 : 351 ح 4.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حاسب نفسك قبل أن تحاسب ، فهو أهون لحسابك غداً ، وزن نفسك قبل أن توزن ، وتجهّز للعرض الأكبر يوم تعرض لا تخفى على الله منك خافية.</w:t>
      </w:r>
    </w:p>
    <w:p w:rsidR="00AA2ABC" w:rsidRDefault="00AA2ABC" w:rsidP="002704FD">
      <w:pPr>
        <w:pStyle w:val="libNormal"/>
        <w:rPr>
          <w:rtl/>
        </w:rPr>
      </w:pPr>
      <w:r>
        <w:rPr>
          <w:rtl/>
        </w:rPr>
        <w:t xml:space="preserve">اعلم انّ الذي يريد النجاة من عذاب الله والفوز بالسعادة الأبدية لابدّ أن لا يأمن من نفسه ولا ينخدع بها ، ويكون متفحّصاً لعيوبها دائماً كما يتفحّص عيوب أعدائه لأنّ العيوب مختفية في النفس ، وتظهر له عيوب اخرى بعد ازالة كلّ عيب من نفسه ، كما ذكر رسول الله </w:t>
      </w:r>
      <w:r w:rsidR="00BF0EA2" w:rsidRPr="00BF0EA2">
        <w:rPr>
          <w:rStyle w:val="libAlaemChar"/>
          <w:rFonts w:hint="cs"/>
          <w:rtl/>
        </w:rPr>
        <w:t>صلى‌الله‌عليه‌وآله</w:t>
      </w:r>
      <w:r>
        <w:rPr>
          <w:rtl/>
        </w:rPr>
        <w:t xml:space="preserve"> من انّ المؤمن لا ينتفي عنه عيب الاّ بدا له عيب آخر.</w:t>
      </w:r>
    </w:p>
    <w:p w:rsidR="00AA2ABC" w:rsidRDefault="00AA2ABC" w:rsidP="002704FD">
      <w:pPr>
        <w:pStyle w:val="libNormal"/>
        <w:rPr>
          <w:rtl/>
        </w:rPr>
      </w:pPr>
      <w:bookmarkStart w:id="17" w:name="_Toc392501848"/>
      <w:bookmarkStart w:id="18" w:name="_Toc392502796"/>
      <w:r w:rsidRPr="00BE352A">
        <w:rPr>
          <w:rStyle w:val="Heading1Char"/>
          <w:rtl/>
        </w:rPr>
        <w:t>و</w:t>
      </w:r>
      <w:bookmarkEnd w:id="17"/>
      <w:bookmarkEnd w:id="18"/>
      <w:r w:rsidRPr="00AB6A5E">
        <w:rPr>
          <w:rtl/>
        </w:rPr>
        <w:t xml:space="preserve">لابدّ أن يكون الانسان محاسباً لنفسه </w:t>
      </w:r>
      <w:r>
        <w:rPr>
          <w:rtl/>
        </w:rPr>
        <w:t>دائماً ، وليعلم انّه سيجيء يوم يحاسب على أعماله ، فليحاسب نفسه اليوم وليعد الجواب لأنّ التغافل لا يفيد في رفع حساب الآخرة ، كالطير الذي يغمض عينيه إذا اريد اصطياده.</w:t>
      </w:r>
    </w:p>
    <w:p w:rsidR="00AA2ABC" w:rsidRDefault="00AA2ABC" w:rsidP="002704FD">
      <w:pPr>
        <w:pStyle w:val="libNormal"/>
        <w:rPr>
          <w:rtl/>
        </w:rPr>
      </w:pPr>
      <w:r>
        <w:rPr>
          <w:rtl/>
        </w:rPr>
        <w:t>واعلم انّ العمر رأس المال في تحصيل السعادة الأبدية ، فليحاسب نفسه كلّ يوم وانّه بماذا صرف دقائق عمره ، ان صرفها في الطاعة نفعته ، وإن صرفها في المعصية ضرّته ، وان لم يصرفها في أيّ شيء فلقد أتلف رأس المال وضيّعه وأعطاه للشيطان.</w:t>
      </w:r>
    </w:p>
    <w:p w:rsidR="00AA2ABC" w:rsidRDefault="00AA2ABC" w:rsidP="002704FD">
      <w:pPr>
        <w:pStyle w:val="libNormal"/>
        <w:rPr>
          <w:rtl/>
        </w:rPr>
      </w:pPr>
      <w:r>
        <w:rPr>
          <w:rtl/>
        </w:rPr>
        <w:t xml:space="preserve">ففي الصورة الأولى يشوق نفسه ويرغبها في الزيادة ، وفي الصورة الثانية والثالثة يلومها ويؤذيها ، ويأخذ منها غرامة مهما أمكن من توبة وإنابة ، ويتدارك ما </w:t>
      </w:r>
    </w:p>
    <w:p w:rsidR="00AA2ABC" w:rsidRDefault="00AA2ABC" w:rsidP="002704FD">
      <w:pPr>
        <w:pStyle w:val="libNormal0"/>
        <w:rPr>
          <w:rtl/>
        </w:rPr>
      </w:pPr>
      <w:r>
        <w:rPr>
          <w:rtl/>
        </w:rPr>
        <w:br w:type="page"/>
      </w:r>
      <w:r>
        <w:rPr>
          <w:rtl/>
        </w:rPr>
        <w:lastRenderedPageBreak/>
        <w:t>فات بما بقي ، وإن كان ما مضى لا يتدارك لأنّ لكل زمان حظ من الأعمال الصالحة ، والعمل الذي تعمله في كلّ زمان فهو حقّ ذلك الزمان وما فات ذهب عنك.</w:t>
      </w:r>
    </w:p>
    <w:p w:rsidR="00AA2ABC" w:rsidRDefault="00AA2ABC" w:rsidP="002704FD">
      <w:pPr>
        <w:pStyle w:val="libNormal"/>
        <w:rPr>
          <w:rtl/>
        </w:rPr>
      </w:pPr>
      <w:r>
        <w:rPr>
          <w:rtl/>
        </w:rPr>
        <w:t>وإن لم تطع النفس ولم تقبل فجادلها وجاهدها وألجمها بالفكر الصحيح ، وتذكر الآيات والأخبار والوعيد ، فإنّ الانسان بمثابة الفرس الجموح الذي يعدو في صحراء وعرة فيها الحفر الكثيرة والآبار عن يمين الطريق ويساره ، فإن غفلت لحظة تجد نفسك في قعر بئر الضلالة.</w:t>
      </w:r>
    </w:p>
    <w:p w:rsidR="00AA2ABC" w:rsidRDefault="00AA2ABC" w:rsidP="002704FD">
      <w:pPr>
        <w:pStyle w:val="libNormal"/>
        <w:rPr>
          <w:rtl/>
        </w:rPr>
      </w:pPr>
      <w:r>
        <w:rPr>
          <w:rtl/>
        </w:rPr>
        <w:t xml:space="preserve">روي بسند معتبر عن موسى بن جعفر </w:t>
      </w:r>
      <w:r w:rsidR="00763E2E" w:rsidRPr="00763E2E">
        <w:rPr>
          <w:rStyle w:val="libAlaemChar"/>
          <w:rFonts w:hint="cs"/>
          <w:rtl/>
        </w:rPr>
        <w:t>عليه‌السلام</w:t>
      </w:r>
      <w:r>
        <w:rPr>
          <w:rtl/>
        </w:rPr>
        <w:t xml:space="preserve"> انّه قال : ليس منّا من لم يحاسب نفسه في كلّ يوم ، فإن عمل خيراً استزاد الله وحمد الله ، وإن عمل شرّاً استغفر الله منه وتاب إليه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لرجل : انّك جُعلت طبيب نفسك ، وبُيّن لك الداء ، وعُرّفت آية الصحة ، ودُللت على الدواء ، فانظر كيف قيامك على نفسك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اجعل قلبك قريناً برّاً أو ولداً واصلاً ، واجعل عملك والدا ًتتبعه ، واجعل نفسك عدوّاً تجاهدها ، واجعل مالك عارية تردّها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اقصر نفسك عمّا يضرّها من قبل أن تفارقك ، واسع في فكاكها كما تسعى في طلب معيشتك ، فإنّ نفسك رهينة بعملك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خذ لنفسك من نفسك ، خذ منها في الصحة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الاختصاص : 243 ـ عنه البحار 70 : 72 ح 24 باب 45.</w:t>
      </w:r>
    </w:p>
    <w:p w:rsidR="00AA2ABC" w:rsidRDefault="00AA2ABC" w:rsidP="001008E4">
      <w:pPr>
        <w:pStyle w:val="libFootnote0"/>
        <w:rPr>
          <w:rtl/>
        </w:rPr>
      </w:pPr>
      <w:r>
        <w:rPr>
          <w:rtl/>
        </w:rPr>
        <w:t>2 ـ الكافي 2 : 454 ح 6 ـ الوسائل 11 : 122 ح 3 باب 1.</w:t>
      </w:r>
    </w:p>
    <w:p w:rsidR="00AA2ABC" w:rsidRDefault="00AA2ABC" w:rsidP="001008E4">
      <w:pPr>
        <w:pStyle w:val="libFootnote0"/>
        <w:rPr>
          <w:rtl/>
        </w:rPr>
      </w:pPr>
      <w:r>
        <w:rPr>
          <w:rtl/>
        </w:rPr>
        <w:t>3 ـ الكافي 2 : 454 ح 7 ـ الوسائل 11 : 122 ح 4 باب 1.</w:t>
      </w:r>
    </w:p>
    <w:p w:rsidR="00AA2ABC" w:rsidRDefault="00AA2ABC" w:rsidP="001008E4">
      <w:pPr>
        <w:pStyle w:val="libFootnote0"/>
        <w:rPr>
          <w:rtl/>
        </w:rPr>
      </w:pPr>
      <w:r>
        <w:rPr>
          <w:rtl/>
        </w:rPr>
        <w:t>4 ـ الكافي 2 : 455 ح 8 ـ الوسائل 11 : 236 ح 2 باب 39.</w:t>
      </w:r>
    </w:p>
    <w:p w:rsidR="00AA2ABC" w:rsidRDefault="00AA2ABC" w:rsidP="002704FD">
      <w:pPr>
        <w:pStyle w:val="libNormal0"/>
        <w:rPr>
          <w:rtl/>
        </w:rPr>
      </w:pPr>
      <w:r>
        <w:rPr>
          <w:rtl/>
        </w:rPr>
        <w:br w:type="page"/>
      </w:r>
      <w:r>
        <w:rPr>
          <w:rtl/>
        </w:rPr>
        <w:lastRenderedPageBreak/>
        <w:t xml:space="preserve">قبل السقم ، وفي القوة قبل الضعف ، وفي الحياة قبل الممات </w:t>
      </w:r>
      <w:r w:rsidRPr="001008E4">
        <w:rPr>
          <w:rStyle w:val="libFootnotenumChar"/>
          <w:rtl/>
        </w:rPr>
        <w:t>(1)</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لا يصغر ما ينفع يوم القيامة ، ولا يصغر ما يضرّ يوم القيامة ، فكونوا فيما أخبركم الله عزّوجلّ كمن عاين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وصيته لابنه الحسن </w:t>
      </w:r>
      <w:r w:rsidR="00763E2E" w:rsidRPr="00763E2E">
        <w:rPr>
          <w:rStyle w:val="libAlaemChar"/>
          <w:rFonts w:hint="cs"/>
          <w:rtl/>
        </w:rPr>
        <w:t>عليه‌السلام</w:t>
      </w:r>
      <w:r>
        <w:rPr>
          <w:rtl/>
        </w:rPr>
        <w:t xml:space="preserve"> : يا بنيّ للمؤمن ثلاث ساعات ، ساعة يناجي فيها ربّه ، وساعة فيها يحاسب فيها نفسه ، وساعة يخلو فيها بين نفسه ولذّتها فيما يحلّ ويحمد ... </w:t>
      </w:r>
      <w:r w:rsidRPr="001008E4">
        <w:rPr>
          <w:rStyle w:val="libFootnotenumChar"/>
          <w:rtl/>
        </w:rPr>
        <w:t>(3)</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ألا فحاسبو أنفسكم قبل أن تحاسبوا ، فإنّ في القيامة خمسين موقفاً كلّ موقف مقام ألف سنة </w:t>
      </w:r>
      <w:r w:rsidRPr="001008E4">
        <w:rPr>
          <w:rStyle w:val="libFootnotenumChar"/>
          <w:rtl/>
        </w:rPr>
        <w:t>(4)</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من لم يتعاهد النقص من نفسه غلب عليه الهوى ، ومن كان في النقص فالموت خير له </w:t>
      </w:r>
      <w:r w:rsidRPr="001008E4">
        <w:rPr>
          <w:rStyle w:val="libFootnotenumChar"/>
          <w:rtl/>
        </w:rPr>
        <w:t>(5)</w:t>
      </w:r>
      <w:r>
        <w:rPr>
          <w:rtl/>
        </w:rPr>
        <w:t>.</w:t>
      </w:r>
    </w:p>
    <w:p w:rsidR="00AA2ABC" w:rsidRDefault="00AA2ABC" w:rsidP="002704FD">
      <w:pPr>
        <w:pStyle w:val="libNormal"/>
        <w:rPr>
          <w:rtl/>
        </w:rPr>
      </w:pPr>
      <w:r>
        <w:rPr>
          <w:rtl/>
        </w:rPr>
        <w:t xml:space="preserve">وقال عليّ بن الحسين </w:t>
      </w:r>
      <w:r w:rsidR="00763E2E" w:rsidRPr="00763E2E">
        <w:rPr>
          <w:rStyle w:val="libAlaemChar"/>
          <w:rFonts w:hint="cs"/>
          <w:rtl/>
        </w:rPr>
        <w:t>عليه‌السلام</w:t>
      </w:r>
      <w:r>
        <w:rPr>
          <w:rtl/>
        </w:rPr>
        <w:t xml:space="preserve"> : ابن آدم لا تزال بخير ما كان لك واعظ من نفسك ، وما كانت المحاسبة من همّك ، وما كان الخوف لك شعاراً ، والحزن لك دثاراً ، ابن آدم انّك ميّت ومبعوث وموقوف بين يدي الله عزّوجلّ ومسؤول ، فأعدّ جواباً </w:t>
      </w:r>
      <w:r w:rsidRPr="001008E4">
        <w:rPr>
          <w:rStyle w:val="libFootnotenumChar"/>
          <w:rtl/>
        </w:rPr>
        <w:t>(6)</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455 ح 11 ـ باب محاسبة العمل.</w:t>
      </w:r>
    </w:p>
    <w:p w:rsidR="00AA2ABC" w:rsidRDefault="00AA2ABC" w:rsidP="001008E4">
      <w:pPr>
        <w:pStyle w:val="libFootnote0"/>
        <w:rPr>
          <w:rtl/>
        </w:rPr>
      </w:pPr>
      <w:r>
        <w:rPr>
          <w:rtl/>
        </w:rPr>
        <w:t>2 ـ الكافي 2 : 456 ح 14 ـ باب محاسبة العمل.</w:t>
      </w:r>
    </w:p>
    <w:p w:rsidR="00AA2ABC" w:rsidRDefault="00AA2ABC" w:rsidP="001008E4">
      <w:pPr>
        <w:pStyle w:val="libFootnote0"/>
        <w:rPr>
          <w:rtl/>
        </w:rPr>
      </w:pPr>
      <w:r>
        <w:rPr>
          <w:rtl/>
        </w:rPr>
        <w:t>3 ـ البحار 70 : 65 ح 6 باب 45 ـ عن أمالي الطوسي.</w:t>
      </w:r>
    </w:p>
    <w:p w:rsidR="00AA2ABC" w:rsidRDefault="00AA2ABC" w:rsidP="001008E4">
      <w:pPr>
        <w:pStyle w:val="libFootnote0"/>
        <w:rPr>
          <w:rtl/>
        </w:rPr>
      </w:pPr>
      <w:r>
        <w:rPr>
          <w:rtl/>
        </w:rPr>
        <w:t>4 ـ البحار 70 : 64 ح 4 باب 45 ـ عن أمالي الطوسي.</w:t>
      </w:r>
    </w:p>
    <w:p w:rsidR="00AA2ABC" w:rsidRDefault="00AA2ABC" w:rsidP="001008E4">
      <w:pPr>
        <w:pStyle w:val="libFootnote0"/>
        <w:rPr>
          <w:rtl/>
        </w:rPr>
      </w:pPr>
      <w:r>
        <w:rPr>
          <w:rtl/>
        </w:rPr>
        <w:t>5 ـ البحار 70 : 64 ح 3 باب 45 ـ عن معاني الأخبار : 198 ضمن حيث 4 باب معنى الغايات.</w:t>
      </w:r>
    </w:p>
    <w:p w:rsidR="00AA2ABC" w:rsidRDefault="00AA2ABC" w:rsidP="001008E4">
      <w:pPr>
        <w:pStyle w:val="libFootnote0"/>
        <w:rPr>
          <w:rtl/>
        </w:rPr>
      </w:pPr>
      <w:r>
        <w:rPr>
          <w:rtl/>
        </w:rPr>
        <w:t xml:space="preserve">6 ـ أمالي الطوسي : 115 ح 30 مجلس 4 ـ عنه البحار 70 : 64 ح 5 باب 45.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استح من الله فانّي والذي نفسي بيده لا أزال حين أذهب إلى الغائط متقنّعاً بثوبي استحي من الملكين الذين معي.</w:t>
      </w:r>
    </w:p>
    <w:p w:rsidR="00AA2ABC" w:rsidRDefault="00AA2ABC" w:rsidP="002704FD">
      <w:pPr>
        <w:pStyle w:val="libNormal"/>
        <w:rPr>
          <w:rtl/>
        </w:rPr>
      </w:pPr>
      <w:r>
        <w:rPr>
          <w:rtl/>
        </w:rPr>
        <w:t>يا أبا ذر أتحب أن تدخل الجنة؟ قلت : نعم فداك أبي وأمي ، قال : فاقصر من الأمل ، واجعل الموت نصب عينيك ، واستح من الله حق الحياء ، قال : قلت : يا رسول الله كلّنا نستحي من الله.</w:t>
      </w:r>
    </w:p>
    <w:p w:rsidR="00AA2ABC" w:rsidRDefault="00AA2ABC" w:rsidP="002704FD">
      <w:pPr>
        <w:pStyle w:val="libNormal"/>
        <w:rPr>
          <w:rtl/>
        </w:rPr>
      </w:pPr>
      <w:r>
        <w:rPr>
          <w:rtl/>
        </w:rPr>
        <w:t>قال : ليس ذلك الحياء ، ولكن الحياء أن لا تنسى المقابر والبلى ، والجوف وما وعى ، والرأس وما حوى ، ومن أراد كرامة الآخرة فليدع زينة الدنيا ، فإذا كنت كذلك أصبت ولاية الله.</w:t>
      </w:r>
    </w:p>
    <w:p w:rsidR="00AA2ABC" w:rsidRDefault="00AA2ABC" w:rsidP="002704FD">
      <w:pPr>
        <w:pStyle w:val="libNormal"/>
        <w:rPr>
          <w:rtl/>
        </w:rPr>
      </w:pPr>
      <w:r>
        <w:rPr>
          <w:rtl/>
        </w:rPr>
        <w:t xml:space="preserve">لقد أشار </w:t>
      </w:r>
      <w:r w:rsidR="00BF0EA2" w:rsidRPr="00BF0EA2">
        <w:rPr>
          <w:rStyle w:val="libAlaemChar"/>
          <w:rFonts w:hint="cs"/>
          <w:rtl/>
        </w:rPr>
        <w:t>صلى‌الله‌عليه‌وآله</w:t>
      </w:r>
      <w:r>
        <w:rPr>
          <w:rtl/>
        </w:rPr>
        <w:t xml:space="preserve"> في هذا المقام إلى خصال من الأخلاق الكريمة.</w:t>
      </w:r>
    </w:p>
    <w:p w:rsidR="00AA2ABC" w:rsidRDefault="00AA2ABC" w:rsidP="002704FD">
      <w:pPr>
        <w:pStyle w:val="libNormal"/>
        <w:rPr>
          <w:rtl/>
        </w:rPr>
      </w:pPr>
      <w:bookmarkStart w:id="19" w:name="_Toc392501849"/>
      <w:bookmarkStart w:id="20" w:name="_Toc392502797"/>
      <w:r w:rsidRPr="007351FF">
        <w:rPr>
          <w:rStyle w:val="Heading1Char"/>
          <w:rtl/>
        </w:rPr>
        <w:t>[ الخصلة ] الاُولى</w:t>
      </w:r>
      <w:bookmarkEnd w:id="19"/>
      <w:bookmarkEnd w:id="20"/>
      <w:r>
        <w:rPr>
          <w:rStyle w:val="Heading1Char"/>
          <w:rtl/>
        </w:rPr>
        <w:t xml:space="preserve"> </w:t>
      </w:r>
      <w:r>
        <w:rPr>
          <w:rtl/>
        </w:rPr>
        <w:t xml:space="preserve">: </w:t>
      </w:r>
      <w:r w:rsidRPr="00C32A33">
        <w:rPr>
          <w:rtl/>
        </w:rPr>
        <w:t>في الحياء</w:t>
      </w:r>
      <w:r>
        <w:rPr>
          <w:rtl/>
        </w:rPr>
        <w:t xml:space="preserve"> ، وهو تأثر النفس وانزجارها من أمر ظهر لها قبحه ، وهو على قسمين ، قسم من أفضل الصفات الكمالية ويورث الفوز والسعادة ، وقسم يوجب الحرمان من الكمالات.</w:t>
      </w:r>
    </w:p>
    <w:p w:rsidR="00AA2ABC" w:rsidRDefault="00AA2ABC" w:rsidP="002704FD">
      <w:pPr>
        <w:pStyle w:val="libNormal"/>
        <w:rPr>
          <w:rtl/>
        </w:rPr>
      </w:pPr>
      <w:r>
        <w:rPr>
          <w:rtl/>
        </w:rPr>
        <w:t>أمّا ما كان كمالاً منه ، فهو انّ الانسان بعد ما ميّز بين الحق والباطل والحسن والقبيح بالعلم استحى من الله ومن الخلق في ترك العبادات ، ومحاسن آداب الشريعة ، وارتكاب المعاصي وقبائح الآداب التي علم قبحها من الشرع ، وقد ذكرنا مجملاً عن تفسير الحياء في أول الكتاب.</w:t>
      </w:r>
    </w:p>
    <w:p w:rsidR="00AA2ABC" w:rsidRDefault="00AA2ABC" w:rsidP="002704FD">
      <w:pPr>
        <w:pStyle w:val="libNormal"/>
        <w:rPr>
          <w:rtl/>
        </w:rPr>
      </w:pPr>
      <w:r>
        <w:rPr>
          <w:rtl/>
        </w:rPr>
        <w:t>ومن الواضح انّ المتصف بصفة الحياء إذا أراد فعل قبيح تفكر بحضور الله</w:t>
      </w:r>
    </w:p>
    <w:p w:rsidR="00AA2ABC" w:rsidRDefault="00AA2ABC" w:rsidP="002704FD">
      <w:pPr>
        <w:pStyle w:val="libNormal0"/>
        <w:rPr>
          <w:rtl/>
        </w:rPr>
      </w:pPr>
      <w:r>
        <w:rPr>
          <w:rtl/>
        </w:rPr>
        <w:br w:type="page"/>
      </w:r>
      <w:r>
        <w:rPr>
          <w:rtl/>
        </w:rPr>
        <w:lastRenderedPageBreak/>
        <w:t xml:space="preserve">تعالى واطلاعه على أفعاله ، وكذلك اطلاع النبي والأئمة </w:t>
      </w:r>
      <w:r w:rsidR="000A073B" w:rsidRPr="000A073B">
        <w:rPr>
          <w:rStyle w:val="libAlaemChar"/>
          <w:rFonts w:hint="cs"/>
          <w:rtl/>
        </w:rPr>
        <w:t>عليهم‌السلام</w:t>
      </w:r>
      <w:r>
        <w:rPr>
          <w:rtl/>
        </w:rPr>
        <w:t xml:space="preserve"> وعرض أعمال الأُمة عليهم في كلّ يوم ، وكذلك اطلاع الملكين الموكلين به ، ولو رفع الله ستره عنه لاطلع على فعله جميع ملائكة السماء ، وسينفضح يوم القيامة أمام مائة وأربع وعشرين ألف نبيّ ، وجيمع الملائكة وسائر العباد ، فلو تفكر في هذه الأمور وأذعن بها عن يقين وايمان فلا يتوجه إلى ذلك العمل البتة ، وكذلك الأمر في فعل الطاعات.</w:t>
      </w:r>
    </w:p>
    <w:p w:rsidR="00AA2ABC" w:rsidRDefault="00AA2ABC" w:rsidP="002704FD">
      <w:pPr>
        <w:pStyle w:val="libNormal"/>
        <w:rPr>
          <w:rtl/>
        </w:rPr>
      </w:pPr>
      <w:r>
        <w:rPr>
          <w:rtl/>
        </w:rPr>
        <w:t xml:space="preserve">وأمّا الحياء المذموم بأن يرى الانسان أمراً من الحق قبيحاً بعقله الناقص فيتركه ، وهذا ناشىء من الجهل ، كما لو أشكلت عليه مسألة فلا يسألها ويستحي ويبقى في الجهالة ، أو يترك عبادة لكون بعض الأشقياء لا يستحسنها ، وهذا الحياء يوجب الحرمان من السعادة ، ويقول الله تعالى : </w:t>
      </w:r>
    </w:p>
    <w:p w:rsidR="00AA2ABC" w:rsidRDefault="00AA2ABC" w:rsidP="002704FD">
      <w:pPr>
        <w:pStyle w:val="libNormal"/>
        <w:rPr>
          <w:rtl/>
        </w:rPr>
      </w:pPr>
      <w:r w:rsidRPr="002704FD">
        <w:rPr>
          <w:rStyle w:val="libAlaemChar"/>
          <w:rtl/>
        </w:rPr>
        <w:t>(</w:t>
      </w:r>
      <w:r w:rsidRPr="002704FD">
        <w:rPr>
          <w:rStyle w:val="libAieChar"/>
          <w:rtl/>
        </w:rPr>
        <w:t xml:space="preserve"> وَاللهُ لاَ يَستَحي مِنَ الحَقِّ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الحياء حياءان ؛ حياء عقل وحياء حمق ، فحياء العقل هو العلم ، وحياء الحمق هو الجهل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الحياء من الايمان ، والايمان في الجنة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الحياء والايمان مقرونان في قرن ، فاذا ذهب أحدهما تبعه صاحبه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الاحزاب : 53.</w:t>
      </w:r>
    </w:p>
    <w:p w:rsidR="00AA2ABC" w:rsidRDefault="00AA2ABC" w:rsidP="001008E4">
      <w:pPr>
        <w:pStyle w:val="libFootnote0"/>
        <w:rPr>
          <w:rtl/>
        </w:rPr>
      </w:pPr>
      <w:r>
        <w:rPr>
          <w:rtl/>
        </w:rPr>
        <w:t>2 ـ الكافي 2 : 106 ح 6 ـ عنه البحار 71 : 331 ح 6 باب 81.</w:t>
      </w:r>
    </w:p>
    <w:p w:rsidR="00AA2ABC" w:rsidRDefault="00AA2ABC" w:rsidP="001008E4">
      <w:pPr>
        <w:pStyle w:val="libFootnote0"/>
        <w:rPr>
          <w:rtl/>
        </w:rPr>
      </w:pPr>
      <w:r>
        <w:rPr>
          <w:rtl/>
        </w:rPr>
        <w:t>3 ـ الكافي 2 : 106 ح 1 ـ عنه البحار 71 : 329 ح 1 باب 81.</w:t>
      </w:r>
    </w:p>
    <w:p w:rsidR="00AA2ABC" w:rsidRDefault="00AA2ABC" w:rsidP="001008E4">
      <w:pPr>
        <w:pStyle w:val="libFootnote0"/>
        <w:rPr>
          <w:rtl/>
        </w:rPr>
      </w:pPr>
      <w:r>
        <w:rPr>
          <w:rtl/>
        </w:rPr>
        <w:t xml:space="preserve">4 ـ الكافي 2 : 106 ح 4 ـ عنه البحار 71 : 331 ح 4 باب 81.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لا ايمان لمن لا حياء له </w:t>
      </w:r>
      <w:r w:rsidRPr="001008E4">
        <w:rPr>
          <w:rStyle w:val="libFootnotenumChar"/>
          <w:rtl/>
        </w:rPr>
        <w:t>(1)</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أربع من كنّ فيه وكان من قرنه إلى قدمه ذنوباً بدلها الله حسنات ، الصدق ، والحياء ، وحسن الخلق ، والشكر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من رقّ وجهه ، رقّ علمه </w:t>
      </w:r>
      <w:r w:rsidRPr="001008E4">
        <w:rPr>
          <w:rStyle w:val="libFootnotenumChar"/>
          <w:rtl/>
        </w:rPr>
        <w:t>(3)</w:t>
      </w:r>
      <w:r>
        <w:rPr>
          <w:rtl/>
        </w:rPr>
        <w:t>. [ فالحياء في طلب العلم ليس بحسن ].</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لم يبق من أمثال الأنبياء الاّ قول الناس : إذا لم تستح فاصنع ما شئت </w:t>
      </w:r>
      <w:r w:rsidRPr="001008E4">
        <w:rPr>
          <w:rStyle w:val="libFootnotenumChar"/>
          <w:rtl/>
        </w:rPr>
        <w:t>(4)</w:t>
      </w:r>
      <w:r>
        <w:rPr>
          <w:rtl/>
        </w:rPr>
        <w:t>. [ فترك الحياء يوجب ارتكاب جميع القبائح ].</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في حديث آخر : الحياء على وجهين فمنه الضعف ، ومنه قوّة واسلام وايمان </w:t>
      </w:r>
      <w:r w:rsidRPr="001008E4">
        <w:rPr>
          <w:rStyle w:val="libFootnotenumChar"/>
          <w:rtl/>
        </w:rPr>
        <w:t>(5)</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قال عيسى بن مريم صلوات الله عليه : إذا قعد أحدكم في منزله فليرخي عليه ستره ، فإنّ الله تبارك وتعالى قسّم الحياء كم قسّم الرزق</w:t>
      </w:r>
      <w:r w:rsidRPr="001008E4">
        <w:rPr>
          <w:rStyle w:val="libFootnotenumChar"/>
          <w:rtl/>
        </w:rPr>
        <w:t>(6)</w:t>
      </w:r>
      <w:r>
        <w:rPr>
          <w:rtl/>
        </w:rPr>
        <w:t>.</w:t>
      </w:r>
    </w:p>
    <w:p w:rsidR="00AA2ABC" w:rsidRDefault="00AA2ABC" w:rsidP="002704FD">
      <w:pPr>
        <w:pStyle w:val="libNormal"/>
        <w:rPr>
          <w:rtl/>
        </w:rPr>
      </w:pPr>
      <w:r>
        <w:rPr>
          <w:rtl/>
        </w:rPr>
        <w:t xml:space="preserve">ويظهر من هذا الحديث الشريف استحباب التقنّع عند التغوّط ، لأنّ الحالة بئس الحالة فالتقنّع يناسب الحياء ، وبما انّه يطّلع على عيوبه الظاهرة من الفضلات والقاذورات فليتذكر عيوبه الباطنة ، والأخلاق الذميمة والذنوب ، وليستح منها فانّها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106 ح 5 ـ عنه البحار 71 : 331 ح 5 باب 81.</w:t>
      </w:r>
    </w:p>
    <w:p w:rsidR="00AA2ABC" w:rsidRDefault="00AA2ABC" w:rsidP="001008E4">
      <w:pPr>
        <w:pStyle w:val="libFootnote0"/>
        <w:rPr>
          <w:rtl/>
        </w:rPr>
      </w:pPr>
      <w:r>
        <w:rPr>
          <w:rtl/>
        </w:rPr>
        <w:t>2 ـ الكافي 2 : 107 ح 7 ـ عنه البحار 71 : 332 ح 7 باب 81.</w:t>
      </w:r>
    </w:p>
    <w:p w:rsidR="00AA2ABC" w:rsidRDefault="00AA2ABC" w:rsidP="001008E4">
      <w:pPr>
        <w:pStyle w:val="libFootnote0"/>
        <w:rPr>
          <w:rtl/>
        </w:rPr>
      </w:pPr>
      <w:r>
        <w:rPr>
          <w:rtl/>
        </w:rPr>
        <w:t>3 ـ الكافي 2 : 106 ح 3 ـ عنه البحار 71 : 330 ح 3 باب 81.</w:t>
      </w:r>
    </w:p>
    <w:p w:rsidR="00AA2ABC" w:rsidRDefault="00AA2ABC" w:rsidP="001008E4">
      <w:pPr>
        <w:pStyle w:val="libFootnote0"/>
        <w:rPr>
          <w:rtl/>
        </w:rPr>
      </w:pPr>
      <w:r>
        <w:rPr>
          <w:rtl/>
        </w:rPr>
        <w:t xml:space="preserve">4 ـ البحار 71 : 333 ح 8 باب 81 ـ عن أمالي الصدوق وعيون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5 ـ قرب الاسناد : 46 ح 150 ـ عنه البحار 71 : 334 ح 10 باب 81.</w:t>
      </w:r>
    </w:p>
    <w:p w:rsidR="00AA2ABC" w:rsidRDefault="00AA2ABC" w:rsidP="001008E4">
      <w:pPr>
        <w:pStyle w:val="libFootnote0"/>
        <w:rPr>
          <w:rtl/>
        </w:rPr>
      </w:pPr>
      <w:r>
        <w:rPr>
          <w:rtl/>
        </w:rPr>
        <w:t xml:space="preserve">6 ـ قرب الاسناد : 46 ح 151 ـ عنه البحار 71 : 334 ح 11 باب 81. </w:t>
      </w:r>
    </w:p>
    <w:p w:rsidR="00AA2ABC" w:rsidRDefault="00AA2ABC" w:rsidP="002704FD">
      <w:pPr>
        <w:pStyle w:val="libNormal0"/>
        <w:rPr>
          <w:rtl/>
        </w:rPr>
      </w:pPr>
      <w:r>
        <w:rPr>
          <w:rtl/>
        </w:rPr>
        <w:br w:type="page"/>
      </w:r>
      <w:r>
        <w:rPr>
          <w:rtl/>
        </w:rPr>
        <w:lastRenderedPageBreak/>
        <w:t>أسوء من الأوساخ الظاهرية وتشير الأدعية في آداب الخلاء إلى هذا المعنى.</w:t>
      </w:r>
    </w:p>
    <w:p w:rsidR="00AA2ABC" w:rsidRDefault="00AA2ABC" w:rsidP="002704FD">
      <w:pPr>
        <w:pStyle w:val="libNormal"/>
        <w:rPr>
          <w:rtl/>
        </w:rPr>
      </w:pPr>
      <w:r>
        <w:rPr>
          <w:rtl/>
        </w:rPr>
        <w:t>ونقل أكثر العلماء في مستحبات الخلاء تغطية الرأس ، واعتقد بعض باستحباب كلا الحالتين ، والتقنّع يشمل تغطية الرأس أيضاً وله فائدة اُخرى بدنية ، وهي منع وصول الروائح النتنة إلى الدماغ.</w:t>
      </w:r>
    </w:p>
    <w:p w:rsidR="00AA2ABC" w:rsidRDefault="00AA2ABC" w:rsidP="002704FD">
      <w:pPr>
        <w:pStyle w:val="libNormal"/>
        <w:rPr>
          <w:rtl/>
        </w:rPr>
      </w:pPr>
      <w:r w:rsidRPr="002704FD">
        <w:rPr>
          <w:rStyle w:val="libBold2Char"/>
          <w:rtl/>
        </w:rPr>
        <w:t xml:space="preserve">الخصلة الثانية : </w:t>
      </w:r>
      <w:r>
        <w:rPr>
          <w:rtl/>
        </w:rPr>
        <w:t>عفة البطن عن المحرمات والمكروهات ، والواجب منها الاجتناب عن أكل الحرام ، والمستحب منها ترك ما نُهي عنه نَهي كراهة أو كان مشبوهاً ، وظاهر الشرع يحكم بحليتها ، ويحتمل وجود الحرام فيه كالذين تحرم أكثر مكاسبهم.</w:t>
      </w:r>
    </w:p>
    <w:p w:rsidR="00AA2ABC" w:rsidRDefault="00AA2ABC" w:rsidP="002704FD">
      <w:pPr>
        <w:pStyle w:val="libNormal"/>
        <w:rPr>
          <w:rtl/>
        </w:rPr>
      </w:pPr>
      <w:r>
        <w:rPr>
          <w:rtl/>
        </w:rPr>
        <w:t xml:space="preserve">وهذا التكليف من أعظم تكاليف الله ، والسعي في تحصيل الحلال من أصعب الأمور ، كما ورد من أنّ الحلال قوت المنتخبين ، وجاء في بعض الروايات انّ أمير المؤمنين </w:t>
      </w:r>
      <w:r w:rsidR="00763E2E" w:rsidRPr="00763E2E">
        <w:rPr>
          <w:rStyle w:val="libAlaemChar"/>
          <w:rFonts w:hint="cs"/>
          <w:rtl/>
        </w:rPr>
        <w:t>عليه‌السلام</w:t>
      </w:r>
      <w:r>
        <w:rPr>
          <w:rtl/>
        </w:rPr>
        <w:t xml:space="preserve"> كان يمهر جرابه حذراً من اختلاط المشتبه به.</w:t>
      </w:r>
    </w:p>
    <w:p w:rsidR="00AA2ABC" w:rsidRDefault="00AA2ABC" w:rsidP="002704FD">
      <w:pPr>
        <w:pStyle w:val="libNormal"/>
        <w:rPr>
          <w:rtl/>
        </w:rPr>
      </w:pPr>
      <w:r>
        <w:rPr>
          <w:rtl/>
        </w:rPr>
        <w:t>واعلم انّ للطعام مدخل عظيم في آثار الأعمال والبعد من الله والقرب إليه ، لانّ قوة الجسم من الروح الحيوانية ، وهي بخار تحصل من الدم ، والدم يحصل من الأطعمة ، فإذا وصل الطعام الحلال إلى الأعضاء والجوارح يلزم كلّ واحد منها إلى العمل المرضيّ ، وتنصرف تلك القوّة كلّها في العبادة.</w:t>
      </w:r>
    </w:p>
    <w:p w:rsidR="00AA2ABC" w:rsidRDefault="00AA2ABC" w:rsidP="002704FD">
      <w:pPr>
        <w:pStyle w:val="libNormal"/>
        <w:rPr>
          <w:rtl/>
        </w:rPr>
      </w:pPr>
      <w:r>
        <w:rPr>
          <w:rtl/>
        </w:rPr>
        <w:t>وإذا دخلت لقمة الحرام في الجسم ووصلت قوتها إلى الأعضاء والجوارح فبما انّها نتيجة لحرام فلا يصدر عن نتيجة الحرام عمل الخير ، فإن ظهرت هذه القوة في العين تصرفها في المعاصي والمفاسد ، وإن ظهرت في الأذن تصرفه إلى سماع أنواع الباطل ، وكذلك في سائر الأعضاء والجوارح ، وإن صارت نطفة كان الولد من جهةٍ وَلَد حرام ويميل إلى الشرّ ، والحديث القائل إنّ الراغب في غيبة</w:t>
      </w:r>
    </w:p>
    <w:p w:rsidR="00AA2ABC" w:rsidRDefault="00AA2ABC" w:rsidP="002704FD">
      <w:pPr>
        <w:pStyle w:val="libNormal0"/>
        <w:rPr>
          <w:rtl/>
        </w:rPr>
      </w:pPr>
      <w:r>
        <w:rPr>
          <w:rtl/>
        </w:rPr>
        <w:br w:type="page"/>
      </w:r>
      <w:r>
        <w:rPr>
          <w:rtl/>
        </w:rPr>
        <w:lastRenderedPageBreak/>
        <w:t>المسلمين لم يكن ولد حلال ، يمكن حمله على هذا المعني.</w:t>
      </w:r>
    </w:p>
    <w:p w:rsidR="00AA2ABC" w:rsidRDefault="00AA2ABC" w:rsidP="002704FD">
      <w:pPr>
        <w:pStyle w:val="libNormal"/>
        <w:rPr>
          <w:rtl/>
        </w:rPr>
      </w:pPr>
      <w:r>
        <w:rPr>
          <w:rtl/>
        </w:rPr>
        <w:t>ولقمة الحلال أيضاً تصير نوراً عبادة ومعرفة ، وتوجب القرب نحو الله تعالى ، وتنوّر القلب ، وقد علم هذا المعنى بالتجربة.</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أنّه قال : من سرّه أن يستجاب دعاؤه فليطيّب كسبه </w:t>
      </w:r>
      <w:r w:rsidRPr="001008E4">
        <w:rPr>
          <w:rStyle w:val="libFootnotenumChar"/>
          <w:rtl/>
        </w:rPr>
        <w:t>(1)</w:t>
      </w:r>
      <w:r>
        <w:rPr>
          <w:rtl/>
        </w:rPr>
        <w:t>.</w:t>
      </w:r>
    </w:p>
    <w:p w:rsidR="00AA2ABC" w:rsidRDefault="00AA2ABC" w:rsidP="002704FD">
      <w:pPr>
        <w:pStyle w:val="libNormal"/>
        <w:rPr>
          <w:rtl/>
        </w:rPr>
      </w:pPr>
      <w:r>
        <w:rPr>
          <w:rtl/>
        </w:rPr>
        <w:t xml:space="preserve">وروي بأسانيد معتبرة عن أبي جعفر الباقر </w:t>
      </w:r>
      <w:r w:rsidR="00763E2E" w:rsidRPr="00763E2E">
        <w:rPr>
          <w:rStyle w:val="libAlaemChar"/>
          <w:rFonts w:hint="cs"/>
          <w:rtl/>
        </w:rPr>
        <w:t>عليه‌السلام</w:t>
      </w:r>
      <w:r>
        <w:rPr>
          <w:rtl/>
        </w:rPr>
        <w:t xml:space="preserve"> انّه قال : انّ أفضل العبادة عفّة البطن والفرج </w:t>
      </w:r>
      <w:r w:rsidRPr="001008E4">
        <w:rPr>
          <w:rStyle w:val="libFootnotenumChar"/>
          <w:rtl/>
        </w:rPr>
        <w:t>(2)</w:t>
      </w:r>
      <w:r>
        <w:rPr>
          <w:rtl/>
        </w:rPr>
        <w:t>.</w:t>
      </w:r>
    </w:p>
    <w:p w:rsidR="00AA2ABC" w:rsidRDefault="00AA2ABC" w:rsidP="002704FD">
      <w:pPr>
        <w:pStyle w:val="libNormal"/>
        <w:rPr>
          <w:rtl/>
        </w:rPr>
      </w:pPr>
      <w:r>
        <w:rPr>
          <w:rtl/>
        </w:rPr>
        <w:t xml:space="preserve">وقال له رجل : اني ضعيف العمل قليل الصوم ، ولكن أرجوا ان لا آكل إلاّ حلالا ، قال : فقال له : أي الأجتهاد أفضل من عفة بطن وفرج </w:t>
      </w:r>
      <w:r w:rsidRPr="001008E4">
        <w:rPr>
          <w:rStyle w:val="libFootnotenumChar"/>
          <w:rtl/>
        </w:rPr>
        <w:t>(3)</w:t>
      </w:r>
      <w:r>
        <w:rPr>
          <w:rtl/>
        </w:rPr>
        <w:t xml:space="preserve">. </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أكثر ما تلج به أمتي النار الأجوفان : البطن والفرج </w:t>
      </w:r>
      <w:r w:rsidRPr="001008E4">
        <w:rPr>
          <w:rStyle w:val="libFootnotenumChar"/>
          <w:rtl/>
        </w:rPr>
        <w:t>(4)</w:t>
      </w:r>
      <w:r>
        <w:rPr>
          <w:rtl/>
        </w:rPr>
        <w:t xml:space="preserve">. </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سلم من أمتي من أربع خصال فله الجنة : من الدخول في الدنيا ، واتباع الهوى ، وشهوة البطن ، وشهوة الفرج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جعفر </w:t>
      </w:r>
      <w:r w:rsidR="00763E2E" w:rsidRPr="00763E2E">
        <w:rPr>
          <w:rStyle w:val="libAlaemChar"/>
          <w:rFonts w:hint="cs"/>
          <w:rtl/>
        </w:rPr>
        <w:t>عليه‌السلام</w:t>
      </w:r>
      <w:r>
        <w:rPr>
          <w:rtl/>
        </w:rPr>
        <w:t xml:space="preserve"> </w:t>
      </w:r>
      <w:r w:rsidRPr="001008E4">
        <w:rPr>
          <w:rStyle w:val="libFootnotenumChar"/>
          <w:rtl/>
        </w:rPr>
        <w:t>(6)</w:t>
      </w:r>
      <w:r>
        <w:rPr>
          <w:rtl/>
        </w:rPr>
        <w:t xml:space="preserve"> انّه قال لنجم : يا نجم كلّكم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373 ضمن حديث 16 باب 24 ـ عن عدّة الداعي.</w:t>
      </w:r>
    </w:p>
    <w:p w:rsidR="00AA2ABC" w:rsidRDefault="00AA2ABC" w:rsidP="001008E4">
      <w:pPr>
        <w:pStyle w:val="libFootnote0"/>
        <w:rPr>
          <w:rtl/>
        </w:rPr>
      </w:pPr>
      <w:r>
        <w:rPr>
          <w:rtl/>
        </w:rPr>
        <w:t>2 ـ الكافي 2 : 79 ح 2 ـ عنه البحار 71 : 269 ح 2 باب 77.</w:t>
      </w:r>
    </w:p>
    <w:p w:rsidR="00AA2ABC" w:rsidRDefault="00AA2ABC" w:rsidP="001008E4">
      <w:pPr>
        <w:pStyle w:val="libFootnote0"/>
        <w:rPr>
          <w:rtl/>
        </w:rPr>
      </w:pPr>
      <w:r>
        <w:rPr>
          <w:rtl/>
        </w:rPr>
        <w:t>3 ـ الكافي 2 : 79 ح 4 ـ عنه البحار 71 : 269 ح 4 باب 77.</w:t>
      </w:r>
    </w:p>
    <w:p w:rsidR="00AA2ABC" w:rsidRDefault="00AA2ABC" w:rsidP="001008E4">
      <w:pPr>
        <w:pStyle w:val="libFootnote0"/>
        <w:rPr>
          <w:rtl/>
        </w:rPr>
      </w:pPr>
      <w:r>
        <w:rPr>
          <w:rtl/>
        </w:rPr>
        <w:t>4 ـ الكافي 2 : 79 ح 5 ـ عنه البحار 71 : 269 ح 5 باب 77.</w:t>
      </w:r>
    </w:p>
    <w:p w:rsidR="00AA2ABC" w:rsidRDefault="00AA2ABC" w:rsidP="001008E4">
      <w:pPr>
        <w:pStyle w:val="libFootnote0"/>
        <w:rPr>
          <w:rtl/>
        </w:rPr>
      </w:pPr>
      <w:r>
        <w:rPr>
          <w:rtl/>
        </w:rPr>
        <w:t>5 ـ الخصال : 223 ح 54 باب 4 ـ عنه البحار 71 : 271 ح 14 باب 77.</w:t>
      </w:r>
    </w:p>
    <w:p w:rsidR="00AA2ABC" w:rsidRDefault="00AA2ABC" w:rsidP="001008E4">
      <w:pPr>
        <w:pStyle w:val="libFootnote0"/>
        <w:rPr>
          <w:rtl/>
        </w:rPr>
      </w:pPr>
      <w:r>
        <w:rPr>
          <w:rtl/>
        </w:rPr>
        <w:t xml:space="preserve">6 ـ في المتن الفارسي عن أبي عبدالله </w:t>
      </w:r>
      <w:r w:rsidR="00763E2E" w:rsidRPr="00763E2E">
        <w:rPr>
          <w:rStyle w:val="libAlaemChar"/>
          <w:rFonts w:hint="cs"/>
          <w:rtl/>
        </w:rPr>
        <w:t>عليه‌السلام</w:t>
      </w:r>
      <w:r>
        <w:rPr>
          <w:rtl/>
        </w:rPr>
        <w:t xml:space="preserve"> ولم نجدها. </w:t>
      </w:r>
    </w:p>
    <w:p w:rsidR="00AA2ABC" w:rsidRDefault="00AA2ABC" w:rsidP="002704FD">
      <w:pPr>
        <w:pStyle w:val="libNormal0"/>
        <w:rPr>
          <w:rtl/>
        </w:rPr>
      </w:pPr>
      <w:r>
        <w:rPr>
          <w:rtl/>
        </w:rPr>
        <w:br w:type="page"/>
      </w:r>
      <w:r>
        <w:rPr>
          <w:rtl/>
        </w:rPr>
        <w:lastRenderedPageBreak/>
        <w:t xml:space="preserve">الجنة معنا الاّ أنّه ما أقبح بالرجل منكم أن يدخل الجنّة قد هتك ستره ، وبدت عورته ، قال : قلت له : جعلت فداك وانّ ذلك لكائن؟ قال : نعم ان لم يحفظ فرجه وبطنه </w:t>
      </w:r>
      <w:r w:rsidRPr="001008E4">
        <w:rPr>
          <w:rStyle w:val="libFootnotenumChar"/>
          <w:rtl/>
        </w:rPr>
        <w:t>(1)</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أنّ أخوف ما أخاف على اُمتي من بعدي هذه المكاسب الحرام ، والشهوة الخفية ، والربا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إذا اكتسب الرجل مالاً من غير حلّه ، ثم حجّ فلبّى نودي : «لا لبيك ولا سعديك»</w:t>
      </w:r>
      <w:r>
        <w:rPr>
          <w:rFonts w:hint="cs"/>
          <w:rtl/>
        </w:rPr>
        <w:t xml:space="preserve"> </w:t>
      </w:r>
      <w:r>
        <w:rPr>
          <w:rtl/>
        </w:rPr>
        <w:t>، وان كان من حلّه فلبّى</w:t>
      </w:r>
      <w:r>
        <w:rPr>
          <w:rFonts w:hint="cs"/>
          <w:rtl/>
        </w:rPr>
        <w:t xml:space="preserve"> </w:t>
      </w:r>
      <w:r>
        <w:rPr>
          <w:rtl/>
        </w:rPr>
        <w:t xml:space="preserve">، نودي : «لبيك وسعديك» </w:t>
      </w:r>
      <w:r w:rsidRPr="001008E4">
        <w:rPr>
          <w:rStyle w:val="libFootnotenumChar"/>
          <w:rtl/>
        </w:rPr>
        <w:t>(3)</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انّه قال : تشوّقت الدنيا لقوم حلالاً محضاً فلم يريدوها فدرجوا ، ثمّ تشوّقت لقوم حلالاً وشبهة ، فقالوا : لا حاجة لنا في الشبهة ، وتوسعوا من الحلال.</w:t>
      </w:r>
    </w:p>
    <w:p w:rsidR="00AA2ABC" w:rsidRDefault="00AA2ABC" w:rsidP="002704FD">
      <w:pPr>
        <w:pStyle w:val="libNormal"/>
        <w:rPr>
          <w:rtl/>
        </w:rPr>
      </w:pPr>
      <w:r>
        <w:rPr>
          <w:rtl/>
        </w:rPr>
        <w:t xml:space="preserve">ثم تشوّقت لقوم آخرين حراماً وشبهة ، فقالوا : لا حاجة لنا في الحرام وتوسعوا في الشبهة ، ثم تشوّقت لقوم حراماً محضاً فيطلبونها فلا يجدونها ، والمؤمن في الدنيا يأكل بمنزلة المضطرّ </w:t>
      </w:r>
      <w:r w:rsidRPr="001008E4">
        <w:rPr>
          <w:rStyle w:val="libFootnotenumChar"/>
          <w:rtl/>
        </w:rPr>
        <w:t>(4)</w:t>
      </w:r>
      <w:r>
        <w:rPr>
          <w:rtl/>
        </w:rPr>
        <w:t>.</w:t>
      </w:r>
    </w:p>
    <w:p w:rsidR="00AA2ABC" w:rsidRDefault="00AA2ABC" w:rsidP="002704FD">
      <w:pPr>
        <w:pStyle w:val="libNormal"/>
        <w:rPr>
          <w:rtl/>
        </w:rPr>
      </w:pPr>
      <w:r>
        <w:rPr>
          <w:rtl/>
        </w:rPr>
        <w:t xml:space="preserve">وقال أبو الحسن موسى </w:t>
      </w:r>
      <w:r w:rsidR="00763E2E" w:rsidRPr="00763E2E">
        <w:rPr>
          <w:rStyle w:val="libAlaemChar"/>
          <w:rFonts w:hint="cs"/>
          <w:rtl/>
        </w:rPr>
        <w:t>عليه‌السلام</w:t>
      </w:r>
      <w:r>
        <w:rPr>
          <w:rtl/>
        </w:rPr>
        <w:t xml:space="preserve"> : ... انّ الحرام لا ينمى ، وان نمى لا يبارك له فيه ، وما أنفقه لم يؤجر عليه ، وما خلّفه كان راده إلى النار </w:t>
      </w:r>
      <w:r w:rsidRPr="001008E4">
        <w:rPr>
          <w:rStyle w:val="libFootnotenumChar"/>
          <w:rtl/>
        </w:rPr>
        <w:t>(5)</w:t>
      </w:r>
      <w:r>
        <w:rPr>
          <w:rtl/>
        </w:rPr>
        <w:t>.</w:t>
      </w:r>
    </w:p>
    <w:p w:rsidR="00AA2ABC" w:rsidRDefault="00AA2ABC" w:rsidP="002704FD">
      <w:pPr>
        <w:pStyle w:val="libNormal"/>
        <w:rPr>
          <w:rtl/>
        </w:rPr>
      </w:pPr>
      <w:r>
        <w:rPr>
          <w:rtl/>
        </w:rPr>
        <w:t xml:space="preserve">ونقل بسند معتبر عن سماعة انّه قال : سألت أبا عبدالله </w:t>
      </w:r>
      <w:r w:rsidR="00763E2E" w:rsidRPr="00763E2E">
        <w:rPr>
          <w:rStyle w:val="libAlaemChar"/>
          <w:rFonts w:hint="cs"/>
          <w:rtl/>
        </w:rPr>
        <w:t>عليه‌السلام</w:t>
      </w:r>
      <w:r>
        <w:rPr>
          <w:rtl/>
        </w:rPr>
        <w:t xml:space="preserve"> عن رجل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25 ح 88 باب الواحد ـ عنه البحار 71 : 270 ح 9 باب 77.</w:t>
      </w:r>
    </w:p>
    <w:p w:rsidR="00AA2ABC" w:rsidRDefault="00AA2ABC" w:rsidP="001008E4">
      <w:pPr>
        <w:pStyle w:val="libFootnote0"/>
        <w:rPr>
          <w:rtl/>
        </w:rPr>
      </w:pPr>
      <w:r>
        <w:rPr>
          <w:rtl/>
        </w:rPr>
        <w:t>2 ـ الكافي 5 : 124 ح 1 ـ الوسائل 12 : 52 ح 1 باب 1.</w:t>
      </w:r>
    </w:p>
    <w:p w:rsidR="00AA2ABC" w:rsidRDefault="00AA2ABC" w:rsidP="001008E4">
      <w:pPr>
        <w:pStyle w:val="libFootnote0"/>
        <w:rPr>
          <w:rtl/>
        </w:rPr>
      </w:pPr>
      <w:r>
        <w:rPr>
          <w:rtl/>
        </w:rPr>
        <w:t>3 ـ الكافي 5 : 124 ح 3 ـ الوسائل 12 : 59 ح 3 باب 4.</w:t>
      </w:r>
    </w:p>
    <w:p w:rsidR="00AA2ABC" w:rsidRDefault="00AA2ABC" w:rsidP="001008E4">
      <w:pPr>
        <w:pStyle w:val="libFootnote0"/>
        <w:rPr>
          <w:rtl/>
        </w:rPr>
      </w:pPr>
      <w:r>
        <w:rPr>
          <w:rtl/>
        </w:rPr>
        <w:t>4 ـ الكافي 5 : 125 ح 6 ـ الوسائل 12 : 53 ح 4 باب 1.</w:t>
      </w:r>
    </w:p>
    <w:p w:rsidR="00AA2ABC" w:rsidRDefault="00AA2ABC" w:rsidP="001008E4">
      <w:pPr>
        <w:pStyle w:val="libFootnote0"/>
        <w:rPr>
          <w:rtl/>
        </w:rPr>
      </w:pPr>
      <w:r>
        <w:rPr>
          <w:rtl/>
        </w:rPr>
        <w:t xml:space="preserve">5 ـ الكافي 5 : 125 ح 7 ـ الوسائل 12 : 53 ح 5 باب 1. </w:t>
      </w:r>
    </w:p>
    <w:p w:rsidR="00AA2ABC" w:rsidRDefault="00AA2ABC" w:rsidP="002704FD">
      <w:pPr>
        <w:pStyle w:val="libNormal0"/>
        <w:rPr>
          <w:rtl/>
        </w:rPr>
      </w:pPr>
      <w:r>
        <w:rPr>
          <w:rtl/>
        </w:rPr>
        <w:br w:type="page"/>
      </w:r>
      <w:r>
        <w:rPr>
          <w:rtl/>
        </w:rPr>
        <w:lastRenderedPageBreak/>
        <w:t>أصاب مالاً من عمل بني اُميّة وهو يتصدّق منه ، ويصل منه قرابته ، ويحجّ ليغفر له ما اكتسب ، وهو يقول : انّ الحسنات يذهبن السيئات.</w:t>
      </w:r>
    </w:p>
    <w:p w:rsidR="00AA2ABC" w:rsidRDefault="00AA2ABC" w:rsidP="002704FD">
      <w:pPr>
        <w:pStyle w:val="libNormal"/>
        <w:rPr>
          <w:rtl/>
        </w:rPr>
      </w:pPr>
      <w:r>
        <w:rPr>
          <w:rtl/>
        </w:rPr>
        <w:t xml:space="preserve">فقال أبو عبدالله </w:t>
      </w:r>
      <w:r w:rsidR="00763E2E" w:rsidRPr="00763E2E">
        <w:rPr>
          <w:rStyle w:val="libAlaemChar"/>
          <w:rFonts w:hint="cs"/>
          <w:rtl/>
        </w:rPr>
        <w:t>عليه‌السلام</w:t>
      </w:r>
      <w:r>
        <w:rPr>
          <w:rtl/>
        </w:rPr>
        <w:t xml:space="preserve"> : انّ الخطيئة لا تكفّر الخطيئة ، ولكنّ الحسنة تحطّ الخطيئة ...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في تفسير قوله عزّوجلّ : </w:t>
      </w:r>
      <w:r w:rsidRPr="002704FD">
        <w:rPr>
          <w:rStyle w:val="libAlaemChar"/>
          <w:rtl/>
        </w:rPr>
        <w:t>(</w:t>
      </w:r>
      <w:r w:rsidRPr="002704FD">
        <w:rPr>
          <w:rStyle w:val="libAieChar"/>
          <w:rtl/>
        </w:rPr>
        <w:t xml:space="preserve"> وَقَدِمنَا إلى مَا عَمِلُوا مِن عَمَلٍ فَجَعَلنَاهُ هَباءً مَنثُوراً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فقال : إن كانت أعمالهم لأشدّ بياضاً من القباطي ، فيقول الله عزّوجلّ لها : كوني هباء ، وذلك أنّهم كانوا إذا شرع لهم الحرام أخذوه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الخصلة الثانية : </w:t>
      </w:r>
      <w:r>
        <w:rPr>
          <w:rtl/>
        </w:rPr>
        <w:t>عفة الفرج عن المحرمات والمكروهات والشبهات ، وهذا أيضاً من التكاليف الالهية الشاقة ، وتحقيقه ما مضى من انّ اجتناب الزنا واجب ، والزنا من الذنوب الكبيرة ، وتستحب العفة عمّا دلّ الشرع على كراهته.</w:t>
      </w:r>
    </w:p>
    <w:p w:rsidR="00AA2ABC" w:rsidRDefault="00AA2ABC" w:rsidP="002704FD">
      <w:pPr>
        <w:pStyle w:val="libNormal"/>
        <w:rPr>
          <w:rtl/>
        </w:rPr>
      </w:pPr>
      <w:r>
        <w:rPr>
          <w:rtl/>
        </w:rPr>
        <w:t>وانّ الشبهات على قسمين ، يكون أحدها باعتبار التشكيك في مسألة ، والاحتراز منها هنا مستحب أيضاً على المشهور ، لكنّ البعض اعتبر هذا الاحتياط واجباً الاّ أن يكون طرف الحرمة ضعيفاً ، وثانيها يرجع إلى نفس الشبهة ، كما لو اشترى جارية بأموال مشبوهة ، أو جعل مالاً مشبوهاً مهراً ، أو غصب مهر المرأة ، أو لم يعطها مع القدرة عليه.</w:t>
      </w:r>
    </w:p>
    <w:p w:rsidR="00AA2ABC" w:rsidRDefault="00AA2ABC" w:rsidP="002704FD">
      <w:pPr>
        <w:pStyle w:val="libNormal"/>
        <w:rPr>
          <w:rtl/>
        </w:rPr>
      </w:pPr>
      <w:r>
        <w:rPr>
          <w:rtl/>
        </w:rPr>
        <w:t xml:space="preserve">والزنا ينقسم على الأعضاء والجوارح ، فزنا الفرج معلوم ، وزنا العين النظر الى الأجنبية والصبيان بشهوة ، وزنا الاذن سماع الغناء المهيج والمثير للشهوة ، وزنا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5 : 126 ح 9 ـ الوسائل 12 : 59 ح 2 باب 4.</w:t>
      </w:r>
    </w:p>
    <w:p w:rsidR="00AA2ABC" w:rsidRDefault="00AA2ABC" w:rsidP="001008E4">
      <w:pPr>
        <w:pStyle w:val="libFootnote0"/>
        <w:rPr>
          <w:rtl/>
        </w:rPr>
      </w:pPr>
      <w:r>
        <w:rPr>
          <w:rtl/>
        </w:rPr>
        <w:t>2 ـ الفرقان : 23.</w:t>
      </w:r>
    </w:p>
    <w:p w:rsidR="00AA2ABC" w:rsidRDefault="00AA2ABC" w:rsidP="001008E4">
      <w:pPr>
        <w:pStyle w:val="libFootnote0"/>
        <w:rPr>
          <w:rtl/>
        </w:rPr>
      </w:pPr>
      <w:r>
        <w:rPr>
          <w:rtl/>
        </w:rPr>
        <w:t xml:space="preserve">3 ـ الكافي 5 : 126 ح 10 ـ الوسائل 12 : 53 ح 6 باب 1. </w:t>
      </w:r>
    </w:p>
    <w:p w:rsidR="00AA2ABC" w:rsidRDefault="00AA2ABC" w:rsidP="002704FD">
      <w:pPr>
        <w:pStyle w:val="libNormal0"/>
        <w:rPr>
          <w:rtl/>
        </w:rPr>
      </w:pPr>
      <w:r>
        <w:rPr>
          <w:rtl/>
        </w:rPr>
        <w:br w:type="page"/>
      </w:r>
      <w:r>
        <w:rPr>
          <w:rtl/>
        </w:rPr>
        <w:lastRenderedPageBreak/>
        <w:t>اليد لمس الأجنبية ، وكذلك سائر الأعضاء.</w:t>
      </w:r>
    </w:p>
    <w:p w:rsidR="00AA2ABC" w:rsidRDefault="00AA2ABC" w:rsidP="002704FD">
      <w:pPr>
        <w:pStyle w:val="libNormal"/>
        <w:rPr>
          <w:rtl/>
        </w:rPr>
      </w:pPr>
      <w:r>
        <w:rPr>
          <w:rtl/>
        </w:rPr>
        <w:t xml:space="preserve">روي بسد معتبر عن أبي جعفر الباقر وأبي عبدالله </w:t>
      </w:r>
      <w:r w:rsidR="000A073B" w:rsidRPr="000A073B">
        <w:rPr>
          <w:rStyle w:val="libAlaemChar"/>
          <w:rFonts w:hint="cs"/>
          <w:rtl/>
        </w:rPr>
        <w:t>عليهما‌السلام</w:t>
      </w:r>
      <w:r>
        <w:rPr>
          <w:rtl/>
        </w:rPr>
        <w:t xml:space="preserve"> قالا : ما من أحد الاّ وهو يصيب حظّاً من الزنا ، فزنا العينين النظر ، وزنا الفم القبلة ، وزنا اليدين اللمس ، صدّق الفرج ذلك أم كذّب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أشدّ الناس عذاباً يوم القيامة رجل أقر نطفته في رحم تحرم عليه </w:t>
      </w:r>
      <w:r w:rsidRPr="001008E4">
        <w:rPr>
          <w:rStyle w:val="libFootnotenumChar"/>
          <w:rtl/>
        </w:rPr>
        <w:t>(2)</w:t>
      </w:r>
      <w:r>
        <w:rPr>
          <w:rtl/>
        </w:rPr>
        <w:t>.</w:t>
      </w:r>
    </w:p>
    <w:p w:rsidR="00AA2ABC" w:rsidRDefault="00AA2ABC" w:rsidP="002704FD">
      <w:pPr>
        <w:pStyle w:val="libNormal"/>
        <w:rPr>
          <w:rtl/>
        </w:rPr>
      </w:pPr>
      <w:r>
        <w:rPr>
          <w:rtl/>
        </w:rPr>
        <w:t xml:space="preserve">وروي عن موسى بن جعفر </w:t>
      </w:r>
      <w:r w:rsidR="00763E2E" w:rsidRPr="00763E2E">
        <w:rPr>
          <w:rStyle w:val="libAlaemChar"/>
          <w:rFonts w:hint="cs"/>
          <w:rtl/>
        </w:rPr>
        <w:t>عليه‌السلام</w:t>
      </w:r>
      <w:r>
        <w:rPr>
          <w:rtl/>
        </w:rPr>
        <w:t xml:space="preserve"> انّه قال : اتق الزنا فانّه يمحق الرزق ، ويبطل الدين </w:t>
      </w:r>
      <w:r w:rsidRPr="001008E4">
        <w:rPr>
          <w:rStyle w:val="libFootnotenumChar"/>
          <w:rtl/>
        </w:rPr>
        <w:t>(3)</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للزاني ست خصال ، ثلاث في الدنيا وثلاث في الآخرة ، فأمّا التي في الدنيا فانّه يذهب بنور الوجه ، ويورث الفقر ، ويعجّل الفناء ، وأمّا التي في الآخرة ، فسخط الرب جلّ جلاله ، وسوء الحساب ، والخلود في النار </w:t>
      </w:r>
      <w:r w:rsidRPr="001008E4">
        <w:rPr>
          <w:rStyle w:val="libFootnotenumChar"/>
          <w:rtl/>
        </w:rPr>
        <w:t>(4)</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إذا كثر الزنا من بعدي كثر موت الفجأة </w:t>
      </w:r>
      <w:r w:rsidRPr="001008E4">
        <w:rPr>
          <w:rStyle w:val="libFootnotenumChar"/>
          <w:rtl/>
        </w:rPr>
        <w:t>(5)</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قال يعقوب لابنه : يا بنيّ لا تزن ، فلو أنّ الطير زنا لتناثر ريشه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5 : 559 ح 11 ـ الوسائل 14 : 138 ح 2 باب 104.</w:t>
      </w:r>
    </w:p>
    <w:p w:rsidR="00AA2ABC" w:rsidRDefault="00AA2ABC" w:rsidP="001008E4">
      <w:pPr>
        <w:pStyle w:val="libFootnote0"/>
        <w:rPr>
          <w:rtl/>
        </w:rPr>
      </w:pPr>
      <w:r>
        <w:rPr>
          <w:rtl/>
        </w:rPr>
        <w:t>2 ـ البحار 79 : 26 ح 28 باب 69.</w:t>
      </w:r>
    </w:p>
    <w:p w:rsidR="00AA2ABC" w:rsidRDefault="00AA2ABC" w:rsidP="001008E4">
      <w:pPr>
        <w:pStyle w:val="libFootnote0"/>
        <w:rPr>
          <w:rtl/>
        </w:rPr>
      </w:pPr>
      <w:r>
        <w:rPr>
          <w:rtl/>
        </w:rPr>
        <w:t>3 ـ الكافي 5 : 541 ح 2 ، باب الزاني.</w:t>
      </w:r>
    </w:p>
    <w:p w:rsidR="00AA2ABC" w:rsidRDefault="00AA2ABC" w:rsidP="001008E4">
      <w:pPr>
        <w:pStyle w:val="libFootnote0"/>
        <w:rPr>
          <w:rtl/>
        </w:rPr>
      </w:pPr>
      <w:r>
        <w:rPr>
          <w:rtl/>
        </w:rPr>
        <w:t>4 ـ الخصال : 321 ح 4 باب 6 ـ عنه البحار 79 : 22 ح 17 باب 69.</w:t>
      </w:r>
    </w:p>
    <w:p w:rsidR="00AA2ABC" w:rsidRDefault="00AA2ABC" w:rsidP="001008E4">
      <w:pPr>
        <w:pStyle w:val="libFootnote0"/>
        <w:rPr>
          <w:rtl/>
        </w:rPr>
      </w:pPr>
      <w:r>
        <w:rPr>
          <w:rtl/>
        </w:rPr>
        <w:t>5 ـ الكافي 5 : 541 ح 4 ، باب الزاني.</w:t>
      </w:r>
    </w:p>
    <w:p w:rsidR="00AA2ABC" w:rsidRDefault="00AA2ABC" w:rsidP="001008E4">
      <w:pPr>
        <w:pStyle w:val="libFootnote0"/>
        <w:rPr>
          <w:rtl/>
        </w:rPr>
      </w:pPr>
      <w:r>
        <w:rPr>
          <w:rtl/>
        </w:rPr>
        <w:t xml:space="preserve">6 ـ البحار 79 : 27 ح 30 باب 69.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اجتمع الحواريّون إلى عيسى </w:t>
      </w:r>
      <w:r w:rsidR="00763E2E" w:rsidRPr="00763E2E">
        <w:rPr>
          <w:rStyle w:val="libAlaemChar"/>
          <w:rFonts w:hint="cs"/>
          <w:rtl/>
        </w:rPr>
        <w:t>عليه‌السلام</w:t>
      </w:r>
      <w:r>
        <w:rPr>
          <w:rtl/>
        </w:rPr>
        <w:t xml:space="preserve"> فقالوا له : يا معلّم الخير أرشدنا ، فقال لهم : انّ موسى كليم الله </w:t>
      </w:r>
      <w:r w:rsidR="00763E2E" w:rsidRPr="00763E2E">
        <w:rPr>
          <w:rStyle w:val="libAlaemChar"/>
          <w:rFonts w:hint="cs"/>
          <w:rtl/>
        </w:rPr>
        <w:t>عليه‌السلام</w:t>
      </w:r>
      <w:r>
        <w:rPr>
          <w:rtl/>
        </w:rPr>
        <w:t xml:space="preserve"> أمركم أن لا تحلفوا بالله تبارك وتعالى كاذبين ، وأنا آمركم أن لا تحلفوا بالله كاذبين ولا صادقين.</w:t>
      </w:r>
    </w:p>
    <w:p w:rsidR="00AA2ABC" w:rsidRDefault="00AA2ABC" w:rsidP="002704FD">
      <w:pPr>
        <w:pStyle w:val="libNormal"/>
        <w:rPr>
          <w:rtl/>
        </w:rPr>
      </w:pPr>
      <w:r>
        <w:rPr>
          <w:rtl/>
        </w:rPr>
        <w:t xml:space="preserve">قالوا : يا روح الله زدنا ، فقال : انّ موسى نبيّ </w:t>
      </w:r>
      <w:r w:rsidR="00763E2E" w:rsidRPr="00763E2E">
        <w:rPr>
          <w:rStyle w:val="libAlaemChar"/>
          <w:rFonts w:hint="cs"/>
          <w:rtl/>
        </w:rPr>
        <w:t>عليه‌السلام</w:t>
      </w:r>
      <w:r>
        <w:rPr>
          <w:rtl/>
        </w:rPr>
        <w:t xml:space="preserve"> أمركم أن لا تزنوا ، وأنا آمركم أن لا تحدّثوا أنفسكم بالزنا فضلاً عن ان تزنوا ، فإنّ من حدّث نفسه بالزنا كان كمن أوقد في بيت مزوّفق فأفسد التزاويق الدخان وان لم يحترق البيت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لمفضل : ... يا مفضل أتدري لم قيل : من يزن يوماً يزن به؟ قلت : لا جعلت فداك ، قال : انّها كانت بغيّ في بني اسرائيل ، وكان في بني اسرائيل رجل يكثر الاختلاف إليها ، فلمّا كان في آخر ما أتاها أجرى الله على لسانها أما انك سترجع إلى أهلك فتجد معها رجلاً.</w:t>
      </w:r>
    </w:p>
    <w:p w:rsidR="00AA2ABC" w:rsidRDefault="00AA2ABC" w:rsidP="002704FD">
      <w:pPr>
        <w:pStyle w:val="libNormal"/>
        <w:rPr>
          <w:rtl/>
        </w:rPr>
      </w:pPr>
      <w:r>
        <w:rPr>
          <w:rtl/>
        </w:rPr>
        <w:t xml:space="preserve">قال : فخرج وهو خبيث النفس ، فدخل منزله غير الحال التي كان يدخل بها قبل ذلك اليوم ، وكان يدخل باذن فدخل يومئذ بغير إذن ، فوجد على فراشه رجلاً ، فارتفعا إلى موسى </w:t>
      </w:r>
      <w:r w:rsidR="00763E2E" w:rsidRPr="00763E2E">
        <w:rPr>
          <w:rStyle w:val="libAlaemChar"/>
          <w:rFonts w:hint="cs"/>
          <w:rtl/>
        </w:rPr>
        <w:t>عليه‌السلام</w:t>
      </w:r>
      <w:r>
        <w:rPr>
          <w:rtl/>
        </w:rPr>
        <w:t xml:space="preserve"> ، فنزل جبرئيل </w:t>
      </w:r>
      <w:r w:rsidR="00763E2E" w:rsidRPr="00763E2E">
        <w:rPr>
          <w:rStyle w:val="libAlaemChar"/>
          <w:rFonts w:hint="cs"/>
          <w:rtl/>
        </w:rPr>
        <w:t>عليه‌السلام</w:t>
      </w:r>
      <w:r>
        <w:rPr>
          <w:rtl/>
        </w:rPr>
        <w:t xml:space="preserve"> على موسى </w:t>
      </w:r>
      <w:r w:rsidR="00763E2E" w:rsidRPr="00763E2E">
        <w:rPr>
          <w:rStyle w:val="libAlaemChar"/>
          <w:rFonts w:hint="cs"/>
          <w:rtl/>
        </w:rPr>
        <w:t>عليه‌السلام</w:t>
      </w:r>
      <w:r>
        <w:rPr>
          <w:rtl/>
        </w:rPr>
        <w:t xml:space="preserve"> ، فقال : يا موسى من يزن يوماً يزن به ، فنظر اليهما فقال : عفّوا تعفّ نساؤكم </w:t>
      </w:r>
      <w:r w:rsidRPr="001008E4">
        <w:rPr>
          <w:rStyle w:val="libFootnotenumChar"/>
          <w:rtl/>
        </w:rPr>
        <w:t>(2)</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أخبرني جبرئيل </w:t>
      </w:r>
      <w:r w:rsidR="00763E2E" w:rsidRPr="00763E2E">
        <w:rPr>
          <w:rStyle w:val="libAlaemChar"/>
          <w:rFonts w:hint="cs"/>
          <w:rtl/>
        </w:rPr>
        <w:t>عليه‌السلام</w:t>
      </w:r>
      <w:r>
        <w:rPr>
          <w:rtl/>
        </w:rPr>
        <w:t xml:space="preserve"> انّ ريح الجنّة يوجد من مسيرة ألف عام ما يجدها عاق ، ولا قاطع رحم ، ولا شيخ زان ... </w:t>
      </w:r>
      <w:r w:rsidRPr="001008E4">
        <w:rPr>
          <w:rStyle w:val="libFootnotenumChar"/>
          <w:rtl/>
        </w:rPr>
        <w:t>(3)</w:t>
      </w:r>
      <w:r>
        <w:rPr>
          <w:rtl/>
        </w:rPr>
        <w:t>.</w:t>
      </w:r>
    </w:p>
    <w:p w:rsidR="00AA2ABC" w:rsidRDefault="00AA2ABC" w:rsidP="002704FD">
      <w:pPr>
        <w:pStyle w:val="libNormal"/>
        <w:rPr>
          <w:rtl/>
        </w:rPr>
      </w:pPr>
      <w:r>
        <w:rPr>
          <w:rtl/>
        </w:rPr>
        <w:t xml:space="preserve">وعن أمير المؤمنين </w:t>
      </w:r>
      <w:r w:rsidR="00763E2E" w:rsidRPr="00763E2E">
        <w:rPr>
          <w:rStyle w:val="libAlaemChar"/>
          <w:rFonts w:hint="cs"/>
          <w:rtl/>
        </w:rPr>
        <w:t>عليه‌السلام</w:t>
      </w:r>
      <w:r>
        <w:rPr>
          <w:rtl/>
        </w:rPr>
        <w:t xml:space="preserve"> قال : كذب من زعم انّه ولد من حلال وهو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5 : 542 ح 7 باب الزاني ـ الوسائل 14 : 240 ح 1 باب 5.</w:t>
      </w:r>
    </w:p>
    <w:p w:rsidR="00AA2ABC" w:rsidRDefault="00AA2ABC" w:rsidP="001008E4">
      <w:pPr>
        <w:pStyle w:val="libFootnote0"/>
        <w:rPr>
          <w:rtl/>
        </w:rPr>
      </w:pPr>
      <w:r>
        <w:rPr>
          <w:rtl/>
        </w:rPr>
        <w:t>2 ـ الكافي 5 : 553 ح 3.</w:t>
      </w:r>
    </w:p>
    <w:p w:rsidR="00AA2ABC" w:rsidRDefault="00AA2ABC" w:rsidP="001008E4">
      <w:pPr>
        <w:pStyle w:val="libFootnote0"/>
        <w:rPr>
          <w:rtl/>
        </w:rPr>
      </w:pPr>
      <w:r>
        <w:rPr>
          <w:rtl/>
        </w:rPr>
        <w:t>3 ـ معاني الأخبار : 330 ح 1 ـ عنه البحار 73 : 103 ح 90 باب 122.</w:t>
      </w:r>
    </w:p>
    <w:p w:rsidR="00AA2ABC" w:rsidRDefault="00AA2ABC" w:rsidP="002704FD">
      <w:pPr>
        <w:pStyle w:val="libNormal0"/>
        <w:rPr>
          <w:rtl/>
        </w:rPr>
      </w:pPr>
      <w:r>
        <w:rPr>
          <w:rtl/>
        </w:rPr>
        <w:br w:type="page"/>
      </w:r>
      <w:r>
        <w:rPr>
          <w:rtl/>
        </w:rPr>
        <w:lastRenderedPageBreak/>
        <w:t xml:space="preserve">يحبّ الزنا ...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برّوا آباءكم يبرّكم أبناؤكم ، وعفّوا عن نساء الناس تعف عن نسائكم </w:t>
      </w:r>
      <w:r w:rsidRPr="001008E4">
        <w:rPr>
          <w:rStyle w:val="libFootnotenumChar"/>
          <w:rtl/>
        </w:rPr>
        <w:t>(2)</w:t>
      </w:r>
      <w:r>
        <w:rPr>
          <w:rtl/>
        </w:rPr>
        <w:t>.</w:t>
      </w:r>
    </w:p>
    <w:p w:rsidR="00AA2ABC" w:rsidRDefault="00AA2ABC" w:rsidP="002704FD">
      <w:pPr>
        <w:pStyle w:val="libNormal"/>
        <w:rPr>
          <w:rtl/>
        </w:rPr>
      </w:pPr>
      <w:r>
        <w:rPr>
          <w:rtl/>
        </w:rPr>
        <w:t xml:space="preserve">وقال : علامات ولد الزنا ثلاث : سوء المحضر ، والحنين إلى الزنا ، وبغضنا أهل البيت </w:t>
      </w:r>
      <w:r w:rsidRPr="001008E4">
        <w:rPr>
          <w:rStyle w:val="libFootnotenumChar"/>
          <w:rtl/>
        </w:rPr>
        <w:t>(3)</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أربع لا تدخل بيتاً واحدة منهنّ الاّ خرب ولم يعمر بالبركة : الخيانة ، والسرقة ، وشرب الخمر ، والزنا </w:t>
      </w:r>
      <w:r w:rsidRPr="001008E4">
        <w:rPr>
          <w:rStyle w:val="libFootnotenumChar"/>
          <w:rtl/>
        </w:rPr>
        <w:t>(4)</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لمّا اسري بي مررت بنسوان معلّقات بثديهنّ ، فقلت : من هؤلاء يا جبرئيل؟ فقال : هؤلاء اللواتي يورثن أموال أزواجهنّ أولاد غيرهم</w:t>
      </w:r>
      <w:r w:rsidRPr="001008E4">
        <w:rPr>
          <w:rStyle w:val="libFootnotenumChar"/>
          <w:rtl/>
        </w:rPr>
        <w:t>(5)</w:t>
      </w:r>
      <w:r>
        <w:rPr>
          <w:rtl/>
        </w:rPr>
        <w:t>.</w:t>
      </w:r>
    </w:p>
    <w:p w:rsidR="00AA2ABC" w:rsidRDefault="00AA2ABC" w:rsidP="002704FD">
      <w:pPr>
        <w:pStyle w:val="libNormal"/>
        <w:rPr>
          <w:rtl/>
        </w:rPr>
      </w:pPr>
      <w:r>
        <w:rPr>
          <w:rtl/>
        </w:rPr>
        <w:t xml:space="preserve">وعنه </w:t>
      </w:r>
      <w:r w:rsidR="00BF0EA2" w:rsidRPr="00BF0EA2">
        <w:rPr>
          <w:rStyle w:val="libAlaemChar"/>
          <w:rFonts w:hint="cs"/>
          <w:rtl/>
        </w:rPr>
        <w:t>صلى‌الله‌عليه‌وآله</w:t>
      </w:r>
      <w:r>
        <w:rPr>
          <w:rtl/>
        </w:rPr>
        <w:t xml:space="preserve"> قال : ... من نكح امرأة حراماً في دبرها ، أو رجلاً أو غلاماً حشره الله عزّوجلّ يوم القيامة أنتن من الجيفة ، يتأذّى به الناس حتى يدخل جهنّم ، ولا يقبل الله منه صرفاً ولا عدلاً ، وأحبط الله عمله ، ويدعه في تابوت مشدود بمسامير من حديد ، ويضرب عليه في التابوت بصفائح حتى يشبّك في تلك المسامير ، فلو وضع عرق من عروقه على أربعمائة ألف امّة لماتوا جميعاً ، وهو من أشدّ اهل النار عذاباً.</w:t>
      </w:r>
    </w:p>
    <w:p w:rsidR="00AA2ABC" w:rsidRDefault="00AA2ABC" w:rsidP="002704FD">
      <w:pPr>
        <w:pStyle w:val="libNormal"/>
        <w:rPr>
          <w:rtl/>
        </w:rPr>
      </w:pPr>
      <w:r>
        <w:rPr>
          <w:rtl/>
        </w:rPr>
        <w:t xml:space="preserve">ومن زنى بامرأة يهوديّة أو نصرانيّة أو مجوسيّة أو مسلمة ، حرّة أو أمة أو من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79 : 18 ح 1 باب 69 ـ عن أمالي الصدوق.</w:t>
      </w:r>
    </w:p>
    <w:p w:rsidR="00AA2ABC" w:rsidRDefault="00AA2ABC" w:rsidP="001008E4">
      <w:pPr>
        <w:pStyle w:val="libFootnote0"/>
        <w:rPr>
          <w:rtl/>
        </w:rPr>
      </w:pPr>
      <w:r>
        <w:rPr>
          <w:rtl/>
        </w:rPr>
        <w:t>2 ـ أمالي الصدوق : 238 ح 6 مجلس 48 ـ عنه البحار 79 : 18 ح 2 باب 69.</w:t>
      </w:r>
    </w:p>
    <w:p w:rsidR="00AA2ABC" w:rsidRDefault="00AA2ABC" w:rsidP="001008E4">
      <w:pPr>
        <w:pStyle w:val="libFootnote0"/>
        <w:rPr>
          <w:rtl/>
        </w:rPr>
      </w:pPr>
      <w:r>
        <w:rPr>
          <w:rtl/>
        </w:rPr>
        <w:t>3 ـ أمالي الصدوق : 278 ح 22 مجلس 54 ـ عنه البحار 79 : 19 ح 3 باب 69.</w:t>
      </w:r>
    </w:p>
    <w:p w:rsidR="00AA2ABC" w:rsidRDefault="00AA2ABC" w:rsidP="001008E4">
      <w:pPr>
        <w:pStyle w:val="libFootnote0"/>
        <w:rPr>
          <w:rtl/>
        </w:rPr>
      </w:pPr>
      <w:r>
        <w:rPr>
          <w:rtl/>
        </w:rPr>
        <w:t>4 ـ أمالي الصدوق : 325 ح 12 مجلس 62 ـ عنه البحار 79 : 19 ح 4 باب 69.</w:t>
      </w:r>
    </w:p>
    <w:p w:rsidR="00AA2ABC" w:rsidRDefault="00AA2ABC" w:rsidP="001008E4">
      <w:pPr>
        <w:pStyle w:val="libFootnote0"/>
        <w:rPr>
          <w:rtl/>
        </w:rPr>
      </w:pPr>
      <w:r>
        <w:rPr>
          <w:rtl/>
        </w:rPr>
        <w:t xml:space="preserve">5 ـ البحار 79 : 19 ح 6 باب 69 ـ عن تفسير القمي. </w:t>
      </w:r>
    </w:p>
    <w:p w:rsidR="00AA2ABC" w:rsidRDefault="00AA2ABC" w:rsidP="002704FD">
      <w:pPr>
        <w:pStyle w:val="libNormal0"/>
        <w:rPr>
          <w:rtl/>
        </w:rPr>
      </w:pPr>
      <w:r>
        <w:rPr>
          <w:rtl/>
        </w:rPr>
        <w:br w:type="page"/>
      </w:r>
      <w:r>
        <w:rPr>
          <w:rtl/>
        </w:rPr>
        <w:lastRenderedPageBreak/>
        <w:t>كانت من الناس ، فتح الله عزوجلّ عليه في قبره ثلاثمائة ألف باب من النار تخرج عليه منها حيّات وعقارب وشهب من نار ، فهو يحترق إلى يوم القيامة ، يتأذّى الناس من نتن فرجه ، فيعرف به إلى يوم القيامة حتى يؤمر به إلى النار ....</w:t>
      </w:r>
    </w:p>
    <w:p w:rsidR="00AA2ABC" w:rsidRDefault="00AA2ABC" w:rsidP="002704FD">
      <w:pPr>
        <w:pStyle w:val="libNormal"/>
        <w:rPr>
          <w:rtl/>
        </w:rPr>
      </w:pPr>
      <w:r>
        <w:rPr>
          <w:rtl/>
        </w:rPr>
        <w:t>ومن اطلع في بيت جاره فنظر إلى عورة رجل ، أو شعر امرأة ، أو شيء من جسدها كان حقّاً على الله أن يدخله النار مع المنافقين الذين كانوا يتبعون عورات الناس في الدنيا ، ولا يخرج من الدنيا حتى يفضحه الله ، ويبدي عورته للناس في الآخرة.</w:t>
      </w:r>
    </w:p>
    <w:p w:rsidR="00AA2ABC" w:rsidRDefault="00AA2ABC" w:rsidP="002704FD">
      <w:pPr>
        <w:pStyle w:val="libNormal"/>
        <w:rPr>
          <w:rtl/>
        </w:rPr>
      </w:pPr>
      <w:r>
        <w:rPr>
          <w:rtl/>
        </w:rPr>
        <w:t>ومن قدر على امرأة أو جارية حراماً فتركها مخافة الله عزّوجلّ حرّم الله عزّوجلّ عليه النار ، وآمنه من الفزع الأكبر ، وأدخله الجنة</w:t>
      </w:r>
      <w:r>
        <w:rPr>
          <w:rFonts w:hint="cs"/>
          <w:rtl/>
        </w:rPr>
        <w:t xml:space="preserve"> </w:t>
      </w:r>
      <w:r>
        <w:rPr>
          <w:rtl/>
        </w:rPr>
        <w:t>....</w:t>
      </w:r>
    </w:p>
    <w:p w:rsidR="00AA2ABC" w:rsidRDefault="00AA2ABC" w:rsidP="002704FD">
      <w:pPr>
        <w:pStyle w:val="libNormal"/>
        <w:rPr>
          <w:rtl/>
        </w:rPr>
      </w:pPr>
      <w:r>
        <w:rPr>
          <w:rtl/>
        </w:rPr>
        <w:t xml:space="preserve">ومن صافح امرأة حراماً جاء يوم القيامة مغلولاً ثم يؤمر به إلى النار ، ومن فاكه امرأة لا يملكها حبس بكلّ كلمة كلّمها في الدنيا ألف عام في النار ، والمرأة اذا طاوعت الرجل فالتزمها ، أو قبّلها ، أو باشرها حراماً ، أو فاكهها ، أو أصاب منها فاحشة ، فعليها من الوزر ما على الرجل ، فإن غلبها على نفسها كان على الرجل وزره ووزرها ... </w:t>
      </w:r>
    </w:p>
    <w:p w:rsidR="00AA2ABC" w:rsidRDefault="00AA2ABC" w:rsidP="002704FD">
      <w:pPr>
        <w:pStyle w:val="libNormal"/>
        <w:rPr>
          <w:rtl/>
        </w:rPr>
      </w:pPr>
      <w:r>
        <w:rPr>
          <w:rtl/>
        </w:rPr>
        <w:t>ومن ملأ عينيه من امرأة حراماً حشاهما عزّوجلّ يوم القيامة بمسامير من نار ، وحشاهما ناراً حتى يقضى بين الناس ، ثم يؤمر به إلى النار</w:t>
      </w:r>
      <w:r>
        <w:rPr>
          <w:rFonts w:hint="cs"/>
          <w:rtl/>
        </w:rPr>
        <w:t xml:space="preserve"> </w:t>
      </w:r>
      <w:r>
        <w:rPr>
          <w:rtl/>
        </w:rPr>
        <w:t>...</w:t>
      </w:r>
    </w:p>
    <w:p w:rsidR="00AA2ABC" w:rsidRDefault="00AA2ABC" w:rsidP="002704FD">
      <w:pPr>
        <w:pStyle w:val="libNormal"/>
        <w:rPr>
          <w:rtl/>
        </w:rPr>
      </w:pPr>
      <w:r>
        <w:rPr>
          <w:rtl/>
        </w:rPr>
        <w:t>ومن فجر بامرأة ولها بعل انفجر من فرجهما من صديد واد مسيرة خمسمائة عام يتأذّى أهل النار من نتن ريحهما ، وكانا من أشدّ الناس عذاباً.</w:t>
      </w:r>
    </w:p>
    <w:p w:rsidR="00AA2ABC" w:rsidRDefault="00AA2ABC" w:rsidP="002704FD">
      <w:pPr>
        <w:pStyle w:val="libNormal"/>
        <w:rPr>
          <w:rtl/>
        </w:rPr>
      </w:pPr>
      <w:r>
        <w:rPr>
          <w:rtl/>
        </w:rPr>
        <w:t xml:space="preserve">واشتدّ غضب الله عزّوجلّ على امرأة ذات بعل ملأت عينها من غير زوجها أو غير ذي محرم منها ، فانّها ان فعلت ذلك أحبط الله كلّ عمل عملته ، فإن أوطأت </w:t>
      </w:r>
    </w:p>
    <w:p w:rsidR="00AA2ABC" w:rsidRDefault="00AA2ABC" w:rsidP="002704FD">
      <w:pPr>
        <w:pStyle w:val="libNormal0"/>
        <w:rPr>
          <w:rtl/>
        </w:rPr>
      </w:pPr>
      <w:r>
        <w:rPr>
          <w:rtl/>
        </w:rPr>
        <w:br w:type="page"/>
      </w:r>
      <w:r>
        <w:rPr>
          <w:rtl/>
        </w:rPr>
        <w:lastRenderedPageBreak/>
        <w:t xml:space="preserve">فراشه غيره كان حقّاً على الله أن يحرقها بالنار بعد ان يعذّبها في قبرها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حرمة الدبر أعظم من حرمة الفرج ، انّ الله أهلك اُمّة بحرمة الدبر ولم يهلك أحداً بحرمة الفرج </w:t>
      </w:r>
      <w:r w:rsidRPr="001008E4">
        <w:rPr>
          <w:rStyle w:val="libFootnotenumChar"/>
          <w:rtl/>
        </w:rPr>
        <w:t>(2)</w:t>
      </w:r>
      <w:r>
        <w:rPr>
          <w:rtl/>
        </w:rPr>
        <w:t>.</w:t>
      </w:r>
    </w:p>
    <w:p w:rsidR="00AA2ABC" w:rsidRDefault="00AA2ABC" w:rsidP="002704FD">
      <w:pPr>
        <w:pStyle w:val="libNormal"/>
        <w:rPr>
          <w:rtl/>
        </w:rPr>
      </w:pPr>
      <w:r>
        <w:rPr>
          <w:rtl/>
        </w:rPr>
        <w:t xml:space="preserve">وعن رسول الله </w:t>
      </w:r>
      <w:r w:rsidR="00BF0EA2" w:rsidRPr="00BF0EA2">
        <w:rPr>
          <w:rStyle w:val="libAlaemChar"/>
          <w:rFonts w:hint="cs"/>
          <w:rtl/>
        </w:rPr>
        <w:t>صلى‌الله‌عليه‌وآله</w:t>
      </w:r>
      <w:r>
        <w:rPr>
          <w:rtl/>
        </w:rPr>
        <w:t xml:space="preserve"> قال : من جامع غلاماً جاء جنباً يوم القيامة ، لا ينقيه ماء الدينا ، وغضب الله عليه ولعنه وأعدّ له جهنم وساءت مصيراً.</w:t>
      </w:r>
    </w:p>
    <w:p w:rsidR="00AA2ABC" w:rsidRDefault="00AA2ABC" w:rsidP="002704FD">
      <w:pPr>
        <w:pStyle w:val="libNormal"/>
        <w:rPr>
          <w:rtl/>
        </w:rPr>
      </w:pPr>
      <w:r>
        <w:rPr>
          <w:rtl/>
        </w:rPr>
        <w:t xml:space="preserve">ثم قال : انّ الذكر ليركب الذكر ، فيهتزّ العرش لذلك ، وانّ الرجل ليؤتى في حقبه ، فيحسبه الله على جسر جهنّم حتى يفرغ من حساب الخلائق ، ثم يؤمر به إلى جهنّم فيعذّب بطبقاتها طبقة طبقة حتى يردّ إلى أسفلها ولا يخرج منها </w:t>
      </w:r>
      <w:r w:rsidRPr="001008E4">
        <w:rPr>
          <w:rStyle w:val="libFootnotenumChar"/>
          <w:rtl/>
        </w:rPr>
        <w:t>(3)</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اللواط ما دون الدبر ، والدبر هو الكفر </w:t>
      </w:r>
      <w:r w:rsidRPr="001008E4">
        <w:rPr>
          <w:rStyle w:val="libFootnotenumChar"/>
          <w:rtl/>
        </w:rPr>
        <w:t>(4)</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 قال الله عزّوجلّ : وعزتي وجلالي لا يقعد على استبرقها ولا حريرها [ أي الجنّة ] من يؤتى في دبره </w:t>
      </w:r>
      <w:r w:rsidRPr="001008E4">
        <w:rPr>
          <w:rStyle w:val="libFootnotenumChar"/>
          <w:rtl/>
        </w:rPr>
        <w:t>(5)</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 إذا كان يوم القيامة يؤتى بهنّ [ أي بالمساحقات ] قد البسن مقطّعات من نار ، وقنعن بمقانع من نار ، وسرولن من النار ، وادخل في أجوافهنّ إلى رؤوسهنّ أعمدة من نار ، وقذف بهنّ في النار ... </w:t>
      </w:r>
      <w:r w:rsidRPr="001008E4">
        <w:rPr>
          <w:rStyle w:val="libFootnotenumChar"/>
          <w:rtl/>
        </w:rPr>
        <w:t>(6)</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من قبّل غلاماً من شهوة ألجمه الله يوم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ج 76 : 361 و362 و363 و366 ، حديث 30 باب 67 ـ عن ثواب الأعمال.</w:t>
      </w:r>
    </w:p>
    <w:p w:rsidR="00AA2ABC" w:rsidRDefault="00AA2ABC" w:rsidP="001008E4">
      <w:pPr>
        <w:pStyle w:val="libFootnote0"/>
        <w:rPr>
          <w:rtl/>
        </w:rPr>
      </w:pPr>
      <w:r>
        <w:rPr>
          <w:rtl/>
        </w:rPr>
        <w:t>2 ـ الكافي 5 : 543 ح 1.</w:t>
      </w:r>
    </w:p>
    <w:p w:rsidR="00AA2ABC" w:rsidRDefault="00AA2ABC" w:rsidP="001008E4">
      <w:pPr>
        <w:pStyle w:val="libFootnote0"/>
        <w:rPr>
          <w:rtl/>
        </w:rPr>
      </w:pPr>
      <w:r>
        <w:rPr>
          <w:rtl/>
        </w:rPr>
        <w:t>3 ـ الكافي 5 : 544 ح 2.</w:t>
      </w:r>
    </w:p>
    <w:p w:rsidR="00AA2ABC" w:rsidRDefault="00AA2ABC" w:rsidP="001008E4">
      <w:pPr>
        <w:pStyle w:val="libFootnote0"/>
        <w:rPr>
          <w:rtl/>
        </w:rPr>
      </w:pPr>
      <w:r>
        <w:rPr>
          <w:rtl/>
        </w:rPr>
        <w:t>4 ـ الكافي 5 : 544 ح 3.</w:t>
      </w:r>
    </w:p>
    <w:p w:rsidR="00AA2ABC" w:rsidRDefault="00AA2ABC" w:rsidP="001008E4">
      <w:pPr>
        <w:pStyle w:val="libFootnote0"/>
        <w:rPr>
          <w:rtl/>
        </w:rPr>
      </w:pPr>
      <w:r>
        <w:rPr>
          <w:rtl/>
        </w:rPr>
        <w:t>5 ـ الكافي 5 : 550 ح 5 ـ البحار 79 : 67 ح 13 باب 71.</w:t>
      </w:r>
    </w:p>
    <w:p w:rsidR="00AA2ABC" w:rsidRDefault="00AA2ABC" w:rsidP="001008E4">
      <w:pPr>
        <w:pStyle w:val="libFootnote0"/>
        <w:rPr>
          <w:rtl/>
        </w:rPr>
      </w:pPr>
      <w:r>
        <w:rPr>
          <w:rtl/>
        </w:rPr>
        <w:t xml:space="preserve">6 ـ الكافي 5 : 552 ضمن حديث 2 ـ البحار 79 : 75 ضمن حديث 3 باب 72. </w:t>
      </w:r>
    </w:p>
    <w:p w:rsidR="00AA2ABC" w:rsidRDefault="00AA2ABC" w:rsidP="002704FD">
      <w:pPr>
        <w:pStyle w:val="libNormal0"/>
        <w:rPr>
          <w:rtl/>
        </w:rPr>
      </w:pPr>
      <w:r>
        <w:rPr>
          <w:rtl/>
        </w:rPr>
        <w:br w:type="page"/>
      </w:r>
      <w:r>
        <w:rPr>
          <w:rtl/>
        </w:rPr>
        <w:lastRenderedPageBreak/>
        <w:t xml:space="preserve">القيامة بلجام من نار </w:t>
      </w:r>
      <w:r w:rsidRPr="001008E4">
        <w:rPr>
          <w:rStyle w:val="libFootnotenumChar"/>
          <w:rtl/>
        </w:rPr>
        <w:t>(1)</w:t>
      </w:r>
      <w:r>
        <w:rPr>
          <w:rtl/>
        </w:rPr>
        <w:t>.</w:t>
      </w:r>
    </w:p>
    <w:p w:rsidR="00AA2ABC" w:rsidRDefault="00AA2ABC" w:rsidP="002704FD">
      <w:pPr>
        <w:pStyle w:val="libNormal"/>
        <w:rPr>
          <w:rtl/>
        </w:rPr>
      </w:pPr>
      <w:r>
        <w:rPr>
          <w:rtl/>
        </w:rPr>
        <w:t xml:space="preserve">[ </w:t>
      </w:r>
      <w:r w:rsidRPr="002704FD">
        <w:rPr>
          <w:rStyle w:val="libBold2Char"/>
          <w:rtl/>
        </w:rPr>
        <w:t xml:space="preserve">الخصلة الرابعة : </w:t>
      </w:r>
      <w:r>
        <w:rPr>
          <w:rtl/>
        </w:rPr>
        <w:t>] حفظ العين من المحرمات والمكروهات ، وتحصل مفاسد عظيمة في النفس من العين بل انّها باب أكثر المعاصي ، فمنها يأتي خيال كثير من المعاصي في النفس ، والنظر إلى النساء الأجنبيات ، والنظر إلى فرج غير امرأته دائماً أو منقطعاً وأطفاله حرام.</w:t>
      </w:r>
    </w:p>
    <w:p w:rsidR="00AA2ABC" w:rsidRDefault="00AA2ABC" w:rsidP="002704FD">
      <w:pPr>
        <w:pStyle w:val="libNormal"/>
        <w:rPr>
          <w:rtl/>
        </w:rPr>
      </w:pPr>
      <w:r>
        <w:rPr>
          <w:rtl/>
        </w:rPr>
        <w:t>وكذلك يحرم النظر إلى الصبيان مصحوباً باللذة والشهوة مما يوجب العشق المجازي الذي هو كفر في الحقيقة لأنّه يصبح بتوجّهه إلى معشوقه في جميع الأحوال عابد وثن ، فيبعد من الله ويطيع معشوقه في كلّ فسق أو كفر يأمره به.</w:t>
      </w:r>
    </w:p>
    <w:p w:rsidR="00AA2ABC" w:rsidRDefault="00AA2ABC" w:rsidP="002704FD">
      <w:pPr>
        <w:pStyle w:val="libNormal"/>
        <w:rPr>
          <w:rtl/>
        </w:rPr>
      </w:pPr>
      <w:r>
        <w:rPr>
          <w:rtl/>
        </w:rPr>
        <w:t xml:space="preserve">وري بسند معتبر انّ أبا عبدالله </w:t>
      </w:r>
      <w:r w:rsidR="00763E2E" w:rsidRPr="00763E2E">
        <w:rPr>
          <w:rStyle w:val="libAlaemChar"/>
          <w:rFonts w:hint="cs"/>
          <w:rtl/>
        </w:rPr>
        <w:t>عليه‌السلام</w:t>
      </w:r>
      <w:r>
        <w:rPr>
          <w:rtl/>
        </w:rPr>
        <w:t xml:space="preserve"> سئل عن العشق ، فقال : قلوب خلت عن ذكر الله ، فأذاقها الله حبّ غيره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اياكم وأولاد الأغنياء والملوك المرد ، فإنّ فتنتهم أشدّ من فتنة العذاري في خدورهنّ </w:t>
      </w:r>
      <w:r w:rsidRPr="001008E4">
        <w:rPr>
          <w:rStyle w:val="libFootnotenumChar"/>
          <w:rtl/>
        </w:rPr>
        <w:t>(3)</w:t>
      </w:r>
      <w:r>
        <w:rPr>
          <w:rtl/>
        </w:rPr>
        <w:t>.</w:t>
      </w:r>
    </w:p>
    <w:p w:rsidR="00AA2ABC" w:rsidRDefault="00AA2ABC" w:rsidP="002704FD">
      <w:pPr>
        <w:pStyle w:val="libNormal"/>
        <w:rPr>
          <w:rtl/>
        </w:rPr>
      </w:pPr>
      <w:r>
        <w:rPr>
          <w:rtl/>
        </w:rPr>
        <w:t xml:space="preserve">وعن أبي عبدالله </w:t>
      </w:r>
      <w:r w:rsidR="00763E2E" w:rsidRPr="00763E2E">
        <w:rPr>
          <w:rStyle w:val="libAlaemChar"/>
          <w:rFonts w:hint="cs"/>
          <w:rtl/>
        </w:rPr>
        <w:t>عليه‌السلام</w:t>
      </w:r>
      <w:r>
        <w:rPr>
          <w:rtl/>
        </w:rPr>
        <w:t xml:space="preserve"> قال : النظرة سهم من سهام ابليس مسموم ، من تركها لله عزّوجلّ لا لغيره أعقبه الله أمناً وايماناً يجد طعمه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النظرة بعد النظرة تزرع في القلب الشهوة ، وكفى بها لصاحبها فتنة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5 : 548 ح 10 ـ البحار 79 : 72 ح 27 باب 71.</w:t>
      </w:r>
    </w:p>
    <w:p w:rsidR="00AA2ABC" w:rsidRDefault="00AA2ABC" w:rsidP="001008E4">
      <w:pPr>
        <w:pStyle w:val="libFootnote0"/>
        <w:rPr>
          <w:rtl/>
        </w:rPr>
      </w:pPr>
      <w:r>
        <w:rPr>
          <w:rtl/>
        </w:rPr>
        <w:t>2 ـ البحار 73 : 158 ح 1 باب 126 ـ عن أمالي الصدوق.</w:t>
      </w:r>
    </w:p>
    <w:p w:rsidR="00AA2ABC" w:rsidRDefault="00AA2ABC" w:rsidP="001008E4">
      <w:pPr>
        <w:pStyle w:val="libFootnote0"/>
        <w:rPr>
          <w:rtl/>
        </w:rPr>
      </w:pPr>
      <w:r>
        <w:rPr>
          <w:rtl/>
        </w:rPr>
        <w:t>3 ـ الكافي 5 : 548 ح 8.</w:t>
      </w:r>
    </w:p>
    <w:p w:rsidR="00AA2ABC" w:rsidRDefault="00AA2ABC" w:rsidP="001008E4">
      <w:pPr>
        <w:pStyle w:val="libFootnote0"/>
        <w:rPr>
          <w:rtl/>
        </w:rPr>
      </w:pPr>
      <w:r>
        <w:rPr>
          <w:rtl/>
        </w:rPr>
        <w:t>4 ـ الوسائل 14 : 139 ح 5 باب 104 ـ عن الفقيه 4 : 18 ح 4969.</w:t>
      </w:r>
    </w:p>
    <w:p w:rsidR="00AA2ABC" w:rsidRDefault="00AA2ABC" w:rsidP="001008E4">
      <w:pPr>
        <w:pStyle w:val="libFootnote0"/>
        <w:rPr>
          <w:rtl/>
        </w:rPr>
      </w:pPr>
      <w:r>
        <w:rPr>
          <w:rtl/>
        </w:rPr>
        <w:t xml:space="preserve">5 ـ الوسائل 14 : 139 ح 6 باب 104 ـ عن الفقيه 4 : 18 ح 4970.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ما يأمن الذين ينظرون في أدبار النساء أن ينظر بذلك في نسائهم </w:t>
      </w:r>
      <w:r w:rsidRPr="001008E4">
        <w:rPr>
          <w:rStyle w:val="libFootnotenumChar"/>
          <w:rtl/>
        </w:rPr>
        <w:t>(1)</w:t>
      </w:r>
      <w:r>
        <w:rPr>
          <w:rtl/>
        </w:rPr>
        <w:t>.</w:t>
      </w:r>
    </w:p>
    <w:p w:rsidR="00AA2ABC" w:rsidRDefault="00AA2ABC" w:rsidP="002704FD">
      <w:pPr>
        <w:pStyle w:val="libNormal"/>
        <w:rPr>
          <w:rtl/>
        </w:rPr>
      </w:pPr>
      <w:r>
        <w:rPr>
          <w:rtl/>
        </w:rPr>
        <w:t>ومن النظر المذموم المورث للمفاسد النظر إلى زينة الدنيا وأهلها نظر طالب ومتمنّى ، لانه يوجب الميل نحو الدنيا وارتكاب المحرمات ، كما يقول الله تعالى.</w:t>
      </w:r>
    </w:p>
    <w:p w:rsidR="00AA2ABC" w:rsidRDefault="00AA2ABC" w:rsidP="002704FD">
      <w:pPr>
        <w:pStyle w:val="libNormal"/>
        <w:rPr>
          <w:rtl/>
        </w:rPr>
      </w:pPr>
      <w:r w:rsidRPr="002704FD">
        <w:rPr>
          <w:rStyle w:val="libAlaemChar"/>
          <w:rtl/>
        </w:rPr>
        <w:t>(</w:t>
      </w:r>
      <w:r w:rsidRPr="002704FD">
        <w:rPr>
          <w:rStyle w:val="libAieChar"/>
          <w:rtl/>
        </w:rPr>
        <w:t xml:space="preserve"> وَلاَ تَمُدَّنَّ عَينَيكَ إلى مَا مَتَّعنَا بِهِ أَزوَجاً مِّنهُم زَهرَةَ الحَيَاةِ الدُنيَا لِنَفتِنَهُم فِيهِ وَرِزقُ رَبِّكَ خَيرٌ وَأَبقَى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ورزق ربك الذي يأتيك كلّ يوم ، أو الرزق غير المتناهي في الآخرة المقرّر لك ، أو الرزق المعنوي من المعارف والكمالات خير لك وأبقى وأدوم من الأموال الفانية الدنيوية التي لا اعتبار لها.</w:t>
      </w:r>
    </w:p>
    <w:p w:rsidR="00AA2ABC" w:rsidRDefault="00AA2ABC" w:rsidP="002704FD">
      <w:pPr>
        <w:pStyle w:val="libNormal"/>
        <w:rPr>
          <w:rtl/>
        </w:rPr>
      </w:pPr>
      <w:r>
        <w:rPr>
          <w:rtl/>
        </w:rPr>
        <w:t xml:space="preserve">ومضى بعض تكاليف اللسان والاذن وسائر ما يحتويه الرأس ، وسيأتي بعضها الآخر في محلّها المناسب إن شاء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14 : 144 ح 1 باب 108 ـ الفقيه 4 : 19 ح 4973.</w:t>
      </w:r>
    </w:p>
    <w:p w:rsidR="00AA2ABC" w:rsidRDefault="00AA2ABC" w:rsidP="001008E4">
      <w:pPr>
        <w:pStyle w:val="libFootnote0"/>
        <w:rPr>
          <w:rtl/>
        </w:rPr>
      </w:pPr>
      <w:r>
        <w:rPr>
          <w:rtl/>
        </w:rPr>
        <w:t xml:space="preserve">2 ـ طه : 131.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يكفي من الدعاء مع البر ما يكفي الطعام من الملح.</w:t>
      </w:r>
    </w:p>
    <w:p w:rsidR="00AA2ABC" w:rsidRDefault="00AA2ABC" w:rsidP="002704FD">
      <w:pPr>
        <w:pStyle w:val="libNormal"/>
        <w:rPr>
          <w:rtl/>
        </w:rPr>
      </w:pPr>
      <w:r>
        <w:rPr>
          <w:rtl/>
        </w:rPr>
        <w:t>يا أباذر مثل الذي يدعو بغير عمل كمثل الذي يرمى بغير وتر.</w:t>
      </w:r>
    </w:p>
    <w:p w:rsidR="00AA2ABC" w:rsidRDefault="00AA2ABC" w:rsidP="002704FD">
      <w:pPr>
        <w:pStyle w:val="libNormal"/>
        <w:rPr>
          <w:rtl/>
        </w:rPr>
      </w:pPr>
      <w:r>
        <w:rPr>
          <w:rtl/>
        </w:rPr>
        <w:t xml:space="preserve">وتوضيح هذه المطالب العالية يتم في طي نجوم ثلاثة : </w:t>
      </w:r>
    </w:p>
    <w:p w:rsidR="00AA2ABC" w:rsidRDefault="00AA2ABC" w:rsidP="00AA2ABC">
      <w:pPr>
        <w:pStyle w:val="Heading1Center"/>
        <w:rPr>
          <w:rtl/>
        </w:rPr>
      </w:pPr>
      <w:bookmarkStart w:id="21" w:name="_Toc392501850"/>
      <w:bookmarkStart w:id="22" w:name="_Toc392501989"/>
      <w:bookmarkStart w:id="23" w:name="_Toc392502798"/>
      <w:r>
        <w:rPr>
          <w:rtl/>
        </w:rPr>
        <w:t>( النجم الأول )</w:t>
      </w:r>
      <w:bookmarkEnd w:id="21"/>
      <w:bookmarkEnd w:id="22"/>
      <w:bookmarkEnd w:id="23"/>
    </w:p>
    <w:p w:rsidR="00AA2ABC" w:rsidRDefault="00AA2ABC" w:rsidP="00AA2ABC">
      <w:pPr>
        <w:pStyle w:val="Heading1Center"/>
        <w:rPr>
          <w:rtl/>
        </w:rPr>
      </w:pPr>
      <w:bookmarkStart w:id="24" w:name="_Toc392501851"/>
      <w:bookmarkStart w:id="25" w:name="_Toc392501990"/>
      <w:bookmarkStart w:id="26" w:name="_Toc392502799"/>
      <w:r>
        <w:rPr>
          <w:rtl/>
        </w:rPr>
        <w:t>في فضل الدعاء وفوائده</w:t>
      </w:r>
      <w:bookmarkEnd w:id="24"/>
      <w:bookmarkEnd w:id="25"/>
      <w:bookmarkEnd w:id="26"/>
    </w:p>
    <w:p w:rsidR="00AA2ABC" w:rsidRDefault="00AA2ABC" w:rsidP="002704FD">
      <w:pPr>
        <w:pStyle w:val="libNormal"/>
        <w:rPr>
          <w:rtl/>
        </w:rPr>
      </w:pPr>
      <w:r>
        <w:rPr>
          <w:rtl/>
        </w:rPr>
        <w:t xml:space="preserve">اعلم انّ الدعاء والتضرّع والمناجات من أفضل العبادات ، وأقرب الطرق لوصول العبد إلى ساحة قاضي الحاجات ، وبكثرة الدعاء والمناجات يزداد اليقين بالله تعالى وبصفاته الكمالية ، ويزداد توكلّه وتفويضه إلى الله تعالى ، ويوجب قطع الطمع والعلائق عن الخلق ، وهذه الطريقة هي المنقولة من جميع الأئمة </w:t>
      </w:r>
      <w:r w:rsidR="000A073B" w:rsidRPr="000A073B">
        <w:rPr>
          <w:rStyle w:val="libAlaemChar"/>
          <w:rFonts w:hint="cs"/>
          <w:rtl/>
        </w:rPr>
        <w:t>عليهم‌السلام</w:t>
      </w:r>
      <w:r>
        <w:rPr>
          <w:rtl/>
        </w:rPr>
        <w:t xml:space="preserve"> بأنهم كانوا مشغولين بالتضرّع والمناجات بعد أداء الفرائض والسنن سيّما سيد الساجدين </w:t>
      </w:r>
      <w:r w:rsidR="00763E2E" w:rsidRPr="00763E2E">
        <w:rPr>
          <w:rStyle w:val="libAlaemChar"/>
          <w:rFonts w:hint="cs"/>
          <w:rtl/>
        </w:rPr>
        <w:t>عليه‌السلام</w:t>
      </w:r>
      <w:r>
        <w:rPr>
          <w:rtl/>
        </w:rPr>
        <w:t xml:space="preserve"> ، كما قال الله تعالى : </w:t>
      </w:r>
    </w:p>
    <w:p w:rsidR="00AA2ABC" w:rsidRDefault="00AA2ABC" w:rsidP="002704FD">
      <w:pPr>
        <w:pStyle w:val="libNormal"/>
        <w:rPr>
          <w:rtl/>
        </w:rPr>
      </w:pPr>
      <w:r w:rsidRPr="002704FD">
        <w:rPr>
          <w:rStyle w:val="libAlaemChar"/>
          <w:rtl/>
        </w:rPr>
        <w:t>(</w:t>
      </w:r>
      <w:r w:rsidRPr="002704FD">
        <w:rPr>
          <w:rStyle w:val="libAieChar"/>
          <w:rtl/>
        </w:rPr>
        <w:t xml:space="preserve"> وَقَالَ رَبُّكُمُ ادعُونِي استَجِب لَكُم اِنَّ الَّذِينَ يَستَكبِرُونَ عَن عِبَادَتِي سَيَدخُلُونَ جَهَنَّمَ دَاخِرينَ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وجاء في أحاديث كثيرة عن أئمتنا الأطهار </w:t>
      </w:r>
      <w:r w:rsidR="000A073B" w:rsidRPr="000A073B">
        <w:rPr>
          <w:rStyle w:val="libAlaemChar"/>
          <w:rFonts w:hint="cs"/>
          <w:rtl/>
        </w:rPr>
        <w:t>عليهم‌السلام</w:t>
      </w:r>
      <w:r>
        <w:rPr>
          <w:rtl/>
        </w:rPr>
        <w:t xml:space="preserve"> انّ المراد من العبادة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غافر : 60. </w:t>
      </w:r>
    </w:p>
    <w:p w:rsidR="00AA2ABC" w:rsidRDefault="00AA2ABC" w:rsidP="002704FD">
      <w:pPr>
        <w:pStyle w:val="libNormal0"/>
        <w:rPr>
          <w:rtl/>
        </w:rPr>
      </w:pPr>
      <w:r>
        <w:rPr>
          <w:rtl/>
        </w:rPr>
        <w:br w:type="page"/>
      </w:r>
      <w:r>
        <w:rPr>
          <w:rtl/>
        </w:rPr>
        <w:lastRenderedPageBreak/>
        <w:t>الآية هو الدعاء ، فالله تعالى أمر أوّلاً بالدعاء ثم وعد الاجابة ، ثم عدّ الدعاء عبادة وتركه تكبّراً ، وأوعد على تركه جهنّم.</w:t>
      </w:r>
    </w:p>
    <w:p w:rsidR="00AA2ABC" w:rsidRDefault="00AA2ABC" w:rsidP="002704FD">
      <w:pPr>
        <w:pStyle w:val="libNormal"/>
        <w:rPr>
          <w:rtl/>
        </w:rPr>
      </w:pPr>
      <w:r>
        <w:rPr>
          <w:rtl/>
        </w:rPr>
        <w:t xml:space="preserve">وقال تعالى في موضع آخر : </w:t>
      </w:r>
    </w:p>
    <w:p w:rsidR="00AA2ABC" w:rsidRDefault="00AA2ABC" w:rsidP="002704FD">
      <w:pPr>
        <w:pStyle w:val="libNormal"/>
        <w:rPr>
          <w:rtl/>
        </w:rPr>
      </w:pPr>
      <w:r w:rsidRPr="002704FD">
        <w:rPr>
          <w:rStyle w:val="libAlaemChar"/>
          <w:rtl/>
        </w:rPr>
        <w:t>(</w:t>
      </w:r>
      <w:r w:rsidRPr="002704FD">
        <w:rPr>
          <w:rStyle w:val="libAieChar"/>
          <w:rtl/>
        </w:rPr>
        <w:t xml:space="preserve"> وَإذاَ سَأَلَكَ عَبَادِي عَنَّي فَانِّي قَرِيبٌ اُجِيبُ دَعوَةَ الدَّاعِ إذَا دَعَانِ فَليَستَجيِبُوا لِي وَليُؤمِنوا بِي لَعَلَّهُم يَرشُدُونَ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فليستجيبوا لي أي فليستجيبوا في الدعاء الذي طلبته منهم ، أو بما انّي اُجيب دعاءهم فليستجيبوا لي في أداء جميع تكاليفي ، وليؤمنوا بي أي يؤمنوا بوعدي في اجابة الدعاء ، أو فليثبتوا في ايمانهم لعلّهم يرشدون.</w:t>
      </w:r>
    </w:p>
    <w:p w:rsidR="00AA2ABC" w:rsidRDefault="00AA2ABC" w:rsidP="002704FD">
      <w:pPr>
        <w:pStyle w:val="libNormal"/>
        <w:rPr>
          <w:rtl/>
        </w:rPr>
      </w:pPr>
      <w:r>
        <w:rPr>
          <w:rtl/>
        </w:rPr>
        <w:t xml:space="preserve">روي بسند معتبر انّ أبا جعفر الباقر </w:t>
      </w:r>
      <w:r w:rsidR="00763E2E" w:rsidRPr="00763E2E">
        <w:rPr>
          <w:rStyle w:val="libAlaemChar"/>
          <w:rFonts w:hint="cs"/>
          <w:rtl/>
        </w:rPr>
        <w:t>عليه‌السلام</w:t>
      </w:r>
      <w:r>
        <w:rPr>
          <w:rtl/>
        </w:rPr>
        <w:t xml:space="preserve"> سُئل أيّ العبادة أفضل؟ فقال : ما من شيء أفضل عند الله عزّوجلّ من أن يسأل ويطلب مما عنده ، وما أحد أبغض إلى الله عزّوجلّ ممن يستكبر عن عبادته ، ولا يسأل ما عنده </w:t>
      </w:r>
      <w:r w:rsidRPr="001008E4">
        <w:rPr>
          <w:rStyle w:val="libFootnotenumChar"/>
          <w:rtl/>
        </w:rPr>
        <w:t>(2)</w:t>
      </w:r>
      <w:r>
        <w:rPr>
          <w:rtl/>
        </w:rPr>
        <w:t>.</w:t>
      </w:r>
    </w:p>
    <w:p w:rsidR="00AA2ABC" w:rsidRDefault="00AA2ABC" w:rsidP="002704FD">
      <w:pPr>
        <w:pStyle w:val="libNormal"/>
        <w:rPr>
          <w:rtl/>
        </w:rPr>
      </w:pPr>
      <w:r>
        <w:rPr>
          <w:rtl/>
        </w:rPr>
        <w:t xml:space="preserve">وروي عن ميسّر بن عبد العزيز ، عن أبي عبدالله </w:t>
      </w:r>
      <w:r w:rsidR="00763E2E" w:rsidRPr="00763E2E">
        <w:rPr>
          <w:rStyle w:val="libAlaemChar"/>
          <w:rFonts w:hint="cs"/>
          <w:rtl/>
        </w:rPr>
        <w:t>عليه‌السلام</w:t>
      </w:r>
      <w:r>
        <w:rPr>
          <w:rtl/>
        </w:rPr>
        <w:t xml:space="preserve"> قال : قال لي : يا ميسّر ادع ولا تقل انّ الأمر قد فرغ منه ، انّ عند الله عزّوجلّ منزلة لا تنال الاّ بمسألة ، ولو انّ عبداً سدّ فاه ولم يسأل لم يعط شيئاً ، فسل تعط ، يا ميسّر انّه ليس من باب يقرع الاّ يوشك أن يفتح لصاحبه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من لم يسأل الله عزّوجلّ من فضله فقد افتقر</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البقرة : 186.</w:t>
      </w:r>
    </w:p>
    <w:p w:rsidR="00AA2ABC" w:rsidRDefault="00AA2ABC" w:rsidP="001008E4">
      <w:pPr>
        <w:pStyle w:val="libFootnote0"/>
        <w:rPr>
          <w:rtl/>
        </w:rPr>
      </w:pPr>
      <w:r>
        <w:rPr>
          <w:rtl/>
        </w:rPr>
        <w:t>2 ـ الكافي 2 : 466 ح 2 ـ باب فضل الدعاء ـ الوسائل 4 : 1088 ح 2 باب 3.</w:t>
      </w:r>
    </w:p>
    <w:p w:rsidR="00AA2ABC" w:rsidRDefault="00AA2ABC" w:rsidP="001008E4">
      <w:pPr>
        <w:pStyle w:val="libFootnote0"/>
        <w:rPr>
          <w:rtl/>
        </w:rPr>
      </w:pPr>
      <w:r>
        <w:rPr>
          <w:rtl/>
        </w:rPr>
        <w:t>3 ـ الكافي 2 : 466 ح 3 ، باب فضل الدعاء ـ الوسائل 4 : 1091 ح 1 باب 6.</w:t>
      </w:r>
    </w:p>
    <w:p w:rsidR="00AA2ABC" w:rsidRDefault="00AA2ABC" w:rsidP="001008E4">
      <w:pPr>
        <w:pStyle w:val="libFootnote0"/>
        <w:rPr>
          <w:rtl/>
        </w:rPr>
      </w:pPr>
      <w:r>
        <w:rPr>
          <w:rtl/>
        </w:rPr>
        <w:t xml:space="preserve">4 ـ الكافي 2 : 467 ح 4 ، باب فضل الدعاء ـ الوسائل 4 : 1084 ح 6 باب 1.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عليكم بالدعاء فانكم لا تقربون بمثله ، ولا تتركوا صغيرة لصغرها أن تدعوا بها ، انّ صاحب الصغار هو صاحب الكبار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قال أمير المؤمنين </w:t>
      </w:r>
      <w:r w:rsidR="00763E2E" w:rsidRPr="00763E2E">
        <w:rPr>
          <w:rStyle w:val="libAlaemChar"/>
          <w:rFonts w:hint="cs"/>
          <w:rtl/>
        </w:rPr>
        <w:t>عليه‌السلام</w:t>
      </w:r>
      <w:r>
        <w:rPr>
          <w:rtl/>
        </w:rPr>
        <w:t xml:space="preserve"> : أحبّ الأعمال إلى الله عزّوجلّ في الأرض الدعاء ، وأفضل العبادة العفاف ، قال : وكان أمير المؤمنين </w:t>
      </w:r>
      <w:r w:rsidR="00763E2E" w:rsidRPr="00763E2E">
        <w:rPr>
          <w:rStyle w:val="libAlaemChar"/>
          <w:rFonts w:hint="cs"/>
          <w:rtl/>
        </w:rPr>
        <w:t>عليه‌السلام</w:t>
      </w:r>
      <w:r>
        <w:rPr>
          <w:rtl/>
        </w:rPr>
        <w:t xml:space="preserve"> رجلاً دعّاء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الدعاء سلاح المؤمن ، وعمود الدين ، ونور السماوات والأرض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في حديث آخر لأصحابه : ألا أدلّكم على سلاح ينجيكم من أعدائكم ، ويدرّ أرزاقكم؟ قالوا : بلى ، قال : تدعون ربكم بالليل والنهار ، فانّ سلاح المؤمن الدعاء </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w:t>
      </w:r>
      <w:r w:rsidRPr="001008E4">
        <w:rPr>
          <w:rStyle w:val="libFootnotenumChar"/>
          <w:rtl/>
        </w:rPr>
        <w:t>(5)</w:t>
      </w:r>
      <w:r>
        <w:rPr>
          <w:rtl/>
        </w:rPr>
        <w:t xml:space="preserve"> : انّ الدعاء أنفذ من السنان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الدعاء يرد القضاء بعد ما ابرم ابراماً ، فأكثر من الدعاء فانّه مفتاح كلّ رحمة ، ونجاح كلّ حاجة ، ولا ينال ما عند الله عزّوجلّ الاّ بالدعاء ، وانّه ليس باب يكثر قرعه الاّ يوشك أن يفتح لصاحبه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467 ح 6 ، باب فضل الدعاء ـ الوسائل 4 : 1089 ح 1 باب 4.</w:t>
      </w:r>
    </w:p>
    <w:p w:rsidR="00AA2ABC" w:rsidRDefault="00AA2ABC" w:rsidP="001008E4">
      <w:pPr>
        <w:pStyle w:val="libFootnote0"/>
        <w:rPr>
          <w:rtl/>
        </w:rPr>
      </w:pPr>
      <w:r>
        <w:rPr>
          <w:rtl/>
        </w:rPr>
        <w:t>2 ـ الكافي 2 : 467 ح 8 ، باب فضل الدعاء ـ الوسائل 4 : 1089 ح 4 باب 3.</w:t>
      </w:r>
    </w:p>
    <w:p w:rsidR="00AA2ABC" w:rsidRDefault="00AA2ABC" w:rsidP="001008E4">
      <w:pPr>
        <w:pStyle w:val="libFootnote0"/>
        <w:rPr>
          <w:rtl/>
        </w:rPr>
      </w:pPr>
      <w:r>
        <w:rPr>
          <w:rtl/>
        </w:rPr>
        <w:t>3 ـ الكافي 2 : 468 ح 1 باب انّ الدعاء سلاح المؤمن ـ الوسائل 4 : 1094 ح 3 باب 8.</w:t>
      </w:r>
    </w:p>
    <w:p w:rsidR="00AA2ABC" w:rsidRDefault="00AA2ABC" w:rsidP="001008E4">
      <w:pPr>
        <w:pStyle w:val="libFootnote0"/>
        <w:rPr>
          <w:rtl/>
        </w:rPr>
      </w:pPr>
      <w:r>
        <w:rPr>
          <w:rtl/>
        </w:rPr>
        <w:t>4 ـ الكافي 2 : 468 ح 2 باب انّ الدعاء سلاح المؤمن ـ الوسائل 4 : 1095 ح 5 باب 8.</w:t>
      </w:r>
    </w:p>
    <w:p w:rsidR="00AA2ABC" w:rsidRDefault="00AA2ABC" w:rsidP="001008E4">
      <w:pPr>
        <w:pStyle w:val="libFootnote0"/>
        <w:rPr>
          <w:rtl/>
        </w:rPr>
      </w:pPr>
      <w:r>
        <w:rPr>
          <w:rtl/>
        </w:rPr>
        <w:t xml:space="preserve">5 ـ رويت في المتن الفارسي عن عليّ بن موسى الرضا </w:t>
      </w:r>
      <w:r w:rsidR="00763E2E" w:rsidRPr="00763E2E">
        <w:rPr>
          <w:rStyle w:val="libAlaemChar"/>
          <w:rFonts w:hint="cs"/>
          <w:rtl/>
        </w:rPr>
        <w:t>عليه‌السلام</w:t>
      </w:r>
      <w:r>
        <w:rPr>
          <w:rtl/>
        </w:rPr>
        <w:t xml:space="preserve"> ولم نجدها.</w:t>
      </w:r>
    </w:p>
    <w:p w:rsidR="00AA2ABC" w:rsidRDefault="00AA2ABC" w:rsidP="001008E4">
      <w:pPr>
        <w:pStyle w:val="libFootnote0"/>
        <w:rPr>
          <w:rtl/>
        </w:rPr>
      </w:pPr>
      <w:r>
        <w:rPr>
          <w:rtl/>
        </w:rPr>
        <w:t>6 ـ الكافي 2 : 469 ح 6 ـ الوسائل 4 : 1094 ح 2 باب 8.</w:t>
      </w:r>
    </w:p>
    <w:p w:rsidR="00AA2ABC" w:rsidRDefault="00AA2ABC" w:rsidP="001008E4">
      <w:pPr>
        <w:pStyle w:val="libFootnote0"/>
        <w:rPr>
          <w:rtl/>
        </w:rPr>
      </w:pPr>
      <w:r>
        <w:rPr>
          <w:rtl/>
        </w:rPr>
        <w:t xml:space="preserve">7 ـ الكافي 2 : 470 ح 7 ـ باب انّ الدعاء يردّ البلاء ـ الوسائل 4 : 1086 ح 7 باب 2.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عليك بالدعاء فانّه شفاء من كلّ داء </w:t>
      </w:r>
      <w:r w:rsidRPr="001008E4">
        <w:rPr>
          <w:rStyle w:val="libFootnotenumChar"/>
          <w:rtl/>
        </w:rPr>
        <w:t>(1)</w:t>
      </w:r>
      <w:r>
        <w:rPr>
          <w:rtl/>
        </w:rPr>
        <w:t>.</w:t>
      </w:r>
    </w:p>
    <w:p w:rsidR="00AA2ABC" w:rsidRDefault="00AA2ABC" w:rsidP="002704FD">
      <w:pPr>
        <w:pStyle w:val="libNormal"/>
        <w:rPr>
          <w:rtl/>
        </w:rPr>
      </w:pPr>
      <w:r>
        <w:rPr>
          <w:rtl/>
        </w:rPr>
        <w:t xml:space="preserve">وروي عن موسى بن جعفر </w:t>
      </w:r>
      <w:r w:rsidR="00763E2E" w:rsidRPr="00763E2E">
        <w:rPr>
          <w:rStyle w:val="libAlaemChar"/>
          <w:rFonts w:hint="cs"/>
          <w:rtl/>
        </w:rPr>
        <w:t>عليه‌السلام</w:t>
      </w:r>
      <w:r>
        <w:rPr>
          <w:rtl/>
        </w:rPr>
        <w:t xml:space="preserve"> انّه قال : ما من بلاء ينزل على عبد مؤمن فيلهمه الله عزّوجلّ الدعاء الاّ كان كشف ذلك البلاء وشيكاً ، وما من بلاء ينزل على عبد مؤمن فيمسك عن الدعاء الاّ كان ذلك البلاء طويلاً ، فاذا نزل البلاء فعليكم بالدعاء والتضرّع إلى الله عزّوجلّ </w:t>
      </w:r>
      <w:r w:rsidRPr="001008E4">
        <w:rPr>
          <w:rStyle w:val="libFootnotenumChar"/>
          <w:rtl/>
        </w:rPr>
        <w:t>(2)</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داووا مرضاكم بالصدقة ، وادفعوا أبواب البلاء بالدعاء ، وحصّنوا أموالكم بالزكاة ، فانّه ما يصاد ما صيد من الطير الاّ بتضييعهم التسبيح </w:t>
      </w:r>
      <w:r w:rsidRPr="001008E4">
        <w:rPr>
          <w:rStyle w:val="libFootnotenumChar"/>
          <w:rtl/>
        </w:rPr>
        <w:t>(3)</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ادفعوا أمواج البلاء عنكم بالدعاء قبل ورود البلاء ، فو الذي فلق الحبّة وبرأ النسمة ، للبلاء أسرع إلى المؤمن من انحدار السيل من أعلى التلعة إلى أسفلها ، ومن ركض البراذين.</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ما زالت نعمة ولا نضارة عيش الاّ بذنوب اجترحوا ، انّ الله ليس بظلاّم للعبيد ، ولو أنّهم استقبلوا ذلك بالدعاء والانابة لم تنزل ، ولو انّهم إذا نزلت بهم النقم ، وزالت عنهم النعم فزعوا إلى الله بصدق من نيّاتهم ولم يهنوا ولم يسرفوا لأصلح الله كلّ فاسد ، ولردّ عليهم كلّ صالح </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ثلاث لا يضرّ معهنّ شيء ، الدعاء عند الكربات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470 ح 1 ، باب انّ الدعاء شفاء من كلّ داء ـ الوسائل 4 : 1099 ح 1 باب 11.</w:t>
      </w:r>
    </w:p>
    <w:p w:rsidR="00AA2ABC" w:rsidRDefault="00AA2ABC" w:rsidP="001008E4">
      <w:pPr>
        <w:pStyle w:val="libFootnote0"/>
        <w:rPr>
          <w:rtl/>
        </w:rPr>
      </w:pPr>
      <w:r>
        <w:rPr>
          <w:rtl/>
        </w:rPr>
        <w:t>2 ـ الكافي 2 : 471 ح 2 ـ باب الهام الدعاء ـ الوسائل 4 : 1098 ح 1 باب 10.</w:t>
      </w:r>
    </w:p>
    <w:p w:rsidR="00AA2ABC" w:rsidRDefault="00AA2ABC" w:rsidP="001008E4">
      <w:pPr>
        <w:pStyle w:val="libFootnote0"/>
        <w:rPr>
          <w:rtl/>
        </w:rPr>
      </w:pPr>
      <w:r>
        <w:rPr>
          <w:rtl/>
        </w:rPr>
        <w:t>3 ـ قرب الاسناد : 117 ح 410 ـ عنه البحار 93 : 288 ح 3 باب 16.</w:t>
      </w:r>
    </w:p>
    <w:p w:rsidR="00AA2ABC" w:rsidRDefault="00AA2ABC" w:rsidP="001008E4">
      <w:pPr>
        <w:pStyle w:val="libFootnote0"/>
        <w:rPr>
          <w:rtl/>
        </w:rPr>
      </w:pPr>
      <w:r>
        <w:rPr>
          <w:rtl/>
        </w:rPr>
        <w:t xml:space="preserve">4 ـ البحار 93 : 289 ح 5 باب 16 ـ عن الخصال. </w:t>
      </w:r>
    </w:p>
    <w:p w:rsidR="00AA2ABC" w:rsidRDefault="00AA2ABC" w:rsidP="002704FD">
      <w:pPr>
        <w:pStyle w:val="libNormal0"/>
        <w:rPr>
          <w:rtl/>
        </w:rPr>
      </w:pPr>
      <w:r>
        <w:rPr>
          <w:rtl/>
        </w:rPr>
        <w:br w:type="page"/>
      </w:r>
      <w:r>
        <w:rPr>
          <w:rtl/>
        </w:rPr>
        <w:lastRenderedPageBreak/>
        <w:t xml:space="preserve">والاستغفار عند الذنب ، والشكر عند النعمة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انّ الله جعل أرزاق المؤمنين من حيث لم يحتسبوا ، وذلك انّ العبد إذا لم يعرف وجه رزقه كثر دعاؤه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من اُعطي أربعاً لم يحرم أربعاً ، من اُعطي الدعاء لم يحرم الاجابة ، ومن اُعطي الاستغفار لم يحرم التوبة ، ومن اُعطي الشكر لم يحرم الزيادة ، ومن اُعطي الصبر لم يحرم الأجر </w:t>
      </w:r>
      <w:r w:rsidRPr="001008E4">
        <w:rPr>
          <w:rStyle w:val="libFootnotenumChar"/>
          <w:rtl/>
        </w:rPr>
        <w:t>(3)</w:t>
      </w:r>
      <w:r>
        <w:rPr>
          <w:rtl/>
        </w:rPr>
        <w:t>.</w:t>
      </w:r>
    </w:p>
    <w:p w:rsidR="00AA2ABC" w:rsidRDefault="00AA2ABC" w:rsidP="00AA2ABC">
      <w:pPr>
        <w:pStyle w:val="Heading1Center"/>
        <w:rPr>
          <w:rtl/>
        </w:rPr>
      </w:pPr>
      <w:bookmarkStart w:id="27" w:name="_Toc392501852"/>
      <w:bookmarkStart w:id="28" w:name="_Toc392501991"/>
      <w:bookmarkStart w:id="29" w:name="_Toc392502800"/>
      <w:r>
        <w:rPr>
          <w:rtl/>
        </w:rPr>
        <w:t>( النجم الثاني )</w:t>
      </w:r>
      <w:bookmarkEnd w:id="27"/>
      <w:bookmarkEnd w:id="28"/>
      <w:bookmarkEnd w:id="29"/>
    </w:p>
    <w:p w:rsidR="00AA2ABC" w:rsidRDefault="00AA2ABC" w:rsidP="00AA2ABC">
      <w:pPr>
        <w:pStyle w:val="Heading1Center"/>
        <w:rPr>
          <w:rtl/>
        </w:rPr>
      </w:pPr>
      <w:bookmarkStart w:id="30" w:name="_Toc392501853"/>
      <w:bookmarkStart w:id="31" w:name="_Toc392501992"/>
      <w:bookmarkStart w:id="32" w:name="_Toc392502801"/>
      <w:r>
        <w:rPr>
          <w:rtl/>
        </w:rPr>
        <w:t>في آداب الدعاء</w:t>
      </w:r>
      <w:bookmarkEnd w:id="30"/>
      <w:bookmarkEnd w:id="31"/>
      <w:bookmarkEnd w:id="32"/>
    </w:p>
    <w:p w:rsidR="00AA2ABC" w:rsidRDefault="00AA2ABC" w:rsidP="002704FD">
      <w:pPr>
        <w:pStyle w:val="libNormal"/>
        <w:rPr>
          <w:rtl/>
        </w:rPr>
      </w:pPr>
      <w:r>
        <w:rPr>
          <w:rtl/>
        </w:rPr>
        <w:t>اعلم انّ الدعاء هو التكلم مع قاضي الحاجات ، وعرض الحوائج عليه فلابدّ أن يفهم الانسان معنى الدعاء ، وأن يدعو مع حضور القلب ، وليراع على الاقلّ الآداب التي يراعيها في طلب الحوائج من مخلوق مثله في العجز وعدم القدرة ، فليراعيها في طلب الحوائج من الله العظيم الخالق والرازق والمالك لجميع الأمور ، وظاهرٌ انّ الذي يريد حاجة من مخلوق يراعي أموراً فيها البتة.</w:t>
      </w:r>
    </w:p>
    <w:p w:rsidR="00AA2ABC" w:rsidRDefault="00AA2ABC" w:rsidP="002704FD">
      <w:pPr>
        <w:pStyle w:val="libNormal"/>
        <w:rPr>
          <w:rtl/>
        </w:rPr>
      </w:pPr>
      <w:r w:rsidRPr="002704FD">
        <w:rPr>
          <w:rStyle w:val="libBold2Char"/>
          <w:rtl/>
        </w:rPr>
        <w:t xml:space="preserve">الأول منها : </w:t>
      </w:r>
      <w:r>
        <w:rPr>
          <w:rtl/>
        </w:rPr>
        <w:t xml:space="preserve">أن يعلم ما يقول ، فلو تكلّم مع شخص عظيم من دون أن يعلم ما يقول وبقلب لاه ، فإن لم يعاقبوه لا يعتنو بكلامه ، فلابدّ أن يكون حاضر القلب عند المناجات مع الله تعالى ، ويعلم ما يقول وبما يجرى على لسانه ، ويطلب بجد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204 ح 51 مجلس 7 ـ عنه البحار 93 : 289 ح 6 باب 16.</w:t>
      </w:r>
    </w:p>
    <w:p w:rsidR="00AA2ABC" w:rsidRDefault="00AA2ABC" w:rsidP="001008E4">
      <w:pPr>
        <w:pStyle w:val="libFootnote0"/>
        <w:rPr>
          <w:rtl/>
        </w:rPr>
      </w:pPr>
      <w:r>
        <w:rPr>
          <w:rtl/>
        </w:rPr>
        <w:t>2 ـ أمالي الصدوق : 153 ح 6 مجلس 34 ـ عنه البحار 93 : 289 ح 7 باب 16.</w:t>
      </w:r>
    </w:p>
    <w:p w:rsidR="00AA2ABC" w:rsidRDefault="00AA2ABC" w:rsidP="001008E4">
      <w:pPr>
        <w:pStyle w:val="libFootnote0"/>
        <w:rPr>
          <w:rtl/>
        </w:rPr>
      </w:pPr>
      <w:r>
        <w:rPr>
          <w:rtl/>
        </w:rPr>
        <w:t>3 ـ الخصال : 202 ح 16 باب 4 ـ عنه الوسائل 4 : 1087 ح 16 باب 2.</w:t>
      </w:r>
    </w:p>
    <w:p w:rsidR="00AA2ABC" w:rsidRDefault="00AA2ABC" w:rsidP="002704FD">
      <w:pPr>
        <w:pStyle w:val="libNormal0"/>
        <w:rPr>
          <w:rtl/>
        </w:rPr>
      </w:pPr>
      <w:r>
        <w:rPr>
          <w:rtl/>
        </w:rPr>
        <w:br w:type="page"/>
      </w:r>
      <w:r>
        <w:rPr>
          <w:rtl/>
        </w:rPr>
        <w:lastRenderedPageBreak/>
        <w:t>وجهد ولا يكون غير مهتمّ بحوائجه.</w:t>
      </w:r>
    </w:p>
    <w:p w:rsidR="00AA2ABC" w:rsidRDefault="00AA2ABC" w:rsidP="002704FD">
      <w:pPr>
        <w:pStyle w:val="libNormal"/>
        <w:rPr>
          <w:rtl/>
        </w:rPr>
      </w:pPr>
      <w:r>
        <w:rPr>
          <w:rtl/>
        </w:rPr>
        <w:t xml:space="preserve">كما روي عن أمير المؤمنين </w:t>
      </w:r>
      <w:r w:rsidR="00763E2E" w:rsidRPr="00763E2E">
        <w:rPr>
          <w:rStyle w:val="libAlaemChar"/>
          <w:rFonts w:hint="cs"/>
          <w:rtl/>
        </w:rPr>
        <w:t>عليه‌السلام</w:t>
      </w:r>
      <w:r>
        <w:rPr>
          <w:rtl/>
        </w:rPr>
        <w:t xml:space="preserve"> انّه قال : لا يقبل الله عزّوجلّ دعاء قلب لاه ، وكان عليّ </w:t>
      </w:r>
      <w:r w:rsidR="00763E2E" w:rsidRPr="00763E2E">
        <w:rPr>
          <w:rStyle w:val="libAlaemChar"/>
          <w:rFonts w:hint="cs"/>
          <w:rtl/>
        </w:rPr>
        <w:t>عليه‌السلام</w:t>
      </w:r>
      <w:r>
        <w:rPr>
          <w:rtl/>
        </w:rPr>
        <w:t xml:space="preserve"> يقول : إذا دعا أحدكم للميت فلا يدعو له وقلبه لاه عنه ، ولكن ليجتهد له في الدعاء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الله عزّوجلّ لا يستجيب دعاء بظهر قلب قاس</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انّ الله عزّوجل لا يستجيب دعاء بظهر قلب ساه ، فاذا دعوت فأقبل بقلبك ثم استيقن بالاجابة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الثاني : </w:t>
      </w:r>
      <w:r>
        <w:rPr>
          <w:rtl/>
        </w:rPr>
        <w:t>انّ من يلوذ إلى شخص لدفع الشدائد لابدّ أن يكون ملازماً له دائماً ، ويأتيه في غير الشدائد لكي لا يستحي في اللجوء إليه في الشدائد ، فكذلك لابدّ أن يدعو الانسان في حال النعمة ، ويتضرّع ولا ينس الله تعالى بكثرة النعم ووفورها حتى تقضى حاجاته سريعاً في الشدائد والمحن إذا لجأ إليه ، مع انّ الانسان لا يخلو في كلّ آن من مئات الآلاف من حوائج الدنيا والآخرة.</w:t>
      </w:r>
    </w:p>
    <w:p w:rsidR="00AA2ABC" w:rsidRDefault="00AA2ABC" w:rsidP="002704FD">
      <w:pPr>
        <w:pStyle w:val="libNormal"/>
        <w:rPr>
          <w:rtl/>
        </w:rPr>
      </w:pPr>
      <w:r>
        <w:rPr>
          <w:rtl/>
        </w:rPr>
        <w:t xml:space="preserve">كما روي بسند صحيح عن أبي عبدالله </w:t>
      </w:r>
      <w:r w:rsidR="00763E2E" w:rsidRPr="00763E2E">
        <w:rPr>
          <w:rStyle w:val="libAlaemChar"/>
          <w:rFonts w:hint="cs"/>
          <w:rtl/>
        </w:rPr>
        <w:t>عليه‌السلام</w:t>
      </w:r>
      <w:r>
        <w:rPr>
          <w:rtl/>
        </w:rPr>
        <w:t xml:space="preserve"> انّه قال : من تقدّم في الدعاء استجيب له إذا نزل به البلاء ، وقالت الملائكة : صوت معروف ، ولم يحجب عن السماء ، ومن لم يتقدّم في الدعاء لم يستجيب له إذا نزل به البلاء ، وقالت الملائكة : انّ ذا صوت لا نعرفه </w:t>
      </w:r>
      <w:r w:rsidRPr="001008E4">
        <w:rPr>
          <w:rStyle w:val="libFootnotenumChar"/>
          <w:rtl/>
        </w:rPr>
        <w:t>(4)</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473 ح 2 ، باب الاقبال على الدعاء ـ الوسائل 4 : 1106 ح 3 باب 16.</w:t>
      </w:r>
    </w:p>
    <w:p w:rsidR="00AA2ABC" w:rsidRDefault="00AA2ABC" w:rsidP="001008E4">
      <w:pPr>
        <w:pStyle w:val="libFootnote0"/>
        <w:rPr>
          <w:rtl/>
        </w:rPr>
      </w:pPr>
      <w:r>
        <w:rPr>
          <w:rtl/>
        </w:rPr>
        <w:t>2 ـ الكافي 2 : 474 ح 4 ، باب الاقبال على الدعاء ـ الوسائل 4 : 1106 ح 4 باب 16.</w:t>
      </w:r>
    </w:p>
    <w:p w:rsidR="00AA2ABC" w:rsidRDefault="00AA2ABC" w:rsidP="001008E4">
      <w:pPr>
        <w:pStyle w:val="libFootnote0"/>
        <w:rPr>
          <w:rtl/>
        </w:rPr>
      </w:pPr>
      <w:r>
        <w:rPr>
          <w:rtl/>
        </w:rPr>
        <w:t xml:space="preserve">3 </w:t>
      </w:r>
      <w:r>
        <w:rPr>
          <w:rFonts w:hint="cs"/>
          <w:rtl/>
        </w:rPr>
        <w:t>ـ</w:t>
      </w:r>
      <w:r>
        <w:rPr>
          <w:rtl/>
        </w:rPr>
        <w:t xml:space="preserve"> الكافي 2 : 473 ح 1 باب الاقبال على الدعاء ـ الوسائل 4 : 1105 ح 2 باب 16.</w:t>
      </w:r>
    </w:p>
    <w:p w:rsidR="00AA2ABC" w:rsidRDefault="00AA2ABC" w:rsidP="001008E4">
      <w:pPr>
        <w:pStyle w:val="libFootnote0"/>
        <w:rPr>
          <w:rtl/>
        </w:rPr>
      </w:pPr>
      <w:r>
        <w:rPr>
          <w:rtl/>
        </w:rPr>
        <w:t xml:space="preserve">4 ـ الكافي 2 : 472 ح 1 باب التقدم في الدعاء ـ الوسائل 4 : 1096 ح 1 باب 9.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من سرّه أن يستجاب له في الشدّة فليكثر الدعاء في الرخاء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الثالث : </w:t>
      </w:r>
      <w:r>
        <w:rPr>
          <w:rtl/>
        </w:rPr>
        <w:t xml:space="preserve">انّ من يحتاج إلى مخلوق يقدّم إليه الخدمات اللائقة حتى يكون مرضيّاً عنده ، ويجتنب عمّا يكرهه لغرض قضاء حاجته إذا حتاج إليه ، فكذلك عند الله ، فكلّ من عبدالله وأطاعه أكثر ، كان دعاؤه أقرب للاجابة ، كما أشار النبي </w:t>
      </w:r>
      <w:r w:rsidR="00BF0EA2" w:rsidRPr="00BF0EA2">
        <w:rPr>
          <w:rStyle w:val="libAlaemChar"/>
          <w:rFonts w:hint="cs"/>
          <w:rtl/>
        </w:rPr>
        <w:t>صلى‌الله‌عليه‌وآله</w:t>
      </w:r>
      <w:r>
        <w:rPr>
          <w:rtl/>
        </w:rPr>
        <w:t xml:space="preserve"> في هذا الحديث الشريف إليه حيث قال : « مثل الذي يدعو بغير عمل ، كمثل الذي يرمي بغير وتر ».</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 خير الدعاء ما صَدَرَ عن صَدرٍ تقيّ ، وقلب نقيّ ، وفي المناجات سبب النجاة ، وبالاخلاص يكون الخلاص ، فاذا اشتدّ الفزع فإلى الله المفزع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له رجل : جعلت فداك انّ الله يقول : </w:t>
      </w:r>
      <w:r w:rsidRPr="002704FD">
        <w:rPr>
          <w:rStyle w:val="libAlaemChar"/>
          <w:rtl/>
        </w:rPr>
        <w:t>(</w:t>
      </w:r>
      <w:r w:rsidRPr="002704FD">
        <w:rPr>
          <w:rStyle w:val="libAieChar"/>
          <w:rtl/>
        </w:rPr>
        <w:t xml:space="preserve"> اُدعُونِي اَستَجِب لَكُم </w:t>
      </w:r>
      <w:r w:rsidRPr="002704FD">
        <w:rPr>
          <w:rStyle w:val="libAlaemChar"/>
          <w:rtl/>
        </w:rPr>
        <w:t xml:space="preserve">) </w:t>
      </w:r>
      <w:r w:rsidRPr="001008E4">
        <w:rPr>
          <w:rStyle w:val="libFootnotenumChar"/>
          <w:rtl/>
        </w:rPr>
        <w:t>(3)</w:t>
      </w:r>
      <w:r>
        <w:rPr>
          <w:rtl/>
        </w:rPr>
        <w:t xml:space="preserve"> فانّا ندعو فلا يستجاب لنا.</w:t>
      </w:r>
    </w:p>
    <w:p w:rsidR="00AA2ABC" w:rsidRDefault="00AA2ABC" w:rsidP="002704FD">
      <w:pPr>
        <w:pStyle w:val="libNormal"/>
        <w:rPr>
          <w:rtl/>
        </w:rPr>
      </w:pPr>
      <w:r>
        <w:rPr>
          <w:rtl/>
        </w:rPr>
        <w:t xml:space="preserve">قال : لانكم لا تفون الله بعهده ، وانّ الله يقول : </w:t>
      </w:r>
      <w:r w:rsidRPr="002704FD">
        <w:rPr>
          <w:rStyle w:val="libAlaemChar"/>
          <w:rtl/>
        </w:rPr>
        <w:t>(</w:t>
      </w:r>
      <w:r w:rsidRPr="002704FD">
        <w:rPr>
          <w:rStyle w:val="libAieChar"/>
          <w:rtl/>
        </w:rPr>
        <w:t xml:space="preserve"> أَوفُوا بِعهدِي اُوفِ بِعَهدِكُم </w:t>
      </w:r>
      <w:r w:rsidRPr="002704FD">
        <w:rPr>
          <w:rStyle w:val="libAlaemChar"/>
          <w:rtl/>
        </w:rPr>
        <w:t>)</w:t>
      </w:r>
      <w:r>
        <w:rPr>
          <w:rtl/>
        </w:rPr>
        <w:t xml:space="preserve"> </w:t>
      </w:r>
      <w:r w:rsidRPr="001008E4">
        <w:rPr>
          <w:rStyle w:val="libFootnotenumChar"/>
          <w:rtl/>
        </w:rPr>
        <w:t>(4)</w:t>
      </w:r>
      <w:r>
        <w:rPr>
          <w:rtl/>
        </w:rPr>
        <w:t xml:space="preserve"> والله لو وفيتم لله لوفى الله لكم </w:t>
      </w:r>
      <w:r w:rsidRPr="001008E4">
        <w:rPr>
          <w:rStyle w:val="libFootnotenumChar"/>
          <w:rtl/>
        </w:rPr>
        <w:t>(5)</w:t>
      </w:r>
      <w:r>
        <w:rPr>
          <w:rtl/>
        </w:rPr>
        <w:t>.</w:t>
      </w:r>
    </w:p>
    <w:p w:rsidR="00AA2ABC" w:rsidRDefault="00AA2ABC" w:rsidP="002704FD">
      <w:pPr>
        <w:pStyle w:val="libNormal"/>
        <w:rPr>
          <w:rtl/>
        </w:rPr>
      </w:pPr>
      <w:r>
        <w:rPr>
          <w:rtl/>
        </w:rPr>
        <w:t xml:space="preserve">وروي عن نوف البكالي انّه قال : قال أمير المؤمنين </w:t>
      </w:r>
      <w:r w:rsidR="00763E2E" w:rsidRPr="00763E2E">
        <w:rPr>
          <w:rStyle w:val="libAlaemChar"/>
          <w:rFonts w:hint="cs"/>
          <w:rtl/>
        </w:rPr>
        <w:t>عليه‌السلام</w:t>
      </w:r>
      <w:r>
        <w:rPr>
          <w:rtl/>
        </w:rPr>
        <w:t xml:space="preserve"> : ... انّ الله عزّوجلّ أوحى إلى عيسى بن مريم </w:t>
      </w:r>
      <w:r w:rsidR="00763E2E" w:rsidRPr="00763E2E">
        <w:rPr>
          <w:rStyle w:val="libAlaemChar"/>
          <w:rFonts w:hint="cs"/>
          <w:rtl/>
        </w:rPr>
        <w:t>عليه‌السلام</w:t>
      </w:r>
      <w:r>
        <w:rPr>
          <w:rtl/>
        </w:rPr>
        <w:t xml:space="preserve"> : قل للملأ من بني اسرائيل لا يدخلوا بيتاً من بيوتي الاّ بقلوب طاهرة ، وأبصار خاشعة ، واكفّ نقيّة.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472 ح 4 باب التقدم في الدعاء ـ الوسائل 4 : 1096 ح 3 باب 9.</w:t>
      </w:r>
    </w:p>
    <w:p w:rsidR="00AA2ABC" w:rsidRDefault="00AA2ABC" w:rsidP="001008E4">
      <w:pPr>
        <w:pStyle w:val="libFootnote0"/>
        <w:rPr>
          <w:rtl/>
        </w:rPr>
      </w:pPr>
      <w:r>
        <w:rPr>
          <w:rtl/>
        </w:rPr>
        <w:t>2 ـ البحار 93 : 341 ح 12 باب 20.</w:t>
      </w:r>
    </w:p>
    <w:p w:rsidR="00AA2ABC" w:rsidRDefault="00AA2ABC" w:rsidP="001008E4">
      <w:pPr>
        <w:pStyle w:val="libFootnote0"/>
        <w:rPr>
          <w:rtl/>
        </w:rPr>
      </w:pPr>
      <w:r>
        <w:rPr>
          <w:rtl/>
        </w:rPr>
        <w:t>3 ـ غافر : 6.</w:t>
      </w:r>
    </w:p>
    <w:p w:rsidR="00AA2ABC" w:rsidRDefault="00AA2ABC" w:rsidP="001008E4">
      <w:pPr>
        <w:pStyle w:val="libFootnote0"/>
        <w:rPr>
          <w:rtl/>
        </w:rPr>
      </w:pPr>
      <w:r>
        <w:rPr>
          <w:rtl/>
        </w:rPr>
        <w:t>4 ـ البقرة : 40.</w:t>
      </w:r>
    </w:p>
    <w:p w:rsidR="00AA2ABC" w:rsidRDefault="00AA2ABC" w:rsidP="001008E4">
      <w:pPr>
        <w:pStyle w:val="libFootnote0"/>
        <w:rPr>
          <w:rtl/>
        </w:rPr>
      </w:pPr>
      <w:r>
        <w:rPr>
          <w:rtl/>
        </w:rPr>
        <w:t xml:space="preserve">5 ـ البحار 93 : 368 ح 3 باب 24 ـ عن تفسير القمي. </w:t>
      </w:r>
    </w:p>
    <w:p w:rsidR="00AA2ABC" w:rsidRDefault="00AA2ABC" w:rsidP="002704FD">
      <w:pPr>
        <w:pStyle w:val="libNormal"/>
        <w:rPr>
          <w:rtl/>
        </w:rPr>
      </w:pPr>
      <w:r>
        <w:rPr>
          <w:rtl/>
        </w:rPr>
        <w:br w:type="page"/>
      </w:r>
      <w:r>
        <w:rPr>
          <w:rtl/>
        </w:rPr>
        <w:lastRenderedPageBreak/>
        <w:t xml:space="preserve">وقل لهم : اعلموا انّي غير مستجيب لأحد منكم دعوة ولأحد من خلقي قبله مظلمة ... </w:t>
      </w:r>
      <w:r w:rsidRPr="001008E4">
        <w:rPr>
          <w:rStyle w:val="libFootnotenumChar"/>
          <w:rtl/>
        </w:rPr>
        <w:t>(1)</w:t>
      </w:r>
      <w:r>
        <w:rPr>
          <w:rtl/>
        </w:rPr>
        <w:t>.</w:t>
      </w:r>
    </w:p>
    <w:p w:rsidR="00AA2ABC" w:rsidRDefault="00AA2ABC" w:rsidP="002704FD">
      <w:pPr>
        <w:pStyle w:val="libNormal"/>
        <w:rPr>
          <w:rtl/>
        </w:rPr>
      </w:pPr>
      <w:r>
        <w:rPr>
          <w:rtl/>
        </w:rPr>
        <w:t xml:space="preserve">ومضى في الأبواب السابقة انّ من سرّه أن يستجاب له دعوته فليطب مكسبه </w:t>
      </w:r>
      <w:r w:rsidRPr="001008E4">
        <w:rPr>
          <w:rStyle w:val="libFootnotenumChar"/>
          <w:rtl/>
        </w:rPr>
        <w:t>(2)</w:t>
      </w:r>
      <w:r>
        <w:rPr>
          <w:rtl/>
        </w:rPr>
        <w:t>.</w:t>
      </w:r>
    </w:p>
    <w:p w:rsidR="00AA2ABC" w:rsidRDefault="00AA2ABC" w:rsidP="002704FD">
      <w:pPr>
        <w:pStyle w:val="libNormal"/>
        <w:rPr>
          <w:rtl/>
        </w:rPr>
      </w:pPr>
      <w:r>
        <w:rPr>
          <w:rtl/>
        </w:rPr>
        <w:t>والظاهر انّ الانسان كلّما ازداد قرباً كان دعاؤه أقرب للاجابة ، كما في السلاطين فإنّ كلّ من كان أقرب كان قضاء حاجته أسرع ، وكما قلنا أيضاً انّ كلّما ازدادت المناسبة مع الفاعل تزداد قابلية الاستفاضة ، والمانع من الفيض انّما هو من طرف القابل ، فكلّما كمل القابل ازدادت قابلية الرحمة ، وازداد الفيض.</w:t>
      </w:r>
    </w:p>
    <w:p w:rsidR="00AA2ABC" w:rsidRDefault="00AA2ABC" w:rsidP="002704FD">
      <w:pPr>
        <w:pStyle w:val="libNormal"/>
        <w:rPr>
          <w:rtl/>
        </w:rPr>
      </w:pPr>
      <w:r w:rsidRPr="002704FD">
        <w:rPr>
          <w:rStyle w:val="libBold2Char"/>
          <w:rtl/>
        </w:rPr>
        <w:t xml:space="preserve">الرابع : </w:t>
      </w:r>
      <w:r>
        <w:rPr>
          <w:rtl/>
        </w:rPr>
        <w:t>من شرائط استجابة الدعاء كمال معرفة الرب الذي يطلب منه الحوائج ، وأشرنا سابقاً إلى مجمل منه بأن الفيض يكون على قدر معرفة الانسان لربّه ، فكلّما كان في القدرة والرحمة والكرم والعظمة والجلال وسائر الصفات الكمالية أعرف يكون تأثيرها أكثر عنده.</w:t>
      </w:r>
    </w:p>
    <w:p w:rsidR="00AA2ABC" w:rsidRDefault="00AA2ABC" w:rsidP="002704FD">
      <w:pPr>
        <w:pStyle w:val="libNormal"/>
        <w:rPr>
          <w:rtl/>
        </w:rPr>
      </w:pPr>
      <w:r>
        <w:rPr>
          <w:rtl/>
        </w:rPr>
        <w:t>وإلى هذا المعنى يشير الحديث القدسي المروي بأسانيد متضافره بـ « انّي عند ظنّ عبدي المؤمن » أي كلّما كان ظنّه أحسن كانت معاملتي معه أفضل.</w:t>
      </w:r>
    </w:p>
    <w:p w:rsidR="00AA2ABC" w:rsidRDefault="00AA2ABC" w:rsidP="002704FD">
      <w:pPr>
        <w:pStyle w:val="libNormal"/>
        <w:rPr>
          <w:rtl/>
        </w:rPr>
      </w:pPr>
      <w:r>
        <w:rPr>
          <w:rtl/>
        </w:rPr>
        <w:t xml:space="preserve">روي بسند معتبر عن أبي الحسن موسى </w:t>
      </w:r>
      <w:r w:rsidR="00763E2E" w:rsidRPr="00763E2E">
        <w:rPr>
          <w:rStyle w:val="libAlaemChar"/>
          <w:rFonts w:hint="cs"/>
          <w:rtl/>
        </w:rPr>
        <w:t>عليه‌السلام</w:t>
      </w:r>
      <w:r>
        <w:rPr>
          <w:rtl/>
        </w:rPr>
        <w:t xml:space="preserve"> انّه قال : قال قوم للصادق </w:t>
      </w:r>
      <w:r w:rsidR="00763E2E" w:rsidRPr="00763E2E">
        <w:rPr>
          <w:rStyle w:val="libAlaemChar"/>
          <w:rFonts w:hint="cs"/>
          <w:rtl/>
        </w:rPr>
        <w:t>عليه‌السلام</w:t>
      </w:r>
      <w:r>
        <w:rPr>
          <w:rtl/>
        </w:rPr>
        <w:t xml:space="preserve"> : ندعو فلا يستجاب لنا قال : لانكم تدعون من لا تعرفونه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إذا دعوت فظنّ أنّ حاجتك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337 ح 40 باب 6 ـ عنه البحار 93 : 356 ح 9 باب 22.</w:t>
      </w:r>
    </w:p>
    <w:p w:rsidR="00AA2ABC" w:rsidRDefault="00AA2ABC" w:rsidP="001008E4">
      <w:pPr>
        <w:pStyle w:val="libFootnote0"/>
        <w:rPr>
          <w:rtl/>
        </w:rPr>
      </w:pPr>
      <w:r>
        <w:rPr>
          <w:rtl/>
        </w:rPr>
        <w:t>2 ـ الكافي 2 : 486 ح 9 باب الثناء قبل الدعاء.</w:t>
      </w:r>
    </w:p>
    <w:p w:rsidR="00AA2ABC" w:rsidRDefault="00AA2ABC" w:rsidP="001008E4">
      <w:pPr>
        <w:pStyle w:val="libFootnote0"/>
        <w:rPr>
          <w:rtl/>
        </w:rPr>
      </w:pPr>
      <w:r>
        <w:rPr>
          <w:rtl/>
        </w:rPr>
        <w:t xml:space="preserve">3 ـ التوحيد : 288 ح 7 باب 41 ـ عنه البحار 93 : 368 ح 4 باب 24. </w:t>
      </w:r>
    </w:p>
    <w:p w:rsidR="00AA2ABC" w:rsidRDefault="00AA2ABC" w:rsidP="002704FD">
      <w:pPr>
        <w:pStyle w:val="libNormal0"/>
        <w:rPr>
          <w:rtl/>
        </w:rPr>
      </w:pPr>
      <w:r>
        <w:rPr>
          <w:rtl/>
        </w:rPr>
        <w:br w:type="page"/>
      </w:r>
      <w:r>
        <w:rPr>
          <w:rtl/>
        </w:rPr>
        <w:lastRenderedPageBreak/>
        <w:t xml:space="preserve">بالباب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إذا أراد أحدكم الاّ يسأل الله شيئاً الاّ اعطاه ، فلييأس من الناس كلّهم ، ولا يكون له رجاء الاّ من عند الله عزّوجلّ ، فاذا علم الله ذلك من قلبه لم يسأل الله شيئاً الاّ أعطاه ... </w:t>
      </w:r>
      <w:r w:rsidRPr="001008E4">
        <w:rPr>
          <w:rStyle w:val="libFootnotenumChar"/>
          <w:rtl/>
        </w:rPr>
        <w:t>(2)</w:t>
      </w:r>
      <w:r>
        <w:rPr>
          <w:rtl/>
        </w:rPr>
        <w:t>.</w:t>
      </w:r>
    </w:p>
    <w:p w:rsidR="00AA2ABC" w:rsidRDefault="00AA2ABC" w:rsidP="002704FD">
      <w:pPr>
        <w:pStyle w:val="libNormal"/>
        <w:rPr>
          <w:rtl/>
        </w:rPr>
      </w:pPr>
      <w:r>
        <w:rPr>
          <w:rtl/>
        </w:rPr>
        <w:t>ويأتي هذا المعنى في السؤال من المخلوقين أيضاً ، فكلّ من عرف عظمة الملك ووسعة ملكه وخزائنه وكرمه أكثر ، توقّع العطاء منه أكثر ، والملك أيضاً يكرمه حسب توقعه ومعرفته ، والكلام هنا كثير لا تسعه هذه الرسالة.</w:t>
      </w:r>
    </w:p>
    <w:p w:rsidR="00AA2ABC" w:rsidRDefault="00AA2ABC" w:rsidP="002704FD">
      <w:pPr>
        <w:pStyle w:val="libNormal"/>
        <w:rPr>
          <w:rtl/>
        </w:rPr>
      </w:pPr>
      <w:r w:rsidRPr="002704FD">
        <w:rPr>
          <w:rStyle w:val="libBold2Char"/>
          <w:rtl/>
        </w:rPr>
        <w:t xml:space="preserve">الخامس : </w:t>
      </w:r>
      <w:r>
        <w:rPr>
          <w:rtl/>
        </w:rPr>
        <w:t xml:space="preserve">من شرائط الاجابة المبالغة والالحاح في الدعاء ، والالحاح إلى المخلوقين قبيح لقلة كرمهم وتحمّلهم ، لكنّ الله تعالى يحب الالحاح والمبالغة في المسألة لوسعة كرمه ولطفه ورحمته غير المتناهية ، كما روي عن أبي جعفر الباقر </w:t>
      </w:r>
      <w:r w:rsidR="00763E2E" w:rsidRPr="00763E2E">
        <w:rPr>
          <w:rStyle w:val="libAlaemChar"/>
          <w:rFonts w:hint="cs"/>
          <w:rtl/>
        </w:rPr>
        <w:t>عليه‌السلام</w:t>
      </w:r>
      <w:r>
        <w:rPr>
          <w:rtl/>
        </w:rPr>
        <w:t xml:space="preserve"> انّه قال : انّ الله عزّوجلّ كره الحاح الناس بعضهم على بعض في المسألة وأحبّ ذلك لنفسه ، انّ الله عزّوجلّ يحب أن يسأل ويطلب ما عنده </w:t>
      </w:r>
      <w:r w:rsidRPr="001008E4">
        <w:rPr>
          <w:rStyle w:val="libFootnotenumChar"/>
          <w:rtl/>
        </w:rPr>
        <w:t>(3)</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رحم الله عبداً طلب من الله عزّوجلّ حاجة ، فألحّ في الدعاء ، استجيب له أو لم يستجب له ... </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العبد إذا دعا لم يزل الله تبارك وتعالى في حاجته ما لم يستعجل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473 ح 1 باب اليقين في الدعاء.</w:t>
      </w:r>
    </w:p>
    <w:p w:rsidR="00AA2ABC" w:rsidRDefault="00AA2ABC" w:rsidP="001008E4">
      <w:pPr>
        <w:pStyle w:val="libFootnote0"/>
        <w:rPr>
          <w:rtl/>
        </w:rPr>
      </w:pPr>
      <w:r>
        <w:rPr>
          <w:rtl/>
        </w:rPr>
        <w:t>2 ـ أمالي الطوسي : 36 ح 7 مجلس 2 ـ عنه البحار 93 : 355 ح 4 باب 22.</w:t>
      </w:r>
    </w:p>
    <w:p w:rsidR="00AA2ABC" w:rsidRDefault="00AA2ABC" w:rsidP="001008E4">
      <w:pPr>
        <w:pStyle w:val="libFootnote0"/>
        <w:rPr>
          <w:rtl/>
        </w:rPr>
      </w:pPr>
      <w:r>
        <w:rPr>
          <w:rtl/>
        </w:rPr>
        <w:t>3 ـ الكافي 2 : 475 ح 4 باب الالحاح في الدعاء ـ الوسائل 4 : 1109 ح 2 باب 20.</w:t>
      </w:r>
    </w:p>
    <w:p w:rsidR="00AA2ABC" w:rsidRDefault="00AA2ABC" w:rsidP="001008E4">
      <w:pPr>
        <w:pStyle w:val="libFootnote0"/>
        <w:rPr>
          <w:rtl/>
        </w:rPr>
      </w:pPr>
      <w:r>
        <w:rPr>
          <w:rtl/>
        </w:rPr>
        <w:t>4 ـ الكافي 2 : 475 ح 6 باب الالحاح في الدعاء ـ الوسائل 4 : 1109 ح 4 باب 20.</w:t>
      </w:r>
    </w:p>
    <w:p w:rsidR="00AA2ABC" w:rsidRDefault="00AA2ABC" w:rsidP="001008E4">
      <w:pPr>
        <w:pStyle w:val="libFootnote0"/>
        <w:rPr>
          <w:rtl/>
        </w:rPr>
      </w:pPr>
      <w:r>
        <w:rPr>
          <w:rtl/>
        </w:rPr>
        <w:t xml:space="preserve">5 ـ الكافي 2 : 474 ح 1 باب الالحاح في الدعاء ـ الوسائل 4 : 1106 ح 2 باب 17.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آخر : انّ الله تبارك وتعالى يعلم ما يريد العبد إذا دعاه ، ولكنّه يحبّ أن تبثّ إليه الحوائج ، فاذا دعوت فسمّ حاجتك ...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السادس : </w:t>
      </w:r>
      <w:r>
        <w:rPr>
          <w:rtl/>
        </w:rPr>
        <w:t xml:space="preserve">من آداب الدعاء الاخفاء فيه ، لأنّ طلب الحوائج خفية أحبّ عند الكرماء ، والدعاء المخفيّ أقرب للاخلاص وأبعد من الرياء ، كما روي عن عليّ بن موسى الرضا </w:t>
      </w:r>
      <w:r w:rsidR="00763E2E" w:rsidRPr="00763E2E">
        <w:rPr>
          <w:rStyle w:val="libAlaemChar"/>
          <w:rFonts w:hint="cs"/>
          <w:rtl/>
        </w:rPr>
        <w:t>عليه‌السلام</w:t>
      </w:r>
      <w:r>
        <w:rPr>
          <w:rtl/>
        </w:rPr>
        <w:t xml:space="preserve"> انّه قال : دعوة تخفيها أفضل عند الله من سبعين دعوة تظهرها</w:t>
      </w:r>
      <w:r w:rsidRPr="001008E4">
        <w:rPr>
          <w:rStyle w:val="libFootnotenumChar"/>
          <w:rtl/>
        </w:rPr>
        <w:t>(2)</w:t>
      </w:r>
      <w:r>
        <w:rPr>
          <w:rtl/>
        </w:rPr>
        <w:t>.</w:t>
      </w:r>
    </w:p>
    <w:p w:rsidR="00AA2ABC" w:rsidRDefault="00AA2ABC" w:rsidP="002704FD">
      <w:pPr>
        <w:pStyle w:val="libNormal"/>
        <w:rPr>
          <w:rtl/>
        </w:rPr>
      </w:pPr>
      <w:r>
        <w:rPr>
          <w:rtl/>
        </w:rPr>
        <w:t xml:space="preserve">وان كانت له حاجة عظيمة فليستعن بدعاء المؤمنين ، ولا بأس بالدعاء في اجتماعاتهم أيضاً ، وان كان منظوره حقارة دعائه ونفسه وأمن من الرياء ، فالدعاء في المجامع أفضل وبركات أنفاس المؤمنين واجتماعاتهم كثيرة ، فيدخل نفسه في البركات والرحمة العامة النازلة عليهم فإنّ ذلك فوز عظيم ، كما روي عن أبي عبدالله </w:t>
      </w:r>
      <w:r w:rsidR="00763E2E" w:rsidRPr="00763E2E">
        <w:rPr>
          <w:rStyle w:val="libAlaemChar"/>
          <w:rFonts w:hint="cs"/>
          <w:rtl/>
        </w:rPr>
        <w:t>عليه‌السلام</w:t>
      </w:r>
      <w:r>
        <w:rPr>
          <w:rtl/>
        </w:rPr>
        <w:t xml:space="preserve"> انّه قال : </w:t>
      </w:r>
    </w:p>
    <w:p w:rsidR="00AA2ABC" w:rsidRDefault="00AA2ABC" w:rsidP="002704FD">
      <w:pPr>
        <w:pStyle w:val="libNormal"/>
        <w:rPr>
          <w:rtl/>
        </w:rPr>
      </w:pPr>
      <w:r>
        <w:rPr>
          <w:rtl/>
        </w:rPr>
        <w:t xml:space="preserve">« ما من رهط أربعين رجلاً اجتمعوا فدعوا الله عزّوجلّ في أمر الاّ استجاب الله لهم ، فإن لم يكونوا أربعين فأربعة يدعون الله عزّوجلّ عشر مرّات إلاّ استجاب الله لهم ، فإن لم يكونوا أربعة فواحد يدعو الله أربعين مرّة فيستجيب الله العزيز الجبار له »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ما اجتمع أربعة رهط قطّ على أمر واحد ، فدعوا الله الاّ تفرّقوا عن اجابة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476 ح 1 باب تسمية الحاجة في الدعاء ـ الوسائل 4 : 1091 ح 1 باب 5.</w:t>
      </w:r>
    </w:p>
    <w:p w:rsidR="00AA2ABC" w:rsidRDefault="00AA2ABC" w:rsidP="001008E4">
      <w:pPr>
        <w:pStyle w:val="libFootnote0"/>
        <w:rPr>
          <w:rtl/>
        </w:rPr>
      </w:pPr>
      <w:r>
        <w:rPr>
          <w:rtl/>
        </w:rPr>
        <w:t>2 ـ الكافي 2 : 476 ح 1 باب اخفاء الدعاء ـ الوسائل 4 : 1113 ح 2 باب 22.</w:t>
      </w:r>
    </w:p>
    <w:p w:rsidR="00AA2ABC" w:rsidRDefault="00AA2ABC" w:rsidP="001008E4">
      <w:pPr>
        <w:pStyle w:val="libFootnote0"/>
        <w:rPr>
          <w:rtl/>
        </w:rPr>
      </w:pPr>
      <w:r>
        <w:rPr>
          <w:rtl/>
        </w:rPr>
        <w:t>3 ـ الكافي 2 : 487 ح 1 باب الاجتماع في الدعاء ـ الوسائل 4 : 1143 ح 1 باب 38.</w:t>
      </w:r>
    </w:p>
    <w:p w:rsidR="00AA2ABC" w:rsidRDefault="00AA2ABC" w:rsidP="001008E4">
      <w:pPr>
        <w:pStyle w:val="libFootnote0"/>
        <w:rPr>
          <w:rtl/>
        </w:rPr>
      </w:pPr>
      <w:r>
        <w:rPr>
          <w:rtl/>
        </w:rPr>
        <w:t xml:space="preserve">4 ـ الكافي 2 : 487 ح 2 باب الاجتماع في الدعاء ـ الوسائل 4 : 1143 ح 2 باب 38.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كان أبي </w:t>
      </w:r>
      <w:r w:rsidR="00763E2E" w:rsidRPr="00763E2E">
        <w:rPr>
          <w:rStyle w:val="libAlaemChar"/>
          <w:rFonts w:hint="cs"/>
          <w:rtl/>
        </w:rPr>
        <w:t>عليه‌السلام</w:t>
      </w:r>
      <w:r>
        <w:rPr>
          <w:rtl/>
        </w:rPr>
        <w:t xml:space="preserve"> إذا حزنه أمر جمع النساء والصبيان ثم دعا وأمّنوا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الداعي والمؤمّن في الأجر شريكان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السابع : </w:t>
      </w:r>
      <w:r>
        <w:rPr>
          <w:rtl/>
        </w:rPr>
        <w:t xml:space="preserve">رعاية الأوقات التي تظنّ الاجابة فيها لأنّ الله تعالى جعل لبعض الأماكن والأزمنة دخلاً في استجابة الدعاء ، كما روي عن أبي عبدالله </w:t>
      </w:r>
      <w:r w:rsidR="00763E2E" w:rsidRPr="00763E2E">
        <w:rPr>
          <w:rStyle w:val="libAlaemChar"/>
          <w:rFonts w:hint="cs"/>
          <w:rtl/>
        </w:rPr>
        <w:t>عليه‌السلام</w:t>
      </w:r>
      <w:r>
        <w:rPr>
          <w:rtl/>
        </w:rPr>
        <w:t xml:space="preserve"> انّه قال : اطلبوا الدعاء في أربع ساعات ، عند هبوب الرياح ، وزوال الافياء ، ونزول القطر ، وأوّل قطرة من دم القتيل المؤمن ، فإنّ أبواب السماء تفتح عند هذه الأشياء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يستجاب الدعاء في أربعة مواطن ، في الوتر ، وبعد الفجر ، وبعد الظهر ، وبعد المغرب </w:t>
      </w:r>
      <w:r w:rsidRPr="001008E4">
        <w:rPr>
          <w:rStyle w:val="libFootnotenumChar"/>
          <w:rtl/>
        </w:rPr>
        <w:t>(4)</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اغتنموا الدعاء عند أربع ، عند قراءة القرآن ، وعند الأذان ، وعند نزول الغيث ، وعند التقاء الصفّين للشهادة </w:t>
      </w:r>
      <w:r w:rsidRPr="001008E4">
        <w:rPr>
          <w:rStyle w:val="libFootnotenumChar"/>
          <w:rtl/>
        </w:rPr>
        <w:t>(5)</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خير وقت دعوتم الله عزّوجلّ فيه الأسحار ... </w:t>
      </w:r>
      <w:r w:rsidRPr="001008E4">
        <w:rPr>
          <w:rStyle w:val="libFootnotenumChar"/>
          <w:rtl/>
        </w:rPr>
        <w:t>(6)</w:t>
      </w:r>
      <w:r>
        <w:rPr>
          <w:rtl/>
        </w:rPr>
        <w:t>.</w:t>
      </w:r>
    </w:p>
    <w:p w:rsidR="00AA2ABC" w:rsidRDefault="00AA2ABC" w:rsidP="002704FD">
      <w:pPr>
        <w:pStyle w:val="libNormal"/>
        <w:rPr>
          <w:rtl/>
        </w:rPr>
      </w:pPr>
      <w:r>
        <w:rPr>
          <w:rtl/>
        </w:rPr>
        <w:t xml:space="preserve">وروي [ عن أبي عبدالله </w:t>
      </w:r>
      <w:r w:rsidR="00763E2E" w:rsidRPr="00763E2E">
        <w:rPr>
          <w:rStyle w:val="libAlaemChar"/>
          <w:rFonts w:hint="cs"/>
          <w:rtl/>
        </w:rPr>
        <w:t>عليه‌السلام</w:t>
      </w:r>
      <w:r>
        <w:rPr>
          <w:rtl/>
        </w:rPr>
        <w:t xml:space="preserve"> انّه قال : كان أبي ] إذا طلب الحاجة طلبها عند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487 ح 3 باب الاجتماع في الدعاء ـ الوسائل 4 : 1144 ح 3 باب 39.</w:t>
      </w:r>
    </w:p>
    <w:p w:rsidR="00AA2ABC" w:rsidRDefault="00AA2ABC" w:rsidP="001008E4">
      <w:pPr>
        <w:pStyle w:val="libFootnote0"/>
        <w:rPr>
          <w:rtl/>
        </w:rPr>
      </w:pPr>
      <w:r>
        <w:rPr>
          <w:rtl/>
        </w:rPr>
        <w:t>2 ـ الكافي 2 : 487 ح 4 باب الاجتماع في الدعاء ـ الوسائل 4 : 1144 ح 1 باب 39.</w:t>
      </w:r>
    </w:p>
    <w:p w:rsidR="00AA2ABC" w:rsidRDefault="00AA2ABC" w:rsidP="001008E4">
      <w:pPr>
        <w:pStyle w:val="libFootnote0"/>
        <w:rPr>
          <w:rtl/>
        </w:rPr>
      </w:pPr>
      <w:r>
        <w:rPr>
          <w:rtl/>
        </w:rPr>
        <w:t>3 ـ الكافي 2 : 478 ح 1 باب الأوقات والحالات التي ترجى فيها الأجابة ـ الوسائل 4 : 1114 ح1 باب 23.</w:t>
      </w:r>
    </w:p>
    <w:p w:rsidR="00AA2ABC" w:rsidRDefault="00AA2ABC" w:rsidP="001008E4">
      <w:pPr>
        <w:pStyle w:val="libFootnote0"/>
        <w:rPr>
          <w:rtl/>
        </w:rPr>
      </w:pPr>
      <w:r>
        <w:rPr>
          <w:rtl/>
        </w:rPr>
        <w:t>4 ـ الكافي 2 : 477 ح 2 باب الاوقات والحالات التي ترجى فيها الاجابة.</w:t>
      </w:r>
    </w:p>
    <w:p w:rsidR="00AA2ABC" w:rsidRDefault="00AA2ABC" w:rsidP="001008E4">
      <w:pPr>
        <w:pStyle w:val="libFootnote0"/>
        <w:rPr>
          <w:rtl/>
        </w:rPr>
      </w:pPr>
      <w:r>
        <w:rPr>
          <w:rtl/>
        </w:rPr>
        <w:t>5 ـ الكافي 2 : 477 ح 3 باب الاوقات والحالات التي ترجى فيها الاجابة ـ الوسائل 4 : 1114 ح 2 باب 23.</w:t>
      </w:r>
    </w:p>
    <w:p w:rsidR="00AA2ABC" w:rsidRDefault="00AA2ABC" w:rsidP="001008E4">
      <w:pPr>
        <w:pStyle w:val="libFootnote0"/>
        <w:rPr>
          <w:rtl/>
        </w:rPr>
      </w:pPr>
      <w:r>
        <w:rPr>
          <w:rtl/>
        </w:rPr>
        <w:t xml:space="preserve">6 ـ الكافي 2 : 477 ح 6 باب الاوقات والحالات التي ترجى فيها الاجابة ـ الوسائل 4 : 1117 ح 2 باب 25. </w:t>
      </w:r>
    </w:p>
    <w:p w:rsidR="00AA2ABC" w:rsidRDefault="00AA2ABC" w:rsidP="002704FD">
      <w:pPr>
        <w:pStyle w:val="libNormal0"/>
        <w:rPr>
          <w:rtl/>
        </w:rPr>
      </w:pPr>
      <w:r>
        <w:rPr>
          <w:rtl/>
        </w:rPr>
        <w:br w:type="page"/>
      </w:r>
      <w:r>
        <w:rPr>
          <w:rtl/>
        </w:rPr>
        <w:lastRenderedPageBreak/>
        <w:t xml:space="preserve">زوال الشمس ، فاذا أراد ذلك قدّم شيئاً فتصدّق به ، وشمّ شيئاً من الطيب ، وراح إلى المسجد ، ودعا في حاجته بما شاء الله </w:t>
      </w:r>
      <w:r w:rsidRPr="001008E4">
        <w:rPr>
          <w:rStyle w:val="libFootnotenumChar"/>
          <w:rtl/>
        </w:rPr>
        <w:t>(1)</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أنّ الله عزّوجلّ يحبّ من عباده المؤمنين كلّ عبد دعّاءٍ ، فعليكم بالدعاء في السحر إلى طلوع الشمس ، فانّها ساعة تفتح فيها أبواب السماء ، وتقسم فيها الأرزاق ، وتقضى فيها الحوائج العظام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في الليل لساعة ما يوافقها عبدٌ مسلم ثم يصلّي ويدعوا الله عزّوجلّ فيها الاّ استجاب له في كلّ ليلة ، قلت : أصلحك الله وأيّ ساعة هي من الليل؟ قال : إذا مضى نصف الليل ، وهي السدس الأوّل من أوّل النصف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ثلاثة أوقات لا يُحجب فيها الدعاء عن الله تعالى : في أثر المكتوبة ، وعند نزول المطر ، وظهور آية معجزة لله في أرضه </w:t>
      </w:r>
      <w:r w:rsidRPr="001008E4">
        <w:rPr>
          <w:rStyle w:val="libFootnotenumChar"/>
          <w:rtl/>
        </w:rPr>
        <w:t>(4)</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من كانت له إلى ربّه عزّوجلّ حاجة ، فليطلبها في ثلاث ساعات : ساعة في يوم الجمعة ، وساعة تزول الشمس حين تهبّ الرياح وتفتح أبواب السماء ، وتنزل الرحمة ، ويصوّت الطير ، وساعة في آخر الليل عند طلوع الفجر ، فإنّ ملكين يناديان : هل من تائب يتاب عليه؟ هل من سائل يعطى؟ هل من مستغفر فيغفر له؟ هل من طالب حاجه فتقضى له؟</w:t>
      </w:r>
    </w:p>
    <w:p w:rsidR="00AA2ABC" w:rsidRDefault="00AA2ABC" w:rsidP="002704FD">
      <w:pPr>
        <w:pStyle w:val="libNormal"/>
        <w:rPr>
          <w:rtl/>
        </w:rPr>
      </w:pPr>
      <w:r>
        <w:rPr>
          <w:rtl/>
        </w:rPr>
        <w:t xml:space="preserve">فأجيبوا داعي الله ، واطلبوا الرزق فيما بين طلوع الفجر إلى طلوع الشمس ، فانّه أسرع في طلب الرزق من الضرب في الأرض ، وهي الساعة التي يقسم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477 ح 7 باب الاوقات والحالات التي ترجى فيها الاجابة الوسائل 4 : 1116 ح 1 باب 24.</w:t>
      </w:r>
    </w:p>
    <w:p w:rsidR="00AA2ABC" w:rsidRDefault="00AA2ABC" w:rsidP="001008E4">
      <w:pPr>
        <w:pStyle w:val="libFootnote0"/>
        <w:rPr>
          <w:rtl/>
        </w:rPr>
      </w:pPr>
      <w:r>
        <w:rPr>
          <w:rtl/>
        </w:rPr>
        <w:t>2 ـ الكافي 2 : 478 ح 9 باب الاوقات والحالات التي ترجى فيها الاجابة ـ الوسائل 4 : 1117 ح 3 باب 25.</w:t>
      </w:r>
    </w:p>
    <w:p w:rsidR="00AA2ABC" w:rsidRDefault="00AA2ABC" w:rsidP="001008E4">
      <w:pPr>
        <w:pStyle w:val="libFootnote0"/>
        <w:rPr>
          <w:rtl/>
        </w:rPr>
      </w:pPr>
      <w:r>
        <w:rPr>
          <w:rtl/>
        </w:rPr>
        <w:t>3 ـ الكافي 2 : 478 ح 10 باب الأوقات والحالات التي ترجى فيها الاجابة ـ الوسائل 4 : 1118 ح 1 و2 باب 26.</w:t>
      </w:r>
    </w:p>
    <w:p w:rsidR="00AA2ABC" w:rsidRDefault="00AA2ABC" w:rsidP="001008E4">
      <w:pPr>
        <w:pStyle w:val="libFootnote0"/>
        <w:rPr>
          <w:rtl/>
        </w:rPr>
      </w:pPr>
      <w:r>
        <w:rPr>
          <w:rtl/>
        </w:rPr>
        <w:t xml:space="preserve">4 ـ أمالي الطوسي : 280 ح 80 مجلس 10 ـ عنه البحار 93 : 343 ح 3 باب 21. </w:t>
      </w:r>
    </w:p>
    <w:p w:rsidR="00AA2ABC" w:rsidRDefault="00AA2ABC" w:rsidP="002704FD">
      <w:pPr>
        <w:pStyle w:val="libNormal0"/>
        <w:rPr>
          <w:rtl/>
        </w:rPr>
      </w:pPr>
      <w:r>
        <w:rPr>
          <w:rtl/>
        </w:rPr>
        <w:br w:type="page"/>
      </w:r>
      <w:r>
        <w:rPr>
          <w:rtl/>
        </w:rPr>
        <w:lastRenderedPageBreak/>
        <w:t>فيها الرزق بين عباده.</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تفتح لكم أبواب السماء في خمس مواقيت : عند نزول الغيث ، وعند الزحف ، وعند الأذان ، وعند قراءة القرآن ، ومع زوال الشمس ، وعند طلوع الفجر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في الساعة التي يستجاب فيها الدعاء يوم الجمعة : ما بين فراغ الامام من الخطبة إلى أن تستوي الصفوف ، وساعة اُخرى من آخر النهار إلى غروب الشمس ...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ساعة الاستجابة أوّل الزوال </w:t>
      </w:r>
      <w:r w:rsidRPr="001008E4">
        <w:rPr>
          <w:rStyle w:val="libFootnotenumChar"/>
          <w:rtl/>
        </w:rPr>
        <w:t>(3)</w:t>
      </w:r>
      <w:r>
        <w:rPr>
          <w:rtl/>
        </w:rPr>
        <w:t>.</w:t>
      </w:r>
    </w:p>
    <w:p w:rsidR="00AA2ABC" w:rsidRDefault="00AA2ABC" w:rsidP="002704FD">
      <w:pPr>
        <w:pStyle w:val="libNormal"/>
        <w:rPr>
          <w:rtl/>
        </w:rPr>
      </w:pPr>
      <w:r>
        <w:rPr>
          <w:rtl/>
        </w:rPr>
        <w:t xml:space="preserve">وروي عن علي بن الحسين </w:t>
      </w:r>
      <w:r w:rsidR="00763E2E" w:rsidRPr="00763E2E">
        <w:rPr>
          <w:rStyle w:val="libAlaemChar"/>
          <w:rFonts w:hint="cs"/>
          <w:rtl/>
        </w:rPr>
        <w:t>عليه‌السلام</w:t>
      </w:r>
      <w:r>
        <w:rPr>
          <w:rtl/>
        </w:rPr>
        <w:t xml:space="preserve"> عن فاطمة بنت النبي صلوات الله عليها قالت : سمعت النبيّ </w:t>
      </w:r>
      <w:r w:rsidR="00BF0EA2" w:rsidRPr="00BF0EA2">
        <w:rPr>
          <w:rStyle w:val="libAlaemChar"/>
          <w:rFonts w:hint="cs"/>
          <w:rtl/>
        </w:rPr>
        <w:t>صلى‌الله‌عليه‌وآله</w:t>
      </w:r>
      <w:r>
        <w:rPr>
          <w:rtl/>
        </w:rPr>
        <w:t xml:space="preserve"> يقول : انّ في الجمعة لساعة لا يراقبها رجل مسلم يسأل الله عزّوجلّ فيها خيراً الاّ أعطاه ايّاه.</w:t>
      </w:r>
    </w:p>
    <w:p w:rsidR="00AA2ABC" w:rsidRDefault="00AA2ABC" w:rsidP="002704FD">
      <w:pPr>
        <w:pStyle w:val="libNormal"/>
        <w:rPr>
          <w:rtl/>
        </w:rPr>
      </w:pPr>
      <w:r>
        <w:rPr>
          <w:rtl/>
        </w:rPr>
        <w:t xml:space="preserve">قالت : فقلت : يا رسول الله أيّ ساعة هي؟ قال : إذا تدلّى نصف عين الشمس للغروب ، قال : وكانت فاطمة </w:t>
      </w:r>
      <w:r w:rsidR="00BF0EA2" w:rsidRPr="00BF0EA2">
        <w:rPr>
          <w:rStyle w:val="libAlaemChar"/>
          <w:rFonts w:hint="cs"/>
          <w:rtl/>
        </w:rPr>
        <w:t>عليها‌السلام</w:t>
      </w:r>
      <w:r>
        <w:rPr>
          <w:rtl/>
        </w:rPr>
        <w:t xml:space="preserve"> تقول لغلامها : اصعد على الضراب ، فاذا رأيت نصف عين الشمس قد تدلّى للغروب فأعلمني حتى أدعو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عليك بالدعاء وأنت ساجد ، فإنّ أقرب ما يكون العبد إلى الله وهو ساجد ...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343 ح 4 باب 21 ـ الوسائل 4 : 1117 ح 1 باب 25 ـ عن الخصال.</w:t>
      </w:r>
    </w:p>
    <w:p w:rsidR="00AA2ABC" w:rsidRDefault="00AA2ABC" w:rsidP="001008E4">
      <w:pPr>
        <w:pStyle w:val="libFootnote0"/>
        <w:rPr>
          <w:rtl/>
        </w:rPr>
      </w:pPr>
      <w:r>
        <w:rPr>
          <w:rtl/>
        </w:rPr>
        <w:t>2 ـ البحار 93 : 348 ضمن حديث 14 باب 21 ـ عن دعوات الراوندي.</w:t>
      </w:r>
    </w:p>
    <w:p w:rsidR="00AA2ABC" w:rsidRDefault="00AA2ABC" w:rsidP="001008E4">
      <w:pPr>
        <w:pStyle w:val="libFootnote0"/>
        <w:rPr>
          <w:rtl/>
        </w:rPr>
      </w:pPr>
      <w:r>
        <w:rPr>
          <w:rtl/>
        </w:rPr>
        <w:t>3 ـ مضمون النص.</w:t>
      </w:r>
    </w:p>
    <w:p w:rsidR="00AA2ABC" w:rsidRDefault="00AA2ABC" w:rsidP="001008E4">
      <w:pPr>
        <w:pStyle w:val="libFootnote0"/>
        <w:rPr>
          <w:rtl/>
        </w:rPr>
      </w:pPr>
      <w:r>
        <w:rPr>
          <w:rtl/>
        </w:rPr>
        <w:t>4 ـ معاني الأخبار : 399 ح 59 باب نوادر المعاني ـ عنه البحار 89 : 269 ح 8 باب 95.</w:t>
      </w:r>
    </w:p>
    <w:p w:rsidR="00AA2ABC" w:rsidRDefault="00AA2ABC" w:rsidP="001008E4">
      <w:pPr>
        <w:pStyle w:val="libFootnote0"/>
        <w:rPr>
          <w:rtl/>
        </w:rPr>
      </w:pPr>
      <w:r>
        <w:rPr>
          <w:rtl/>
        </w:rPr>
        <w:t xml:space="preserve">5 ـ الكافي 3 : 324 ضمن حديث 11 باب السجود والتسبيح والدعاء فيه ... </w:t>
      </w:r>
    </w:p>
    <w:p w:rsidR="00AA2ABC" w:rsidRDefault="00AA2ABC" w:rsidP="002704FD">
      <w:pPr>
        <w:pStyle w:val="libNormal"/>
        <w:rPr>
          <w:rtl/>
        </w:rPr>
      </w:pPr>
      <w:r>
        <w:rPr>
          <w:rtl/>
        </w:rPr>
        <w:br w:type="page"/>
      </w:r>
      <w:r w:rsidRPr="002704FD">
        <w:rPr>
          <w:rStyle w:val="libBold2Char"/>
          <w:rtl/>
        </w:rPr>
        <w:lastRenderedPageBreak/>
        <w:t xml:space="preserve">الثامن : </w:t>
      </w:r>
      <w:r>
        <w:rPr>
          <w:rtl/>
        </w:rPr>
        <w:t xml:space="preserve">من شرائط الدعاء وآدابه التضرّع والانكسار والابتهال ، كما روي عن أبي عبدالله </w:t>
      </w:r>
      <w:r w:rsidR="00763E2E" w:rsidRPr="00763E2E">
        <w:rPr>
          <w:rStyle w:val="libAlaemChar"/>
          <w:rFonts w:hint="cs"/>
          <w:rtl/>
        </w:rPr>
        <w:t>عليه‌السلام</w:t>
      </w:r>
      <w:r>
        <w:rPr>
          <w:rtl/>
        </w:rPr>
        <w:t xml:space="preserve"> انّه قال : إذا رق أحدكم فليدع ، فإنّ القلب لا يرقّ حتى يخلص</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إذا اقشعرّ جلدك ، ودمعت عيناك ، فدونك دونك ، فقد قصدك قصدك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لابي بصير : ] ان خفت أمراً يكون ، أو حاجة تريدها فابدأ بالله ومجّده ، وأثن عليه كما هو أهله ، وصلّ على النبيّ </w:t>
      </w:r>
      <w:r w:rsidR="00BF0EA2" w:rsidRPr="00BF0EA2">
        <w:rPr>
          <w:rStyle w:val="libAlaemChar"/>
          <w:rFonts w:hint="cs"/>
          <w:rtl/>
        </w:rPr>
        <w:t>صلى‌الله‌عليه‌وآله</w:t>
      </w:r>
      <w:r>
        <w:rPr>
          <w:rtl/>
        </w:rPr>
        <w:t xml:space="preserve"> ، وسل حاجتك ، وتباك ولو مثل رأس الذباب ، انّ أبي </w:t>
      </w:r>
      <w:r w:rsidR="00763E2E" w:rsidRPr="00763E2E">
        <w:rPr>
          <w:rStyle w:val="libAlaemChar"/>
          <w:rFonts w:hint="cs"/>
          <w:rtl/>
        </w:rPr>
        <w:t>عليه‌السلام</w:t>
      </w:r>
      <w:r>
        <w:rPr>
          <w:rtl/>
        </w:rPr>
        <w:t xml:space="preserve"> كان يقول : انّ أقرب ما يكون العبد من الرب عزّوجلّ وهو ساجد باك </w:t>
      </w:r>
      <w:r w:rsidRPr="001008E4">
        <w:rPr>
          <w:rStyle w:val="libFootnotenumChar"/>
          <w:rtl/>
        </w:rPr>
        <w:t>(3)</w:t>
      </w:r>
      <w:r>
        <w:rPr>
          <w:rtl/>
        </w:rPr>
        <w:t>.</w:t>
      </w:r>
    </w:p>
    <w:p w:rsidR="00AA2ABC" w:rsidRDefault="00AA2ABC" w:rsidP="002704FD">
      <w:pPr>
        <w:pStyle w:val="libNormal"/>
        <w:rPr>
          <w:rtl/>
        </w:rPr>
      </w:pPr>
      <w:r>
        <w:rPr>
          <w:rtl/>
        </w:rPr>
        <w:t>والتضرع في الدعاء ـ على ما يوافق الأحاديث المعتبرة ـ هو انّه إذا كان في مقام الرغبة والرجاء يستقبل ببطن كفيه إلى السماء ، كما تصنع فيما لو أردت شيئاً من أحد ، وان كنت في مقام الخوف استقبل بظهر كفيك إلى السماء أي أنّي آيس من أعمالي ولا أقدر على الطلب منك لكثرة سوء أعمالي.</w:t>
      </w:r>
    </w:p>
    <w:p w:rsidR="00AA2ABC" w:rsidRDefault="00AA2ABC" w:rsidP="002704FD">
      <w:pPr>
        <w:pStyle w:val="libNormal"/>
        <w:rPr>
          <w:rtl/>
        </w:rPr>
      </w:pPr>
      <w:r>
        <w:rPr>
          <w:rtl/>
        </w:rPr>
        <w:t>ويحرّك اصبع سبابته اليمنى في حال التضرع يميناً وشمالاً بأنّي لا أعلم أأكون من أصحاب اليمين أم من أصحاب الشمال ، أو انّي من المحسنين أم من المسيئين.</w:t>
      </w:r>
    </w:p>
    <w:p w:rsidR="00AA2ABC" w:rsidRDefault="00AA2ABC" w:rsidP="002704FD">
      <w:pPr>
        <w:pStyle w:val="libNormal"/>
        <w:rPr>
          <w:rtl/>
        </w:rPr>
      </w:pPr>
      <w:r>
        <w:rPr>
          <w:rtl/>
        </w:rPr>
        <w:t xml:space="preserve">وترفع سبابة يدك اليسرى عند التبتل والانقطاع ، وتضعه كالذي يطلب شيئاً من شخص بابرام ، أو أشارة إلى انّي لا أعلم أترفعني أم تضعني ، وان كثر البكاء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477 ح 5 ـ الوسائل 4 : 1120 ح 1 باب 28.</w:t>
      </w:r>
    </w:p>
    <w:p w:rsidR="00AA2ABC" w:rsidRDefault="00AA2ABC" w:rsidP="001008E4">
      <w:pPr>
        <w:pStyle w:val="libFootnote0"/>
        <w:rPr>
          <w:rtl/>
        </w:rPr>
      </w:pPr>
      <w:r>
        <w:rPr>
          <w:rtl/>
        </w:rPr>
        <w:t>2 ـ الكافي 2 : 478 ح 8 ـ الوسائل 4 : 1121 ح 3 باب 28.</w:t>
      </w:r>
    </w:p>
    <w:p w:rsidR="00AA2ABC" w:rsidRDefault="00AA2ABC" w:rsidP="001008E4">
      <w:pPr>
        <w:pStyle w:val="libFootnote0"/>
        <w:rPr>
          <w:rtl/>
        </w:rPr>
      </w:pPr>
      <w:r>
        <w:rPr>
          <w:rtl/>
        </w:rPr>
        <w:t xml:space="preserve">3 ـ الكافي 2 : 483 ح 10 ـ الوسائل 4 : 1122 ح 4 باب 29. </w:t>
      </w:r>
    </w:p>
    <w:p w:rsidR="00AA2ABC" w:rsidRDefault="00AA2ABC" w:rsidP="002704FD">
      <w:pPr>
        <w:pStyle w:val="libNormal0"/>
        <w:rPr>
          <w:rtl/>
        </w:rPr>
      </w:pPr>
      <w:r>
        <w:rPr>
          <w:rtl/>
        </w:rPr>
        <w:br w:type="page"/>
      </w:r>
      <w:r>
        <w:rPr>
          <w:rtl/>
        </w:rPr>
        <w:lastRenderedPageBreak/>
        <w:t>وظهرت أسباب وعلائم الاجابة ترفع يديك من قبل رأسك أو تقدمها من امامك كأنّه اعطيت حاجتك ، فترفع يدك لتأخذها.</w:t>
      </w:r>
    </w:p>
    <w:p w:rsidR="00AA2ABC" w:rsidRDefault="00AA2ABC" w:rsidP="002704FD">
      <w:pPr>
        <w:pStyle w:val="libNormal"/>
        <w:rPr>
          <w:rtl/>
        </w:rPr>
      </w:pPr>
      <w:r>
        <w:rPr>
          <w:rtl/>
        </w:rPr>
        <w:t>عزيزي انظر إلى الله تعالى من ذلك الجلال والعظمة والاستغناء كيف يعامل سائلي احسانه ، وأيّ جسارات أجاز لهم ، كيف قرّب نفسه إليهم مع رفعة شأنه ، فدعاهم بهذه الوسائل إلى معرفته.</w:t>
      </w:r>
    </w:p>
    <w:p w:rsidR="00AA2ABC" w:rsidRDefault="00AA2ABC" w:rsidP="002704FD">
      <w:pPr>
        <w:pStyle w:val="libNormal"/>
        <w:rPr>
          <w:rtl/>
        </w:rPr>
      </w:pPr>
      <w:r>
        <w:rPr>
          <w:rtl/>
        </w:rPr>
        <w:t>وانظر إلى العباد مع غاية احتياجهم ودناءتهم بأيّ نحو من الاستغناء يتعاملون مع ربّهم ويسلكون معه ، ويولّون عن هكذا ربّ كريم دائم الاحسان للصالحين والطالحين ، ويتوجهون إلى الممكنات العاجزة اللئيمة ، فيحرمون أنفسهم من رحمة الله تعالى.</w:t>
      </w:r>
    </w:p>
    <w:p w:rsidR="00AA2ABC" w:rsidRDefault="00AA2ABC" w:rsidP="002704FD">
      <w:pPr>
        <w:pStyle w:val="libNormal"/>
        <w:rPr>
          <w:rtl/>
        </w:rPr>
      </w:pPr>
      <w:r w:rsidRPr="002704FD">
        <w:rPr>
          <w:rStyle w:val="libBold2Char"/>
          <w:rtl/>
        </w:rPr>
        <w:t xml:space="preserve">التاسع : </w:t>
      </w:r>
      <w:r>
        <w:rPr>
          <w:rtl/>
        </w:rPr>
        <w:t>اعلم انّ الذي تكون له حاجة عند عظيم ، يتملق أوّلاً لخدّام وحرس ذلك الشخص كي يسهل الدخول إلى مجلسه وتقضى حاجته سريعاً ، وحجّاب وحرّاس باب ملك الملوك الفقراء والمساكين ، فليتصدّق قبل طلب الحوائج كي تقضى سريعاً.</w:t>
      </w:r>
    </w:p>
    <w:p w:rsidR="00AA2ABC" w:rsidRDefault="00AA2ABC" w:rsidP="002704FD">
      <w:pPr>
        <w:pStyle w:val="libNormal"/>
        <w:rPr>
          <w:rtl/>
        </w:rPr>
      </w:pPr>
      <w:r>
        <w:rPr>
          <w:rtl/>
        </w:rPr>
        <w:t>وكما انّه يعطي الرشوة إلى الحجّاب إذا أراد حاجة من السلطان ، كذلك فليتصدّق إذا طلب حاجة من الله سواء أكانت قليلة أم كثيرة.</w:t>
      </w:r>
    </w:p>
    <w:p w:rsidR="00AA2ABC" w:rsidRDefault="00AA2ABC" w:rsidP="002704FD">
      <w:pPr>
        <w:pStyle w:val="libNormal"/>
        <w:rPr>
          <w:rtl/>
        </w:rPr>
      </w:pPr>
      <w:r w:rsidRPr="002704FD">
        <w:rPr>
          <w:rStyle w:val="libBold2Char"/>
          <w:rtl/>
        </w:rPr>
        <w:t xml:space="preserve">العاشرة : </w:t>
      </w:r>
      <w:r>
        <w:rPr>
          <w:rtl/>
        </w:rPr>
        <w:t>انّ من كانت له حاجة قد يجعل عند الكرماء حاجة غيره وسيلة لحاجته ، بأن يقدّم حاجة الغير حتى يستحسنه ذلك الكريم بأنّه يهتمّ بأمور غيره أكثر من امور نفسه ، وهذا يوجب سرعة اجابة حاجته ، أو انّه يطلب لغيره ما يريده لنفسه حتى يعلم الكريم انّه مع احتياجه إلى ذلك الشيء يطلبه لغيره ، فيجيبها لذلك على وجه كامل.</w:t>
      </w:r>
    </w:p>
    <w:p w:rsidR="00AA2ABC" w:rsidRDefault="00AA2ABC" w:rsidP="002704FD">
      <w:pPr>
        <w:pStyle w:val="libNormal"/>
        <w:rPr>
          <w:rtl/>
        </w:rPr>
      </w:pPr>
      <w:r>
        <w:rPr>
          <w:rtl/>
        </w:rPr>
        <w:br w:type="page"/>
      </w:r>
      <w:r>
        <w:rPr>
          <w:rtl/>
        </w:rPr>
        <w:lastRenderedPageBreak/>
        <w:t>أو انّه يشرك غيره مع نفسه في طلب الحوائج ، وهذا أيضاً يحسن عند الكرماء بأنّ الانسان لا يفكر دائماً لنفسه ، ولا ينسى الغير حينما يصله احسان ، كما علّم الله تعالى العباد في سورة الفاتحة أن يشكروا غيرهم في عرض العبادة وطلب الاستعانة [ حيث يقولون : اياك نعبد واياك نستعين ].</w:t>
      </w:r>
    </w:p>
    <w:p w:rsidR="00AA2ABC" w:rsidRDefault="00AA2ABC" w:rsidP="002704FD">
      <w:pPr>
        <w:pStyle w:val="libNormal"/>
        <w:rPr>
          <w:rtl/>
        </w:rPr>
      </w:pPr>
      <w:r>
        <w:rPr>
          <w:rtl/>
        </w:rPr>
        <w:t xml:space="preserve">قال رسول الله </w:t>
      </w:r>
      <w:r w:rsidR="00BF0EA2" w:rsidRPr="00BF0EA2">
        <w:rPr>
          <w:rStyle w:val="libAlaemChar"/>
          <w:rFonts w:hint="cs"/>
          <w:rtl/>
        </w:rPr>
        <w:t>صلى‌الله‌عليه‌وآله</w:t>
      </w:r>
      <w:r>
        <w:rPr>
          <w:rtl/>
        </w:rPr>
        <w:t xml:space="preserve"> : إذ دعا أحدكم فليعمّ ، فانّه أوجب للدعاء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قدّم أربعين من المؤمنين ثم دعا استجيب له </w:t>
      </w:r>
      <w:r w:rsidRPr="001008E4">
        <w:rPr>
          <w:rStyle w:val="libFootnotenumChar"/>
          <w:rtl/>
        </w:rPr>
        <w:t>(2)</w:t>
      </w:r>
      <w:r>
        <w:rPr>
          <w:rtl/>
        </w:rPr>
        <w:t>.</w:t>
      </w:r>
    </w:p>
    <w:p w:rsidR="00AA2ABC" w:rsidRDefault="00AA2ABC" w:rsidP="002704FD">
      <w:pPr>
        <w:pStyle w:val="libNormal"/>
        <w:rPr>
          <w:rtl/>
        </w:rPr>
      </w:pPr>
      <w:r>
        <w:rPr>
          <w:rtl/>
        </w:rPr>
        <w:t xml:space="preserve">وعن رسول الله </w:t>
      </w:r>
      <w:r w:rsidR="00BF0EA2" w:rsidRPr="00BF0EA2">
        <w:rPr>
          <w:rStyle w:val="libAlaemChar"/>
          <w:rFonts w:hint="cs"/>
          <w:rtl/>
        </w:rPr>
        <w:t>صلى‌الله‌عليه‌وآله</w:t>
      </w:r>
      <w:r>
        <w:rPr>
          <w:rtl/>
        </w:rPr>
        <w:t xml:space="preserve"> قال : ليس شيء أسرع اجابة من دعوة غائب لغائب </w:t>
      </w:r>
      <w:r w:rsidRPr="001008E4">
        <w:rPr>
          <w:rStyle w:val="libFootnotenumChar"/>
          <w:rtl/>
        </w:rPr>
        <w:t>(3)</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أسرع الدعاء نجحاً للاجابة دعاء الأخ لأخيه بظهر الغيب ، يبدء بالدعاء لأخية ، فيقول له ملك موكّل به : آمين ، ولك مثلاه </w:t>
      </w:r>
      <w:r w:rsidRPr="001008E4">
        <w:rPr>
          <w:rStyle w:val="libFootnotenumChar"/>
          <w:rtl/>
        </w:rPr>
        <w:t>(4)</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دعاء المرء لأخيه بظهر الغيب يدرّ الرزق ، ويدفع المكروه </w:t>
      </w:r>
      <w:r w:rsidRPr="001008E4">
        <w:rPr>
          <w:rStyle w:val="libFootnotenumChar"/>
          <w:rtl/>
        </w:rPr>
        <w:t>(5)</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ما من مؤمن دعا للمؤمنين والمؤمنات الاّ ردّ الله عزّوجلّ عليه مثل الذي دعا لهم به من كلّ مؤمن ومؤمنة مضى من أوّل الدهر أو هو آتٍ إلى يوم القيامة.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487 ح 1 باب العموم في الدعاء ـ الوسائل 4 : 1145 ح 1 باب 40.</w:t>
      </w:r>
    </w:p>
    <w:p w:rsidR="00AA2ABC" w:rsidRDefault="00AA2ABC" w:rsidP="001008E4">
      <w:pPr>
        <w:pStyle w:val="libFootnote0"/>
        <w:rPr>
          <w:rtl/>
        </w:rPr>
      </w:pPr>
      <w:r>
        <w:rPr>
          <w:rtl/>
        </w:rPr>
        <w:t>2 ـ الكافي 2 : 509 ح 5 باب من تستجاب دعوته ـ الوسائل 4 : 1154 ح 1 باب 45.</w:t>
      </w:r>
    </w:p>
    <w:p w:rsidR="00AA2ABC" w:rsidRDefault="00AA2ABC" w:rsidP="001008E4">
      <w:pPr>
        <w:pStyle w:val="libFootnote0"/>
        <w:rPr>
          <w:rtl/>
        </w:rPr>
      </w:pPr>
      <w:r>
        <w:rPr>
          <w:rtl/>
        </w:rPr>
        <w:t>3 ـ الكافي 2 : 510 ح 7 باب من تستجاب دعوته.</w:t>
      </w:r>
    </w:p>
    <w:p w:rsidR="00AA2ABC" w:rsidRDefault="00AA2ABC" w:rsidP="001008E4">
      <w:pPr>
        <w:pStyle w:val="libFootnote0"/>
        <w:rPr>
          <w:rtl/>
        </w:rPr>
      </w:pPr>
      <w:r>
        <w:rPr>
          <w:rtl/>
        </w:rPr>
        <w:t>4 ـ الكافي 2 : 507 ح 4 باب الدعاء للاخوان بظهر الغيب ـ الوسائل 4 : 1146 ح 3 باب 41.</w:t>
      </w:r>
    </w:p>
    <w:p w:rsidR="00AA2ABC" w:rsidRDefault="00AA2ABC" w:rsidP="001008E4">
      <w:pPr>
        <w:pStyle w:val="libFootnote0"/>
        <w:rPr>
          <w:rtl/>
        </w:rPr>
      </w:pPr>
      <w:r>
        <w:rPr>
          <w:rtl/>
        </w:rPr>
        <w:t xml:space="preserve">5 ـ الكافي 2 : 507 ح 2 باب الدعاء للاخوان بظهر الغيب ـ الوسائل 4 : 1145 ح 1 باب 41. </w:t>
      </w:r>
    </w:p>
    <w:p w:rsidR="00AA2ABC" w:rsidRDefault="00AA2ABC" w:rsidP="002704FD">
      <w:pPr>
        <w:pStyle w:val="libNormal"/>
        <w:rPr>
          <w:rtl/>
        </w:rPr>
      </w:pPr>
      <w:r>
        <w:rPr>
          <w:rtl/>
        </w:rPr>
        <w:br w:type="page"/>
      </w:r>
      <w:r>
        <w:rPr>
          <w:rtl/>
        </w:rPr>
        <w:lastRenderedPageBreak/>
        <w:t xml:space="preserve">انّ العبد ليؤمر به إلى النار يوم القيامة فيسحب ، فيقول المؤمنون والمؤمنات : يا ربّ هذا الذي كان يدعو لنا فشفّعنا فيه ، فيشفّعهم الله عزّوجلّ فيه ، فينجو </w:t>
      </w:r>
      <w:r w:rsidRPr="001008E4">
        <w:rPr>
          <w:rStyle w:val="libFootnotenumChar"/>
          <w:rtl/>
        </w:rPr>
        <w:t>(1)</w:t>
      </w:r>
      <w:r>
        <w:rPr>
          <w:rtl/>
        </w:rPr>
        <w:t>.</w:t>
      </w:r>
    </w:p>
    <w:p w:rsidR="00AA2ABC" w:rsidRDefault="00AA2ABC" w:rsidP="002704FD">
      <w:pPr>
        <w:pStyle w:val="libNormal"/>
        <w:rPr>
          <w:rtl/>
        </w:rPr>
      </w:pPr>
      <w:r>
        <w:rPr>
          <w:rtl/>
        </w:rPr>
        <w:t>وروي عن إبراهيم بن هاشم قال : رأيت عبدالله بن جندب في الموقف ، فلم أر موقفاً كان أحسن من موقفه ، ما زال مادّاً يديه إلى السماء ودموعه تسيل على خدّيه حتى تبلغ الأرض.</w:t>
      </w:r>
    </w:p>
    <w:p w:rsidR="00AA2ABC" w:rsidRDefault="00AA2ABC" w:rsidP="002704FD">
      <w:pPr>
        <w:pStyle w:val="libNormal"/>
        <w:rPr>
          <w:rtl/>
        </w:rPr>
      </w:pPr>
      <w:r>
        <w:rPr>
          <w:rtl/>
        </w:rPr>
        <w:t xml:space="preserve">فلمّا صدر الناس قلت له : يا أبا محمد ما رأيت موقفاً قطّ أحسن من موقفك ، قال : والله ما دعوت الاّ لاخواني ، وذلك أنّ ابا الحسن موسى </w:t>
      </w:r>
      <w:r w:rsidR="00763E2E" w:rsidRPr="00763E2E">
        <w:rPr>
          <w:rStyle w:val="libAlaemChar"/>
          <w:rFonts w:hint="cs"/>
          <w:rtl/>
        </w:rPr>
        <w:t>عليه‌السلام</w:t>
      </w:r>
      <w:r>
        <w:rPr>
          <w:rtl/>
        </w:rPr>
        <w:t xml:space="preserve"> أخبرني انّ من دعا لاخيه بظهر الغيب نودي من العرش : ولك مائة ألف ضعف ، فكرهت أن أدع مائة ألف مضمونة لواحدة لا أدري تستجاب أم لا </w:t>
      </w:r>
      <w:r w:rsidRPr="001008E4">
        <w:rPr>
          <w:rStyle w:val="libFootnotenumChar"/>
          <w:rtl/>
        </w:rPr>
        <w:t>(2)</w:t>
      </w:r>
      <w:r>
        <w:rPr>
          <w:rtl/>
        </w:rPr>
        <w:t>.</w:t>
      </w:r>
    </w:p>
    <w:p w:rsidR="00AA2ABC" w:rsidRDefault="00AA2ABC" w:rsidP="002704FD">
      <w:pPr>
        <w:pStyle w:val="libNormal"/>
        <w:rPr>
          <w:rtl/>
        </w:rPr>
      </w:pPr>
      <w:r>
        <w:rPr>
          <w:rtl/>
        </w:rPr>
        <w:t xml:space="preserve">وعن عليّ بن الحسين </w:t>
      </w:r>
      <w:r w:rsidR="00763E2E" w:rsidRPr="00763E2E">
        <w:rPr>
          <w:rStyle w:val="libAlaemChar"/>
          <w:rFonts w:hint="cs"/>
          <w:rtl/>
        </w:rPr>
        <w:t>عليه‌السلام</w:t>
      </w:r>
      <w:r>
        <w:rPr>
          <w:rtl/>
        </w:rPr>
        <w:t xml:space="preserve"> قال : انّ الملائكة إذا سمعوا المؤمن يدعو لأخيه المؤمن بظهر الغيب ، أو يذكره بخير قالوا : نعم الأخ لأخيك ، تدعوا له بالخير وهو غائب عنك ، وتذكره بخير ، قد أعطاك الله عزّوجلّ مثلي ما سألت له ، وأثنى عليك مثلي ما أثنيت عليه ، ولك الفضل عليه.</w:t>
      </w:r>
    </w:p>
    <w:p w:rsidR="00AA2ABC" w:rsidRDefault="00AA2ABC" w:rsidP="002704FD">
      <w:pPr>
        <w:pStyle w:val="libNormal"/>
        <w:rPr>
          <w:rtl/>
        </w:rPr>
      </w:pPr>
      <w:r>
        <w:rPr>
          <w:rtl/>
        </w:rPr>
        <w:t xml:space="preserve">وإذا سمعوه يذكر أخاه بسوء ويدعو عليه ، قالوا له : بئس الأخ أنت لأخيك ، كفّ أيّها المستر على ذنوبه وعورته ، وأربع على نفسك ، واحمد الله الذي ستر عليك ، واعلم انّ الله عزّوجلّ أعلم بعبده منك </w:t>
      </w:r>
      <w:r w:rsidRPr="001008E4">
        <w:rPr>
          <w:rStyle w:val="libFootnotenumChar"/>
          <w:rtl/>
        </w:rPr>
        <w:t>(3)</w:t>
      </w:r>
      <w:r>
        <w:rPr>
          <w:rtl/>
        </w:rPr>
        <w:t>.</w:t>
      </w:r>
    </w:p>
    <w:p w:rsidR="00AA2ABC" w:rsidRDefault="00AA2ABC" w:rsidP="002704FD">
      <w:pPr>
        <w:pStyle w:val="libNormal"/>
        <w:rPr>
          <w:rtl/>
        </w:rPr>
      </w:pPr>
      <w:r>
        <w:rPr>
          <w:rtl/>
        </w:rPr>
        <w:t xml:space="preserve">وعن أبي عبدالله </w:t>
      </w:r>
      <w:r w:rsidR="00763E2E" w:rsidRPr="00763E2E">
        <w:rPr>
          <w:rStyle w:val="libAlaemChar"/>
          <w:rFonts w:hint="cs"/>
          <w:rtl/>
        </w:rPr>
        <w:t>عليه‌السلام</w:t>
      </w:r>
      <w:r>
        <w:rPr>
          <w:rtl/>
        </w:rPr>
        <w:t xml:space="preserve"> قال : إذا ظلم الرجل فظلّ يدعو على صاحبه ، قال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507 ح 5 باب الدعاء للاخوان بظهر الغيب ـ الوسائل 4 : 1151 ح 1 باب 43.</w:t>
      </w:r>
    </w:p>
    <w:p w:rsidR="00AA2ABC" w:rsidRDefault="00AA2ABC" w:rsidP="001008E4">
      <w:pPr>
        <w:pStyle w:val="libFootnote0"/>
        <w:rPr>
          <w:rtl/>
        </w:rPr>
      </w:pPr>
      <w:r>
        <w:rPr>
          <w:rtl/>
        </w:rPr>
        <w:t>2 ـ الكافي 2 : 508 ح 6 باب الدعاء للاخوان بظهر الغيب ـ البحار 93 : 384 ح 8 باب 26 ـ عن أمالي الصدوق.</w:t>
      </w:r>
    </w:p>
    <w:p w:rsidR="00AA2ABC" w:rsidRDefault="00AA2ABC" w:rsidP="001008E4">
      <w:pPr>
        <w:pStyle w:val="libFootnote0"/>
        <w:rPr>
          <w:rtl/>
        </w:rPr>
      </w:pPr>
      <w:r>
        <w:rPr>
          <w:rtl/>
        </w:rPr>
        <w:t xml:space="preserve">3 ـ الكافي 2 : 508 ح 7 باب الدعاء للاخوان بظهر الغيب. </w:t>
      </w:r>
    </w:p>
    <w:p w:rsidR="00AA2ABC" w:rsidRDefault="00AA2ABC" w:rsidP="002704FD">
      <w:pPr>
        <w:pStyle w:val="libNormal0"/>
        <w:rPr>
          <w:rtl/>
        </w:rPr>
      </w:pPr>
      <w:r>
        <w:rPr>
          <w:rtl/>
        </w:rPr>
        <w:br w:type="page"/>
      </w:r>
      <w:r>
        <w:rPr>
          <w:rtl/>
        </w:rPr>
        <w:lastRenderedPageBreak/>
        <w:t xml:space="preserve">الله جلّ جلاله : انّ هاهنا آخر يدعو عليك يزعم انّك ظلمته ، فإن شئت أجبتك وأجبت عليك ، وان شئت أخّرتكما فتوسعكما عفوي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الحادي عشر : </w:t>
      </w:r>
      <w:r>
        <w:rPr>
          <w:rtl/>
        </w:rPr>
        <w:t>من جملة آداب الدعاء تمجيد الله تعالى ومدحه بالعظمة والجود والكرم عند المسألة ، وكذلك ذكر نعم الله على نفسه وعلى غيره وشكره عليها ، كما لو ذهب شخص إلى عظيم لحاجة فانّه لا يبتدىء بها أوّلاً بل انّ الأدب أن يبتدىء قبل المسألة بمدحه بما يليق به.</w:t>
      </w:r>
    </w:p>
    <w:p w:rsidR="00AA2ABC" w:rsidRDefault="00AA2ABC" w:rsidP="002704FD">
      <w:pPr>
        <w:pStyle w:val="libNormal"/>
        <w:rPr>
          <w:rtl/>
        </w:rPr>
      </w:pPr>
      <w:r>
        <w:rPr>
          <w:rtl/>
        </w:rPr>
        <w:t>والله تعالى علّم هذه الآداب في سورة الحمد ، فقد وصف نفسه بالرحمانيّة والرحيميّة وسائر صفات اللطف والرحمة ، ثم جعل العبادة قبل عرض الحاجة [ اياك نعبد ] لأنّه يحسن لذوي الحوائج جعل هديّة على قدر وسعهم [ وهي العبادة ] ، ثم علّمهم سلب الاستعانه والهداية [ عن أنفسهم ].</w:t>
      </w:r>
    </w:p>
    <w:p w:rsidR="00AA2ABC" w:rsidRDefault="00AA2ABC" w:rsidP="002704FD">
      <w:pPr>
        <w:pStyle w:val="libNormal"/>
        <w:rPr>
          <w:rtl/>
        </w:rPr>
      </w:pPr>
      <w:r>
        <w:rPr>
          <w:rtl/>
        </w:rPr>
        <w:t>انّ حمد الله على نعمه التي وهبها ايّاه توجب مزيد النعم ـ كما وعد الله تعالى بذلك ـ حيث يقول : أنت ربّ دائم الاحسان فلا يبعد أن تحسن الآن أيضاً.</w:t>
      </w:r>
    </w:p>
    <w:p w:rsidR="00AA2ABC" w:rsidRDefault="00AA2ABC" w:rsidP="002704FD">
      <w:pPr>
        <w:pStyle w:val="libNormal"/>
        <w:rPr>
          <w:rtl/>
        </w:rPr>
      </w:pPr>
      <w:r>
        <w:rPr>
          <w:rtl/>
        </w:rPr>
        <w:t>وكذلك من حسن الطلب ذكر نعم الله على الغير ، بانّك أحسنت إلى جميع المخلوقين فيجدر أن تحسن إليّ أيضاً ، كما لو ذهب شخص إلى عظيم وقد نظم بحقّه شعراً أو مدحه نثراً حيث يذكر في طيّها كرمه وجوده حتى يكرمه أيضاً ، فلذا ورد أنّ أفضل الدعاء « الحمد لله ».</w:t>
      </w:r>
    </w:p>
    <w:p w:rsidR="00AA2ABC" w:rsidRDefault="00AA2ABC" w:rsidP="002704FD">
      <w:pPr>
        <w:pStyle w:val="libNormal"/>
        <w:rPr>
          <w:rtl/>
        </w:rPr>
      </w:pPr>
      <w:r>
        <w:rPr>
          <w:rtl/>
        </w:rPr>
        <w:t xml:space="preserve">وبما انّ الذنوب توجب الحرمان من الخيرات والسعادت فلابدّ من الاستغفار بعد الدعاء كي ترفع الموانع ، ويحصل له قرب من الله أيضاً بالحمد والثناء حتى تقضى حاجته سريعاً.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الصدوق : 261 ح 3 مجلس 52 ـ عنه البحار 93 : 324 ح 3 باب 18 ـ الوسائل 4 : 1176 ح 2 باب 68. </w:t>
      </w:r>
    </w:p>
    <w:p w:rsidR="00AA2ABC" w:rsidRDefault="00AA2ABC" w:rsidP="002704FD">
      <w:pPr>
        <w:pStyle w:val="libNormal"/>
        <w:rPr>
          <w:rtl/>
        </w:rPr>
      </w:pPr>
      <w:r>
        <w:rPr>
          <w:rtl/>
        </w:rPr>
        <w:br w:type="page"/>
      </w:r>
      <w:r>
        <w:rPr>
          <w:rtl/>
        </w:rPr>
        <w:lastRenderedPageBreak/>
        <w:t xml:space="preserve">ووردت في هذه المضامين أحاديث كثيرة ، كما روي عن المفضل انّه قال : قلت لأبي عبدالله </w:t>
      </w:r>
      <w:r w:rsidR="00763E2E" w:rsidRPr="00763E2E">
        <w:rPr>
          <w:rStyle w:val="libAlaemChar"/>
          <w:rFonts w:hint="cs"/>
          <w:rtl/>
        </w:rPr>
        <w:t>عليه‌السلام</w:t>
      </w:r>
      <w:r>
        <w:rPr>
          <w:rtl/>
        </w:rPr>
        <w:t xml:space="preserve"> جعلت فداك علّمني دعاء جامعاً ، فقال لي : احمد الله فانّه لا يبقى أحد يصلّي الاّ دعا لك ، يقول : سمع الله لمن حمده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اياكم إذا أراد أحدكم أن يسأل من ربّه شيئاً من حوائج الدنيا والآخرة حتى يبدأ بالثناء على الله عزّوجلّ ، والمدح له ، والصلاة على النبي </w:t>
      </w:r>
      <w:r w:rsidR="00BF0EA2" w:rsidRPr="00BF0EA2">
        <w:rPr>
          <w:rStyle w:val="libAlaemChar"/>
          <w:rFonts w:hint="cs"/>
          <w:rtl/>
        </w:rPr>
        <w:t>صلى‌الله‌عليه‌وآله</w:t>
      </w:r>
      <w:r>
        <w:rPr>
          <w:rtl/>
        </w:rPr>
        <w:t xml:space="preserve"> ، ثم يسأل الله حوائجه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انّما هي المدحة ، ثم الثناء ، ثم الاقرار بالذنب ، ثم المسألة ، انّه والله ما خرج عبد من ذنب الاّ بالاقرار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إذا طلب أحدكم الحاجة فليثن على ربّه وليمدحه ، فإنّ الرجل إذا طلب الحاجة من السلطان هيّأ له من الكلام أحسن ما يقدر عليه</w:t>
      </w:r>
      <w:r>
        <w:rPr>
          <w:rFonts w:hint="cs"/>
          <w:rtl/>
        </w:rPr>
        <w:t xml:space="preserve"> </w:t>
      </w:r>
      <w:r>
        <w:rPr>
          <w:rtl/>
        </w:rPr>
        <w:t>....</w:t>
      </w:r>
    </w:p>
    <w:p w:rsidR="00AA2ABC" w:rsidRDefault="00AA2ABC" w:rsidP="002704FD">
      <w:pPr>
        <w:pStyle w:val="libNormal"/>
        <w:rPr>
          <w:rtl/>
        </w:rPr>
      </w:pPr>
      <w:r>
        <w:rPr>
          <w:rtl/>
        </w:rPr>
        <w:t xml:space="preserve">وقال : انّ رجلاً دخل المسجد فصلّى ركعتين ثم سأل الله عزّوجلّ ، فقال رسول الله </w:t>
      </w:r>
      <w:r w:rsidR="00BF0EA2" w:rsidRPr="00BF0EA2">
        <w:rPr>
          <w:rStyle w:val="libAlaemChar"/>
          <w:rFonts w:hint="cs"/>
          <w:rtl/>
        </w:rPr>
        <w:t>صلى‌الله‌عليه‌وآله</w:t>
      </w:r>
      <w:r>
        <w:rPr>
          <w:rtl/>
        </w:rPr>
        <w:t xml:space="preserve"> : عجّل العبد ربّه ، وجاء آخر فصلّى ركعتين ، ثم أثنى على الله عزّوجلّ ، وصلّى على النبي وآله ، فقال رسول الله </w:t>
      </w:r>
      <w:r w:rsidR="00BF0EA2" w:rsidRPr="00BF0EA2">
        <w:rPr>
          <w:rStyle w:val="libAlaemChar"/>
          <w:rFonts w:hint="cs"/>
          <w:rtl/>
        </w:rPr>
        <w:t>صلى‌الله‌عليه‌وآله</w:t>
      </w:r>
      <w:r>
        <w:rPr>
          <w:rtl/>
        </w:rPr>
        <w:t xml:space="preserve"> : سل تعط </w:t>
      </w:r>
      <w:r w:rsidRPr="001008E4">
        <w:rPr>
          <w:rStyle w:val="libFootnotenumChar"/>
          <w:rtl/>
        </w:rPr>
        <w:t>(4)</w:t>
      </w:r>
      <w:r>
        <w:rPr>
          <w:rtl/>
        </w:rPr>
        <w:t>.</w:t>
      </w:r>
    </w:p>
    <w:p w:rsidR="00AA2ABC" w:rsidRDefault="00AA2ABC" w:rsidP="002704FD">
      <w:pPr>
        <w:pStyle w:val="libNormal"/>
        <w:rPr>
          <w:rtl/>
        </w:rPr>
      </w:pPr>
      <w:r>
        <w:rPr>
          <w:rtl/>
        </w:rPr>
        <w:t xml:space="preserve">انّ من شرائط الدعاء الصلاة على النبي وآله </w:t>
      </w:r>
      <w:r w:rsidR="000A073B" w:rsidRPr="000A073B">
        <w:rPr>
          <w:rStyle w:val="libAlaemChar"/>
          <w:rFonts w:hint="cs"/>
          <w:rtl/>
        </w:rPr>
        <w:t>عليهم‌السلام</w:t>
      </w:r>
      <w:r>
        <w:rPr>
          <w:rtl/>
        </w:rPr>
        <w:t xml:space="preserve"> لأنّ من كانت له حاجة عند سلطان فحريّ به أن يأتي بتحفة إلى المقرّبين لدى السلطان كي يشفعوا له ، وحتى لو لم يشفعوا له فإنّ السلطان إذا علم ذلك يكون مورد قبوله ، فيقضي حاجته.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503 ح 1 باب التحميد والتمجيد.</w:t>
      </w:r>
    </w:p>
    <w:p w:rsidR="00AA2ABC" w:rsidRDefault="00AA2ABC" w:rsidP="001008E4">
      <w:pPr>
        <w:pStyle w:val="libFootnote0"/>
        <w:rPr>
          <w:rtl/>
        </w:rPr>
      </w:pPr>
      <w:r>
        <w:rPr>
          <w:rtl/>
        </w:rPr>
        <w:t>2 ـ الكافي 2 : 484 ح 1 باب الثناء قبل الدعاء ـ الوسائل 4 : 1126 ح 1 باب 31.</w:t>
      </w:r>
    </w:p>
    <w:p w:rsidR="00AA2ABC" w:rsidRDefault="00AA2ABC" w:rsidP="001008E4">
      <w:pPr>
        <w:pStyle w:val="libFootnote0"/>
        <w:rPr>
          <w:rtl/>
        </w:rPr>
      </w:pPr>
      <w:r>
        <w:rPr>
          <w:rtl/>
        </w:rPr>
        <w:t>3 ـ الكافي 2 : 484 ح 3 باب الثناء قبل الدعاء ـ الوسائل 4 : 1127 ح 5 باب 31.</w:t>
      </w:r>
    </w:p>
    <w:p w:rsidR="00AA2ABC" w:rsidRDefault="00AA2ABC" w:rsidP="001008E4">
      <w:pPr>
        <w:pStyle w:val="libFootnote0"/>
        <w:rPr>
          <w:rtl/>
        </w:rPr>
      </w:pPr>
      <w:r>
        <w:rPr>
          <w:rtl/>
        </w:rPr>
        <w:t xml:space="preserve">4 ـ الكافي 2 : 485 ح 6 باب الثناء قبل الدعاء ـ الوسائل 4 : 1126 ح 2 باب 31. </w:t>
      </w:r>
    </w:p>
    <w:p w:rsidR="00AA2ABC" w:rsidRDefault="00AA2ABC" w:rsidP="002704FD">
      <w:pPr>
        <w:pStyle w:val="libNormal"/>
        <w:rPr>
          <w:rtl/>
        </w:rPr>
      </w:pPr>
      <w:r>
        <w:rPr>
          <w:rtl/>
        </w:rPr>
        <w:br w:type="page"/>
      </w:r>
      <w:r>
        <w:rPr>
          <w:rtl/>
        </w:rPr>
        <w:lastRenderedPageBreak/>
        <w:t>وكذلك لو مدحت شخصاً محبوباً عند رجل شريف عظيم طلباً للرفعة حتى لو لم يحتج ذلك المحبوب إلى هذا الثناء ، فيستحسن ذلك الشريف هذا المدح والثناء ، فلذا كانت الصلوات موجبة لقبول الدعاء ، وقد ذكرنا هنا نكتة لطيفة كاملة حول الشفاعة الكبرى ، وأسهبنا الكلام حولها في شرح الصحيفة الكاملة.</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لا يزال الدعاء محجوباً حتى يصلّى على محمد وآل محمد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دعا ولم يذكر النبيّ </w:t>
      </w:r>
      <w:r w:rsidR="00BF0EA2" w:rsidRPr="00BF0EA2">
        <w:rPr>
          <w:rStyle w:val="libAlaemChar"/>
          <w:rFonts w:hint="cs"/>
          <w:rtl/>
        </w:rPr>
        <w:t>صلى‌الله‌عليه‌وآله</w:t>
      </w:r>
      <w:r>
        <w:rPr>
          <w:rtl/>
        </w:rPr>
        <w:t xml:space="preserve"> ، رفرف الدعاء على رأسه ، فاذا ذكر النبيّ </w:t>
      </w:r>
      <w:r w:rsidR="00BF0EA2" w:rsidRPr="00BF0EA2">
        <w:rPr>
          <w:rStyle w:val="libAlaemChar"/>
          <w:rFonts w:hint="cs"/>
          <w:rtl/>
        </w:rPr>
        <w:t>صلى‌الله‌عليه‌وآله</w:t>
      </w:r>
      <w:r>
        <w:rPr>
          <w:rtl/>
        </w:rPr>
        <w:t xml:space="preserve"> رفع الدعاء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كانت له إلى الله عزّوجلّ حاجة ، فليبدأ بالصلاة على محمد وآله ، ثم يسأل حاجته ، ثم يختم بالصلاة على محمد وآل محمد ، فإنّ الله عزّوجلّ أكرم من أن يقبل الطرفين ويدع الوسط ، إذ كانت الصلاة على محمد وآل محمد لا تحجب عنه</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إذا ذكر النبيّ </w:t>
      </w:r>
      <w:r w:rsidR="00BF0EA2" w:rsidRPr="00BF0EA2">
        <w:rPr>
          <w:rStyle w:val="libAlaemChar"/>
          <w:rFonts w:hint="cs"/>
          <w:rtl/>
        </w:rPr>
        <w:t>صلى‌الله‌عليه‌وآله</w:t>
      </w:r>
      <w:r>
        <w:rPr>
          <w:rtl/>
        </w:rPr>
        <w:t xml:space="preserve"> فأكثروا الصلاة عليه ، فانّه من صلّى على النبي </w:t>
      </w:r>
      <w:r w:rsidR="00BF0EA2" w:rsidRPr="00BF0EA2">
        <w:rPr>
          <w:rStyle w:val="libAlaemChar"/>
          <w:rFonts w:hint="cs"/>
          <w:rtl/>
        </w:rPr>
        <w:t>صلى‌الله‌عليه‌وآله</w:t>
      </w:r>
      <w:r>
        <w:rPr>
          <w:rtl/>
        </w:rPr>
        <w:t xml:space="preserve"> صلاة واحدة صلّى الله عليه ألف صلاة في ألف صفّ من الملائكة ، ولم يبق شيء مما خلقه الله الاّ صلّى على العبد لصلاة الله عليه وصلاة ملائكته ، فمن لم يرغب في هذا فهو جاهل مغرور ، قد برىء الله منه ورسوله وأهل بيته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491 ح 1 باب الصلاة على النبي </w:t>
      </w:r>
      <w:r w:rsidR="00BF0EA2" w:rsidRPr="00BF0EA2">
        <w:rPr>
          <w:rStyle w:val="libAlaemChar"/>
          <w:rFonts w:hint="cs"/>
          <w:rtl/>
        </w:rPr>
        <w:t>صلى‌الله‌عليه‌وآله</w:t>
      </w:r>
      <w:r>
        <w:rPr>
          <w:rtl/>
        </w:rPr>
        <w:t xml:space="preserve"> ... ـ الوسائل 4 : 1136 ح 5 باب 36.</w:t>
      </w:r>
    </w:p>
    <w:p w:rsidR="00AA2ABC" w:rsidRDefault="00AA2ABC" w:rsidP="001008E4">
      <w:pPr>
        <w:pStyle w:val="libFootnote0"/>
        <w:rPr>
          <w:rtl/>
        </w:rPr>
      </w:pPr>
      <w:r>
        <w:rPr>
          <w:rtl/>
        </w:rPr>
        <w:t xml:space="preserve">2 ـ الكافي 2 : 491 ح 2 باب الصلاة على النبي </w:t>
      </w:r>
      <w:r w:rsidR="00BF0EA2" w:rsidRPr="00BF0EA2">
        <w:rPr>
          <w:rStyle w:val="libAlaemChar"/>
          <w:rFonts w:hint="cs"/>
          <w:rtl/>
        </w:rPr>
        <w:t>صلى‌الله‌عليه‌وآله</w:t>
      </w:r>
      <w:r>
        <w:rPr>
          <w:rtl/>
        </w:rPr>
        <w:t xml:space="preserve"> ... ـ الوسائل 4 : 1136 ح 6 باب 36.</w:t>
      </w:r>
    </w:p>
    <w:p w:rsidR="00AA2ABC" w:rsidRDefault="00AA2ABC" w:rsidP="001008E4">
      <w:pPr>
        <w:pStyle w:val="libFootnote0"/>
        <w:rPr>
          <w:rtl/>
        </w:rPr>
      </w:pPr>
      <w:r>
        <w:rPr>
          <w:rtl/>
        </w:rPr>
        <w:t xml:space="preserve">3 ـ الكافي 2 : 494 ح 16 باب الصلاة على النبي </w:t>
      </w:r>
      <w:r w:rsidR="00BF0EA2" w:rsidRPr="00BF0EA2">
        <w:rPr>
          <w:rStyle w:val="libAlaemChar"/>
          <w:rFonts w:hint="cs"/>
          <w:rtl/>
        </w:rPr>
        <w:t>صلى‌الله‌عليه‌وآله</w:t>
      </w:r>
      <w:r>
        <w:rPr>
          <w:rtl/>
        </w:rPr>
        <w:t xml:space="preserve"> ... ـ الوسائل 4 : 1137 ح 11 باب 36.</w:t>
      </w:r>
    </w:p>
    <w:p w:rsidR="00AA2ABC" w:rsidRDefault="00AA2ABC" w:rsidP="001008E4">
      <w:pPr>
        <w:pStyle w:val="libFootnote0"/>
        <w:rPr>
          <w:rtl/>
        </w:rPr>
      </w:pPr>
      <w:r>
        <w:rPr>
          <w:rtl/>
        </w:rPr>
        <w:t xml:space="preserve">4 ـ الكافي 2 : 492 ح 6 باب الصلاة على النبي </w:t>
      </w:r>
      <w:r w:rsidR="00BF0EA2" w:rsidRPr="00BF0EA2">
        <w:rPr>
          <w:rStyle w:val="libAlaemChar"/>
          <w:rFonts w:hint="cs"/>
          <w:rtl/>
        </w:rPr>
        <w:t>صلى‌الله‌عليه‌وآله</w:t>
      </w:r>
      <w:r>
        <w:rPr>
          <w:rtl/>
        </w:rPr>
        <w:t xml:space="preserve"> ... ـ الوسائل 4 : 1211 ح 4 باب 34. </w:t>
      </w:r>
    </w:p>
    <w:p w:rsidR="00AA2ABC" w:rsidRDefault="00AA2ABC" w:rsidP="002704FD">
      <w:pPr>
        <w:pStyle w:val="libNormal"/>
        <w:rPr>
          <w:rtl/>
        </w:rPr>
      </w:pPr>
      <w:r>
        <w:rPr>
          <w:rtl/>
        </w:rPr>
        <w:br w:type="page"/>
      </w:r>
      <w:r>
        <w:rPr>
          <w:rtl/>
        </w:rPr>
        <w:lastRenderedPageBreak/>
        <w:t xml:space="preserve">وقال رسول الله </w:t>
      </w:r>
      <w:r w:rsidR="00BF0EA2" w:rsidRPr="00BF0EA2">
        <w:rPr>
          <w:rStyle w:val="libAlaemChar"/>
          <w:rFonts w:hint="cs"/>
          <w:rtl/>
        </w:rPr>
        <w:t>صلى‌الله‌عليه‌وآله</w:t>
      </w:r>
      <w:r>
        <w:rPr>
          <w:rtl/>
        </w:rPr>
        <w:t xml:space="preserve"> الصلاة عليّ وعلى أهل بيتي تذهب بالنفاق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 يا ربّ صلّ على محمد وآل محمد » مائة مرّة قضيت له مائة حاجة ، ثلاثون للدنيا [ والباقي للآخرة ] </w:t>
      </w:r>
      <w:r w:rsidRPr="001008E4">
        <w:rPr>
          <w:rStyle w:val="libFootnotenumChar"/>
          <w:rtl/>
        </w:rPr>
        <w:t>(2)</w:t>
      </w:r>
      <w:r>
        <w:rPr>
          <w:rtl/>
        </w:rPr>
        <w:t xml:space="preserve">. </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ما في الميزان شيء أثقل من الصلاة على محمد وآل محمد ، </w:t>
      </w:r>
      <w:r>
        <w:rPr>
          <w:rFonts w:hint="cs"/>
          <w:rtl/>
        </w:rPr>
        <w:br/>
      </w:r>
      <w:r>
        <w:rPr>
          <w:rtl/>
        </w:rPr>
        <w:t xml:space="preserve">وانّ الرجل لتوضع أعماله في الميزان فتميل به ، فيخرج الصلاة عليه فيضعها في ميزانه فيرجح به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الصباح بن سيابه ، عن أبي عبدالله </w:t>
      </w:r>
      <w:r w:rsidR="00763E2E" w:rsidRPr="00763E2E">
        <w:rPr>
          <w:rStyle w:val="libAlaemChar"/>
          <w:rFonts w:hint="cs"/>
          <w:rtl/>
        </w:rPr>
        <w:t>عليه‌السلام</w:t>
      </w:r>
      <w:r>
        <w:rPr>
          <w:rtl/>
        </w:rPr>
        <w:t xml:space="preserve"> قال : ألا اعلّمك شيئاً يقي الله به وجهك من حرّ جهنّم؟ قال : قلت : بلى ، قال : قل بعد الفجر : اللهم صلّ على محمد وآل محمد ، مائة مرة يقي الله به وجهك من حرّ جهنّم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صلّى عليّ يوم الجمعة مائة مرة ، قضى الله له ستين حاجة ، منها للدنيا ثلاثون حاجة ، وثلاثون للآخرة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إذا كان ليلة الجمعة نزل من السماء ملائكة بعدد الذر ، في أيديهم أقلام الذهب ، وقراطيس الفضّة ، 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492 ح 8 باب الصلاة على النبي </w:t>
      </w:r>
      <w:r w:rsidR="00BF0EA2" w:rsidRPr="00BF0EA2">
        <w:rPr>
          <w:rStyle w:val="libAlaemChar"/>
          <w:rFonts w:hint="cs"/>
          <w:rtl/>
        </w:rPr>
        <w:t>صلى‌الله‌عليه‌وآله</w:t>
      </w:r>
      <w:r>
        <w:rPr>
          <w:rtl/>
        </w:rPr>
        <w:t xml:space="preserve"> ... ـ الوسائل 4 : 1211 ح 3 باب 34.</w:t>
      </w:r>
    </w:p>
    <w:p w:rsidR="00AA2ABC" w:rsidRDefault="00AA2ABC" w:rsidP="001008E4">
      <w:pPr>
        <w:pStyle w:val="libFootnote0"/>
        <w:rPr>
          <w:rtl/>
        </w:rPr>
      </w:pPr>
      <w:r>
        <w:rPr>
          <w:rtl/>
        </w:rPr>
        <w:t xml:space="preserve">2 ـ الكافي 2 : 493 ح 9 باب الصلاة على النبي </w:t>
      </w:r>
      <w:r w:rsidR="00BF0EA2" w:rsidRPr="00BF0EA2">
        <w:rPr>
          <w:rStyle w:val="libAlaemChar"/>
          <w:rFonts w:hint="cs"/>
          <w:rtl/>
        </w:rPr>
        <w:t>صلى‌الله‌عليه‌وآله</w:t>
      </w:r>
      <w:r>
        <w:rPr>
          <w:rtl/>
        </w:rPr>
        <w:t xml:space="preserve"> ... ـ الوسائل 4 : 1136 ح 8 باب 36.</w:t>
      </w:r>
    </w:p>
    <w:p w:rsidR="00AA2ABC" w:rsidRDefault="00AA2ABC" w:rsidP="001008E4">
      <w:pPr>
        <w:pStyle w:val="libFootnote0"/>
        <w:rPr>
          <w:rtl/>
        </w:rPr>
      </w:pPr>
      <w:r>
        <w:rPr>
          <w:rtl/>
        </w:rPr>
        <w:t xml:space="preserve">3 ـ الكافي 2 : 494 ح 15 باب الصلاة على النبي </w:t>
      </w:r>
      <w:r w:rsidR="00BF0EA2" w:rsidRPr="00BF0EA2">
        <w:rPr>
          <w:rStyle w:val="libAlaemChar"/>
          <w:rFonts w:hint="cs"/>
          <w:rtl/>
        </w:rPr>
        <w:t>صلى‌الله‌عليه‌وآله</w:t>
      </w:r>
      <w:r>
        <w:rPr>
          <w:rtl/>
        </w:rPr>
        <w:t xml:space="preserve"> ... ـ الوسائل 4 : 1210 ح 1 باب 34.</w:t>
      </w:r>
    </w:p>
    <w:p w:rsidR="00AA2ABC" w:rsidRDefault="00AA2ABC" w:rsidP="001008E4">
      <w:pPr>
        <w:pStyle w:val="libFootnote0"/>
        <w:rPr>
          <w:rtl/>
        </w:rPr>
      </w:pPr>
      <w:r>
        <w:rPr>
          <w:rtl/>
        </w:rPr>
        <w:t xml:space="preserve">4 ـ البحار 94 : 58 ح 36 باب 29 ـ عن ثواب الأعمال : 155. 5 ـ البحار 94 : 60 ح 43 باب 29 ـ عن ثواب الأعمال : 156. </w:t>
      </w:r>
    </w:p>
    <w:p w:rsidR="00AA2ABC" w:rsidRDefault="00AA2ABC" w:rsidP="002704FD">
      <w:pPr>
        <w:pStyle w:val="libNormal0"/>
        <w:rPr>
          <w:rtl/>
        </w:rPr>
      </w:pPr>
      <w:r>
        <w:rPr>
          <w:rtl/>
        </w:rPr>
        <w:br w:type="page"/>
      </w:r>
      <w:r>
        <w:rPr>
          <w:rtl/>
        </w:rPr>
        <w:lastRenderedPageBreak/>
        <w:t>تكتبون إلى ليلة السبت الاّ الصلاة على محمد وآل محمد صلّى الله عليه وعليهم...</w:t>
      </w:r>
    </w:p>
    <w:p w:rsidR="00AA2ABC" w:rsidRDefault="00AA2ABC" w:rsidP="002704FD">
      <w:pPr>
        <w:pStyle w:val="libNormal"/>
        <w:rPr>
          <w:rtl/>
        </w:rPr>
      </w:pPr>
      <w:r>
        <w:rPr>
          <w:rtl/>
        </w:rPr>
        <w:t xml:space="preserve">وقال : انّ من السنّة أن تصلّي على محمد وعلى أهل بيته في كل يوم جمعة ألف مرّة ، وفي سائر الايام مائة مرّة </w:t>
      </w:r>
      <w:r w:rsidRPr="001008E4">
        <w:rPr>
          <w:rStyle w:val="libFootnotenumChar"/>
          <w:rtl/>
        </w:rPr>
        <w:t>(1)</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ما من شيء يعبد الله به يوم الجمعة أحبّ إليّ من الصلاة على محمد وآل محمد </w:t>
      </w:r>
      <w:r w:rsidRPr="001008E4">
        <w:rPr>
          <w:rStyle w:val="libFootnotenumChar"/>
          <w:rtl/>
        </w:rPr>
        <w:t>(2)</w:t>
      </w:r>
      <w:r>
        <w:rPr>
          <w:rtl/>
        </w:rPr>
        <w:t>.</w:t>
      </w:r>
    </w:p>
    <w:p w:rsidR="00AA2ABC" w:rsidRDefault="00AA2ABC" w:rsidP="002704FD">
      <w:pPr>
        <w:pStyle w:val="libNormal"/>
        <w:rPr>
          <w:rtl/>
        </w:rPr>
      </w:pPr>
      <w:r>
        <w:rPr>
          <w:rtl/>
        </w:rPr>
        <w:t xml:space="preserve">وروي بسند آخر انّه إذا صلّيت يوم الجمعة الجمعة فقل : </w:t>
      </w:r>
    </w:p>
    <w:p w:rsidR="00AA2ABC" w:rsidRDefault="00AA2ABC" w:rsidP="002704FD">
      <w:pPr>
        <w:pStyle w:val="libNormal"/>
        <w:rPr>
          <w:rtl/>
        </w:rPr>
      </w:pPr>
      <w:r>
        <w:rPr>
          <w:rtl/>
        </w:rPr>
        <w:t xml:space="preserve">« </w:t>
      </w:r>
      <w:r w:rsidRPr="002704FD">
        <w:rPr>
          <w:rStyle w:val="libBold2Char"/>
          <w:rtl/>
        </w:rPr>
        <w:t>اللهم صلى على محمد وآل محمد ، الأوصياء المرضيين بأفضل صلواتك ، وبارك عليهم بأفضل بركاتك ، والسلام عليه وعليهم ورحمة الله وبركاته</w:t>
      </w:r>
      <w:r>
        <w:rPr>
          <w:rtl/>
        </w:rPr>
        <w:t xml:space="preserve"> ». </w:t>
      </w:r>
    </w:p>
    <w:p w:rsidR="00AA2ABC" w:rsidRDefault="00AA2ABC" w:rsidP="002704FD">
      <w:pPr>
        <w:pStyle w:val="libNormal"/>
        <w:rPr>
          <w:rtl/>
        </w:rPr>
      </w:pPr>
      <w:r>
        <w:rPr>
          <w:rtl/>
        </w:rPr>
        <w:t xml:space="preserve">فانّه من قالها في دبر العصر كتب الله له مائة ألف حسنة ، ومحى عنه مائة ألف سيئة ، وقضى له بها مائة ألف حاجة ، ورفع له بها مائة ألف درجة </w:t>
      </w:r>
      <w:r w:rsidRPr="001008E4">
        <w:rPr>
          <w:rStyle w:val="libFootnotenumChar"/>
          <w:rtl/>
        </w:rPr>
        <w:t>(3)</w:t>
      </w:r>
      <w:r>
        <w:rPr>
          <w:rtl/>
        </w:rPr>
        <w:t>.</w:t>
      </w:r>
    </w:p>
    <w:p w:rsidR="00AA2ABC" w:rsidRDefault="00AA2ABC" w:rsidP="002704FD">
      <w:pPr>
        <w:pStyle w:val="libNormal"/>
        <w:rPr>
          <w:rtl/>
        </w:rPr>
      </w:pPr>
      <w:r>
        <w:rPr>
          <w:rtl/>
        </w:rPr>
        <w:t xml:space="preserve">وروي انّ من قالها سبع مرّات ردّ الله عليه من كلّ عبد حسنة ، وكان عمله في ذلك اليوم مقبولاً ، وجاء يوم القيامة وبين عينيه نور </w:t>
      </w:r>
      <w:r w:rsidRPr="001008E4">
        <w:rPr>
          <w:rStyle w:val="libFootnotenumChar"/>
          <w:rtl/>
        </w:rPr>
        <w:t>(4)</w:t>
      </w:r>
      <w:r>
        <w:rPr>
          <w:rtl/>
        </w:rPr>
        <w:t>.</w:t>
      </w:r>
    </w:p>
    <w:p w:rsidR="00AA2ABC" w:rsidRDefault="00AA2ABC" w:rsidP="002704FD">
      <w:pPr>
        <w:pStyle w:val="libNormal"/>
        <w:rPr>
          <w:rtl/>
        </w:rPr>
      </w:pPr>
      <w:r>
        <w:rPr>
          <w:rtl/>
        </w:rPr>
        <w:t>وجاء في بعض الأحاديث هذه الزيادة : « والسلام عليه وعليهم وعلى أرواحهم وأجسادهم ورحمة الله وبركاته » ولا بأس بقراءة أيّ منهما.</w:t>
      </w:r>
    </w:p>
    <w:p w:rsidR="00AA2ABC" w:rsidRDefault="00AA2ABC" w:rsidP="002704FD">
      <w:pPr>
        <w:pStyle w:val="libNormal"/>
        <w:rPr>
          <w:rtl/>
        </w:rPr>
      </w:pPr>
      <w:r>
        <w:rPr>
          <w:rtl/>
        </w:rPr>
        <w:t xml:space="preserve">وقال عليّ بن موسى الرضا </w:t>
      </w:r>
      <w:r w:rsidR="00763E2E" w:rsidRPr="00763E2E">
        <w:rPr>
          <w:rStyle w:val="libAlaemChar"/>
          <w:rFonts w:hint="cs"/>
          <w:rtl/>
        </w:rPr>
        <w:t>عليه‌السلام</w:t>
      </w:r>
      <w:r>
        <w:rPr>
          <w:rtl/>
        </w:rPr>
        <w:t xml:space="preserve"> : من لم يقدر على ما يكفّر به ذنوبه ، فليكثر من الصلوات على محمد وآله ، فانّها تهدم الذنوب هدماً ...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3 : 416 ح 13 باب فضل يوم الجمعة وليلته.</w:t>
      </w:r>
    </w:p>
    <w:p w:rsidR="00AA2ABC" w:rsidRDefault="00AA2ABC" w:rsidP="001008E4">
      <w:pPr>
        <w:pStyle w:val="libFootnote0"/>
        <w:rPr>
          <w:rtl/>
        </w:rPr>
      </w:pPr>
      <w:r>
        <w:rPr>
          <w:rtl/>
        </w:rPr>
        <w:t>2 ـ الكافي 3 : 429 ح 3 باب نوادر الجمعة.</w:t>
      </w:r>
    </w:p>
    <w:p w:rsidR="00AA2ABC" w:rsidRDefault="00AA2ABC" w:rsidP="001008E4">
      <w:pPr>
        <w:pStyle w:val="libFootnote0"/>
        <w:rPr>
          <w:rtl/>
        </w:rPr>
      </w:pPr>
      <w:r>
        <w:rPr>
          <w:rtl/>
        </w:rPr>
        <w:t>3 ـ الكافي 3 : 429 ح 4 باب نوادر الجمعة.</w:t>
      </w:r>
    </w:p>
    <w:p w:rsidR="00AA2ABC" w:rsidRDefault="00AA2ABC" w:rsidP="001008E4">
      <w:pPr>
        <w:pStyle w:val="libFootnote0"/>
        <w:rPr>
          <w:rtl/>
        </w:rPr>
      </w:pPr>
      <w:r>
        <w:rPr>
          <w:rtl/>
        </w:rPr>
        <w:t>4 ـ الكافي 3 : 429 ح 5 باب نوادر الجمعة.</w:t>
      </w:r>
    </w:p>
    <w:p w:rsidR="00AA2ABC" w:rsidRDefault="00AA2ABC" w:rsidP="001008E4">
      <w:pPr>
        <w:pStyle w:val="libFootnote0"/>
        <w:rPr>
          <w:rtl/>
        </w:rPr>
      </w:pPr>
      <w:r>
        <w:rPr>
          <w:rtl/>
        </w:rPr>
        <w:t xml:space="preserve">5 ـ أمالي الصدوق : 68 ضمن حديث 4 مجلس 17 ـ عنه البحار 94 : 47 ح 2 باب 29. </w:t>
      </w:r>
    </w:p>
    <w:p w:rsidR="00AA2ABC" w:rsidRDefault="00AA2ABC" w:rsidP="002704FD">
      <w:pPr>
        <w:pStyle w:val="libNormal"/>
        <w:rPr>
          <w:rtl/>
        </w:rPr>
      </w:pPr>
      <w:r>
        <w:rPr>
          <w:rtl/>
        </w:rPr>
        <w:br w:type="page"/>
      </w:r>
      <w:r>
        <w:rPr>
          <w:rtl/>
        </w:rPr>
        <w:lastRenderedPageBreak/>
        <w:t xml:space="preserve">وقال عليّ النقي </w:t>
      </w:r>
      <w:r w:rsidR="00763E2E" w:rsidRPr="00763E2E">
        <w:rPr>
          <w:rStyle w:val="libAlaemChar"/>
          <w:rFonts w:hint="cs"/>
          <w:rtl/>
        </w:rPr>
        <w:t>عليه‌السلام</w:t>
      </w:r>
      <w:r>
        <w:rPr>
          <w:rtl/>
        </w:rPr>
        <w:t xml:space="preserve"> : انّما اتخذ الله عزّوجلّ إبراهيم خليلاً لكثرة صلاته على محمد وأهل بيته صلوات الله عليهم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 من صلّى على محمد وآله هكذا : </w:t>
      </w:r>
    </w:p>
    <w:p w:rsidR="00AA2ABC" w:rsidRDefault="00AA2ABC" w:rsidP="002704FD">
      <w:pPr>
        <w:pStyle w:val="libNormal"/>
        <w:rPr>
          <w:rtl/>
        </w:rPr>
      </w:pPr>
      <w:r>
        <w:rPr>
          <w:rtl/>
        </w:rPr>
        <w:t xml:space="preserve">« </w:t>
      </w:r>
      <w:r w:rsidRPr="002704FD">
        <w:rPr>
          <w:rStyle w:val="libBold2Char"/>
          <w:rtl/>
        </w:rPr>
        <w:t>صلوات الله وصلوات ملائكته وأنبيائه ورسله وجميع خلقه على محمد وآل محمد ، والسلام عليه وعليهم ورحمة الله وبركاته</w:t>
      </w:r>
      <w:r>
        <w:rPr>
          <w:rtl/>
        </w:rPr>
        <w:t xml:space="preserve"> ». </w:t>
      </w:r>
    </w:p>
    <w:p w:rsidR="00AA2ABC" w:rsidRDefault="00AA2ABC" w:rsidP="002704FD">
      <w:pPr>
        <w:pStyle w:val="libNormal"/>
        <w:rPr>
          <w:rtl/>
        </w:rPr>
      </w:pPr>
      <w:r>
        <w:rPr>
          <w:rtl/>
        </w:rPr>
        <w:t xml:space="preserve">خرج من الذنوب كهيئة يوم ولدته أُمّه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بأسانيد معتبرة انّه قال : ... إذا عطس أحدكم فليقل : الحمد لله رب العالمين ، وصلّى الله على محمد وأهل بيته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آخر انّه : من سمع عطسة فحمد الله عزّوجلّ وصلّى على النبي </w:t>
      </w:r>
      <w:r w:rsidR="00BF0EA2" w:rsidRPr="00BF0EA2">
        <w:rPr>
          <w:rStyle w:val="libAlaemChar"/>
          <w:rFonts w:hint="cs"/>
          <w:rtl/>
        </w:rPr>
        <w:t>صلى‌الله‌عليه‌وآله</w:t>
      </w:r>
      <w:r>
        <w:rPr>
          <w:rtl/>
        </w:rPr>
        <w:t xml:space="preserve"> وأهل بيته ، لم يشتك عينيه ولا ضرسه ... </w:t>
      </w:r>
      <w:r w:rsidRPr="001008E4">
        <w:rPr>
          <w:rStyle w:val="libFootnotenumChar"/>
          <w:rtl/>
        </w:rPr>
        <w:t>(4)</w:t>
      </w:r>
      <w:r>
        <w:rPr>
          <w:rtl/>
        </w:rPr>
        <w:t>.</w:t>
      </w:r>
    </w:p>
    <w:p w:rsidR="00AA2ABC" w:rsidRDefault="00AA2ABC" w:rsidP="002704FD">
      <w:pPr>
        <w:pStyle w:val="libNormal"/>
        <w:rPr>
          <w:rtl/>
        </w:rPr>
      </w:pPr>
      <w:r>
        <w:rPr>
          <w:rtl/>
        </w:rPr>
        <w:t xml:space="preserve">وروي بأسانيد كثيرة عن رسول الله </w:t>
      </w:r>
      <w:r w:rsidR="00BF0EA2" w:rsidRPr="00BF0EA2">
        <w:rPr>
          <w:rStyle w:val="libAlaemChar"/>
          <w:rFonts w:hint="cs"/>
          <w:rtl/>
        </w:rPr>
        <w:t>صلى‌الله‌عليه‌وآله</w:t>
      </w:r>
      <w:r>
        <w:rPr>
          <w:rtl/>
        </w:rPr>
        <w:t xml:space="preserve"> انّه قال : من صلّى عليّ ولم يصلّ على آلي لم يجد ريح الجنّة ، وانّ ريحها لتوجد من مسيرة خمسمائة عام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عنه </w:t>
      </w:r>
      <w:r w:rsidR="00BF0EA2" w:rsidRPr="00BF0EA2">
        <w:rPr>
          <w:rStyle w:val="libAlaemChar"/>
          <w:rFonts w:hint="cs"/>
          <w:rtl/>
        </w:rPr>
        <w:t>صلى‌الله‌عليه‌وآله</w:t>
      </w:r>
      <w:r>
        <w:rPr>
          <w:rtl/>
        </w:rPr>
        <w:t xml:space="preserve"> انّه قال لأمير المؤمنين </w:t>
      </w:r>
      <w:r w:rsidR="00763E2E" w:rsidRPr="00763E2E">
        <w:rPr>
          <w:rStyle w:val="libAlaemChar"/>
          <w:rFonts w:hint="cs"/>
          <w:rtl/>
        </w:rPr>
        <w:t>عليه‌السلام</w:t>
      </w:r>
      <w:r>
        <w:rPr>
          <w:rtl/>
        </w:rPr>
        <w:t xml:space="preserve"> : ألا ابشّرك؟ ... أخبرني جبرئيل آنفاً بالعجب ... أخبرني انّ الرجل من امتي إذا صلّى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4 : 1212 ح 9 باب 34 ـ البحار 94 : 54 ح 23 باب 29 ـ عن علل الشرائع.</w:t>
      </w:r>
    </w:p>
    <w:p w:rsidR="00AA2ABC" w:rsidRDefault="00AA2ABC" w:rsidP="001008E4">
      <w:pPr>
        <w:pStyle w:val="libFootnote0"/>
        <w:rPr>
          <w:rtl/>
        </w:rPr>
      </w:pPr>
      <w:r>
        <w:rPr>
          <w:rtl/>
        </w:rPr>
        <w:t>2 ـ البحار 94 : 55 ح 27 باب 29 ـ عن معاني الأخبار ، بتصرف.</w:t>
      </w:r>
    </w:p>
    <w:p w:rsidR="00AA2ABC" w:rsidRDefault="00AA2ABC" w:rsidP="001008E4">
      <w:pPr>
        <w:pStyle w:val="libFootnote0"/>
        <w:rPr>
          <w:rtl/>
        </w:rPr>
      </w:pPr>
      <w:r>
        <w:rPr>
          <w:rtl/>
        </w:rPr>
        <w:t>3 ـ الكافي 2 : 655 ضمن حديث 9 باب العطاس والتسميت.</w:t>
      </w:r>
    </w:p>
    <w:p w:rsidR="00AA2ABC" w:rsidRDefault="00AA2ABC" w:rsidP="001008E4">
      <w:pPr>
        <w:pStyle w:val="libFootnote0"/>
        <w:rPr>
          <w:rtl/>
        </w:rPr>
      </w:pPr>
      <w:r>
        <w:rPr>
          <w:rtl/>
        </w:rPr>
        <w:t>4 ـ الكافي 2 : 656 ح 17 باب العطاس والتسميت.</w:t>
      </w:r>
    </w:p>
    <w:p w:rsidR="00AA2ABC" w:rsidRDefault="00AA2ABC" w:rsidP="001008E4">
      <w:pPr>
        <w:pStyle w:val="libFootnote0"/>
        <w:rPr>
          <w:rtl/>
        </w:rPr>
      </w:pPr>
      <w:r>
        <w:rPr>
          <w:rtl/>
        </w:rPr>
        <w:t xml:space="preserve">5 ـ أمالي الصدوق : 167 ح 9 باب 36 ـ عنه البحار 94 : 56 ح 29 باب 29. </w:t>
      </w:r>
    </w:p>
    <w:p w:rsidR="00AA2ABC" w:rsidRDefault="00AA2ABC" w:rsidP="002704FD">
      <w:pPr>
        <w:pStyle w:val="libNormal0"/>
        <w:rPr>
          <w:rtl/>
        </w:rPr>
      </w:pPr>
      <w:r>
        <w:rPr>
          <w:rtl/>
        </w:rPr>
        <w:br w:type="page"/>
      </w:r>
      <w:r>
        <w:rPr>
          <w:rtl/>
        </w:rPr>
        <w:lastRenderedPageBreak/>
        <w:t>عليّ وأتبع بالصلاة عليّ أهل بيتي فتحت له أبواب السماء ، وصلّت عليه الملائكة سبعين صلاة ، وان كان مذنباً خطّاءً.</w:t>
      </w:r>
    </w:p>
    <w:p w:rsidR="00AA2ABC" w:rsidRDefault="00AA2ABC" w:rsidP="002704FD">
      <w:pPr>
        <w:pStyle w:val="libNormal"/>
        <w:rPr>
          <w:rtl/>
        </w:rPr>
      </w:pPr>
      <w:r>
        <w:rPr>
          <w:rtl/>
        </w:rPr>
        <w:t>ثم تتحات عنه الذنوب كما يتحاتّ الورق من الشجر ، ويقول الله تبارك وتعالى : لبيك يا عبدي وسعديك ، ويقول الله لملائكته : يا ملائكتي أنتم تصلّون عليه سبعين صلاة ، وأنا اصلّي عليه سبعمائة صلاة.</w:t>
      </w:r>
    </w:p>
    <w:p w:rsidR="00AA2ABC" w:rsidRDefault="00AA2ABC" w:rsidP="002704FD">
      <w:pPr>
        <w:pStyle w:val="libNormal"/>
        <w:rPr>
          <w:rtl/>
        </w:rPr>
      </w:pPr>
      <w:r>
        <w:rPr>
          <w:rtl/>
        </w:rPr>
        <w:t xml:space="preserve">وإذا صلّى عليّ ولم يتبع بالصلاة عليّ أهل بيتي كان بينها وبين السماء سبعون حجاجاً ، ويقول جلّ جلاله : لا لبيك ولا سعديك ، يا ملائكتي لا تصعدوا دعاءه الاّ أن يلحق بنبيي عترته ، فلا يزال محجوباً حتى يلحق بي أهل بيتي </w:t>
      </w:r>
      <w:r w:rsidRPr="001008E4">
        <w:rPr>
          <w:rStyle w:val="libFootnotenumChar"/>
          <w:rtl/>
        </w:rPr>
        <w:t>(1)</w:t>
      </w:r>
      <w:r>
        <w:rPr>
          <w:rtl/>
        </w:rPr>
        <w:t>.</w:t>
      </w:r>
    </w:p>
    <w:p w:rsidR="00AA2ABC" w:rsidRDefault="00AA2ABC" w:rsidP="002704FD">
      <w:pPr>
        <w:pStyle w:val="libNormal"/>
        <w:rPr>
          <w:rtl/>
        </w:rPr>
      </w:pPr>
      <w:r>
        <w:rPr>
          <w:rtl/>
        </w:rPr>
        <w:t xml:space="preserve">وورد في حديث آخر : ... من ذكرت عنده فلم يصلّ عليّ ، فلم يغفر له ، فأبعده الله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انّ البخيل كلّ البخيل الذي إذا ذكرت عنده لم يصلّ عليّ ...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نسي الصلاة عليّ أخطأ طريق الجنّة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مالك الجهني انّه قال : ناولت أبا عبدالله الصادق </w:t>
      </w:r>
      <w:r w:rsidR="00763E2E" w:rsidRPr="00763E2E">
        <w:rPr>
          <w:rStyle w:val="libAlaemChar"/>
          <w:rFonts w:hint="cs"/>
          <w:rtl/>
        </w:rPr>
        <w:t>عليه‌السلام</w:t>
      </w:r>
      <w:r>
        <w:rPr>
          <w:rtl/>
        </w:rPr>
        <w:t xml:space="preserve"> شيئاً من الرياحين ، فأخذه فشمّه ووضعه على عينيه ، ثم قال : من تناول ريحانة فشمّها ووضعها على عينيه ثم قال : اللهم صلّى على محمد وآل محمد ، لم تقع على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94 : 56 ح 30 باب 29 ـ عن أمالي الصدوق ـ الوسائل 4 : 1220 ح 10 باب 42.</w:t>
      </w:r>
    </w:p>
    <w:p w:rsidR="00AA2ABC" w:rsidRDefault="00AA2ABC" w:rsidP="001008E4">
      <w:pPr>
        <w:pStyle w:val="libFootnote0"/>
        <w:rPr>
          <w:rtl/>
        </w:rPr>
      </w:pPr>
      <w:r>
        <w:rPr>
          <w:rtl/>
        </w:rPr>
        <w:t>2 ـ البحار 94 : 47 ح 1 باب 29.</w:t>
      </w:r>
    </w:p>
    <w:p w:rsidR="00AA2ABC" w:rsidRDefault="00AA2ABC" w:rsidP="001008E4">
      <w:pPr>
        <w:pStyle w:val="libFootnote0"/>
        <w:rPr>
          <w:rtl/>
        </w:rPr>
      </w:pPr>
      <w:r>
        <w:rPr>
          <w:rtl/>
        </w:rPr>
        <w:t>3 ـ البحار 94 : 61 ح 47 باب 29 ـ الوسائل 4 : 1221 ح 14 باب 42 عن الارشاد.</w:t>
      </w:r>
    </w:p>
    <w:p w:rsidR="00AA2ABC" w:rsidRDefault="00AA2ABC" w:rsidP="001008E4">
      <w:pPr>
        <w:pStyle w:val="libFootnote0"/>
        <w:rPr>
          <w:rtl/>
        </w:rPr>
      </w:pPr>
      <w:r>
        <w:rPr>
          <w:rtl/>
        </w:rPr>
        <w:t xml:space="preserve">4 ـ أمالي الطوسي : 144 ح 49 مجلس 5 ـ عنه البحار 94 : 53 ح 20 باب 29. </w:t>
      </w:r>
    </w:p>
    <w:p w:rsidR="00AA2ABC" w:rsidRDefault="00AA2ABC" w:rsidP="002704FD">
      <w:pPr>
        <w:pStyle w:val="libNormal0"/>
        <w:rPr>
          <w:rtl/>
        </w:rPr>
      </w:pPr>
      <w:r>
        <w:rPr>
          <w:rtl/>
        </w:rPr>
        <w:br w:type="page"/>
      </w:r>
      <w:r>
        <w:rPr>
          <w:rtl/>
        </w:rPr>
        <w:lastRenderedPageBreak/>
        <w:t xml:space="preserve">الأرض حتى يغفر له </w:t>
      </w:r>
      <w:r w:rsidRPr="001008E4">
        <w:rPr>
          <w:rStyle w:val="libFootnotenumChar"/>
          <w:rtl/>
        </w:rPr>
        <w:t>(1)</w:t>
      </w:r>
      <w:r>
        <w:rPr>
          <w:rtl/>
        </w:rPr>
        <w:t xml:space="preserve">. </w:t>
      </w:r>
    </w:p>
    <w:p w:rsidR="00AA2ABC" w:rsidRDefault="00AA2ABC" w:rsidP="00AA2ABC">
      <w:pPr>
        <w:pStyle w:val="Heading1Center"/>
        <w:rPr>
          <w:rtl/>
        </w:rPr>
      </w:pPr>
      <w:bookmarkStart w:id="33" w:name="_Toc392501854"/>
      <w:bookmarkStart w:id="34" w:name="_Toc392501993"/>
      <w:bookmarkStart w:id="35" w:name="_Toc392502802"/>
      <w:r>
        <w:rPr>
          <w:rtl/>
        </w:rPr>
        <w:t>( النجم الثالث )</w:t>
      </w:r>
      <w:bookmarkEnd w:id="33"/>
      <w:bookmarkEnd w:id="34"/>
      <w:bookmarkEnd w:id="35"/>
    </w:p>
    <w:p w:rsidR="00AA2ABC" w:rsidRDefault="00AA2ABC" w:rsidP="00AA2ABC">
      <w:pPr>
        <w:pStyle w:val="Heading1Center"/>
        <w:rPr>
          <w:rtl/>
        </w:rPr>
      </w:pPr>
      <w:bookmarkStart w:id="36" w:name="_Toc392501855"/>
      <w:bookmarkStart w:id="37" w:name="_Toc392501994"/>
      <w:bookmarkStart w:id="38" w:name="_Toc392502803"/>
      <w:r>
        <w:rPr>
          <w:rtl/>
        </w:rPr>
        <w:t>في علّة عدم استجابة بعض الأدعية</w:t>
      </w:r>
      <w:bookmarkEnd w:id="36"/>
      <w:bookmarkEnd w:id="37"/>
      <w:bookmarkEnd w:id="38"/>
    </w:p>
    <w:p w:rsidR="00AA2ABC" w:rsidRDefault="00AA2ABC" w:rsidP="002704FD">
      <w:pPr>
        <w:pStyle w:val="libNormal"/>
        <w:rPr>
          <w:rtl/>
        </w:rPr>
      </w:pPr>
      <w:r>
        <w:rPr>
          <w:rtl/>
        </w:rPr>
        <w:t xml:space="preserve">اعلم انّ الله تعالى وعد باستجابة دعاء العباد ، فلا يمكن أن يخلف وعده ، ويمكن الجواب على بعض الأدعية التي لا تستجاب بوجوه : </w:t>
      </w:r>
    </w:p>
    <w:p w:rsidR="00AA2ABC" w:rsidRDefault="00AA2ABC" w:rsidP="002704FD">
      <w:pPr>
        <w:pStyle w:val="libNormal"/>
        <w:rPr>
          <w:rtl/>
        </w:rPr>
      </w:pPr>
      <w:r w:rsidRPr="002704FD">
        <w:rPr>
          <w:rStyle w:val="libBold2Char"/>
          <w:rtl/>
        </w:rPr>
        <w:t xml:space="preserve">الوجه الأول : </w:t>
      </w:r>
      <w:r>
        <w:rPr>
          <w:rtl/>
        </w:rPr>
        <w:t>بما انّ الله حكيم حليم فأفعاله تكون منوطة بالحكمة والمصلحة ألبتة ، فالوعد الذي وعده مشروط بالحكمة أي إذا وجدت المصلحة استجيب الدعاء ، كما لو قال كريم : كلّ من طلب مني شيئاً أعطيته ، فيجيء شخص ويقول له : أعطني حية قاتلة وَضَعها في يدي ، أو أعطني سمّاً قاتلاً كي أشربه ، والحال انّ هذا السائل لا يعلم بضررهما وانهما يوجبان هلاكه.</w:t>
      </w:r>
    </w:p>
    <w:p w:rsidR="00AA2ABC" w:rsidRDefault="00AA2ABC" w:rsidP="002704FD">
      <w:pPr>
        <w:pStyle w:val="libNormal"/>
        <w:rPr>
          <w:rtl/>
        </w:rPr>
      </w:pPr>
      <w:r>
        <w:rPr>
          <w:rtl/>
        </w:rPr>
        <w:t>فعدم الاعطاء حينئذٍ أنسب بالكرم بل انّ العطاء جور ، ومن الواضح انّ أكثر أماني الخلائق مضرّة لهم وهم لا يعلمون ويطلبونها جهلاً.</w:t>
      </w:r>
    </w:p>
    <w:p w:rsidR="00AA2ABC" w:rsidRDefault="00AA2ABC" w:rsidP="002704FD">
      <w:pPr>
        <w:pStyle w:val="libNormal"/>
        <w:rPr>
          <w:rtl/>
        </w:rPr>
      </w:pPr>
      <w:r>
        <w:rPr>
          <w:rtl/>
        </w:rPr>
        <w:t xml:space="preserve">وأشار الامام زين العابدين </w:t>
      </w:r>
      <w:r w:rsidR="00763E2E" w:rsidRPr="00763E2E">
        <w:rPr>
          <w:rStyle w:val="libAlaemChar"/>
          <w:rFonts w:hint="cs"/>
          <w:rtl/>
        </w:rPr>
        <w:t>عليه‌السلام</w:t>
      </w:r>
      <w:r>
        <w:rPr>
          <w:rtl/>
        </w:rPr>
        <w:t xml:space="preserve"> في دعاء طلب الحوائج من الصحيفة الكاملة إلى هذا المعنى ، حيث قال : </w:t>
      </w:r>
    </w:p>
    <w:p w:rsidR="00AA2ABC" w:rsidRDefault="00AA2ABC" w:rsidP="002704FD">
      <w:pPr>
        <w:pStyle w:val="libNormal"/>
        <w:rPr>
          <w:rtl/>
        </w:rPr>
      </w:pPr>
      <w:r>
        <w:rPr>
          <w:rtl/>
        </w:rPr>
        <w:t xml:space="preserve">« يا من لا تبدّل حكمته الوسائل ... » </w:t>
      </w:r>
      <w:r w:rsidRPr="001008E4">
        <w:rPr>
          <w:rStyle w:val="libFootnotenumChar"/>
          <w:rtl/>
        </w:rPr>
        <w:t>(2)</w:t>
      </w:r>
      <w:r>
        <w:rPr>
          <w:rtl/>
        </w:rPr>
        <w:t>.</w:t>
      </w:r>
    </w:p>
    <w:p w:rsidR="00AA2ABC" w:rsidRDefault="00AA2ABC" w:rsidP="002704FD">
      <w:pPr>
        <w:pStyle w:val="libNormal"/>
        <w:rPr>
          <w:rtl/>
        </w:rPr>
      </w:pPr>
      <w:r>
        <w:rPr>
          <w:rtl/>
        </w:rPr>
        <w:t xml:space="preserve">فان قال قائل : إذا كان الأمر لا يتغير لوجود المصالح فما فائدة الدعاء؟ نقول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219 ح 7 مجلس 45 ـ عنه البحار 95 : 347 ح 2 باب 126 ـ الوسائل 1 : 461 ح 3 باب 114.</w:t>
      </w:r>
    </w:p>
    <w:p w:rsidR="00AA2ABC" w:rsidRDefault="00AA2ABC" w:rsidP="001008E4">
      <w:pPr>
        <w:pStyle w:val="libFootnote0"/>
        <w:rPr>
          <w:rtl/>
        </w:rPr>
      </w:pPr>
      <w:r>
        <w:rPr>
          <w:rtl/>
        </w:rPr>
        <w:t>2 ـ الصحيفة الكاملة ، دعاء رقم 13 في طلب الحوائج.</w:t>
      </w:r>
    </w:p>
    <w:p w:rsidR="00AA2ABC" w:rsidRDefault="00AA2ABC" w:rsidP="002704FD">
      <w:pPr>
        <w:pStyle w:val="libNormal0"/>
        <w:rPr>
          <w:rtl/>
        </w:rPr>
      </w:pPr>
      <w:r>
        <w:rPr>
          <w:rtl/>
        </w:rPr>
        <w:br w:type="page"/>
      </w:r>
      <w:r>
        <w:rPr>
          <w:rtl/>
        </w:rPr>
        <w:lastRenderedPageBreak/>
        <w:t>يمكن أن يكون أمر لا مصلحة في اعطائه الاّ بالدعاء أي انّ المصلحة مشروطة بالدعاء ، فالامور اذاً على ثلاثة أقسام ، فبعضها تصلح للعطاء من دون دعاء ، وبعضها الآخر لا تصلح للعطاء حتى بالدعاء ، فهذه لا تعطى مطلقاً.</w:t>
      </w:r>
    </w:p>
    <w:p w:rsidR="00AA2ABC" w:rsidRDefault="00AA2ABC" w:rsidP="002704FD">
      <w:pPr>
        <w:pStyle w:val="libNormal"/>
        <w:rPr>
          <w:rtl/>
        </w:rPr>
      </w:pPr>
      <w:r>
        <w:rPr>
          <w:rtl/>
        </w:rPr>
        <w:t xml:space="preserve">والقسم الثالث تصلح للعطاء بالدعاء ولولاه لا مصلحة في اعطائها ، فبما انّ الانسان لا يميّز بعقله بين هذه الأمور فلابد أن يدعو ولا ييأس إن لم يجاب إليه ، وليعلم انّ هذا لا مصلحة فيه لذا لم يجبه الله ، كما قال أبو عبدالله </w:t>
      </w:r>
      <w:r w:rsidR="00763E2E" w:rsidRPr="00763E2E">
        <w:rPr>
          <w:rStyle w:val="libAlaemChar"/>
          <w:rFonts w:hint="cs"/>
          <w:rtl/>
        </w:rPr>
        <w:t>عليه‌السلام</w:t>
      </w:r>
      <w:r>
        <w:rPr>
          <w:rtl/>
        </w:rPr>
        <w:t xml:space="preserve"> : ادع ولا تقل قد فرغ من الأمر ، فإنّ الدعاء هو العبادة ... </w:t>
      </w:r>
      <w:r w:rsidRPr="001008E4">
        <w:rPr>
          <w:rStyle w:val="libFootnotenumChar"/>
          <w:rtl/>
        </w:rPr>
        <w:t>(1)</w:t>
      </w:r>
      <w:r>
        <w:rPr>
          <w:rtl/>
        </w:rPr>
        <w:t>.</w:t>
      </w:r>
    </w:p>
    <w:p w:rsidR="00AA2ABC" w:rsidRDefault="00AA2ABC" w:rsidP="002704FD">
      <w:pPr>
        <w:pStyle w:val="libNormal"/>
        <w:rPr>
          <w:rtl/>
        </w:rPr>
      </w:pPr>
      <w:r>
        <w:rPr>
          <w:rtl/>
        </w:rPr>
        <w:t xml:space="preserve">وسنذكر تفصيل الكلام بعد هذا. </w:t>
      </w:r>
    </w:p>
    <w:p w:rsidR="00AA2ABC" w:rsidRDefault="00AA2ABC" w:rsidP="002704FD">
      <w:pPr>
        <w:pStyle w:val="libNormal"/>
        <w:rPr>
          <w:rtl/>
        </w:rPr>
      </w:pPr>
      <w:r w:rsidRPr="002704FD">
        <w:rPr>
          <w:rStyle w:val="libBold2Char"/>
          <w:rtl/>
        </w:rPr>
        <w:t xml:space="preserve">الوجه الثاني : </w:t>
      </w:r>
      <w:r>
        <w:rPr>
          <w:rtl/>
        </w:rPr>
        <w:t xml:space="preserve">ان لكلّ شيء شروطاً وموانع فاذا لم تتوفر الشروط ولم ترفع </w:t>
      </w:r>
      <w:r>
        <w:rPr>
          <w:rFonts w:hint="cs"/>
          <w:rtl/>
        </w:rPr>
        <w:br/>
      </w:r>
      <w:r>
        <w:rPr>
          <w:rtl/>
        </w:rPr>
        <w:t>الموانع لا تترتب ثمرة على ذلك الفعل ، كما انّ الله تعالى أمر بالصلاة للمغفرة ، وللصلاة شرائط لا تقبل بدونها ، فاذا صلّى شخص من دون وضوء لم يصلّ في الحقيقة ولم يستحق المغفرة ، وكذلك لها موانع تمنع التأثير ، كما قالوا انّ الصلاة توجب القرب ، فلو صلّى أحد وفعل جميع القبائح فتأثير هذه القبائح الموجبة للبعد والحرمان تمنع تأثير الصلاة في القرب....</w:t>
      </w:r>
    </w:p>
    <w:p w:rsidR="00AA2ABC" w:rsidRDefault="00AA2ABC" w:rsidP="002704FD">
      <w:pPr>
        <w:pStyle w:val="libNormal"/>
        <w:rPr>
          <w:rtl/>
        </w:rPr>
      </w:pPr>
      <w:r>
        <w:rPr>
          <w:rtl/>
        </w:rPr>
        <w:t>فللدعاء أيضاً شرائط كما ذكرناها سابقاً كالتضرع والاهتمام والمعرفة ، ورفع الموانع التي مضى ذكرها ، فلو أخلّ بكل منها ولم يستجب دعاؤه لا يكون منافياً لوعد الله تعالى ، ونكتفي بهذا المقدار لذكر الأحاديث المتضمّنة لهذا المعنى سابقاً في باب الشرائط.</w:t>
      </w:r>
    </w:p>
    <w:p w:rsidR="00AA2ABC" w:rsidRDefault="00AA2ABC" w:rsidP="002704FD">
      <w:pPr>
        <w:pStyle w:val="libNormal"/>
        <w:rPr>
          <w:rtl/>
        </w:rPr>
      </w:pPr>
      <w:r w:rsidRPr="002704FD">
        <w:rPr>
          <w:rStyle w:val="libBold2Char"/>
          <w:rtl/>
        </w:rPr>
        <w:t xml:space="preserve">الوجه الثالث : </w:t>
      </w:r>
      <w:r>
        <w:rPr>
          <w:rtl/>
        </w:rPr>
        <w:t xml:space="preserve">انّ الله تعالى قد يستجيب الدعاء لكن يرى المصلحة في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الكافي 2 : 467 ح 5 باب فضل الدعاء والحث عليه. </w:t>
      </w:r>
    </w:p>
    <w:p w:rsidR="00AA2ABC" w:rsidRDefault="00AA2ABC" w:rsidP="002704FD">
      <w:pPr>
        <w:pStyle w:val="libNormal0"/>
        <w:rPr>
          <w:rtl/>
        </w:rPr>
      </w:pPr>
      <w:r>
        <w:rPr>
          <w:rtl/>
        </w:rPr>
        <w:br w:type="page"/>
      </w:r>
      <w:r>
        <w:rPr>
          <w:rtl/>
        </w:rPr>
        <w:lastRenderedPageBreak/>
        <w:t>تأخيره ، أمّا لكونه يضرّ العبد في هذا الوقت ، أو يريد أن يكثر العبد من الدعاء كي يزيده في مراتب القرب ، ولو أعطاه حاجته سريعاً لترك الدعاء ولم يفز بتلك الدرجات العالية ، وقد تستجاب حاجة مؤمن بعد عدة سنوات من دعائه.</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أنه سئل : يستجاب للرجل الدعاء ثم يؤخر؟ قال : نعم ، عشرين سنة </w:t>
      </w:r>
      <w:r w:rsidRPr="001008E4">
        <w:rPr>
          <w:rStyle w:val="libFootnotenumChar"/>
          <w:rtl/>
        </w:rPr>
        <w:t>(1)</w:t>
      </w:r>
      <w:r>
        <w:rPr>
          <w:rtl/>
        </w:rPr>
        <w:t xml:space="preserve">. </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كان بين قول الله عزّوجلّ : </w:t>
      </w:r>
      <w:r w:rsidRPr="002704FD">
        <w:rPr>
          <w:rStyle w:val="libAlaemChar"/>
          <w:rtl/>
        </w:rPr>
        <w:t>(</w:t>
      </w:r>
      <w:r w:rsidRPr="002704FD">
        <w:rPr>
          <w:rStyle w:val="libAieChar"/>
          <w:rtl/>
        </w:rPr>
        <w:t xml:space="preserve"> قَد اُجِبَيت دَّعوَتُكُما </w:t>
      </w:r>
      <w:r w:rsidRPr="002704FD">
        <w:rPr>
          <w:rStyle w:val="libAlaemChar"/>
          <w:rtl/>
        </w:rPr>
        <w:t>)</w:t>
      </w:r>
      <w:r>
        <w:rPr>
          <w:rtl/>
        </w:rPr>
        <w:t xml:space="preserve"> </w:t>
      </w:r>
      <w:r w:rsidRPr="001008E4">
        <w:rPr>
          <w:rStyle w:val="libFootnotenumChar"/>
          <w:rtl/>
        </w:rPr>
        <w:t>(2)</w:t>
      </w:r>
      <w:r>
        <w:rPr>
          <w:rtl/>
        </w:rPr>
        <w:t xml:space="preserve"> وبين أخذ فرعون أربعين عاماً </w:t>
      </w:r>
      <w:r w:rsidRPr="001008E4">
        <w:rPr>
          <w:rStyle w:val="libFootnotenumChar"/>
          <w:rtl/>
        </w:rPr>
        <w:t>(3)</w:t>
      </w:r>
      <w:r>
        <w:rPr>
          <w:rtl/>
        </w:rPr>
        <w:t>.</w:t>
      </w:r>
    </w:p>
    <w:p w:rsidR="00AA2ABC" w:rsidRDefault="00AA2ABC" w:rsidP="002704FD">
      <w:pPr>
        <w:pStyle w:val="libNormal"/>
        <w:rPr>
          <w:rtl/>
        </w:rPr>
      </w:pPr>
      <w:r>
        <w:rPr>
          <w:rtl/>
        </w:rPr>
        <w:t xml:space="preserve">وري بسند صحيح عن ابن أبي نصر انّه قال : قلت لأبي الحسن [ الرضا ] </w:t>
      </w:r>
      <w:r w:rsidR="00763E2E" w:rsidRPr="00763E2E">
        <w:rPr>
          <w:rStyle w:val="libAlaemChar"/>
          <w:rFonts w:hint="cs"/>
          <w:rtl/>
        </w:rPr>
        <w:t>عليه‌السلام</w:t>
      </w:r>
      <w:r>
        <w:rPr>
          <w:rtl/>
        </w:rPr>
        <w:t xml:space="preserve"> : جعلت فداك انّي قد سألت الله حاجة منذ كذا وكذا سنة وقد دخل قلبي من ابطائها شيء ، فقال : يا أحمد اياك والشيطان أن يكون له عليك سبيل حتى يقنّطك ، انّ ابا جعفر [ الباقر ] </w:t>
      </w:r>
      <w:r w:rsidR="00763E2E" w:rsidRPr="00763E2E">
        <w:rPr>
          <w:rStyle w:val="libAlaemChar"/>
          <w:rFonts w:hint="cs"/>
          <w:rtl/>
        </w:rPr>
        <w:t>عليه‌السلام</w:t>
      </w:r>
      <w:r>
        <w:rPr>
          <w:rtl/>
        </w:rPr>
        <w:t xml:space="preserve"> كان يقول : </w:t>
      </w:r>
    </w:p>
    <w:p w:rsidR="00AA2ABC" w:rsidRDefault="00AA2ABC" w:rsidP="002704FD">
      <w:pPr>
        <w:pStyle w:val="libNormal"/>
        <w:rPr>
          <w:rtl/>
        </w:rPr>
      </w:pPr>
      <w:r>
        <w:rPr>
          <w:rtl/>
        </w:rPr>
        <w:t>« انّ المؤمن يسأل الله عزّوجلّ حاجة ، فيؤخّر عنه تعجيل اجابته حبّاً لصوته ، واستماع نحيبه ».</w:t>
      </w:r>
    </w:p>
    <w:p w:rsidR="00AA2ABC" w:rsidRDefault="00AA2ABC" w:rsidP="002704FD">
      <w:pPr>
        <w:pStyle w:val="libNormal"/>
        <w:rPr>
          <w:rtl/>
        </w:rPr>
      </w:pPr>
      <w:r>
        <w:rPr>
          <w:rtl/>
        </w:rPr>
        <w:t xml:space="preserve">ثم قال : والله ما أخّر الله عزّوجلّ عن المؤمنين ما يطلبون من هذه الدنيا خير لهم ممّا عجّل لهم فيها ، وأيّ شيء الدنيا ، انّ أبا جعفر </w:t>
      </w:r>
      <w:r w:rsidR="00763E2E" w:rsidRPr="00763E2E">
        <w:rPr>
          <w:rStyle w:val="libAlaemChar"/>
          <w:rFonts w:hint="cs"/>
          <w:rtl/>
        </w:rPr>
        <w:t>عليه‌السلام</w:t>
      </w:r>
      <w:r>
        <w:rPr>
          <w:rtl/>
        </w:rPr>
        <w:t xml:space="preserve"> كان يقول : ينبغي للمؤمن أن يكون دعاؤه في الرخاء نحواً من دعائه في الشدة ، ليس إذا اُعطي فتر.</w:t>
      </w:r>
    </w:p>
    <w:p w:rsidR="00AA2ABC" w:rsidRDefault="00AA2ABC" w:rsidP="002704FD">
      <w:pPr>
        <w:pStyle w:val="libNormal"/>
        <w:rPr>
          <w:rtl/>
        </w:rPr>
      </w:pPr>
      <w:r>
        <w:rPr>
          <w:rtl/>
        </w:rPr>
        <w:t xml:space="preserve">فلا تملّ الدعاء فانّه من الله عزّوجل بمكان ، وعليك بالصبر ، وطلب الحلال ، وصلة الرحم ، وايّاك ومكاشفة الناس فانّا أهل البيت نصل من قطعنا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489 ح 4 باب من أبطأت عليه الاجابة ـ الوسائل 4 : 1108 ح 4 باب 19.</w:t>
      </w:r>
    </w:p>
    <w:p w:rsidR="00AA2ABC" w:rsidRDefault="00AA2ABC" w:rsidP="001008E4">
      <w:pPr>
        <w:pStyle w:val="libFootnote0"/>
        <w:rPr>
          <w:rtl/>
        </w:rPr>
      </w:pPr>
      <w:r>
        <w:rPr>
          <w:rtl/>
        </w:rPr>
        <w:t>2 ـ يونس : 89.</w:t>
      </w:r>
    </w:p>
    <w:p w:rsidR="00AA2ABC" w:rsidRDefault="00AA2ABC" w:rsidP="001008E4">
      <w:pPr>
        <w:pStyle w:val="libFootnote0"/>
        <w:rPr>
          <w:rtl/>
        </w:rPr>
      </w:pPr>
      <w:r>
        <w:rPr>
          <w:rtl/>
        </w:rPr>
        <w:t xml:space="preserve">3 ـ الكافي 2 : 489 ح 5 باب من أبطأت عليه الاجابة ـ الوسائل 4 : 1108 ح 2 باب 19. </w:t>
      </w:r>
    </w:p>
    <w:p w:rsidR="00AA2ABC" w:rsidRDefault="00AA2ABC" w:rsidP="002704FD">
      <w:pPr>
        <w:pStyle w:val="libNormal0"/>
        <w:rPr>
          <w:rtl/>
        </w:rPr>
      </w:pPr>
      <w:r>
        <w:rPr>
          <w:rtl/>
        </w:rPr>
        <w:br w:type="page"/>
      </w:r>
      <w:r>
        <w:rPr>
          <w:rtl/>
        </w:rPr>
        <w:lastRenderedPageBreak/>
        <w:t>ونحسن إلى من أساء إلينا ، فنرى والله في ذلك العاقبة الحسنة.</w:t>
      </w:r>
    </w:p>
    <w:p w:rsidR="00AA2ABC" w:rsidRDefault="00AA2ABC" w:rsidP="002704FD">
      <w:pPr>
        <w:pStyle w:val="libNormal"/>
        <w:rPr>
          <w:rtl/>
        </w:rPr>
      </w:pPr>
      <w:r>
        <w:rPr>
          <w:rtl/>
        </w:rPr>
        <w:t>انّ صاحب النعمة في الدنيا إذا سأل فاعطي طلب غير الذي سأل ، وصغرت النعمة في عينه ، فلا يشبع من شيء ، واذا كثرت النعم كان المسلم من ذلك على خطر للحقوق التي تجب عليه وما يخاف من الفتنة فيها.</w:t>
      </w:r>
    </w:p>
    <w:p w:rsidR="00AA2ABC" w:rsidRDefault="00AA2ABC" w:rsidP="002704FD">
      <w:pPr>
        <w:pStyle w:val="libNormal"/>
        <w:rPr>
          <w:rtl/>
        </w:rPr>
      </w:pPr>
      <w:r>
        <w:rPr>
          <w:rtl/>
        </w:rPr>
        <w:t>أخبرني عنك لو أنّي قلت لك قولاً أكنت تثق به منّي؟ فقلت له : جعلت فداك إذا لم أثق بقولك فبمن أثق وأنت حجة الله على خلقه؟</w:t>
      </w:r>
    </w:p>
    <w:p w:rsidR="00AA2ABC" w:rsidRDefault="00AA2ABC" w:rsidP="002704FD">
      <w:pPr>
        <w:pStyle w:val="libNormal"/>
        <w:rPr>
          <w:rtl/>
        </w:rPr>
      </w:pPr>
      <w:r>
        <w:rPr>
          <w:rtl/>
        </w:rPr>
        <w:t xml:space="preserve">قال : فكن بالله أوثق فانّك على موعد من الله ، أليس الله عزّوجل يقول : </w:t>
      </w:r>
      <w:r w:rsidRPr="002704FD">
        <w:rPr>
          <w:rStyle w:val="libAlaemChar"/>
          <w:rtl/>
        </w:rPr>
        <w:t>(</w:t>
      </w:r>
      <w:r w:rsidRPr="002704FD">
        <w:rPr>
          <w:rStyle w:val="libAieChar"/>
          <w:rtl/>
        </w:rPr>
        <w:t xml:space="preserve"> وإذا سألك عبادي عني فأني قريب اجيب دعوة الداع إذا دعان </w:t>
      </w:r>
      <w:r w:rsidRPr="002704FD">
        <w:rPr>
          <w:rStyle w:val="libAlaemChar"/>
          <w:rtl/>
        </w:rPr>
        <w:t>)</w:t>
      </w:r>
      <w:r>
        <w:rPr>
          <w:rtl/>
        </w:rPr>
        <w:t xml:space="preserve"> </w:t>
      </w:r>
      <w:r w:rsidRPr="001008E4">
        <w:rPr>
          <w:rStyle w:val="libFootnotenumChar"/>
          <w:rtl/>
        </w:rPr>
        <w:t>(1)</w:t>
      </w:r>
      <w:r>
        <w:rPr>
          <w:rtl/>
        </w:rPr>
        <w:t xml:space="preserve"> وقال : </w:t>
      </w:r>
      <w:r w:rsidRPr="002704FD">
        <w:rPr>
          <w:rStyle w:val="libAlaemChar"/>
          <w:rtl/>
        </w:rPr>
        <w:t>(</w:t>
      </w:r>
      <w:r w:rsidRPr="002704FD">
        <w:rPr>
          <w:rStyle w:val="libAieChar"/>
          <w:rtl/>
        </w:rPr>
        <w:t xml:space="preserve"> لا تَقنَطَوا مِن رَّحمَةِ اللهِ </w:t>
      </w:r>
      <w:r w:rsidRPr="002704FD">
        <w:rPr>
          <w:rStyle w:val="libAlaemChar"/>
          <w:rtl/>
        </w:rPr>
        <w:t>)</w:t>
      </w:r>
      <w:r>
        <w:rPr>
          <w:rtl/>
        </w:rPr>
        <w:t xml:space="preserve"> </w:t>
      </w:r>
      <w:r w:rsidRPr="001008E4">
        <w:rPr>
          <w:rStyle w:val="libFootnotenumChar"/>
          <w:rtl/>
        </w:rPr>
        <w:t>(2)</w:t>
      </w:r>
      <w:r>
        <w:rPr>
          <w:rtl/>
        </w:rPr>
        <w:t xml:space="preserve"> وقال : </w:t>
      </w:r>
      <w:r w:rsidRPr="002704FD">
        <w:rPr>
          <w:rStyle w:val="libAlaemChar"/>
          <w:rtl/>
        </w:rPr>
        <w:t>(</w:t>
      </w:r>
      <w:r w:rsidRPr="002704FD">
        <w:rPr>
          <w:rStyle w:val="libAieChar"/>
          <w:rtl/>
        </w:rPr>
        <w:t xml:space="preserve"> والله يَعِدُكُم مَّغفِرَةَ مِنهُ وَفَضلاً </w:t>
      </w:r>
      <w:r w:rsidRPr="002704FD">
        <w:rPr>
          <w:rStyle w:val="libAlaemChar"/>
          <w:rtl/>
        </w:rPr>
        <w:t>)</w:t>
      </w:r>
      <w:r>
        <w:rPr>
          <w:rtl/>
        </w:rPr>
        <w:t xml:space="preserve"> </w:t>
      </w:r>
      <w:r w:rsidRPr="001008E4">
        <w:rPr>
          <w:rStyle w:val="libFootnotenumChar"/>
          <w:rtl/>
        </w:rPr>
        <w:t>(3)</w:t>
      </w:r>
      <w:r>
        <w:rPr>
          <w:rtl/>
        </w:rPr>
        <w:t xml:space="preserve"> فكن بالله عزّوجلّ أوثق منك بغيره ، ولا تجعلوا في أنفسكم الاّ خيراً فانّه مغفور لكم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ربما دعا الرجل بالدعاء فاستجيب ، له ثم اخّر ذلك إلى حين ليزداد من الدعاء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العبد ليدعو ، فيقول الله عزّوجلّ للملكين : قد استجبت له ولكن احبسوه بحاجته فانّي احبّ أن أسمع صوته ، وانّ العبد ليدعو ، فيقول الله تبارك وتعالى : عجّلو له حاجته ، فانّي أبغض صوته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البقرة : 186.</w:t>
      </w:r>
    </w:p>
    <w:p w:rsidR="00AA2ABC" w:rsidRDefault="00AA2ABC" w:rsidP="001008E4">
      <w:pPr>
        <w:pStyle w:val="libFootnote0"/>
        <w:rPr>
          <w:rtl/>
        </w:rPr>
      </w:pPr>
      <w:r>
        <w:rPr>
          <w:rtl/>
        </w:rPr>
        <w:t>2 ـ الزمر : 53.</w:t>
      </w:r>
    </w:p>
    <w:p w:rsidR="00AA2ABC" w:rsidRDefault="00AA2ABC" w:rsidP="001008E4">
      <w:pPr>
        <w:pStyle w:val="libFootnote0"/>
        <w:rPr>
          <w:rtl/>
        </w:rPr>
      </w:pPr>
      <w:r>
        <w:rPr>
          <w:rtl/>
        </w:rPr>
        <w:t>3 ـ البقرة : 268.</w:t>
      </w:r>
    </w:p>
    <w:p w:rsidR="00AA2ABC" w:rsidRDefault="00AA2ABC" w:rsidP="001008E4">
      <w:pPr>
        <w:pStyle w:val="libFootnote0"/>
        <w:rPr>
          <w:rtl/>
        </w:rPr>
      </w:pPr>
      <w:r>
        <w:rPr>
          <w:rtl/>
        </w:rPr>
        <w:t>4 ـ الكافي 2 : 488 ح 1 باب من أبطأت عليه الاجابة ـ الوسائل 4 : 1107 ح 1 باب 19.</w:t>
      </w:r>
    </w:p>
    <w:p w:rsidR="00AA2ABC" w:rsidRDefault="00AA2ABC" w:rsidP="001008E4">
      <w:pPr>
        <w:pStyle w:val="libFootnote0"/>
        <w:rPr>
          <w:rtl/>
        </w:rPr>
      </w:pPr>
      <w:r>
        <w:rPr>
          <w:rtl/>
        </w:rPr>
        <w:t>5 ـ الكافي 2 : 489 ح 2 باب من أبطأت عليه الاجابة ـ بتغير وتصرّف.</w:t>
      </w:r>
    </w:p>
    <w:p w:rsidR="00AA2ABC" w:rsidRDefault="00AA2ABC" w:rsidP="001008E4">
      <w:pPr>
        <w:pStyle w:val="libFootnote0"/>
        <w:rPr>
          <w:rtl/>
        </w:rPr>
      </w:pPr>
      <w:r>
        <w:rPr>
          <w:rtl/>
        </w:rPr>
        <w:t xml:space="preserve">6 ـ الكافي 2 : 489 ح 3 باب من أبطأت عليه الاجابة ـ الوسائل 4 : 1112 ح 3 باب 21.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لا يزال المؤمن بخير ورجاء رحمة من الله عزّوجلّ ما لم يستعجل ، فيقنط ويترك الدعاء ، قلت له : كيف يستعجل؟ قال : يقول : قد دعوت منذ كذا وكذا وما أرى الاجابة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بينا إبراهيم خليل الرحمن </w:t>
      </w:r>
      <w:r w:rsidR="00763E2E" w:rsidRPr="00763E2E">
        <w:rPr>
          <w:rStyle w:val="libAlaemChar"/>
          <w:rFonts w:hint="cs"/>
          <w:rtl/>
        </w:rPr>
        <w:t>عليه‌السلام</w:t>
      </w:r>
      <w:r>
        <w:rPr>
          <w:rtl/>
        </w:rPr>
        <w:t xml:space="preserve"> في جبل بيت المقدس يطلب مرعى لغنمه إذ سمع صوتاً ، فإذا هو برجل قائم يصلّي ، طوله اثنا عشر شبراً ، فقال له : يا عبدالله لمن تصلّي؟ قال لإله السماء.</w:t>
      </w:r>
    </w:p>
    <w:p w:rsidR="00AA2ABC" w:rsidRDefault="00AA2ABC" w:rsidP="002704FD">
      <w:pPr>
        <w:pStyle w:val="libNormal"/>
        <w:rPr>
          <w:rtl/>
        </w:rPr>
      </w:pPr>
      <w:r>
        <w:rPr>
          <w:rtl/>
        </w:rPr>
        <w:t xml:space="preserve">فقال له إبراهيم </w:t>
      </w:r>
      <w:r w:rsidR="00763E2E" w:rsidRPr="00763E2E">
        <w:rPr>
          <w:rStyle w:val="libAlaemChar"/>
          <w:rFonts w:hint="cs"/>
          <w:rtl/>
        </w:rPr>
        <w:t>عليه‌السلام</w:t>
      </w:r>
      <w:r>
        <w:rPr>
          <w:rtl/>
        </w:rPr>
        <w:t xml:space="preserve"> : هل بقي أحد من قومك غيرك؟ قال : لا ، قال : فمن أين تأكل؟ قال : أجتني من هذه الشجر في الصيف وأكله في الشتاء ، قال له : فأين منزلك؟ قال : فأومأ بيده إلى جبل.</w:t>
      </w:r>
    </w:p>
    <w:p w:rsidR="00AA2ABC" w:rsidRDefault="00AA2ABC" w:rsidP="002704FD">
      <w:pPr>
        <w:pStyle w:val="libNormal"/>
        <w:rPr>
          <w:rtl/>
        </w:rPr>
      </w:pPr>
      <w:r>
        <w:rPr>
          <w:rtl/>
        </w:rPr>
        <w:t xml:space="preserve">فقال له إبراهيم </w:t>
      </w:r>
      <w:r w:rsidR="00763E2E" w:rsidRPr="00763E2E">
        <w:rPr>
          <w:rStyle w:val="libAlaemChar"/>
          <w:rFonts w:hint="cs"/>
          <w:rtl/>
        </w:rPr>
        <w:t>عليه‌السلام</w:t>
      </w:r>
      <w:r>
        <w:rPr>
          <w:rtl/>
        </w:rPr>
        <w:t xml:space="preserve"> : هل لك أن تذهب بي معك فأبيت عندك الليلة؟ فقال : انّ قدامي ماء لا يخاض ، قال : كيف تصنع؟ قال : أمشي عليه ، قال : فاذهب بي معك فلعلّ الله أن يرزقني ما رزقك.</w:t>
      </w:r>
    </w:p>
    <w:p w:rsidR="00AA2ABC" w:rsidRDefault="00AA2ABC" w:rsidP="002704FD">
      <w:pPr>
        <w:pStyle w:val="libNormal"/>
        <w:rPr>
          <w:rtl/>
        </w:rPr>
      </w:pPr>
      <w:r>
        <w:rPr>
          <w:rtl/>
        </w:rPr>
        <w:t xml:space="preserve">قال : فأخذ العابد بيده ، فمضيا جميعاً حتى انتهيا إلى الماء ، فمشى ومشى إبراهيم </w:t>
      </w:r>
      <w:r w:rsidR="00763E2E" w:rsidRPr="00763E2E">
        <w:rPr>
          <w:rStyle w:val="libAlaemChar"/>
          <w:rFonts w:hint="cs"/>
          <w:rtl/>
        </w:rPr>
        <w:t>عليه‌السلام</w:t>
      </w:r>
      <w:r>
        <w:rPr>
          <w:rtl/>
        </w:rPr>
        <w:t xml:space="preserve"> معه حتى انتهيا إلى منزله ، فقال له إبراهيم </w:t>
      </w:r>
      <w:r w:rsidR="00763E2E" w:rsidRPr="00763E2E">
        <w:rPr>
          <w:rStyle w:val="libAlaemChar"/>
          <w:rFonts w:hint="cs"/>
          <w:rtl/>
        </w:rPr>
        <w:t>عليه‌السلام</w:t>
      </w:r>
      <w:r>
        <w:rPr>
          <w:rtl/>
        </w:rPr>
        <w:t xml:space="preserve"> : أيّ الأيّام أعظم؟ فقال له العابد : يوم الدين ، يوم يدان الناس بعضهم من بعض.</w:t>
      </w:r>
    </w:p>
    <w:p w:rsidR="00AA2ABC" w:rsidRDefault="00AA2ABC" w:rsidP="002704FD">
      <w:pPr>
        <w:pStyle w:val="libNormal"/>
        <w:rPr>
          <w:rtl/>
        </w:rPr>
      </w:pPr>
      <w:r>
        <w:rPr>
          <w:rtl/>
        </w:rPr>
        <w:t xml:space="preserve">قال : فهل لك أن ترفع يدك وأرفع يدي فندعو الله عزّوجلّ أن يؤمننا من شرّ ذلك اليوم؟ فقال : وما تصنع بدعوتي ، فوالله انّ لي لدعوة منذ ثلاث سنين فما اُجبت فيها بشيء.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490 ح 8 باب من أبطأت عليه الاجابة ـ الوسائل 4 : 1107 ح 3 باب 17. </w:t>
      </w:r>
    </w:p>
    <w:p w:rsidR="00AA2ABC" w:rsidRDefault="00AA2ABC" w:rsidP="002704FD">
      <w:pPr>
        <w:pStyle w:val="libNormal"/>
        <w:rPr>
          <w:rtl/>
        </w:rPr>
      </w:pPr>
      <w:r>
        <w:rPr>
          <w:rtl/>
        </w:rPr>
        <w:br w:type="page"/>
      </w:r>
      <w:r>
        <w:rPr>
          <w:rtl/>
        </w:rPr>
        <w:lastRenderedPageBreak/>
        <w:t xml:space="preserve">فقال له إبراهيم </w:t>
      </w:r>
      <w:r w:rsidR="00763E2E" w:rsidRPr="00763E2E">
        <w:rPr>
          <w:rStyle w:val="libAlaemChar"/>
          <w:rFonts w:hint="cs"/>
          <w:rtl/>
        </w:rPr>
        <w:t>عليه‌السلام</w:t>
      </w:r>
      <w:r>
        <w:rPr>
          <w:rtl/>
        </w:rPr>
        <w:t xml:space="preserve"> : أولاً أخبرك لأيّ شيء احتبست دعوتك؟ قال : بلى ، قال له : أنّ الله عزّوجلّ إذا أحبّ عبداً احتبس دعوته ليناجيه ويسأله ويطلب إليه ، وإذا أبغض عبداً عجّل له دعوته أو ألقى اليأس في قلبه منها.</w:t>
      </w:r>
    </w:p>
    <w:p w:rsidR="00AA2ABC" w:rsidRDefault="00AA2ABC" w:rsidP="002704FD">
      <w:pPr>
        <w:pStyle w:val="libNormal"/>
        <w:rPr>
          <w:rtl/>
        </w:rPr>
      </w:pPr>
      <w:r>
        <w:rPr>
          <w:rtl/>
        </w:rPr>
        <w:t xml:space="preserve">ثم قال له : وما كانت دعوتك؟ قال : مرّ بي غنم ومعه غلام له ذؤابة ، فقلت : يا غلام لمن هذا الغنم؟ فقال : لابراهيم خليل الرحمن ، فقلت : اللهم ان كان لك في الأرض خليل فأرينه ، فقال له إبراهيم : فقد استجاب الله لك أنا إبراهيم خليل الرحمن ، فعانقه ، فلمّا بعث الله محمداً </w:t>
      </w:r>
      <w:r w:rsidR="00BF0EA2" w:rsidRPr="00BF0EA2">
        <w:rPr>
          <w:rStyle w:val="libAlaemChar"/>
          <w:rFonts w:hint="cs"/>
          <w:rtl/>
        </w:rPr>
        <w:t>صلى‌الله‌عليه‌وآله</w:t>
      </w:r>
      <w:r>
        <w:rPr>
          <w:rtl/>
        </w:rPr>
        <w:t xml:space="preserve"> جاءت المصافحة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الوجه الرابع : </w:t>
      </w:r>
      <w:r>
        <w:rPr>
          <w:rtl/>
        </w:rPr>
        <w:t>انّ الله تعالى يكرم من طلب حاجة ولم تكن في صلاحه بأضعاف مضاعفة خيراً من تلك الحاجة في الدنيا والآخرة ، فانّه تعالى لم يرد دعاءهم بل قضى حاجتهم بوجه أكمل ، كما لو طلب شخص درهماً من سلطان وأعطاه السلطان درّة تسوى مائة ألف دينار ، فلا يقول عاقل انّ الملك ردّ حاجة السائل ، بل يمدحه باعطائه أضعاف ما طلبه السائل.</w:t>
      </w:r>
    </w:p>
    <w:p w:rsidR="00AA2ABC" w:rsidRDefault="00AA2ABC" w:rsidP="002704FD">
      <w:pPr>
        <w:pStyle w:val="libNormal"/>
        <w:rPr>
          <w:rtl/>
        </w:rPr>
      </w:pPr>
      <w:r>
        <w:rPr>
          <w:rtl/>
        </w:rPr>
        <w:t>فكذلك عند ملك الملوك فإنّ هؤلاء السائلين الجهلة ، يطلبون من الله المطالب الخسيسة ولكن ذلك الكريم على الاطلاق يهب لهم في قبالها نعم لا تنتهي ، ورحمة لا تحد ولا تحصى ، وهم لا يعرفون قدرها ويشكون لعدم حصول تلك المطالب الخسيسة الدنيّة ، لكن ما أعد لهم في الآخرة من الدرجات الرفيعة والمراتب العالية في الجنّة أكثر بكثير مما طلبوه</w:t>
      </w:r>
      <w:r>
        <w:rPr>
          <w:rFonts w:hint="cs"/>
          <w:rtl/>
        </w:rPr>
        <w:t xml:space="preserve"> </w:t>
      </w:r>
      <w:r>
        <w:rPr>
          <w:rtl/>
        </w:rPr>
        <w:t>....</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انّ المؤمن ليدعو الله عزّوجلّ في حاجته ، فيقول الله عزّوجلّ : أخّروا اجابته ، شوقاً إلى صوته ودعائه ، فاذا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12 : 76 ح 1 باب 4 ـ عن أمالي الصدوق : 244 ح 11 مجلس 49. </w:t>
      </w:r>
    </w:p>
    <w:p w:rsidR="00AA2ABC" w:rsidRDefault="00AA2ABC" w:rsidP="002704FD">
      <w:pPr>
        <w:pStyle w:val="libNormal0"/>
        <w:rPr>
          <w:rtl/>
        </w:rPr>
      </w:pPr>
      <w:r>
        <w:rPr>
          <w:rtl/>
        </w:rPr>
        <w:br w:type="page"/>
      </w:r>
      <w:r>
        <w:rPr>
          <w:rtl/>
        </w:rPr>
        <w:lastRenderedPageBreak/>
        <w:t>كان يوم القيامة قال الله عزّوجلّ : عبدي دعوتني فأخّرت اجابتك وثوابك كذا وكذا ، ودعوتني في كذا وكذا فأخّرت اجابتك وثوابك كذا وكذا.</w:t>
      </w:r>
    </w:p>
    <w:p w:rsidR="00AA2ABC" w:rsidRDefault="00AA2ABC" w:rsidP="002704FD">
      <w:pPr>
        <w:pStyle w:val="libNormal"/>
        <w:rPr>
          <w:rtl/>
        </w:rPr>
      </w:pPr>
      <w:r>
        <w:rPr>
          <w:rtl/>
        </w:rPr>
        <w:t xml:space="preserve">قال : فيتمنّى المؤمن انّه لم يستجب له دعوة في الدنيا مما يرى من حسن الثواب </w:t>
      </w:r>
      <w:r w:rsidRPr="001008E4">
        <w:rPr>
          <w:rStyle w:val="libFootnotenumChar"/>
          <w:rtl/>
        </w:rPr>
        <w:t>(1)</w:t>
      </w:r>
      <w:r>
        <w:rPr>
          <w:rtl/>
        </w:rPr>
        <w:t>.</w:t>
      </w:r>
    </w:p>
    <w:p w:rsidR="00AA2ABC" w:rsidRDefault="00AA2ABC" w:rsidP="002704FD">
      <w:pPr>
        <w:pStyle w:val="libNormal"/>
        <w:rPr>
          <w:rtl/>
        </w:rPr>
      </w:pPr>
      <w:r>
        <w:rPr>
          <w:rtl/>
        </w:rPr>
        <w:t>وما يعطيهم الله في الدنيا من مراتب القرب والكمال غير متناهٍ ، وهذه المراتب ملازمة للدعاء.</w:t>
      </w:r>
    </w:p>
    <w:p w:rsidR="00AA2ABC" w:rsidRDefault="00AA2ABC" w:rsidP="002704FD">
      <w:pPr>
        <w:pStyle w:val="libNormal"/>
        <w:rPr>
          <w:rtl/>
        </w:rPr>
      </w:pPr>
      <w:r>
        <w:rPr>
          <w:rtl/>
        </w:rPr>
        <w:t>واعلم يا عزيزي أن الله سبحانه وتعالى يتعامل مع العبيد الجهّال بنوع من اللطف والشفقة يلائم جهلهم ، ويوردهم ساحة كبريائه بالحكمة وبأنواع الفنون وبما يلائم هوى طبعهم الجموح ، كما لو أراد سلطان صيد صقر فإن قال له في البداية : تعال إليّ كي أضعك على يدي واعزّك ، فلا فائدة فيه ، بل لابدّ أن يخدعه بالطعام والأكل كي يألفه ثم يضعه على يده ، وليعود إليه إذا بعثه نحو صيد معين.</w:t>
      </w:r>
    </w:p>
    <w:p w:rsidR="00AA2ABC" w:rsidRDefault="00AA2ABC" w:rsidP="002704FD">
      <w:pPr>
        <w:pStyle w:val="libNormal"/>
        <w:rPr>
          <w:rtl/>
        </w:rPr>
      </w:pPr>
      <w:r>
        <w:rPr>
          <w:rtl/>
        </w:rPr>
        <w:t>وأيضا انّ الأب الشفيق إذ أراد إرسال إبنه إلى المعلم لتعلّم العلوم والحقائق ، فلو أقام له مئات الآلاف من البراهين والأدلة لا يفيد ، بل لابد أن يشوّقه إلى المدرسة أولاً بالطعام والثياب الملونة وما شاكل ، فإذا ذاق لذة الحقائق والحكم سوف لا يردعه عنها أيّ أمر عظيم.</w:t>
      </w:r>
    </w:p>
    <w:p w:rsidR="00AA2ABC" w:rsidRDefault="00AA2ABC" w:rsidP="002704FD">
      <w:pPr>
        <w:pStyle w:val="libNormal"/>
        <w:rPr>
          <w:rtl/>
        </w:rPr>
      </w:pPr>
      <w:r>
        <w:rPr>
          <w:rtl/>
        </w:rPr>
        <w:t xml:space="preserve">وكذلك هذه الحيوانات العديمة الشعور ، والمغرورين المضاهين للأطفال في الطبع والسيرة ، فبما انّهم لا يعرفون فضلاً وكمالاً ولذة سوى الأكل والشرب واللبس والدينار والدرهم والخيل والحشم وسائر اللذات الجسمية ، فإنّ الحيكم والكريم على الاطلاق مع غاية عظمته واستغنائه وجلاله قد دعاهم إلى ساحته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490 ح 9 باب من أبطأت عليه الاجابة ـ الوسائل 4 : 1112 ح 5 باب 21. </w:t>
      </w:r>
    </w:p>
    <w:p w:rsidR="00AA2ABC" w:rsidRDefault="00AA2ABC" w:rsidP="002704FD">
      <w:pPr>
        <w:pStyle w:val="libNormal0"/>
        <w:rPr>
          <w:rtl/>
        </w:rPr>
      </w:pPr>
      <w:r>
        <w:rPr>
          <w:rtl/>
        </w:rPr>
        <w:br w:type="page"/>
      </w:r>
      <w:r>
        <w:rPr>
          <w:rtl/>
        </w:rPr>
        <w:lastRenderedPageBreak/>
        <w:t>بأن اطلبوا منّي كلّ ما تريدون حتى ملح طعامكم.</w:t>
      </w:r>
    </w:p>
    <w:p w:rsidR="00AA2ABC" w:rsidRDefault="00AA2ABC" w:rsidP="002704FD">
      <w:pPr>
        <w:pStyle w:val="libNormal"/>
        <w:rPr>
          <w:rtl/>
        </w:rPr>
      </w:pPr>
      <w:r>
        <w:rPr>
          <w:rtl/>
        </w:rPr>
        <w:t>وذلك حتى يأتوا إليه من هذا الطريق ، ويفوزوا بالقرب والمعرفة بالدعاء والتوسل والمناجات ، وليجدوا حلاوة حبّه ، ويلجؤوا إليه في جميع الأمور ، ويصرفوا وجوههم عن الخلق.</w:t>
      </w:r>
    </w:p>
    <w:p w:rsidR="00AA2ABC" w:rsidRDefault="00AA2ABC" w:rsidP="002704FD">
      <w:pPr>
        <w:pStyle w:val="libNormal"/>
        <w:rPr>
          <w:rtl/>
        </w:rPr>
      </w:pPr>
      <w:r>
        <w:rPr>
          <w:rtl/>
        </w:rPr>
        <w:t>ما أكثر هذا الكرم غير المتناهي حيث يوصل الانسان إلى القرب بالماء والملح والطعام وأهواء النفس ، وذاك الجاهل الغبيّ يشكل وينزعج بعدم قضاء حاجته « انّ الانسان لكفور ».</w:t>
      </w:r>
    </w:p>
    <w:p w:rsidR="00AA2ABC" w:rsidRDefault="00AA2ABC" w:rsidP="002704FD">
      <w:pPr>
        <w:pStyle w:val="libNormal"/>
        <w:rPr>
          <w:rtl/>
        </w:rPr>
      </w:pPr>
      <w:r>
        <w:rPr>
          <w:rtl/>
        </w:rPr>
        <w:t>ألا تعلم انّ أصل الدعاء عبادة ، وأنت تعبد الله في ضمنه وتناجي ملك الملوك ، وحصلت على الأجر الأخروي ، ووطأت بساط قرب ربّ الأرباب ، وجعلته أنيساً لك وصاحب سرّك ، وسمعت من يقول « لبيك » من عرش الرفعة بسمع اليقين والايمان ، ولو فهمت معنى المناجات ولذّتها ، وسمعت بقلبك السرّ الخفي ، وأدركت لطف ومحبّة ذلك المحبوب الحقيقي حين التضرّع والدعاء لهانت عليك حوائجك بل نفسك ولنسيتها.</w:t>
      </w:r>
    </w:p>
    <w:p w:rsidR="00AA2ABC" w:rsidRDefault="00AA2ABC" w:rsidP="002704FD">
      <w:pPr>
        <w:pStyle w:val="libNormal"/>
        <w:rPr>
          <w:rtl/>
        </w:rPr>
      </w:pPr>
      <w:r>
        <w:rPr>
          <w:rtl/>
        </w:rPr>
        <w:t>لو أجيز لك الدخول على ملوك الدينا العاجزين ، ورأيت التفاتة مختصرة منهم لنيسيت حوائجك كلّها ، هيات هيهات ، ألا يكفي لهذا الجسم الترابي حيث أجيز بالمكالمة وعرض الحوائج مع ربّ الأرباب مشافهة ، وأودعت مفاتيح خزائن الرحمة في لسانه ، وتكفّلوا أموره ومصالحه ، ويقول له ربّ العزة : أُدع أنت ودع خيرك إليّ ، لكنّه يعصي ويتجاسر عليه بعلمه الناقص وجهله الكامل ويتحكّم أيضاً.</w:t>
      </w:r>
    </w:p>
    <w:p w:rsidR="00AA2ABC" w:rsidRDefault="00AA2ABC" w:rsidP="002704FD">
      <w:pPr>
        <w:pStyle w:val="libNormal"/>
        <w:rPr>
          <w:rtl/>
        </w:rPr>
      </w:pPr>
      <w:r>
        <w:rPr>
          <w:rtl/>
        </w:rPr>
        <w:t xml:space="preserve">ولولا اضطراب عقولهم بالغفلة لكان الواجب على من سمع هذه الأحاديث </w:t>
      </w:r>
    </w:p>
    <w:p w:rsidR="00AA2ABC" w:rsidRDefault="00AA2ABC" w:rsidP="002704FD">
      <w:pPr>
        <w:pStyle w:val="libNormal0"/>
        <w:rPr>
          <w:rtl/>
        </w:rPr>
      </w:pPr>
      <w:r>
        <w:rPr>
          <w:rtl/>
        </w:rPr>
        <w:br w:type="page"/>
      </w:r>
      <w:r>
        <w:rPr>
          <w:rtl/>
        </w:rPr>
        <w:lastRenderedPageBreak/>
        <w:t>المتواترة حيث يقول ربّ العزّة : « أخّروا اجابته ، شوقاً إلى صوته ودعائه » أن يموت شوقاً على عدم انقضاء حوائجه ، ولا يحوم حول طلبة اُخرى.</w:t>
      </w:r>
    </w:p>
    <w:p w:rsidR="00AA2ABC" w:rsidRDefault="00AA2ABC" w:rsidP="002704FD">
      <w:pPr>
        <w:pStyle w:val="libNormal"/>
        <w:rPr>
          <w:rtl/>
        </w:rPr>
      </w:pPr>
      <w:r>
        <w:rPr>
          <w:rtl/>
        </w:rPr>
        <w:t>ولما كان الكلام دقيقاً ، وكانت العبائر غير موصلة للمعنى ، وكان المطلب وسيعاً نختصر الكلام ونختمه بذكر من يستجاب دعاؤه ومن لا يستجاب.</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ثلاثة دعوتهم مستجابة : الحاج فانظروا كيف تخلفونه ، والغازي في سبيل الله فانظروا كيف تخلفونه ، والمريض فلا تغيظوه ولا تضجروه </w:t>
      </w:r>
      <w:r w:rsidRPr="001008E4">
        <w:rPr>
          <w:rStyle w:val="libFootnotenumChar"/>
          <w:rtl/>
        </w:rPr>
        <w:t>(1)</w:t>
      </w:r>
      <w:r>
        <w:rPr>
          <w:rtl/>
        </w:rPr>
        <w:t>.</w:t>
      </w:r>
    </w:p>
    <w:p w:rsidR="00AA2ABC" w:rsidRDefault="00AA2ABC" w:rsidP="002704FD">
      <w:pPr>
        <w:pStyle w:val="libNormal"/>
        <w:rPr>
          <w:rtl/>
        </w:rPr>
      </w:pPr>
      <w:r>
        <w:rPr>
          <w:rtl/>
        </w:rPr>
        <w:t xml:space="preserve">وروي [ عن أبي عبدالله </w:t>
      </w:r>
      <w:r w:rsidR="00763E2E" w:rsidRPr="00763E2E">
        <w:rPr>
          <w:rStyle w:val="libAlaemChar"/>
          <w:rFonts w:hint="cs"/>
          <w:rtl/>
        </w:rPr>
        <w:t>عليه‌السلام</w:t>
      </w:r>
      <w:r>
        <w:rPr>
          <w:rtl/>
        </w:rPr>
        <w:t xml:space="preserve"> انّه قال : ] كان أبي </w:t>
      </w:r>
      <w:r w:rsidR="00763E2E" w:rsidRPr="00763E2E">
        <w:rPr>
          <w:rStyle w:val="libAlaemChar"/>
          <w:rFonts w:hint="cs"/>
          <w:rtl/>
        </w:rPr>
        <w:t>عليه‌السلام</w:t>
      </w:r>
      <w:r>
        <w:rPr>
          <w:rtl/>
        </w:rPr>
        <w:t xml:space="preserve"> يقول : خمس دعوات لا تحجبن عن الرب تبارك وتعالى : دعوة الامام المقسط ، ودعوة المظلوم ، يقول الله عزّوجل : لأنتقمنّ لك ولو بعد حين ، ودعوة الولد الصالح لوالديه ، ودعوة الوالد الصالح لولده ، ودعوة المؤمن لاخيه بظهر الغيب ، فيقول : ولك مثله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اياكم ودعوة المظلوم فانّها ترفع فوق السحاب حتى ينظر الله عزّوجلّ إليها ، فيقول : ارفعوها حتى استجيب له ، واياكم ودعوة الوالد فانّها أحدّ من السيف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أربعة لا تردّ لهم دعوة حتى تفتح لهم أبواب السماء ، وتصير إلى العرش : الوالد لولده ، والمظلوم على من ظلمه ، والمعتمر حتى يرجع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509 ح 1 باب من تستجاب دعوته.</w:t>
      </w:r>
    </w:p>
    <w:p w:rsidR="00AA2ABC" w:rsidRDefault="00AA2ABC" w:rsidP="001008E4">
      <w:pPr>
        <w:pStyle w:val="libFootnote0"/>
        <w:rPr>
          <w:rtl/>
        </w:rPr>
      </w:pPr>
      <w:r>
        <w:rPr>
          <w:rtl/>
        </w:rPr>
        <w:t>2 ـ الكافي 2 : 509 ح 2 باب من تستجاب دعوته.</w:t>
      </w:r>
    </w:p>
    <w:p w:rsidR="00AA2ABC" w:rsidRDefault="00AA2ABC" w:rsidP="001008E4">
      <w:pPr>
        <w:pStyle w:val="libFootnote0"/>
        <w:rPr>
          <w:rtl/>
        </w:rPr>
      </w:pPr>
      <w:r>
        <w:rPr>
          <w:rtl/>
        </w:rPr>
        <w:t xml:space="preserve">3 ـ الكافي 2 : 509 ح 3 باب من تستجاب دعوته. </w:t>
      </w:r>
    </w:p>
    <w:p w:rsidR="00AA2ABC" w:rsidRDefault="00AA2ABC" w:rsidP="002704FD">
      <w:pPr>
        <w:pStyle w:val="libNormal0"/>
        <w:rPr>
          <w:rtl/>
        </w:rPr>
      </w:pPr>
      <w:r>
        <w:rPr>
          <w:rtl/>
        </w:rPr>
        <w:br w:type="page"/>
      </w:r>
      <w:r>
        <w:rPr>
          <w:rtl/>
        </w:rPr>
        <w:lastRenderedPageBreak/>
        <w:t xml:space="preserve">والصائم حتى يفطر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ثلاث دعوات لا يحجبن عن الله تعالى : دعاء الوالد لولده إذا برّه ، ودعوته عليه إذا عقّه ، ودعاء المظلوم على ظالمه ، ودعاؤه لمن انتصر له منه ، ورجل مؤمن دعا لأخٍ له مؤمن واساه فينا ، ودعاؤه إذ لم يواسه مع القدرة عليه واضطرار أخيه إليه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بسند معتبر آخر انّه قال : ... خمسة لا يستجاب لهم : رجل جعل الله بيده طلاق امرأته فهي تؤذيه وعنده ما يعطيها ولم يخل سبيلها ، ورجل أبق مملوكه ثلاث مرّات ولم يبعه ، ورجل مرَّ بحائط مائل وهو يقبل إليه ولم يسرع المشي حتى سقط عليه ، ورجل أقرض رجلاً مالاً فلم يشهد عليه ، ورجل جلس في بيته وقال : اللهم ارزقني ولم يطلب </w:t>
      </w:r>
      <w:r w:rsidRPr="001008E4">
        <w:rPr>
          <w:rStyle w:val="libFootnotenumChar"/>
          <w:rtl/>
        </w:rPr>
        <w:t>(3)</w:t>
      </w:r>
      <w:r>
        <w:rPr>
          <w:rtl/>
        </w:rPr>
        <w:t>.</w:t>
      </w:r>
    </w:p>
    <w:p w:rsidR="00AA2ABC" w:rsidRDefault="00AA2ABC" w:rsidP="002704FD">
      <w:pPr>
        <w:pStyle w:val="libNormal"/>
        <w:rPr>
          <w:rtl/>
        </w:rPr>
      </w:pPr>
      <w:r>
        <w:rPr>
          <w:rtl/>
        </w:rPr>
        <w:t xml:space="preserve">[ قال رسول الله </w:t>
      </w:r>
      <w:r w:rsidR="00BF0EA2" w:rsidRPr="00BF0EA2">
        <w:rPr>
          <w:rStyle w:val="libAlaemChar"/>
          <w:rFonts w:hint="cs"/>
          <w:rtl/>
        </w:rPr>
        <w:t>صلى‌الله‌عليه‌وآله</w:t>
      </w:r>
      <w:r>
        <w:rPr>
          <w:rtl/>
        </w:rPr>
        <w:t xml:space="preserve"> لأبي ذر : ]</w:t>
      </w:r>
    </w:p>
    <w:p w:rsidR="00AA2ABC" w:rsidRDefault="00AA2ABC" w:rsidP="002704FD">
      <w:pPr>
        <w:pStyle w:val="libNormal"/>
        <w:rPr>
          <w:rtl/>
        </w:rPr>
      </w:pPr>
      <w:r>
        <w:rPr>
          <w:rtl/>
        </w:rPr>
        <w:t>يا أباذر انّ الله يصلح بصلاح العبد ولده وولد ولده ، ويحفظه في دويرته والدور حوله ما دام فيهم.</w:t>
      </w:r>
    </w:p>
    <w:p w:rsidR="00AA2ABC" w:rsidRDefault="00AA2ABC" w:rsidP="002704FD">
      <w:pPr>
        <w:pStyle w:val="libNormal"/>
        <w:rPr>
          <w:rtl/>
        </w:rPr>
      </w:pPr>
      <w:r>
        <w:rPr>
          <w:rtl/>
        </w:rPr>
        <w:t>انّ مفاد هذه الكلمات الشريفة الترغيب في الصلاح والسداد والعبادة والطاعة ، وانّ الله تعالى يصلح ويسدّد أولاد وذرية عباده الصالحين كي يبقى ذكر خيرهم في الدنيا والآخرة ، وتصل إليهم ثمرة صلاحهم.</w:t>
      </w:r>
    </w:p>
    <w:p w:rsidR="00AA2ABC" w:rsidRDefault="00AA2ABC" w:rsidP="002704FD">
      <w:pPr>
        <w:pStyle w:val="libNormal"/>
        <w:rPr>
          <w:rtl/>
        </w:rPr>
      </w:pPr>
      <w:r>
        <w:rPr>
          <w:rtl/>
        </w:rPr>
        <w:t xml:space="preserve">ويدفع الله تعالى ببركته البلايا من أقربائه وأصدقائه وجيرانه بل يدفع بهم البلاء عن بلادهم ، كما روي بسند معتبر عن رسول الله </w:t>
      </w:r>
      <w:r w:rsidR="00BF0EA2" w:rsidRPr="00BF0EA2">
        <w:rPr>
          <w:rStyle w:val="libAlaemChar"/>
          <w:rFonts w:hint="cs"/>
          <w:rtl/>
        </w:rPr>
        <w:t>صلى‌الله‌عليه‌وآله</w:t>
      </w:r>
      <w:r>
        <w:rPr>
          <w:rtl/>
        </w:rPr>
        <w:t xml:space="preserve"> انّه قال : انّ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510 ح 6 باب من تستجاب دعوته.</w:t>
      </w:r>
    </w:p>
    <w:p w:rsidR="00AA2ABC" w:rsidRDefault="00AA2ABC" w:rsidP="001008E4">
      <w:pPr>
        <w:pStyle w:val="libFootnote0"/>
        <w:rPr>
          <w:rtl/>
        </w:rPr>
      </w:pPr>
      <w:r>
        <w:rPr>
          <w:rtl/>
        </w:rPr>
        <w:t>2 ـ أمالي الطوسي : 280 ح 79 مجلس 10 ـ عنه البحار 93 ـ 356 ح 6 باب 22.</w:t>
      </w:r>
    </w:p>
    <w:p w:rsidR="00AA2ABC" w:rsidRDefault="00AA2ABC" w:rsidP="001008E4">
      <w:pPr>
        <w:pStyle w:val="libFootnote0"/>
        <w:rPr>
          <w:rtl/>
        </w:rPr>
      </w:pPr>
      <w:r>
        <w:rPr>
          <w:rtl/>
        </w:rPr>
        <w:t xml:space="preserve">3 ـ الخصال : 299 ح 71 باب 5 ـ عنه البحار 93 : 356 ح 10 باب 22. </w:t>
      </w:r>
    </w:p>
    <w:p w:rsidR="00AA2ABC" w:rsidRDefault="00AA2ABC" w:rsidP="002704FD">
      <w:pPr>
        <w:pStyle w:val="libNormal0"/>
        <w:rPr>
          <w:rtl/>
        </w:rPr>
      </w:pPr>
      <w:r>
        <w:rPr>
          <w:rtl/>
        </w:rPr>
        <w:br w:type="page"/>
      </w:r>
      <w:r>
        <w:rPr>
          <w:rtl/>
        </w:rPr>
        <w:lastRenderedPageBreak/>
        <w:t xml:space="preserve">الله تبارك وتعالى إذا رأى أهل قرية قد أسرفوا في المعاصي وفيها ثلاثة نفر من المؤمنين ، ناداهم جلّ جلاله وتقدّست أسماؤه : </w:t>
      </w:r>
    </w:p>
    <w:p w:rsidR="00AA2ABC" w:rsidRDefault="00AA2ABC" w:rsidP="002704FD">
      <w:pPr>
        <w:pStyle w:val="libNormal"/>
        <w:rPr>
          <w:rtl/>
        </w:rPr>
      </w:pPr>
      <w:r>
        <w:rPr>
          <w:rtl/>
        </w:rPr>
        <w:t xml:space="preserve">« يا أهل معصيتي لولا من فيكم من المؤمنين المتحابّين بجلالي ، العامرين بصلاتهم أرضي ، ومساجدي ، والمستغفرين بالأسحار خوفاً منّي ، لأنزلت بكم عذابي ثم لا اُبالي »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87 : 137 ضمن حديث 3 باب 75.</w:t>
      </w:r>
    </w:p>
    <w:p w:rsidR="00AA2ABC" w:rsidRDefault="00AA2ABC" w:rsidP="002704FD">
      <w:pPr>
        <w:pStyle w:val="libNormal"/>
        <w:rPr>
          <w:rtl/>
        </w:rPr>
      </w:pPr>
      <w:r>
        <w:rPr>
          <w:rtl/>
        </w:rPr>
        <w:br w:type="page"/>
      </w:r>
      <w:r>
        <w:rPr>
          <w:rtl/>
        </w:rPr>
        <w:lastRenderedPageBreak/>
        <w:t xml:space="preserve"> [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ربك عزّوجلّ يباهي الملائكة بثلاثة نفر : رجل في أرض قفر فيؤذّن ثم يقيم ثم يصلّي ، فيقول ربك للملائكة : انظروا إلى عبدي يصلّي ولا يراه أحد غيري ، فينزل سبعون ألف ملك يصلّون ورائه ، ويستغفرون له إلى الغد من ذلك اليوم.</w:t>
      </w:r>
      <w:r>
        <w:rPr>
          <w:rtl/>
        </w:rPr>
        <w:cr/>
        <w:t>ورجل قام من الليل فصلّى وحده ، فسجد ونام وهو ساجد ، فيقول تعالى : انظروا إلى عبدي روحه عندي وجسده ساجد.</w:t>
      </w:r>
    </w:p>
    <w:p w:rsidR="00AA2ABC" w:rsidRDefault="00AA2ABC" w:rsidP="002704FD">
      <w:pPr>
        <w:pStyle w:val="libNormal"/>
        <w:rPr>
          <w:rtl/>
        </w:rPr>
      </w:pPr>
      <w:r>
        <w:rPr>
          <w:rtl/>
        </w:rPr>
        <w:t>ورجل في زحف يفر أصحابه ويثبت هو يقاتل حتى يقتل.</w:t>
      </w:r>
    </w:p>
    <w:p w:rsidR="00AA2ABC" w:rsidRDefault="00AA2ABC" w:rsidP="002704FD">
      <w:pPr>
        <w:pStyle w:val="libNormal"/>
        <w:rPr>
          <w:rtl/>
        </w:rPr>
      </w:pPr>
      <w:bookmarkStart w:id="39" w:name="_Toc392501856"/>
      <w:bookmarkStart w:id="40" w:name="_Toc392502804"/>
      <w:r w:rsidRPr="001F4BF0">
        <w:rPr>
          <w:rStyle w:val="Heading1Char"/>
          <w:rtl/>
        </w:rPr>
        <w:t>ا</w:t>
      </w:r>
      <w:bookmarkEnd w:id="39"/>
      <w:bookmarkEnd w:id="40"/>
      <w:r w:rsidRPr="00BE2AB0">
        <w:rPr>
          <w:rtl/>
        </w:rPr>
        <w:t xml:space="preserve">علم انّه وردت أحاديث </w:t>
      </w:r>
      <w:r>
        <w:rPr>
          <w:rtl/>
        </w:rPr>
        <w:t xml:space="preserve">في مدح اخفاء العبادة ، فقد روي بسند معتبر عن رسول الله </w:t>
      </w:r>
      <w:r w:rsidR="00BF0EA2" w:rsidRPr="00BF0EA2">
        <w:rPr>
          <w:rStyle w:val="libAlaemChar"/>
          <w:rFonts w:hint="cs"/>
          <w:rtl/>
        </w:rPr>
        <w:t>صلى‌الله‌عليه‌وآله</w:t>
      </w:r>
      <w:r>
        <w:rPr>
          <w:rtl/>
        </w:rPr>
        <w:t xml:space="preserve"> انّه قال : أعظم العبادة أجراً أخفاها </w:t>
      </w:r>
      <w:r w:rsidRPr="001008E4">
        <w:rPr>
          <w:rStyle w:val="libFootnotenumChar"/>
          <w:rtl/>
        </w:rPr>
        <w:t>(1)</w:t>
      </w:r>
      <w:r>
        <w:rPr>
          <w:rtl/>
        </w:rPr>
        <w:t>.</w:t>
      </w:r>
    </w:p>
    <w:p w:rsidR="00AA2ABC" w:rsidRDefault="00AA2ABC" w:rsidP="002704FD">
      <w:pPr>
        <w:pStyle w:val="libNormal"/>
        <w:rPr>
          <w:rtl/>
        </w:rPr>
      </w:pPr>
      <w:r>
        <w:rPr>
          <w:rtl/>
        </w:rPr>
        <w:t xml:space="preserve">وفي حديث آخر : ... العمل الصالح إذا كتمه العبد وأخفاه أبى الله عزّوجلّ الاّ أن يظهره ليزيّنه به مع ما يدّخر له من ثواب الآخرة ...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أحبّ الأعمال إلى الله عزّوجلّ الصلاة وهي آخر وصايا الأنبياء ، فما أحسن الرجل يغتسل أو يتوضّأ ، فيسبغ الوضوء ثم يتنحّى حيث لا يراه أنيس ، فيشرف الله عليه وهو راكع أو ساجد.</w:t>
      </w:r>
    </w:p>
    <w:p w:rsidR="00AA2ABC" w:rsidRDefault="00AA2ABC" w:rsidP="002704FD">
      <w:pPr>
        <w:pStyle w:val="libNormal"/>
        <w:rPr>
          <w:rtl/>
        </w:rPr>
      </w:pPr>
      <w:r>
        <w:rPr>
          <w:rtl/>
        </w:rPr>
        <w:t xml:space="preserve">انّ العبد إذا سجد فأطال السجود نادى ابليس : يا ويله أطاعوا وعصيت ،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قرب الاسناد : 135 ح 475 ـ عنه البحار 70 : 251 ح 1 باب 55.</w:t>
      </w:r>
    </w:p>
    <w:p w:rsidR="00AA2ABC" w:rsidRDefault="00AA2ABC" w:rsidP="001008E4">
      <w:pPr>
        <w:pStyle w:val="libFootnote0"/>
        <w:rPr>
          <w:rtl/>
        </w:rPr>
      </w:pPr>
      <w:r>
        <w:rPr>
          <w:rtl/>
        </w:rPr>
        <w:t xml:space="preserve">2 ـ البحار 78 : 445 ضمن حديث 1 باب 33. </w:t>
      </w:r>
    </w:p>
    <w:p w:rsidR="00AA2ABC" w:rsidRDefault="00AA2ABC" w:rsidP="002704FD">
      <w:pPr>
        <w:pStyle w:val="libNormal0"/>
        <w:rPr>
          <w:rtl/>
        </w:rPr>
      </w:pPr>
      <w:r>
        <w:rPr>
          <w:rtl/>
        </w:rPr>
        <w:br w:type="page"/>
      </w:r>
      <w:r>
        <w:rPr>
          <w:rtl/>
        </w:rPr>
        <w:lastRenderedPageBreak/>
        <w:t xml:space="preserve">وسجدوا وأبيت </w:t>
      </w:r>
      <w:r w:rsidRPr="001008E4">
        <w:rPr>
          <w:rStyle w:val="libFootnotenumChar"/>
          <w:rtl/>
        </w:rPr>
        <w:t>(1)</w:t>
      </w:r>
      <w:r>
        <w:rPr>
          <w:rtl/>
        </w:rPr>
        <w:t>.</w:t>
      </w:r>
    </w:p>
    <w:p w:rsidR="00AA2ABC" w:rsidRDefault="00AA2ABC" w:rsidP="002704FD">
      <w:pPr>
        <w:pStyle w:val="libNormal"/>
        <w:rPr>
          <w:rtl/>
        </w:rPr>
      </w:pPr>
      <w:r>
        <w:rPr>
          <w:rtl/>
        </w:rPr>
        <w:t>وهناك أحاديث كثيرة تدلّ على انّ اتيان العبادات الواجبة كالصلاة الواجبة ، والزكاة وغيرها علانية أفضل كي لا يُتّهم الانسان بترك الواجبات ، ويسبّب رغبة الآخرين ، ولا يكون فيها رياء لأنّها حقٌّ واجبٌ ولازم ، ولا فخر ولا رياء في أداء الحقوق الواجبة.</w:t>
      </w:r>
    </w:p>
    <w:p w:rsidR="00AA2ABC" w:rsidRDefault="00AA2ABC" w:rsidP="002704FD">
      <w:pPr>
        <w:pStyle w:val="libNormal"/>
        <w:rPr>
          <w:rtl/>
        </w:rPr>
      </w:pPr>
      <w:r>
        <w:rPr>
          <w:rtl/>
        </w:rPr>
        <w:t xml:space="preserve">كما روي بسند معتبر عن أبي عبدالله </w:t>
      </w:r>
      <w:r w:rsidR="00763E2E" w:rsidRPr="00763E2E">
        <w:rPr>
          <w:rStyle w:val="libAlaemChar"/>
          <w:rFonts w:hint="cs"/>
          <w:rtl/>
        </w:rPr>
        <w:t>عليه‌السلام</w:t>
      </w:r>
      <w:r>
        <w:rPr>
          <w:rtl/>
        </w:rPr>
        <w:t xml:space="preserve"> انّه قال : ... كلّما فرض الله عليك فإعلانه أفضل من إسراره ، وكلّما كان تطوّعاً فإسراره أفضل من اعلانه ، ولو انّ رجلاً يحمل زكاة ماله على عاتقه فقسّمها علانية كان ذلك حسناً جميلاً </w:t>
      </w:r>
      <w:r w:rsidRPr="001008E4">
        <w:rPr>
          <w:rStyle w:val="libFootnotenumChar"/>
          <w:rtl/>
        </w:rPr>
        <w:t>(2)</w:t>
      </w:r>
      <w:r>
        <w:rPr>
          <w:rtl/>
        </w:rPr>
        <w:t>.</w:t>
      </w:r>
    </w:p>
    <w:p w:rsidR="00AA2ABC" w:rsidRDefault="00AA2ABC" w:rsidP="002704FD">
      <w:pPr>
        <w:pStyle w:val="libNormal"/>
        <w:rPr>
          <w:rtl/>
        </w:rPr>
      </w:pPr>
      <w:r>
        <w:rPr>
          <w:rtl/>
        </w:rPr>
        <w:t>وبهذا المضمون أحاديث كثيرة سيّما اتيان الصلاة الواجبة جماعة في المساجد والمجامع ولها فضل غير متناه ، وما ورد في اخفاء العبادة انّما هو في العبادات المستحبة ، أو يكون المراد عدم إذاعتها للناس سمعةً وعدم الافتخار بها.</w:t>
      </w:r>
    </w:p>
    <w:p w:rsidR="00AA2ABC" w:rsidRDefault="00AA2ABC" w:rsidP="002704FD">
      <w:pPr>
        <w:pStyle w:val="libNormal"/>
        <w:rPr>
          <w:rtl/>
        </w:rPr>
      </w:pPr>
      <w:r>
        <w:rPr>
          <w:rtl/>
        </w:rPr>
        <w:t>وما ورد في هذا الحديث بما انّه يشتمل على الأذان والإقامة لا يمكن حمله على الصلاة المستحبة ، لأنّ الأذان والإقامة فيها بدعة ، فيحمل على انّه بقي في الصحراء وحيداً ومع وحدته لم ينس الله تعالى بل يتوجه نحو العبادة بالآداب والشرائط.</w:t>
      </w:r>
    </w:p>
    <w:p w:rsidR="00AA2ABC" w:rsidRDefault="00AA2ABC" w:rsidP="002704FD">
      <w:pPr>
        <w:pStyle w:val="libNormal"/>
        <w:rPr>
          <w:rtl/>
        </w:rPr>
      </w:pPr>
      <w:r>
        <w:rPr>
          <w:rtl/>
        </w:rPr>
        <w:t xml:space="preserve">والله تعالى يتدارك له بأذانه وإقامته ، فيرسل ملائكة تقتدي به كي لا يفوته ثواب الجماعة ، وهذا لا يعني انّ الانسان يترك الجماعة اختياراً ويذهب إلى الصحراء حيث لا يوجد أحد ، فيحرم نفسه من فضل الجماعة.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3 : 26 ح2 باب 10 ـ الكافي 3 : 264 ح 2 باب فضل الصلاة.</w:t>
      </w:r>
    </w:p>
    <w:p w:rsidR="00AA2ABC" w:rsidRDefault="00AA2ABC" w:rsidP="001008E4">
      <w:pPr>
        <w:pStyle w:val="libFootnote0"/>
        <w:rPr>
          <w:rtl/>
        </w:rPr>
      </w:pPr>
      <w:r>
        <w:rPr>
          <w:rtl/>
        </w:rPr>
        <w:t xml:space="preserve">2 ـ الوسائل 6 : 215 ح 1 باب 54. </w:t>
      </w:r>
    </w:p>
    <w:p w:rsidR="00AA2ABC" w:rsidRDefault="00AA2ABC" w:rsidP="002704FD">
      <w:pPr>
        <w:pStyle w:val="libNormal"/>
        <w:rPr>
          <w:rtl/>
        </w:rPr>
      </w:pPr>
      <w:r>
        <w:rPr>
          <w:rtl/>
        </w:rPr>
        <w:br w:type="page"/>
      </w:r>
      <w:r>
        <w:rPr>
          <w:rtl/>
        </w:rPr>
        <w:lastRenderedPageBreak/>
        <w:t>واعلم انّ صلاة الليل سنّة وطريقة الأنبياء وأولياء الله ، وتشتمل على فضائل لا نهاية لها ، وبما انّ الانسان حين المناجات مع قاضي الحاجات في النهار يكون مشغول البال للمشاغل الدنيوية ، ولا يحصل عنده حضور القلب ، وبما انّ الناس يطّلعون على أحواله فيصعب عليه الاخلاص.</w:t>
      </w:r>
    </w:p>
    <w:p w:rsidR="00AA2ABC" w:rsidRDefault="00AA2ABC" w:rsidP="002704FD">
      <w:pPr>
        <w:pStyle w:val="libNormal"/>
        <w:rPr>
          <w:rtl/>
        </w:rPr>
      </w:pPr>
      <w:r>
        <w:rPr>
          <w:rtl/>
        </w:rPr>
        <w:t xml:space="preserve">لكنه بعد نومه في أول الليل وقيامه في آخره تكون نفسه خالية من التخيلات والوساوس ، ويسهل عليه حضور القلب ، ويكون العمل أقرب للاخلاص لعدم اطلاع أحد عليه ، كما يقول الله تعالى : </w:t>
      </w:r>
    </w:p>
    <w:p w:rsidR="00AA2ABC" w:rsidRDefault="00AA2ABC" w:rsidP="002704FD">
      <w:pPr>
        <w:pStyle w:val="libNormal"/>
        <w:rPr>
          <w:rtl/>
        </w:rPr>
      </w:pPr>
      <w:r w:rsidRPr="002704FD">
        <w:rPr>
          <w:rStyle w:val="libAlaemChar"/>
          <w:rtl/>
        </w:rPr>
        <w:t>(</w:t>
      </w:r>
      <w:r w:rsidRPr="002704FD">
        <w:rPr>
          <w:rStyle w:val="libAieChar"/>
          <w:rtl/>
        </w:rPr>
        <w:t xml:space="preserve"> اِنّ نَاشِئَةَ الَّيلِ هِيَ أَشَدُّ وَطئَاً وَأَقوَمُ قِيلاً </w:t>
      </w:r>
      <w:r w:rsidRPr="002704FD">
        <w:rPr>
          <w:rStyle w:val="libAlaemCha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في تفسير هذه الآية انّه قال : يعني بقوله : « وأقوم قيلاً » قيام الرجال عن فراشه بين يدي الله عزّوجلّ لا يريد به غيره </w:t>
      </w:r>
      <w:r w:rsidRPr="001008E4">
        <w:rPr>
          <w:rStyle w:val="libFootnotenumChar"/>
          <w:rtl/>
        </w:rPr>
        <w:t>(2)</w:t>
      </w:r>
      <w:r>
        <w:rPr>
          <w:rtl/>
        </w:rPr>
        <w:t>.</w:t>
      </w:r>
    </w:p>
    <w:p w:rsidR="00AA2ABC" w:rsidRDefault="00AA2ABC" w:rsidP="002704FD">
      <w:pPr>
        <w:pStyle w:val="libNormal"/>
        <w:rPr>
          <w:rtl/>
        </w:rPr>
      </w:pPr>
      <w:r>
        <w:rPr>
          <w:rtl/>
        </w:rPr>
        <w:t>مع انّ لله على عباده في ظلام ذلك الليل أنوار وفيوضات ورحمات يجد لذتها المتعبدون.</w:t>
      </w:r>
    </w:p>
    <w:p w:rsidR="00AA2ABC" w:rsidRDefault="00AA2ABC" w:rsidP="002704FD">
      <w:pPr>
        <w:pStyle w:val="libNormal"/>
        <w:rPr>
          <w:rtl/>
        </w:rPr>
      </w:pPr>
      <w:r>
        <w:rPr>
          <w:rtl/>
        </w:rPr>
        <w:t xml:space="preserve">وروي بأسانيد كثيرة عن النبي والأئمة </w:t>
      </w:r>
      <w:r w:rsidR="000A073B" w:rsidRPr="000A073B">
        <w:rPr>
          <w:rStyle w:val="libAlaemChar"/>
          <w:rFonts w:hint="cs"/>
          <w:rtl/>
        </w:rPr>
        <w:t>عليهم‌السلام</w:t>
      </w:r>
      <w:r>
        <w:rPr>
          <w:rtl/>
        </w:rPr>
        <w:t xml:space="preserve"> انّ شرف المؤمن صلاته بالليل ، وعزّه كفّ الأذى عن الناس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عليكم بصلاة الليل فانّها سنّة نبيكم ، ودأب الصالحين قبلكم ، ومطردة الداء عن أجسادكم.</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صلاة الليل تبيّض الوجه ، وصلاة الليل تطيّب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المزمل : 6.</w:t>
      </w:r>
    </w:p>
    <w:p w:rsidR="00AA2ABC" w:rsidRDefault="00AA2ABC" w:rsidP="001008E4">
      <w:pPr>
        <w:pStyle w:val="libFootnote0"/>
        <w:rPr>
          <w:rtl/>
        </w:rPr>
      </w:pPr>
      <w:r>
        <w:rPr>
          <w:rtl/>
        </w:rPr>
        <w:t>2 ـ البحار 87 : 148 ضمن حديث 22 باب 75.</w:t>
      </w:r>
    </w:p>
    <w:p w:rsidR="00AA2ABC" w:rsidRDefault="00AA2ABC" w:rsidP="001008E4">
      <w:pPr>
        <w:pStyle w:val="libFootnote0"/>
        <w:rPr>
          <w:rtl/>
        </w:rPr>
      </w:pPr>
      <w:r>
        <w:rPr>
          <w:rtl/>
        </w:rPr>
        <w:t xml:space="preserve">3 ـ البحار 87 : 141 ح 10 و11 باب 75 ـ عن الخصال. </w:t>
      </w:r>
    </w:p>
    <w:p w:rsidR="00AA2ABC" w:rsidRDefault="00AA2ABC" w:rsidP="002704FD">
      <w:pPr>
        <w:pStyle w:val="libNormal0"/>
        <w:rPr>
          <w:rtl/>
        </w:rPr>
      </w:pPr>
      <w:r>
        <w:rPr>
          <w:rtl/>
        </w:rPr>
        <w:br w:type="page"/>
      </w:r>
      <w:r>
        <w:rPr>
          <w:rtl/>
        </w:rPr>
        <w:lastRenderedPageBreak/>
        <w:t xml:space="preserve">الريح ، وصلاة الليل تجلب الرزق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المال والبنون زينة الحياة الدنيا ، وثمان ركعات من آخر الليل [ والوتر ] زينة الآخرة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جاءه رجل فشكا إليه الحاجة ، فأفرط في الشكاية حتى كاد أن يشكوا الجوع ، فقال له </w:t>
      </w:r>
      <w:r w:rsidR="00763E2E" w:rsidRPr="00763E2E">
        <w:rPr>
          <w:rStyle w:val="libAlaemChar"/>
          <w:rFonts w:hint="cs"/>
          <w:rtl/>
        </w:rPr>
        <w:t>عليه‌السلام</w:t>
      </w:r>
      <w:r>
        <w:rPr>
          <w:rtl/>
        </w:rPr>
        <w:t xml:space="preserve"> : يا هذا أتصلّي بالليل؟ قال : فقال الرجل : نعم.</w:t>
      </w:r>
    </w:p>
    <w:p w:rsidR="00AA2ABC" w:rsidRDefault="00AA2ABC" w:rsidP="002704FD">
      <w:pPr>
        <w:pStyle w:val="libNormal"/>
        <w:rPr>
          <w:rtl/>
        </w:rPr>
      </w:pPr>
      <w:r>
        <w:rPr>
          <w:rtl/>
        </w:rPr>
        <w:t xml:space="preserve">قال : فالتفت أبو عبدالله </w:t>
      </w:r>
      <w:r w:rsidR="00763E2E" w:rsidRPr="00763E2E">
        <w:rPr>
          <w:rStyle w:val="libAlaemChar"/>
          <w:rFonts w:hint="cs"/>
          <w:rtl/>
        </w:rPr>
        <w:t>عليه‌السلام</w:t>
      </w:r>
      <w:r>
        <w:rPr>
          <w:rtl/>
        </w:rPr>
        <w:t xml:space="preserve"> إلى أصحابه فقال : كذب من زعم انّه يصلّي بالليل ويجوع بالنهار ، انّ الله عزّوجل ضمن بصلاة الليل قوت النهار </w:t>
      </w:r>
      <w:r w:rsidRPr="001008E4">
        <w:rPr>
          <w:rStyle w:val="libFootnotenumChar"/>
          <w:rtl/>
        </w:rPr>
        <w:t>(3)</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قيام الليل مصحّة للبدن ، ومرضاة للرب عزّ وجلّ ، وتعرّض للرحمة ، وتمسّك بأخلاق النبيين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 العبد ليقوم في الليل فيميل به النعاس يميناً وشمالاً ، وقد وقع ذقنه على صدره ، فيأمر الله تبارك وتعالى أبواب السماء ، فتفتح ثم يقول لملائكته : انظروا إلى عبدي ما يصيبه في التقرب إليّ بما لم أفرض عليه راجياً منّي لثلاث خصال : </w:t>
      </w:r>
    </w:p>
    <w:p w:rsidR="00AA2ABC" w:rsidRDefault="00AA2ABC" w:rsidP="002704FD">
      <w:pPr>
        <w:pStyle w:val="libNormal"/>
        <w:rPr>
          <w:rtl/>
        </w:rPr>
      </w:pPr>
      <w:r>
        <w:rPr>
          <w:rtl/>
        </w:rPr>
        <w:t xml:space="preserve">« ذنباً أغفره ، أو توبة اجدّدها ، أو رزقاً أزيده فيه ، اشهدكم ملائكتي انّي قد جمعتهنّ له »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87 : 149 ح 25 باب 75 ـ عن ثواب الأعمال.</w:t>
      </w:r>
    </w:p>
    <w:p w:rsidR="00AA2ABC" w:rsidRDefault="00AA2ABC" w:rsidP="001008E4">
      <w:pPr>
        <w:pStyle w:val="libFootnote0"/>
        <w:rPr>
          <w:rtl/>
        </w:rPr>
      </w:pPr>
      <w:r>
        <w:rPr>
          <w:rtl/>
        </w:rPr>
        <w:t>2 ـ معاني الأخبار : 324 ح 1 ـ عنه البحار 87 : 150 ح 26 باب 75.</w:t>
      </w:r>
    </w:p>
    <w:p w:rsidR="00AA2ABC" w:rsidRDefault="00AA2ABC" w:rsidP="001008E4">
      <w:pPr>
        <w:pStyle w:val="libFootnote0"/>
        <w:rPr>
          <w:rtl/>
        </w:rPr>
      </w:pPr>
      <w:r>
        <w:rPr>
          <w:rtl/>
        </w:rPr>
        <w:t>3 ـ البحار 87 : 153 ح 31 باب 75 ـ عن ثواب الأعمال.</w:t>
      </w:r>
    </w:p>
    <w:p w:rsidR="00AA2ABC" w:rsidRDefault="00AA2ABC" w:rsidP="001008E4">
      <w:pPr>
        <w:pStyle w:val="libFootnote0"/>
        <w:rPr>
          <w:rtl/>
        </w:rPr>
      </w:pPr>
      <w:r>
        <w:rPr>
          <w:rtl/>
        </w:rPr>
        <w:t>4 ـ البحار 87 : 144 ضمن حديث 17 باب 75 ـ عن ثواب الأعمال.</w:t>
      </w:r>
    </w:p>
    <w:p w:rsidR="00AA2ABC" w:rsidRDefault="00AA2ABC" w:rsidP="001008E4">
      <w:pPr>
        <w:pStyle w:val="libFootnote0"/>
        <w:rPr>
          <w:rtl/>
        </w:rPr>
      </w:pPr>
      <w:r>
        <w:rPr>
          <w:rtl/>
        </w:rPr>
        <w:t xml:space="preserve">5 ـ البحار 87 : 148 ضمن حديث 22 باب 75 ـ عن علل الشرائع.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صلاة الليل تحسن الوجه ، وتحسن الخلق ، وتطيّب الريح ، وتدرّ الرزق ، وتقضي الدين ، وتذهب بالهمّ وتجلوا البصر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البيوت التي يصلّى فيها بالليل بتلاوة القرآن ، تضيء لأهل السماء كما يضيء نجوم السماء لأهل الأرض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قول الله عزّوجلّ : </w:t>
      </w:r>
      <w:r w:rsidRPr="002704FD">
        <w:rPr>
          <w:rStyle w:val="libAlaemChar"/>
          <w:rtl/>
        </w:rPr>
        <w:t>(</w:t>
      </w:r>
      <w:r w:rsidRPr="002704FD">
        <w:rPr>
          <w:rStyle w:val="libAieChar"/>
          <w:rtl/>
        </w:rPr>
        <w:t xml:space="preserve"> اِنَّ الحَسَنَاتِ يُذهِبنَ السَّيَّئَاتِ </w:t>
      </w:r>
      <w:r w:rsidRPr="002704FD">
        <w:rPr>
          <w:rStyle w:val="libAlaemChar"/>
          <w:rtl/>
        </w:rPr>
        <w:t>)</w:t>
      </w:r>
      <w:r>
        <w:rPr>
          <w:rtl/>
        </w:rPr>
        <w:t xml:space="preserve"> </w:t>
      </w:r>
      <w:r w:rsidRPr="001008E4">
        <w:rPr>
          <w:rStyle w:val="libFootnotenumChar"/>
          <w:rtl/>
        </w:rPr>
        <w:t>(3)</w:t>
      </w:r>
      <w:r>
        <w:rPr>
          <w:rtl/>
        </w:rPr>
        <w:t xml:space="preserve"> قال : صلاة المؤمن بالليل تذهب بما عمل من ذنب النهار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رزق صلاة الليل من عبد أو أمة ، قام لله عزّوجلّ مخلصاً ، فتؤضّأ وضوءاً سابغاً ، وصلّى لله عزّوجلّ بنيّة صادقة ، وقلب سليم ، وبدن خاشع ، وعين دامعة ، جعل الله تبارك وتعالى خلفه تسعة صفوف من الملائكة ، في كلّ صفّ ما لا يحصي عددهم الاّ الله تعالى ، أحد طرفي كلّ صفّ في المشرق والآخر بالمغرب ، قال : فاذا فرغ كتب له بعددهم درجات </w:t>
      </w:r>
      <w:r w:rsidRPr="001008E4">
        <w:rPr>
          <w:rStyle w:val="libFootnotenumChar"/>
          <w:rtl/>
        </w:rPr>
        <w:t>(5)</w:t>
      </w:r>
      <w:r>
        <w:rPr>
          <w:rtl/>
        </w:rPr>
        <w:t>.</w:t>
      </w:r>
    </w:p>
    <w:p w:rsidR="00AA2ABC" w:rsidRDefault="00AA2ABC" w:rsidP="002704FD">
      <w:pPr>
        <w:pStyle w:val="libNormal"/>
        <w:rPr>
          <w:rtl/>
        </w:rPr>
      </w:pPr>
      <w:r>
        <w:rPr>
          <w:rtl/>
        </w:rPr>
        <w:t xml:space="preserve">وعنه </w:t>
      </w:r>
      <w:r w:rsidR="00BF0EA2" w:rsidRPr="00BF0EA2">
        <w:rPr>
          <w:rStyle w:val="libAlaemChar"/>
          <w:rFonts w:hint="cs"/>
          <w:rtl/>
        </w:rPr>
        <w:t>صلى‌الله‌عليه‌وآله</w:t>
      </w:r>
      <w:r>
        <w:rPr>
          <w:rtl/>
        </w:rPr>
        <w:t xml:space="preserve"> قال : ... انّ العبد إذا تخلّى بسيّده في جوف الليل المظلم وناجاه ، أثبت الله النور في قلبه ، فاذا قال : يا رب يا رب ، ناداه الجليل جلّ جلاله : لبيك عبدي ، سلني اُعطيك ، وتوكل عليّ أكفك.</w:t>
      </w:r>
    </w:p>
    <w:p w:rsidR="00AA2ABC" w:rsidRDefault="00AA2ABC" w:rsidP="002704FD">
      <w:pPr>
        <w:pStyle w:val="libNormal"/>
        <w:rPr>
          <w:rtl/>
        </w:rPr>
      </w:pPr>
      <w:r>
        <w:rPr>
          <w:rtl/>
        </w:rPr>
        <w:t xml:space="preserve">ثم يقول جلّ جلاله لملائكته : ملائكي أُنظروا إلى عبدي فقد تخلّى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87 : 153 ضمن حديث 31 باب 75 ـ عن ثواب الأعمال.</w:t>
      </w:r>
    </w:p>
    <w:p w:rsidR="00AA2ABC" w:rsidRDefault="00AA2ABC" w:rsidP="001008E4">
      <w:pPr>
        <w:pStyle w:val="libFootnote0"/>
        <w:rPr>
          <w:rtl/>
        </w:rPr>
      </w:pPr>
      <w:r>
        <w:rPr>
          <w:rtl/>
        </w:rPr>
        <w:t>2 ـ البحار 87 : 153 ح 32 باب 75 ـ عن ثواب الأعمال.</w:t>
      </w:r>
    </w:p>
    <w:p w:rsidR="00AA2ABC" w:rsidRDefault="00AA2ABC" w:rsidP="001008E4">
      <w:pPr>
        <w:pStyle w:val="libFootnote0"/>
        <w:rPr>
          <w:rtl/>
        </w:rPr>
      </w:pPr>
      <w:r>
        <w:rPr>
          <w:rtl/>
        </w:rPr>
        <w:t>3 ـ هود : 114.</w:t>
      </w:r>
    </w:p>
    <w:p w:rsidR="00AA2ABC" w:rsidRDefault="00AA2ABC" w:rsidP="001008E4">
      <w:pPr>
        <w:pStyle w:val="libFootnote0"/>
        <w:rPr>
          <w:rtl/>
        </w:rPr>
      </w:pPr>
      <w:r>
        <w:rPr>
          <w:rtl/>
        </w:rPr>
        <w:t>4 ـ البحار 87 : 148 ضمن حديث 23 باب 75 ـ عن علل الشرائع.</w:t>
      </w:r>
    </w:p>
    <w:p w:rsidR="00AA2ABC" w:rsidRDefault="00AA2ABC" w:rsidP="001008E4">
      <w:pPr>
        <w:pStyle w:val="libFootnote0"/>
        <w:rPr>
          <w:rtl/>
        </w:rPr>
      </w:pPr>
      <w:r>
        <w:rPr>
          <w:rtl/>
        </w:rPr>
        <w:t xml:space="preserve">5 ـ البحار 87 : 136 ح 3 باب 75 عن أمالي الصدوق. </w:t>
      </w:r>
    </w:p>
    <w:p w:rsidR="00AA2ABC" w:rsidRDefault="00AA2ABC" w:rsidP="002704FD">
      <w:pPr>
        <w:pStyle w:val="libNormal0"/>
        <w:rPr>
          <w:rtl/>
        </w:rPr>
      </w:pPr>
      <w:r>
        <w:rPr>
          <w:rtl/>
        </w:rPr>
        <w:br w:type="page"/>
      </w:r>
      <w:r>
        <w:rPr>
          <w:rtl/>
        </w:rPr>
        <w:lastRenderedPageBreak/>
        <w:t xml:space="preserve">جوف هذا الليل المظلم ، والبطالون لاهون ، والغافلون نيام ، اشهدوا انّي قد غفرت له ...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ما زال جبرئيل يوصيني بقيام الليل حتى ظننت انّ خيار امتي لن يناموا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لعليّ </w:t>
      </w:r>
      <w:r w:rsidR="00763E2E" w:rsidRPr="00763E2E">
        <w:rPr>
          <w:rStyle w:val="libAlaemChar"/>
          <w:rFonts w:hint="cs"/>
          <w:rtl/>
        </w:rPr>
        <w:t>عليه‌السلام</w:t>
      </w:r>
      <w:r>
        <w:rPr>
          <w:rtl/>
        </w:rPr>
        <w:t xml:space="preserve"> : يا عليّ ثلاث فرحات للمؤمن في الدنيا : لقاء الاخوان ، والافطار من الصيام ، والتهجد من آخر الليل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ما اتخذ الله إبراهيم خليلاً الاّ لاطعامه الطعام ، وصلاته بالليل والناس نيام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أبي جعفر الباقر </w:t>
      </w:r>
      <w:r w:rsidR="00763E2E" w:rsidRPr="00763E2E">
        <w:rPr>
          <w:rStyle w:val="libAlaemChar"/>
          <w:rFonts w:hint="cs"/>
          <w:rtl/>
        </w:rPr>
        <w:t>عليه‌السلام</w:t>
      </w:r>
      <w:r>
        <w:rPr>
          <w:rtl/>
        </w:rPr>
        <w:t xml:space="preserve"> انّه قال : من كان يؤمن بالله واليوم الآخر فلا يبيتنّ الاّ بوتر </w:t>
      </w:r>
      <w:r w:rsidRPr="001008E4">
        <w:rPr>
          <w:rStyle w:val="libFootnotenumChar"/>
          <w:rtl/>
        </w:rPr>
        <w:t>(5)</w:t>
      </w:r>
      <w:r>
        <w:rPr>
          <w:rtl/>
        </w:rPr>
        <w:t>.</w:t>
      </w:r>
    </w:p>
    <w:p w:rsidR="00AA2ABC" w:rsidRDefault="00AA2ABC" w:rsidP="002704FD">
      <w:pPr>
        <w:pStyle w:val="libNormal"/>
        <w:rPr>
          <w:rtl/>
        </w:rPr>
      </w:pPr>
      <w:r>
        <w:rPr>
          <w:rtl/>
        </w:rPr>
        <w:t xml:space="preserve">وروي انّه جاء رجل إلى أمير المؤمينن </w:t>
      </w:r>
      <w:r w:rsidR="00763E2E" w:rsidRPr="00763E2E">
        <w:rPr>
          <w:rStyle w:val="libAlaemChar"/>
          <w:rFonts w:hint="cs"/>
          <w:rtl/>
        </w:rPr>
        <w:t>عليه‌السلام</w:t>
      </w:r>
      <w:r>
        <w:rPr>
          <w:rtl/>
        </w:rPr>
        <w:t xml:space="preserve"> فقال : يا أمير المؤمنين انّي قد حرمت الصلاة بالليل ، فقال أمير المؤمنين </w:t>
      </w:r>
      <w:r w:rsidR="00763E2E" w:rsidRPr="00763E2E">
        <w:rPr>
          <w:rStyle w:val="libAlaemChar"/>
          <w:rFonts w:hint="cs"/>
          <w:rtl/>
        </w:rPr>
        <w:t>عليه‌السلام</w:t>
      </w:r>
      <w:r>
        <w:rPr>
          <w:rtl/>
        </w:rPr>
        <w:t xml:space="preserve"> : أنت رجل قد قيّدتك ذنوبك </w:t>
      </w:r>
      <w:r w:rsidRPr="001008E4">
        <w:rPr>
          <w:rStyle w:val="libFootnotenumChar"/>
          <w:rtl/>
        </w:rPr>
        <w:t>(6)</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الركعتان في جوف الليل أحبّ إليّ من الدنيا وما فيها </w:t>
      </w:r>
      <w:r w:rsidRPr="001008E4">
        <w:rPr>
          <w:rStyle w:val="libFootnotenumChar"/>
          <w:rtl/>
        </w:rPr>
        <w:t>(7)</w:t>
      </w:r>
      <w:r>
        <w:rPr>
          <w:rtl/>
        </w:rPr>
        <w:t>.</w:t>
      </w:r>
    </w:p>
    <w:p w:rsidR="00AA2ABC" w:rsidRDefault="00AA2ABC" w:rsidP="002704FD">
      <w:pPr>
        <w:pStyle w:val="libNormal"/>
        <w:rPr>
          <w:rtl/>
        </w:rPr>
      </w:pPr>
      <w:r>
        <w:rPr>
          <w:rtl/>
        </w:rPr>
        <w:t xml:space="preserve">وعنه </w:t>
      </w:r>
      <w:r w:rsidR="00BF0EA2" w:rsidRPr="00BF0EA2">
        <w:rPr>
          <w:rStyle w:val="libAlaemChar"/>
          <w:rFonts w:hint="cs"/>
          <w:rtl/>
        </w:rPr>
        <w:t>صلى‌الله‌عليه‌وآله</w:t>
      </w:r>
      <w:r>
        <w:rPr>
          <w:rtl/>
        </w:rPr>
        <w:t xml:space="preserve"> قال : قالت أُمّ سليمان بن داود لسليمان </w:t>
      </w:r>
      <w:r w:rsidR="00763E2E" w:rsidRPr="00763E2E">
        <w:rPr>
          <w:rStyle w:val="libAlaemChar"/>
          <w:rFonts w:hint="cs"/>
          <w:rtl/>
        </w:rPr>
        <w:t>عليه‌السلام</w:t>
      </w:r>
      <w:r>
        <w:rPr>
          <w:rtl/>
        </w:rPr>
        <w:t xml:space="preserve"> : اياك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87 : 137 ح 4 باب 75 عن أمالي الصدوق.</w:t>
      </w:r>
    </w:p>
    <w:p w:rsidR="00AA2ABC" w:rsidRDefault="00AA2ABC" w:rsidP="001008E4">
      <w:pPr>
        <w:pStyle w:val="libFootnote0"/>
        <w:rPr>
          <w:rtl/>
        </w:rPr>
      </w:pPr>
      <w:r>
        <w:rPr>
          <w:rtl/>
        </w:rPr>
        <w:t>2 ـ البحار 87 : 139 ضمن حديث 7 باب 7 عن أمالي الصدوق.</w:t>
      </w:r>
    </w:p>
    <w:p w:rsidR="00AA2ABC" w:rsidRDefault="00AA2ABC" w:rsidP="001008E4">
      <w:pPr>
        <w:pStyle w:val="libFootnote0"/>
        <w:rPr>
          <w:rtl/>
        </w:rPr>
      </w:pPr>
      <w:r>
        <w:rPr>
          <w:rtl/>
        </w:rPr>
        <w:t>3 ـ الخصال : 125 ضمن حديث 121 باب 3 ـ عنه البحار 87 : 142 ح 13 باب 75.</w:t>
      </w:r>
    </w:p>
    <w:p w:rsidR="00AA2ABC" w:rsidRDefault="00AA2ABC" w:rsidP="001008E4">
      <w:pPr>
        <w:pStyle w:val="libFootnote0"/>
        <w:rPr>
          <w:rtl/>
        </w:rPr>
      </w:pPr>
      <w:r>
        <w:rPr>
          <w:rtl/>
        </w:rPr>
        <w:t>4 ـ البحار 87 : 144 ح 18 باب 75 عن علل الشرائع.</w:t>
      </w:r>
    </w:p>
    <w:p w:rsidR="00AA2ABC" w:rsidRDefault="00AA2ABC" w:rsidP="001008E4">
      <w:pPr>
        <w:pStyle w:val="libFootnote0"/>
        <w:rPr>
          <w:rtl/>
        </w:rPr>
      </w:pPr>
      <w:r>
        <w:rPr>
          <w:rtl/>
        </w:rPr>
        <w:t>5 ـ البحار 87 : 145 ح 19 باب 75 عن علل الشرائع.</w:t>
      </w:r>
    </w:p>
    <w:p w:rsidR="00AA2ABC" w:rsidRDefault="00AA2ABC" w:rsidP="001008E4">
      <w:pPr>
        <w:pStyle w:val="libFootnote0"/>
        <w:rPr>
          <w:rtl/>
        </w:rPr>
      </w:pPr>
      <w:r>
        <w:rPr>
          <w:rtl/>
        </w:rPr>
        <w:t>6 ـ البحار 87 : 146 ضمن حديث 19 باب 75 عن علل الشرائع.</w:t>
      </w:r>
    </w:p>
    <w:p w:rsidR="00AA2ABC" w:rsidRDefault="00AA2ABC" w:rsidP="001008E4">
      <w:pPr>
        <w:pStyle w:val="libFootnote0"/>
        <w:rPr>
          <w:rtl/>
        </w:rPr>
      </w:pPr>
      <w:r>
        <w:rPr>
          <w:rtl/>
        </w:rPr>
        <w:t xml:space="preserve">7 ـ البحار 87 : 148 ح 23 باب 75 عن علل الشرائع. </w:t>
      </w:r>
    </w:p>
    <w:p w:rsidR="00AA2ABC" w:rsidRDefault="00AA2ABC" w:rsidP="002704FD">
      <w:pPr>
        <w:pStyle w:val="libNormal0"/>
        <w:rPr>
          <w:rtl/>
        </w:rPr>
      </w:pPr>
      <w:r>
        <w:rPr>
          <w:rtl/>
        </w:rPr>
        <w:br w:type="page"/>
      </w:r>
      <w:r>
        <w:rPr>
          <w:rtl/>
        </w:rPr>
        <w:lastRenderedPageBreak/>
        <w:t xml:space="preserve">وكثرة النوم بالليل ، فإنّ كثرة النوم بالليل تدع الرجل فقيراً يوم القيامة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 رجلاً سأل عليّ بن أبي طالب </w:t>
      </w:r>
      <w:r w:rsidR="00763E2E" w:rsidRPr="00763E2E">
        <w:rPr>
          <w:rStyle w:val="libAlaemChar"/>
          <w:rFonts w:hint="cs"/>
          <w:rtl/>
        </w:rPr>
        <w:t>عليه‌السلام</w:t>
      </w:r>
      <w:r>
        <w:rPr>
          <w:rtl/>
        </w:rPr>
        <w:t xml:space="preserve"> عن قيام الليل بالقرآن ، فقال له : أبشر من صلّى من الليل عُشر ليلة لله مخلصاً ابتغاء مرضات الله قال الله عزّوجلّ لملائكة : اكتبو لعبدي هذا من الحسنات عدد ما أنبت في الليل من حبّة وورقة وشجرة ، وعدد كلّ قصبة وخوط </w:t>
      </w:r>
      <w:r w:rsidRPr="001008E4">
        <w:rPr>
          <w:rStyle w:val="libFootnotenumChar"/>
          <w:rtl/>
        </w:rPr>
        <w:t>(2)</w:t>
      </w:r>
      <w:r>
        <w:rPr>
          <w:rtl/>
        </w:rPr>
        <w:t xml:space="preserve"> ومرعى.</w:t>
      </w:r>
    </w:p>
    <w:p w:rsidR="00AA2ABC" w:rsidRDefault="00AA2ABC" w:rsidP="002704FD">
      <w:pPr>
        <w:pStyle w:val="libNormal"/>
        <w:rPr>
          <w:rtl/>
        </w:rPr>
      </w:pPr>
      <w:r>
        <w:rPr>
          <w:rtl/>
        </w:rPr>
        <w:t>ومن صلّى تُسع ليلة أعطاه الله عشر دعوات مستجابات ، وأعطاه كتابه بيمينه يوم القيامة ، ومن صلّى ثُمن ليلة خرج من قبره يوم يبعث ووجهه كالقمر ليلة البدر حتى يمرّ على الصراط مع الآمنين ، ومن صلّى سدس ليلة كتب من الأوّابين ، وغفر له ما تقدّم من ذنبه.</w:t>
      </w:r>
    </w:p>
    <w:p w:rsidR="00AA2ABC" w:rsidRDefault="00AA2ABC" w:rsidP="002704FD">
      <w:pPr>
        <w:pStyle w:val="libNormal"/>
        <w:rPr>
          <w:rtl/>
        </w:rPr>
      </w:pPr>
      <w:r>
        <w:rPr>
          <w:rtl/>
        </w:rPr>
        <w:t>ومن صلّى خُمس ليلة زاحم إبراهيم خليل الرحمن في قبته ، ومن صلّى ربع ليلة كان في أوّل الفائزين حتى يمرّ على الصراط كالريح العاصف ، ويدخل الجنّة بغير حساب ، ومن صلّى ثلث ليلة لم يبق ملك الاّ غبطه بمنزلته من الله عزّوجلّ وقيل : ادخل من أيّ أبواب الجنّة الثمانية شئت.</w:t>
      </w:r>
    </w:p>
    <w:p w:rsidR="00AA2ABC" w:rsidRDefault="00AA2ABC" w:rsidP="002704FD">
      <w:pPr>
        <w:pStyle w:val="libNormal"/>
        <w:rPr>
          <w:rtl/>
        </w:rPr>
      </w:pPr>
      <w:r>
        <w:rPr>
          <w:rtl/>
        </w:rPr>
        <w:t>ومن صلّى نصف ليلة فلو أعطى ملء الأرض ذهباً سبعين ألف مرّة لم يعدل جزاءه ، وكان له ذلك أفضل من سبعين رقبة يعتقها من ولد إسماعيل ، ومن صلّى ثلثي ليلة كان له من الحسنات قدر رمل عالج ، أدناها حسنة أثقل من جبل أحد عشر مرّات.</w:t>
      </w:r>
    </w:p>
    <w:p w:rsidR="00AA2ABC" w:rsidRDefault="00AA2ABC" w:rsidP="002704FD">
      <w:pPr>
        <w:pStyle w:val="libNormal"/>
        <w:rPr>
          <w:rtl/>
        </w:rPr>
      </w:pPr>
      <w:r>
        <w:rPr>
          <w:rtl/>
        </w:rPr>
        <w:t xml:space="preserve">ومن صلّى ليلة مائة تامة تالياً لكتاب الله عزّوجلّ ، راكعاً ساجداً وذاكراً اُعطي 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28 ح 99 باب 1 ـ عنه البحار 87 : 152 ح 29 باب 75.</w:t>
      </w:r>
    </w:p>
    <w:p w:rsidR="00AA2ABC" w:rsidRDefault="00AA2ABC" w:rsidP="001008E4">
      <w:pPr>
        <w:pStyle w:val="libFootnote0"/>
        <w:rPr>
          <w:rtl/>
        </w:rPr>
      </w:pPr>
      <w:r>
        <w:rPr>
          <w:rtl/>
        </w:rPr>
        <w:t xml:space="preserve">2 ـ الخوط ـ بالضم ـ : الغصن الناعم لسنة ، أو كلّ قضيب. </w:t>
      </w:r>
    </w:p>
    <w:p w:rsidR="00AA2ABC" w:rsidRDefault="00AA2ABC" w:rsidP="002704FD">
      <w:pPr>
        <w:pStyle w:val="libNormal0"/>
        <w:rPr>
          <w:rtl/>
        </w:rPr>
      </w:pPr>
      <w:r>
        <w:rPr>
          <w:rtl/>
        </w:rPr>
        <w:br w:type="page"/>
      </w:r>
      <w:r>
        <w:rPr>
          <w:rtl/>
        </w:rPr>
        <w:lastRenderedPageBreak/>
        <w:t>الثواب ما أدناه يخرج من الذنوب كما ولدته امّه ، ويكتب له عدد ما خلق الله من الحسنات ، ومثلها درجات ، ويثبت النور في قبره ، وينزع الاثم والحسد من قلبه ، ويجار من عذاب القبر ، ويعطى براءة من النار ، ويبعث من الآمنين.</w:t>
      </w:r>
    </w:p>
    <w:p w:rsidR="00AA2ABC" w:rsidRDefault="00AA2ABC" w:rsidP="002704FD">
      <w:pPr>
        <w:pStyle w:val="libNormal"/>
        <w:rPr>
          <w:rtl/>
        </w:rPr>
      </w:pPr>
      <w:r>
        <w:rPr>
          <w:rtl/>
        </w:rPr>
        <w:t xml:space="preserve">ويقول الرب تبارك وتعالى لملائكته : ملائكتي انظروا إلى عبدي أحيا ليلة ابتغاء مرضاتي ، أسكنوه الفردوس ، وله مائة ألف مدينة ، في كلّ مدينة جميع ما تشتهي الأنفس وتلذ الأعين ، وما لا يخطر على بال سوى ما أعددت له من الكرامة والمزيد والقربة </w:t>
      </w:r>
      <w:r w:rsidRPr="001008E4">
        <w:rPr>
          <w:rStyle w:val="libFootnotenumChar"/>
          <w:rtl/>
        </w:rPr>
        <w:t>(1)</w:t>
      </w:r>
      <w:r>
        <w:rPr>
          <w:rtl/>
        </w:rPr>
        <w:t>.</w:t>
      </w:r>
    </w:p>
    <w:p w:rsidR="00AA2ABC" w:rsidRDefault="00AA2ABC" w:rsidP="002704FD">
      <w:pPr>
        <w:pStyle w:val="libNormal"/>
        <w:rPr>
          <w:rtl/>
        </w:rPr>
      </w:pPr>
      <w:r>
        <w:rPr>
          <w:rtl/>
        </w:rPr>
        <w:t xml:space="preserve">والأحاديث في هذا الباب كثيرة ، وقد ذكر كيفية صلاة الليل وأدعيتها في كتب الدعاء والحديث فليرجع الطالب إليها ، وقد ألّف والدي </w:t>
      </w:r>
      <w:r w:rsidR="003856BA" w:rsidRPr="003856BA">
        <w:rPr>
          <w:rStyle w:val="libAlaemChar"/>
          <w:rFonts w:hint="cs"/>
          <w:rtl/>
        </w:rPr>
        <w:t>رحمه‌الله</w:t>
      </w:r>
      <w:r>
        <w:rPr>
          <w:rtl/>
        </w:rPr>
        <w:t xml:space="preserve"> رسالات صغيرة وكبيرة في هذا الباب ... ولو ذكرنا هنا كيفيات وأحكام العبادات لطال بنا المقام.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87 : 170 ح 4 باب 77 ـ عن أمالي الصدوق : 240 ح 16 مجلس 48. </w:t>
      </w:r>
    </w:p>
    <w:p w:rsidR="00AA2ABC" w:rsidRDefault="00AA2ABC" w:rsidP="002704FD">
      <w:pPr>
        <w:pStyle w:val="libNormal"/>
        <w:rPr>
          <w:rtl/>
        </w:rPr>
      </w:pPr>
      <w:r>
        <w:rPr>
          <w:rtl/>
        </w:rPr>
        <w:br w:type="page"/>
      </w:r>
      <w:bookmarkStart w:id="41" w:name="_Toc392501857"/>
      <w:bookmarkStart w:id="42" w:name="_Toc392502805"/>
      <w:r w:rsidRPr="00404A7E">
        <w:rPr>
          <w:rStyle w:val="Heading1Char"/>
          <w:rtl/>
        </w:rPr>
        <w:lastRenderedPageBreak/>
        <w:t>[</w:t>
      </w:r>
      <w:bookmarkEnd w:id="41"/>
      <w:bookmarkEnd w:id="42"/>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w:t>
      </w:r>
      <w:r w:rsidRPr="002704FD">
        <w:rPr>
          <w:rStyle w:val="libBold1Char"/>
          <w:rtl/>
        </w:rPr>
        <w:t>]</w:t>
      </w:r>
      <w:r>
        <w:rPr>
          <w:rtl/>
        </w:rPr>
        <w:t xml:space="preserve"> : </w:t>
      </w:r>
    </w:p>
    <w:p w:rsidR="00AA2ABC" w:rsidRDefault="00AA2ABC" w:rsidP="002704FD">
      <w:pPr>
        <w:pStyle w:val="libNormal"/>
        <w:rPr>
          <w:rtl/>
        </w:rPr>
      </w:pPr>
      <w:r w:rsidRPr="00404A7E">
        <w:rPr>
          <w:rtl/>
        </w:rPr>
        <w:t>يا أباذر ما من رجل يجعل جبهته في بقاع الأرض الاّ شهدت</w:t>
      </w:r>
      <w:r>
        <w:rPr>
          <w:rtl/>
        </w:rPr>
        <w:t xml:space="preserve"> له بها يوم القيامة ، وما من منزل ينزله قوم الاّ وأصبح ذلك المنزل يصلى عليهم أو يلعنهم.</w:t>
      </w:r>
    </w:p>
    <w:p w:rsidR="00AA2ABC" w:rsidRDefault="00AA2ABC" w:rsidP="002704FD">
      <w:pPr>
        <w:pStyle w:val="libNormal"/>
        <w:rPr>
          <w:rtl/>
        </w:rPr>
      </w:pPr>
      <w:r>
        <w:rPr>
          <w:rtl/>
        </w:rPr>
        <w:t>يا أباذر ما من صباح ولا رواح الاّ وبقاع الأرض ينادي بعضها بعضاً : يا جارتي هل مرّ بك ذاكر لله ، أو عبد وضع جبهته عليك ساجداً لله؟ فمن قائلة : لا ، ومن قائلة : نعم ، فاذا قالت : نعم ، اهتزّت وابتهجت ، وترى أنّ لها الفضل على جارتها.</w:t>
      </w:r>
    </w:p>
    <w:p w:rsidR="00AA2ABC" w:rsidRDefault="00AA2ABC" w:rsidP="002704FD">
      <w:pPr>
        <w:pStyle w:val="libNormal"/>
        <w:rPr>
          <w:rtl/>
        </w:rPr>
      </w:pPr>
      <w:r>
        <w:rPr>
          <w:rtl/>
        </w:rPr>
        <w:t>اعلم انّ الانسان احاطه الغرور بحيث أصبحت الجمادات أكثر وعياً منه وأعرف قدراً لعبادة الله تعالى وطاعته ، ويمكن توجيه هذه الأخبار بوجوه.</w:t>
      </w:r>
    </w:p>
    <w:p w:rsidR="00AA2ABC" w:rsidRDefault="00AA2ABC" w:rsidP="002704FD">
      <w:pPr>
        <w:pStyle w:val="libNormal"/>
        <w:rPr>
          <w:rtl/>
        </w:rPr>
      </w:pPr>
      <w:r w:rsidRPr="002704FD">
        <w:rPr>
          <w:rStyle w:val="libBold2Char"/>
          <w:rtl/>
        </w:rPr>
        <w:t xml:space="preserve">الأول : </w:t>
      </w:r>
      <w:r>
        <w:rPr>
          <w:rtl/>
        </w:rPr>
        <w:t xml:space="preserve">أن تحمل على حقيقتها ، وانّ للجمادات شعور ضعيف : كما يقول الله تعالى : </w:t>
      </w:r>
      <w:r w:rsidRPr="002704FD">
        <w:rPr>
          <w:rStyle w:val="libAlaemChar"/>
          <w:rtl/>
        </w:rPr>
        <w:t>(</w:t>
      </w:r>
      <w:r w:rsidRPr="002704FD">
        <w:rPr>
          <w:rStyle w:val="libAieChar"/>
          <w:rtl/>
        </w:rPr>
        <w:t xml:space="preserve"> وَاِن مِن شَيءٍ اِلاَّ يُسَبِّحُ بِحَمدِهِ وَلَكِن لاَّ تَفقَهُونَ تَسبِيحَهُم </w:t>
      </w:r>
      <w:r w:rsidRPr="0091461B">
        <w:rPr>
          <w:rtl/>
        </w:rPr>
        <w:t>...</w:t>
      </w:r>
      <w:r w:rsidRPr="002704FD">
        <w:rPr>
          <w:rStyle w:val="libAieChar"/>
          <w:rtl/>
        </w:rPr>
        <w:t xml:space="preserve">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الثاني : </w:t>
      </w:r>
      <w:r>
        <w:rPr>
          <w:rtl/>
        </w:rPr>
        <w:t>انّ هذا الكلام مقدّر ، أي انّها لو كانت تشعر لقالت هكذا.</w:t>
      </w:r>
    </w:p>
    <w:p w:rsidR="00AA2ABC" w:rsidRDefault="00AA2ABC" w:rsidP="002704FD">
      <w:pPr>
        <w:pStyle w:val="libNormal"/>
        <w:rPr>
          <w:rtl/>
        </w:rPr>
      </w:pPr>
      <w:r w:rsidRPr="002704FD">
        <w:rPr>
          <w:rStyle w:val="libBold2Char"/>
          <w:rtl/>
        </w:rPr>
        <w:t xml:space="preserve">الثالث : </w:t>
      </w:r>
      <w:r>
        <w:rPr>
          <w:rtl/>
        </w:rPr>
        <w:t xml:space="preserve">أن يكون المراد من بقاع الأرض سكّان تلك البقاع من الملائكة وصالحي الجن ، العابدين الله فيها ، وروي بسند معتبر انّ أبا عبدالله </w:t>
      </w:r>
      <w:r w:rsidR="00763E2E" w:rsidRPr="00763E2E">
        <w:rPr>
          <w:rStyle w:val="libAlaemChar"/>
          <w:rFonts w:hint="cs"/>
          <w:rtl/>
        </w:rPr>
        <w:t>عليه‌السلام</w:t>
      </w:r>
      <w:r>
        <w:rPr>
          <w:rtl/>
        </w:rPr>
        <w:t xml:space="preserve"> سئل : يصلّى الرجل نوافله في موضع أو يفرّقها؟ فقال : لا بل يفرّقها هاهنا وهاهنا ، فانّها تشهد له يوم القيامة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الاسراء : 44.</w:t>
      </w:r>
    </w:p>
    <w:p w:rsidR="00AA2ABC" w:rsidRDefault="00AA2ABC" w:rsidP="001008E4">
      <w:pPr>
        <w:pStyle w:val="libFootnote0"/>
        <w:rPr>
          <w:rtl/>
        </w:rPr>
      </w:pPr>
      <w:r>
        <w:rPr>
          <w:rtl/>
        </w:rPr>
        <w:t xml:space="preserve">2 ـ الكافي 3 : 455 ح 18 باب تقديم النوافل .... </w:t>
      </w:r>
    </w:p>
    <w:p w:rsidR="00AA2ABC" w:rsidRDefault="00AA2ABC" w:rsidP="002704FD">
      <w:pPr>
        <w:pStyle w:val="libNormal"/>
        <w:rPr>
          <w:rtl/>
        </w:rPr>
      </w:pPr>
      <w:r>
        <w:rPr>
          <w:rtl/>
        </w:rPr>
        <w:br w:type="page"/>
      </w:r>
      <w:r>
        <w:rPr>
          <w:rtl/>
        </w:rPr>
        <w:lastRenderedPageBreak/>
        <w:t xml:space="preserve">وروي بأسانيد معتبرة انّه : ما اجتمع قوم في مجلس لم يذكروا الله ولم يذكرونا ، الاّ كان ذلك المجلس حسرة عليهم يوم القيامة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468 ح 20 باب 95 ـ عن عدّة الداعي.</w:t>
      </w:r>
    </w:p>
    <w:p w:rsidR="00AA2ABC" w:rsidRDefault="00AA2ABC" w:rsidP="002704FD">
      <w:pPr>
        <w:pStyle w:val="libNormal"/>
        <w:rPr>
          <w:rtl/>
        </w:rPr>
      </w:pPr>
      <w:r>
        <w:rPr>
          <w:rtl/>
        </w:rPr>
        <w:br w:type="page"/>
      </w:r>
      <w:bookmarkStart w:id="43" w:name="_Toc392501858"/>
      <w:bookmarkStart w:id="44" w:name="_Toc392502806"/>
      <w:r w:rsidRPr="00E36043">
        <w:rPr>
          <w:rStyle w:val="Heading1Char"/>
          <w:rtl/>
        </w:rPr>
        <w:lastRenderedPageBreak/>
        <w:t>[</w:t>
      </w:r>
      <w:bookmarkEnd w:id="43"/>
      <w:bookmarkEnd w:id="44"/>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sidRPr="00E36043">
        <w:rPr>
          <w:rtl/>
        </w:rPr>
        <w:t>يا أباذر انّ الله جلّ ثناؤه</w:t>
      </w:r>
      <w:r>
        <w:rPr>
          <w:rtl/>
        </w:rPr>
        <w:t xml:space="preserve"> لما خلق الأرض وخلق ما فيها من الشجر لم تكن في الأرض شجرة يأتيها بنو آدم الاّ أصابوا منها منفعة ، فلم تزل الأرض والشجر كذلك حتى تكلّم فجرة بني آدم بالكلمة العظيمة ، قالوا : « </w:t>
      </w:r>
      <w:r w:rsidRPr="002704FD">
        <w:rPr>
          <w:rStyle w:val="libAieChar"/>
          <w:rtl/>
        </w:rPr>
        <w:t>اتخذ الله ولداً</w:t>
      </w:r>
      <w:r>
        <w:rPr>
          <w:rtl/>
        </w:rPr>
        <w:t xml:space="preserve"> » فلمّا قالوها اقشعرّت الأرض ، وذهبت منفعة الأشجار.</w:t>
      </w:r>
    </w:p>
    <w:p w:rsidR="00AA2ABC" w:rsidRDefault="00AA2ABC" w:rsidP="002704FD">
      <w:pPr>
        <w:pStyle w:val="libNormal"/>
        <w:rPr>
          <w:rtl/>
        </w:rPr>
      </w:pPr>
      <w:r>
        <w:rPr>
          <w:rtl/>
        </w:rPr>
        <w:t xml:space="preserve">يقول الله تعالى : </w:t>
      </w:r>
      <w:r w:rsidRPr="002704FD">
        <w:rPr>
          <w:rStyle w:val="libAlaemChar"/>
          <w:rtl/>
        </w:rPr>
        <w:t>(</w:t>
      </w:r>
      <w:r w:rsidRPr="002704FD">
        <w:rPr>
          <w:rStyle w:val="libAieChar"/>
          <w:rtl/>
        </w:rPr>
        <w:t xml:space="preserve"> تَكَادُ السَّمَاوَاتُ يَتَفَطَّرنَ مِنهُ وَتنشَقُّ الأَرضُ وَتَخِرُّ الجِبَالُ هَدّاً * أن دَعَوا لِلرَّحمَنِ وَلَداً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ولقد تكلم كفّار قريش بهذه الكلمة الشنيعة حيث زعموا أن البنات أولاد الله تعالى ، وجعلت اليهود عزيراً ابن الله ، وجعلت المسيح عيسى ابن الله ، تعالى الله عما يقول الظالمون علواً كبيراً.</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لم يخلق الله عزّوجلّ شجرة الاّ ولها ثمرة تؤكل ، فلما قال الناس : « </w:t>
      </w:r>
      <w:r w:rsidRPr="002704FD">
        <w:rPr>
          <w:rStyle w:val="libAieChar"/>
          <w:rtl/>
        </w:rPr>
        <w:t>اتخذ الله ولداً</w:t>
      </w:r>
      <w:r>
        <w:rPr>
          <w:rtl/>
        </w:rPr>
        <w:t xml:space="preserve"> » أذهب نصف ثمرها ، فلمّا اتخذوا مع الله الهاً شاك الشجر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انّ نبياً من أنبياء الله بعثه الله تعالى إلى قومه ، فبقي فيهم أربعين سنة فلم يؤمنوا به ، فكان لهم عيد في كنيسة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مريم : 90.</w:t>
      </w:r>
    </w:p>
    <w:p w:rsidR="00AA2ABC" w:rsidRDefault="00AA2ABC" w:rsidP="001008E4">
      <w:pPr>
        <w:pStyle w:val="libFootnote0"/>
        <w:rPr>
          <w:rtl/>
        </w:rPr>
      </w:pPr>
      <w:r>
        <w:rPr>
          <w:rtl/>
        </w:rPr>
        <w:t xml:space="preserve">2 ـ علل الشرائع : 573 ح 1 باب 374 ـ عنه البحار 66 : 112 ح 3 باب 1. </w:t>
      </w:r>
    </w:p>
    <w:p w:rsidR="00AA2ABC" w:rsidRDefault="00AA2ABC" w:rsidP="002704FD">
      <w:pPr>
        <w:pStyle w:val="libNormal0"/>
        <w:rPr>
          <w:rtl/>
        </w:rPr>
      </w:pPr>
      <w:r>
        <w:rPr>
          <w:rtl/>
        </w:rPr>
        <w:br w:type="page"/>
      </w:r>
      <w:r>
        <w:rPr>
          <w:rtl/>
        </w:rPr>
        <w:lastRenderedPageBreak/>
        <w:t>فاتبعهم ذلك النبي ، فقال لهم : آمنوا بالله.</w:t>
      </w:r>
    </w:p>
    <w:p w:rsidR="00AA2ABC" w:rsidRDefault="00AA2ABC" w:rsidP="002704FD">
      <w:pPr>
        <w:pStyle w:val="libNormal"/>
        <w:rPr>
          <w:rtl/>
        </w:rPr>
      </w:pPr>
      <w:r>
        <w:rPr>
          <w:rtl/>
        </w:rPr>
        <w:t>قالوا له : ان كنت نبيّاً فادع لنا الله أن يجيئنا بطعام على لون ثيابنا ، وكانت ثيابهم صفراء ، فجاء بخشبة يابسة ، فدعا الله تعالى عليها ، فاخضرت وأينعت وجاء بالمشمش حملاً.</w:t>
      </w:r>
    </w:p>
    <w:p w:rsidR="00AA2ABC" w:rsidRDefault="00AA2ABC" w:rsidP="002704FD">
      <w:pPr>
        <w:pStyle w:val="libNormal"/>
        <w:rPr>
          <w:rtl/>
        </w:rPr>
      </w:pPr>
      <w:r>
        <w:rPr>
          <w:rtl/>
        </w:rPr>
        <w:t xml:space="preserve">فأكلوا ، فكلّ من أكل ونوى أن يسلم على يد ذلك النبيّ خرج ما في جوف النوى من فيه حلواً ، ومن نوى انّه لا يسلم خرج ما في جوف النوى من فيه مرّاً </w:t>
      </w:r>
      <w:r w:rsidRPr="001008E4">
        <w:rPr>
          <w:rStyle w:val="libFootnotenumChar"/>
          <w:rtl/>
        </w:rPr>
        <w:t>(1)</w:t>
      </w:r>
      <w:r>
        <w:rPr>
          <w:rtl/>
        </w:rPr>
        <w:t>.</w:t>
      </w:r>
    </w:p>
    <w:p w:rsidR="00AA2ABC" w:rsidRDefault="00AA2ABC" w:rsidP="002704FD">
      <w:pPr>
        <w:pStyle w:val="libNormal"/>
        <w:rPr>
          <w:rtl/>
        </w:rPr>
      </w:pPr>
      <w:r>
        <w:rPr>
          <w:rtl/>
        </w:rPr>
        <w:t>وملخص هذه الكلمات انّ الانسان يحرم نفسه من الرحمة الظاهرية والمعنويّة بأعماله السيئة من القول والفعل ، وكما شاك الشجر الظاهري بأفعال الانسان القبيحة ، فكذلك لم تثمر ولم تفد الأشجار المعنوية من العلم والكمالات النابتة في مزارع الصدور وبساتين القلوب.</w:t>
      </w:r>
    </w:p>
    <w:p w:rsidR="00AA2ABC" w:rsidRDefault="00AA2ABC" w:rsidP="002704FD">
      <w:pPr>
        <w:pStyle w:val="libNormal"/>
        <w:rPr>
          <w:rtl/>
        </w:rPr>
      </w:pPr>
      <w:r>
        <w:rPr>
          <w:rtl/>
        </w:rPr>
        <w:t xml:space="preserve">ولمّا جاء الشيطان بالتصوف الباطل ، وأذاعه بين الناس ، وجعل الله تعالى متّحداً مع كل دنّي ووضيع اقشعرّت قلوب العلماء ، والناس تركوهم ولم يستفيدوا من ثمرات علمهم وحكمتهم ، وصار الجهل بين الناس كمالاً ، وقد شبه الله الكلمة الطيبة بالشجرة حيث قال : </w:t>
      </w:r>
    </w:p>
    <w:p w:rsidR="00AA2ABC" w:rsidRDefault="00AA2ABC" w:rsidP="002704FD">
      <w:pPr>
        <w:pStyle w:val="libNormal"/>
        <w:rPr>
          <w:rtl/>
        </w:rPr>
      </w:pPr>
      <w:r w:rsidRPr="002704FD">
        <w:rPr>
          <w:rStyle w:val="libAlaemChar"/>
          <w:rtl/>
        </w:rPr>
        <w:t>(</w:t>
      </w:r>
      <w:r w:rsidRPr="002704FD">
        <w:rPr>
          <w:rStyle w:val="libAieChar"/>
          <w:rtl/>
        </w:rPr>
        <w:t xml:space="preserve"> أَلم تَرَ كَيفَ ضَرَبَ اللهُ مَثَلاً كَلِمَةً طَيِّبِةً كَشَجَرَةٍ طَيِّبَةٍ أَصلُهَا ثَابِتٌ وَفَرعُها فِي السَّمَاءِ </w:t>
      </w:r>
      <w:r w:rsidRPr="008319E4">
        <w:rPr>
          <w:rtl/>
        </w:rPr>
        <w:t>*</w:t>
      </w:r>
      <w:r w:rsidRPr="002704FD">
        <w:rPr>
          <w:rStyle w:val="libAieChar"/>
          <w:rtl/>
        </w:rPr>
        <w:t xml:space="preserve"> تُوتِى أُكُلَهَا كُلَّ حِينٍ بِاذنِ رَبِّها وَيَضرِبُ اللهُ الامثَالَ لِلنَّاسِ لَعَلَّهُم يَتَذَكَّرُون </w:t>
      </w:r>
      <w:r w:rsidRPr="008319E4">
        <w:rPr>
          <w:rtl/>
        </w:rPr>
        <w:t>*</w:t>
      </w:r>
      <w:r w:rsidRPr="002704FD">
        <w:rPr>
          <w:rStyle w:val="libAieChar"/>
          <w:rtl/>
        </w:rPr>
        <w:t xml:space="preserve"> وَمَثَلُ كِلمَةٍ خَبِيثَةٍ كَشَجَرَةٍ خَبِيثَةٍ اُجتَثَّت مِن فَوقِ الأرضِ مَا لَهَا مِن قَرَارٍ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ووجه انطباق هذا التمثيل على العقلاء ظاهر بأنّ الايمان والعقائد الحقّة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علل الشرائع : 573 ح 1 باب 375 ـ عنه البحار 66 : 190 ح 3 باب 14.</w:t>
      </w:r>
    </w:p>
    <w:p w:rsidR="00AA2ABC" w:rsidRDefault="00AA2ABC" w:rsidP="001008E4">
      <w:pPr>
        <w:pStyle w:val="libFootnote0"/>
        <w:rPr>
          <w:rtl/>
        </w:rPr>
      </w:pPr>
      <w:r>
        <w:rPr>
          <w:rtl/>
        </w:rPr>
        <w:t xml:space="preserve">2 ـ إبراهيم : 24 و25 و26. </w:t>
      </w:r>
    </w:p>
    <w:p w:rsidR="00AA2ABC" w:rsidRDefault="00AA2ABC" w:rsidP="002704FD">
      <w:pPr>
        <w:pStyle w:val="libNormal0"/>
        <w:rPr>
          <w:rtl/>
        </w:rPr>
      </w:pPr>
      <w:r>
        <w:rPr>
          <w:rtl/>
        </w:rPr>
        <w:br w:type="page"/>
      </w:r>
      <w:r>
        <w:rPr>
          <w:rtl/>
        </w:rPr>
        <w:lastRenderedPageBreak/>
        <w:t>ثابتة الأصل والجذر لا تتزلزل بالتشكيكات والتسويلات ولا تزول ، كما أنّ مذهب الشيعة الحقّ ما زال مع أعدائه الأقوياء ، وانّ المذاهب الباطلة بقيت أياماً ثمّ اضمحلّت في أقلّ زمان.</w:t>
      </w:r>
    </w:p>
    <w:p w:rsidR="00AA2ABC" w:rsidRDefault="00AA2ABC" w:rsidP="002704FD">
      <w:pPr>
        <w:pStyle w:val="libNormal"/>
        <w:rPr>
          <w:rtl/>
        </w:rPr>
      </w:pPr>
      <w:r>
        <w:rPr>
          <w:rtl/>
        </w:rPr>
        <w:t xml:space="preserve">فشجرة الحق ثابتة الجذر والأصل وفرعها في السماء تؤتي أكلها كل حين باذن الله من العبادات والمعارف والكمالات ، والأشقياء محرومون منها.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الأرض لتبكي على المؤمن إذا مات أربعين صباحاً.</w:t>
      </w:r>
    </w:p>
    <w:p w:rsidR="00AA2ABC" w:rsidRDefault="00AA2ABC" w:rsidP="002704FD">
      <w:pPr>
        <w:pStyle w:val="libNormal"/>
        <w:rPr>
          <w:rtl/>
        </w:rPr>
      </w:pPr>
      <w:r>
        <w:rPr>
          <w:rtl/>
        </w:rPr>
        <w:t>تجري هنا نفس الاحتمالات الجارية في الفقرة السابقة ، مع انّ المجاز هنا انّه لو اريد ذكر ميتٍ بعظمةٍ أن يقال : تبكي عليه السماوات والأرض ، لكن عدم تأويل هذه الأخبار وحملها على ظاهرها أقرب للاحتياط.</w:t>
      </w:r>
    </w:p>
    <w:p w:rsidR="00AA2ABC" w:rsidRDefault="00AA2ABC" w:rsidP="002704FD">
      <w:pPr>
        <w:pStyle w:val="libNormal"/>
        <w:rPr>
          <w:rtl/>
        </w:rPr>
      </w:pPr>
      <w:r>
        <w:rPr>
          <w:rtl/>
        </w:rPr>
        <w:t xml:space="preserve">روي بسند معتبر عن موسى بن جعفر </w:t>
      </w:r>
      <w:r w:rsidR="00763E2E" w:rsidRPr="00763E2E">
        <w:rPr>
          <w:rStyle w:val="libAlaemChar"/>
          <w:rFonts w:hint="cs"/>
          <w:rtl/>
        </w:rPr>
        <w:t>عليه‌السلام</w:t>
      </w:r>
      <w:r>
        <w:rPr>
          <w:rtl/>
        </w:rPr>
        <w:t xml:space="preserve"> انّه قال : إذا مات المؤمن بكت عليه الملائكة وبقاع الأرض التي كان يعبد الله عليها ، وأبواب السماء التي كان يصعد فيها بأعماله ، وثلم في الإسلام ثلمة لا يسدّها شيء ، لأنّ المؤمنين الفقهاء حصون الإسلام كحصن سور المدينة لها </w:t>
      </w:r>
      <w:r w:rsidRPr="001008E4">
        <w:rPr>
          <w:rStyle w:val="libFootnotenumChar"/>
          <w:rtl/>
        </w:rPr>
        <w:t>(1)</w:t>
      </w:r>
      <w:r>
        <w:rPr>
          <w:rtl/>
        </w:rPr>
        <w:t>.</w:t>
      </w:r>
    </w:p>
    <w:p w:rsidR="00AA2ABC" w:rsidRDefault="00AA2ABC" w:rsidP="002704FD">
      <w:pPr>
        <w:pStyle w:val="libNormal"/>
        <w:rPr>
          <w:rtl/>
        </w:rPr>
      </w:pPr>
      <w:r>
        <w:rPr>
          <w:rtl/>
        </w:rPr>
        <w:t xml:space="preserve">واعلم انّ فضل المؤمن أكثر من أن يحدّ ويحصى ، كما روي بسند معتبر عن أبي جعفر الباقر </w:t>
      </w:r>
      <w:r w:rsidR="00763E2E" w:rsidRPr="00763E2E">
        <w:rPr>
          <w:rStyle w:val="libAlaemChar"/>
          <w:rFonts w:hint="cs"/>
          <w:rtl/>
        </w:rPr>
        <w:t>عليه‌السلام</w:t>
      </w:r>
      <w:r>
        <w:rPr>
          <w:rtl/>
        </w:rPr>
        <w:t xml:space="preserve"> انّه قال : انّ الله عزّوجلّ لا يوصف ، وكيف يوصف وقال في كتابه : </w:t>
      </w:r>
      <w:r w:rsidRPr="002704FD">
        <w:rPr>
          <w:rStyle w:val="libAlaemChar"/>
          <w:rtl/>
        </w:rPr>
        <w:t>(</w:t>
      </w:r>
      <w:r w:rsidRPr="002704FD">
        <w:rPr>
          <w:rStyle w:val="libAieChar"/>
          <w:rtl/>
        </w:rPr>
        <w:t xml:space="preserve"> مَا قَدَرُوا اللهََ حَقَّ قَدرِهِ </w:t>
      </w:r>
      <w:r w:rsidRPr="002704FD">
        <w:rPr>
          <w:rStyle w:val="libAlaemChar"/>
          <w:rtl/>
        </w:rPr>
        <w:t>)</w:t>
      </w:r>
      <w:r>
        <w:rPr>
          <w:rtl/>
        </w:rPr>
        <w:t xml:space="preserve"> </w:t>
      </w:r>
      <w:r w:rsidRPr="001008E4">
        <w:rPr>
          <w:rStyle w:val="libFootnotenumChar"/>
          <w:rtl/>
        </w:rPr>
        <w:t>(2)</w:t>
      </w:r>
      <w:r>
        <w:rPr>
          <w:rtl/>
        </w:rPr>
        <w:t xml:space="preserve"> فلا يوصف بقدر الاّ كان أعظم من ذلك.</w:t>
      </w:r>
      <w:r>
        <w:rPr>
          <w:rtl/>
        </w:rPr>
        <w:cr/>
        <w:t xml:space="preserve">وانّ النبيّ </w:t>
      </w:r>
      <w:r w:rsidR="00BF0EA2" w:rsidRPr="00BF0EA2">
        <w:rPr>
          <w:rStyle w:val="libAlaemChar"/>
          <w:rFonts w:hint="cs"/>
          <w:rtl/>
        </w:rPr>
        <w:t>صلى‌الله‌عليه‌وآله</w:t>
      </w:r>
      <w:r>
        <w:rPr>
          <w:rtl/>
        </w:rPr>
        <w:t xml:space="preserve"> لا يوصف ، وكيف يوصف عبد احتجب الله عزّوجلّ بسبع ، وجعل طاعته في الأرض كطاعته في السماء ، فقال : </w:t>
      </w:r>
      <w:r w:rsidRPr="002704FD">
        <w:rPr>
          <w:rStyle w:val="libAlaemChar"/>
          <w:rtl/>
        </w:rPr>
        <w:t>(</w:t>
      </w:r>
      <w:r w:rsidRPr="002704FD">
        <w:rPr>
          <w:rStyle w:val="libAieChar"/>
          <w:rtl/>
        </w:rPr>
        <w:t xml:space="preserve"> وَمَا آتَاكُمُ الرَّسُولُ فَخُذُوهُ وَمَا نَهَاكُم عَنهُ فَانتَهُوا </w:t>
      </w:r>
      <w:r w:rsidRPr="002704FD">
        <w:rPr>
          <w:rStyle w:val="libAlaemChar"/>
          <w:rtl/>
        </w:rPr>
        <w:t>)</w:t>
      </w:r>
      <w:r>
        <w:rPr>
          <w:rtl/>
        </w:rPr>
        <w:t xml:space="preserve"> </w:t>
      </w:r>
      <w:r w:rsidRPr="001008E4">
        <w:rPr>
          <w:rStyle w:val="libFootnotenumChar"/>
          <w:rtl/>
        </w:rPr>
        <w:t>(3)</w:t>
      </w:r>
      <w:r>
        <w:rPr>
          <w:rtl/>
        </w:rPr>
        <w:t xml:space="preserve"> ومن أطاع هذا فقد أطاعني ، ومن عصاه فقد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1 : 38 ح 3 باب فقد العلماء.</w:t>
      </w:r>
    </w:p>
    <w:p w:rsidR="00AA2ABC" w:rsidRDefault="00AA2ABC" w:rsidP="001008E4">
      <w:pPr>
        <w:pStyle w:val="libFootnote0"/>
        <w:rPr>
          <w:rtl/>
        </w:rPr>
      </w:pPr>
      <w:r>
        <w:rPr>
          <w:rtl/>
        </w:rPr>
        <w:t>2 ـ الحج : 74.</w:t>
      </w:r>
    </w:p>
    <w:p w:rsidR="00AA2ABC" w:rsidRDefault="00AA2ABC" w:rsidP="001008E4">
      <w:pPr>
        <w:pStyle w:val="libFootnote0"/>
        <w:rPr>
          <w:rtl/>
        </w:rPr>
      </w:pPr>
      <w:r>
        <w:rPr>
          <w:rtl/>
        </w:rPr>
        <w:t xml:space="preserve">3 ـ الحشر : 7. </w:t>
      </w:r>
    </w:p>
    <w:p w:rsidR="00AA2ABC" w:rsidRDefault="00AA2ABC" w:rsidP="002704FD">
      <w:pPr>
        <w:pStyle w:val="libNormal0"/>
        <w:rPr>
          <w:rtl/>
        </w:rPr>
      </w:pPr>
      <w:r>
        <w:rPr>
          <w:rtl/>
        </w:rPr>
        <w:br w:type="page"/>
      </w:r>
      <w:r>
        <w:rPr>
          <w:rtl/>
        </w:rPr>
        <w:lastRenderedPageBreak/>
        <w:t>عصاني ، وفوّض إليه.</w:t>
      </w:r>
    </w:p>
    <w:p w:rsidR="00AA2ABC" w:rsidRDefault="00AA2ABC" w:rsidP="002704FD">
      <w:pPr>
        <w:pStyle w:val="libNormal"/>
        <w:rPr>
          <w:rtl/>
        </w:rPr>
      </w:pPr>
      <w:r>
        <w:rPr>
          <w:rtl/>
        </w:rPr>
        <w:t xml:space="preserve">وانّا لا نوصف ، وكيف يوصف قوم رفع الله عنهم الرجس وهو الشك ، والمؤمن لا يوصف ، وانّ المؤمن ليلقى أخاه فيصافحه ، فلا يزال الله ينظر اليهما والذنوب تتحاتّ عن وجوههما كما يتحاتّ الورق عن الشجر </w:t>
      </w:r>
      <w:r w:rsidRPr="001008E4">
        <w:rPr>
          <w:rStyle w:val="libFootnotenumChar"/>
          <w:rtl/>
        </w:rPr>
        <w:t>(1)</w:t>
      </w:r>
      <w:r>
        <w:rPr>
          <w:rtl/>
        </w:rPr>
        <w:t>.</w:t>
      </w:r>
    </w:p>
    <w:p w:rsidR="00AA2ABC" w:rsidRDefault="00AA2ABC" w:rsidP="002704FD">
      <w:pPr>
        <w:pStyle w:val="libNormal"/>
        <w:rPr>
          <w:rtl/>
        </w:rPr>
      </w:pPr>
      <w:r>
        <w:rPr>
          <w:rtl/>
        </w:rPr>
        <w:t xml:space="preserve">وروي [ عن إسحاق بن عمار ] ، عن أبي عبدالله </w:t>
      </w:r>
      <w:r w:rsidR="00763E2E" w:rsidRPr="00763E2E">
        <w:rPr>
          <w:rStyle w:val="libAlaemChar"/>
          <w:rFonts w:hint="cs"/>
          <w:rtl/>
        </w:rPr>
        <w:t>عليه‌السلام</w:t>
      </w:r>
      <w:r>
        <w:rPr>
          <w:rtl/>
        </w:rPr>
        <w:t xml:space="preserve"> أنّه قال : انّ المؤمنين إذا اعتنقا غمرتهما الرحمة ، فاذا التزما لا يريدان بذلك الاّ وجه الله ، ولا يريدان غرضاً من أغراض الدنيا قيل لهما : مغفوراً لكما فاستأنفا ، فاذا أقبلا على المساءلة قالت الملائكة بعضها لبعض : تنحّوا عنهما فإنّ لهما سرّاً وقد ستر الله عليهما.</w:t>
      </w:r>
    </w:p>
    <w:p w:rsidR="00AA2ABC" w:rsidRDefault="00AA2ABC" w:rsidP="002704FD">
      <w:pPr>
        <w:pStyle w:val="libNormal"/>
        <w:rPr>
          <w:rtl/>
        </w:rPr>
      </w:pPr>
      <w:r>
        <w:rPr>
          <w:rtl/>
        </w:rPr>
        <w:t xml:space="preserve">[ قال إسحاق : ] فقلت : جعلت فداك لا يكتب عليهما لفظهما وقد قال الله عزّ وجلّ : </w:t>
      </w:r>
      <w:r w:rsidRPr="002704FD">
        <w:rPr>
          <w:rStyle w:val="libAlaemChar"/>
          <w:rtl/>
        </w:rPr>
        <w:t>(</w:t>
      </w:r>
      <w:r w:rsidRPr="002704FD">
        <w:rPr>
          <w:rStyle w:val="libAieChar"/>
          <w:rtl/>
        </w:rPr>
        <w:t xml:space="preserve"> مَا يَلفِظُ مِن قَولٍ اِلاَّ لَدَيهِ رَقِيبٌ عَتِيدٌ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قال : فتنفّس أبو عبدالله </w:t>
      </w:r>
      <w:r w:rsidR="00763E2E" w:rsidRPr="00763E2E">
        <w:rPr>
          <w:rStyle w:val="libAlaemChar"/>
          <w:rFonts w:hint="cs"/>
          <w:rtl/>
        </w:rPr>
        <w:t>عليه‌السلام</w:t>
      </w:r>
      <w:r>
        <w:rPr>
          <w:rtl/>
        </w:rPr>
        <w:t xml:space="preserve"> الصعداء ، ثم بكى حتى اخضلّت دموعه لحيته وقال : يا إسحاق انّ الله تبارك وتعالى انّما أمر الملائكة أن تعتزل عن المؤمنين إذا التقيا اجلالاً لهما ، وانّه وان كانت الملائكة لا تكتب لفظهما ولا تعرف كلامهما ، فانّه يعرفه ويحفظه عليهما عالم السرّ وأخفى </w:t>
      </w:r>
      <w:r w:rsidRPr="001008E4">
        <w:rPr>
          <w:rStyle w:val="libFootnotenumChar"/>
          <w:rtl/>
        </w:rPr>
        <w:t>(3)</w:t>
      </w:r>
      <w:r>
        <w:rPr>
          <w:rtl/>
        </w:rPr>
        <w:t>.</w:t>
      </w:r>
    </w:p>
    <w:p w:rsidR="00AA2ABC" w:rsidRDefault="00AA2ABC" w:rsidP="002704FD">
      <w:pPr>
        <w:pStyle w:val="libNormal"/>
        <w:rPr>
          <w:rtl/>
        </w:rPr>
      </w:pPr>
      <w:r>
        <w:rPr>
          <w:rtl/>
        </w:rPr>
        <w:t xml:space="preserve">وروى عن أبي جعفر الباقر </w:t>
      </w:r>
      <w:r w:rsidR="00763E2E" w:rsidRPr="00763E2E">
        <w:rPr>
          <w:rStyle w:val="libAlaemChar"/>
          <w:rFonts w:hint="cs"/>
          <w:rtl/>
        </w:rPr>
        <w:t>عليه‌السلام</w:t>
      </w:r>
      <w:r>
        <w:rPr>
          <w:rtl/>
        </w:rPr>
        <w:t xml:space="preserve"> انّه قال : انّ الله عزّوجلّ أعطى المؤمن ثلاث خصال : العزّة في الدنيا ، والفلح في الآخرة ، والمهابة في صدور الظالمين </w:t>
      </w:r>
      <w:r w:rsidRPr="001008E4">
        <w:rPr>
          <w:rStyle w:val="libFootnotenumChar"/>
          <w:rtl/>
        </w:rPr>
        <w:t>(4)</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المؤمن يتقلب في خمسة من النور : مدخله نور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182 ح 16 باب المصافحة.</w:t>
      </w:r>
    </w:p>
    <w:p w:rsidR="00AA2ABC" w:rsidRDefault="00AA2ABC" w:rsidP="001008E4">
      <w:pPr>
        <w:pStyle w:val="libFootnote0"/>
        <w:rPr>
          <w:rtl/>
        </w:rPr>
      </w:pPr>
      <w:r>
        <w:rPr>
          <w:rtl/>
        </w:rPr>
        <w:t>2 ـ ق : 18.</w:t>
      </w:r>
    </w:p>
    <w:p w:rsidR="00AA2ABC" w:rsidRDefault="00AA2ABC" w:rsidP="001008E4">
      <w:pPr>
        <w:pStyle w:val="libFootnote0"/>
        <w:rPr>
          <w:rtl/>
        </w:rPr>
      </w:pPr>
      <w:r>
        <w:rPr>
          <w:rtl/>
        </w:rPr>
        <w:t>3 ـ الكافي 2 : 184 ح 2 باب المعانقة.</w:t>
      </w:r>
    </w:p>
    <w:p w:rsidR="00AA2ABC" w:rsidRDefault="00AA2ABC" w:rsidP="001008E4">
      <w:pPr>
        <w:pStyle w:val="libFootnote0"/>
        <w:rPr>
          <w:rtl/>
        </w:rPr>
      </w:pPr>
      <w:r>
        <w:rPr>
          <w:rtl/>
        </w:rPr>
        <w:t xml:space="preserve">4 ـ الخصال : 152 ح 187 باب 3. </w:t>
      </w:r>
    </w:p>
    <w:p w:rsidR="00AA2ABC" w:rsidRDefault="00AA2ABC" w:rsidP="002704FD">
      <w:pPr>
        <w:pStyle w:val="libNormal0"/>
        <w:rPr>
          <w:rtl/>
        </w:rPr>
      </w:pPr>
      <w:r>
        <w:rPr>
          <w:rtl/>
        </w:rPr>
        <w:br w:type="page"/>
      </w:r>
      <w:r>
        <w:rPr>
          <w:rtl/>
        </w:rPr>
        <w:lastRenderedPageBreak/>
        <w:t xml:space="preserve">ومخرجه نور ، وعلمه نور ، وكلامه نور ، ومنظره يوم القيامة إلى النور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انّه كان قوم من خواص الصادق </w:t>
      </w:r>
      <w:r w:rsidR="00763E2E" w:rsidRPr="00763E2E">
        <w:rPr>
          <w:rStyle w:val="libAlaemChar"/>
          <w:rFonts w:hint="cs"/>
          <w:rtl/>
        </w:rPr>
        <w:t>عليه‌السلام</w:t>
      </w:r>
      <w:r>
        <w:rPr>
          <w:rtl/>
        </w:rPr>
        <w:t xml:space="preserve"> جلوساً بحضرته في ليلة مقمرة مصحية ، فقالوا : يا ابن رسول الله ما أحسن أديم هذه السماء ، وأنور هذه النجوم والكواكب؟</w:t>
      </w:r>
    </w:p>
    <w:p w:rsidR="00AA2ABC" w:rsidRDefault="00AA2ABC" w:rsidP="002704FD">
      <w:pPr>
        <w:pStyle w:val="libNormal"/>
        <w:rPr>
          <w:rtl/>
        </w:rPr>
      </w:pPr>
      <w:r>
        <w:rPr>
          <w:rtl/>
        </w:rPr>
        <w:t xml:space="preserve">فقال الصادق </w:t>
      </w:r>
      <w:r w:rsidR="00763E2E" w:rsidRPr="00763E2E">
        <w:rPr>
          <w:rStyle w:val="libAlaemChar"/>
          <w:rFonts w:hint="cs"/>
          <w:rtl/>
        </w:rPr>
        <w:t>عليه‌السلام</w:t>
      </w:r>
      <w:r>
        <w:rPr>
          <w:rtl/>
        </w:rPr>
        <w:t xml:space="preserve"> : انكم لتقولون هذا وانّ المدبّرات الأربعة جبرئيل وميكائيل واسرافيل وملك الموت </w:t>
      </w:r>
      <w:r w:rsidR="000A073B" w:rsidRPr="000A073B">
        <w:rPr>
          <w:rStyle w:val="libAlaemChar"/>
          <w:rFonts w:hint="cs"/>
          <w:rtl/>
        </w:rPr>
        <w:t>عليهم‌السلام</w:t>
      </w:r>
      <w:r>
        <w:rPr>
          <w:rtl/>
        </w:rPr>
        <w:t xml:space="preserve"> ينظرون إلى الأرض فيرونكم واخوانكم في أقطار الأرض ونوركم إلى السماوات واليهم أحسن من نور هذه الكواكب ، وانّهم ليقولون كما تقولون : ما أحسن أنوار هؤلاء المؤمنين </w:t>
      </w:r>
      <w:r w:rsidRPr="001008E4">
        <w:rPr>
          <w:rStyle w:val="libFootnotenumChar"/>
          <w:rtl/>
        </w:rPr>
        <w:t>(2)</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انّ المؤمن يعرف في السماء كما يعرف الرجل أهله وولده ، وانّه لأكرم على الله عزّوجلّ من ملك مقرّب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المؤمن ينظر بنور الله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 انّما سمّي المؤمن لأنّه يؤمن من عذاب الله تعالى ، ويؤمن على الله يوم القيامة فيجيز له ... </w:t>
      </w:r>
      <w:r w:rsidRPr="001008E4">
        <w:rPr>
          <w:rStyle w:val="libFootnotenumChar"/>
          <w:rtl/>
        </w:rPr>
        <w:t>(5)</w:t>
      </w:r>
      <w:r>
        <w:rPr>
          <w:rtl/>
        </w:rPr>
        <w:t>.</w:t>
      </w:r>
    </w:p>
    <w:p w:rsidR="00AA2ABC" w:rsidRDefault="00AA2ABC" w:rsidP="002704FD">
      <w:pPr>
        <w:pStyle w:val="libNormal"/>
        <w:rPr>
          <w:rtl/>
        </w:rPr>
      </w:pPr>
      <w:r>
        <w:rPr>
          <w:rtl/>
        </w:rPr>
        <w:t xml:space="preserve">وكما يظهر من الأحاديث المعتبرة انّ الأعمال دخيلة في الايمان ، وانّ ارتكاب الكبائر وترك الفرائض يخرجان من الايمان ، كما أشرنا إليه سابقاً على وجه الاجمال ، وقد يعبّر عن العبد المخلص بالمؤمن ، وقد يعبّر عنه بالشيعي أو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277 ح 20 باب 5 ـ عنه البحار 68 : 17 ح 24 باب 15.</w:t>
      </w:r>
    </w:p>
    <w:p w:rsidR="00AA2ABC" w:rsidRDefault="00AA2ABC" w:rsidP="001008E4">
      <w:pPr>
        <w:pStyle w:val="libFootnote0"/>
        <w:rPr>
          <w:rtl/>
        </w:rPr>
      </w:pPr>
      <w:r>
        <w:rPr>
          <w:rtl/>
        </w:rPr>
        <w:t xml:space="preserve">2 ـ البحار 68 : 18 ح 25 باب 15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3 ـ البحار 68 : 18 ح 26 باب 15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4 ـ البحار 67 : 75 ح 9 باب 2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5 ـ البحار 67 : 63 ح 7 باب 1 ـ عن قضاء الحقوق للصوري. </w:t>
      </w:r>
    </w:p>
    <w:p w:rsidR="00AA2ABC" w:rsidRDefault="00AA2ABC" w:rsidP="002704FD">
      <w:pPr>
        <w:pStyle w:val="libNormal0"/>
        <w:rPr>
          <w:rtl/>
        </w:rPr>
      </w:pPr>
      <w:r>
        <w:rPr>
          <w:rtl/>
        </w:rPr>
        <w:br w:type="page"/>
      </w:r>
      <w:r>
        <w:rPr>
          <w:rtl/>
        </w:rPr>
        <w:lastRenderedPageBreak/>
        <w:t>وليّ الله ، وقد يطلقون المؤمن والشيعي على من كمل اعتقاده وصحّ.</w:t>
      </w:r>
    </w:p>
    <w:p w:rsidR="00AA2ABC" w:rsidRDefault="00AA2ABC" w:rsidP="002704FD">
      <w:pPr>
        <w:pStyle w:val="libNormal"/>
        <w:rPr>
          <w:rtl/>
        </w:rPr>
      </w:pPr>
      <w:r>
        <w:rPr>
          <w:rtl/>
        </w:rPr>
        <w:t xml:space="preserve">فلا وجه للاغترار بالأحاديث الواردة في فضل المؤمن والشيعي ، والأجر المذخور لهم ، ولو رجع شخص إلى الأحاديث الواردة في صفات المؤمنين والشيعة لعلم قلّتهم ، كما روي عن أبي عبدالله </w:t>
      </w:r>
      <w:r w:rsidR="00763E2E" w:rsidRPr="00763E2E">
        <w:rPr>
          <w:rStyle w:val="libAlaemChar"/>
          <w:rFonts w:hint="cs"/>
          <w:rtl/>
        </w:rPr>
        <w:t>عليه‌السلام</w:t>
      </w:r>
      <w:r>
        <w:rPr>
          <w:rtl/>
        </w:rPr>
        <w:t xml:space="preserve"> انّه قال : ... المؤمن أعزّ من الكبريت الأحمر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ينبغي للمؤمن أن يكون فيه ثماني خصال : </w:t>
      </w:r>
    </w:p>
    <w:p w:rsidR="00AA2ABC" w:rsidRDefault="00AA2ABC" w:rsidP="002704FD">
      <w:pPr>
        <w:pStyle w:val="libNormal"/>
        <w:rPr>
          <w:rtl/>
        </w:rPr>
      </w:pPr>
      <w:r>
        <w:rPr>
          <w:rtl/>
        </w:rPr>
        <w:t xml:space="preserve">« وقوراً عند الهزاهز ، صبوراً عند البلاء ، شكوراً عند الرخاء ، قانعاً بما رزقه الله ، لا يظلم الأعداء ولا يتحامل للأصدقاء ، بدنه منه في تعب والناس منه في راحة ، انّ العلم خليل المؤمن ، والحلم وزيره ، والعقل أمير جنوده ، والرفق أخوه ، والبرّ والده » </w:t>
      </w:r>
      <w:r w:rsidRPr="001008E4">
        <w:rPr>
          <w:rStyle w:val="libFootnotenumChar"/>
          <w:rtl/>
        </w:rPr>
        <w:t>(2)</w:t>
      </w:r>
      <w:r>
        <w:rPr>
          <w:rtl/>
        </w:rPr>
        <w:t>.</w:t>
      </w:r>
    </w:p>
    <w:p w:rsidR="00AA2ABC" w:rsidRDefault="00AA2ABC" w:rsidP="002704FD">
      <w:pPr>
        <w:pStyle w:val="libNormal"/>
        <w:rPr>
          <w:rtl/>
        </w:rPr>
      </w:pPr>
      <w:r>
        <w:rPr>
          <w:rtl/>
        </w:rPr>
        <w:t xml:space="preserve">وروي عن علي بن الحسين </w:t>
      </w:r>
      <w:r w:rsidR="00763E2E" w:rsidRPr="00763E2E">
        <w:rPr>
          <w:rStyle w:val="libAlaemChar"/>
          <w:rFonts w:hint="cs"/>
          <w:rtl/>
        </w:rPr>
        <w:t>عليه‌السلام</w:t>
      </w:r>
      <w:r>
        <w:rPr>
          <w:rtl/>
        </w:rPr>
        <w:t xml:space="preserve"> انّه قال : المؤمن يصمت ليسلم ، وينطق ليغنم ، لا يحدّث أمانته الأصدقاء ، ولا يكتم شهادته من الأعداء </w:t>
      </w:r>
      <w:r w:rsidRPr="001008E4">
        <w:rPr>
          <w:rStyle w:val="libFootnotenumChar"/>
          <w:rtl/>
        </w:rPr>
        <w:t>(3)</w:t>
      </w:r>
      <w:r>
        <w:rPr>
          <w:rtl/>
        </w:rPr>
        <w:t xml:space="preserve"> ، ولا يعمل شيئاً من الخير رياء ، ولا يتركه حياء ، ان زكّي خاف ممّا يقولون ويستغفر الله لما لا يعلمون ، لا يغرّه قول من جهله ، ويخاف احصاء ما عمله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المؤمن له قوّة في دين ، وحزم في لين ، وايمان في يقين ، وحرص في فقه ، ونشاط في هدى ، وبرّ في استقامة ، وعلم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242 ح 2 ـ عنه البحار 67 : 159 ح 3 باب 8.</w:t>
      </w:r>
    </w:p>
    <w:p w:rsidR="00AA2ABC" w:rsidRDefault="00AA2ABC" w:rsidP="001008E4">
      <w:pPr>
        <w:pStyle w:val="libFootnote0"/>
        <w:rPr>
          <w:rtl/>
        </w:rPr>
      </w:pPr>
      <w:r>
        <w:rPr>
          <w:rtl/>
        </w:rPr>
        <w:t>2 ـ الكافي 2 : 47 ح 1 ـ عنه البحار 67 : 268 ح 1 باب 14.</w:t>
      </w:r>
    </w:p>
    <w:p w:rsidR="00AA2ABC" w:rsidRDefault="00AA2ABC" w:rsidP="001008E4">
      <w:pPr>
        <w:pStyle w:val="libFootnote0"/>
        <w:rPr>
          <w:rtl/>
        </w:rPr>
      </w:pPr>
      <w:r>
        <w:rPr>
          <w:rtl/>
        </w:rPr>
        <w:t>3 ـ في الكافي والبحار : « من البعداء ».</w:t>
      </w:r>
    </w:p>
    <w:p w:rsidR="00AA2ABC" w:rsidRDefault="00AA2ABC" w:rsidP="001008E4">
      <w:pPr>
        <w:pStyle w:val="libFootnote0"/>
        <w:rPr>
          <w:rtl/>
        </w:rPr>
      </w:pPr>
      <w:r>
        <w:rPr>
          <w:rtl/>
        </w:rPr>
        <w:t xml:space="preserve">4 ـ الكافي 2 : 231 ح 3 ـ عنه البحار 67 : 270 ح 2 باب 14. </w:t>
      </w:r>
    </w:p>
    <w:p w:rsidR="00AA2ABC" w:rsidRDefault="00AA2ABC" w:rsidP="002704FD">
      <w:pPr>
        <w:pStyle w:val="libNormal0"/>
        <w:rPr>
          <w:rtl/>
        </w:rPr>
      </w:pPr>
      <w:r>
        <w:rPr>
          <w:rtl/>
        </w:rPr>
        <w:br w:type="page"/>
      </w:r>
      <w:r>
        <w:rPr>
          <w:rtl/>
        </w:rPr>
        <w:lastRenderedPageBreak/>
        <w:t>في حلم ، وكيس في رفق ، وسخاء في حقّ ، وقصد في غنى ، وتجمّل في فاقة ، وعفو في قدرة ، وطاعة في نصيحة ، وانتهاء في شهوة ، وورع في رغبة ، وحرص في جهاد ، وصلاة في شغل ، وصبر في شدّة.</w:t>
      </w:r>
    </w:p>
    <w:p w:rsidR="00AA2ABC" w:rsidRDefault="00AA2ABC" w:rsidP="002704FD">
      <w:pPr>
        <w:pStyle w:val="libNormal"/>
        <w:rPr>
          <w:rtl/>
        </w:rPr>
      </w:pPr>
      <w:r>
        <w:rPr>
          <w:rtl/>
        </w:rPr>
        <w:t>وفي الهزاهز وقور ، وفي المكاره صبور ، وفي الرخاء شكور ، ولا يغتاب ، ولا يتكبر ، ولا يقطع الرحم ، وليس بواهن ، ولا فظّ ، ولا غليظ ، ولا يسبقه بصره ، ولا يفضحه بطنه ، ولا يغلبه فرجه ، ولا يحسد الناس.</w:t>
      </w:r>
    </w:p>
    <w:p w:rsidR="00AA2ABC" w:rsidRDefault="00AA2ABC" w:rsidP="002704FD">
      <w:pPr>
        <w:pStyle w:val="libNormal"/>
        <w:rPr>
          <w:rtl/>
        </w:rPr>
      </w:pPr>
      <w:r>
        <w:rPr>
          <w:rtl/>
        </w:rPr>
        <w:t xml:space="preserve">يُعَيَّر ولا يُعَيِّر ، ولا يسرف ، ينصر المظلوم ، ويرحم المسكين ، نفسه منه في غناء ، والناس منه في راحة ، لا يرغب في عزّ الدنيا ، ولا يجزع من ذلّها ، للناس همّ قد أقبلوا عليه ، وله همّ قد شغله ، لا يُرى في حكمه نقص ، ولا في رأيه وهن ، ولا في دينه ضياع ، يرشد من استشاره ، ويساعد من ساعده ، ويكيع </w:t>
      </w:r>
      <w:r w:rsidRPr="001008E4">
        <w:rPr>
          <w:rStyle w:val="libFootnotenumChar"/>
          <w:rtl/>
        </w:rPr>
        <w:t>(1)</w:t>
      </w:r>
      <w:r>
        <w:rPr>
          <w:rtl/>
        </w:rPr>
        <w:t xml:space="preserve"> عن الخنا والجهل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 أمير المؤمنين </w:t>
      </w:r>
      <w:r w:rsidR="00763E2E" w:rsidRPr="00763E2E">
        <w:rPr>
          <w:rStyle w:val="libAlaemChar"/>
          <w:rFonts w:hint="cs"/>
          <w:rtl/>
        </w:rPr>
        <w:t>عليه‌السلام</w:t>
      </w:r>
      <w:r>
        <w:rPr>
          <w:rtl/>
        </w:rPr>
        <w:t xml:space="preserve"> سأل رسول الله </w:t>
      </w:r>
      <w:r w:rsidR="00BF0EA2" w:rsidRPr="00BF0EA2">
        <w:rPr>
          <w:rStyle w:val="libAlaemChar"/>
          <w:rFonts w:hint="cs"/>
          <w:rtl/>
        </w:rPr>
        <w:t>صلى‌الله‌عليه‌وآله</w:t>
      </w:r>
      <w:r>
        <w:rPr>
          <w:rtl/>
        </w:rPr>
        <w:t xml:space="preserve"> عن صفات المؤمن ، فقال </w:t>
      </w:r>
      <w:r w:rsidR="00BF0EA2" w:rsidRPr="00BF0EA2">
        <w:rPr>
          <w:rStyle w:val="libAlaemChar"/>
          <w:rFonts w:hint="cs"/>
          <w:rtl/>
        </w:rPr>
        <w:t>صلى‌الله‌عليه‌وآله</w:t>
      </w:r>
      <w:r>
        <w:rPr>
          <w:rtl/>
        </w:rPr>
        <w:t xml:space="preserve"> : </w:t>
      </w:r>
    </w:p>
    <w:p w:rsidR="00AA2ABC" w:rsidRDefault="00AA2ABC" w:rsidP="002704FD">
      <w:pPr>
        <w:pStyle w:val="libNormal"/>
        <w:rPr>
          <w:rtl/>
        </w:rPr>
      </w:pPr>
      <w:r>
        <w:rPr>
          <w:rtl/>
        </w:rPr>
        <w:t xml:space="preserve">« ... عشرون خصلة في المؤمن فإن لم تكن فيه لم يكمل ايمانه ، انّ من أخلاق المؤمنين يا علي الحاضرون الصلاة ، والمسارعون إلى الزكاة ، والمطعمون المسكين ، الماسحون رأس اليتيم ، المطهرون أطمارهم </w:t>
      </w:r>
      <w:r w:rsidRPr="001008E4">
        <w:rPr>
          <w:rStyle w:val="libFootnotenumChar"/>
          <w:rtl/>
        </w:rPr>
        <w:t>(3)</w:t>
      </w:r>
      <w:r>
        <w:rPr>
          <w:rtl/>
        </w:rPr>
        <w:t xml:space="preserve"> ، المتزرون على أوساطهم.</w:t>
      </w:r>
    </w:p>
    <w:p w:rsidR="00AA2ABC" w:rsidRDefault="00AA2ABC" w:rsidP="002704FD">
      <w:pPr>
        <w:pStyle w:val="libNormal"/>
        <w:rPr>
          <w:rtl/>
        </w:rPr>
      </w:pPr>
      <w:r>
        <w:rPr>
          <w:rtl/>
        </w:rPr>
        <w:t xml:space="preserve">الذين ان حدّثوا لم يكذبوا ، وإذا وعدوا لم يخلفوا ، وإذا ائتمنوا لم يخونوا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أي يهرب عن الفحش في القول والجهل والسفاهة.</w:t>
      </w:r>
    </w:p>
    <w:p w:rsidR="00AA2ABC" w:rsidRDefault="00AA2ABC" w:rsidP="001008E4">
      <w:pPr>
        <w:pStyle w:val="libFootnote0"/>
        <w:rPr>
          <w:rtl/>
        </w:rPr>
      </w:pPr>
      <w:r>
        <w:rPr>
          <w:rtl/>
        </w:rPr>
        <w:t>2 ـ الكافي 2 : 231 ح 4 ـ عنه البحار 67 : 271 ح 3 باب 14.</w:t>
      </w:r>
    </w:p>
    <w:p w:rsidR="00AA2ABC" w:rsidRDefault="00AA2ABC" w:rsidP="001008E4">
      <w:pPr>
        <w:pStyle w:val="libFootnote0"/>
        <w:rPr>
          <w:rtl/>
        </w:rPr>
      </w:pPr>
      <w:r>
        <w:rPr>
          <w:rtl/>
        </w:rPr>
        <w:t xml:space="preserve">3 ـ أي ثيابهم البالية بالغسل أو بالتشمير. </w:t>
      </w:r>
    </w:p>
    <w:p w:rsidR="00AA2ABC" w:rsidRDefault="00AA2ABC" w:rsidP="002704FD">
      <w:pPr>
        <w:pStyle w:val="libNormal0"/>
        <w:rPr>
          <w:rtl/>
        </w:rPr>
      </w:pPr>
      <w:r>
        <w:rPr>
          <w:rtl/>
        </w:rPr>
        <w:br w:type="page"/>
      </w:r>
      <w:r>
        <w:rPr>
          <w:rtl/>
        </w:rPr>
        <w:lastRenderedPageBreak/>
        <w:t xml:space="preserve">وإذا تكلّموا صدقوا ، رهبان بالليل ، اُسد بالنهار ، صائمون النهار ، قائمون الليل ، لا يؤذون جاراً ، ولا يتأذّى بهم جار ، الذين مشيهم على الأرض هون ، وخطاهم الى بيوت الأرامل وعلى أثر الجنائز ، جعلنا الله وإياكم من المتقين »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شيعة علي كانوا خمس البطون ، ذبل الشفاه ، أهل رأفة وعلم وحلم ، يعرفون بالرهبانية ، فأعينوا على ما أنتم عليه بالورع والاجتهاد</w:t>
      </w:r>
      <w:r w:rsidRPr="001008E4">
        <w:rPr>
          <w:rStyle w:val="libFootnotenumChar"/>
          <w:rtl/>
        </w:rPr>
        <w:t>(2)</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 المسلم من سلم المسلمون من لسانه ويده ... انّ المؤمن من ائتمنه المسلمون على أموالهم وأنفسهم ... </w:t>
      </w:r>
      <w:r w:rsidRPr="001008E4">
        <w:rPr>
          <w:rStyle w:val="libFootnotenumChar"/>
          <w:rtl/>
        </w:rPr>
        <w:t>(3)</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المؤمنون هيّنون ، ليّنون كالجمل الأنف </w:t>
      </w:r>
      <w:r w:rsidRPr="001008E4">
        <w:rPr>
          <w:rStyle w:val="libFootnotenumChar"/>
          <w:rtl/>
        </w:rPr>
        <w:t>(4)</w:t>
      </w:r>
      <w:r>
        <w:rPr>
          <w:rtl/>
        </w:rPr>
        <w:t xml:space="preserve"> ان قيد انقاد ، وان أُنيخ على صخرة استناخ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في حديث آخر : ثلاثة من علامات المؤمن : العلم بالله ، ومن يحبّ ، ومن يكره </w:t>
      </w:r>
      <w:r w:rsidRPr="001008E4">
        <w:rPr>
          <w:rStyle w:val="libFootnotenumChar"/>
          <w:rtl/>
        </w:rPr>
        <w:t>(6)</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صلّى أمير المؤمنين </w:t>
      </w:r>
      <w:r w:rsidR="00763E2E" w:rsidRPr="00763E2E">
        <w:rPr>
          <w:rStyle w:val="libAlaemChar"/>
          <w:rFonts w:hint="cs"/>
          <w:rtl/>
        </w:rPr>
        <w:t>عليه‌السلام</w:t>
      </w:r>
      <w:r>
        <w:rPr>
          <w:rtl/>
        </w:rPr>
        <w:t xml:space="preserve"> بالناس الصبح بالعراق ، فلمّا انصرف وعظهم ، فبكى وأبكاهم من خوف الله.</w:t>
      </w:r>
    </w:p>
    <w:p w:rsidR="00AA2ABC" w:rsidRDefault="00AA2ABC" w:rsidP="002704FD">
      <w:pPr>
        <w:pStyle w:val="libNormal"/>
        <w:rPr>
          <w:rtl/>
        </w:rPr>
      </w:pPr>
      <w:r>
        <w:rPr>
          <w:rtl/>
        </w:rPr>
        <w:t xml:space="preserve">ثم قال : أما والله لقد عهدت أقواماً على عهد خليلي رسول الله صلّى الله عليه وآله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232 ح 5 ـ عنه البحار 67 : 276 ح 4 باب 14 ـ مثله أمالي الصدوق : 439 ح 16 مجلس 81.</w:t>
      </w:r>
    </w:p>
    <w:p w:rsidR="00AA2ABC" w:rsidRDefault="00AA2ABC" w:rsidP="001008E4">
      <w:pPr>
        <w:pStyle w:val="libFootnote0"/>
        <w:rPr>
          <w:rtl/>
        </w:rPr>
      </w:pPr>
      <w:r>
        <w:rPr>
          <w:rtl/>
        </w:rPr>
        <w:t>2 ـ الكافي 2 : 233 ح 10 ـ عنه البحار 68 : 188 ح 43 باب 19 ـ مثله صفات الشيعة : 9 ح 18.</w:t>
      </w:r>
    </w:p>
    <w:p w:rsidR="00AA2ABC" w:rsidRDefault="00AA2ABC" w:rsidP="001008E4">
      <w:pPr>
        <w:pStyle w:val="libFootnote0"/>
        <w:rPr>
          <w:rtl/>
        </w:rPr>
      </w:pPr>
      <w:r>
        <w:rPr>
          <w:rtl/>
        </w:rPr>
        <w:t>3 ـ الكافي 2 233 ح 12 ـ عنه البحار 67 : 354 ح 56 باب 14.</w:t>
      </w:r>
    </w:p>
    <w:p w:rsidR="00AA2ABC" w:rsidRDefault="00AA2ABC" w:rsidP="001008E4">
      <w:pPr>
        <w:pStyle w:val="libFootnote0"/>
        <w:rPr>
          <w:rtl/>
        </w:rPr>
      </w:pPr>
      <w:r>
        <w:rPr>
          <w:rtl/>
        </w:rPr>
        <w:t>4 ـ أي المأنوف وهو الذي عقر الخشاش أنفه فهو لا يمتنع على قائده للوجع الذي به وقيل : الأنف الذلول ( كافي ).</w:t>
      </w:r>
    </w:p>
    <w:p w:rsidR="00AA2ABC" w:rsidRDefault="00AA2ABC" w:rsidP="001008E4">
      <w:pPr>
        <w:pStyle w:val="libFootnote0"/>
        <w:rPr>
          <w:rtl/>
        </w:rPr>
      </w:pPr>
      <w:r>
        <w:rPr>
          <w:rtl/>
        </w:rPr>
        <w:t>5 ـ الكافي 2 : 234 ح 14 ـ عنه البحار 67 : 355 ح 58 باب 14.</w:t>
      </w:r>
    </w:p>
    <w:p w:rsidR="00AA2ABC" w:rsidRDefault="00AA2ABC" w:rsidP="001008E4">
      <w:pPr>
        <w:pStyle w:val="libFootnote0"/>
        <w:rPr>
          <w:rtl/>
        </w:rPr>
      </w:pPr>
      <w:r>
        <w:rPr>
          <w:rtl/>
        </w:rPr>
        <w:t xml:space="preserve">6 ـ الكافي 2 : 235 ح 15 ـ عنه البحار 67 : 357 ح 60 باب 14. </w:t>
      </w:r>
    </w:p>
    <w:p w:rsidR="00AA2ABC" w:rsidRDefault="00AA2ABC" w:rsidP="002704FD">
      <w:pPr>
        <w:pStyle w:val="libNormal0"/>
        <w:rPr>
          <w:rtl/>
        </w:rPr>
      </w:pPr>
      <w:r>
        <w:rPr>
          <w:rtl/>
        </w:rPr>
        <w:br w:type="page"/>
      </w:r>
      <w:r>
        <w:rPr>
          <w:rtl/>
        </w:rPr>
        <w:lastRenderedPageBreak/>
        <w:t>وسلّم وانّهم ليصبحون ويمسون شعثاً غبراً خمصاً ، بين أعينهم كركب المعزي ، يبيتون لربّهم سجّداً وقياماً ، يراوحون بين أقدامهم وجباههم ، يناجون ربهم ، ويسألونه فكاك رقابهم من النار</w:t>
      </w:r>
      <w:r>
        <w:rPr>
          <w:rFonts w:hint="cs"/>
          <w:rtl/>
        </w:rPr>
        <w:t xml:space="preserve"> </w:t>
      </w:r>
      <w:r>
        <w:rPr>
          <w:rtl/>
        </w:rPr>
        <w:t>....</w:t>
      </w:r>
    </w:p>
    <w:p w:rsidR="00AA2ABC" w:rsidRDefault="00AA2ABC" w:rsidP="002704FD">
      <w:pPr>
        <w:pStyle w:val="libNormal"/>
        <w:rPr>
          <w:rtl/>
        </w:rPr>
      </w:pPr>
      <w:r>
        <w:rPr>
          <w:rtl/>
        </w:rPr>
        <w:t xml:space="preserve">كأنّ زفير النار في آذانهم ، إذا ذكر الله عندهم مادوا كما يميد الشجر ، كأنّما القوم باتوا غافلين ، قال : ثم قام ، فما رئي ضاحكاً حتى قبض صلوات الله عليه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شيعتنا المتباذلون في ولايتنا ، المتحابّون في مودتنا ، المتزاورون في إحياء أمرنا ، الذين إذا غضبوا لم يظلموا ، وإن رضوا لم يسرفوا ، بركة على من جاوروا ، سلم لمن خالطوا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عرف الله وعظّمه منع فاه من الكلام ، وبطنه من الطعام ، وعفى نفسه بالصيام والقيام ، قالوا : بآبائنا يا رسول الله هؤلاء أولياء الله؟</w:t>
      </w:r>
    </w:p>
    <w:p w:rsidR="00AA2ABC" w:rsidRDefault="00AA2ABC" w:rsidP="002704FD">
      <w:pPr>
        <w:pStyle w:val="libNormal"/>
        <w:rPr>
          <w:rtl/>
        </w:rPr>
      </w:pPr>
      <w:r>
        <w:rPr>
          <w:rtl/>
        </w:rPr>
        <w:t xml:space="preserve">قال : انّ أولياء الله سكتوا فكان سكوتهم ذكراً ، ونظروا فكان نظرهم عبرة ، ونطقوا فكان نطقهم حكمة ، ومشوا فكان مشيهم بين الناس بركة ، لولا الآجال التي قد كتبت عليهم لم تقرّ أرواحهم في أجسادهم خوفاً من العذاب وشوقاً الى الثواب </w:t>
      </w:r>
      <w:r w:rsidRPr="001008E4">
        <w:rPr>
          <w:rStyle w:val="libFootnotenumChar"/>
          <w:rtl/>
        </w:rPr>
        <w:t>(3)</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سئل النبي </w:t>
      </w:r>
      <w:r w:rsidR="00BF0EA2" w:rsidRPr="00BF0EA2">
        <w:rPr>
          <w:rStyle w:val="libAlaemChar"/>
          <w:rFonts w:hint="cs"/>
          <w:rtl/>
        </w:rPr>
        <w:t>صلى‌الله‌عليه‌وآله</w:t>
      </w:r>
      <w:r>
        <w:rPr>
          <w:rtl/>
        </w:rPr>
        <w:t xml:space="preserve"> عن خيار العباد ، فقال : الذين إذا أحسنوا استبشروا ، وإذا أساؤوا استغفروا ، وإذا اعطوا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235 ح 21 و22 ملّفقاً ، باب المؤمن وعلاماته وصفاته.</w:t>
      </w:r>
    </w:p>
    <w:p w:rsidR="00AA2ABC" w:rsidRDefault="00AA2ABC" w:rsidP="001008E4">
      <w:pPr>
        <w:pStyle w:val="libFootnote0"/>
        <w:rPr>
          <w:rtl/>
        </w:rPr>
      </w:pPr>
      <w:r>
        <w:rPr>
          <w:rtl/>
        </w:rPr>
        <w:t>2 ـ الكافي 2 : 236 ح 24 ـ عنه البحار 68 : 190 ح 46 باب 19.</w:t>
      </w:r>
    </w:p>
    <w:p w:rsidR="00AA2ABC" w:rsidRDefault="00AA2ABC" w:rsidP="001008E4">
      <w:pPr>
        <w:pStyle w:val="libFootnote0"/>
        <w:rPr>
          <w:rtl/>
        </w:rPr>
      </w:pPr>
      <w:r>
        <w:rPr>
          <w:rtl/>
        </w:rPr>
        <w:t>3 ـ الكافي 2 : 237 ح 25 ـ عنه البحار 69 : 288 ح 23 باب 37.</w:t>
      </w:r>
    </w:p>
    <w:p w:rsidR="00AA2ABC" w:rsidRDefault="00AA2ABC" w:rsidP="002704FD">
      <w:pPr>
        <w:pStyle w:val="libNormal0"/>
        <w:rPr>
          <w:rtl/>
        </w:rPr>
      </w:pPr>
      <w:r>
        <w:rPr>
          <w:rtl/>
        </w:rPr>
        <w:br w:type="page"/>
      </w:r>
      <w:r>
        <w:rPr>
          <w:rtl/>
        </w:rPr>
        <w:lastRenderedPageBreak/>
        <w:t xml:space="preserve">شكروا ، وإذا ابتلوا صبروا ، وإذا غضبوا غفروا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لجابر الجعفي : يا جابر أيكتفي من ينتحل التشيع أن يقول بحبنا أهل البيت ، فوالله ما شيعتنا الاّ من اتقى الله وأطاعه ، وما كانوا يعرفون يا جابر الاّ بالتواضع ، والتخشع ، والأمانة ، وكثرة ذكر الله ، والصوم ، والصلاة ، والبرّ بالوالدين ، والتعاهد للجيران من الفقراء ، وأهل المسكنة ، والغارمين ، والأيتام ، وصدق الحديث ، وتلاوة القرآن ، وكفّ الالسن عن الناس الاّ من خير ، وكانوا أمناء عشائرهم في الأشياء.</w:t>
      </w:r>
    </w:p>
    <w:p w:rsidR="00AA2ABC" w:rsidRDefault="00AA2ABC" w:rsidP="002704FD">
      <w:pPr>
        <w:pStyle w:val="libNormal"/>
        <w:rPr>
          <w:rtl/>
        </w:rPr>
      </w:pPr>
      <w:r>
        <w:rPr>
          <w:rtl/>
        </w:rPr>
        <w:t xml:space="preserve">قال جابر : فقلت : يا ابن رسول الله ما نعرف اليوم أحداً بهذه الصفة ، فقال : يا جابر لا تذهبنّ بك المذاهب ، حسب الرجل أن يقول : أحب علياً وأتولاّه ، ثم لا يكون مع ذلك فعّالاً؟ فلو قال : انّي احبّ رسول الله فرسول الله </w:t>
      </w:r>
      <w:r w:rsidR="00BF0EA2" w:rsidRPr="00BF0EA2">
        <w:rPr>
          <w:rStyle w:val="libAlaemChar"/>
          <w:rFonts w:hint="cs"/>
          <w:rtl/>
        </w:rPr>
        <w:t>صلى‌الله‌عليه‌وآله</w:t>
      </w:r>
      <w:r>
        <w:rPr>
          <w:rtl/>
        </w:rPr>
        <w:t xml:space="preserve"> خير من عليّ </w:t>
      </w:r>
      <w:r w:rsidR="00763E2E" w:rsidRPr="00763E2E">
        <w:rPr>
          <w:rStyle w:val="libAlaemChar"/>
          <w:rFonts w:hint="cs"/>
          <w:rtl/>
        </w:rPr>
        <w:t>عليه‌السلام</w:t>
      </w:r>
      <w:r>
        <w:rPr>
          <w:rtl/>
        </w:rPr>
        <w:t xml:space="preserve"> ، ثم لا يتبع سيرته ولا يعمل بسنّته ما نفعه حبّه ايّاه شيئاً.</w:t>
      </w:r>
    </w:p>
    <w:p w:rsidR="00AA2ABC" w:rsidRDefault="00AA2ABC" w:rsidP="002704FD">
      <w:pPr>
        <w:pStyle w:val="libNormal"/>
        <w:rPr>
          <w:rtl/>
        </w:rPr>
      </w:pPr>
      <w:r>
        <w:rPr>
          <w:rtl/>
        </w:rPr>
        <w:t xml:space="preserve">فاتقوا الله واعملوا لما عند الله ، ليس بين الله وبين أحد قرابة ، أحبّ العباد إلى الله عزّوجلّ وأكرمهم عليه أتقاهم وأعملهم بطاعته ، يا جابر والله ما يتقرب إلى الله تبارك وتعالى الاّ بالطاعة ، وما معنا براءة من النار ، ولا على الله لأحد من حجة ، من كان لله مطيعاً فهو لنا وليّ ، ومن كان لله عاصياً فهو لنا عدوّ ، وما تنال ولايتنا الاّ بالعمل والورع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انّما شيعة علي </w:t>
      </w:r>
      <w:r w:rsidR="00763E2E" w:rsidRPr="00763E2E">
        <w:rPr>
          <w:rStyle w:val="libAlaemChar"/>
          <w:rFonts w:hint="cs"/>
          <w:rtl/>
        </w:rPr>
        <w:t>عليه‌السلام</w:t>
      </w:r>
      <w:r>
        <w:rPr>
          <w:rtl/>
        </w:rPr>
        <w:t xml:space="preserve"> الشاحبون ، الناحلون ، الذابلون ، ذابلة شفاههم ، خميصة بطونهم ، متغيّرة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240 ح 31 ـ عنه البحار 69 : 305 ح 26 باب 37.</w:t>
      </w:r>
    </w:p>
    <w:p w:rsidR="00AA2ABC" w:rsidRDefault="00AA2ABC" w:rsidP="001008E4">
      <w:pPr>
        <w:pStyle w:val="libFootnote0"/>
        <w:rPr>
          <w:rtl/>
        </w:rPr>
      </w:pPr>
      <w:r>
        <w:rPr>
          <w:rtl/>
        </w:rPr>
        <w:t xml:space="preserve">2 ـ الكافي 2 : 74 ح 3 ـ عنه البحار 70 ـ 97 ح 4 باب 47 ـ صفات الشيعة : 11 حديث 22. </w:t>
      </w:r>
    </w:p>
    <w:p w:rsidR="00AA2ABC" w:rsidRDefault="00AA2ABC" w:rsidP="002704FD">
      <w:pPr>
        <w:pStyle w:val="libNormal0"/>
        <w:rPr>
          <w:rtl/>
        </w:rPr>
      </w:pPr>
      <w:r>
        <w:rPr>
          <w:rtl/>
        </w:rPr>
        <w:br w:type="page"/>
      </w:r>
      <w:r>
        <w:rPr>
          <w:rtl/>
        </w:rPr>
        <w:lastRenderedPageBreak/>
        <w:t xml:space="preserve">ألوانهم ، مصفرّة وجوههم ، إذا جنّهم الليل اتخذوا الأرض فراشاً ، واستقبلوا الأرض بجباههم ، كثير سجودهم ، كثيرة دموعهم ، كثير دعاؤهم ، كثير بكاؤهم ، يفرح الناس وهم يحزنون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انّما شيعة جعفر من عفّ بطنه وفرجه ، واشتدّ جهاده ، وعمل لخالقه ، ورجا ثوابه ، وخاف عقابه ، فاذا رأيت اولئك فاولئك شيعة جعفر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يا علي طوبى لمن أحبّك وصدّق بك ، وويل لمن أبغضك وكذّب بك ، محبّوك معروفون في السماء السابعة ، والأرض السابعة السفلى وما بين ذلك ، هم أهل الدين ، والورع ، والسمت الحسن ، والتواضع لله عزّوجلّ.</w:t>
      </w:r>
    </w:p>
    <w:p w:rsidR="00AA2ABC" w:rsidRDefault="00AA2ABC" w:rsidP="002704FD">
      <w:pPr>
        <w:pStyle w:val="libNormal"/>
        <w:rPr>
          <w:rtl/>
        </w:rPr>
      </w:pPr>
      <w:r>
        <w:rPr>
          <w:rtl/>
        </w:rPr>
        <w:t>خاشعة أبصارهم ، وجلة قلوبهم لذكر الله عزّوجلّ ، وقد عرفوا حقّ ولايتك ، ألسنتهم ناطقة بفضلك ، وأعينهم ساكبة تحنّناً عليك وعلى الأئمة من ولدك ، يدينون الله بما أمرهم به في كتابه ، وجاءهم به البرهان من سنّة نبيه.</w:t>
      </w:r>
    </w:p>
    <w:p w:rsidR="00AA2ABC" w:rsidRDefault="00AA2ABC" w:rsidP="002704FD">
      <w:pPr>
        <w:pStyle w:val="libNormal"/>
        <w:rPr>
          <w:rtl/>
        </w:rPr>
      </w:pPr>
      <w:r>
        <w:rPr>
          <w:rtl/>
        </w:rPr>
        <w:t xml:space="preserve">عاملون بما يأمرهم به اُولوا الأمر منهم ، متواصلون غير متقاطعين ، متحابّون غير متباغضين ، انّ الملائكة لتصلّي عليهم وتؤمّن على دعائهم ، وتستغفر للمذنب منهم ، وتشهد حضرته ، وتستوحش لفقده إلى يوم القيامة </w:t>
      </w:r>
      <w:r w:rsidRPr="001008E4">
        <w:rPr>
          <w:rStyle w:val="libFootnotenumChar"/>
          <w:rtl/>
        </w:rPr>
        <w:t>(3)</w:t>
      </w:r>
      <w:r>
        <w:rPr>
          <w:rtl/>
        </w:rPr>
        <w:t>.</w:t>
      </w:r>
    </w:p>
    <w:p w:rsidR="00AA2ABC" w:rsidRDefault="00AA2ABC" w:rsidP="002704FD">
      <w:pPr>
        <w:pStyle w:val="libNormal"/>
        <w:rPr>
          <w:rtl/>
        </w:rPr>
      </w:pPr>
      <w:r>
        <w:rPr>
          <w:rtl/>
        </w:rPr>
        <w:t xml:space="preserve">وجاء في رواية أنّ أمير المؤمنين </w:t>
      </w:r>
      <w:r w:rsidR="00763E2E" w:rsidRPr="00763E2E">
        <w:rPr>
          <w:rStyle w:val="libAlaemChar"/>
          <w:rFonts w:hint="cs"/>
          <w:rtl/>
        </w:rPr>
        <w:t>عليه‌السلام</w:t>
      </w:r>
      <w:r>
        <w:rPr>
          <w:rtl/>
        </w:rPr>
        <w:t xml:space="preserve"> خرج ذات ليلة من المسجد وكانت ليلة قمراء ، فأمّ الجبانة ولحقه جماعة يقفون أثره ، فوقف عليهم ثم قال : 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444 ح 40 باب 10 ـ عنه البحار 68 : 149 ح 2 باب 19.</w:t>
      </w:r>
    </w:p>
    <w:p w:rsidR="00AA2ABC" w:rsidRDefault="00AA2ABC" w:rsidP="001008E4">
      <w:pPr>
        <w:pStyle w:val="libFootnote0"/>
        <w:rPr>
          <w:rtl/>
        </w:rPr>
      </w:pPr>
      <w:r>
        <w:rPr>
          <w:rtl/>
        </w:rPr>
        <w:t>2 ـ الخصال : 295 ح 63 باب 5 ـ صفات الشيعة : 11 ح 21.</w:t>
      </w:r>
    </w:p>
    <w:p w:rsidR="00AA2ABC" w:rsidRDefault="00AA2ABC" w:rsidP="001008E4">
      <w:pPr>
        <w:pStyle w:val="libFootnote0"/>
        <w:rPr>
          <w:rtl/>
        </w:rPr>
      </w:pPr>
      <w:r>
        <w:rPr>
          <w:rtl/>
        </w:rPr>
        <w:t xml:space="preserve">3 ) البحار 68 : 150 ح 3 باب 19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0"/>
        <w:rPr>
          <w:rtl/>
        </w:rPr>
      </w:pPr>
      <w:r>
        <w:rPr>
          <w:rtl/>
        </w:rPr>
        <w:br w:type="page"/>
      </w:r>
      <w:r>
        <w:rPr>
          <w:rtl/>
        </w:rPr>
        <w:lastRenderedPageBreak/>
        <w:t>أنتم؟ قالوا : شيعتك يا أمير المؤمنين ، فتفرّس في وجوههم ثم قال : فمالي لا أرى عليكم سيماء الشيعة؟ قالوا : وما سيماء الشيعة يا أمير المؤمنين؟</w:t>
      </w:r>
    </w:p>
    <w:p w:rsidR="00AA2ABC" w:rsidRDefault="00AA2ABC" w:rsidP="002704FD">
      <w:pPr>
        <w:pStyle w:val="libNormal"/>
        <w:rPr>
          <w:rtl/>
        </w:rPr>
      </w:pPr>
      <w:r>
        <w:rPr>
          <w:rtl/>
        </w:rPr>
        <w:t xml:space="preserve">فقال : صفر الوجوه من السهر ، عمش العيون من البكاء ، حدب الظهور من القيام ، خمص البطون من الصيام ، ذبل الشفاه من الدعاء ، عليهم غبرة الخاشعين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لا يكون المؤمن مؤمناً حتى يكون كامل العقل ، ولا يكون كامل العقل حتى تكون فيه عشر خصال : الخير منه مأمول ، والشرّ منه مأمون ، يستقلّ كثير الخير من نفسه ، ويستكثر قليل الخير من غيره ، ويستكثر قليل الشر من نفسه ، ويستقلّ كثير الشر من غيره.</w:t>
      </w:r>
    </w:p>
    <w:p w:rsidR="00AA2ABC" w:rsidRDefault="00AA2ABC" w:rsidP="002704FD">
      <w:pPr>
        <w:pStyle w:val="libNormal"/>
        <w:rPr>
          <w:rtl/>
        </w:rPr>
      </w:pPr>
      <w:r>
        <w:rPr>
          <w:rtl/>
        </w:rPr>
        <w:t>ولا يتبرّم بطلب الحوائج قبله ، ولا يسأم من طلب العلم عمره ، الذلّ أحبّ اليه من العزّ ، والفقر أحبّ إليه من الغنى ، حسبه من الدنيا قوت ، والعاشرة وما العاشرة لا يلقى أحداً الاّ قال : هو خير منّي وأتقى.</w:t>
      </w:r>
    </w:p>
    <w:p w:rsidR="00AA2ABC" w:rsidRDefault="00AA2ABC" w:rsidP="002704FD">
      <w:pPr>
        <w:pStyle w:val="libNormal"/>
        <w:rPr>
          <w:rtl/>
        </w:rPr>
      </w:pPr>
      <w:r>
        <w:rPr>
          <w:rtl/>
        </w:rPr>
        <w:t xml:space="preserve">انّما الناس رجلان : رجل خير منه وأتقى ، وآخر شرّ منه وأدنى ، فاذا لقي الذي هو خير منه تواضع له ليلحق به ، وإذا لقي الذي هو شرّ منه وأدنى قال : لعلّ شرّ هذا ظاهر وخيره باطن ، فاذا فعل ذلك علا وساد أهل زمانه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لقى رسول الله </w:t>
      </w:r>
      <w:r w:rsidR="00BF0EA2" w:rsidRPr="00BF0EA2">
        <w:rPr>
          <w:rStyle w:val="libAlaemChar"/>
          <w:rFonts w:hint="cs"/>
          <w:rtl/>
        </w:rPr>
        <w:t>صلى‌الله‌عليه‌وآله</w:t>
      </w:r>
      <w:r>
        <w:rPr>
          <w:rtl/>
        </w:rPr>
        <w:t xml:space="preserve"> يوماً حارثة بن النعمان الأنصاري ، فقال له : كيف أصبحت يا حارثة؟ قال : أصبحت يا رسول الله مؤمناً حقّاً ، قال : انّ لكلّ ايمان حقيقة فما حقيقة ايمانك؟</w:t>
      </w:r>
    </w:p>
    <w:p w:rsidR="00AA2ABC" w:rsidRDefault="00AA2ABC" w:rsidP="002704FD">
      <w:pPr>
        <w:pStyle w:val="libNormal"/>
        <w:rPr>
          <w:rtl/>
        </w:rPr>
      </w:pPr>
      <w:r>
        <w:rPr>
          <w:rtl/>
        </w:rPr>
        <w:t xml:space="preserve">قال : عزفت نفسي عن الدنيا ، وأسهرت ليلي ، وأظمأت نهاري ، فكأنّي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68 : 150 ح 4 باب 19 ـ عن الارشاد.</w:t>
      </w:r>
    </w:p>
    <w:p w:rsidR="00AA2ABC" w:rsidRDefault="00AA2ABC" w:rsidP="001008E4">
      <w:pPr>
        <w:pStyle w:val="libFootnote0"/>
        <w:rPr>
          <w:rtl/>
        </w:rPr>
      </w:pPr>
      <w:r>
        <w:rPr>
          <w:rtl/>
        </w:rPr>
        <w:t xml:space="preserve">2 ـ أمالي الصدوق : 153 ح 5 مجلس 6 ـ عنه البحار 67 : 296 ح 21 باب 14. </w:t>
      </w:r>
    </w:p>
    <w:p w:rsidR="00AA2ABC" w:rsidRDefault="00AA2ABC" w:rsidP="002704FD">
      <w:pPr>
        <w:pStyle w:val="libNormal0"/>
        <w:rPr>
          <w:rtl/>
        </w:rPr>
      </w:pPr>
      <w:r>
        <w:rPr>
          <w:rtl/>
        </w:rPr>
        <w:br w:type="page"/>
      </w:r>
      <w:r>
        <w:rPr>
          <w:rtl/>
        </w:rPr>
        <w:lastRenderedPageBreak/>
        <w:t>بعرش ربّي وقد قرب للحساب ، وكأنّي بأهل الجنّة فيها يتراودون ، وأهل النار فيها يعذّبون.</w:t>
      </w:r>
    </w:p>
    <w:p w:rsidR="00AA2ABC" w:rsidRDefault="00AA2ABC" w:rsidP="002704FD">
      <w:pPr>
        <w:pStyle w:val="libNormal"/>
        <w:rPr>
          <w:rtl/>
        </w:rPr>
      </w:pPr>
      <w:r>
        <w:rPr>
          <w:rtl/>
        </w:rPr>
        <w:t xml:space="preserve">فقال رسول الله </w:t>
      </w:r>
      <w:r w:rsidR="00BF0EA2" w:rsidRPr="00BF0EA2">
        <w:rPr>
          <w:rStyle w:val="libAlaemChar"/>
          <w:rFonts w:hint="cs"/>
          <w:rtl/>
        </w:rPr>
        <w:t>صلى‌الله‌عليه‌وآله</w:t>
      </w:r>
      <w:r>
        <w:rPr>
          <w:rtl/>
        </w:rPr>
        <w:t xml:space="preserve"> : أنت مؤمن نوّر الله الايمان في قلبك ، فأثبت ثبتك الله ، فقال له : يا رسول الله ما أنا على نفسي من شيء أخوف منّي عليها من بصري ، فدعا له رسول الله </w:t>
      </w:r>
      <w:r w:rsidR="00BF0EA2" w:rsidRPr="00BF0EA2">
        <w:rPr>
          <w:rStyle w:val="libAlaemChar"/>
          <w:rFonts w:hint="cs"/>
          <w:rtl/>
        </w:rPr>
        <w:t>صلى‌الله‌عليه‌وآله</w:t>
      </w:r>
      <w:r>
        <w:rPr>
          <w:rtl/>
        </w:rPr>
        <w:t xml:space="preserve"> فذهب بصره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بينا رسول الله </w:t>
      </w:r>
      <w:r w:rsidR="00BF0EA2" w:rsidRPr="00BF0EA2">
        <w:rPr>
          <w:rStyle w:val="libAlaemChar"/>
          <w:rFonts w:hint="cs"/>
          <w:rtl/>
        </w:rPr>
        <w:t>صلى‌الله‌عليه‌وآله</w:t>
      </w:r>
      <w:r>
        <w:rPr>
          <w:rtl/>
        </w:rPr>
        <w:t xml:space="preserve"> في بعض اسفاره إذ لقيه ركب فقالوا : السلام عليك يا رسول الله ، فقال : ما أنتم؟ فقالوا : نحن مؤمنون يا رسول الله؟ قال : فما حقيقة ايمانكم؟ قالوا : الرضا بقضاء الله ، والتفويض إلى الله ، والتسليم لأمر الله.</w:t>
      </w:r>
    </w:p>
    <w:p w:rsidR="00AA2ABC" w:rsidRDefault="00AA2ABC" w:rsidP="002704FD">
      <w:pPr>
        <w:pStyle w:val="libNormal"/>
        <w:rPr>
          <w:rtl/>
        </w:rPr>
      </w:pPr>
      <w:r>
        <w:rPr>
          <w:rtl/>
        </w:rPr>
        <w:t xml:space="preserve">فقال رسول الله </w:t>
      </w:r>
      <w:r w:rsidR="00BF0EA2" w:rsidRPr="00BF0EA2">
        <w:rPr>
          <w:rStyle w:val="libAlaemChar"/>
          <w:rFonts w:hint="cs"/>
          <w:rtl/>
        </w:rPr>
        <w:t>صلى‌الله‌عليه‌وآله</w:t>
      </w:r>
      <w:r>
        <w:rPr>
          <w:rtl/>
        </w:rPr>
        <w:t xml:space="preserve"> : علماء ، حكماء ، كادوا أن يكونوا من الحكمة أنبياء ، فإن كنتم صادقين فلا تبنوا ما لا تسكنون ، ولا تجمعوا ما لا تأكلون ، واتقوا الله الذي إليه ترجعون </w:t>
      </w:r>
      <w:r w:rsidRPr="001008E4">
        <w:rPr>
          <w:rStyle w:val="libFootnotenumChar"/>
          <w:rtl/>
        </w:rPr>
        <w:t>(2)</w:t>
      </w:r>
      <w:r>
        <w:rPr>
          <w:rtl/>
        </w:rPr>
        <w:t>.</w:t>
      </w:r>
    </w:p>
    <w:p w:rsidR="00AA2ABC" w:rsidRDefault="00AA2ABC" w:rsidP="002704FD">
      <w:pPr>
        <w:pStyle w:val="libNormal"/>
        <w:rPr>
          <w:rtl/>
        </w:rPr>
      </w:pPr>
      <w:r>
        <w:rPr>
          <w:rtl/>
        </w:rPr>
        <w:t xml:space="preserve">والأخبار في هذا الباب أكثر من أن تحد وتحصى ، وانّ أفضل الأخبار في هذا الباب لهو حديث همام الذي كتب له والدي </w:t>
      </w:r>
      <w:r w:rsidR="003856BA" w:rsidRPr="003856BA">
        <w:rPr>
          <w:rStyle w:val="libAlaemChar"/>
          <w:rFonts w:hint="cs"/>
          <w:rtl/>
        </w:rPr>
        <w:t>رحمه‌الله</w:t>
      </w:r>
      <w:r>
        <w:rPr>
          <w:rtl/>
        </w:rPr>
        <w:t xml:space="preserve"> الملك المنان عليه شرحاً وافياً ، نرجو من الله توفيق جميع المؤمنين باكتساب هذه الكمالات ، والفوز بهذه السعادات.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187 ح 5 ـ عنه البحار 67 : 299 ح 25 باب 14.</w:t>
      </w:r>
    </w:p>
    <w:p w:rsidR="00AA2ABC" w:rsidRDefault="00AA2ABC" w:rsidP="001008E4">
      <w:pPr>
        <w:pStyle w:val="libFootnote0"/>
        <w:rPr>
          <w:rtl/>
        </w:rPr>
      </w:pPr>
      <w:r>
        <w:rPr>
          <w:rtl/>
        </w:rPr>
        <w:t xml:space="preserve">2 ـ الكافي 2 : 52 ح 1 ـ عنه البحار 67 : 286 ح 8 باب 14.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إذا كان العبد في أرض قفر فتوضّأ أو تيمم ثم أذّن وأقام وصلّى أمر الله عزّ وجلّ الملائكة فصفّوا خلفه صفّاً لا يرى طرفاه ، يركعون بركوعه ، ويسجدون بسجوده ، يؤمّنون على دعائه.</w:t>
      </w:r>
    </w:p>
    <w:p w:rsidR="00AA2ABC" w:rsidRDefault="00AA2ABC" w:rsidP="002704FD">
      <w:pPr>
        <w:pStyle w:val="libNormal"/>
        <w:rPr>
          <w:rtl/>
        </w:rPr>
      </w:pPr>
      <w:r>
        <w:rPr>
          <w:rtl/>
        </w:rPr>
        <w:t>يا أباذر من أقام ولم يؤذّن لم يصلّ معه الاّ ملكاه اللذان معه.</w:t>
      </w:r>
    </w:p>
    <w:p w:rsidR="00AA2ABC" w:rsidRDefault="00AA2ABC" w:rsidP="002704FD">
      <w:pPr>
        <w:pStyle w:val="libNormal"/>
        <w:rPr>
          <w:rtl/>
        </w:rPr>
      </w:pPr>
      <w:r>
        <w:rPr>
          <w:rtl/>
        </w:rPr>
        <w:t xml:space="preserve">اعلم انّ الأذان والاقامة من سنن رسول الله </w:t>
      </w:r>
      <w:r w:rsidR="00BF0EA2" w:rsidRPr="00BF0EA2">
        <w:rPr>
          <w:rStyle w:val="libAlaemChar"/>
          <w:rFonts w:hint="cs"/>
          <w:rtl/>
        </w:rPr>
        <w:t>صلى‌الله‌عليه‌وآله</w:t>
      </w:r>
      <w:r>
        <w:rPr>
          <w:rtl/>
        </w:rPr>
        <w:t xml:space="preserve"> المؤكدة ، والأحاديث في فضلهما لا تحد ولا تحصى ، وحكم بعض العلماء بوجوبهما في صلاة الجماعة ، وبعض آخر بوجوب الاقامة في جميع الصلوات ، والأذان في صلاة الصبح والليل ، والاحتياط في عدم ترك الاقامة مطلقاً ، وكذلك لا يترك الأذان في صلاة الصبح والليل مهما أمكن.</w:t>
      </w:r>
    </w:p>
    <w:p w:rsidR="00AA2ABC" w:rsidRDefault="00AA2ABC" w:rsidP="002704FD">
      <w:pPr>
        <w:pStyle w:val="libNormal"/>
        <w:rPr>
          <w:rtl/>
        </w:rPr>
      </w:pPr>
      <w:r>
        <w:rPr>
          <w:rtl/>
        </w:rPr>
        <w:t>والاحتياط أن يراعي في الاقامة الشرائط التي لابد من مراعتها في الصلاة كالقيام ، والاتجاه نحو القبلة ، والطهارة ، وعدم الكلام ، وعدم الحركة ، وهما يختصان بالصلوات الخمسة ، أما في غيرها من الصلوات الواجبة والمستحبة فهي بدعة.</w:t>
      </w:r>
    </w:p>
    <w:p w:rsidR="00AA2ABC" w:rsidRDefault="00AA2ABC" w:rsidP="002704FD">
      <w:pPr>
        <w:pStyle w:val="libNormal"/>
        <w:rPr>
          <w:rtl/>
        </w:rPr>
      </w:pPr>
      <w:r>
        <w:rPr>
          <w:rtl/>
        </w:rPr>
        <w:t xml:space="preserve">روي عن رسول الله </w:t>
      </w:r>
      <w:r w:rsidR="00BF0EA2" w:rsidRPr="00BF0EA2">
        <w:rPr>
          <w:rStyle w:val="libAlaemChar"/>
          <w:rFonts w:hint="cs"/>
          <w:rtl/>
        </w:rPr>
        <w:t>صلى‌الله‌عليه‌وآله</w:t>
      </w:r>
      <w:r>
        <w:rPr>
          <w:rtl/>
        </w:rPr>
        <w:t xml:space="preserve"> انّه قال : ... ألا ومن أذّن محتسباً يريد بذلك وجه الله عزّوجلّ أعطاه الله ثواب أربعين ألف شهيد ، وأربعين ألف صدّيق ، ويدخل في شفاعته أربعين ألف مسيء من أمتي إلى الجنّة.</w:t>
      </w:r>
    </w:p>
    <w:p w:rsidR="00AA2ABC" w:rsidRDefault="00AA2ABC" w:rsidP="002704FD">
      <w:pPr>
        <w:pStyle w:val="libNormal"/>
        <w:rPr>
          <w:rtl/>
        </w:rPr>
      </w:pPr>
      <w:r>
        <w:rPr>
          <w:rtl/>
        </w:rPr>
        <w:t xml:space="preserve">ألا وانّ المؤذّن إذا قال : « أشهد أن لا اله الاّ الله » صلّى عليه تسعون ألف ملك ، </w:t>
      </w:r>
    </w:p>
    <w:p w:rsidR="00AA2ABC" w:rsidRDefault="00AA2ABC" w:rsidP="002704FD">
      <w:pPr>
        <w:pStyle w:val="libNormal0"/>
        <w:rPr>
          <w:rtl/>
        </w:rPr>
      </w:pPr>
      <w:r>
        <w:rPr>
          <w:rtl/>
        </w:rPr>
        <w:br w:type="page"/>
      </w:r>
      <w:r>
        <w:rPr>
          <w:rtl/>
        </w:rPr>
        <w:lastRenderedPageBreak/>
        <w:t xml:space="preserve">واستغفروا له ، وكان يوم القيامة في ظلّ العرش حتى يفرغ الله من حساب الخلائق ويكتب ثواب قوله : « أشهد أن محمداً رسول الله » أربعون ألف ألف ملك ، ومن حافظ على الصف الاوّل والتكبيرة الأولى لا يؤذي مسلماً أعطاه الله من الأجر ما يعطي المؤذّنون في الدنيا والآخرة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أذّن عشر سنين محتسباً يغفر الله له مدّ بصره وصوته في السماء ، ويصدّقه كلّ رطب ويابس سمعه ، وله من كلّ من يصلّي معه في مسجده سهم ، وله من كلّ من يصلّي بصوته حسنة </w:t>
      </w:r>
      <w:r w:rsidRPr="001008E4">
        <w:rPr>
          <w:rStyle w:val="libFootnotenumChar"/>
          <w:rtl/>
        </w:rPr>
        <w:t>(2)</w:t>
      </w:r>
      <w:r>
        <w:rPr>
          <w:rtl/>
        </w:rPr>
        <w:t>.</w:t>
      </w:r>
    </w:p>
    <w:p w:rsidR="00AA2ABC" w:rsidRDefault="00AA2ABC" w:rsidP="002704FD">
      <w:pPr>
        <w:pStyle w:val="libNormal"/>
        <w:rPr>
          <w:rtl/>
        </w:rPr>
      </w:pPr>
      <w:r>
        <w:rPr>
          <w:rtl/>
        </w:rPr>
        <w:t xml:space="preserve">وفي حديث بلال عن رسول الله </w:t>
      </w:r>
      <w:r w:rsidR="00BF0EA2" w:rsidRPr="00BF0EA2">
        <w:rPr>
          <w:rStyle w:val="libAlaemChar"/>
          <w:rFonts w:hint="cs"/>
          <w:rtl/>
        </w:rPr>
        <w:t>صلى‌الله‌عليه‌وآله</w:t>
      </w:r>
      <w:r>
        <w:rPr>
          <w:rtl/>
        </w:rPr>
        <w:t xml:space="preserve"> انّه قال : ... المؤذنون أمناء المؤمنين على صلاتهم وصومهم ولحومهم ودمائهم ، لا يسألون الله عزّوجلّ شيئاً الاّ أعطاهم ، ولا يشفعون في شيء الاّ شفعوا.</w:t>
      </w:r>
    </w:p>
    <w:p w:rsidR="00AA2ABC" w:rsidRDefault="00AA2ABC" w:rsidP="002704FD">
      <w:pPr>
        <w:pStyle w:val="libNormal"/>
        <w:rPr>
          <w:rtl/>
        </w:rPr>
      </w:pPr>
      <w:r>
        <w:rPr>
          <w:rtl/>
        </w:rPr>
        <w:t>من أذّن أربعين عاماً محتسباً بعثه الله يوم القيامة وله عمل أربعين صديقاً عملاً مبروراً متقبّلاً ... من أذّن عشرين عاماً بعثه الله عزّوجلّ يوم القيامة وله من النور مثل نور السماء الدنيا.</w:t>
      </w:r>
    </w:p>
    <w:p w:rsidR="00AA2ABC" w:rsidRDefault="00AA2ABC" w:rsidP="002704FD">
      <w:pPr>
        <w:pStyle w:val="libNormal"/>
        <w:rPr>
          <w:rtl/>
        </w:rPr>
      </w:pPr>
      <w:r>
        <w:rPr>
          <w:rtl/>
        </w:rPr>
        <w:t>من أذّن عشر سنين أسكنه الله عزّوجلّ مع إبراهيم في قبّته أو في درجته ... من أذّن سنة واحدة بعثه الله عزّوجلّ يوم القيامة وقد غفرت ذنوبه كلّها بالغة ما بلغت ، ولو كانت مثل زنة جبل أحد</w:t>
      </w:r>
      <w:r>
        <w:rPr>
          <w:rFonts w:hint="cs"/>
          <w:rtl/>
        </w:rPr>
        <w:t xml:space="preserve"> </w:t>
      </w:r>
      <w:r>
        <w:rPr>
          <w:rtl/>
        </w:rPr>
        <w:t>....</w:t>
      </w:r>
    </w:p>
    <w:p w:rsidR="00AA2ABC" w:rsidRDefault="00AA2ABC" w:rsidP="002704FD">
      <w:pPr>
        <w:pStyle w:val="libNormal"/>
        <w:rPr>
          <w:rtl/>
        </w:rPr>
      </w:pPr>
      <w:r>
        <w:rPr>
          <w:rtl/>
        </w:rPr>
        <w:t xml:space="preserve">من أذّن في سبيل الله صلاة واحدة ايماناً واحتساباً وتقرّباً إلى الله عزّوجلّ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84 : 130 ح 22 باب 35 ـ عن أمالي الصدوق.</w:t>
      </w:r>
    </w:p>
    <w:p w:rsidR="00AA2ABC" w:rsidRDefault="00AA2ABC" w:rsidP="001008E4">
      <w:pPr>
        <w:pStyle w:val="libFootnote0"/>
        <w:rPr>
          <w:rtl/>
        </w:rPr>
      </w:pPr>
      <w:r>
        <w:rPr>
          <w:rtl/>
        </w:rPr>
        <w:t xml:space="preserve">2 ـ الوسائل 4 : 614 ح 5 باب 2. </w:t>
      </w:r>
    </w:p>
    <w:p w:rsidR="00AA2ABC" w:rsidRDefault="00AA2ABC" w:rsidP="002704FD">
      <w:pPr>
        <w:pStyle w:val="libNormal0"/>
        <w:rPr>
          <w:rtl/>
        </w:rPr>
      </w:pPr>
      <w:r>
        <w:rPr>
          <w:rtl/>
        </w:rPr>
        <w:br w:type="page"/>
      </w:r>
      <w:r>
        <w:rPr>
          <w:rtl/>
        </w:rPr>
        <w:lastRenderedPageBreak/>
        <w:t xml:space="preserve">غفر الله له ما سلف من ذنوبه ، ومنّ عليه بالعصمة فيما بقي من عمره ، وجمع بينه وبين الشهداء في الجنة </w:t>
      </w:r>
      <w:r w:rsidRPr="001008E4">
        <w:rPr>
          <w:rStyle w:val="libFootnotenumChar"/>
          <w:rtl/>
        </w:rPr>
        <w:t>(1)</w:t>
      </w:r>
      <w:r>
        <w:rPr>
          <w:rtl/>
        </w:rPr>
        <w:t>.</w:t>
      </w:r>
    </w:p>
    <w:p w:rsidR="00AA2ABC" w:rsidRDefault="00AA2ABC" w:rsidP="002704FD">
      <w:pPr>
        <w:pStyle w:val="libNormal"/>
        <w:rPr>
          <w:rtl/>
        </w:rPr>
      </w:pPr>
      <w:r>
        <w:rPr>
          <w:rtl/>
        </w:rPr>
        <w:t xml:space="preserve">وفي رواية اخرى عنه </w:t>
      </w:r>
      <w:r w:rsidR="00BF0EA2" w:rsidRPr="00BF0EA2">
        <w:rPr>
          <w:rStyle w:val="libAlaemChar"/>
          <w:rFonts w:hint="cs"/>
          <w:rtl/>
        </w:rPr>
        <w:t>صلى‌الله‌عليه‌وآله</w:t>
      </w:r>
      <w:r>
        <w:rPr>
          <w:rtl/>
        </w:rPr>
        <w:t xml:space="preserve"> قال : من أذّن في مصر من أمصار المسلمين سنة وجبت له الجنة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للمؤذن فيما بين الأذان والاقامة مثل أجر الشهيد المتشحط بدمه في سبيل الله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هشام بن إبراهيم انّه شكا إلى أبي الحسن الرضا </w:t>
      </w:r>
      <w:r w:rsidR="00763E2E" w:rsidRPr="00763E2E">
        <w:rPr>
          <w:rStyle w:val="libAlaemChar"/>
          <w:rFonts w:hint="cs"/>
          <w:rtl/>
        </w:rPr>
        <w:t>عليه‌السلام</w:t>
      </w:r>
      <w:r>
        <w:rPr>
          <w:rtl/>
        </w:rPr>
        <w:t xml:space="preserve"> سقمه وأنّه لا يولد له ولد ، فأمره أن يرفع صوته بالأذان في منزله ، قال : ففعلت فأذهب الله عنّي سقمي وكثر ولدي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إذا تولعت بكم الغول فأذّنوا </w:t>
      </w:r>
      <w:r w:rsidRPr="001008E4">
        <w:rPr>
          <w:rStyle w:val="libFootnotenumChar"/>
          <w:rtl/>
        </w:rPr>
        <w:t>(5)</w:t>
      </w:r>
      <w:r>
        <w:rPr>
          <w:rtl/>
        </w:rPr>
        <w:t>.</w:t>
      </w:r>
    </w:p>
    <w:p w:rsidR="00AA2ABC" w:rsidRDefault="00AA2ABC" w:rsidP="002704FD">
      <w:pPr>
        <w:pStyle w:val="libNormal"/>
        <w:rPr>
          <w:rtl/>
        </w:rPr>
      </w:pPr>
      <w:r>
        <w:rPr>
          <w:rtl/>
        </w:rPr>
        <w:t xml:space="preserve">وروي في أحاديث صحيحة عن أبي عبدالله </w:t>
      </w:r>
      <w:r w:rsidR="00763E2E" w:rsidRPr="00763E2E">
        <w:rPr>
          <w:rStyle w:val="libAlaemChar"/>
          <w:rFonts w:hint="cs"/>
          <w:rtl/>
        </w:rPr>
        <w:t>عليه‌السلام</w:t>
      </w:r>
      <w:r>
        <w:rPr>
          <w:rtl/>
        </w:rPr>
        <w:t xml:space="preserve"> انّه قال : من صلّى بأذان وإقامة صلّى خلفه صفّان من الملائكة ، ومن صلّى باقامة بغير أذان صلّى خلفه صفّ واحد ... </w:t>
      </w:r>
      <w:r w:rsidRPr="001008E4">
        <w:rPr>
          <w:rStyle w:val="libFootnotenumChar"/>
          <w:rtl/>
        </w:rPr>
        <w:t>(6)</w:t>
      </w:r>
      <w:r>
        <w:rPr>
          <w:rtl/>
        </w:rPr>
        <w:t>.</w:t>
      </w:r>
    </w:p>
    <w:p w:rsidR="00AA2ABC" w:rsidRDefault="00AA2ABC" w:rsidP="002704FD">
      <w:pPr>
        <w:pStyle w:val="libNormal"/>
        <w:rPr>
          <w:rtl/>
        </w:rPr>
      </w:pPr>
      <w:r>
        <w:rPr>
          <w:rtl/>
        </w:rPr>
        <w:t xml:space="preserve">وفي بعض الأحاديث انّ طول كلّ صف ما بين المشرق والمغرب ، وفي بعضها الآخر انّ أقلّه ما بين المشرق والمغرب وأكثره ما بين السماء والأرض.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84 : 124 ضمن حديث 21 باب 35 ـ عن أمالي الصدوق.</w:t>
      </w:r>
    </w:p>
    <w:p w:rsidR="00AA2ABC" w:rsidRDefault="00AA2ABC" w:rsidP="001008E4">
      <w:pPr>
        <w:pStyle w:val="libFootnote0"/>
        <w:rPr>
          <w:rtl/>
        </w:rPr>
      </w:pPr>
      <w:r>
        <w:rPr>
          <w:rtl/>
        </w:rPr>
        <w:t>2 ـ البحار 84 : 147 ضمن حديث 40 باب 35 ـ عن ثواب الأعمال.</w:t>
      </w:r>
    </w:p>
    <w:p w:rsidR="00AA2ABC" w:rsidRDefault="00AA2ABC" w:rsidP="001008E4">
      <w:pPr>
        <w:pStyle w:val="libFootnote0"/>
        <w:rPr>
          <w:rtl/>
        </w:rPr>
      </w:pPr>
      <w:r>
        <w:rPr>
          <w:rtl/>
        </w:rPr>
        <w:t>3 ـ البحار 84 : 147 ضمن حديث 40 باب 35 ـ عن ثواب الأعمال.</w:t>
      </w:r>
    </w:p>
    <w:p w:rsidR="00AA2ABC" w:rsidRDefault="00AA2ABC" w:rsidP="001008E4">
      <w:pPr>
        <w:pStyle w:val="libFootnote0"/>
        <w:rPr>
          <w:rtl/>
        </w:rPr>
      </w:pPr>
      <w:r>
        <w:rPr>
          <w:rtl/>
        </w:rPr>
        <w:t>4 ـ الوسائل 4 : 641 ح 1 باب 18.</w:t>
      </w:r>
    </w:p>
    <w:p w:rsidR="00AA2ABC" w:rsidRDefault="00AA2ABC" w:rsidP="001008E4">
      <w:pPr>
        <w:pStyle w:val="libFootnote0"/>
        <w:rPr>
          <w:rtl/>
        </w:rPr>
      </w:pPr>
      <w:r>
        <w:rPr>
          <w:rtl/>
        </w:rPr>
        <w:t>5 ـ الوسائل 4 : 672 ح 1 باب 46.</w:t>
      </w:r>
    </w:p>
    <w:p w:rsidR="00AA2ABC" w:rsidRDefault="00AA2ABC" w:rsidP="001008E4">
      <w:pPr>
        <w:pStyle w:val="libFootnote0"/>
        <w:rPr>
          <w:rtl/>
        </w:rPr>
      </w:pPr>
      <w:r>
        <w:rPr>
          <w:rtl/>
        </w:rPr>
        <w:t xml:space="preserve">6 ـ البحار 84 : 147 ضمن حديث 41 باب 35 ـ عن ثواب الأعمال. </w:t>
      </w:r>
    </w:p>
    <w:p w:rsidR="00AA2ABC" w:rsidRDefault="00AA2ABC" w:rsidP="002704FD">
      <w:pPr>
        <w:pStyle w:val="libNormal"/>
        <w:rPr>
          <w:rtl/>
        </w:rPr>
      </w:pPr>
      <w:r>
        <w:rPr>
          <w:rtl/>
        </w:rPr>
        <w:br w:type="page"/>
      </w:r>
      <w:r>
        <w:rPr>
          <w:rtl/>
        </w:rPr>
        <w:lastRenderedPageBreak/>
        <w:t xml:space="preserve">وروي بسند معتبر عن أبي الحسن الرضا </w:t>
      </w:r>
      <w:r w:rsidR="00763E2E" w:rsidRPr="00763E2E">
        <w:rPr>
          <w:rStyle w:val="libAlaemChar"/>
          <w:rFonts w:hint="cs"/>
          <w:rtl/>
        </w:rPr>
        <w:t>عليه‌السلام</w:t>
      </w:r>
      <w:r>
        <w:rPr>
          <w:rtl/>
        </w:rPr>
        <w:t xml:space="preserve"> انّه قال : من أذّن وأقام صلّى خلفه صفّان من الملائكة ، وإن أقام بغير أذان صلّى عن يمينه واحد ، وعن شماله واحد </w:t>
      </w:r>
      <w:r w:rsidRPr="001008E4">
        <w:rPr>
          <w:rStyle w:val="libFootnotenumChar"/>
          <w:rtl/>
        </w:rPr>
        <w:t>(1)</w:t>
      </w:r>
      <w:r>
        <w:rPr>
          <w:rtl/>
        </w:rPr>
        <w:t>.</w:t>
      </w:r>
    </w:p>
    <w:p w:rsidR="00AA2ABC" w:rsidRDefault="00AA2ABC" w:rsidP="002704FD">
      <w:pPr>
        <w:pStyle w:val="libNormal"/>
        <w:rPr>
          <w:rtl/>
        </w:rPr>
      </w:pPr>
      <w:r>
        <w:rPr>
          <w:rtl/>
        </w:rPr>
        <w:t xml:space="preserve">وعن أمير المؤمنين </w:t>
      </w:r>
      <w:r w:rsidR="00763E2E" w:rsidRPr="00763E2E">
        <w:rPr>
          <w:rStyle w:val="libAlaemChar"/>
          <w:rFonts w:hint="cs"/>
          <w:rtl/>
        </w:rPr>
        <w:t>عليه‌السلام</w:t>
      </w:r>
      <w:r>
        <w:rPr>
          <w:rtl/>
        </w:rPr>
        <w:t xml:space="preserve"> قال : من صلّى باقامة صلّى خلفه ملك </w:t>
      </w:r>
      <w:r w:rsidRPr="001008E4">
        <w:rPr>
          <w:rStyle w:val="libFootnotenumChar"/>
          <w:rtl/>
        </w:rPr>
        <w:t>(2)</w:t>
      </w:r>
      <w:r>
        <w:rPr>
          <w:rtl/>
        </w:rPr>
        <w:t>.</w:t>
      </w:r>
    </w:p>
    <w:p w:rsidR="00AA2ABC" w:rsidRDefault="00AA2ABC" w:rsidP="002704FD">
      <w:pPr>
        <w:pStyle w:val="libNormal"/>
        <w:rPr>
          <w:rtl/>
        </w:rPr>
      </w:pPr>
      <w:r>
        <w:rPr>
          <w:rtl/>
        </w:rPr>
        <w:t xml:space="preserve">ويمكن الجمع بين هذه الأخبار بأنّ الصفين للأذان الكامل ، والصف الواحد لغير الكامل ، ويحمل الاختلاف في الاقامة إلى اختلاف الأعذار ، فإن ترك الأذان لعذر موجّه قويّ صلّى خلفه صف واحد ، وإن تركه لعذر سهل غير موجّه صلّى خلفه ملكان ، وإن تركه بغير عذر صلّى خلفه ملك واحد.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4 : 620 ح 4 باب 4.</w:t>
      </w:r>
    </w:p>
    <w:p w:rsidR="00AA2ABC" w:rsidRDefault="00AA2ABC" w:rsidP="001008E4">
      <w:pPr>
        <w:pStyle w:val="libFootnote0"/>
        <w:rPr>
          <w:rtl/>
        </w:rPr>
      </w:pPr>
      <w:r>
        <w:rPr>
          <w:rtl/>
        </w:rPr>
        <w:t xml:space="preserve">2 ـ البحار 84 : 147 ح 41 باب 35 ـ عن ثواب الأعمال. </w:t>
      </w:r>
    </w:p>
    <w:p w:rsidR="00AA2ABC" w:rsidRDefault="00AA2ABC" w:rsidP="002704FD">
      <w:pPr>
        <w:pStyle w:val="libNormal"/>
        <w:rPr>
          <w:rtl/>
        </w:rPr>
      </w:pPr>
      <w:r>
        <w:rPr>
          <w:rtl/>
        </w:rPr>
        <w:br w:type="page"/>
      </w:r>
      <w:bookmarkStart w:id="45" w:name="_Toc392501859"/>
      <w:bookmarkStart w:id="46" w:name="_Toc392502807"/>
      <w:r w:rsidRPr="00AF5939">
        <w:rPr>
          <w:rStyle w:val="Heading1Char"/>
          <w:rtl/>
        </w:rPr>
        <w:lastRenderedPageBreak/>
        <w:t>[</w:t>
      </w:r>
      <w:bookmarkEnd w:id="45"/>
      <w:bookmarkEnd w:id="46"/>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sidRPr="00AF5939">
        <w:rPr>
          <w:rtl/>
        </w:rPr>
        <w:t>يا أباذر ما من شاب</w:t>
      </w:r>
      <w:r>
        <w:rPr>
          <w:rtl/>
        </w:rPr>
        <w:t xml:space="preserve"> يَدَع لله الدنيا ولهوها ، وأهرم شبابه في طاعة الله الا أعطاه الله أجر اثنين وسبعين صديقاً.</w:t>
      </w:r>
    </w:p>
    <w:p w:rsidR="00AA2ABC" w:rsidRDefault="00AA2ABC" w:rsidP="002704FD">
      <w:pPr>
        <w:pStyle w:val="libNormal"/>
        <w:rPr>
          <w:rtl/>
        </w:rPr>
      </w:pPr>
      <w:r>
        <w:rPr>
          <w:rtl/>
        </w:rPr>
        <w:t>يا أباذر الذاكر في الغافلين كالمقاتل في الفارين.</w:t>
      </w:r>
    </w:p>
    <w:p w:rsidR="00AA2ABC" w:rsidRDefault="00AA2ABC" w:rsidP="002704FD">
      <w:pPr>
        <w:pStyle w:val="libNormal"/>
        <w:rPr>
          <w:rtl/>
        </w:rPr>
      </w:pPr>
      <w:r>
        <w:rPr>
          <w:rtl/>
        </w:rPr>
        <w:t xml:space="preserve">انّ الصّديق من صدّق الأنبياء وتابعهم في القول والفعل أكثر من غيره ، ويمكن توجيه هذه الأحاديث الواردة في ثواب الأعمال والأفعال بوجهين : </w:t>
      </w:r>
    </w:p>
    <w:p w:rsidR="00AA2ABC" w:rsidRDefault="00AA2ABC" w:rsidP="002704FD">
      <w:pPr>
        <w:pStyle w:val="libNormal"/>
        <w:rPr>
          <w:rtl/>
        </w:rPr>
      </w:pPr>
      <w:r w:rsidRPr="002704FD">
        <w:rPr>
          <w:rStyle w:val="libBold2Char"/>
          <w:rtl/>
        </w:rPr>
        <w:t xml:space="preserve">الأول : </w:t>
      </w:r>
      <w:r>
        <w:rPr>
          <w:rtl/>
        </w:rPr>
        <w:t>أن يكون المراد الصديقين من سائر الأُمم ، أي انّ الشاب الصالح له أجر اثنين وسبعين صدّيقاً من سائر الأُمم.</w:t>
      </w:r>
    </w:p>
    <w:p w:rsidR="00AA2ABC" w:rsidRDefault="00AA2ABC" w:rsidP="002704FD">
      <w:pPr>
        <w:pStyle w:val="libNormal"/>
        <w:rPr>
          <w:rtl/>
        </w:rPr>
      </w:pPr>
      <w:r w:rsidRPr="002704FD">
        <w:rPr>
          <w:rStyle w:val="libBold2Char"/>
          <w:rtl/>
        </w:rPr>
        <w:t xml:space="preserve">الثاني : </w:t>
      </w:r>
      <w:r>
        <w:rPr>
          <w:rtl/>
        </w:rPr>
        <w:t>انّ كلّ عمل يستحق مقداراً من الأجر والثواب والله تعالى يعطي أضعافه بفضله ، فالمراد انّ ما يعطيه الله لذلك الشاب الصالح يساوي استحقاق أجر اثنين وسبعين صديقاً ، وهناك وجوه اُخر ونكتفي بهذين الوجهين لكونهما أظهر من غيرهما.</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ثلاثة يدخلهم الله الجنة بغير حساب ... امام عادل ، وتاجر صدوق ، وشيخ أفنى عمره في طاعة الله عزّوجلّ ...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سبعة يظلّهم الله عزّوجلّ في ظلّه يوم لا ظلّ الاّ ظلّه ، امام عادل ، وشاب نشأ في عبادة الله عزّوجلّ ، ورجل قلبه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الخصال : 80 ح 1 باب 3 ـ عنه البحار 75 : 336 ح 5 باب 81. </w:t>
      </w:r>
    </w:p>
    <w:p w:rsidR="00AA2ABC" w:rsidRDefault="00AA2ABC" w:rsidP="002704FD">
      <w:pPr>
        <w:pStyle w:val="libNormal0"/>
        <w:rPr>
          <w:rtl/>
        </w:rPr>
      </w:pPr>
      <w:r>
        <w:rPr>
          <w:rtl/>
        </w:rPr>
        <w:br w:type="page"/>
      </w:r>
      <w:r>
        <w:rPr>
          <w:rtl/>
        </w:rPr>
        <w:lastRenderedPageBreak/>
        <w:t>متعلق بالمسجد إذا خرج منه حتى يعود إليه.</w:t>
      </w:r>
    </w:p>
    <w:p w:rsidR="00AA2ABC" w:rsidRDefault="00AA2ABC" w:rsidP="002704FD">
      <w:pPr>
        <w:pStyle w:val="libNormal"/>
        <w:rPr>
          <w:rtl/>
        </w:rPr>
      </w:pPr>
      <w:r>
        <w:rPr>
          <w:rtl/>
        </w:rPr>
        <w:t xml:space="preserve">ورجلان كانا في طاعة الله عزّوجلّ فاجتمعا على ذلك وتفرّقا ، ورجل ذكر الله عزّوجلّ خالياً ففاضت عيناه من خشية الله عزّوجلّ ، ورجل دعته امرأة ذات حسب وجمال فقال : انّي أخاف الله عزّوجل ، ورجل تصدّق بصدقة فأخفاها حتى لا تعلم شماله ما يتصدّق بيمينه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قرأ القرآن وهو شابّ مؤمن اختلط القرآن بلحمه ودمه ، وجعله الله عزّوجلّ مع السفرة الكرام البررة ، وكان القرآن حجيزاً عنه يوم القيامة ، يقول : يا ربّ انّ كلّ عامل قد أصاب أجر عمله غير عاملي ، فبلّغ به أكرم عطاياك.</w:t>
      </w:r>
    </w:p>
    <w:p w:rsidR="00AA2ABC" w:rsidRDefault="00AA2ABC" w:rsidP="002704FD">
      <w:pPr>
        <w:pStyle w:val="libNormal"/>
        <w:rPr>
          <w:rtl/>
        </w:rPr>
      </w:pPr>
      <w:r>
        <w:rPr>
          <w:rtl/>
        </w:rPr>
        <w:t>قال : فيكسوه الله العزيز الجبار حلّتين من حلل الجنّة ، ويوضع على رأسه تاج الكرامة ثم يقال له : هل أرضيناك فيه؟ فيقول القرآن : يا ربّ قد كنت أرغب له فيما هو أفضل من هذا.</w:t>
      </w:r>
    </w:p>
    <w:p w:rsidR="00AA2ABC" w:rsidRDefault="00AA2ABC" w:rsidP="002704FD">
      <w:pPr>
        <w:pStyle w:val="libNormal"/>
        <w:rPr>
          <w:rtl/>
        </w:rPr>
      </w:pPr>
      <w:r>
        <w:rPr>
          <w:rtl/>
        </w:rPr>
        <w:t xml:space="preserve">فيعطي الأمن بيمينه ، والخلد بيساره ، ثم يدخل الجنّة فيقال له : اقرأ واصعد درجة ، ثم يقال له : هل بلغنا به وأرضيناك؟ فيقول : نعم ، قال : ومن قرأه كثيراً وتعاهده بمشقّة من شدّة حفظه أعطاه الله عزّوجلّ أجر هذا مرّتين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ذاكر الله عزّوجلّ في الغافلين كالمقاتل عن الفارّين ، والمقاتل عن الفارّين له الجنّة </w:t>
      </w:r>
      <w:r w:rsidRPr="001008E4">
        <w:rPr>
          <w:rStyle w:val="libFootnotenumChar"/>
          <w:rtl/>
        </w:rPr>
        <w:t>(3)</w:t>
      </w:r>
      <w:r>
        <w:rPr>
          <w:rtl/>
        </w:rPr>
        <w:t>.</w:t>
      </w:r>
    </w:p>
    <w:p w:rsidR="00AA2ABC" w:rsidRDefault="00AA2ABC" w:rsidP="002704FD">
      <w:pPr>
        <w:pStyle w:val="libNormal"/>
        <w:rPr>
          <w:rtl/>
        </w:rPr>
      </w:pPr>
      <w:r>
        <w:rPr>
          <w:rtl/>
        </w:rPr>
        <w:t xml:space="preserve">والأحاديث بهذه المضامين كثيرة.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342 ح 7 باب 7.</w:t>
      </w:r>
    </w:p>
    <w:p w:rsidR="00AA2ABC" w:rsidRDefault="00AA2ABC" w:rsidP="001008E4">
      <w:pPr>
        <w:pStyle w:val="libFootnote0"/>
        <w:rPr>
          <w:rtl/>
        </w:rPr>
      </w:pPr>
      <w:r>
        <w:rPr>
          <w:rtl/>
        </w:rPr>
        <w:t>2 ـ الكافي 2 : 603 ح 4 ـ الوسائل 4 : 833 ح 1 باب 6.</w:t>
      </w:r>
    </w:p>
    <w:p w:rsidR="00AA2ABC" w:rsidRDefault="00AA2ABC" w:rsidP="001008E4">
      <w:pPr>
        <w:pStyle w:val="libFootnote0"/>
        <w:rPr>
          <w:rtl/>
        </w:rPr>
      </w:pPr>
      <w:r>
        <w:rPr>
          <w:rtl/>
        </w:rPr>
        <w:t>3 ـ الكافي 2 : 502 ح 2 ـ الوسائل 4 : 1189 ح 2 باب 12.</w:t>
      </w:r>
    </w:p>
    <w:p w:rsidR="00AA2ABC" w:rsidRDefault="00AA2ABC" w:rsidP="002704FD">
      <w:pPr>
        <w:pStyle w:val="libNormal"/>
        <w:rPr>
          <w:rtl/>
        </w:rPr>
      </w:pPr>
      <w:r>
        <w:rPr>
          <w:rtl/>
        </w:rPr>
        <w:br w:type="page"/>
      </w:r>
      <w:r>
        <w:rPr>
          <w:rtl/>
        </w:rPr>
        <w:lastRenderedPageBreak/>
        <w:t xml:space="preserve"> [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الجليس الصالح خير من الوحدة ، والوحدة خير من السكوت ، والسكوت خير من املاء الشر </w:t>
      </w:r>
      <w:r w:rsidRPr="001008E4">
        <w:rPr>
          <w:rStyle w:val="libFootnotenumChar"/>
          <w:rtl/>
        </w:rPr>
        <w:t>(1)</w:t>
      </w:r>
      <w:r>
        <w:rPr>
          <w:rtl/>
        </w:rPr>
        <w:t>.</w:t>
      </w:r>
    </w:p>
    <w:p w:rsidR="00AA2ABC" w:rsidRDefault="00AA2ABC" w:rsidP="002704FD">
      <w:pPr>
        <w:pStyle w:val="libNormal"/>
        <w:rPr>
          <w:rtl/>
        </w:rPr>
      </w:pPr>
      <w:r>
        <w:rPr>
          <w:rtl/>
        </w:rPr>
        <w:t>يا أباذر لا تصاحب الاّ مؤمناً ، ولا يأكل طعامك الاّ تقي ، ولا تأكل طعام الفاسقين.</w:t>
      </w:r>
    </w:p>
    <w:p w:rsidR="00AA2ABC" w:rsidRDefault="00AA2ABC" w:rsidP="002704FD">
      <w:pPr>
        <w:pStyle w:val="libNormal"/>
        <w:rPr>
          <w:rtl/>
        </w:rPr>
      </w:pPr>
      <w:r w:rsidRPr="00AF5939">
        <w:rPr>
          <w:rtl/>
        </w:rPr>
        <w:t>يا أباذر أطعم طعامك من</w:t>
      </w:r>
      <w:r>
        <w:rPr>
          <w:rtl/>
        </w:rPr>
        <w:t xml:space="preserve"> تحبه في الله ، وكل طعام من يحبّك في الله عزّوجلّ.</w:t>
      </w:r>
    </w:p>
    <w:p w:rsidR="00AA2ABC" w:rsidRDefault="00AA2ABC" w:rsidP="002704FD">
      <w:pPr>
        <w:pStyle w:val="libNormal"/>
        <w:rPr>
          <w:rtl/>
        </w:rPr>
      </w:pPr>
      <w:bookmarkStart w:id="47" w:name="_Toc392501860"/>
      <w:bookmarkStart w:id="48" w:name="_Toc392502808"/>
      <w:r w:rsidRPr="00AF5939">
        <w:rPr>
          <w:rStyle w:val="Heading1Char"/>
          <w:rtl/>
        </w:rPr>
        <w:t>ا</w:t>
      </w:r>
      <w:bookmarkEnd w:id="47"/>
      <w:bookmarkEnd w:id="48"/>
      <w:r>
        <w:rPr>
          <w:rtl/>
        </w:rPr>
        <w:t>علم انّه قد ثبت بالتجربة انّ للمصاحبة دخل عظيم في الأخلاق والأعمال ، فلابدّ أن يهتمّ الانسان في مصاحبة الأخيار لعلّ أفعالهم الحميدة والمرضية تؤثر فيه ويتّصف بأخلاقهم الحسنة ، وأن يحترز من مصاحبة الأشرار حذراً من تأثير قبائحهم فيه ، وانّ صحبة الأشرار الذين هم شياطين الانس أضرّ للانسان من شياطين الجن ، لأنّ الانسان يتقبّل من مجانسه أكثر من غيره ، بل انّ أكثر الاغواء يكون من شياطين الانس.</w:t>
      </w:r>
    </w:p>
    <w:p w:rsidR="00AA2ABC" w:rsidRDefault="00AA2ABC" w:rsidP="002704FD">
      <w:pPr>
        <w:pStyle w:val="libNormal"/>
        <w:rPr>
          <w:rtl/>
        </w:rPr>
      </w:pPr>
      <w:r>
        <w:rPr>
          <w:rtl/>
        </w:rPr>
        <w:t xml:space="preserve">روي عن موسى بن جعفر </w:t>
      </w:r>
      <w:r w:rsidR="00763E2E" w:rsidRPr="00763E2E">
        <w:rPr>
          <w:rStyle w:val="libAlaemChar"/>
          <w:rFonts w:hint="cs"/>
          <w:rtl/>
        </w:rPr>
        <w:t>عليه‌السلام</w:t>
      </w:r>
      <w:r>
        <w:rPr>
          <w:rtl/>
        </w:rPr>
        <w:t xml:space="preserve"> انّه قال : انّ صاحب الشرّ يعدي ، وقرين السوء يردي ، فانظر من تقارن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قال أبي عليّ بن الحسين عليه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الاملاء لغةً أن يتكلّم شخص ويكتبه آخر ، فذكر </w:t>
      </w:r>
      <w:r w:rsidR="00BF0EA2" w:rsidRPr="00BF0EA2">
        <w:rPr>
          <w:rStyle w:val="libAlaemChar"/>
          <w:rFonts w:hint="cs"/>
          <w:rtl/>
        </w:rPr>
        <w:t>صلى‌الله‌عليه‌وآله</w:t>
      </w:r>
      <w:r>
        <w:rPr>
          <w:rtl/>
        </w:rPr>
        <w:t xml:space="preserve"> الشرّ هنا اشعاراً بأنّ كلّ ما يقوله من لغو وباطل فهو يمليه على كاتبيه ، كما قال أمير المؤمنين </w:t>
      </w:r>
      <w:r w:rsidR="00763E2E" w:rsidRPr="00763E2E">
        <w:rPr>
          <w:rStyle w:val="libAlaemChar"/>
          <w:rFonts w:hint="cs"/>
          <w:rtl/>
        </w:rPr>
        <w:t>عليه‌السلام</w:t>
      </w:r>
      <w:r>
        <w:rPr>
          <w:rtl/>
        </w:rPr>
        <w:t xml:space="preserve"> لرجل يتكلّم بفضول الكلام : « يا هذا انّك تملي على حافظيك ». منه </w:t>
      </w:r>
      <w:r w:rsidR="003856BA" w:rsidRPr="003856BA">
        <w:rPr>
          <w:rStyle w:val="libAlaemChar"/>
          <w:rFonts w:hint="cs"/>
          <w:rtl/>
        </w:rPr>
        <w:t>رحمه‌الله</w:t>
      </w:r>
      <w:r>
        <w:rPr>
          <w:rtl/>
        </w:rPr>
        <w:t>.</w:t>
      </w:r>
    </w:p>
    <w:p w:rsidR="00AA2ABC" w:rsidRDefault="00AA2ABC" w:rsidP="001008E4">
      <w:pPr>
        <w:pStyle w:val="libFootnote0"/>
        <w:rPr>
          <w:rtl/>
        </w:rPr>
      </w:pPr>
      <w:r>
        <w:rPr>
          <w:rtl/>
        </w:rPr>
        <w:t xml:space="preserve">2 ـ الوسائل 8 : 412 ح 2 باب 11. </w:t>
      </w:r>
    </w:p>
    <w:p w:rsidR="00AA2ABC" w:rsidRDefault="00AA2ABC" w:rsidP="002704FD">
      <w:pPr>
        <w:pStyle w:val="libNormal0"/>
        <w:rPr>
          <w:rtl/>
        </w:rPr>
      </w:pPr>
      <w:r>
        <w:rPr>
          <w:rtl/>
        </w:rPr>
        <w:br w:type="page"/>
      </w:r>
      <w:r>
        <w:rPr>
          <w:rtl/>
        </w:rPr>
        <w:lastRenderedPageBreak/>
        <w:t>السلام : يا بنيّ انظر خمسة فلا تصاحبهم ولا تحادثهم ولا ترافقهم في طريق ، قلت : يا أبة من هم عرّفهم؟</w:t>
      </w:r>
    </w:p>
    <w:p w:rsidR="00AA2ABC" w:rsidRDefault="00AA2ABC" w:rsidP="002704FD">
      <w:pPr>
        <w:pStyle w:val="libNormal"/>
        <w:rPr>
          <w:rtl/>
        </w:rPr>
      </w:pPr>
      <w:r>
        <w:rPr>
          <w:rtl/>
        </w:rPr>
        <w:t>قال : ايّاك ومصاحبة الكذاب فانّه بمنزلة السراب يقرّب لك البعيد ويبعّد لك القريب ، واياك ومصاحبة الفاسق فانّه بايعك بأكلة أو أقلّ من ذلك ، واياك ومصاحبة البخيل فانّه يخذلك في ماله أحوج ما تكون إليه.</w:t>
      </w:r>
    </w:p>
    <w:p w:rsidR="00AA2ABC" w:rsidRDefault="00AA2ABC" w:rsidP="002704FD">
      <w:pPr>
        <w:pStyle w:val="libNormal"/>
        <w:rPr>
          <w:rtl/>
        </w:rPr>
      </w:pPr>
      <w:r>
        <w:rPr>
          <w:rtl/>
        </w:rPr>
        <w:t>واياك ومصاحبة الأحمق فانّه يريد أن ينفعك فيضرّك ، واياك ومصاحبة القاطع لرحمه فانّي وجدته ملعوناً في كتاب الله عزّوجلّ في ثلاثة مواضع.</w:t>
      </w:r>
    </w:p>
    <w:p w:rsidR="00AA2ABC" w:rsidRDefault="00AA2ABC" w:rsidP="002704FD">
      <w:pPr>
        <w:pStyle w:val="libNormal"/>
        <w:rPr>
          <w:rtl/>
        </w:rPr>
      </w:pPr>
      <w:r>
        <w:rPr>
          <w:rtl/>
        </w:rPr>
        <w:t xml:space="preserve">وروى بسند صحيح عن أبي عبدالله </w:t>
      </w:r>
      <w:r w:rsidR="00763E2E" w:rsidRPr="00763E2E">
        <w:rPr>
          <w:rStyle w:val="libAlaemChar"/>
          <w:rFonts w:hint="cs"/>
          <w:rtl/>
        </w:rPr>
        <w:t>عليه‌السلام</w:t>
      </w:r>
      <w:r>
        <w:rPr>
          <w:rtl/>
        </w:rPr>
        <w:t xml:space="preserve"> انّه قال : لا تصاحبوا أهل البدع ولا تجالسوهم فتصيروا عند الناس كواحد منهم ، قال رسول الله </w:t>
      </w:r>
      <w:r w:rsidR="00BF0EA2" w:rsidRPr="00BF0EA2">
        <w:rPr>
          <w:rStyle w:val="libAlaemChar"/>
          <w:rFonts w:hint="cs"/>
          <w:rtl/>
        </w:rPr>
        <w:t>صلى‌الله‌عليه‌وآله</w:t>
      </w:r>
      <w:r>
        <w:rPr>
          <w:rtl/>
        </w:rPr>
        <w:t xml:space="preserve"> : المرء على دين خليله وقرينه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كان يقول مراراً في خطبه : ينبغي للمؤمن أن يجتنب مواخاة ثلاث : الماجن ، والأحمق ، والكذاب.</w:t>
      </w:r>
    </w:p>
    <w:p w:rsidR="00AA2ABC" w:rsidRDefault="00AA2ABC" w:rsidP="002704FD">
      <w:pPr>
        <w:pStyle w:val="libNormal"/>
        <w:rPr>
          <w:rtl/>
        </w:rPr>
      </w:pPr>
      <w:r>
        <w:rPr>
          <w:rtl/>
        </w:rPr>
        <w:t>فأمّا الماجن فيزيّن لك فعله ، ويحبّ أن تكون مثله ، ولا يعينك على أمر دينك ومعادك ، ومقارنته جفاء وقسوة ، ومدخله ومخرجه عليك عار.</w:t>
      </w:r>
    </w:p>
    <w:p w:rsidR="00AA2ABC" w:rsidRDefault="00AA2ABC" w:rsidP="002704FD">
      <w:pPr>
        <w:pStyle w:val="libNormal"/>
        <w:rPr>
          <w:rtl/>
        </w:rPr>
      </w:pPr>
      <w:r>
        <w:rPr>
          <w:rtl/>
        </w:rPr>
        <w:t>وأمّا الأحمق فانّه لا يشير عليك بخير ، ولا يرجى لصرف السوء عنك ولو أجهد نفسه ، وربّما أراد منفعتك فضرّك ، فموته خير من حياته ، وسكوته خير من نطقه ، وبعده خير من قربه.</w:t>
      </w:r>
    </w:p>
    <w:p w:rsidR="00AA2ABC" w:rsidRDefault="00AA2ABC" w:rsidP="002704FD">
      <w:pPr>
        <w:pStyle w:val="libNormal"/>
        <w:rPr>
          <w:rtl/>
        </w:rPr>
      </w:pPr>
      <w:r>
        <w:rPr>
          <w:rtl/>
        </w:rPr>
        <w:t xml:space="preserve">وأمّا الكذاب فانّه لا يهنئك معه عيش ، ينقل حديثك وينقل إليك الحديث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74 : 196 ح 29 باب 14 ـ عن الاختصاص : 239 ـ ومثله الكافي 2 : 376 ح 7.</w:t>
      </w:r>
    </w:p>
    <w:p w:rsidR="00AA2ABC" w:rsidRDefault="00AA2ABC" w:rsidP="001008E4">
      <w:pPr>
        <w:pStyle w:val="libFootnote0"/>
        <w:rPr>
          <w:rtl/>
        </w:rPr>
      </w:pPr>
      <w:r>
        <w:rPr>
          <w:rtl/>
        </w:rPr>
        <w:t xml:space="preserve">2 ـ الكافي 2 : 375 ح 3 ـ عنه البحار 74 : 201 ح 40 باب 14. </w:t>
      </w:r>
    </w:p>
    <w:p w:rsidR="00AA2ABC" w:rsidRDefault="00AA2ABC" w:rsidP="002704FD">
      <w:pPr>
        <w:pStyle w:val="libNormal0"/>
        <w:rPr>
          <w:rtl/>
        </w:rPr>
      </w:pPr>
      <w:r>
        <w:rPr>
          <w:rtl/>
        </w:rPr>
        <w:br w:type="page"/>
      </w:r>
      <w:r>
        <w:rPr>
          <w:rtl/>
        </w:rPr>
        <w:lastRenderedPageBreak/>
        <w:t xml:space="preserve">كلّما أفنى اُحدوثة مطّها بأخرى حتى انّه يحدث بالصدق فما يصدّق ، ويغري بين الناس بالعداوة ، فينبت السخائم في الصدور ، فاتقوا الله وانظروا لأنفسكم </w:t>
      </w:r>
      <w:r w:rsidRPr="001008E4">
        <w:rPr>
          <w:rStyle w:val="libFootnotenumChar"/>
          <w:rtl/>
        </w:rPr>
        <w:t>(1)</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 اتبع من يبكيك وهو لك ناصح ، ولا تتبع من يضحك وهو لك غاش ، وستردّون على الله جميعاً فتعلمون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أحبّ اخواني إليّ من أهدى إليّ عيوبي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لا تكون الصداقة الاّ بحدودها ، فمن كانت فيه هذه الحدود أو شيء منها فانسبه إلى الصداقة ، ومن لم يكن فيه شيء منها فلا تنسبه إلى شيء من الصداقة.</w:t>
      </w:r>
    </w:p>
    <w:p w:rsidR="00AA2ABC" w:rsidRDefault="00AA2ABC" w:rsidP="002704FD">
      <w:pPr>
        <w:pStyle w:val="libNormal"/>
        <w:rPr>
          <w:rtl/>
        </w:rPr>
      </w:pPr>
      <w:r>
        <w:rPr>
          <w:rtl/>
        </w:rPr>
        <w:t xml:space="preserve">فأوّلها أن تكون سريرته وعلانيته لك واحدة ، والثاني أن يرى زينك زينه وشينك شينه ، والثالثة أن لا تغيّره عليك ولاية ولا مال ، والرابعة أن لا يمنعك شيئاً تناله مقدرته ، والخامسة وهي تجمع هذه الخصال أن لا يسلّمك عند النكبات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أسعد الناس من خالط كرام الناس </w:t>
      </w:r>
      <w:r w:rsidRPr="001008E4">
        <w:rPr>
          <w:rStyle w:val="libFootnotenumChar"/>
          <w:rtl/>
        </w:rPr>
        <w:t>(5)</w:t>
      </w:r>
      <w:r>
        <w:rPr>
          <w:rtl/>
        </w:rPr>
        <w:t>.</w:t>
      </w:r>
    </w:p>
    <w:p w:rsidR="00AA2ABC" w:rsidRDefault="00AA2ABC" w:rsidP="002704FD">
      <w:pPr>
        <w:pStyle w:val="libNormal"/>
        <w:rPr>
          <w:rtl/>
        </w:rPr>
      </w:pPr>
      <w:r>
        <w:rPr>
          <w:rtl/>
        </w:rPr>
        <w:t xml:space="preserve">وروي انّه : قالت الحواريّون لعيسى : يا روح الله من نجالس؟ قال : من يذكركم الله رؤيته ، ويزيد في علمكم منطقه ، ويرغبكم في الآخرة عمله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376 ح 6 ـ عنه البحار 74 : 205 ح 43 باب 14.</w:t>
      </w:r>
    </w:p>
    <w:p w:rsidR="00AA2ABC" w:rsidRDefault="00AA2ABC" w:rsidP="001008E4">
      <w:pPr>
        <w:pStyle w:val="libFootnote0"/>
        <w:rPr>
          <w:rtl/>
        </w:rPr>
      </w:pPr>
      <w:r>
        <w:rPr>
          <w:rtl/>
        </w:rPr>
        <w:t>2 ـ الكافي 2 : 638 ح 2 باب من يجب مصادقته ومصاحبته.</w:t>
      </w:r>
    </w:p>
    <w:p w:rsidR="00AA2ABC" w:rsidRDefault="00AA2ABC" w:rsidP="001008E4">
      <w:pPr>
        <w:pStyle w:val="libFootnote0"/>
        <w:rPr>
          <w:rtl/>
        </w:rPr>
      </w:pPr>
      <w:r>
        <w:rPr>
          <w:rtl/>
        </w:rPr>
        <w:t>3 ـ الكافي 2 : 639 ح 5 باب من يجب مصادقته ومصاحبته.</w:t>
      </w:r>
    </w:p>
    <w:p w:rsidR="00AA2ABC" w:rsidRDefault="00AA2ABC" w:rsidP="001008E4">
      <w:pPr>
        <w:pStyle w:val="libFootnote0"/>
        <w:rPr>
          <w:rtl/>
        </w:rPr>
      </w:pPr>
      <w:r>
        <w:rPr>
          <w:rtl/>
        </w:rPr>
        <w:t>4 ـ الكافي 2 : 639 ح 6 باب من يجب مصادقته ومصاحبته.</w:t>
      </w:r>
    </w:p>
    <w:p w:rsidR="00AA2ABC" w:rsidRDefault="00AA2ABC" w:rsidP="001008E4">
      <w:pPr>
        <w:pStyle w:val="libFootnote0"/>
        <w:rPr>
          <w:rtl/>
        </w:rPr>
      </w:pPr>
      <w:r>
        <w:rPr>
          <w:rtl/>
        </w:rPr>
        <w:t>5 ـ البحار 74 : 185 ح 2 باب 13 ـ عن أمالي الصدوق.</w:t>
      </w:r>
    </w:p>
    <w:p w:rsidR="00AA2ABC" w:rsidRDefault="00AA2ABC" w:rsidP="001008E4">
      <w:pPr>
        <w:pStyle w:val="libFootnote0"/>
        <w:rPr>
          <w:rtl/>
        </w:rPr>
      </w:pPr>
      <w:r>
        <w:rPr>
          <w:rtl/>
        </w:rPr>
        <w:t xml:space="preserve">6 ـ الكافي 1 : 39 ح 3 باب مجالسة العلماء. </w:t>
      </w:r>
    </w:p>
    <w:p w:rsidR="00AA2ABC" w:rsidRDefault="00AA2ABC" w:rsidP="002704FD">
      <w:pPr>
        <w:pStyle w:val="libNormal"/>
        <w:rPr>
          <w:rtl/>
        </w:rPr>
      </w:pPr>
      <w:r>
        <w:rPr>
          <w:rtl/>
        </w:rPr>
        <w:br w:type="page"/>
      </w:r>
      <w:r>
        <w:rPr>
          <w:rtl/>
        </w:rPr>
        <w:lastRenderedPageBreak/>
        <w:t xml:space="preserve">وقال أمير المؤمنين </w:t>
      </w:r>
      <w:r w:rsidR="00763E2E" w:rsidRPr="00763E2E">
        <w:rPr>
          <w:rStyle w:val="libAlaemChar"/>
          <w:rFonts w:hint="cs"/>
          <w:rtl/>
        </w:rPr>
        <w:t>عليه‌السلام</w:t>
      </w:r>
      <w:r>
        <w:rPr>
          <w:rtl/>
        </w:rPr>
        <w:t xml:space="preserve"> : من وقف نفسه موقف التهمة فلا يلومنّ من أساء به الظن ، ومن كتم سرّه كانت الخيرة بيده ، وكلّ حديث جاوز اثنين فشا ، وضع أمر أخيك على أحسنه حتى يأتيك منه ما يغلبك ، ولا تظننّ بكلمة خرجت من أخيك سوءاً وأنت تجد لها في الخير محملاً.</w:t>
      </w:r>
    </w:p>
    <w:p w:rsidR="00AA2ABC" w:rsidRDefault="00AA2ABC" w:rsidP="002704FD">
      <w:pPr>
        <w:pStyle w:val="libNormal"/>
        <w:rPr>
          <w:rtl/>
        </w:rPr>
      </w:pPr>
      <w:r>
        <w:rPr>
          <w:rtl/>
        </w:rPr>
        <w:t xml:space="preserve">وعليك باخوان الصدق ، فأكثر من اكتسابهم ، فانّهم عدة عند الرخاء ، وجنّة عند البلاء ، وشاور في حديثك الذين يخافون الله ، وأحب الاخوان على قدر التقوى ، واتقوا شرار النساء وكونوا من خيارهنّ على حذر ، إن أمرنكم بالمعروف فخالفوهنّ كيلا يطمعن منكم في المنكر </w:t>
      </w:r>
      <w:r w:rsidRPr="001008E4">
        <w:rPr>
          <w:rStyle w:val="libFootnotenumChar"/>
          <w:rtl/>
        </w:rPr>
        <w:t>(1)</w:t>
      </w:r>
      <w:r>
        <w:rPr>
          <w:rtl/>
        </w:rPr>
        <w:t>.</w:t>
      </w:r>
    </w:p>
    <w:p w:rsidR="00AA2ABC" w:rsidRDefault="00AA2ABC" w:rsidP="002704FD">
      <w:pPr>
        <w:pStyle w:val="libNormal"/>
        <w:rPr>
          <w:rtl/>
        </w:rPr>
      </w:pPr>
      <w:r>
        <w:rPr>
          <w:rtl/>
        </w:rPr>
        <w:t xml:space="preserve">وسئل </w:t>
      </w:r>
      <w:r w:rsidR="00763E2E" w:rsidRPr="00763E2E">
        <w:rPr>
          <w:rStyle w:val="libAlaemChar"/>
          <w:rFonts w:hint="cs"/>
          <w:rtl/>
        </w:rPr>
        <w:t>عليه‌السلام</w:t>
      </w:r>
      <w:r>
        <w:rPr>
          <w:rtl/>
        </w:rPr>
        <w:t xml:space="preserve"> : أيّ صاحب شر؟ قال : المزين لك معصية الله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مجالسة الأشرار تورث سوء الظن بالأخيار </w:t>
      </w:r>
      <w:r w:rsidRPr="001008E4">
        <w:rPr>
          <w:rStyle w:val="libFootnotenumChar"/>
          <w:rtl/>
        </w:rPr>
        <w:t>(3)</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أنظر إلى كلّ من لا يفيدك منفعة في دينك فلا تعتدنّ به ، ولا ترغبنّ في صحبته ، فإنّ كلّ ما سوى الله تبارك وتعالى مضمحل وخيم عاقبته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 ثلاثة مجالستهم تميت القلب : مجالسة الأنذال ، والحديث مع النساء ، ومجالسة الأغنياء </w:t>
      </w:r>
      <w:r w:rsidRPr="001008E4">
        <w:rPr>
          <w:rStyle w:val="libFootnotenumChar"/>
          <w:rtl/>
        </w:rPr>
        <w:t>(5)</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أربعة يذهبن ضياعاً : مودّة تمنحها من لا وفاء له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250 ح 8 مجلس 50 ـ عنه البحار 74 : 186 ح 7 باب 13.</w:t>
      </w:r>
    </w:p>
    <w:p w:rsidR="00AA2ABC" w:rsidRDefault="00AA2ABC" w:rsidP="001008E4">
      <w:pPr>
        <w:pStyle w:val="libFootnote0"/>
        <w:rPr>
          <w:rtl/>
        </w:rPr>
      </w:pPr>
      <w:r>
        <w:rPr>
          <w:rtl/>
        </w:rPr>
        <w:t>2 ـ البحار 74 : 190 ح 3 باب 14 ـ عن أمالي الطوسي.</w:t>
      </w:r>
    </w:p>
    <w:p w:rsidR="00AA2ABC" w:rsidRDefault="00AA2ABC" w:rsidP="001008E4">
      <w:pPr>
        <w:pStyle w:val="libFootnote0"/>
        <w:rPr>
          <w:rtl/>
        </w:rPr>
      </w:pPr>
      <w:r>
        <w:rPr>
          <w:rtl/>
        </w:rPr>
        <w:t xml:space="preserve">3 ـ البحار 74 : 191 ح 4 باب 14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4 ـ قرب الاسناد : 51 ح 167 ـ عنه البحار 74 : 191 ح 5 باب 14 ـ والوسائل 8 : 412 ح 5 باب 11.</w:t>
      </w:r>
    </w:p>
    <w:p w:rsidR="00AA2ABC" w:rsidRDefault="00AA2ABC" w:rsidP="001008E4">
      <w:pPr>
        <w:pStyle w:val="libFootnote0"/>
        <w:rPr>
          <w:rtl/>
        </w:rPr>
      </w:pPr>
      <w:r>
        <w:rPr>
          <w:rtl/>
        </w:rPr>
        <w:t xml:space="preserve">5 ـ الخصال : 87 ح 20 باب 3 ـ عنه البحار 74 : 191 ح 6 باب 14. </w:t>
      </w:r>
    </w:p>
    <w:p w:rsidR="00AA2ABC" w:rsidRDefault="00AA2ABC" w:rsidP="002704FD">
      <w:pPr>
        <w:pStyle w:val="libNormal0"/>
        <w:rPr>
          <w:rtl/>
        </w:rPr>
      </w:pPr>
      <w:r>
        <w:rPr>
          <w:rtl/>
        </w:rPr>
        <w:br w:type="page"/>
      </w:r>
      <w:r>
        <w:rPr>
          <w:rtl/>
        </w:rPr>
        <w:lastRenderedPageBreak/>
        <w:t xml:space="preserve">ومعروف عند من لا يشكر له ، وعلم عند من لا استماع له ، وسرّ تودعه عند من لا حصانة له </w:t>
      </w:r>
      <w:r w:rsidRPr="001008E4">
        <w:rPr>
          <w:rStyle w:val="libFootnotenumChar"/>
          <w:rtl/>
        </w:rPr>
        <w:t>(1)</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 لا تجالس الأغنياء ، فإنّ العبد يجالسهم وهو يرى انّ لله عليه نعمة ، فما يقوم حتى يرى أن ليس لله عليه نعمة </w:t>
      </w:r>
      <w:r w:rsidRPr="001008E4">
        <w:rPr>
          <w:rStyle w:val="libFootnotenumChar"/>
          <w:rtl/>
        </w:rPr>
        <w:t>(2)</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أربع يمتن القلب : الذنب على الذنب ، وكثرة مناقشة النساء ـ يعني محادثتهنّ ـ ومماراة الأحمق تقول ويقول ولا يرجع إلى خير أبداً ، ومجالسة الموتى ، فقيل له : يا رسول الله وما الموتى؟ قال : كلّ غنيّ مترف</w:t>
      </w:r>
      <w:r w:rsidRPr="001008E4">
        <w:rPr>
          <w:rStyle w:val="libFootnotenumChar"/>
          <w:rtl/>
        </w:rPr>
        <w:t>(3)</w:t>
      </w:r>
      <w:r>
        <w:rPr>
          <w:rtl/>
        </w:rPr>
        <w:t>.</w:t>
      </w:r>
      <w:r>
        <w:rPr>
          <w:rtl/>
        </w:rPr>
        <w:cr/>
        <w:t>واعلم انّ لإطعام المؤمنين فضلاً كثيراً ، ولابدّ من كثرة الإطعام لعلّ أن يكون مؤمناً فيهم فيدرك ثواب إطعام المؤمن.</w:t>
      </w:r>
    </w:p>
    <w:p w:rsidR="00AA2ABC" w:rsidRDefault="00AA2ABC" w:rsidP="002704FD">
      <w:pPr>
        <w:pStyle w:val="libNormal"/>
        <w:rPr>
          <w:rtl/>
        </w:rPr>
      </w:pPr>
      <w:r>
        <w:rPr>
          <w:rtl/>
        </w:rPr>
        <w:t xml:space="preserve">روي بسند معتبر عن رسول الله </w:t>
      </w:r>
      <w:r w:rsidR="00BF0EA2" w:rsidRPr="00BF0EA2">
        <w:rPr>
          <w:rStyle w:val="libAlaemChar"/>
          <w:rFonts w:hint="cs"/>
          <w:rtl/>
        </w:rPr>
        <w:t>صلى‌الله‌عليه‌وآله</w:t>
      </w:r>
      <w:r>
        <w:rPr>
          <w:rtl/>
        </w:rPr>
        <w:t xml:space="preserve"> انّه قال : من أطعم مؤمناً من جوع أطعمه الله من ثمار الجنّة ، ومن كساه عرى كساه الله من استبرق وحرير [ وصلّى عليه الملائكة ما بقي في ذلك الثوب سلك ] </w:t>
      </w:r>
      <w:r w:rsidRPr="001008E4">
        <w:rPr>
          <w:rStyle w:val="libFootnotenumChar"/>
          <w:rtl/>
        </w:rPr>
        <w:t>(4)</w:t>
      </w:r>
      <w:r>
        <w:rPr>
          <w:rtl/>
        </w:rPr>
        <w:t xml:space="preserve"> ومن سقاه شربة على عطش سقاه الله من الرحيق المختوم ، ومن أعانه أو كشف كربته أظلّه الله في ظلّ عرشه يوم لا ظلّ الاّ ظلّه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الإمام علي النقي </w:t>
      </w:r>
      <w:r w:rsidR="00763E2E" w:rsidRPr="00763E2E">
        <w:rPr>
          <w:rStyle w:val="libAlaemChar"/>
          <w:rFonts w:hint="cs"/>
          <w:rtl/>
        </w:rPr>
        <w:t>عليه‌السلام</w:t>
      </w:r>
      <w:r>
        <w:rPr>
          <w:rtl/>
        </w:rPr>
        <w:t xml:space="preserve"> انّه قال : لمّا كلّم الله موسى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264 ح 144 باب 4 ـ عنه البحار 74 : 194 ح 20 باب 14.</w:t>
      </w:r>
    </w:p>
    <w:p w:rsidR="00AA2ABC" w:rsidRDefault="00AA2ABC" w:rsidP="001008E4">
      <w:pPr>
        <w:pStyle w:val="libFootnote0"/>
        <w:rPr>
          <w:rtl/>
        </w:rPr>
      </w:pPr>
      <w:r>
        <w:rPr>
          <w:rtl/>
        </w:rPr>
        <w:t>2 ـ أمالي الصدوق : 209 ح 3 مجلس 44 ـ عنه البحار 74 : 194 ح 21 باب 14.</w:t>
      </w:r>
    </w:p>
    <w:p w:rsidR="00AA2ABC" w:rsidRDefault="00AA2ABC" w:rsidP="001008E4">
      <w:pPr>
        <w:pStyle w:val="libFootnote0"/>
        <w:rPr>
          <w:rtl/>
        </w:rPr>
      </w:pPr>
      <w:r>
        <w:rPr>
          <w:rtl/>
        </w:rPr>
        <w:t>3 ـ الخصال : 228 ح 65 باب 4 ـ عنه البحار 74 : 194 ح 22 باب 14.</w:t>
      </w:r>
    </w:p>
    <w:p w:rsidR="00AA2ABC" w:rsidRDefault="00AA2ABC" w:rsidP="001008E4">
      <w:pPr>
        <w:pStyle w:val="libFootnote0"/>
        <w:rPr>
          <w:rtl/>
        </w:rPr>
      </w:pPr>
      <w:r>
        <w:rPr>
          <w:rtl/>
        </w:rPr>
        <w:t>4 ـ ما بين المعقوفين ليس من أصل الرواية بل أخذناه من رواية اُخرى.</w:t>
      </w:r>
    </w:p>
    <w:p w:rsidR="00AA2ABC" w:rsidRDefault="00AA2ABC" w:rsidP="001008E4">
      <w:pPr>
        <w:pStyle w:val="libFootnote0"/>
        <w:rPr>
          <w:rtl/>
        </w:rPr>
      </w:pPr>
      <w:r>
        <w:rPr>
          <w:rtl/>
        </w:rPr>
        <w:t xml:space="preserve">5 ـ أمالي الصدوق : 233 ح 15 مجلس 47 ـ عنه البحار 74 : 382 ح 88 باب 23 ـ الوسائل 17 : 201 ح 3 باب 11. </w:t>
      </w:r>
    </w:p>
    <w:p w:rsidR="00AA2ABC" w:rsidRDefault="00AA2ABC" w:rsidP="002704FD">
      <w:pPr>
        <w:pStyle w:val="libNormal0"/>
        <w:rPr>
          <w:rtl/>
        </w:rPr>
      </w:pPr>
      <w:r>
        <w:rPr>
          <w:rtl/>
        </w:rPr>
        <w:br w:type="page"/>
      </w:r>
      <w:r>
        <w:rPr>
          <w:rtl/>
        </w:rPr>
        <w:lastRenderedPageBreak/>
        <w:t xml:space="preserve">بن عمران </w:t>
      </w:r>
      <w:r w:rsidR="00763E2E" w:rsidRPr="00763E2E">
        <w:rPr>
          <w:rStyle w:val="libAlaemChar"/>
          <w:rFonts w:hint="cs"/>
          <w:rtl/>
        </w:rPr>
        <w:t>عليه‌السلام</w:t>
      </w:r>
      <w:r>
        <w:rPr>
          <w:rtl/>
        </w:rPr>
        <w:t xml:space="preserve"> قال موسى : الهي ما جزاء من أطعم مسكيناً ابتغاء وجهك؟</w:t>
      </w:r>
    </w:p>
    <w:p w:rsidR="00AA2ABC" w:rsidRDefault="00AA2ABC" w:rsidP="002704FD">
      <w:pPr>
        <w:pStyle w:val="libNormal"/>
        <w:rPr>
          <w:rtl/>
        </w:rPr>
      </w:pPr>
      <w:r>
        <w:rPr>
          <w:rtl/>
        </w:rPr>
        <w:t xml:space="preserve">قال : يا موسى آمر منادياً ينادي يوم القيامة على رؤوس الخلائق انّ فلان بن فلان من عتقاء الله من النار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ثلاث درجات : افشاء السلام ، وإطعام الطعام ، والصلاة بالليل والناس نيام ...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أشبع مؤمناً وجبت له الجنّة...</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لأن أطعم رجلاً من المسلمين أحبّ إليّ من أن أطعم أفقاً من الناس ، [ قلت : وما الاُفق؟ قال : ] مائة ألف أو يزيدون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رسول الله </w:t>
      </w:r>
      <w:r w:rsidR="00BF0EA2" w:rsidRPr="00BF0EA2">
        <w:rPr>
          <w:rStyle w:val="libAlaemChar"/>
          <w:rFonts w:hint="cs"/>
          <w:rtl/>
        </w:rPr>
        <w:t>صلى‌الله‌عليه‌وآله</w:t>
      </w:r>
      <w:r>
        <w:rPr>
          <w:rtl/>
        </w:rPr>
        <w:t xml:space="preserve"> انّه قال : من أطعم ثلاثة نفر من المسلمين أطعمه الله من ثلاث جنان في ملكوت السماوات الفردوس ، وجنّة عدن ، وطوبى ، وشجرة تخرج من جنّة عدن غرسها ربنا بيده </w:t>
      </w:r>
      <w:r w:rsidRPr="001008E4">
        <w:rPr>
          <w:rStyle w:val="libFootnotenumChar"/>
          <w:rtl/>
        </w:rPr>
        <w:t>(5)</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أطعم مؤمناً حتى يشبعه لم يدر أحدٌ من خلق الله ماله من الأجر في الآخرة لا ملك مقرّب ، ولا نبيّ مرسل الاّ الله ربّ العاليمن ، ثم قال : من موجبات المغفرة اطعام المسلم السغبان ... </w:t>
      </w:r>
      <w:r w:rsidRPr="001008E4">
        <w:rPr>
          <w:rStyle w:val="libFootnotenumChar"/>
          <w:rtl/>
        </w:rPr>
        <w:t>(6)</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سقى مؤمناً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74 : 382 ح 89 باب 23 ـ عن أمالي الصدوق.</w:t>
      </w:r>
    </w:p>
    <w:p w:rsidR="00AA2ABC" w:rsidRDefault="00AA2ABC" w:rsidP="001008E4">
      <w:pPr>
        <w:pStyle w:val="libFootnote0"/>
        <w:rPr>
          <w:rtl/>
        </w:rPr>
      </w:pPr>
      <w:r>
        <w:rPr>
          <w:rtl/>
        </w:rPr>
        <w:t>2 ـ البحار 74 : 382 ح 91 باب 23 ـ عن الخصال : 84 ضمن حديث 10 باب 3.</w:t>
      </w:r>
    </w:p>
    <w:p w:rsidR="00AA2ABC" w:rsidRDefault="00AA2ABC" w:rsidP="001008E4">
      <w:pPr>
        <w:pStyle w:val="libFootnote0"/>
        <w:rPr>
          <w:rtl/>
        </w:rPr>
      </w:pPr>
      <w:r>
        <w:rPr>
          <w:rtl/>
        </w:rPr>
        <w:t>3 ـ الكافي 2 : 200 ح 1 باب اطعام المؤمن.</w:t>
      </w:r>
    </w:p>
    <w:p w:rsidR="00AA2ABC" w:rsidRDefault="00AA2ABC" w:rsidP="001008E4">
      <w:pPr>
        <w:pStyle w:val="libFootnote0"/>
        <w:rPr>
          <w:rtl/>
        </w:rPr>
      </w:pPr>
      <w:r>
        <w:rPr>
          <w:rtl/>
        </w:rPr>
        <w:t>4 ـ الكافي 2 : 200 ح 2 باب اطعام المؤمن ـ الوسائل 16 : 450 ح 2 باب 30.</w:t>
      </w:r>
    </w:p>
    <w:p w:rsidR="00AA2ABC" w:rsidRDefault="00AA2ABC" w:rsidP="001008E4">
      <w:pPr>
        <w:pStyle w:val="libFootnote0"/>
        <w:rPr>
          <w:rtl/>
        </w:rPr>
      </w:pPr>
      <w:r>
        <w:rPr>
          <w:rtl/>
        </w:rPr>
        <w:t>5 ـ الكافي 2 : 200 ح 3 باب اطعام المؤمن ـ عنه البحار 74 : 371 ح 65 باب 23.</w:t>
      </w:r>
    </w:p>
    <w:p w:rsidR="00AA2ABC" w:rsidRDefault="00AA2ABC" w:rsidP="001008E4">
      <w:pPr>
        <w:pStyle w:val="libFootnote0"/>
        <w:rPr>
          <w:rtl/>
        </w:rPr>
      </w:pPr>
      <w:r>
        <w:rPr>
          <w:rtl/>
        </w:rPr>
        <w:t xml:space="preserve">6 ـ الكافي 2 : 201 ح 6 باب اطعام المؤمن ـ عنه البحار 74 : 373 ح 68 باب 23. </w:t>
      </w:r>
    </w:p>
    <w:p w:rsidR="00AA2ABC" w:rsidRDefault="00AA2ABC" w:rsidP="002704FD">
      <w:pPr>
        <w:pStyle w:val="libNormal0"/>
        <w:rPr>
          <w:rtl/>
        </w:rPr>
      </w:pPr>
      <w:r>
        <w:rPr>
          <w:rtl/>
        </w:rPr>
        <w:br w:type="page"/>
      </w:r>
      <w:r>
        <w:rPr>
          <w:rtl/>
        </w:rPr>
        <w:lastRenderedPageBreak/>
        <w:t xml:space="preserve">شربة من ماء من حيث يقدر على الماء أعطاه الله بكلّ شربة سبعين ألف حسنة ، وان سقاه من حيث لا يقدر على الماء فكأنّما أعتق عشر رقاب من ولد إسماعيل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حسين بن نعيم انّه قال : قال أبو عبدالله </w:t>
      </w:r>
      <w:r w:rsidR="00763E2E" w:rsidRPr="00763E2E">
        <w:rPr>
          <w:rStyle w:val="libAlaemChar"/>
          <w:rFonts w:hint="cs"/>
          <w:rtl/>
        </w:rPr>
        <w:t>عليه‌السلام</w:t>
      </w:r>
      <w:r>
        <w:rPr>
          <w:rtl/>
        </w:rPr>
        <w:t xml:space="preserve"> : أتحبّ اخوانك يا حسين؟ قلت : نعم ، قال : تنفع فقراءهم؟ قلت : نعم ، قال : أما انّه يحقّ عليك أن تحبّ من يحبّ الله ، أما والله لا تنفع منهم أحداً حتى تحبّه.</w:t>
      </w:r>
    </w:p>
    <w:p w:rsidR="00AA2ABC" w:rsidRDefault="00AA2ABC" w:rsidP="002704FD">
      <w:pPr>
        <w:pStyle w:val="libNormal"/>
        <w:rPr>
          <w:rtl/>
        </w:rPr>
      </w:pPr>
      <w:r>
        <w:rPr>
          <w:rtl/>
        </w:rPr>
        <w:t xml:space="preserve">أتدعوهم إلى منزلك؟ قلت : نعم ما آكل الاّ ومعي منهم الرجلان والثلاثة والأقلّ والأكثر ، فقال أبو عبدالله : أما أنّ فضلهم عليك أعظم من فضلك عليهم ، فقلت : جعلت فداك أطعمهم طعامي وأوطئهم رحلي ويكون فضلهم عليّ أعظم؟ قال : نعم انّهم إذا دخلوا منزلك دخلوا بمغفرتك ، ومغفرة عيالك ، وإذا خرجوا من منزلك خرجوا بذنوبك وذنوب عيالك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أطعم مؤمناً موسراً كان له يعدل رقبة من ولد إسماعيل ينقذه من الذبح ، ومن أطعم مؤمناً محتاجاً كان له يعدل مائة رقبة من ولد إسماعيل ينقذها من الذبح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لإطعام مؤمن أحبّ إليّ من عتق عشر رقاب وعشر حجج</w:t>
      </w:r>
      <w:r>
        <w:rPr>
          <w:rFonts w:hint="cs"/>
          <w:rtl/>
        </w:rPr>
        <w:t xml:space="preserve"> </w:t>
      </w:r>
      <w:r>
        <w:rPr>
          <w:rtl/>
        </w:rPr>
        <w:t>...</w:t>
      </w:r>
      <w:r>
        <w:rPr>
          <w:rFonts w:hint="cs"/>
          <w:rtl/>
        </w:rPr>
        <w:t xml:space="preserve"> </w:t>
      </w:r>
      <w:r w:rsidRPr="001008E4">
        <w:rPr>
          <w:rStyle w:val="libFootnotenumChar"/>
          <w:rtl/>
        </w:rPr>
        <w:t>(4)</w:t>
      </w:r>
      <w:r>
        <w:rPr>
          <w:rtl/>
        </w:rPr>
        <w:t>.</w:t>
      </w:r>
    </w:p>
    <w:p w:rsidR="00AA2ABC" w:rsidRDefault="00AA2ABC" w:rsidP="002704FD">
      <w:pPr>
        <w:pStyle w:val="libNormal"/>
        <w:rPr>
          <w:rtl/>
        </w:rPr>
      </w:pPr>
      <w:r>
        <w:rPr>
          <w:rtl/>
        </w:rPr>
        <w:t xml:space="preserve">ونهى رسول الله </w:t>
      </w:r>
      <w:r w:rsidR="00BF0EA2" w:rsidRPr="00BF0EA2">
        <w:rPr>
          <w:rStyle w:val="libAlaemChar"/>
          <w:rFonts w:hint="cs"/>
          <w:rtl/>
        </w:rPr>
        <w:t>صلى‌الله‌عليه‌وآله</w:t>
      </w:r>
      <w:r>
        <w:rPr>
          <w:rtl/>
        </w:rPr>
        <w:t xml:space="preserve"> من اجابة الفاسقين إلى طعامهم.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201 ح 7 باب اطعام المؤمن ـ عنه البحار 74 : 374 ح 69 باب 23.</w:t>
      </w:r>
    </w:p>
    <w:p w:rsidR="00AA2ABC" w:rsidRDefault="00AA2ABC" w:rsidP="001008E4">
      <w:pPr>
        <w:pStyle w:val="libFootnote0"/>
        <w:rPr>
          <w:rtl/>
        </w:rPr>
      </w:pPr>
      <w:r>
        <w:rPr>
          <w:rtl/>
        </w:rPr>
        <w:t>2 ـ الكافي 2 : 201 ح 8 باب اطعام المؤمن ـ عنه البحار 74 : 375 ح 70 باب 23.</w:t>
      </w:r>
    </w:p>
    <w:p w:rsidR="00AA2ABC" w:rsidRDefault="00AA2ABC" w:rsidP="001008E4">
      <w:pPr>
        <w:pStyle w:val="libFootnote0"/>
        <w:rPr>
          <w:rtl/>
        </w:rPr>
      </w:pPr>
      <w:r>
        <w:rPr>
          <w:rtl/>
        </w:rPr>
        <w:t>3 ـ الكافي 2 : 203 ح 19 باب اطعام المؤمن ـ عنه البحار 74 : 378 ح 81 باب 23.</w:t>
      </w:r>
    </w:p>
    <w:p w:rsidR="00AA2ABC" w:rsidRDefault="00AA2ABC" w:rsidP="001008E4">
      <w:pPr>
        <w:pStyle w:val="libFootnote0"/>
        <w:rPr>
          <w:rtl/>
        </w:rPr>
      </w:pPr>
      <w:r>
        <w:rPr>
          <w:rtl/>
        </w:rPr>
        <w:t xml:space="preserve">4 ـ الكافي 2 : 204 ح 20 باب اطعام المؤمن ـ عنه البحار 74 : 379 ح 82 باب 23. </w:t>
      </w:r>
    </w:p>
    <w:p w:rsidR="00AA2ABC" w:rsidRDefault="00AA2ABC" w:rsidP="002704FD">
      <w:pPr>
        <w:pStyle w:val="libNormal"/>
        <w:rPr>
          <w:rtl/>
        </w:rPr>
      </w:pPr>
      <w:r>
        <w:rPr>
          <w:rtl/>
        </w:rPr>
        <w:br w:type="page"/>
      </w:r>
      <w:bookmarkStart w:id="49" w:name="_Toc392501861"/>
      <w:bookmarkStart w:id="50" w:name="_Toc392502809"/>
      <w:r w:rsidRPr="00E23E6D">
        <w:rPr>
          <w:rStyle w:val="Heading1Char"/>
          <w:rtl/>
        </w:rPr>
        <w:lastRenderedPageBreak/>
        <w:t>[</w:t>
      </w:r>
      <w:bookmarkEnd w:id="49"/>
      <w:bookmarkEnd w:id="50"/>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الله عزّوجلّ عند لسان كلّ قائل ، فليتق الله امرؤ ، وليعلم ما يقول.</w:t>
      </w:r>
    </w:p>
    <w:p w:rsidR="00AA2ABC" w:rsidRDefault="00AA2ABC" w:rsidP="002704FD">
      <w:pPr>
        <w:pStyle w:val="libNormal"/>
        <w:rPr>
          <w:rtl/>
        </w:rPr>
      </w:pPr>
      <w:r w:rsidRPr="00E23E6D">
        <w:rPr>
          <w:rtl/>
        </w:rPr>
        <w:t>يا أباذر اترك فضول</w:t>
      </w:r>
      <w:r>
        <w:rPr>
          <w:rtl/>
        </w:rPr>
        <w:t xml:space="preserve"> الكلام ، وحسبك من الكلام ما تبلغ به حاجتك.</w:t>
      </w:r>
    </w:p>
    <w:p w:rsidR="00AA2ABC" w:rsidRDefault="00AA2ABC" w:rsidP="002704FD">
      <w:pPr>
        <w:pStyle w:val="libNormal"/>
        <w:rPr>
          <w:rtl/>
        </w:rPr>
      </w:pPr>
      <w:r>
        <w:rPr>
          <w:rtl/>
        </w:rPr>
        <w:t>يا أباذر كفى بالمرء كذباً أن يحدث بكلّ ما يسمع.</w:t>
      </w:r>
    </w:p>
    <w:p w:rsidR="00AA2ABC" w:rsidRDefault="00AA2ABC" w:rsidP="002704FD">
      <w:pPr>
        <w:pStyle w:val="libNormal"/>
        <w:rPr>
          <w:rtl/>
        </w:rPr>
      </w:pPr>
      <w:r>
        <w:rPr>
          <w:rtl/>
        </w:rPr>
        <w:t>يا أباذر ما من شيء أحقّ بطول السجن من اللسان.</w:t>
      </w:r>
    </w:p>
    <w:p w:rsidR="00AA2ABC" w:rsidRDefault="00AA2ABC" w:rsidP="002704FD">
      <w:pPr>
        <w:pStyle w:val="libNormal"/>
        <w:rPr>
          <w:rtl/>
        </w:rPr>
      </w:pPr>
      <w:r>
        <w:rPr>
          <w:rtl/>
        </w:rPr>
        <w:t xml:space="preserve">لقد مرّ الكلام سابقاً في فضل السكوت وترك الكلام الباطل ، وما قاله </w:t>
      </w:r>
      <w:r w:rsidR="00BF0EA2" w:rsidRPr="00BF0EA2">
        <w:rPr>
          <w:rStyle w:val="libAlaemChar"/>
          <w:rFonts w:hint="cs"/>
          <w:rtl/>
        </w:rPr>
        <w:t>صلى‌الله‌عليه‌وآله</w:t>
      </w:r>
      <w:r>
        <w:rPr>
          <w:rtl/>
        </w:rPr>
        <w:t xml:space="preserve"> من أنّه كفى بالمرء كذباً أن يحدث بكل ما يسمع ، يمكن أن يكون المراد أنه لو نقله بجزم وقطع يكون كذباً فينبغي عند ارادة نقل حدث نسبته إلى قائله.</w:t>
      </w:r>
    </w:p>
    <w:p w:rsidR="00AA2ABC" w:rsidRDefault="00AA2ABC" w:rsidP="002704FD">
      <w:pPr>
        <w:pStyle w:val="libNormal"/>
        <w:rPr>
          <w:rtl/>
        </w:rPr>
      </w:pPr>
      <w:r>
        <w:rPr>
          <w:rtl/>
        </w:rPr>
        <w:t xml:space="preserve">كما روي بسند معتبر عن أمير المؤمنين </w:t>
      </w:r>
      <w:r w:rsidR="00763E2E" w:rsidRPr="00763E2E">
        <w:rPr>
          <w:rStyle w:val="libAlaemChar"/>
          <w:rFonts w:hint="cs"/>
          <w:rtl/>
        </w:rPr>
        <w:t>عليه‌السلام</w:t>
      </w:r>
      <w:r>
        <w:rPr>
          <w:rtl/>
        </w:rPr>
        <w:t xml:space="preserve"> انّه قال : إذا حدّثتم بحديث فأسندوه إلى الذي حدّثكم ، فإن كان حقّاً فلكم ، وإن كان كذباً فعليه </w:t>
      </w:r>
      <w:r w:rsidRPr="001008E4">
        <w:rPr>
          <w:rStyle w:val="libFootnotenumChar"/>
          <w:rtl/>
        </w:rPr>
        <w:t>(1)</w:t>
      </w:r>
      <w:r>
        <w:rPr>
          <w:rtl/>
        </w:rPr>
        <w:t>.</w:t>
      </w:r>
    </w:p>
    <w:p w:rsidR="00AA2ABC" w:rsidRDefault="00AA2ABC" w:rsidP="002704FD">
      <w:pPr>
        <w:pStyle w:val="libNormal"/>
        <w:rPr>
          <w:rtl/>
        </w:rPr>
      </w:pPr>
      <w:r>
        <w:rPr>
          <w:rtl/>
        </w:rPr>
        <w:t>ويحتمل أن يكون المراد بأنكم تصيرون كاذبين عند الناس ومشهورين به وإن نسبتموه إلى قائله حتى تتخلّصوا من الكذب ، لكن من كثر تحدّثه وظهر الكذب منه لا يعتمد على كلامه.</w:t>
      </w:r>
    </w:p>
    <w:p w:rsidR="00AA2ABC" w:rsidRDefault="00AA2ABC" w:rsidP="002704FD">
      <w:pPr>
        <w:pStyle w:val="libNormal"/>
        <w:rPr>
          <w:rtl/>
        </w:rPr>
      </w:pPr>
      <w:r>
        <w:rPr>
          <w:rtl/>
        </w:rPr>
        <w:t xml:space="preserve">ويحتمل أن يكون المراد انكم إذا نقلتهم شيئاً اُذكروا مأخذه ، ولا تنقلوا عمّن لا يعتمد على كلامه ، فإنّ سماع الكلام الذي لا أصل له ونقله يكون بمنزلة الكذب في القباحة والشناعة ، والله العالم.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2 : 161 ح 15 باب 21 ـ عن منية المريد.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من اجلال الله تعالى اكرام ذي الشيبة المسلم ، واكرام حملة القرآن العاملين به ، واكرام السلطان المقسط.</w:t>
      </w:r>
    </w:p>
    <w:p w:rsidR="00AA2ABC" w:rsidRDefault="00AA2ABC" w:rsidP="002704FD">
      <w:pPr>
        <w:pStyle w:val="libNormal"/>
        <w:rPr>
          <w:rtl/>
        </w:rPr>
      </w:pPr>
      <w:r>
        <w:rPr>
          <w:rtl/>
        </w:rPr>
        <w:t xml:space="preserve">واليك بيان هذه الكلمات الشريفة في طيّ ثلاثة ينابيع : </w:t>
      </w:r>
    </w:p>
    <w:p w:rsidR="00AA2ABC" w:rsidRDefault="00AA2ABC" w:rsidP="00AA2ABC">
      <w:pPr>
        <w:pStyle w:val="Heading1Center"/>
        <w:rPr>
          <w:rtl/>
        </w:rPr>
      </w:pPr>
      <w:bookmarkStart w:id="51" w:name="_Toc392501862"/>
      <w:bookmarkStart w:id="52" w:name="_Toc392502001"/>
      <w:bookmarkStart w:id="53" w:name="_Toc392502810"/>
      <w:r>
        <w:rPr>
          <w:rtl/>
        </w:rPr>
        <w:t>( الينبوع الأول )</w:t>
      </w:r>
      <w:bookmarkEnd w:id="51"/>
      <w:bookmarkEnd w:id="52"/>
      <w:bookmarkEnd w:id="53"/>
    </w:p>
    <w:p w:rsidR="00AA2ABC" w:rsidRDefault="00AA2ABC" w:rsidP="00AA2ABC">
      <w:pPr>
        <w:pStyle w:val="Heading1Center"/>
        <w:rPr>
          <w:rtl/>
        </w:rPr>
      </w:pPr>
      <w:bookmarkStart w:id="54" w:name="_Toc392501863"/>
      <w:bookmarkStart w:id="55" w:name="_Toc392502811"/>
      <w:r>
        <w:rPr>
          <w:rtl/>
        </w:rPr>
        <w:t>في اكرام ذي الشيبة المسلم</w:t>
      </w:r>
      <w:bookmarkEnd w:id="54"/>
      <w:bookmarkEnd w:id="55"/>
    </w:p>
    <w:p w:rsidR="00AA2ABC" w:rsidRDefault="00AA2ABC" w:rsidP="002704FD">
      <w:pPr>
        <w:pStyle w:val="libNormal"/>
        <w:rPr>
          <w:rtl/>
        </w:rPr>
      </w:pPr>
      <w:r>
        <w:rPr>
          <w:rtl/>
        </w:rPr>
        <w:t>اعلم انّه يجب اكرام جميع المسلمين سيّما الشيوخ منهم ، لأنّ الشيبة من رحمة الله والله تعالى يحترمها ، فاجلالها تعظيم الله سبحانه ، كما ورد في الخطب والأحاديث الكثيرة انّه ارحموا صغاركم ووقّروا كباركم.</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أنه قال : بجّلوا المشايخ ، فأن من إجلال الله تبجيل المشايخ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عنه </w:t>
      </w:r>
      <w:r w:rsidR="00BF0EA2" w:rsidRPr="00BF0EA2">
        <w:rPr>
          <w:rStyle w:val="libAlaemChar"/>
          <w:rFonts w:hint="cs"/>
          <w:rtl/>
        </w:rPr>
        <w:t>صلى‌الله‌عليه‌وآله</w:t>
      </w:r>
      <w:r>
        <w:rPr>
          <w:rtl/>
        </w:rPr>
        <w:t xml:space="preserve"> قال : من عرف فضل شيخ كبير فوقّره لسنّه ، آمنه الله من فزع يوم القيامة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ثلاثة لا يجهل حقّهم الاّ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311 ح 78 مجلس 11 ـ عنه البحار 75 : 136 ح 2 باب 52.</w:t>
      </w:r>
    </w:p>
    <w:p w:rsidR="00AA2ABC" w:rsidRDefault="00AA2ABC" w:rsidP="001008E4">
      <w:pPr>
        <w:pStyle w:val="libFootnote0"/>
        <w:rPr>
          <w:rtl/>
        </w:rPr>
      </w:pPr>
      <w:r>
        <w:rPr>
          <w:rtl/>
        </w:rPr>
        <w:t xml:space="preserve">2 ـ البحار 75 : 137 ح 3 باب 52 ـ عن ثواب الأعمال. </w:t>
      </w:r>
    </w:p>
    <w:p w:rsidR="00AA2ABC" w:rsidRDefault="00AA2ABC" w:rsidP="002704FD">
      <w:pPr>
        <w:pStyle w:val="libNormal0"/>
        <w:rPr>
          <w:rtl/>
        </w:rPr>
      </w:pPr>
      <w:r>
        <w:rPr>
          <w:rtl/>
        </w:rPr>
        <w:br w:type="page"/>
      </w:r>
      <w:r>
        <w:rPr>
          <w:rtl/>
        </w:rPr>
        <w:lastRenderedPageBreak/>
        <w:t xml:space="preserve">منافق معروف بالنفاق : ذو الشيبة في الإسلام ، وحامل القرآن ، والامام العادل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من أكرم مؤمناً فبكرامة الله بدأ ، ومن استخف بمؤمن ذي شيبة أرسل الله إليه من يستخف به قبل موته </w:t>
      </w:r>
      <w:r w:rsidRPr="001008E4">
        <w:rPr>
          <w:rStyle w:val="libFootnotenumChar"/>
          <w:rtl/>
        </w:rPr>
        <w:t>(2)</w:t>
      </w:r>
      <w:r>
        <w:rPr>
          <w:rtl/>
        </w:rPr>
        <w:t>.</w:t>
      </w:r>
    </w:p>
    <w:p w:rsidR="00AA2ABC" w:rsidRDefault="00AA2ABC" w:rsidP="002704FD">
      <w:pPr>
        <w:pStyle w:val="libNormal"/>
        <w:rPr>
          <w:rtl/>
        </w:rPr>
      </w:pPr>
      <w:r>
        <w:rPr>
          <w:rtl/>
        </w:rPr>
        <w:t xml:space="preserve">وروى بسند معتبر عنه </w:t>
      </w:r>
      <w:r w:rsidR="00763E2E" w:rsidRPr="00763E2E">
        <w:rPr>
          <w:rStyle w:val="libAlaemChar"/>
          <w:rFonts w:hint="cs"/>
          <w:rtl/>
        </w:rPr>
        <w:t>عليه‌السلام</w:t>
      </w:r>
      <w:r>
        <w:rPr>
          <w:rtl/>
        </w:rPr>
        <w:t xml:space="preserve"> انّه قال : انّ الله عزّوجلّ ليكرم ابن السبعين ، ويستحيي من ابن الثمانين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إذا بلغ المرء أربعين سنة آمنه الله عزّوجلّ من الادواء الثلاثة ، الجنون والجذام والبرص ، فاذا بلغ الخمسين خفّف الله حسابه.</w:t>
      </w:r>
    </w:p>
    <w:p w:rsidR="00AA2ABC" w:rsidRDefault="00AA2ABC" w:rsidP="002704FD">
      <w:pPr>
        <w:pStyle w:val="libNormal"/>
        <w:rPr>
          <w:rtl/>
        </w:rPr>
      </w:pPr>
      <w:r>
        <w:rPr>
          <w:rtl/>
        </w:rPr>
        <w:t xml:space="preserve">فاذا بلغ الستين رزقه الانابة إليه ، فاذا بلغ السبعين أحبّه أهل السماء ، فاذا بلغ الثمانين أمر الله باثبات حسناته وإلقاء سيئاته ، فاذا بلغ التسعين غفر الله له ما تقدم من ذنبه وما تأخّر ، وكتب أسير الله في أرضه </w:t>
      </w:r>
      <w:r w:rsidRPr="001008E4">
        <w:rPr>
          <w:rStyle w:val="libFootnotenumChar"/>
          <w:rtl/>
        </w:rPr>
        <w:t>(4)</w:t>
      </w:r>
      <w:r>
        <w:rPr>
          <w:rtl/>
        </w:rPr>
        <w:t xml:space="preserve"> [ وشفّع في أهل بيته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كان الناس لا يشيبون ، فأبصر إبراهيم </w:t>
      </w:r>
      <w:r w:rsidR="00763E2E" w:rsidRPr="00763E2E">
        <w:rPr>
          <w:rStyle w:val="libAlaemChar"/>
          <w:rFonts w:hint="cs"/>
          <w:rtl/>
        </w:rPr>
        <w:t>عليه‌السلام</w:t>
      </w:r>
      <w:r>
        <w:rPr>
          <w:rtl/>
        </w:rPr>
        <w:t xml:space="preserve"> شيباً في لحيته ، فقال : يا رب ما هذا؟ فقال : هذا وقار ، فقال : ربّ زدني وقاراً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شاب شيبة في الإسلام كانت له نوراً يوم القيامة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658 ح 4 باب وجوب اجلال ذي الشيبة المسلم.</w:t>
      </w:r>
    </w:p>
    <w:p w:rsidR="00AA2ABC" w:rsidRDefault="00AA2ABC" w:rsidP="001008E4">
      <w:pPr>
        <w:pStyle w:val="libFootnote0"/>
        <w:rPr>
          <w:rtl/>
        </w:rPr>
      </w:pPr>
      <w:r>
        <w:rPr>
          <w:rtl/>
        </w:rPr>
        <w:t>2 ـ الكافي 2 : 658 ح 5 باب وجوب اجلال ذي الشيبة المسلم.</w:t>
      </w:r>
    </w:p>
    <w:p w:rsidR="00AA2ABC" w:rsidRDefault="00AA2ABC" w:rsidP="001008E4">
      <w:pPr>
        <w:pStyle w:val="libFootnote0"/>
        <w:rPr>
          <w:rtl/>
        </w:rPr>
      </w:pPr>
      <w:r>
        <w:rPr>
          <w:rtl/>
        </w:rPr>
        <w:t>3 ـ الخصال : 545 ح 22 أبواب الاربعين وما فوقه.</w:t>
      </w:r>
    </w:p>
    <w:p w:rsidR="00AA2ABC" w:rsidRDefault="00AA2ABC" w:rsidP="001008E4">
      <w:pPr>
        <w:pStyle w:val="libFootnote0"/>
        <w:rPr>
          <w:rtl/>
        </w:rPr>
      </w:pPr>
      <w:r>
        <w:rPr>
          <w:rtl/>
        </w:rPr>
        <w:t>4 ـ الخصال : 546 ح 25 أبواب الاربعين وما فوقه.</w:t>
      </w:r>
    </w:p>
    <w:p w:rsidR="00AA2ABC" w:rsidRDefault="00AA2ABC" w:rsidP="001008E4">
      <w:pPr>
        <w:pStyle w:val="libFootnote0"/>
        <w:rPr>
          <w:rtl/>
        </w:rPr>
      </w:pPr>
      <w:r>
        <w:rPr>
          <w:rtl/>
        </w:rPr>
        <w:t>5 ـ البحار 76 : 106 ح 4 باب 10 ـ عن علل الشرائع.</w:t>
      </w:r>
    </w:p>
    <w:p w:rsidR="00AA2ABC" w:rsidRDefault="00AA2ABC" w:rsidP="001008E4">
      <w:pPr>
        <w:pStyle w:val="libFootnote0"/>
        <w:rPr>
          <w:rtl/>
        </w:rPr>
      </w:pPr>
      <w:r>
        <w:rPr>
          <w:rtl/>
        </w:rPr>
        <w:t>6 ـ مكارم الاخلاق : 68 باب 4 في الشيب ـ عنه البحار 76 : 107 ح 6 باب 10.</w:t>
      </w:r>
    </w:p>
    <w:p w:rsidR="00AA2ABC" w:rsidRDefault="00AA2ABC" w:rsidP="00AA2ABC">
      <w:pPr>
        <w:pStyle w:val="Heading1Center"/>
        <w:rPr>
          <w:rtl/>
        </w:rPr>
      </w:pPr>
      <w:r>
        <w:rPr>
          <w:rtl/>
        </w:rPr>
        <w:br w:type="page"/>
      </w:r>
      <w:bookmarkStart w:id="56" w:name="_Toc392501864"/>
      <w:bookmarkStart w:id="57" w:name="_Toc392502812"/>
      <w:r>
        <w:rPr>
          <w:rtl/>
        </w:rPr>
        <w:lastRenderedPageBreak/>
        <w:t>( الينبوع الثاني )</w:t>
      </w:r>
      <w:bookmarkEnd w:id="56"/>
      <w:bookmarkEnd w:id="57"/>
    </w:p>
    <w:p w:rsidR="00AA2ABC" w:rsidRDefault="00AA2ABC" w:rsidP="00AA2ABC">
      <w:pPr>
        <w:pStyle w:val="Heading1Center"/>
        <w:rPr>
          <w:rtl/>
        </w:rPr>
      </w:pPr>
      <w:bookmarkStart w:id="58" w:name="_Toc392501865"/>
      <w:bookmarkStart w:id="59" w:name="_Toc392502813"/>
      <w:r>
        <w:rPr>
          <w:rtl/>
        </w:rPr>
        <w:t>في بيان فضل القرآن وحامله وفضل بعض الآيات والسور</w:t>
      </w:r>
      <w:bookmarkEnd w:id="58"/>
      <w:bookmarkEnd w:id="59"/>
    </w:p>
    <w:p w:rsidR="00AA2ABC" w:rsidRDefault="00AA2ABC" w:rsidP="002704FD">
      <w:pPr>
        <w:pStyle w:val="libNormal"/>
        <w:rPr>
          <w:rtl/>
        </w:rPr>
      </w:pPr>
      <w:r>
        <w:rPr>
          <w:rtl/>
        </w:rPr>
        <w:t xml:space="preserve">وهو يشتمل على سواقي : </w:t>
      </w:r>
    </w:p>
    <w:p w:rsidR="00AA2ABC" w:rsidRDefault="00AA2ABC" w:rsidP="00AA2ABC">
      <w:pPr>
        <w:pStyle w:val="Heading1Center"/>
        <w:rPr>
          <w:rtl/>
        </w:rPr>
      </w:pPr>
      <w:bookmarkStart w:id="60" w:name="_Toc392501866"/>
      <w:bookmarkStart w:id="61" w:name="_Toc392502814"/>
      <w:r>
        <w:rPr>
          <w:rtl/>
        </w:rPr>
        <w:t>( الساقية الأولى )</w:t>
      </w:r>
      <w:bookmarkEnd w:id="60"/>
      <w:bookmarkEnd w:id="61"/>
    </w:p>
    <w:p w:rsidR="00AA2ABC" w:rsidRDefault="00AA2ABC" w:rsidP="00AA2ABC">
      <w:pPr>
        <w:pStyle w:val="Heading1Center"/>
        <w:rPr>
          <w:rtl/>
        </w:rPr>
      </w:pPr>
      <w:bookmarkStart w:id="62" w:name="_Toc392501867"/>
      <w:bookmarkStart w:id="63" w:name="_Toc392502815"/>
      <w:r>
        <w:rPr>
          <w:rtl/>
        </w:rPr>
        <w:t>في فضل القرآن</w:t>
      </w:r>
      <w:bookmarkEnd w:id="62"/>
      <w:bookmarkEnd w:id="63"/>
    </w:p>
    <w:p w:rsidR="00AA2ABC" w:rsidRDefault="00AA2ABC" w:rsidP="002704FD">
      <w:pPr>
        <w:pStyle w:val="libNormal"/>
        <w:rPr>
          <w:rtl/>
        </w:rPr>
      </w:pPr>
      <w:r>
        <w:rPr>
          <w:rtl/>
        </w:rPr>
        <w:t xml:space="preserve">روي عن رسول الله </w:t>
      </w:r>
      <w:r w:rsidR="00BF0EA2" w:rsidRPr="00BF0EA2">
        <w:rPr>
          <w:rStyle w:val="libAlaemChar"/>
          <w:rFonts w:hint="cs"/>
          <w:rtl/>
        </w:rPr>
        <w:t>صلى‌الله‌عليه‌وآله</w:t>
      </w:r>
      <w:r>
        <w:rPr>
          <w:rtl/>
        </w:rPr>
        <w:t xml:space="preserve"> انّه قال : ... عليكم بالقرآن فانّه شافع مشفّع ، وماحل مصدّق ، ومن جعله أمامه قاده إلى الجنّة ، ومن جعله خلفه ساقه إلى النار ، وهو الدليل يدلّ على خير سبيل ، وهو كتاب فيه تفصيل ، وبيان ، وتحصيل ، وهو الفصل ليس بالهزل ، وله ظهر وبطن ، فظاهره حكم وباطنه علم.</w:t>
      </w:r>
    </w:p>
    <w:p w:rsidR="00AA2ABC" w:rsidRDefault="00AA2ABC" w:rsidP="002704FD">
      <w:pPr>
        <w:pStyle w:val="libNormal"/>
        <w:rPr>
          <w:rtl/>
        </w:rPr>
      </w:pPr>
      <w:r>
        <w:rPr>
          <w:rtl/>
        </w:rPr>
        <w:t xml:space="preserve">ظاهره أنيق ، وباطنه عميق ، له نجوم وعلى نجومه نجوم </w:t>
      </w:r>
      <w:r w:rsidRPr="001008E4">
        <w:rPr>
          <w:rStyle w:val="libFootnotenumChar"/>
          <w:rtl/>
        </w:rPr>
        <w:t>(1)</w:t>
      </w:r>
      <w:r>
        <w:rPr>
          <w:rtl/>
        </w:rPr>
        <w:t xml:space="preserve"> ، لا تحصى عجائبه ، ولا تبلى غرائبه ، فيه مصابيح الهدى ، ومنار الحكمة ، ودليلٌ على المعرفة لمن عرف الصفة ، فليجل جال بصره ، وليبلغ الصفة نظره.</w:t>
      </w:r>
    </w:p>
    <w:p w:rsidR="00AA2ABC" w:rsidRDefault="00AA2ABC" w:rsidP="002704FD">
      <w:pPr>
        <w:pStyle w:val="libNormal"/>
        <w:rPr>
          <w:rtl/>
        </w:rPr>
      </w:pPr>
      <w:r>
        <w:rPr>
          <w:rtl/>
        </w:rPr>
        <w:t xml:space="preserve">ينج من عطب </w:t>
      </w:r>
      <w:r w:rsidRPr="001008E4">
        <w:rPr>
          <w:rStyle w:val="libFootnotenumChar"/>
          <w:rtl/>
        </w:rPr>
        <w:t>(2)</w:t>
      </w:r>
      <w:r>
        <w:rPr>
          <w:rtl/>
        </w:rPr>
        <w:t xml:space="preserve"> ، ويتخلص من نشب ، فإنّ التفكر حياة قلب البصير ، كما يمشي المستنير في الظلمات بالنور ، فعليكم بحسن التخلّص وقلّة التربّص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القرآن هدى من الضلالة ، وتبيان من العمى ، واستقالة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اي الأئمة </w:t>
      </w:r>
      <w:r w:rsidR="000A073B" w:rsidRPr="000A073B">
        <w:rPr>
          <w:rStyle w:val="libAlaemChar"/>
          <w:rFonts w:hint="cs"/>
          <w:rtl/>
        </w:rPr>
        <w:t>عليهم‌السلام</w:t>
      </w:r>
      <w:r>
        <w:rPr>
          <w:rtl/>
        </w:rPr>
        <w:t xml:space="preserve"> الذين عندهم علوم القرآن ( منه رحمه الله ).</w:t>
      </w:r>
    </w:p>
    <w:p w:rsidR="00AA2ABC" w:rsidRDefault="00AA2ABC" w:rsidP="001008E4">
      <w:pPr>
        <w:pStyle w:val="libFootnote0"/>
        <w:rPr>
          <w:rtl/>
        </w:rPr>
      </w:pPr>
      <w:r>
        <w:rPr>
          <w:rtl/>
        </w:rPr>
        <w:t>2 ـ العطب : الهلاك.</w:t>
      </w:r>
    </w:p>
    <w:p w:rsidR="00AA2ABC" w:rsidRDefault="00AA2ABC" w:rsidP="001008E4">
      <w:pPr>
        <w:pStyle w:val="libFootnote0"/>
        <w:rPr>
          <w:rtl/>
        </w:rPr>
      </w:pPr>
      <w:r>
        <w:rPr>
          <w:rtl/>
        </w:rPr>
        <w:t xml:space="preserve">3 ـ الكافي 2 : 599 ضمن حديث 2 ـ الوسائل 4 : 828 ح 3 باب 3. </w:t>
      </w:r>
    </w:p>
    <w:p w:rsidR="00AA2ABC" w:rsidRDefault="00AA2ABC" w:rsidP="002704FD">
      <w:pPr>
        <w:pStyle w:val="libNormal0"/>
        <w:rPr>
          <w:rtl/>
        </w:rPr>
      </w:pPr>
      <w:r>
        <w:rPr>
          <w:rtl/>
        </w:rPr>
        <w:br w:type="page"/>
      </w:r>
      <w:r>
        <w:rPr>
          <w:rtl/>
        </w:rPr>
        <w:lastRenderedPageBreak/>
        <w:t xml:space="preserve">من العثرة ، ونور من الظلمة ، وضياء من الأحداث ، وعصمة من الهلكة ، ورشد من الغواية ، وبيان من الفتن ، وبلاغ من الدنيا إلى الآخرة ، وفيه كمال دينكم ، وما عدل أحدٌ عن القرآن الاّ إلى النار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العزيز الجبار أنزل عليكم كتابه وهو الصادق البار ، فيه خبركم وخبر من قبلكم ، وخبر من بعدكم ، وخبر السماء والأرض ، ولو أتاكم من يخبركم عن ذلك لتعجّبتم </w:t>
      </w:r>
      <w:r w:rsidRPr="001008E4">
        <w:rPr>
          <w:rStyle w:val="libFootnotenumChar"/>
          <w:rtl/>
        </w:rPr>
        <w:t>(2)</w:t>
      </w:r>
      <w:r>
        <w:rPr>
          <w:rtl/>
        </w:rPr>
        <w:t>.</w:t>
      </w:r>
    </w:p>
    <w:p w:rsidR="00AA2ABC" w:rsidRDefault="00AA2ABC" w:rsidP="002704FD">
      <w:pPr>
        <w:pStyle w:val="libNormal"/>
        <w:rPr>
          <w:rtl/>
        </w:rPr>
      </w:pPr>
      <w:r>
        <w:rPr>
          <w:rtl/>
        </w:rPr>
        <w:t xml:space="preserve">وروي بأسانيد متواترة عن رسول الله </w:t>
      </w:r>
      <w:r w:rsidR="00BF0EA2" w:rsidRPr="00BF0EA2">
        <w:rPr>
          <w:rStyle w:val="libAlaemChar"/>
          <w:rFonts w:hint="cs"/>
          <w:rtl/>
        </w:rPr>
        <w:t>صلى‌الله‌عليه‌وآله</w:t>
      </w:r>
      <w:r>
        <w:rPr>
          <w:rtl/>
        </w:rPr>
        <w:t xml:space="preserve"> انّه قال : ... انّي تارك فيكم الثقلين أحدهما أكبر من الآخر ، كتاب الله تبارك وتعالى حبل ممدود من السماء إلى الأرض ، وعترتي أهل بيتي ، فانظروا كيف تخلفوني فيهما </w:t>
      </w:r>
      <w:r w:rsidRPr="001008E4">
        <w:rPr>
          <w:rStyle w:val="libFootnotenumChar"/>
          <w:rtl/>
        </w:rPr>
        <w:t>(3)</w:t>
      </w:r>
      <w:r>
        <w:rPr>
          <w:rtl/>
        </w:rPr>
        <w:t>.</w:t>
      </w:r>
    </w:p>
    <w:p w:rsidR="00AA2ABC" w:rsidRDefault="00AA2ABC" w:rsidP="00AA2ABC">
      <w:pPr>
        <w:pStyle w:val="Heading1Center"/>
        <w:rPr>
          <w:rtl/>
        </w:rPr>
      </w:pPr>
      <w:bookmarkStart w:id="64" w:name="_Toc392501868"/>
      <w:bookmarkStart w:id="65" w:name="_Toc392502816"/>
      <w:r>
        <w:rPr>
          <w:rtl/>
        </w:rPr>
        <w:t>( الساقية الثانية )</w:t>
      </w:r>
      <w:bookmarkEnd w:id="64"/>
      <w:bookmarkEnd w:id="65"/>
    </w:p>
    <w:p w:rsidR="00AA2ABC" w:rsidRDefault="00AA2ABC" w:rsidP="00AA2ABC">
      <w:pPr>
        <w:pStyle w:val="Heading1Center"/>
        <w:rPr>
          <w:rtl/>
        </w:rPr>
      </w:pPr>
      <w:bookmarkStart w:id="66" w:name="_Toc392501869"/>
      <w:bookmarkStart w:id="67" w:name="_Toc392502817"/>
      <w:r>
        <w:rPr>
          <w:rtl/>
        </w:rPr>
        <w:t>في فضل حامل القرآن</w:t>
      </w:r>
      <w:bookmarkEnd w:id="66"/>
      <w:bookmarkEnd w:id="67"/>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w:t>
      </w:r>
      <w:r w:rsidRPr="001008E4">
        <w:rPr>
          <w:rStyle w:val="libFootnotenumChar"/>
          <w:rtl/>
        </w:rPr>
        <w:t>(4)</w:t>
      </w:r>
      <w:r>
        <w:rPr>
          <w:rtl/>
        </w:rPr>
        <w:t xml:space="preserve"> انّه قال : انّ الدواوين يوم القيامة ثلاثة ، ديوان فيه النعم ، وديوان فيه الحسنات ، وديوان فيه السيئات.</w:t>
      </w:r>
    </w:p>
    <w:p w:rsidR="00AA2ABC" w:rsidRDefault="00AA2ABC" w:rsidP="002704FD">
      <w:pPr>
        <w:pStyle w:val="libNormal"/>
        <w:rPr>
          <w:rtl/>
        </w:rPr>
      </w:pPr>
      <w:r>
        <w:rPr>
          <w:rtl/>
        </w:rPr>
        <w:t xml:space="preserve">فيقابل بين ديوان النعم وديوان الحسنات ، فتستغرق النعم عامّة الحسنات ويبقى ديوان السيئات ، فيدعى بابن آدم المؤمن للحاسب ، فيتقدم القرآن أمامه في أحسن صورة ، فيقول : يارب أنا القرآن ، وهذا عبدك المؤمن قد كان يتعب نفسه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600 ضمن حديث 8 ، كتاب فضل القرآن.</w:t>
      </w:r>
    </w:p>
    <w:p w:rsidR="00AA2ABC" w:rsidRDefault="00AA2ABC" w:rsidP="001008E4">
      <w:pPr>
        <w:pStyle w:val="libFootnote0"/>
        <w:rPr>
          <w:rtl/>
        </w:rPr>
      </w:pPr>
      <w:r>
        <w:rPr>
          <w:rtl/>
        </w:rPr>
        <w:t>2 ـ الكافي 2 : 599 ح 3 ، كتاب فضل القرآن.</w:t>
      </w:r>
    </w:p>
    <w:p w:rsidR="00AA2ABC" w:rsidRDefault="00AA2ABC" w:rsidP="001008E4">
      <w:pPr>
        <w:pStyle w:val="libFootnote0"/>
        <w:rPr>
          <w:rtl/>
        </w:rPr>
      </w:pPr>
      <w:r>
        <w:rPr>
          <w:rtl/>
        </w:rPr>
        <w:t xml:space="preserve">3 ـ البحار 92 : 13 ح 2 باب 1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4 ـ في المتن الفارسي عن رسول الله </w:t>
      </w:r>
      <w:r w:rsidR="00BF0EA2" w:rsidRPr="00BF0EA2">
        <w:rPr>
          <w:rStyle w:val="libAlaemChar"/>
          <w:rFonts w:hint="cs"/>
          <w:rtl/>
        </w:rPr>
        <w:t>صلى‌الله‌عليه‌وآله</w:t>
      </w:r>
      <w:r>
        <w:rPr>
          <w:rtl/>
        </w:rPr>
        <w:t xml:space="preserve"> ولم نجدها عنه. </w:t>
      </w:r>
    </w:p>
    <w:p w:rsidR="00AA2ABC" w:rsidRDefault="00AA2ABC" w:rsidP="002704FD">
      <w:pPr>
        <w:pStyle w:val="libNormal0"/>
        <w:rPr>
          <w:rtl/>
        </w:rPr>
      </w:pPr>
      <w:r>
        <w:rPr>
          <w:rtl/>
        </w:rPr>
        <w:br w:type="page"/>
      </w:r>
      <w:r>
        <w:rPr>
          <w:rtl/>
        </w:rPr>
        <w:lastRenderedPageBreak/>
        <w:t>بتلاوتي ، ويطيل ليله بترتيلي ، وتفيض عيناه إذا تهجّد ، فأرضه كما أرضاني.</w:t>
      </w:r>
    </w:p>
    <w:p w:rsidR="00AA2ABC" w:rsidRDefault="00AA2ABC" w:rsidP="002704FD">
      <w:pPr>
        <w:pStyle w:val="libNormal"/>
        <w:rPr>
          <w:rtl/>
        </w:rPr>
      </w:pPr>
      <w:r>
        <w:rPr>
          <w:rtl/>
        </w:rPr>
        <w:t xml:space="preserve">قال : فيقول العزيز الجبار : عبدي أبسط يمينك ، فيملأها من رضوان الله العزيز الجبار ، ويملأ شماله من رحمة الله ، ثم يقول : هذه الجنّة مباحة لك فاقرأ واصعد ، فاذا قرأ آية صعد درجة </w:t>
      </w:r>
      <w:r w:rsidRPr="001008E4">
        <w:rPr>
          <w:rStyle w:val="libFootnotenumChar"/>
          <w:rtl/>
        </w:rPr>
        <w:t>(1)</w:t>
      </w:r>
      <w:r>
        <w:rPr>
          <w:rtl/>
        </w:rPr>
        <w:t>.</w:t>
      </w:r>
    </w:p>
    <w:p w:rsidR="00AA2ABC" w:rsidRDefault="00AA2ABC" w:rsidP="002704FD">
      <w:pPr>
        <w:pStyle w:val="libNormal"/>
        <w:rPr>
          <w:rtl/>
        </w:rPr>
      </w:pPr>
      <w:r>
        <w:rPr>
          <w:rtl/>
        </w:rPr>
        <w:t xml:space="preserve">وقال : [ يقول الله تعالى للقرآن : ] وعزّتي وجلالي وارتفاع مكاني لأكرمنّ اليوم من أكرمك ، ولأهنينّ من أهانك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تعلّموا القرآن فانّه يأتي يوم القيامة صاحبه في صورة شاب جميل ، شاحب اللون ، فيقول له القرآن : أنا الذي كنت أسهرت ليلك ، وأظمأت هواجرك ، وأجففت ريقك ، وأسلت دمعتك ، أؤول معك حيثما اُلت ، وكلّ تاجر من وراء تجارته وأنا اليوم لك من وراء تجارة كلّ تاجر ، وسيأتيك كرامة من الله عزّوجلّ فأبشر.</w:t>
      </w:r>
    </w:p>
    <w:p w:rsidR="00AA2ABC" w:rsidRDefault="00AA2ABC" w:rsidP="002704FD">
      <w:pPr>
        <w:pStyle w:val="libNormal"/>
        <w:rPr>
          <w:rtl/>
        </w:rPr>
      </w:pPr>
      <w:r>
        <w:rPr>
          <w:rtl/>
        </w:rPr>
        <w:t xml:space="preserve">فيؤتى بتاج فيوضع على راسه ، ويعطى الأمان بيمينه ، والخلد في الجنان بيساره ، ويكسى حلّتين ، ثم يقال له : اقرء وارقه ، فكلّما قرأ آية صعد درجة ، ويكسى أبواه حلّتين ان كانا مؤمنين ، ثم يقال لهما : هذا لما علّمتماه القرآن </w:t>
      </w:r>
      <w:r w:rsidRPr="001008E4">
        <w:rPr>
          <w:rStyle w:val="libFootnotenumChar"/>
          <w:rtl/>
        </w:rPr>
        <w:t>(3)</w:t>
      </w:r>
      <w:r>
        <w:rPr>
          <w:rtl/>
        </w:rPr>
        <w:t>.</w:t>
      </w:r>
    </w:p>
    <w:p w:rsidR="00AA2ABC" w:rsidRDefault="00AA2ABC" w:rsidP="002704FD">
      <w:pPr>
        <w:pStyle w:val="libNormal"/>
        <w:rPr>
          <w:rtl/>
        </w:rPr>
      </w:pPr>
      <w:r>
        <w:rPr>
          <w:rtl/>
        </w:rPr>
        <w:t xml:space="preserve">وقال علي بن الحسين </w:t>
      </w:r>
      <w:r w:rsidR="000A073B" w:rsidRPr="000A073B">
        <w:rPr>
          <w:rStyle w:val="libAlaemChar"/>
          <w:rFonts w:hint="cs"/>
          <w:rtl/>
        </w:rPr>
        <w:t>عليهما‌السلام</w:t>
      </w:r>
      <w:r>
        <w:rPr>
          <w:rtl/>
        </w:rPr>
        <w:t xml:space="preserve"> : عليك بالقرآن ، فإنّ الله خلق الجنّة بيده ، لبنة من ذهب ولبنة من فضة ، جعل ملاطها </w:t>
      </w:r>
      <w:r w:rsidRPr="001008E4">
        <w:rPr>
          <w:rStyle w:val="libFootnotenumChar"/>
          <w:rtl/>
        </w:rPr>
        <w:t>(4)</w:t>
      </w:r>
      <w:r>
        <w:rPr>
          <w:rtl/>
        </w:rPr>
        <w:t xml:space="preserve"> المسك ، وترابها الزعفران ، وحصبائها اللؤلؤ ، وجعل درجاتها على قدر آيات القرآن ، فمن قرأ القرآن قاله له : اقرأ وارق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602 ح 12 ، كتاب فضل القرآن ـ عنه البحار 7 : 267 ح 34 باب 11.</w:t>
      </w:r>
    </w:p>
    <w:p w:rsidR="00AA2ABC" w:rsidRDefault="00AA2ABC" w:rsidP="001008E4">
      <w:pPr>
        <w:pStyle w:val="libFootnote0"/>
        <w:rPr>
          <w:rtl/>
        </w:rPr>
      </w:pPr>
      <w:r>
        <w:rPr>
          <w:rtl/>
        </w:rPr>
        <w:t>2 ـ الكافي 2 : 602 ضمن حديث 14 ، كتاب فضل القرآن.</w:t>
      </w:r>
    </w:p>
    <w:p w:rsidR="00AA2ABC" w:rsidRDefault="00AA2ABC" w:rsidP="001008E4">
      <w:pPr>
        <w:pStyle w:val="libFootnote0"/>
        <w:rPr>
          <w:rtl/>
        </w:rPr>
      </w:pPr>
      <w:r>
        <w:rPr>
          <w:rtl/>
        </w:rPr>
        <w:t>3 ـ الكافي 2 : 603 ح 3 باب فضل حامل القرآن.</w:t>
      </w:r>
    </w:p>
    <w:p w:rsidR="00AA2ABC" w:rsidRDefault="00AA2ABC" w:rsidP="001008E4">
      <w:pPr>
        <w:pStyle w:val="libFootnote0"/>
        <w:rPr>
          <w:rtl/>
        </w:rPr>
      </w:pPr>
      <w:r>
        <w:rPr>
          <w:rtl/>
        </w:rPr>
        <w:t xml:space="preserve">4 ـ الملاط : الطين الذي يجعل بين سافي البناء يملط به الحائط. </w:t>
      </w:r>
    </w:p>
    <w:p w:rsidR="00AA2ABC" w:rsidRDefault="00AA2ABC" w:rsidP="002704FD">
      <w:pPr>
        <w:pStyle w:val="libNormal0"/>
        <w:rPr>
          <w:rtl/>
        </w:rPr>
      </w:pPr>
      <w:r>
        <w:rPr>
          <w:rtl/>
        </w:rPr>
        <w:br w:type="page"/>
      </w:r>
      <w:r>
        <w:rPr>
          <w:rtl/>
        </w:rPr>
        <w:lastRenderedPageBreak/>
        <w:t xml:space="preserve">ومن دخل منهم الجنة لم يكن في الجنّة أعلى درجة منه ما خلا النبيّون والصدّيقون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أشراف أمتي حملة القرآن ، وأصحاب الليل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حملة القرآن عرفاء أهل الجنة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لا يعذّب الله قلباً وعى القرآن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عنه </w:t>
      </w:r>
      <w:r w:rsidR="00BF0EA2" w:rsidRPr="00BF0EA2">
        <w:rPr>
          <w:rStyle w:val="libAlaemChar"/>
          <w:rFonts w:hint="cs"/>
          <w:rtl/>
        </w:rPr>
        <w:t>صلى‌الله‌عليه‌وآله</w:t>
      </w:r>
      <w:r>
        <w:rPr>
          <w:rtl/>
        </w:rPr>
        <w:t xml:space="preserve"> انّه قال : أنّ أهل القرآن في أعلا درجة من الآدميّين ما خلا النبيّين والمرسلين ، فلا تستضعفوا أهل القرآن حقوقهم ، فإنّ لهم من الله لمكاناً </w:t>
      </w:r>
      <w:r w:rsidRPr="001008E4">
        <w:rPr>
          <w:rStyle w:val="libFootnotenumChar"/>
          <w:rtl/>
        </w:rPr>
        <w:t>(5)</w:t>
      </w:r>
      <w:r>
        <w:rPr>
          <w:rtl/>
        </w:rPr>
        <w:t>.</w:t>
      </w:r>
    </w:p>
    <w:p w:rsidR="00AA2ABC" w:rsidRDefault="00AA2ABC" w:rsidP="00AA2ABC">
      <w:pPr>
        <w:pStyle w:val="Heading1Center"/>
        <w:rPr>
          <w:rtl/>
        </w:rPr>
      </w:pPr>
      <w:bookmarkStart w:id="68" w:name="_Toc392501870"/>
      <w:bookmarkStart w:id="69" w:name="_Toc392502818"/>
      <w:r>
        <w:rPr>
          <w:rtl/>
        </w:rPr>
        <w:t>( الساقية الثالثة )</w:t>
      </w:r>
      <w:bookmarkEnd w:id="68"/>
      <w:bookmarkEnd w:id="69"/>
    </w:p>
    <w:p w:rsidR="00AA2ABC" w:rsidRDefault="00AA2ABC" w:rsidP="00AA2ABC">
      <w:pPr>
        <w:pStyle w:val="Heading1Center"/>
        <w:rPr>
          <w:rtl/>
        </w:rPr>
      </w:pPr>
      <w:bookmarkStart w:id="70" w:name="_Toc392501871"/>
      <w:bookmarkStart w:id="71" w:name="_Toc392502819"/>
      <w:r>
        <w:rPr>
          <w:rtl/>
        </w:rPr>
        <w:t>صفات قرّاء القرآن وأصنافهم</w:t>
      </w:r>
      <w:bookmarkEnd w:id="70"/>
      <w:bookmarkEnd w:id="71"/>
    </w:p>
    <w:p w:rsidR="00AA2ABC" w:rsidRDefault="00AA2ABC" w:rsidP="002704FD">
      <w:pPr>
        <w:pStyle w:val="libNormal"/>
        <w:rPr>
          <w:rtl/>
        </w:rPr>
      </w:pPr>
      <w:r>
        <w:rPr>
          <w:rtl/>
        </w:rPr>
        <w:t xml:space="preserve">اعلم انّ لفظ حملة القرآن يراد منه عدة معان : </w:t>
      </w:r>
    </w:p>
    <w:p w:rsidR="00AA2ABC" w:rsidRDefault="00AA2ABC" w:rsidP="002704FD">
      <w:pPr>
        <w:pStyle w:val="libNormal"/>
        <w:rPr>
          <w:rtl/>
        </w:rPr>
      </w:pPr>
      <w:r w:rsidRPr="002704FD">
        <w:rPr>
          <w:rStyle w:val="libBold2Char"/>
          <w:rtl/>
        </w:rPr>
        <w:t xml:space="preserve">الأول : </w:t>
      </w:r>
      <w:r>
        <w:rPr>
          <w:rtl/>
        </w:rPr>
        <w:t xml:space="preserve">أن يتعلّم لفظ القرآن بشكل صحيح وهذا أوّل مراتب حملة القرآن ، ويكون التفاضل فيها بزيادة علم القراءة ومعرفة آدابها ومحسناتها ، وبكثرة حفظ السور والآيات القرآنية.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مستدرك الوسائل 4 : 256 ح 1 باب 10 ـ البحار 92 : 198 ح 8 باب 23 ـ عن تفسير القمي.</w:t>
      </w:r>
    </w:p>
    <w:p w:rsidR="00AA2ABC" w:rsidRDefault="00AA2ABC" w:rsidP="001008E4">
      <w:pPr>
        <w:pStyle w:val="libFootnote0"/>
        <w:rPr>
          <w:rtl/>
        </w:rPr>
      </w:pPr>
      <w:r>
        <w:rPr>
          <w:rtl/>
        </w:rPr>
        <w:t>2 ـ الخصال : 7 ح 21 باب 1 ـ أمالي الصدوق : 194 ح 6 مجلس 41 ـ عنهما البحار 92 : 177 ح 2 باب 19.</w:t>
      </w:r>
    </w:p>
    <w:p w:rsidR="00AA2ABC" w:rsidRDefault="00AA2ABC" w:rsidP="001008E4">
      <w:pPr>
        <w:pStyle w:val="libFootnote0"/>
        <w:rPr>
          <w:rtl/>
        </w:rPr>
      </w:pPr>
      <w:r>
        <w:rPr>
          <w:rtl/>
        </w:rPr>
        <w:t>3 ـ الخصال : 28 ح 100 باب 1 ـ معاني الأخبار ص 323 ح 1 ـ عنهما البحار 92 : 177 ح 3 باب 19.</w:t>
      </w:r>
    </w:p>
    <w:p w:rsidR="00AA2ABC" w:rsidRDefault="00AA2ABC" w:rsidP="001008E4">
      <w:pPr>
        <w:pStyle w:val="libFootnote0"/>
        <w:rPr>
          <w:rtl/>
        </w:rPr>
      </w:pPr>
      <w:r>
        <w:rPr>
          <w:rtl/>
        </w:rPr>
        <w:t>4 ـ أمالي الطوسي : 6 ح 7 مجلس 1 ـ عنه البحار 92 : 178 ح 6 باب 19.</w:t>
      </w:r>
    </w:p>
    <w:p w:rsidR="00AA2ABC" w:rsidRDefault="00AA2ABC" w:rsidP="001008E4">
      <w:pPr>
        <w:pStyle w:val="libFootnote0"/>
        <w:rPr>
          <w:rtl/>
        </w:rPr>
      </w:pPr>
      <w:r>
        <w:rPr>
          <w:rtl/>
        </w:rPr>
        <w:t xml:space="preserve">5 ـ البحار 92 : 180 ح 14 باب 19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الثاني : </w:t>
      </w:r>
      <w:r>
        <w:rPr>
          <w:rtl/>
        </w:rPr>
        <w:t>معرفة معاني القرآن ، وكان القرّاء سابقاً يعلّمون المعاني أيضاً ، وهذه أعلى من معرفة اللفظ ، ويكون التفاضل فيها بزيادة فهم معاني القرآن من الظواهر والبواطن ونقصانه.</w:t>
      </w:r>
    </w:p>
    <w:p w:rsidR="00AA2ABC" w:rsidRDefault="00AA2ABC" w:rsidP="002704FD">
      <w:pPr>
        <w:pStyle w:val="libNormal"/>
        <w:rPr>
          <w:rtl/>
        </w:rPr>
      </w:pPr>
      <w:r w:rsidRPr="002704FD">
        <w:rPr>
          <w:rStyle w:val="libBold2Char"/>
          <w:rtl/>
        </w:rPr>
        <w:t xml:space="preserve">الثالث : </w:t>
      </w:r>
      <w:r>
        <w:rPr>
          <w:rtl/>
        </w:rPr>
        <w:t>العمل بأحكام القرآن ، والتخلّق بأخلاقه ، والخلّو من الصفات التي نهى عنها ، فالحامل الحقيقي للقرآن هو من حمل الألفاظ والمعاني ، وتخلّق بصفاته الحميدة.</w:t>
      </w:r>
    </w:p>
    <w:p w:rsidR="00AA2ABC" w:rsidRDefault="00AA2ABC" w:rsidP="002704FD">
      <w:pPr>
        <w:pStyle w:val="libNormal"/>
        <w:rPr>
          <w:rtl/>
        </w:rPr>
      </w:pPr>
      <w:r>
        <w:rPr>
          <w:rtl/>
        </w:rPr>
        <w:t xml:space="preserve">واعلم انّ القرآن احسان الله المعنوي كما روي عن رسول الله </w:t>
      </w:r>
      <w:r w:rsidR="00BF0EA2" w:rsidRPr="00BF0EA2">
        <w:rPr>
          <w:rStyle w:val="libAlaemChar"/>
          <w:rFonts w:hint="cs"/>
          <w:rtl/>
        </w:rPr>
        <w:t>صلى‌الله‌عليه‌وآله</w:t>
      </w:r>
      <w:r>
        <w:rPr>
          <w:rtl/>
        </w:rPr>
        <w:t xml:space="preserve"> انّ القرآن مائدة الله ، ومن الواضح انّ مائدة الكرماء تكون جامعة وفيها لكلّ شخص نعمة حسب شأنه ، وما من أحد الاّ وله حظ من القرآن.</w:t>
      </w:r>
    </w:p>
    <w:p w:rsidR="00AA2ABC" w:rsidRDefault="00AA2ABC" w:rsidP="002704FD">
      <w:pPr>
        <w:pStyle w:val="libNormal"/>
        <w:rPr>
          <w:rtl/>
        </w:rPr>
      </w:pPr>
      <w:r>
        <w:rPr>
          <w:rtl/>
        </w:rPr>
        <w:t>فينتفع الكثير نفعاً دنيوياً وأُخروياً بكتابة ألفاظه ، حتى من هيّأ الدواة والقرطاس ، ومن يكتب ومن يعطي الاجور وغيرهم ممن له دخل في كتابة القرآن ، فإن فعلوا لله كان نفعهم في الدارين معاً ، وإن فعلوا للدنيا انتفعوا نفعاً دنيوياً.</w:t>
      </w:r>
    </w:p>
    <w:p w:rsidR="00AA2ABC" w:rsidRDefault="00AA2ABC" w:rsidP="002704FD">
      <w:pPr>
        <w:pStyle w:val="libNormal"/>
        <w:rPr>
          <w:rtl/>
        </w:rPr>
      </w:pPr>
      <w:r>
        <w:rPr>
          <w:rtl/>
        </w:rPr>
        <w:t>وهناك من ينتفع به نفعاً دنيوياً وأخروياً أيضاً بتعليم وتعلم ألفاظه ، وكلّ ذي علم من العلوم الكثيرة ينتفع بالقرآن ، فعالم الصرف يستفيد من وجوه تُصاريفه واشتقاقاته ، والنحوي يستشهد بأنواع اعرابه ، والمعاني والبيان يأخذ النكات الغريبة ، ويستفيد أصحاب البلاء من بركة آياته الكريمة بالتلاوة والكتابة ، ويلجأ إلى سوره وآياته أرباب المطالب الدنيوية والأخروية ويجدون سؤلهم فيه.</w:t>
      </w:r>
    </w:p>
    <w:p w:rsidR="00AA2ABC" w:rsidRDefault="00AA2ABC" w:rsidP="002704FD">
      <w:pPr>
        <w:pStyle w:val="libNormal"/>
        <w:rPr>
          <w:rtl/>
        </w:rPr>
      </w:pPr>
      <w:r>
        <w:rPr>
          <w:rtl/>
        </w:rPr>
        <w:t xml:space="preserve">ومن وجوه اعجاز القرآن آياته وسوره وتأثيراته الغريبة ، ولجوء أرباب التكسير وأصحاب الأعداد وغيرهما إليه ، وانتفاع جميع العلماء بمعانيه الغريبة من </w:t>
      </w:r>
    </w:p>
    <w:p w:rsidR="00AA2ABC" w:rsidRDefault="00AA2ABC" w:rsidP="002704FD">
      <w:pPr>
        <w:pStyle w:val="libNormal0"/>
        <w:rPr>
          <w:rtl/>
        </w:rPr>
      </w:pPr>
      <w:r>
        <w:rPr>
          <w:rtl/>
        </w:rPr>
        <w:br w:type="page"/>
      </w:r>
      <w:r>
        <w:rPr>
          <w:rtl/>
        </w:rPr>
        <w:lastRenderedPageBreak/>
        <w:t>متكلم وحكيم وفقيه ورياضيّ ، وعلماء الأخلاق والطب والشعراء والأُدباء وغيرهم من الذين ينتفعون بظاهر القرآن.</w:t>
      </w:r>
    </w:p>
    <w:p w:rsidR="00AA2ABC" w:rsidRDefault="00AA2ABC" w:rsidP="002704FD">
      <w:pPr>
        <w:pStyle w:val="libNormal"/>
        <w:rPr>
          <w:rtl/>
        </w:rPr>
      </w:pPr>
      <w:r>
        <w:rPr>
          <w:rtl/>
        </w:rPr>
        <w:t>وينتفع من كل بطن من بطونه بفوائد وحكم ومعارف غير متناهية من يكون قابلاً لها كأصحاب العرفان وأرباب اليقين ، فالحامل الكامل للقرآن المجيد هم الذين يستفيدون من جميع منافع القرآن على وجه كامل ، وهم النبي الأكرم وأهل بيته الأطهار صلوات الله عليهم.</w:t>
      </w:r>
    </w:p>
    <w:p w:rsidR="00AA2ABC" w:rsidRDefault="00AA2ABC" w:rsidP="002704FD">
      <w:pPr>
        <w:pStyle w:val="libNormal"/>
        <w:rPr>
          <w:rtl/>
        </w:rPr>
      </w:pPr>
      <w:r>
        <w:rPr>
          <w:rtl/>
        </w:rPr>
        <w:t xml:space="preserve">ولقد علم بالأحاديث المتواترة أنّ لفظ القرآن يختصّ بهم ، وانّ القرآن التام الكامل عندهم ، وانّ العلوم القرآنية الموجودة تنسب كلّها إلى أمير المؤمنين </w:t>
      </w:r>
      <w:r w:rsidR="00763E2E" w:rsidRPr="00763E2E">
        <w:rPr>
          <w:rStyle w:val="libAlaemChar"/>
          <w:rFonts w:hint="cs"/>
          <w:rtl/>
        </w:rPr>
        <w:t>عليه‌السلام</w:t>
      </w:r>
      <w:r>
        <w:rPr>
          <w:rtl/>
        </w:rPr>
        <w:t xml:space="preserve"> بالاتفاق ، ووردت أحاديث متواترة أيضاً انّ معنى القرآن لا يفهمه غيرهم وعندهم علم ما كان وما يكون إلى يوم القيامة ، وانّ جميع الشرائط والأحكام في القرآن وعلمها مخزون عندهم.</w:t>
      </w:r>
    </w:p>
    <w:p w:rsidR="00AA2ABC" w:rsidRDefault="00AA2ABC" w:rsidP="002704FD">
      <w:pPr>
        <w:pStyle w:val="libNormal"/>
        <w:rPr>
          <w:rtl/>
        </w:rPr>
      </w:pPr>
      <w:r>
        <w:rPr>
          <w:rtl/>
        </w:rPr>
        <w:t>وانّ للقرآن سبعة أبطن أو سبعين بطناً وعلم جميع هذه البطون عندهم ، وكذلك يختصون بالعمل بجميع شرائع القرآن وأحكامه لأنّهم معصومين من جميع الخطايا ، ومتصفين بجميع الكمالات البشرية.</w:t>
      </w:r>
    </w:p>
    <w:p w:rsidR="00AA2ABC" w:rsidRDefault="00AA2ABC" w:rsidP="002704FD">
      <w:pPr>
        <w:pStyle w:val="libNormal"/>
        <w:rPr>
          <w:rtl/>
        </w:rPr>
      </w:pPr>
      <w:r>
        <w:rPr>
          <w:rtl/>
        </w:rPr>
        <w:t xml:space="preserve">وانّ أكثر القرآن ورد في مدحهم وذم مخالفيهم ، كما ورد انّ ثلث القرآن نزل في أهل البيت ، وثلث منه في ذم أعدائهم ، وثلث منه في الفرائض والأحكام ، والظاهر انّ الصفات الممدوحة في القرآن ترجع إلى مدح صاحبها ، وهم أصحاب تلك الصفات على الوجه الكامل ، وكذا الصفات المذمومة فيه ترجع إلى ذمّ صاحبها وهم أعداء أهل البيت </w:t>
      </w:r>
      <w:r w:rsidR="000A073B" w:rsidRPr="000A073B">
        <w:rPr>
          <w:rStyle w:val="libAlaemChar"/>
          <w:rFonts w:hint="cs"/>
          <w:rtl/>
        </w:rPr>
        <w:t>عليهم‌السلام</w:t>
      </w:r>
      <w:r>
        <w:rPr>
          <w:rtl/>
        </w:rPr>
        <w:t>.</w:t>
      </w:r>
    </w:p>
    <w:p w:rsidR="00AA2ABC" w:rsidRDefault="00AA2ABC" w:rsidP="002704FD">
      <w:pPr>
        <w:pStyle w:val="libNormal"/>
        <w:rPr>
          <w:rtl/>
        </w:rPr>
      </w:pPr>
      <w:r>
        <w:rPr>
          <w:rtl/>
        </w:rPr>
        <w:t xml:space="preserve">واعلم انّ القرآن ليس شيئاً قائماً بالذات بل هو عرض له ظهورات مختلفة </w:t>
      </w:r>
    </w:p>
    <w:p w:rsidR="00AA2ABC" w:rsidRDefault="00AA2ABC" w:rsidP="002704FD">
      <w:pPr>
        <w:pStyle w:val="libNormal0"/>
        <w:rPr>
          <w:rtl/>
        </w:rPr>
      </w:pPr>
      <w:r>
        <w:rPr>
          <w:rtl/>
        </w:rPr>
        <w:br w:type="page"/>
      </w:r>
      <w:r>
        <w:rPr>
          <w:rtl/>
        </w:rPr>
        <w:lastRenderedPageBreak/>
        <w:t xml:space="preserve">في أماكن مختلفة ، فانّه كان في علم واجب الوجود ، ثم ظهر في اللوح ، ثم انتقل إلى الروح وجبرئيل </w:t>
      </w:r>
      <w:r w:rsidR="000A073B" w:rsidRPr="000A073B">
        <w:rPr>
          <w:rStyle w:val="libAlaemChar"/>
          <w:rFonts w:hint="cs"/>
          <w:rtl/>
        </w:rPr>
        <w:t>عليهما‌السلام</w:t>
      </w:r>
      <w:r>
        <w:rPr>
          <w:rtl/>
        </w:rPr>
        <w:t xml:space="preserve"> ، ثم ظهر في نفس النبي </w:t>
      </w:r>
      <w:r w:rsidR="00BF0EA2" w:rsidRPr="00BF0EA2">
        <w:rPr>
          <w:rStyle w:val="libAlaemChar"/>
          <w:rFonts w:hint="cs"/>
          <w:rtl/>
        </w:rPr>
        <w:t>صلى‌الله‌عليه‌وآله</w:t>
      </w:r>
      <w:r>
        <w:rPr>
          <w:rtl/>
        </w:rPr>
        <w:t xml:space="preserve"> المقدسة بواسطة جبرئيل أو بدون واسطة ، ثم سرى إلى قلوب الأوصياء والمؤمنين وظهر على هيئة كتاب.</w:t>
      </w:r>
    </w:p>
    <w:p w:rsidR="00AA2ABC" w:rsidRDefault="00AA2ABC" w:rsidP="002704FD">
      <w:pPr>
        <w:pStyle w:val="libNormal"/>
        <w:rPr>
          <w:rtl/>
        </w:rPr>
      </w:pPr>
      <w:r>
        <w:rPr>
          <w:rtl/>
        </w:rPr>
        <w:t>ولجوهر القرآن احترام وهيبة خاصة فلذا يصبح كلّ مكان ظهر القرآن فيه محترماً ومهيباً ، وكلّما كان ظهوره في مكان أكثر كانت حرمته أكثر. فالنقوش والألفاظ والأوراق والجلد المجاور لها ـ مع كونها أدنى مراتب ظهوره ـ لها درجة من الحرمة بحيث يحكم بكفر من أساء الأدب إليها ، فكيف بقلب المؤمن الحامل للقرآن ، فحرمته أكثر من حرمة تلك النقوش والأوراق.</w:t>
      </w:r>
    </w:p>
    <w:p w:rsidR="00AA2ABC" w:rsidRDefault="00AA2ABC" w:rsidP="002704FD">
      <w:pPr>
        <w:pStyle w:val="libNormal"/>
        <w:rPr>
          <w:rtl/>
        </w:rPr>
      </w:pPr>
      <w:r>
        <w:rPr>
          <w:rtl/>
        </w:rPr>
        <w:t>كما ورد من انّ حرمة المؤمن أعظم من حرمة القرآن ، وكلّما ظهرت المضامين الحسنة والأخلاق القرآنية في المؤمن أكثر كان احترامه أكثر ، وكلّما ظهر خلافها من الأخلاق الذميمة والنقائص والمعاصي سبّبت نقصان ظهورات القرآن ونقصان حرمة المؤمن.</w:t>
      </w:r>
    </w:p>
    <w:p w:rsidR="00AA2ABC" w:rsidRDefault="00AA2ABC" w:rsidP="002704FD">
      <w:pPr>
        <w:pStyle w:val="libNormal"/>
        <w:rPr>
          <w:rtl/>
        </w:rPr>
      </w:pPr>
      <w:r>
        <w:rPr>
          <w:rtl/>
        </w:rPr>
        <w:t xml:space="preserve">اذاً فإنّ لهذه الأوصاف والظهورات القرآنية ازدياد حتى تصل إلى غايتها في النبي الأكرم وأهل بيته الأطهار صلوات الله عليهم ، كما جاء في وصف النبي </w:t>
      </w:r>
      <w:r w:rsidR="00BF0EA2" w:rsidRPr="00BF0EA2">
        <w:rPr>
          <w:rStyle w:val="libAlaemChar"/>
          <w:rFonts w:hint="cs"/>
          <w:rtl/>
        </w:rPr>
        <w:t>صلى‌الله‌عليه‌وآله</w:t>
      </w:r>
      <w:r>
        <w:rPr>
          <w:rtl/>
        </w:rPr>
        <w:t xml:space="preserve"> أنه كان خلقه القرآن ، بل لو نظرت جيدا لرأيت أنه صلوات الله عليهم حقيقة القرآن ، حيث كانوا لفظ القرآن ومعناه وخلقه.</w:t>
      </w:r>
    </w:p>
    <w:p w:rsidR="00AA2ABC" w:rsidRDefault="00AA2ABC" w:rsidP="002704FD">
      <w:pPr>
        <w:pStyle w:val="libNormal"/>
        <w:rPr>
          <w:rtl/>
        </w:rPr>
      </w:pPr>
      <w:r>
        <w:rPr>
          <w:rtl/>
        </w:rPr>
        <w:t xml:space="preserve">وكما عرفت من انّ القرآن الحقيقي يطلق على ما يحتوى النقوش والالفاظ إذاً فإنّ نقوش القرآن بحسب المعنى واللفظ انّما هو في قلوبهم المطهرّة ، كما انّ أمير المؤمنين </w:t>
      </w:r>
      <w:r w:rsidR="00763E2E" w:rsidRPr="00763E2E">
        <w:rPr>
          <w:rStyle w:val="libAlaemChar"/>
          <w:rFonts w:hint="cs"/>
          <w:rtl/>
        </w:rPr>
        <w:t>عليه‌السلام</w:t>
      </w:r>
      <w:r>
        <w:rPr>
          <w:rtl/>
        </w:rPr>
        <w:t xml:space="preserve"> كان يقول كثيراً : « أنا كلام الله الناطق ». </w:t>
      </w:r>
    </w:p>
    <w:p w:rsidR="00AA2ABC" w:rsidRDefault="00AA2ABC" w:rsidP="002704FD">
      <w:pPr>
        <w:pStyle w:val="libNormal"/>
        <w:rPr>
          <w:rtl/>
        </w:rPr>
      </w:pPr>
      <w:r>
        <w:rPr>
          <w:rtl/>
        </w:rPr>
        <w:br w:type="page"/>
      </w:r>
      <w:r>
        <w:rPr>
          <w:rtl/>
        </w:rPr>
        <w:lastRenderedPageBreak/>
        <w:t xml:space="preserve">وهذا هو معنى ما ورد عن أبي عبدالله </w:t>
      </w:r>
      <w:r w:rsidRPr="001008E4">
        <w:rPr>
          <w:rStyle w:val="libFootnotenumChar"/>
          <w:rtl/>
        </w:rPr>
        <w:t>(1)</w:t>
      </w:r>
      <w:r>
        <w:rPr>
          <w:rtl/>
        </w:rPr>
        <w:t xml:space="preserve"> </w:t>
      </w:r>
      <w:r w:rsidR="00763E2E" w:rsidRPr="00763E2E">
        <w:rPr>
          <w:rStyle w:val="libAlaemChar"/>
          <w:rFonts w:hint="cs"/>
          <w:rtl/>
        </w:rPr>
        <w:t>عليه‌السلام</w:t>
      </w:r>
      <w:r>
        <w:rPr>
          <w:rtl/>
        </w:rPr>
        <w:t xml:space="preserve"> حيث قال في حديث طويل من انّ القرآن يأتي يوم القيامة في أحسن صورة ويشفع لحملته ، فقال الراوي : قلت : جعلت فداك وهل يتكلّم القرآن؟ فتبسّم ثم قال : رحم الله الضعفاء من شيعتنا انّهم أهل تسليم ، ثم قال : نعم والصلاة تتكلم ولها صورة وخلق تأمر وتنهى.</w:t>
      </w:r>
    </w:p>
    <w:p w:rsidR="00AA2ABC" w:rsidRDefault="00AA2ABC" w:rsidP="002704FD">
      <w:pPr>
        <w:pStyle w:val="libNormal"/>
        <w:rPr>
          <w:rtl/>
        </w:rPr>
      </w:pPr>
      <w:r>
        <w:rPr>
          <w:rtl/>
        </w:rPr>
        <w:t xml:space="preserve">قال الراوي : فتغيّر لذلك لوني وقلت : هذا شيء لا أستطيع أنا اتكلّم به في الناس ، فقال : وهل الناس الاّ شيعتنا ، فمن لم يعرف الصلاة فقد أنكر حقّنا ، ثم قال : اسمعك كلام القرآن قال : فقلت : بلى صلى الله عليك ، فقال : « </w:t>
      </w:r>
      <w:r w:rsidRPr="002704FD">
        <w:rPr>
          <w:rStyle w:val="libAieChar"/>
          <w:rtl/>
        </w:rPr>
        <w:t>اِنَّ الصَّلاةَ تَنهى عَنِ الفَحشَاءِ واَلمُنكَرِ وَلَذِكرُ اللهِ اَكبَر</w:t>
      </w:r>
      <w:r>
        <w:rPr>
          <w:rtl/>
        </w:rPr>
        <w:t xml:space="preserve"> </w:t>
      </w:r>
      <w:r>
        <w:rPr>
          <w:rFonts w:hint="cs"/>
          <w:rtl/>
        </w:rPr>
        <w:t>»</w:t>
      </w:r>
      <w:r>
        <w:rPr>
          <w:rtl/>
        </w:rPr>
        <w:t xml:space="preserve"> فالنهي كلام ، والفحشاء والمنكر رجال ، ونحن ذكر الله ونحن أكبر </w:t>
      </w:r>
      <w:r w:rsidRPr="001008E4">
        <w:rPr>
          <w:rStyle w:val="libFootnotenumChar"/>
          <w:rtl/>
        </w:rPr>
        <w:t>(2)</w:t>
      </w:r>
      <w:r>
        <w:rPr>
          <w:rtl/>
        </w:rPr>
        <w:t>.</w:t>
      </w:r>
    </w:p>
    <w:p w:rsidR="00AA2ABC" w:rsidRDefault="00AA2ABC" w:rsidP="002704FD">
      <w:pPr>
        <w:pStyle w:val="libNormal"/>
        <w:rPr>
          <w:rtl/>
        </w:rPr>
      </w:pPr>
      <w:r>
        <w:rPr>
          <w:rtl/>
        </w:rPr>
        <w:t xml:space="preserve">وبما انّ لهذا المطلب دخلاً كبيراً في توضيح أخبار أهل البيت </w:t>
      </w:r>
      <w:r w:rsidR="000A073B" w:rsidRPr="000A073B">
        <w:rPr>
          <w:rStyle w:val="libAlaemChar"/>
          <w:rFonts w:hint="cs"/>
          <w:rtl/>
        </w:rPr>
        <w:t>عليهم‌السلام</w:t>
      </w:r>
      <w:r>
        <w:rPr>
          <w:rtl/>
        </w:rPr>
        <w:t xml:space="preserve"> فإنّ الزيادة في توضيحه أصوب.</w:t>
      </w:r>
    </w:p>
    <w:p w:rsidR="00AA2ABC" w:rsidRDefault="00AA2ABC" w:rsidP="002704FD">
      <w:pPr>
        <w:pStyle w:val="libNormal"/>
        <w:rPr>
          <w:rtl/>
        </w:rPr>
      </w:pPr>
      <w:r>
        <w:rPr>
          <w:rtl/>
        </w:rPr>
        <w:t>اعلم انّ لكل شيء صورة ومعنى وجسداً ، سواء فيه الأخلاق وغيرها ، لكن الحشوية تمسكوا بالظواهر ولم يخرجوا منها ، فحرموا أنفسهم عن كثير من الحقائق ، وتمسك بعض آخر بالبواطن والمعاني تاركين الظواهر فألحدوا لذلك ، وصاحب الدين من أذعن بكليهما.</w:t>
      </w:r>
    </w:p>
    <w:p w:rsidR="00AA2ABC" w:rsidRDefault="00AA2ABC" w:rsidP="002704FD">
      <w:pPr>
        <w:pStyle w:val="libNormal"/>
        <w:rPr>
          <w:rtl/>
        </w:rPr>
      </w:pPr>
      <w:r>
        <w:rPr>
          <w:rtl/>
        </w:rPr>
        <w:t xml:space="preserve">مثلاً انّ للجنّة صورة وهي الجدران والأشجار والأنهار والحور والقصور ، ولها أيضا معنى وهو الكمالات والمعارف واللذات المعنويّة وهذه في الجنة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وجدناه في الكافي عن سعد الخفاف ، عن أبي جعفر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2 ـ لاحظ الكافي 2 : 598 ضمن حديث 1 ، باب كتاب فضل القرآن. </w:t>
      </w:r>
    </w:p>
    <w:p w:rsidR="00AA2ABC" w:rsidRDefault="00AA2ABC" w:rsidP="002704FD">
      <w:pPr>
        <w:pStyle w:val="libNormal0"/>
        <w:rPr>
          <w:rtl/>
        </w:rPr>
      </w:pPr>
      <w:r>
        <w:rPr>
          <w:rtl/>
        </w:rPr>
        <w:br w:type="page"/>
      </w:r>
      <w:r>
        <w:rPr>
          <w:rtl/>
        </w:rPr>
        <w:lastRenderedPageBreak/>
        <w:t>الصوريّة ، والحشويّ يقول : انّ الجنة لا تكون غير لذة الأكل والشرب والجماع.</w:t>
      </w:r>
    </w:p>
    <w:p w:rsidR="00AA2ABC" w:rsidRDefault="00AA2ABC" w:rsidP="002704FD">
      <w:pPr>
        <w:pStyle w:val="libNormal"/>
        <w:rPr>
          <w:rtl/>
        </w:rPr>
      </w:pPr>
      <w:r>
        <w:rPr>
          <w:rtl/>
        </w:rPr>
        <w:t>والمحلد يقول : انّ الجنّة ليس لها جدران وأبواب ، وهذه كناية عن اللذات المعنوية ، فلهذا أنكروا ضروريّ الدين فكفروا لذلك ، لكن صاحب اليقين يعلم انّ كليهما حقّ ، وتكون اللذات المعنوية في ضمنها ، كما أشرنا في أوّل الكتاب إلى هذا المعنى.</w:t>
      </w:r>
    </w:p>
    <w:p w:rsidR="00AA2ABC" w:rsidRDefault="00AA2ABC" w:rsidP="002704FD">
      <w:pPr>
        <w:pStyle w:val="libNormal"/>
        <w:rPr>
          <w:rtl/>
        </w:rPr>
      </w:pPr>
      <w:r>
        <w:rPr>
          <w:rtl/>
        </w:rPr>
        <w:t xml:space="preserve">وكذلك الأمر في الصراط ، فهو حق ، وورد انّ أهل البيت </w:t>
      </w:r>
      <w:r w:rsidR="000A073B" w:rsidRPr="000A073B">
        <w:rPr>
          <w:rStyle w:val="libAlaemChar"/>
          <w:rFonts w:hint="cs"/>
          <w:rtl/>
        </w:rPr>
        <w:t>عليهم‌السلام</w:t>
      </w:r>
      <w:r>
        <w:rPr>
          <w:rtl/>
        </w:rPr>
        <w:t xml:space="preserve"> هم الصراط المستقيم ، وورد أيضاً انّ الصراط حبّ عليّ بن أبي طالب </w:t>
      </w:r>
      <w:r w:rsidR="00763E2E" w:rsidRPr="00763E2E">
        <w:rPr>
          <w:rStyle w:val="libAlaemChar"/>
          <w:rFonts w:hint="cs"/>
          <w:rtl/>
        </w:rPr>
        <w:t>عليه‌السلام</w:t>
      </w:r>
      <w:r>
        <w:rPr>
          <w:rtl/>
        </w:rPr>
        <w:t xml:space="preserve"> ، وجاء انّ الصراط جسر على جهنّم ، فهذا كلّه حق ، لأنّ صراط الآخرة مثال للصراط الدنيوي ، وقالوا لنا : استقيموا في الدنيا على صراط دين الحق وولاية أهل البيت </w:t>
      </w:r>
      <w:r w:rsidR="000A073B" w:rsidRPr="000A073B">
        <w:rPr>
          <w:rStyle w:val="libAlaemChar"/>
          <w:rFonts w:hint="cs"/>
          <w:rtl/>
        </w:rPr>
        <w:t>عليهم‌السلام</w:t>
      </w:r>
      <w:r>
        <w:rPr>
          <w:rtl/>
        </w:rPr>
        <w:t>.</w:t>
      </w:r>
    </w:p>
    <w:p w:rsidR="00AA2ABC" w:rsidRDefault="00AA2ABC" w:rsidP="002704FD">
      <w:pPr>
        <w:pStyle w:val="libNormal"/>
        <w:rPr>
          <w:rtl/>
        </w:rPr>
      </w:pPr>
      <w:r>
        <w:rPr>
          <w:rtl/>
        </w:rPr>
        <w:t>وهناك شعب وطرق كثيرة في اليمين والشمال من المذاهب المختلفة والذنوب الكبيرة ، فمن توجّه نحوها انحرف عن الصراط ، وهو في غاية الدقة وقد كمنت الشياطين في طريقه ، وله سبل منها العبادات الشاقة ، وترك المعاصي ، وقد ضلّ فيها الكثير وتاه.</w:t>
      </w:r>
    </w:p>
    <w:p w:rsidR="00AA2ABC" w:rsidRDefault="00AA2ABC" w:rsidP="002704FD">
      <w:pPr>
        <w:pStyle w:val="libNormal"/>
        <w:rPr>
          <w:rtl/>
        </w:rPr>
      </w:pPr>
      <w:r>
        <w:rPr>
          <w:rtl/>
        </w:rPr>
        <w:t>فهذا انموذج كامل عن صراط الآخرة الذي في غاية الدقة والصعوبة وقد وضع على جهنّم ، فمن كان في الدنيا مستقيماً عليه يسير عليه حتى يصل الجنّة سريعاً ، ومن انحرف عنه بسبب اعتقاد فاسد أو كبيرة مهلكة فسوف تزل قدماه في نفس تلك العقبة والكمين ، ويسقط في جهنّم.</w:t>
      </w:r>
    </w:p>
    <w:p w:rsidR="00AA2ABC" w:rsidRDefault="00AA2ABC" w:rsidP="002704FD">
      <w:pPr>
        <w:pStyle w:val="libNormal"/>
        <w:rPr>
          <w:rtl/>
        </w:rPr>
      </w:pPr>
      <w:r>
        <w:rPr>
          <w:rtl/>
        </w:rPr>
        <w:t xml:space="preserve">وكذلك الحيات والعقارب فهي في الآخرة صورة الأخلاق الذميمة ، وانّ الأشجار والحور والقصور صورة الأفعال الحسنة وثمرتها ، وكذلك الصلاة فإنّ لها </w:t>
      </w:r>
    </w:p>
    <w:p w:rsidR="00AA2ABC" w:rsidRDefault="00AA2ABC" w:rsidP="002704FD">
      <w:pPr>
        <w:pStyle w:val="libNormal0"/>
        <w:rPr>
          <w:rtl/>
        </w:rPr>
      </w:pPr>
      <w:r>
        <w:rPr>
          <w:rtl/>
        </w:rPr>
        <w:br w:type="page"/>
      </w:r>
      <w:r>
        <w:rPr>
          <w:rtl/>
        </w:rPr>
        <w:lastRenderedPageBreak/>
        <w:t xml:space="preserve">في الدنيا روح وجسم ، فجسمها هو الأفعال المخصوصة ، وروحها ولاية علي بن أبي طالب وأولاده الكرام </w:t>
      </w:r>
      <w:r w:rsidR="000A073B" w:rsidRPr="000A073B">
        <w:rPr>
          <w:rStyle w:val="libAlaemChar"/>
          <w:rFonts w:hint="cs"/>
          <w:rtl/>
        </w:rPr>
        <w:t>عليهم‌السلام</w:t>
      </w:r>
      <w:r>
        <w:rPr>
          <w:rtl/>
        </w:rPr>
        <w:t>.</w:t>
      </w:r>
    </w:p>
    <w:p w:rsidR="00AA2ABC" w:rsidRDefault="00AA2ABC" w:rsidP="002704FD">
      <w:pPr>
        <w:pStyle w:val="libNormal"/>
        <w:rPr>
          <w:rtl/>
        </w:rPr>
      </w:pPr>
      <w:r>
        <w:rPr>
          <w:rtl/>
        </w:rPr>
        <w:t>وانّما عمل الروح تقويم الجسد وتكون منشأ لحركات بدن المؤمن ، فالصلاة من دونه ولاية لا توجب كمالاً ولا قرباً ، ولا تنجى من العذاب كالجسم الميّت.</w:t>
      </w:r>
    </w:p>
    <w:p w:rsidR="00AA2ABC" w:rsidRDefault="00AA2ABC" w:rsidP="002704FD">
      <w:pPr>
        <w:pStyle w:val="libNormal"/>
        <w:rPr>
          <w:rtl/>
        </w:rPr>
      </w:pPr>
      <w:r>
        <w:rPr>
          <w:rtl/>
        </w:rPr>
        <w:t>فالولاية روح الصلاة ، وبما انّ الصلاة الكاملة تصدر منهم وان صدرت من غيرهم فانّما هو ببركتهم ، فبقاء الصلاة اذاً بهم ولذلك فهم روح الصلاة ، وبما انّ وصف الصلاة قد كمل فيهم وأصبح خلقهم فكأنّما اتحدوا بالصلاة ، فكما انّ لفظ الانسان يطلق على الجسم أو الروح أو الجسم والروح معاً فكذلك الصلاة تطلق على هذه الأفعال وعلى تلك الذوات المقدسة ، وعليها حال كونها متصفة بهذه الصفات ، فالمراد بظاهر الصلاة في القرآن هذه الأفعال ، ويراد من باطنها الولاية ، ولا منافات بينهما.</w:t>
      </w:r>
    </w:p>
    <w:p w:rsidR="00AA2ABC" w:rsidRDefault="00AA2ABC" w:rsidP="002704FD">
      <w:pPr>
        <w:pStyle w:val="libNormal"/>
        <w:rPr>
          <w:rtl/>
        </w:rPr>
      </w:pPr>
      <w:r>
        <w:rPr>
          <w:rtl/>
        </w:rPr>
        <w:t>ولقد أنكر جمع من الملاحدة الاسماعيلية العبادة لكونهم لم يفهموا هذه الأحاديث ، فكفروا لذلك ، ويقولون : انّ الصلاة كناية عن شخص ، والصوم كناية عن شخص آخر ولا عمل ، ووقع جمع من الحشوية في التفريط فانكروا هذه الأحاديث وردّوها.</w:t>
      </w:r>
    </w:p>
    <w:p w:rsidR="00AA2ABC" w:rsidRDefault="00AA2ABC" w:rsidP="002704FD">
      <w:pPr>
        <w:pStyle w:val="libNormal"/>
        <w:rPr>
          <w:rtl/>
        </w:rPr>
      </w:pPr>
      <w:r>
        <w:rPr>
          <w:rtl/>
        </w:rPr>
        <w:t xml:space="preserve">وكذلك الإيمان ، بما أنّه كمل بأمير المؤمنين </w:t>
      </w:r>
      <w:r w:rsidR="00763E2E" w:rsidRPr="00763E2E">
        <w:rPr>
          <w:rStyle w:val="libAlaemChar"/>
          <w:rFonts w:hint="cs"/>
          <w:rtl/>
        </w:rPr>
        <w:t>عليه‌السلام</w:t>
      </w:r>
      <w:r>
        <w:rPr>
          <w:rtl/>
        </w:rPr>
        <w:t xml:space="preserve"> فهو </w:t>
      </w:r>
      <w:r w:rsidR="00763E2E" w:rsidRPr="00763E2E">
        <w:rPr>
          <w:rStyle w:val="libAlaemChar"/>
          <w:rFonts w:hint="cs"/>
          <w:rtl/>
        </w:rPr>
        <w:t>عليه‌السلام</w:t>
      </w:r>
      <w:r>
        <w:rPr>
          <w:rtl/>
        </w:rPr>
        <w:t xml:space="preserve"> متصف به بشكل كامل وبقاء الايمان بوجوده ، وانّ ولايته الركن الاعظم للايمان ، والايمان سرى في جيمع أعضائه وجوارحه ، ويُرى أنوار الايمان من أفعاله دائماً ، ولا يبعد اطلاق الايمان على الامام عليّ صلوات الله عليه في بطن القرآن ، وكذلك أعداءهم</w:t>
      </w:r>
    </w:p>
    <w:p w:rsidR="00AA2ABC" w:rsidRDefault="00AA2ABC" w:rsidP="002704FD">
      <w:pPr>
        <w:pStyle w:val="libNormal0"/>
        <w:rPr>
          <w:rtl/>
        </w:rPr>
      </w:pPr>
      <w:r>
        <w:rPr>
          <w:rtl/>
        </w:rPr>
        <w:br w:type="page"/>
      </w:r>
      <w:r>
        <w:rPr>
          <w:rtl/>
        </w:rPr>
        <w:lastRenderedPageBreak/>
        <w:t>في باب الكفر والمعاصي.</w:t>
      </w:r>
    </w:p>
    <w:p w:rsidR="00AA2ABC" w:rsidRDefault="00AA2ABC" w:rsidP="002704FD">
      <w:pPr>
        <w:pStyle w:val="libNormal"/>
        <w:rPr>
          <w:rtl/>
        </w:rPr>
      </w:pPr>
      <w:r>
        <w:rPr>
          <w:rtl/>
        </w:rPr>
        <w:t xml:space="preserve">فالروح والمحل والمعنى الحقيقي للصلاة والايمان والزكاة وغيرها من العبادات انّما هو علي بن أبي طالب وأولاده الكرام </w:t>
      </w:r>
      <w:r w:rsidR="000A073B" w:rsidRPr="000A073B">
        <w:rPr>
          <w:rStyle w:val="libAlaemChar"/>
          <w:rFonts w:hint="cs"/>
          <w:rtl/>
        </w:rPr>
        <w:t>عليهم‌السلام</w:t>
      </w:r>
      <w:r>
        <w:rPr>
          <w:rtl/>
        </w:rPr>
        <w:t xml:space="preserve"> ، وانّ المحل الحقيقي للفحشاء والمنكر والكفر والفسوق والعصيان خلفاء الجور وسائر أعداء أهل البيت </w:t>
      </w:r>
      <w:r w:rsidR="000A073B" w:rsidRPr="000A073B">
        <w:rPr>
          <w:rStyle w:val="libAlaemChar"/>
          <w:rFonts w:hint="cs"/>
          <w:rtl/>
        </w:rPr>
        <w:t>عليهم‌السلام</w:t>
      </w:r>
      <w:r>
        <w:rPr>
          <w:rtl/>
        </w:rPr>
        <w:t xml:space="preserve"> ، فإنّ بقاء الكفر والمعاصي بسببهم.</w:t>
      </w:r>
    </w:p>
    <w:p w:rsidR="00AA2ABC" w:rsidRDefault="00AA2ABC" w:rsidP="002704FD">
      <w:pPr>
        <w:pStyle w:val="libNormal"/>
        <w:rPr>
          <w:rtl/>
        </w:rPr>
      </w:pPr>
      <w:r>
        <w:rPr>
          <w:rtl/>
        </w:rPr>
        <w:t xml:space="preserve">وفضّلت الكعبة كذلك بهم </w:t>
      </w:r>
      <w:r w:rsidR="000A073B" w:rsidRPr="000A073B">
        <w:rPr>
          <w:rStyle w:val="libAlaemChar"/>
          <w:rFonts w:hint="cs"/>
          <w:rtl/>
        </w:rPr>
        <w:t>عليهم‌السلام</w:t>
      </w:r>
      <w:r>
        <w:rPr>
          <w:rtl/>
        </w:rPr>
        <w:t xml:space="preserve"> لأنّهما محلّ نزول الفيض اللهي ومعبد محبّي الله ، وانّ قلوب الأئمة المعصومين </w:t>
      </w:r>
      <w:r w:rsidR="000A073B" w:rsidRPr="000A073B">
        <w:rPr>
          <w:rStyle w:val="libAlaemChar"/>
          <w:rFonts w:hint="cs"/>
          <w:rtl/>
        </w:rPr>
        <w:t>عليهم‌السلام</w:t>
      </w:r>
      <w:r>
        <w:rPr>
          <w:rtl/>
        </w:rPr>
        <w:t xml:space="preserve"> ومحبيهم التي هي محال معرفة الله وحبّه أشرف من الكعبة ، وفي الحقيقة أنهم الكعبة الواقعية ، لكن لا ينبغي لأحد انكار حرمة هذه الكعبة الظاهرية أو انكار الحج فيكفر ، بل لابدّ أن يذهب أولاً إلى الكعبة الظاهرية ثم إلى الباطنية فيستفيد من أنوار كليهما.</w:t>
      </w:r>
    </w:p>
    <w:p w:rsidR="00AA2ABC" w:rsidRDefault="00AA2ABC" w:rsidP="002704FD">
      <w:pPr>
        <w:pStyle w:val="libNormal"/>
        <w:rPr>
          <w:rtl/>
        </w:rPr>
      </w:pPr>
      <w:r>
        <w:rPr>
          <w:rtl/>
        </w:rPr>
        <w:t xml:space="preserve">روي بأسانيد معتبرة عن أبي عبدالله وأبي جعفر الباقر </w:t>
      </w:r>
      <w:r w:rsidR="000A073B" w:rsidRPr="000A073B">
        <w:rPr>
          <w:rStyle w:val="libAlaemChar"/>
          <w:rFonts w:hint="cs"/>
          <w:rtl/>
        </w:rPr>
        <w:t>عليهما‌السلام</w:t>
      </w:r>
      <w:r>
        <w:rPr>
          <w:rtl/>
        </w:rPr>
        <w:t xml:space="preserve"> قال : انّما امر الناس أن يأتوا هذه الأحجار ، فيطوفوا بها ثم يأتونا فيخبرونا بولايتهم ويعرضوا علينا نصرهم </w:t>
      </w:r>
      <w:r w:rsidRPr="001008E4">
        <w:rPr>
          <w:rStyle w:val="libFootnotenumChar"/>
          <w:rtl/>
        </w:rPr>
        <w:t>(1)</w:t>
      </w:r>
      <w:r>
        <w:rPr>
          <w:rtl/>
        </w:rPr>
        <w:t>.</w:t>
      </w:r>
    </w:p>
    <w:p w:rsidR="00AA2ABC" w:rsidRDefault="00AA2ABC" w:rsidP="002704FD">
      <w:pPr>
        <w:pStyle w:val="libNormal"/>
        <w:rPr>
          <w:rtl/>
        </w:rPr>
      </w:pPr>
      <w:r>
        <w:rPr>
          <w:rtl/>
        </w:rPr>
        <w:t xml:space="preserve">ولا يمكننا بسط الكلام أكثر من هذا لكن لو أدركت هذا المعنى جيّداً لاتضح عندك ما غمض عليك من الأخبار ، ولفهمت معنى نهي الصلاة [ عن الفحشاء ] بانّها توجب القرب للكمّل ونهيهم عن المعاصي ومتابعة العاصين ، وانّ الأئمة </w:t>
      </w:r>
      <w:r w:rsidR="000A073B" w:rsidRPr="000A073B">
        <w:rPr>
          <w:rStyle w:val="libAlaemChar"/>
          <w:rFonts w:hint="cs"/>
          <w:rtl/>
        </w:rPr>
        <w:t>عليهم‌السلام</w:t>
      </w:r>
      <w:r>
        <w:rPr>
          <w:rtl/>
        </w:rPr>
        <w:t xml:space="preserve"> الذين هم روح الصلاة ينهون كذلك.</w:t>
      </w:r>
    </w:p>
    <w:p w:rsidR="00AA2ABC" w:rsidRDefault="00AA2ABC" w:rsidP="002704FD">
      <w:pPr>
        <w:pStyle w:val="libNormal"/>
        <w:rPr>
          <w:rtl/>
        </w:rPr>
      </w:pPr>
      <w:r>
        <w:rPr>
          <w:rtl/>
        </w:rPr>
        <w:t xml:space="preserve">بل انّ نفس تلك الصلاة التي كملت فيهم </w:t>
      </w:r>
      <w:r w:rsidR="000A073B" w:rsidRPr="000A073B">
        <w:rPr>
          <w:rStyle w:val="libAlaemChar"/>
          <w:rFonts w:hint="cs"/>
          <w:rtl/>
        </w:rPr>
        <w:t>عليهم‌السلام</w:t>
      </w:r>
      <w:r>
        <w:rPr>
          <w:rtl/>
        </w:rPr>
        <w:t xml:space="preserve"> وأوجبت رقيّهم إلى أعلى درجات القرب تتكلّم بلسناهم وتمنعك ، هذا ولعلّ الكلام أكثر من هذا المقدار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الوسائل 10 : 252 ح 1 باب 2 ـ البحار 99 : 374 ح 3 باب 66. </w:t>
      </w:r>
    </w:p>
    <w:p w:rsidR="00AA2ABC" w:rsidRDefault="00AA2ABC" w:rsidP="002704FD">
      <w:pPr>
        <w:pStyle w:val="libNormal0"/>
        <w:rPr>
          <w:rtl/>
        </w:rPr>
      </w:pPr>
      <w:r>
        <w:rPr>
          <w:rtl/>
        </w:rPr>
        <w:br w:type="page"/>
      </w:r>
      <w:r>
        <w:rPr>
          <w:rtl/>
        </w:rPr>
        <w:lastRenderedPageBreak/>
        <w:t>يوهم معاني الكفر فلنرجع إلى نقل الأخبار في وصف حاملي القرآن.</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قرّاء القرآن ثلاثة : رجل قرأ القرآن فاتخذه بضاعة ، واستدرّ به الملوك ، واستطال به على الناس ، ورجل قرأ القرآن فحفظ حروفه ، وضيّع حدوده ، وأقامه اقامة القدح ، فلا كثّر الله هؤلاء من حملة القرآن.</w:t>
      </w:r>
    </w:p>
    <w:p w:rsidR="00AA2ABC" w:rsidRDefault="00AA2ABC" w:rsidP="002704FD">
      <w:pPr>
        <w:pStyle w:val="libNormal"/>
        <w:rPr>
          <w:rtl/>
        </w:rPr>
      </w:pPr>
      <w:r>
        <w:rPr>
          <w:rtl/>
        </w:rPr>
        <w:t xml:space="preserve">ورجل قرأ القرآن فوضع دواء القرآن على داء قلبه ، فأسهر به ليله ، وأظمأ به نهار ، وقام به في مساجده ، وتجافى به عن فراشه ، فباولئك يدفع الله العزيز الجبار البلاء ، وباولئك يديل الله عزّوجلّ من الأعداء ، وباولئك ينزّل الله عزّوجلّ الغيث من السماء ، فوالله لهؤلاء في قرّاء القرآن أعزّ من الكبريت الأحمر </w:t>
      </w:r>
      <w:r w:rsidRPr="001008E4">
        <w:rPr>
          <w:rStyle w:val="libFootnotenumChar"/>
          <w:rtl/>
        </w:rPr>
        <w:t>(1)</w:t>
      </w:r>
      <w:r>
        <w:rPr>
          <w:rtl/>
        </w:rPr>
        <w:t>.</w:t>
      </w:r>
    </w:p>
    <w:p w:rsidR="00AA2ABC" w:rsidRDefault="00AA2ABC" w:rsidP="002704FD">
      <w:pPr>
        <w:pStyle w:val="libNormal"/>
        <w:rPr>
          <w:rtl/>
        </w:rPr>
      </w:pPr>
      <w:r>
        <w:rPr>
          <w:rtl/>
        </w:rPr>
        <w:t>وروي بسند معتبر عن رسول الله صلّى الله عليه وسلّم انّه قال : انّ أحق الناس بالتخشّع في السر والعلانية لحامل القرآن ، وانّ أحقّ الناس في السر والعلانية بالصلاة والصوم لحامل القرآن ، ثم نادى بأعلى صوته : يا حامل القرآن تواضع به يرفعك الله ، ولا تعزّز به فيذلّك الله ، يا حامل القرآن تزيّن به لله يزيّنك الله به ولا تزيّن به ، للناس فيشينك الله به.</w:t>
      </w:r>
    </w:p>
    <w:p w:rsidR="00AA2ABC" w:rsidRDefault="00AA2ABC" w:rsidP="002704FD">
      <w:pPr>
        <w:pStyle w:val="libNormal"/>
        <w:rPr>
          <w:rtl/>
        </w:rPr>
      </w:pPr>
      <w:r>
        <w:rPr>
          <w:rtl/>
        </w:rPr>
        <w:t xml:space="preserve">من ختم القرآن فكأنّما أدرجت النبوة بين جنبيه ولكنّه لا يوحي إليه ، ومن جمع القرآن فنوله لا يجهل مع من يجهل عليه ، ولا يغصب فيمن يغضب عليه ، ولا يحدّ فيمن يحدّ ، ولكنّه يعفو ويصفح ويغفر ويحلم لتعظيم القرآن ، ومن أوتي القرآن فظنّ أنّ أحداً من الناس أوتي أفضل ممّأ أوتي فقد عظّم ما حقّر الله ، وحقّر ما عظّم الله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627 ح 1 باب النوادر ـ الوسائل 4 : 836 ح 3 باب 8.</w:t>
      </w:r>
    </w:p>
    <w:p w:rsidR="00AA2ABC" w:rsidRDefault="00AA2ABC" w:rsidP="001008E4">
      <w:pPr>
        <w:pStyle w:val="libFootnote0"/>
        <w:rPr>
          <w:rtl/>
        </w:rPr>
      </w:pPr>
      <w:r>
        <w:rPr>
          <w:rtl/>
        </w:rPr>
        <w:t xml:space="preserve">2 ـ الكافي 2 : 604 ح 5 باب فضل حامل القرآن ـ الوسائل 4 : 835 ح 1 باب 8. </w:t>
      </w:r>
    </w:p>
    <w:p w:rsidR="00AA2ABC" w:rsidRDefault="00AA2ABC" w:rsidP="002704FD">
      <w:pPr>
        <w:pStyle w:val="libNormal"/>
        <w:rPr>
          <w:rtl/>
        </w:rPr>
      </w:pPr>
      <w:r>
        <w:rPr>
          <w:rtl/>
        </w:rPr>
        <w:br w:type="page"/>
      </w:r>
      <w:r>
        <w:rPr>
          <w:rtl/>
        </w:rPr>
        <w:lastRenderedPageBreak/>
        <w:t xml:space="preserve">وعنه </w:t>
      </w:r>
      <w:r w:rsidR="00BF0EA2" w:rsidRPr="00BF0EA2">
        <w:rPr>
          <w:rStyle w:val="libAlaemChar"/>
          <w:rFonts w:hint="cs"/>
          <w:rtl/>
        </w:rPr>
        <w:t>صلى‌الله‌عليه‌وآله</w:t>
      </w:r>
      <w:r>
        <w:rPr>
          <w:rtl/>
        </w:rPr>
        <w:t xml:space="preserve"> قال : من قرأ القرآن ثم شرب عليه حراماً أو أثر عليه حبّ الدنيا وزينتها استوجب عليه سخط الله ألا أن يتوب ، ألا وانّه ان مات على غير توبة حاجّه يوم القيامة فلا يزايله الاّ مدحوضاً </w:t>
      </w:r>
      <w:r w:rsidRPr="001008E4">
        <w:rPr>
          <w:rStyle w:val="libFootnotenumChar"/>
          <w:rtl/>
        </w:rPr>
        <w:t>(1)</w:t>
      </w:r>
      <w:r>
        <w:rPr>
          <w:rtl/>
        </w:rPr>
        <w:t>.</w:t>
      </w:r>
    </w:p>
    <w:p w:rsidR="00AA2ABC" w:rsidRDefault="00AA2ABC" w:rsidP="00AA2ABC">
      <w:pPr>
        <w:pStyle w:val="Heading1Center"/>
        <w:rPr>
          <w:rtl/>
        </w:rPr>
      </w:pPr>
      <w:bookmarkStart w:id="72" w:name="_Toc392501872"/>
      <w:bookmarkStart w:id="73" w:name="_Toc392502820"/>
      <w:r>
        <w:rPr>
          <w:rtl/>
        </w:rPr>
        <w:t>( الساقية الرابعة )</w:t>
      </w:r>
      <w:bookmarkEnd w:id="72"/>
      <w:bookmarkEnd w:id="73"/>
    </w:p>
    <w:p w:rsidR="00AA2ABC" w:rsidRDefault="00AA2ABC" w:rsidP="00AA2ABC">
      <w:pPr>
        <w:pStyle w:val="Heading1Center"/>
        <w:rPr>
          <w:rtl/>
        </w:rPr>
      </w:pPr>
      <w:bookmarkStart w:id="74" w:name="_Toc392501873"/>
      <w:bookmarkStart w:id="75" w:name="_Toc392502821"/>
      <w:r>
        <w:rPr>
          <w:rtl/>
        </w:rPr>
        <w:t>في آداب قراءة القرآن</w:t>
      </w:r>
      <w:bookmarkEnd w:id="74"/>
      <w:bookmarkEnd w:id="75"/>
    </w:p>
    <w:p w:rsidR="00AA2ABC" w:rsidRDefault="00AA2ABC" w:rsidP="002704FD">
      <w:pPr>
        <w:pStyle w:val="libNormal"/>
        <w:rPr>
          <w:rtl/>
        </w:rPr>
      </w:pPr>
      <w:r>
        <w:rPr>
          <w:rtl/>
        </w:rPr>
        <w:t xml:space="preserve">وتشتمل على شرائط كثيرة : </w:t>
      </w:r>
    </w:p>
    <w:p w:rsidR="00AA2ABC" w:rsidRDefault="00AA2ABC" w:rsidP="002704FD">
      <w:pPr>
        <w:pStyle w:val="libNormal"/>
        <w:rPr>
          <w:rtl/>
        </w:rPr>
      </w:pPr>
      <w:r w:rsidRPr="002704FD">
        <w:rPr>
          <w:rStyle w:val="libBold2Char"/>
          <w:rtl/>
        </w:rPr>
        <w:t xml:space="preserve">أوّلاً : </w:t>
      </w:r>
      <w:r>
        <w:rPr>
          <w:rtl/>
        </w:rPr>
        <w:t xml:space="preserve">الترتيل ، كما قال تعالى : </w:t>
      </w:r>
      <w:r w:rsidRPr="002704FD">
        <w:rPr>
          <w:rStyle w:val="libAlaemChar"/>
          <w:rtl/>
        </w:rPr>
        <w:t>(</w:t>
      </w:r>
      <w:r w:rsidRPr="002704FD">
        <w:rPr>
          <w:rStyle w:val="libAieChar"/>
          <w:rtl/>
        </w:rPr>
        <w:t xml:space="preserve"> وَرَتِّلِ القُرآنَ تَرتِيلاً </w:t>
      </w:r>
      <w:r w:rsidRPr="002704FD">
        <w:rPr>
          <w:rStyle w:val="libAlaemChar"/>
          <w:rtl/>
        </w:rPr>
        <w:t>)</w:t>
      </w:r>
      <w:r>
        <w:rPr>
          <w:rtl/>
        </w:rPr>
        <w:t xml:space="preserve"> </w:t>
      </w:r>
      <w:r w:rsidRPr="001008E4">
        <w:rPr>
          <w:rStyle w:val="libFootnotenumChar"/>
          <w:rtl/>
        </w:rPr>
        <w:t>(2)</w:t>
      </w:r>
      <w:r>
        <w:rPr>
          <w:rtl/>
        </w:rPr>
        <w:t xml:space="preserve"> ومن الترتيل ما هو واجب ومنه ما هو مستحب ، فالواجب منه على المشهور أداء الحروف من المخارج ، وحفظ أحكامه والوقف والوصل ، كما في كلمتين متلاحقتين فلا ينبغي الفصل بينهما بسكوت طويل أو قطع النفس ... بل لابدّ أن يلحق آخر الكلمة ألاولى بأول الكلمة اللاحقة ، وان اراد الرقف فلايقف على الحركة كما سئل أمير المؤمنين </w:t>
      </w:r>
      <w:r w:rsidR="00763E2E" w:rsidRPr="00763E2E">
        <w:rPr>
          <w:rStyle w:val="libAlaemChar"/>
          <w:rFonts w:hint="cs"/>
          <w:rtl/>
        </w:rPr>
        <w:t>عليه‌السلام</w:t>
      </w:r>
      <w:r>
        <w:rPr>
          <w:rtl/>
        </w:rPr>
        <w:t xml:space="preserve"> عن معنى الترتيل فأجاب </w:t>
      </w:r>
      <w:r w:rsidR="00763E2E" w:rsidRPr="00763E2E">
        <w:rPr>
          <w:rStyle w:val="libAlaemChar"/>
          <w:rFonts w:hint="cs"/>
          <w:rtl/>
        </w:rPr>
        <w:t>عليه‌السلام</w:t>
      </w:r>
      <w:r>
        <w:rPr>
          <w:rtl/>
        </w:rPr>
        <w:t xml:space="preserve"> بأنّه حفظ الوقف وأداء الحروف عن المخارج </w:t>
      </w:r>
      <w:r w:rsidRPr="001008E4">
        <w:rPr>
          <w:rStyle w:val="libFootnotenumChar"/>
          <w:rtl/>
        </w:rPr>
        <w:t>(3)</w:t>
      </w:r>
      <w:r>
        <w:rPr>
          <w:rtl/>
        </w:rPr>
        <w:t>.</w:t>
      </w:r>
    </w:p>
    <w:p w:rsidR="00AA2ABC" w:rsidRDefault="00AA2ABC" w:rsidP="002704FD">
      <w:pPr>
        <w:pStyle w:val="libNormal"/>
        <w:rPr>
          <w:rtl/>
        </w:rPr>
      </w:pPr>
      <w:r>
        <w:rPr>
          <w:rtl/>
        </w:rPr>
        <w:t>والترتيل المستحب قراءته بألتأني بحيث لا تدخل الحروف في الأُخرى وتسبب عدم التمييز بينها ، ولا يقرأ بالتأني الكثير فتتناثر الحروف وينفصل الكلام.</w:t>
      </w:r>
    </w:p>
    <w:p w:rsidR="00AA2ABC" w:rsidRDefault="00AA2ABC" w:rsidP="002704FD">
      <w:pPr>
        <w:pStyle w:val="libNormal"/>
        <w:rPr>
          <w:rtl/>
        </w:rPr>
      </w:pPr>
      <w:r>
        <w:rPr>
          <w:rtl/>
        </w:rPr>
        <w:t xml:space="preserve">وقال علي </w:t>
      </w:r>
      <w:r w:rsidR="00763E2E" w:rsidRPr="00763E2E">
        <w:rPr>
          <w:rStyle w:val="libAlaemChar"/>
          <w:rFonts w:hint="cs"/>
          <w:rtl/>
        </w:rPr>
        <w:t>عليه‌السلام</w:t>
      </w:r>
      <w:r>
        <w:rPr>
          <w:rtl/>
        </w:rPr>
        <w:t xml:space="preserve"> أيضاً وقد سئل عن الترتيل : بيّنة تبياناً ، ولا تهذّه هذّ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4 : 836 ح 4 باب 8.</w:t>
      </w:r>
    </w:p>
    <w:p w:rsidR="00AA2ABC" w:rsidRDefault="00AA2ABC" w:rsidP="001008E4">
      <w:pPr>
        <w:pStyle w:val="libFootnote0"/>
        <w:rPr>
          <w:rtl/>
        </w:rPr>
      </w:pPr>
      <w:r>
        <w:rPr>
          <w:rtl/>
        </w:rPr>
        <w:t>2 ـ المزمل : 4.</w:t>
      </w:r>
    </w:p>
    <w:p w:rsidR="00AA2ABC" w:rsidRDefault="00AA2ABC" w:rsidP="001008E4">
      <w:pPr>
        <w:pStyle w:val="libFootnote0"/>
        <w:rPr>
          <w:rtl/>
        </w:rPr>
      </w:pPr>
      <w:r>
        <w:rPr>
          <w:rtl/>
        </w:rPr>
        <w:t xml:space="preserve">3 ـ مضمون النص. </w:t>
      </w:r>
    </w:p>
    <w:p w:rsidR="00AA2ABC" w:rsidRDefault="00AA2ABC" w:rsidP="002704FD">
      <w:pPr>
        <w:pStyle w:val="libNormal0"/>
        <w:rPr>
          <w:rtl/>
        </w:rPr>
      </w:pPr>
      <w:r>
        <w:rPr>
          <w:rtl/>
        </w:rPr>
        <w:br w:type="page"/>
      </w:r>
      <w:r>
        <w:rPr>
          <w:rtl/>
        </w:rPr>
        <w:lastRenderedPageBreak/>
        <w:t xml:space="preserve">الشعر ، ولا تنثره نثر الرمل ، ولكن افزعوا قلوبكم القاسية ، ولا يكن همّ أحدكم آخر السورة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ثانياً : </w:t>
      </w:r>
      <w:r>
        <w:rPr>
          <w:rtl/>
        </w:rPr>
        <w:t>القراءة بالتدبر والتفكر والتوجه إلى المعاني والخشوع ، والتدبر بمواعظ القرآن ، والعبرة بأحوال الماضين ، وأن يطلب الرحمة إذا وصل إلى آية فيها رحمة ، وأن يستعيذ إذا وصل إلى آية فيها عذاب ، كما روي بأسانيد كثيرة عن أمير المؤمنين وسائر الأئمة صلوات الله عليهم بأنّه لا فائدة في قراءة ليس فيها تدبّر.</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 القرآن نزل بالحزن فاقرؤوه بالحزن</w:t>
      </w:r>
      <w:r>
        <w:rPr>
          <w:rFonts w:hint="cs"/>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عن حفص قال : سمعت موسى بن جعفر </w:t>
      </w:r>
      <w:r w:rsidR="000A073B" w:rsidRPr="000A073B">
        <w:rPr>
          <w:rStyle w:val="libAlaemChar"/>
          <w:rFonts w:hint="cs"/>
          <w:rtl/>
        </w:rPr>
        <w:t>عليهما‌السلام</w:t>
      </w:r>
      <w:r>
        <w:rPr>
          <w:rtl/>
        </w:rPr>
        <w:t xml:space="preserve"> يقول لرجل : أتحبّ البقاء في الدنيا؟ فقال : نعم ، فقال : ولم؟ قال : لقراءة قل هو الله أحد.</w:t>
      </w:r>
    </w:p>
    <w:p w:rsidR="00AA2ABC" w:rsidRDefault="00AA2ABC" w:rsidP="002704FD">
      <w:pPr>
        <w:pStyle w:val="libNormal"/>
        <w:rPr>
          <w:rtl/>
        </w:rPr>
      </w:pPr>
      <w:r>
        <w:rPr>
          <w:rtl/>
        </w:rPr>
        <w:t>فسكت عنه ، فقال له بعد ساعة : يا حفص من مات من أوليائنا وشيعتنا ولم يحسن القرآن علّم في قبره ليرفع الله به درجته فإنّ درجات الجنّة على قدر آيات القرآن ، يقال له : اقرأ وارق ، فيقرأ ثم يرقى.</w:t>
      </w:r>
    </w:p>
    <w:p w:rsidR="00AA2ABC" w:rsidRDefault="00AA2ABC" w:rsidP="002704FD">
      <w:pPr>
        <w:pStyle w:val="libNormal"/>
        <w:rPr>
          <w:rtl/>
        </w:rPr>
      </w:pPr>
      <w:r>
        <w:rPr>
          <w:rtl/>
        </w:rPr>
        <w:t xml:space="preserve">قال حفص : فما رأيت أحداً أشدّ خوفاً على نفسه من موسى بن جعفر </w:t>
      </w:r>
      <w:r w:rsidR="000A073B" w:rsidRPr="000A073B">
        <w:rPr>
          <w:rStyle w:val="libAlaemChar"/>
          <w:rFonts w:hint="cs"/>
          <w:rtl/>
        </w:rPr>
        <w:t>عليهما‌السلام</w:t>
      </w:r>
      <w:r>
        <w:rPr>
          <w:rtl/>
        </w:rPr>
        <w:t xml:space="preserve"> ولا أرجأ الناس منه ، وكانت قراءته حزناً ، فاذا قرأ فكأنّه يخاطب انساناً </w:t>
      </w:r>
      <w:r w:rsidRPr="001008E4">
        <w:rPr>
          <w:rStyle w:val="libFootnotenumChar"/>
          <w:rtl/>
        </w:rPr>
        <w:t>(3)</w:t>
      </w:r>
      <w:r>
        <w:rPr>
          <w:rtl/>
        </w:rPr>
        <w:t>.</w:t>
      </w:r>
    </w:p>
    <w:p w:rsidR="00AA2ABC" w:rsidRDefault="00AA2ABC" w:rsidP="002704FD">
      <w:pPr>
        <w:pStyle w:val="libNormal"/>
        <w:rPr>
          <w:rtl/>
        </w:rPr>
      </w:pPr>
      <w:r>
        <w:rPr>
          <w:rtl/>
        </w:rPr>
        <w:t xml:space="preserve">ونقل عن رجاء بن أبي الضحاك الذي صاحب الامام علي بن موسى الرضا </w:t>
      </w:r>
      <w:r w:rsidR="00763E2E" w:rsidRPr="00763E2E">
        <w:rPr>
          <w:rStyle w:val="libAlaemChar"/>
          <w:rFonts w:hint="cs"/>
          <w:rtl/>
        </w:rPr>
        <w:t>عليه‌السلام</w:t>
      </w:r>
      <w:r>
        <w:rPr>
          <w:rtl/>
        </w:rPr>
        <w:t xml:space="preserve"> في سفره نحو خراسان قال : ... كان يكثر بالليل في فراشه من تلاوة القرآن ، فاذا مرّ بآية فيها ذكر جنّة أو نار بكى ، وسأل الله الجنّة وتعوّذ من النار ، وكان </w:t>
      </w:r>
      <w:r w:rsidR="00763E2E" w:rsidRPr="00763E2E">
        <w:rPr>
          <w:rStyle w:val="libAlaemChar"/>
          <w:rFonts w:hint="cs"/>
          <w:rtl/>
        </w:rPr>
        <w:t>عليه‌السلام</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614 ح 1 باب ترتيل القرآن.</w:t>
      </w:r>
    </w:p>
    <w:p w:rsidR="00AA2ABC" w:rsidRDefault="00AA2ABC" w:rsidP="001008E4">
      <w:pPr>
        <w:pStyle w:val="libFootnote0"/>
        <w:rPr>
          <w:rtl/>
        </w:rPr>
      </w:pPr>
      <w:r>
        <w:rPr>
          <w:rtl/>
        </w:rPr>
        <w:t>2 ـ الكافي 2 : 614 ح 2 باب ترتيل القرآن ـ الوسائل 4 : 857 ح 1 باب 22.</w:t>
      </w:r>
    </w:p>
    <w:p w:rsidR="00AA2ABC" w:rsidRDefault="00AA2ABC" w:rsidP="001008E4">
      <w:pPr>
        <w:pStyle w:val="libFootnote0"/>
        <w:rPr>
          <w:rtl/>
        </w:rPr>
      </w:pPr>
      <w:r>
        <w:rPr>
          <w:rtl/>
        </w:rPr>
        <w:t xml:space="preserve">3 ـ الكافي 2 : 606 ح 10 باب فضل حامل القرآن. </w:t>
      </w:r>
    </w:p>
    <w:p w:rsidR="00AA2ABC" w:rsidRDefault="00AA2ABC" w:rsidP="002704FD">
      <w:pPr>
        <w:pStyle w:val="libNormal0"/>
        <w:rPr>
          <w:rtl/>
        </w:rPr>
      </w:pPr>
      <w:r>
        <w:rPr>
          <w:rtl/>
        </w:rPr>
        <w:br w:type="page"/>
      </w:r>
      <w:r>
        <w:rPr>
          <w:rtl/>
        </w:rPr>
        <w:lastRenderedPageBreak/>
        <w:t>يجهر ببسم الله الرحمن الرحيم في جميع صلواته بالليل والنهار ، وكان إذا قرأ « قل هو الله أحد » قال سرّاً : « الله أحد » فاذا فرغ منها قال : « كذلك الله ربنا » ثلاثاً.</w:t>
      </w:r>
    </w:p>
    <w:p w:rsidR="00AA2ABC" w:rsidRDefault="00AA2ABC" w:rsidP="002704FD">
      <w:pPr>
        <w:pStyle w:val="libNormal"/>
        <w:rPr>
          <w:rtl/>
        </w:rPr>
      </w:pPr>
      <w:r>
        <w:rPr>
          <w:rtl/>
        </w:rPr>
        <w:t>وكان إذا قرأ سورة الجحد قال في نفسه سرّاً : « يا أيها الكافرون » فاذا فرغ منها قال : « ربي الله وديني الإسلام » ثلاثاً ، وكان إذا قرأ « والتين والزيتون » قال عند الفراغ منها : « بلى وأنا على ذلك من الشاهدين » وكان إذا قرأ « لا أُقسم بيوم القيامة » قال عند الفراغ منها : « سبحان اللهم بلى ».</w:t>
      </w:r>
    </w:p>
    <w:p w:rsidR="00AA2ABC" w:rsidRDefault="00AA2ABC" w:rsidP="002704FD">
      <w:pPr>
        <w:pStyle w:val="libNormal"/>
        <w:rPr>
          <w:rtl/>
        </w:rPr>
      </w:pPr>
      <w:r>
        <w:rPr>
          <w:rtl/>
        </w:rPr>
        <w:t xml:space="preserve">وكان يقرأ في سورة الجمعة « قل ما عند الله خير من اللهو ومن التجارة للذين اتقوا والله خير الرازقين » ، وكان إذا فرغ من الفاتحة قال : « الحمد لله رب العالمين » وإذا قرأ « سبّح اسم ربك الأعلى » قال سرّاً : « سبحان ربي الأعلى » وإذا قرأ « يا أيها الذين آمنوا » ، قال : « لبيك اللهم لبيك » سرّاً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إذا قرأتم من المسبّحات </w:t>
      </w:r>
      <w:r w:rsidRPr="001008E4">
        <w:rPr>
          <w:rStyle w:val="libFootnotenumChar"/>
          <w:rtl/>
        </w:rPr>
        <w:t>(2)</w:t>
      </w:r>
      <w:r>
        <w:rPr>
          <w:rtl/>
        </w:rPr>
        <w:t xml:space="preserve"> الأخيرة فقولوا : « سبحان الله الأعلى » وإذا قرأتم « أن الله وملائكته يصلون على النبي » فصلوا عليه فالصلاة كنتم أو في غيرها ، وإذا قرأتم والتين ، فقولوا في آخرها : « ونحن على ذلك من الشاهدين » ، وإذا قرأتم « قولوا آمنّا بالله » فقولوا : « آمنّا بالله » حتى تبلغوا إلى قوله : « مسلمين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آخر انّ عليّ بن موسى الرضا </w:t>
      </w:r>
      <w:r w:rsidR="000A073B" w:rsidRPr="000A073B">
        <w:rPr>
          <w:rStyle w:val="libAlaemChar"/>
          <w:rFonts w:hint="cs"/>
          <w:rtl/>
        </w:rPr>
        <w:t>عليهما‌السلام</w:t>
      </w:r>
      <w:r>
        <w:rPr>
          <w:rtl/>
        </w:rPr>
        <w:t xml:space="preserve"> كان يختم القرآن في كلّ ثلاث ، ويقول : لو أردت أن أختمه في أقرب من ثلاث لختمت ، ولكنّي ما مررت بآية قط الاّ فكّرت فيها ، وفي أيّ شيء أُنزلت ، وفي أيّ وقت ، فلذلك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49 : 94 ضمن حديث 7 باب 7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2 ـ المسبحات كلّ سورة ابتدأت بسبّح أو يسبّح ( منه رحمه الله ).</w:t>
      </w:r>
    </w:p>
    <w:p w:rsidR="00AA2ABC" w:rsidRDefault="00AA2ABC" w:rsidP="001008E4">
      <w:pPr>
        <w:pStyle w:val="libFootnote0"/>
        <w:rPr>
          <w:rtl/>
        </w:rPr>
      </w:pPr>
      <w:r>
        <w:rPr>
          <w:rtl/>
        </w:rPr>
        <w:t xml:space="preserve">3 ـ البحار 92 : 217 ح 1 باب 27 ـ عن الخصال. </w:t>
      </w:r>
    </w:p>
    <w:p w:rsidR="00AA2ABC" w:rsidRDefault="00AA2ABC" w:rsidP="002704FD">
      <w:pPr>
        <w:pStyle w:val="libNormal0"/>
        <w:rPr>
          <w:rtl/>
        </w:rPr>
      </w:pPr>
      <w:r>
        <w:rPr>
          <w:rtl/>
        </w:rPr>
        <w:br w:type="page"/>
      </w:r>
      <w:r>
        <w:rPr>
          <w:rtl/>
        </w:rPr>
        <w:lastRenderedPageBreak/>
        <w:t xml:space="preserve">صرت أختم في كلّ يوم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في « قل يا أيها الكافرون لا أعبد ما تعبدون » : « أعبد ربي » ، وفي « ولي الدين » : « ديني الإسلام عليه أُحيي وعليه أموت ان شاء الله » </w:t>
      </w:r>
      <w:r w:rsidRPr="001008E4">
        <w:rPr>
          <w:rStyle w:val="libFootnotenumChar"/>
          <w:rtl/>
        </w:rPr>
        <w:t>(2)</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آيات القرآن خزائن العلم ، فكلّما فتحت خزانة فينبغي لك أن تنظر ما فيها </w:t>
      </w:r>
      <w:r w:rsidRPr="001008E4">
        <w:rPr>
          <w:rStyle w:val="libFootnotenumChar"/>
          <w:rtl/>
        </w:rPr>
        <w:t>(3)</w:t>
      </w:r>
      <w:r>
        <w:rPr>
          <w:rtl/>
        </w:rPr>
        <w:t>.</w:t>
      </w:r>
    </w:p>
    <w:p w:rsidR="00AA2ABC" w:rsidRDefault="00AA2ABC" w:rsidP="002704FD">
      <w:pPr>
        <w:pStyle w:val="libNormal"/>
        <w:rPr>
          <w:rtl/>
        </w:rPr>
      </w:pPr>
      <w:r>
        <w:rPr>
          <w:rtl/>
        </w:rPr>
        <w:t xml:space="preserve">وعنه </w:t>
      </w:r>
      <w:r w:rsidR="00763E2E" w:rsidRPr="00763E2E">
        <w:rPr>
          <w:rStyle w:val="libAlaemChar"/>
          <w:rFonts w:hint="cs"/>
          <w:rtl/>
        </w:rPr>
        <w:t>عليه‌السلام</w:t>
      </w:r>
      <w:r>
        <w:rPr>
          <w:rtl/>
        </w:rPr>
        <w:t xml:space="preserve"> : لو مات مَن بين المشرق والمغرب لما استوحشت بعد أن يكون القرآن معي.</w:t>
      </w:r>
    </w:p>
    <w:p w:rsidR="00AA2ABC" w:rsidRDefault="00AA2ABC" w:rsidP="002704FD">
      <w:pPr>
        <w:pStyle w:val="libNormal"/>
        <w:rPr>
          <w:rtl/>
        </w:rPr>
      </w:pPr>
      <w:r>
        <w:rPr>
          <w:rtl/>
        </w:rPr>
        <w:t xml:space="preserve">وعنه </w:t>
      </w:r>
      <w:r w:rsidR="00763E2E" w:rsidRPr="00763E2E">
        <w:rPr>
          <w:rStyle w:val="libAlaemChar"/>
          <w:rFonts w:hint="cs"/>
          <w:rtl/>
        </w:rPr>
        <w:t>عليه‌السلام</w:t>
      </w:r>
      <w:r>
        <w:rPr>
          <w:rtl/>
        </w:rPr>
        <w:t xml:space="preserve"> إذا قرأ « مالك يوم الدين » يكررها حتى كاد أن يموت </w:t>
      </w:r>
      <w:r w:rsidRPr="001008E4">
        <w:rPr>
          <w:rStyle w:val="libFootnotenumChar"/>
          <w:rtl/>
        </w:rPr>
        <w:t>(4)</w:t>
      </w:r>
      <w:r>
        <w:rPr>
          <w:rtl/>
        </w:rPr>
        <w:t>.</w:t>
      </w:r>
    </w:p>
    <w:p w:rsidR="00AA2ABC" w:rsidRDefault="00AA2ABC" w:rsidP="002704FD">
      <w:pPr>
        <w:pStyle w:val="libNormal"/>
        <w:rPr>
          <w:rtl/>
        </w:rPr>
      </w:pPr>
      <w:r>
        <w:rPr>
          <w:rtl/>
        </w:rPr>
        <w:t>ولعمري كيف يستوحش من كان الله أنيسه ، فاذا أراد أن يتكلّم تكلّم مع الله وناجاه ، وإن أراد أن يتكلّم معه قرأ القرآن فإنّ الله تعالى قد يخاطبه وهو يجيب عالماً بذلك الخطاب قائلاً : لبيك ، وقد يتكلم الأنبياء معه كأنّه يسمع منهم مشافهة ، بل انّ الأنبياء كانوا يتكلّمون في عهدهم مع جمع من العميان ومن في آذانهم صمم فالخبير الواعي يستجيب أكثر منهم لأنّ خطاباتهم تعمّ جميع العالمين.</w:t>
      </w:r>
    </w:p>
    <w:p w:rsidR="00AA2ABC" w:rsidRDefault="00AA2ABC" w:rsidP="002704FD">
      <w:pPr>
        <w:pStyle w:val="libNormal"/>
        <w:rPr>
          <w:rtl/>
        </w:rPr>
      </w:pPr>
      <w:r>
        <w:rPr>
          <w:rtl/>
        </w:rPr>
        <w:t xml:space="preserve">وقد يقصّ الله تعالى له القصص وينقل له أحوال الماضين ، وهو يكاد يموت فرحاً من هذه الكرامة ، وقد يضع له مائدة فيها ألوان النعم ، والعارف يلتذ بنعم الجنّة بما انّها من الحبيب ، فكذلك يلتذ بوعده أيضاً بل يكون أكثر لذّة ، وانّ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4 : 863 ح 6 باب 27.</w:t>
      </w:r>
    </w:p>
    <w:p w:rsidR="00AA2ABC" w:rsidRDefault="00AA2ABC" w:rsidP="001008E4">
      <w:pPr>
        <w:pStyle w:val="libFootnote0"/>
        <w:rPr>
          <w:rtl/>
        </w:rPr>
      </w:pPr>
      <w:r>
        <w:rPr>
          <w:rtl/>
        </w:rPr>
        <w:t>2 ـ قرب الاسناد : 44 ح 144 ـ عنه البحار 92 : 339 ح 1 باب 121.</w:t>
      </w:r>
    </w:p>
    <w:p w:rsidR="00AA2ABC" w:rsidRDefault="00AA2ABC" w:rsidP="001008E4">
      <w:pPr>
        <w:pStyle w:val="libFootnote0"/>
        <w:rPr>
          <w:rtl/>
        </w:rPr>
      </w:pPr>
      <w:r>
        <w:rPr>
          <w:rtl/>
        </w:rPr>
        <w:t>3 ـ مستدرك الوسائل 4 : 238 ح 3 باب 3.</w:t>
      </w:r>
    </w:p>
    <w:p w:rsidR="00AA2ABC" w:rsidRDefault="00AA2ABC" w:rsidP="001008E4">
      <w:pPr>
        <w:pStyle w:val="libFootnote0"/>
        <w:rPr>
          <w:rtl/>
        </w:rPr>
      </w:pPr>
      <w:r>
        <w:rPr>
          <w:rtl/>
        </w:rPr>
        <w:t xml:space="preserve">4 ـ الكافي 2 : 602 ح 13 ، كتاب فضل القرآن. </w:t>
      </w:r>
    </w:p>
    <w:p w:rsidR="00AA2ABC" w:rsidRDefault="00AA2ABC" w:rsidP="002704FD">
      <w:pPr>
        <w:pStyle w:val="libNormal0"/>
        <w:rPr>
          <w:rtl/>
        </w:rPr>
      </w:pPr>
      <w:r>
        <w:rPr>
          <w:rtl/>
        </w:rPr>
        <w:br w:type="page"/>
      </w:r>
      <w:r>
        <w:rPr>
          <w:rtl/>
        </w:rPr>
        <w:lastRenderedPageBreak/>
        <w:t>المحبين يلتذّون بشراب طهورِ الجنّة في هذه النشأة أكثر منها في تلك النشأة.</w:t>
      </w:r>
    </w:p>
    <w:p w:rsidR="00AA2ABC" w:rsidRDefault="00AA2ABC" w:rsidP="002704FD">
      <w:pPr>
        <w:pStyle w:val="libNormal"/>
        <w:rPr>
          <w:rtl/>
        </w:rPr>
      </w:pPr>
      <w:r>
        <w:rPr>
          <w:rtl/>
        </w:rPr>
        <w:t>وقد يذكر الله أوصافه للقارىء ، ويسيّره في بساتين صفاته الكماليّة ، فتارة في بستان الرحمانية ويريه ما هيّأ من الموائد وألوان النعم للكافر والمسلم ، وماله من النعم الخفيّة على العصاة والمذنبين ، وقد يسيّره في بستان الرحيمية ويريه ما أكرم به محبيه من الألطاف الخاصة.</w:t>
      </w:r>
    </w:p>
    <w:p w:rsidR="00AA2ABC" w:rsidRDefault="00AA2ABC" w:rsidP="002704FD">
      <w:pPr>
        <w:pStyle w:val="libNormal"/>
        <w:rPr>
          <w:rtl/>
        </w:rPr>
      </w:pPr>
      <w:r>
        <w:rPr>
          <w:rtl/>
        </w:rPr>
        <w:t>وقد يسيّره في بستان الرازقية فيرى انّه ما من ورقة ولا شجرة ولا نبات الاّ ولها حظّ من رازقيته تعالى حتى تلك الورقة الضعيفة التي نبتت في آخر الشجرة ، فيصل رزقها من الجذر المستقر في الأرض بقدر مقسوم لا يزيد ولا ينقص.</w:t>
      </w:r>
    </w:p>
    <w:p w:rsidR="00AA2ABC" w:rsidRDefault="00AA2ABC" w:rsidP="002704FD">
      <w:pPr>
        <w:pStyle w:val="libNormal"/>
        <w:rPr>
          <w:rtl/>
        </w:rPr>
      </w:pPr>
      <w:r>
        <w:rPr>
          <w:rtl/>
        </w:rPr>
        <w:t>وقد يسيّره في بستان قدرته اللامتناهية ، وقد يفتح له كنوز العلم والمعارف اللامتناهية ، ويعرض عليه من أنواع جواهر الحقائق ما يطيقه ، وكذلك في صفات الجلال والجمال والرفعة والكمال.</w:t>
      </w:r>
    </w:p>
    <w:p w:rsidR="00AA2ABC" w:rsidRDefault="00AA2ABC" w:rsidP="002704FD">
      <w:pPr>
        <w:pStyle w:val="libNormal"/>
        <w:rPr>
          <w:rtl/>
        </w:rPr>
      </w:pPr>
      <w:r>
        <w:rPr>
          <w:rtl/>
        </w:rPr>
        <w:t>وربما نقل له أحوال محبيه وذكر كمالاتهم ، ويُظهر له لطفه بعباده حيث يذكر محبيه قبل آلاف السنين بغاية اللطف والشفقة ، ويمدحهم على النعم التي وهبها لهم ، ويذكر صبرهم وتحملهم للمشاق لأجله.</w:t>
      </w:r>
    </w:p>
    <w:p w:rsidR="00AA2ABC" w:rsidRDefault="00AA2ABC" w:rsidP="002704FD">
      <w:pPr>
        <w:pStyle w:val="libNormal"/>
        <w:rPr>
          <w:rtl/>
        </w:rPr>
      </w:pPr>
      <w:r>
        <w:rPr>
          <w:rtl/>
        </w:rPr>
        <w:t>فإنّه تعالى يريد انماء رجاء العباد بذكر وسعة حلمه وكرمه بالنسبة إلى الماضين ، فما أكرمه ربّاً حيث يرغّب عباده في غاية اللطف والمداراة بالحور والقصور والأطعمة والأشربة ـ كالأب الشفيق والمعلّم العطوف ـ وذلك لأجل إيصالهم إلى درجة الكمال.</w:t>
      </w:r>
    </w:p>
    <w:p w:rsidR="00AA2ABC" w:rsidRDefault="00AA2ABC" w:rsidP="002704FD">
      <w:pPr>
        <w:pStyle w:val="libNormal"/>
        <w:rPr>
          <w:rtl/>
        </w:rPr>
      </w:pPr>
      <w:r>
        <w:rPr>
          <w:rtl/>
        </w:rPr>
        <w:t xml:space="preserve">وربّما هدّدهم بأنواع العذاب ، فالتالي للقرآن بتدبر وتفكر ، والذي فتحت أبواب بساتين فيض الله اللامتناهي على عقله ، وأدركت عين قلبه أنوار المعارف </w:t>
      </w:r>
    </w:p>
    <w:p w:rsidR="00AA2ABC" w:rsidRDefault="00AA2ABC" w:rsidP="002704FD">
      <w:pPr>
        <w:pStyle w:val="libNormal0"/>
        <w:rPr>
          <w:rtl/>
        </w:rPr>
      </w:pPr>
      <w:r>
        <w:rPr>
          <w:rtl/>
        </w:rPr>
        <w:br w:type="page"/>
      </w:r>
      <w:r>
        <w:rPr>
          <w:rtl/>
        </w:rPr>
        <w:lastRenderedPageBreak/>
        <w:t>فانّه يرى ما رتّب له في كلّ صفحة من صفحاته من بساتين الحقائق ، وأنواع أنوار المعارف والهداية ، وما أحضر لأُنّسه في محفل مملوّ من صفوة الله ومحبّيه.</w:t>
      </w:r>
    </w:p>
    <w:p w:rsidR="00AA2ABC" w:rsidRDefault="00AA2ABC" w:rsidP="002704FD">
      <w:pPr>
        <w:pStyle w:val="libNormal"/>
        <w:rPr>
          <w:rtl/>
        </w:rPr>
      </w:pPr>
      <w:r>
        <w:rPr>
          <w:rtl/>
        </w:rPr>
        <w:t>وما أعد له من أنواع النعم الروحانية وأصناف اللذائذ العقلانية ، وما هيأ له من أقداح مملوّة بشراب لطف الله الطهور ومحبته ، فالله تعالى مضيّفه والأنبياء والأوصياء والصديقون أصحابه ، فلا لوم على من مات فرحاً وسروراً.</w:t>
      </w:r>
    </w:p>
    <w:p w:rsidR="00AA2ABC" w:rsidRDefault="00AA2ABC" w:rsidP="002704FD">
      <w:pPr>
        <w:pStyle w:val="libNormal"/>
        <w:rPr>
          <w:rtl/>
        </w:rPr>
      </w:pPr>
      <w:r w:rsidRPr="002704FD">
        <w:rPr>
          <w:rStyle w:val="libBold2Char"/>
          <w:rtl/>
        </w:rPr>
        <w:t xml:space="preserve">ثالثاً : </w:t>
      </w:r>
      <w:r>
        <w:rPr>
          <w:rtl/>
        </w:rPr>
        <w:t xml:space="preserve">الطهارة عند التلاوة ، كما روي عن محمد بن الفضيل ، عن أبي الحسن الرضا </w:t>
      </w:r>
      <w:r w:rsidR="00763E2E" w:rsidRPr="00763E2E">
        <w:rPr>
          <w:rStyle w:val="libAlaemChar"/>
          <w:rFonts w:hint="cs"/>
          <w:rtl/>
        </w:rPr>
        <w:t>عليه‌السلام</w:t>
      </w:r>
      <w:r>
        <w:rPr>
          <w:rtl/>
        </w:rPr>
        <w:t xml:space="preserve"> قال : سألته أقرأ المصحف ثم يأخذني البول فأقوم فأبول واستنجي ، وأغسل يدي وأعود إلى المصحف فأقرأ فيه؟ قال : لا ، حتى تتوضّأ للصلاة </w:t>
      </w:r>
      <w:r w:rsidRPr="001008E4">
        <w:rPr>
          <w:rStyle w:val="libFootnotenumChar"/>
          <w:rtl/>
        </w:rPr>
        <w:t>(1)</w:t>
      </w:r>
      <w:r>
        <w:rPr>
          <w:rtl/>
        </w:rPr>
        <w:t>.</w:t>
      </w:r>
    </w:p>
    <w:p w:rsidR="00AA2ABC" w:rsidRDefault="00AA2ABC" w:rsidP="002704FD">
      <w:pPr>
        <w:pStyle w:val="libNormal"/>
        <w:rPr>
          <w:rtl/>
        </w:rPr>
      </w:pPr>
      <w:r>
        <w:rPr>
          <w:rtl/>
        </w:rPr>
        <w:t>ويحمل هذا الشرط على الاستحباب بل انّ ظاهر الأحاديث المعتبرة استحباب قراءة الجنب والحائض غير سور السجدة ، وحكم البعض بكراهة قراءة أكثر من سبع آيات ، وقيل انّ قراءة أكثر من سبعين آية أشدّ كراهة ، لكن الأحاديث الصحيحة تدلّ على جواز قراءتهما للقرآن مهما أراد الاّ سور السجدة فهي محرّمة عليهما.</w:t>
      </w:r>
    </w:p>
    <w:p w:rsidR="00AA2ABC" w:rsidRDefault="00AA2ABC" w:rsidP="002704FD">
      <w:pPr>
        <w:pStyle w:val="libNormal"/>
        <w:rPr>
          <w:rtl/>
        </w:rPr>
      </w:pPr>
      <w:r w:rsidRPr="002704FD">
        <w:rPr>
          <w:rStyle w:val="libBold2Char"/>
          <w:rtl/>
        </w:rPr>
        <w:t xml:space="preserve">رابعاً : </w:t>
      </w:r>
      <w:r>
        <w:rPr>
          <w:rtl/>
        </w:rPr>
        <w:t>الاستعاذة ، ولا خلاف في استحبابها إذا شرع في القراءة والتلاوة ، وهناك خلاف بين القرّاء في كيفيتها ، والمشهور عند علماء الشيعة أحد الوجهين ، الأول : « أعوذ بالله من الشيطان الرجيم » وهذا أشهر بين الشيعة والسنة ، الثاني : « أعوذ بالله السميع العليم من الشيطان الرجيم ».</w:t>
      </w:r>
    </w:p>
    <w:p w:rsidR="00AA2ABC" w:rsidRDefault="00AA2ABC" w:rsidP="002704FD">
      <w:pPr>
        <w:pStyle w:val="libNormal"/>
        <w:rPr>
          <w:rtl/>
        </w:rPr>
      </w:pPr>
      <w:r>
        <w:rPr>
          <w:rtl/>
        </w:rPr>
        <w:t xml:space="preserve">وجاء في بعض روايات الشيعة بعده « وأعوذ بالله أن يحضرون » وجاء في بعضها الآخر « انّ الله هو السميع العليم » وفي بعضها « أعوذ بالله من الشيطان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قرب الاسناد : 395 ح 1386 ـ عنه البحار 92 : 210 ح 2 باب 26 ـ الوسائل 4 : 847 ح 1 باب 13. </w:t>
      </w:r>
    </w:p>
    <w:p w:rsidR="00AA2ABC" w:rsidRDefault="00AA2ABC" w:rsidP="002704FD">
      <w:pPr>
        <w:pStyle w:val="libNormal0"/>
        <w:rPr>
          <w:rtl/>
        </w:rPr>
      </w:pPr>
      <w:r>
        <w:rPr>
          <w:rtl/>
        </w:rPr>
        <w:br w:type="page"/>
      </w:r>
      <w:r>
        <w:rPr>
          <w:rtl/>
        </w:rPr>
        <w:lastRenderedPageBreak/>
        <w:t>الرجيم انّ الله هو الفتاح العليم</w:t>
      </w:r>
      <w:r>
        <w:rPr>
          <w:rFonts w:hint="cs"/>
          <w:rtl/>
        </w:rPr>
        <w:t xml:space="preserve"> »</w:t>
      </w:r>
      <w:r>
        <w:rPr>
          <w:rtl/>
        </w:rPr>
        <w:t xml:space="preserve"> والوجهان الأولان أشهر وأولى.</w:t>
      </w:r>
    </w:p>
    <w:p w:rsidR="00AA2ABC" w:rsidRDefault="00AA2ABC" w:rsidP="002704FD">
      <w:pPr>
        <w:pStyle w:val="libNormal"/>
        <w:rPr>
          <w:rtl/>
        </w:rPr>
      </w:pPr>
      <w:r w:rsidRPr="002704FD">
        <w:rPr>
          <w:rStyle w:val="libBold2Char"/>
          <w:rtl/>
        </w:rPr>
        <w:t xml:space="preserve">خامساً : </w:t>
      </w:r>
      <w:r>
        <w:rPr>
          <w:rtl/>
        </w:rPr>
        <w:t xml:space="preserve">استقبال القبلة عند القراءة ، في المجالس وغيرها كما روي من انّه أشرف المجالس ما استقبل به القبلة </w:t>
      </w:r>
      <w:r w:rsidRPr="001008E4">
        <w:rPr>
          <w:rStyle w:val="libFootnotenumChar"/>
          <w:rtl/>
        </w:rPr>
        <w:t>(1)</w:t>
      </w:r>
      <w:r>
        <w:rPr>
          <w:rtl/>
        </w:rPr>
        <w:t>.</w:t>
      </w:r>
    </w:p>
    <w:p w:rsidR="00AA2ABC" w:rsidRDefault="00AA2ABC" w:rsidP="002704FD">
      <w:pPr>
        <w:pStyle w:val="libNormal"/>
        <w:rPr>
          <w:rtl/>
        </w:rPr>
      </w:pPr>
      <w:r>
        <w:rPr>
          <w:rtl/>
        </w:rPr>
        <w:t>وقد ذكرت بعض الآداب في كتب التفسير والقراءة وذكرها هنا يوجب التطويل.</w:t>
      </w:r>
    </w:p>
    <w:p w:rsidR="00AA2ABC" w:rsidRDefault="00AA2ABC" w:rsidP="00AA2ABC">
      <w:pPr>
        <w:pStyle w:val="Heading1Center"/>
        <w:rPr>
          <w:rtl/>
        </w:rPr>
      </w:pPr>
      <w:bookmarkStart w:id="76" w:name="_Toc392501874"/>
      <w:bookmarkStart w:id="77" w:name="_Toc392502822"/>
      <w:r>
        <w:rPr>
          <w:rtl/>
        </w:rPr>
        <w:t>( الساقية الخامسة )</w:t>
      </w:r>
      <w:bookmarkEnd w:id="76"/>
      <w:bookmarkEnd w:id="77"/>
    </w:p>
    <w:p w:rsidR="00AA2ABC" w:rsidRDefault="00AA2ABC" w:rsidP="00AA2ABC">
      <w:pPr>
        <w:pStyle w:val="Heading1Center"/>
        <w:rPr>
          <w:rtl/>
        </w:rPr>
      </w:pPr>
      <w:bookmarkStart w:id="78" w:name="_Toc392501875"/>
      <w:bookmarkStart w:id="79" w:name="_Toc392502823"/>
      <w:r>
        <w:rPr>
          <w:rtl/>
        </w:rPr>
        <w:t>في كيفية ختم القرآن</w:t>
      </w:r>
      <w:bookmarkEnd w:id="78"/>
      <w:bookmarkEnd w:id="79"/>
    </w:p>
    <w:p w:rsidR="00AA2ABC" w:rsidRDefault="00AA2ABC" w:rsidP="002704FD">
      <w:pPr>
        <w:pStyle w:val="libNormal"/>
        <w:rPr>
          <w:rtl/>
        </w:rPr>
      </w:pPr>
      <w:r>
        <w:rPr>
          <w:rtl/>
        </w:rPr>
        <w:t xml:space="preserve">روي بسند معتبر عن رجل قال لأبي عبدالله </w:t>
      </w:r>
      <w:r w:rsidR="00763E2E" w:rsidRPr="00763E2E">
        <w:rPr>
          <w:rStyle w:val="libAlaemChar"/>
          <w:rFonts w:hint="cs"/>
          <w:rtl/>
        </w:rPr>
        <w:t>عليه‌السلام</w:t>
      </w:r>
      <w:r>
        <w:rPr>
          <w:rtl/>
        </w:rPr>
        <w:t xml:space="preserve"> : أقرأ القرآن في ليلة ، قال : لا يعجبني أن تقرأه في أقلّ من شهر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انّه : سأل أبو بصير أبا عبدالله </w:t>
      </w:r>
      <w:r w:rsidR="00763E2E" w:rsidRPr="00763E2E">
        <w:rPr>
          <w:rStyle w:val="libAlaemChar"/>
          <w:rFonts w:hint="cs"/>
          <w:rtl/>
        </w:rPr>
        <w:t>عليه‌السلام</w:t>
      </w:r>
      <w:r>
        <w:rPr>
          <w:rtl/>
        </w:rPr>
        <w:t xml:space="preserve"> ... فقال له : جعلت فداك أقرأ القرآن في ليلة؟ فقال : لا ، فقال : في ليلتين؟ فقال : لا ، حتى بلغ ستّ ليال فأشار بيده فقال : ها.</w:t>
      </w:r>
    </w:p>
    <w:p w:rsidR="00AA2ABC" w:rsidRDefault="00AA2ABC" w:rsidP="002704FD">
      <w:pPr>
        <w:pStyle w:val="libNormal"/>
        <w:rPr>
          <w:rtl/>
        </w:rPr>
      </w:pPr>
      <w:r>
        <w:rPr>
          <w:rtl/>
        </w:rPr>
        <w:t xml:space="preserve">ثم قال أبو عبدالله </w:t>
      </w:r>
      <w:r w:rsidR="00763E2E" w:rsidRPr="00763E2E">
        <w:rPr>
          <w:rStyle w:val="libAlaemChar"/>
          <w:rFonts w:hint="cs"/>
          <w:rtl/>
        </w:rPr>
        <w:t>عليه‌السلام</w:t>
      </w:r>
      <w:r>
        <w:rPr>
          <w:rtl/>
        </w:rPr>
        <w:t xml:space="preserve"> : يا أبا محمد انّ من كان قبلكم من أصحاب محمد </w:t>
      </w:r>
      <w:r w:rsidR="00BF0EA2" w:rsidRPr="00BF0EA2">
        <w:rPr>
          <w:rStyle w:val="libAlaemChar"/>
          <w:rFonts w:hint="cs"/>
          <w:rtl/>
        </w:rPr>
        <w:t>صلى‌الله‌عليه‌وآله</w:t>
      </w:r>
      <w:r>
        <w:rPr>
          <w:rtl/>
        </w:rPr>
        <w:t xml:space="preserve"> كان يقرأ القرآن في شهر وأقلّ ، انّ القرآن لا يقرأ هذرمة ولكن يرتل ترتيلاً ، إذا مررت بآية فيها ذكر النار وقفت عندها وتعوّذت بالله من النار.</w:t>
      </w:r>
    </w:p>
    <w:p w:rsidR="00AA2ABC" w:rsidRDefault="00AA2ABC" w:rsidP="002704FD">
      <w:pPr>
        <w:pStyle w:val="libNormal"/>
        <w:rPr>
          <w:rtl/>
        </w:rPr>
      </w:pPr>
      <w:r>
        <w:rPr>
          <w:rtl/>
        </w:rPr>
        <w:t xml:space="preserve">فقال أبو بصير : أقرأ القرآن في رمضان في ليلة؟ فقال : لا ، فقال : في ليلتين؟ فقال : لا ، فقال : في ثلاث؟ فقال : ها ـ وأومأ بيده ـ نعم شهر رمضان لا يشبهه شيء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469 ح 4 باب 96 ـ عن كتاب الغايات.</w:t>
      </w:r>
    </w:p>
    <w:p w:rsidR="00AA2ABC" w:rsidRDefault="00AA2ABC" w:rsidP="001008E4">
      <w:pPr>
        <w:pStyle w:val="libFootnote0"/>
        <w:rPr>
          <w:rtl/>
        </w:rPr>
      </w:pPr>
      <w:r>
        <w:rPr>
          <w:rtl/>
        </w:rPr>
        <w:t xml:space="preserve">2 ـ الكافي 2 : 617 ح 1 باب في كم يقرأ القرآن ويختم ـ الوسائل 4 : 862 ح 1 باب 27. </w:t>
      </w:r>
    </w:p>
    <w:p w:rsidR="00AA2ABC" w:rsidRDefault="00AA2ABC" w:rsidP="002704FD">
      <w:pPr>
        <w:pStyle w:val="libNormal0"/>
        <w:rPr>
          <w:rtl/>
        </w:rPr>
      </w:pPr>
      <w:r>
        <w:rPr>
          <w:rtl/>
        </w:rPr>
        <w:br w:type="page"/>
      </w:r>
      <w:r>
        <w:rPr>
          <w:rtl/>
        </w:rPr>
        <w:lastRenderedPageBreak/>
        <w:t xml:space="preserve">من الشهور ، له حق وحرمة ، أكثر من الصلاة ما استطعت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آخر انّ أبا عبدالله </w:t>
      </w:r>
      <w:r w:rsidR="00763E2E" w:rsidRPr="00763E2E">
        <w:rPr>
          <w:rStyle w:val="libAlaemChar"/>
          <w:rFonts w:hint="cs"/>
          <w:rtl/>
        </w:rPr>
        <w:t>عليه‌السلام</w:t>
      </w:r>
      <w:r>
        <w:rPr>
          <w:rtl/>
        </w:rPr>
        <w:t xml:space="preserve"> سئل : في كم يختم القرآن؟ فقال : اقرأه أخماساً ، اقرأه أسباعاً ، أما انّ عندي مصحفاً مجزي أربعة عشر جزءاً </w:t>
      </w:r>
      <w:r w:rsidRPr="001008E4">
        <w:rPr>
          <w:rStyle w:val="libFootnotenumChar"/>
          <w:rtl/>
        </w:rPr>
        <w:t>(2)</w:t>
      </w:r>
      <w:r>
        <w:rPr>
          <w:rtl/>
        </w:rPr>
        <w:t>.</w:t>
      </w:r>
    </w:p>
    <w:p w:rsidR="00AA2ABC" w:rsidRDefault="00AA2ABC" w:rsidP="002704FD">
      <w:pPr>
        <w:pStyle w:val="libNormal"/>
        <w:rPr>
          <w:rtl/>
        </w:rPr>
      </w:pPr>
      <w:r>
        <w:rPr>
          <w:rtl/>
        </w:rPr>
        <w:t xml:space="preserve">وروي عن علي بن المغيرة ، عن أبي الحسن </w:t>
      </w:r>
      <w:r w:rsidRPr="001008E4">
        <w:rPr>
          <w:rStyle w:val="libFootnotenumChar"/>
          <w:rtl/>
        </w:rPr>
        <w:t>(3)</w:t>
      </w:r>
      <w:r>
        <w:rPr>
          <w:rtl/>
        </w:rPr>
        <w:t xml:space="preserve"> </w:t>
      </w:r>
      <w:r w:rsidR="00763E2E" w:rsidRPr="00763E2E">
        <w:rPr>
          <w:rStyle w:val="libAlaemChar"/>
          <w:rFonts w:hint="cs"/>
          <w:rtl/>
        </w:rPr>
        <w:t>عليه‌السلامعليه‌السلام</w:t>
      </w:r>
      <w:r>
        <w:rPr>
          <w:rtl/>
        </w:rPr>
        <w:t xml:space="preserve"> قال : قلت له : انّ أبي سأل جدّك عن ختم القرآن في كلّ ليلة ، فقال له جدّك : كلّ ليلة ، فقال له : في شهر رمضان ، فقال له جدّك : في شهر رمضان ، فقال له أبي : نعم ما استطعت.</w:t>
      </w:r>
    </w:p>
    <w:p w:rsidR="00AA2ABC" w:rsidRDefault="00AA2ABC" w:rsidP="002704FD">
      <w:pPr>
        <w:pStyle w:val="libNormal"/>
        <w:rPr>
          <w:rtl/>
        </w:rPr>
      </w:pPr>
      <w:r>
        <w:rPr>
          <w:rtl/>
        </w:rPr>
        <w:t xml:space="preserve">فكان أبي يختمه أربعين ختمة في شهر رمضان ، ثم ختمته بعد أبي ، فربما زدت وربما نقصت على قدر فراغي وشغلي ونشاطي وكسلي ، فاذا كان في يوم الفطر جعلت لرسول الله </w:t>
      </w:r>
      <w:r w:rsidR="00BF0EA2" w:rsidRPr="00BF0EA2">
        <w:rPr>
          <w:rStyle w:val="libAlaemChar"/>
          <w:rFonts w:hint="cs"/>
          <w:rtl/>
        </w:rPr>
        <w:t>صلى‌الله‌عليه‌وآله</w:t>
      </w:r>
      <w:r>
        <w:rPr>
          <w:rtl/>
        </w:rPr>
        <w:t xml:space="preserve"> ختمة ، ولعليّ </w:t>
      </w:r>
      <w:r w:rsidR="00763E2E" w:rsidRPr="00763E2E">
        <w:rPr>
          <w:rStyle w:val="libAlaemChar"/>
          <w:rFonts w:hint="cs"/>
          <w:rtl/>
        </w:rPr>
        <w:t>عليه‌السلام</w:t>
      </w:r>
      <w:r>
        <w:rPr>
          <w:rtl/>
        </w:rPr>
        <w:t xml:space="preserve"> اخرى ، ولفاطمة </w:t>
      </w:r>
      <w:r w:rsidR="00BF0EA2" w:rsidRPr="00BF0EA2">
        <w:rPr>
          <w:rStyle w:val="libAlaemChar"/>
          <w:rFonts w:hint="cs"/>
          <w:rtl/>
        </w:rPr>
        <w:t>عليها‌السلام</w:t>
      </w:r>
      <w:r>
        <w:rPr>
          <w:rtl/>
        </w:rPr>
        <w:t xml:space="preserve"> أخرى ، ثم للأئمة </w:t>
      </w:r>
      <w:r w:rsidR="000A073B" w:rsidRPr="000A073B">
        <w:rPr>
          <w:rStyle w:val="libAlaemChar"/>
          <w:rFonts w:hint="cs"/>
          <w:rtl/>
        </w:rPr>
        <w:t>عليهم‌السلام</w:t>
      </w:r>
      <w:r>
        <w:rPr>
          <w:rtl/>
        </w:rPr>
        <w:t xml:space="preserve"> حتى انتهيت إليك فصيّرت لك واحدة منذ صرت في هذا الحال ، فأيّ شيء لي بذلك؟</w:t>
      </w:r>
    </w:p>
    <w:p w:rsidR="00AA2ABC" w:rsidRDefault="00AA2ABC" w:rsidP="002704FD">
      <w:pPr>
        <w:pStyle w:val="libNormal"/>
        <w:rPr>
          <w:rtl/>
        </w:rPr>
      </w:pPr>
      <w:r>
        <w:rPr>
          <w:rtl/>
        </w:rPr>
        <w:t xml:space="preserve">قال : لك بذلك أن تكون معهم يوم القيامة ، قلت : الله أكبر فلي بذلك؟ قال : نعم ، ثلاث مرات </w:t>
      </w:r>
      <w:r w:rsidRPr="001008E4">
        <w:rPr>
          <w:rStyle w:val="libFootnotenumChar"/>
          <w:rtl/>
        </w:rPr>
        <w:t>(4)</w:t>
      </w:r>
      <w:r>
        <w:rPr>
          <w:rtl/>
        </w:rPr>
        <w:t xml:space="preserve">. </w:t>
      </w:r>
    </w:p>
    <w:p w:rsidR="00AA2ABC" w:rsidRDefault="00AA2ABC" w:rsidP="00AA2ABC">
      <w:pPr>
        <w:pStyle w:val="Heading1Center"/>
        <w:rPr>
          <w:rtl/>
        </w:rPr>
      </w:pPr>
      <w:bookmarkStart w:id="80" w:name="_Toc392501876"/>
      <w:bookmarkStart w:id="81" w:name="_Toc392502824"/>
      <w:r>
        <w:rPr>
          <w:rtl/>
        </w:rPr>
        <w:t>( الساقية السادسة )</w:t>
      </w:r>
      <w:bookmarkEnd w:id="80"/>
      <w:bookmarkEnd w:id="81"/>
    </w:p>
    <w:p w:rsidR="00AA2ABC" w:rsidRDefault="00AA2ABC" w:rsidP="00AA2ABC">
      <w:pPr>
        <w:pStyle w:val="Heading1Center"/>
        <w:rPr>
          <w:rtl/>
        </w:rPr>
      </w:pPr>
      <w:bookmarkStart w:id="82" w:name="_Toc392501877"/>
      <w:bookmarkStart w:id="83" w:name="_Toc392502825"/>
      <w:r>
        <w:rPr>
          <w:rtl/>
        </w:rPr>
        <w:t>في ثواب تعليم القرآن وتعلّمه وحفظه</w:t>
      </w:r>
      <w:bookmarkEnd w:id="82"/>
      <w:bookmarkEnd w:id="83"/>
      <w:r>
        <w:rPr>
          <w:rtl/>
        </w:rPr>
        <w:t xml:space="preserve">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انّ الذي يعالج القرآن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618 ح 5 باب في كم يقرأ القرآن ويختم ـ الوسائل 4 : 862 ح 3 باب 27.</w:t>
      </w:r>
    </w:p>
    <w:p w:rsidR="00AA2ABC" w:rsidRDefault="00AA2ABC" w:rsidP="001008E4">
      <w:pPr>
        <w:pStyle w:val="libFootnote0"/>
        <w:rPr>
          <w:rtl/>
        </w:rPr>
      </w:pPr>
      <w:r>
        <w:rPr>
          <w:rtl/>
        </w:rPr>
        <w:t>2 ـ الكافي 2 : 617 ح 3 باب في كم يقرأ القرآن ويختم ـ الوسائل 4 : 862 ح 2 باب 27.</w:t>
      </w:r>
    </w:p>
    <w:p w:rsidR="00AA2ABC" w:rsidRDefault="00AA2ABC" w:rsidP="001008E4">
      <w:pPr>
        <w:pStyle w:val="libFootnote0"/>
        <w:rPr>
          <w:rtl/>
        </w:rPr>
      </w:pPr>
      <w:r>
        <w:rPr>
          <w:rtl/>
        </w:rPr>
        <w:t xml:space="preserve">3 ـ في المتن الفارسي أبي عبدالله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4 ـ الكافي 2 : 618 ح 4 باب في كم يقرأ القرآن ويختم ـ الوسائل 4 : 864 ح 1 باب 28.</w:t>
      </w:r>
    </w:p>
    <w:p w:rsidR="00AA2ABC" w:rsidRDefault="00AA2ABC" w:rsidP="002704FD">
      <w:pPr>
        <w:pStyle w:val="libNormal0"/>
        <w:rPr>
          <w:rtl/>
        </w:rPr>
      </w:pPr>
      <w:r>
        <w:rPr>
          <w:rtl/>
        </w:rPr>
        <w:br w:type="page"/>
      </w:r>
      <w:r>
        <w:rPr>
          <w:rtl/>
        </w:rPr>
        <w:lastRenderedPageBreak/>
        <w:t xml:space="preserve">ليحفظه بمشقّة منه وقلّة حفظ له أجران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ينبغي للمؤمن أن لا يموت حتى يتعلّم القرآن ، أو يكون في تعليمه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شدد عليه القرآن كان له أجران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يعقوب الأحمر انّه قال : قلت لأبي عبدالله </w:t>
      </w:r>
      <w:r w:rsidR="00763E2E" w:rsidRPr="00763E2E">
        <w:rPr>
          <w:rStyle w:val="libAlaemChar"/>
          <w:rFonts w:hint="cs"/>
          <w:rtl/>
        </w:rPr>
        <w:t>عليه‌السلام</w:t>
      </w:r>
      <w:r>
        <w:rPr>
          <w:rtl/>
        </w:rPr>
        <w:t xml:space="preserve"> : جعلت فداك انّه قد أصابني هموم وأشياء لم يبق شيء من الخير الاّ وقد تفلّت منّي منه طائفة حتى القرآن لقد تفلّت منّي طائفة منه.</w:t>
      </w:r>
    </w:p>
    <w:p w:rsidR="00AA2ABC" w:rsidRDefault="00AA2ABC" w:rsidP="002704FD">
      <w:pPr>
        <w:pStyle w:val="libNormal"/>
        <w:rPr>
          <w:rtl/>
        </w:rPr>
      </w:pPr>
      <w:r>
        <w:rPr>
          <w:rtl/>
        </w:rPr>
        <w:t xml:space="preserve">قال : ففزع عند ذلك حين ذكرت القرآن ، ثم قال : انّ الرجل لينسي السورة من القرآن فتأتيه يوم القيامة حتى تشرف عليه من درجة من بعض الدرجات ، فيقول : السلام عليك ، فيقول : وعليك السلام من أنت؟ فيقول : أنا سورة كذا وكذا ، ضيعتني وتركتني أما لو تمسّكت بي بلغت بك هذه الدرجة ، ثم أشار بإصبعه ، ثم قال : </w:t>
      </w:r>
    </w:p>
    <w:p w:rsidR="00AA2ABC" w:rsidRDefault="00AA2ABC" w:rsidP="002704FD">
      <w:pPr>
        <w:pStyle w:val="libNormal"/>
        <w:rPr>
          <w:rtl/>
        </w:rPr>
      </w:pPr>
      <w:r>
        <w:rPr>
          <w:rtl/>
        </w:rPr>
        <w:t xml:space="preserve">« عليكم بالقرآن فتعلّموه ، فإنّ من الناس من يتعلّم ليقال : فلان قارىء ، ومنهم من يتعلّمه ويطلب به الصوت ليقال : فلان حسن الصوت ، وليس في ذلك خير ، ومنهم من يتعلّمه فيقوم به في ليله ونهاره ولا يبالي من علم ذلك ومن لم يعلمه » </w:t>
      </w:r>
      <w:r w:rsidRPr="001008E4">
        <w:rPr>
          <w:rStyle w:val="libFootnotenumChar"/>
          <w:rtl/>
        </w:rPr>
        <w:t>(4)</w:t>
      </w:r>
      <w:r>
        <w:rPr>
          <w:rtl/>
        </w:rPr>
        <w:t>.</w:t>
      </w:r>
    </w:p>
    <w:p w:rsidR="00AA2ABC" w:rsidRDefault="00AA2ABC" w:rsidP="002704FD">
      <w:pPr>
        <w:pStyle w:val="libNormal"/>
        <w:rPr>
          <w:rtl/>
        </w:rPr>
      </w:pPr>
      <w:r>
        <w:rPr>
          <w:rtl/>
        </w:rPr>
        <w:t xml:space="preserve">ووردت أحاديث كثيرة في ذم نسيان القرآن توافق هذا الخبر ، وظاهر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92 : 187 ح 7 باب 20 ـ الوسائل 4 : 832 ح 2 باب 5.</w:t>
      </w:r>
    </w:p>
    <w:p w:rsidR="00AA2ABC" w:rsidRDefault="00AA2ABC" w:rsidP="001008E4">
      <w:pPr>
        <w:pStyle w:val="libFootnote0"/>
        <w:rPr>
          <w:rtl/>
        </w:rPr>
      </w:pPr>
      <w:r>
        <w:rPr>
          <w:rtl/>
        </w:rPr>
        <w:t>2 ـ الكافي 2 : 607 ح 3 باب من يتعلم القرآن بمشقة ـ الوسائل 4 : 824 ح 4 باب 1.</w:t>
      </w:r>
    </w:p>
    <w:p w:rsidR="00AA2ABC" w:rsidRDefault="00AA2ABC" w:rsidP="001008E4">
      <w:pPr>
        <w:pStyle w:val="libFootnote0"/>
        <w:rPr>
          <w:rtl/>
        </w:rPr>
      </w:pPr>
      <w:r>
        <w:rPr>
          <w:rtl/>
        </w:rPr>
        <w:t>3 ـ الكافي 2 : 606 ح 2 باب من يتعلم القرآن بمشقة ـ الوسائل 4 : 832 ح 3 باب 5.</w:t>
      </w:r>
    </w:p>
    <w:p w:rsidR="00AA2ABC" w:rsidRDefault="00AA2ABC" w:rsidP="001008E4">
      <w:pPr>
        <w:pStyle w:val="libFootnote0"/>
        <w:rPr>
          <w:rtl/>
        </w:rPr>
      </w:pPr>
      <w:r>
        <w:rPr>
          <w:rtl/>
        </w:rPr>
        <w:t xml:space="preserve">4 ـ البحار 92 : 189 ح 13 باب 20 ـ عن عدة الداعي ـ مثله الكافي 2 : 607 ح 1. </w:t>
      </w:r>
    </w:p>
    <w:p w:rsidR="00AA2ABC" w:rsidRDefault="00AA2ABC" w:rsidP="002704FD">
      <w:pPr>
        <w:pStyle w:val="libNormal0"/>
        <w:rPr>
          <w:rtl/>
        </w:rPr>
      </w:pPr>
      <w:r>
        <w:rPr>
          <w:rtl/>
        </w:rPr>
        <w:br w:type="page"/>
      </w:r>
      <w:r>
        <w:rPr>
          <w:rtl/>
        </w:rPr>
        <w:lastRenderedPageBreak/>
        <w:t>بعضها الآخر ترك العمل بمعانيه ، ومن الواضح قبح المعنى الثاني ، وكذلك الأول إن كان ناتجاً من عدم اعتناء ، وان كان النسيان بسبب ضعف الحافظة ومن دون اختيار لا يكون قصوراً في حقّه ، وما ورد من الأخبار بنفي القصور عنه تحمل على هذا المعنى.</w:t>
      </w:r>
    </w:p>
    <w:p w:rsidR="00AA2ABC" w:rsidRDefault="00AA2ABC" w:rsidP="002704FD">
      <w:pPr>
        <w:pStyle w:val="libNormal"/>
        <w:rPr>
          <w:rtl/>
        </w:rPr>
      </w:pPr>
      <w:r>
        <w:rPr>
          <w:rtl/>
        </w:rPr>
        <w:t xml:space="preserve">روي عن رسول الله </w:t>
      </w:r>
      <w:r w:rsidR="00BF0EA2" w:rsidRPr="00BF0EA2">
        <w:rPr>
          <w:rStyle w:val="libAlaemChar"/>
          <w:rFonts w:hint="cs"/>
          <w:rtl/>
        </w:rPr>
        <w:t>صلى‌الله‌عليه‌وآله</w:t>
      </w:r>
      <w:r>
        <w:rPr>
          <w:rtl/>
        </w:rPr>
        <w:t xml:space="preserve"> انّه قال : ... ألا ومن تعلّم القرآن ثم نسيه متعمّداً لقى الله يوم القيامة مغلولاً ، يسلّط الله عليه بكل آية نسيها حيّة تكون قرينته الى النار الاّ أن يغفر له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خياركم من تعلّم القرآن وعلّمه </w:t>
      </w:r>
      <w:r w:rsidRPr="001008E4">
        <w:rPr>
          <w:rStyle w:val="libFootnotenumChar"/>
          <w:rtl/>
        </w:rPr>
        <w:t>(2)</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انّ الله عزّوجلّ ليهمّ بعذاب أهل الأرض جميعاً حتى لا يريد أن يحاشي منهم أحداً اذا عملوا بالمعاصي ، واجترحوا السيئات ، فاذا نظر إلى الشيب ناقلي أقدامهم إلى الصلوات ، والولدان يتعلّمون القرآن رحمهم وأخّر ذلك عنهم </w:t>
      </w:r>
      <w:r w:rsidRPr="001008E4">
        <w:rPr>
          <w:rStyle w:val="libFootnotenumChar"/>
          <w:rtl/>
        </w:rPr>
        <w:t>(3)</w:t>
      </w:r>
      <w:r>
        <w:rPr>
          <w:rtl/>
        </w:rPr>
        <w:t xml:space="preserve">. </w:t>
      </w:r>
    </w:p>
    <w:p w:rsidR="00AA2ABC" w:rsidRDefault="00AA2ABC" w:rsidP="00AA2ABC">
      <w:pPr>
        <w:pStyle w:val="Heading1Center"/>
        <w:rPr>
          <w:rtl/>
        </w:rPr>
      </w:pPr>
      <w:bookmarkStart w:id="84" w:name="_Toc392501878"/>
      <w:bookmarkStart w:id="85" w:name="_Toc392502826"/>
      <w:r>
        <w:rPr>
          <w:rtl/>
        </w:rPr>
        <w:t>( الساقية السابعة )</w:t>
      </w:r>
      <w:bookmarkEnd w:id="84"/>
      <w:bookmarkEnd w:id="85"/>
    </w:p>
    <w:p w:rsidR="00AA2ABC" w:rsidRDefault="00AA2ABC" w:rsidP="00AA2ABC">
      <w:pPr>
        <w:pStyle w:val="Heading1Center"/>
        <w:rPr>
          <w:rtl/>
        </w:rPr>
      </w:pPr>
      <w:bookmarkStart w:id="86" w:name="_Toc392501879"/>
      <w:bookmarkStart w:id="87" w:name="_Toc392502827"/>
      <w:r>
        <w:rPr>
          <w:rtl/>
        </w:rPr>
        <w:t>في ثواب قراءة القرآن</w:t>
      </w:r>
      <w:bookmarkEnd w:id="86"/>
      <w:bookmarkEnd w:id="87"/>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القرآن عهد الله إلى خلقه ، فقد ينبغي للمرء المسلم أن ينظر في عهده ، وأن يقرأ منه في كلّ يوم خمسين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187 ح 5 باب 20 ـ عن أمالي الصدوق.</w:t>
      </w:r>
    </w:p>
    <w:p w:rsidR="00AA2ABC" w:rsidRDefault="00AA2ABC" w:rsidP="001008E4">
      <w:pPr>
        <w:pStyle w:val="libFootnote0"/>
        <w:rPr>
          <w:rtl/>
        </w:rPr>
      </w:pPr>
      <w:r>
        <w:rPr>
          <w:rtl/>
        </w:rPr>
        <w:t>2 ـ البحار 92 : 187 ح 2 باب 20 ـ عن أمالي الطوسي.</w:t>
      </w:r>
    </w:p>
    <w:p w:rsidR="00AA2ABC" w:rsidRDefault="00AA2ABC" w:rsidP="001008E4">
      <w:pPr>
        <w:pStyle w:val="libFootnote0"/>
        <w:rPr>
          <w:rtl/>
        </w:rPr>
      </w:pPr>
      <w:r>
        <w:rPr>
          <w:rtl/>
        </w:rPr>
        <w:t xml:space="preserve">3 ـ البحار 92 : 185 ح 1 باب 20 ـ عن علل الشرائع. </w:t>
      </w:r>
    </w:p>
    <w:p w:rsidR="00AA2ABC" w:rsidRDefault="00AA2ABC" w:rsidP="002704FD">
      <w:pPr>
        <w:pStyle w:val="libNormal0"/>
        <w:rPr>
          <w:rtl/>
        </w:rPr>
      </w:pPr>
      <w:r>
        <w:rPr>
          <w:rtl/>
        </w:rPr>
        <w:br w:type="page"/>
      </w:r>
      <w:r>
        <w:rPr>
          <w:rtl/>
        </w:rPr>
        <w:lastRenderedPageBreak/>
        <w:t xml:space="preserve">آية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البيت الذي يقرأ فيه القرآن ، ويذكر الله عزّوجلّ فيه تكثر بركته ، وتحضره الملائكة ، وتهجره الشياطين ، ويضيء لأهل السماء كما تضيء الكواكب لأهل الأرض ، وانّ البيت الذي لا يقرأ فيه القرآن ولا يذكر الله عزّوجلّ فيه تقلّ بركته ، وتهجره الملائكة ، وتحضره الشياطين </w:t>
      </w:r>
      <w:r w:rsidRPr="001008E4">
        <w:rPr>
          <w:rStyle w:val="libFootnotenumChar"/>
          <w:rtl/>
        </w:rPr>
        <w:t>(2)</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انّ البيت إذا كان فيه المرء المسلم يتلو القرآن يتراءاه أهل السماء كما يتراأى أهل الدنيا الكواكب الدريّ في السماء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قرأ القرآن قائماً في صلاته كتب الله له بكلّ حرف مائة حسنة ، ومن قرأه في صلاته جالساً كتب الله له بكلّ حرف خمسين حسنة ، ومن قرأ في غير صلاته كتب الله له بكلّ حرف عشر حسنات </w:t>
      </w:r>
      <w:r w:rsidRPr="001008E4">
        <w:rPr>
          <w:rStyle w:val="libFootnotenumChar"/>
          <w:rtl/>
        </w:rPr>
        <w:t>(4)</w:t>
      </w:r>
      <w:r>
        <w:rPr>
          <w:rtl/>
        </w:rPr>
        <w:t>.</w:t>
      </w:r>
    </w:p>
    <w:p w:rsidR="00AA2ABC" w:rsidRDefault="00AA2ABC" w:rsidP="002704FD">
      <w:pPr>
        <w:pStyle w:val="libNormal"/>
        <w:rPr>
          <w:rtl/>
        </w:rPr>
      </w:pPr>
      <w:r>
        <w:rPr>
          <w:rtl/>
        </w:rPr>
        <w:t xml:space="preserve">وروى بسند صحيح عنه </w:t>
      </w:r>
      <w:r w:rsidR="00763E2E" w:rsidRPr="00763E2E">
        <w:rPr>
          <w:rStyle w:val="libAlaemChar"/>
          <w:rFonts w:hint="cs"/>
          <w:rtl/>
        </w:rPr>
        <w:t>عليه‌السلام</w:t>
      </w:r>
      <w:r>
        <w:rPr>
          <w:rtl/>
        </w:rPr>
        <w:t xml:space="preserve"> انّه قال : ما يمنع التاجر منكم المشغول في سوقه إذا رجع إلى منزله أن لا ينام حتى يقرأ سورة من القرآن ، فتكتب له مكان كل آية يقرؤها عشر حسنات ، ويمحى عشر سيئات </w:t>
      </w:r>
      <w:r w:rsidRPr="001008E4">
        <w:rPr>
          <w:rStyle w:val="libFootnotenumChar"/>
          <w:rtl/>
        </w:rPr>
        <w:t>(5)</w:t>
      </w:r>
      <w:r>
        <w:rPr>
          <w:rtl/>
        </w:rPr>
        <w:t>.</w:t>
      </w:r>
    </w:p>
    <w:p w:rsidR="00AA2ABC" w:rsidRDefault="00AA2ABC" w:rsidP="002704FD">
      <w:pPr>
        <w:pStyle w:val="libNormal"/>
        <w:rPr>
          <w:rtl/>
        </w:rPr>
      </w:pPr>
      <w:r>
        <w:rPr>
          <w:rtl/>
        </w:rPr>
        <w:t xml:space="preserve">وروي عن بشر بن غالب [ الاسدي ] عن الحسين بن عليّ </w:t>
      </w:r>
      <w:r w:rsidR="00763E2E" w:rsidRPr="00763E2E">
        <w:rPr>
          <w:rStyle w:val="libAlaemChar"/>
          <w:rFonts w:hint="cs"/>
          <w:rtl/>
        </w:rPr>
        <w:t>عليه‌السلام</w:t>
      </w:r>
      <w:r>
        <w:rPr>
          <w:rtl/>
        </w:rPr>
        <w:t xml:space="preserve"> قال : من قرأ آية من كتاب الله عزّوجلّ في صلاته قائماً يكتب له بكلّ حرف مائة حسنة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609 ح 1 باب في قراءة القرآن.</w:t>
      </w:r>
    </w:p>
    <w:p w:rsidR="00AA2ABC" w:rsidRDefault="00AA2ABC" w:rsidP="001008E4">
      <w:pPr>
        <w:pStyle w:val="libFootnote0"/>
        <w:rPr>
          <w:rtl/>
        </w:rPr>
      </w:pPr>
      <w:r>
        <w:rPr>
          <w:rtl/>
        </w:rPr>
        <w:t>2 ـ الكافي 2 : 610 ح 3 باب البيوت التي يقرأ فيها القرآن.</w:t>
      </w:r>
    </w:p>
    <w:p w:rsidR="00AA2ABC" w:rsidRDefault="00AA2ABC" w:rsidP="001008E4">
      <w:pPr>
        <w:pStyle w:val="libFootnote0"/>
        <w:rPr>
          <w:rtl/>
        </w:rPr>
      </w:pPr>
      <w:r>
        <w:rPr>
          <w:rtl/>
        </w:rPr>
        <w:t>3 ـ الكافي 2 : 610 ح 2 باب البيوت التي يقرأ فيها القرآن.</w:t>
      </w:r>
    </w:p>
    <w:p w:rsidR="00AA2ABC" w:rsidRDefault="00AA2ABC" w:rsidP="001008E4">
      <w:pPr>
        <w:pStyle w:val="libFootnote0"/>
        <w:rPr>
          <w:rtl/>
        </w:rPr>
      </w:pPr>
      <w:r>
        <w:rPr>
          <w:rtl/>
        </w:rPr>
        <w:t>4 ـ الكافي 2 : 611 ح 1 باب ثواب قراءة القرآن.</w:t>
      </w:r>
    </w:p>
    <w:p w:rsidR="00AA2ABC" w:rsidRDefault="00AA2ABC" w:rsidP="001008E4">
      <w:pPr>
        <w:pStyle w:val="libFootnote0"/>
        <w:rPr>
          <w:rtl/>
        </w:rPr>
      </w:pPr>
      <w:r>
        <w:rPr>
          <w:rtl/>
        </w:rPr>
        <w:t xml:space="preserve">5 ـ الكافي 2 : 611 ح 2 باب ثواب قراءة القرآن. </w:t>
      </w:r>
    </w:p>
    <w:p w:rsidR="00AA2ABC" w:rsidRDefault="00AA2ABC" w:rsidP="002704FD">
      <w:pPr>
        <w:pStyle w:val="libNormal0"/>
        <w:rPr>
          <w:rtl/>
        </w:rPr>
      </w:pPr>
      <w:r>
        <w:rPr>
          <w:rtl/>
        </w:rPr>
        <w:br w:type="page"/>
      </w:r>
      <w:r>
        <w:rPr>
          <w:rtl/>
        </w:rPr>
        <w:lastRenderedPageBreak/>
        <w:t>فاذا قرأها في غير صلاة كتب الله له بكلّ حرف عشر حسنات ، وإن استمع القرآن كتب الله له بكلّ حرف حسنة.</w:t>
      </w:r>
    </w:p>
    <w:p w:rsidR="00AA2ABC" w:rsidRDefault="00AA2ABC" w:rsidP="002704FD">
      <w:pPr>
        <w:pStyle w:val="libNormal"/>
        <w:rPr>
          <w:rtl/>
        </w:rPr>
      </w:pPr>
      <w:r>
        <w:rPr>
          <w:rtl/>
        </w:rPr>
        <w:t xml:space="preserve">وإن ختم القرآن ليلاً صلّت عليه الملائكة حتى يصبح ، وإن ختمه نهاراً صلّت عليه الحفظة حتى يمسي ، وكانت له دعوة مجابة ، وكان خيراً له مما بين السماء إلى الأرض ، قلت : هذا لمن قرأ القرآن فمن لم يقرأ؟ قال : يا أخا بني أسد انّ الله جواد ماجد كريم ، إذا قرأ ما معه أعطاه الله ذلك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ختم القرآن [ بمكة ] من جمعة إلى جمعة أو أقلّ من ذلك أو أكثر ، وختمه في يوم الجمعة كتب له من الأجر والحسنات من أوّل جمعة كانت في الدنيا إلى آخر جمعة تكون فيها ، وان ختمه في سائر الأيام فكذلك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قرأ عشر آيات في ليلة لم يكتب من الغافلين ، ومن قرا خمسين آية كتب من الذاكرين ، ومن قرأ مائة آية كتب من القانتين ، ومن قرأ مائتي آية كتب من الخاشعين ، ومن قرأ ثلاثمائة آية كتب من الفائزين.</w:t>
      </w:r>
    </w:p>
    <w:p w:rsidR="00AA2ABC" w:rsidRDefault="00AA2ABC" w:rsidP="002704FD">
      <w:pPr>
        <w:pStyle w:val="libNormal"/>
        <w:rPr>
          <w:rtl/>
        </w:rPr>
      </w:pPr>
      <w:r>
        <w:rPr>
          <w:rtl/>
        </w:rPr>
        <w:t xml:space="preserve">ومن قرأ خمسمائة آية كتب من المجتهدين ، ومن قرأ الف آية كتب له قنطار من تبر ـ القنطار خمسة عشر ألف مثقال من ذهب ، والمثقال أربعة وعشرون قيراطاً ـ أصغرها مثل جبل أحد ، وأكبرها ما بين السماء إلى الأرض </w:t>
      </w:r>
      <w:r w:rsidRPr="001008E4">
        <w:rPr>
          <w:rStyle w:val="libFootnotenumChar"/>
          <w:rtl/>
        </w:rPr>
        <w:t>(3)</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من استمع حرفاً من كتاب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611 ح 3 باب ثواب قراءة القرآن.</w:t>
      </w:r>
    </w:p>
    <w:p w:rsidR="00AA2ABC" w:rsidRDefault="00AA2ABC" w:rsidP="001008E4">
      <w:pPr>
        <w:pStyle w:val="libFootnote0"/>
        <w:rPr>
          <w:rtl/>
        </w:rPr>
      </w:pPr>
      <w:r>
        <w:rPr>
          <w:rtl/>
        </w:rPr>
        <w:t>2 ـ الكافي 2 : 612 ح 4 باب ثواب قراءة القرآن.</w:t>
      </w:r>
    </w:p>
    <w:p w:rsidR="00AA2ABC" w:rsidRDefault="00AA2ABC" w:rsidP="001008E4">
      <w:pPr>
        <w:pStyle w:val="libFootnote0"/>
        <w:rPr>
          <w:rtl/>
        </w:rPr>
      </w:pPr>
      <w:r>
        <w:rPr>
          <w:rtl/>
        </w:rPr>
        <w:t xml:space="preserve">3 ـ الكافي 2 : 612 ح 5 باب ثواب قراءة القرآن. </w:t>
      </w:r>
    </w:p>
    <w:p w:rsidR="00AA2ABC" w:rsidRDefault="00AA2ABC" w:rsidP="002704FD">
      <w:pPr>
        <w:pStyle w:val="libNormal0"/>
        <w:rPr>
          <w:rtl/>
        </w:rPr>
      </w:pPr>
      <w:r>
        <w:rPr>
          <w:rtl/>
        </w:rPr>
        <w:br w:type="page"/>
      </w:r>
      <w:r>
        <w:rPr>
          <w:rtl/>
        </w:rPr>
        <w:lastRenderedPageBreak/>
        <w:t>عزّوجلَّ من غير قراءة كتب الله له حسنة ، ومحا عنه سيئة ، ورفع له درجة ، ومن قرأ نظراً من غير صوت كتب الله له بكلّ حرف حسنة ، ومحا عنه سيئة ، ورفع له درجة ، من تعلّم منه حرفاً ظاهراً كتب الله له عشر حسنات ، ومحا عنه عشر سيئات ، ورفع له عشر درجات.</w:t>
      </w:r>
    </w:p>
    <w:p w:rsidR="00AA2ABC" w:rsidRDefault="00AA2ABC" w:rsidP="002704FD">
      <w:pPr>
        <w:pStyle w:val="libNormal"/>
        <w:rPr>
          <w:rtl/>
        </w:rPr>
      </w:pPr>
      <w:r>
        <w:rPr>
          <w:rtl/>
        </w:rPr>
        <w:t xml:space="preserve">قال : لا أقول بكلّ آية ، ولكن بكلّ حرف باء أو تاء أو شبههما ، قال : ومن قرأ حرفاً ظاهراً وهو جالس في صلاته كتب الله له به خمسين حسنة ، ومحا عنه خمسين سيئة ، ورفع له خمسين درجة ، ومن قرأ حرفاً وهو قائم في صلاته كتب الله له بكلّ حرف مائة حسنة ، ومحا عنه مائة سيئة ، ورفع له مائة درجة ، ومن ختمه كانت له دعوة مستجابة مؤخرّة أو معجّلة ... </w:t>
      </w:r>
      <w:r w:rsidRPr="001008E4">
        <w:rPr>
          <w:rStyle w:val="libFootnotenumChar"/>
          <w:rtl/>
        </w:rPr>
        <w:t>(1)</w:t>
      </w:r>
      <w:r>
        <w:rPr>
          <w:rtl/>
        </w:rPr>
        <w:t>.</w:t>
      </w:r>
    </w:p>
    <w:p w:rsidR="00AA2ABC" w:rsidRDefault="00AA2ABC" w:rsidP="002704FD">
      <w:pPr>
        <w:pStyle w:val="libNormal"/>
        <w:rPr>
          <w:rtl/>
        </w:rPr>
      </w:pPr>
      <w:r>
        <w:rPr>
          <w:rtl/>
        </w:rPr>
        <w:t xml:space="preserve">وقال موسى الكاظم </w:t>
      </w:r>
      <w:r w:rsidR="00763E2E" w:rsidRPr="00763E2E">
        <w:rPr>
          <w:rStyle w:val="libAlaemChar"/>
          <w:rFonts w:hint="cs"/>
          <w:rtl/>
        </w:rPr>
        <w:t>عليه‌السلام</w:t>
      </w:r>
      <w:r>
        <w:rPr>
          <w:rtl/>
        </w:rPr>
        <w:t xml:space="preserve"> : من استكفى بآية من القرآن من الشرق إلى الغرب كفى إذا كان بيقين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شكا رجل إلى النبيّ </w:t>
      </w:r>
      <w:r w:rsidR="00BF0EA2" w:rsidRPr="00BF0EA2">
        <w:rPr>
          <w:rStyle w:val="libAlaemChar"/>
          <w:rFonts w:hint="cs"/>
          <w:rtl/>
        </w:rPr>
        <w:t>صلى‌الله‌عليه‌وآله</w:t>
      </w:r>
      <w:r>
        <w:rPr>
          <w:rtl/>
        </w:rPr>
        <w:t xml:space="preserve"> وجعاً في صدره ، فقال : استشف بالقرآن ، فإن الله عزّوجلّ يقول : </w:t>
      </w:r>
      <w:r w:rsidRPr="002704FD">
        <w:rPr>
          <w:rStyle w:val="libAlaemChar"/>
          <w:rtl/>
        </w:rPr>
        <w:t>(</w:t>
      </w:r>
      <w:r w:rsidRPr="002704FD">
        <w:rPr>
          <w:rStyle w:val="libAieChar"/>
          <w:rtl/>
        </w:rPr>
        <w:t xml:space="preserve"> وَشَفَاءٌ لِمَا فِي الصُّدُورِ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المؤمين </w:t>
      </w:r>
      <w:r w:rsidR="00763E2E" w:rsidRPr="00763E2E">
        <w:rPr>
          <w:rStyle w:val="libAlaemChar"/>
          <w:rFonts w:hint="cs"/>
          <w:rtl/>
        </w:rPr>
        <w:t>عليه‌السلام</w:t>
      </w:r>
      <w:r>
        <w:rPr>
          <w:rtl/>
        </w:rPr>
        <w:t xml:space="preserve"> انّه قال : من قرأ مائة آية من القرآن من أيّ القرآن شاء ، ثم قال : يا الله سبع مرات ، فلو دعا على صخرة لفلقها الله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612 ح 6 باب ثواب قراءة القرآن.</w:t>
      </w:r>
    </w:p>
    <w:p w:rsidR="00AA2ABC" w:rsidRDefault="00AA2ABC" w:rsidP="001008E4">
      <w:pPr>
        <w:pStyle w:val="libFootnote0"/>
        <w:rPr>
          <w:rtl/>
        </w:rPr>
      </w:pPr>
      <w:r>
        <w:rPr>
          <w:rtl/>
        </w:rPr>
        <w:t>2 ـ الكافي 2 : 623 ح 18 باب فضل القرآن.</w:t>
      </w:r>
    </w:p>
    <w:p w:rsidR="00AA2ABC" w:rsidRDefault="00AA2ABC" w:rsidP="001008E4">
      <w:pPr>
        <w:pStyle w:val="libFootnote0"/>
        <w:rPr>
          <w:rtl/>
        </w:rPr>
      </w:pPr>
      <w:r>
        <w:rPr>
          <w:rtl/>
        </w:rPr>
        <w:t>3 ـ الكافي 2 : 600 ح 7 كتاب فضل القرآن ـ والآية في سورة يونس رقم 57.</w:t>
      </w:r>
    </w:p>
    <w:p w:rsidR="00AA2ABC" w:rsidRDefault="00AA2ABC" w:rsidP="001008E4">
      <w:pPr>
        <w:pStyle w:val="libFootnote0"/>
        <w:rPr>
          <w:rtl/>
        </w:rPr>
      </w:pPr>
      <w:r>
        <w:rPr>
          <w:rtl/>
        </w:rPr>
        <w:t xml:space="preserve">4 ـ أعلام الدين : 368. </w:t>
      </w:r>
    </w:p>
    <w:p w:rsidR="00AA2ABC" w:rsidRDefault="00AA2ABC" w:rsidP="002704FD">
      <w:pPr>
        <w:pStyle w:val="libNormal"/>
        <w:rPr>
          <w:rtl/>
        </w:rPr>
      </w:pPr>
      <w:r>
        <w:rPr>
          <w:rtl/>
        </w:rPr>
        <w:br w:type="page"/>
      </w:r>
      <w:r>
        <w:rPr>
          <w:rtl/>
        </w:rPr>
        <w:lastRenderedPageBreak/>
        <w:t xml:space="preserve">وروي بسند معتبر عن أبي الحسن موسى </w:t>
      </w:r>
      <w:r w:rsidR="00763E2E" w:rsidRPr="00763E2E">
        <w:rPr>
          <w:rStyle w:val="libAlaemChar"/>
          <w:rFonts w:hint="cs"/>
          <w:rtl/>
        </w:rPr>
        <w:t>عليه‌السلام</w:t>
      </w:r>
      <w:r>
        <w:rPr>
          <w:rtl/>
        </w:rPr>
        <w:t xml:space="preserve"> انّه قال : إذا خفت أمراً فاقرأ مائة آية من القرآن من حيث شئت ، ثم قل : اللهم اكشف عني البلاء ثلاث مرّات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لكلّ شيء ربيع وربيع القرآن شهر رمضان </w:t>
      </w:r>
      <w:r w:rsidRPr="001008E4">
        <w:rPr>
          <w:rStyle w:val="libFootnotenumChar"/>
          <w:rtl/>
        </w:rPr>
        <w:t>(2)</w:t>
      </w:r>
      <w:r>
        <w:rPr>
          <w:rtl/>
        </w:rPr>
        <w:t xml:space="preserve">. </w:t>
      </w:r>
    </w:p>
    <w:p w:rsidR="00AA2ABC" w:rsidRDefault="00AA2ABC" w:rsidP="00AA2ABC">
      <w:pPr>
        <w:pStyle w:val="Heading1Center"/>
        <w:rPr>
          <w:rtl/>
        </w:rPr>
      </w:pPr>
      <w:bookmarkStart w:id="88" w:name="_Toc392501880"/>
      <w:bookmarkStart w:id="89" w:name="_Toc392502828"/>
      <w:r>
        <w:rPr>
          <w:rtl/>
        </w:rPr>
        <w:t>( الساقية الثامنة )</w:t>
      </w:r>
      <w:bookmarkEnd w:id="88"/>
      <w:bookmarkEnd w:id="89"/>
    </w:p>
    <w:p w:rsidR="00AA2ABC" w:rsidRDefault="00AA2ABC" w:rsidP="00AA2ABC">
      <w:pPr>
        <w:pStyle w:val="Heading1Center"/>
        <w:rPr>
          <w:rtl/>
        </w:rPr>
      </w:pPr>
      <w:bookmarkStart w:id="90" w:name="_Toc392501881"/>
      <w:bookmarkStart w:id="91" w:name="_Toc392502829"/>
      <w:r>
        <w:rPr>
          <w:rtl/>
        </w:rPr>
        <w:t>في فضل القراءة في المصحف ، وفي حفظه</w:t>
      </w:r>
      <w:bookmarkEnd w:id="90"/>
      <w:bookmarkEnd w:id="91"/>
      <w:r>
        <w:rPr>
          <w:rtl/>
        </w:rPr>
        <w:t xml:space="preserve">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القرآن في المصحف متّع ببصره ، وخفّف عن والديه وان كانا كافرين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انّه ليعجبني أن يكون في البيت مصحف يطرد الله عزّوجلّ به الشياطين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ثلاثة يشكون إلى الله عزّوجلّ : مسجد خراب لا يصلّى فيه أهله ، وعالم بين جهّال ، ومصحف معلّق قد وقع عليه الغبار لا يقرأ فيه </w:t>
      </w:r>
      <w:r w:rsidRPr="001008E4">
        <w:rPr>
          <w:rStyle w:val="libFootnotenumChar"/>
          <w:rtl/>
        </w:rPr>
        <w:t>(5)</w:t>
      </w:r>
      <w:r>
        <w:rPr>
          <w:rtl/>
        </w:rPr>
        <w:t>.</w:t>
      </w:r>
    </w:p>
    <w:p w:rsidR="00AA2ABC" w:rsidRDefault="00AA2ABC" w:rsidP="002704FD">
      <w:pPr>
        <w:pStyle w:val="libNormal"/>
        <w:rPr>
          <w:rtl/>
        </w:rPr>
      </w:pPr>
      <w:r>
        <w:rPr>
          <w:rtl/>
        </w:rPr>
        <w:t xml:space="preserve">وروي عن إسحاق [ بن عمار ] ، عن أبي عبدالله </w:t>
      </w:r>
      <w:r w:rsidR="00763E2E" w:rsidRPr="00763E2E">
        <w:rPr>
          <w:rStyle w:val="libAlaemChar"/>
          <w:rFonts w:hint="cs"/>
          <w:rtl/>
        </w:rPr>
        <w:t>عليه‌السلام</w:t>
      </w:r>
      <w:r>
        <w:rPr>
          <w:rtl/>
        </w:rPr>
        <w:t xml:space="preserve"> قال : قلت له : جعلت فداك انّي أحفظ القرآن على ظهر قلبي فأقراه على ظهر قلبي أفضل أو أنظر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176 ح 1 باب 18 ـ عن مكارم الاخلاق : 363.</w:t>
      </w:r>
    </w:p>
    <w:p w:rsidR="00AA2ABC" w:rsidRDefault="00AA2ABC" w:rsidP="001008E4">
      <w:pPr>
        <w:pStyle w:val="libFootnote0"/>
        <w:rPr>
          <w:rtl/>
        </w:rPr>
      </w:pPr>
      <w:r>
        <w:rPr>
          <w:rtl/>
        </w:rPr>
        <w:t>2 ـ الكافي 2 : 630 ح 10 باب النوادر.</w:t>
      </w:r>
    </w:p>
    <w:p w:rsidR="00AA2ABC" w:rsidRDefault="00AA2ABC" w:rsidP="001008E4">
      <w:pPr>
        <w:pStyle w:val="libFootnote0"/>
        <w:rPr>
          <w:rtl/>
        </w:rPr>
      </w:pPr>
      <w:r>
        <w:rPr>
          <w:rtl/>
        </w:rPr>
        <w:t>3 ـ الكافي 2 : 613 ح 1 باب قراءة القرآن في المصحف.</w:t>
      </w:r>
    </w:p>
    <w:p w:rsidR="00AA2ABC" w:rsidRDefault="00AA2ABC" w:rsidP="001008E4">
      <w:pPr>
        <w:pStyle w:val="libFootnote0"/>
        <w:rPr>
          <w:rtl/>
        </w:rPr>
      </w:pPr>
      <w:r>
        <w:rPr>
          <w:rtl/>
        </w:rPr>
        <w:t>4 ـ الكافي 2 : 613 ح 2 باب قراءة القرآن في المصحف.</w:t>
      </w:r>
    </w:p>
    <w:p w:rsidR="00AA2ABC" w:rsidRDefault="00AA2ABC" w:rsidP="001008E4">
      <w:pPr>
        <w:pStyle w:val="libFootnote0"/>
        <w:rPr>
          <w:rtl/>
        </w:rPr>
      </w:pPr>
      <w:r>
        <w:rPr>
          <w:rtl/>
        </w:rPr>
        <w:t xml:space="preserve">5 ـ الكافي 2 : 613 ح 3 باب قراءة القرآن في المصحف. </w:t>
      </w:r>
    </w:p>
    <w:p w:rsidR="00AA2ABC" w:rsidRDefault="00AA2ABC" w:rsidP="002704FD">
      <w:pPr>
        <w:pStyle w:val="libNormal0"/>
        <w:rPr>
          <w:rtl/>
        </w:rPr>
      </w:pPr>
      <w:r>
        <w:rPr>
          <w:rtl/>
        </w:rPr>
        <w:br w:type="page"/>
      </w:r>
      <w:r>
        <w:rPr>
          <w:rtl/>
        </w:rPr>
        <w:lastRenderedPageBreak/>
        <w:t xml:space="preserve">المصحف؟ قال : فقال لي : بل اقرأه وانظر في المصحف فهو أفضل ، أما علمت انّ النظر في المصحف عبادة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ست خصال ينتفع بها المؤمن بعد موته : ولد صالحٌ يستغفر له ، ومصحفٌ يقرأ فيه ، وقليب يحفره ، وغرس يغرسه ، وصدقة ماء يجريه ، وسنّة حسنّة يؤخذ بها بعده </w:t>
      </w:r>
      <w:r w:rsidRPr="001008E4">
        <w:rPr>
          <w:rStyle w:val="libFootnotenumChar"/>
          <w:rtl/>
        </w:rPr>
        <w:t>(2)</w:t>
      </w:r>
      <w:r>
        <w:rPr>
          <w:rtl/>
        </w:rPr>
        <w:t>.</w:t>
      </w:r>
    </w:p>
    <w:p w:rsidR="00AA2ABC" w:rsidRDefault="00AA2ABC" w:rsidP="002704FD">
      <w:pPr>
        <w:pStyle w:val="libNormal"/>
        <w:rPr>
          <w:rtl/>
        </w:rPr>
      </w:pPr>
      <w:r>
        <w:rPr>
          <w:rtl/>
        </w:rPr>
        <w:t xml:space="preserve">وجاء في مناهي النبيّ </w:t>
      </w:r>
      <w:r w:rsidR="00BF0EA2" w:rsidRPr="00BF0EA2">
        <w:rPr>
          <w:rStyle w:val="libAlaemChar"/>
          <w:rFonts w:hint="cs"/>
          <w:rtl/>
        </w:rPr>
        <w:t>صلى‌الله‌عليه‌وآله</w:t>
      </w:r>
      <w:r>
        <w:rPr>
          <w:rtl/>
        </w:rPr>
        <w:t xml:space="preserve"> انّه نهى أن يمحى شيء من كتاب الله عزّوجلّ بالبزاق أو يكتب منه </w:t>
      </w:r>
      <w:r w:rsidRPr="001008E4">
        <w:rPr>
          <w:rStyle w:val="libFootnotenumChar"/>
          <w:rtl/>
        </w:rPr>
        <w:t>(3)</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أنّه قال : النظر إلى عليّ بن أبي طالب عبادة ، والنظر إلى الوالدين برأفة ورحمة عبادة ، والنظر في الصحيفة ـ يعني صحيفة القرآن ـ عبادة ، والنظر إلى الكعبة عبادة </w:t>
      </w:r>
      <w:r w:rsidRPr="001008E4">
        <w:rPr>
          <w:rStyle w:val="libFootnotenumChar"/>
          <w:rtl/>
        </w:rPr>
        <w:t>(4)</w:t>
      </w:r>
      <w:r>
        <w:rPr>
          <w:rtl/>
        </w:rPr>
        <w:t xml:space="preserve">. </w:t>
      </w:r>
    </w:p>
    <w:p w:rsidR="00AA2ABC" w:rsidRDefault="00AA2ABC" w:rsidP="00AA2ABC">
      <w:pPr>
        <w:pStyle w:val="Heading1Center"/>
        <w:rPr>
          <w:rtl/>
        </w:rPr>
      </w:pPr>
      <w:bookmarkStart w:id="92" w:name="_Toc392501882"/>
      <w:bookmarkStart w:id="93" w:name="_Toc392502830"/>
      <w:r>
        <w:rPr>
          <w:rtl/>
        </w:rPr>
        <w:t>( الساقية التاسعة )</w:t>
      </w:r>
      <w:bookmarkEnd w:id="92"/>
      <w:bookmarkEnd w:id="93"/>
    </w:p>
    <w:p w:rsidR="00AA2ABC" w:rsidRDefault="00AA2ABC" w:rsidP="00AA2ABC">
      <w:pPr>
        <w:pStyle w:val="Heading1Center"/>
        <w:rPr>
          <w:rtl/>
        </w:rPr>
      </w:pPr>
      <w:bookmarkStart w:id="94" w:name="_Toc392501883"/>
      <w:bookmarkStart w:id="95" w:name="_Toc392502831"/>
      <w:r>
        <w:rPr>
          <w:rtl/>
        </w:rPr>
        <w:t>في فضائل وفوائد بعض السور والآيات القرآنية</w:t>
      </w:r>
      <w:bookmarkEnd w:id="94"/>
      <w:bookmarkEnd w:id="95"/>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الفاتحة » : </w:t>
      </w:r>
    </w:p>
    <w:p w:rsidR="00AA2ABC" w:rsidRDefault="00AA2ABC" w:rsidP="002704FD">
      <w:pPr>
        <w:pStyle w:val="libNormal"/>
        <w:rPr>
          <w:rtl/>
        </w:rPr>
      </w:pPr>
      <w:r>
        <w:rPr>
          <w:rtl/>
        </w:rPr>
        <w:t xml:space="preserve">روي بسند معتبر عن علي بن موسى الرضا </w:t>
      </w:r>
      <w:r w:rsidR="000A073B" w:rsidRPr="000A073B">
        <w:rPr>
          <w:rStyle w:val="libAlaemChar"/>
          <w:rFonts w:hint="cs"/>
          <w:rtl/>
        </w:rPr>
        <w:t>عليهما‌السلام</w:t>
      </w:r>
      <w:r>
        <w:rPr>
          <w:rtl/>
        </w:rPr>
        <w:t xml:space="preserve"> أنّه قال : أنّ بسم الله الرحمن الرحيم أقرب إلى اسم الله الأعظم من سواد العين إلى بياضها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613 ح 5 باب قراءة القرآن في المصحف.</w:t>
      </w:r>
    </w:p>
    <w:p w:rsidR="00AA2ABC" w:rsidRDefault="00AA2ABC" w:rsidP="001008E4">
      <w:pPr>
        <w:pStyle w:val="libFootnote0"/>
        <w:rPr>
          <w:rtl/>
        </w:rPr>
      </w:pPr>
      <w:r>
        <w:rPr>
          <w:rtl/>
        </w:rPr>
        <w:t>2 ـ الخصال : 323 ح 9 باب 6 ـ عنه البحار 92 : 34 ح 1 باب 2.</w:t>
      </w:r>
    </w:p>
    <w:p w:rsidR="00AA2ABC" w:rsidRDefault="00AA2ABC" w:rsidP="001008E4">
      <w:pPr>
        <w:pStyle w:val="libFootnote0"/>
        <w:rPr>
          <w:rtl/>
        </w:rPr>
      </w:pPr>
      <w:r>
        <w:rPr>
          <w:rtl/>
        </w:rPr>
        <w:t>3 ـ البحار 92 : 34 ح 3 باب 2 ـ عن أمالي الصدوق.</w:t>
      </w:r>
    </w:p>
    <w:p w:rsidR="00AA2ABC" w:rsidRDefault="00AA2ABC" w:rsidP="001008E4">
      <w:pPr>
        <w:pStyle w:val="libFootnote0"/>
        <w:rPr>
          <w:rtl/>
        </w:rPr>
      </w:pPr>
      <w:r>
        <w:rPr>
          <w:rtl/>
        </w:rPr>
        <w:t>4 ـ أمالي الطوسي : 454 ح 22 مجلس 16 ـ عنه الوسائل 4 : 854 ح 5 باب 19.</w:t>
      </w:r>
    </w:p>
    <w:p w:rsidR="00AA2ABC" w:rsidRDefault="00AA2ABC" w:rsidP="001008E4">
      <w:pPr>
        <w:pStyle w:val="libFootnote0"/>
        <w:rPr>
          <w:rtl/>
        </w:rPr>
      </w:pPr>
      <w:r>
        <w:rPr>
          <w:rtl/>
        </w:rPr>
        <w:t xml:space="preserve">5 ـ البحار 92 : 233 ح 15 باب 29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
        <w:rPr>
          <w:rtl/>
        </w:rPr>
      </w:pPr>
      <w:r>
        <w:rPr>
          <w:rtl/>
        </w:rPr>
        <w:br w:type="page"/>
      </w:r>
      <w:r>
        <w:rPr>
          <w:rtl/>
        </w:rPr>
        <w:lastRenderedPageBreak/>
        <w:t xml:space="preserve">وروي بسند معتبرعن أبي عبدالله </w:t>
      </w:r>
      <w:r w:rsidR="00763E2E" w:rsidRPr="00763E2E">
        <w:rPr>
          <w:rStyle w:val="libAlaemChar"/>
          <w:rFonts w:hint="cs"/>
          <w:rtl/>
        </w:rPr>
        <w:t>عليه‌السلام</w:t>
      </w:r>
      <w:r>
        <w:rPr>
          <w:rtl/>
        </w:rPr>
        <w:t xml:space="preserve"> انّه قال : من نالته علّة فليقرأ في جيبه الحمد سبع مرّات ، فإن ذهبت العلّة والاّ فليقرأ سبعين مرّة ، وأنا الضامن له العافية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 من قرأ فاتحة الكتاب أعطاه الله بعدد كلّ آية انزلت من السماء فيجزى بها ثوابها </w:t>
      </w:r>
      <w:r w:rsidRPr="001008E4">
        <w:rPr>
          <w:rStyle w:val="libFootnotenumChar"/>
          <w:rtl/>
        </w:rPr>
        <w:t>(2)</w:t>
      </w:r>
      <w:r>
        <w:rPr>
          <w:rtl/>
        </w:rPr>
        <w:t>.</w:t>
      </w:r>
    </w:p>
    <w:p w:rsidR="00AA2ABC" w:rsidRDefault="00AA2ABC" w:rsidP="002704FD">
      <w:pPr>
        <w:pStyle w:val="libNormal"/>
        <w:rPr>
          <w:rtl/>
        </w:rPr>
      </w:pPr>
      <w:r>
        <w:rPr>
          <w:rtl/>
        </w:rPr>
        <w:t xml:space="preserve">وروي عن الامام الحسن العسكري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قال الله عزَّوجلَّ : قسمت الفاتحة بيني وبين عبدي ، فنصفها لي ، ونصفها لعبدي ، ولعبدي ما سأل.</w:t>
      </w:r>
    </w:p>
    <w:p w:rsidR="00AA2ABC" w:rsidRDefault="00AA2ABC" w:rsidP="002704FD">
      <w:pPr>
        <w:pStyle w:val="libNormal"/>
        <w:rPr>
          <w:rtl/>
        </w:rPr>
      </w:pPr>
      <w:r>
        <w:rPr>
          <w:rtl/>
        </w:rPr>
        <w:t xml:space="preserve">إذ قال العبد : </w:t>
      </w:r>
      <w:r w:rsidRPr="002704FD">
        <w:rPr>
          <w:rStyle w:val="libAlaemChar"/>
          <w:rtl/>
        </w:rPr>
        <w:t>(</w:t>
      </w:r>
      <w:r w:rsidRPr="002704FD">
        <w:rPr>
          <w:rStyle w:val="libAieChar"/>
          <w:rtl/>
        </w:rPr>
        <w:t xml:space="preserve"> بِسمِ اللهِ الرَّحمَنِ الرَّحِيم </w:t>
      </w:r>
      <w:r w:rsidRPr="002704FD">
        <w:rPr>
          <w:rStyle w:val="libAlaemChar"/>
          <w:rtl/>
        </w:rPr>
        <w:t>)</w:t>
      </w:r>
      <w:r>
        <w:rPr>
          <w:rtl/>
        </w:rPr>
        <w:t xml:space="preserve"> قال الله عزّوجلّ : بدأ عبدي باسمي ، وحقٌّ عليّ أن أتمم له أُموره ، وأُبارك له في أحواله.</w:t>
      </w:r>
    </w:p>
    <w:p w:rsidR="00AA2ABC" w:rsidRDefault="00AA2ABC" w:rsidP="002704FD">
      <w:pPr>
        <w:pStyle w:val="libNormal"/>
        <w:rPr>
          <w:rtl/>
        </w:rPr>
      </w:pPr>
      <w:r>
        <w:rPr>
          <w:rtl/>
        </w:rPr>
        <w:t xml:space="preserve">فاذا قال : </w:t>
      </w:r>
      <w:r w:rsidRPr="002704FD">
        <w:rPr>
          <w:rStyle w:val="libAlaemChar"/>
          <w:rtl/>
        </w:rPr>
        <w:t>(</w:t>
      </w:r>
      <w:r w:rsidRPr="002704FD">
        <w:rPr>
          <w:rStyle w:val="libAieChar"/>
          <w:rtl/>
        </w:rPr>
        <w:t xml:space="preserve"> اَلحَمدُ للهِ رَبِّ العَالَمِينَ </w:t>
      </w:r>
      <w:r w:rsidRPr="002704FD">
        <w:rPr>
          <w:rStyle w:val="libAlaemChar"/>
          <w:rtl/>
        </w:rPr>
        <w:t>)</w:t>
      </w:r>
      <w:r>
        <w:rPr>
          <w:rtl/>
        </w:rPr>
        <w:t xml:space="preserve"> قال الله جلّ جلاله : حمدني عبدي ، وعلم انّ النعم التي له من عندي ، وانّ البلايا التي دفعت عنه فبتطويلي ، أشهدكم أنّي أضيف له نعم الدنيا إلى نعم الآخرة ، وادفع عنه بلايا الآخرة ، كما دفعت عنه بلايا الدنيا.</w:t>
      </w:r>
    </w:p>
    <w:p w:rsidR="00AA2ABC" w:rsidRDefault="00AA2ABC" w:rsidP="002704FD">
      <w:pPr>
        <w:pStyle w:val="libNormal"/>
        <w:rPr>
          <w:rtl/>
        </w:rPr>
      </w:pPr>
      <w:r>
        <w:rPr>
          <w:rtl/>
        </w:rPr>
        <w:t xml:space="preserve">فاذا قال : </w:t>
      </w:r>
      <w:r w:rsidRPr="002704FD">
        <w:rPr>
          <w:rStyle w:val="libAlaemChar"/>
          <w:rtl/>
        </w:rPr>
        <w:t>(</w:t>
      </w:r>
      <w:r w:rsidRPr="002704FD">
        <w:rPr>
          <w:rStyle w:val="libAieChar"/>
          <w:rtl/>
        </w:rPr>
        <w:t xml:space="preserve"> اَلرَّحمَنِ الرَّحِيم </w:t>
      </w:r>
      <w:r w:rsidRPr="002704FD">
        <w:rPr>
          <w:rStyle w:val="libAlaemChar"/>
          <w:rtl/>
        </w:rPr>
        <w:t>)</w:t>
      </w:r>
      <w:r>
        <w:rPr>
          <w:rtl/>
        </w:rPr>
        <w:t xml:space="preserve"> قال الله عزّوجلّ : شهد لي بأنّي الرحمن الرحيم ، أشهدكم لأُوفّرنّ من رحمتي حظّه ، ولاُجزلنّ من عطائي نصيبه.</w:t>
      </w:r>
    </w:p>
    <w:p w:rsidR="00AA2ABC" w:rsidRDefault="00AA2ABC" w:rsidP="002704FD">
      <w:pPr>
        <w:pStyle w:val="libNormal"/>
        <w:rPr>
          <w:rtl/>
        </w:rPr>
      </w:pPr>
      <w:r>
        <w:rPr>
          <w:rtl/>
        </w:rPr>
        <w:t xml:space="preserve">فاذا قال : </w:t>
      </w:r>
      <w:r w:rsidRPr="002704FD">
        <w:rPr>
          <w:rStyle w:val="libAlaemChar"/>
          <w:rtl/>
        </w:rPr>
        <w:t>(</w:t>
      </w:r>
      <w:r w:rsidRPr="002704FD">
        <w:rPr>
          <w:rStyle w:val="libAieChar"/>
          <w:rtl/>
        </w:rPr>
        <w:t xml:space="preserve"> مَالِكِ يَومِ الدِّينِ </w:t>
      </w:r>
      <w:r w:rsidRPr="002704FD">
        <w:rPr>
          <w:rStyle w:val="libAlaemChar"/>
          <w:rtl/>
        </w:rPr>
        <w:t>)</w:t>
      </w:r>
      <w:r>
        <w:rPr>
          <w:rtl/>
        </w:rPr>
        <w:t xml:space="preserve"> قال الله جلّ جلاله : أشهدكم كما اعترفت بأنّي أنا المالك ليوم الدين ، لاُسهلنّ يوم الحساب حسابه ، ولاُقبلنّ حسناته ، ولأتجاوزنّ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284 ح 91 مجلس 10 ـ عنه البحار 92 : 231 ح 13 باب 29.</w:t>
      </w:r>
    </w:p>
    <w:p w:rsidR="00AA2ABC" w:rsidRDefault="00AA2ABC" w:rsidP="001008E4">
      <w:pPr>
        <w:pStyle w:val="libFootnote0"/>
        <w:rPr>
          <w:rtl/>
        </w:rPr>
      </w:pPr>
      <w:r>
        <w:rPr>
          <w:rtl/>
        </w:rPr>
        <w:t xml:space="preserve">2 ـ البحار 92 : 228 ضمن حديث 7 باب 29 ـ عن أمالي الصدوق. </w:t>
      </w:r>
    </w:p>
    <w:p w:rsidR="00AA2ABC" w:rsidRDefault="00AA2ABC" w:rsidP="002704FD">
      <w:pPr>
        <w:pStyle w:val="libNormal0"/>
        <w:rPr>
          <w:rtl/>
        </w:rPr>
      </w:pPr>
      <w:r>
        <w:rPr>
          <w:rtl/>
        </w:rPr>
        <w:br w:type="page"/>
      </w:r>
      <w:r>
        <w:rPr>
          <w:rtl/>
        </w:rPr>
        <w:lastRenderedPageBreak/>
        <w:t>عن سيئاته.</w:t>
      </w:r>
    </w:p>
    <w:p w:rsidR="00AA2ABC" w:rsidRDefault="00AA2ABC" w:rsidP="002704FD">
      <w:pPr>
        <w:pStyle w:val="libNormal"/>
        <w:rPr>
          <w:rtl/>
        </w:rPr>
      </w:pPr>
      <w:r>
        <w:rPr>
          <w:rtl/>
        </w:rPr>
        <w:t xml:space="preserve">فاذا قال العبد : </w:t>
      </w:r>
      <w:r w:rsidRPr="002704FD">
        <w:rPr>
          <w:rStyle w:val="libAlaemChar"/>
          <w:rtl/>
        </w:rPr>
        <w:t>(</w:t>
      </w:r>
      <w:r w:rsidRPr="002704FD">
        <w:rPr>
          <w:rStyle w:val="libAieChar"/>
          <w:rtl/>
        </w:rPr>
        <w:t xml:space="preserve"> اِيَّاكَ نَعبُدُ </w:t>
      </w:r>
      <w:r w:rsidRPr="002704FD">
        <w:rPr>
          <w:rStyle w:val="libAlaemChar"/>
          <w:rtl/>
        </w:rPr>
        <w:t>)</w:t>
      </w:r>
      <w:r>
        <w:rPr>
          <w:rtl/>
        </w:rPr>
        <w:t xml:space="preserve"> قال الله عزّوجلّ : صدق عبدي ، اياي يعبد ، لاثيبنّه عن عبادته ثواباً يغبطه كلّ من خالفه في عبادته لي.</w:t>
      </w:r>
    </w:p>
    <w:p w:rsidR="00AA2ABC" w:rsidRDefault="00AA2ABC" w:rsidP="002704FD">
      <w:pPr>
        <w:pStyle w:val="libNormal"/>
        <w:rPr>
          <w:rtl/>
        </w:rPr>
      </w:pPr>
      <w:r>
        <w:rPr>
          <w:rtl/>
        </w:rPr>
        <w:t xml:space="preserve">فاذا قال العبد : </w:t>
      </w:r>
      <w:r w:rsidRPr="002704FD">
        <w:rPr>
          <w:rStyle w:val="libAlaemChar"/>
          <w:rtl/>
        </w:rPr>
        <w:t>(</w:t>
      </w:r>
      <w:r w:rsidRPr="002704FD">
        <w:rPr>
          <w:rStyle w:val="libAieChar"/>
          <w:rtl/>
        </w:rPr>
        <w:t xml:space="preserve"> وَاِيَّاكَ نَستَعِينُ </w:t>
      </w:r>
      <w:r w:rsidRPr="002704FD">
        <w:rPr>
          <w:rStyle w:val="libAlaemChar"/>
          <w:rtl/>
        </w:rPr>
        <w:t>)</w:t>
      </w:r>
      <w:r>
        <w:rPr>
          <w:rtl/>
        </w:rPr>
        <w:t xml:space="preserve"> قال الله عزّوجلّ : بي استعان واليّ التجأ ، اشهدكم لاعينّنه على أمره ، ولاغيثنّه في شدائده ، ولآخذنّ بيده يوم القيامة عند نوائبه.</w:t>
      </w:r>
    </w:p>
    <w:p w:rsidR="00AA2ABC" w:rsidRDefault="00AA2ABC" w:rsidP="002704FD">
      <w:pPr>
        <w:pStyle w:val="libNormal"/>
        <w:rPr>
          <w:rtl/>
        </w:rPr>
      </w:pPr>
      <w:r>
        <w:rPr>
          <w:rtl/>
        </w:rPr>
        <w:t xml:space="preserve">فاذا قال : </w:t>
      </w:r>
      <w:r w:rsidRPr="002704FD">
        <w:rPr>
          <w:rStyle w:val="libAlaemChar"/>
          <w:rtl/>
        </w:rPr>
        <w:t>(</w:t>
      </w:r>
      <w:r w:rsidRPr="002704FD">
        <w:rPr>
          <w:rStyle w:val="libAieChar"/>
          <w:rtl/>
        </w:rPr>
        <w:t xml:space="preserve"> اِهدِنَا الصِّرَاط المُستَقِيمَ </w:t>
      </w:r>
      <w:r w:rsidRPr="002704FD">
        <w:rPr>
          <w:rStyle w:val="libAlaemChar"/>
          <w:rtl/>
        </w:rPr>
        <w:t>)</w:t>
      </w:r>
      <w:r>
        <w:rPr>
          <w:rtl/>
        </w:rPr>
        <w:t xml:space="preserve"> إلى آخر السورة ، قال الله عزّوجلّ : هذا لعبدي ولعبدي ما سأل ، فقد استجبت لعبدي ، وأعطيته ما أمل ، وآمنته مما منه وجل</w:t>
      </w:r>
      <w:r w:rsidRPr="001008E4">
        <w:rPr>
          <w:rStyle w:val="libFootnotenumChar"/>
          <w:rtl/>
        </w:rPr>
        <w:t>(1)</w:t>
      </w:r>
      <w:r>
        <w:rPr>
          <w:rtl/>
        </w:rPr>
        <w:t>.</w:t>
      </w:r>
    </w:p>
    <w:p w:rsidR="00AA2ABC" w:rsidRDefault="00AA2ABC" w:rsidP="002704FD">
      <w:pPr>
        <w:pStyle w:val="libNormal"/>
        <w:rPr>
          <w:rtl/>
        </w:rPr>
      </w:pPr>
      <w:r>
        <w:rPr>
          <w:rtl/>
        </w:rPr>
        <w:t xml:space="preserve">وروي بسند آخر انّه : ما قرئت الحمد على وجع سبعين مرّة الاّ سكن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لو قرئت الحمد على ميّت سبعين مرّة ثم ردّت فيه الروح ما كان ذلك عجباً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لم يبرأه الحمد لم يبرأه شيء </w:t>
      </w:r>
      <w:r w:rsidRPr="001008E4">
        <w:rPr>
          <w:rStyle w:val="libFootnotenumChar"/>
          <w:rtl/>
        </w:rPr>
        <w:t>(4)</w:t>
      </w:r>
      <w:r>
        <w:rPr>
          <w:rtl/>
        </w:rPr>
        <w:t>.</w:t>
      </w:r>
    </w:p>
    <w:p w:rsidR="00AA2ABC" w:rsidRDefault="00AA2ABC" w:rsidP="002704FD">
      <w:pPr>
        <w:pStyle w:val="libNormal"/>
        <w:rPr>
          <w:rtl/>
        </w:rPr>
      </w:pPr>
      <w:r>
        <w:rPr>
          <w:rtl/>
        </w:rPr>
        <w:t xml:space="preserve">وروي أيضا أنّ أبا عبدالله </w:t>
      </w:r>
      <w:r w:rsidR="00763E2E" w:rsidRPr="00763E2E">
        <w:rPr>
          <w:rStyle w:val="libAlaemChar"/>
          <w:rFonts w:hint="cs"/>
          <w:rtl/>
        </w:rPr>
        <w:t>عليه‌السلام</w:t>
      </w:r>
      <w:r>
        <w:rPr>
          <w:rtl/>
        </w:rPr>
        <w:t xml:space="preserve"> قال لبعض أصحابه وقد شكا إليه الحمى : حلّ أزرار قميصك ، وأدخل رأسك في قميصك ، وأذّن وأقم ، واقرأ سورة الحمد سبع مرّات ، قال : ففعلت ذلك فكأنّما نشطت عن عقال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مستدرك الوسائل 4 : 327 ح 1 باب 44 ـ البحار 92 : 226 ح 3 باب 29.</w:t>
      </w:r>
    </w:p>
    <w:p w:rsidR="00AA2ABC" w:rsidRDefault="00AA2ABC" w:rsidP="001008E4">
      <w:pPr>
        <w:pStyle w:val="libFootnote0"/>
        <w:rPr>
          <w:rtl/>
        </w:rPr>
      </w:pPr>
      <w:r>
        <w:rPr>
          <w:rtl/>
        </w:rPr>
        <w:t>2 ـ الكافي 2 : 623 ح 15 باب فضل القرآن ـ الوسائل 4 : 873 ح 2 باب 37.</w:t>
      </w:r>
    </w:p>
    <w:p w:rsidR="00AA2ABC" w:rsidRDefault="00AA2ABC" w:rsidP="001008E4">
      <w:pPr>
        <w:pStyle w:val="libFootnote0"/>
        <w:rPr>
          <w:rtl/>
        </w:rPr>
      </w:pPr>
      <w:r>
        <w:rPr>
          <w:rtl/>
        </w:rPr>
        <w:t>3 ـ الكافي 2 : 623 ح 16 باب فضل القرآن ـ الوسائل 4 : 873 ح 1 باب 37.</w:t>
      </w:r>
    </w:p>
    <w:p w:rsidR="00AA2ABC" w:rsidRDefault="00AA2ABC" w:rsidP="001008E4">
      <w:pPr>
        <w:pStyle w:val="libFootnote0"/>
        <w:rPr>
          <w:rtl/>
        </w:rPr>
      </w:pPr>
      <w:r>
        <w:rPr>
          <w:rtl/>
        </w:rPr>
        <w:t>4 ـ الكافي 2 : 626 ح 22 باب فضل القرآن ـ الوسائل 4 : 874 ح 3 باب 37.</w:t>
      </w:r>
    </w:p>
    <w:p w:rsidR="00AA2ABC" w:rsidRDefault="00AA2ABC" w:rsidP="001008E4">
      <w:pPr>
        <w:pStyle w:val="libFootnote0"/>
        <w:rPr>
          <w:rtl/>
        </w:rPr>
      </w:pPr>
      <w:r>
        <w:rPr>
          <w:rtl/>
        </w:rPr>
        <w:t xml:space="preserve">5 ـ البحار 92 : 235 ضمن حديث 20 باب 29 ـ عن طب الأئمة. </w:t>
      </w:r>
    </w:p>
    <w:p w:rsidR="00AA2ABC" w:rsidRDefault="00AA2ABC" w:rsidP="002704FD">
      <w:pPr>
        <w:pStyle w:val="libNormal"/>
        <w:rPr>
          <w:rtl/>
        </w:rPr>
      </w:pPr>
      <w:r>
        <w:rPr>
          <w:rtl/>
        </w:rPr>
        <w:br w:type="page"/>
      </w:r>
      <w:r>
        <w:rPr>
          <w:rtl/>
        </w:rPr>
        <w:lastRenderedPageBreak/>
        <w:t xml:space="preserve">وجاء في حديث آخر : انّه اشتكى إلى الصادق </w:t>
      </w:r>
      <w:r w:rsidR="00763E2E" w:rsidRPr="00763E2E">
        <w:rPr>
          <w:rStyle w:val="libAlaemChar"/>
          <w:rFonts w:hint="cs"/>
          <w:rtl/>
        </w:rPr>
        <w:t>عليه‌السلام</w:t>
      </w:r>
      <w:r>
        <w:rPr>
          <w:rtl/>
        </w:rPr>
        <w:t xml:space="preserve"> رجل من الصداع ، فقال : ضع يدك على الموضع الذي يصدعك واقرأ آية الكرسي ، وفاتحة الكتاب وقل : « الله أكبر ، الله أكبر ، لا اله الاّ الله ، والله أجلّ وأكبر ممّا أخاف وأحذر ، أعوذ بالله من عرق نعّار ، وأعوذ بالله من حرّ النار » </w:t>
      </w:r>
      <w:r w:rsidRPr="001008E4">
        <w:rPr>
          <w:rStyle w:val="libFootnotenumChar"/>
          <w:rtl/>
        </w:rPr>
        <w:t>(1)</w:t>
      </w:r>
      <w:r>
        <w:rPr>
          <w:rtl/>
        </w:rPr>
        <w:t>.</w:t>
      </w:r>
    </w:p>
    <w:p w:rsidR="00AA2ABC" w:rsidRDefault="00AA2ABC" w:rsidP="002704FD">
      <w:pPr>
        <w:pStyle w:val="libNormal"/>
        <w:rPr>
          <w:rtl/>
        </w:rPr>
      </w:pPr>
      <w:r w:rsidRPr="002704FD">
        <w:rPr>
          <w:rStyle w:val="libBold1Char"/>
          <w:rtl/>
        </w:rPr>
        <w:t>« سورة البقرة</w:t>
      </w:r>
      <w:r w:rsidRPr="002704FD">
        <w:rPr>
          <w:rStyle w:val="libBold2Char"/>
          <w:rtl/>
        </w:rPr>
        <w:t xml:space="preserve"> </w:t>
      </w:r>
      <w:r w:rsidRPr="002704FD">
        <w:rPr>
          <w:rStyle w:val="libBold1Char"/>
          <w:rtl/>
        </w:rPr>
        <w:t xml:space="preserve">وآل عمران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قرأ البقرة وآل عمران جاءتا يوم القيامة تظلاّنه على رأسه مثل الغمامتين ، أو مثل العباءتين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عليّ بن الحسين </w:t>
      </w:r>
      <w:r w:rsidR="000A073B" w:rsidRPr="000A073B">
        <w:rPr>
          <w:rStyle w:val="libAlaemChar"/>
          <w:rFonts w:hint="cs"/>
          <w:rtl/>
        </w:rPr>
        <w:t>عليهما‌السلام</w:t>
      </w:r>
      <w:r>
        <w:rPr>
          <w:rtl/>
        </w:rPr>
        <w:t xml:space="preserve"> انّه قال : قال رسول </w:t>
      </w:r>
      <w:r w:rsidR="00BF0EA2" w:rsidRPr="00BF0EA2">
        <w:rPr>
          <w:rStyle w:val="libAlaemChar"/>
          <w:rFonts w:hint="cs"/>
          <w:rtl/>
        </w:rPr>
        <w:t>صلى‌الله‌عليه‌وآله</w:t>
      </w:r>
      <w:r>
        <w:rPr>
          <w:rtl/>
        </w:rPr>
        <w:t xml:space="preserve"> : من قرأ أربع آيات من أول البقرة ، وآية الكرسي ، وآيتين بعدها ، وثلاث آيات من آخرها ، لم ير في نفسه وماله شيئاً يكرهه ، ولا يقربه شيطان ، ولا ينسى القرآن </w:t>
      </w:r>
      <w:r w:rsidRPr="001008E4">
        <w:rPr>
          <w:rStyle w:val="libFootnotenumChar"/>
          <w:rtl/>
        </w:rPr>
        <w:t>(3)</w:t>
      </w:r>
      <w:r>
        <w:rPr>
          <w:rtl/>
        </w:rPr>
        <w:t>.</w:t>
      </w:r>
    </w:p>
    <w:p w:rsidR="00AA2ABC" w:rsidRDefault="00AA2ABC" w:rsidP="002704FD">
      <w:pPr>
        <w:pStyle w:val="libNormal"/>
        <w:rPr>
          <w:rtl/>
        </w:rPr>
      </w:pPr>
      <w:r>
        <w:rPr>
          <w:rtl/>
        </w:rPr>
        <w:t xml:space="preserve">وروي عن عليّ بن موسى الرضا </w:t>
      </w:r>
      <w:r w:rsidR="00763E2E" w:rsidRPr="00763E2E">
        <w:rPr>
          <w:rStyle w:val="libAlaemChar"/>
          <w:rFonts w:hint="cs"/>
          <w:rtl/>
        </w:rPr>
        <w:t>عليه‌السلام</w:t>
      </w:r>
      <w:r>
        <w:rPr>
          <w:rtl/>
        </w:rPr>
        <w:t xml:space="preserve"> قال : من قرأ آية الكرسي عند منامه لم يخف الفالج إن شاء الله ، ومن قرأها دبر كلّ صلاة لم يضرّه ذو حمة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قال : من قرأ آية الكرسي مرّة صرف الله عنه ألف مكروه من مكروه الدنيا ، وألف مكروه من مكروه الآخرة ، أيسر مكروه الدنيا الفقر ، وأيسر مكروه الآخرة عذاب القبر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95 : 58 ضمن حديث 27 باب 59 ـ عن مكارم الأخلاق.</w:t>
      </w:r>
    </w:p>
    <w:p w:rsidR="00AA2ABC" w:rsidRDefault="00AA2ABC" w:rsidP="001008E4">
      <w:pPr>
        <w:pStyle w:val="libFootnote0"/>
        <w:rPr>
          <w:rtl/>
        </w:rPr>
      </w:pPr>
      <w:r>
        <w:rPr>
          <w:rtl/>
        </w:rPr>
        <w:t>2 ـ البحار 92 : 265 ح 8 باب 30 ـ عن ثواب الأعمال.</w:t>
      </w:r>
    </w:p>
    <w:p w:rsidR="00AA2ABC" w:rsidRDefault="00AA2ABC" w:rsidP="001008E4">
      <w:pPr>
        <w:pStyle w:val="libFootnote0"/>
        <w:rPr>
          <w:rtl/>
        </w:rPr>
      </w:pPr>
      <w:r>
        <w:rPr>
          <w:rtl/>
        </w:rPr>
        <w:t>3 ـ البحار 92 : 265 ح 9 باب 30 ـ عن ثواب الأعمال.</w:t>
      </w:r>
    </w:p>
    <w:p w:rsidR="00AA2ABC" w:rsidRDefault="00AA2ABC" w:rsidP="001008E4">
      <w:pPr>
        <w:pStyle w:val="libFootnote0"/>
        <w:rPr>
          <w:rtl/>
        </w:rPr>
      </w:pPr>
      <w:r>
        <w:rPr>
          <w:rtl/>
        </w:rPr>
        <w:t>4 ـ البحار 92 : 266 ح 10 ، باب 30 ـ عن ثواب الأعمال.</w:t>
      </w:r>
    </w:p>
    <w:p w:rsidR="00AA2ABC" w:rsidRDefault="00AA2ABC" w:rsidP="001008E4">
      <w:pPr>
        <w:pStyle w:val="libFootnote0"/>
        <w:rPr>
          <w:rtl/>
        </w:rPr>
      </w:pPr>
      <w:r>
        <w:rPr>
          <w:rtl/>
        </w:rPr>
        <w:t>5 ـ البحار 92 : 262 ح 1 باب 30 ـ عن أمالي الصدوق : 88 ح 6 مجلس 21.</w:t>
      </w:r>
    </w:p>
    <w:p w:rsidR="00AA2ABC" w:rsidRDefault="00AA2ABC" w:rsidP="002704FD">
      <w:pPr>
        <w:pStyle w:val="libNormal"/>
        <w:rPr>
          <w:rtl/>
        </w:rPr>
      </w:pPr>
      <w:r>
        <w:rPr>
          <w:rtl/>
        </w:rPr>
        <w:br w:type="page"/>
      </w:r>
      <w:r>
        <w:rPr>
          <w:rtl/>
        </w:rPr>
        <w:lastRenderedPageBreak/>
        <w:t xml:space="preserve">وجاء في وصية أبي ذر انّه سأل النبيّ </w:t>
      </w:r>
      <w:r w:rsidR="00BF0EA2" w:rsidRPr="00BF0EA2">
        <w:rPr>
          <w:rStyle w:val="libAlaemChar"/>
          <w:rFonts w:hint="cs"/>
          <w:rtl/>
        </w:rPr>
        <w:t>صلى‌الله‌عليه‌وآله</w:t>
      </w:r>
      <w:r>
        <w:rPr>
          <w:rtl/>
        </w:rPr>
        <w:t xml:space="preserve"> أيّ آية أنزلها الله عليك أعظم؟ قال : آية الكرسي </w:t>
      </w:r>
      <w:r w:rsidRPr="001008E4">
        <w:rPr>
          <w:rStyle w:val="libFootnotenumChar"/>
          <w:rtl/>
        </w:rPr>
        <w:t>(1)</w:t>
      </w:r>
      <w:r>
        <w:rPr>
          <w:rtl/>
        </w:rPr>
        <w:t>.</w:t>
      </w:r>
    </w:p>
    <w:p w:rsidR="00AA2ABC" w:rsidRDefault="00AA2ABC" w:rsidP="002704FD">
      <w:pPr>
        <w:pStyle w:val="libNormal"/>
        <w:rPr>
          <w:rtl/>
        </w:rPr>
      </w:pPr>
      <w:r>
        <w:rPr>
          <w:rtl/>
        </w:rPr>
        <w:t xml:space="preserve">وروي بسند آخر انّه شكى رجل إليه [ أي إلى أبي عبدالله </w:t>
      </w:r>
      <w:r w:rsidR="00763E2E" w:rsidRPr="00763E2E">
        <w:rPr>
          <w:rStyle w:val="libAlaemChar"/>
          <w:rFonts w:hint="cs"/>
          <w:rtl/>
        </w:rPr>
        <w:t>عليه‌السلام</w:t>
      </w:r>
      <w:r>
        <w:rPr>
          <w:rtl/>
        </w:rPr>
        <w:t xml:space="preserve"> ] حمّى قد تطاولت ، فقال : اكتب آية الكرسي في إناء ، ثم دفه بجرعة من ماء واشربه </w:t>
      </w:r>
      <w:r w:rsidRPr="001008E4">
        <w:rPr>
          <w:rStyle w:val="libFootnotenumChar"/>
          <w:rtl/>
        </w:rPr>
        <w:t>(2)</w:t>
      </w:r>
      <w:r>
        <w:rPr>
          <w:rtl/>
        </w:rPr>
        <w:t>.</w:t>
      </w:r>
    </w:p>
    <w:p w:rsidR="00AA2ABC" w:rsidRDefault="00AA2ABC" w:rsidP="002704FD">
      <w:pPr>
        <w:pStyle w:val="libNormal"/>
        <w:rPr>
          <w:rtl/>
        </w:rPr>
      </w:pPr>
      <w:r>
        <w:rPr>
          <w:rtl/>
        </w:rPr>
        <w:t xml:space="preserve">وروي عن موسى بن جعفر </w:t>
      </w:r>
      <w:r w:rsidR="00763E2E" w:rsidRPr="00763E2E">
        <w:rPr>
          <w:rStyle w:val="libAlaemChar"/>
          <w:rFonts w:hint="cs"/>
          <w:rtl/>
        </w:rPr>
        <w:t>عليه‌السلام</w:t>
      </w:r>
      <w:r>
        <w:rPr>
          <w:rtl/>
        </w:rPr>
        <w:t xml:space="preserve"> انّه قال : سمع بعض آبائي </w:t>
      </w:r>
      <w:r w:rsidR="000A073B" w:rsidRPr="000A073B">
        <w:rPr>
          <w:rStyle w:val="libAlaemChar"/>
          <w:rFonts w:hint="cs"/>
          <w:rtl/>
        </w:rPr>
        <w:t>عليهم‌السلام</w:t>
      </w:r>
      <w:r>
        <w:rPr>
          <w:rtl/>
        </w:rPr>
        <w:t xml:space="preserve"> رجلاً يقرأ أمّ القرآن ، فقال شكر وأجر ، ثم سمعه يقرأ « قل هو الله أحد » فقال : آمَنَ وأَمِنَ ، ثم سمعه يقرأ ( انا أنزلناه ) فقال : صدّق وغفر له ، ثم سمعه يقرأ آية الكرسي ، فقال : بخ بخ نزلت براءة هذا من النار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إذا اشتكى أحدكم عينه فليقرأ آية الكرسي وليضمر في نفسه أنّها تبرأ ، فانّه يعافى ان شاء الله.</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قرأ ( قل هو الله أحد ) من قبل أن تطلع الشمس احدى عشر مرة ومثلها ( انا أنزلناه ) ومثلها ( أية الكرسي ) منع ماله مما يخاف. </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ليقرأ أحدكم إذا خرج من بيته الآيات من آل عمران </w:t>
      </w:r>
      <w:r w:rsidRPr="001008E4">
        <w:rPr>
          <w:rStyle w:val="libFootnotenumChar"/>
          <w:rtl/>
        </w:rPr>
        <w:t>(4)</w:t>
      </w:r>
      <w:r>
        <w:rPr>
          <w:rtl/>
        </w:rPr>
        <w:t xml:space="preserve"> ، وآية الكرسي ، وانّا أنزلناه ، وأم الكتاب ، فإنّ فيها قضاء حوائج الدنيا والآخرة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عليّ الرضا </w:t>
      </w:r>
      <w:r w:rsidR="00763E2E" w:rsidRPr="00763E2E">
        <w:rPr>
          <w:rStyle w:val="libAlaemChar"/>
          <w:rFonts w:hint="cs"/>
          <w:rtl/>
        </w:rPr>
        <w:t>عليه‌السلام</w:t>
      </w:r>
      <w:r>
        <w:rPr>
          <w:rtl/>
        </w:rPr>
        <w:t xml:space="preserve"> انّه قال : قال رسول </w:t>
      </w:r>
      <w:r w:rsidR="00BF0EA2" w:rsidRPr="00BF0EA2">
        <w:rPr>
          <w:rStyle w:val="libAlaemChar"/>
          <w:rFonts w:hint="cs"/>
          <w:rtl/>
        </w:rPr>
        <w:t>صلى‌الله‌عليه‌وآله</w:t>
      </w:r>
      <w:r>
        <w:rPr>
          <w:rtl/>
        </w:rPr>
        <w:t xml:space="preserve"> : من قرأ آية الكرسي مائة مرة كان كمن عبد الله طول حياته </w:t>
      </w:r>
      <w:r w:rsidRPr="001008E4">
        <w:rPr>
          <w:rStyle w:val="libFootnotenumChar"/>
          <w:rtl/>
        </w:rPr>
        <w:t>(6)</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92 : 262 ح 3 باب 30 ـ عن معاني الأخبار والخصال.</w:t>
      </w:r>
    </w:p>
    <w:p w:rsidR="00AA2ABC" w:rsidRDefault="00AA2ABC" w:rsidP="001008E4">
      <w:pPr>
        <w:pStyle w:val="libFootnote0"/>
        <w:rPr>
          <w:rtl/>
        </w:rPr>
      </w:pPr>
      <w:r>
        <w:rPr>
          <w:rtl/>
        </w:rPr>
        <w:t>2 ـ البحار 95 : 24 ضمن حديث 11 ـ عن مكارم الاخلاق.</w:t>
      </w:r>
    </w:p>
    <w:p w:rsidR="00AA2ABC" w:rsidRDefault="00AA2ABC" w:rsidP="001008E4">
      <w:pPr>
        <w:pStyle w:val="libFootnote0"/>
        <w:rPr>
          <w:rtl/>
        </w:rPr>
      </w:pPr>
      <w:r>
        <w:rPr>
          <w:rtl/>
        </w:rPr>
        <w:t>3 ـ البحار 92 : 262 ح 2 باب 30 عن أمالي الصدوق.</w:t>
      </w:r>
    </w:p>
    <w:p w:rsidR="00AA2ABC" w:rsidRDefault="00AA2ABC" w:rsidP="001008E4">
      <w:pPr>
        <w:pStyle w:val="libFootnote0"/>
        <w:rPr>
          <w:rtl/>
        </w:rPr>
      </w:pPr>
      <w:r>
        <w:rPr>
          <w:rtl/>
        </w:rPr>
        <w:t xml:space="preserve">4 ـ أي قوله تعالى : </w:t>
      </w:r>
      <w:r w:rsidRPr="002704FD">
        <w:rPr>
          <w:rStyle w:val="libAlaemChar"/>
          <w:rtl/>
        </w:rPr>
        <w:t>(</w:t>
      </w:r>
      <w:r w:rsidRPr="002704FD">
        <w:rPr>
          <w:rStyle w:val="libAieChar"/>
          <w:rtl/>
        </w:rPr>
        <w:t xml:space="preserve"> </w:t>
      </w:r>
      <w:r w:rsidRPr="00443720">
        <w:rPr>
          <w:rStyle w:val="libFootnoteAieChar"/>
          <w:rtl/>
        </w:rPr>
        <w:t>انّ في خلق السماوات والأرض</w:t>
      </w:r>
      <w:r w:rsidRPr="002704FD">
        <w:rPr>
          <w:rStyle w:val="libAieChar"/>
          <w:rtl/>
        </w:rPr>
        <w:t xml:space="preserve"> ... </w:t>
      </w:r>
      <w:r w:rsidRPr="002704FD">
        <w:rPr>
          <w:rStyle w:val="libAlaemChar"/>
          <w:rtl/>
        </w:rPr>
        <w:t>)</w:t>
      </w:r>
      <w:r>
        <w:rPr>
          <w:rtl/>
        </w:rPr>
        <w:t xml:space="preserve"> إلى آخر السورة ( منه رحمه الله ).</w:t>
      </w:r>
    </w:p>
    <w:p w:rsidR="00AA2ABC" w:rsidRDefault="00AA2ABC" w:rsidP="001008E4">
      <w:pPr>
        <w:pStyle w:val="libFootnote0"/>
        <w:rPr>
          <w:rtl/>
        </w:rPr>
      </w:pPr>
      <w:r>
        <w:rPr>
          <w:rtl/>
        </w:rPr>
        <w:t>5 ـ البحار 92 : 262 ح 4 باب 30 ـ عن الخصال.</w:t>
      </w:r>
    </w:p>
    <w:p w:rsidR="00AA2ABC" w:rsidRDefault="00AA2ABC" w:rsidP="001008E4">
      <w:pPr>
        <w:pStyle w:val="libFootnote0"/>
        <w:rPr>
          <w:rtl/>
        </w:rPr>
      </w:pPr>
      <w:r>
        <w:rPr>
          <w:rtl/>
        </w:rPr>
        <w:t xml:space="preserve">6 ـ البحار 92 : 263 ح 5 باب 30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
        <w:rPr>
          <w:rtl/>
        </w:rPr>
      </w:pPr>
      <w:r>
        <w:rPr>
          <w:rtl/>
        </w:rPr>
        <w:br w:type="page"/>
      </w:r>
      <w:r>
        <w:rPr>
          <w:rtl/>
        </w:rPr>
        <w:lastRenderedPageBreak/>
        <w:t xml:space="preserve">وروي عن رسول الله </w:t>
      </w:r>
      <w:r w:rsidR="000A073B" w:rsidRPr="000A073B">
        <w:rPr>
          <w:rStyle w:val="libAlaemChar"/>
          <w:rFonts w:hint="cs"/>
          <w:rtl/>
        </w:rPr>
        <w:t>صلى‌الله‌عليه‌وآله‌وسلم</w:t>
      </w:r>
      <w:r>
        <w:rPr>
          <w:rtl/>
        </w:rPr>
        <w:t xml:space="preserve"> انّه قال : منّ عليّ ربّي وقال لي : ... وأعطيتك لك ولأُمتك كنزاً من كنوز عرشي فاتحة الكتاب ، وخاتمة سورة البقرة ...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 قال : ما أرى رجلا أدرك عقله الإسلام ، وولد في الإسلام يبيت ليلة سوادها ... حتى يقرأ هذه الآية </w:t>
      </w:r>
      <w:r w:rsidRPr="002704FD">
        <w:rPr>
          <w:rStyle w:val="libAlaemChar"/>
          <w:rtl/>
        </w:rPr>
        <w:t>(</w:t>
      </w:r>
      <w:r w:rsidRPr="002704FD">
        <w:rPr>
          <w:rStyle w:val="libAieChar"/>
          <w:rtl/>
        </w:rPr>
        <w:t xml:space="preserve"> اللهُ لا اِلهَ اِلاَّ هُوَ الحَيُّ القَيُّومُ </w:t>
      </w:r>
      <w:r w:rsidRPr="002704FD">
        <w:rPr>
          <w:rStyle w:val="libAlaemChar"/>
          <w:rtl/>
        </w:rPr>
        <w:t>)</w:t>
      </w:r>
      <w:r>
        <w:rPr>
          <w:rtl/>
        </w:rPr>
        <w:t xml:space="preserve"> فقرأ الآية الى قوله : </w:t>
      </w:r>
      <w:r w:rsidRPr="002704FD">
        <w:rPr>
          <w:rStyle w:val="libAlaemChar"/>
          <w:rtl/>
        </w:rPr>
        <w:t>(</w:t>
      </w:r>
      <w:r w:rsidRPr="002704FD">
        <w:rPr>
          <w:rStyle w:val="libAieChar"/>
          <w:rtl/>
        </w:rPr>
        <w:t xml:space="preserve"> العَلِيُّ العَظِيمُ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ثم قال : فلو تعلمون ما هي ... لما تركتموها على حالٍ ، انّ رسول الله </w:t>
      </w:r>
      <w:r w:rsidR="00BF0EA2" w:rsidRPr="00BF0EA2">
        <w:rPr>
          <w:rStyle w:val="libAlaemChar"/>
          <w:rFonts w:hint="cs"/>
          <w:rtl/>
        </w:rPr>
        <w:t>صلى‌الله‌عليه‌وآله</w:t>
      </w:r>
      <w:r>
        <w:rPr>
          <w:rtl/>
        </w:rPr>
        <w:t xml:space="preserve"> أخبرني قال : اعطيت آية الكرسي من كنز تحت العرش ، ولم يؤتها نبيّ كان قبلي.</w:t>
      </w:r>
    </w:p>
    <w:p w:rsidR="00AA2ABC" w:rsidRDefault="00AA2ABC" w:rsidP="002704FD">
      <w:pPr>
        <w:pStyle w:val="libNormal"/>
        <w:rPr>
          <w:rtl/>
        </w:rPr>
      </w:pPr>
      <w:r>
        <w:rPr>
          <w:rtl/>
        </w:rPr>
        <w:t xml:space="preserve">قال عليّ </w:t>
      </w:r>
      <w:r w:rsidR="00763E2E" w:rsidRPr="00763E2E">
        <w:rPr>
          <w:rStyle w:val="libAlaemChar"/>
          <w:rFonts w:hint="cs"/>
          <w:rtl/>
        </w:rPr>
        <w:t>عليه‌السلام</w:t>
      </w:r>
      <w:r>
        <w:rPr>
          <w:rtl/>
        </w:rPr>
        <w:t xml:space="preserve"> : فما بتّ ليلة قطّ منذ سمعتها من رسول الله </w:t>
      </w:r>
      <w:r w:rsidR="000A073B" w:rsidRPr="000A073B">
        <w:rPr>
          <w:rStyle w:val="libAlaemChar"/>
          <w:rFonts w:hint="cs"/>
          <w:rtl/>
        </w:rPr>
        <w:t>صلى‌الله‌عليه‌وآله‌وسلم</w:t>
      </w:r>
      <w:r>
        <w:rPr>
          <w:rtl/>
        </w:rPr>
        <w:t xml:space="preserve"> حتى أقرأها ... انّي أقرأها ثلاث مرّات في ثلاثة أحايين من كلّ ليلة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قرأ آية الكرسي دبر كلّ صلاة مكتوبة كان في أمان الله إلى صلاة أخرى </w:t>
      </w:r>
      <w:r w:rsidRPr="001008E4">
        <w:rPr>
          <w:rStyle w:val="libFootnotenumChar"/>
          <w:rtl/>
        </w:rPr>
        <w:t>(4)</w:t>
      </w:r>
      <w:r>
        <w:rPr>
          <w:rtl/>
        </w:rPr>
        <w:t>.</w:t>
      </w:r>
    </w:p>
    <w:p w:rsidR="00AA2ABC" w:rsidRDefault="00AA2ABC" w:rsidP="002704FD">
      <w:pPr>
        <w:pStyle w:val="libNormal"/>
        <w:rPr>
          <w:rtl/>
        </w:rPr>
      </w:pPr>
      <w:r>
        <w:rPr>
          <w:rtl/>
        </w:rPr>
        <w:t xml:space="preserve">وفي حديث آخر انّه قال رسول الله </w:t>
      </w:r>
      <w:r w:rsidR="00BF0EA2" w:rsidRPr="00BF0EA2">
        <w:rPr>
          <w:rStyle w:val="libAlaemChar"/>
          <w:rFonts w:hint="cs"/>
          <w:rtl/>
        </w:rPr>
        <w:t>صلى‌الله‌عليه‌وآله</w:t>
      </w:r>
      <w:r>
        <w:rPr>
          <w:rtl/>
        </w:rPr>
        <w:t xml:space="preserve"> لعليّ </w:t>
      </w:r>
      <w:r w:rsidR="00763E2E" w:rsidRPr="00763E2E">
        <w:rPr>
          <w:rStyle w:val="libAlaemChar"/>
          <w:rFonts w:hint="cs"/>
          <w:rtl/>
        </w:rPr>
        <w:t>عليه‌السلام</w:t>
      </w:r>
      <w:r>
        <w:rPr>
          <w:rtl/>
        </w:rPr>
        <w:t xml:space="preserve"> : يا عليّ عليك بتلاة آية الكرسي في دبر صلاة المكتوبة ، فانّه لا يحافظ عليها الاّ نبيّ أو صدّيق أو شهيد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51 ضمن حديث 1 ـ عنه البحار 92 : 230 ح 10 باب 29.</w:t>
      </w:r>
    </w:p>
    <w:p w:rsidR="00AA2ABC" w:rsidRDefault="00AA2ABC" w:rsidP="001008E4">
      <w:pPr>
        <w:pStyle w:val="libFootnote0"/>
        <w:rPr>
          <w:rtl/>
        </w:rPr>
      </w:pPr>
      <w:r>
        <w:rPr>
          <w:rtl/>
        </w:rPr>
        <w:t>2 ـ البقرة : 255.</w:t>
      </w:r>
    </w:p>
    <w:p w:rsidR="00AA2ABC" w:rsidRDefault="00AA2ABC" w:rsidP="001008E4">
      <w:pPr>
        <w:pStyle w:val="libFootnote0"/>
        <w:rPr>
          <w:rtl/>
        </w:rPr>
      </w:pPr>
      <w:r>
        <w:rPr>
          <w:rtl/>
        </w:rPr>
        <w:t>3 ـ أمالي الطوسي : 508 ح 19 مجلس 18 ـ عنه البحار 92 : 264 ح 7 باب 30.</w:t>
      </w:r>
    </w:p>
    <w:p w:rsidR="00AA2ABC" w:rsidRDefault="00AA2ABC" w:rsidP="001008E4">
      <w:pPr>
        <w:pStyle w:val="libFootnote0"/>
        <w:rPr>
          <w:rtl/>
        </w:rPr>
      </w:pPr>
      <w:r>
        <w:rPr>
          <w:rtl/>
        </w:rPr>
        <w:t>4 ـ مضمون النص.</w:t>
      </w:r>
    </w:p>
    <w:p w:rsidR="00AA2ABC" w:rsidRDefault="00AA2ABC" w:rsidP="001008E4">
      <w:pPr>
        <w:pStyle w:val="libFootnote0"/>
        <w:rPr>
          <w:rtl/>
        </w:rPr>
      </w:pPr>
      <w:r>
        <w:rPr>
          <w:rtl/>
        </w:rPr>
        <w:t xml:space="preserve">5 ـ قرب الاسناد : 118 ح 415 ـ عنه البحار 86 : 24 ح 24 باب 60. </w:t>
      </w:r>
    </w:p>
    <w:p w:rsidR="00AA2ABC" w:rsidRDefault="00AA2ABC" w:rsidP="002704FD">
      <w:pPr>
        <w:pStyle w:val="libNormal"/>
        <w:rPr>
          <w:rtl/>
        </w:rPr>
      </w:pPr>
      <w:r>
        <w:rPr>
          <w:rtl/>
        </w:rPr>
        <w:br w:type="page"/>
      </w:r>
      <w:r>
        <w:rPr>
          <w:rtl/>
        </w:rPr>
        <w:lastRenderedPageBreak/>
        <w:t xml:space="preserve">وروي بسند عن أبي عبدالله </w:t>
      </w:r>
      <w:r w:rsidR="00763E2E" w:rsidRPr="00763E2E">
        <w:rPr>
          <w:rStyle w:val="libAlaemChar"/>
          <w:rFonts w:hint="cs"/>
          <w:rtl/>
        </w:rPr>
        <w:t>عليه‌السلام</w:t>
      </w:r>
      <w:r>
        <w:rPr>
          <w:rtl/>
        </w:rPr>
        <w:t xml:space="preserve"> انّه قال : لمّا أمر الله عزّوجلّ هذه الآيات أن يهبطن إلى الأرض تعلّقن بالعرش وقلن : أي ربّ إلى أين تهبطنا ، إلى أهل الخطايا والذنوب؟</w:t>
      </w:r>
    </w:p>
    <w:p w:rsidR="00AA2ABC" w:rsidRDefault="00AA2ABC" w:rsidP="002704FD">
      <w:pPr>
        <w:pStyle w:val="libNormal"/>
        <w:rPr>
          <w:rtl/>
        </w:rPr>
      </w:pPr>
      <w:r>
        <w:rPr>
          <w:rtl/>
        </w:rPr>
        <w:t xml:space="preserve">فأوحى الله عزّوجلّ اليهنّ : أن اهبطن فوعزّتي وجلالي لا يتلوكنّ أحد من آل محمد وشيعتهم في دبر ما افترضت عليه من المكتوبة في كلّ يوم الاّ نظرت إليه بعيني المكنونة في كلّ يوم سبعين نظرة ، أقضي له في كلّ نظرة سبعين حاجة ، وقبلته على ما فيه من المعاصي ، وهي أمّ الكتاب ، و </w:t>
      </w:r>
      <w:r w:rsidRPr="002704FD">
        <w:rPr>
          <w:rStyle w:val="libAlaemChar"/>
          <w:rtl/>
        </w:rPr>
        <w:t>(</w:t>
      </w:r>
      <w:r w:rsidRPr="002704FD">
        <w:rPr>
          <w:rStyle w:val="libAieChar"/>
          <w:rtl/>
        </w:rPr>
        <w:t xml:space="preserve"> شَهِدَ اللهُ أنَّهُ لاَ اَلهِ اِلاَّ هُوَ وَالمَلاِئَكَةُ وَاُولُو العِلم </w:t>
      </w:r>
      <w:r w:rsidRPr="002704FD">
        <w:rPr>
          <w:rStyle w:val="libAlaemChar"/>
          <w:rtl/>
        </w:rPr>
        <w:t>)</w:t>
      </w:r>
      <w:r>
        <w:rPr>
          <w:rtl/>
        </w:rPr>
        <w:t xml:space="preserve"> وآية الكرسي ، وآية الملك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الحسن الثالث [ عليّ النقيّ ] </w:t>
      </w:r>
      <w:r w:rsidR="00763E2E" w:rsidRPr="00763E2E">
        <w:rPr>
          <w:rStyle w:val="libAlaemChar"/>
          <w:rFonts w:hint="cs"/>
          <w:rtl/>
        </w:rPr>
        <w:t>عليه‌السلام</w:t>
      </w:r>
      <w:r>
        <w:rPr>
          <w:rtl/>
        </w:rPr>
        <w:t xml:space="preserve"> انّه قال : دخل أشجع السلمي على الصادق </w:t>
      </w:r>
      <w:r w:rsidR="00763E2E" w:rsidRPr="00763E2E">
        <w:rPr>
          <w:rStyle w:val="libAlaemChar"/>
          <w:rFonts w:hint="cs"/>
          <w:rtl/>
        </w:rPr>
        <w:t>عليه‌السلام</w:t>
      </w:r>
      <w:r>
        <w:rPr>
          <w:rtl/>
        </w:rPr>
        <w:t xml:space="preserve"> وقال : يا سيدي أنا كثير الأسفار ، وأحصل في المواضع المفزعة ، فتعلّمني ما آمن به على نفسي.</w:t>
      </w:r>
    </w:p>
    <w:p w:rsidR="00AA2ABC" w:rsidRDefault="00AA2ABC" w:rsidP="002704FD">
      <w:pPr>
        <w:pStyle w:val="libNormal"/>
        <w:rPr>
          <w:rtl/>
        </w:rPr>
      </w:pPr>
      <w:r>
        <w:rPr>
          <w:rtl/>
        </w:rPr>
        <w:t xml:space="preserve">قال : فاذا خفت أمراً فاترك يمينك على أمّ رأسك ، واقرأ برفيع صوتك : </w:t>
      </w:r>
      <w:r w:rsidRPr="002704FD">
        <w:rPr>
          <w:rStyle w:val="libAlaemChar"/>
          <w:rtl/>
        </w:rPr>
        <w:t>(</w:t>
      </w:r>
      <w:r w:rsidRPr="002704FD">
        <w:rPr>
          <w:rStyle w:val="libAieChar"/>
          <w:rtl/>
        </w:rPr>
        <w:t xml:space="preserve"> أَفَغيرَ دِين اللهِ يَبغُونَ وَلَهُ اَسلَمَ مَن فِي السَّمَاوَاتِ وَالأرضِ طَوعاَ وَكرها وَاِلَيهِ يُرجَعُونَ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قال أشجع : فحصلت في واد نعتت فيه الجنّ ، فسمعت قائلاً يقول خذوه ، فقرأتها ، فقال قائل : كيف نأخذه وقد احتجز بآية طيبة </w:t>
      </w:r>
      <w:r w:rsidRPr="001008E4">
        <w:rPr>
          <w:rStyle w:val="libFootnotenumChar"/>
          <w:rtl/>
        </w:rPr>
        <w:t>(3)</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النساء » : </w:t>
      </w:r>
    </w:p>
    <w:p w:rsidR="00AA2ABC" w:rsidRDefault="00AA2ABC" w:rsidP="002704FD">
      <w:pPr>
        <w:pStyle w:val="libNormal"/>
        <w:rPr>
          <w:rtl/>
        </w:rPr>
      </w:pPr>
      <w:r>
        <w:rPr>
          <w:rtl/>
        </w:rPr>
        <w:t xml:space="preserve">روي عن أمير المؤمنين </w:t>
      </w:r>
      <w:r w:rsidR="00763E2E" w:rsidRPr="00763E2E">
        <w:rPr>
          <w:rStyle w:val="libAlaemChar"/>
          <w:rFonts w:hint="cs"/>
          <w:rtl/>
        </w:rPr>
        <w:t>عليه‌السلام</w:t>
      </w:r>
      <w:r>
        <w:rPr>
          <w:rtl/>
        </w:rPr>
        <w:t xml:space="preserve"> انّه قال : من قرأ سورة النساء في كلّ جمعة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620 ح 2 باب فضل القرآن.</w:t>
      </w:r>
    </w:p>
    <w:p w:rsidR="00AA2ABC" w:rsidRDefault="00AA2ABC" w:rsidP="001008E4">
      <w:pPr>
        <w:pStyle w:val="libFootnote0"/>
        <w:rPr>
          <w:rtl/>
        </w:rPr>
      </w:pPr>
      <w:r>
        <w:rPr>
          <w:rtl/>
        </w:rPr>
        <w:t>2 ـ آل عمران : 83.</w:t>
      </w:r>
    </w:p>
    <w:p w:rsidR="00AA2ABC" w:rsidRDefault="00AA2ABC" w:rsidP="001008E4">
      <w:pPr>
        <w:pStyle w:val="libFootnote0"/>
        <w:rPr>
          <w:rtl/>
        </w:rPr>
      </w:pPr>
      <w:r>
        <w:rPr>
          <w:rtl/>
        </w:rPr>
        <w:t xml:space="preserve">3 ـ البحار 95 : 148 ح 1 باب 104 ـ عن أمالي الطوسي. </w:t>
      </w:r>
    </w:p>
    <w:p w:rsidR="00AA2ABC" w:rsidRDefault="00AA2ABC" w:rsidP="002704FD">
      <w:pPr>
        <w:pStyle w:val="libNormal0"/>
        <w:rPr>
          <w:rtl/>
        </w:rPr>
      </w:pPr>
      <w:r>
        <w:rPr>
          <w:rtl/>
        </w:rPr>
        <w:br w:type="page"/>
      </w:r>
      <w:r>
        <w:rPr>
          <w:rtl/>
        </w:rPr>
        <w:lastRenderedPageBreak/>
        <w:t xml:space="preserve">أمن ضغطة القبر </w:t>
      </w:r>
      <w:r w:rsidRPr="001008E4">
        <w:rPr>
          <w:rStyle w:val="libFootnotenumChar"/>
          <w:rtl/>
        </w:rPr>
        <w:t>(1)</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المائدة » : </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من قرأ سورة المائدة في كلّ خميس لم يلبس ايمانه بظلم ولا يشرك أبدا </w:t>
      </w:r>
      <w:r w:rsidRPr="001008E4">
        <w:rPr>
          <w:rStyle w:val="libFootnotenumChar"/>
          <w:rtl/>
        </w:rPr>
        <w:t>(2)</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الانعام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نزلت سورة الأنعام جملة واحدة شيّعها سبعون ألف ملك حتى أنزلت على محمد </w:t>
      </w:r>
      <w:r w:rsidR="00BF0EA2" w:rsidRPr="00BF0EA2">
        <w:rPr>
          <w:rStyle w:val="libAlaemChar"/>
          <w:rFonts w:hint="cs"/>
          <w:rtl/>
        </w:rPr>
        <w:t>صلى‌الله‌عليه‌وآله</w:t>
      </w:r>
      <w:r>
        <w:rPr>
          <w:rtl/>
        </w:rPr>
        <w:t xml:space="preserve"> ، فعظّموها وبجّلوها ، فإنّ اسم الله فيها في سبعين موضعاً ، ولو علم الناس ما فيها ما تركوها </w:t>
      </w:r>
      <w:r w:rsidRPr="001008E4">
        <w:rPr>
          <w:rStyle w:val="libFootnotenumChar"/>
          <w:rtl/>
        </w:rPr>
        <w:t>(3)</w:t>
      </w:r>
      <w:r>
        <w:rPr>
          <w:rtl/>
        </w:rPr>
        <w:t>.</w:t>
      </w:r>
    </w:p>
    <w:p w:rsidR="00AA2ABC" w:rsidRDefault="00AA2ABC" w:rsidP="002704FD">
      <w:pPr>
        <w:pStyle w:val="libNormal"/>
        <w:rPr>
          <w:rtl/>
        </w:rPr>
      </w:pPr>
      <w:r>
        <w:rPr>
          <w:rtl/>
        </w:rPr>
        <w:t xml:space="preserve">ونقل عن عبدالله بن عباس قال : من قرأ سورة الأنعام في كلّ ليلة كان من الآمنين يوم القيامة ولم ير النار بعينه أبداً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علي الرضا </w:t>
      </w:r>
      <w:r w:rsidR="00763E2E" w:rsidRPr="00763E2E">
        <w:rPr>
          <w:rStyle w:val="libAlaemChar"/>
          <w:rFonts w:hint="cs"/>
          <w:rtl/>
        </w:rPr>
        <w:t>عليه‌السلام</w:t>
      </w:r>
      <w:r>
        <w:rPr>
          <w:rtl/>
        </w:rPr>
        <w:t xml:space="preserve"> انّه قال : نزلت سورة الأنعام جملة واحدة ، شيّعاها سبعون ألف ملك ، لهم زجل بالتسبيح والتهليل والتكبير [ حتى نزلت على رسول الله </w:t>
      </w:r>
      <w:r w:rsidR="00BF0EA2" w:rsidRPr="00BF0EA2">
        <w:rPr>
          <w:rStyle w:val="libAlaemChar"/>
          <w:rFonts w:hint="cs"/>
          <w:rtl/>
        </w:rPr>
        <w:t>صلى‌الله‌عليه‌وآله</w:t>
      </w:r>
      <w:r>
        <w:rPr>
          <w:rtl/>
        </w:rPr>
        <w:t xml:space="preserve"> ] </w:t>
      </w:r>
      <w:r w:rsidRPr="001008E4">
        <w:rPr>
          <w:rStyle w:val="libFootnotenumChar"/>
          <w:rtl/>
        </w:rPr>
        <w:t>(5)</w:t>
      </w:r>
      <w:r>
        <w:rPr>
          <w:rtl/>
        </w:rPr>
        <w:t xml:space="preserve"> فمن قرأها سبّحوا له إلى يوم القيامة </w:t>
      </w:r>
      <w:r w:rsidRPr="001008E4">
        <w:rPr>
          <w:rStyle w:val="libFootnotenumChar"/>
          <w:rtl/>
        </w:rPr>
        <w:t>(6)</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إذا كانت بك علّة تتخوف على نفسك منها فاقرأ سورة الأنعام ، فانّه لا ينالك من تلك العلّة ما تكره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273 ح 1 باب 31 ـ عن ثواب الأعمال.</w:t>
      </w:r>
    </w:p>
    <w:p w:rsidR="00AA2ABC" w:rsidRDefault="00AA2ABC" w:rsidP="001008E4">
      <w:pPr>
        <w:pStyle w:val="libFootnote0"/>
        <w:rPr>
          <w:rtl/>
        </w:rPr>
      </w:pPr>
      <w:r>
        <w:rPr>
          <w:rtl/>
        </w:rPr>
        <w:t>2 ـ البحار 92 : 273 ح 1 باب 32 ـ عن ثواب الأعمال ـ الوسائل 4 : 888 ح 3 باب 51.</w:t>
      </w:r>
    </w:p>
    <w:p w:rsidR="00AA2ABC" w:rsidRDefault="00AA2ABC" w:rsidP="001008E4">
      <w:pPr>
        <w:pStyle w:val="libFootnote0"/>
        <w:rPr>
          <w:rtl/>
        </w:rPr>
      </w:pPr>
      <w:r>
        <w:rPr>
          <w:rtl/>
        </w:rPr>
        <w:t>3 ـ البحار 92 : 275 ح 3 باب 33 ـ عن ثواب الأعمال.</w:t>
      </w:r>
    </w:p>
    <w:p w:rsidR="00AA2ABC" w:rsidRDefault="00AA2ABC" w:rsidP="001008E4">
      <w:pPr>
        <w:pStyle w:val="libFootnote0"/>
        <w:rPr>
          <w:rtl/>
        </w:rPr>
      </w:pPr>
      <w:r>
        <w:rPr>
          <w:rtl/>
        </w:rPr>
        <w:t>4 ـ البحار 92 : 274 ح 2 باب 33 ـ عن ثواب الأعمال.</w:t>
      </w:r>
    </w:p>
    <w:p w:rsidR="00AA2ABC" w:rsidRDefault="00AA2ABC" w:rsidP="001008E4">
      <w:pPr>
        <w:pStyle w:val="libFootnote0"/>
        <w:rPr>
          <w:rtl/>
        </w:rPr>
      </w:pPr>
      <w:r>
        <w:rPr>
          <w:rtl/>
        </w:rPr>
        <w:t>5 ـ ليس ما بين المعقوفتين من أصل الرواية وانّما هو زيادة من الترجمة.</w:t>
      </w:r>
    </w:p>
    <w:p w:rsidR="00AA2ABC" w:rsidRDefault="00AA2ABC" w:rsidP="001008E4">
      <w:pPr>
        <w:pStyle w:val="libFootnote0"/>
        <w:rPr>
          <w:rtl/>
        </w:rPr>
      </w:pPr>
      <w:r>
        <w:rPr>
          <w:rtl/>
        </w:rPr>
        <w:t>6 ـ البحار 92 : 274 ح 1 باب 33 ـ عن تفسير القمي 1 : 193.</w:t>
      </w:r>
    </w:p>
    <w:p w:rsidR="00AA2ABC" w:rsidRDefault="00AA2ABC" w:rsidP="001008E4">
      <w:pPr>
        <w:pStyle w:val="libFootnote0"/>
        <w:rPr>
          <w:rtl/>
        </w:rPr>
      </w:pPr>
      <w:r>
        <w:rPr>
          <w:rtl/>
        </w:rPr>
        <w:t xml:space="preserve">7 ـ مكارم الاخلاق : 363 ـ مثله البحار 92 : 275 ح 4 باب 33. </w:t>
      </w:r>
    </w:p>
    <w:p w:rsidR="00AA2ABC" w:rsidRDefault="00AA2ABC" w:rsidP="002704FD">
      <w:pPr>
        <w:pStyle w:val="libNormal"/>
        <w:rPr>
          <w:rtl/>
        </w:rPr>
      </w:pPr>
      <w:r>
        <w:rPr>
          <w:rtl/>
        </w:rPr>
        <w:br w:type="page"/>
      </w:r>
      <w:r w:rsidRPr="002704FD">
        <w:rPr>
          <w:rStyle w:val="libBold1Char"/>
          <w:rtl/>
        </w:rPr>
        <w:lastRenderedPageBreak/>
        <w:t>« سورة</w:t>
      </w:r>
      <w:r w:rsidRPr="002704FD">
        <w:rPr>
          <w:rStyle w:val="libBold2Char"/>
          <w:rtl/>
        </w:rPr>
        <w:t xml:space="preserve"> </w:t>
      </w:r>
      <w:r w:rsidRPr="002704FD">
        <w:rPr>
          <w:rStyle w:val="libBold1Char"/>
          <w:rtl/>
        </w:rPr>
        <w:t xml:space="preserve">الأعراف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قرأ سورة الأعراف في كلّ شهر كان يوم القيامة من الذين لا خوف عليهم ولا هم يحزنون ، فإن قرأها في كلّ جمعة كان ممن لا يحاسب يوم القيامة ، أما انّ فيها محكماً فلا تدعوا قراءتها ، فانّها تشهد يوم القيامة لمن قرأها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الأصبغ بن نباتة ، عن أمير المؤمنين صلوات الله عليه انّه قال : والذي بعث محمداً </w:t>
      </w:r>
      <w:r w:rsidR="00BF0EA2" w:rsidRPr="00BF0EA2">
        <w:rPr>
          <w:rStyle w:val="libAlaemChar"/>
          <w:rFonts w:hint="cs"/>
          <w:rtl/>
        </w:rPr>
        <w:t>صلى‌الله‌عليه‌وآله</w:t>
      </w:r>
      <w:r>
        <w:rPr>
          <w:rtl/>
        </w:rPr>
        <w:t xml:space="preserve"> بالحقّ ، وأكرم أهل بيته ما من شيء تطلبونه من حرز من حرق ، أو غرق ، أو سرق ، أو إفلات دابة من صاحبها ، أو ضالّة ، أو آبق الاّ وهو في القرآن ، فمن أراد ذلك فليسألني عنه.</w:t>
      </w:r>
    </w:p>
    <w:p w:rsidR="00AA2ABC" w:rsidRDefault="00AA2ABC" w:rsidP="002704FD">
      <w:pPr>
        <w:pStyle w:val="libNormal"/>
        <w:rPr>
          <w:rtl/>
        </w:rPr>
      </w:pPr>
      <w:r>
        <w:rPr>
          <w:rtl/>
        </w:rPr>
        <w:t xml:space="preserve">قال : فقام إليه رجل ، فقال : يا أمير المؤمنين أخبرني عمّا يؤمن من الحرق والغرق ، فقال : اقرأ هذه الآيات : </w:t>
      </w:r>
      <w:r w:rsidRPr="002704FD">
        <w:rPr>
          <w:rStyle w:val="libAlaemChar"/>
          <w:rtl/>
        </w:rPr>
        <w:t>(</w:t>
      </w:r>
      <w:r w:rsidRPr="002704FD">
        <w:rPr>
          <w:rStyle w:val="libAieChar"/>
          <w:rtl/>
        </w:rPr>
        <w:t xml:space="preserve"> اِنَّ وَلِيّيَ اللهُ الَّذِي نَزَّلَ الكِتَابَ وَهُوَ يَتَوَلَّى الصَّالِحِينَ </w:t>
      </w:r>
      <w:r w:rsidRPr="002704FD">
        <w:rPr>
          <w:rStyle w:val="libAlaemChar"/>
          <w:rtl/>
        </w:rPr>
        <w:t>)</w:t>
      </w:r>
      <w:r>
        <w:rPr>
          <w:rtl/>
        </w:rPr>
        <w:t xml:space="preserve"> </w:t>
      </w:r>
      <w:r w:rsidRPr="001008E4">
        <w:rPr>
          <w:rStyle w:val="libFootnotenumChar"/>
          <w:rtl/>
        </w:rPr>
        <w:t>(2)</w:t>
      </w:r>
      <w:r>
        <w:rPr>
          <w:rtl/>
        </w:rPr>
        <w:t xml:space="preserve"> ، </w:t>
      </w:r>
      <w:r w:rsidRPr="002704FD">
        <w:rPr>
          <w:rStyle w:val="libAlaemChar"/>
          <w:rtl/>
        </w:rPr>
        <w:t>(</w:t>
      </w:r>
      <w:r w:rsidRPr="002704FD">
        <w:rPr>
          <w:rStyle w:val="libAieChar"/>
          <w:rtl/>
        </w:rPr>
        <w:t xml:space="preserve"> وَمَا قَدَرُوا اللهً حَقَّ قَدرِه</w:t>
      </w:r>
      <w:r>
        <w:rPr>
          <w:rtl/>
        </w:rPr>
        <w:t xml:space="preserve"> ـ إلى قوله ـ</w:t>
      </w:r>
      <w:r w:rsidRPr="002704FD">
        <w:rPr>
          <w:rStyle w:val="libAieChar"/>
          <w:rtl/>
        </w:rPr>
        <w:t xml:space="preserve">سُبحَانَهَ وَتَعَالى عَمَّا يَشرِكُونَ </w:t>
      </w:r>
      <w:r w:rsidRPr="002704FD">
        <w:rPr>
          <w:rStyle w:val="libAlaemChar"/>
          <w:rtl/>
        </w:rPr>
        <w:t>)</w:t>
      </w:r>
      <w:r>
        <w:rPr>
          <w:rtl/>
        </w:rPr>
        <w:t xml:space="preserve"> </w:t>
      </w:r>
      <w:r w:rsidRPr="001008E4">
        <w:rPr>
          <w:rStyle w:val="libFootnotenumChar"/>
          <w:rtl/>
        </w:rPr>
        <w:t>(3)</w:t>
      </w:r>
      <w:r>
        <w:rPr>
          <w:rtl/>
        </w:rPr>
        <w:t xml:space="preserve"> فمن قرأها فقد أمن الحرق والغرق ، قال : فقرأها رجل واضطرمت النار في بيوت جيرانه وبيته وسطها فلم يصبه شيء.</w:t>
      </w:r>
    </w:p>
    <w:p w:rsidR="00AA2ABC" w:rsidRDefault="00AA2ABC" w:rsidP="002704FD">
      <w:pPr>
        <w:pStyle w:val="libNormal"/>
        <w:rPr>
          <w:rtl/>
        </w:rPr>
      </w:pPr>
      <w:r>
        <w:rPr>
          <w:rtl/>
        </w:rPr>
        <w:t xml:space="preserve">ثم قام إليه رجل آخر ، فقال : يا أمير المؤمنين انّ دابتي استصعبت عليّ وأنا منها على وجل ، فقال : اقرأ في أذنها اليمنى </w:t>
      </w:r>
      <w:r w:rsidRPr="002704FD">
        <w:rPr>
          <w:rStyle w:val="libAlaemChar"/>
          <w:rtl/>
        </w:rPr>
        <w:t>(</w:t>
      </w:r>
      <w:r w:rsidRPr="002704FD">
        <w:rPr>
          <w:rStyle w:val="libAieChar"/>
          <w:rtl/>
        </w:rPr>
        <w:t xml:space="preserve"> وَلَهُ اَسلَمَ مَن فِي السَّمَاوَاتِ وَالأرضِ طَوعاَ وَكَرهاَ وَإلَيهِ يُرجَعُونَ </w:t>
      </w:r>
      <w:r w:rsidRPr="002704FD">
        <w:rPr>
          <w:rStyle w:val="libAlaemChar"/>
          <w:rtl/>
        </w:rPr>
        <w:t>)</w:t>
      </w:r>
      <w:r>
        <w:rPr>
          <w:rtl/>
        </w:rPr>
        <w:t xml:space="preserve"> </w:t>
      </w:r>
      <w:r w:rsidRPr="001008E4">
        <w:rPr>
          <w:rStyle w:val="libFootnotenumChar"/>
          <w:rtl/>
        </w:rPr>
        <w:t>(4)</w:t>
      </w:r>
      <w:r>
        <w:rPr>
          <w:rtl/>
        </w:rPr>
        <w:t xml:space="preserve"> فقرأها فذلّت له دابته.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276 ح 1 باب 34 عن ثواب الأعمال.</w:t>
      </w:r>
    </w:p>
    <w:p w:rsidR="00AA2ABC" w:rsidRDefault="00AA2ABC" w:rsidP="001008E4">
      <w:pPr>
        <w:pStyle w:val="libFootnote0"/>
        <w:rPr>
          <w:rtl/>
        </w:rPr>
      </w:pPr>
      <w:r>
        <w:rPr>
          <w:rtl/>
        </w:rPr>
        <w:t>2 ـ الاعراف : 196.</w:t>
      </w:r>
    </w:p>
    <w:p w:rsidR="00AA2ABC" w:rsidRDefault="00AA2ABC" w:rsidP="001008E4">
      <w:pPr>
        <w:pStyle w:val="libFootnote0"/>
        <w:rPr>
          <w:rtl/>
        </w:rPr>
      </w:pPr>
      <w:r>
        <w:rPr>
          <w:rtl/>
        </w:rPr>
        <w:t>3 ـ الزمر : 67.</w:t>
      </w:r>
    </w:p>
    <w:p w:rsidR="00AA2ABC" w:rsidRDefault="00AA2ABC" w:rsidP="001008E4">
      <w:pPr>
        <w:pStyle w:val="libFootnote0"/>
        <w:rPr>
          <w:rtl/>
        </w:rPr>
      </w:pPr>
      <w:r>
        <w:rPr>
          <w:rtl/>
        </w:rPr>
        <w:t xml:space="preserve">4 ـ آل عمران : 83. </w:t>
      </w:r>
    </w:p>
    <w:p w:rsidR="00AA2ABC" w:rsidRDefault="00AA2ABC" w:rsidP="002704FD">
      <w:pPr>
        <w:pStyle w:val="libNormal"/>
        <w:rPr>
          <w:rtl/>
        </w:rPr>
      </w:pPr>
      <w:r>
        <w:rPr>
          <w:rtl/>
        </w:rPr>
        <w:br w:type="page"/>
      </w:r>
      <w:r>
        <w:rPr>
          <w:rtl/>
        </w:rPr>
        <w:lastRenderedPageBreak/>
        <w:t xml:space="preserve">وقام إليه رجل آخر ، فقال : يا أمير المؤمنين انّ أرضي أرض مسبعة ، وانّ السباع تغشى منزلي ولا تجوز حتى تأخذ فريستها ، فقال : اقرأ </w:t>
      </w:r>
      <w:r w:rsidRPr="002704FD">
        <w:rPr>
          <w:rStyle w:val="libAlaemChar"/>
          <w:rtl/>
        </w:rPr>
        <w:t>(</w:t>
      </w:r>
      <w:r w:rsidRPr="002704FD">
        <w:rPr>
          <w:rStyle w:val="libAieChar"/>
          <w:rtl/>
        </w:rPr>
        <w:t xml:space="preserve"> لَقَد جَاءَكُم رَسُولٌ مِن أَنفُسِكُم عَزِيرٌ عَلَيهِ مَا عَنِتُّم حَرِيصٌ عَلَيكُم بِالمُؤمِنينَ رَءُوفٌ رَحِيم </w:t>
      </w:r>
      <w:r w:rsidRPr="004E65B4">
        <w:rPr>
          <w:rtl/>
        </w:rPr>
        <w:t>*</w:t>
      </w:r>
      <w:r w:rsidRPr="002704FD">
        <w:rPr>
          <w:rStyle w:val="libAieChar"/>
          <w:rtl/>
        </w:rPr>
        <w:t xml:space="preserve"> فَاِن تَوَلَّوا فَقُل حَسبِي الله لاَ اِله اِلاَّ هُوَ عَلَيهِ تَوَكَّلتُ وَهُوَ رَبُّ العَرشِ العَظِيمِ </w:t>
      </w:r>
      <w:r w:rsidRPr="002704FD">
        <w:rPr>
          <w:rStyle w:val="libAlaemChar"/>
          <w:rtl/>
        </w:rPr>
        <w:t>)</w:t>
      </w:r>
      <w:r>
        <w:rPr>
          <w:rtl/>
        </w:rPr>
        <w:t xml:space="preserve"> </w:t>
      </w:r>
      <w:r w:rsidRPr="001008E4">
        <w:rPr>
          <w:rStyle w:val="libFootnotenumChar"/>
          <w:rtl/>
        </w:rPr>
        <w:t>(1)</w:t>
      </w:r>
      <w:r>
        <w:rPr>
          <w:rtl/>
        </w:rPr>
        <w:t xml:space="preserve"> فقرأهما الرجل فاجتنبته السباع.</w:t>
      </w:r>
    </w:p>
    <w:p w:rsidR="00AA2ABC" w:rsidRDefault="00AA2ABC" w:rsidP="002704FD">
      <w:pPr>
        <w:pStyle w:val="libNormal"/>
        <w:rPr>
          <w:rtl/>
        </w:rPr>
      </w:pPr>
      <w:r>
        <w:rPr>
          <w:rtl/>
        </w:rPr>
        <w:t>ثم قام إليه آخر ، فقال : يا أمير المؤمنين انّ في بطني ماء أصفر ، فهل من شفاء؟ فقال : نعم بلا درهم ولا دينار ، ولكن اكتب على بطنك آية الكرسي وتغسلها وتشربها وتجعلها ذخيرة في بطنك ، فتبرأ باذن الله عزّوجلّ ، ففعل الرجل فبرأ باذن الله.</w:t>
      </w:r>
    </w:p>
    <w:p w:rsidR="00AA2ABC" w:rsidRDefault="00AA2ABC" w:rsidP="002704FD">
      <w:pPr>
        <w:pStyle w:val="libNormal"/>
        <w:rPr>
          <w:rtl/>
        </w:rPr>
      </w:pPr>
      <w:r>
        <w:rPr>
          <w:rtl/>
        </w:rPr>
        <w:t>ثم قام إليه آخر ، فقال : يا أمير المؤمنين أخبرني عن الضالة فقال : اقرأ يس في ركعتين وقل : يا هادي الضالة ردّ عليّ ضالّتي ، ففعل فردّ الله عزّوجلّ عليه ضالّته.</w:t>
      </w:r>
    </w:p>
    <w:p w:rsidR="00AA2ABC" w:rsidRDefault="00AA2ABC" w:rsidP="002704FD">
      <w:pPr>
        <w:pStyle w:val="libNormal"/>
        <w:rPr>
          <w:rtl/>
        </w:rPr>
      </w:pPr>
      <w:r>
        <w:rPr>
          <w:rtl/>
        </w:rPr>
        <w:t xml:space="preserve">ثم قام إليه آخر ، فقال : يا أمير المؤمنين أخبرني عن الآبق ، فقال : اقرأ </w:t>
      </w:r>
      <w:r w:rsidRPr="002704FD">
        <w:rPr>
          <w:rStyle w:val="libAlaemChar"/>
          <w:rtl/>
        </w:rPr>
        <w:t>(</w:t>
      </w:r>
      <w:r w:rsidRPr="002704FD">
        <w:rPr>
          <w:rStyle w:val="libAieChar"/>
          <w:rtl/>
        </w:rPr>
        <w:t xml:space="preserve"> او كَظُلُمَاتٍ فِي بَحرٍ لُجِّىٍّ يَغشَاهُ مَوجٌ مِّن فَوقِهِ مَوجٌ</w:t>
      </w:r>
      <w:r>
        <w:rPr>
          <w:rtl/>
        </w:rPr>
        <w:t xml:space="preserve"> ـ إلى قوله ـ </w:t>
      </w:r>
      <w:r w:rsidRPr="002704FD">
        <w:rPr>
          <w:rStyle w:val="libAieChar"/>
          <w:rtl/>
        </w:rPr>
        <w:t xml:space="preserve">وَمَن لَّم يَجعَلِ اللهُ لَهُ نُوراً فَمَا لَهُ مِن نُّورٍ </w:t>
      </w:r>
      <w:r w:rsidRPr="002704FD">
        <w:rPr>
          <w:rStyle w:val="libAlaemChar"/>
          <w:rtl/>
        </w:rPr>
        <w:t>)</w:t>
      </w:r>
      <w:r>
        <w:rPr>
          <w:rtl/>
        </w:rPr>
        <w:t xml:space="preserve"> </w:t>
      </w:r>
      <w:r w:rsidRPr="001008E4">
        <w:rPr>
          <w:rStyle w:val="libFootnotenumChar"/>
          <w:rtl/>
        </w:rPr>
        <w:t>(2)</w:t>
      </w:r>
      <w:r>
        <w:rPr>
          <w:rtl/>
        </w:rPr>
        <w:t xml:space="preserve"> فقالها الرجل فرجع إليه الآبق.</w:t>
      </w:r>
    </w:p>
    <w:p w:rsidR="00AA2ABC" w:rsidRDefault="00AA2ABC" w:rsidP="002704FD">
      <w:pPr>
        <w:pStyle w:val="libNormal"/>
        <w:rPr>
          <w:rtl/>
        </w:rPr>
      </w:pPr>
      <w:r>
        <w:rPr>
          <w:rtl/>
        </w:rPr>
        <w:t xml:space="preserve">ثم قام إليه آخر ، فقال : يا أمير المؤمنين أخبرني عن السرق فانّه لا يزال قد يسرق لي الشيء بعد الشيء ليلاً ، فقال له : اقرأ اذا أويت إلى فرشاك </w:t>
      </w:r>
      <w:r w:rsidRPr="002704FD">
        <w:rPr>
          <w:rStyle w:val="libAlaemChar"/>
          <w:rtl/>
        </w:rPr>
        <w:t>(</w:t>
      </w:r>
      <w:r w:rsidRPr="002704FD">
        <w:rPr>
          <w:rStyle w:val="libAieChar"/>
          <w:rtl/>
        </w:rPr>
        <w:t xml:space="preserve"> قُلِ ادعُوا الله اَوِ ادعُوا الرَّحمَنَ أَيّاً مَّا تَدعُوا</w:t>
      </w:r>
      <w:r>
        <w:rPr>
          <w:rtl/>
        </w:rPr>
        <w:t xml:space="preserve"> ـ إلى قوله ـ </w:t>
      </w:r>
      <w:r w:rsidRPr="002704FD">
        <w:rPr>
          <w:rStyle w:val="libAieChar"/>
          <w:rtl/>
        </w:rPr>
        <w:t xml:space="preserve">وَكَبِّره تَكبِيراً </w:t>
      </w:r>
      <w:r w:rsidRPr="002704FD">
        <w:rPr>
          <w:rStyle w:val="libAlaemChar"/>
          <w:rtl/>
        </w:rPr>
        <w:t>)</w:t>
      </w:r>
      <w:r>
        <w:rPr>
          <w:rtl/>
        </w:rPr>
        <w:t xml:space="preserve">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التوبة : 128 ـ 129.</w:t>
      </w:r>
    </w:p>
    <w:p w:rsidR="00AA2ABC" w:rsidRDefault="00AA2ABC" w:rsidP="001008E4">
      <w:pPr>
        <w:pStyle w:val="libFootnote0"/>
        <w:rPr>
          <w:rtl/>
        </w:rPr>
      </w:pPr>
      <w:r>
        <w:rPr>
          <w:rtl/>
        </w:rPr>
        <w:t>2 ـ النور : 40.</w:t>
      </w:r>
    </w:p>
    <w:p w:rsidR="00AA2ABC" w:rsidRDefault="00AA2ABC" w:rsidP="001008E4">
      <w:pPr>
        <w:pStyle w:val="libFootnote0"/>
        <w:rPr>
          <w:rtl/>
        </w:rPr>
      </w:pPr>
      <w:r>
        <w:rPr>
          <w:rtl/>
        </w:rPr>
        <w:t xml:space="preserve">3 ـ الاسراء : 110 و111. </w:t>
      </w:r>
    </w:p>
    <w:p w:rsidR="00AA2ABC" w:rsidRDefault="00AA2ABC" w:rsidP="002704FD">
      <w:pPr>
        <w:pStyle w:val="libNormal"/>
        <w:rPr>
          <w:rtl/>
        </w:rPr>
      </w:pPr>
      <w:r>
        <w:rPr>
          <w:rtl/>
        </w:rPr>
        <w:br w:type="page"/>
      </w:r>
      <w:r>
        <w:rPr>
          <w:rtl/>
        </w:rPr>
        <w:lastRenderedPageBreak/>
        <w:t xml:space="preserve">ثم قال أمير المؤمنين </w:t>
      </w:r>
      <w:r w:rsidR="00763E2E" w:rsidRPr="00763E2E">
        <w:rPr>
          <w:rStyle w:val="libAlaemChar"/>
          <w:rFonts w:hint="cs"/>
          <w:rtl/>
        </w:rPr>
        <w:t>عليه‌السلام</w:t>
      </w:r>
      <w:r>
        <w:rPr>
          <w:rtl/>
        </w:rPr>
        <w:t xml:space="preserve"> : من بات بأرض قفر ، فقرأ هذه الآية </w:t>
      </w:r>
      <w:r w:rsidRPr="002704FD">
        <w:rPr>
          <w:rStyle w:val="libAlaemChar"/>
          <w:rtl/>
        </w:rPr>
        <w:t>(</w:t>
      </w:r>
      <w:r w:rsidRPr="002704FD">
        <w:rPr>
          <w:rStyle w:val="libAieChar"/>
          <w:rtl/>
        </w:rPr>
        <w:t xml:space="preserve"> اِنَّ رَبَّكُمُ اللهُ الَّذِي خَلَقَ السَّمَاوَاتِ وَالأرضَ فِي سِتَّةِ أَيَّامٍ ثُمَّ استَوَى عَلَى العَرِشِ</w:t>
      </w:r>
      <w:r>
        <w:rPr>
          <w:rtl/>
        </w:rPr>
        <w:t xml:space="preserve"> ـ إلى قوله ـ </w:t>
      </w:r>
      <w:r w:rsidRPr="002704FD">
        <w:rPr>
          <w:rStyle w:val="libAieChar"/>
          <w:rtl/>
        </w:rPr>
        <w:t xml:space="preserve">تَبَارَكَ اللهُ رَبُّ العَالَمِينَ </w:t>
      </w:r>
      <w:r w:rsidRPr="002704FD">
        <w:rPr>
          <w:rStyle w:val="libAlaemChar"/>
          <w:rtl/>
        </w:rPr>
        <w:t>)</w:t>
      </w:r>
      <w:r>
        <w:rPr>
          <w:rtl/>
        </w:rPr>
        <w:t xml:space="preserve"> </w:t>
      </w:r>
      <w:r w:rsidRPr="001008E4">
        <w:rPr>
          <w:rStyle w:val="libFootnotenumChar"/>
          <w:rtl/>
        </w:rPr>
        <w:t>(1)</w:t>
      </w:r>
      <w:r>
        <w:rPr>
          <w:rtl/>
        </w:rPr>
        <w:t xml:space="preserve"> حرسته الملائكة ، وتباعدت عنه الشياطين.</w:t>
      </w:r>
    </w:p>
    <w:p w:rsidR="00AA2ABC" w:rsidRDefault="00AA2ABC" w:rsidP="002704FD">
      <w:pPr>
        <w:pStyle w:val="libNormal"/>
        <w:rPr>
          <w:rtl/>
        </w:rPr>
      </w:pPr>
      <w:r>
        <w:rPr>
          <w:rtl/>
        </w:rPr>
        <w:t>قال : فمضى الرجل فاذا هو بقرية خراب ، فبات فيها ولم يقرأ هذه الآية ، فتغشّاه الشيطان وإذا هو آخذ بخطمه ، فقال له صاحبه : أنظره ، واستيقظ الرجل فقرأ الآية ، فقال الشيطان لصاحبه : أرغم الله أنفك أحرسه الآن حتى يصبح.</w:t>
      </w:r>
    </w:p>
    <w:p w:rsidR="00AA2ABC" w:rsidRDefault="00AA2ABC" w:rsidP="002704FD">
      <w:pPr>
        <w:pStyle w:val="libNormal"/>
        <w:rPr>
          <w:rtl/>
        </w:rPr>
      </w:pPr>
      <w:r>
        <w:rPr>
          <w:rtl/>
        </w:rPr>
        <w:t xml:space="preserve">فلمّا أصبح رجع إلى أمير المؤمنين </w:t>
      </w:r>
      <w:r w:rsidR="00763E2E" w:rsidRPr="00763E2E">
        <w:rPr>
          <w:rStyle w:val="libAlaemChar"/>
          <w:rFonts w:hint="cs"/>
          <w:rtl/>
        </w:rPr>
        <w:t>عليه‌السلام</w:t>
      </w:r>
      <w:r>
        <w:rPr>
          <w:rtl/>
        </w:rPr>
        <w:t xml:space="preserve"> فأخبره وقال : رأيت في كلامك الشفاء والصدق ، ومضى بعد طلوع الشمس فاذا هو بأثر شعر الشيطان مجتمعاً في الأرض</w:t>
      </w:r>
      <w:r w:rsidRPr="001008E4">
        <w:rPr>
          <w:rStyle w:val="libFootnotenumChar"/>
          <w:rtl/>
        </w:rPr>
        <w:t>(2)</w:t>
      </w:r>
      <w:r>
        <w:rPr>
          <w:rtl/>
        </w:rPr>
        <w:t>.</w:t>
      </w:r>
    </w:p>
    <w:p w:rsidR="00AA2ABC" w:rsidRDefault="00AA2ABC" w:rsidP="002704FD">
      <w:pPr>
        <w:pStyle w:val="libNormal"/>
        <w:rPr>
          <w:rtl/>
        </w:rPr>
      </w:pPr>
      <w:r w:rsidRPr="002704FD">
        <w:rPr>
          <w:rStyle w:val="libBold1Char"/>
          <w:rtl/>
        </w:rPr>
        <w:t>« سورة الأنفال</w:t>
      </w:r>
      <w:r w:rsidRPr="002704FD">
        <w:rPr>
          <w:rStyle w:val="libBold2Char"/>
          <w:rtl/>
        </w:rPr>
        <w:t xml:space="preserve"> </w:t>
      </w:r>
      <w:r w:rsidRPr="002704FD">
        <w:rPr>
          <w:rStyle w:val="libBold1Char"/>
          <w:rtl/>
        </w:rPr>
        <w:t xml:space="preserve">والتوبة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الأنفال ، وسورة براءة في كلّ شهر لم يدخله نفاق أبدا ، وكان من شعية أمير المؤمنين </w:t>
      </w:r>
      <w:r w:rsidR="00763E2E" w:rsidRPr="00763E2E">
        <w:rPr>
          <w:rStyle w:val="libAlaemChar"/>
          <w:rFonts w:hint="cs"/>
          <w:rtl/>
        </w:rPr>
        <w:t>عليه‌السلام</w:t>
      </w:r>
      <w:r>
        <w:rPr>
          <w:rtl/>
        </w:rPr>
        <w:t xml:space="preserve"> </w:t>
      </w:r>
      <w:r w:rsidRPr="001008E4">
        <w:rPr>
          <w:rStyle w:val="libFootnotenumChar"/>
          <w:rtl/>
        </w:rPr>
        <w:t>(3)</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يونس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يونس في كلّ شهرين أو ثلاثة ، لم يخف عليه أن يكون من الجاهلين ، وكان يوم القيامة من المقرّبين </w:t>
      </w:r>
      <w:r w:rsidRPr="001008E4">
        <w:rPr>
          <w:rStyle w:val="libFootnotenumChar"/>
          <w:rtl/>
        </w:rPr>
        <w:t>(4)</w:t>
      </w:r>
      <w:r>
        <w:rPr>
          <w:rtl/>
        </w:rPr>
        <w:t>.</w:t>
      </w:r>
    </w:p>
    <w:p w:rsidR="00AA2ABC" w:rsidRDefault="00AA2ABC" w:rsidP="002704FD">
      <w:pPr>
        <w:pStyle w:val="libBold1"/>
        <w:rPr>
          <w:rtl/>
        </w:rPr>
      </w:pPr>
      <w:r w:rsidRPr="00755B7B">
        <w:rPr>
          <w:rtl/>
        </w:rPr>
        <w:t>« سورة هود »</w:t>
      </w:r>
      <w:r>
        <w:rPr>
          <w:rtl/>
        </w:rPr>
        <w:t xml:space="preserve"> : </w:t>
      </w:r>
    </w:p>
    <w:p w:rsidR="00AA2ABC" w:rsidRDefault="00AA2ABC" w:rsidP="002704FD">
      <w:pPr>
        <w:pStyle w:val="libNormal"/>
        <w:rPr>
          <w:rtl/>
        </w:rPr>
      </w:pPr>
      <w:r>
        <w:rPr>
          <w:rtl/>
        </w:rPr>
        <w:t xml:space="preserve">روي عن أبي جعفر </w:t>
      </w:r>
      <w:r w:rsidR="00763E2E" w:rsidRPr="00763E2E">
        <w:rPr>
          <w:rStyle w:val="libAlaemChar"/>
          <w:rFonts w:hint="cs"/>
          <w:rtl/>
        </w:rPr>
        <w:t>عليه‌السلام</w:t>
      </w:r>
      <w:r>
        <w:rPr>
          <w:rtl/>
        </w:rPr>
        <w:t xml:space="preserve"> انّه قال : من قرأ سورة هود في كلّ جمعة بعثه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الاعراف : 54.</w:t>
      </w:r>
    </w:p>
    <w:p w:rsidR="00AA2ABC" w:rsidRDefault="00AA2ABC" w:rsidP="001008E4">
      <w:pPr>
        <w:pStyle w:val="libFootnote0"/>
        <w:rPr>
          <w:rtl/>
        </w:rPr>
      </w:pPr>
      <w:r>
        <w:rPr>
          <w:rtl/>
        </w:rPr>
        <w:t>2 ـ الكافي 2 : 624 ح 21 ، باب فضل القرآن.</w:t>
      </w:r>
    </w:p>
    <w:p w:rsidR="00AA2ABC" w:rsidRDefault="00AA2ABC" w:rsidP="001008E4">
      <w:pPr>
        <w:pStyle w:val="libFootnote0"/>
        <w:rPr>
          <w:rtl/>
        </w:rPr>
      </w:pPr>
      <w:r>
        <w:rPr>
          <w:rtl/>
        </w:rPr>
        <w:t>3 ـ البحار 92 : 277 ح 1 باب 35 ـ عن ثواب الأعمال ـ الوسائل 4 : 888 ح 4 باب 51.</w:t>
      </w:r>
    </w:p>
    <w:p w:rsidR="00AA2ABC" w:rsidRDefault="00AA2ABC" w:rsidP="001008E4">
      <w:pPr>
        <w:pStyle w:val="libFootnote0"/>
        <w:rPr>
          <w:rtl/>
        </w:rPr>
      </w:pPr>
      <w:r>
        <w:rPr>
          <w:rtl/>
        </w:rPr>
        <w:t xml:space="preserve">4 ـ البحار 92 : 278 ح 1 باب 36 ـ عن ثواب الأعمال ـ الوسائل 4 : 888 ح 5 باب 51. </w:t>
      </w:r>
    </w:p>
    <w:p w:rsidR="00AA2ABC" w:rsidRDefault="00AA2ABC" w:rsidP="002704FD">
      <w:pPr>
        <w:pStyle w:val="libNormal0"/>
        <w:rPr>
          <w:rtl/>
        </w:rPr>
      </w:pPr>
      <w:r>
        <w:rPr>
          <w:rtl/>
        </w:rPr>
        <w:br w:type="page"/>
      </w:r>
      <w:r>
        <w:rPr>
          <w:rtl/>
        </w:rPr>
        <w:lastRenderedPageBreak/>
        <w:t xml:space="preserve">الله عزّ وجلّ يوم القيامة في زمرة النبيين ، ولم يعرف له خطيئة عملها يوم القيامة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المؤمين </w:t>
      </w:r>
      <w:r w:rsidR="00763E2E" w:rsidRPr="00763E2E">
        <w:rPr>
          <w:rStyle w:val="libAlaemChar"/>
          <w:rFonts w:hint="cs"/>
          <w:rtl/>
        </w:rPr>
        <w:t>عليه‌السلام</w:t>
      </w:r>
      <w:r>
        <w:rPr>
          <w:rtl/>
        </w:rPr>
        <w:t xml:space="preserve"> انّه قال : من خاف منكم الغرق فليقرأ : </w:t>
      </w:r>
      <w:r w:rsidRPr="002704FD">
        <w:rPr>
          <w:rStyle w:val="libAlaemChar"/>
          <w:rtl/>
        </w:rPr>
        <w:t>(</w:t>
      </w:r>
      <w:r w:rsidRPr="002704FD">
        <w:rPr>
          <w:rStyle w:val="libAieChar"/>
          <w:rtl/>
        </w:rPr>
        <w:t xml:space="preserve"> بِسمِ اللهِ مَجريهَا وَمُرسَاهَا اِنَّ رَبِّي لَغَفُورٌ رَّحِيمٌ </w:t>
      </w:r>
      <w:r w:rsidRPr="002704FD">
        <w:rPr>
          <w:rStyle w:val="libAlaemChar"/>
          <w:rtl/>
        </w:rPr>
        <w:t>)</w:t>
      </w:r>
      <w:r>
        <w:rPr>
          <w:rtl/>
        </w:rPr>
        <w:t xml:space="preserve"> </w:t>
      </w:r>
      <w:r w:rsidRPr="001008E4">
        <w:rPr>
          <w:rStyle w:val="libFootnotenumChar"/>
          <w:rtl/>
        </w:rPr>
        <w:t>(2)</w:t>
      </w:r>
      <w:r>
        <w:rPr>
          <w:rtl/>
        </w:rPr>
        <w:t xml:space="preserve"> ، </w:t>
      </w:r>
      <w:r w:rsidRPr="002704FD">
        <w:rPr>
          <w:rStyle w:val="libAlaemChar"/>
          <w:rtl/>
        </w:rPr>
        <w:t>(</w:t>
      </w:r>
      <w:r w:rsidRPr="002704FD">
        <w:rPr>
          <w:rStyle w:val="libAieChar"/>
          <w:rtl/>
        </w:rPr>
        <w:t xml:space="preserve"> بِسمِ اللهِ المَلِك الحَقُّ المُبِينُ </w:t>
      </w:r>
      <w:r w:rsidRPr="002704FD">
        <w:rPr>
          <w:rStyle w:val="libAlaemChar"/>
          <w:rtl/>
        </w:rPr>
        <w:t>)</w:t>
      </w:r>
      <w:r>
        <w:rPr>
          <w:rtl/>
        </w:rPr>
        <w:t xml:space="preserve"> ، </w:t>
      </w:r>
      <w:r w:rsidRPr="002704FD">
        <w:rPr>
          <w:rStyle w:val="libAlaemChar"/>
          <w:rtl/>
        </w:rPr>
        <w:t>(</w:t>
      </w:r>
      <w:r w:rsidRPr="002704FD">
        <w:rPr>
          <w:rStyle w:val="libAieChar"/>
          <w:rtl/>
        </w:rPr>
        <w:t xml:space="preserve"> وَمَا قَدَرُوا اللهَ حَقَّ قَدرِهِ وَالأَرضُ جَمِيعاَ قَبضَتُهُ يَومَ القِيَامَةِ وَالسَّمَاوَاتُ مَطوِيّاتٌ بِيَمِيِنهِ سُبحَانَهُ وَتَعَالى عَمَّا يُشرِكُونَ </w:t>
      </w:r>
      <w:r w:rsidRPr="002704FD">
        <w:rPr>
          <w:rStyle w:val="libAlaemChar"/>
          <w:rtl/>
        </w:rPr>
        <w:t>)</w:t>
      </w:r>
      <w:r>
        <w:rPr>
          <w:rtl/>
        </w:rPr>
        <w:t xml:space="preserve"> </w:t>
      </w:r>
      <w:r w:rsidRPr="001008E4">
        <w:rPr>
          <w:rStyle w:val="libFootnotenumChar"/>
          <w:rtl/>
        </w:rPr>
        <w:t>(3)</w:t>
      </w:r>
      <w:r>
        <w:rPr>
          <w:rtl/>
        </w:rPr>
        <w:t xml:space="preserve"> </w:t>
      </w:r>
      <w:r w:rsidRPr="001008E4">
        <w:rPr>
          <w:rStyle w:val="libFootnotenumChar"/>
          <w:rtl/>
        </w:rPr>
        <w:t>(4)</w:t>
      </w:r>
      <w:r>
        <w:rPr>
          <w:rtl/>
        </w:rPr>
        <w:t>.</w:t>
      </w:r>
    </w:p>
    <w:p w:rsidR="00AA2ABC" w:rsidRPr="002704FD" w:rsidRDefault="00AA2ABC" w:rsidP="002704FD">
      <w:pPr>
        <w:pStyle w:val="libNormal"/>
        <w:rPr>
          <w:rStyle w:val="libBold1Char"/>
          <w:rtl/>
        </w:rPr>
      </w:pPr>
      <w:r w:rsidRPr="002704FD">
        <w:rPr>
          <w:rStyle w:val="libBold1Char"/>
          <w:rtl/>
        </w:rPr>
        <w:t>« سورة</w:t>
      </w:r>
      <w:r w:rsidRPr="002704FD">
        <w:rPr>
          <w:rStyle w:val="libBold2Char"/>
          <w:rtl/>
        </w:rPr>
        <w:t xml:space="preserve"> </w:t>
      </w:r>
      <w:r w:rsidRPr="002704FD">
        <w:rPr>
          <w:rStyle w:val="libBold1Char"/>
          <w:rtl/>
        </w:rPr>
        <w:t xml:space="preserve">يوسف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يوسف في كلّ يوم أو في كلّ ليلة بعثه الله يوم القيامة وجماله كجمال يوسف ، لا يصيبه فزع يوم القيامة ، وكان من خيار عباد الله الصالحين ... </w:t>
      </w:r>
      <w:r w:rsidRPr="001008E4">
        <w:rPr>
          <w:rStyle w:val="libFootnotenumChar"/>
          <w:rtl/>
        </w:rPr>
        <w:t>(5)</w:t>
      </w:r>
      <w:r>
        <w:rPr>
          <w:rtl/>
        </w:rPr>
        <w:t>.</w:t>
      </w:r>
    </w:p>
    <w:p w:rsidR="00AA2ABC" w:rsidRDefault="00AA2ABC" w:rsidP="002704FD">
      <w:pPr>
        <w:pStyle w:val="libBold1"/>
        <w:rPr>
          <w:rtl/>
        </w:rPr>
      </w:pPr>
      <w:r w:rsidRPr="00755B7B">
        <w:rPr>
          <w:rtl/>
        </w:rPr>
        <w:t>« سورة الرعد »</w:t>
      </w:r>
      <w:r>
        <w:rPr>
          <w:rtl/>
        </w:rPr>
        <w:t xml:space="preserve">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أكثر قراءة سورة الرعد لم يصبه الله بصاعقة أبداً ، ولو كان ناصباً ، وان كان مؤمناً أدخله الله الجنّة بلا حساب ، وشفّع في جميع من يعرف من أهل بيته واخوانه </w:t>
      </w:r>
      <w:r w:rsidRPr="001008E4">
        <w:rPr>
          <w:rStyle w:val="libFootnotenumChar"/>
          <w:rtl/>
        </w:rPr>
        <w:t>(6)</w:t>
      </w:r>
      <w:r>
        <w:rPr>
          <w:rtl/>
        </w:rPr>
        <w:t>.</w:t>
      </w:r>
    </w:p>
    <w:p w:rsidR="00AA2ABC" w:rsidRPr="00755B7B" w:rsidRDefault="00AA2ABC" w:rsidP="002704FD">
      <w:pPr>
        <w:pStyle w:val="libBold1"/>
        <w:rPr>
          <w:rtl/>
        </w:rPr>
      </w:pPr>
      <w:r w:rsidRPr="00755B7B">
        <w:rPr>
          <w:rtl/>
        </w:rPr>
        <w:t>« سورة إبراهيم والحجر »</w:t>
      </w:r>
      <w:r>
        <w:rPr>
          <w:rtl/>
        </w:rPr>
        <w:t xml:space="preserve">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 انّه قال : من قرأ سورة إبراهيم والحجر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278 ح 1 باب 37 ـ عن ثواب الأعمال.</w:t>
      </w:r>
    </w:p>
    <w:p w:rsidR="00AA2ABC" w:rsidRDefault="00AA2ABC" w:rsidP="001008E4">
      <w:pPr>
        <w:pStyle w:val="libFootnote0"/>
        <w:rPr>
          <w:rtl/>
        </w:rPr>
      </w:pPr>
      <w:r>
        <w:rPr>
          <w:rtl/>
        </w:rPr>
        <w:t>2 ـ هود : 41.</w:t>
      </w:r>
    </w:p>
    <w:p w:rsidR="00AA2ABC" w:rsidRDefault="00AA2ABC" w:rsidP="001008E4">
      <w:pPr>
        <w:pStyle w:val="libFootnote0"/>
        <w:rPr>
          <w:rtl/>
        </w:rPr>
      </w:pPr>
      <w:r>
        <w:rPr>
          <w:rtl/>
        </w:rPr>
        <w:t>3 ـ الزمر : 67.</w:t>
      </w:r>
    </w:p>
    <w:p w:rsidR="00AA2ABC" w:rsidRDefault="00AA2ABC" w:rsidP="001008E4">
      <w:pPr>
        <w:pStyle w:val="libFootnote0"/>
        <w:rPr>
          <w:rtl/>
        </w:rPr>
      </w:pPr>
      <w:r>
        <w:rPr>
          <w:rtl/>
        </w:rPr>
        <w:t>4 ـ البحار 76 : 243 ضمن حديث 24 باب 48 ـ عن الخصال.</w:t>
      </w:r>
    </w:p>
    <w:p w:rsidR="00AA2ABC" w:rsidRDefault="00AA2ABC" w:rsidP="001008E4">
      <w:pPr>
        <w:pStyle w:val="libFootnote0"/>
        <w:rPr>
          <w:rtl/>
        </w:rPr>
      </w:pPr>
      <w:r>
        <w:rPr>
          <w:rtl/>
        </w:rPr>
        <w:t>5 ـ البحار 92 : 279 ح 1 باب 38 ـ عن ثواب الأعمال ـ الوسائل 4 : 889 ح 6 باب 51.</w:t>
      </w:r>
    </w:p>
    <w:p w:rsidR="00AA2ABC" w:rsidRDefault="00AA2ABC" w:rsidP="001008E4">
      <w:pPr>
        <w:pStyle w:val="libFootnote0"/>
        <w:rPr>
          <w:rtl/>
        </w:rPr>
      </w:pPr>
      <w:r>
        <w:rPr>
          <w:rtl/>
        </w:rPr>
        <w:t xml:space="preserve">6 ـ البحار 92 : 280 ح 1 باب 39 ـ عن ثواب الأعمال ـ الوسائل 4 : 889 ح 7 باب 51. </w:t>
      </w:r>
    </w:p>
    <w:p w:rsidR="00AA2ABC" w:rsidRDefault="00AA2ABC" w:rsidP="002704FD">
      <w:pPr>
        <w:pStyle w:val="libNormal0"/>
        <w:rPr>
          <w:rtl/>
        </w:rPr>
      </w:pPr>
      <w:r>
        <w:rPr>
          <w:rtl/>
        </w:rPr>
        <w:br w:type="page"/>
      </w:r>
      <w:r>
        <w:rPr>
          <w:rtl/>
        </w:rPr>
        <w:lastRenderedPageBreak/>
        <w:t xml:space="preserve">ركعتين جميعاً في كلّ جمعة لم يصبه فقر أبداً ، ولا جنون ، ولا بلوى </w:t>
      </w:r>
      <w:r w:rsidRPr="001008E4">
        <w:rPr>
          <w:rStyle w:val="libFootnotenumChar"/>
          <w:rtl/>
        </w:rPr>
        <w:t>(1)</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النحل »</w:t>
      </w:r>
      <w:r w:rsidRPr="002704FD">
        <w:rPr>
          <w:rStyle w:val="libBold2Char"/>
          <w:rtl/>
        </w:rPr>
        <w:t xml:space="preserve"> : </w:t>
      </w:r>
    </w:p>
    <w:p w:rsidR="00AA2ABC" w:rsidRDefault="00AA2ABC" w:rsidP="002704FD">
      <w:pPr>
        <w:pStyle w:val="libNormal"/>
        <w:rPr>
          <w:rtl/>
        </w:rPr>
      </w:pPr>
      <w:r>
        <w:rPr>
          <w:rtl/>
        </w:rPr>
        <w:t xml:space="preserve">روى عن أبي جعفر الباقر </w:t>
      </w:r>
      <w:r w:rsidRPr="001008E4">
        <w:rPr>
          <w:rStyle w:val="libFootnotenumChar"/>
          <w:rtl/>
        </w:rPr>
        <w:t>(2)</w:t>
      </w:r>
      <w:r>
        <w:rPr>
          <w:rtl/>
        </w:rPr>
        <w:t xml:space="preserve"> </w:t>
      </w:r>
      <w:r w:rsidR="00763E2E" w:rsidRPr="00763E2E">
        <w:rPr>
          <w:rStyle w:val="libAlaemChar"/>
          <w:rFonts w:hint="cs"/>
          <w:rtl/>
        </w:rPr>
        <w:t>عليه‌السلام</w:t>
      </w:r>
      <w:r>
        <w:rPr>
          <w:rtl/>
        </w:rPr>
        <w:t xml:space="preserve"> انّه قال : من قرأ سورة النحل في كلّ شهر كفى المغرم في الدنيا ، وسبعين نوعاً من أنواع البلاء أهونه الجنون والجذام والبرص ، وكان مسكنه في جنّة عدن ، وهي وسط الجنان </w:t>
      </w:r>
      <w:r w:rsidRPr="001008E4">
        <w:rPr>
          <w:rStyle w:val="libFootnotenumChar"/>
          <w:rtl/>
        </w:rPr>
        <w:t>(3)</w:t>
      </w:r>
      <w:r>
        <w:rPr>
          <w:rtl/>
        </w:rPr>
        <w:t>.</w:t>
      </w:r>
    </w:p>
    <w:p w:rsidR="00AA2ABC" w:rsidRDefault="00AA2ABC" w:rsidP="002704FD">
      <w:pPr>
        <w:pStyle w:val="libNormal"/>
        <w:rPr>
          <w:rtl/>
        </w:rPr>
      </w:pPr>
      <w:r w:rsidRPr="002704FD">
        <w:rPr>
          <w:rStyle w:val="libBold1Char"/>
          <w:rtl/>
        </w:rPr>
        <w:t>« سورة بني</w:t>
      </w:r>
      <w:r w:rsidRPr="002704FD">
        <w:rPr>
          <w:rStyle w:val="libBold2Char"/>
          <w:rtl/>
        </w:rPr>
        <w:t xml:space="preserve"> </w:t>
      </w:r>
      <w:r w:rsidRPr="002704FD">
        <w:rPr>
          <w:rStyle w:val="libBold1Char"/>
          <w:rtl/>
        </w:rPr>
        <w:t xml:space="preserve">اسرائيل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بني اسرائيل في كلّ ليلة جمعة لم يمت حتى يدرك القائم </w:t>
      </w:r>
      <w:r w:rsidR="00763E2E" w:rsidRPr="00763E2E">
        <w:rPr>
          <w:rStyle w:val="libAlaemChar"/>
          <w:rFonts w:hint="cs"/>
          <w:rtl/>
        </w:rPr>
        <w:t>عليه‌السلام</w:t>
      </w:r>
      <w:r>
        <w:rPr>
          <w:rtl/>
        </w:rPr>
        <w:t xml:space="preserve"> فيكون من أصحابه </w:t>
      </w:r>
      <w:r w:rsidRPr="001008E4">
        <w:rPr>
          <w:rStyle w:val="libFootnotenumChar"/>
          <w:rtl/>
        </w:rPr>
        <w:t>(4)</w:t>
      </w:r>
      <w:r>
        <w:rPr>
          <w:rtl/>
        </w:rPr>
        <w:t>.</w:t>
      </w:r>
    </w:p>
    <w:p w:rsidR="00AA2ABC" w:rsidRDefault="00AA2ABC" w:rsidP="002704FD">
      <w:pPr>
        <w:pStyle w:val="libNormal"/>
        <w:rPr>
          <w:rtl/>
        </w:rPr>
      </w:pPr>
      <w:r>
        <w:rPr>
          <w:rtl/>
        </w:rPr>
        <w:t xml:space="preserve">وروي عن عمر بن حنظلة انّه قال : شكوت إلى أبي جعفر </w:t>
      </w:r>
      <w:r w:rsidR="00763E2E" w:rsidRPr="00763E2E">
        <w:rPr>
          <w:rStyle w:val="libAlaemChar"/>
          <w:rFonts w:hint="cs"/>
          <w:rtl/>
        </w:rPr>
        <w:t>عليه‌السلام</w:t>
      </w:r>
      <w:r>
        <w:rPr>
          <w:rtl/>
        </w:rPr>
        <w:t xml:space="preserve"> صداعاً يصيبني ، قال : إذا أصابك فضع يدك على هامتك ، فقل : </w:t>
      </w:r>
      <w:r w:rsidRPr="002704FD">
        <w:rPr>
          <w:rStyle w:val="libAlaemChar"/>
          <w:rtl/>
        </w:rPr>
        <w:t>(</w:t>
      </w:r>
      <w:r w:rsidRPr="002704FD">
        <w:rPr>
          <w:rStyle w:val="libAieChar"/>
          <w:rtl/>
        </w:rPr>
        <w:t xml:space="preserve"> لَو كَانَ مَعَهُ آلِهَةٌ كَمَا يَقُولُونَ اِذاً لاَّبتَغَوا اِلى ذِي العَرشِ سَبِيلاً </w:t>
      </w:r>
      <w:r w:rsidRPr="002704FD">
        <w:rPr>
          <w:rStyle w:val="libAlaemChar"/>
          <w:rtl/>
        </w:rPr>
        <w:t>)</w:t>
      </w:r>
      <w:r>
        <w:rPr>
          <w:rtl/>
        </w:rPr>
        <w:t xml:space="preserve"> </w:t>
      </w:r>
      <w:r w:rsidRPr="001008E4">
        <w:rPr>
          <w:rStyle w:val="libFootnotenumChar"/>
          <w:rtl/>
        </w:rPr>
        <w:t>(5)</w:t>
      </w:r>
      <w:r>
        <w:rPr>
          <w:rtl/>
        </w:rPr>
        <w:t xml:space="preserve"> </w:t>
      </w:r>
      <w:r w:rsidRPr="002704FD">
        <w:rPr>
          <w:rStyle w:val="libAlaemChar"/>
          <w:rtl/>
        </w:rPr>
        <w:t>(</w:t>
      </w:r>
      <w:r w:rsidRPr="002704FD">
        <w:rPr>
          <w:rStyle w:val="libAieChar"/>
          <w:rtl/>
        </w:rPr>
        <w:t xml:space="preserve"> وَاِذا قِيلَ لَهُم تَعَاَلوا اِلى مَا أنزَلَ اللهُ وَالِى الرَّسُوِل رَأَيتَ المُنَافِقِينَ يَصُدُّونَ عَنكَ صُدُوداً </w:t>
      </w:r>
      <w:r w:rsidRPr="002704FD">
        <w:rPr>
          <w:rStyle w:val="libAlaemChar"/>
          <w:rtl/>
        </w:rPr>
        <w:t>)</w:t>
      </w:r>
      <w:r>
        <w:rPr>
          <w:rtl/>
        </w:rPr>
        <w:t xml:space="preserve"> </w:t>
      </w:r>
      <w:r w:rsidRPr="001008E4">
        <w:rPr>
          <w:rStyle w:val="libFootnotenumChar"/>
          <w:rtl/>
        </w:rPr>
        <w:t>(6)</w:t>
      </w:r>
      <w:r>
        <w:rPr>
          <w:rtl/>
        </w:rPr>
        <w:t xml:space="preserve"> </w:t>
      </w:r>
      <w:r w:rsidRPr="001008E4">
        <w:rPr>
          <w:rStyle w:val="libFootnotenumChar"/>
          <w:rtl/>
        </w:rPr>
        <w:t>(7)</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 xml:space="preserve">الكهف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الكهف كلّ ليلة جمعة لم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280 ح 1 باب 40 ـ عن ثواب الأعمال.</w:t>
      </w:r>
    </w:p>
    <w:p w:rsidR="00AA2ABC" w:rsidRDefault="00AA2ABC" w:rsidP="001008E4">
      <w:pPr>
        <w:pStyle w:val="libFootnote0"/>
        <w:rPr>
          <w:rtl/>
        </w:rPr>
      </w:pPr>
      <w:r>
        <w:rPr>
          <w:rtl/>
        </w:rPr>
        <w:t xml:space="preserve">2 ـ هكذا في البحار والوسائل وتفسير العياشي وسائر المصادر ، لكن في المتن « عن أبي عبدالله </w:t>
      </w:r>
      <w:r w:rsidR="00763E2E" w:rsidRPr="00763E2E">
        <w:rPr>
          <w:rStyle w:val="libAlaemChar"/>
          <w:rFonts w:hint="cs"/>
          <w:rtl/>
        </w:rPr>
        <w:t>عليه‌السلام</w:t>
      </w:r>
      <w:r>
        <w:rPr>
          <w:rtl/>
        </w:rPr>
        <w:t xml:space="preserve"> ».</w:t>
      </w:r>
    </w:p>
    <w:p w:rsidR="00AA2ABC" w:rsidRDefault="00AA2ABC" w:rsidP="001008E4">
      <w:pPr>
        <w:pStyle w:val="libFootnote0"/>
        <w:rPr>
          <w:rtl/>
        </w:rPr>
      </w:pPr>
      <w:r>
        <w:rPr>
          <w:rtl/>
        </w:rPr>
        <w:t>3 ـ البحار 92 : 281 ح 1 باب 41 ـ عن ثواب الأعمال ـ الوسائل 4 : 889 ح 8 باب 51.</w:t>
      </w:r>
    </w:p>
    <w:p w:rsidR="00AA2ABC" w:rsidRDefault="00AA2ABC" w:rsidP="001008E4">
      <w:pPr>
        <w:pStyle w:val="libFootnote0"/>
        <w:rPr>
          <w:rtl/>
        </w:rPr>
      </w:pPr>
      <w:r>
        <w:rPr>
          <w:rtl/>
        </w:rPr>
        <w:t>4 ـ البحار 92 : 281 ح 1 باب 42 ـ عن ثواب الأعمال.</w:t>
      </w:r>
    </w:p>
    <w:p w:rsidR="00AA2ABC" w:rsidRDefault="00AA2ABC" w:rsidP="001008E4">
      <w:pPr>
        <w:pStyle w:val="libFootnote0"/>
        <w:rPr>
          <w:rtl/>
        </w:rPr>
      </w:pPr>
      <w:r>
        <w:rPr>
          <w:rtl/>
        </w:rPr>
        <w:t>5 ـ الاسراء : 42.</w:t>
      </w:r>
    </w:p>
    <w:p w:rsidR="00AA2ABC" w:rsidRDefault="00AA2ABC" w:rsidP="001008E4">
      <w:pPr>
        <w:pStyle w:val="libFootnote0"/>
        <w:rPr>
          <w:rtl/>
        </w:rPr>
      </w:pPr>
      <w:r>
        <w:rPr>
          <w:rtl/>
        </w:rPr>
        <w:t>6 ـ النساء : 61.</w:t>
      </w:r>
    </w:p>
    <w:p w:rsidR="00AA2ABC" w:rsidRDefault="00AA2ABC" w:rsidP="001008E4">
      <w:pPr>
        <w:pStyle w:val="libFootnote0"/>
        <w:rPr>
          <w:rtl/>
        </w:rPr>
      </w:pPr>
      <w:r>
        <w:rPr>
          <w:rtl/>
        </w:rPr>
        <w:t xml:space="preserve">7 ـ البحار 95 : 58 ضمن حديث 27 ح 59. </w:t>
      </w:r>
    </w:p>
    <w:p w:rsidR="00AA2ABC" w:rsidRDefault="00AA2ABC" w:rsidP="002704FD">
      <w:pPr>
        <w:pStyle w:val="libNormal0"/>
        <w:rPr>
          <w:rtl/>
        </w:rPr>
      </w:pPr>
      <w:r>
        <w:rPr>
          <w:rtl/>
        </w:rPr>
        <w:br w:type="page"/>
      </w:r>
      <w:r>
        <w:rPr>
          <w:rtl/>
        </w:rPr>
        <w:lastRenderedPageBreak/>
        <w:t xml:space="preserve">يمت الاّ شهيداً ، وبعثه الله مع الشهداء ، ووقف يوم القيامة مع الشهداء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قرأ سورة الكهف في كلّ ليلة جمعة كانت كفّارة له لما بين الجمعة إلى الجمعة </w:t>
      </w:r>
      <w:r w:rsidRPr="001008E4">
        <w:rPr>
          <w:rStyle w:val="libFootnotenumChar"/>
          <w:rtl/>
        </w:rPr>
        <w:t>(2)</w:t>
      </w:r>
      <w:r>
        <w:rPr>
          <w:rtl/>
        </w:rPr>
        <w:t>.</w:t>
      </w:r>
    </w:p>
    <w:p w:rsidR="00AA2ABC" w:rsidRDefault="00AA2ABC" w:rsidP="002704FD">
      <w:pPr>
        <w:pStyle w:val="libNormal"/>
        <w:rPr>
          <w:rtl/>
        </w:rPr>
      </w:pPr>
      <w:r>
        <w:rPr>
          <w:rtl/>
        </w:rPr>
        <w:t>وجاء في بعض الروايات انّ من قرأها يوم الجمعة بعد صلاة الظهر والعصر كان له نفس الأجر.</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قال : من قرأ هذه الآية عند منامه </w:t>
      </w:r>
      <w:r w:rsidRPr="002704FD">
        <w:rPr>
          <w:rStyle w:val="libAlaemChar"/>
          <w:rtl/>
        </w:rPr>
        <w:t>(</w:t>
      </w:r>
      <w:r w:rsidRPr="002704FD">
        <w:rPr>
          <w:rStyle w:val="libAieChar"/>
          <w:rtl/>
        </w:rPr>
        <w:t xml:space="preserve"> قُل اِنَّمَا أَنَا بَشَرٌ مثِّلُكُم </w:t>
      </w:r>
      <w:r w:rsidRPr="004E65B4">
        <w:rPr>
          <w:rtl/>
        </w:rPr>
        <w:t xml:space="preserve">... </w:t>
      </w:r>
      <w:r w:rsidRPr="002704FD">
        <w:rPr>
          <w:rStyle w:val="libAlaemChar"/>
          <w:rtl/>
        </w:rPr>
        <w:t>)</w:t>
      </w:r>
      <w:r>
        <w:rPr>
          <w:rtl/>
        </w:rPr>
        <w:t xml:space="preserve"> </w:t>
      </w:r>
      <w:r w:rsidRPr="001008E4">
        <w:rPr>
          <w:rStyle w:val="libFootnotenumChar"/>
          <w:rtl/>
        </w:rPr>
        <w:t>(3)</w:t>
      </w:r>
      <w:r>
        <w:rPr>
          <w:rtl/>
        </w:rPr>
        <w:t xml:space="preserve"> إلى آخرها ، سطع له نور إلى المسجد الحرام حشو ذلك النور ملائكة يستغفرون له حتى يصبح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ما من عبد يقرأ آخر الكهف عند النوم إلا تيقّظ في الساعة التي يريد </w:t>
      </w:r>
      <w:r w:rsidRPr="001008E4">
        <w:rPr>
          <w:rStyle w:val="libFootnotenumChar"/>
          <w:rtl/>
        </w:rPr>
        <w:t>(5)</w:t>
      </w:r>
      <w:r>
        <w:rPr>
          <w:rtl/>
        </w:rPr>
        <w:t>.</w:t>
      </w:r>
    </w:p>
    <w:p w:rsidR="00AA2ABC" w:rsidRDefault="00AA2ABC" w:rsidP="002704FD">
      <w:pPr>
        <w:pStyle w:val="libNormal"/>
        <w:rPr>
          <w:rtl/>
        </w:rPr>
      </w:pPr>
      <w:r w:rsidRPr="002704FD">
        <w:rPr>
          <w:rStyle w:val="libBold1Char"/>
          <w:rtl/>
        </w:rPr>
        <w:t>« سورة</w:t>
      </w:r>
      <w:r w:rsidRPr="002704FD">
        <w:rPr>
          <w:rStyle w:val="libBold2Char"/>
          <w:rtl/>
        </w:rPr>
        <w:t xml:space="preserve"> </w:t>
      </w:r>
      <w:r w:rsidRPr="002704FD">
        <w:rPr>
          <w:rStyle w:val="libBold1Char"/>
          <w:rtl/>
        </w:rPr>
        <w:t>مريم »</w:t>
      </w:r>
      <w:r w:rsidRPr="002704FD">
        <w:rPr>
          <w:rStyle w:val="libBold2Char"/>
          <w:rtl/>
        </w:rPr>
        <w:t xml:space="preserve">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أدمن قراءة سورة مريم ، لم يمت حتى يصيب منها ما يعينه في نفسه وماله وولده ، [ وكان في الآخرة من أصحاب عيسى بن مريم </w:t>
      </w:r>
      <w:r w:rsidR="00763E2E" w:rsidRPr="00763E2E">
        <w:rPr>
          <w:rStyle w:val="libAlaemChar"/>
          <w:rFonts w:hint="cs"/>
          <w:rtl/>
        </w:rPr>
        <w:t>عليه‌السلام</w:t>
      </w:r>
      <w:r>
        <w:rPr>
          <w:rtl/>
        </w:rPr>
        <w:t xml:space="preserve"> ] وأعطي في الآخرة مثل ملك سليمان بن داود في الدنيا </w:t>
      </w:r>
      <w:r w:rsidRPr="001008E4">
        <w:rPr>
          <w:rStyle w:val="libFootnotenumChar"/>
          <w:rtl/>
        </w:rPr>
        <w:t>(6)</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طه</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لا تدعوا قراءة سورة طه فإنّ الله يحبّها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282 ح 1 باب 43 ـ عن ثوب الأعمال.</w:t>
      </w:r>
    </w:p>
    <w:p w:rsidR="00AA2ABC" w:rsidRDefault="00AA2ABC" w:rsidP="001008E4">
      <w:pPr>
        <w:pStyle w:val="libFootnote0"/>
        <w:rPr>
          <w:rtl/>
        </w:rPr>
      </w:pPr>
      <w:r>
        <w:rPr>
          <w:rtl/>
        </w:rPr>
        <w:t>2 ـ البحار 92 : 282 ح 2 باب 43 ـ عن ثواب الأعمال.</w:t>
      </w:r>
    </w:p>
    <w:p w:rsidR="00AA2ABC" w:rsidRDefault="00AA2ABC" w:rsidP="001008E4">
      <w:pPr>
        <w:pStyle w:val="libFootnote0"/>
        <w:rPr>
          <w:rtl/>
        </w:rPr>
      </w:pPr>
      <w:r>
        <w:rPr>
          <w:rtl/>
        </w:rPr>
        <w:t>3 ـ الكهف : 110.</w:t>
      </w:r>
    </w:p>
    <w:p w:rsidR="00AA2ABC" w:rsidRDefault="00AA2ABC" w:rsidP="001008E4">
      <w:pPr>
        <w:pStyle w:val="libFootnote0"/>
        <w:rPr>
          <w:rtl/>
        </w:rPr>
      </w:pPr>
      <w:r>
        <w:rPr>
          <w:rtl/>
        </w:rPr>
        <w:t>4 ـ البحار 92 : 282 ضمن حديث 3 باب 42 ـ عن عدة الداعي.</w:t>
      </w:r>
    </w:p>
    <w:p w:rsidR="00AA2ABC" w:rsidRDefault="00AA2ABC" w:rsidP="001008E4">
      <w:pPr>
        <w:pStyle w:val="libFootnote0"/>
        <w:rPr>
          <w:rtl/>
        </w:rPr>
      </w:pPr>
      <w:r>
        <w:rPr>
          <w:rtl/>
        </w:rPr>
        <w:t>5 ـ مستدرك الوسائل 4 : 295 ح 1 باب 28.</w:t>
      </w:r>
    </w:p>
    <w:p w:rsidR="00AA2ABC" w:rsidRDefault="00AA2ABC" w:rsidP="001008E4">
      <w:pPr>
        <w:pStyle w:val="libFootnote0"/>
        <w:rPr>
          <w:rtl/>
        </w:rPr>
      </w:pPr>
      <w:r>
        <w:rPr>
          <w:rtl/>
        </w:rPr>
        <w:t>6 ـ البحار 92 : 284 ح 1 باب 44 ـ عن ثواب الأعمال ـ الوسائل 4 : 889 ح 9 باب 51.</w:t>
      </w:r>
    </w:p>
    <w:p w:rsidR="00AA2ABC" w:rsidRDefault="00AA2ABC" w:rsidP="002704FD">
      <w:pPr>
        <w:pStyle w:val="libNormal0"/>
        <w:rPr>
          <w:rtl/>
        </w:rPr>
      </w:pPr>
      <w:r>
        <w:rPr>
          <w:rtl/>
        </w:rPr>
        <w:br w:type="page"/>
      </w:r>
      <w:r>
        <w:rPr>
          <w:rtl/>
        </w:rPr>
        <w:lastRenderedPageBreak/>
        <w:t xml:space="preserve">ويحبّ من قرأها ، ومن أدمن قراءتها أعطاه الله يوم القيامة كتابه بيمينه ، ولم يحاسبه بما عمل في الإسلام ، وأعطي في الآخرة من الأجر حتى يرضى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الأنبياء</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الأنبياء حبّاً لها كان ممن رافق النبيين أجمعين في جنات النعيم ، وكان مهيباً في أعين الناس في الحياة الدنيا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الحج</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الحج في كلّ ثلاثة أيّام لم تخرج سنته حتى يخرج إلى بيت الله الحرام ، وان مات في سفره أُدخل الجنة ، قلت : فإن كان مخالفاً؟ قال : يخفّف عنه بعض ما هو فيه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المؤمنون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المؤمنين ختم الله له بالسعادة ، إذا كان يدمن قراءتها في كلّ جمعة ، وكان منزله في الفردوس الأعلى مع النبيين والمرسلين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النور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حصّنوا أموالكم وفروجكم بتلاة سورة النور ، وحصّنوا بها نساءكم ، فإنّ من أدمن قراءتها في كلّ يوم أو في كلّ ليلة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92 : 284 ح 1 باب 45 ـ عن ثواب الأعمال ـ الوسائل 4 : 889 ح 10 باب 51.</w:t>
      </w:r>
    </w:p>
    <w:p w:rsidR="00AA2ABC" w:rsidRDefault="00AA2ABC" w:rsidP="001008E4">
      <w:pPr>
        <w:pStyle w:val="libFootnote0"/>
        <w:rPr>
          <w:rtl/>
        </w:rPr>
      </w:pPr>
      <w:r>
        <w:rPr>
          <w:rtl/>
        </w:rPr>
        <w:t>2 ـ الوسائل 4 : 889 ح 11 باب 51 ـ البحار 92 : 285 ح 1 باب 46.</w:t>
      </w:r>
    </w:p>
    <w:p w:rsidR="00AA2ABC" w:rsidRDefault="00AA2ABC" w:rsidP="001008E4">
      <w:pPr>
        <w:pStyle w:val="libFootnote0"/>
        <w:rPr>
          <w:rtl/>
        </w:rPr>
      </w:pPr>
      <w:r>
        <w:rPr>
          <w:rtl/>
        </w:rPr>
        <w:t>3 ـ البحار 92 : 285 ح 1 باب 47 ـ عن ثواب الأعمال ـ الوسائل 4 : 890 ح 12 باب 51.</w:t>
      </w:r>
    </w:p>
    <w:p w:rsidR="00AA2ABC" w:rsidRDefault="00AA2ABC" w:rsidP="001008E4">
      <w:pPr>
        <w:pStyle w:val="libFootnote0"/>
        <w:rPr>
          <w:rtl/>
        </w:rPr>
      </w:pPr>
      <w:r>
        <w:rPr>
          <w:rtl/>
        </w:rPr>
        <w:t xml:space="preserve">4 ـ البحار 92 : 285 ح 1 باب 48 ـ عن ثواب الأعمال ـ اعلام الدين : 372. </w:t>
      </w:r>
    </w:p>
    <w:p w:rsidR="00AA2ABC" w:rsidRDefault="00AA2ABC" w:rsidP="002704FD">
      <w:pPr>
        <w:pStyle w:val="libNormal0"/>
        <w:rPr>
          <w:rtl/>
        </w:rPr>
      </w:pPr>
      <w:r>
        <w:rPr>
          <w:rtl/>
        </w:rPr>
        <w:br w:type="page"/>
      </w:r>
      <w:r>
        <w:rPr>
          <w:rtl/>
        </w:rPr>
        <w:lastRenderedPageBreak/>
        <w:t xml:space="preserve">لم يزن أحد من أهل بيته أبداً حتى يموت ، فاذا هو مات شيّعه إلى قبره سبعون ألف ملك كلّهم يدعون ويستغرون الله له حتى يدخل في قبره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رجل قال : قلت لأبي الحسن الأول </w:t>
      </w:r>
      <w:r w:rsidR="00763E2E" w:rsidRPr="00763E2E">
        <w:rPr>
          <w:rStyle w:val="libAlaemChar"/>
          <w:rFonts w:hint="cs"/>
          <w:rtl/>
        </w:rPr>
        <w:t>عليه‌السلام</w:t>
      </w:r>
      <w:r>
        <w:rPr>
          <w:rtl/>
        </w:rPr>
        <w:t xml:space="preserve"> : أشكو اليك ما أجد في بصري وقد صرت شبكوراً ، فإن رأيت أن تعلّمني شيئاً ، قال : اُكتب هذه الآية : </w:t>
      </w:r>
      <w:r w:rsidRPr="002704FD">
        <w:rPr>
          <w:rStyle w:val="libAlaemChar"/>
          <w:rtl/>
        </w:rPr>
        <w:t>(</w:t>
      </w:r>
      <w:r w:rsidRPr="002704FD">
        <w:rPr>
          <w:rStyle w:val="libAieChar"/>
          <w:rtl/>
        </w:rPr>
        <w:t xml:space="preserve"> اللهُ نُورُ السَّمَاوَاتِ وَالأرضِ </w:t>
      </w:r>
      <w:r w:rsidRPr="004E65B4">
        <w:rPr>
          <w:rtl/>
        </w:rPr>
        <w:t xml:space="preserve">... </w:t>
      </w:r>
      <w:r w:rsidRPr="002704FD">
        <w:rPr>
          <w:rStyle w:val="libAlaemChar"/>
          <w:rtl/>
        </w:rPr>
        <w:t>)</w:t>
      </w:r>
      <w:r>
        <w:rPr>
          <w:rtl/>
        </w:rPr>
        <w:t xml:space="preserve"> </w:t>
      </w:r>
      <w:r w:rsidRPr="001008E4">
        <w:rPr>
          <w:rStyle w:val="libFootnotenumChar"/>
          <w:rtl/>
        </w:rPr>
        <w:t>(2)</w:t>
      </w:r>
      <w:r>
        <w:rPr>
          <w:rtl/>
        </w:rPr>
        <w:t xml:space="preserve"> ثلاث مرات في جام ، ثم اغسله وصيّره في قارورة واكتحل به ، قال : وما اكتحلت الاّ أقلّ من مائة ميل حتى رجع بصري أصحّ ما كان ...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الفرقان</w:t>
      </w:r>
      <w:r w:rsidRPr="002704FD">
        <w:rPr>
          <w:rStyle w:val="libBold2Char"/>
          <w:rtl/>
        </w:rPr>
        <w:t xml:space="preserve"> » : </w:t>
      </w:r>
    </w:p>
    <w:p w:rsidR="00AA2ABC" w:rsidRDefault="00AA2ABC" w:rsidP="002704FD">
      <w:pPr>
        <w:pStyle w:val="libNormal"/>
        <w:rPr>
          <w:rtl/>
        </w:rPr>
      </w:pPr>
      <w:r>
        <w:rPr>
          <w:rtl/>
        </w:rPr>
        <w:t xml:space="preserve">روي عن موسى بن جعفر </w:t>
      </w:r>
      <w:r w:rsidR="000A073B" w:rsidRPr="000A073B">
        <w:rPr>
          <w:rStyle w:val="libAlaemChar"/>
          <w:rFonts w:hint="cs"/>
          <w:rtl/>
        </w:rPr>
        <w:t>عليهما‌السلام</w:t>
      </w:r>
      <w:r>
        <w:rPr>
          <w:rtl/>
        </w:rPr>
        <w:t xml:space="preserve"> انّه قال : ... لا تدع قراءة سورة </w:t>
      </w:r>
      <w:r w:rsidRPr="002704FD">
        <w:rPr>
          <w:rStyle w:val="libAlaemChar"/>
          <w:rtl/>
        </w:rPr>
        <w:t>(</w:t>
      </w:r>
      <w:r w:rsidRPr="002704FD">
        <w:rPr>
          <w:rStyle w:val="libAieChar"/>
          <w:rtl/>
        </w:rPr>
        <w:t xml:space="preserve"> تَبَارَكَ الَّذِي نَزَّلَ الفُرقَانَ عَلى عَبدِهِ </w:t>
      </w:r>
      <w:r w:rsidRPr="002704FD">
        <w:rPr>
          <w:rStyle w:val="libAlaemChar"/>
          <w:rtl/>
        </w:rPr>
        <w:t>)</w:t>
      </w:r>
      <w:r>
        <w:rPr>
          <w:rtl/>
        </w:rPr>
        <w:t xml:space="preserve"> فإنّ من قرأها في كلّ ليلة لم يعذّبه الله أبداً ولم يحاسبه ، وكان منزله في الفردوس الأعلى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الطواسين الثلاث</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الطواسين الثلاثة في ليلة الجمعة كان من أولياء الله وفي جوار الله وكنفه ، ولم يصبه في الدنيا بؤس أبداً ، وأعطي في الآخرة من الجنّة حتى يرضى وفوق رضاه ، وزوّجه الله مائة زوجة من الحور العين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286 ح 1 باب 49 ـ عن ثواب الأعمال ـ الوسائل 4 : 890 ح 13 باب 51.</w:t>
      </w:r>
    </w:p>
    <w:p w:rsidR="00AA2ABC" w:rsidRDefault="00AA2ABC" w:rsidP="001008E4">
      <w:pPr>
        <w:pStyle w:val="libFootnote0"/>
        <w:rPr>
          <w:rtl/>
        </w:rPr>
      </w:pPr>
      <w:r>
        <w:rPr>
          <w:rtl/>
        </w:rPr>
        <w:t>2 ـ النور : 35.</w:t>
      </w:r>
    </w:p>
    <w:p w:rsidR="00AA2ABC" w:rsidRDefault="00AA2ABC" w:rsidP="001008E4">
      <w:pPr>
        <w:pStyle w:val="libFootnote0"/>
        <w:rPr>
          <w:rtl/>
        </w:rPr>
      </w:pPr>
      <w:r>
        <w:rPr>
          <w:rtl/>
        </w:rPr>
        <w:t>3 ـ البحار 95 : 89 ضمن حديث 8 باب 79 ـ عن مكارم الاخلاق.</w:t>
      </w:r>
    </w:p>
    <w:p w:rsidR="00AA2ABC" w:rsidRDefault="00AA2ABC" w:rsidP="001008E4">
      <w:pPr>
        <w:pStyle w:val="libFootnote0"/>
        <w:rPr>
          <w:rtl/>
        </w:rPr>
      </w:pPr>
      <w:r>
        <w:rPr>
          <w:rtl/>
        </w:rPr>
        <w:t>4 ـ البحار 92 : 286 ح 1 باب 50 ـ عن ثواب الأعمال ـ الوسائل 4 : 890 ح 14 باب 51.</w:t>
      </w:r>
    </w:p>
    <w:p w:rsidR="00AA2ABC" w:rsidRDefault="00AA2ABC" w:rsidP="001008E4">
      <w:pPr>
        <w:pStyle w:val="libFootnote0"/>
        <w:rPr>
          <w:rtl/>
        </w:rPr>
      </w:pPr>
      <w:r>
        <w:rPr>
          <w:rtl/>
        </w:rPr>
        <w:t xml:space="preserve">5 ـ البحار 92 : 286 ح 1 باب 51 ـ عن ثواب الأعمال ـ اعلام الدين : 372.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العنكبوت ، والروم</w:t>
      </w:r>
      <w:r w:rsidRPr="002704FD">
        <w:rPr>
          <w:rStyle w:val="libBold2Char"/>
          <w:rtl/>
        </w:rPr>
        <w:t xml:space="preserve">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قرأ سورة العنكبوت والروم في شهر رمضان ليلة ثلاث وعشرين ، فهو والله ... من أهل الجنة ، ولا أستثني فيه أبداً ، ولا أخاف أن يكتب الله عليّ في يميني إثماً ، وانّ لهاتين السورتين من الله مكاناً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لقمان</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سورة لقمان في كلّ ليلة وكلّ الله به في ليلته ملائكة يحفظونه من ابليس وجنوده حتى يصبح ، ومن قرأها بالنهار لم يزالوا يحفظونه من ابليس وجنوده حتى يمسي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السجدة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السجدة في كلّ ليلة الجمعة أعطاه الله كتابه بيمينه ، ولم يحاسبه بما كان منه ، وكان من رفقاء محمد وأهل بيته </w:t>
      </w:r>
      <w:r w:rsidR="00BF0EA2" w:rsidRPr="00BF0EA2">
        <w:rPr>
          <w:rStyle w:val="libAlaemChar"/>
          <w:rFonts w:hint="cs"/>
          <w:rtl/>
        </w:rPr>
        <w:t>صلى‌الله‌عليه‌وآله</w:t>
      </w:r>
      <w:r>
        <w:rPr>
          <w:rtl/>
        </w:rPr>
        <w:t xml:space="preserve">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الأحزاب</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 كثير القراءة لسورة الأحزاب كان يوم القيامة في جوار محمدّ </w:t>
      </w:r>
      <w:r w:rsidR="00BF0EA2" w:rsidRPr="00BF0EA2">
        <w:rPr>
          <w:rStyle w:val="libAlaemChar"/>
          <w:rFonts w:hint="cs"/>
          <w:rtl/>
        </w:rPr>
        <w:t>صلى‌الله‌عليه‌وآله</w:t>
      </w:r>
      <w:r>
        <w:rPr>
          <w:rtl/>
        </w:rPr>
        <w:t xml:space="preserve"> وأزواجه ، ثم قال : سورة الأحزاب فيها فضائح الرجال والنساء من قريش وغيرهم ... انّ سورة الأحزاب فضحت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287 ح 1 باب 52 ـ عن ثواب الأعمال ـ اعلام الدين : 373.</w:t>
      </w:r>
    </w:p>
    <w:p w:rsidR="00AA2ABC" w:rsidRDefault="00AA2ABC" w:rsidP="001008E4">
      <w:pPr>
        <w:pStyle w:val="libFootnote0"/>
        <w:rPr>
          <w:rtl/>
        </w:rPr>
      </w:pPr>
      <w:r>
        <w:rPr>
          <w:rtl/>
        </w:rPr>
        <w:t>2 ـ البحار 92 : 287 ح 1 باب 53 ـ الوسائل 4 : 890 ح 15 باب 51 ـ عن ثواب الأعمال.</w:t>
      </w:r>
    </w:p>
    <w:p w:rsidR="00AA2ABC" w:rsidRDefault="00AA2ABC" w:rsidP="001008E4">
      <w:pPr>
        <w:pStyle w:val="libFootnote0"/>
        <w:rPr>
          <w:rtl/>
        </w:rPr>
      </w:pPr>
      <w:r>
        <w:rPr>
          <w:rtl/>
        </w:rPr>
        <w:t xml:space="preserve">3 ـ اعلام الدين : 373 ـ البحار 92 : 287 ح 1 باب 54. </w:t>
      </w:r>
    </w:p>
    <w:p w:rsidR="00AA2ABC" w:rsidRDefault="00AA2ABC" w:rsidP="002704FD">
      <w:pPr>
        <w:pStyle w:val="libNormal0"/>
        <w:rPr>
          <w:rtl/>
        </w:rPr>
      </w:pPr>
      <w:r>
        <w:rPr>
          <w:rtl/>
        </w:rPr>
        <w:br w:type="page"/>
      </w:r>
      <w:r>
        <w:rPr>
          <w:rtl/>
        </w:rPr>
        <w:lastRenderedPageBreak/>
        <w:t xml:space="preserve">نساء قريش من العرب ، وكانت أطول من سورة البقرة ، لكن نقصوها وحرّفوها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سبأ وفاطر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سبأ وسورة فاطر في ليله لم يزل في ليلته في حفظ الله وكلاءته ، فإن قرأهما في نهاره لم يصبه في نهاره مكروه ، وأعطي من خير الدنيا والآخرة ما لم يخطر على قلبه ، ولم يبلغه مناه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موسى بن جعفر </w:t>
      </w:r>
      <w:r w:rsidR="000A073B" w:rsidRPr="000A073B">
        <w:rPr>
          <w:rStyle w:val="libAlaemChar"/>
          <w:rFonts w:hint="cs"/>
          <w:rtl/>
        </w:rPr>
        <w:t>عليهما‌السلام</w:t>
      </w:r>
      <w:r>
        <w:rPr>
          <w:rtl/>
        </w:rPr>
        <w:t xml:space="preserve"> انّه قال : لم يقل أحد قط إذا أراد أن ينام </w:t>
      </w:r>
      <w:r w:rsidRPr="002704FD">
        <w:rPr>
          <w:rStyle w:val="libAlaemChar"/>
          <w:rtl/>
        </w:rPr>
        <w:t>(</w:t>
      </w:r>
      <w:r w:rsidRPr="002704FD">
        <w:rPr>
          <w:rStyle w:val="libAieChar"/>
          <w:rtl/>
        </w:rPr>
        <w:t xml:space="preserve"> اِنَّ اللهَ يُمسِكُ السَّمَاوَاتِ وَالأرضَ أَن تَزُولاَ وَلَئِن زَالَتَا اِن أَمسكَهُمَا مِن أَحَدٍ مِن بَعدِهِ إنَّهُ كَانَ حَلِيما غَفُوراً </w:t>
      </w:r>
      <w:r w:rsidRPr="002704FD">
        <w:rPr>
          <w:rStyle w:val="libAlaemChar"/>
          <w:rtl/>
        </w:rPr>
        <w:t>)</w:t>
      </w:r>
      <w:r>
        <w:rPr>
          <w:rtl/>
        </w:rPr>
        <w:t xml:space="preserve"> </w:t>
      </w:r>
      <w:r w:rsidRPr="001008E4">
        <w:rPr>
          <w:rStyle w:val="libFootnotenumChar"/>
          <w:rtl/>
        </w:rPr>
        <w:t>(3)</w:t>
      </w:r>
      <w:r>
        <w:rPr>
          <w:rtl/>
        </w:rPr>
        <w:t xml:space="preserve"> فسقط عليه البيت </w:t>
      </w:r>
      <w:r w:rsidRPr="001008E4">
        <w:rPr>
          <w:rStyle w:val="libFootnotenumChar"/>
          <w:rtl/>
        </w:rPr>
        <w:t>(4)</w:t>
      </w:r>
      <w:r>
        <w:rPr>
          <w:rtl/>
        </w:rPr>
        <w:t>.</w:t>
      </w:r>
    </w:p>
    <w:p w:rsidR="00AA2ABC" w:rsidRDefault="00AA2ABC" w:rsidP="002704FD">
      <w:pPr>
        <w:pStyle w:val="libNormal"/>
        <w:rPr>
          <w:rtl/>
        </w:rPr>
      </w:pPr>
      <w:r>
        <w:rPr>
          <w:rtl/>
        </w:rPr>
        <w:t xml:space="preserve">وروي بسند آخر انّه شكى رجل من أهل مرو إلى أبي عبدالله الصداع قال : ادن منّي ، فمسح على رأسه ثم قال : </w:t>
      </w:r>
      <w:r w:rsidRPr="002704FD">
        <w:rPr>
          <w:rStyle w:val="libAlaemChar"/>
          <w:rtl/>
        </w:rPr>
        <w:t>(</w:t>
      </w:r>
      <w:r w:rsidRPr="002704FD">
        <w:rPr>
          <w:rStyle w:val="libAieChar"/>
          <w:rtl/>
        </w:rPr>
        <w:t xml:space="preserve"> اِنَّ اللهَ يُمسِكُ السَّمَاوَاتِ والأرضَ أَن تَزُولاَ </w:t>
      </w:r>
      <w:r w:rsidRPr="004E65B4">
        <w:rPr>
          <w:rtl/>
        </w:rPr>
        <w:t xml:space="preserve">... </w:t>
      </w:r>
      <w:r w:rsidRPr="002704FD">
        <w:rPr>
          <w:rStyle w:val="libAlaemChar"/>
          <w:rtl/>
        </w:rPr>
        <w:t>)</w:t>
      </w:r>
      <w:r>
        <w:rPr>
          <w:rtl/>
        </w:rPr>
        <w:t xml:space="preserve"> </w:t>
      </w:r>
      <w:r w:rsidRPr="001008E4">
        <w:rPr>
          <w:rStyle w:val="libFootnotenumChar"/>
          <w:rtl/>
        </w:rPr>
        <w:t>(5)</w:t>
      </w:r>
      <w:r>
        <w:rPr>
          <w:rtl/>
        </w:rPr>
        <w:t xml:space="preserve"> إلى آخر الآية.</w:t>
      </w:r>
    </w:p>
    <w:p w:rsidR="00AA2ABC" w:rsidRDefault="00AA2ABC" w:rsidP="002704FD">
      <w:pPr>
        <w:pStyle w:val="libNormal"/>
        <w:rPr>
          <w:rtl/>
        </w:rPr>
      </w:pPr>
      <w:r w:rsidRPr="002704FD">
        <w:rPr>
          <w:rStyle w:val="libBold2Char"/>
          <w:rtl/>
        </w:rPr>
        <w:t xml:space="preserve">« </w:t>
      </w:r>
      <w:r w:rsidRPr="002704FD">
        <w:rPr>
          <w:rStyle w:val="libBold1Char"/>
          <w:rtl/>
        </w:rPr>
        <w:t>سورة يس</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انّ لكلّ شيء قلب وقلب القرآن يس ، من قرأها في نهاره قبل أن يمسي كان في نهاره من المحفوظين والمرزوقين حتى يمسي ، ومن قرأها في ليلة قبل أن ينام وكلّ الله به ألف ملك يحفظونه من شرّ كلّ شيطان رجيم ومن كلّ آفة.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288 ح 1 باب 55 ـ عن ثواب الأعمال.</w:t>
      </w:r>
    </w:p>
    <w:p w:rsidR="00AA2ABC" w:rsidRDefault="00AA2ABC" w:rsidP="001008E4">
      <w:pPr>
        <w:pStyle w:val="libFootnote0"/>
        <w:rPr>
          <w:rtl/>
        </w:rPr>
      </w:pPr>
      <w:r>
        <w:rPr>
          <w:rtl/>
        </w:rPr>
        <w:t>2 ـ اعلام الدين : 373 ـ البحار 92 : 288 ح 1 باب 56 باختلاف يسير.</w:t>
      </w:r>
    </w:p>
    <w:p w:rsidR="00AA2ABC" w:rsidRDefault="00AA2ABC" w:rsidP="001008E4">
      <w:pPr>
        <w:pStyle w:val="libFootnote0"/>
        <w:rPr>
          <w:rtl/>
        </w:rPr>
      </w:pPr>
      <w:r>
        <w:rPr>
          <w:rtl/>
        </w:rPr>
        <w:t>3 ـ فاطر : 41.</w:t>
      </w:r>
    </w:p>
    <w:p w:rsidR="00AA2ABC" w:rsidRDefault="00AA2ABC" w:rsidP="001008E4">
      <w:pPr>
        <w:pStyle w:val="libFootnote0"/>
        <w:rPr>
          <w:rtl/>
        </w:rPr>
      </w:pPr>
      <w:r>
        <w:rPr>
          <w:rtl/>
        </w:rPr>
        <w:t>4 ـ البحار 76 : 201 ح 16 باب 44 ـ عن ثواب الأعمال.</w:t>
      </w:r>
    </w:p>
    <w:p w:rsidR="00AA2ABC" w:rsidRDefault="00AA2ABC" w:rsidP="001008E4">
      <w:pPr>
        <w:pStyle w:val="libFootnote0"/>
        <w:rPr>
          <w:rtl/>
        </w:rPr>
      </w:pPr>
      <w:r>
        <w:rPr>
          <w:rtl/>
        </w:rPr>
        <w:t xml:space="preserve">5 ـ البحار 95 : 60 ح 29 باب 59. </w:t>
      </w:r>
    </w:p>
    <w:p w:rsidR="00AA2ABC" w:rsidRDefault="00AA2ABC" w:rsidP="002704FD">
      <w:pPr>
        <w:pStyle w:val="libNormal"/>
        <w:rPr>
          <w:rtl/>
        </w:rPr>
      </w:pPr>
      <w:r>
        <w:rPr>
          <w:rtl/>
        </w:rPr>
        <w:br w:type="page"/>
      </w:r>
      <w:r>
        <w:rPr>
          <w:rtl/>
        </w:rPr>
        <w:lastRenderedPageBreak/>
        <w:t>وإن مات في يومه أو في ليلته أدخله الله الجنة ، وحضر غسله ثلاثون ألف ملك كلّهم يستغفرون له ، ويشيّعونه إلى قبره بالاستغفار له ، فاذا أُدخل في لحده كانوا في جوف قبره يعبدون الله وثواب عبادتهم له ، وفسح له في قبره مدّ بصره ، وأُومن من ضغطة القبر ، ولم يزل له في قبره نور ساطع إلى أعنان السماء إلى أن يخرجه الله من قبره.</w:t>
      </w:r>
    </w:p>
    <w:p w:rsidR="00AA2ABC" w:rsidRDefault="00AA2ABC" w:rsidP="002704FD">
      <w:pPr>
        <w:pStyle w:val="libNormal"/>
        <w:rPr>
          <w:rtl/>
        </w:rPr>
      </w:pPr>
      <w:r>
        <w:rPr>
          <w:rtl/>
        </w:rPr>
        <w:t>فاذا أخرجه لم يزل ملائكة الله معه يشيّعونه ويحدّثونه ويضحكون في وجهه ويبشّرونه بكلّ خير حتى يجوزوا به الصراط والميزان ، ويوقفوه من الله موقفاً لا يكون عند الله خلقاً أقرب منه الاّ ملائكة الله المقرّبون وأنبياؤه المرسلون ، وهو مع النبيين واقف بين يدي الله ، لا يحزن مع من يحزن ، ولا يهتمّ مع من يهتمّ ، ولا يجزع مع من يجزع.</w:t>
      </w:r>
    </w:p>
    <w:p w:rsidR="00AA2ABC" w:rsidRDefault="00AA2ABC" w:rsidP="002704FD">
      <w:pPr>
        <w:pStyle w:val="libNormal"/>
        <w:rPr>
          <w:rtl/>
        </w:rPr>
      </w:pPr>
      <w:r>
        <w:rPr>
          <w:rtl/>
        </w:rPr>
        <w:t>ثم يقول له الرب تبارك وتعالى : اشفع عبدي أُشفعك في جميع ما تشفع ، وسلني عبدي أُعطك جميع ما تسأل ، فيسأل فيعطى ، ويشفع فيشفّع ، ولا يحاسب فيمن يحاسب ، ولا يوقف مع من يوقف ، ولا يذل مع من يذلّ.</w:t>
      </w:r>
    </w:p>
    <w:p w:rsidR="00AA2ABC" w:rsidRDefault="00AA2ABC" w:rsidP="002704FD">
      <w:pPr>
        <w:pStyle w:val="libNormal"/>
        <w:rPr>
          <w:rtl/>
        </w:rPr>
      </w:pPr>
      <w:r>
        <w:rPr>
          <w:rtl/>
        </w:rPr>
        <w:t xml:space="preserve">ولا يكبت بخطيئة ولا بشيء من سوء عمله ، ويعطى كتاباً منشوراً حتى يهبط من عند الله ، فيقول الناس بأجمعهم : سبحان الله ما كان لهذا العبد من خطيئة واحدة ، ويكون من رفقاء محمد </w:t>
      </w:r>
      <w:r w:rsidR="00BF0EA2" w:rsidRPr="00BF0EA2">
        <w:rPr>
          <w:rStyle w:val="libAlaemChar"/>
          <w:rFonts w:hint="cs"/>
          <w:rtl/>
        </w:rPr>
        <w:t>صلى‌الله‌عليه‌وآله</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قرأ يس في عمره مرّة واحدة كتب الله له بكلّ خلق في الدنيا ، وبكلّ خلق في الآخرة وفي السماء ، بكلّ واحد ألفي ألف حسنة ، ومحى عنه مثل ذلك ، ولم يصبه فقر ، ولا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92 : 288 ح 1 باب 57 ـ مستدرك الوسائل 4 : 323 ح 4 باب 41 ـ اعلام الدين : 373. </w:t>
      </w:r>
    </w:p>
    <w:p w:rsidR="00AA2ABC" w:rsidRDefault="00AA2ABC" w:rsidP="002704FD">
      <w:pPr>
        <w:pStyle w:val="libNormal0"/>
        <w:rPr>
          <w:rtl/>
        </w:rPr>
      </w:pPr>
      <w:r>
        <w:rPr>
          <w:rtl/>
        </w:rPr>
        <w:br w:type="page"/>
      </w:r>
      <w:r>
        <w:rPr>
          <w:rtl/>
        </w:rPr>
        <w:lastRenderedPageBreak/>
        <w:t>غرم ، ولا هدم ، ولا نصب ، ولا جنون ، ولا جذام ، ولا وسواس ، ولا داء يضرّه.</w:t>
      </w:r>
    </w:p>
    <w:p w:rsidR="00AA2ABC" w:rsidRDefault="00AA2ABC" w:rsidP="002704FD">
      <w:pPr>
        <w:pStyle w:val="libNormal"/>
        <w:rPr>
          <w:rtl/>
        </w:rPr>
      </w:pPr>
      <w:r>
        <w:rPr>
          <w:rtl/>
        </w:rPr>
        <w:t>وخفّف الله عنه سكرات الموت وأهواله ، وولي قبض روحه ، وكان ممن يضمن الله له السعة في معيشته ، والفرح عند لقائه ، والرضا بالثواب في آخرته ، وقال الله تعالى لملائكته أجمعين ، من في السماوات ومن في الأرض : قد رضيت عن فلان فاستغفروا له</w:t>
      </w:r>
      <w:r w:rsidRPr="001008E4">
        <w:rPr>
          <w:rStyle w:val="libFootnotenumChar"/>
          <w:rtl/>
        </w:rPr>
        <w:t>(1)</w:t>
      </w:r>
      <w:r>
        <w:rPr>
          <w:rtl/>
        </w:rPr>
        <w:t>.</w:t>
      </w:r>
    </w:p>
    <w:p w:rsidR="00AA2ABC" w:rsidRDefault="00AA2ABC" w:rsidP="002704FD">
      <w:pPr>
        <w:pStyle w:val="libNormal"/>
        <w:rPr>
          <w:rtl/>
        </w:rPr>
      </w:pPr>
      <w:r>
        <w:rPr>
          <w:rtl/>
        </w:rPr>
        <w:t xml:space="preserve">وروي عن الرضا </w:t>
      </w:r>
      <w:r w:rsidR="00763E2E" w:rsidRPr="00763E2E">
        <w:rPr>
          <w:rStyle w:val="libAlaemChar"/>
          <w:rFonts w:hint="cs"/>
          <w:rtl/>
        </w:rPr>
        <w:t>عليه‌السلام</w:t>
      </w:r>
      <w:r>
        <w:rPr>
          <w:rtl/>
        </w:rPr>
        <w:t xml:space="preserve"> انّه شكى إليه رجل البواسير ، فقال : اكتب يس بالعسل واشربه </w:t>
      </w:r>
      <w:r w:rsidRPr="001008E4">
        <w:rPr>
          <w:rStyle w:val="libFootnotenumChar"/>
          <w:rtl/>
        </w:rPr>
        <w:t>(2)</w:t>
      </w:r>
      <w:r>
        <w:rPr>
          <w:rtl/>
        </w:rPr>
        <w:t>.</w:t>
      </w:r>
    </w:p>
    <w:p w:rsidR="00AA2ABC" w:rsidRDefault="00AA2ABC" w:rsidP="002704FD">
      <w:pPr>
        <w:pStyle w:val="libNormal"/>
        <w:rPr>
          <w:rtl/>
        </w:rPr>
      </w:pPr>
      <w:r>
        <w:rPr>
          <w:rtl/>
        </w:rPr>
        <w:t xml:space="preserve">وورد في حديث آخر عن أبي عبدالله </w:t>
      </w:r>
      <w:r w:rsidR="00763E2E" w:rsidRPr="00763E2E">
        <w:rPr>
          <w:rStyle w:val="libAlaemChar"/>
          <w:rFonts w:hint="cs"/>
          <w:rtl/>
        </w:rPr>
        <w:t>عليه‌السلام</w:t>
      </w:r>
      <w:r>
        <w:rPr>
          <w:rtl/>
        </w:rPr>
        <w:t xml:space="preserve"> لدفع البياض والبرص كتابة يس بالعسل وشربه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الصافات</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الصافات في كلّ يوم جمعة لم يزل محفوظاً من كلّ آفة ، مدفوعاً عنه كلّ بلية في الحياة الدنيا ، مرزوقاً في الدنيا بأوسع ما يكون من الرزق.</w:t>
      </w:r>
    </w:p>
    <w:p w:rsidR="00AA2ABC" w:rsidRDefault="00AA2ABC" w:rsidP="002704FD">
      <w:pPr>
        <w:pStyle w:val="libNormal"/>
        <w:rPr>
          <w:rtl/>
        </w:rPr>
      </w:pPr>
      <w:r>
        <w:rPr>
          <w:rtl/>
        </w:rPr>
        <w:t xml:space="preserve">ولم يصبه الله في ماله ولا ولده ولا بدنه بسوء من شيطان رجيم ، ولا من جبار عنيد ، وان مات في يومه أو في ليلته أماته الله شهيداً ، وبعثه شهيداً ، وأدخله الجنّة مع الشهداء في درجة من الجنّة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سليمان الجعفري انّه قال : رأيت أبا الحسن </w:t>
      </w:r>
      <w:r w:rsidRPr="001008E4">
        <w:rPr>
          <w:rStyle w:val="libFootnotenumChar"/>
          <w:rtl/>
        </w:rPr>
        <w:t>(5)</w:t>
      </w:r>
      <w:r>
        <w:rPr>
          <w:rtl/>
        </w:rPr>
        <w:t xml:space="preserve"> يقول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289 ح 2 باب 57 ـ عن ثواب الأعمال.</w:t>
      </w:r>
    </w:p>
    <w:p w:rsidR="00AA2ABC" w:rsidRDefault="00AA2ABC" w:rsidP="001008E4">
      <w:pPr>
        <w:pStyle w:val="libFootnote0"/>
        <w:rPr>
          <w:rtl/>
        </w:rPr>
      </w:pPr>
      <w:r>
        <w:rPr>
          <w:rtl/>
        </w:rPr>
        <w:t>2 ـ البحار 95 : 82 ح 2 باب 73 ـ عن مكارم الاخلاق.</w:t>
      </w:r>
    </w:p>
    <w:p w:rsidR="00AA2ABC" w:rsidRDefault="00AA2ABC" w:rsidP="001008E4">
      <w:pPr>
        <w:pStyle w:val="libFootnote0"/>
        <w:rPr>
          <w:rtl/>
        </w:rPr>
      </w:pPr>
      <w:r>
        <w:rPr>
          <w:rtl/>
        </w:rPr>
        <w:t>3 ـ راجع البحار 95 : 80 ضمن حديث 5 باب 71 بتلخيص.</w:t>
      </w:r>
    </w:p>
    <w:p w:rsidR="00AA2ABC" w:rsidRDefault="00AA2ABC" w:rsidP="001008E4">
      <w:pPr>
        <w:pStyle w:val="libFootnote0"/>
        <w:rPr>
          <w:rtl/>
        </w:rPr>
      </w:pPr>
      <w:r>
        <w:rPr>
          <w:rtl/>
        </w:rPr>
        <w:t>4 ـ البحار 92 : 296 ح 1 باب 58 ـ عن ثواب الأعمال.</w:t>
      </w:r>
    </w:p>
    <w:p w:rsidR="00AA2ABC" w:rsidRDefault="00AA2ABC" w:rsidP="001008E4">
      <w:pPr>
        <w:pStyle w:val="libFootnote0"/>
        <w:rPr>
          <w:rtl/>
        </w:rPr>
      </w:pPr>
      <w:r>
        <w:rPr>
          <w:rtl/>
        </w:rPr>
        <w:t xml:space="preserve">5 ـ أي الامام الكاظم </w:t>
      </w:r>
      <w:r w:rsidR="00763E2E" w:rsidRPr="00763E2E">
        <w:rPr>
          <w:rStyle w:val="libAlaemChar"/>
          <w:rFonts w:hint="cs"/>
          <w:rtl/>
        </w:rPr>
        <w:t>عليه‌السلام</w:t>
      </w:r>
      <w:r>
        <w:rPr>
          <w:rtl/>
        </w:rPr>
        <w:t xml:space="preserve">. </w:t>
      </w:r>
    </w:p>
    <w:p w:rsidR="00AA2ABC" w:rsidRDefault="00AA2ABC" w:rsidP="002704FD">
      <w:pPr>
        <w:pStyle w:val="libNormal0"/>
        <w:rPr>
          <w:rtl/>
        </w:rPr>
      </w:pPr>
      <w:r>
        <w:rPr>
          <w:rtl/>
        </w:rPr>
        <w:br w:type="page"/>
      </w:r>
      <w:r>
        <w:rPr>
          <w:rtl/>
        </w:rPr>
        <w:lastRenderedPageBreak/>
        <w:t xml:space="preserve">لابنه القاسم : قم يا بنيّ فاقرأ عند رأس أخيك « والصافات صفّاً » حتى تستتمّها ، فقرأ فلمّا بلغ </w:t>
      </w:r>
      <w:r w:rsidRPr="002704FD">
        <w:rPr>
          <w:rStyle w:val="libAlaemChar"/>
          <w:rtl/>
        </w:rPr>
        <w:t>(</w:t>
      </w:r>
      <w:r w:rsidRPr="002704FD">
        <w:rPr>
          <w:rStyle w:val="libAieChar"/>
          <w:rtl/>
        </w:rPr>
        <w:t xml:space="preserve"> أَهُم أَشَدُّ خَلقاً أَم مَّن خَلَقنَا </w:t>
      </w:r>
      <w:r w:rsidRPr="001008E4">
        <w:rPr>
          <w:rStyle w:val="libFootnotenumChar"/>
          <w:rtl/>
        </w:rPr>
        <w:t>(1)</w:t>
      </w:r>
      <w:r>
        <w:rPr>
          <w:rtl/>
        </w:rPr>
        <w:t xml:space="preserve"> </w:t>
      </w:r>
      <w:r w:rsidRPr="002704FD">
        <w:rPr>
          <w:rStyle w:val="libAlaemChar"/>
          <w:rtl/>
        </w:rPr>
        <w:t>)</w:t>
      </w:r>
      <w:r>
        <w:rPr>
          <w:rtl/>
        </w:rPr>
        <w:t xml:space="preserve"> قضى الفتى.</w:t>
      </w:r>
    </w:p>
    <w:p w:rsidR="00AA2ABC" w:rsidRDefault="00AA2ABC" w:rsidP="002704FD">
      <w:pPr>
        <w:pStyle w:val="libNormal"/>
        <w:rPr>
          <w:rtl/>
        </w:rPr>
      </w:pPr>
      <w:r>
        <w:rPr>
          <w:rtl/>
        </w:rPr>
        <w:t xml:space="preserve">فلمّا سجّي وخرجوا أقبل عليه يعقوب بن جعفر فقال له : كنّا نعهد الميت إذا نزل به يقرأ عنده « يس والقرآن الحكيم » وصرت تأمرنا بالصافات ، فقال : يا بنيّ لم تقرأ عند مكروب من موت قط الاّ عجّل راحته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من أراد أن يكتال بالمكيال الأوفى فليقل في دبر كلّ صلاة : « سبحان ربك رب العزة عمّا يصفون ، وسلام على المرسلين ، والحمد لله رب العالمين » </w:t>
      </w:r>
      <w:r w:rsidRPr="001008E4">
        <w:rPr>
          <w:rStyle w:val="libFootnotenumChar"/>
          <w:rtl/>
        </w:rPr>
        <w:t>(3)</w:t>
      </w:r>
      <w:r>
        <w:rPr>
          <w:rtl/>
        </w:rPr>
        <w:t>.</w:t>
      </w:r>
    </w:p>
    <w:p w:rsidR="00AA2ABC" w:rsidRDefault="00AA2ABC" w:rsidP="002704FD">
      <w:pPr>
        <w:pStyle w:val="libNormal"/>
        <w:rPr>
          <w:rtl/>
        </w:rPr>
      </w:pPr>
      <w:r>
        <w:rPr>
          <w:rtl/>
        </w:rPr>
        <w:t>وجاء في حديث آخر انّ من قرأها حين يقوم من مجلس كانت كفارة ذنوب أهل ذلك المجلس.</w:t>
      </w:r>
    </w:p>
    <w:p w:rsidR="00AA2ABC" w:rsidRDefault="00AA2ABC" w:rsidP="002704FD">
      <w:pPr>
        <w:pStyle w:val="libNormal"/>
        <w:rPr>
          <w:rtl/>
        </w:rPr>
      </w:pPr>
      <w:r w:rsidRPr="002704FD">
        <w:rPr>
          <w:rStyle w:val="libBold2Char"/>
          <w:rtl/>
        </w:rPr>
        <w:t xml:space="preserve">« </w:t>
      </w:r>
      <w:r w:rsidRPr="002704FD">
        <w:rPr>
          <w:rStyle w:val="libBold1Char"/>
          <w:rtl/>
        </w:rPr>
        <w:t>سورة ص</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سورة « ص » في ليلة الجمعة أعطي من خير الدنيا والآخرة مالم يعط أحد من الناس الاّ نبيّ مرسل أو ملك مقرب ، وأدخله الله الجنة وكلّ من أحبّ من أهل بيته حتى خادمه الذي يخدمه ...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الزمر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الزمر أعطاه الله تعالى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الصافات : 11.</w:t>
      </w:r>
    </w:p>
    <w:p w:rsidR="00AA2ABC" w:rsidRDefault="00AA2ABC" w:rsidP="001008E4">
      <w:pPr>
        <w:pStyle w:val="libFootnote0"/>
        <w:rPr>
          <w:rtl/>
        </w:rPr>
      </w:pPr>
      <w:r>
        <w:rPr>
          <w:rtl/>
        </w:rPr>
        <w:t>2 ـ الكافي 3 : 126 ح 5 باب إذا عسر على الميت الموت ـ عنه البحار 48 : 289 ح 6 باب 46.</w:t>
      </w:r>
    </w:p>
    <w:p w:rsidR="00AA2ABC" w:rsidRDefault="00AA2ABC" w:rsidP="001008E4">
      <w:pPr>
        <w:pStyle w:val="libFootnote0"/>
        <w:rPr>
          <w:rtl/>
        </w:rPr>
      </w:pPr>
      <w:r>
        <w:rPr>
          <w:rtl/>
        </w:rPr>
        <w:t>3 ـ البحار 86 : 23 ح 23 باب 38 عن قرب الاسناد.</w:t>
      </w:r>
    </w:p>
    <w:p w:rsidR="00AA2ABC" w:rsidRDefault="00AA2ABC" w:rsidP="001008E4">
      <w:pPr>
        <w:pStyle w:val="libFootnote0"/>
        <w:rPr>
          <w:rtl/>
        </w:rPr>
      </w:pPr>
      <w:r>
        <w:rPr>
          <w:rtl/>
        </w:rPr>
        <w:t xml:space="preserve">4 ـ البحار 92 : 297 ح 1 باب 59 ـ عن ثواب الأعمال. </w:t>
      </w:r>
    </w:p>
    <w:p w:rsidR="00AA2ABC" w:rsidRDefault="00AA2ABC" w:rsidP="002704FD">
      <w:pPr>
        <w:pStyle w:val="libNormal0"/>
        <w:rPr>
          <w:rtl/>
        </w:rPr>
      </w:pPr>
      <w:r>
        <w:rPr>
          <w:rtl/>
        </w:rPr>
        <w:br w:type="page"/>
      </w:r>
      <w:r>
        <w:rPr>
          <w:rtl/>
        </w:rPr>
        <w:lastRenderedPageBreak/>
        <w:t xml:space="preserve">شرف الدنيا والآخرة ، وأعزّه بلا مال ولا عشيرة ، حتى يهابه من يراه ، وحرّم جسده على النار ، وبنى له في الجنّة ألف مدينة ، في كلّ مدينة ألف قصر ، في كلّ قصر مائة حوراء ، وله مع هذا عينان تجريان ، وعينان نضّاختان ، وحور مقصورات في الخيام ، ومن كلّ فاكهة زوجان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المؤمن</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 حم المؤمن ) في كلّ ليلة ، غفر الله له ما تقدم من ذنبه وما تأخّر ، وألزمه كلمة التقوى ، وجعل الآخرة خيراً له من الدينا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السجدة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حم السجدة ) كانت له نوراً يوم القيامة مدّ بصره وسروراً ، وعاش في الدنيا محموداً مغبوطاً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 الشورى</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حمعسق ) بعثه الله يوم القيامة ووجهه كالثلج أو كالشمس حتى يقف بين يدي الله عزّوجلّ ، فيقول : عبدي أدمت قراءة ( حمعسق ) ولم تدر ما ثوابها ، أما لو دريت ما هي وما ثوابها لما مللت قراءتها.</w:t>
      </w:r>
    </w:p>
    <w:p w:rsidR="00AA2ABC" w:rsidRDefault="00AA2ABC" w:rsidP="002704FD">
      <w:pPr>
        <w:pStyle w:val="libNormal"/>
        <w:rPr>
          <w:rtl/>
        </w:rPr>
      </w:pPr>
      <w:r>
        <w:rPr>
          <w:rtl/>
        </w:rPr>
        <w:t xml:space="preserve">ولكن سأخبرك جزاك ، أدخلوه الجنة وله فيها قصر من ياقوته حمراء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اعلام الدين : 375 ـ البحار 92 : 297 ح 1 باب 60 ـ عن ثواب الأعمال.</w:t>
      </w:r>
    </w:p>
    <w:p w:rsidR="00AA2ABC" w:rsidRDefault="00AA2ABC" w:rsidP="001008E4">
      <w:pPr>
        <w:pStyle w:val="libFootnote0"/>
        <w:rPr>
          <w:rtl/>
        </w:rPr>
      </w:pPr>
      <w:r>
        <w:rPr>
          <w:rtl/>
        </w:rPr>
        <w:t>2 ـ الوسائل 4 : 891 ح 19 باب 51 ـ البحار 92 : 298 ح 1 باب 61 ـ عن ثواب الأعمال.</w:t>
      </w:r>
    </w:p>
    <w:p w:rsidR="00AA2ABC" w:rsidRDefault="00AA2ABC" w:rsidP="001008E4">
      <w:pPr>
        <w:pStyle w:val="libFootnote0"/>
        <w:rPr>
          <w:rtl/>
        </w:rPr>
      </w:pPr>
      <w:r>
        <w:rPr>
          <w:rtl/>
        </w:rPr>
        <w:t xml:space="preserve">3 ـ البحار 92 : 298 ح 1 باب 62 ـ الوسائل 4 : 891 ح 20 باب 51 ـ عن ثواب الأعمال. </w:t>
      </w:r>
    </w:p>
    <w:p w:rsidR="00AA2ABC" w:rsidRDefault="00AA2ABC" w:rsidP="002704FD">
      <w:pPr>
        <w:pStyle w:val="libNormal0"/>
        <w:rPr>
          <w:rtl/>
        </w:rPr>
      </w:pPr>
      <w:r>
        <w:rPr>
          <w:rtl/>
        </w:rPr>
        <w:br w:type="page"/>
      </w:r>
      <w:r>
        <w:rPr>
          <w:rtl/>
        </w:rPr>
        <w:lastRenderedPageBreak/>
        <w:t xml:space="preserve">أبوابها وشرفها ودرجها منها ، يرى ظاهرها من باطنها وباطنها من ظاهرها ، وله فيها جوار أتراب من الحور العين ، وألف جارية ، وألف غلام من الولدان المخلّدين ، الذين وصفهم الله عزَّوجلَّ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الزخرف</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أدمن قراءة حم الزخرف آمنه الله في قبره من هوام الأرض ، ومن ضمّة القبر حتى يقف بين يدي الله ، ثم جاءت حتى تكون هي التي تدخله الجنّة بأمر الله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الدخان</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سورة الدخان في فرائضه ونوافله بعثه الله من الآمنين يوم القيامة ، وأظلّه تحت عرشه ، وحاسبه حساباً يسيراً ، وأعطاه كتابة بيمينه </w:t>
      </w:r>
      <w:r w:rsidRPr="001008E4">
        <w:rPr>
          <w:rStyle w:val="libFootnotenumChar"/>
          <w:rtl/>
        </w:rPr>
        <w:t>(3)</w:t>
      </w:r>
      <w:r>
        <w:rPr>
          <w:rtl/>
        </w:rPr>
        <w:t>.</w:t>
      </w:r>
    </w:p>
    <w:p w:rsidR="00AA2ABC" w:rsidRDefault="00AA2ABC" w:rsidP="002704FD">
      <w:pPr>
        <w:pStyle w:val="libNormal"/>
        <w:rPr>
          <w:rtl/>
        </w:rPr>
      </w:pPr>
      <w:r>
        <w:rPr>
          <w:rtl/>
        </w:rPr>
        <w:t xml:space="preserve">وقال رجل لأبي جعفر الباقر </w:t>
      </w:r>
      <w:r w:rsidR="00763E2E" w:rsidRPr="00763E2E">
        <w:rPr>
          <w:rStyle w:val="libAlaemChar"/>
          <w:rFonts w:hint="cs"/>
          <w:rtl/>
        </w:rPr>
        <w:t>عليه‌السلام</w:t>
      </w:r>
      <w:r>
        <w:rPr>
          <w:rtl/>
        </w:rPr>
        <w:t xml:space="preserve"> ... يا ابن رسول الله كيف أعرف انّ ليلة القدر تكون في كلّ سنة؟ قال : إذا أتى شهر رمضان فاقرا سورة الدخان في كلّ ليلة مائة مرّة ، فاذا أنت ليلة ثلاث وعشرين فانّك ناظر إلى تصديق الذي سألت عنه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الجاثية</w:t>
      </w:r>
      <w:r w:rsidRPr="002704FD">
        <w:rPr>
          <w:rStyle w:val="libBold2Char"/>
          <w:rtl/>
        </w:rPr>
        <w:t xml:space="preserve"> » : </w:t>
      </w:r>
    </w:p>
    <w:p w:rsidR="00AA2ABC" w:rsidRDefault="00AA2ABC" w:rsidP="002704FD">
      <w:pPr>
        <w:pStyle w:val="libNormal"/>
        <w:rPr>
          <w:rtl/>
        </w:rPr>
      </w:pPr>
      <w:r>
        <w:rPr>
          <w:rtl/>
        </w:rPr>
        <w:t xml:space="preserve">روى عن أبي عبدالله </w:t>
      </w:r>
      <w:r w:rsidR="00763E2E" w:rsidRPr="00763E2E">
        <w:rPr>
          <w:rStyle w:val="libAlaemChar"/>
          <w:rFonts w:hint="cs"/>
          <w:rtl/>
        </w:rPr>
        <w:t>عليه‌السلام</w:t>
      </w:r>
      <w:r>
        <w:rPr>
          <w:rtl/>
        </w:rPr>
        <w:t xml:space="preserve"> انّه قال : من قرأ سورة الجاثية كان ثوابها أن لا يرى النار أبداً ، ولا يسمع زفير جهنّم وشهيقها ، وهو مع محمد </w:t>
      </w:r>
      <w:r w:rsidR="00BF0EA2" w:rsidRPr="00BF0EA2">
        <w:rPr>
          <w:rStyle w:val="libAlaemChar"/>
          <w:rFonts w:hint="cs"/>
          <w:rtl/>
        </w:rPr>
        <w:t>صلى‌الله‌عليه‌وآله</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298 ح 1 باب 63 ـ عن ثواب الأعمال ـ اعلام الدين : 375.</w:t>
      </w:r>
    </w:p>
    <w:p w:rsidR="00AA2ABC" w:rsidRDefault="00AA2ABC" w:rsidP="001008E4">
      <w:pPr>
        <w:pStyle w:val="libFootnote0"/>
        <w:rPr>
          <w:rtl/>
        </w:rPr>
      </w:pPr>
      <w:r>
        <w:rPr>
          <w:rtl/>
        </w:rPr>
        <w:t>2 ـ الوسائل 4 : 891 ح 22 باب 51 ـ البحار 92 : 299 ح 1 باب 64.</w:t>
      </w:r>
    </w:p>
    <w:p w:rsidR="00AA2ABC" w:rsidRDefault="00AA2ABC" w:rsidP="001008E4">
      <w:pPr>
        <w:pStyle w:val="libFootnote0"/>
        <w:rPr>
          <w:rtl/>
        </w:rPr>
      </w:pPr>
      <w:r>
        <w:rPr>
          <w:rtl/>
        </w:rPr>
        <w:t>3 ـ البحار 92 : 299 ح 1 باب 65.</w:t>
      </w:r>
    </w:p>
    <w:p w:rsidR="00AA2ABC" w:rsidRDefault="00AA2ABC" w:rsidP="001008E4">
      <w:pPr>
        <w:pStyle w:val="libFootnote0"/>
        <w:rPr>
          <w:rtl/>
        </w:rPr>
      </w:pPr>
      <w:r>
        <w:rPr>
          <w:rtl/>
        </w:rPr>
        <w:t>4 ـ الكافي 1 : 252 ضمن حديث 8 باب في شأن انا أنزلناه ـ الوسائل 7 : 265 ح 1 باب 34.</w:t>
      </w:r>
    </w:p>
    <w:p w:rsidR="00AA2ABC" w:rsidRDefault="00AA2ABC" w:rsidP="001008E4">
      <w:pPr>
        <w:pStyle w:val="libFootnote0"/>
        <w:rPr>
          <w:rtl/>
        </w:rPr>
      </w:pPr>
      <w:r>
        <w:rPr>
          <w:rtl/>
        </w:rPr>
        <w:t xml:space="preserve">5 ـ البحار 92 : 301 ح 1 باب 66 ـ اعلام الدين : 376.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الأحقاف</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في كلّ ليلة أو في كلّ جمعة سورة الأحقاف لم يصبه الله بروعة في الحياة الدنيا ، وآمنه من فزع يوم القيامة ان شاء الله تعالى </w:t>
      </w:r>
      <w:r w:rsidRPr="001008E4">
        <w:rPr>
          <w:rStyle w:val="libFootnotenumChar"/>
          <w:rtl/>
        </w:rPr>
        <w:t>(1)</w:t>
      </w:r>
      <w:r>
        <w:rPr>
          <w:rtl/>
        </w:rPr>
        <w:t>.</w:t>
      </w:r>
    </w:p>
    <w:p w:rsidR="00AA2ABC" w:rsidRDefault="00AA2ABC" w:rsidP="002704FD">
      <w:pPr>
        <w:pStyle w:val="libNormal"/>
        <w:rPr>
          <w:rtl/>
        </w:rPr>
      </w:pPr>
      <w:r>
        <w:rPr>
          <w:rtl/>
        </w:rPr>
        <w:t xml:space="preserve">وروي أيضاَ عنه </w:t>
      </w:r>
      <w:r w:rsidR="00763E2E" w:rsidRPr="00763E2E">
        <w:rPr>
          <w:rStyle w:val="libAlaemChar"/>
          <w:rFonts w:hint="cs"/>
          <w:rtl/>
        </w:rPr>
        <w:t>عليه‌السلام</w:t>
      </w:r>
      <w:r>
        <w:rPr>
          <w:rtl/>
        </w:rPr>
        <w:t xml:space="preserve"> قال : الحواميم رياحين القرآن ، فاذا قرأتموها فاحمدوا الله واشكروه كثيراً لحفظها وتلاوتها ، انّ العبد ليقوم ويقرأ الحواميم فيخرج من فيه أطيب من المسك الأذفر والعنبر.</w:t>
      </w:r>
    </w:p>
    <w:p w:rsidR="00AA2ABC" w:rsidRDefault="00AA2ABC" w:rsidP="002704FD">
      <w:pPr>
        <w:pStyle w:val="libNormal"/>
        <w:rPr>
          <w:rtl/>
        </w:rPr>
      </w:pPr>
      <w:r>
        <w:rPr>
          <w:rtl/>
        </w:rPr>
        <w:t xml:space="preserve">وانّ الله عزّوجلّ ليرحم تاليها أو قارئها ، ويرحم جيرانه وأصدقاءه ومعارفه وكلّ حميم وقريب له ، وانّه في القيامة يستغفر له العرش والكرسي وملائكة الله المقرّبون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محمد</w:t>
      </w:r>
      <w:r w:rsidRPr="002704FD">
        <w:rPr>
          <w:rStyle w:val="libBold2Char"/>
          <w:rtl/>
        </w:rPr>
        <w:t xml:space="preserve"> </w:t>
      </w:r>
      <w:r w:rsidR="00BF0EA2" w:rsidRPr="00BF0EA2">
        <w:rPr>
          <w:rStyle w:val="libAlaemChar"/>
          <w:rFonts w:hint="cs"/>
          <w:rtl/>
        </w:rPr>
        <w:t>صلى‌الله‌عليه‌وآله</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w:t>
      </w:r>
      <w:r w:rsidRPr="002704FD">
        <w:rPr>
          <w:rStyle w:val="libAieChar"/>
          <w:rtl/>
        </w:rPr>
        <w:t xml:space="preserve"> اَلَّذِينَ كَفَرُوا </w:t>
      </w:r>
      <w:r>
        <w:rPr>
          <w:rtl/>
        </w:rPr>
        <w:t xml:space="preserve">» لم يذنب أبداً ، ولم يدخله شك في دينه أبداَ ، ولم يبتله الله بفقر أبداً ، ولا خوف من سلطان أبداً ، ولم يزل محفوظاً من الشك والكفر أبداً حتى يموت ، فاذا مات وكلّ الله به في قبره ألف ملك يصلّون في قبره ، ويكون ثواب صلاتهم له ، ويشيّعونه حتى يوقفوه موقف الآمنين عند الله عزَّ وجلَّ ، ويكون في أمان الله وأمان محمد </w:t>
      </w:r>
      <w:r w:rsidR="00BF0EA2" w:rsidRPr="00BF0EA2">
        <w:rPr>
          <w:rStyle w:val="libAlaemChar"/>
          <w:rFonts w:hint="cs"/>
          <w:rtl/>
        </w:rPr>
        <w:t>صلى‌الله‌عليه‌وآله</w:t>
      </w:r>
      <w:r>
        <w:rPr>
          <w:rtl/>
        </w:rPr>
        <w:t xml:space="preserve">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الفتح</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حصّنوا أموالكم ونساءكم وما ملكت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301 ح 1 باب 67 ـ اعلام الدين : 376.</w:t>
      </w:r>
    </w:p>
    <w:p w:rsidR="00AA2ABC" w:rsidRDefault="00AA2ABC" w:rsidP="001008E4">
      <w:pPr>
        <w:pStyle w:val="libFootnote0"/>
        <w:rPr>
          <w:rtl/>
        </w:rPr>
      </w:pPr>
      <w:r>
        <w:rPr>
          <w:rtl/>
        </w:rPr>
        <w:t>2 ـ البحار 92 : 301 ح 1 باب 68 ـ اعلام الدين : 376.</w:t>
      </w:r>
    </w:p>
    <w:p w:rsidR="00AA2ABC" w:rsidRDefault="00AA2ABC" w:rsidP="001008E4">
      <w:pPr>
        <w:pStyle w:val="libFootnote0"/>
        <w:rPr>
          <w:rtl/>
        </w:rPr>
      </w:pPr>
      <w:r>
        <w:rPr>
          <w:rtl/>
        </w:rPr>
        <w:t>3 ـ البحار 92 : 303 ح 1 باب 69 ـ اعلام الدين : 376.</w:t>
      </w:r>
    </w:p>
    <w:p w:rsidR="00AA2ABC" w:rsidRDefault="00AA2ABC" w:rsidP="002704FD">
      <w:pPr>
        <w:pStyle w:val="libNormal0"/>
        <w:rPr>
          <w:rtl/>
        </w:rPr>
      </w:pPr>
      <w:r>
        <w:rPr>
          <w:rtl/>
        </w:rPr>
        <w:br w:type="page"/>
      </w:r>
      <w:r>
        <w:rPr>
          <w:rtl/>
        </w:rPr>
        <w:lastRenderedPageBreak/>
        <w:t xml:space="preserve">أيمانكم من التلف بقراءة ( انّا فتحنا ) ، فانّه إذا كان ممن يدمن قراءتها نادى مناد يوم القيامة حتى تسمع الخلائق : أنت من عبادي المخلصين ، ألحقوه بالصالحين من عبادي ، وأدخلوه جنّات النعيم ، واسقوه من الرحيق المختوم بمزاج الكافور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الحجرات</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الحجرات في كلّ ليلة أو في كلّ يوم كان من زوّار محمد </w:t>
      </w:r>
      <w:r w:rsidR="00BF0EA2" w:rsidRPr="00BF0EA2">
        <w:rPr>
          <w:rStyle w:val="libAlaemChar"/>
          <w:rFonts w:hint="cs"/>
          <w:rtl/>
        </w:rPr>
        <w:t>صلى‌الله‌عليه‌وآله</w:t>
      </w:r>
      <w:r>
        <w:rPr>
          <w:rtl/>
        </w:rPr>
        <w:t xml:space="preserve">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ق</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أدمن في فرائضه ونوافله قراءة سورة « ق » ، وسّع الله عليه رزقه ، وأعطاه كتابه بيمينه ، وحاسبه حساباً يسيراً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الذاريات</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والذاريات في يومه أو في ليلته أصلح الله عزّوجلّ له معيشته ، وأتاه برزق واسع ، ونوّر له في قبره بسراج يزهر إلى يوم القيامة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الطور</w:t>
      </w:r>
      <w:r w:rsidRPr="002704FD">
        <w:rPr>
          <w:rStyle w:val="libBold2Char"/>
          <w:rtl/>
        </w:rPr>
        <w:t xml:space="preserve"> » : </w:t>
      </w:r>
    </w:p>
    <w:p w:rsidR="00AA2ABC" w:rsidRDefault="00AA2ABC" w:rsidP="002704FD">
      <w:pPr>
        <w:pStyle w:val="libNormal"/>
        <w:rPr>
          <w:rtl/>
        </w:rPr>
      </w:pPr>
      <w:r>
        <w:rPr>
          <w:rtl/>
        </w:rPr>
        <w:t xml:space="preserve">روي عن أبي عبدالله وأبي جعفر </w:t>
      </w:r>
      <w:r w:rsidR="000A073B" w:rsidRPr="000A073B">
        <w:rPr>
          <w:rStyle w:val="libAlaemChar"/>
          <w:rFonts w:hint="cs"/>
          <w:rtl/>
        </w:rPr>
        <w:t>عليهما‌السلام</w:t>
      </w:r>
      <w:r>
        <w:rPr>
          <w:rtl/>
        </w:rPr>
        <w:t xml:space="preserve"> قالا : من قرأ سورة الطور جمع الله له خير الدنيا والآخرة </w:t>
      </w:r>
      <w:r w:rsidRPr="001008E4">
        <w:rPr>
          <w:rStyle w:val="libFootnotenumChar"/>
          <w:rtl/>
        </w:rPr>
        <w:t>(5)</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92 : 303 ح 1 باب 70 ـ عن ثواب الأعمال.</w:t>
      </w:r>
    </w:p>
    <w:p w:rsidR="00AA2ABC" w:rsidRDefault="00AA2ABC" w:rsidP="001008E4">
      <w:pPr>
        <w:pStyle w:val="libFootnote0"/>
        <w:rPr>
          <w:rtl/>
        </w:rPr>
      </w:pPr>
      <w:r>
        <w:rPr>
          <w:rtl/>
        </w:rPr>
        <w:t>2 ـ البحار 92 : 202 ح 1 باب 71 ـ الوسائل 4 : 892 ح 26 باب 51 ـ عن ثوب الأعمال.</w:t>
      </w:r>
    </w:p>
    <w:p w:rsidR="00AA2ABC" w:rsidRDefault="00AA2ABC" w:rsidP="001008E4">
      <w:pPr>
        <w:pStyle w:val="libFootnote0"/>
        <w:rPr>
          <w:rtl/>
        </w:rPr>
      </w:pPr>
      <w:r>
        <w:rPr>
          <w:rtl/>
        </w:rPr>
        <w:t>3 ـ البحار 92 : 304 ح 1 باب 72 ـ عن ثواب الأعمال.</w:t>
      </w:r>
    </w:p>
    <w:p w:rsidR="00AA2ABC" w:rsidRDefault="00AA2ABC" w:rsidP="001008E4">
      <w:pPr>
        <w:pStyle w:val="libFootnote0"/>
        <w:rPr>
          <w:rtl/>
        </w:rPr>
      </w:pPr>
      <w:r>
        <w:rPr>
          <w:rtl/>
        </w:rPr>
        <w:t>4 ـ البحار 92 : 304 ح 1 باب 73 ـ الوسائل 4 : 892 ح 27 باب 51 ـ عن ثواب الأعمال.</w:t>
      </w:r>
    </w:p>
    <w:p w:rsidR="00AA2ABC" w:rsidRDefault="00AA2ABC" w:rsidP="001008E4">
      <w:pPr>
        <w:pStyle w:val="libFootnote0"/>
        <w:rPr>
          <w:rtl/>
        </w:rPr>
      </w:pPr>
      <w:r>
        <w:rPr>
          <w:rtl/>
        </w:rPr>
        <w:t xml:space="preserve">5 ـ البحار 92 : 304 ح 1 باب 74 ـ الوسائل 4 : 892 ح 28 ، باب 51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النجم</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 يدمن قراءة والنجم في كلّ يوم أو في كلّ ليلة عاش محموداً بين الناس ، وكان مغفوراً له ، وكا محّبباً بين الناس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اقترب</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 اقتربت الساعة ) أخرجه الله من قبره على ناقة من نوق الجنّة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الرحمن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لا تدعوا قراءة سورة الرحمن والقيام بها ، فانّها لا تقرّ في قلوب المنافقين ، ويأتي بها ربّها يوم القيامة في صورة آدمي في أحسن صورة ، وأطيب ريح ، حتى تقف من الله موقفاً لا يكون أحد أقرب إلى الله منها.</w:t>
      </w:r>
    </w:p>
    <w:p w:rsidR="00AA2ABC" w:rsidRDefault="00AA2ABC" w:rsidP="002704FD">
      <w:pPr>
        <w:pStyle w:val="libNormal"/>
        <w:rPr>
          <w:rtl/>
        </w:rPr>
      </w:pPr>
      <w:r>
        <w:rPr>
          <w:rtl/>
        </w:rPr>
        <w:t>فيقول لها : من الذي كان يقوم بك في الحياة الدنيا ويدمن قراءتك؟ فتقول : يا ربّ فلان وفلان فتبيّض وجوههم ، فيقول لهم : اشفعوا فيمن أحببتم ، فيشفعون حتى لا يبقى لهم غاية ولا أحد يشفعون له ، فيقول لهم : ادخلوا الجنّة ، واسكنوا فيها حيث شئتم</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يستحبّ أن تقرأ في دبر الغداةُ يوم الجمعة الرحمن كلّها ، ثم تقول كلّما قلت : </w:t>
      </w:r>
      <w:r w:rsidRPr="002704FD">
        <w:rPr>
          <w:rStyle w:val="libAlaemChar"/>
          <w:rtl/>
        </w:rPr>
        <w:t>(</w:t>
      </w:r>
      <w:r w:rsidRPr="002704FD">
        <w:rPr>
          <w:rStyle w:val="libAieChar"/>
          <w:rtl/>
        </w:rPr>
        <w:t xml:space="preserve"> فَبِأَىِّ آلاَءِ رَبِّكُمَا تُكذِّبَانِ </w:t>
      </w:r>
      <w:r w:rsidRPr="002704FD">
        <w:rPr>
          <w:rStyle w:val="libAlaemChar"/>
          <w:rtl/>
        </w:rPr>
        <w:t>)</w:t>
      </w:r>
      <w:r>
        <w:rPr>
          <w:rtl/>
        </w:rPr>
        <w:t xml:space="preserve"> : لا بشيء من آلائك ربّ أكذّب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305 ح 1 باب 75 ـ الوسائل 4 : 892 ح 29 باب 51 ـ عن ثواب الأعمال.</w:t>
      </w:r>
    </w:p>
    <w:p w:rsidR="00AA2ABC" w:rsidRDefault="00AA2ABC" w:rsidP="001008E4">
      <w:pPr>
        <w:pStyle w:val="libFootnote0"/>
        <w:rPr>
          <w:rtl/>
        </w:rPr>
      </w:pPr>
      <w:r>
        <w:rPr>
          <w:rtl/>
        </w:rPr>
        <w:t>2 ـ البحار 92 : 305 ح 1 باب 76 ـ الوسائل 4 : 893 ح 30 باب 51 ـ عن ثواب الأعمال.</w:t>
      </w:r>
    </w:p>
    <w:p w:rsidR="00AA2ABC" w:rsidRDefault="00AA2ABC" w:rsidP="001008E4">
      <w:pPr>
        <w:pStyle w:val="libFootnote0"/>
        <w:rPr>
          <w:rtl/>
        </w:rPr>
      </w:pPr>
      <w:r>
        <w:rPr>
          <w:rtl/>
        </w:rPr>
        <w:t>3 ـ البحار 92 : 306 ح 1 باب 77 ـ عن ثواب الأعمال.</w:t>
      </w:r>
    </w:p>
    <w:p w:rsidR="00AA2ABC" w:rsidRDefault="00AA2ABC" w:rsidP="001008E4">
      <w:pPr>
        <w:pStyle w:val="libFootnote0"/>
        <w:rPr>
          <w:rtl/>
        </w:rPr>
      </w:pPr>
      <w:r>
        <w:rPr>
          <w:rtl/>
        </w:rPr>
        <w:t xml:space="preserve">4 ـ الكافي 3 : 429 ح 6 باب نوادر الجمعة ـ عنه البحار 92 : 306 ح 3 باب 77.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في حديث معتبر آخر : من قرأ سورة الرحمن فقال عند كلّ </w:t>
      </w:r>
      <w:r w:rsidRPr="002704FD">
        <w:rPr>
          <w:rStyle w:val="libAlaemChar"/>
          <w:rtl/>
        </w:rPr>
        <w:t>(</w:t>
      </w:r>
      <w:r w:rsidRPr="002704FD">
        <w:rPr>
          <w:rStyle w:val="libAieChar"/>
          <w:rtl/>
        </w:rPr>
        <w:t xml:space="preserve"> فَبِأَىِّ آلاَءِ رَبِّكُمَا تُكذِّبَانِ </w:t>
      </w:r>
      <w:r w:rsidRPr="002704FD">
        <w:rPr>
          <w:rStyle w:val="libAlaemChar"/>
          <w:rtl/>
        </w:rPr>
        <w:t>)</w:t>
      </w:r>
      <w:r>
        <w:rPr>
          <w:rtl/>
        </w:rPr>
        <w:t xml:space="preserve"> : لا بشيء من آلائك ربّ أكذّب ، فإن قرأها ليلاً ثم مات مات شهيداً ، وان قرأها نهاراً فمات مات شهيداً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الواقعة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كلّ ليلة جمعة الواقعة أحبّه الله وحبّبه إلى الناس أجمعين ، ولم ير في الدنيا بؤساً ولا فقراً ولا آفة ، وكان من رفقاء أمير المؤمنين </w:t>
      </w:r>
      <w:r w:rsidR="00763E2E" w:rsidRPr="00763E2E">
        <w:rPr>
          <w:rStyle w:val="libAlaemChar"/>
          <w:rFonts w:hint="cs"/>
          <w:rtl/>
        </w:rPr>
        <w:t>عليه‌السلام</w:t>
      </w:r>
      <w:r>
        <w:rPr>
          <w:rtl/>
        </w:rPr>
        <w:t xml:space="preserve"> ، وانّها نزلت فيه خاصة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من اشتاق إلى الجنّة وإلى صفتها فليقرء الواقعة ، ومن أحبّ أن ينظر إلى صفة النار فليقرء ، سجدة لقمان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أبي جعفر الباقر </w:t>
      </w:r>
      <w:r w:rsidR="00763E2E" w:rsidRPr="00763E2E">
        <w:rPr>
          <w:rStyle w:val="libAlaemChar"/>
          <w:rFonts w:hint="cs"/>
          <w:rtl/>
        </w:rPr>
        <w:t>عليه‌السلام</w:t>
      </w:r>
      <w:r>
        <w:rPr>
          <w:rtl/>
        </w:rPr>
        <w:t xml:space="preserve"> أنه قال : من قرأ الواقعة كل ليلة قبل ان ينام لقى الله عز وجل ووجهه كالقمر ليلة البدر </w:t>
      </w:r>
      <w:r w:rsidRPr="001008E4">
        <w:rPr>
          <w:rStyle w:val="libFootnotenumChar"/>
          <w:rtl/>
        </w:rPr>
        <w:t>(4)</w:t>
      </w:r>
      <w:r>
        <w:rPr>
          <w:rtl/>
        </w:rPr>
        <w:t xml:space="preserve">. </w:t>
      </w:r>
    </w:p>
    <w:p w:rsidR="00AA2ABC" w:rsidRDefault="00AA2ABC" w:rsidP="002704FD">
      <w:pPr>
        <w:pStyle w:val="libNormal"/>
        <w:rPr>
          <w:rtl/>
        </w:rPr>
      </w:pPr>
      <w:r>
        <w:rPr>
          <w:rtl/>
        </w:rPr>
        <w:t xml:space="preserve">وروي بسند معتبر عن إسماعيل بن عبد الخالق ، عن أبي عبدالله </w:t>
      </w:r>
      <w:r w:rsidR="00763E2E" w:rsidRPr="00763E2E">
        <w:rPr>
          <w:rStyle w:val="libAlaemChar"/>
          <w:rFonts w:hint="cs"/>
          <w:rtl/>
        </w:rPr>
        <w:t>عليه‌السلام</w:t>
      </w:r>
      <w:r>
        <w:rPr>
          <w:rtl/>
        </w:rPr>
        <w:t xml:space="preserve"> قال : كان أبي يصلّي بعد العشاء الآخرة ركعتين وهو جالس يقرأ فيهما مائة آية ، وكان يقول : من صلاّهما وقرأ بمائة آية لم يكتب من الغافلين.</w:t>
      </w:r>
    </w:p>
    <w:p w:rsidR="00AA2ABC" w:rsidRDefault="00AA2ABC" w:rsidP="002704FD">
      <w:pPr>
        <w:pStyle w:val="libNormal"/>
        <w:rPr>
          <w:rtl/>
        </w:rPr>
      </w:pPr>
      <w:r>
        <w:rPr>
          <w:rtl/>
        </w:rPr>
        <w:t xml:space="preserve">قال إسماعيل بن عبدالخالق : انّ أبا جعفر </w:t>
      </w:r>
      <w:r w:rsidR="00763E2E" w:rsidRPr="00763E2E">
        <w:rPr>
          <w:rStyle w:val="libAlaemChar"/>
          <w:rFonts w:hint="cs"/>
          <w:rtl/>
        </w:rPr>
        <w:t>عليه‌السلام</w:t>
      </w:r>
      <w:r>
        <w:rPr>
          <w:rtl/>
        </w:rPr>
        <w:t xml:space="preserve"> كان يقرأ فيهما بالواقعة والاخلاص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306 ح 2 باب 77 ـ عن ثواب الأعمال.</w:t>
      </w:r>
    </w:p>
    <w:p w:rsidR="00AA2ABC" w:rsidRDefault="00AA2ABC" w:rsidP="001008E4">
      <w:pPr>
        <w:pStyle w:val="libFootnote0"/>
        <w:rPr>
          <w:rtl/>
        </w:rPr>
      </w:pPr>
      <w:r>
        <w:rPr>
          <w:rtl/>
        </w:rPr>
        <w:t>2 ـ اعلام الدين : 378 ـ البحار 92 : 307 ح 1 باب 78 ـ عن ثواب الأعمال.</w:t>
      </w:r>
    </w:p>
    <w:p w:rsidR="00AA2ABC" w:rsidRDefault="00AA2ABC" w:rsidP="001008E4">
      <w:pPr>
        <w:pStyle w:val="libFootnote0"/>
        <w:rPr>
          <w:rtl/>
        </w:rPr>
      </w:pPr>
      <w:r>
        <w:rPr>
          <w:rtl/>
        </w:rPr>
        <w:t>3 ـ البحار 92 : 307 ح 2 باب 78 ـ عن ثواب الأعمال.</w:t>
      </w:r>
    </w:p>
    <w:p w:rsidR="00AA2ABC" w:rsidRDefault="00AA2ABC" w:rsidP="001008E4">
      <w:pPr>
        <w:pStyle w:val="libFootnote0"/>
        <w:rPr>
          <w:rtl/>
        </w:rPr>
      </w:pPr>
      <w:r>
        <w:rPr>
          <w:rtl/>
        </w:rPr>
        <w:t>4 ـ البحار 92 : 307 ح 2 باب 78 ـ عن ثواب الأعمال.</w:t>
      </w:r>
    </w:p>
    <w:p w:rsidR="00AA2ABC" w:rsidRDefault="00AA2ABC" w:rsidP="001008E4">
      <w:pPr>
        <w:pStyle w:val="libFootnote0"/>
        <w:rPr>
          <w:rtl/>
        </w:rPr>
      </w:pPr>
      <w:r>
        <w:rPr>
          <w:rtl/>
        </w:rPr>
        <w:t xml:space="preserve">5 ـ فلاح السائل : 259 فصل 29 في صلاة الوتيرة ـ عنه البحار 87 : 108 ح 5 باب 74.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المجادلة والحديد</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الحديد والمجادلة في صلاة فريضة أدمنها لم يعذّبه الله حتى يموت أبداً ، ولا يرى في نفسه ولا في أهله سوءاً أبداً ، ولا خصاصة في بدنه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الحشر</w:t>
      </w:r>
      <w:r w:rsidRPr="002704FD">
        <w:rPr>
          <w:rStyle w:val="libBold2Char"/>
          <w:rtl/>
        </w:rPr>
        <w:t xml:space="preserve"> » : </w:t>
      </w:r>
    </w:p>
    <w:p w:rsidR="00AA2ABC" w:rsidRDefault="00AA2ABC" w:rsidP="002704FD">
      <w:pPr>
        <w:pStyle w:val="libNormal"/>
        <w:rPr>
          <w:rtl/>
        </w:rPr>
      </w:pPr>
      <w:r>
        <w:rPr>
          <w:rtl/>
        </w:rPr>
        <w:t xml:space="preserve">روي عن رسول الله </w:t>
      </w:r>
      <w:r w:rsidR="00BF0EA2" w:rsidRPr="00BF0EA2">
        <w:rPr>
          <w:rStyle w:val="libAlaemChar"/>
          <w:rFonts w:hint="cs"/>
          <w:rtl/>
        </w:rPr>
        <w:t>صلى‌الله‌عليه‌وآله</w:t>
      </w:r>
      <w:r>
        <w:rPr>
          <w:rtl/>
        </w:rPr>
        <w:t xml:space="preserve"> انّه قال : من قرأ سورة الحشر لم يبق جنّة ولا نار ، ولا عرش ولا كرسي ، ولا الحجب والسماوات السبع ، والأرضون السبع ، والهوى والريح ، والطير ، والشجر ، والجبال ، والشمس والقمر ، والملائكة الاّ صلّوا عليه ، واستغفروا له ، وان مات في يومه أو ليلته كان شهيدا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الممتحنة</w:t>
      </w:r>
      <w:r w:rsidRPr="002704FD">
        <w:rPr>
          <w:rStyle w:val="libBold2Char"/>
          <w:rtl/>
        </w:rPr>
        <w:t xml:space="preserve"> » : </w:t>
      </w:r>
    </w:p>
    <w:p w:rsidR="00AA2ABC" w:rsidRDefault="00AA2ABC" w:rsidP="002704FD">
      <w:pPr>
        <w:pStyle w:val="libNormal"/>
        <w:rPr>
          <w:rtl/>
        </w:rPr>
      </w:pPr>
      <w:r>
        <w:rPr>
          <w:rtl/>
        </w:rPr>
        <w:t xml:space="preserve">روي عن عليّ بن الحسين </w:t>
      </w:r>
      <w:r w:rsidR="000A073B" w:rsidRPr="000A073B">
        <w:rPr>
          <w:rStyle w:val="libAlaemChar"/>
          <w:rFonts w:hint="cs"/>
          <w:rtl/>
        </w:rPr>
        <w:t>عليهما‌السلام</w:t>
      </w:r>
      <w:r>
        <w:rPr>
          <w:rtl/>
        </w:rPr>
        <w:t xml:space="preserve"> انّه قال : من قرأ سورة الممتحنة في فرائضه ونوافله امتحن الله قلبه للايمان ، ونوّر له بصره ، ولا يصيبه فقر أبداً ، ولا جنون في بدنه ، ولا في ولده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الصف</w:t>
      </w:r>
      <w:r w:rsidRPr="002704FD">
        <w:rPr>
          <w:rStyle w:val="libBold2Char"/>
          <w:rtl/>
        </w:rPr>
        <w:t xml:space="preserve"> » : </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قرأ سورة الصف وأدمن قراتها في فرائضه ونوافله صفّه الله مع ملائكته وأنبيائه المرسلين ان شاء الله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307 ح 1 باب 79 ـ عن ثواب الأعمال.</w:t>
      </w:r>
    </w:p>
    <w:p w:rsidR="00AA2ABC" w:rsidRDefault="00AA2ABC" w:rsidP="001008E4">
      <w:pPr>
        <w:pStyle w:val="libFootnote0"/>
        <w:rPr>
          <w:rtl/>
        </w:rPr>
      </w:pPr>
      <w:r>
        <w:rPr>
          <w:rtl/>
        </w:rPr>
        <w:t>2 ـ البحار 92 : 308 ح 1 باب 80 ـ الوسائل 4 : 893 ح 31 باب 51 ـ عن ثواب الأعمال.</w:t>
      </w:r>
    </w:p>
    <w:p w:rsidR="00AA2ABC" w:rsidRDefault="00AA2ABC" w:rsidP="001008E4">
      <w:pPr>
        <w:pStyle w:val="libFootnote0"/>
        <w:rPr>
          <w:rtl/>
        </w:rPr>
      </w:pPr>
      <w:r>
        <w:rPr>
          <w:rtl/>
        </w:rPr>
        <w:t>3 ـ البحار 92 : 310 ح 1 باب 81 ـ عن ثواب الأعمال.</w:t>
      </w:r>
    </w:p>
    <w:p w:rsidR="00AA2ABC" w:rsidRDefault="00AA2ABC" w:rsidP="001008E4">
      <w:pPr>
        <w:pStyle w:val="libFootnote0"/>
        <w:rPr>
          <w:rtl/>
        </w:rPr>
      </w:pPr>
      <w:r>
        <w:rPr>
          <w:rtl/>
        </w:rPr>
        <w:t xml:space="preserve">4 ـ البحار 92 : 310 ح 1 باب 82 ـ عن ثوب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الجمعة والمنافقين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الواجب على كل مؤمن إذا كان لنا شيعة أن يقرأ في ليلة الجمعة بالجمعة « سبح اسم ربك الأعلى » ، وفي صلاة الظهر بالجمعة والمنافقين ، فاذا فعل ذلك فكأنّما يعمل بعمل رسول الله </w:t>
      </w:r>
      <w:r w:rsidR="00BF0EA2" w:rsidRPr="00BF0EA2">
        <w:rPr>
          <w:rStyle w:val="libAlaemChar"/>
          <w:rFonts w:hint="cs"/>
          <w:rtl/>
        </w:rPr>
        <w:t>صلى‌الله‌عليه‌وآله</w:t>
      </w:r>
      <w:r>
        <w:rPr>
          <w:rtl/>
        </w:rPr>
        <w:t xml:space="preserve"> ، وكان جزاءه وثوابه على الله الجنة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 التغابن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التغابن في فريضة كانت شفيعة له يوم القيامة ، وشاهد عدل عند من يجيز شهادتها ، ثم لا يفارقها حتى تدخله الجنة</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قرأ بالمسبّحات كلّها قبل بأن ينام لم يمت حتى يدرك القائم </w:t>
      </w:r>
      <w:r w:rsidR="00763E2E" w:rsidRPr="00763E2E">
        <w:rPr>
          <w:rStyle w:val="libAlaemChar"/>
          <w:rFonts w:hint="cs"/>
          <w:rtl/>
        </w:rPr>
        <w:t>عليه‌السلام</w:t>
      </w:r>
      <w:r>
        <w:rPr>
          <w:rtl/>
        </w:rPr>
        <w:t xml:space="preserve"> : وان مات كان في جوار النبي </w:t>
      </w:r>
      <w:r w:rsidR="00BF0EA2" w:rsidRPr="00BF0EA2">
        <w:rPr>
          <w:rStyle w:val="libAlaemChar"/>
          <w:rFonts w:hint="cs"/>
          <w:rtl/>
        </w:rPr>
        <w:t>صلى‌الله‌عليه‌وآله</w:t>
      </w:r>
      <w:r>
        <w:rPr>
          <w:rtl/>
        </w:rPr>
        <w:t xml:space="preserve">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الطلاق والتحريم</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الطلاق والتحريم في فريضة أعاذه الله من أن يكون يوم القيامة ممّن يخاف أو يحزن ، وعوفي من النار ، وأدخله الله الجنة بتلاوته اياهما ، ومحافظته علهيما ، لأنّهما للنبيّ </w:t>
      </w:r>
      <w:r w:rsidR="00BF0EA2" w:rsidRPr="00BF0EA2">
        <w:rPr>
          <w:rStyle w:val="libAlaemChar"/>
          <w:rFonts w:hint="cs"/>
          <w:rtl/>
        </w:rPr>
        <w:t>صلى‌الله‌عليه‌وآله</w:t>
      </w:r>
      <w:r>
        <w:rPr>
          <w:rtl/>
        </w:rPr>
        <w:t xml:space="preserve">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311 ح 1 باب 83 ـ عن ثواب الأعمال.</w:t>
      </w:r>
    </w:p>
    <w:p w:rsidR="00AA2ABC" w:rsidRDefault="00AA2ABC" w:rsidP="001008E4">
      <w:pPr>
        <w:pStyle w:val="libFootnote0"/>
        <w:rPr>
          <w:rtl/>
        </w:rPr>
      </w:pPr>
      <w:r>
        <w:rPr>
          <w:rtl/>
        </w:rPr>
        <w:t>1 ـ البحار 92 : 312 ح 1 باب 84 ـ عن ثواب الأعمال.</w:t>
      </w:r>
    </w:p>
    <w:p w:rsidR="00AA2ABC" w:rsidRDefault="00AA2ABC" w:rsidP="001008E4">
      <w:pPr>
        <w:pStyle w:val="libFootnote0"/>
        <w:rPr>
          <w:rtl/>
        </w:rPr>
      </w:pPr>
      <w:r>
        <w:rPr>
          <w:rtl/>
        </w:rPr>
        <w:t>1 ـ البحار 92 : 312 ح 1 باب 85 ـ عن ثواب الأعمال.</w:t>
      </w:r>
    </w:p>
    <w:p w:rsidR="00AA2ABC" w:rsidRDefault="00AA2ABC" w:rsidP="001008E4">
      <w:pPr>
        <w:pStyle w:val="libFootnote0"/>
        <w:rPr>
          <w:rtl/>
        </w:rPr>
      </w:pPr>
      <w:r>
        <w:rPr>
          <w:rtl/>
        </w:rPr>
        <w:t xml:space="preserve">4 ـ البحار 92 : 312 ح 1 باب 86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الملك</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تَبَاركَ الَّذِي بِيَدِهِ المُلكُ </w:t>
      </w:r>
      <w:r w:rsidRPr="002704FD">
        <w:rPr>
          <w:rStyle w:val="libAlaemChar"/>
          <w:rtl/>
        </w:rPr>
        <w:t xml:space="preserve">) </w:t>
      </w:r>
      <w:r>
        <w:rPr>
          <w:rtl/>
        </w:rPr>
        <w:t xml:space="preserve">في المكتوبة قبل أن ينام ، لم يزل من في أمان الله حتى يصبح ، وفي أمانه يوم القيامة حتى يدخل الجنّة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سورة الملك هي المانعة تمنع من عذاب القبر ، وهي مكتوبة في التوراة سورة الملك ، ومن قرأها في ليلته فقد أكثر وأطاب ولم يكتب بها من الغافلين ، وانّي لأركع بها بعد العشاء الآخرة وأنا جالس.</w:t>
      </w:r>
    </w:p>
    <w:p w:rsidR="00AA2ABC" w:rsidRDefault="00AA2ABC" w:rsidP="002704FD">
      <w:pPr>
        <w:pStyle w:val="libNormal"/>
        <w:rPr>
          <w:rtl/>
        </w:rPr>
      </w:pPr>
      <w:r>
        <w:rPr>
          <w:rtl/>
        </w:rPr>
        <w:t xml:space="preserve">وانّ والدي </w:t>
      </w:r>
      <w:r w:rsidR="00763E2E" w:rsidRPr="00763E2E">
        <w:rPr>
          <w:rStyle w:val="libAlaemChar"/>
          <w:rFonts w:hint="cs"/>
          <w:rtl/>
        </w:rPr>
        <w:t>عليه‌السلام</w:t>
      </w:r>
      <w:r>
        <w:rPr>
          <w:rtl/>
        </w:rPr>
        <w:t xml:space="preserve"> كان يقرؤها في يومه وليلته ، ومن قرأها إذا دخل عليه في قبره ناكر ونكير من قبل رجليه ، قالت رجلاه لهما : ليس لكما إلى ما قبلي سبيل قد كان هذا العبد يقوم عليّ فيقرأ سورة الملك في كلّ يوم وليلة.</w:t>
      </w:r>
    </w:p>
    <w:p w:rsidR="00AA2ABC" w:rsidRDefault="00AA2ABC" w:rsidP="002704FD">
      <w:pPr>
        <w:pStyle w:val="libNormal"/>
        <w:rPr>
          <w:rtl/>
        </w:rPr>
      </w:pPr>
      <w:r>
        <w:rPr>
          <w:rtl/>
        </w:rPr>
        <w:t xml:space="preserve">وإذا أتياه من قبل جوفه ، قال لهما : ليس لكما إلى ما قبلي سبيل ، قد كان هذا العبد أوعاني سورة الملك ، وإذا أتياه من قبل لسانه قال لهما : ليس لكما إلى ما قبلي سبيل ، قد كان هذا العبد يقرأ بي في كلّ يوم وليلة سورة الملك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نون والقلم في فريضة أو نافلة آمنه الله عزّوجلّ من أن يصيبه فقر أبداً ، وأعاذه الله إذا مات من ضمّة القبر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313 ح 1 باب 87 ـ عن ثواب الأعمال.</w:t>
      </w:r>
    </w:p>
    <w:p w:rsidR="00AA2ABC" w:rsidRDefault="00AA2ABC" w:rsidP="001008E4">
      <w:pPr>
        <w:pStyle w:val="libFootnote0"/>
        <w:rPr>
          <w:rtl/>
        </w:rPr>
      </w:pPr>
      <w:r>
        <w:rPr>
          <w:rtl/>
        </w:rPr>
        <w:t>2 ـ الكافي 2 : 633 ح 26 باب النوادر ـ الوسائل 4 : 876 ح 1 باب 39.</w:t>
      </w:r>
    </w:p>
    <w:p w:rsidR="00AA2ABC" w:rsidRDefault="00AA2ABC" w:rsidP="001008E4">
      <w:pPr>
        <w:pStyle w:val="libFootnote0"/>
        <w:rPr>
          <w:rtl/>
        </w:rPr>
      </w:pPr>
      <w:r>
        <w:rPr>
          <w:rtl/>
        </w:rPr>
        <w:t xml:space="preserve">3 ـ البحار 92 : 316 ح 1 باب 88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الحاقة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أكثروا من قراءة الحاقّة ، فإنّ قراءتها في الفرائض والنوافل من الايمان بالله ورسوله ، لأنّها انّما نزلت في أمير المؤمنين </w:t>
      </w:r>
      <w:r w:rsidR="00763E2E" w:rsidRPr="00763E2E">
        <w:rPr>
          <w:rStyle w:val="libAlaemChar"/>
          <w:rFonts w:hint="cs"/>
          <w:rtl/>
        </w:rPr>
        <w:t>عليه‌السلام</w:t>
      </w:r>
      <w:r>
        <w:rPr>
          <w:rtl/>
        </w:rPr>
        <w:t xml:space="preserve"> ومعاوية ، ولم يسلب قارئها دينه حتى يلقى الله عزّوجل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المعارج</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أكثروا من قراءة ( سأل سائل ) ، قال : من أكثر قراتها لم يسأله الله تعالى يوم القيامة عن ذنب عمله ، وأسكنه الجنة مع محمد وأهل بيته صلوات الله عليهم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نوح</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 يؤمن بالله ويقرأ كتابه لا يدع قراءة سورة </w:t>
      </w:r>
      <w:r w:rsidRPr="002704FD">
        <w:rPr>
          <w:rStyle w:val="libAlaemChar"/>
          <w:rtl/>
        </w:rPr>
        <w:t>(</w:t>
      </w:r>
      <w:r w:rsidRPr="002704FD">
        <w:rPr>
          <w:rStyle w:val="libAieChar"/>
          <w:rtl/>
        </w:rPr>
        <w:t xml:space="preserve"> انّا أَرسَلنَأ نُوحاً اِلى قَومِهِ </w:t>
      </w:r>
      <w:r w:rsidRPr="002704FD">
        <w:rPr>
          <w:rStyle w:val="libAlaemChar"/>
          <w:rtl/>
        </w:rPr>
        <w:t>)</w:t>
      </w:r>
      <w:r>
        <w:rPr>
          <w:rtl/>
        </w:rPr>
        <w:t xml:space="preserve"> فأيّ عبد قرأها محتسباً صابراً في فريضة أو نافلة أسكنه الله تعالى مساكن الأبرار ، وأعطاه ثلاث جنان مع جنّته كرامة من الله ، وزوّجه مأتي حوراء ، وأربعة آلاف ثيّب إن شاء الله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الجن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أكثر قراءة </w:t>
      </w:r>
      <w:r w:rsidRPr="002704FD">
        <w:rPr>
          <w:rStyle w:val="libAlaemChar"/>
          <w:rtl/>
        </w:rPr>
        <w:t>(</w:t>
      </w:r>
      <w:r w:rsidRPr="002704FD">
        <w:rPr>
          <w:rStyle w:val="libAieChar"/>
          <w:rtl/>
        </w:rPr>
        <w:t xml:space="preserve"> قُل اُوَحِيَ اِليَّ </w:t>
      </w:r>
      <w:r w:rsidRPr="002704FD">
        <w:rPr>
          <w:rStyle w:val="libAlaemChar"/>
          <w:rtl/>
        </w:rPr>
        <w:t>)</w:t>
      </w:r>
      <w:r>
        <w:rPr>
          <w:rtl/>
        </w:rPr>
        <w:t xml:space="preserve"> لم يصبه في الحياة الدنيا شيء من أعين الجنّ ، ولا نفثهم ، ولا سحرهم ، ولا من كيدهم ، وكان مع محمد عليه الصلاة والسلام ...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317 ح 1 باب 89 ـ عن ثواب الأعمال.</w:t>
      </w:r>
    </w:p>
    <w:p w:rsidR="00AA2ABC" w:rsidRDefault="00AA2ABC" w:rsidP="001008E4">
      <w:pPr>
        <w:pStyle w:val="libFootnote0"/>
        <w:rPr>
          <w:rtl/>
        </w:rPr>
      </w:pPr>
      <w:r>
        <w:rPr>
          <w:rtl/>
        </w:rPr>
        <w:t>2 ـ البحار 92 : 317 ح 1 باب 90 ـ عن ثواب الأعمال ـ الوسائل 4 : 893 ح 32 باب 51.</w:t>
      </w:r>
    </w:p>
    <w:p w:rsidR="00AA2ABC" w:rsidRDefault="00AA2ABC" w:rsidP="001008E4">
      <w:pPr>
        <w:pStyle w:val="libFootnote0"/>
        <w:rPr>
          <w:rtl/>
        </w:rPr>
      </w:pPr>
      <w:r>
        <w:rPr>
          <w:rtl/>
        </w:rPr>
        <w:t>3 ـ البحار 92 : 317 ح 1 باب 91 ـ عن ثواب الأعمال.</w:t>
      </w:r>
    </w:p>
    <w:p w:rsidR="00AA2ABC" w:rsidRDefault="00AA2ABC" w:rsidP="001008E4">
      <w:pPr>
        <w:pStyle w:val="libFootnote0"/>
        <w:rPr>
          <w:rtl/>
        </w:rPr>
      </w:pPr>
      <w:r>
        <w:rPr>
          <w:rtl/>
        </w:rPr>
        <w:t xml:space="preserve">4 ـ البحار 92 : 318 ح 1 باب 92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المزمل</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المزمل في العشاء الآخرة ، أو في آخر الليل ، كان له الليل والنهار شاهدين مع سورة المزمل ، وأحياه الله حياة طيبة ، وأماته الله ميتة طيبة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المدثر</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في الفريضة سورة المدثر كان حقّاً على الله عزّوجلّ أن يجعله مع محمد </w:t>
      </w:r>
      <w:r w:rsidR="00BF0EA2" w:rsidRPr="00BF0EA2">
        <w:rPr>
          <w:rStyle w:val="libAlaemChar"/>
          <w:rFonts w:hint="cs"/>
          <w:rtl/>
        </w:rPr>
        <w:t>صلى‌الله‌عليه‌وآله</w:t>
      </w:r>
      <w:r>
        <w:rPr>
          <w:rtl/>
        </w:rPr>
        <w:t xml:space="preserve"> في درجته ، ولا يدركه في حياة الدنيا شقاء أبداً ان شاء الله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لا أقسم</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أدمن قراءة لا أقسم وكان يعمل بها ، بعثه الله عزّوجلّ مع رسول الله </w:t>
      </w:r>
      <w:r w:rsidR="00BF0EA2" w:rsidRPr="00BF0EA2">
        <w:rPr>
          <w:rStyle w:val="libAlaemChar"/>
          <w:rFonts w:hint="cs"/>
          <w:rtl/>
        </w:rPr>
        <w:t>صلى‌الله‌عليه‌وآله</w:t>
      </w:r>
      <w:r>
        <w:rPr>
          <w:rtl/>
        </w:rPr>
        <w:t xml:space="preserve"> من قبره في أحس صورة ، ويبشّره ويضحك في وجهه ، حتى يجوز على الصراط والميزان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الدهر</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هَل اَتى عَلَى الاِنسَانِ </w:t>
      </w:r>
      <w:r w:rsidRPr="002704FD">
        <w:rPr>
          <w:rStyle w:val="libAlaemChar"/>
          <w:rtl/>
        </w:rPr>
        <w:t>)</w:t>
      </w:r>
      <w:r>
        <w:rPr>
          <w:rtl/>
        </w:rPr>
        <w:t xml:space="preserve"> في كلّ غداة خميس زوّجه الله من الحور ثمانمائة عذراء ، وأربعة آلاف ثيب وحوراء من حور العين ، وكان مع محمد </w:t>
      </w:r>
      <w:r w:rsidR="00BF0EA2" w:rsidRPr="00BF0EA2">
        <w:rPr>
          <w:rStyle w:val="libAlaemChar"/>
          <w:rFonts w:hint="cs"/>
          <w:rtl/>
        </w:rPr>
        <w:t>صلى‌الله‌عليه‌وآله</w:t>
      </w:r>
      <w:r>
        <w:rPr>
          <w:rtl/>
        </w:rPr>
        <w:t xml:space="preserve">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عليّ بن عمر [ العطار ] قال : دخلت إلى أبي الحسن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318 ح 1 باب 93 ـ عن ثواب الأعمال.</w:t>
      </w:r>
    </w:p>
    <w:p w:rsidR="00AA2ABC" w:rsidRDefault="00AA2ABC" w:rsidP="001008E4">
      <w:pPr>
        <w:pStyle w:val="libFootnote0"/>
        <w:rPr>
          <w:rtl/>
        </w:rPr>
      </w:pPr>
      <w:r>
        <w:rPr>
          <w:rtl/>
        </w:rPr>
        <w:t>2 ـ البحار 92 : 318 ح 1 باب 94 ـ عن ثواب الأعمال.</w:t>
      </w:r>
    </w:p>
    <w:p w:rsidR="00AA2ABC" w:rsidRDefault="00AA2ABC" w:rsidP="001008E4">
      <w:pPr>
        <w:pStyle w:val="libFootnote0"/>
        <w:rPr>
          <w:rtl/>
        </w:rPr>
      </w:pPr>
      <w:r>
        <w:rPr>
          <w:rtl/>
        </w:rPr>
        <w:t>3 ـ البحار 92 : 319 ح 1 باب 95 ـ عن ثواب الأعمال.</w:t>
      </w:r>
    </w:p>
    <w:p w:rsidR="00AA2ABC" w:rsidRDefault="00AA2ABC" w:rsidP="001008E4">
      <w:pPr>
        <w:pStyle w:val="libFootnote0"/>
        <w:rPr>
          <w:rtl/>
        </w:rPr>
      </w:pPr>
      <w:r>
        <w:rPr>
          <w:rtl/>
        </w:rPr>
        <w:t xml:space="preserve">4 ـ البحار 92 : 319 ح 1 باب 96 ـ عن ثواب الأعمال. </w:t>
      </w:r>
    </w:p>
    <w:p w:rsidR="00AA2ABC" w:rsidRDefault="00AA2ABC" w:rsidP="002704FD">
      <w:pPr>
        <w:pStyle w:val="libNormal0"/>
        <w:rPr>
          <w:rtl/>
        </w:rPr>
      </w:pPr>
      <w:r>
        <w:rPr>
          <w:rtl/>
        </w:rPr>
        <w:br w:type="page"/>
      </w:r>
      <w:r>
        <w:rPr>
          <w:rtl/>
        </w:rPr>
        <w:lastRenderedPageBreak/>
        <w:t xml:space="preserve">العسكري </w:t>
      </w:r>
      <w:r w:rsidR="00763E2E" w:rsidRPr="00763E2E">
        <w:rPr>
          <w:rStyle w:val="libAlaemChar"/>
          <w:rFonts w:hint="cs"/>
          <w:rtl/>
        </w:rPr>
        <w:t>عليه‌السلام</w:t>
      </w:r>
      <w:r>
        <w:rPr>
          <w:rtl/>
        </w:rPr>
        <w:t xml:space="preserve"> يوم الثلاثاء ، فقال ، لم أرك أمس ، قال : كرهت الحركة في يوم الاثنين.</w:t>
      </w:r>
    </w:p>
    <w:p w:rsidR="00AA2ABC" w:rsidRDefault="00AA2ABC" w:rsidP="002704FD">
      <w:pPr>
        <w:pStyle w:val="libNormal"/>
        <w:rPr>
          <w:rtl/>
        </w:rPr>
      </w:pPr>
      <w:r>
        <w:rPr>
          <w:rtl/>
        </w:rPr>
        <w:t xml:space="preserve">قال : يا علي من أحبّ أن يقيه الله شرّ يوم الاثنين فليقرأ في أوّل ركعة صلاة الغداة </w:t>
      </w:r>
      <w:r w:rsidRPr="002704FD">
        <w:rPr>
          <w:rStyle w:val="libAlaemChar"/>
          <w:rtl/>
        </w:rPr>
        <w:t>(</w:t>
      </w:r>
      <w:r w:rsidRPr="002704FD">
        <w:rPr>
          <w:rStyle w:val="libAieChar"/>
          <w:rtl/>
        </w:rPr>
        <w:t xml:space="preserve"> هَل اَتَى عَلَى الاِنسَانِ </w:t>
      </w:r>
      <w:r w:rsidRPr="002704FD">
        <w:rPr>
          <w:rStyle w:val="libAlaemChar"/>
          <w:rtl/>
        </w:rPr>
        <w:t>)</w:t>
      </w:r>
      <w:r>
        <w:rPr>
          <w:rtl/>
        </w:rPr>
        <w:t xml:space="preserve"> ، ثم قرأ أبو الحسن </w:t>
      </w:r>
      <w:r w:rsidR="00763E2E" w:rsidRPr="00763E2E">
        <w:rPr>
          <w:rStyle w:val="libAlaemChar"/>
          <w:rFonts w:hint="cs"/>
          <w:rtl/>
        </w:rPr>
        <w:t>عليه‌السلام</w:t>
      </w:r>
      <w:r>
        <w:rPr>
          <w:rtl/>
        </w:rPr>
        <w:t xml:space="preserve"> : </w:t>
      </w:r>
      <w:r w:rsidRPr="002704FD">
        <w:rPr>
          <w:rStyle w:val="libAlaemChar"/>
          <w:rtl/>
        </w:rPr>
        <w:t>(</w:t>
      </w:r>
      <w:r w:rsidRPr="002704FD">
        <w:rPr>
          <w:rStyle w:val="libAieChar"/>
          <w:rtl/>
        </w:rPr>
        <w:t xml:space="preserve"> فَوَقَاهُمُ اللهُ شَرَّ ذَلِكَ اليَومِ وَلَقَّاهُم نَضرَةً وَسُرُراً </w:t>
      </w:r>
      <w:r w:rsidRPr="002704FD">
        <w:rPr>
          <w:rStyle w:val="libAlaemChar"/>
          <w:rtl/>
        </w:rPr>
        <w:t>)</w:t>
      </w:r>
      <w:r>
        <w:rPr>
          <w:rtl/>
        </w:rPr>
        <w:t xml:space="preserve"> </w:t>
      </w:r>
      <w:r w:rsidRPr="001008E4">
        <w:rPr>
          <w:rStyle w:val="libFootnotenumChar"/>
          <w:rtl/>
        </w:rPr>
        <w:t>(1)</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وورد في حديث رجاء بن أبي الضحاك انّ علي بن موسى الرضا </w:t>
      </w:r>
      <w:r w:rsidR="00763E2E" w:rsidRPr="00763E2E">
        <w:rPr>
          <w:rStyle w:val="libAlaemChar"/>
          <w:rFonts w:hint="cs"/>
          <w:rtl/>
        </w:rPr>
        <w:t>عليه‌السلام</w:t>
      </w:r>
      <w:r>
        <w:rPr>
          <w:rtl/>
        </w:rPr>
        <w:t xml:space="preserve"> كان يقرأ في صباح يوم الاثنين في الركعة الأولى سورة ( هل أتى على الانسان ) وفي الثانية سورة ( هل أتاك حديث الغاشية ).</w:t>
      </w:r>
    </w:p>
    <w:p w:rsidR="00AA2ABC" w:rsidRDefault="00AA2ABC" w:rsidP="002704FD">
      <w:pPr>
        <w:pStyle w:val="libNormal"/>
        <w:rPr>
          <w:rtl/>
        </w:rPr>
      </w:pPr>
      <w:r w:rsidRPr="002704FD">
        <w:rPr>
          <w:rStyle w:val="libBold2Char"/>
          <w:rtl/>
        </w:rPr>
        <w:t xml:space="preserve">« </w:t>
      </w:r>
      <w:r w:rsidRPr="002704FD">
        <w:rPr>
          <w:rStyle w:val="libBold1Char"/>
          <w:rtl/>
        </w:rPr>
        <w:t>سورة المرسلات وعمّ والنازعات</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وَالمُرسَلاَتِ عُرفاً </w:t>
      </w:r>
      <w:r w:rsidRPr="002704FD">
        <w:rPr>
          <w:rStyle w:val="libAlaemChar"/>
          <w:rtl/>
        </w:rPr>
        <w:t>)</w:t>
      </w:r>
      <w:r>
        <w:rPr>
          <w:rtl/>
        </w:rPr>
        <w:t xml:space="preserve"> عرّف الله بينه وبين محمد </w:t>
      </w:r>
      <w:r w:rsidR="00BF0EA2" w:rsidRPr="00BF0EA2">
        <w:rPr>
          <w:rStyle w:val="libAlaemChar"/>
          <w:rFonts w:hint="cs"/>
          <w:rtl/>
        </w:rPr>
        <w:t>صلى‌الله‌عليه‌وآله</w:t>
      </w:r>
      <w:r>
        <w:rPr>
          <w:rtl/>
        </w:rPr>
        <w:t xml:space="preserve"> ، ومن قرأ </w:t>
      </w:r>
      <w:r w:rsidRPr="002704FD">
        <w:rPr>
          <w:rStyle w:val="libAlaemChar"/>
          <w:rtl/>
        </w:rPr>
        <w:t>(</w:t>
      </w:r>
      <w:r w:rsidRPr="002704FD">
        <w:rPr>
          <w:rStyle w:val="libAieChar"/>
          <w:rtl/>
        </w:rPr>
        <w:t xml:space="preserve"> عَمَّ يَتَسَاءَلُونَ </w:t>
      </w:r>
      <w:r w:rsidRPr="002704FD">
        <w:rPr>
          <w:rStyle w:val="libAlaemChar"/>
          <w:rtl/>
        </w:rPr>
        <w:t>)</w:t>
      </w:r>
      <w:r>
        <w:rPr>
          <w:rtl/>
        </w:rPr>
        <w:t xml:space="preserve"> لم يخرج سنته إذا كان يدمنها في كلّ يوم حتى يزور بيت الله الحرام ان شاء الله ، ومن قرأ </w:t>
      </w:r>
      <w:r w:rsidRPr="002704FD">
        <w:rPr>
          <w:rStyle w:val="libAlaemChar"/>
          <w:rtl/>
        </w:rPr>
        <w:t>(</w:t>
      </w:r>
      <w:r w:rsidRPr="002704FD">
        <w:rPr>
          <w:rStyle w:val="libAieChar"/>
          <w:rtl/>
        </w:rPr>
        <w:t xml:space="preserve"> وَالنَازِعَاتِ </w:t>
      </w:r>
      <w:r w:rsidRPr="002704FD">
        <w:rPr>
          <w:rStyle w:val="libAlaemChar"/>
          <w:rtl/>
        </w:rPr>
        <w:t>)</w:t>
      </w:r>
      <w:r>
        <w:rPr>
          <w:rtl/>
        </w:rPr>
        <w:t xml:space="preserve"> لم يمت الاّ ريّاناً ولم يبعثه الله الاّ ريّاناً ، ولم يدخل الجنة الاّ ريّناً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عبس وكوّرت</w:t>
      </w:r>
      <w:r w:rsidRPr="002704FD">
        <w:rPr>
          <w:rStyle w:val="libBold2Char"/>
          <w:rtl/>
        </w:rPr>
        <w:t xml:space="preserve"> » : </w:t>
      </w:r>
    </w:p>
    <w:p w:rsidR="00AA2ABC" w:rsidRDefault="00AA2ABC" w:rsidP="002704FD">
      <w:pPr>
        <w:pStyle w:val="libNormal"/>
        <w:rPr>
          <w:rtl/>
        </w:rPr>
      </w:pPr>
      <w:r>
        <w:rPr>
          <w:rtl/>
        </w:rPr>
        <w:t xml:space="preserve">روى عن أبي عبدالله </w:t>
      </w:r>
      <w:r w:rsidR="00763E2E" w:rsidRPr="00763E2E">
        <w:rPr>
          <w:rStyle w:val="libAlaemChar"/>
          <w:rFonts w:hint="cs"/>
          <w:rtl/>
        </w:rPr>
        <w:t>عليه‌السلام</w:t>
      </w:r>
      <w:r>
        <w:rPr>
          <w:rtl/>
        </w:rPr>
        <w:t xml:space="preserve"> انّه قال : من قرأ سورة </w:t>
      </w:r>
      <w:r w:rsidRPr="002704FD">
        <w:rPr>
          <w:rStyle w:val="libAlaemChar"/>
          <w:rtl/>
        </w:rPr>
        <w:t>(</w:t>
      </w:r>
      <w:r w:rsidRPr="002704FD">
        <w:rPr>
          <w:rStyle w:val="libAieChar"/>
          <w:rtl/>
        </w:rPr>
        <w:t xml:space="preserve"> عَبَسَ وَتَوَلّى </w:t>
      </w:r>
      <w:r w:rsidRPr="002704FD">
        <w:rPr>
          <w:rStyle w:val="libAlaemChar"/>
          <w:rtl/>
        </w:rPr>
        <w:t>)</w:t>
      </w:r>
      <w:r>
        <w:rPr>
          <w:rtl/>
        </w:rPr>
        <w:t xml:space="preserve"> و </w:t>
      </w:r>
      <w:r w:rsidRPr="002704FD">
        <w:rPr>
          <w:rStyle w:val="libAlaemChar"/>
          <w:rtl/>
        </w:rPr>
        <w:t>(</w:t>
      </w:r>
      <w:r w:rsidRPr="002704FD">
        <w:rPr>
          <w:rStyle w:val="libAieChar"/>
          <w:rtl/>
        </w:rPr>
        <w:t xml:space="preserve"> اِذا الشَّمسُ كَوِّرَت </w:t>
      </w:r>
      <w:r w:rsidRPr="002704FD">
        <w:rPr>
          <w:rStyle w:val="libAlaemChar"/>
          <w:rtl/>
        </w:rPr>
        <w:t>)</w:t>
      </w:r>
      <w:r>
        <w:rPr>
          <w:rtl/>
        </w:rPr>
        <w:t xml:space="preserve"> كان تحت جناح الله من الجنان </w:t>
      </w:r>
      <w:r w:rsidRPr="001008E4">
        <w:rPr>
          <w:rStyle w:val="libFootnotenumChar"/>
          <w:rtl/>
        </w:rPr>
        <w:t>(4)</w:t>
      </w:r>
      <w:r>
        <w:rPr>
          <w:rtl/>
        </w:rPr>
        <w:t xml:space="preserve"> ، وفي ظلّ الله وكرامته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الدهر : 11.</w:t>
      </w:r>
    </w:p>
    <w:p w:rsidR="00AA2ABC" w:rsidRDefault="00AA2ABC" w:rsidP="001008E4">
      <w:pPr>
        <w:pStyle w:val="libFootnote0"/>
        <w:rPr>
          <w:rtl/>
        </w:rPr>
      </w:pPr>
      <w:r>
        <w:rPr>
          <w:rtl/>
        </w:rPr>
        <w:t>2 ـ البحار 59 : 39 ح 7 باب 18 ـ عن أمالي ابن الشيخ.</w:t>
      </w:r>
    </w:p>
    <w:p w:rsidR="00AA2ABC" w:rsidRDefault="00AA2ABC" w:rsidP="001008E4">
      <w:pPr>
        <w:pStyle w:val="libFootnote0"/>
        <w:rPr>
          <w:rtl/>
        </w:rPr>
      </w:pPr>
      <w:r>
        <w:rPr>
          <w:rtl/>
        </w:rPr>
        <w:t>3 ـ البحار 92 : 319 ح 1 باب 97 ـ عن ثواب الأعمال.</w:t>
      </w:r>
    </w:p>
    <w:p w:rsidR="00AA2ABC" w:rsidRDefault="00AA2ABC" w:rsidP="001008E4">
      <w:pPr>
        <w:pStyle w:val="libFootnote0"/>
        <w:rPr>
          <w:rtl/>
        </w:rPr>
      </w:pPr>
      <w:r>
        <w:rPr>
          <w:rtl/>
        </w:rPr>
        <w:t xml:space="preserve">4 ـ هكذا في ثواب الأعمال والبحار والوسائل ، وفي المتن الفارسي : من الخيانة. </w:t>
      </w:r>
    </w:p>
    <w:p w:rsidR="00AA2ABC" w:rsidRDefault="00AA2ABC" w:rsidP="002704FD">
      <w:pPr>
        <w:pStyle w:val="libNormal0"/>
        <w:rPr>
          <w:rtl/>
        </w:rPr>
      </w:pPr>
      <w:r>
        <w:rPr>
          <w:rtl/>
        </w:rPr>
        <w:br w:type="page"/>
      </w:r>
      <w:r>
        <w:rPr>
          <w:rtl/>
        </w:rPr>
        <w:lastRenderedPageBreak/>
        <w:t xml:space="preserve">جنانه ...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الانفطار والانشقاق والمطففين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هاتين السورتين وجعلهما نصب عينيه في صلاة الفريضة والنافلة « إذ السماء انفطرت ، وإذا السماء انشقّت » لم يحجبه من الله حاجب ، ولم يحجزه من الله حاجز ، ولم يزل ينظر إلى الله ، وينظر الله إليه حتى يفرغ من حساب الناس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انّه قال : من قرأ في الفريضة « ويل للمطففين » أعطاه الله الأمن يوم القيامة من النار ، ولم تره ولا يرها ، ولا يمرّ على جسر جهنّم ، ولا يحاسب يوم القيامة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البروج</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والسماء ذات البروج ) في فرائضه ، فانّها سورة النبيين ، كان محشره وموقفه مع النبيين والمرسلين والصالحين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الطارق</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كانت قراءته في فرائضه بالسماء والطارق كانت له عند الله يوم القيامة جاه ومنزلة ، وكان من رفقاء النبيين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ثواب الأعمال : 121 ـ عنه البحار 92 : 320 ح 1 باب 98 ، والوسائل 4 : 894 ح 36 باب 51.</w:t>
      </w:r>
    </w:p>
    <w:p w:rsidR="00AA2ABC" w:rsidRDefault="00AA2ABC" w:rsidP="001008E4">
      <w:pPr>
        <w:pStyle w:val="libFootnote0"/>
        <w:rPr>
          <w:rtl/>
        </w:rPr>
      </w:pPr>
      <w:r>
        <w:rPr>
          <w:rtl/>
        </w:rPr>
        <w:t>2 ـ البحار 92 : 320 ح 1 باب 99 ـ عن ثواب الأعمال.</w:t>
      </w:r>
    </w:p>
    <w:p w:rsidR="00AA2ABC" w:rsidRDefault="00AA2ABC" w:rsidP="001008E4">
      <w:pPr>
        <w:pStyle w:val="libFootnote0"/>
        <w:rPr>
          <w:rtl/>
        </w:rPr>
      </w:pPr>
      <w:r>
        <w:rPr>
          <w:rtl/>
        </w:rPr>
        <w:t>3 ـ البحار 92 : 321 ح 1 باب100 ـ عن ثواب الأعمال.</w:t>
      </w:r>
    </w:p>
    <w:p w:rsidR="00AA2ABC" w:rsidRDefault="00AA2ABC" w:rsidP="001008E4">
      <w:pPr>
        <w:pStyle w:val="libFootnote0"/>
        <w:rPr>
          <w:rtl/>
        </w:rPr>
      </w:pPr>
      <w:r>
        <w:rPr>
          <w:rtl/>
        </w:rPr>
        <w:t>4 ـ البحار 92 : 321 ح 1 باب 101 ، عن ثواب الأعمال.</w:t>
      </w:r>
    </w:p>
    <w:p w:rsidR="00AA2ABC" w:rsidRDefault="00AA2ABC" w:rsidP="002704FD">
      <w:pPr>
        <w:pStyle w:val="libNormal0"/>
        <w:rPr>
          <w:rtl/>
        </w:rPr>
      </w:pPr>
      <w:r>
        <w:rPr>
          <w:rtl/>
        </w:rPr>
        <w:br w:type="page"/>
      </w:r>
      <w:r>
        <w:rPr>
          <w:rtl/>
        </w:rPr>
        <w:lastRenderedPageBreak/>
        <w:t xml:space="preserve">واصحابهم في الجنّة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الأعلى</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سبّح اسم ربك الأعلى ) في فريضة أو نافلة قيل له يوم القيامة : اُدخل من أيّ أبواب الجنان شئت [ إن شاء الله ]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سرة الغاشية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أدمن قراءة ( هل أتاك حديث الغاشية ) في فريضة أو نافلة ، غشّاه الله برحمته في الدنيا والآخرة ، وآتاه الله الأمن يوم القيامة من عذاب النار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الفجر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اقرؤوا سورة الفجر في فرائضكم ونوافلكم ، فانّها سورة الحسين بن عليّ </w:t>
      </w:r>
      <w:r w:rsidR="000A073B" w:rsidRPr="000A073B">
        <w:rPr>
          <w:rStyle w:val="libAlaemChar"/>
          <w:rFonts w:hint="cs"/>
          <w:rtl/>
        </w:rPr>
        <w:t>عليهما‌السلام</w:t>
      </w:r>
      <w:r>
        <w:rPr>
          <w:rtl/>
        </w:rPr>
        <w:t xml:space="preserve"> ، من قرأها كان مع الحسين </w:t>
      </w:r>
      <w:r w:rsidR="00763E2E" w:rsidRPr="00763E2E">
        <w:rPr>
          <w:rStyle w:val="libAlaemChar"/>
          <w:rFonts w:hint="cs"/>
          <w:rtl/>
        </w:rPr>
        <w:t>عليه‌السلام</w:t>
      </w:r>
      <w:r>
        <w:rPr>
          <w:rtl/>
        </w:rPr>
        <w:t xml:space="preserve"> يوم القيامة في درجته من الجنّة ...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البلد</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 قراءته في الفريضة ( لا أقسم بهذ البلد ) كان في الدنيا معروفاً انّه من الصالحين ، وكان في الآخرة معروفاً انّ له من الله مكاناً ، وكان يوم القيامة من رفقاء النبيين والشهداء والصالحين </w:t>
      </w:r>
      <w:r w:rsidRPr="001008E4">
        <w:rPr>
          <w:rStyle w:val="libFootnotenumChar"/>
          <w:rtl/>
        </w:rPr>
        <w:t>(5)</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92 : 322 ح 1 باب 102 ـ عن ثواب الأعمال.</w:t>
      </w:r>
    </w:p>
    <w:p w:rsidR="00AA2ABC" w:rsidRDefault="00AA2ABC" w:rsidP="001008E4">
      <w:pPr>
        <w:pStyle w:val="libFootnote0"/>
        <w:rPr>
          <w:rtl/>
        </w:rPr>
      </w:pPr>
      <w:r>
        <w:rPr>
          <w:rtl/>
        </w:rPr>
        <w:t>2 ـ البحار 92 : 322 ح 1 باب 103 ـ عن ثواب الأعمال.</w:t>
      </w:r>
    </w:p>
    <w:p w:rsidR="00AA2ABC" w:rsidRDefault="00AA2ABC" w:rsidP="001008E4">
      <w:pPr>
        <w:pStyle w:val="libFootnote0"/>
        <w:rPr>
          <w:rtl/>
        </w:rPr>
      </w:pPr>
      <w:r>
        <w:rPr>
          <w:rtl/>
        </w:rPr>
        <w:t>3 ـ البحار 92 : 323 ح 1 باب 104 ـ عن ثواب الأعمال.</w:t>
      </w:r>
    </w:p>
    <w:p w:rsidR="00AA2ABC" w:rsidRDefault="00AA2ABC" w:rsidP="001008E4">
      <w:pPr>
        <w:pStyle w:val="libFootnote0"/>
        <w:rPr>
          <w:rtl/>
        </w:rPr>
      </w:pPr>
      <w:r>
        <w:rPr>
          <w:rtl/>
        </w:rPr>
        <w:t>4 ـ البحار 92 : 323 ح 1 باب 105 ـ عن ثواب الأعمال.</w:t>
      </w:r>
    </w:p>
    <w:p w:rsidR="00AA2ABC" w:rsidRDefault="00AA2ABC" w:rsidP="001008E4">
      <w:pPr>
        <w:pStyle w:val="libFootnote0"/>
        <w:rPr>
          <w:rtl/>
        </w:rPr>
      </w:pPr>
      <w:r>
        <w:rPr>
          <w:rtl/>
        </w:rPr>
        <w:t xml:space="preserve">5 ـ البحار 92 : 324 ح 1 باب 106 ـ عن ثواب الأعمال. </w:t>
      </w:r>
    </w:p>
    <w:p w:rsidR="00AA2ABC" w:rsidRDefault="00AA2ABC" w:rsidP="002704FD">
      <w:pPr>
        <w:pStyle w:val="libNormal"/>
        <w:rPr>
          <w:rtl/>
        </w:rPr>
      </w:pPr>
      <w:r>
        <w:rPr>
          <w:rtl/>
        </w:rPr>
        <w:br w:type="page"/>
      </w:r>
      <w:r w:rsidRPr="002704FD">
        <w:rPr>
          <w:rStyle w:val="libBold2Char"/>
          <w:rtl/>
        </w:rPr>
        <w:lastRenderedPageBreak/>
        <w:t xml:space="preserve">« </w:t>
      </w:r>
      <w:r w:rsidRPr="002704FD">
        <w:rPr>
          <w:rStyle w:val="libBold1Char"/>
          <w:rtl/>
        </w:rPr>
        <w:t>سورة الشمس والليل والضحى وألم نشرح</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أكثر قراءة ( والشمس وضحاها ، والليل إذا يغشى ، والضحى ، وألم نشرح ) في يوم أو في ليلة ، لم يبق شيء بحضرته الاّ شهد له يوم القيامة حتى شعره وبشره ولحمه ودمه وعروقه وعصبه وعظامه وجميع ما أقلّت الأرض منه.</w:t>
      </w:r>
      <w:r>
        <w:rPr>
          <w:rtl/>
        </w:rPr>
        <w:cr/>
        <w:t xml:space="preserve">ويقول الرب تبارك وتعالى : قبلت شهادتكم لعبدي ، واجزتها له ، انطلقوا به إلى جنّاتي حتى يتخيّر منها حيث ما أحبّ ، فأعطوه إياها من غير منٍّ منّي ، ولكن رحمة منّي وفضلاً منّي عليه ، فهنيئاً هنيئاً لعبدي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التين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سورة ( والتين ) في فرائضه ونوافله أعطي من الجنّة حتى يرضى [ إن شاء الله ]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العلق</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في يومه أو ليلته ( اقرأ باسم ربّك ) ثم مات في يومه أو في ليلته مات شهيداً ، وبعثه الله شهيداً ، وأحياه شهيداً ، وكان كمن ضرب بسيفه في سبيل الله مع رسول الله </w:t>
      </w:r>
      <w:r w:rsidR="00BF0EA2" w:rsidRPr="00BF0EA2">
        <w:rPr>
          <w:rStyle w:val="libAlaemChar"/>
          <w:rFonts w:hint="cs"/>
          <w:rtl/>
        </w:rPr>
        <w:t>صلى‌الله‌عليه‌وآله</w:t>
      </w:r>
      <w:r>
        <w:rPr>
          <w:rtl/>
        </w:rPr>
        <w:t xml:space="preserve">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القدر</w:t>
      </w:r>
      <w:r w:rsidRPr="002704FD">
        <w:rPr>
          <w:rStyle w:val="libBold2Char"/>
          <w:rtl/>
        </w:rPr>
        <w:t xml:space="preserve">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جهر بقراءة إنّا أنزلناه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324 ح 1 باب 107 ـ عن ثواب الأعمال.</w:t>
      </w:r>
    </w:p>
    <w:p w:rsidR="00AA2ABC" w:rsidRDefault="00AA2ABC" w:rsidP="001008E4">
      <w:pPr>
        <w:pStyle w:val="libFootnote0"/>
        <w:rPr>
          <w:rtl/>
        </w:rPr>
      </w:pPr>
      <w:r>
        <w:rPr>
          <w:rtl/>
        </w:rPr>
        <w:t>2 ـ البحار 92 : 326 ح 1 باب 108 ـ عن ثواب الأعمال.</w:t>
      </w:r>
    </w:p>
    <w:p w:rsidR="00AA2ABC" w:rsidRDefault="00AA2ABC" w:rsidP="001008E4">
      <w:pPr>
        <w:pStyle w:val="libFootnote0"/>
        <w:rPr>
          <w:rtl/>
        </w:rPr>
      </w:pPr>
      <w:r>
        <w:rPr>
          <w:rtl/>
        </w:rPr>
        <w:t xml:space="preserve">3 ـ البحار 92 : 326 ح 1 باب 109 ـ عن ثواب الأعمال. </w:t>
      </w:r>
    </w:p>
    <w:p w:rsidR="00AA2ABC" w:rsidRDefault="00AA2ABC" w:rsidP="002704FD">
      <w:pPr>
        <w:pStyle w:val="libNormal0"/>
        <w:rPr>
          <w:rtl/>
        </w:rPr>
      </w:pPr>
      <w:r>
        <w:rPr>
          <w:rtl/>
        </w:rPr>
        <w:br w:type="page"/>
      </w:r>
      <w:r>
        <w:rPr>
          <w:rtl/>
        </w:rPr>
        <w:lastRenderedPageBreak/>
        <w:t xml:space="preserve">في ليلة القدر كان كمن استشهد في سبيل الله وكالمتشحّط بدمه ، ومن قرأها في فريضة ناداه المنادي من قبل الله تعالى : غفر الله ذنوبك فاستأنف العمل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 من قرأ قل هو الله أحد وإنّا أنزلناه قبل أن تطلع الشمس لم يصبه في ذلك اليوم ذنب وإن جهد إبليس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موسى الكاظم </w:t>
      </w:r>
      <w:r w:rsidR="00763E2E" w:rsidRPr="00763E2E">
        <w:rPr>
          <w:rStyle w:val="libAlaemChar"/>
          <w:rFonts w:hint="cs"/>
          <w:rtl/>
        </w:rPr>
        <w:t>عليه‌السلام</w:t>
      </w:r>
      <w:r>
        <w:rPr>
          <w:rtl/>
        </w:rPr>
        <w:t xml:space="preserve"> انّه قال : انّ لله يوم الجمعة ألف نفحة من رحمته يعطي كلّ عبد منها ما شاء ، فمن قرأ ( انّا أنزلناه في ليلة القدر ) بعد العصر يوم الجمعة مائة مرّة وهب الله له تلك الألف ومثلها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إذا أتى شهر رمضان فاقرأ كلّ ليلة إنّا أنزلناه ألف مرّة فاذا أتت ليلة ثلاثة وعشرين فاشدد قلبك وافتح أذنيك لسماع العجائب ممّا ترى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لو قرأ رجل ليلة ثلاث وعشرين من شهر رمضان انّا أنزلناه ألف مرّة لأصبح وهو شديد اليقين بالاعتراف بما تختص فينا ، وما ذلك الاّ لشيء عاينه في نومه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قطع ثوباً جديداً وقرأ انّا أنزلناه في ليلة القدر ستة وثلاثين مرّة ، فاذا بلغ « تنزل الملائكة » رش عليه ماء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مضمون النص.</w:t>
      </w:r>
    </w:p>
    <w:p w:rsidR="00AA2ABC" w:rsidRDefault="00AA2ABC" w:rsidP="001008E4">
      <w:pPr>
        <w:pStyle w:val="libFootnote0"/>
        <w:rPr>
          <w:rtl/>
        </w:rPr>
      </w:pPr>
      <w:r>
        <w:rPr>
          <w:rtl/>
        </w:rPr>
        <w:t>2 ـ البحار 86 : 249 ح 11 باب 45 عن الخصال.</w:t>
      </w:r>
    </w:p>
    <w:p w:rsidR="00AA2ABC" w:rsidRDefault="00AA2ABC" w:rsidP="001008E4">
      <w:pPr>
        <w:pStyle w:val="libFootnote0"/>
        <w:rPr>
          <w:rtl/>
        </w:rPr>
      </w:pPr>
      <w:r>
        <w:rPr>
          <w:rtl/>
        </w:rPr>
        <w:t>3 ـ البحار 92 : 327 ح 1 باب 110 ـ عن أمالي الصدوق.</w:t>
      </w:r>
    </w:p>
    <w:p w:rsidR="00AA2ABC" w:rsidRDefault="00AA2ABC" w:rsidP="001008E4">
      <w:pPr>
        <w:pStyle w:val="libFootnote0"/>
        <w:rPr>
          <w:rtl/>
        </w:rPr>
      </w:pPr>
      <w:r>
        <w:rPr>
          <w:rtl/>
        </w:rPr>
        <w:t>4 ـ البحار 96 : 379 ح 3 باب 49 عن أمالي الصدوق.</w:t>
      </w:r>
    </w:p>
    <w:p w:rsidR="00AA2ABC" w:rsidRDefault="00AA2ABC" w:rsidP="001008E4">
      <w:pPr>
        <w:pStyle w:val="libFootnote0"/>
        <w:rPr>
          <w:rtl/>
        </w:rPr>
      </w:pPr>
      <w:r>
        <w:rPr>
          <w:rtl/>
        </w:rPr>
        <w:t xml:space="preserve">5 ـ الوسائل 7 : 264 ح 2 باب 33. </w:t>
      </w:r>
    </w:p>
    <w:p w:rsidR="00AA2ABC" w:rsidRDefault="00AA2ABC" w:rsidP="002704FD">
      <w:pPr>
        <w:pStyle w:val="libNormal0"/>
        <w:rPr>
          <w:rtl/>
        </w:rPr>
      </w:pPr>
      <w:r>
        <w:rPr>
          <w:rtl/>
        </w:rPr>
        <w:br w:type="page"/>
      </w:r>
      <w:r>
        <w:rPr>
          <w:rtl/>
        </w:rPr>
        <w:lastRenderedPageBreak/>
        <w:t xml:space="preserve">رشاً خفيفاً ثم صلّى ركعتين ودعا بعدهما ، فقال في دعائه : « الحمد لله الذي رزقني من الرياش ما أتجمّل به في الناس ، واُواري به عورتي ، وأصلّي به لربي » أكل في سعة حتى يبلى ذلك الثوب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الرضا </w:t>
      </w:r>
      <w:r w:rsidR="00763E2E" w:rsidRPr="00763E2E">
        <w:rPr>
          <w:rStyle w:val="libAlaemChar"/>
          <w:rFonts w:hint="cs"/>
          <w:rtl/>
        </w:rPr>
        <w:t>عليه‌السلام</w:t>
      </w:r>
      <w:r>
        <w:rPr>
          <w:rtl/>
        </w:rPr>
        <w:t xml:space="preserve"> انّه : ... إذا لبس ثوباً جديداً دعا بقدح من ماء وقرأ عليه انا انزلناه عشراً ، وقل هو الله أحد عشراً ، وقل يا أيها الكافرون عشراً ، ثم رشّ ذلك الماء على ذلك الثوب ، ثم قال : فمن فعل ذلك لم يزل كان في عيشة رغد ما بقي من ذلك الثوب سلك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إذا كسى الله تعالى المؤمن ثوباً جديداً فليتوضّأ وليصلّ ركعتين يقرأ فيهما أم الكتاب وآية الكرسي وقل هو الله أحد وانّا أنزلناه ، ثم ليحمد الله الذي ستر عورته ، وزيّنه في الناس ، وليكثر من قول « لا حول ولا وقوة الاّ بالله » فانّه لا يعصي الله فيه وله بكلّ سلك فيه ملك يقدّس له ويستغفر له ، ويترحتم عليه </w:t>
      </w:r>
      <w:r w:rsidRPr="001008E4">
        <w:rPr>
          <w:rStyle w:val="libFootnotenumChar"/>
          <w:rtl/>
        </w:rPr>
        <w:t>(3)</w:t>
      </w:r>
      <w:r>
        <w:rPr>
          <w:rtl/>
        </w:rPr>
        <w:t>.</w:t>
      </w:r>
    </w:p>
    <w:p w:rsidR="00AA2ABC" w:rsidRDefault="00AA2ABC" w:rsidP="002704FD">
      <w:pPr>
        <w:pStyle w:val="libNormal"/>
        <w:rPr>
          <w:rtl/>
        </w:rPr>
      </w:pPr>
      <w:r>
        <w:rPr>
          <w:rtl/>
        </w:rPr>
        <w:t xml:space="preserve">وجاء في رواية أخرى انّه : من أخذ قدحاً وجعل فيه ماء وقرأ عليه انا أنزلناه خمساً وثلاثين مرّة ورش الماء على ثوبه لم يزل في سعة حتى يبلى ذلك الثوب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في العوذة قال : تأخذ قُلّة جديدة فتجعل فيها ماء ، ثم تقرأ عليها ( انّا أنزلناه في ليلة القدر ) ثلاثين مرّة ، ثم تعلّق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91 : 383 ح 11 باب 4 ـ عن اعلام الدين.</w:t>
      </w:r>
    </w:p>
    <w:p w:rsidR="00AA2ABC" w:rsidRDefault="00AA2ABC" w:rsidP="001008E4">
      <w:pPr>
        <w:pStyle w:val="libFootnote0"/>
        <w:rPr>
          <w:rtl/>
        </w:rPr>
      </w:pPr>
      <w:r>
        <w:rPr>
          <w:rtl/>
        </w:rPr>
        <w:t>2 ـ مكارم الأخلاق : 102 فصل 1 باب 6.</w:t>
      </w:r>
    </w:p>
    <w:p w:rsidR="00AA2ABC" w:rsidRDefault="00AA2ABC" w:rsidP="001008E4">
      <w:pPr>
        <w:pStyle w:val="libFootnote0"/>
        <w:rPr>
          <w:rtl/>
        </w:rPr>
      </w:pPr>
      <w:r>
        <w:rPr>
          <w:rtl/>
        </w:rPr>
        <w:t>3 ـ الكافي 6 : 459 ح 5 باب القول عند لباس الجديد ـ الوسائل 3 : 371 ح 1 باب 26.</w:t>
      </w:r>
    </w:p>
    <w:p w:rsidR="00AA2ABC" w:rsidRDefault="00AA2ABC" w:rsidP="001008E4">
      <w:pPr>
        <w:pStyle w:val="libFootnote0"/>
        <w:rPr>
          <w:rtl/>
        </w:rPr>
      </w:pPr>
      <w:r>
        <w:rPr>
          <w:rtl/>
        </w:rPr>
        <w:t xml:space="preserve">4 ـ مكارم الاخلاق : 102 فصل 1 باب 6. </w:t>
      </w:r>
    </w:p>
    <w:p w:rsidR="00AA2ABC" w:rsidRDefault="00AA2ABC" w:rsidP="002704FD">
      <w:pPr>
        <w:pStyle w:val="libNormal0"/>
        <w:rPr>
          <w:rtl/>
        </w:rPr>
      </w:pPr>
      <w:r>
        <w:rPr>
          <w:rtl/>
        </w:rPr>
        <w:br w:type="page"/>
      </w:r>
      <w:r>
        <w:rPr>
          <w:rtl/>
        </w:rPr>
        <w:lastRenderedPageBreak/>
        <w:t xml:space="preserve">وتشرب منها وتتوضّأ منها ، ويزاد فيها ماء ان شاء الله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قال : دخل رجل عليه فقال : يا ابن رسول الله ولد لي ثمانية بنات رأس على رأس ولم أر قطّ ذكراً ، فادع الله عزّوجلّ أن يرزقني ذكراً.</w:t>
      </w:r>
    </w:p>
    <w:p w:rsidR="00AA2ABC" w:rsidRDefault="00AA2ABC" w:rsidP="002704FD">
      <w:pPr>
        <w:pStyle w:val="libNormal"/>
        <w:rPr>
          <w:rtl/>
        </w:rPr>
      </w:pPr>
      <w:r>
        <w:rPr>
          <w:rtl/>
        </w:rPr>
        <w:t xml:space="preserve">فقال الصادق </w:t>
      </w:r>
      <w:r w:rsidR="00763E2E" w:rsidRPr="00763E2E">
        <w:rPr>
          <w:rStyle w:val="libAlaemChar"/>
          <w:rFonts w:hint="cs"/>
          <w:rtl/>
        </w:rPr>
        <w:t>عليه‌السلام</w:t>
      </w:r>
      <w:r>
        <w:rPr>
          <w:rtl/>
        </w:rPr>
        <w:t xml:space="preserve"> : إذا أردت المواقعة وقعدت مقعد الرجل من المرأة فضع يدك اليمنى على يمين سرّة المرأة واقرأ ( انّا انزلناه في ليلة القدر ) سبع مرّات ، ثم واقع أهلك فانّك ترى ما تحبّ ، وإذا تبيّنت الحمل فمتى ما تقلّبت الليل فضع يدك على يمنة سرّتها واقرأ انّا انزلناه في لية القدر سبع مرّات.</w:t>
      </w:r>
    </w:p>
    <w:p w:rsidR="00AA2ABC" w:rsidRDefault="00AA2ABC" w:rsidP="002704FD">
      <w:pPr>
        <w:pStyle w:val="libNormal"/>
        <w:rPr>
          <w:rtl/>
        </w:rPr>
      </w:pPr>
      <w:r>
        <w:rPr>
          <w:rtl/>
        </w:rPr>
        <w:t xml:space="preserve">قال الرجل : ففعلت ذلك فولد لي سبع ذكور رأس على رأس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عمرو [ الخذّاء ] انّه قال : ساءت حالي فكتبت إلى أبي جعفر [ الجواد ] </w:t>
      </w:r>
      <w:r w:rsidR="00763E2E" w:rsidRPr="00763E2E">
        <w:rPr>
          <w:rStyle w:val="libAlaemChar"/>
          <w:rFonts w:hint="cs"/>
          <w:rtl/>
        </w:rPr>
        <w:t>عليه‌السلام</w:t>
      </w:r>
      <w:r>
        <w:rPr>
          <w:rtl/>
        </w:rPr>
        <w:t xml:space="preserve"> ، فكتب إليّ : أدم قراءة </w:t>
      </w:r>
      <w:r w:rsidRPr="002704FD">
        <w:rPr>
          <w:rStyle w:val="libAlaemChar"/>
          <w:rtl/>
        </w:rPr>
        <w:t>(</w:t>
      </w:r>
      <w:r w:rsidRPr="002704FD">
        <w:rPr>
          <w:rStyle w:val="libAieChar"/>
          <w:rtl/>
        </w:rPr>
        <w:t xml:space="preserve"> اِنّا اَرسَلنَا نُوحاً اِلى قَومِهِ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قال : فقرأتها حولاً فلم أر شيئاً ، فكتبت إليه أخبره بسوء حالي وانّي قد قرأت ( انا أرسلنا نوحاً إلى قومه ) حولاً كما أمرتني ولم أر شيئاً ، قال : فكتب إليّ قد وفى لك الحول فانتقل منها إلى قراءة انّا أنزلناه.</w:t>
      </w:r>
    </w:p>
    <w:p w:rsidR="00AA2ABC" w:rsidRDefault="00AA2ABC" w:rsidP="002704FD">
      <w:pPr>
        <w:pStyle w:val="libNormal"/>
        <w:rPr>
          <w:rtl/>
        </w:rPr>
      </w:pPr>
      <w:r>
        <w:rPr>
          <w:rtl/>
        </w:rPr>
        <w:t xml:space="preserve">قال : ففعلت فما كان يسيراً حتى بعث إليّ ابن أبي داود فقضى عنّي ديني ، وأجرى عليّ وعلى عيالي ، ووجّهني إلى البصرة في وكالته بباب كلاّء ، وأجرى عليّ خمسمائة درهم.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623 ح 19 باب فضل القرآن.</w:t>
      </w:r>
    </w:p>
    <w:p w:rsidR="00AA2ABC" w:rsidRDefault="00AA2ABC" w:rsidP="001008E4">
      <w:pPr>
        <w:pStyle w:val="libFootnote0"/>
        <w:rPr>
          <w:rtl/>
        </w:rPr>
      </w:pPr>
      <w:r>
        <w:rPr>
          <w:rtl/>
        </w:rPr>
        <w:t>2 ـ البحار 104 : 86 ح 50 باب 104 ـ عن نوادر الحكمة.</w:t>
      </w:r>
    </w:p>
    <w:p w:rsidR="00AA2ABC" w:rsidRDefault="00AA2ABC" w:rsidP="001008E4">
      <w:pPr>
        <w:pStyle w:val="libFootnote0"/>
        <w:rPr>
          <w:rtl/>
        </w:rPr>
      </w:pPr>
      <w:r>
        <w:rPr>
          <w:rtl/>
        </w:rPr>
        <w:t xml:space="preserve">3 ـ نوح : 1. </w:t>
      </w:r>
    </w:p>
    <w:p w:rsidR="00AA2ABC" w:rsidRDefault="00AA2ABC" w:rsidP="002704FD">
      <w:pPr>
        <w:pStyle w:val="libNormal"/>
        <w:rPr>
          <w:rtl/>
        </w:rPr>
      </w:pPr>
      <w:r>
        <w:rPr>
          <w:rtl/>
        </w:rPr>
        <w:br w:type="page"/>
      </w:r>
      <w:r>
        <w:rPr>
          <w:rtl/>
        </w:rPr>
        <w:lastRenderedPageBreak/>
        <w:t xml:space="preserve">وكتبت من البصرة على يدي علي بن مهزيار إلى أبي الحسن </w:t>
      </w:r>
      <w:r w:rsidR="00763E2E" w:rsidRPr="00763E2E">
        <w:rPr>
          <w:rStyle w:val="libAlaemChar"/>
          <w:rFonts w:hint="cs"/>
          <w:rtl/>
        </w:rPr>
        <w:t>عليه‌السلام</w:t>
      </w:r>
      <w:r>
        <w:rPr>
          <w:rtl/>
        </w:rPr>
        <w:t xml:space="preserve"> : انّي كنت سألت أباك عن كذا وكذا ، وشكوت إليه كذا وكذا ، وانّي قد نلت الذي أحببت ، فأحببت أن تخبرني يا مولاي كيف أصنع في قراءة انا أنزلناه ، أقتصر عليها وحدها في فرائضي وغيرها أم أقرأ معها غيرها ، أم لها حدّ أعمل به؟</w:t>
      </w:r>
    </w:p>
    <w:p w:rsidR="00AA2ABC" w:rsidRDefault="00AA2ABC" w:rsidP="002704FD">
      <w:pPr>
        <w:pStyle w:val="libNormal"/>
        <w:rPr>
          <w:rtl/>
        </w:rPr>
      </w:pPr>
      <w:r>
        <w:rPr>
          <w:rtl/>
        </w:rPr>
        <w:t xml:space="preserve">فوقّع </w:t>
      </w:r>
      <w:r w:rsidR="00763E2E" w:rsidRPr="00763E2E">
        <w:rPr>
          <w:rStyle w:val="libAlaemChar"/>
          <w:rFonts w:hint="cs"/>
          <w:rtl/>
        </w:rPr>
        <w:t>عليه‌السلام</w:t>
      </w:r>
      <w:r>
        <w:rPr>
          <w:rtl/>
        </w:rPr>
        <w:t xml:space="preserve"> وقرأت التوقيع « لا تدع من القرآن قصيرة وطويلة ، ويجزئك من قراءة انا أنزلناه ، يومك وليلتك مائة مرّة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موسى الكاظم </w:t>
      </w:r>
      <w:r w:rsidR="00763E2E" w:rsidRPr="00763E2E">
        <w:rPr>
          <w:rStyle w:val="libAlaemChar"/>
          <w:rFonts w:hint="cs"/>
          <w:rtl/>
        </w:rPr>
        <w:t>عليه‌السلام</w:t>
      </w:r>
      <w:r>
        <w:rPr>
          <w:rtl/>
        </w:rPr>
        <w:t xml:space="preserve"> انّه قال : من قرأ ( انا أنزلناه في ليلة القدر ) بعد صلاة العصر عشر مرّات ، مرّت له على مثل أعمال الخلائق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انّه : كان أبو جعفر الثاني </w:t>
      </w:r>
      <w:r w:rsidR="00763E2E" w:rsidRPr="00763E2E">
        <w:rPr>
          <w:rStyle w:val="libAlaemChar"/>
          <w:rFonts w:hint="cs"/>
          <w:rtl/>
        </w:rPr>
        <w:t>عليه‌السلام</w:t>
      </w:r>
      <w:r>
        <w:rPr>
          <w:rtl/>
        </w:rPr>
        <w:t xml:space="preserve"> إذا دخل شهر جديد يصلّي أوّل يوم منه ركعتين يقرأ في الركعة الأولى الحمد وقل هو الله أحد لكلّ يوم إلى آخره مرّة </w:t>
      </w:r>
      <w:r w:rsidRPr="001008E4">
        <w:rPr>
          <w:rStyle w:val="libFootnotenumChar"/>
          <w:rtl/>
        </w:rPr>
        <w:t>(3)</w:t>
      </w:r>
      <w:r>
        <w:rPr>
          <w:rtl/>
        </w:rPr>
        <w:t xml:space="preserve"> ، وفي الركعة الأخرى الحمد مرّة وانّا أنزلناه مثل ذلك ، ويتصدّق بما يسهل ، يشتري به سلامة ذلك الشهر كلّه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علي بن راشد انّه قال : قلت لأبي الحسن [ عليّ النقي ] </w:t>
      </w:r>
      <w:r w:rsidR="00763E2E" w:rsidRPr="00763E2E">
        <w:rPr>
          <w:rStyle w:val="libAlaemChar"/>
          <w:rFonts w:hint="cs"/>
          <w:rtl/>
        </w:rPr>
        <w:t>عليه‌السلام</w:t>
      </w:r>
      <w:r>
        <w:rPr>
          <w:rtl/>
        </w:rPr>
        <w:t xml:space="preserve"> : جعلت فداك انك كتبت إلى محمد بن الفرج تعلّمه أنّ أفضل ما تقرأ في الفرائض بانّا أنزلناه وقل هو الله أحد ، وانّ صدري ليضيق بقراءتهما في الفجر ، فقال </w:t>
      </w:r>
      <w:r w:rsidR="00763E2E" w:rsidRPr="00763E2E">
        <w:rPr>
          <w:rStyle w:val="libAlaemChar"/>
          <w:rFonts w:hint="cs"/>
          <w:rtl/>
        </w:rPr>
        <w:t>عليه‌السلام</w:t>
      </w:r>
      <w:r>
        <w:rPr>
          <w:rtl/>
        </w:rPr>
        <w:t xml:space="preserve"> : لا يضيقنّ صدرك بهما فإنّ الفضل والله فيهما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5 : 316 ح 50 باب النوادر ـ عنه البحار 92 : 328 ح 7 باب 110 ـ المستدرك 4 : 361 ح 141 باب 44.</w:t>
      </w:r>
    </w:p>
    <w:p w:rsidR="00AA2ABC" w:rsidRDefault="00AA2ABC" w:rsidP="001008E4">
      <w:pPr>
        <w:pStyle w:val="libFootnote0"/>
        <w:rPr>
          <w:rtl/>
        </w:rPr>
      </w:pPr>
      <w:r>
        <w:rPr>
          <w:rtl/>
        </w:rPr>
        <w:t xml:space="preserve">2 ـ مستدرك الوسائل 5 : 97 ح 3 باب 25 وفيه عن امام الجواد عن أبيه عن جدّه </w:t>
      </w:r>
      <w:r w:rsidR="000A073B" w:rsidRPr="000A073B">
        <w:rPr>
          <w:rStyle w:val="libAlaemChar"/>
          <w:rFonts w:hint="cs"/>
          <w:rtl/>
        </w:rPr>
        <w:t>عليهم‌السلام</w:t>
      </w:r>
      <w:r>
        <w:rPr>
          <w:rtl/>
        </w:rPr>
        <w:t>.</w:t>
      </w:r>
    </w:p>
    <w:p w:rsidR="00AA2ABC" w:rsidRDefault="00AA2ABC" w:rsidP="001008E4">
      <w:pPr>
        <w:pStyle w:val="libFootnote0"/>
        <w:rPr>
          <w:rtl/>
        </w:rPr>
      </w:pPr>
      <w:r>
        <w:rPr>
          <w:rtl/>
        </w:rPr>
        <w:t>3 ـ أي ثلاثون مرّة.</w:t>
      </w:r>
    </w:p>
    <w:p w:rsidR="00AA2ABC" w:rsidRDefault="00AA2ABC" w:rsidP="001008E4">
      <w:pPr>
        <w:pStyle w:val="libFootnote0"/>
        <w:rPr>
          <w:rtl/>
        </w:rPr>
      </w:pPr>
      <w:r>
        <w:rPr>
          <w:rtl/>
        </w:rPr>
        <w:t>4 ـ البحار 91 : 381 ح 1 باب 4 ـ عن دعوات الراوندي : 106 ح 234.</w:t>
      </w:r>
    </w:p>
    <w:p w:rsidR="00AA2ABC" w:rsidRDefault="00AA2ABC" w:rsidP="001008E4">
      <w:pPr>
        <w:pStyle w:val="libFootnote0"/>
        <w:rPr>
          <w:rtl/>
        </w:rPr>
      </w:pPr>
      <w:r>
        <w:rPr>
          <w:rtl/>
        </w:rPr>
        <w:t xml:space="preserve">5 ـ الكافي 3 : 315 ح 19 باب قراءة القرآن ـ الوسائل 4 : 760 ح 1 باب 23. </w:t>
      </w:r>
    </w:p>
    <w:p w:rsidR="00AA2ABC" w:rsidRDefault="00AA2ABC" w:rsidP="002704FD">
      <w:pPr>
        <w:pStyle w:val="libNormal"/>
        <w:rPr>
          <w:rtl/>
        </w:rPr>
      </w:pPr>
      <w:r>
        <w:rPr>
          <w:rtl/>
        </w:rPr>
        <w:br w:type="page"/>
      </w:r>
      <w:r>
        <w:rPr>
          <w:rtl/>
        </w:rPr>
        <w:lastRenderedPageBreak/>
        <w:t xml:space="preserve">وروي بسند صحيح انّه : كتب محمد الحميري إلى القائم </w:t>
      </w:r>
      <w:r w:rsidR="00763E2E" w:rsidRPr="00763E2E">
        <w:rPr>
          <w:rStyle w:val="libAlaemChar"/>
          <w:rFonts w:hint="cs"/>
          <w:rtl/>
        </w:rPr>
        <w:t>عليه‌السلام</w:t>
      </w:r>
      <w:r>
        <w:rPr>
          <w:rtl/>
        </w:rPr>
        <w:t xml:space="preserve"> ، روي في ثواب القرآن في الفرائض وغيرها انّ العالم </w:t>
      </w:r>
      <w:r w:rsidR="00763E2E" w:rsidRPr="00763E2E">
        <w:rPr>
          <w:rStyle w:val="libAlaemChar"/>
          <w:rFonts w:hint="cs"/>
          <w:rtl/>
        </w:rPr>
        <w:t>عليه‌السلام</w:t>
      </w:r>
      <w:r>
        <w:rPr>
          <w:rtl/>
        </w:rPr>
        <w:t xml:space="preserve"> قال : عجباً لمن لم يقرأ في صلاته ( انّا أنزلناه في ليلة القدر ) كيف تقبل صلاته؟ وروي ما زكت صلاة من لم يقرأ فيها ( قل هو الله أحد ) ، وروي انّ من قرأ في الفريضة ( الهمزة ) أعطي من الثواب قدر الدنيا ، فهل يجوز أن يقرأ الهمزة ويدع هذه السور التي ذكرناها مع ما قد روي انّه لا تقبل صلاته ولا تزكوا الاّ بهما؟</w:t>
      </w:r>
    </w:p>
    <w:p w:rsidR="00AA2ABC" w:rsidRDefault="00AA2ABC" w:rsidP="002704FD">
      <w:pPr>
        <w:pStyle w:val="libNormal"/>
        <w:rPr>
          <w:rtl/>
        </w:rPr>
      </w:pPr>
      <w:r>
        <w:rPr>
          <w:rtl/>
        </w:rPr>
        <w:t xml:space="preserve">التوقيع : الثواب في السور على قدر ما روي ، وإذا ترك سورة ممّا فيها الثواب وقرأ ( قل هو الله أحد وانّا أنزلناه ) لفضلهما أعطي ثواب ما قرأ ، وثواب السورة التي ترك ، ويجوز أن يقرأ هاتين السورتين وتكون صلاته تامّة ، ولكن يكون قد ترك الفضل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البيّنة</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قرا سورة ( لم يكن ) كان بريئاً من الشرك ، وأُدخل في دين محمد </w:t>
      </w:r>
      <w:r w:rsidR="00BF0EA2" w:rsidRPr="00BF0EA2">
        <w:rPr>
          <w:rStyle w:val="libAlaemChar"/>
          <w:rFonts w:hint="cs"/>
          <w:rtl/>
        </w:rPr>
        <w:t>صلى‌الله‌عليه‌وآله</w:t>
      </w:r>
      <w:r>
        <w:rPr>
          <w:rtl/>
        </w:rPr>
        <w:t xml:space="preserve"> ، وبعثه الله عزَّ وجلَّ مؤمناً ، وحاسبه حساباً يسيراً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الزلزلة</w:t>
      </w:r>
      <w:r w:rsidRPr="002704FD">
        <w:rPr>
          <w:rStyle w:val="libBold2Char"/>
          <w:rtl/>
        </w:rPr>
        <w:t xml:space="preserve"> » : </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لا تملّوا من قراءة إذا زلزلت الأرض زلزالها ، فانّه من كانت قراءته بها في نوافله لم يصبه الله عزّوجلّ بزلزلة أبداً ، ولم يمت بها ولا بصاعقة ولا بآفة من آفات الدنيا حتى يموت.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85 : 31 ح 21 باب 45 ـ الوسائل 4 : 761 ح 6 باب 23 ـ عن الاحتجاج.</w:t>
      </w:r>
    </w:p>
    <w:p w:rsidR="00AA2ABC" w:rsidRDefault="00AA2ABC" w:rsidP="001008E4">
      <w:pPr>
        <w:pStyle w:val="libFootnote0"/>
        <w:rPr>
          <w:rtl/>
        </w:rPr>
      </w:pPr>
      <w:r>
        <w:rPr>
          <w:rtl/>
        </w:rPr>
        <w:t xml:space="preserve">2 ـ البحار 92 : 332 ح 1 باب 111 عن ثواب الأعمال. </w:t>
      </w:r>
    </w:p>
    <w:p w:rsidR="00AA2ABC" w:rsidRDefault="00AA2ABC" w:rsidP="002704FD">
      <w:pPr>
        <w:pStyle w:val="libNormal"/>
        <w:rPr>
          <w:rtl/>
        </w:rPr>
      </w:pPr>
      <w:r>
        <w:rPr>
          <w:rtl/>
        </w:rPr>
        <w:br w:type="page"/>
      </w:r>
      <w:r>
        <w:rPr>
          <w:rtl/>
        </w:rPr>
        <w:lastRenderedPageBreak/>
        <w:t>وإذا مات نزل عليه ملك كريم من عند ربّه ، فيقعد عنه رأسه فيقول : يا ملك الموت ارفق بوليّ الله فانّه كان كثيرا ما يذكرني ويذكر تلاوة هذه السورة ، وتقول له السورة مثل ذلك ، ويقول ملك الموت : قد أمرني ربي أن أسمع له وأطيع ، ولا أخرج روحه حتى يأمرني بذلك ، فاذا أمرني أخرجت روحه.</w:t>
      </w:r>
    </w:p>
    <w:p w:rsidR="00AA2ABC" w:rsidRDefault="00AA2ABC" w:rsidP="002704FD">
      <w:pPr>
        <w:pStyle w:val="libNormal"/>
        <w:rPr>
          <w:rtl/>
        </w:rPr>
      </w:pPr>
      <w:r>
        <w:rPr>
          <w:rtl/>
        </w:rPr>
        <w:t xml:space="preserve">ولا يزال ملك الموت عنده حتى يأمره بقبض روحه ، وإذا كشف له الغطاء فيرى منازله في الجنّة ، فيخرج روحه من ألين ما يكون من العلاج ، ثم يشيّع روحه إلى الجنّة سبعون ألف ملك يبتدرون بها إلى الجنّة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العاديات</w:t>
      </w:r>
      <w:r w:rsidRPr="002704FD">
        <w:rPr>
          <w:rStyle w:val="libBold2Char"/>
          <w:rtl/>
        </w:rPr>
        <w:t xml:space="preserve"> » : </w:t>
      </w:r>
    </w:p>
    <w:p w:rsidR="00AA2ABC" w:rsidRDefault="00AA2ABC" w:rsidP="002704FD">
      <w:pPr>
        <w:pStyle w:val="libNormal"/>
        <w:rPr>
          <w:rtl/>
        </w:rPr>
      </w:pPr>
      <w:r>
        <w:rPr>
          <w:rtl/>
        </w:rPr>
        <w:t xml:space="preserve">روي عن أبي عبد الله </w:t>
      </w:r>
      <w:r w:rsidR="00763E2E" w:rsidRPr="00763E2E">
        <w:rPr>
          <w:rStyle w:val="libAlaemChar"/>
          <w:rFonts w:hint="cs"/>
          <w:rtl/>
        </w:rPr>
        <w:t>عليه‌السلام</w:t>
      </w:r>
      <w:r>
        <w:rPr>
          <w:rtl/>
        </w:rPr>
        <w:t xml:space="preserve"> انّه قال : من قرأ سورة العاديات وأدمن قراءتها بعثة الله عزّوجلّ مع أمير المؤمنين </w:t>
      </w:r>
      <w:r w:rsidR="00763E2E" w:rsidRPr="00763E2E">
        <w:rPr>
          <w:rStyle w:val="libAlaemChar"/>
          <w:rFonts w:hint="cs"/>
          <w:rtl/>
        </w:rPr>
        <w:t>عليه‌السلام</w:t>
      </w:r>
      <w:r>
        <w:rPr>
          <w:rtl/>
        </w:rPr>
        <w:t xml:space="preserve"> يوم القيامة خاصّة ، وكان في حجره ورفقائه</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القارعة</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وأكثر من قراءة القارعة آمنه الله عزّوجلّ من فتنة الدجال أن يؤمن به ، ومن فيح جهنّم يوم القيامة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التكاثر</w:t>
      </w:r>
      <w:r w:rsidRPr="002704FD">
        <w:rPr>
          <w:rStyle w:val="libBold2Char"/>
          <w:rtl/>
        </w:rPr>
        <w:t xml:space="preserve"> » : </w:t>
      </w:r>
    </w:p>
    <w:p w:rsidR="00AA2ABC" w:rsidRDefault="00AA2ABC" w:rsidP="002704FD">
      <w:pPr>
        <w:pStyle w:val="libNormal"/>
        <w:rPr>
          <w:rtl/>
        </w:rPr>
      </w:pPr>
      <w:r>
        <w:rPr>
          <w:rtl/>
        </w:rPr>
        <w:t xml:space="preserve">روى عن أبي عبدالله </w:t>
      </w:r>
      <w:r w:rsidR="00763E2E" w:rsidRPr="00763E2E">
        <w:rPr>
          <w:rStyle w:val="libAlaemChar"/>
          <w:rFonts w:hint="cs"/>
          <w:rtl/>
        </w:rPr>
        <w:t>عليه‌السلام</w:t>
      </w:r>
      <w:r>
        <w:rPr>
          <w:rtl/>
        </w:rPr>
        <w:t xml:space="preserve"> انّه قال : من قرأ سورة ( ألهاكم التكاثر ) في فريضة كتب الله له ثواب وأجر مائة شهيد ، ومن قرأها في نافلة كتب له ثواب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626 ح 24 باب فضل القرآن.</w:t>
      </w:r>
    </w:p>
    <w:p w:rsidR="00AA2ABC" w:rsidRDefault="00AA2ABC" w:rsidP="001008E4">
      <w:pPr>
        <w:pStyle w:val="libFootnote0"/>
        <w:rPr>
          <w:rtl/>
        </w:rPr>
      </w:pPr>
      <w:r>
        <w:rPr>
          <w:rtl/>
        </w:rPr>
        <w:t>2 ـ البحار 92 : 335 ح 1 باب 113 ـ عن ثواب الأعمال.</w:t>
      </w:r>
    </w:p>
    <w:p w:rsidR="00AA2ABC" w:rsidRDefault="00AA2ABC" w:rsidP="001008E4">
      <w:pPr>
        <w:pStyle w:val="libFootnote0"/>
        <w:rPr>
          <w:rtl/>
        </w:rPr>
      </w:pPr>
      <w:r>
        <w:rPr>
          <w:rtl/>
        </w:rPr>
        <w:t xml:space="preserve">3 ـ البحار 92 : 335 ح 1 باب 114 ـ عن ثواب الأعمال. </w:t>
      </w:r>
    </w:p>
    <w:p w:rsidR="00AA2ABC" w:rsidRDefault="00AA2ABC" w:rsidP="002704FD">
      <w:pPr>
        <w:pStyle w:val="libNormal0"/>
        <w:rPr>
          <w:rtl/>
        </w:rPr>
      </w:pPr>
      <w:r>
        <w:rPr>
          <w:rtl/>
        </w:rPr>
        <w:br w:type="page"/>
      </w:r>
      <w:r>
        <w:rPr>
          <w:rtl/>
        </w:rPr>
        <w:lastRenderedPageBreak/>
        <w:t xml:space="preserve">خمسين شهيداً ، وصلّى معه في فريضته أربعون صفاً من الملائكة إن شاء الله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قال : قال رسول الله </w:t>
      </w:r>
      <w:r w:rsidR="00BF0EA2" w:rsidRPr="00BF0EA2">
        <w:rPr>
          <w:rStyle w:val="libAlaemChar"/>
          <w:rFonts w:hint="cs"/>
          <w:rtl/>
        </w:rPr>
        <w:t>صلى‌الله‌عليه‌وآله</w:t>
      </w:r>
      <w:r>
        <w:rPr>
          <w:rtl/>
        </w:rPr>
        <w:t xml:space="preserve"> : من قرأ ألهاكم التكاثر عند النوم وقي من فتنة القبر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 العصر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والعصر ) في نوافله بعثه الله يوم القيامة مشرقاً وجهه ، ضاحكاً سنّه ، قريراً عينه ، حتى يدخل الجنّة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الهمزة</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قرا ( ويل لكلّ همزة ) في فرائضه نفت عنه الفقر ، وجلبت عليه الرزق ، وتدفع عنه ميتة السوء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الفيل وقريش</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في فرائضه « ألم تر كيف فعل ربك بأصحاب الفيل » شهد له يوم القيامة كلّ سهل وجبل ومدر بأنّه كان من المصلين ، وينادي له يوم القيامة مناد : صدقتم على عبدي ، قبلت شهادتكم له وعليه ، أدخلوه الجنّة ولا تحاسبوه فانّه ممّن أُحبّه وأُحبّ عمله </w:t>
      </w:r>
      <w:r w:rsidRPr="001008E4">
        <w:rPr>
          <w:rStyle w:val="libFootnotenumChar"/>
          <w:rtl/>
        </w:rPr>
        <w:t>(5)</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أيضاً : من أكثر قراءة ( لإيلاف قريش ) بعثه الله يوم القيامة على مركب من مراكب الجنّة ، حتى يقعد على موائد النور يوم القيامة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336 ح 1 باب 115 ـ عن ثواب الأعمال.</w:t>
      </w:r>
    </w:p>
    <w:p w:rsidR="00AA2ABC" w:rsidRDefault="00AA2ABC" w:rsidP="001008E4">
      <w:pPr>
        <w:pStyle w:val="libFootnote0"/>
        <w:rPr>
          <w:rtl/>
        </w:rPr>
      </w:pPr>
      <w:r>
        <w:rPr>
          <w:rtl/>
        </w:rPr>
        <w:t>2 ـ البحار 92 : 336 ح 2 باب 115 ـ عن ثواب الأعمال.</w:t>
      </w:r>
    </w:p>
    <w:p w:rsidR="00AA2ABC" w:rsidRDefault="00AA2ABC" w:rsidP="001008E4">
      <w:pPr>
        <w:pStyle w:val="libFootnote0"/>
        <w:rPr>
          <w:rtl/>
        </w:rPr>
      </w:pPr>
      <w:r>
        <w:rPr>
          <w:rtl/>
        </w:rPr>
        <w:t>3 ـ البحار 92 : 336 ح 1 باب 116 ـ عن ثواب الأعمال.</w:t>
      </w:r>
    </w:p>
    <w:p w:rsidR="00AA2ABC" w:rsidRDefault="00AA2ABC" w:rsidP="001008E4">
      <w:pPr>
        <w:pStyle w:val="libFootnote0"/>
        <w:rPr>
          <w:rtl/>
        </w:rPr>
      </w:pPr>
      <w:r>
        <w:rPr>
          <w:rtl/>
        </w:rPr>
        <w:t>4 ـ البحار 92 : 337 ح 1 باب 117 ـ عن ثواب الأعمال.</w:t>
      </w:r>
    </w:p>
    <w:p w:rsidR="00AA2ABC" w:rsidRDefault="00AA2ABC" w:rsidP="001008E4">
      <w:pPr>
        <w:pStyle w:val="libFootnote0"/>
        <w:rPr>
          <w:rtl/>
        </w:rPr>
      </w:pPr>
      <w:r>
        <w:rPr>
          <w:rtl/>
        </w:rPr>
        <w:t>5 ـ البحار 92 : 337 ح 1 باب 118 ـ عن ثواب الأعمال.</w:t>
      </w:r>
    </w:p>
    <w:p w:rsidR="00AA2ABC" w:rsidRDefault="00AA2ABC" w:rsidP="001008E4">
      <w:pPr>
        <w:pStyle w:val="libFootnote0"/>
        <w:rPr>
          <w:rtl/>
        </w:rPr>
      </w:pPr>
      <w:r>
        <w:rPr>
          <w:rtl/>
        </w:rPr>
        <w:t xml:space="preserve">6 ـ البحار 92 : 337 ح 2 باب 118 ـ عن ثواب الأعمال. </w:t>
      </w:r>
    </w:p>
    <w:p w:rsidR="00AA2ABC" w:rsidRDefault="00AA2ABC" w:rsidP="002704FD">
      <w:pPr>
        <w:pStyle w:val="libNormal"/>
        <w:rPr>
          <w:rtl/>
        </w:rPr>
      </w:pPr>
      <w:r>
        <w:rPr>
          <w:rtl/>
        </w:rPr>
        <w:br w:type="page"/>
      </w:r>
      <w:r>
        <w:rPr>
          <w:rtl/>
        </w:rPr>
        <w:lastRenderedPageBreak/>
        <w:t>واعلم انّ المشهور بين العلماء عدم استغناء أحدهما عن الأُخرى في الفريضة بل لابد من قراءتهما معاً ، وكذلك الأمر في سورتي الضحى وألم نشرح.</w:t>
      </w:r>
    </w:p>
    <w:p w:rsidR="00AA2ABC" w:rsidRDefault="00AA2ABC" w:rsidP="002704FD">
      <w:pPr>
        <w:pStyle w:val="libNormal"/>
        <w:rPr>
          <w:rtl/>
        </w:rPr>
      </w:pPr>
      <w:r w:rsidRPr="002704FD">
        <w:rPr>
          <w:rStyle w:val="libBold2Char"/>
          <w:rtl/>
        </w:rPr>
        <w:t xml:space="preserve">« </w:t>
      </w:r>
      <w:r w:rsidRPr="002704FD">
        <w:rPr>
          <w:rStyle w:val="libBold1Char"/>
          <w:rtl/>
        </w:rPr>
        <w:t>سورة الماعون</w:t>
      </w:r>
      <w:r w:rsidRPr="002704FD">
        <w:rPr>
          <w:rStyle w:val="libBold2Char"/>
          <w:rtl/>
        </w:rPr>
        <w:t xml:space="preserve"> » : </w:t>
      </w:r>
    </w:p>
    <w:p w:rsidR="00AA2ABC" w:rsidRDefault="00AA2ABC" w:rsidP="002704FD">
      <w:pPr>
        <w:pStyle w:val="libNormal"/>
        <w:rPr>
          <w:rtl/>
        </w:rPr>
      </w:pPr>
      <w:r>
        <w:rPr>
          <w:rtl/>
        </w:rPr>
        <w:t xml:space="preserve">روي عن أبي جعفر الباقر </w:t>
      </w:r>
      <w:r w:rsidR="00763E2E" w:rsidRPr="00763E2E">
        <w:rPr>
          <w:rStyle w:val="libAlaemChar"/>
          <w:rFonts w:hint="cs"/>
          <w:rtl/>
        </w:rPr>
        <w:t>عليه‌السلام</w:t>
      </w:r>
      <w:r>
        <w:rPr>
          <w:rtl/>
        </w:rPr>
        <w:t xml:space="preserve"> انّه قال : من قرأ سورة ( أرأيت الذي يكذب بالدين ) في فرائضه ونوافله كان فيمن قبل الله عزّوجلّ صلاته وصيامه ، ولم يحاسبه بما كان منه في الحياة الدنيا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الكوثر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كان قراءته ( انّا أعطيناك الوثر ) في فرائضه ونوافله سقاه الله من الكوثر يوم القيامة ، وكان محدّثة </w:t>
      </w:r>
      <w:r w:rsidRPr="001008E4">
        <w:rPr>
          <w:rStyle w:val="libFootnotenumChar"/>
          <w:rtl/>
        </w:rPr>
        <w:t>(2)</w:t>
      </w:r>
      <w:r>
        <w:rPr>
          <w:rtl/>
        </w:rPr>
        <w:t xml:space="preserve"> عند رسول الله </w:t>
      </w:r>
      <w:r w:rsidR="00BF0EA2" w:rsidRPr="00BF0EA2">
        <w:rPr>
          <w:rStyle w:val="libAlaemChar"/>
          <w:rFonts w:hint="cs"/>
          <w:rtl/>
        </w:rPr>
        <w:t>صلى‌الله‌عليه‌وآله</w:t>
      </w:r>
      <w:r>
        <w:rPr>
          <w:rtl/>
        </w:rPr>
        <w:t xml:space="preserve"> في أصل طوبى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الكافرين</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قرأ ( قل يا أيها الكافرن وقل هو الله أحد ) في فريضة من الفرائض ، غفر الله له ولوالديه وما ولداً ، وان كان شقياً محي من ديوان الأشقياء وأثبت في ديوان السعداء ، وأحياه الله سعيداً ، وأماته شهيداً ، وبعثه شهيداً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كان أبي صلوات الله عليه يقول : قل هو الله أحد ثلث القرآن ، وقل يا أيها الكافرون ربع القرآن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338 ح 1 باب 119 ـ عن ثواب الأعمال.</w:t>
      </w:r>
    </w:p>
    <w:p w:rsidR="00AA2ABC" w:rsidRDefault="00AA2ABC" w:rsidP="001008E4">
      <w:pPr>
        <w:pStyle w:val="libFootnote0"/>
        <w:rPr>
          <w:rtl/>
        </w:rPr>
      </w:pPr>
      <w:r>
        <w:rPr>
          <w:rtl/>
        </w:rPr>
        <w:t>2 ـ أي مجلسه.</w:t>
      </w:r>
    </w:p>
    <w:p w:rsidR="00AA2ABC" w:rsidRDefault="00AA2ABC" w:rsidP="001008E4">
      <w:pPr>
        <w:pStyle w:val="libFootnote0"/>
        <w:rPr>
          <w:rtl/>
        </w:rPr>
      </w:pPr>
      <w:r>
        <w:rPr>
          <w:rtl/>
        </w:rPr>
        <w:t>3 ـ البحار 92 : 338 ح 1 باب 120 ـ عن ثواب الأعمال.</w:t>
      </w:r>
    </w:p>
    <w:p w:rsidR="00AA2ABC" w:rsidRDefault="00AA2ABC" w:rsidP="001008E4">
      <w:pPr>
        <w:pStyle w:val="libFootnote0"/>
        <w:rPr>
          <w:rtl/>
        </w:rPr>
      </w:pPr>
      <w:r>
        <w:rPr>
          <w:rtl/>
        </w:rPr>
        <w:t>4 ـ البحار 92 : 340 ح 5 باب 121 ـ عن ثواب الأعمال.</w:t>
      </w:r>
    </w:p>
    <w:p w:rsidR="00AA2ABC" w:rsidRDefault="00AA2ABC" w:rsidP="001008E4">
      <w:pPr>
        <w:pStyle w:val="libFootnote0"/>
        <w:rPr>
          <w:rtl/>
        </w:rPr>
      </w:pPr>
      <w:r>
        <w:rPr>
          <w:rtl/>
        </w:rPr>
        <w:t>5 ـ الكافي 2 : 621 ح 7 باب فضل القرآن ـ الوسائل 4 : 867 ح 3 باب 31.</w:t>
      </w:r>
    </w:p>
    <w:p w:rsidR="00AA2ABC" w:rsidRDefault="00AA2ABC" w:rsidP="002704FD">
      <w:pPr>
        <w:pStyle w:val="libNormal"/>
        <w:rPr>
          <w:rtl/>
        </w:rPr>
      </w:pPr>
      <w:r>
        <w:rPr>
          <w:rtl/>
        </w:rPr>
        <w:br w:type="page"/>
      </w:r>
      <w:r>
        <w:rPr>
          <w:rtl/>
        </w:rPr>
        <w:lastRenderedPageBreak/>
        <w:t xml:space="preserve">وروي بسند معتبر عنه </w:t>
      </w:r>
      <w:r w:rsidR="00763E2E" w:rsidRPr="00763E2E">
        <w:rPr>
          <w:rStyle w:val="libAlaemChar"/>
          <w:rFonts w:hint="cs"/>
          <w:rtl/>
        </w:rPr>
        <w:t>عليه‌السلام</w:t>
      </w:r>
      <w:r>
        <w:rPr>
          <w:rtl/>
        </w:rPr>
        <w:t xml:space="preserve"> قال : من قرأ إذا أوى إلى فراشه </w:t>
      </w:r>
      <w:r w:rsidRPr="002704FD">
        <w:rPr>
          <w:rStyle w:val="libAlaemChar"/>
          <w:rtl/>
        </w:rPr>
        <w:t>(</w:t>
      </w:r>
      <w:r>
        <w:rPr>
          <w:rtl/>
        </w:rPr>
        <w:t xml:space="preserve"> </w:t>
      </w:r>
      <w:r w:rsidRPr="002704FD">
        <w:rPr>
          <w:rStyle w:val="libAieChar"/>
          <w:rtl/>
        </w:rPr>
        <w:t>قل يا أيها الكافرون وقل هو الله أحد</w:t>
      </w:r>
      <w:r>
        <w:rPr>
          <w:rtl/>
        </w:rPr>
        <w:t xml:space="preserve"> </w:t>
      </w:r>
      <w:r w:rsidRPr="002704FD">
        <w:rPr>
          <w:rStyle w:val="libAlaemChar"/>
          <w:rtl/>
        </w:rPr>
        <w:t>)</w:t>
      </w:r>
      <w:r>
        <w:rPr>
          <w:rtl/>
        </w:rPr>
        <w:t xml:space="preserve"> كتب الله عزّوجلّ له براءة من الشرك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صلّى بنا رسول الله </w:t>
      </w:r>
      <w:r w:rsidR="00BF0EA2" w:rsidRPr="00BF0EA2">
        <w:rPr>
          <w:rStyle w:val="libAlaemChar"/>
          <w:rFonts w:hint="cs"/>
          <w:rtl/>
        </w:rPr>
        <w:t>صلى‌الله‌عليه‌وآله</w:t>
      </w:r>
      <w:r>
        <w:rPr>
          <w:rtl/>
        </w:rPr>
        <w:t xml:space="preserve"> صلاة السفر ، فقرأ في الأولى </w:t>
      </w:r>
      <w:r w:rsidRPr="002704FD">
        <w:rPr>
          <w:rStyle w:val="libAlaemChar"/>
          <w:rtl/>
        </w:rPr>
        <w:t>(</w:t>
      </w:r>
      <w:r>
        <w:rPr>
          <w:rtl/>
        </w:rPr>
        <w:t xml:space="preserve"> </w:t>
      </w:r>
      <w:r w:rsidRPr="002704FD">
        <w:rPr>
          <w:rStyle w:val="libAieChar"/>
          <w:rtl/>
        </w:rPr>
        <w:t>قل يا أيها الكافرون</w:t>
      </w:r>
      <w:r>
        <w:rPr>
          <w:rtl/>
        </w:rPr>
        <w:t xml:space="preserve"> </w:t>
      </w:r>
      <w:r w:rsidRPr="002704FD">
        <w:rPr>
          <w:rStyle w:val="libAlaemChar"/>
          <w:rtl/>
        </w:rPr>
        <w:t>)</w:t>
      </w:r>
      <w:r>
        <w:rPr>
          <w:rtl/>
        </w:rPr>
        <w:t xml:space="preserve"> وفي الأخرى </w:t>
      </w:r>
      <w:r w:rsidRPr="002704FD">
        <w:rPr>
          <w:rStyle w:val="libAlaemChar"/>
          <w:rtl/>
        </w:rPr>
        <w:t>(</w:t>
      </w:r>
      <w:r>
        <w:rPr>
          <w:rtl/>
        </w:rPr>
        <w:t xml:space="preserve"> </w:t>
      </w:r>
      <w:r w:rsidRPr="002704FD">
        <w:rPr>
          <w:rStyle w:val="libAieChar"/>
          <w:rtl/>
        </w:rPr>
        <w:t>قل هو الله أحد</w:t>
      </w:r>
      <w:r>
        <w:rPr>
          <w:rtl/>
        </w:rPr>
        <w:t xml:space="preserve"> </w:t>
      </w:r>
      <w:r w:rsidRPr="002704FD">
        <w:rPr>
          <w:rStyle w:val="libAlaemChar"/>
          <w:rtl/>
        </w:rPr>
        <w:t>)</w:t>
      </w:r>
      <w:r>
        <w:rPr>
          <w:rtl/>
        </w:rPr>
        <w:t xml:space="preserve"> ثم قال : قرأت لكم ثلث القرآن وربعه </w:t>
      </w:r>
      <w:r w:rsidRPr="001008E4">
        <w:rPr>
          <w:rStyle w:val="libFootnotenumChar"/>
          <w:rtl/>
        </w:rPr>
        <w:t>(2)</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لا تدع أن تقرأ بقل هو الله أحد ، وقل يا أيها الكافرون في سبع مواطن : في الركعتين قبل الفجر ، وركعتي الزوال ، وركعتين بعد المغرب ، وركعتين من أوّل صلاة الليل ، وركعتي الاحرام ، والفجر إذا أصبحت بها ، وركعتي الطواف.</w:t>
      </w:r>
    </w:p>
    <w:p w:rsidR="00AA2ABC" w:rsidRDefault="00AA2ABC" w:rsidP="002704FD">
      <w:pPr>
        <w:pStyle w:val="libNormal"/>
        <w:rPr>
          <w:rtl/>
        </w:rPr>
      </w:pPr>
      <w:r>
        <w:rPr>
          <w:rtl/>
        </w:rPr>
        <w:t xml:space="preserve">وفي رواية أخرى انّه يبدأ في هذا كله بقل هو الله أحد [ وفي الركعة الثانية بقل يا أيها الكافرون ] الاّ في الركعتين قبل الفجر ، فانّه يبدأ بقل يا أيها الكافرون [ ثم يقرأ في الركعة الثانية بقل هو الله أحد ]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النصر</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من قرا </w:t>
      </w:r>
      <w:r w:rsidRPr="002704FD">
        <w:rPr>
          <w:rStyle w:val="libAlaemChar"/>
          <w:rtl/>
        </w:rPr>
        <w:t>(</w:t>
      </w:r>
      <w:r>
        <w:rPr>
          <w:rtl/>
        </w:rPr>
        <w:t xml:space="preserve"> </w:t>
      </w:r>
      <w:r w:rsidRPr="002704FD">
        <w:rPr>
          <w:rStyle w:val="libAieChar"/>
          <w:rtl/>
        </w:rPr>
        <w:t>إذا جاء نصر الله والفتح</w:t>
      </w:r>
      <w:r>
        <w:rPr>
          <w:rtl/>
        </w:rPr>
        <w:t xml:space="preserve"> </w:t>
      </w:r>
      <w:r w:rsidRPr="002704FD">
        <w:rPr>
          <w:rStyle w:val="libAlaemChar"/>
          <w:rtl/>
        </w:rPr>
        <w:t>)</w:t>
      </w:r>
      <w:r>
        <w:rPr>
          <w:rtl/>
        </w:rPr>
        <w:t xml:space="preserve"> في نافلة أو فريضة نصره الله على جميع أعدائه ، وجاء يوم القيامة ومعه كتاب ينطق ، قد أخرجه الله من جوف قبره ، فيه أمان من جسر جهنّم ومن النار ، ومن زفير جهنّم.</w:t>
      </w:r>
    </w:p>
    <w:p w:rsidR="00AA2ABC" w:rsidRDefault="00AA2ABC" w:rsidP="002704FD">
      <w:pPr>
        <w:pStyle w:val="libNormal"/>
        <w:rPr>
          <w:rtl/>
        </w:rPr>
      </w:pPr>
      <w:r>
        <w:rPr>
          <w:rtl/>
        </w:rPr>
        <w:t xml:space="preserve">فلا يمرّ على شيء يوم القيامة الاّ بشّره وأخبره بكلّ خير حتى يدخل الجنة ،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626 ح 23 باب فضل القرآن ـ الوسائل 4 : 871 ح 2 باب 34.</w:t>
      </w:r>
    </w:p>
    <w:p w:rsidR="00AA2ABC" w:rsidRDefault="00AA2ABC" w:rsidP="001008E4">
      <w:pPr>
        <w:pStyle w:val="libFootnote0"/>
        <w:rPr>
          <w:rtl/>
        </w:rPr>
      </w:pPr>
      <w:r>
        <w:rPr>
          <w:rtl/>
        </w:rPr>
        <w:t xml:space="preserve">2 ـ البحار 92 : 339 ح 2 باب 121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3 ـ الكافي 3 : 316 ح 22 باب قراءة القرآن ـ الوسائل 4 : 751 ح 1 و 2 باب 15. </w:t>
      </w:r>
    </w:p>
    <w:p w:rsidR="00AA2ABC" w:rsidRDefault="00AA2ABC" w:rsidP="002704FD">
      <w:pPr>
        <w:pStyle w:val="libNormal0"/>
        <w:rPr>
          <w:rtl/>
        </w:rPr>
      </w:pPr>
      <w:r>
        <w:rPr>
          <w:rtl/>
        </w:rPr>
        <w:br w:type="page"/>
      </w:r>
      <w:r>
        <w:rPr>
          <w:rtl/>
        </w:rPr>
        <w:lastRenderedPageBreak/>
        <w:t xml:space="preserve">ويفتح له في الدنيا من أسباب الخير ما لم يتمنّ ، ولم يخطر على قلبه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اللهب</w:t>
      </w:r>
      <w:r w:rsidRPr="002704FD">
        <w:rPr>
          <w:rStyle w:val="libBold2Char"/>
          <w:rtl/>
        </w:rPr>
        <w:t xml:space="preserve"> » : </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قال إذا قرأتم </w:t>
      </w:r>
      <w:r w:rsidRPr="002704FD">
        <w:rPr>
          <w:rStyle w:val="libAlaemChar"/>
          <w:rtl/>
        </w:rPr>
        <w:t>(</w:t>
      </w:r>
      <w:r>
        <w:rPr>
          <w:rtl/>
        </w:rPr>
        <w:t xml:space="preserve"> </w:t>
      </w:r>
      <w:r w:rsidRPr="002704FD">
        <w:rPr>
          <w:rStyle w:val="libAieChar"/>
          <w:rtl/>
        </w:rPr>
        <w:t>تبت يدا أبي لهب وتب</w:t>
      </w:r>
      <w:r>
        <w:rPr>
          <w:rtl/>
        </w:rPr>
        <w:t xml:space="preserve"> </w:t>
      </w:r>
      <w:r w:rsidRPr="002704FD">
        <w:rPr>
          <w:rStyle w:val="libAlaemChar"/>
          <w:rtl/>
        </w:rPr>
        <w:t>)</w:t>
      </w:r>
      <w:r>
        <w:rPr>
          <w:rtl/>
        </w:rPr>
        <w:t xml:space="preserve"> فادعوا على أبي لهب فانّه كان من المكذّبين الذين يكذّبون بالنبي </w:t>
      </w:r>
      <w:r w:rsidR="00BF0EA2" w:rsidRPr="00BF0EA2">
        <w:rPr>
          <w:rStyle w:val="libAlaemChar"/>
          <w:rFonts w:hint="cs"/>
          <w:rtl/>
        </w:rPr>
        <w:t>صلى‌الله‌عليه‌وآله</w:t>
      </w:r>
      <w:r>
        <w:rPr>
          <w:rtl/>
        </w:rPr>
        <w:t xml:space="preserve"> وبما جاء به من عند الله عزّوجلّ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الاخلاص</w:t>
      </w:r>
      <w:r w:rsidRPr="002704FD">
        <w:rPr>
          <w:rStyle w:val="libBold2Char"/>
          <w:rtl/>
        </w:rPr>
        <w:t xml:space="preserve"> » : </w:t>
      </w:r>
    </w:p>
    <w:p w:rsidR="00AA2ABC" w:rsidRDefault="00AA2ABC" w:rsidP="002704FD">
      <w:pPr>
        <w:pStyle w:val="libNormal"/>
        <w:rPr>
          <w:rtl/>
        </w:rPr>
      </w:pPr>
      <w:r>
        <w:rPr>
          <w:rtl/>
        </w:rPr>
        <w:t xml:space="preserve">روي عن أبي جعفر </w:t>
      </w:r>
      <w:r w:rsidR="00763E2E" w:rsidRPr="00763E2E">
        <w:rPr>
          <w:rStyle w:val="libAlaemChar"/>
          <w:rFonts w:hint="cs"/>
          <w:rtl/>
        </w:rPr>
        <w:t>عليه‌السلام</w:t>
      </w:r>
      <w:r>
        <w:rPr>
          <w:rtl/>
        </w:rPr>
        <w:t xml:space="preserve"> </w:t>
      </w:r>
      <w:r w:rsidRPr="001008E4">
        <w:rPr>
          <w:rStyle w:val="libFootnotenumChar"/>
          <w:rtl/>
        </w:rPr>
        <w:t>(3)</w:t>
      </w:r>
      <w:r>
        <w:rPr>
          <w:rtl/>
        </w:rPr>
        <w:t xml:space="preserve"> انّه قال : من قرأ قل هو الله أحد مرّة بورك عليه ، ومن قرأها مرّتين بورك عليه وعلى أهله ، ومن قرأها ثلاث مرّات بورك عليه وعلى أهله وعلى جيرانه ، ومن قرأها اثني عشر مرّة بنى الله له اثني عشر قصراً في الجنّة ، فيقول الحفظة : اذهبوا بنا إلى قصور أخينا فلان فننظر إليها.</w:t>
      </w:r>
    </w:p>
    <w:p w:rsidR="00AA2ABC" w:rsidRDefault="00AA2ABC" w:rsidP="002704FD">
      <w:pPr>
        <w:pStyle w:val="libNormal"/>
        <w:rPr>
          <w:rtl/>
        </w:rPr>
      </w:pPr>
      <w:r>
        <w:rPr>
          <w:rtl/>
        </w:rPr>
        <w:t xml:space="preserve">ومن قرأها مائة مرة غفرت له ذنوب خمسة وعشرين سنة ما خلا الدماء والأموال ، ومن قرأها أربعمائة مرة كان له أجر أربعمائة شهيد كلّهم قد عقر جواده وأُريق دمه ، ومن قرأها ألف مرّة في يوم وليلة لم يمت حتى يرى مقعده في الجنّة أو يُرى له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 النبيّ </w:t>
      </w:r>
      <w:r w:rsidR="00BF0EA2" w:rsidRPr="00BF0EA2">
        <w:rPr>
          <w:rStyle w:val="libAlaemChar"/>
          <w:rFonts w:hint="cs"/>
          <w:rtl/>
        </w:rPr>
        <w:t>صلى‌الله‌عليه‌وآله</w:t>
      </w:r>
      <w:r>
        <w:rPr>
          <w:rtl/>
        </w:rPr>
        <w:t xml:space="preserve"> صلّى على سعد بن معاذ ، فقال : لقد وافى من الملائكة سبعون ألفاً وفيهم جبرئيل يصلّون عليه ، فقلت له : يا جبرئيل بما يستحقّ صلاتكم عليه؟ فقال : بقراءته قل هو أحد قائماً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343 ح 1 باب 122 ـ عن ثواب الأعمال.</w:t>
      </w:r>
    </w:p>
    <w:p w:rsidR="00AA2ABC" w:rsidRDefault="00AA2ABC" w:rsidP="001008E4">
      <w:pPr>
        <w:pStyle w:val="libFootnote0"/>
        <w:rPr>
          <w:rtl/>
        </w:rPr>
      </w:pPr>
      <w:r>
        <w:rPr>
          <w:rtl/>
        </w:rPr>
        <w:t>2 ـ البحار 92 : 343 ح 1 باب 123 ـ عن ثواب الأعمال.</w:t>
      </w:r>
    </w:p>
    <w:p w:rsidR="00AA2ABC" w:rsidRDefault="00AA2ABC" w:rsidP="001008E4">
      <w:pPr>
        <w:pStyle w:val="libFootnote0"/>
        <w:rPr>
          <w:rtl/>
        </w:rPr>
      </w:pPr>
      <w:r>
        <w:rPr>
          <w:rtl/>
        </w:rPr>
        <w:t xml:space="preserve">3 ـ لقد رواها المؤلّف </w:t>
      </w:r>
      <w:r w:rsidR="003856BA" w:rsidRPr="003856BA">
        <w:rPr>
          <w:rStyle w:val="libAlaemChar"/>
          <w:rFonts w:hint="cs"/>
          <w:rtl/>
        </w:rPr>
        <w:t>رحمه‌الله</w:t>
      </w:r>
      <w:r>
        <w:rPr>
          <w:rtl/>
        </w:rPr>
        <w:t xml:space="preserve"> عن أبي عبدالله </w:t>
      </w:r>
      <w:r w:rsidR="00763E2E" w:rsidRPr="00763E2E">
        <w:rPr>
          <w:rStyle w:val="libAlaemChar"/>
          <w:rFonts w:hint="cs"/>
          <w:rtl/>
        </w:rPr>
        <w:t>عليه‌السلام</w:t>
      </w:r>
      <w:r>
        <w:rPr>
          <w:rtl/>
        </w:rPr>
        <w:t xml:space="preserve"> ولم نجدها الاّ بالاسناد المذكور في المتن.</w:t>
      </w:r>
    </w:p>
    <w:p w:rsidR="00AA2ABC" w:rsidRDefault="00AA2ABC" w:rsidP="001008E4">
      <w:pPr>
        <w:pStyle w:val="libFootnote0"/>
        <w:rPr>
          <w:rtl/>
        </w:rPr>
      </w:pPr>
      <w:r>
        <w:rPr>
          <w:rtl/>
        </w:rPr>
        <w:t xml:space="preserve">4 ـ الكافي 2 : 619 ح 1 باب فضل القرآن ـ الوسائل 4 : 866 ح 1 باب 31. </w:t>
      </w:r>
    </w:p>
    <w:p w:rsidR="00AA2ABC" w:rsidRDefault="00AA2ABC" w:rsidP="002704FD">
      <w:pPr>
        <w:pStyle w:val="libNormal0"/>
        <w:rPr>
          <w:rtl/>
        </w:rPr>
      </w:pPr>
      <w:r>
        <w:rPr>
          <w:rtl/>
        </w:rPr>
        <w:br w:type="page"/>
      </w:r>
      <w:r>
        <w:rPr>
          <w:rtl/>
        </w:rPr>
        <w:lastRenderedPageBreak/>
        <w:t xml:space="preserve">وقاعداً وراكباً وماشياً وذاهباً وجائياً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قرأ </w:t>
      </w:r>
      <w:r w:rsidRPr="002704FD">
        <w:rPr>
          <w:rStyle w:val="libAlaemChar"/>
          <w:rtl/>
        </w:rPr>
        <w:t>(</w:t>
      </w:r>
      <w:r>
        <w:rPr>
          <w:rtl/>
        </w:rPr>
        <w:t xml:space="preserve"> </w:t>
      </w:r>
      <w:r w:rsidRPr="002704FD">
        <w:rPr>
          <w:rStyle w:val="libAieChar"/>
          <w:rtl/>
        </w:rPr>
        <w:t>قل هو الله أحد</w:t>
      </w:r>
      <w:r>
        <w:rPr>
          <w:rtl/>
        </w:rPr>
        <w:t xml:space="preserve"> </w:t>
      </w:r>
      <w:r w:rsidRPr="002704FD">
        <w:rPr>
          <w:rStyle w:val="libAlaemChar"/>
          <w:rtl/>
        </w:rPr>
        <w:t>)</w:t>
      </w:r>
      <w:r>
        <w:rPr>
          <w:rtl/>
        </w:rPr>
        <w:t xml:space="preserve"> مائة مرّة حين يأخذ مضجعه غفر الله له ذنوب خمسين سنة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احتجز من الناس كلّهم ... بقل هو الله أحد ، اقرأها عن يمينك وعن شمالك ، ومن بين يديك ، ومن خلفك ، ومن فوقك ، ومن تحتك ، فاذا دخلت على سلطان جائر فاقرأها حين تنظر إليه ثلاث مرّات ، واعقد بيدك اليسرى ، ثم لا تفارقها حتى تخرج من عنده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مضى به يوم واحد فصلّى فيه خمس صلوات ولم يقرأ فيها بقل هو الله أحد ، قيل له : يا عبدالله لست من المصلّين </w:t>
      </w:r>
      <w:r w:rsidRPr="001008E4">
        <w:rPr>
          <w:rStyle w:val="libFootnotenumChar"/>
          <w:rtl/>
        </w:rPr>
        <w:t>(4)</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أيضاً بسند آخر انّه قال : من مضت له جمعة ولم يقرأ فيها بقل هو الله أحد ثم مات ، مات على دين أبي لهب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أصابه مرض أو شدّة فلم يقرأ في مرضه أو في شدّته بقل هو الله أحد ، ثم مات في مرضه أو في تلك الشدة التي نزلت به ، فهو من أهل النار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622 ح 13 باب فضل القرآن ـ الوسائل 4 : 876 ح 2 باب 31.</w:t>
      </w:r>
    </w:p>
    <w:p w:rsidR="00AA2ABC" w:rsidRDefault="00AA2ABC" w:rsidP="001008E4">
      <w:pPr>
        <w:pStyle w:val="libFootnote0"/>
        <w:rPr>
          <w:rtl/>
        </w:rPr>
      </w:pPr>
      <w:r>
        <w:rPr>
          <w:rtl/>
        </w:rPr>
        <w:t>2 ـ الكافي 2 : 620 ح 4 باب فضل القرآن ـ الوسائل 4 : 870 ح 2 باب 33.</w:t>
      </w:r>
    </w:p>
    <w:p w:rsidR="00AA2ABC" w:rsidRDefault="00AA2ABC" w:rsidP="001008E4">
      <w:pPr>
        <w:pStyle w:val="libFootnote0"/>
        <w:rPr>
          <w:rtl/>
        </w:rPr>
      </w:pPr>
      <w:r>
        <w:rPr>
          <w:rtl/>
        </w:rPr>
        <w:t>3 ـ الكافي 2 : 624 ح 20 باب فضل القرآن ـ الوسائل 4 : 867 ح 4 باب 31.</w:t>
      </w:r>
    </w:p>
    <w:p w:rsidR="00AA2ABC" w:rsidRDefault="00AA2ABC" w:rsidP="001008E4">
      <w:pPr>
        <w:pStyle w:val="libFootnote0"/>
        <w:rPr>
          <w:rtl/>
        </w:rPr>
      </w:pPr>
      <w:r>
        <w:rPr>
          <w:rtl/>
        </w:rPr>
        <w:t>4 ـ البحار 92 : 344 ح 1 باب 124 ـ عن ثواب الأعمال.</w:t>
      </w:r>
    </w:p>
    <w:p w:rsidR="00AA2ABC" w:rsidRDefault="00AA2ABC" w:rsidP="001008E4">
      <w:pPr>
        <w:pStyle w:val="libFootnote0"/>
        <w:rPr>
          <w:rtl/>
        </w:rPr>
      </w:pPr>
      <w:r>
        <w:rPr>
          <w:rtl/>
        </w:rPr>
        <w:t>5 ـ البحار 92 : 344 ح 2 باب 124 ـ عن ثوب الأعمال ـ الوسائل 4 : 868 ح 6 باب 31.</w:t>
      </w:r>
    </w:p>
    <w:p w:rsidR="00AA2ABC" w:rsidRDefault="00AA2ABC" w:rsidP="001008E4">
      <w:pPr>
        <w:pStyle w:val="libFootnote0"/>
        <w:rPr>
          <w:rtl/>
        </w:rPr>
      </w:pPr>
      <w:r>
        <w:rPr>
          <w:rtl/>
        </w:rPr>
        <w:t xml:space="preserve">6 ـ البحار 92 : 345 ح 3 باب 124 ـ عن ثواب الأعمال ـ الوسائل 4 : 868 ح 7 باب 31.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من كان يؤمن بالله واليوم الآخر فلا يدع أن يقرأ في دبر الفريضة بقل هو الله أحد ، فانّه من قرأها جمع الله له خير الدنيا والآخرة ، وغفر الله له ولوالديه وما ولدا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قل هو الله أحد </w:t>
      </w:r>
      <w:r w:rsidRPr="002704FD">
        <w:rPr>
          <w:rStyle w:val="libAlaemChar"/>
          <w:rtl/>
        </w:rPr>
        <w:t>)</w:t>
      </w:r>
      <w:r w:rsidRPr="002704FD">
        <w:rPr>
          <w:rStyle w:val="libAlaemChar"/>
          <w:rFonts w:hint="cs"/>
          <w:rtl/>
        </w:rPr>
        <w:t xml:space="preserve"> </w:t>
      </w:r>
      <w:r>
        <w:rPr>
          <w:rtl/>
        </w:rPr>
        <w:t>إحدى عشر مرّة في دبر الفجر ، لم يتبعه في ذلك اليوم ذنب ، وان رغم أنف الشيطان</w:t>
      </w:r>
      <w:r>
        <w:rPr>
          <w:rFonts w:hint="cs"/>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من أوى إلى فراشه فقرأ </w:t>
      </w:r>
      <w:r w:rsidRPr="002704FD">
        <w:rPr>
          <w:rStyle w:val="libAlaemChar"/>
          <w:rtl/>
        </w:rPr>
        <w:t>(</w:t>
      </w:r>
      <w:r w:rsidRPr="002704FD">
        <w:rPr>
          <w:rStyle w:val="libAieChar"/>
          <w:rtl/>
        </w:rPr>
        <w:t xml:space="preserve"> قل هو الله أحد </w:t>
      </w:r>
      <w:r w:rsidRPr="002704FD">
        <w:rPr>
          <w:rStyle w:val="libAlaemChar"/>
          <w:rtl/>
        </w:rPr>
        <w:t>)</w:t>
      </w:r>
      <w:r>
        <w:rPr>
          <w:rtl/>
        </w:rPr>
        <w:t xml:space="preserve"> إحدى عشر مرّة ] حفظه الله في داره ودويرات حوله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قل هو الله أحد </w:t>
      </w:r>
      <w:r w:rsidRPr="002704FD">
        <w:rPr>
          <w:rStyle w:val="libAlaemChar"/>
          <w:rtl/>
        </w:rPr>
        <w:t>)</w:t>
      </w:r>
      <w:r>
        <w:rPr>
          <w:rtl/>
        </w:rPr>
        <w:t xml:space="preserve"> حين يأخذ مضجعه وكلّ الله به خمسين ألف ملك يحرسونه ليلته </w:t>
      </w:r>
      <w:r w:rsidRPr="001008E4">
        <w:rPr>
          <w:rStyle w:val="libFootnotenumChar"/>
          <w:rtl/>
        </w:rPr>
        <w:t>(4)</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من قرأ </w:t>
      </w:r>
      <w:r w:rsidRPr="002704FD">
        <w:rPr>
          <w:rStyle w:val="libAlaemChar"/>
          <w:rtl/>
        </w:rPr>
        <w:t>(</w:t>
      </w:r>
      <w:r w:rsidRPr="002704FD">
        <w:rPr>
          <w:rStyle w:val="libAieChar"/>
          <w:rtl/>
        </w:rPr>
        <w:t xml:space="preserve"> قل هو الله أحد </w:t>
      </w:r>
      <w:r w:rsidRPr="002704FD">
        <w:rPr>
          <w:rStyle w:val="libAlaemChar"/>
          <w:rtl/>
        </w:rPr>
        <w:t>)</w:t>
      </w:r>
      <w:r>
        <w:rPr>
          <w:rtl/>
        </w:rPr>
        <w:t xml:space="preserve"> حين يأخذ مضجعه غفر الله له ذنوب خمسين سنة</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قرأ </w:t>
      </w:r>
      <w:r w:rsidRPr="002704FD">
        <w:rPr>
          <w:rStyle w:val="libAlaemChar"/>
          <w:rtl/>
        </w:rPr>
        <w:t>(</w:t>
      </w:r>
      <w:r w:rsidRPr="002704FD">
        <w:rPr>
          <w:rStyle w:val="libAieChar"/>
          <w:rtl/>
        </w:rPr>
        <w:t xml:space="preserve"> قل هو الله أحد </w:t>
      </w:r>
      <w:r w:rsidRPr="002704FD">
        <w:rPr>
          <w:rStyle w:val="libAlaemChar"/>
          <w:rtl/>
        </w:rPr>
        <w:t>)</w:t>
      </w:r>
      <w:r>
        <w:rPr>
          <w:rtl/>
        </w:rPr>
        <w:t xml:space="preserve"> مرّة واحدة ، فكأنّما قرأ ثلث القرآن ، وثلث التوراة ، وثلث الانجيل ، وثلث الزبور</w:t>
      </w:r>
      <w:r w:rsidRPr="001008E4">
        <w:rPr>
          <w:rStyle w:val="libFootnotenumChar"/>
          <w:rtl/>
        </w:rPr>
        <w:t>(6)</w:t>
      </w:r>
      <w:r>
        <w:rPr>
          <w:rtl/>
        </w:rPr>
        <w:t>.</w:t>
      </w:r>
    </w:p>
    <w:p w:rsidR="00AA2ABC" w:rsidRDefault="00AA2ABC" w:rsidP="002704FD">
      <w:pPr>
        <w:pStyle w:val="libNormal"/>
        <w:rPr>
          <w:rtl/>
        </w:rPr>
      </w:pPr>
      <w:r>
        <w:rPr>
          <w:rtl/>
        </w:rPr>
        <w:t xml:space="preserve">وروي عن الصادق </w:t>
      </w:r>
      <w:r w:rsidR="00763E2E" w:rsidRPr="00763E2E">
        <w:rPr>
          <w:rStyle w:val="libAlaemChar"/>
          <w:rFonts w:hint="cs"/>
          <w:rtl/>
        </w:rPr>
        <w:t>عليه‌السلام</w:t>
      </w:r>
      <w:r>
        <w:rPr>
          <w:rtl/>
        </w:rPr>
        <w:t xml:space="preserve"> انّ الله عزّوجلّ عوّض فاطمة </w:t>
      </w:r>
      <w:r w:rsidR="00BF0EA2" w:rsidRPr="00BF0EA2">
        <w:rPr>
          <w:rStyle w:val="libAlaemChar"/>
          <w:rFonts w:hint="cs"/>
          <w:rtl/>
        </w:rPr>
        <w:t>عليها‌السلام</w:t>
      </w:r>
      <w:r>
        <w:rPr>
          <w:rtl/>
        </w:rPr>
        <w:t xml:space="preserve"> من فدك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345 ح 4 باب 124 ـ عن ثواب الأعمال.</w:t>
      </w:r>
    </w:p>
    <w:p w:rsidR="00AA2ABC" w:rsidRDefault="00AA2ABC" w:rsidP="001008E4">
      <w:pPr>
        <w:pStyle w:val="libFootnote0"/>
        <w:rPr>
          <w:rtl/>
        </w:rPr>
      </w:pPr>
      <w:r>
        <w:rPr>
          <w:rtl/>
        </w:rPr>
        <w:t>2 ـ البحار 92 : 349 ح 15 باب 124 ـ عن ثواب الأعمال.</w:t>
      </w:r>
    </w:p>
    <w:p w:rsidR="00AA2ABC" w:rsidRDefault="00AA2ABC" w:rsidP="001008E4">
      <w:pPr>
        <w:pStyle w:val="libFootnote0"/>
        <w:rPr>
          <w:rtl/>
        </w:rPr>
      </w:pPr>
      <w:r>
        <w:rPr>
          <w:rtl/>
        </w:rPr>
        <w:t>3 ـ البحار 92 : 349 ح 14 باب 124 ـ عن ثواب الأعمال ـ الوسائل 4 : 871 ح 3 باب 33.</w:t>
      </w:r>
    </w:p>
    <w:p w:rsidR="00AA2ABC" w:rsidRDefault="00AA2ABC" w:rsidP="001008E4">
      <w:pPr>
        <w:pStyle w:val="libFootnote0"/>
        <w:rPr>
          <w:rtl/>
        </w:rPr>
      </w:pPr>
      <w:r>
        <w:rPr>
          <w:rtl/>
        </w:rPr>
        <w:t>4 ـ البحار 92 : 351 ضمن حديث 22 ـ عن عدة الداعي.</w:t>
      </w:r>
    </w:p>
    <w:p w:rsidR="00AA2ABC" w:rsidRDefault="00AA2ABC" w:rsidP="001008E4">
      <w:pPr>
        <w:pStyle w:val="libFootnote0"/>
        <w:rPr>
          <w:rtl/>
        </w:rPr>
      </w:pPr>
      <w:r>
        <w:rPr>
          <w:rtl/>
        </w:rPr>
        <w:t>5 ـ أمالي الصدوق : 21 ح 3 مجلس 4 ـ عنه البحار 92 : 348 ح 13 باب 124.</w:t>
      </w:r>
    </w:p>
    <w:p w:rsidR="00AA2ABC" w:rsidRDefault="00AA2ABC" w:rsidP="001008E4">
      <w:pPr>
        <w:pStyle w:val="libFootnote0"/>
        <w:rPr>
          <w:rtl/>
        </w:rPr>
      </w:pPr>
      <w:r>
        <w:rPr>
          <w:rtl/>
        </w:rPr>
        <w:t xml:space="preserve">6 ـ التوحيد للصدوق : 95 ح 15 باب 4 في تفسير </w:t>
      </w:r>
      <w:r w:rsidRPr="00443720">
        <w:rPr>
          <w:rStyle w:val="libFootnoteAieChar"/>
          <w:rtl/>
        </w:rPr>
        <w:t>قل هو الله أحد</w:t>
      </w:r>
      <w:r>
        <w:rPr>
          <w:rtl/>
        </w:rPr>
        <w:t xml:space="preserve"> ـ عنه البحار 92 : 348 ح 11 باب 124. </w:t>
      </w:r>
    </w:p>
    <w:p w:rsidR="00AA2ABC" w:rsidRDefault="00AA2ABC" w:rsidP="002704FD">
      <w:pPr>
        <w:pStyle w:val="libNormal0"/>
        <w:rPr>
          <w:rtl/>
        </w:rPr>
      </w:pPr>
      <w:r>
        <w:rPr>
          <w:rtl/>
        </w:rPr>
        <w:br w:type="page"/>
      </w:r>
      <w:r>
        <w:rPr>
          <w:rtl/>
        </w:rPr>
        <w:lastRenderedPageBreak/>
        <w:t xml:space="preserve">طاعة الحمّى لها ، فأيّما رجل أحبّها وأحبّ ولدها فأصابته الحمى فقرأ ألف مرّة </w:t>
      </w:r>
      <w:r w:rsidRPr="002704FD">
        <w:rPr>
          <w:rStyle w:val="libAlaemChar"/>
          <w:rtl/>
        </w:rPr>
        <w:t>(</w:t>
      </w:r>
      <w:r w:rsidRPr="002704FD">
        <w:rPr>
          <w:rStyle w:val="libAieChar"/>
          <w:rtl/>
        </w:rPr>
        <w:t xml:space="preserve"> قل هو الله أحد </w:t>
      </w:r>
      <w:r w:rsidRPr="002704FD">
        <w:rPr>
          <w:rStyle w:val="libAlaemChar"/>
          <w:rtl/>
        </w:rPr>
        <w:t>)</w:t>
      </w:r>
      <w:r>
        <w:rPr>
          <w:rtl/>
        </w:rPr>
        <w:t xml:space="preserve"> ثم سأل بحق فاطمة </w:t>
      </w:r>
      <w:r w:rsidR="00BF0EA2" w:rsidRPr="00BF0EA2">
        <w:rPr>
          <w:rStyle w:val="libAlaemChar"/>
          <w:rFonts w:hint="cs"/>
          <w:rtl/>
        </w:rPr>
        <w:t>عليها‌السلام</w:t>
      </w:r>
      <w:r>
        <w:rPr>
          <w:rtl/>
        </w:rPr>
        <w:t xml:space="preserve"> زالت عنه الحمى باذن الله تعالى </w:t>
      </w:r>
      <w:r w:rsidRPr="001008E4">
        <w:rPr>
          <w:rStyle w:val="libFootnotenumChar"/>
          <w:rtl/>
        </w:rPr>
        <w:t>(1)</w:t>
      </w:r>
      <w:r>
        <w:rPr>
          <w:rtl/>
        </w:rPr>
        <w:t>.</w:t>
      </w:r>
    </w:p>
    <w:p w:rsidR="00AA2ABC" w:rsidRDefault="00AA2ABC" w:rsidP="002704FD">
      <w:pPr>
        <w:pStyle w:val="libNormal"/>
        <w:rPr>
          <w:rtl/>
        </w:rPr>
      </w:pPr>
      <w:r>
        <w:rPr>
          <w:rtl/>
        </w:rPr>
        <w:t xml:space="preserve">وقال علي الرضا </w:t>
      </w:r>
      <w:r w:rsidR="00763E2E" w:rsidRPr="00763E2E">
        <w:rPr>
          <w:rStyle w:val="libAlaemChar"/>
          <w:rFonts w:hint="cs"/>
          <w:rtl/>
        </w:rPr>
        <w:t>عليه‌السلام</w:t>
      </w:r>
      <w:r>
        <w:rPr>
          <w:rtl/>
        </w:rPr>
        <w:t xml:space="preserve"> : ... إذا أصاب أحدكم الصداع أو غير ذلك ، فبسط يديه وقرأ فاتحة الكتاب ، وقل هو الله أحد ، والمعوذتين ، ومسح بهما وجهه يذهب عنه ما يجده </w:t>
      </w:r>
      <w:r w:rsidRPr="001008E4">
        <w:rPr>
          <w:rStyle w:val="libFootnotenumChar"/>
          <w:rtl/>
        </w:rPr>
        <w:t>(2)</w:t>
      </w:r>
      <w:r>
        <w:rPr>
          <w:rtl/>
        </w:rPr>
        <w:t>.</w:t>
      </w:r>
    </w:p>
    <w:p w:rsidR="00AA2ABC" w:rsidRDefault="00AA2ABC" w:rsidP="002704FD">
      <w:pPr>
        <w:pStyle w:val="libNormal"/>
        <w:rPr>
          <w:rtl/>
        </w:rPr>
      </w:pPr>
      <w:r w:rsidRPr="002704FD">
        <w:rPr>
          <w:rStyle w:val="libBold2Char"/>
          <w:rtl/>
        </w:rPr>
        <w:t xml:space="preserve">« </w:t>
      </w:r>
      <w:r w:rsidRPr="002704FD">
        <w:rPr>
          <w:rStyle w:val="libBold1Char"/>
          <w:rtl/>
        </w:rPr>
        <w:t>سورة المعوذتين</w:t>
      </w:r>
      <w:r w:rsidRPr="002704FD">
        <w:rPr>
          <w:rStyle w:val="libBold2Char"/>
          <w:rtl/>
        </w:rPr>
        <w:t xml:space="preserve"> » : </w:t>
      </w:r>
    </w:p>
    <w:p w:rsidR="00AA2ABC" w:rsidRDefault="00AA2ABC" w:rsidP="002704FD">
      <w:pPr>
        <w:pStyle w:val="libNormal"/>
        <w:rPr>
          <w:rtl/>
        </w:rPr>
      </w:pPr>
      <w:r>
        <w:rPr>
          <w:rtl/>
        </w:rPr>
        <w:t xml:space="preserve">روى بسند معتبر عن أبي عبدالله </w:t>
      </w:r>
      <w:r w:rsidR="00763E2E" w:rsidRPr="00763E2E">
        <w:rPr>
          <w:rStyle w:val="libAlaemChar"/>
          <w:rFonts w:hint="cs"/>
          <w:rtl/>
        </w:rPr>
        <w:t>عليه‌السلام</w:t>
      </w:r>
      <w:r>
        <w:rPr>
          <w:rtl/>
        </w:rPr>
        <w:t xml:space="preserve"> انّه قال : كان سبب نزول المعوذتين انّه وعك رسول الله </w:t>
      </w:r>
      <w:r w:rsidR="00BF0EA2" w:rsidRPr="00BF0EA2">
        <w:rPr>
          <w:rStyle w:val="libAlaemChar"/>
          <w:rFonts w:hint="cs"/>
          <w:rtl/>
        </w:rPr>
        <w:t>صلى‌الله‌عليه‌وآله</w:t>
      </w:r>
      <w:r>
        <w:rPr>
          <w:rtl/>
        </w:rPr>
        <w:t xml:space="preserve"> ، فنزل عليه جبرئيل بهاتين السورتين ، فعوّذه بهما </w:t>
      </w:r>
      <w:r w:rsidRPr="001008E4">
        <w:rPr>
          <w:rStyle w:val="libFootnotenumChar"/>
          <w:rtl/>
        </w:rPr>
        <w:t>(3)</w:t>
      </w:r>
      <w:r>
        <w:rPr>
          <w:rtl/>
        </w:rPr>
        <w:t>.</w:t>
      </w:r>
    </w:p>
    <w:p w:rsidR="00AA2ABC" w:rsidRDefault="00AA2ABC" w:rsidP="002704FD">
      <w:pPr>
        <w:pStyle w:val="libNormal"/>
        <w:rPr>
          <w:rtl/>
        </w:rPr>
      </w:pPr>
      <w:r>
        <w:rPr>
          <w:rtl/>
        </w:rPr>
        <w:t xml:space="preserve">وروي بسنتد معتبر عن صابر [ مولى بسّام ] قال : أمّنا أبو عبدالله </w:t>
      </w:r>
      <w:r w:rsidR="00763E2E" w:rsidRPr="00763E2E">
        <w:rPr>
          <w:rStyle w:val="libAlaemChar"/>
          <w:rFonts w:hint="cs"/>
          <w:rtl/>
        </w:rPr>
        <w:t>عليه‌السلام</w:t>
      </w:r>
      <w:r>
        <w:rPr>
          <w:rtl/>
        </w:rPr>
        <w:t xml:space="preserve"> في صلاة المغرب ، فقرأ المعوذتين ثم قال : هما من القرآن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الحسن الرضا </w:t>
      </w:r>
      <w:r w:rsidR="00763E2E" w:rsidRPr="00763E2E">
        <w:rPr>
          <w:rStyle w:val="libAlaemChar"/>
          <w:rFonts w:hint="cs"/>
          <w:rtl/>
        </w:rPr>
        <w:t>عليه‌السلام</w:t>
      </w:r>
      <w:r>
        <w:rPr>
          <w:rtl/>
        </w:rPr>
        <w:t xml:space="preserve"> انّه قال : ما من أحد في حدّ الصبى يتعهّد في كلّ ليلة قراءة قل أعوذ برب الفلق ، وقل أعوذ برب الناس ، كلّ واحدة ثلاث مرّات ، وقل هو الله أحد مائة مرّة ، فإن لم يقدر فخمسين الاّ صرف الله عزّوجلّ عنه كلّ لمم أو عرض من أعراض الصبيان والعطاش ، وفساد المعدة ، وبدور الدم أبداً ما تعوهد بهذا حتى يبلغه الشيب ...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مكارم الاخلاق : 366.</w:t>
      </w:r>
    </w:p>
    <w:p w:rsidR="00AA2ABC" w:rsidRDefault="00AA2ABC" w:rsidP="001008E4">
      <w:pPr>
        <w:pStyle w:val="libFootnote0"/>
        <w:rPr>
          <w:rtl/>
        </w:rPr>
      </w:pPr>
      <w:r>
        <w:rPr>
          <w:rtl/>
        </w:rPr>
        <w:t>2 ـ مكارم الاخلاق : 365.</w:t>
      </w:r>
    </w:p>
    <w:p w:rsidR="00AA2ABC" w:rsidRDefault="00AA2ABC" w:rsidP="001008E4">
      <w:pPr>
        <w:pStyle w:val="libFootnote0"/>
        <w:rPr>
          <w:rtl/>
        </w:rPr>
      </w:pPr>
      <w:r>
        <w:rPr>
          <w:rtl/>
        </w:rPr>
        <w:t>3 ـ البحار 92 : 363 ح 1 باب 125 ـ عن تفسير القمي.</w:t>
      </w:r>
    </w:p>
    <w:p w:rsidR="00AA2ABC" w:rsidRDefault="00AA2ABC" w:rsidP="001008E4">
      <w:pPr>
        <w:pStyle w:val="libFootnote0"/>
        <w:rPr>
          <w:rtl/>
        </w:rPr>
      </w:pPr>
      <w:r>
        <w:rPr>
          <w:rtl/>
        </w:rPr>
        <w:t>4 ـ الوسائل 4 : 786 ح 2 باب 47.</w:t>
      </w:r>
    </w:p>
    <w:p w:rsidR="00AA2ABC" w:rsidRDefault="00AA2ABC" w:rsidP="001008E4">
      <w:pPr>
        <w:pStyle w:val="libFootnote0"/>
        <w:rPr>
          <w:rtl/>
        </w:rPr>
      </w:pPr>
      <w:r>
        <w:rPr>
          <w:rtl/>
        </w:rPr>
        <w:t xml:space="preserve">5 ـ الكافي 2 : 623 ح 17 باب فضل القرآن. </w:t>
      </w:r>
    </w:p>
    <w:p w:rsidR="00AA2ABC" w:rsidRDefault="00AA2ABC" w:rsidP="002704FD">
      <w:pPr>
        <w:pStyle w:val="libNormal"/>
        <w:rPr>
          <w:rtl/>
        </w:rPr>
      </w:pPr>
      <w:r>
        <w:rPr>
          <w:rtl/>
        </w:rPr>
        <w:br w:type="page"/>
      </w:r>
      <w:r>
        <w:rPr>
          <w:rtl/>
        </w:rPr>
        <w:lastRenderedPageBreak/>
        <w:t xml:space="preserve">وروي عن أبي جعفر الباقر </w:t>
      </w:r>
      <w:r w:rsidR="00763E2E" w:rsidRPr="00763E2E">
        <w:rPr>
          <w:rStyle w:val="libAlaemChar"/>
          <w:rFonts w:hint="cs"/>
          <w:rtl/>
        </w:rPr>
        <w:t>عليه‌السلام</w:t>
      </w:r>
      <w:r>
        <w:rPr>
          <w:rtl/>
        </w:rPr>
        <w:t xml:space="preserve"> انّه قال : من أوتر بالمعوذتين وقل هو الله أحد قيل له : يا عبدالله أبشر فقد قبل الله وترك </w:t>
      </w:r>
      <w:r w:rsidRPr="001008E4">
        <w:rPr>
          <w:rStyle w:val="libFootnotenumChar"/>
          <w:rtl/>
        </w:rPr>
        <w:t>(1)</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من قال بعد الجمعة ... الحمد مرّة ، و</w:t>
      </w:r>
      <w:r w:rsidRPr="002704FD">
        <w:rPr>
          <w:rStyle w:val="libAieChar"/>
          <w:rtl/>
        </w:rPr>
        <w:t>قل هو الله أحد</w:t>
      </w:r>
      <w:r>
        <w:rPr>
          <w:rtl/>
        </w:rPr>
        <w:t xml:space="preserve"> سبعاً ، و</w:t>
      </w:r>
      <w:r w:rsidRPr="002704FD">
        <w:rPr>
          <w:rStyle w:val="libAieChar"/>
          <w:rtl/>
        </w:rPr>
        <w:t>قل أعوذ برب الفلق</w:t>
      </w:r>
      <w:r>
        <w:rPr>
          <w:rtl/>
        </w:rPr>
        <w:t xml:space="preserve"> سبعاً ، و</w:t>
      </w:r>
      <w:r w:rsidRPr="002704FD">
        <w:rPr>
          <w:rStyle w:val="libAieChar"/>
          <w:rtl/>
        </w:rPr>
        <w:t>قل أعود برب الناس</w:t>
      </w:r>
      <w:r>
        <w:rPr>
          <w:rtl/>
        </w:rPr>
        <w:t xml:space="preserve"> سبعاً ، وآية الكرسي وآية السخرة ، وآخر قوله </w:t>
      </w:r>
      <w:r w:rsidRPr="002704FD">
        <w:rPr>
          <w:rStyle w:val="libAlaemChar"/>
          <w:rtl/>
        </w:rPr>
        <w:t>(</w:t>
      </w:r>
      <w:r w:rsidRPr="002704FD">
        <w:rPr>
          <w:rStyle w:val="libAieChar"/>
          <w:rtl/>
        </w:rPr>
        <w:t xml:space="preserve"> لَقَد جَاءَكُم رَسُولٌ مِن اَنفُسِكُم </w:t>
      </w:r>
      <w:r w:rsidRPr="00471016">
        <w:rPr>
          <w:rtl/>
        </w:rPr>
        <w:t xml:space="preserve">... </w:t>
      </w:r>
      <w:r w:rsidRPr="002704FD">
        <w:rPr>
          <w:rStyle w:val="libAlaemChar"/>
          <w:rtl/>
        </w:rPr>
        <w:t>)</w:t>
      </w:r>
      <w:r>
        <w:rPr>
          <w:rtl/>
        </w:rPr>
        <w:t xml:space="preserve"> </w:t>
      </w:r>
      <w:r w:rsidRPr="001008E4">
        <w:rPr>
          <w:rStyle w:val="libFootnotenumChar"/>
          <w:rtl/>
        </w:rPr>
        <w:t>(2)</w:t>
      </w:r>
      <w:r>
        <w:rPr>
          <w:rtl/>
        </w:rPr>
        <w:t xml:space="preserve"> إلى آخرها ، كانت كفّارة ما بين الجمعة إلى الجمعة </w:t>
      </w:r>
      <w:r w:rsidRPr="001008E4">
        <w:rPr>
          <w:rStyle w:val="libFootnotenumChar"/>
          <w:rtl/>
        </w:rPr>
        <w:t>(3)</w:t>
      </w:r>
      <w:r>
        <w:rPr>
          <w:rtl/>
        </w:rPr>
        <w:t>.</w:t>
      </w:r>
    </w:p>
    <w:p w:rsidR="00AA2ABC" w:rsidRDefault="00AA2ABC" w:rsidP="002704FD">
      <w:pPr>
        <w:pStyle w:val="libNormal"/>
        <w:rPr>
          <w:rtl/>
        </w:rPr>
      </w:pPr>
      <w:r>
        <w:rPr>
          <w:rtl/>
        </w:rPr>
        <w:t xml:space="preserve">وروي عن معمر بن خلاّد انّه قال : كنت مع الرضا </w:t>
      </w:r>
      <w:r w:rsidR="00763E2E" w:rsidRPr="00763E2E">
        <w:rPr>
          <w:rStyle w:val="libAlaemChar"/>
          <w:rFonts w:hint="cs"/>
          <w:rtl/>
        </w:rPr>
        <w:t>عليه‌السلام</w:t>
      </w:r>
      <w:r>
        <w:rPr>
          <w:rtl/>
        </w:rPr>
        <w:t xml:space="preserve"> بخراسان على نفقاته ، فأمرني ان أتخذ له غالية ، فلمّا اتخذتها فأعجب بها فنظر إليها فقال لي : يا معمر انّ العين حق ، فاكتب في رقعة « الحمد لله ، و</w:t>
      </w:r>
      <w:r w:rsidRPr="002704FD">
        <w:rPr>
          <w:rStyle w:val="libAieChar"/>
          <w:rtl/>
        </w:rPr>
        <w:t>قل هو الله أحد</w:t>
      </w:r>
      <w:r>
        <w:rPr>
          <w:rtl/>
        </w:rPr>
        <w:t xml:space="preserve"> ، والمعوذتين ، وآية الكرسي » واجعلها في غلاف القارورة.</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العين حق وليس تأمنها منك على نفسك ، ولا منك على غيرك ، فاذا خفت شيئاً من ذلك فقل : « ما شاء الله لا قوّة الاّ بالله العلي العظيم » ثلاثاً.</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إذا تهيّأ أحدكم تهيئة تعجبه فليقرأ حين يخرج من منزله المعوذتين ، فانّه لا يضرّه شيء باذن الله تعالى </w:t>
      </w:r>
      <w:r w:rsidRPr="001008E4">
        <w:rPr>
          <w:rStyle w:val="libFootnotenumChar"/>
          <w:rtl/>
        </w:rPr>
        <w:t>(4)</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 من أصابه فزع عند منامه فليقرأ إذا اوى إلى فراشه المعوذتين وآية الكرسي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92 : 364 ح 3 باب 125 ـ عن ثواب الأعمال.</w:t>
      </w:r>
    </w:p>
    <w:p w:rsidR="00AA2ABC" w:rsidRDefault="00AA2ABC" w:rsidP="001008E4">
      <w:pPr>
        <w:pStyle w:val="libFootnote0"/>
        <w:rPr>
          <w:rtl/>
        </w:rPr>
      </w:pPr>
      <w:r>
        <w:rPr>
          <w:rtl/>
        </w:rPr>
        <w:t>2 ـ التوبة : 128.</w:t>
      </w:r>
    </w:p>
    <w:p w:rsidR="00AA2ABC" w:rsidRDefault="00AA2ABC" w:rsidP="001008E4">
      <w:pPr>
        <w:pStyle w:val="libFootnote0"/>
        <w:rPr>
          <w:rtl/>
        </w:rPr>
      </w:pPr>
      <w:r>
        <w:rPr>
          <w:rtl/>
        </w:rPr>
        <w:t>3 ـ الوسائل 5 : 79 ح 1 باب 48.</w:t>
      </w:r>
    </w:p>
    <w:p w:rsidR="00AA2ABC" w:rsidRDefault="00AA2ABC" w:rsidP="001008E4">
      <w:pPr>
        <w:pStyle w:val="libFootnote0"/>
        <w:rPr>
          <w:rtl/>
        </w:rPr>
      </w:pPr>
      <w:r>
        <w:rPr>
          <w:rtl/>
        </w:rPr>
        <w:t>4 ـ البحار 95 : 128 ح 9 باب 96 ـ عن مكارم الاخلاق : 386.</w:t>
      </w:r>
    </w:p>
    <w:p w:rsidR="00AA2ABC" w:rsidRDefault="00AA2ABC" w:rsidP="001008E4">
      <w:pPr>
        <w:pStyle w:val="libFootnote0"/>
        <w:rPr>
          <w:rtl/>
        </w:rPr>
      </w:pPr>
      <w:r>
        <w:rPr>
          <w:rtl/>
        </w:rPr>
        <w:t xml:space="preserve">5 ـ البحار 76 : 195 ضمن حديث 12. </w:t>
      </w:r>
    </w:p>
    <w:p w:rsidR="00AA2ABC" w:rsidRDefault="00AA2ABC" w:rsidP="00AA2ABC">
      <w:pPr>
        <w:pStyle w:val="Heading1Center"/>
        <w:rPr>
          <w:rtl/>
        </w:rPr>
      </w:pPr>
      <w:r>
        <w:rPr>
          <w:rtl/>
        </w:rPr>
        <w:br w:type="page"/>
      </w:r>
      <w:bookmarkStart w:id="96" w:name="_Toc392501884"/>
      <w:bookmarkStart w:id="97" w:name="_Toc392502832"/>
      <w:r>
        <w:rPr>
          <w:rtl/>
        </w:rPr>
        <w:lastRenderedPageBreak/>
        <w:t>( الينبوع الثالث )</w:t>
      </w:r>
      <w:bookmarkEnd w:id="96"/>
      <w:bookmarkEnd w:id="97"/>
    </w:p>
    <w:p w:rsidR="00AA2ABC" w:rsidRDefault="00AA2ABC" w:rsidP="00AA2ABC">
      <w:pPr>
        <w:pStyle w:val="Heading1Center"/>
        <w:rPr>
          <w:rtl/>
        </w:rPr>
      </w:pPr>
      <w:bookmarkStart w:id="98" w:name="_Toc392501885"/>
      <w:bookmarkStart w:id="99" w:name="_Toc392502833"/>
      <w:r>
        <w:rPr>
          <w:rtl/>
        </w:rPr>
        <w:t>في بيان مجمل من أحوال السلاطين والأُمراء ومعاشرتهم</w:t>
      </w:r>
      <w:bookmarkEnd w:id="98"/>
      <w:bookmarkEnd w:id="99"/>
    </w:p>
    <w:p w:rsidR="00AA2ABC" w:rsidRDefault="00AA2ABC" w:rsidP="001008E4">
      <w:pPr>
        <w:pStyle w:val="libCenterBold1"/>
        <w:rPr>
          <w:rtl/>
        </w:rPr>
      </w:pPr>
      <w:r>
        <w:rPr>
          <w:rtl/>
        </w:rPr>
        <w:t>وذكر عدلهم وجورهم</w:t>
      </w:r>
    </w:p>
    <w:p w:rsidR="00AA2ABC" w:rsidRDefault="00AA2ABC" w:rsidP="002704FD">
      <w:pPr>
        <w:pStyle w:val="libNormal"/>
        <w:rPr>
          <w:rtl/>
        </w:rPr>
      </w:pPr>
      <w:r>
        <w:rPr>
          <w:rtl/>
        </w:rPr>
        <w:t xml:space="preserve">وفيه جداول : </w:t>
      </w:r>
    </w:p>
    <w:p w:rsidR="00AA2ABC" w:rsidRDefault="00AA2ABC" w:rsidP="00AA2ABC">
      <w:pPr>
        <w:pStyle w:val="Heading1Center"/>
        <w:rPr>
          <w:rtl/>
        </w:rPr>
      </w:pPr>
      <w:bookmarkStart w:id="100" w:name="_Toc392501886"/>
      <w:bookmarkStart w:id="101" w:name="_Toc392502834"/>
      <w:r>
        <w:rPr>
          <w:rtl/>
        </w:rPr>
        <w:t>( الجدول الأوّل )</w:t>
      </w:r>
      <w:bookmarkEnd w:id="100"/>
      <w:bookmarkEnd w:id="101"/>
    </w:p>
    <w:p w:rsidR="00AA2ABC" w:rsidRDefault="00AA2ABC" w:rsidP="00AA2ABC">
      <w:pPr>
        <w:pStyle w:val="Heading1Center"/>
        <w:rPr>
          <w:rtl/>
        </w:rPr>
      </w:pPr>
      <w:bookmarkStart w:id="102" w:name="_Toc392501887"/>
      <w:bookmarkStart w:id="103" w:name="_Toc392502835"/>
      <w:r>
        <w:rPr>
          <w:rtl/>
        </w:rPr>
        <w:t>في عدلهم وجورهم</w:t>
      </w:r>
      <w:bookmarkEnd w:id="102"/>
      <w:bookmarkEnd w:id="103"/>
    </w:p>
    <w:p w:rsidR="00AA2ABC" w:rsidRDefault="00AA2ABC" w:rsidP="002704FD">
      <w:pPr>
        <w:pStyle w:val="libNormal"/>
        <w:rPr>
          <w:rtl/>
        </w:rPr>
      </w:pPr>
      <w:r>
        <w:rPr>
          <w:rtl/>
        </w:rPr>
        <w:t xml:space="preserve">اعلم انّ عدل الملوك والأمراء من أعظم مصالح الناس ، وانّ عدلهم وصلاحهم يوجب صلاح جميع العباد وعمارة البلاد ، وانّ فسقهم وفجورهم يورث اختلاف النظام وميل أكثر الناس إلى أفعالهم ، كما روي بسند معتبر عن رسول الله </w:t>
      </w:r>
      <w:r w:rsidR="00BF0EA2" w:rsidRPr="00BF0EA2">
        <w:rPr>
          <w:rStyle w:val="libAlaemChar"/>
          <w:rFonts w:hint="cs"/>
          <w:rtl/>
        </w:rPr>
        <w:t>صلى‌الله‌عليه‌وآله</w:t>
      </w:r>
      <w:r>
        <w:rPr>
          <w:rtl/>
        </w:rPr>
        <w:t xml:space="preserve"> انّه قال : صنفان من أمتي إذا صلحا صلحت أمتي ، وإذا فسدا فسدت أمتي ، قيل : يا رسول الله ومن هما؟ قال : الفقهاء والأمراء </w:t>
      </w:r>
      <w:r w:rsidRPr="001008E4">
        <w:rPr>
          <w:rStyle w:val="libFootnotenumChar"/>
          <w:rtl/>
        </w:rPr>
        <w:t>(1)</w:t>
      </w:r>
      <w:r>
        <w:rPr>
          <w:rtl/>
        </w:rPr>
        <w:t>.</w:t>
      </w:r>
    </w:p>
    <w:p w:rsidR="00AA2ABC" w:rsidRDefault="00AA2ABC" w:rsidP="002704FD">
      <w:pPr>
        <w:pStyle w:val="libNormal"/>
        <w:rPr>
          <w:rtl/>
        </w:rPr>
      </w:pPr>
      <w:r>
        <w:rPr>
          <w:rtl/>
        </w:rPr>
        <w:t xml:space="preserve">وروي بسند أخر عنه </w:t>
      </w:r>
      <w:r w:rsidR="00BF0EA2" w:rsidRPr="00BF0EA2">
        <w:rPr>
          <w:rStyle w:val="libAlaemChar"/>
          <w:rFonts w:hint="cs"/>
          <w:rtl/>
        </w:rPr>
        <w:t>صلى‌الله‌عليه‌وآله</w:t>
      </w:r>
      <w:r>
        <w:rPr>
          <w:rtl/>
        </w:rPr>
        <w:t xml:space="preserve"> أنه قال : رجلان لا تنالهما ، صاحب سلطان عسوف خشوم وغال في الدين مارق </w:t>
      </w:r>
      <w:r w:rsidRPr="001008E4">
        <w:rPr>
          <w:rStyle w:val="libFootnotenumChar"/>
          <w:rtl/>
        </w:rPr>
        <w:t>(2)</w:t>
      </w:r>
      <w:r>
        <w:rPr>
          <w:rtl/>
        </w:rPr>
        <w:t xml:space="preserve">. </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انّي لأرجو النجاة لهذه الامة لمن عرف حقّنا منهم الاّ لأحد ثلاثة ، صاحب سلطان جائر ، وصاحب هوى ، والفاسق المعلن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36 ح 12 باب 2 ـ عنه البحار 75 : 336 ح 1 باب 81.</w:t>
      </w:r>
    </w:p>
    <w:p w:rsidR="00AA2ABC" w:rsidRDefault="00AA2ABC" w:rsidP="001008E4">
      <w:pPr>
        <w:pStyle w:val="libFootnote0"/>
        <w:rPr>
          <w:rtl/>
        </w:rPr>
      </w:pPr>
      <w:r>
        <w:rPr>
          <w:rtl/>
        </w:rPr>
        <w:t>2 ـ الخصال : 63 ح 93 باب 2 ـ عنه البحار 75 : 336 ح 3 باب 81.</w:t>
      </w:r>
    </w:p>
    <w:p w:rsidR="00AA2ABC" w:rsidRDefault="00AA2ABC" w:rsidP="001008E4">
      <w:pPr>
        <w:pStyle w:val="libFootnote0"/>
        <w:rPr>
          <w:rtl/>
        </w:rPr>
      </w:pPr>
      <w:r>
        <w:rPr>
          <w:rtl/>
        </w:rPr>
        <w:t xml:space="preserve">3 ـ الخصال : 119 ح 107 باب 3 ـ عنه البحار 75 : 337 ح 6 باب 81. </w:t>
      </w:r>
    </w:p>
    <w:p w:rsidR="00AA2ABC" w:rsidRDefault="00AA2ABC" w:rsidP="002704FD">
      <w:pPr>
        <w:pStyle w:val="libNormal"/>
        <w:rPr>
          <w:rtl/>
        </w:rPr>
      </w:pPr>
      <w:r>
        <w:rPr>
          <w:rtl/>
        </w:rPr>
        <w:br w:type="page"/>
      </w:r>
      <w:r>
        <w:rPr>
          <w:rtl/>
        </w:rPr>
        <w:lastRenderedPageBreak/>
        <w:t xml:space="preserve">وروي بسند معتبر عن رسول الله </w:t>
      </w:r>
      <w:r w:rsidR="00BF0EA2" w:rsidRPr="00BF0EA2">
        <w:rPr>
          <w:rStyle w:val="libAlaemChar"/>
          <w:rFonts w:hint="cs"/>
          <w:rtl/>
        </w:rPr>
        <w:t>صلى‌الله‌عليه‌وآله</w:t>
      </w:r>
      <w:r>
        <w:rPr>
          <w:rtl/>
        </w:rPr>
        <w:t xml:space="preserve"> انّه قال : تكلّم النار يوم القيامة ثلاثة ، أميراً وقارئاً وذا ثروة من المال ، فتقول للأمير : يا من وهب الله له سلطاناً فلم يعدل ، فتزدرده كما يزدرد الطير حبّ السمسم.</w:t>
      </w:r>
    </w:p>
    <w:p w:rsidR="00AA2ABC" w:rsidRDefault="00AA2ABC" w:rsidP="002704FD">
      <w:pPr>
        <w:pStyle w:val="libNormal"/>
        <w:rPr>
          <w:rtl/>
        </w:rPr>
      </w:pPr>
      <w:r>
        <w:rPr>
          <w:rtl/>
        </w:rPr>
        <w:t xml:space="preserve">وتقول للقارىء : يا من تزيّن للناس وبارز الله بالمعاصي فتزدرده ، وتقول للغني : </w:t>
      </w:r>
      <w:r>
        <w:rPr>
          <w:rFonts w:hint="cs"/>
          <w:rtl/>
        </w:rPr>
        <w:br/>
      </w:r>
      <w:r>
        <w:rPr>
          <w:rtl/>
        </w:rPr>
        <w:t>يا من وهب الله له دنيا كثيرة واسعة فيضاً وسأله الفقير اليسير قرضا فأبى الاّ بخلاً ، فتزدرده</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احذروا على دينكم ... رجلاً آتاه الله عزّوجلّ سلطاناً فزعم انّ طاعته طاعة الله ، ومعصيته معصية الله ، وكذب لأنّه لا طاعة لمخلوق في معصية الخالق ، لا ينبغي للمخلوق أن يكون حبّه لمعصية الله ، فلا طاعة في معصية ، ولا طاعة لمن عصى الله.</w:t>
      </w:r>
    </w:p>
    <w:p w:rsidR="00AA2ABC" w:rsidRDefault="00AA2ABC" w:rsidP="002704FD">
      <w:pPr>
        <w:pStyle w:val="libNormal"/>
        <w:rPr>
          <w:rtl/>
        </w:rPr>
      </w:pPr>
      <w:r>
        <w:rPr>
          <w:rtl/>
        </w:rPr>
        <w:t xml:space="preserve">انّما الطاعة لله ولرسوله ولولاة الأمر ، وانّما أمر الله عزّوجلّ بطاعة الرسول لأنّه معصوم مطهّر لا يأمر بمعصيته ، وانّما أمر بطاعة أولي الأمر لأنّهم معصومون مطهّرون لا يأمرون بمعصيته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قال : انّ في جهنّم رحى تطحن ، أفلا تسألوني ما طحنها؟ فقيل له : فما طحنها يا أمير المؤمنين؟ قال : العلماء الفجرة ، والقرّاء الفسقة ، والجبابرة الظلمة ، والوزراء الخونة ، والعرفاء الكذبة ...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الله يعذّب ستة بستة ، العرب بالعصبية ، والدّهاقنة بالكبر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111 ح 84 باب 3 ـ عنه البحار 75 : 337 ح 7 باب 81.</w:t>
      </w:r>
    </w:p>
    <w:p w:rsidR="00AA2ABC" w:rsidRDefault="00AA2ABC" w:rsidP="001008E4">
      <w:pPr>
        <w:pStyle w:val="libFootnote0"/>
        <w:rPr>
          <w:rtl/>
        </w:rPr>
      </w:pPr>
      <w:r>
        <w:rPr>
          <w:rtl/>
        </w:rPr>
        <w:t>2 ـ الخصال : 139 ح 158 باب 3 ـ عنه البحار 75 : 337 ح 8 باب 81.</w:t>
      </w:r>
    </w:p>
    <w:p w:rsidR="00AA2ABC" w:rsidRDefault="00AA2ABC" w:rsidP="001008E4">
      <w:pPr>
        <w:pStyle w:val="libFootnote0"/>
        <w:rPr>
          <w:rtl/>
        </w:rPr>
      </w:pPr>
      <w:r>
        <w:rPr>
          <w:rtl/>
        </w:rPr>
        <w:t xml:space="preserve">3 ـ الخصال : 296 ح 65 باب 5 ـ عنه البحار 75 : 338 ح 14 باب 81. </w:t>
      </w:r>
    </w:p>
    <w:p w:rsidR="00AA2ABC" w:rsidRDefault="00AA2ABC" w:rsidP="002704FD">
      <w:pPr>
        <w:pStyle w:val="libNormal0"/>
        <w:rPr>
          <w:rtl/>
        </w:rPr>
      </w:pPr>
      <w:r>
        <w:rPr>
          <w:rtl/>
        </w:rPr>
        <w:br w:type="page"/>
      </w:r>
      <w:r>
        <w:rPr>
          <w:rtl/>
        </w:rPr>
        <w:lastRenderedPageBreak/>
        <w:t xml:space="preserve">والأمراء بالجور ، والفقهاء بالحسد ، والتجار بالخيانة ، وأهل الرستاق بالجهل </w:t>
      </w:r>
      <w:r w:rsidRPr="001008E4">
        <w:rPr>
          <w:rStyle w:val="libFootnotenumChar"/>
          <w:rtl/>
        </w:rPr>
        <w:t>(1)</w:t>
      </w:r>
      <w:r>
        <w:rPr>
          <w:rtl/>
        </w:rPr>
        <w:t>.</w:t>
      </w:r>
    </w:p>
    <w:p w:rsidR="00AA2ABC" w:rsidRDefault="00AA2ABC" w:rsidP="002704FD">
      <w:pPr>
        <w:pStyle w:val="libNormal"/>
        <w:rPr>
          <w:rtl/>
        </w:rPr>
      </w:pPr>
      <w:r>
        <w:rPr>
          <w:rtl/>
        </w:rPr>
        <w:t xml:space="preserve">وروي بأسانيد معتبرة انّ رسول الله </w:t>
      </w:r>
      <w:r w:rsidR="00BF0EA2" w:rsidRPr="00BF0EA2">
        <w:rPr>
          <w:rStyle w:val="libAlaemChar"/>
          <w:rFonts w:hint="cs"/>
          <w:rtl/>
        </w:rPr>
        <w:t>صلى‌الله‌عليه‌وآله</w:t>
      </w:r>
      <w:r>
        <w:rPr>
          <w:rtl/>
        </w:rPr>
        <w:t xml:space="preserve"> قال : انّي لعنت سبعة لعنهم الله وكلّ نبيّ مجاب قبلي ، فقيل : ومن هم؟</w:t>
      </w:r>
    </w:p>
    <w:p w:rsidR="00AA2ABC" w:rsidRDefault="00AA2ABC" w:rsidP="002704FD">
      <w:pPr>
        <w:pStyle w:val="libNormal"/>
        <w:rPr>
          <w:rtl/>
        </w:rPr>
      </w:pPr>
      <w:r>
        <w:rPr>
          <w:rtl/>
        </w:rPr>
        <w:t xml:space="preserve">فقال : الزائد في كتاب الله ، والمكذّب بقدر الله ، والمخالف لسنّتي ، والمستحلّ من عترتي ما حرّم الله ، والمتسلّط بالجبريّة ليعزّ من أذل الله ، ويذلّ من أعزّ الله ، والمستأثر على المسلمين بفيئهم مستحلاً له ، والمحرّم ما أحلّ الله عزّوجلّ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 أنه قال : أول من يدخل النار أمير متسلط لم يعدل ، وذو ثروة من المال لم يعطي المال حقه ، وفقير فخور</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معتبر عن أبي الحسن الرضا </w:t>
      </w:r>
      <w:r w:rsidR="00763E2E" w:rsidRPr="00763E2E">
        <w:rPr>
          <w:rStyle w:val="libAlaemChar"/>
          <w:rFonts w:hint="cs"/>
          <w:rtl/>
        </w:rPr>
        <w:t>عليه‌السلام</w:t>
      </w:r>
      <w:r>
        <w:rPr>
          <w:rtl/>
        </w:rPr>
        <w:t xml:space="preserve"> انّه قال : إذا كذب الولاة حُبس المطر ، وإذا جار السلطان هانت الدولة ، واذا حُبست الزكاة ماتت المواشي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لا يؤمّر رجل على عشرة فما فوقهم الاّ جيء به يوم القيامة مغلولة يده إلى عنقه ، فإن كان محسناً فكّ عنه ، وان كان مسيئاً زيد غلاًّ إلى غلّه </w:t>
      </w:r>
      <w:r w:rsidRPr="001008E4">
        <w:rPr>
          <w:rStyle w:val="libFootnotenumChar"/>
          <w:rtl/>
        </w:rPr>
        <w:t>(5)</w:t>
      </w:r>
      <w:r>
        <w:rPr>
          <w:rtl/>
        </w:rPr>
        <w:t>.</w:t>
      </w:r>
    </w:p>
    <w:p w:rsidR="00AA2ABC" w:rsidRDefault="00AA2ABC" w:rsidP="002704FD">
      <w:pPr>
        <w:pStyle w:val="libNormal"/>
        <w:rPr>
          <w:rtl/>
        </w:rPr>
      </w:pPr>
      <w:r>
        <w:rPr>
          <w:rtl/>
        </w:rPr>
        <w:t xml:space="preserve">وروي عنه </w:t>
      </w:r>
      <w:r w:rsidR="00BF0EA2" w:rsidRPr="00BF0EA2">
        <w:rPr>
          <w:rStyle w:val="libAlaemChar"/>
          <w:rFonts w:hint="cs"/>
          <w:rtl/>
        </w:rPr>
        <w:t>صلى‌الله‌عليه‌وآله</w:t>
      </w:r>
      <w:r>
        <w:rPr>
          <w:rtl/>
        </w:rPr>
        <w:t xml:space="preserve"> قال : ألا ومن تولّى عرافة قوم حبسه الله عزّوجلّ على شفير جهنّم بكلّ يوم ألف سنة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325 ح 14 باب 6 ـ عنه البحار 75 : 339 ح 15 باب 81.</w:t>
      </w:r>
    </w:p>
    <w:p w:rsidR="00AA2ABC" w:rsidRDefault="00AA2ABC" w:rsidP="001008E4">
      <w:pPr>
        <w:pStyle w:val="libFootnote0"/>
        <w:rPr>
          <w:rtl/>
        </w:rPr>
      </w:pPr>
      <w:r>
        <w:rPr>
          <w:rtl/>
        </w:rPr>
        <w:t>2 ـ الخصال : 349 ح 24 باب 7 ـ عنه البحار 75 : 339 ح 17 باب 81.</w:t>
      </w:r>
    </w:p>
    <w:p w:rsidR="00AA2ABC" w:rsidRDefault="00AA2ABC" w:rsidP="001008E4">
      <w:pPr>
        <w:pStyle w:val="libFootnote0"/>
        <w:rPr>
          <w:rtl/>
        </w:rPr>
      </w:pPr>
      <w:r>
        <w:rPr>
          <w:rtl/>
        </w:rPr>
        <w:t xml:space="preserve">3 ـ البحار 75 : 341 ح 22 باب 81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4 ـ أمالي الطوسي : 79 ح 26 مجلس 3 ـ عنه البحار 75 : 341 ح 23 باب 81.</w:t>
      </w:r>
    </w:p>
    <w:p w:rsidR="00AA2ABC" w:rsidRDefault="00AA2ABC" w:rsidP="001008E4">
      <w:pPr>
        <w:pStyle w:val="libFootnote0"/>
        <w:rPr>
          <w:rtl/>
        </w:rPr>
      </w:pPr>
      <w:r>
        <w:rPr>
          <w:rtl/>
        </w:rPr>
        <w:t>5 ـ أمالي الطوسي : 264 ح 23 مجلس 10 ـ عنه البحار 75 : 341 ح 24 باب 81.</w:t>
      </w:r>
    </w:p>
    <w:p w:rsidR="00AA2ABC" w:rsidRDefault="00AA2ABC" w:rsidP="001008E4">
      <w:pPr>
        <w:pStyle w:val="libFootnote0"/>
        <w:rPr>
          <w:rtl/>
        </w:rPr>
      </w:pPr>
      <w:r>
        <w:rPr>
          <w:rtl/>
        </w:rPr>
        <w:t xml:space="preserve">6 ـ البحار 75 : 343 ح 34 باب 81 ـ عن أمالي الصدوق. </w:t>
      </w:r>
    </w:p>
    <w:p w:rsidR="00AA2ABC" w:rsidRDefault="00AA2ABC" w:rsidP="002704FD">
      <w:pPr>
        <w:pStyle w:val="libNormal"/>
        <w:rPr>
          <w:rtl/>
        </w:rPr>
      </w:pPr>
      <w:r>
        <w:rPr>
          <w:rtl/>
        </w:rPr>
        <w:br w:type="page"/>
      </w:r>
      <w:r>
        <w:rPr>
          <w:rtl/>
        </w:rPr>
        <w:lastRenderedPageBreak/>
        <w:t xml:space="preserve">وروي بسند معتبر عن [ أبي قتادة ، قال : كنت عند أبي عبدالله </w:t>
      </w:r>
      <w:r w:rsidR="00763E2E" w:rsidRPr="00763E2E">
        <w:rPr>
          <w:rStyle w:val="libAlaemChar"/>
          <w:rFonts w:hint="cs"/>
          <w:rtl/>
        </w:rPr>
        <w:t>عليه‌السلام</w:t>
      </w:r>
      <w:r>
        <w:rPr>
          <w:rtl/>
        </w:rPr>
        <w:t xml:space="preserve"> ] فدخل عليه زياد القندي ، فقال له : يا زياد وليت لهؤلاء؟ قال : نعم يا ابن رسول الله ، لي مروءة وليس وراء ظهري مال ، وانّما اُواسي اخواني من عمل السلطان.</w:t>
      </w:r>
    </w:p>
    <w:p w:rsidR="00AA2ABC" w:rsidRDefault="00AA2ABC" w:rsidP="002704FD">
      <w:pPr>
        <w:pStyle w:val="libNormal"/>
        <w:rPr>
          <w:rtl/>
        </w:rPr>
      </w:pPr>
      <w:r>
        <w:rPr>
          <w:rtl/>
        </w:rPr>
        <w:t xml:space="preserve">فقال : يا زياد اما إذا كنت فاعلاً ذلك ، فاذا دعتك نفسك إلى ظلم الناس عند القدرة على ذلك فاذكر قدرة الله عزّوجلّ على عقوبتك ، وذهاب ما أتيت إليهم عنهم ، وبقاء ما أتيت إلى نفسك عليك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الله عزّوجلّ جعل لمن جعل له سلطاناً مدّة من ليالي وأيّام وسنين وشهور ، فإن عدلوا في الناس أمر الله عزّوجلّ صاحب الفلك أن يبطي بادارته ، فطالت أيامهم ولياليهم وسنوهم وشهورهم.</w:t>
      </w:r>
    </w:p>
    <w:p w:rsidR="00AA2ABC" w:rsidRDefault="00AA2ABC" w:rsidP="002704FD">
      <w:pPr>
        <w:pStyle w:val="libNormal"/>
        <w:rPr>
          <w:rtl/>
        </w:rPr>
      </w:pPr>
      <w:r>
        <w:rPr>
          <w:rtl/>
        </w:rPr>
        <w:t xml:space="preserve">وان هم جاروا في الناس ولم يعدلوا أمر الله عزّوجلّ صاحب الفلك فأسرع ادارته ، وأسرع فناء لياليهم وأيامهم وسنيهم وشهورهم ، وقد وفى تبارك وتعالى لهم بعدد الليالي والأيّام والشهور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 أمير المؤمنين </w:t>
      </w:r>
      <w:r w:rsidR="00763E2E" w:rsidRPr="00763E2E">
        <w:rPr>
          <w:rStyle w:val="libAlaemChar"/>
          <w:rFonts w:hint="cs"/>
          <w:rtl/>
        </w:rPr>
        <w:t>عليه‌السلام</w:t>
      </w:r>
      <w:r>
        <w:rPr>
          <w:rtl/>
        </w:rPr>
        <w:t xml:space="preserve"> قال لنوف البكالي : يا نوف اقبل وصيّتي ، لا تكوننّ نقيباً ، ولا عريفاً ، ولا عشّاراً ، ولا بريداً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علي بن موسى الرضا </w:t>
      </w:r>
      <w:r w:rsidR="00763E2E" w:rsidRPr="00763E2E">
        <w:rPr>
          <w:rStyle w:val="libAlaemChar"/>
          <w:rFonts w:hint="cs"/>
          <w:rtl/>
        </w:rPr>
        <w:t>عليه‌السلام</w:t>
      </w:r>
      <w:r>
        <w:rPr>
          <w:rtl/>
        </w:rPr>
        <w:t xml:space="preserve"> انّه قال : انّ العدالة والإحسان علامة دوام النعمة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303 ح 49 مجلس 11 ـ عنه البحار 75 : 341 ح 26 باب 81.</w:t>
      </w:r>
    </w:p>
    <w:p w:rsidR="00AA2ABC" w:rsidRDefault="00AA2ABC" w:rsidP="001008E4">
      <w:pPr>
        <w:pStyle w:val="libFootnote0"/>
        <w:rPr>
          <w:rtl/>
        </w:rPr>
      </w:pPr>
      <w:r>
        <w:rPr>
          <w:rtl/>
        </w:rPr>
        <w:t>2 ـ البحار 75 : 342 ح 29 باب 81 ـ عن علل الشرائع.</w:t>
      </w:r>
    </w:p>
    <w:p w:rsidR="00AA2ABC" w:rsidRDefault="00AA2ABC" w:rsidP="001008E4">
      <w:pPr>
        <w:pStyle w:val="libFootnote0"/>
        <w:rPr>
          <w:rtl/>
        </w:rPr>
      </w:pPr>
      <w:r>
        <w:rPr>
          <w:rtl/>
        </w:rPr>
        <w:t>3 ـ البحار 75 : 343 ح 33 باب 81 ـ عن أمالي الصدوق.</w:t>
      </w:r>
    </w:p>
    <w:p w:rsidR="00AA2ABC" w:rsidRDefault="00AA2ABC" w:rsidP="001008E4">
      <w:pPr>
        <w:pStyle w:val="libFootnote0"/>
        <w:rPr>
          <w:rtl/>
        </w:rPr>
      </w:pPr>
      <w:r>
        <w:rPr>
          <w:rtl/>
        </w:rPr>
        <w:t>4 ـ مضمون النص.</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ثلاثة هم أقرب الخلق إلى الله عزّوجلّ يوم القيامة حتى يفرغ الله من الحساب ، رجل لم تدعه قدرة في حال غضبه إلى أن يحيف على من تحت يده ، ورجل مشى بين اثنين فلم يمل مع أحدهما على الآخر بشعيرة ، ورجل قال بالحقّ فيما له وعليه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قال : العدل أحلى من الماء يصيبه الظمآن ، ما أوسع العدل إذا عدل فيه وان قل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العدل أحلى من الشهد ، وألين من الزبد ، وأطيب ريحاً من المسك </w:t>
      </w:r>
      <w:r w:rsidRPr="001008E4">
        <w:rPr>
          <w:rStyle w:val="libFootnotenumChar"/>
          <w:rtl/>
        </w:rPr>
        <w:t>(3)</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 لمّا حضرت علي بن الحسين </w:t>
      </w:r>
      <w:r w:rsidR="000A073B" w:rsidRPr="000A073B">
        <w:rPr>
          <w:rStyle w:val="libAlaemChar"/>
          <w:rFonts w:hint="cs"/>
          <w:rtl/>
        </w:rPr>
        <w:t>عليهما‌السلام</w:t>
      </w:r>
      <w:r>
        <w:rPr>
          <w:rtl/>
        </w:rPr>
        <w:t xml:space="preserve"> الوفاة ضمّني إلى صدره ثم قال : يا بنيّ أوصيك بما أوصاني به أبي </w:t>
      </w:r>
      <w:r w:rsidR="00763E2E" w:rsidRPr="00763E2E">
        <w:rPr>
          <w:rStyle w:val="libAlaemChar"/>
          <w:rFonts w:hint="cs"/>
          <w:rtl/>
        </w:rPr>
        <w:t>عليه‌السلام</w:t>
      </w:r>
      <w:r>
        <w:rPr>
          <w:rtl/>
        </w:rPr>
        <w:t xml:space="preserve"> حين حضرته الوفاة ، وبما ذكر انّ أباه أوصاه به ] ، فقال : يا بنيّ اياك وظلم من لا يجد عليك ناصراً الاّ الله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أصبح لا ينوي ظلم أحد غفر الله له ما أذنب ذلك اليوم ما لم يسفك دماً ، أو يأكل مال يتيم حراماً </w:t>
      </w:r>
      <w:r w:rsidRPr="001008E4">
        <w:rPr>
          <w:rStyle w:val="libFootnotenumChar"/>
          <w:rtl/>
        </w:rPr>
        <w:t>(5)</w:t>
      </w:r>
      <w:r>
        <w:rPr>
          <w:rtl/>
        </w:rPr>
        <w:t>.</w:t>
      </w:r>
    </w:p>
    <w:p w:rsidR="00AA2ABC" w:rsidRDefault="00AA2ABC" w:rsidP="002704FD">
      <w:pPr>
        <w:pStyle w:val="libNormal"/>
        <w:rPr>
          <w:rtl/>
        </w:rPr>
      </w:pPr>
      <w:r>
        <w:rPr>
          <w:rtl/>
        </w:rPr>
        <w:t xml:space="preserve">وروي بأسانيد صحيحة عن رسول الله </w:t>
      </w:r>
      <w:r w:rsidR="00BF0EA2" w:rsidRPr="00BF0EA2">
        <w:rPr>
          <w:rStyle w:val="libAlaemChar"/>
          <w:rFonts w:hint="cs"/>
          <w:rtl/>
        </w:rPr>
        <w:t>صلى‌الله‌عليه‌وآله</w:t>
      </w:r>
      <w:r>
        <w:rPr>
          <w:rtl/>
        </w:rPr>
        <w:t xml:space="preserve"> انّه قال : اتقوا الظلم فانّه ظلمات يوم القيامة </w:t>
      </w:r>
      <w:r w:rsidRPr="001008E4">
        <w:rPr>
          <w:rStyle w:val="libFootnotenumChar"/>
          <w:rtl/>
        </w:rPr>
        <w:t>(6)</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145 ح 5 باب الانصاف والعدل ـ عنه البحار 75 : 33 ح 26 باب 35.</w:t>
      </w:r>
    </w:p>
    <w:p w:rsidR="00AA2ABC" w:rsidRDefault="00AA2ABC" w:rsidP="001008E4">
      <w:pPr>
        <w:pStyle w:val="libFootnote0"/>
        <w:rPr>
          <w:rtl/>
        </w:rPr>
      </w:pPr>
      <w:r>
        <w:rPr>
          <w:rtl/>
        </w:rPr>
        <w:t>2 ـ الكافي 2 : 146 ح 11 باب الانصاف والعدل ـ عنه البحار 75 : 36 ح 32 باب 35.</w:t>
      </w:r>
    </w:p>
    <w:p w:rsidR="00AA2ABC" w:rsidRDefault="00AA2ABC" w:rsidP="001008E4">
      <w:pPr>
        <w:pStyle w:val="libFootnote0"/>
        <w:rPr>
          <w:rtl/>
        </w:rPr>
      </w:pPr>
      <w:r>
        <w:rPr>
          <w:rtl/>
        </w:rPr>
        <w:t>3 ـ الكافي 2 : 147 ح 15 باب الانصاف والعدل ـ عنه البحار 75 : 39 ح 37 باب 35.</w:t>
      </w:r>
    </w:p>
    <w:p w:rsidR="00AA2ABC" w:rsidRDefault="00AA2ABC" w:rsidP="001008E4">
      <w:pPr>
        <w:pStyle w:val="libFootnote0"/>
        <w:rPr>
          <w:rtl/>
        </w:rPr>
      </w:pPr>
      <w:r>
        <w:rPr>
          <w:rtl/>
        </w:rPr>
        <w:t>4 ـ أمالي الصدوق : 154 ح 10 مجلس 34 ـ عنه البحار 75 : 308 ح 1 باب 79.</w:t>
      </w:r>
    </w:p>
    <w:p w:rsidR="00AA2ABC" w:rsidRDefault="00AA2ABC" w:rsidP="001008E4">
      <w:pPr>
        <w:pStyle w:val="libFootnote0"/>
        <w:rPr>
          <w:rtl/>
        </w:rPr>
      </w:pPr>
      <w:r>
        <w:rPr>
          <w:rtl/>
        </w:rPr>
        <w:t>5 ـ الكافي 2 : 331 ح 7 باب الظلم ـ عنه البحار 75 : 323 ح 55 باب 79.</w:t>
      </w:r>
    </w:p>
    <w:p w:rsidR="00AA2ABC" w:rsidRDefault="00AA2ABC" w:rsidP="001008E4">
      <w:pPr>
        <w:pStyle w:val="libFootnote0"/>
        <w:rPr>
          <w:rtl/>
        </w:rPr>
      </w:pPr>
      <w:r>
        <w:rPr>
          <w:rtl/>
        </w:rPr>
        <w:t xml:space="preserve">6 ـ الكافي 2 : 332 ح 10 باب الظلم ـ عنه البحار 75 : 330 ح 63 باب 79.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من ارتكب أحداً بظلم بعث الله عزّوجلّ عليه من يظلمه بمثله ، أو على ولده ، أو على عقبه من بعده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الله عزّوجلّ أوحى إلى نبيّ من أنبيائه في مملكة جبّار من الجبارين أن أئت هذا الجبار فقل له : انني لم أستعملك على سفك الدماء واتخاذ الأموال ، وانّما استعملتك لتكفّ عنّي أصوات المظلومين ، فانّي لم أدع ظلامتهم وان كانوا كفاراً</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أما انّ المظلوم يأخذ من دين الظالم أكثر مما يأخذ الظالم من مال المظلوم ، ثم قال : من يفعل الشر بالناس فلا ينكر الشر إذا فُعل به ، اما انه انّما يحصد ابن آم ما يزرع ، وليس يحصد أحد من المرّ حلواً ولا من الحلو مرّاً ... </w:t>
      </w:r>
      <w:r w:rsidRPr="001008E4">
        <w:rPr>
          <w:rStyle w:val="libFootnotenumChar"/>
          <w:rtl/>
        </w:rPr>
        <w:t>(3)</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بئس الزاد إلى المعاد العدوان على العباد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انّ رجلاً قال لأبي جعفر الباقر </w:t>
      </w:r>
      <w:r w:rsidR="00763E2E" w:rsidRPr="00763E2E">
        <w:rPr>
          <w:rStyle w:val="libAlaemChar"/>
          <w:rFonts w:hint="cs"/>
          <w:rtl/>
        </w:rPr>
        <w:t>عليه‌السلام</w:t>
      </w:r>
      <w:r>
        <w:rPr>
          <w:rtl/>
        </w:rPr>
        <w:t xml:space="preserve"> : انّي لم أزل والياً منذ زمن الحجاح إلى يومي هذا ، فهل لي من توبة؟ قال : فسكت ، ثم أعدت عليه ، فقال ، لا حتى تؤدّي إلى كلّ ذي حقّ حقّه </w:t>
      </w:r>
      <w:r w:rsidRPr="001008E4">
        <w:rPr>
          <w:rStyle w:val="libFootnotenumChar"/>
          <w:rtl/>
        </w:rPr>
        <w:t>(5)</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ظلم أحداً ففاته فليستغفر الله عزّوجلّ له ، فانّه كفّارة له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313 ح 23 باب 79 ـ عن ثواب الأعمال.</w:t>
      </w:r>
    </w:p>
    <w:p w:rsidR="00AA2ABC" w:rsidRDefault="00AA2ABC" w:rsidP="001008E4">
      <w:pPr>
        <w:pStyle w:val="libFootnote0"/>
        <w:rPr>
          <w:rtl/>
        </w:rPr>
      </w:pPr>
      <w:r>
        <w:rPr>
          <w:rtl/>
        </w:rPr>
        <w:t>2 ـ الكافي 2 : 333 ح 14 باب الظلم ـ عنه البحار 75 : 331 ح 65 باب 79.</w:t>
      </w:r>
    </w:p>
    <w:p w:rsidR="00AA2ABC" w:rsidRDefault="00AA2ABC" w:rsidP="001008E4">
      <w:pPr>
        <w:pStyle w:val="libFootnote0"/>
        <w:rPr>
          <w:rtl/>
        </w:rPr>
      </w:pPr>
      <w:r>
        <w:rPr>
          <w:rtl/>
        </w:rPr>
        <w:t>3 ـ الكافي 2 : 334 ح 22 باب الظلم ـ عنه البحار 75 : 328 ح 58 باب 79.</w:t>
      </w:r>
    </w:p>
    <w:p w:rsidR="00AA2ABC" w:rsidRDefault="00AA2ABC" w:rsidP="001008E4">
      <w:pPr>
        <w:pStyle w:val="libFootnote0"/>
        <w:rPr>
          <w:rtl/>
        </w:rPr>
      </w:pPr>
      <w:r>
        <w:rPr>
          <w:rtl/>
        </w:rPr>
        <w:t>4 ـ البحار 75 : 309 ح 4 باب 79 ـ عن أمالي الصدوق.</w:t>
      </w:r>
    </w:p>
    <w:p w:rsidR="00AA2ABC" w:rsidRDefault="00AA2ABC" w:rsidP="001008E4">
      <w:pPr>
        <w:pStyle w:val="libFootnote0"/>
        <w:rPr>
          <w:rtl/>
        </w:rPr>
      </w:pPr>
      <w:r>
        <w:rPr>
          <w:rtl/>
        </w:rPr>
        <w:t>5 ـ الكافي 2 : 331 ح 3 باب الظلم ـ عنه البحار 75 : 329 ح 59 باب 79.</w:t>
      </w:r>
    </w:p>
    <w:p w:rsidR="00AA2ABC" w:rsidRDefault="00AA2ABC" w:rsidP="001008E4">
      <w:pPr>
        <w:pStyle w:val="libFootnote0"/>
        <w:rPr>
          <w:rtl/>
        </w:rPr>
      </w:pPr>
      <w:r>
        <w:rPr>
          <w:rtl/>
        </w:rPr>
        <w:t xml:space="preserve">6 ـ البحار : 75 : 313 ح 27 باب 79 ـ عن ثواب الأعمال. </w:t>
      </w:r>
    </w:p>
    <w:p w:rsidR="00AA2ABC" w:rsidRDefault="00AA2ABC" w:rsidP="00AA2ABC">
      <w:pPr>
        <w:pStyle w:val="Heading1Center"/>
        <w:rPr>
          <w:rtl/>
        </w:rPr>
      </w:pPr>
      <w:r>
        <w:rPr>
          <w:rtl/>
        </w:rPr>
        <w:br w:type="page"/>
      </w:r>
      <w:bookmarkStart w:id="104" w:name="_Toc392501888"/>
      <w:bookmarkStart w:id="105" w:name="_Toc392502836"/>
      <w:r>
        <w:rPr>
          <w:rtl/>
        </w:rPr>
        <w:lastRenderedPageBreak/>
        <w:t>( الجدول الثاني )</w:t>
      </w:r>
      <w:bookmarkEnd w:id="104"/>
      <w:bookmarkEnd w:id="105"/>
    </w:p>
    <w:p w:rsidR="00AA2ABC" w:rsidRDefault="00AA2ABC" w:rsidP="00AA2ABC">
      <w:pPr>
        <w:pStyle w:val="Heading1Center"/>
        <w:rPr>
          <w:rtl/>
        </w:rPr>
      </w:pPr>
      <w:bookmarkStart w:id="106" w:name="_Toc392501889"/>
      <w:bookmarkStart w:id="107" w:name="_Toc392502837"/>
      <w:r>
        <w:rPr>
          <w:rtl/>
        </w:rPr>
        <w:t>في كيفية معاشرة الحكام مع الرعايا وبيان</w:t>
      </w:r>
      <w:bookmarkEnd w:id="106"/>
      <w:bookmarkEnd w:id="107"/>
    </w:p>
    <w:p w:rsidR="00AA2ABC" w:rsidRDefault="00AA2ABC" w:rsidP="00AA2ABC">
      <w:pPr>
        <w:pStyle w:val="Heading1Center"/>
        <w:rPr>
          <w:rtl/>
        </w:rPr>
      </w:pPr>
      <w:bookmarkStart w:id="108" w:name="_Toc392501890"/>
      <w:bookmarkStart w:id="109" w:name="_Toc392502838"/>
      <w:r>
        <w:rPr>
          <w:rtl/>
        </w:rPr>
        <w:t>حقوق الرعايا عليهم</w:t>
      </w:r>
      <w:bookmarkEnd w:id="108"/>
      <w:bookmarkEnd w:id="109"/>
    </w:p>
    <w:p w:rsidR="00AA2ABC" w:rsidRDefault="00AA2ABC" w:rsidP="002704FD">
      <w:pPr>
        <w:pStyle w:val="libNormal"/>
        <w:rPr>
          <w:rtl/>
        </w:rPr>
      </w:pPr>
      <w:r>
        <w:rPr>
          <w:rtl/>
        </w:rPr>
        <w:t xml:space="preserve">روي بسند معتبر عن علي بن الحسين </w:t>
      </w:r>
      <w:r w:rsidR="000A073B" w:rsidRPr="000A073B">
        <w:rPr>
          <w:rStyle w:val="libAlaemChar"/>
          <w:rFonts w:hint="cs"/>
          <w:rtl/>
        </w:rPr>
        <w:t>عليهما‌السلام</w:t>
      </w:r>
      <w:r>
        <w:rPr>
          <w:rtl/>
        </w:rPr>
        <w:t xml:space="preserve"> انّه قال : ... وأمّا حقّ رعيّتك بالسلطان فأن تعلم انّهم صاروا رعيتك لضعفهم وقوتك ، فيجب أن تعدل فيهم ، وتكون لهم كالوالد الرحيم ، وتغفر لهم جهلهم ، ولا تعاجلهم بالعقوبة ، وتشكر الله عزّوجلّ على ما آتاك من القوّة عليهم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تولّى أمراً من أمور الناس ، فعدل ، وفتح بابه ، ورفع ستره ، ونظر في أمور الناس كان حقّاً على الله عزّوجلّ أن يؤمن روعته يوم القيامة ، ويدخله الجنّة </w:t>
      </w:r>
      <w:r w:rsidRPr="001008E4">
        <w:rPr>
          <w:rStyle w:val="libFootnotenumChar"/>
          <w:rtl/>
        </w:rPr>
        <w:t>(2)</w:t>
      </w:r>
      <w:r>
        <w:rPr>
          <w:rtl/>
        </w:rPr>
        <w:t xml:space="preserve">. وروي بسند معتبر انّه : دخل الباقر </w:t>
      </w:r>
      <w:r w:rsidR="00763E2E" w:rsidRPr="00763E2E">
        <w:rPr>
          <w:rStyle w:val="libAlaemChar"/>
          <w:rFonts w:hint="cs"/>
          <w:rtl/>
        </w:rPr>
        <w:t>عليه‌السلام</w:t>
      </w:r>
      <w:r>
        <w:rPr>
          <w:rtl/>
        </w:rPr>
        <w:t xml:space="preserve"> على عمر بن عبدالعزيز فوعظه ، وكان فيما وعظه : « يا عمر افتح الأبواب وسهّل الحجاب ، وانصر المظلوم ، وردّ المظالم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المؤمينن </w:t>
      </w:r>
      <w:r w:rsidR="00763E2E" w:rsidRPr="00763E2E">
        <w:rPr>
          <w:rStyle w:val="libAlaemChar"/>
          <w:rFonts w:hint="cs"/>
          <w:rtl/>
        </w:rPr>
        <w:t>عليه‌السلام</w:t>
      </w:r>
      <w:r>
        <w:rPr>
          <w:rtl/>
        </w:rPr>
        <w:t xml:space="preserve"> انّه قال : أيّما وال احتجب عن حوائج الناس احتجب الله يوم القيامة عن حوائجه ، وإن أخذ هديّة كان غلولاً ، وإن أخذ رشوة فهو مشترك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74 : 5 ضمن حديث 1 باب 1 ـ عن الخصال. 2 ـ أمالي الصدوق : 203 ح 2 مجلس 43 ـ عنه البحار 75 : 340 ح 18 باب 81.</w:t>
      </w:r>
    </w:p>
    <w:p w:rsidR="00AA2ABC" w:rsidRDefault="00AA2ABC" w:rsidP="001008E4">
      <w:pPr>
        <w:pStyle w:val="libFootnote0"/>
        <w:rPr>
          <w:rtl/>
        </w:rPr>
      </w:pPr>
      <w:r>
        <w:rPr>
          <w:rtl/>
        </w:rPr>
        <w:t>3 ـ البحار 75 : 344 ح 36 باب 81 ـ عن الخصال : 105 ضمن حديث 64 باب 3.</w:t>
      </w:r>
    </w:p>
    <w:p w:rsidR="00AA2ABC" w:rsidRDefault="00AA2ABC" w:rsidP="001008E4">
      <w:pPr>
        <w:pStyle w:val="libFootnote0"/>
        <w:rPr>
          <w:rtl/>
        </w:rPr>
      </w:pPr>
      <w:r>
        <w:rPr>
          <w:rtl/>
        </w:rPr>
        <w:t xml:space="preserve">4 ـ البحار 75 : 345 ح 42 باب 81 ـ عن ثواب الأعمال. </w:t>
      </w:r>
    </w:p>
    <w:p w:rsidR="00AA2ABC" w:rsidRDefault="00AA2ABC" w:rsidP="002704FD">
      <w:pPr>
        <w:pStyle w:val="libNormal"/>
        <w:rPr>
          <w:rtl/>
        </w:rPr>
      </w:pPr>
      <w:r>
        <w:rPr>
          <w:rtl/>
        </w:rPr>
        <w:br w:type="page"/>
      </w:r>
      <w:r>
        <w:rPr>
          <w:rtl/>
        </w:rPr>
        <w:lastRenderedPageBreak/>
        <w:t xml:space="preserve">وروي عن أبي عبدالله </w:t>
      </w:r>
      <w:r w:rsidR="00763E2E" w:rsidRPr="00763E2E">
        <w:rPr>
          <w:rStyle w:val="libAlaemChar"/>
          <w:rFonts w:hint="cs"/>
          <w:rtl/>
        </w:rPr>
        <w:t>عليه‌السلام</w:t>
      </w:r>
      <w:r>
        <w:rPr>
          <w:rtl/>
        </w:rPr>
        <w:t xml:space="preserve"> انّه قال : من ولي شيئاً من أمور المسلمين فضيّعهم ضيّعه الله عزّوجلّ </w:t>
      </w:r>
      <w:r w:rsidRPr="001008E4">
        <w:rPr>
          <w:rStyle w:val="libFootnotenumChar"/>
          <w:rtl/>
        </w:rPr>
        <w:t>(1)</w:t>
      </w:r>
      <w:r>
        <w:rPr>
          <w:rtl/>
        </w:rPr>
        <w:t>.</w:t>
      </w:r>
    </w:p>
    <w:p w:rsidR="00AA2ABC" w:rsidRDefault="00AA2ABC" w:rsidP="002704FD">
      <w:pPr>
        <w:pStyle w:val="libNormal"/>
        <w:rPr>
          <w:rtl/>
        </w:rPr>
      </w:pPr>
      <w:r>
        <w:rPr>
          <w:rtl/>
        </w:rPr>
        <w:t xml:space="preserve">الأحاديث هنا كثيرة وبما انّها لا تفيد عامّة الخلق لذا نكتفي في هذا الباب بما ذكر ، ومن أراد الاطلاع على آداب الأُمراء والحكّام فليرجع إلى رسائل وكتب أمير المؤمنين </w:t>
      </w:r>
      <w:r w:rsidR="00763E2E" w:rsidRPr="00763E2E">
        <w:rPr>
          <w:rStyle w:val="libAlaemChar"/>
          <w:rFonts w:hint="cs"/>
          <w:rtl/>
        </w:rPr>
        <w:t>عليه‌السلام</w:t>
      </w:r>
      <w:r>
        <w:rPr>
          <w:rtl/>
        </w:rPr>
        <w:t xml:space="preserve"> الشافية حيث كتبها إلى عمّاله وأمرائه سيّما كتابه إلى مالك الأشتر ، وسهل بن حنيف ، ومحمد بن أبي بكر.</w:t>
      </w:r>
    </w:p>
    <w:p w:rsidR="00AA2ABC" w:rsidRDefault="00AA2ABC" w:rsidP="002704FD">
      <w:pPr>
        <w:pStyle w:val="libNormal"/>
        <w:rPr>
          <w:rtl/>
        </w:rPr>
      </w:pPr>
      <w:r>
        <w:rPr>
          <w:rtl/>
        </w:rPr>
        <w:t>واعلم انّ الله تعالى أعطى لكلّ أحد سلطنة كما نقل ( كلّكم راع وكلّكم مسؤول عن رعيته ) ، فيسأل يوم القيامة عن سلوكه مع رعيته ، كما سلّط الملوك على الرعايا وسلّط الأُمراء والوزراء على بعض الرعايا ، وأرباب المزارع والأموال على العمّال ، وأصحاب البيوتات والأزواج والأولاد على الغلمان والجواري والخدم.</w:t>
      </w:r>
    </w:p>
    <w:p w:rsidR="00AA2ABC" w:rsidRDefault="00AA2ABC" w:rsidP="002704FD">
      <w:pPr>
        <w:pStyle w:val="libNormal"/>
        <w:rPr>
          <w:rtl/>
        </w:rPr>
      </w:pPr>
      <w:r>
        <w:rPr>
          <w:rtl/>
        </w:rPr>
        <w:t>وجعل ربّ البيت واسطة رزقهم ، وأيضاً جعل العلماء رعاة طلبة العلم ، وجعل طلبة العلم رعيتهم ، وسلّط كلّ شخص على بعض الحيوانات ، وولى كلّ شخص على قواه وأعضائه وجوارحه حيث يأمرهم بما لا يوجب العقاب يوم القيامة.</w:t>
      </w:r>
    </w:p>
    <w:p w:rsidR="00AA2ABC" w:rsidRDefault="00AA2ABC" w:rsidP="002704FD">
      <w:pPr>
        <w:pStyle w:val="libNormal"/>
        <w:rPr>
          <w:rtl/>
        </w:rPr>
      </w:pPr>
      <w:r>
        <w:rPr>
          <w:rtl/>
        </w:rPr>
        <w:t>وجعل الأعمال والأخلاق والعبادات محكومة لكلّ أحد وأمر برعايتها ، اذاً لا يوجد في العالم من لم يكن له حظّ من الولاية والحكومة ... وفي معاشرة كلّ صنف من الأصناف عدل وجور ، وأعطي لكلّ شخص نعمة حسب ما استولى عليه ، وطلب منه الشكر على قدر تلك النعمة.</w:t>
      </w:r>
    </w:p>
    <w:p w:rsidR="00AA2ABC" w:rsidRDefault="00AA2ABC" w:rsidP="002704FD">
      <w:pPr>
        <w:pStyle w:val="libNormal"/>
        <w:rPr>
          <w:rtl/>
        </w:rPr>
      </w:pPr>
      <w:r>
        <w:rPr>
          <w:rtl/>
        </w:rPr>
        <w:t xml:space="preserve">وشكر كلّ نعمة توجب المزيد والفوز ، وانّما شكرها يكون بمعاشرتها طبقاً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75 : 345 ح 41 باب 81 ـ عن ثواب الأعمال. </w:t>
      </w:r>
    </w:p>
    <w:p w:rsidR="00AA2ABC" w:rsidRDefault="00AA2ABC" w:rsidP="002704FD">
      <w:pPr>
        <w:pStyle w:val="libNormal0"/>
        <w:rPr>
          <w:rtl/>
        </w:rPr>
      </w:pPr>
      <w:r>
        <w:rPr>
          <w:rtl/>
        </w:rPr>
        <w:br w:type="page"/>
      </w:r>
      <w:r>
        <w:rPr>
          <w:rtl/>
        </w:rPr>
        <w:lastRenderedPageBreak/>
        <w:t>لما أمر الله تعالى ، ورعاية الحقوق التي جعلت لها ، فاذا ائتمر بذلك زادها الله تعالى ، وان كفر ولم يشكر سلبها الله منه ، كما انّ الملوك إذا شكر وما في قدرتهم واستيلائهم وراعوا أحوال رعيتهم وحقوقهم دام ملكهم والاّ فسرعان ما يزول ، كما قيل أنّ الملك يبقى مع الكفر ولا يبقى مع الظلم.</w:t>
      </w:r>
    </w:p>
    <w:p w:rsidR="00AA2ABC" w:rsidRDefault="00AA2ABC" w:rsidP="002704FD">
      <w:pPr>
        <w:pStyle w:val="libNormal"/>
        <w:rPr>
          <w:rtl/>
        </w:rPr>
      </w:pPr>
      <w:r>
        <w:rPr>
          <w:rtl/>
        </w:rPr>
        <w:t>وكذلك الأمر فيمن له خدم وغلمان ، فإن ظلمهم ولم يرع حقّهم فسرعان ما تزول سلطته عنهم ، وان سلك العالم مع رعيته بسوء فسرعان ما يسلب علمه ، وإن أقسط زيد في علمه ، وإن صرف الانسان أعضاءه وجوارحه في المعاصي فسرعان ما تبتلي تلك الأعضاء بالبلاء ولم ينتفع منها.</w:t>
      </w:r>
    </w:p>
    <w:p w:rsidR="00AA2ABC" w:rsidRDefault="00AA2ABC" w:rsidP="002704FD">
      <w:pPr>
        <w:pStyle w:val="libNormal"/>
        <w:rPr>
          <w:rtl/>
        </w:rPr>
      </w:pPr>
      <w:r>
        <w:rPr>
          <w:rtl/>
        </w:rPr>
        <w:t xml:space="preserve">فعقاب الآخرة وثوابها انّما هما لرعاية هذه الحقوق وعدمها ، وإذا أردت تفصيل هذه الحقوق فارجع إلى الحديث الطويل المرويّ عن علي بن الحسين </w:t>
      </w:r>
      <w:r w:rsidR="000A073B" w:rsidRPr="000A073B">
        <w:rPr>
          <w:rStyle w:val="libAlaemChar"/>
          <w:rFonts w:hint="cs"/>
          <w:rtl/>
        </w:rPr>
        <w:t>عليهم‌السلام</w:t>
      </w:r>
      <w:r>
        <w:rPr>
          <w:rtl/>
        </w:rPr>
        <w:t xml:space="preserve"> في الحقوق ، والى ما ترجمه والدي عليه الرحمة والغفران منها في شرح ( من لا يحضره الفقيه ) فهو يشتمل على جميع الحقوق ، ولا يسع هذا الكتاب أكثر من هذا.</w:t>
      </w:r>
    </w:p>
    <w:p w:rsidR="00AA2ABC" w:rsidRDefault="00AA2ABC" w:rsidP="00AA2ABC">
      <w:pPr>
        <w:pStyle w:val="Heading1Center"/>
        <w:rPr>
          <w:rtl/>
        </w:rPr>
      </w:pPr>
      <w:bookmarkStart w:id="110" w:name="_Toc392501891"/>
      <w:bookmarkStart w:id="111" w:name="_Toc392502839"/>
      <w:r>
        <w:rPr>
          <w:rtl/>
        </w:rPr>
        <w:t>( الجدول الثالث )</w:t>
      </w:r>
      <w:bookmarkEnd w:id="110"/>
      <w:bookmarkEnd w:id="111"/>
    </w:p>
    <w:p w:rsidR="00AA2ABC" w:rsidRDefault="00AA2ABC" w:rsidP="00AA2ABC">
      <w:pPr>
        <w:pStyle w:val="Heading1Center"/>
        <w:rPr>
          <w:rtl/>
        </w:rPr>
      </w:pPr>
      <w:bookmarkStart w:id="112" w:name="_Toc392501892"/>
      <w:bookmarkStart w:id="113" w:name="_Toc392502840"/>
      <w:r>
        <w:rPr>
          <w:rtl/>
        </w:rPr>
        <w:t>في ثواب اعانة المؤمنين ، وادخال السرور في قلوبهم</w:t>
      </w:r>
      <w:bookmarkEnd w:id="112"/>
      <w:bookmarkEnd w:id="113"/>
    </w:p>
    <w:p w:rsidR="00AA2ABC" w:rsidRDefault="00AA2ABC" w:rsidP="00AA2ABC">
      <w:pPr>
        <w:pStyle w:val="Heading1Center"/>
        <w:rPr>
          <w:rtl/>
        </w:rPr>
      </w:pPr>
      <w:bookmarkStart w:id="114" w:name="_Toc392501893"/>
      <w:bookmarkStart w:id="115" w:name="_Toc392502841"/>
      <w:r>
        <w:rPr>
          <w:rtl/>
        </w:rPr>
        <w:t>ودفع الظلم عنهم ، وذمّ من يقدر على نفعهم ولم يفعل</w:t>
      </w:r>
      <w:bookmarkEnd w:id="114"/>
      <w:bookmarkEnd w:id="115"/>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تبسّم الرجل في وجه أخيه حسنة ، وصرفه القذى عنه حسنة ، وما عبد الله بشيء أحبّ إلى الله من إدخال السرور على المؤمن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الوسائل 11 : 569 ح 2 باب 24 ـ الكافي 2 : 188 ح 2 باب ادخال السرور على المؤمنين.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انّ فيما ناجى الله عزّوجلّ به عبده موسى </w:t>
      </w:r>
      <w:r w:rsidR="00763E2E" w:rsidRPr="00763E2E">
        <w:rPr>
          <w:rStyle w:val="libAlaemChar"/>
          <w:rFonts w:hint="cs"/>
          <w:rtl/>
        </w:rPr>
        <w:t>عليه‌السلام</w:t>
      </w:r>
      <w:r>
        <w:rPr>
          <w:rtl/>
        </w:rPr>
        <w:t xml:space="preserve"> قال : انّ لي عباداً أُبيحهم جنّتي ، واحكّمهم فيها ، قال : يا رب ومن هؤلاء الذين تبيحهم جنتّك وتحكّمهم فيها؟ قال : من أدخل على مؤمن سروراً.</w:t>
      </w:r>
    </w:p>
    <w:p w:rsidR="00AA2ABC" w:rsidRDefault="00AA2ABC" w:rsidP="002704FD">
      <w:pPr>
        <w:pStyle w:val="libNormal"/>
        <w:rPr>
          <w:rtl/>
        </w:rPr>
      </w:pPr>
      <w:r>
        <w:rPr>
          <w:rtl/>
        </w:rPr>
        <w:t xml:space="preserve">ثم قال : انّ مؤمناً كان في مملكة جبّار ، فولع به فهرب منه إلى دار الشرك ، فنزل برجل من أهل الشرك ، فأظلّه </w:t>
      </w:r>
      <w:r w:rsidRPr="001008E4">
        <w:rPr>
          <w:rStyle w:val="libFootnotenumChar"/>
          <w:rtl/>
        </w:rPr>
        <w:t>(1)</w:t>
      </w:r>
      <w:r>
        <w:rPr>
          <w:rtl/>
        </w:rPr>
        <w:t xml:space="preserve"> وأرفقه وأضافه ، فلمّا حضره الموت أوحى الله عزّوجلّ إليه : وعزّتي وجلالي لو كان لك في جنّتي مسكن لأسكنتك فيها ، ولكنّها محرّمة على من مات بي مشركاً ، ولكن يا نار هيديه ولا تؤذيه </w:t>
      </w:r>
      <w:r w:rsidRPr="001008E4">
        <w:rPr>
          <w:rStyle w:val="libFootnotenumChar"/>
          <w:rtl/>
        </w:rPr>
        <w:t>(2)</w:t>
      </w:r>
      <w:r>
        <w:rPr>
          <w:rtl/>
        </w:rPr>
        <w:t xml:space="preserve"> ، ويؤتى برزقه طرفي النهار ، قلت : من الجنّة؟ قال : من حيث شاء الله </w:t>
      </w:r>
      <w:r w:rsidRPr="001008E4">
        <w:rPr>
          <w:rStyle w:val="libFootnotenumChar"/>
          <w:rtl/>
        </w:rPr>
        <w:t>(3)</w:t>
      </w:r>
      <w:r>
        <w:rPr>
          <w:rtl/>
        </w:rPr>
        <w:t>.</w:t>
      </w:r>
    </w:p>
    <w:p w:rsidR="00AA2ABC" w:rsidRDefault="00AA2ABC" w:rsidP="002704FD">
      <w:pPr>
        <w:pStyle w:val="libNormal"/>
        <w:rPr>
          <w:rtl/>
        </w:rPr>
      </w:pPr>
      <w:r>
        <w:rPr>
          <w:rtl/>
        </w:rPr>
        <w:t xml:space="preserve">وروي بأسانيد معتبرة عن أبي عبدالله </w:t>
      </w:r>
      <w:r w:rsidR="00763E2E" w:rsidRPr="00763E2E">
        <w:rPr>
          <w:rStyle w:val="libAlaemChar"/>
          <w:rFonts w:hint="cs"/>
          <w:rtl/>
        </w:rPr>
        <w:t>عليه‌السلام</w:t>
      </w:r>
      <w:r>
        <w:rPr>
          <w:rtl/>
        </w:rPr>
        <w:t xml:space="preserve"> انّه قال : أوحى الله عزّوجلّ إلى داود </w:t>
      </w:r>
      <w:r w:rsidR="00763E2E" w:rsidRPr="00763E2E">
        <w:rPr>
          <w:rStyle w:val="libAlaemChar"/>
          <w:rFonts w:hint="cs"/>
          <w:rtl/>
        </w:rPr>
        <w:t>عليه‌السلام</w:t>
      </w:r>
      <w:r>
        <w:rPr>
          <w:rtl/>
        </w:rPr>
        <w:t xml:space="preserve"> انّ العبد من عبادي ليأتيني بالحسنة فابيحه جنّتي ، فقال داود : يا ربّ وما تلك الحسنة؟ قال : يدخل على عبدي المؤمن سروراً ولو بتمرة ، قال داود : يا ربّ حقّ لمن عرفك أن لا يقطع رجاءه منك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من أدخل السرور على المؤمن فقد أدخله على رسول الله </w:t>
      </w:r>
      <w:r w:rsidR="00BF0EA2" w:rsidRPr="00BF0EA2">
        <w:rPr>
          <w:rStyle w:val="libAlaemChar"/>
          <w:rFonts w:hint="cs"/>
          <w:rtl/>
        </w:rPr>
        <w:t>صلى‌الله‌عليه‌وآله</w:t>
      </w:r>
      <w:r>
        <w:rPr>
          <w:rtl/>
        </w:rPr>
        <w:t xml:space="preserve"> ، ومن أدخله على رسول الله </w:t>
      </w:r>
      <w:r w:rsidR="00BF0EA2" w:rsidRPr="00BF0EA2">
        <w:rPr>
          <w:rStyle w:val="libAlaemChar"/>
          <w:rFonts w:hint="cs"/>
          <w:rtl/>
        </w:rPr>
        <w:t>صلى‌الله‌عليه‌وآله</w:t>
      </w:r>
      <w:r>
        <w:rPr>
          <w:rtl/>
        </w:rPr>
        <w:t xml:space="preserve"> فقد وصل ذلك إلى الله ، وكذلك من أدخل عليه كرباً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أحبّ الأعمال إلى الله عزّوجلّ ادخال السرور على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فأظلّه أي أسكنه منزلاً يظلّه من الشمس.</w:t>
      </w:r>
    </w:p>
    <w:p w:rsidR="00AA2ABC" w:rsidRDefault="00AA2ABC" w:rsidP="001008E4">
      <w:pPr>
        <w:pStyle w:val="libFootnote0"/>
        <w:rPr>
          <w:rtl/>
        </w:rPr>
      </w:pPr>
      <w:r>
        <w:rPr>
          <w:rtl/>
        </w:rPr>
        <w:t>2 ـ هيديه أي خوّفيه وأزعجيه ، ولا تؤذيه أي لا تحرقيه.</w:t>
      </w:r>
    </w:p>
    <w:p w:rsidR="00AA2ABC" w:rsidRDefault="00AA2ABC" w:rsidP="001008E4">
      <w:pPr>
        <w:pStyle w:val="libFootnote0"/>
        <w:rPr>
          <w:rtl/>
        </w:rPr>
      </w:pPr>
      <w:r>
        <w:rPr>
          <w:rtl/>
        </w:rPr>
        <w:t>3 ـ الكافي 2 : 188 ح 3 باب ادخال السرور على المؤمنين ـ عنه البحار 74 : 288 ح 16 باب 20.</w:t>
      </w:r>
    </w:p>
    <w:p w:rsidR="00AA2ABC" w:rsidRDefault="00AA2ABC" w:rsidP="001008E4">
      <w:pPr>
        <w:pStyle w:val="libFootnote0"/>
        <w:rPr>
          <w:rtl/>
        </w:rPr>
      </w:pPr>
      <w:r>
        <w:rPr>
          <w:rtl/>
        </w:rPr>
        <w:t>4 ـ الكافي 2 : 189 ح 5 باب ادخال السرور على المؤمنين ـ عنه البحار 74 : 289 ح 18 باب 20.</w:t>
      </w:r>
    </w:p>
    <w:p w:rsidR="00AA2ABC" w:rsidRDefault="00AA2ABC" w:rsidP="001008E4">
      <w:pPr>
        <w:pStyle w:val="libFootnote0"/>
        <w:rPr>
          <w:rtl/>
        </w:rPr>
      </w:pPr>
      <w:r>
        <w:rPr>
          <w:rtl/>
        </w:rPr>
        <w:t xml:space="preserve">5 ـ الكافي 2 : 189 ح 14 باب ادخال السرور على المؤمنين ـ عنه البحار 74 : 297 ح 27 باب 20. </w:t>
      </w:r>
    </w:p>
    <w:p w:rsidR="00AA2ABC" w:rsidRDefault="00AA2ABC" w:rsidP="002704FD">
      <w:pPr>
        <w:pStyle w:val="libNormal0"/>
        <w:rPr>
          <w:rtl/>
        </w:rPr>
      </w:pPr>
      <w:r>
        <w:rPr>
          <w:rtl/>
        </w:rPr>
        <w:br w:type="page"/>
      </w:r>
      <w:r>
        <w:rPr>
          <w:rtl/>
        </w:rPr>
        <w:lastRenderedPageBreak/>
        <w:t xml:space="preserve">المؤمن ، اشباع جوعته ، أو تنفيس كربته ، أو قضاء دينه </w:t>
      </w:r>
      <w:r w:rsidRPr="001008E4">
        <w:rPr>
          <w:rStyle w:val="libFootnotenumChar"/>
          <w:rtl/>
        </w:rPr>
        <w:t>(1)</w:t>
      </w:r>
      <w:r>
        <w:rPr>
          <w:rtl/>
        </w:rPr>
        <w:t>.</w:t>
      </w:r>
    </w:p>
    <w:p w:rsidR="00AA2ABC" w:rsidRDefault="00AA2ABC" w:rsidP="002704FD">
      <w:pPr>
        <w:pStyle w:val="libNormal"/>
        <w:rPr>
          <w:rtl/>
        </w:rPr>
      </w:pPr>
      <w:r>
        <w:rPr>
          <w:rtl/>
        </w:rPr>
        <w:t xml:space="preserve">وروي عن سدير الصراف انّه قال : كنت عند أبي عبدالله </w:t>
      </w:r>
      <w:r w:rsidR="00763E2E" w:rsidRPr="00763E2E">
        <w:rPr>
          <w:rStyle w:val="libAlaemChar"/>
          <w:rFonts w:hint="cs"/>
          <w:rtl/>
        </w:rPr>
        <w:t>عليه‌السلام</w:t>
      </w:r>
      <w:r>
        <w:rPr>
          <w:rtl/>
        </w:rPr>
        <w:t xml:space="preserve"> فذكر عنده المؤمن وما يجب من حقّه ، فالتفت إليّ أبو عبدالله </w:t>
      </w:r>
      <w:r w:rsidR="00763E2E" w:rsidRPr="00763E2E">
        <w:rPr>
          <w:rStyle w:val="libAlaemChar"/>
          <w:rFonts w:hint="cs"/>
          <w:rtl/>
        </w:rPr>
        <w:t>عليه‌السلام</w:t>
      </w:r>
      <w:r>
        <w:rPr>
          <w:rtl/>
        </w:rPr>
        <w:t xml:space="preserve"> ، فقال لي : يا أبا الفضل ألا أحدّثك بحال المؤمن عند الله؟ فقلت : بلى ، فحدّثني جعلت فداك.</w:t>
      </w:r>
    </w:p>
    <w:p w:rsidR="00AA2ABC" w:rsidRDefault="00AA2ABC" w:rsidP="002704FD">
      <w:pPr>
        <w:pStyle w:val="libNormal"/>
        <w:rPr>
          <w:rtl/>
        </w:rPr>
      </w:pPr>
      <w:r>
        <w:rPr>
          <w:rtl/>
        </w:rPr>
        <w:t>فقال : إذا قبض الله روح المؤمن صعد ملكاه إلى السماء فقالا : يا ربّ عبدك ونعم العبد ، كان سريعاً إلى طاعتك ، بطيئاً عن معصيتك ، وقد قبضته إليك ، فما تأمرنا من بعده؟ فيقول الجليل الجبّار : اهبطا إلى الدنيا وكونا عند قبر عبدي ومجّداني وسبّحاني وهلّلاني وكبّراني ، واكتبا ذلك لعبدي حتّى أبعثه من قبره.</w:t>
      </w:r>
    </w:p>
    <w:p w:rsidR="00AA2ABC" w:rsidRDefault="00AA2ABC" w:rsidP="002704FD">
      <w:pPr>
        <w:pStyle w:val="libNormal"/>
        <w:rPr>
          <w:rtl/>
        </w:rPr>
      </w:pPr>
      <w:r>
        <w:rPr>
          <w:rtl/>
        </w:rPr>
        <w:t>ثم قال لي : ألا أزيدك؟ قلت : بلى ، فقال : إذا بعث الله المؤمن من قبره خرج معه مثال يقدمه أمامه ، فكلّما رأى المؤمن هولاً من أهوال يوم القيامة قال له المثال : لا تجزع ولا تحزن ، وأبشر بالسرور والكرامة من الله عزّوجلّ ، فما يزال يبشره بالسرور والكرامة من الله سبحانه حتى يقف بين يدي الله عز وجل ، ويحاسبه حساباً يسيراً ، ويأمر به إلى الجنّة والمثال أمامه.</w:t>
      </w:r>
    </w:p>
    <w:p w:rsidR="00AA2ABC" w:rsidRDefault="00AA2ABC" w:rsidP="002704FD">
      <w:pPr>
        <w:pStyle w:val="libNormal"/>
        <w:rPr>
          <w:rtl/>
        </w:rPr>
      </w:pPr>
      <w:r>
        <w:rPr>
          <w:rtl/>
        </w:rPr>
        <w:t xml:space="preserve">فيقول له المؤمن : رحمك الله نعم الخارج معي من قبري ، مازلت تبشّرني بالسرور والكرامة من الله عزّوجلّ حتى كان ، فمن أنت؟ فيقول له المثال : أنا السرور الذي أدخلته على أخيك المؤمن في الدنيا ، خلقني الله لاُبشّرك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المشمعل [ الأسدي ] انّه قال : خرجت ذات سنة حاجّاً ، فانصرفت إلى أبي عبدالله الصادق جعفر بن محمد </w:t>
      </w:r>
      <w:r w:rsidR="000A073B" w:rsidRPr="000A073B">
        <w:rPr>
          <w:rStyle w:val="libAlaemChar"/>
          <w:rFonts w:hint="cs"/>
          <w:rtl/>
        </w:rPr>
        <w:t>عليهما‌السلام</w:t>
      </w:r>
      <w:r>
        <w:rPr>
          <w:rtl/>
        </w:rPr>
        <w:t xml:space="preserve"> ، فقال : من أين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192 ح 16 باب ادخال السرور على المؤمنين ـ عنه البحار 74 : 297 ح 29 باب 20.</w:t>
      </w:r>
    </w:p>
    <w:p w:rsidR="00AA2ABC" w:rsidRDefault="00AA2ABC" w:rsidP="001008E4">
      <w:pPr>
        <w:pStyle w:val="libFootnote0"/>
        <w:rPr>
          <w:rtl/>
        </w:rPr>
      </w:pPr>
      <w:r>
        <w:rPr>
          <w:rtl/>
        </w:rPr>
        <w:t xml:space="preserve">2 ـ البحار 74 : 283 ح 3 باب 20 ـ عن أمالي الطوسي. </w:t>
      </w:r>
    </w:p>
    <w:p w:rsidR="00AA2ABC" w:rsidRDefault="00AA2ABC" w:rsidP="002704FD">
      <w:pPr>
        <w:pStyle w:val="libNormal0"/>
        <w:rPr>
          <w:rtl/>
        </w:rPr>
      </w:pPr>
      <w:r>
        <w:rPr>
          <w:rtl/>
        </w:rPr>
        <w:br w:type="page"/>
      </w:r>
      <w:r>
        <w:rPr>
          <w:rtl/>
        </w:rPr>
        <w:lastRenderedPageBreak/>
        <w:t>بك يا مشمعل؟ فقلت : جعلت فداك كنت حاجّاً ، فقال : أو تدري ما للحاجّ من الثواب؟ فقلت : ما أدري حتى تعلمني.</w:t>
      </w:r>
    </w:p>
    <w:p w:rsidR="00AA2ABC" w:rsidRDefault="00AA2ABC" w:rsidP="002704FD">
      <w:pPr>
        <w:pStyle w:val="libNormal"/>
        <w:rPr>
          <w:rtl/>
        </w:rPr>
      </w:pPr>
      <w:r>
        <w:rPr>
          <w:rtl/>
        </w:rPr>
        <w:t>فقال : انّ العبد إذا طاف بهذا البيت أُسبوعاً ، وصلّى ركعتيه ، وسعى بين الصفا والمروة ، كتب الله له ستة آلاف حسنة ، وحطّ عنه ستة آلاف سيّئة ، ورفع له ستة آلاف درجة ، وقضى له ستة آلاف حاجة للدنيا كذا ، وادخر له للآخرة كذا.</w:t>
      </w:r>
    </w:p>
    <w:p w:rsidR="00AA2ABC" w:rsidRDefault="00AA2ABC" w:rsidP="002704FD">
      <w:pPr>
        <w:pStyle w:val="libNormal"/>
        <w:rPr>
          <w:rtl/>
        </w:rPr>
      </w:pPr>
      <w:r>
        <w:rPr>
          <w:rtl/>
        </w:rPr>
        <w:t xml:space="preserve">فقلت له : جعلت فداك انّ هذا لكثير ، فقال : أفلا أخبرك بما هو أكثر من ذلك؟ قال : قلت : بلى ، فقال </w:t>
      </w:r>
      <w:r w:rsidR="00763E2E" w:rsidRPr="00763E2E">
        <w:rPr>
          <w:rStyle w:val="libAlaemChar"/>
          <w:rFonts w:hint="cs"/>
          <w:rtl/>
        </w:rPr>
        <w:t>عليه‌السلام</w:t>
      </w:r>
      <w:r>
        <w:rPr>
          <w:rtl/>
        </w:rPr>
        <w:t xml:space="preserve"> : لقضاء حاجة امرىء مؤمن أفضل من حجة وحجّة وحجّة حتى عدّ عشر حجج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ما قضى مسلم لمسلم حاجة الاّ ناداه الله تبارك وتعالى : عليّ ثوابك ، ولا أرضى لك بدون الجنّة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معتبرعن المفضل ، عن أبي عبدالله </w:t>
      </w:r>
      <w:r w:rsidR="00763E2E" w:rsidRPr="00763E2E">
        <w:rPr>
          <w:rStyle w:val="libAlaemChar"/>
          <w:rFonts w:hint="cs"/>
          <w:rtl/>
        </w:rPr>
        <w:t>عليه‌السلام</w:t>
      </w:r>
      <w:r>
        <w:rPr>
          <w:rtl/>
        </w:rPr>
        <w:t xml:space="preserve"> قال : قال لي : يا مفضل اسمع ما أقول لك واعلم انّه الحق وافعله وأخبر به علية اخوانك </w:t>
      </w:r>
      <w:r w:rsidRPr="001008E4">
        <w:rPr>
          <w:rStyle w:val="libFootnotenumChar"/>
          <w:rtl/>
        </w:rPr>
        <w:t>(3)</w:t>
      </w:r>
      <w:r>
        <w:rPr>
          <w:rtl/>
        </w:rPr>
        <w:t xml:space="preserve"> ، قلت : جعلت فداك وما علية اخواني؟ قال : الراغبون في قضاء حوائج اخوانهم.</w:t>
      </w:r>
    </w:p>
    <w:p w:rsidR="00AA2ABC" w:rsidRDefault="00AA2ABC" w:rsidP="002704FD">
      <w:pPr>
        <w:pStyle w:val="libNormal"/>
        <w:rPr>
          <w:rtl/>
        </w:rPr>
      </w:pPr>
      <w:r>
        <w:rPr>
          <w:rtl/>
        </w:rPr>
        <w:t xml:space="preserve">قال : ثم قال : ومن قضى لأخيه المؤمن حاجة قضى الله له يوم القيامة مائة ألف حاجة من ذلك ، أوّلها الجنة ، ومن ذلك أن يدخل قرابته ومعارفه واخوانه الجنّة بعد أن لا يكونوا نصّاباً ... </w:t>
      </w:r>
      <w:r w:rsidRPr="001008E4">
        <w:rPr>
          <w:rStyle w:val="libFootnotenumChar"/>
          <w:rtl/>
        </w:rPr>
        <w:t>(4)</w:t>
      </w:r>
      <w:r>
        <w:rPr>
          <w:rtl/>
        </w:rPr>
        <w:t>.</w:t>
      </w:r>
    </w:p>
    <w:p w:rsidR="00AA2ABC" w:rsidRDefault="00AA2ABC" w:rsidP="002704FD">
      <w:pPr>
        <w:pStyle w:val="libNormal"/>
        <w:rPr>
          <w:rtl/>
        </w:rPr>
      </w:pPr>
      <w:r>
        <w:rPr>
          <w:rtl/>
        </w:rPr>
        <w:t xml:space="preserve">وروي أيضاً عن المفضل بن عمر ، عن أبي عبدالله </w:t>
      </w:r>
      <w:r w:rsidR="00763E2E" w:rsidRPr="00763E2E">
        <w:rPr>
          <w:rStyle w:val="libAlaemChar"/>
          <w:rFonts w:hint="cs"/>
          <w:rtl/>
        </w:rPr>
        <w:t>عليه‌السلام</w:t>
      </w:r>
      <w:r>
        <w:rPr>
          <w:rtl/>
        </w:rPr>
        <w:t xml:space="preserve"> انّه قال : انّ الله عزّ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74 : 284 ح 4 باب 20 ـ عن أمالي الصدوق.</w:t>
      </w:r>
    </w:p>
    <w:p w:rsidR="00AA2ABC" w:rsidRDefault="00AA2ABC" w:rsidP="001008E4">
      <w:pPr>
        <w:pStyle w:val="libFootnote0"/>
        <w:rPr>
          <w:rtl/>
        </w:rPr>
      </w:pPr>
      <w:r>
        <w:rPr>
          <w:rtl/>
        </w:rPr>
        <w:t>2 ـ قرب الأسناد : 39 ح 124 ـ عنه البحار 74 : 285 ح 8 باب 20.</w:t>
      </w:r>
    </w:p>
    <w:p w:rsidR="00AA2ABC" w:rsidRDefault="00AA2ABC" w:rsidP="001008E4">
      <w:pPr>
        <w:pStyle w:val="libFootnote0"/>
        <w:rPr>
          <w:rtl/>
        </w:rPr>
      </w:pPr>
      <w:r>
        <w:rPr>
          <w:rtl/>
        </w:rPr>
        <w:t>3 ـ علية أخوانك ـ بالكسر ـ : أي شريفهم ورفيعهم وجمعه ( عليّ ).</w:t>
      </w:r>
    </w:p>
    <w:p w:rsidR="00AA2ABC" w:rsidRDefault="00AA2ABC" w:rsidP="001008E4">
      <w:pPr>
        <w:pStyle w:val="libFootnote0"/>
        <w:rPr>
          <w:rtl/>
        </w:rPr>
      </w:pPr>
      <w:r>
        <w:rPr>
          <w:rtl/>
        </w:rPr>
        <w:t xml:space="preserve">4 ـ الكافي 2 : 192 ح 1 باب قضاء حاجة المؤمن ـ عنه البحار 74 : 322 ح 90 باب 20. </w:t>
      </w:r>
    </w:p>
    <w:p w:rsidR="00AA2ABC" w:rsidRDefault="00AA2ABC" w:rsidP="002704FD">
      <w:pPr>
        <w:pStyle w:val="libNormal0"/>
        <w:rPr>
          <w:rtl/>
        </w:rPr>
      </w:pPr>
      <w:r>
        <w:rPr>
          <w:rtl/>
        </w:rPr>
        <w:br w:type="page"/>
      </w:r>
      <w:r>
        <w:rPr>
          <w:rtl/>
        </w:rPr>
        <w:lastRenderedPageBreak/>
        <w:t xml:space="preserve">وجلّ خلق خلقاً من خلقه انتجبهم لقضاء حوائج فقراء شيعتنا ليثيبهم على ذلك الجنة ، فإن استطعت أن تكون منهم فكن ...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لقضاء حاجة امرء مؤمن أحبّ إليّ من عشرين حجّة كلّ حجّة ينفق فيها صاحبها مائة ألف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الحسن موسى </w:t>
      </w:r>
      <w:r w:rsidR="00763E2E" w:rsidRPr="00763E2E">
        <w:rPr>
          <w:rStyle w:val="libAlaemChar"/>
          <w:rFonts w:hint="cs"/>
          <w:rtl/>
        </w:rPr>
        <w:t>عليه‌السلام</w:t>
      </w:r>
      <w:r>
        <w:rPr>
          <w:rtl/>
        </w:rPr>
        <w:t xml:space="preserve"> انّه قال : من أتاه أخوه المؤمن في حاجة فانّما هي رحمة من الله تبارك وتعالى ساقها إليه ، فإن قبل ذلك فقد وصله بولايتنا وهو موصول بولاية الله ، وإن ردّه عن حاجته وهو يقدر على قضائها سلّط الله عليه شجاعاً من نار ينهشه في قبره إلى يوم القيامة ، مغفوراً له أو معذّباً ، فإن عذره الطالب كان أسوء حالاً </w:t>
      </w:r>
      <w:r w:rsidRPr="001008E4">
        <w:rPr>
          <w:rStyle w:val="libFootnotenumChar"/>
          <w:rtl/>
        </w:rPr>
        <w:t>(3)</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انّ المؤمن لترد عليه الحاجة لأخيه فلا تكون عنده فيهتمّ بها قلبه ، فيدخله الله تبارك وتعالى بهمّه الجنّة </w:t>
      </w:r>
      <w:r w:rsidRPr="001008E4">
        <w:rPr>
          <w:rStyle w:val="libFootnotenumChar"/>
          <w:rtl/>
        </w:rPr>
        <w:t>(4)</w:t>
      </w:r>
      <w:r>
        <w:rPr>
          <w:rtl/>
        </w:rPr>
        <w:t>.</w:t>
      </w:r>
    </w:p>
    <w:p w:rsidR="00AA2ABC" w:rsidRDefault="00AA2ABC" w:rsidP="002704FD">
      <w:pPr>
        <w:pStyle w:val="libNormal"/>
        <w:rPr>
          <w:rtl/>
        </w:rPr>
      </w:pPr>
      <w:r>
        <w:rPr>
          <w:rtl/>
        </w:rPr>
        <w:t xml:space="preserve">وروي عن أبي الحسن موسى </w:t>
      </w:r>
      <w:r w:rsidR="00763E2E" w:rsidRPr="00763E2E">
        <w:rPr>
          <w:rStyle w:val="libAlaemChar"/>
          <w:rFonts w:hint="cs"/>
          <w:rtl/>
        </w:rPr>
        <w:t>عليه‌السلام</w:t>
      </w:r>
      <w:r>
        <w:rPr>
          <w:rtl/>
        </w:rPr>
        <w:t xml:space="preserve"> انّه قال : انّ لله عباداً في الأرض يسعون في حوائج الناس ، هم الآمنون يوم القيامة ، ومن أدخل على مؤمن سروراً فرّح الله قلبه يوم القيامة </w:t>
      </w:r>
      <w:r w:rsidRPr="001008E4">
        <w:rPr>
          <w:rStyle w:val="libFootnotenumChar"/>
          <w:rtl/>
        </w:rPr>
        <w:t>(5)</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مشى في حاجة أخيه المسلم أظلّه الله بخمسة وسبعين ألف ملك ، ولم يرفع قدماً الاّ كتب الله له حسنة ، وحطّ عنه بها سيئة ، ويرفع له بها درجة ، فاذا فرغ من حاجته كتب الله عزّوجلّ 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193 ح 2 باب قضاء حاجة المؤمن ـ عنه البحار 74 : 323 ح 91 باب 20.</w:t>
      </w:r>
    </w:p>
    <w:p w:rsidR="00AA2ABC" w:rsidRDefault="00AA2ABC" w:rsidP="001008E4">
      <w:pPr>
        <w:pStyle w:val="libFootnote0"/>
        <w:rPr>
          <w:rtl/>
        </w:rPr>
      </w:pPr>
      <w:r>
        <w:rPr>
          <w:rtl/>
        </w:rPr>
        <w:t>2 ـ الكافي 2 : 193 ح 4 باب قضاء حاجة المؤمن ـ عنه البحار 74 : 324 ح 93 باب 20 وفي المتن عشرين ألف.</w:t>
      </w:r>
    </w:p>
    <w:p w:rsidR="00AA2ABC" w:rsidRDefault="00AA2ABC" w:rsidP="001008E4">
      <w:pPr>
        <w:pStyle w:val="libFootnote0"/>
        <w:rPr>
          <w:rtl/>
        </w:rPr>
      </w:pPr>
      <w:r>
        <w:rPr>
          <w:rtl/>
        </w:rPr>
        <w:t>3 ـ الكافي 2 : 196 ح 13 باب قضاء حاجة المؤمن ـ عنه البحار 74 : 330 ح 102 باب 20.</w:t>
      </w:r>
    </w:p>
    <w:p w:rsidR="00AA2ABC" w:rsidRDefault="00AA2ABC" w:rsidP="001008E4">
      <w:pPr>
        <w:pStyle w:val="libFootnote0"/>
        <w:rPr>
          <w:rtl/>
        </w:rPr>
      </w:pPr>
      <w:r>
        <w:rPr>
          <w:rtl/>
        </w:rPr>
        <w:t>4 ـ الكافي 2 : 196 ح 14 باب قضاء حاجة المؤمن ـ عنه البحار 74 : 331 ح 104 باب 20.</w:t>
      </w:r>
    </w:p>
    <w:p w:rsidR="00AA2ABC" w:rsidRDefault="00AA2ABC" w:rsidP="001008E4">
      <w:pPr>
        <w:pStyle w:val="libFootnote0"/>
        <w:rPr>
          <w:rtl/>
        </w:rPr>
      </w:pPr>
      <w:r>
        <w:rPr>
          <w:rtl/>
        </w:rPr>
        <w:t xml:space="preserve">5 ـ الكافي 2 : 197 ح 2 باب السعي في حاجة المؤمن ـ عنه البحار 74 : 332 ح 106 باب 20. </w:t>
      </w:r>
    </w:p>
    <w:p w:rsidR="00AA2ABC" w:rsidRDefault="00AA2ABC" w:rsidP="002704FD">
      <w:pPr>
        <w:pStyle w:val="libNormal0"/>
        <w:rPr>
          <w:rtl/>
        </w:rPr>
      </w:pPr>
      <w:r>
        <w:rPr>
          <w:rtl/>
        </w:rPr>
        <w:br w:type="page"/>
      </w:r>
      <w:r>
        <w:rPr>
          <w:rtl/>
        </w:rPr>
        <w:lastRenderedPageBreak/>
        <w:t xml:space="preserve">بها أجر حاجّ ومعتمر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أغاث أخوه المؤمن اللهفان اللهثان عند جهده ، فنفّس كربته وأعانه على نجاح حاجته كتب الله عزّوجلّ له بذلك ثنتين وسبعين رحمة من الله ، يعجّل له منها واحدة يصلح بها أمر معيشته ، ويدّخر له احدى وسبعين رحمة لأفزاع يوم القيامة وأهواله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قال رسول الله </w:t>
      </w:r>
      <w:r w:rsidR="00BF0EA2" w:rsidRPr="00BF0EA2">
        <w:rPr>
          <w:rStyle w:val="libAlaemChar"/>
          <w:rFonts w:hint="cs"/>
          <w:rtl/>
        </w:rPr>
        <w:t>صلى‌الله‌عليه‌وآله</w:t>
      </w:r>
      <w:r>
        <w:rPr>
          <w:rtl/>
        </w:rPr>
        <w:t xml:space="preserve"> ] : من أعان مؤمناً نفّس الله عزّوجل عنه ثلاثاً وسبعين كربة ، واحدة في الدنيا ، وثنتين وسبعين كربة عند كربه العظمى ، قال : حيث يتشاغل الناس بأنفسهم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أيما مؤمن نفّس عن مؤمن كربة وهو معسر يسّر الله حوائجه في الدنيا والآخرة ، قال : ومن ستر على مؤمن عورة يخافها ستر الله عليه سبعين عورة من عورات الدنيا والآخرة ، قال : والله في عون المؤمن ما كان المؤمن في عون أخيه ، فانتفعوا بالعظة ، وارغبوا في الخير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انّه قال </w:t>
      </w:r>
      <w:r w:rsidR="00763E2E" w:rsidRPr="00763E2E">
        <w:rPr>
          <w:rStyle w:val="libAlaemChar"/>
          <w:rFonts w:hint="cs"/>
          <w:rtl/>
        </w:rPr>
        <w:t>عليه‌السلام</w:t>
      </w:r>
      <w:r>
        <w:rPr>
          <w:rtl/>
        </w:rPr>
        <w:t xml:space="preserve"> : ما من مؤمن يخذل أخاه وهو يقدر على نصرته الاّ خذله الله في الدنيا والآخرة </w:t>
      </w:r>
      <w:r w:rsidRPr="001008E4">
        <w:rPr>
          <w:rStyle w:val="libFootnotenumChar"/>
          <w:rtl/>
        </w:rPr>
        <w:t>(5)</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 من فرّج عن مؤمن كربة فرّج الله عنه [ اثنتين وسبعين كربة من كرب الآخرة ] واثنتين وسبعين كربة من كرب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197 ح 3 باب السعي في حاجة المؤمن ـ عنه البحار 74 : 332 ح 107 باب 20.</w:t>
      </w:r>
    </w:p>
    <w:p w:rsidR="00AA2ABC" w:rsidRDefault="00AA2ABC" w:rsidP="001008E4">
      <w:pPr>
        <w:pStyle w:val="libFootnote0"/>
        <w:rPr>
          <w:rtl/>
        </w:rPr>
      </w:pPr>
      <w:r>
        <w:rPr>
          <w:rtl/>
        </w:rPr>
        <w:t>2 ـ الكافي 2 : 199 ح 1 باب تفريج كرب المؤمن ـ عنه البحار 74 : 319 ح 85 باب 20.</w:t>
      </w:r>
    </w:p>
    <w:p w:rsidR="00AA2ABC" w:rsidRDefault="00AA2ABC" w:rsidP="001008E4">
      <w:pPr>
        <w:pStyle w:val="libFootnote0"/>
        <w:rPr>
          <w:rtl/>
        </w:rPr>
      </w:pPr>
      <w:r>
        <w:rPr>
          <w:rtl/>
        </w:rPr>
        <w:t>3 ـ الكافي 2 : 199 ح 2 باب تفريج كرب المؤمن ـ عنه البحار 74 : 320 ح 86 باب 20.</w:t>
      </w:r>
    </w:p>
    <w:p w:rsidR="00AA2ABC" w:rsidRDefault="00AA2ABC" w:rsidP="001008E4">
      <w:pPr>
        <w:pStyle w:val="libFootnote0"/>
        <w:rPr>
          <w:rtl/>
        </w:rPr>
      </w:pPr>
      <w:r>
        <w:rPr>
          <w:rtl/>
        </w:rPr>
        <w:t>4 ـ الكافي 2 : 200 ح 5 باب تفريج كرب المؤمن ـ عنه البحار 74 : 322 ح 89 باب 20.</w:t>
      </w:r>
    </w:p>
    <w:p w:rsidR="00AA2ABC" w:rsidRDefault="00AA2ABC" w:rsidP="001008E4">
      <w:pPr>
        <w:pStyle w:val="libFootnote0"/>
        <w:rPr>
          <w:rtl/>
        </w:rPr>
      </w:pPr>
      <w:r>
        <w:rPr>
          <w:rtl/>
        </w:rPr>
        <w:t>5 ـ البحار 75 : 17 ح 1 باب 33 ـ عن أمالي الصدوق.</w:t>
      </w:r>
    </w:p>
    <w:p w:rsidR="00AA2ABC" w:rsidRDefault="00AA2ABC" w:rsidP="002704FD">
      <w:pPr>
        <w:pStyle w:val="libNormal0"/>
        <w:rPr>
          <w:rtl/>
        </w:rPr>
      </w:pPr>
      <w:r>
        <w:rPr>
          <w:rtl/>
        </w:rPr>
        <w:br w:type="page"/>
      </w:r>
      <w:r>
        <w:rPr>
          <w:rtl/>
        </w:rPr>
        <w:lastRenderedPageBreak/>
        <w:t xml:space="preserve">الدنيا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أربعة ينظر الله عزّوجلّ إليهم يوم القيامة : من أقال نادماً ، أو أغاث لهفان ، أو أعتق نسمة ، أو زوّج عزباً </w:t>
      </w:r>
      <w:r w:rsidRPr="001008E4">
        <w:rPr>
          <w:rStyle w:val="libFootnotenumChar"/>
          <w:rtl/>
        </w:rPr>
        <w:t>(2)</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من ردّ على المسلمين عادية ماء ، أو عادية نار ، أو عادية عدوّ مكابر للمسلمين غفر الله له ذنبه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أُقعد رجل من الأخيار في قبره فقيل له : انّا جالدوك مائة جلدة من عذاب الله ، فقال : لا أطيقها ، فلم يزالوا به حتى انتهوا إلى جلدة واحدة ، فقالوا : ليس منها بدّ.</w:t>
      </w:r>
    </w:p>
    <w:p w:rsidR="00AA2ABC" w:rsidRDefault="00AA2ABC" w:rsidP="002704FD">
      <w:pPr>
        <w:pStyle w:val="libNormal"/>
        <w:rPr>
          <w:rtl/>
        </w:rPr>
      </w:pPr>
      <w:r>
        <w:rPr>
          <w:rtl/>
        </w:rPr>
        <w:t>فقال : فيما تجلدونيها؟ قالوا : نجلدك لأنّك صلّيت يوماً بغير وضوء ، ومررت على ضعيف فلم تنصره ، قال : فجلدوه جلدة من عذاب الله عزّوجلّ ، فامتلى قبره ناراً</w:t>
      </w:r>
      <w:r w:rsidRPr="001008E4">
        <w:rPr>
          <w:rStyle w:val="libFootnotenumChar"/>
          <w:rFonts w:hint="cs"/>
          <w:rtl/>
        </w:rPr>
        <w:t xml:space="preserve">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أيّما رجل مسلم أتاه رجل مسلم في حاجة وهو يقدر على قضائها ، فمنعه اياها ، عيّره الله يوم القيامة تعييراً شديداً ، وقال له : أتاك أخوك في حاجة قد جعلت قضاءها في يدك ، فمنعته ايّاها زهداً منك في ثوابها ، وعزّتي لا أنظر إليك اليوم في حاجة معذّباً كنت أو مغفوراً لك </w:t>
      </w:r>
      <w:r w:rsidRPr="001008E4">
        <w:rPr>
          <w:rStyle w:val="libFootnotenumChar"/>
          <w:rtl/>
        </w:rPr>
        <w:t>(5)</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الوسائل 11 : 587 ح 7 باب 29.</w:t>
      </w:r>
    </w:p>
    <w:p w:rsidR="00AA2ABC" w:rsidRDefault="00AA2ABC" w:rsidP="001008E4">
      <w:pPr>
        <w:pStyle w:val="libFootnote0"/>
        <w:rPr>
          <w:rtl/>
        </w:rPr>
      </w:pPr>
      <w:r>
        <w:rPr>
          <w:rtl/>
        </w:rPr>
        <w:t>2 ـ الخصال : 224 ح 55 باب 4 ـ عنه البحار 75 : 19 ح 13 باب 33.</w:t>
      </w:r>
    </w:p>
    <w:p w:rsidR="00AA2ABC" w:rsidRDefault="00AA2ABC" w:rsidP="001008E4">
      <w:pPr>
        <w:pStyle w:val="libFootnote0"/>
        <w:rPr>
          <w:rtl/>
        </w:rPr>
      </w:pPr>
      <w:r>
        <w:rPr>
          <w:rtl/>
        </w:rPr>
        <w:t>3 ـ قرب الاسناد ك 132 ح 463 ـ عنه البحار 75 : 20 ح 14 باب 33.</w:t>
      </w:r>
    </w:p>
    <w:p w:rsidR="00AA2ABC" w:rsidRDefault="00AA2ABC" w:rsidP="001008E4">
      <w:pPr>
        <w:pStyle w:val="libFootnote0"/>
        <w:rPr>
          <w:rtl/>
        </w:rPr>
      </w:pPr>
      <w:r>
        <w:rPr>
          <w:rtl/>
        </w:rPr>
        <w:t>3 ـ قرب الاسناد 132 ح 463 ـ عنه البحار 75 : 20 ح 14 باب 33.</w:t>
      </w:r>
    </w:p>
    <w:p w:rsidR="00AA2ABC" w:rsidRDefault="00AA2ABC" w:rsidP="001008E4">
      <w:pPr>
        <w:pStyle w:val="libFootnote0"/>
        <w:rPr>
          <w:rtl/>
        </w:rPr>
      </w:pPr>
      <w:r>
        <w:rPr>
          <w:rtl/>
        </w:rPr>
        <w:t>4 ـ البحار 75 : 17 ح 4 باب 33 عن ثواب الأعمال وعلل الشرائع.</w:t>
      </w:r>
    </w:p>
    <w:p w:rsidR="00AA2ABC" w:rsidRDefault="00AA2ABC" w:rsidP="001008E4">
      <w:pPr>
        <w:pStyle w:val="libFootnote0"/>
        <w:rPr>
          <w:rtl/>
        </w:rPr>
      </w:pPr>
      <w:r>
        <w:rPr>
          <w:rtl/>
        </w:rPr>
        <w:t xml:space="preserve">5 ـ أمالي الطوسي : 99 ح 6 مجلس 4 ـ عنه الوسائل 11 : 600 ح 4 باب 39.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 انّ الله تبارك وتعالى آلى على نفسه أن لا يجاوره خائن ، قال [ الراوي : ] قلت : وما الخائن؟ قال : من ادخر عن مؤمن درهماً ، أو حبس عنه شيئاً من أمر الدنيا ، قال : أعوذ بالله من غضب الله.</w:t>
      </w:r>
    </w:p>
    <w:p w:rsidR="00AA2ABC" w:rsidRDefault="00AA2ABC" w:rsidP="002704FD">
      <w:pPr>
        <w:pStyle w:val="libNormal"/>
        <w:rPr>
          <w:rtl/>
        </w:rPr>
      </w:pPr>
      <w:r>
        <w:rPr>
          <w:rtl/>
        </w:rPr>
        <w:t xml:space="preserve">فقال : انّ الله تبارك وتعالى آلى على نفسه أن لا يسكن جنّته أصنافاً ثلاثة : الراد على الله عزّوجلّ ، أو رادّ على امام هدى ، أو من حبس حقّ امرء مؤمن ، قال : قلت : يعطيه من فضل ما يملك؟ قال : يعطيه من نفسه وروحه ، فإن بخل عليه مسلم بنفسه فليس منه ، انّما هو شرك الشيطان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أيّما مؤمن منع مؤمناً شيئاً ممّا يحتاج إليه وهو يقدر عليه من عنده أو من عند غيره ، أقامه الله يوم القيامة مسوّداً وجهه ، مزرقة عيناه ، مغلولة يداه إلى عنقه ، فيقال : هذا الخائن الذي خان الله ورسوله ثم يؤمر به إلى النار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 من منع طالباً حاجته وهو قادر على قضائها فعليه مثل خطيئة عشّار ، فقام إليه [ عوف بن مالك ] فقال : ما يبلغ خطيئة عشار يا رسول الله؟ قال : على العشّار كلّ يوم وليلة لعنة الله والملائكة والناس أجمعين ، ومن يلعن الله فلن تجد له نصيراً ... </w:t>
      </w:r>
      <w:r w:rsidRPr="001008E4">
        <w:rPr>
          <w:rStyle w:val="libFootnotenumChar"/>
          <w:rtl/>
        </w:rPr>
        <w:t>(3)</w:t>
      </w:r>
      <w:r>
        <w:rPr>
          <w:rtl/>
        </w:rPr>
        <w:t>.</w:t>
      </w:r>
    </w:p>
    <w:p w:rsidR="00AA2ABC" w:rsidRDefault="00AA2ABC" w:rsidP="00AA2ABC">
      <w:pPr>
        <w:pStyle w:val="Heading1Center"/>
        <w:rPr>
          <w:rtl/>
        </w:rPr>
      </w:pPr>
      <w:bookmarkStart w:id="116" w:name="_Toc392501894"/>
      <w:bookmarkStart w:id="117" w:name="_Toc392502842"/>
      <w:r>
        <w:rPr>
          <w:rtl/>
        </w:rPr>
        <w:t>( الجدول الرابع )</w:t>
      </w:r>
      <w:bookmarkEnd w:id="116"/>
      <w:bookmarkEnd w:id="117"/>
    </w:p>
    <w:p w:rsidR="00AA2ABC" w:rsidRDefault="00AA2ABC" w:rsidP="00AA2ABC">
      <w:pPr>
        <w:pStyle w:val="Heading1Center"/>
        <w:rPr>
          <w:rtl/>
        </w:rPr>
      </w:pPr>
      <w:bookmarkStart w:id="118" w:name="_Toc392501895"/>
      <w:bookmarkStart w:id="119" w:name="_Toc392502843"/>
      <w:r>
        <w:rPr>
          <w:rtl/>
        </w:rPr>
        <w:t>في ذمّ تحقير المؤمن وايذائه واهانته وطرده وضربه</w:t>
      </w:r>
      <w:bookmarkEnd w:id="118"/>
      <w:bookmarkEnd w:id="119"/>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أيّما مؤمن كان بينه وبين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151 ح 185 باب 3 ـ عنه البحار 75 : 173 ح 3 باب 59.</w:t>
      </w:r>
    </w:p>
    <w:p w:rsidR="00AA2ABC" w:rsidRDefault="00AA2ABC" w:rsidP="001008E4">
      <w:pPr>
        <w:pStyle w:val="libFootnote0"/>
        <w:rPr>
          <w:rtl/>
        </w:rPr>
      </w:pPr>
      <w:r>
        <w:rPr>
          <w:rtl/>
        </w:rPr>
        <w:t>2 ـ الكافي 2 : 367 ح 1 باب من منع مؤمناً شيئاً ـ الوسائل 11 : 559 ح 1 باب 39.</w:t>
      </w:r>
    </w:p>
    <w:p w:rsidR="00AA2ABC" w:rsidRDefault="00AA2ABC" w:rsidP="001008E4">
      <w:pPr>
        <w:pStyle w:val="libFootnote0"/>
        <w:rPr>
          <w:rtl/>
        </w:rPr>
      </w:pPr>
      <w:r>
        <w:rPr>
          <w:rtl/>
        </w:rPr>
        <w:t xml:space="preserve">3 ـ البحار 76 : 369 ضمن حديث 30 باب 67 ـ عن ثواب الأعمال. </w:t>
      </w:r>
    </w:p>
    <w:p w:rsidR="00AA2ABC" w:rsidRDefault="00AA2ABC" w:rsidP="002704FD">
      <w:pPr>
        <w:pStyle w:val="libNormal0"/>
        <w:rPr>
          <w:rtl/>
        </w:rPr>
      </w:pPr>
      <w:r>
        <w:rPr>
          <w:rtl/>
        </w:rPr>
        <w:br w:type="page"/>
      </w:r>
      <w:r>
        <w:rPr>
          <w:rtl/>
        </w:rPr>
        <w:lastRenderedPageBreak/>
        <w:t xml:space="preserve">مؤمن حجاب ضرب الله عزّوجلّ بينه وبين الجنّة سبعين ألف سور ، ما بين السور إلى السور مسيرة ألف عام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 محمد بن سنان قال : كنت عند الرضا </w:t>
      </w:r>
      <w:r w:rsidR="00763E2E" w:rsidRPr="00763E2E">
        <w:rPr>
          <w:rStyle w:val="libAlaemChar"/>
          <w:rFonts w:hint="cs"/>
          <w:rtl/>
        </w:rPr>
        <w:t>عليه‌السلام</w:t>
      </w:r>
      <w:r>
        <w:rPr>
          <w:rtl/>
        </w:rPr>
        <w:t xml:space="preserve"> فقال لي : يا محمد ] </w:t>
      </w:r>
      <w:r w:rsidRPr="001008E4">
        <w:rPr>
          <w:rStyle w:val="libFootnotenumChar"/>
          <w:rtl/>
        </w:rPr>
        <w:t>(2)</w:t>
      </w:r>
      <w:r>
        <w:rPr>
          <w:rtl/>
        </w:rPr>
        <w:t xml:space="preserve"> انّه كان في زمن بني اسرائيل أربعة نفر من المؤمنين ، فأتى واحد منهم الثلاثة وهم مجتمعون في منزل أحدهم في مناظرة بينهم ، فقرع الباب فخرج إليه الغلام ، فقال : أين مولاك؟ فقال : ليس هو في البيت.</w:t>
      </w:r>
    </w:p>
    <w:p w:rsidR="00AA2ABC" w:rsidRDefault="00AA2ABC" w:rsidP="002704FD">
      <w:pPr>
        <w:pStyle w:val="libNormal"/>
        <w:rPr>
          <w:rtl/>
        </w:rPr>
      </w:pPr>
      <w:r>
        <w:rPr>
          <w:rtl/>
        </w:rPr>
        <w:t>فرجع الرجل ودخل الغلام إلى مولاه ، فقال له : من كان الذي قرع الباب ، قال : كان فلان فقلت له : لست في المنزل ، فسكت ولم يكترث ولم يلم غلامه ولا اغتمّ أحد منهم لرجوعه عن الباب وأقبلوا في حديثهم.</w:t>
      </w:r>
    </w:p>
    <w:p w:rsidR="00AA2ABC" w:rsidRDefault="00AA2ABC" w:rsidP="002704FD">
      <w:pPr>
        <w:pStyle w:val="libNormal"/>
        <w:rPr>
          <w:rtl/>
        </w:rPr>
      </w:pPr>
      <w:r>
        <w:rPr>
          <w:rtl/>
        </w:rPr>
        <w:t>فلمّا كان من الغدّ بكّر إليهم الرجل فأصابهم وقد خرجوا يريدون ضيعة لبعضهم فسلّم عليهم وقال : أنا معكم ، فقالوا له : نعم ، ولم يعتذروا إليه وكان الرجل محتاجاً ضعيف الحال ، فلمّا كانوا في بعض الطريق إذا غمامة قد أظلّتهم فظنّوا انّه مطر ، فبادروا ، فلمّا استوت الغمامة على رؤوسهم اذاً مناد ينادي من جوف الغمامة : أيتها النار خذيهم وأنا جبرئيل رسول الله.</w:t>
      </w:r>
    </w:p>
    <w:p w:rsidR="00AA2ABC" w:rsidRDefault="00AA2ABC" w:rsidP="002704FD">
      <w:pPr>
        <w:pStyle w:val="libNormal"/>
        <w:rPr>
          <w:rtl/>
        </w:rPr>
      </w:pPr>
      <w:r>
        <w:rPr>
          <w:rtl/>
        </w:rPr>
        <w:t xml:space="preserve">فاذا نار من جوف الغمامة قد اختطفة الثلاثة النفر وبقي الرجل مرعوباً يعجب ممّا نزل بالقوم ولا يدري ما السبب ، فرجع إلى المدينة ، فلقى يوشع بن نون </w:t>
      </w:r>
      <w:r w:rsidR="00763E2E" w:rsidRPr="00763E2E">
        <w:rPr>
          <w:rStyle w:val="libAlaemChar"/>
          <w:rFonts w:hint="cs"/>
          <w:rtl/>
        </w:rPr>
        <w:t>عليه‌السلام</w:t>
      </w:r>
      <w:r>
        <w:rPr>
          <w:rtl/>
        </w:rPr>
        <w:t xml:space="preserve"> فأخبره الخبر وما رأى وما سمع.</w:t>
      </w:r>
    </w:p>
    <w:p w:rsidR="00AA2ABC" w:rsidRDefault="00AA2ABC" w:rsidP="002704FD">
      <w:pPr>
        <w:pStyle w:val="libNormal"/>
        <w:rPr>
          <w:rtl/>
        </w:rPr>
      </w:pPr>
      <w:r>
        <w:rPr>
          <w:rtl/>
        </w:rPr>
        <w:t xml:space="preserve">فقال يوشع بن نون </w:t>
      </w:r>
      <w:r w:rsidR="00763E2E" w:rsidRPr="00763E2E">
        <w:rPr>
          <w:rStyle w:val="libAlaemChar"/>
          <w:rFonts w:hint="cs"/>
          <w:rtl/>
        </w:rPr>
        <w:t>عليه‌السلام</w:t>
      </w:r>
      <w:r>
        <w:rPr>
          <w:rtl/>
        </w:rPr>
        <w:t xml:space="preserve"> : أما علمت انّ الله سخط عليهم بعد أن كان عنهم راضياً وذلك بفعلهم بك ، فقال : وما فعلهم بي؟ فحدّثه يوشع ، فقال الرجل : فأنا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364 ح 1 باب من حجب أخاه المؤمن ـ عنه البحار 75 : 190 ح 3 باب 61.</w:t>
      </w:r>
    </w:p>
    <w:p w:rsidR="00AA2ABC" w:rsidRDefault="00AA2ABC" w:rsidP="001008E4">
      <w:pPr>
        <w:pStyle w:val="libFootnote0"/>
        <w:rPr>
          <w:rtl/>
        </w:rPr>
      </w:pPr>
      <w:r>
        <w:rPr>
          <w:rtl/>
        </w:rPr>
        <w:t xml:space="preserve">2 ـ لم يكن ما وضعناه بين المعقوفتين من المتن الفارسي. </w:t>
      </w:r>
    </w:p>
    <w:p w:rsidR="00AA2ABC" w:rsidRDefault="00AA2ABC" w:rsidP="002704FD">
      <w:pPr>
        <w:pStyle w:val="libNormal0"/>
        <w:rPr>
          <w:rtl/>
        </w:rPr>
      </w:pPr>
      <w:r>
        <w:rPr>
          <w:rtl/>
        </w:rPr>
        <w:br w:type="page"/>
      </w:r>
      <w:r>
        <w:rPr>
          <w:rtl/>
        </w:rPr>
        <w:lastRenderedPageBreak/>
        <w:t xml:space="preserve">أجعلهم في حلّ وأعفوا عنهم ، قال : لو كان هذا قبل لنفعهم فأمّا الساعة فلا ، وعسى أن ينفعهم من بعد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 أيما مسلم أتى مسلماً زائراً أو طالب حاجة وهو في منزله فاستأذن له ولم يخرج إليه لم يزل في لعنة الله حتى يلتقيا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نظر إلى مؤمن نظرة ليخيفه بها أخافه الله عزّوجلّ يوم لا ظلّ الاّ ظلّه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روّع مؤمناً بسلطان ليصيبه منه مكروه فلم يصبه فهو في النار ، ومن روّع مؤمناً بسلطان ليصيبه منه مكروه فأصابه فهو مع فرعون وآل فرعون في النار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أعان على مؤمن بشطر كلمة لقى الله عزّوجلّ يوم القيامة مكتوب بين عينيه : آيس من رحمتي </w:t>
      </w:r>
      <w:r w:rsidRPr="001008E4">
        <w:rPr>
          <w:rStyle w:val="libFootnotenumChar"/>
          <w:rtl/>
        </w:rPr>
        <w:t>(5)</w:t>
      </w:r>
      <w:r>
        <w:rPr>
          <w:rtl/>
        </w:rPr>
        <w:t>.</w:t>
      </w:r>
    </w:p>
    <w:p w:rsidR="00AA2ABC" w:rsidRDefault="00AA2ABC" w:rsidP="002704FD">
      <w:pPr>
        <w:pStyle w:val="libNormal"/>
        <w:rPr>
          <w:rtl/>
        </w:rPr>
      </w:pPr>
      <w:r>
        <w:rPr>
          <w:rtl/>
        </w:rPr>
        <w:t xml:space="preserve">وروي بأسانيد معتبرة عن أبي جعفر الباقر </w:t>
      </w:r>
      <w:r w:rsidR="00763E2E" w:rsidRPr="00763E2E">
        <w:rPr>
          <w:rStyle w:val="libAlaemChar"/>
          <w:rFonts w:hint="cs"/>
          <w:rtl/>
        </w:rPr>
        <w:t>عليه‌السلام</w:t>
      </w:r>
      <w:r>
        <w:rPr>
          <w:rtl/>
        </w:rPr>
        <w:t xml:space="preserve"> انّه قال : انّ في جهنّم لجبلاً يقال له : الصعداء ، وانّ في الصعداء لواد يقال له : سقر ، وانّ في قعر سقر لجبّاً يقال له : هبهب ، كلّما كشف غطاء ذلك الجبّ ضجّ أهل النار من حرّه ، وذلك منزل الجبّارين</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364 ح 2 باب من حجب أخاه المؤمن ـ عنه البحار 75 : 191 ح 4 باب 61.</w:t>
      </w:r>
    </w:p>
    <w:p w:rsidR="00AA2ABC" w:rsidRDefault="00AA2ABC" w:rsidP="001008E4">
      <w:pPr>
        <w:pStyle w:val="libFootnote0"/>
        <w:rPr>
          <w:rtl/>
        </w:rPr>
      </w:pPr>
      <w:r>
        <w:rPr>
          <w:rtl/>
        </w:rPr>
        <w:t>2 ـ الكافي 2 : 365 ح 4 باب من حجب أخاه المؤمن ـ عنه البحار 75 : 192 ح 5 باب 61.</w:t>
      </w:r>
    </w:p>
    <w:p w:rsidR="00AA2ABC" w:rsidRDefault="00AA2ABC" w:rsidP="001008E4">
      <w:pPr>
        <w:pStyle w:val="libFootnote0"/>
        <w:rPr>
          <w:rtl/>
        </w:rPr>
      </w:pPr>
      <w:r>
        <w:rPr>
          <w:rtl/>
        </w:rPr>
        <w:t>3 ـ الكافي 2 : 368 ح 1 باب من أخاف مؤمناً ، عنه البحار 75 : 151 ح 19 باب 57.</w:t>
      </w:r>
    </w:p>
    <w:p w:rsidR="00AA2ABC" w:rsidRDefault="00AA2ABC" w:rsidP="001008E4">
      <w:pPr>
        <w:pStyle w:val="libFootnote0"/>
        <w:rPr>
          <w:rtl/>
        </w:rPr>
      </w:pPr>
      <w:r>
        <w:rPr>
          <w:rtl/>
        </w:rPr>
        <w:t>4 ـ الكافي 2 : 368 ح 2 باب من أخاف مؤمناً ـ عنه البحار 75 : 151 ح 20 باب 57.</w:t>
      </w:r>
    </w:p>
    <w:p w:rsidR="00AA2ABC" w:rsidRDefault="00AA2ABC" w:rsidP="001008E4">
      <w:pPr>
        <w:pStyle w:val="libFootnote0"/>
        <w:rPr>
          <w:rtl/>
        </w:rPr>
      </w:pPr>
      <w:r>
        <w:rPr>
          <w:rtl/>
        </w:rPr>
        <w:t>5 ـ الكافي 2 : 368 ح 3 باب من أخاف مؤمناً ـ عنه البحار 75 : 152 ح 21 باب 57.</w:t>
      </w:r>
    </w:p>
    <w:p w:rsidR="00AA2ABC" w:rsidRDefault="00AA2ABC" w:rsidP="001008E4">
      <w:pPr>
        <w:pStyle w:val="libFootnote0"/>
        <w:rPr>
          <w:rtl/>
        </w:rPr>
      </w:pPr>
      <w:r>
        <w:rPr>
          <w:rtl/>
        </w:rPr>
        <w:t xml:space="preserve">6 ـ البحار 75 : 346 ح 45 باب 81 ـ عن ثواب الأعمال. </w:t>
      </w:r>
    </w:p>
    <w:p w:rsidR="00AA2ABC" w:rsidRDefault="00AA2ABC" w:rsidP="002704FD">
      <w:pPr>
        <w:pStyle w:val="libNormal"/>
        <w:rPr>
          <w:rtl/>
        </w:rPr>
      </w:pPr>
      <w:r>
        <w:rPr>
          <w:rtl/>
        </w:rPr>
        <w:br w:type="page"/>
      </w:r>
      <w:r>
        <w:rPr>
          <w:rtl/>
        </w:rPr>
        <w:lastRenderedPageBreak/>
        <w:t xml:space="preserve">وروي بسند معتبر عن أمير المؤمنين </w:t>
      </w:r>
      <w:r w:rsidR="00763E2E" w:rsidRPr="00763E2E">
        <w:rPr>
          <w:rStyle w:val="libAlaemChar"/>
          <w:rFonts w:hint="cs"/>
          <w:rtl/>
        </w:rPr>
        <w:t>عليه‌السلام</w:t>
      </w:r>
      <w:r>
        <w:rPr>
          <w:rtl/>
        </w:rPr>
        <w:t xml:space="preserve"> انّه قال : لا يحلّ لمسلم أن يروّع مسلماً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 من دفع مؤمناً ليذلّه بها ، أو لطمه لطمة ، أو أتى إليه أمراً يكرهه لعنته الملائكة حتى يرضيه من حقّه ويتوب ويستغفر ، فايّاكم والعجلة إلى أحد فلعلّه مؤمن وأنتم لا تعلمون ، وعليكم بالاناءة واللين ، والتسرع من سلاح الشياطين ، وما من شيء أحبّ إلى الله من الاناة واللّين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BF0EA2" w:rsidRPr="00BF0EA2">
        <w:rPr>
          <w:rStyle w:val="libAlaemChar"/>
          <w:rFonts w:hint="cs"/>
          <w:rtl/>
        </w:rPr>
        <w:t>صلى‌الله‌عليه‌وآله</w:t>
      </w:r>
      <w:r>
        <w:rPr>
          <w:rtl/>
        </w:rPr>
        <w:t xml:space="preserve"> انّه قال : ... ألا ومن لطم خدّ مسلم أو وجهه بدّد الله عظامه يوم القيامة ، وحشره مغلولاً حتى يدخل جهنّم....</w:t>
      </w:r>
    </w:p>
    <w:p w:rsidR="00AA2ABC" w:rsidRDefault="00AA2ABC" w:rsidP="002704FD">
      <w:pPr>
        <w:pStyle w:val="libNormal"/>
        <w:rPr>
          <w:rtl/>
        </w:rPr>
      </w:pPr>
      <w:r>
        <w:rPr>
          <w:rtl/>
        </w:rPr>
        <w:t xml:space="preserve">ألا ومن علّق سوطاً بين يدي سلطان جائر جعل الله ذلك السوط يوم القيامة ثعباناً من النار طوله سبعون ذراعاً ، يسلّط الله عليه في نار جهنّم وبئس المصير ... </w:t>
      </w:r>
      <w:r w:rsidRPr="001008E4">
        <w:rPr>
          <w:rStyle w:val="libFootnotenumChar"/>
          <w:rtl/>
        </w:rPr>
        <w:t>(3)</w:t>
      </w:r>
      <w:r>
        <w:rPr>
          <w:rtl/>
        </w:rPr>
        <w:t>.</w:t>
      </w:r>
    </w:p>
    <w:p w:rsidR="00AA2ABC" w:rsidRDefault="00AA2ABC" w:rsidP="002704FD">
      <w:pPr>
        <w:pStyle w:val="libNormal"/>
        <w:rPr>
          <w:rtl/>
        </w:rPr>
      </w:pPr>
      <w:r>
        <w:rPr>
          <w:rtl/>
        </w:rPr>
        <w:t xml:space="preserve">[ وقال </w:t>
      </w:r>
      <w:r w:rsidR="00BF0EA2" w:rsidRPr="00BF0EA2">
        <w:rPr>
          <w:rStyle w:val="libAlaemChar"/>
          <w:rFonts w:hint="cs"/>
          <w:rtl/>
        </w:rPr>
        <w:t>صلى‌الله‌عليه‌وآله</w:t>
      </w:r>
      <w:r>
        <w:rPr>
          <w:rtl/>
        </w:rPr>
        <w:t xml:space="preserve"> : ] من سعى بأخيه إلى سلطان لم يبد له منه سوء ولا مكروه أحبط الله عزّوجلّ كلّ عمل عمله ، فإن وصل إليه منه سوء أو مكروه أو أذى جعله الله في طبقة مع هامان في جهنّم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انّه سأل أمير المؤمنين </w:t>
      </w:r>
      <w:r w:rsidR="00763E2E" w:rsidRPr="00763E2E">
        <w:rPr>
          <w:rStyle w:val="libAlaemChar"/>
          <w:rFonts w:hint="cs"/>
          <w:rtl/>
        </w:rPr>
        <w:t>عليه‌السلام</w:t>
      </w:r>
      <w:r>
        <w:rPr>
          <w:rtl/>
        </w:rPr>
        <w:t xml:space="preserve"> رسول الله صلّى الله وآله وسلّم عن صاحب حكم جائر على رعيته ولم يصلح أُمورهم ما حاله؟ فأجاب صلّى الله عليه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75 : 147 ح 1 باب 57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2 ـ البحار 75 : 148 ح 4 باب 57 ـ عن علل الشرائع.</w:t>
      </w:r>
    </w:p>
    <w:p w:rsidR="00AA2ABC" w:rsidRDefault="00AA2ABC" w:rsidP="001008E4">
      <w:pPr>
        <w:pStyle w:val="libFootnote0"/>
        <w:rPr>
          <w:rtl/>
        </w:rPr>
      </w:pPr>
      <w:r>
        <w:rPr>
          <w:rtl/>
        </w:rPr>
        <w:t>3 ـ البحار 76 : 334 و 336 ضمن حديث 1 باب 67 ـ عن أمالي الصدوق.</w:t>
      </w:r>
    </w:p>
    <w:p w:rsidR="00AA2ABC" w:rsidRDefault="00AA2ABC" w:rsidP="001008E4">
      <w:pPr>
        <w:pStyle w:val="libFootnote0"/>
        <w:rPr>
          <w:rtl/>
        </w:rPr>
      </w:pPr>
      <w:r>
        <w:rPr>
          <w:rtl/>
        </w:rPr>
        <w:t xml:space="preserve">4 ـ البحار 76 : 365 ح 30 باب 67. </w:t>
      </w:r>
    </w:p>
    <w:p w:rsidR="00AA2ABC" w:rsidRDefault="00AA2ABC" w:rsidP="002704FD">
      <w:pPr>
        <w:pStyle w:val="libNormal0"/>
        <w:rPr>
          <w:rtl/>
        </w:rPr>
      </w:pPr>
      <w:r>
        <w:rPr>
          <w:rtl/>
        </w:rPr>
        <w:br w:type="page"/>
      </w:r>
      <w:r>
        <w:rPr>
          <w:rtl/>
        </w:rPr>
        <w:lastRenderedPageBreak/>
        <w:t xml:space="preserve">وآله وسلّم بأنّه يكون رابع الشيطان وقابيل وفرعون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في رجل قتل رجلاً مؤمناً ، قال : يقال له : مت أيّ ميتة شئت ، إن شئت يهودياً ، وإن شئت نصرانياً ، وإن شئت مجوسياً </w:t>
      </w:r>
      <w:r w:rsidRPr="001008E4">
        <w:rPr>
          <w:rStyle w:val="libFootnotenumChar"/>
          <w:rtl/>
        </w:rPr>
        <w:t>(2)</w:t>
      </w:r>
      <w:r>
        <w:rPr>
          <w:rtl/>
        </w:rPr>
        <w:t>.</w:t>
      </w:r>
    </w:p>
    <w:p w:rsidR="00AA2ABC" w:rsidRDefault="00AA2ABC" w:rsidP="002704FD">
      <w:pPr>
        <w:pStyle w:val="libNormal"/>
        <w:rPr>
          <w:rtl/>
        </w:rPr>
      </w:pPr>
      <w:r>
        <w:rPr>
          <w:rtl/>
        </w:rPr>
        <w:t xml:space="preserve">وروي بأسانيد معتبرة عن رسول الله </w:t>
      </w:r>
      <w:r w:rsidR="00BF0EA2" w:rsidRPr="00BF0EA2">
        <w:rPr>
          <w:rStyle w:val="libAlaemChar"/>
          <w:rFonts w:hint="cs"/>
          <w:rtl/>
        </w:rPr>
        <w:t>صلى‌الله‌عليه‌وآله</w:t>
      </w:r>
      <w:r>
        <w:rPr>
          <w:rtl/>
        </w:rPr>
        <w:t xml:space="preserve"> انّه قال : انّ أعتى الناس على الله عزّوجلّ من قتل غير قاتله ، ومن ضرب من لم يضربه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لا يغرّنّكم رحب الذراعين بالدم فإنّ له عند الله قاتلاً لا يموت ، قالوا : يا رسول الله وما قاتل لا يموت؟ فقال : النار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لا يزال المؤمن في فسحة من دينه ما لم يصب دماً حراماً ، قال : لا يوفّق قاتل المؤمن متعمّداً للتوبة </w:t>
      </w:r>
      <w:r w:rsidRPr="001008E4">
        <w:rPr>
          <w:rStyle w:val="libFootnotenumChar"/>
          <w:rtl/>
        </w:rPr>
        <w:t>(5)</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انّ الرجل ليأتي يوم القيامة ومعه قدر محجمة من دم فيقول : والله ما قتلت ولا شركت في دم ، فيقال : بلى ذكرت عبدي فلاناً فترقى ذلك حتى قتل ، فأصابك من دمه </w:t>
      </w:r>
      <w:r w:rsidRPr="001008E4">
        <w:rPr>
          <w:rStyle w:val="libFootnotenumChar"/>
          <w:rtl/>
        </w:rPr>
        <w:t>(6)</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لا يدخل الجنّة سافك للدم ، ولا شارب للخمر ، ولا مشّاء بنميم </w:t>
      </w:r>
      <w:r w:rsidRPr="001008E4">
        <w:rPr>
          <w:rStyle w:val="libFootnotenumChar"/>
          <w:rtl/>
        </w:rPr>
        <w:t>(7)</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 قال رسول الله </w:t>
      </w:r>
      <w:r w:rsidR="00BF0EA2" w:rsidRPr="00BF0EA2">
        <w:rPr>
          <w:rStyle w:val="libAlaemChar"/>
          <w:rFonts w:hint="cs"/>
          <w:rtl/>
        </w:rPr>
        <w:t>صلى‌الله‌عليه‌وآله</w:t>
      </w:r>
      <w:r>
        <w:rPr>
          <w:rtl/>
        </w:rPr>
        <w:t xml:space="preserve"> ]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مضمون النص.</w:t>
      </w:r>
    </w:p>
    <w:p w:rsidR="00AA2ABC" w:rsidRDefault="00AA2ABC" w:rsidP="001008E4">
      <w:pPr>
        <w:pStyle w:val="libFootnote0"/>
        <w:rPr>
          <w:rtl/>
        </w:rPr>
      </w:pPr>
      <w:r>
        <w:rPr>
          <w:rtl/>
        </w:rPr>
        <w:t>2 ـ الوسائل 19 : 9 ح 1 باب 3 ـ الكافي 7 : 273 ح 9 باب القتل.</w:t>
      </w:r>
    </w:p>
    <w:p w:rsidR="00AA2ABC" w:rsidRDefault="00AA2ABC" w:rsidP="001008E4">
      <w:pPr>
        <w:pStyle w:val="libFootnote0"/>
        <w:rPr>
          <w:rtl/>
        </w:rPr>
      </w:pPr>
      <w:r>
        <w:rPr>
          <w:rtl/>
        </w:rPr>
        <w:t>3 ـ البحار 75 : 149 ح 9 باب 57 ـ عن ثواب الأعمال.</w:t>
      </w:r>
    </w:p>
    <w:p w:rsidR="00AA2ABC" w:rsidRDefault="00AA2ABC" w:rsidP="001008E4">
      <w:pPr>
        <w:pStyle w:val="libFootnote0"/>
        <w:rPr>
          <w:rtl/>
        </w:rPr>
      </w:pPr>
      <w:r>
        <w:rPr>
          <w:rtl/>
        </w:rPr>
        <w:t>4 ـ الوسائل 19 : 4 ح 4 باب 1 ـ الكافي 7 : 272 ح 4 باب القتل.</w:t>
      </w:r>
    </w:p>
    <w:p w:rsidR="00AA2ABC" w:rsidRDefault="00AA2ABC" w:rsidP="001008E4">
      <w:pPr>
        <w:pStyle w:val="libFootnote0"/>
        <w:rPr>
          <w:rtl/>
        </w:rPr>
      </w:pPr>
      <w:r>
        <w:rPr>
          <w:rtl/>
        </w:rPr>
        <w:t>5 ـ الوسائل 19 : 5 ح 8 باب 1 ـ الكافي 7 : 272 ح 7 باب القتل.</w:t>
      </w:r>
    </w:p>
    <w:p w:rsidR="00AA2ABC" w:rsidRDefault="00AA2ABC" w:rsidP="001008E4">
      <w:pPr>
        <w:pStyle w:val="libFootnote0"/>
        <w:rPr>
          <w:rtl/>
        </w:rPr>
      </w:pPr>
      <w:r>
        <w:rPr>
          <w:rtl/>
        </w:rPr>
        <w:t>6 ـ الوسائل 19 : 8 ح 1 باب 2 ـ الكافي 7 : 273 ح 10 باب القتل.</w:t>
      </w:r>
    </w:p>
    <w:p w:rsidR="00AA2ABC" w:rsidRDefault="00AA2ABC" w:rsidP="001008E4">
      <w:pPr>
        <w:pStyle w:val="libFootnote0"/>
        <w:rPr>
          <w:rtl/>
        </w:rPr>
      </w:pPr>
      <w:r>
        <w:rPr>
          <w:rtl/>
        </w:rPr>
        <w:t xml:space="preserve">7 ـ الوسائل 19 : 5 ح 9 باب 1 ـ الكافي 7 : 273 ح 11 باب القتل. </w:t>
      </w:r>
    </w:p>
    <w:p w:rsidR="00AA2ABC" w:rsidRDefault="00AA2ABC" w:rsidP="002704FD">
      <w:pPr>
        <w:pStyle w:val="libNormal0"/>
        <w:rPr>
          <w:rtl/>
        </w:rPr>
      </w:pPr>
      <w:r>
        <w:rPr>
          <w:rtl/>
        </w:rPr>
        <w:br w:type="page"/>
      </w:r>
      <w:r>
        <w:rPr>
          <w:rtl/>
        </w:rPr>
        <w:lastRenderedPageBreak/>
        <w:t xml:space="preserve">اوّل ما يحكم الله فيه يوم القيامة الدماء ، فيوقف ابنا آدم فيفصل بينهما ، ثم اللذين يلونهما من أصحاب الدماء حتى لا يبقى منهم أحد ، ثم الناس بعد ذلك حتى يأتى المقتول بقاتله ، فيتشخّب في دمه وجهه ، فيقول : هذا قتلني ، فيقول : أنت قتلته؟ فلا يستطيع أن يكتم الله حديثاً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w:t>
      </w:r>
      <w:r w:rsidRPr="001008E4">
        <w:rPr>
          <w:rStyle w:val="libFootnotenumChar"/>
          <w:rtl/>
        </w:rPr>
        <w:t>(2)</w:t>
      </w:r>
      <w:r>
        <w:rPr>
          <w:rtl/>
        </w:rPr>
        <w:t xml:space="preserve"> : أوحى الله إلى موسى بن عمران أن يا موسى قل للملأ من بني اسرائيل : اياكم وقتل النفس الحرام بغير حقّ ، فإنّ من قتل منكم نفساً في الدنيا قتلته مائة ألف قتلة مثل قتلة صاحبه </w:t>
      </w:r>
      <w:r w:rsidRPr="001008E4">
        <w:rPr>
          <w:rStyle w:val="libFootnotenumChar"/>
          <w:rtl/>
        </w:rPr>
        <w:t>(3)</w:t>
      </w:r>
      <w:r>
        <w:rPr>
          <w:rtl/>
        </w:rPr>
        <w:t>.</w:t>
      </w:r>
    </w:p>
    <w:p w:rsidR="00AA2ABC" w:rsidRDefault="00AA2ABC" w:rsidP="002704FD">
      <w:pPr>
        <w:pStyle w:val="libNormal"/>
        <w:rPr>
          <w:rtl/>
        </w:rPr>
      </w:pPr>
      <w:r>
        <w:rPr>
          <w:rtl/>
        </w:rPr>
        <w:t xml:space="preserve">وروي عن أبي جعفر </w:t>
      </w:r>
      <w:r w:rsidR="00763E2E" w:rsidRPr="00763E2E">
        <w:rPr>
          <w:rStyle w:val="libAlaemChar"/>
          <w:rFonts w:hint="cs"/>
          <w:rtl/>
        </w:rPr>
        <w:t>عليه‌السلام</w:t>
      </w:r>
      <w:r>
        <w:rPr>
          <w:rtl/>
        </w:rPr>
        <w:t xml:space="preserve"> أنه قال : من قتل مؤمنا متعمّدا أثبت الله على قاتله جميع الذنوب ، وبرئ المقتول منها ... </w:t>
      </w:r>
      <w:r w:rsidRPr="001008E4">
        <w:rPr>
          <w:rStyle w:val="libFootnotenumChar"/>
          <w:rtl/>
        </w:rPr>
        <w:t>(4)</w:t>
      </w:r>
      <w:r>
        <w:rPr>
          <w:rtl/>
        </w:rPr>
        <w:t xml:space="preserve">. </w:t>
      </w:r>
    </w:p>
    <w:p w:rsidR="00AA2ABC" w:rsidRDefault="00AA2ABC" w:rsidP="002704FD">
      <w:pPr>
        <w:pStyle w:val="libNormal"/>
        <w:rPr>
          <w:rtl/>
        </w:rPr>
      </w:pPr>
      <w:r>
        <w:rPr>
          <w:rtl/>
        </w:rPr>
        <w:t xml:space="preserve">وروي عن رسول الله </w:t>
      </w:r>
      <w:r w:rsidR="000A073B" w:rsidRPr="000A073B">
        <w:rPr>
          <w:rStyle w:val="libAlaemChar"/>
          <w:rFonts w:hint="cs"/>
          <w:rtl/>
        </w:rPr>
        <w:t>صلى‌الله‌عليه‌وآله‌وسلم</w:t>
      </w:r>
      <w:r>
        <w:rPr>
          <w:rtl/>
        </w:rPr>
        <w:t xml:space="preserve"> انّه قال : والذي نفسي بيده لو انّ أهل السماوات والأرض اجتمعوا على قتل مؤمن أو رضوا به لادخلهم الله في النار </w:t>
      </w:r>
      <w:r w:rsidRPr="001008E4">
        <w:rPr>
          <w:rStyle w:val="libFootnotenumChar"/>
          <w:rtl/>
        </w:rPr>
        <w:t>(5)</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يجيء يوم القيامة رجل إلى رجل حتى يلطخه بالدم والناس في الحساب ، فيقول : يا عبدالله مالي ولك؟ فيقول : أعنت عليّ يوم كذا وكذا بكلمة فقتلت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19 : 4 ح 6 باب 1 ـ الكافي 7 : 271 ح 2 باب القتل.</w:t>
      </w:r>
    </w:p>
    <w:p w:rsidR="00AA2ABC" w:rsidRDefault="00AA2ABC" w:rsidP="001008E4">
      <w:pPr>
        <w:pStyle w:val="libFootnote0"/>
        <w:rPr>
          <w:rtl/>
        </w:rPr>
      </w:pPr>
      <w:r>
        <w:rPr>
          <w:rtl/>
        </w:rPr>
        <w:t xml:space="preserve">2 ـ في المتن الفارسي عن الامام الباقر </w:t>
      </w:r>
      <w:r w:rsidR="00763E2E" w:rsidRPr="00763E2E">
        <w:rPr>
          <w:rStyle w:val="libAlaemChar"/>
          <w:rFonts w:hint="cs"/>
          <w:rtl/>
        </w:rPr>
        <w:t>عليه‌السلام</w:t>
      </w:r>
      <w:r>
        <w:rPr>
          <w:rtl/>
        </w:rPr>
        <w:t xml:space="preserve"> ولم نجدها.</w:t>
      </w:r>
    </w:p>
    <w:p w:rsidR="00AA2ABC" w:rsidRDefault="00AA2ABC" w:rsidP="001008E4">
      <w:pPr>
        <w:pStyle w:val="libFootnote0"/>
        <w:rPr>
          <w:rtl/>
        </w:rPr>
      </w:pPr>
      <w:r>
        <w:rPr>
          <w:rtl/>
        </w:rPr>
        <w:t>3 ـ الوسائل 19 : 6 ح 15 باب 1.</w:t>
      </w:r>
    </w:p>
    <w:p w:rsidR="00AA2ABC" w:rsidRDefault="00AA2ABC" w:rsidP="001008E4">
      <w:pPr>
        <w:pStyle w:val="libFootnote0"/>
        <w:rPr>
          <w:rtl/>
        </w:rPr>
      </w:pPr>
      <w:r>
        <w:rPr>
          <w:rtl/>
        </w:rPr>
        <w:t>4 ـ الوسائل 19 : 7 ح 16 باب 1.</w:t>
      </w:r>
    </w:p>
    <w:p w:rsidR="00AA2ABC" w:rsidRDefault="00AA2ABC" w:rsidP="001008E4">
      <w:pPr>
        <w:pStyle w:val="libFootnote0"/>
        <w:rPr>
          <w:rtl/>
        </w:rPr>
      </w:pPr>
      <w:r>
        <w:rPr>
          <w:rtl/>
        </w:rPr>
        <w:t>5 ـ البحار 75 : 150 ضمن حديث 12 باب 57.</w:t>
      </w:r>
    </w:p>
    <w:p w:rsidR="00AA2ABC" w:rsidRDefault="00AA2ABC" w:rsidP="001008E4">
      <w:pPr>
        <w:pStyle w:val="libFootnote0"/>
        <w:rPr>
          <w:rtl/>
        </w:rPr>
      </w:pPr>
      <w:r>
        <w:rPr>
          <w:rtl/>
        </w:rPr>
        <w:t xml:space="preserve">6 ـ الوسائل 19 : 9 ح 3 باب 2. </w:t>
      </w:r>
    </w:p>
    <w:p w:rsidR="00AA2ABC" w:rsidRDefault="00AA2ABC" w:rsidP="00AA2ABC">
      <w:pPr>
        <w:pStyle w:val="Heading1Center"/>
        <w:rPr>
          <w:rtl/>
        </w:rPr>
      </w:pPr>
      <w:r>
        <w:rPr>
          <w:rtl/>
        </w:rPr>
        <w:br w:type="page"/>
      </w:r>
      <w:bookmarkStart w:id="120" w:name="_Toc392501896"/>
      <w:bookmarkStart w:id="121" w:name="_Toc392502844"/>
      <w:r>
        <w:rPr>
          <w:rtl/>
        </w:rPr>
        <w:lastRenderedPageBreak/>
        <w:t>( الجدول الخامس )</w:t>
      </w:r>
      <w:bookmarkEnd w:id="120"/>
      <w:bookmarkEnd w:id="121"/>
    </w:p>
    <w:p w:rsidR="00AA2ABC" w:rsidRDefault="00AA2ABC" w:rsidP="00AA2ABC">
      <w:pPr>
        <w:pStyle w:val="Heading1Center"/>
        <w:rPr>
          <w:rtl/>
        </w:rPr>
      </w:pPr>
      <w:bookmarkStart w:id="122" w:name="_Toc392501897"/>
      <w:bookmarkStart w:id="123" w:name="_Toc392502845"/>
      <w:r>
        <w:rPr>
          <w:rtl/>
        </w:rPr>
        <w:t>في حقوق الملوك ورعايتهم والدعاء لصلاحهم</w:t>
      </w:r>
      <w:bookmarkEnd w:id="122"/>
      <w:bookmarkEnd w:id="123"/>
    </w:p>
    <w:p w:rsidR="00AA2ABC" w:rsidRDefault="00AA2ABC" w:rsidP="00AA2ABC">
      <w:pPr>
        <w:pStyle w:val="Heading1Center"/>
        <w:rPr>
          <w:rtl/>
        </w:rPr>
      </w:pPr>
      <w:bookmarkStart w:id="124" w:name="_Toc392501898"/>
      <w:bookmarkStart w:id="125" w:name="_Toc392502846"/>
      <w:r>
        <w:rPr>
          <w:rtl/>
        </w:rPr>
        <w:t>وعدم التعرض لسطواتهم</w:t>
      </w:r>
      <w:bookmarkEnd w:id="124"/>
      <w:bookmarkEnd w:id="125"/>
    </w:p>
    <w:p w:rsidR="00AA2ABC" w:rsidRDefault="00AA2ABC" w:rsidP="002704FD">
      <w:pPr>
        <w:pStyle w:val="libNormal"/>
        <w:rPr>
          <w:rtl/>
        </w:rPr>
      </w:pPr>
      <w:r>
        <w:rPr>
          <w:rtl/>
        </w:rPr>
        <w:t xml:space="preserve">اعلم انّ للملوك الذين دانوا بدين الحقّ حقوقاً كثيرة على الرعية حيث انهم يحرسونهم ويدفعون أعداء الدين عنهم ويحفظون عرضهم ومالهم وأنفسهم ، فلابدّ من الدعاء لهم ومعرفة حقّهم سيّما لو سلكوا طريق العدالة ، كما أشار </w:t>
      </w:r>
      <w:r w:rsidR="00BF0EA2" w:rsidRPr="00BF0EA2">
        <w:rPr>
          <w:rStyle w:val="libAlaemChar"/>
          <w:rFonts w:hint="cs"/>
          <w:rtl/>
        </w:rPr>
        <w:t>صلى‌الله‌عليه‌وآله</w:t>
      </w:r>
      <w:r>
        <w:rPr>
          <w:rtl/>
        </w:rPr>
        <w:t xml:space="preserve"> إلى انّ اكرام السلطان المقسط من اجلال الله تعالى ، وان كان يراد من ظاهره الامام ومن انتسب إليه كما ورد في حديث آخر بهذا المضمون ، وجاء فيه الامام المقسط بدل السلطان المقسط ، لكن الأحاديث العامة سنذكرها لاحقاً.</w:t>
      </w:r>
    </w:p>
    <w:p w:rsidR="00AA2ABC" w:rsidRDefault="00AA2ABC" w:rsidP="002704FD">
      <w:pPr>
        <w:pStyle w:val="libNormal"/>
        <w:rPr>
          <w:rtl/>
        </w:rPr>
      </w:pPr>
      <w:r>
        <w:rPr>
          <w:rtl/>
        </w:rPr>
        <w:t>وان انحرف الملوك عن جادة الصلاح والعدالة فلابدّ من الدعاء لاصلاحهم أو أن يصلح الانسان نفسه حتى يصلح الله الملوك ، لأنّ قلوب الملوك وجميع الخلائق في قبضة الله ، ولابدّ من رعاية مطلق الملوك سواء الجائر والظالم أو المقسط ، وتجب التقية عندهم كي يحفظوا أنفسهم عن ضررهم وعدم التعرض لقهرهم.</w:t>
      </w:r>
    </w:p>
    <w:p w:rsidR="00AA2ABC" w:rsidRDefault="00AA2ABC" w:rsidP="002704FD">
      <w:pPr>
        <w:pStyle w:val="libNormal"/>
        <w:rPr>
          <w:rtl/>
        </w:rPr>
      </w:pPr>
      <w:r>
        <w:rPr>
          <w:rtl/>
        </w:rPr>
        <w:t xml:space="preserve">قال الامام السجاد </w:t>
      </w:r>
      <w:r w:rsidR="00763E2E" w:rsidRPr="00763E2E">
        <w:rPr>
          <w:rStyle w:val="libAlaemChar"/>
          <w:rFonts w:hint="cs"/>
          <w:rtl/>
        </w:rPr>
        <w:t>عليه‌السلام</w:t>
      </w:r>
      <w:r>
        <w:rPr>
          <w:rtl/>
        </w:rPr>
        <w:t xml:space="preserve"> في حديث الحقوق : ... وحقّ السلطان أن تعلم انّك جعلت له فتنة وانّه مبتلى فيك بما جعل الله عزّوجلّ له عليك من السلطان ، وانّ عليك ان لا تتعرّض لسخطه ، فتلقى بيديك إلى التهلكة ، وتكون شريكاً له فيما يأتي إليك من سوء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74 : 4 ضمن حديث 1 باب 1 ـ عن الخصال.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بعد ذكره لاخراج نمرود إبراهيم </w:t>
      </w:r>
      <w:r w:rsidR="00763E2E" w:rsidRPr="00763E2E">
        <w:rPr>
          <w:rStyle w:val="libAlaemChar"/>
          <w:rFonts w:hint="cs"/>
          <w:rtl/>
        </w:rPr>
        <w:t>عليه‌السلام</w:t>
      </w:r>
      <w:r>
        <w:rPr>
          <w:rtl/>
        </w:rPr>
        <w:t xml:space="preserve"> بعد ما ألقاه في النار ] : فتحمّل إبراهيم </w:t>
      </w:r>
      <w:r w:rsidR="00763E2E" w:rsidRPr="00763E2E">
        <w:rPr>
          <w:rStyle w:val="libAlaemChar"/>
          <w:rFonts w:hint="cs"/>
          <w:rtl/>
        </w:rPr>
        <w:t>عليه‌السلام</w:t>
      </w:r>
      <w:r>
        <w:rPr>
          <w:rtl/>
        </w:rPr>
        <w:t xml:space="preserve"> بماشيته وماله ، وعمل تابوتاً وجعل فيه سارة وشدّ عليها الاغلاق غيرة منه عليها ، ومضى حتى خرج من سلطان نمرود وصار إلى سلطان رجل من القبط</w:t>
      </w:r>
      <w:r>
        <w:rPr>
          <w:rFonts w:hint="cs"/>
          <w:rtl/>
        </w:rPr>
        <w:t xml:space="preserve"> </w:t>
      </w:r>
      <w:r>
        <w:rPr>
          <w:rtl/>
        </w:rPr>
        <w:t>....</w:t>
      </w:r>
    </w:p>
    <w:p w:rsidR="00AA2ABC" w:rsidRDefault="00AA2ABC" w:rsidP="002704FD">
      <w:pPr>
        <w:pStyle w:val="libNormal"/>
        <w:rPr>
          <w:rtl/>
        </w:rPr>
      </w:pPr>
      <w:r>
        <w:rPr>
          <w:rtl/>
        </w:rPr>
        <w:t xml:space="preserve">فمرّ بعاشر له </w:t>
      </w:r>
      <w:r w:rsidRPr="001008E4">
        <w:rPr>
          <w:rStyle w:val="libFootnotenumChar"/>
          <w:rtl/>
        </w:rPr>
        <w:t>(1)</w:t>
      </w:r>
      <w:r>
        <w:rPr>
          <w:rtl/>
        </w:rPr>
        <w:t xml:space="preserve"> ، فاعترضه العاشر ليعشر ما معه ، فلمّا انتهى إلى العاشر ومعه التابوت قال العاشر لإبراهيم </w:t>
      </w:r>
      <w:r w:rsidR="00763E2E" w:rsidRPr="00763E2E">
        <w:rPr>
          <w:rStyle w:val="libAlaemChar"/>
          <w:rFonts w:hint="cs"/>
          <w:rtl/>
        </w:rPr>
        <w:t>عليه‌السلام</w:t>
      </w:r>
      <w:r>
        <w:rPr>
          <w:rtl/>
        </w:rPr>
        <w:t xml:space="preserve"> : افتح هذا التابوت حتى نعشر ما فيه ، فقال له إبراهيم </w:t>
      </w:r>
      <w:r w:rsidR="00763E2E" w:rsidRPr="00763E2E">
        <w:rPr>
          <w:rStyle w:val="libAlaemChar"/>
          <w:rFonts w:hint="cs"/>
          <w:rtl/>
        </w:rPr>
        <w:t>عليه‌السلام</w:t>
      </w:r>
      <w:r>
        <w:rPr>
          <w:rtl/>
        </w:rPr>
        <w:t xml:space="preserve"> : قل ما شئت فيه من ذهب أو فضة حتى نُعطي عشره ولا نفتحه ، قال : فأبى العاشر الاّ فتحه.</w:t>
      </w:r>
    </w:p>
    <w:p w:rsidR="00AA2ABC" w:rsidRDefault="00AA2ABC" w:rsidP="002704FD">
      <w:pPr>
        <w:pStyle w:val="libNormal"/>
        <w:rPr>
          <w:rtl/>
        </w:rPr>
      </w:pPr>
      <w:r>
        <w:rPr>
          <w:rtl/>
        </w:rPr>
        <w:t xml:space="preserve">قال : وغضب إبراهيم </w:t>
      </w:r>
      <w:r w:rsidR="00763E2E" w:rsidRPr="00763E2E">
        <w:rPr>
          <w:rStyle w:val="libAlaemChar"/>
          <w:rFonts w:hint="cs"/>
          <w:rtl/>
        </w:rPr>
        <w:t>عليه‌السلام</w:t>
      </w:r>
      <w:r>
        <w:rPr>
          <w:rtl/>
        </w:rPr>
        <w:t xml:space="preserve"> على فتحه ، فلمّا بدت له سارة وكانت موصوفة بالحسن والجمال ، قال له العاشر : ما هذه المرأة منك؟ قال إبراهيم </w:t>
      </w:r>
      <w:r w:rsidR="00763E2E" w:rsidRPr="00763E2E">
        <w:rPr>
          <w:rStyle w:val="libAlaemChar"/>
          <w:rFonts w:hint="cs"/>
          <w:rtl/>
        </w:rPr>
        <w:t>عليه‌السلام</w:t>
      </w:r>
      <w:r>
        <w:rPr>
          <w:rtl/>
        </w:rPr>
        <w:t xml:space="preserve"> : هي حرمتي وابنة خالتي ، فقال له العاشر : فما دعاك إلى أن خبيتها في هذا التابوت؟ فقال إبراهيم </w:t>
      </w:r>
      <w:r w:rsidR="00763E2E" w:rsidRPr="00763E2E">
        <w:rPr>
          <w:rStyle w:val="libAlaemChar"/>
          <w:rFonts w:hint="cs"/>
          <w:rtl/>
        </w:rPr>
        <w:t>عليه‌السلام</w:t>
      </w:r>
      <w:r>
        <w:rPr>
          <w:rtl/>
        </w:rPr>
        <w:t xml:space="preserve"> : الغيرة عليها أن يراها أحد ، فقال له العاشر : لست أدعك تبرح حتى أعلم الملك حالها وحالك.</w:t>
      </w:r>
    </w:p>
    <w:p w:rsidR="00AA2ABC" w:rsidRDefault="00AA2ABC" w:rsidP="002704FD">
      <w:pPr>
        <w:pStyle w:val="libNormal"/>
        <w:rPr>
          <w:rtl/>
        </w:rPr>
      </w:pPr>
      <w:r>
        <w:rPr>
          <w:rtl/>
        </w:rPr>
        <w:t xml:space="preserve">قال : فبعث رسولاً إلى الملك فأعمله ، فبعث الملك رسولاً من قبله ليأتوه بالتابوت ، فأتوا ليذهبوا به ، فقال لهم إبراهيم </w:t>
      </w:r>
      <w:r w:rsidR="00763E2E" w:rsidRPr="00763E2E">
        <w:rPr>
          <w:rStyle w:val="libAlaemChar"/>
          <w:rFonts w:hint="cs"/>
          <w:rtl/>
        </w:rPr>
        <w:t>عليه‌السلام</w:t>
      </w:r>
      <w:r>
        <w:rPr>
          <w:rtl/>
        </w:rPr>
        <w:t xml:space="preserve"> : اني لست أفارق التابوت حتى تفارق روحي جسدي ، فاخبروا الملك بذلك فأرسل الملك أن أحملوه والتابوت معه.</w:t>
      </w:r>
    </w:p>
    <w:p w:rsidR="00AA2ABC" w:rsidRDefault="00AA2ABC" w:rsidP="002704FD">
      <w:pPr>
        <w:pStyle w:val="libNormal"/>
        <w:rPr>
          <w:rtl/>
        </w:rPr>
      </w:pPr>
      <w:r>
        <w:rPr>
          <w:rtl/>
        </w:rPr>
        <w:t xml:space="preserve">فحملوا إبراهيم </w:t>
      </w:r>
      <w:r w:rsidR="00763E2E" w:rsidRPr="00763E2E">
        <w:rPr>
          <w:rStyle w:val="libAlaemChar"/>
          <w:rFonts w:hint="cs"/>
          <w:rtl/>
        </w:rPr>
        <w:t>عليه‌السلام</w:t>
      </w:r>
      <w:r>
        <w:rPr>
          <w:rtl/>
        </w:rPr>
        <w:t xml:space="preserve"> والتابوت وجميع ما كان معه حتى أُدخل على الملك ، فقال له الملك : افتح التابوت ، فقال إبراهيم </w:t>
      </w:r>
      <w:r w:rsidR="00763E2E" w:rsidRPr="00763E2E">
        <w:rPr>
          <w:rStyle w:val="libAlaemChar"/>
          <w:rFonts w:hint="cs"/>
          <w:rtl/>
        </w:rPr>
        <w:t>عليه‌السلام</w:t>
      </w:r>
      <w:r>
        <w:rPr>
          <w:rtl/>
        </w:rPr>
        <w:t xml:space="preserve"> : أيها الملك انّ فيه حرمتي وابنة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أي الذي يأخذ العشر. </w:t>
      </w:r>
    </w:p>
    <w:p w:rsidR="00AA2ABC" w:rsidRDefault="00AA2ABC" w:rsidP="002704FD">
      <w:pPr>
        <w:pStyle w:val="libNormal0"/>
        <w:rPr>
          <w:rtl/>
        </w:rPr>
      </w:pPr>
      <w:r>
        <w:rPr>
          <w:rtl/>
        </w:rPr>
        <w:br w:type="page"/>
      </w:r>
      <w:r>
        <w:rPr>
          <w:rtl/>
        </w:rPr>
        <w:lastRenderedPageBreak/>
        <w:t xml:space="preserve">خالتي وأنا مفتد فتحه بجميع ما معي ، قال : فغضب الملك إبراهيم على فتحه ، فلمّا رأى سارة لم يملك حلمه سفهه أن مدّ يده إليها ، فأعرض إبراهيم </w:t>
      </w:r>
      <w:r w:rsidR="00763E2E" w:rsidRPr="00763E2E">
        <w:rPr>
          <w:rStyle w:val="libAlaemChar"/>
          <w:rFonts w:hint="cs"/>
          <w:rtl/>
        </w:rPr>
        <w:t>عليه‌السلام</w:t>
      </w:r>
      <w:r>
        <w:rPr>
          <w:rtl/>
        </w:rPr>
        <w:t xml:space="preserve"> بوجهه عنها وعنه غيرة منه وقال : اللهم احبس يده عن حرمتي وابنة خالتي ، فلم تصل يده إليها ولم ترجع إليه.</w:t>
      </w:r>
    </w:p>
    <w:p w:rsidR="00AA2ABC" w:rsidRDefault="00AA2ABC" w:rsidP="002704FD">
      <w:pPr>
        <w:pStyle w:val="libNormal"/>
        <w:rPr>
          <w:rtl/>
        </w:rPr>
      </w:pPr>
      <w:r>
        <w:rPr>
          <w:rtl/>
        </w:rPr>
        <w:t xml:space="preserve">فقال له الملك : انّ الهك هو الذي فعل بي هذا؟ فقال له : نعم انّ الهي غيور يكره الحرام وهو الذي حال بينك وبين ما أردت من الحرام ، فقال له الملك : فادع الهك يردّ عليّ يدي فإن أجابك فلم أعرض لها ، فقال إبراهيم </w:t>
      </w:r>
      <w:r w:rsidR="00763E2E" w:rsidRPr="00763E2E">
        <w:rPr>
          <w:rStyle w:val="libAlaemChar"/>
          <w:rFonts w:hint="cs"/>
          <w:rtl/>
        </w:rPr>
        <w:t>عليه‌السلام</w:t>
      </w:r>
      <w:r>
        <w:rPr>
          <w:rtl/>
        </w:rPr>
        <w:t xml:space="preserve"> : الهي ردّ عليه يده ليكفّ عن حرمتي. </w:t>
      </w:r>
    </w:p>
    <w:p w:rsidR="00AA2ABC" w:rsidRDefault="00AA2ABC" w:rsidP="002704FD">
      <w:pPr>
        <w:pStyle w:val="libNormal"/>
        <w:rPr>
          <w:rtl/>
        </w:rPr>
      </w:pPr>
      <w:r>
        <w:rPr>
          <w:rtl/>
        </w:rPr>
        <w:t xml:space="preserve">قال : فردّ الله عزّوجلّ عليه يده ، فأقبل الملك نحوها ببصره ثم أعاد بيده نحوها فأعرض إبراهيم </w:t>
      </w:r>
      <w:r w:rsidR="00763E2E" w:rsidRPr="00763E2E">
        <w:rPr>
          <w:rStyle w:val="libAlaemChar"/>
          <w:rFonts w:hint="cs"/>
          <w:rtl/>
        </w:rPr>
        <w:t>عليه‌السلام</w:t>
      </w:r>
      <w:r>
        <w:rPr>
          <w:rtl/>
        </w:rPr>
        <w:t xml:space="preserve"> عنه بوجهه غيرة منه وقال : اللّهم احبس يده عنها ، قال : فيبست يده ولم تصل إليها [ وفعل هكذا ثلاث مرّات ].</w:t>
      </w:r>
    </w:p>
    <w:p w:rsidR="00AA2ABC" w:rsidRDefault="00AA2ABC" w:rsidP="002704FD">
      <w:pPr>
        <w:pStyle w:val="libNormal"/>
        <w:rPr>
          <w:rtl/>
        </w:rPr>
      </w:pPr>
      <w:r>
        <w:rPr>
          <w:rtl/>
        </w:rPr>
        <w:t xml:space="preserve">فلمّا رأى ذلك الملك من الغيرة ما رأى ، ورأى الآية في يده عظّم إبراهيم </w:t>
      </w:r>
      <w:r w:rsidR="00763E2E" w:rsidRPr="00763E2E">
        <w:rPr>
          <w:rStyle w:val="libAlaemChar"/>
          <w:rFonts w:hint="cs"/>
          <w:rtl/>
        </w:rPr>
        <w:t>عليه‌السلام</w:t>
      </w:r>
      <w:r>
        <w:rPr>
          <w:rtl/>
        </w:rPr>
        <w:t xml:space="preserve"> وهابه وأكرمه واتقاه وقال له : قد أمنت من أن أعرض لها أو لشيء ممّا معك فانطلق حيث شئت ولكن لي إليك حاجة ، فقال إبراهيم </w:t>
      </w:r>
      <w:r w:rsidR="00763E2E" w:rsidRPr="00763E2E">
        <w:rPr>
          <w:rStyle w:val="libAlaemChar"/>
          <w:rFonts w:hint="cs"/>
          <w:rtl/>
        </w:rPr>
        <w:t>عليه‌السلام</w:t>
      </w:r>
      <w:r>
        <w:rPr>
          <w:rtl/>
        </w:rPr>
        <w:t xml:space="preserve"> : ما هي؟ فقال له : أحبّ أن تأذن لي أن أخدمها قبطيّة عندي جميلة عاقلة تكون لها خادماً.</w:t>
      </w:r>
    </w:p>
    <w:p w:rsidR="00AA2ABC" w:rsidRDefault="00AA2ABC" w:rsidP="002704FD">
      <w:pPr>
        <w:pStyle w:val="libNormal"/>
        <w:rPr>
          <w:rtl/>
        </w:rPr>
      </w:pPr>
      <w:r>
        <w:rPr>
          <w:rtl/>
        </w:rPr>
        <w:t xml:space="preserve">قال : فأذن له إبراهيم </w:t>
      </w:r>
      <w:r w:rsidR="00763E2E" w:rsidRPr="00763E2E">
        <w:rPr>
          <w:rStyle w:val="libAlaemChar"/>
          <w:rFonts w:hint="cs"/>
          <w:rtl/>
        </w:rPr>
        <w:t>عليه‌السلام</w:t>
      </w:r>
      <w:r>
        <w:rPr>
          <w:rtl/>
        </w:rPr>
        <w:t xml:space="preserve"> ، فدعا بها فوهبها سارة وهي هاجر أمّ إسماعيل ، فسار إبراهيم </w:t>
      </w:r>
      <w:r w:rsidR="00763E2E" w:rsidRPr="00763E2E">
        <w:rPr>
          <w:rStyle w:val="libAlaemChar"/>
          <w:rFonts w:hint="cs"/>
          <w:rtl/>
        </w:rPr>
        <w:t>عليه‌السلام</w:t>
      </w:r>
      <w:r>
        <w:rPr>
          <w:rtl/>
        </w:rPr>
        <w:t xml:space="preserve"> بجميع ما معه وخرج الملك معه يمشي خلف إبراهيم </w:t>
      </w:r>
      <w:r w:rsidR="00763E2E" w:rsidRPr="00763E2E">
        <w:rPr>
          <w:rStyle w:val="libAlaemChar"/>
          <w:rFonts w:hint="cs"/>
          <w:rtl/>
        </w:rPr>
        <w:t>عليه‌السلام</w:t>
      </w:r>
      <w:r>
        <w:rPr>
          <w:rtl/>
        </w:rPr>
        <w:t xml:space="preserve"> اعظاماً لابراهيم </w:t>
      </w:r>
      <w:r w:rsidR="00763E2E" w:rsidRPr="00763E2E">
        <w:rPr>
          <w:rStyle w:val="libAlaemChar"/>
          <w:rFonts w:hint="cs"/>
          <w:rtl/>
        </w:rPr>
        <w:t>عليه‌السلام</w:t>
      </w:r>
      <w:r>
        <w:rPr>
          <w:rtl/>
        </w:rPr>
        <w:t xml:space="preserve"> وهيبة له ، فأوحى الله تبارك وتعالى إلى إبراهيم أن قف ولا تمشى قدّام الجبار المتسلّط ويمشي هو خلفك ، ولكن اجعله أمامك وامش خلفه وعظّمه وهبه فانّه متسلّط.</w:t>
      </w:r>
    </w:p>
    <w:p w:rsidR="00AA2ABC" w:rsidRDefault="00AA2ABC" w:rsidP="002704FD">
      <w:pPr>
        <w:pStyle w:val="libNormal"/>
        <w:rPr>
          <w:rtl/>
        </w:rPr>
      </w:pPr>
      <w:r>
        <w:rPr>
          <w:rtl/>
        </w:rPr>
        <w:t xml:space="preserve">فوقف إبراهيم </w:t>
      </w:r>
      <w:r w:rsidR="00763E2E" w:rsidRPr="00763E2E">
        <w:rPr>
          <w:rStyle w:val="libAlaemChar"/>
          <w:rFonts w:hint="cs"/>
          <w:rtl/>
        </w:rPr>
        <w:t>عليه‌السلام</w:t>
      </w:r>
      <w:r>
        <w:rPr>
          <w:rtl/>
        </w:rPr>
        <w:t xml:space="preserve"> وقال للملك : امض فإنّ الهي أوحى إليّ الساعة أن</w:t>
      </w:r>
    </w:p>
    <w:p w:rsidR="00AA2ABC" w:rsidRDefault="00AA2ABC" w:rsidP="002704FD">
      <w:pPr>
        <w:pStyle w:val="libNormal0"/>
        <w:rPr>
          <w:rtl/>
        </w:rPr>
      </w:pPr>
      <w:r>
        <w:rPr>
          <w:rtl/>
        </w:rPr>
        <w:br w:type="page"/>
      </w:r>
      <w:r>
        <w:rPr>
          <w:rtl/>
        </w:rPr>
        <w:lastRenderedPageBreak/>
        <w:t xml:space="preserve">أعظّمك وأهابك وأن أقدّمك أمامي وأمشي خلفك اجلالاً لك ، فقال له الملك : أوحى إليك بهذا؟ فقال له إبراهيم : نعم ، فقال له الملك : أشهد أنّ الهلك لرفيقٌ حليمٌ كريمٌ </w:t>
      </w:r>
      <w:r w:rsidRPr="001008E4">
        <w:rPr>
          <w:rStyle w:val="libFootnotenumChar"/>
          <w:rtl/>
        </w:rPr>
        <w:t>(1)</w:t>
      </w:r>
      <w:r>
        <w:rPr>
          <w:rtl/>
        </w:rPr>
        <w:t>.</w:t>
      </w:r>
    </w:p>
    <w:p w:rsidR="00AA2ABC" w:rsidRDefault="00AA2ABC" w:rsidP="002704FD">
      <w:pPr>
        <w:pStyle w:val="libNormal"/>
        <w:rPr>
          <w:rtl/>
        </w:rPr>
      </w:pPr>
      <w:r>
        <w:rPr>
          <w:rtl/>
        </w:rPr>
        <w:t xml:space="preserve">وجاء فيما أوصى به النبي </w:t>
      </w:r>
      <w:r w:rsidR="00BF0EA2" w:rsidRPr="00BF0EA2">
        <w:rPr>
          <w:rStyle w:val="libAlaemChar"/>
          <w:rFonts w:hint="cs"/>
          <w:rtl/>
        </w:rPr>
        <w:t>صلى‌الله‌عليه‌وآله</w:t>
      </w:r>
      <w:r>
        <w:rPr>
          <w:rtl/>
        </w:rPr>
        <w:t xml:space="preserve"> إلى عليّ </w:t>
      </w:r>
      <w:r w:rsidR="00763E2E" w:rsidRPr="00763E2E">
        <w:rPr>
          <w:rStyle w:val="libAlaemChar"/>
          <w:rFonts w:hint="cs"/>
          <w:rtl/>
        </w:rPr>
        <w:t>عليه‌السلام</w:t>
      </w:r>
      <w:r>
        <w:rPr>
          <w:rtl/>
        </w:rPr>
        <w:t xml:space="preserve"> ، قال : ثمانية إن أُهينوا فلا يلوموا الاّ أنفسهم : الذاهب إلى مائدة لم يدع إليها ، والمتأمرّ على ربّ البيت ، وطالب الخير من أعدائه ، وطالب الفضل من اللئام ، والداخل بين اثنين في سرّ لهم لم يدخلاه فيه ، والمستخفّ بالسلطان ، والجالس في مجلس ليس له بأهل ، والمقبل بالحديث على من لا يسمع منه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ثلاثة من عازّهم </w:t>
      </w:r>
      <w:r w:rsidRPr="001008E4">
        <w:rPr>
          <w:rStyle w:val="libFootnotenumChar"/>
          <w:rtl/>
        </w:rPr>
        <w:t>(3)</w:t>
      </w:r>
      <w:r>
        <w:rPr>
          <w:rtl/>
        </w:rPr>
        <w:t xml:space="preserve"> ذلّ : الوالد ، والسلطان ، والغريم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أنّه قال : قال الله جلّ جلاله : أنا الله لا اله الاّ أنا ، خلقت الملوك وقلوبهم بيدي ، فأيّما قوم أطاعوني جعلت قلوب الملوك عليهم رحمة ، وأيّما قوم عصوني جعلت قلوب الملوك عليهم سخطة ، ألا لا تشغلوا أنفسكم بسبّ الملوك توبوا إليّ أعطف قلوبهم عليكم </w:t>
      </w:r>
      <w:r w:rsidRPr="001008E4">
        <w:rPr>
          <w:rStyle w:val="libFootnotenumChar"/>
          <w:rtl/>
        </w:rPr>
        <w:t>(5)</w:t>
      </w:r>
      <w:r>
        <w:rPr>
          <w:rtl/>
        </w:rPr>
        <w:t>.</w:t>
      </w:r>
    </w:p>
    <w:p w:rsidR="00AA2ABC" w:rsidRDefault="00AA2ABC" w:rsidP="002704FD">
      <w:pPr>
        <w:pStyle w:val="libNormal"/>
        <w:rPr>
          <w:rtl/>
        </w:rPr>
      </w:pPr>
      <w:r>
        <w:rPr>
          <w:rtl/>
        </w:rPr>
        <w:t xml:space="preserve">وروي بسند معتبرعن أبي عبدالله </w:t>
      </w:r>
      <w:r w:rsidR="00763E2E" w:rsidRPr="00763E2E">
        <w:rPr>
          <w:rStyle w:val="libAlaemChar"/>
          <w:rFonts w:hint="cs"/>
          <w:rtl/>
        </w:rPr>
        <w:t>عليه‌السلام</w:t>
      </w:r>
      <w:r>
        <w:rPr>
          <w:rtl/>
        </w:rPr>
        <w:t xml:space="preserve"> انّه قال : إذا أراد الله عزّوجلّ برعيّة خيراً جعل لها سلطاناً رحيماً ، وقيّض له وزيراً عادلاً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8 : 371 ضمن حديث 560 ـ عنه البحار 12 : 45 ضمن حديث 38 باب 2.</w:t>
      </w:r>
    </w:p>
    <w:p w:rsidR="00AA2ABC" w:rsidRDefault="00AA2ABC" w:rsidP="001008E4">
      <w:pPr>
        <w:pStyle w:val="libFootnote0"/>
        <w:rPr>
          <w:rtl/>
        </w:rPr>
      </w:pPr>
      <w:r>
        <w:rPr>
          <w:rtl/>
        </w:rPr>
        <w:t>2 ـ الخصال : 410 ح 12 باب 8 ـ عنه البحار 75 : 371 ح 12 باب 82.</w:t>
      </w:r>
    </w:p>
    <w:p w:rsidR="00AA2ABC" w:rsidRDefault="00AA2ABC" w:rsidP="001008E4">
      <w:pPr>
        <w:pStyle w:val="libFootnote0"/>
        <w:rPr>
          <w:rtl/>
        </w:rPr>
      </w:pPr>
      <w:r>
        <w:rPr>
          <w:rtl/>
        </w:rPr>
        <w:t>3 ـ المعازة : المغالبة والمنازعة.</w:t>
      </w:r>
    </w:p>
    <w:p w:rsidR="00AA2ABC" w:rsidRDefault="00AA2ABC" w:rsidP="001008E4">
      <w:pPr>
        <w:pStyle w:val="libFootnote0"/>
        <w:rPr>
          <w:rtl/>
        </w:rPr>
      </w:pPr>
      <w:r>
        <w:rPr>
          <w:rtl/>
        </w:rPr>
        <w:t>4 ـ الخصال : 195 ح 270 باب 3 ـ عنه البحار 75 : 338 ح 10 باب 81.</w:t>
      </w:r>
    </w:p>
    <w:p w:rsidR="00AA2ABC" w:rsidRDefault="00AA2ABC" w:rsidP="001008E4">
      <w:pPr>
        <w:pStyle w:val="libFootnote0"/>
        <w:rPr>
          <w:rtl/>
        </w:rPr>
      </w:pPr>
      <w:r>
        <w:rPr>
          <w:rtl/>
        </w:rPr>
        <w:t>5 ـ البحار 75 : 340 ح 21 باب 81 ـ عن أمالي الصدوق : 299 ح 9 مجلس 58.</w:t>
      </w:r>
    </w:p>
    <w:p w:rsidR="00AA2ABC" w:rsidRDefault="00AA2ABC" w:rsidP="001008E4">
      <w:pPr>
        <w:pStyle w:val="libFootnote0"/>
        <w:rPr>
          <w:rtl/>
        </w:rPr>
      </w:pPr>
      <w:r>
        <w:rPr>
          <w:rtl/>
        </w:rPr>
        <w:t xml:space="preserve">6 ـ أمالي الصدوق : 203 ح 3 مجلس 43 ـ عنه البحار 75 : 340 ح 19 باب 81. </w:t>
      </w:r>
    </w:p>
    <w:p w:rsidR="00AA2ABC" w:rsidRDefault="00AA2ABC" w:rsidP="002704FD">
      <w:pPr>
        <w:pStyle w:val="libNormal"/>
        <w:rPr>
          <w:rtl/>
        </w:rPr>
      </w:pPr>
      <w:r>
        <w:rPr>
          <w:rtl/>
        </w:rPr>
        <w:br w:type="page"/>
      </w:r>
      <w:r>
        <w:rPr>
          <w:rtl/>
        </w:rPr>
        <w:lastRenderedPageBreak/>
        <w:t xml:space="preserve">وروي بسند معتبر عن موسى بن جعفر </w:t>
      </w:r>
      <w:r w:rsidR="000A073B" w:rsidRPr="000A073B">
        <w:rPr>
          <w:rStyle w:val="libAlaemChar"/>
          <w:rFonts w:hint="cs"/>
          <w:rtl/>
        </w:rPr>
        <w:t>عليهما‌السلام</w:t>
      </w:r>
      <w:r>
        <w:rPr>
          <w:rtl/>
        </w:rPr>
        <w:t xml:space="preserve"> انّه قال لشيعته : يا معشر الشيعة لا تذلوا رقابكم بترك طاعة سلطانكم ، فإن كان عادلاً فاسألوا الله ابقاءه ، وان كان جائراً فاسألوا الله اصلاحه ، فإنّ صلاحكم في صلاح سلطانكم ، وانّ السلطان العادل بمنزلة الوالد الرحيم ، فأحبوا له ما تحبون لأنفسكم ، واكرهوا له ما تكرهون لأنفسكم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طاعة السلطان واجبة ، ومن ترك طاعة السلطان فقد ترك طاعة الله عزّوجلّ ودخل في نهيه ، انّ الله عزّوجلّ يقول : </w:t>
      </w:r>
      <w:r w:rsidRPr="002704FD">
        <w:rPr>
          <w:rStyle w:val="libAlaemChar"/>
          <w:rtl/>
        </w:rPr>
        <w:t>(</w:t>
      </w:r>
      <w:r w:rsidRPr="002704FD">
        <w:rPr>
          <w:rStyle w:val="libAieChar"/>
          <w:rtl/>
        </w:rPr>
        <w:t xml:space="preserve"> لاَ تُلقُوا بِأَيدِيكُم اِلَى التَّهلُكَةِ </w:t>
      </w:r>
      <w:r w:rsidRPr="002704FD">
        <w:rPr>
          <w:rStyle w:val="libAlaemChar"/>
          <w:rtl/>
        </w:rPr>
        <w:t>)</w:t>
      </w:r>
      <w:r>
        <w:rPr>
          <w:rtl/>
        </w:rPr>
        <w:t xml:space="preserve"> </w:t>
      </w:r>
      <w:r w:rsidRPr="001008E4">
        <w:rPr>
          <w:rStyle w:val="libFootnotenumChar"/>
          <w:rtl/>
        </w:rPr>
        <w:t>(2)</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من تعرّض لسلطان جائر فأصابته منه بليّة ، لم يؤجر عليها ولم يرزق الصبر عليها </w:t>
      </w:r>
      <w:r w:rsidRPr="001008E4">
        <w:rPr>
          <w:rStyle w:val="libFootnotenumChar"/>
          <w:rtl/>
        </w:rPr>
        <w:t>(4)</w:t>
      </w:r>
      <w:r>
        <w:rPr>
          <w:rtl/>
        </w:rPr>
        <w:t>.</w:t>
      </w:r>
    </w:p>
    <w:p w:rsidR="00AA2ABC" w:rsidRDefault="00AA2ABC" w:rsidP="00AA2ABC">
      <w:pPr>
        <w:pStyle w:val="Heading1Center"/>
        <w:rPr>
          <w:rtl/>
        </w:rPr>
      </w:pPr>
      <w:bookmarkStart w:id="126" w:name="_Toc392501899"/>
      <w:bookmarkStart w:id="127" w:name="_Toc392502847"/>
      <w:r>
        <w:rPr>
          <w:rtl/>
        </w:rPr>
        <w:t>( الجدول السادس )</w:t>
      </w:r>
      <w:bookmarkEnd w:id="126"/>
      <w:bookmarkEnd w:id="127"/>
    </w:p>
    <w:p w:rsidR="00AA2ABC" w:rsidRDefault="00AA2ABC" w:rsidP="00AA2ABC">
      <w:pPr>
        <w:pStyle w:val="Heading1Center"/>
        <w:rPr>
          <w:rtl/>
        </w:rPr>
      </w:pPr>
      <w:bookmarkStart w:id="128" w:name="_Toc392501900"/>
      <w:bookmarkStart w:id="129" w:name="_Toc392502848"/>
      <w:r>
        <w:rPr>
          <w:rtl/>
        </w:rPr>
        <w:t>في مفاسد التقرب إلى الملوك وعدم الاعتماد عليهم</w:t>
      </w:r>
      <w:bookmarkEnd w:id="128"/>
      <w:bookmarkEnd w:id="129"/>
    </w:p>
    <w:p w:rsidR="00AA2ABC" w:rsidRDefault="00AA2ABC" w:rsidP="00AA2ABC">
      <w:pPr>
        <w:pStyle w:val="Heading1Center"/>
        <w:rPr>
          <w:rtl/>
        </w:rPr>
      </w:pPr>
      <w:bookmarkStart w:id="130" w:name="_Toc392501901"/>
      <w:bookmarkStart w:id="131" w:name="_Toc392502849"/>
      <w:r>
        <w:rPr>
          <w:rtl/>
        </w:rPr>
        <w:t>والنهي عن اعانة الظالمين وعن الرضا بظلمهم وعن مدحهم</w:t>
      </w:r>
      <w:bookmarkEnd w:id="130"/>
      <w:bookmarkEnd w:id="131"/>
    </w:p>
    <w:p w:rsidR="00AA2ABC" w:rsidRDefault="00AA2ABC" w:rsidP="00AA2ABC">
      <w:pPr>
        <w:pStyle w:val="Heading1Center"/>
        <w:rPr>
          <w:rtl/>
        </w:rPr>
      </w:pPr>
      <w:bookmarkStart w:id="132" w:name="_Toc392501902"/>
      <w:bookmarkStart w:id="133" w:name="_Toc392502850"/>
      <w:r>
        <w:rPr>
          <w:rtl/>
        </w:rPr>
        <w:t>وعن أكل طعامهم</w:t>
      </w:r>
      <w:bookmarkEnd w:id="132"/>
      <w:bookmarkEnd w:id="133"/>
    </w:p>
    <w:p w:rsidR="00AA2ABC" w:rsidRDefault="00AA2ABC" w:rsidP="002704FD">
      <w:pPr>
        <w:pStyle w:val="libNormal"/>
        <w:rPr>
          <w:rtl/>
        </w:rPr>
      </w:pPr>
      <w:r>
        <w:rPr>
          <w:rtl/>
        </w:rPr>
        <w:t xml:space="preserve">اعلم انّ في التقرب إلى الملوك والأمراء خسارة الدنيا والعقبى ، وانّ اعتبارات الدنيا المشوبة بمئات الآلاف من المحن والذل سرعان ما تنفد ويبقى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277 ح 21 مجلس 53 ـ عنه البحار 75 : 369 ح 2 باب 82.</w:t>
      </w:r>
    </w:p>
    <w:p w:rsidR="00AA2ABC" w:rsidRDefault="00AA2ABC" w:rsidP="001008E4">
      <w:pPr>
        <w:pStyle w:val="libFootnote0"/>
        <w:rPr>
          <w:rtl/>
        </w:rPr>
      </w:pPr>
      <w:r>
        <w:rPr>
          <w:rtl/>
        </w:rPr>
        <w:t>2 ـ البقرة : 195.</w:t>
      </w:r>
    </w:p>
    <w:p w:rsidR="00AA2ABC" w:rsidRDefault="00AA2ABC" w:rsidP="001008E4">
      <w:pPr>
        <w:pStyle w:val="libFootnote0"/>
        <w:rPr>
          <w:rtl/>
        </w:rPr>
      </w:pPr>
      <w:r>
        <w:rPr>
          <w:rtl/>
        </w:rPr>
        <w:t>3 ـ أمالي الصدوق : 277 ح 20 مجلس 53 ـ عنه البحار 75 : 368 ح 1 باب 82.</w:t>
      </w:r>
    </w:p>
    <w:p w:rsidR="00AA2ABC" w:rsidRDefault="00AA2ABC" w:rsidP="001008E4">
      <w:pPr>
        <w:pStyle w:val="libFootnote0"/>
        <w:rPr>
          <w:rtl/>
        </w:rPr>
      </w:pPr>
      <w:r>
        <w:rPr>
          <w:rtl/>
        </w:rPr>
        <w:t xml:space="preserve">4 ـ البحار 75 : 372 ح 16 باب 82 ـ عن ثواب الأعمال. </w:t>
      </w:r>
    </w:p>
    <w:p w:rsidR="00AA2ABC" w:rsidRDefault="00AA2ABC" w:rsidP="002704FD">
      <w:pPr>
        <w:pStyle w:val="libNormal0"/>
        <w:rPr>
          <w:rtl/>
        </w:rPr>
      </w:pPr>
      <w:r>
        <w:rPr>
          <w:rtl/>
        </w:rPr>
        <w:br w:type="page"/>
      </w:r>
      <w:r>
        <w:rPr>
          <w:rtl/>
        </w:rPr>
        <w:lastRenderedPageBreak/>
        <w:t xml:space="preserve">الانسان منكوباً في الدنيا ومغضوباً عليه في الأخرى ، ويكفي في وضوح هذا الأمر مشاهدة أحوال أرباب الدول والملوك وسرعة انقضاء ممالكهم ، والمطلّع على أحوالهم يعلم انّه مع ما لهم من الاعتبار لا راحة لهم حتى لحظة واحدة ويتمنون عيشة الفقراء والضعفاء. </w:t>
      </w:r>
    </w:p>
    <w:p w:rsidR="00AA2ABC" w:rsidRDefault="00AA2ABC" w:rsidP="002704FD">
      <w:pPr>
        <w:pStyle w:val="libNormal"/>
        <w:rPr>
          <w:rtl/>
        </w:rPr>
      </w:pPr>
      <w:r>
        <w:rPr>
          <w:rtl/>
        </w:rPr>
        <w:t xml:space="preserve">وللتقرب منهم مفاسد كثيرة : </w:t>
      </w:r>
    </w:p>
    <w:p w:rsidR="00AA2ABC" w:rsidRDefault="00AA2ABC" w:rsidP="002704FD">
      <w:pPr>
        <w:pStyle w:val="libNormal"/>
        <w:rPr>
          <w:rtl/>
        </w:rPr>
      </w:pPr>
      <w:r w:rsidRPr="002704FD">
        <w:rPr>
          <w:rStyle w:val="libBold2Char"/>
          <w:rtl/>
        </w:rPr>
        <w:t xml:space="preserve">الاُولى : </w:t>
      </w:r>
      <w:r>
        <w:rPr>
          <w:rtl/>
        </w:rPr>
        <w:t>الاعانة على الظلم لأنّ من الواضح انّ معاشرتهم ومخالطتهم كثيراً ما لا تتحصل بدون اعانة على ظلم.</w:t>
      </w:r>
    </w:p>
    <w:p w:rsidR="00AA2ABC" w:rsidRDefault="00AA2ABC" w:rsidP="002704FD">
      <w:pPr>
        <w:pStyle w:val="libNormal"/>
        <w:rPr>
          <w:rtl/>
        </w:rPr>
      </w:pPr>
      <w:r w:rsidRPr="002704FD">
        <w:rPr>
          <w:rStyle w:val="libBold2Char"/>
          <w:rtl/>
        </w:rPr>
        <w:t xml:space="preserve">ثانياً : </w:t>
      </w:r>
      <w:r>
        <w:rPr>
          <w:rtl/>
        </w:rPr>
        <w:t>حبّهم والميل القلبي إليهم لأنّ كثرة المعاشرة توجب المحبة والودّ ، والله تعالى أمر أن لا تركنوا إلى الذين ظلموا فتمسّكم النار ، والأخبار في النهي عن مراودتهم كثيرة.</w:t>
      </w:r>
    </w:p>
    <w:p w:rsidR="00AA2ABC" w:rsidRDefault="00AA2ABC" w:rsidP="002704FD">
      <w:pPr>
        <w:pStyle w:val="libNormal"/>
        <w:rPr>
          <w:rtl/>
        </w:rPr>
      </w:pPr>
      <w:r w:rsidRPr="002704FD">
        <w:rPr>
          <w:rStyle w:val="libBold2Char"/>
          <w:rtl/>
        </w:rPr>
        <w:t xml:space="preserve">ثالثاً : </w:t>
      </w:r>
      <w:r>
        <w:rPr>
          <w:rtl/>
        </w:rPr>
        <w:t>الرضا بأفعالهم القبيحة ، وهذا أيضا يحصل بكثرة المعاشرة ، والراضي بظلم شريك فيه.</w:t>
      </w:r>
    </w:p>
    <w:p w:rsidR="00AA2ABC" w:rsidRDefault="00AA2ABC" w:rsidP="002704FD">
      <w:pPr>
        <w:pStyle w:val="libNormal"/>
        <w:rPr>
          <w:rtl/>
        </w:rPr>
      </w:pPr>
      <w:r w:rsidRPr="002704FD">
        <w:rPr>
          <w:rStyle w:val="libBold2Char"/>
          <w:rtl/>
        </w:rPr>
        <w:t xml:space="preserve">رابعاً : </w:t>
      </w:r>
      <w:r>
        <w:rPr>
          <w:rtl/>
        </w:rPr>
        <w:t>نسيان بل استحسان أعمالهم القبيحة بكثرة مشاهدة أطوارهم السيّئة ، والميل والرغبة نحوها والابتلاء بها.</w:t>
      </w:r>
    </w:p>
    <w:p w:rsidR="00AA2ABC" w:rsidRDefault="00AA2ABC" w:rsidP="002704FD">
      <w:pPr>
        <w:pStyle w:val="libNormal"/>
        <w:rPr>
          <w:rtl/>
        </w:rPr>
      </w:pPr>
      <w:r w:rsidRPr="002704FD">
        <w:rPr>
          <w:rStyle w:val="libBold2Char"/>
          <w:rtl/>
        </w:rPr>
        <w:t xml:space="preserve">خامساً : </w:t>
      </w:r>
      <w:r>
        <w:rPr>
          <w:rtl/>
        </w:rPr>
        <w:t>أن المتعارف في مجالسهم ذكر أيّ باطل وقبيح شاؤوا ومدحهم بها ، وهذا عين النفاق والافتراء على الله والرسول.</w:t>
      </w:r>
    </w:p>
    <w:p w:rsidR="00AA2ABC" w:rsidRDefault="00AA2ABC" w:rsidP="002704FD">
      <w:pPr>
        <w:pStyle w:val="libNormal"/>
        <w:rPr>
          <w:rtl/>
        </w:rPr>
      </w:pPr>
      <w:r w:rsidRPr="002704FD">
        <w:rPr>
          <w:rStyle w:val="libBold2Char"/>
          <w:rtl/>
        </w:rPr>
        <w:t xml:space="preserve">سادساً : </w:t>
      </w:r>
      <w:r>
        <w:rPr>
          <w:rtl/>
        </w:rPr>
        <w:t>لا يمكن للانسان منع الظلم في مجالسهم حسب المتعارف مضافاً إلى أن يلتزم بقول ما يرتضون ، فيكون تاركاً للنهي عن المنكر وهو من الذنوب الكبيرة.</w:t>
      </w:r>
    </w:p>
    <w:p w:rsidR="00AA2ABC" w:rsidRDefault="00AA2ABC" w:rsidP="002704FD">
      <w:pPr>
        <w:pStyle w:val="libNormal"/>
        <w:rPr>
          <w:rtl/>
        </w:rPr>
      </w:pPr>
      <w:r w:rsidRPr="002704FD">
        <w:rPr>
          <w:rStyle w:val="libBold2Char"/>
          <w:rtl/>
        </w:rPr>
        <w:t xml:space="preserve">سابعاً : </w:t>
      </w:r>
      <w:r>
        <w:rPr>
          <w:rtl/>
        </w:rPr>
        <w:t>لابدّ أن يكون مريداً لبقائهم على الظلم كي يبقى معززاً عندهم ، أو</w:t>
      </w:r>
    </w:p>
    <w:p w:rsidR="00AA2ABC" w:rsidRDefault="00AA2ABC" w:rsidP="002704FD">
      <w:pPr>
        <w:pStyle w:val="libNormal0"/>
        <w:rPr>
          <w:rtl/>
        </w:rPr>
      </w:pPr>
      <w:r>
        <w:rPr>
          <w:rtl/>
        </w:rPr>
        <w:br w:type="page"/>
      </w:r>
      <w:r>
        <w:rPr>
          <w:rtl/>
        </w:rPr>
        <w:lastRenderedPageBreak/>
        <w:t>يريد العزّة بسبب حبّهم وهذا غير جائز أيضا.</w:t>
      </w:r>
    </w:p>
    <w:p w:rsidR="00AA2ABC" w:rsidRDefault="00AA2ABC" w:rsidP="002704FD">
      <w:pPr>
        <w:pStyle w:val="libNormal"/>
        <w:rPr>
          <w:rtl/>
        </w:rPr>
      </w:pPr>
      <w:r w:rsidRPr="002704FD">
        <w:rPr>
          <w:rStyle w:val="libBold2Char"/>
          <w:rtl/>
        </w:rPr>
        <w:t xml:space="preserve">ثامناً : </w:t>
      </w:r>
      <w:r>
        <w:rPr>
          <w:rtl/>
        </w:rPr>
        <w:t>لابدّ من دخول دورهم وقصورهم المشتبهة بالحرام ، وكذا وطيء فراشهم المشتبه ، وأكل طعامهم المشتبه ، وهذا كلّه ممّا يوجب قساوة القلب ، بل انّه سوف يقطع بحرمة هذه الأمور بكثرة مصاحبته لهم ومع ذلك لابدّ أن يتصرف فيها ويغمض الطرف ولا يقول شيئاً ، وهناك مفاسد كثيرة أخرى لا يسعها الكتاب ، وهناك أحاديث كثيرة في هذا المضمون.</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 ليست لبخيل راحة ، ولا لحسود لذّة ، ولا لملوك وفاء ، ولا لكذّاب مروّة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أقلّ الناس وفاء الملوك ، وأقلّ الناس صديقاً الملوك ... </w:t>
      </w:r>
      <w:r w:rsidRPr="001008E4">
        <w:rPr>
          <w:rStyle w:val="libFootnotenumChar"/>
          <w:rtl/>
        </w:rPr>
        <w:t>(2)</w:t>
      </w:r>
      <w:r>
        <w:rPr>
          <w:rtl/>
        </w:rPr>
        <w:t>.</w:t>
      </w:r>
    </w:p>
    <w:p w:rsidR="00AA2ABC" w:rsidRDefault="00AA2ABC" w:rsidP="002704FD">
      <w:pPr>
        <w:pStyle w:val="libNormal"/>
        <w:rPr>
          <w:rtl/>
        </w:rPr>
      </w:pPr>
      <w:r>
        <w:rPr>
          <w:rtl/>
        </w:rPr>
        <w:t xml:space="preserve">وروي بسند معتبرعن أبي عبدالله </w:t>
      </w:r>
      <w:r w:rsidR="00763E2E" w:rsidRPr="00763E2E">
        <w:rPr>
          <w:rStyle w:val="libAlaemChar"/>
          <w:rFonts w:hint="cs"/>
          <w:rtl/>
        </w:rPr>
        <w:t>عليه‌السلام</w:t>
      </w:r>
      <w:r>
        <w:rPr>
          <w:rtl/>
        </w:rPr>
        <w:t xml:space="preserve"> انّه قال : إذا كان صديق فولي ولاية فأصبته على العشر ممّا كان لك عليه قبل ولايته ، فليس بصديق سوء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موسى الكاظم </w:t>
      </w:r>
      <w:r w:rsidR="00763E2E" w:rsidRPr="00763E2E">
        <w:rPr>
          <w:rStyle w:val="libAlaemChar"/>
          <w:rFonts w:hint="cs"/>
          <w:rtl/>
        </w:rPr>
        <w:t>عليه‌السلام</w:t>
      </w:r>
      <w:r>
        <w:rPr>
          <w:rtl/>
        </w:rPr>
        <w:t xml:space="preserve"> انّه قال : [ قال رسول الله </w:t>
      </w:r>
      <w:r w:rsidR="00BF0EA2" w:rsidRPr="00BF0EA2">
        <w:rPr>
          <w:rStyle w:val="libAlaemChar"/>
          <w:rFonts w:hint="cs"/>
          <w:rtl/>
        </w:rPr>
        <w:t>صلى‌الله‌عليه‌وآله</w:t>
      </w:r>
      <w:r>
        <w:rPr>
          <w:rtl/>
        </w:rPr>
        <w:t xml:space="preserve"> : ] أربع يفسدن القلب ، وينبتن النفاق في القلب كما ينبت الماء الشجر : استماع اللهو ، والبذاء ، واتيان باب السلطان ، وطلب الصيد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 من لزم السلطان افتتن ، وما يزداد من السلطان قرباً الاّ ازداد من الله تعالى بعداً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271 ح 10 باب 5 ـ عنه البحار 75 : 338 ح 13 باب 81.</w:t>
      </w:r>
    </w:p>
    <w:p w:rsidR="00AA2ABC" w:rsidRDefault="00AA2ABC" w:rsidP="001008E4">
      <w:pPr>
        <w:pStyle w:val="libFootnote0"/>
        <w:rPr>
          <w:rtl/>
        </w:rPr>
      </w:pPr>
      <w:r>
        <w:rPr>
          <w:rtl/>
        </w:rPr>
        <w:t>2 ـ البحار 75 : 340 ح 17 باب 81 ـ عن أمالي الصدوق.</w:t>
      </w:r>
    </w:p>
    <w:p w:rsidR="00AA2ABC" w:rsidRDefault="00AA2ABC" w:rsidP="001008E4">
      <w:pPr>
        <w:pStyle w:val="libFootnote0"/>
        <w:rPr>
          <w:rtl/>
        </w:rPr>
      </w:pPr>
      <w:r>
        <w:rPr>
          <w:rtl/>
        </w:rPr>
        <w:t>3 ـ أمالي الطوسي : 279 ح 71 مجلس 10 ـ عنه البحار 75 : 341 ح 25 باب 81.</w:t>
      </w:r>
    </w:p>
    <w:p w:rsidR="00AA2ABC" w:rsidRDefault="00AA2ABC" w:rsidP="001008E4">
      <w:pPr>
        <w:pStyle w:val="libFootnote0"/>
        <w:rPr>
          <w:rtl/>
        </w:rPr>
      </w:pPr>
      <w:r>
        <w:rPr>
          <w:rtl/>
        </w:rPr>
        <w:t>4 ـ الخصال : 227 ح 63 باب 4 ـ عنه البحار 75 : 370 ح 10 باب 82.</w:t>
      </w:r>
    </w:p>
    <w:p w:rsidR="00AA2ABC" w:rsidRDefault="00AA2ABC" w:rsidP="001008E4">
      <w:pPr>
        <w:pStyle w:val="libFootnote0"/>
        <w:rPr>
          <w:rtl/>
        </w:rPr>
      </w:pPr>
      <w:r>
        <w:rPr>
          <w:rtl/>
        </w:rPr>
        <w:t xml:space="preserve">5 ـ أمالي الطوسي : 264 ح 21 مجلس 10 ـ عنه البحار 75 : 371 ح 13 باب 82. </w:t>
      </w:r>
    </w:p>
    <w:p w:rsidR="00AA2ABC" w:rsidRDefault="00AA2ABC" w:rsidP="002704FD">
      <w:pPr>
        <w:pStyle w:val="libNormal"/>
        <w:rPr>
          <w:rtl/>
        </w:rPr>
      </w:pPr>
      <w:r>
        <w:rPr>
          <w:rtl/>
        </w:rPr>
        <w:br w:type="page"/>
      </w:r>
      <w:r>
        <w:rPr>
          <w:rtl/>
        </w:rPr>
        <w:lastRenderedPageBreak/>
        <w:t xml:space="preserve">وروي عن أبي عبدالله </w:t>
      </w:r>
      <w:r w:rsidR="00763E2E" w:rsidRPr="00763E2E">
        <w:rPr>
          <w:rStyle w:val="libAlaemChar"/>
          <w:rFonts w:hint="cs"/>
          <w:rtl/>
        </w:rPr>
        <w:t>عليه‌السلام</w:t>
      </w:r>
      <w:r>
        <w:rPr>
          <w:rtl/>
        </w:rPr>
        <w:t xml:space="preserve"> انّه قال [ في الورع من الناس ] : الذي يتورّع من محارم الله ويجتنب هؤلاء ، وإذا لم يتّق الشبهات وقع في الحرام وهو لا يعرفه ، وإذا رأى المنكر فلم ينكره وهو يقوى عليه فقد أحبّ أن يُعصى الله.</w:t>
      </w:r>
    </w:p>
    <w:p w:rsidR="00AA2ABC" w:rsidRDefault="00AA2ABC" w:rsidP="002704FD">
      <w:pPr>
        <w:pStyle w:val="libNormal"/>
        <w:rPr>
          <w:rtl/>
        </w:rPr>
      </w:pPr>
      <w:r>
        <w:rPr>
          <w:rtl/>
        </w:rPr>
        <w:t xml:space="preserve">ومن أحبّ أن يُعصى الله فقد بارز الله بالعداوة ومن أحبّ بقاء الظالمين فقد أحبّ أن يعصى الله ، أنّ الله تبارك وتعالى حمد نفسه على إهلاك الظلمة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العالم بالظلم ، والمعين عليه ، والراضي به شركاء ثلاثة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قال عيسى بن مريم لبني اسرائيل : لا تعينوا الظالم على ظلمه فيبطل فضلكم ... </w:t>
      </w:r>
      <w:r w:rsidRPr="001008E4">
        <w:rPr>
          <w:rStyle w:val="libFootnotenumChar"/>
          <w:rtl/>
        </w:rPr>
        <w:t>(3)</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مدح سلطاناً جائراً وتخفّف له طمعاً فيه كان قرينه إلى النار ... من دلّ جائراً على جور كان قرين هامان في جهنّم ... من تولّى خصومة ظالم أو أعان عليها نزل به ملك الموت قال له : أبشر بلعنة الله ونار جهنّم وبئس المصير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لا يحضرنّ أحدكم رجلاً يضربه سلطان جائر ظلماً وعدواناً ، ولا مقتولاً ولا مظلوماً إذا لم ينصره لأنّ نصرة المؤمن على المؤمن فريضة واجبة إذا هو حضره والعافية أوسع ما لم يلزمك الحجّة الظاهرة</w:t>
      </w:r>
      <w:r w:rsidRPr="001008E4">
        <w:rPr>
          <w:rStyle w:val="libFootnotenumChar"/>
          <w:rFonts w:hint="cs"/>
          <w:rtl/>
        </w:rPr>
        <w:t xml:space="preserve">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252 ح 1 معنى الورع ـ عنه البحار 75 : 369 ح 6 باب 82.</w:t>
      </w:r>
    </w:p>
    <w:p w:rsidR="00AA2ABC" w:rsidRDefault="00AA2ABC" w:rsidP="001008E4">
      <w:pPr>
        <w:pStyle w:val="libFootnote0"/>
        <w:rPr>
          <w:rtl/>
        </w:rPr>
      </w:pPr>
      <w:r>
        <w:rPr>
          <w:rtl/>
        </w:rPr>
        <w:t>2 ـ الخصال : 107 ح 72 باب 3 ـ عنه البحار 75 : 312 ح 16 باب 79.</w:t>
      </w:r>
    </w:p>
    <w:p w:rsidR="00AA2ABC" w:rsidRDefault="00AA2ABC" w:rsidP="001008E4">
      <w:pPr>
        <w:pStyle w:val="libFootnote0"/>
        <w:rPr>
          <w:rtl/>
        </w:rPr>
      </w:pPr>
      <w:r>
        <w:rPr>
          <w:rtl/>
        </w:rPr>
        <w:t>3 ـ البحار 75 : 370 ح 7 باب 82 ـ عن معاني الأخبار.</w:t>
      </w:r>
    </w:p>
    <w:p w:rsidR="00AA2ABC" w:rsidRDefault="00AA2ABC" w:rsidP="001008E4">
      <w:pPr>
        <w:pStyle w:val="libFootnote0"/>
        <w:rPr>
          <w:rtl/>
        </w:rPr>
      </w:pPr>
      <w:r>
        <w:rPr>
          <w:rtl/>
        </w:rPr>
        <w:t>4 ـ البحار 75 : 369 ح 3 باب 82 ـ عن أمالي الصدوق.</w:t>
      </w:r>
    </w:p>
    <w:p w:rsidR="00AA2ABC" w:rsidRDefault="00AA2ABC" w:rsidP="001008E4">
      <w:pPr>
        <w:pStyle w:val="libFootnote0"/>
        <w:rPr>
          <w:rtl/>
        </w:rPr>
      </w:pPr>
      <w:r>
        <w:rPr>
          <w:rtl/>
        </w:rPr>
        <w:t xml:space="preserve">5 ـ البحار 75 : 17 ح 2 باب 33 عن قرب الإسناد. </w:t>
      </w:r>
    </w:p>
    <w:p w:rsidR="00AA2ABC" w:rsidRDefault="00AA2ABC" w:rsidP="002704FD">
      <w:pPr>
        <w:pStyle w:val="libNormal"/>
        <w:rPr>
          <w:rtl/>
        </w:rPr>
      </w:pPr>
      <w:r>
        <w:rPr>
          <w:rtl/>
        </w:rPr>
        <w:br w:type="page"/>
      </w:r>
      <w:r>
        <w:rPr>
          <w:rtl/>
        </w:rPr>
        <w:lastRenderedPageBreak/>
        <w:t xml:space="preserve">وروي بسند معتبر عن محمد بن مسلم انّه قال : مرّ بي أبو جعفر [ وأبو عبدالله </w:t>
      </w:r>
      <w:r w:rsidR="000A073B" w:rsidRPr="000A073B">
        <w:rPr>
          <w:rStyle w:val="libAlaemChar"/>
          <w:rFonts w:hint="cs"/>
          <w:rtl/>
        </w:rPr>
        <w:t>عليهما‌السلام</w:t>
      </w:r>
      <w:r>
        <w:rPr>
          <w:rtl/>
        </w:rPr>
        <w:t xml:space="preserve"> ] وأنا جالس عند قاض بالمدينة ، فدخلت عليه من الغد فقال لي : ما مجلس رأيتك فيه أمس؟</w:t>
      </w:r>
    </w:p>
    <w:p w:rsidR="00AA2ABC" w:rsidRDefault="00AA2ABC" w:rsidP="002704FD">
      <w:pPr>
        <w:pStyle w:val="libNormal"/>
        <w:rPr>
          <w:rtl/>
        </w:rPr>
      </w:pPr>
      <w:r>
        <w:rPr>
          <w:rtl/>
        </w:rPr>
        <w:t xml:space="preserve">قال : قلت له : جعلت فداك انّ هذا القاضي لي مكرم فربما جلست اليه ، فقال لي : وما يؤمنك أن تنزل اللعنة فتعمّ من في المجلس </w:t>
      </w:r>
      <w:r w:rsidRPr="001008E4">
        <w:rPr>
          <w:rStyle w:val="libFootnotenumChar"/>
          <w:rtl/>
        </w:rPr>
        <w:t>(1)</w:t>
      </w:r>
      <w:r>
        <w:rPr>
          <w:rtl/>
        </w:rPr>
        <w:t>.</w:t>
      </w:r>
    </w:p>
    <w:p w:rsidR="00AA2ABC" w:rsidRDefault="00AA2ABC" w:rsidP="002704FD">
      <w:pPr>
        <w:pStyle w:val="libNormal"/>
        <w:rPr>
          <w:rtl/>
        </w:rPr>
      </w:pPr>
      <w:r>
        <w:rPr>
          <w:rtl/>
        </w:rPr>
        <w:t xml:space="preserve">وجاء فيما أوصى به أمير المؤمنين </w:t>
      </w:r>
      <w:r w:rsidR="00763E2E" w:rsidRPr="00763E2E">
        <w:rPr>
          <w:rStyle w:val="libAlaemChar"/>
          <w:rFonts w:hint="cs"/>
          <w:rtl/>
        </w:rPr>
        <w:t>عليه‌السلام</w:t>
      </w:r>
      <w:r>
        <w:rPr>
          <w:rtl/>
        </w:rPr>
        <w:t xml:space="preserve"> لابنه الحسن </w:t>
      </w:r>
      <w:r w:rsidR="00763E2E" w:rsidRPr="00763E2E">
        <w:rPr>
          <w:rStyle w:val="libAlaemChar"/>
          <w:rFonts w:hint="cs"/>
          <w:rtl/>
        </w:rPr>
        <w:t>عليه‌السلام</w:t>
      </w:r>
      <w:r>
        <w:rPr>
          <w:rtl/>
        </w:rPr>
        <w:t xml:space="preserve"> عند وفاته : أحبّ الصالح لصلاحه ، ودار الفاسق عن دينك وابغضه بقلبك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عذر ظالماً بظلمه سلّط الله عليه من يظلمه ، فإن دعا لم يستجب له ، ولم يأجره الله على ظلامته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قال : أنّ أعوان الظلمة يوم القيامة في سرادق من نار حتى يحكم الله بين العباد </w:t>
      </w:r>
      <w:r w:rsidRPr="001008E4">
        <w:rPr>
          <w:rStyle w:val="libFootnotenumChar"/>
          <w:rtl/>
        </w:rPr>
        <w:t>(4)</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في قول الله عزّوجلّ : </w:t>
      </w:r>
      <w:r w:rsidRPr="002704FD">
        <w:rPr>
          <w:rStyle w:val="libAlaemChar"/>
          <w:rtl/>
        </w:rPr>
        <w:t>(</w:t>
      </w:r>
      <w:r w:rsidRPr="002704FD">
        <w:rPr>
          <w:rStyle w:val="libAieChar"/>
          <w:rtl/>
        </w:rPr>
        <w:t xml:space="preserve"> وَلاَ تَركَنُوا اِلَى الَّذِينَ ظَلَمُوا فَتَمَسَّكُمُ النَّارُ </w:t>
      </w:r>
      <w:r w:rsidRPr="002704FD">
        <w:rPr>
          <w:rStyle w:val="libAlaemChar"/>
          <w:rtl/>
        </w:rPr>
        <w:t>)</w:t>
      </w:r>
      <w:r>
        <w:rPr>
          <w:rtl/>
        </w:rPr>
        <w:t xml:space="preserve"> </w:t>
      </w:r>
      <w:r w:rsidRPr="001008E4">
        <w:rPr>
          <w:rStyle w:val="libFootnotenumChar"/>
          <w:rtl/>
        </w:rPr>
        <w:t>(5)</w:t>
      </w:r>
      <w:r>
        <w:rPr>
          <w:rtl/>
        </w:rPr>
        <w:t xml:space="preserve"> قال : هو الرجل يأتي السلطان فيحبّ بقاءه إلى أن يدخل يده إلى كيسه فيعطيه </w:t>
      </w:r>
      <w:r w:rsidRPr="001008E4">
        <w:rPr>
          <w:rStyle w:val="libFootnotenumChar"/>
          <w:rtl/>
        </w:rPr>
        <w:t>(6)</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إذا كان يوم القيامة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7 : 410 ح 1 باب كراهية الجلوس إلى قضاة الجور.</w:t>
      </w:r>
    </w:p>
    <w:p w:rsidR="00AA2ABC" w:rsidRDefault="00AA2ABC" w:rsidP="001008E4">
      <w:pPr>
        <w:pStyle w:val="libFootnote0"/>
        <w:rPr>
          <w:rtl/>
        </w:rPr>
      </w:pPr>
      <w:r>
        <w:rPr>
          <w:rtl/>
        </w:rPr>
        <w:t>2 ـ البحار 75 : 369 ح 4 باب 82 ـ عن أمالي المفيد والطوسي.</w:t>
      </w:r>
    </w:p>
    <w:p w:rsidR="00AA2ABC" w:rsidRDefault="00AA2ABC" w:rsidP="001008E4">
      <w:pPr>
        <w:pStyle w:val="libFootnote0"/>
        <w:rPr>
          <w:rtl/>
        </w:rPr>
      </w:pPr>
      <w:r>
        <w:rPr>
          <w:rtl/>
        </w:rPr>
        <w:t>3 ـ البحار 75 : 372 ح 1 باب 82 ـ عن ثواب الأعمال.</w:t>
      </w:r>
    </w:p>
    <w:p w:rsidR="00AA2ABC" w:rsidRDefault="00AA2ABC" w:rsidP="001008E4">
      <w:pPr>
        <w:pStyle w:val="libFootnote0"/>
        <w:rPr>
          <w:rtl/>
        </w:rPr>
      </w:pPr>
      <w:r>
        <w:rPr>
          <w:rtl/>
        </w:rPr>
        <w:t>4 ـ الكافي 5 : 107 ح 7 باب عمل السلطان وجوائزهم.</w:t>
      </w:r>
    </w:p>
    <w:p w:rsidR="00AA2ABC" w:rsidRDefault="00AA2ABC" w:rsidP="001008E4">
      <w:pPr>
        <w:pStyle w:val="libFootnote0"/>
        <w:rPr>
          <w:rtl/>
        </w:rPr>
      </w:pPr>
      <w:r>
        <w:rPr>
          <w:rtl/>
        </w:rPr>
        <w:t>5 ـ هود : 113.</w:t>
      </w:r>
    </w:p>
    <w:p w:rsidR="00AA2ABC" w:rsidRDefault="00AA2ABC" w:rsidP="001008E4">
      <w:pPr>
        <w:pStyle w:val="libFootnote0"/>
        <w:rPr>
          <w:rtl/>
        </w:rPr>
      </w:pPr>
      <w:r>
        <w:rPr>
          <w:rtl/>
        </w:rPr>
        <w:t xml:space="preserve">6 ـ الكافي 5 : 108 ح 12 باب عمل السلطان وجوائزهم. </w:t>
      </w:r>
    </w:p>
    <w:p w:rsidR="00AA2ABC" w:rsidRDefault="00AA2ABC" w:rsidP="002704FD">
      <w:pPr>
        <w:pStyle w:val="libNormal0"/>
        <w:rPr>
          <w:rtl/>
        </w:rPr>
      </w:pPr>
      <w:r>
        <w:rPr>
          <w:rtl/>
        </w:rPr>
        <w:br w:type="page"/>
      </w:r>
      <w:r>
        <w:rPr>
          <w:rtl/>
        </w:rPr>
        <w:lastRenderedPageBreak/>
        <w:t xml:space="preserve">نادى مناد : أين الظلمة وأعوانهم؟ من لاق لهم دواّةً ، أو ربط لهم كيساً ، أو مدّ لهم مدّة قلم ، فاحشروهم معهم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ما اقترب عبد من سلطان الاّ تباعد من الله ، ولا كثر ماله الاّ اشتد حسابه ، ولا كثر تبعه الاّ كثرت شياطينه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اياكم وأبواب السلطان وحواشيها ، فإنّ أقربكم من أبواب السلطان وحواشيها أبعدكم من الله عزّوجلّ ، ومن آثر السلطان على الله عزّوجلّ أذهب الله عنه الورع وجعله حيران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صونوا دينكم بالورع ، وقوّوه بالتقيّة والاستغناء بالله عن طلب الحوائج من السلطان ، واعلموا انّه أيّما مؤمن خضع لصاحب سلطان أو من يخالطه على دينه طلباً لما في يديه من دنياه أخمله الله ومقته عليه ووكله إليه.</w:t>
      </w:r>
    </w:p>
    <w:p w:rsidR="00AA2ABC" w:rsidRDefault="00AA2ABC" w:rsidP="002704FD">
      <w:pPr>
        <w:pStyle w:val="libNormal"/>
        <w:rPr>
          <w:rtl/>
        </w:rPr>
      </w:pPr>
      <w:r>
        <w:rPr>
          <w:rtl/>
        </w:rPr>
        <w:t xml:space="preserve">فان هو غلب على شيء من دنياه وصار في يده منه نزع الله البركة منه ، ولم يأجره على شيء ينفقه في حج ولا عمرة ولا عتق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أعان ظالماً على مظلوم لم يزل الله عزّوجلّ عليه ساخطاً حتى ينزع عن معونته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372 ح 17 باب 82 ـ عن ثواب الأعمال.</w:t>
      </w:r>
    </w:p>
    <w:p w:rsidR="00AA2ABC" w:rsidRDefault="00AA2ABC" w:rsidP="001008E4">
      <w:pPr>
        <w:pStyle w:val="libFootnote0"/>
        <w:rPr>
          <w:rtl/>
        </w:rPr>
      </w:pPr>
      <w:r>
        <w:rPr>
          <w:rtl/>
        </w:rPr>
        <w:t>2 ـ البحار 75 : 372 ح 18 باب 82 ـ عن ثواب الأعمال.</w:t>
      </w:r>
    </w:p>
    <w:p w:rsidR="00AA2ABC" w:rsidRDefault="00AA2ABC" w:rsidP="001008E4">
      <w:pPr>
        <w:pStyle w:val="libFootnote0"/>
        <w:rPr>
          <w:rtl/>
        </w:rPr>
      </w:pPr>
      <w:r>
        <w:rPr>
          <w:rtl/>
        </w:rPr>
        <w:t>3 ـ البحار 75 : 372 ح 19 باب 82 ـ عن ثواب الأعمال.</w:t>
      </w:r>
    </w:p>
    <w:p w:rsidR="00AA2ABC" w:rsidRDefault="00AA2ABC" w:rsidP="001008E4">
      <w:pPr>
        <w:pStyle w:val="libFootnote0"/>
        <w:rPr>
          <w:rtl/>
        </w:rPr>
      </w:pPr>
      <w:r>
        <w:rPr>
          <w:rtl/>
        </w:rPr>
        <w:t>4 ـ البحار 75 : 370 ح 15 باب 82 ـ عن ثواب الأعمال.</w:t>
      </w:r>
    </w:p>
    <w:p w:rsidR="00AA2ABC" w:rsidRDefault="00AA2ABC" w:rsidP="001008E4">
      <w:pPr>
        <w:pStyle w:val="libFootnote0"/>
        <w:rPr>
          <w:rtl/>
        </w:rPr>
      </w:pPr>
      <w:r>
        <w:rPr>
          <w:rtl/>
        </w:rPr>
        <w:t xml:space="preserve">5 ـ البحار 75 : 373 ح 22 باب 82 ـ عن ثواب الأعمال. </w:t>
      </w:r>
    </w:p>
    <w:p w:rsidR="00AA2ABC" w:rsidRDefault="00AA2ABC" w:rsidP="00AA2ABC">
      <w:pPr>
        <w:pStyle w:val="Heading1Center"/>
        <w:rPr>
          <w:rtl/>
        </w:rPr>
      </w:pPr>
      <w:r>
        <w:rPr>
          <w:rtl/>
        </w:rPr>
        <w:br w:type="page"/>
      </w:r>
      <w:bookmarkStart w:id="134" w:name="_Toc392501903"/>
      <w:bookmarkStart w:id="135" w:name="_Toc392502851"/>
      <w:r>
        <w:rPr>
          <w:rtl/>
        </w:rPr>
        <w:lastRenderedPageBreak/>
        <w:t>( الجدول السابع )</w:t>
      </w:r>
      <w:bookmarkEnd w:id="134"/>
      <w:bookmarkEnd w:id="135"/>
    </w:p>
    <w:p w:rsidR="00AA2ABC" w:rsidRDefault="00AA2ABC" w:rsidP="00AA2ABC">
      <w:pPr>
        <w:pStyle w:val="Heading1Center"/>
        <w:rPr>
          <w:rtl/>
        </w:rPr>
      </w:pPr>
      <w:bookmarkStart w:id="136" w:name="_Toc392501904"/>
      <w:bookmarkStart w:id="137" w:name="_Toc392502852"/>
      <w:r>
        <w:rPr>
          <w:rtl/>
        </w:rPr>
        <w:t>في بيان وجوه مسوّغة للدخول في بيوت الحكّام والأُمراء</w:t>
      </w:r>
      <w:bookmarkEnd w:id="136"/>
      <w:bookmarkEnd w:id="137"/>
    </w:p>
    <w:p w:rsidR="00AA2ABC" w:rsidRDefault="00AA2ABC" w:rsidP="002704FD">
      <w:pPr>
        <w:pStyle w:val="libNormal"/>
        <w:rPr>
          <w:rtl/>
        </w:rPr>
      </w:pPr>
      <w:r>
        <w:rPr>
          <w:rtl/>
        </w:rPr>
        <w:t xml:space="preserve">اعلم انّه قد تجب المعاشرة مع الملوك والحكام ، ويجب الدخول في بيوتهم لأسباب : </w:t>
      </w:r>
    </w:p>
    <w:p w:rsidR="00AA2ABC" w:rsidRDefault="00AA2ABC" w:rsidP="002704FD">
      <w:pPr>
        <w:pStyle w:val="libNormal"/>
        <w:rPr>
          <w:rtl/>
        </w:rPr>
      </w:pPr>
      <w:r w:rsidRPr="002704FD">
        <w:rPr>
          <w:rStyle w:val="libBold2Char"/>
          <w:rtl/>
        </w:rPr>
        <w:t xml:space="preserve">أولاً : </w:t>
      </w:r>
      <w:r>
        <w:rPr>
          <w:rtl/>
        </w:rPr>
        <w:t xml:space="preserve">للتقية كما ذكر سابقاً ، فمن خاف بسبب هجرهم ضرراً على نفسه أو ماله أو عرضه فلابد من الذهاب إليهم دفعاً لما يكره ويخاف ، وقد كان الأئمة المعصومون </w:t>
      </w:r>
      <w:r w:rsidR="000A073B" w:rsidRPr="000A073B">
        <w:rPr>
          <w:rStyle w:val="libAlaemChar"/>
          <w:rFonts w:hint="cs"/>
          <w:rtl/>
        </w:rPr>
        <w:t>عليهم‌السلام</w:t>
      </w:r>
      <w:r>
        <w:rPr>
          <w:rtl/>
        </w:rPr>
        <w:t xml:space="preserve"> يترددون على خلفاء بني العباس عليهم اللعنة ، والمنسوبين إليهم تقية ، وكانوا </w:t>
      </w:r>
      <w:r w:rsidR="000A073B" w:rsidRPr="000A073B">
        <w:rPr>
          <w:rStyle w:val="libAlaemChar"/>
          <w:rFonts w:hint="cs"/>
          <w:rtl/>
        </w:rPr>
        <w:t>عليهم‌السلام</w:t>
      </w:r>
      <w:r>
        <w:rPr>
          <w:rtl/>
        </w:rPr>
        <w:t xml:space="preserve"> يداروهم ويتعاملون معهم باللين والمجاملة.</w:t>
      </w:r>
    </w:p>
    <w:p w:rsidR="00AA2ABC" w:rsidRDefault="00AA2ABC" w:rsidP="002704FD">
      <w:pPr>
        <w:pStyle w:val="libNormal"/>
        <w:rPr>
          <w:rtl/>
        </w:rPr>
      </w:pPr>
      <w:r w:rsidRPr="002704FD">
        <w:rPr>
          <w:rStyle w:val="libBold2Char"/>
          <w:rtl/>
        </w:rPr>
        <w:t xml:space="preserve">ثانياً : </w:t>
      </w:r>
      <w:r>
        <w:rPr>
          <w:rtl/>
        </w:rPr>
        <w:t>أن يذهب لدفع ضرر عن مظلوم أو جلب نفع لمؤمن ، وقد يجب هذا الأمر أيضاً كما مرّت الأحاديث في غوث المظلوم وقضاء حوائج المؤمنين ، بل انّ من قدر على دفع ظلم عن مؤمن ولم يفعل رعاية لعزّة نفسه واعتبارها كان شريكاً في ذلك الظلم وسوف يعاقب وسيذلّه الله تعالى ، كما ورد من انّ لكل شيء زكاة وزكاة الاعتبار والجاه صرفه في قضاء حوائج المؤمنين ، وكما انّ المال يزداد بالزكاة فإنّ الجاه سيزداد كذلك بالزكاة ، وكما انّ المال يتلف بعدم الزكاة فكذلك في الجاه والاعتبار.</w:t>
      </w:r>
    </w:p>
    <w:p w:rsidR="00AA2ABC" w:rsidRDefault="00AA2ABC" w:rsidP="002704FD">
      <w:pPr>
        <w:pStyle w:val="libNormal"/>
        <w:rPr>
          <w:rtl/>
        </w:rPr>
      </w:pPr>
      <w:r>
        <w:rPr>
          <w:rtl/>
        </w:rPr>
        <w:t xml:space="preserve">روي بسند معتبر عن موسى الكاظم </w:t>
      </w:r>
      <w:r w:rsidR="00763E2E" w:rsidRPr="00763E2E">
        <w:rPr>
          <w:rStyle w:val="libAlaemChar"/>
          <w:rFonts w:hint="cs"/>
          <w:rtl/>
        </w:rPr>
        <w:t>عليه‌السلام</w:t>
      </w:r>
      <w:r>
        <w:rPr>
          <w:rtl/>
        </w:rPr>
        <w:t xml:space="preserve"> انّه قال : أبلغوني حاجة من لا يستطيع إبلاغي حاجته فانّه من أبلغ سلطاناً حاجة من لا يستطيع ابلاغها ثبت الله قدميه على الصراط يوم القيامة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الطوسي : 203 ح 50 مجلس 7 ـ عنه البحار 75 : 384 ح 3 باب 84. </w:t>
      </w:r>
    </w:p>
    <w:p w:rsidR="00AA2ABC" w:rsidRDefault="00AA2ABC" w:rsidP="002704FD">
      <w:pPr>
        <w:pStyle w:val="libNormal"/>
        <w:rPr>
          <w:rtl/>
        </w:rPr>
      </w:pPr>
      <w:r>
        <w:rPr>
          <w:rtl/>
        </w:rPr>
        <w:br w:type="page"/>
      </w:r>
      <w:r>
        <w:rPr>
          <w:rtl/>
        </w:rPr>
        <w:lastRenderedPageBreak/>
        <w:t xml:space="preserve">وروي بسند معتبر آخر عنه </w:t>
      </w:r>
      <w:r w:rsidR="00763E2E" w:rsidRPr="00763E2E">
        <w:rPr>
          <w:rStyle w:val="libAlaemChar"/>
          <w:rFonts w:hint="cs"/>
          <w:rtl/>
        </w:rPr>
        <w:t>عليه‌السلام</w:t>
      </w:r>
      <w:r>
        <w:rPr>
          <w:rtl/>
        </w:rPr>
        <w:t xml:space="preserve"> انّه قال : لئن أسقط من جالق </w:t>
      </w:r>
      <w:r w:rsidRPr="001008E4">
        <w:rPr>
          <w:rStyle w:val="libFootnotenumChar"/>
          <w:rtl/>
        </w:rPr>
        <w:t>(1)</w:t>
      </w:r>
      <w:r>
        <w:rPr>
          <w:rtl/>
        </w:rPr>
        <w:t xml:space="preserve"> فأتقطّع قطعة قطعة أحبّ إليّ من أن أتولّي لأحد منهم عملاً أو أطأ بساط أحدهم الاّ ... لتفريج كربة عن مؤمن ، أو فكّ أسره ، أو قضاء دينه</w:t>
      </w:r>
      <w:r>
        <w:rPr>
          <w:rFonts w:hint="cs"/>
          <w:rtl/>
        </w:rPr>
        <w:t xml:space="preserve"> </w:t>
      </w:r>
      <w:r>
        <w:rPr>
          <w:rtl/>
        </w:rPr>
        <w:t>....</w:t>
      </w:r>
    </w:p>
    <w:p w:rsidR="00AA2ABC" w:rsidRDefault="00AA2ABC" w:rsidP="002704FD">
      <w:pPr>
        <w:pStyle w:val="libNormal"/>
        <w:rPr>
          <w:rtl/>
        </w:rPr>
      </w:pPr>
      <w:r>
        <w:rPr>
          <w:rtl/>
        </w:rPr>
        <w:t xml:space="preserve">انّ أهون ما يصنع الله بمن تولّى لهم عملاً أن يضرب عليه سرادق من نار إلى أن يفرغ الله من حساب الخلائق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ما من جبّار الاّ ومعه مؤمن يدفع الله به عن المؤمنين وهو أقلهم حظاً في الآخرة ـ يعني أقلّ المؤمنين حظّاً لصحبة الجبار ـ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الحسن موسى </w:t>
      </w:r>
      <w:r w:rsidR="00763E2E" w:rsidRPr="00763E2E">
        <w:rPr>
          <w:rStyle w:val="libAlaemChar"/>
          <w:rFonts w:hint="cs"/>
          <w:rtl/>
        </w:rPr>
        <w:t>عليه‌السلام</w:t>
      </w:r>
      <w:r>
        <w:rPr>
          <w:rtl/>
        </w:rPr>
        <w:t xml:space="preserve"> انّه قال : انّ لله عزّوجلّ مع السلطان أولياء يدفع بهم عن أوليائه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ثالثاً : </w:t>
      </w:r>
      <w:r>
        <w:rPr>
          <w:rtl/>
        </w:rPr>
        <w:t xml:space="preserve">أن يذهب إليهم بقصد هدايتهم ان كانوا من أهلها فلعلّه يهدي أحدهم أو يتعظ هو بأحوالهم ويعتبر ، كما روي بسند معتبر عن أبي عبدالله </w:t>
      </w:r>
      <w:r w:rsidR="00763E2E" w:rsidRPr="00763E2E">
        <w:rPr>
          <w:rStyle w:val="libAlaemChar"/>
          <w:rFonts w:hint="cs"/>
          <w:rtl/>
        </w:rPr>
        <w:t>عليه‌السلام</w:t>
      </w:r>
      <w:r>
        <w:rPr>
          <w:rtl/>
        </w:rPr>
        <w:t xml:space="preserve"> من انّ لقمان كان يذهب إلى القضاة والملوك والأمراء فيعظهم ويترحّم عليهم للبلاء الذي ابتلوا به ولعلاقتهم بأمور الدنيا الفانية ، وكان يعتبر من أحوالهم ، وكان يأخذ من أفعالهم بما يغلب به النفس ، وكان يجاهد النفس والهوى.</w:t>
      </w:r>
    </w:p>
    <w:p w:rsidR="00AA2ABC" w:rsidRDefault="00AA2ABC" w:rsidP="002704FD">
      <w:pPr>
        <w:pStyle w:val="libNormal"/>
        <w:rPr>
          <w:rtl/>
        </w:rPr>
      </w:pPr>
      <w:r>
        <w:rPr>
          <w:rtl/>
        </w:rPr>
        <w:t xml:space="preserve">واعلم يا عزيزي انّه ربما تكون هذه الوجوه المذكورة ـ وكثير غيرها مما لا يسع المجال لذكرها ـ غرض الانسان من التقرب إلى الملوك ، لكن كثيراً ما تعكس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الجالق : الجبل المرتفع.</w:t>
      </w:r>
    </w:p>
    <w:p w:rsidR="00AA2ABC" w:rsidRDefault="00AA2ABC" w:rsidP="001008E4">
      <w:pPr>
        <w:pStyle w:val="libFootnote0"/>
        <w:rPr>
          <w:rtl/>
        </w:rPr>
      </w:pPr>
      <w:r>
        <w:rPr>
          <w:rtl/>
        </w:rPr>
        <w:t>2 ـ الكافي 5 : 109 ح 1 باب شرط من أذن له في أعمالهم.</w:t>
      </w:r>
    </w:p>
    <w:p w:rsidR="00AA2ABC" w:rsidRDefault="00AA2ABC" w:rsidP="001008E4">
      <w:pPr>
        <w:pStyle w:val="libFootnote0"/>
        <w:rPr>
          <w:rtl/>
        </w:rPr>
      </w:pPr>
      <w:r>
        <w:rPr>
          <w:rtl/>
        </w:rPr>
        <w:t>3 ـ الكافي 5 : 111 ح 5 باب شرط من أذن له في أعمالهم.</w:t>
      </w:r>
    </w:p>
    <w:p w:rsidR="00AA2ABC" w:rsidRDefault="00AA2ABC" w:rsidP="001008E4">
      <w:pPr>
        <w:pStyle w:val="libFootnote0"/>
        <w:rPr>
          <w:rtl/>
        </w:rPr>
      </w:pPr>
      <w:r>
        <w:rPr>
          <w:rtl/>
        </w:rPr>
        <w:t xml:space="preserve">4 ـ الكافي 5 : 112 ح 7 باب شرط من أذن له في أعمالهم. </w:t>
      </w:r>
    </w:p>
    <w:p w:rsidR="00AA2ABC" w:rsidRDefault="00AA2ABC" w:rsidP="002704FD">
      <w:pPr>
        <w:pStyle w:val="libNormal0"/>
        <w:rPr>
          <w:rtl/>
        </w:rPr>
      </w:pPr>
      <w:r>
        <w:rPr>
          <w:rtl/>
        </w:rPr>
        <w:br w:type="page"/>
      </w:r>
      <w:r>
        <w:rPr>
          <w:rtl/>
        </w:rPr>
        <w:lastRenderedPageBreak/>
        <w:t>النفس أغراضها الفاسدة وتخيلاتها الباطلة من حبّ الجاه والعزّة والمال والمنصب بهذه الصور المذكورة.</w:t>
      </w:r>
    </w:p>
    <w:p w:rsidR="00AA2ABC" w:rsidRDefault="00AA2ABC" w:rsidP="002704FD">
      <w:pPr>
        <w:pStyle w:val="libNormal"/>
        <w:rPr>
          <w:rtl/>
        </w:rPr>
      </w:pPr>
      <w:r>
        <w:rPr>
          <w:rtl/>
        </w:rPr>
        <w:t>فتخدع الانسان ويزعم انّه يفعل هذا لله لكنّه لو تفحّص لعلم انّ غرضه الدنيا لا غير ، وانّ أهواء النفس كثيراً ما تشتبه في هذا القسم مع الأغراض الصحيحة ، فلابدّ أن لا ينخدع الانسان بالنفس والشيطان ولابدّ من عدم التعرّض لهذه المهالك ، هدانا الله وجميع المؤمنين إلى مسالك اليقين.</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لا يزال العبد يزداد من الله بعداً ما ساء خلقه.</w:t>
      </w:r>
    </w:p>
    <w:p w:rsidR="00AA2ABC" w:rsidRDefault="00AA2ABC" w:rsidP="002704FD">
      <w:pPr>
        <w:pStyle w:val="libNormal"/>
        <w:rPr>
          <w:rtl/>
        </w:rPr>
      </w:pPr>
      <w:r>
        <w:rPr>
          <w:rtl/>
        </w:rPr>
        <w:t>اعلم ان الخلق يطلق على صفة أصبحت ملكة للنفس وعادة لها ، وانّ الأخلاق الحسنة عند الله تعالى أفضل من الأعمال الحسنة ، وكذلك انّ الأخلاق السيّئة أقبح من الأعمال السيئة ، وربّما كانت عبادة ذي الخلق السيء أكثر من عبادة ذي الأخلاق الحسنة لكن درجة الأخير عند الله تعالى أرفع وأعلى من الأوّل.</w:t>
      </w:r>
    </w:p>
    <w:p w:rsidR="00AA2ABC" w:rsidRDefault="00AA2ABC" w:rsidP="002704FD">
      <w:pPr>
        <w:pStyle w:val="libNormal"/>
        <w:rPr>
          <w:rtl/>
        </w:rPr>
      </w:pPr>
      <w:bookmarkStart w:id="138" w:name="_Toc392501905"/>
      <w:bookmarkStart w:id="139" w:name="_Toc392502853"/>
      <w:r w:rsidRPr="009A34AA">
        <w:rPr>
          <w:rStyle w:val="Heading1Char"/>
          <w:rtl/>
        </w:rPr>
        <w:t>و</w:t>
      </w:r>
      <w:bookmarkEnd w:id="138"/>
      <w:bookmarkEnd w:id="139"/>
      <w:r w:rsidRPr="003C7164">
        <w:rPr>
          <w:rtl/>
        </w:rPr>
        <w:t xml:space="preserve">الاعتماد كل الاعتماد على الأخلاق </w:t>
      </w:r>
      <w:r>
        <w:rPr>
          <w:rtl/>
        </w:rPr>
        <w:t>دون الأعمال التي لا تنبعث من ملكات النفس الحسنة بل سرعان ما تتبدل.</w:t>
      </w:r>
    </w:p>
    <w:p w:rsidR="00AA2ABC" w:rsidRDefault="00AA2ABC" w:rsidP="002704FD">
      <w:pPr>
        <w:pStyle w:val="libNormal"/>
        <w:rPr>
          <w:rtl/>
        </w:rPr>
      </w:pPr>
      <w:r>
        <w:rPr>
          <w:rtl/>
        </w:rPr>
        <w:t>واعلم ان الخلق قد يكون أمراً فطرياً وذلك ان الله تعالى فطر النفس وخلقها مجبولة على بعض الصفات ، وقد يكون بالكسب أيضاً وذلك بكثرة المداومة على الأعمال الصالحة ، كما في السخاء مثلاً فانّه يكون في البعض فطرياً بينما تجد البعض الآخر وقد أصبح الشح سيماءه.</w:t>
      </w:r>
    </w:p>
    <w:p w:rsidR="00AA2ABC" w:rsidRDefault="00AA2ABC" w:rsidP="002704FD">
      <w:pPr>
        <w:pStyle w:val="libNormal"/>
        <w:rPr>
          <w:rtl/>
        </w:rPr>
      </w:pPr>
      <w:r>
        <w:rPr>
          <w:rtl/>
        </w:rPr>
        <w:t>فاذا أراد ازالته لابدّ من المداومة على الاحسان والانفاق لكي يميل الطبع البخيل نحو السخاء والكرم ويتجنب البخل فيصبح السخاء خلقه ، وقد يميل البعض بحسب أصل الخلقة نحو السخاء لكنّه يبّخل نفسه بإغواء الشيطان حتى يصبح البخل خلقه ، وكذلك الأمر في سائر الأخلاق الحسنة.</w:t>
      </w:r>
    </w:p>
    <w:p w:rsidR="00AA2ABC" w:rsidRDefault="00AA2ABC" w:rsidP="002704FD">
      <w:pPr>
        <w:pStyle w:val="libNormal"/>
        <w:rPr>
          <w:rtl/>
        </w:rPr>
      </w:pPr>
      <w:r>
        <w:rPr>
          <w:rtl/>
        </w:rPr>
        <w:t xml:space="preserve">انّ صاحب الخلق الحسن أكمل من غيره لكن من يجتهد في تحصيل </w:t>
      </w:r>
    </w:p>
    <w:p w:rsidR="00AA2ABC" w:rsidRDefault="00AA2ABC" w:rsidP="002704FD">
      <w:pPr>
        <w:pStyle w:val="libNormal0"/>
        <w:rPr>
          <w:rtl/>
        </w:rPr>
      </w:pPr>
      <w:r>
        <w:rPr>
          <w:rtl/>
        </w:rPr>
        <w:br w:type="page"/>
      </w:r>
      <w:r>
        <w:rPr>
          <w:rtl/>
        </w:rPr>
        <w:lastRenderedPageBreak/>
        <w:t>الخلق الحسن يحتمل أن يكون ثوابه أكثر لتحمّله المشقّة ، وقد يطلق الخلق الحسن الوارد في الأحاديث على مطلق الصفات الحسنة التي أصبحت ملكة للنفس ، وقد يطلق على خصوص الخُلق الذي يعاشر به الخَلق وكذلك الخلق السيىء.</w:t>
      </w:r>
    </w:p>
    <w:p w:rsidR="00AA2ABC" w:rsidRDefault="00AA2ABC" w:rsidP="002704FD">
      <w:pPr>
        <w:pStyle w:val="libNormal"/>
        <w:rPr>
          <w:rtl/>
        </w:rPr>
      </w:pPr>
      <w:r>
        <w:rPr>
          <w:rtl/>
        </w:rPr>
        <w:t xml:space="preserve">واعلم انّ الخلق السيىء من أقبح الصفات الذميمة ، وتجد الناس متأذّية من صاحبه بخلاف الخلق الحسن فانه من أحسن الصفات حيث يستر جميع المعايب بل هو من أعظم أركان الايمان كما روي بسند صحيح عن أبي جعفر الباقر </w:t>
      </w:r>
      <w:r w:rsidR="00763E2E" w:rsidRPr="00763E2E">
        <w:rPr>
          <w:rStyle w:val="libAlaemChar"/>
          <w:rFonts w:hint="cs"/>
          <w:rtl/>
        </w:rPr>
        <w:t>عليه‌السلام</w:t>
      </w:r>
      <w:r>
        <w:rPr>
          <w:rtl/>
        </w:rPr>
        <w:t xml:space="preserve"> انّه قال : انّ أكمل المؤمنين ايماناً أحسنهم خلقاً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ما يوضع في ميزان امرىء يوم القيامة أفضل من حسن الخلق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ما يقدم المؤمن على الله عزّوجلّ بعمل بعد الفرائض أحبّ إلى الله تعالى من أن يسع الناس بخلقه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حسن الخلق يبلغ بصاحبه درجة الصائم القائم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أكثر ما تلج به أمتي الجنّة تقوى الله ، وحسن الخلق </w:t>
      </w:r>
      <w:r w:rsidRPr="001008E4">
        <w:rPr>
          <w:rStyle w:val="libFootnotenumChar"/>
          <w:rtl/>
        </w:rPr>
        <w:t>(5)</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 الخلق الحسن يميث </w:t>
      </w:r>
      <w:r w:rsidRPr="001008E4">
        <w:rPr>
          <w:rStyle w:val="libFootnotenumChar"/>
          <w:rtl/>
        </w:rPr>
        <w:t>(6)</w:t>
      </w:r>
      <w:r>
        <w:rPr>
          <w:rtl/>
        </w:rPr>
        <w:t xml:space="preserve"> الخطيئة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99 ح 1 باب حسن الخلق ـ عنه البحار 71 : 372 ح 1 باب 92.</w:t>
      </w:r>
    </w:p>
    <w:p w:rsidR="00AA2ABC" w:rsidRDefault="00AA2ABC" w:rsidP="001008E4">
      <w:pPr>
        <w:pStyle w:val="libFootnote0"/>
        <w:rPr>
          <w:rtl/>
        </w:rPr>
      </w:pPr>
      <w:r>
        <w:rPr>
          <w:rtl/>
        </w:rPr>
        <w:t>2 ـ الكافي 2 : 99 ح 2 باب حسن الخلق ـ عنه البحار 71 : 374 ح 2 باب 92.</w:t>
      </w:r>
    </w:p>
    <w:p w:rsidR="00AA2ABC" w:rsidRDefault="00AA2ABC" w:rsidP="001008E4">
      <w:pPr>
        <w:pStyle w:val="libFootnote0"/>
        <w:rPr>
          <w:rtl/>
        </w:rPr>
      </w:pPr>
      <w:r>
        <w:rPr>
          <w:rtl/>
        </w:rPr>
        <w:t>3 ـ الكافي 2 : 100 ح 4 باب حسن الخلق ـ عنه البحار 71 : 375 ح 4 باب 92.</w:t>
      </w:r>
    </w:p>
    <w:p w:rsidR="00AA2ABC" w:rsidRDefault="00AA2ABC" w:rsidP="001008E4">
      <w:pPr>
        <w:pStyle w:val="libFootnote0"/>
        <w:rPr>
          <w:rtl/>
        </w:rPr>
      </w:pPr>
      <w:r>
        <w:rPr>
          <w:rtl/>
        </w:rPr>
        <w:t>4 ـ الكافي 2 : 103 ح 18 باب حسن الخلق ـ عنه البحار 71 : 381 ح 16 باب 92.</w:t>
      </w:r>
    </w:p>
    <w:p w:rsidR="00AA2ABC" w:rsidRDefault="00AA2ABC" w:rsidP="001008E4">
      <w:pPr>
        <w:pStyle w:val="libFootnote0"/>
        <w:rPr>
          <w:rtl/>
        </w:rPr>
      </w:pPr>
      <w:r>
        <w:rPr>
          <w:rtl/>
        </w:rPr>
        <w:t>5 ـ الكافي 2 : 100 ح 6 باب حسن الخلق ـ عنه البحار 71 : 375 ح 6 باب 92.</w:t>
      </w:r>
    </w:p>
    <w:p w:rsidR="00AA2ABC" w:rsidRDefault="00AA2ABC" w:rsidP="001008E4">
      <w:pPr>
        <w:pStyle w:val="libFootnote0"/>
        <w:rPr>
          <w:rtl/>
        </w:rPr>
      </w:pPr>
      <w:r>
        <w:rPr>
          <w:rtl/>
        </w:rPr>
        <w:t xml:space="preserve">6 ـ الميث والموث الاذابة. </w:t>
      </w:r>
    </w:p>
    <w:p w:rsidR="00AA2ABC" w:rsidRDefault="00AA2ABC" w:rsidP="002704FD">
      <w:pPr>
        <w:pStyle w:val="libNormal0"/>
        <w:rPr>
          <w:rtl/>
        </w:rPr>
      </w:pPr>
      <w:r>
        <w:rPr>
          <w:rtl/>
        </w:rPr>
        <w:br w:type="page"/>
      </w:r>
      <w:r>
        <w:rPr>
          <w:rtl/>
        </w:rPr>
        <w:lastRenderedPageBreak/>
        <w:t xml:space="preserve">كما تميث الشمس الجليد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انّ البر وحسن الخلق يعمران الديار ، ويزيدان في الأعمار</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الخلق منيحة يمنحها الله عزّوجلّ خلقه ، فمنه سجية ومنه نيّة ، [ قال الراوي : ] فقلت : فأيّتها أفضل؟ فقال : صاحب السجيّة هو مجبول لا يستطيع غيره ، وصاحب النية يصبر على الطاعة تصبّراً فهو أفضلهما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انّه الله تبارك وتعالى ليعطي العبد من الثواب على حسن الخلق كما يعطي المجاهد في سبيل الله يغدو عليه ويروح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العلاء بن كامل انّه قال : قال أبو عبدالله </w:t>
      </w:r>
      <w:r w:rsidR="00763E2E" w:rsidRPr="00763E2E">
        <w:rPr>
          <w:rStyle w:val="libAlaemChar"/>
          <w:rFonts w:hint="cs"/>
          <w:rtl/>
        </w:rPr>
        <w:t>عليه‌السلام</w:t>
      </w:r>
      <w:r>
        <w:rPr>
          <w:rtl/>
        </w:rPr>
        <w:t xml:space="preserve"> : إذا خالطت الناس فإن استطعت أن لا تخالط أحداً من الناس الاّ كانت يدك العليا عليه فافعل ، فإنّ العبد يكون فيه بعض التقصير من العبادة ويكون له حسن الخلق ، فيبلغه الله بحسن خلقه درجة الصائم القائم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بينا رسول الله </w:t>
      </w:r>
      <w:r w:rsidR="00BF0EA2" w:rsidRPr="00BF0EA2">
        <w:rPr>
          <w:rStyle w:val="libAlaemChar"/>
          <w:rFonts w:hint="cs"/>
          <w:rtl/>
        </w:rPr>
        <w:t>صلى‌الله‌عليه‌وآله</w:t>
      </w:r>
      <w:r>
        <w:rPr>
          <w:rtl/>
        </w:rPr>
        <w:t xml:space="preserve"> ذات يوم جالس في المسجد إذ جاءت جارية لبعض الأنصار وهو قائم فأخذت بطرف ثوبه ، فقام لها النبيّ </w:t>
      </w:r>
      <w:r w:rsidR="00BF0EA2" w:rsidRPr="00BF0EA2">
        <w:rPr>
          <w:rStyle w:val="libAlaemChar"/>
          <w:rFonts w:hint="cs"/>
          <w:rtl/>
        </w:rPr>
        <w:t>صلى‌الله‌عليه‌وآله</w:t>
      </w:r>
      <w:r>
        <w:rPr>
          <w:rtl/>
        </w:rPr>
        <w:t xml:space="preserve"> ، فلم تقل شيئاً ولم يقل لها النبيّ </w:t>
      </w:r>
      <w:r w:rsidR="00BF0EA2" w:rsidRPr="00BF0EA2">
        <w:rPr>
          <w:rStyle w:val="libAlaemChar"/>
          <w:rFonts w:hint="cs"/>
          <w:rtl/>
        </w:rPr>
        <w:t>صلى‌الله‌عليه‌وآله</w:t>
      </w:r>
      <w:r>
        <w:rPr>
          <w:rtl/>
        </w:rPr>
        <w:t xml:space="preserve"> شيئاً حتى فعلت ذلك ثلاث مرّات.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100 ح 7 باب حسن الخلق ـ عنه البحار 71 : 375 ح 7 باب 92.</w:t>
      </w:r>
    </w:p>
    <w:p w:rsidR="00AA2ABC" w:rsidRDefault="00AA2ABC" w:rsidP="001008E4">
      <w:pPr>
        <w:pStyle w:val="libFootnote0"/>
        <w:rPr>
          <w:rtl/>
        </w:rPr>
      </w:pPr>
      <w:r>
        <w:rPr>
          <w:rtl/>
        </w:rPr>
        <w:t>2 ـ البحار 71 : 395 ح 73 باب 92.</w:t>
      </w:r>
    </w:p>
    <w:p w:rsidR="00AA2ABC" w:rsidRDefault="00AA2ABC" w:rsidP="001008E4">
      <w:pPr>
        <w:pStyle w:val="libFootnote0"/>
        <w:rPr>
          <w:rtl/>
        </w:rPr>
      </w:pPr>
      <w:r>
        <w:rPr>
          <w:rtl/>
        </w:rPr>
        <w:t>3 ـ الكافي 2 : 101 ح 11 باب حسن الخلق ـ عنه البحار 71 : 377 ح 9 باب 92.</w:t>
      </w:r>
    </w:p>
    <w:p w:rsidR="00AA2ABC" w:rsidRDefault="00AA2ABC" w:rsidP="001008E4">
      <w:pPr>
        <w:pStyle w:val="libFootnote0"/>
        <w:rPr>
          <w:rtl/>
        </w:rPr>
      </w:pPr>
      <w:r>
        <w:rPr>
          <w:rtl/>
        </w:rPr>
        <w:t>4 ـ الكافي 2 : 101 ح 12 باب حسن الخلق ـ عنه البحار 71 : 377 ح 10 باب 92.</w:t>
      </w:r>
    </w:p>
    <w:p w:rsidR="00AA2ABC" w:rsidRDefault="00AA2ABC" w:rsidP="001008E4">
      <w:pPr>
        <w:pStyle w:val="libFootnote0"/>
        <w:rPr>
          <w:rtl/>
        </w:rPr>
      </w:pPr>
      <w:r>
        <w:rPr>
          <w:rtl/>
        </w:rPr>
        <w:t xml:space="preserve">5 ـ الكافي 2 : 101 ح 14 باب حسن الخلق ـ عنه البحار 71 : 378 ح 12 باب 92. </w:t>
      </w:r>
    </w:p>
    <w:p w:rsidR="00AA2ABC" w:rsidRDefault="00AA2ABC" w:rsidP="002704FD">
      <w:pPr>
        <w:pStyle w:val="libNormal"/>
        <w:rPr>
          <w:rtl/>
        </w:rPr>
      </w:pPr>
      <w:r>
        <w:rPr>
          <w:rtl/>
        </w:rPr>
        <w:br w:type="page"/>
      </w:r>
      <w:r>
        <w:rPr>
          <w:rtl/>
        </w:rPr>
        <w:lastRenderedPageBreak/>
        <w:t xml:space="preserve">فقام لها النبي في الرابعة وهي خلفه ، فأخذت هدبة </w:t>
      </w:r>
      <w:r w:rsidRPr="001008E4">
        <w:rPr>
          <w:rStyle w:val="libFootnotenumChar"/>
          <w:rtl/>
        </w:rPr>
        <w:t>(1)</w:t>
      </w:r>
      <w:r>
        <w:rPr>
          <w:rtl/>
        </w:rPr>
        <w:t xml:space="preserve"> من ثوبه ثم رجعت ، فقال لها الناس : فعل الله بك وفعل ، حبست رسول الله </w:t>
      </w:r>
      <w:r w:rsidR="00BF0EA2" w:rsidRPr="00BF0EA2">
        <w:rPr>
          <w:rStyle w:val="libAlaemChar"/>
          <w:rFonts w:hint="cs"/>
          <w:rtl/>
        </w:rPr>
        <w:t>صلى‌الله‌عليه‌وآله</w:t>
      </w:r>
      <w:r>
        <w:rPr>
          <w:rtl/>
        </w:rPr>
        <w:t xml:space="preserve"> ثلاث مرّات لا تقولين له شيئاً ولا هو يقول لك شيئاً ، ما كانت حاجتك إليه؟</w:t>
      </w:r>
    </w:p>
    <w:p w:rsidR="00AA2ABC" w:rsidRDefault="00AA2ABC" w:rsidP="002704FD">
      <w:pPr>
        <w:pStyle w:val="libNormal"/>
        <w:rPr>
          <w:rtl/>
        </w:rPr>
      </w:pPr>
      <w:r>
        <w:rPr>
          <w:rtl/>
        </w:rPr>
        <w:t xml:space="preserve">قالت : انّ لنا مريضاً فأرسلني أهلي لآخذ هدبة من ثوبه ليستشفي بها ، فلمّا أردت أخذها رآني فقام فاستحييت منه أن آخذها وهو يراني وأكره أن أستأمره في أخذها ، فأخذتها </w:t>
      </w:r>
      <w:r w:rsidRPr="001008E4">
        <w:rPr>
          <w:rStyle w:val="libFootnotenumChar"/>
          <w:rtl/>
        </w:rPr>
        <w:t>(2)</w:t>
      </w:r>
      <w:r>
        <w:rPr>
          <w:rtl/>
        </w:rPr>
        <w:t>.</w:t>
      </w:r>
    </w:p>
    <w:p w:rsidR="00AA2ABC" w:rsidRDefault="00AA2ABC" w:rsidP="002704FD">
      <w:pPr>
        <w:pStyle w:val="libNormal"/>
        <w:rPr>
          <w:rtl/>
        </w:rPr>
      </w:pPr>
      <w:r>
        <w:rPr>
          <w:rtl/>
        </w:rPr>
        <w:t xml:space="preserve">وروي بأسانيد كثيرة عن أبي عبدالله </w:t>
      </w:r>
      <w:r w:rsidR="00763E2E" w:rsidRPr="00763E2E">
        <w:rPr>
          <w:rStyle w:val="libAlaemChar"/>
          <w:rFonts w:hint="cs"/>
          <w:rtl/>
        </w:rPr>
        <w:t>عليه‌السلام</w:t>
      </w:r>
      <w:r>
        <w:rPr>
          <w:rtl/>
        </w:rPr>
        <w:t xml:space="preserve"> انّه قال : انّ سوء الخلق ليفسد العمل كما يفسد الخلّ العسل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أساء خلقه عذّب نفسه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أبى الله لصاحب الخلق السيّىء بالتوبة ... لأنّه إذا تاب من ذنب وقع في اعظم من الذنب الذي تاب منه </w:t>
      </w:r>
      <w:r w:rsidRPr="001008E4">
        <w:rPr>
          <w:rStyle w:val="libFootnotenumChar"/>
          <w:rtl/>
        </w:rPr>
        <w:t>(5)</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المؤمن ليّن هيّن ، سمح ، له خلق حسن ، والكافر فظّ ، غليظ ، له خلق سيّىء ، وفيه جبريّة </w:t>
      </w:r>
      <w:r w:rsidRPr="001008E4">
        <w:rPr>
          <w:rStyle w:val="libFootnotenumChar"/>
          <w:rtl/>
        </w:rPr>
        <w:t>(6)</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 الله تبارك وتعالى رضي لكم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الهدبة : خمل الثوب أو طرفه.</w:t>
      </w:r>
    </w:p>
    <w:p w:rsidR="00AA2ABC" w:rsidRDefault="00AA2ABC" w:rsidP="001008E4">
      <w:pPr>
        <w:pStyle w:val="libFootnote0"/>
        <w:rPr>
          <w:rtl/>
        </w:rPr>
      </w:pPr>
      <w:r>
        <w:rPr>
          <w:rtl/>
        </w:rPr>
        <w:t>2 ـ الكافي 2 : 102 ح 15 باب حسن الخلق ـ عنه البحار 71 : 379 ح 13 باب 92.</w:t>
      </w:r>
    </w:p>
    <w:p w:rsidR="00AA2ABC" w:rsidRDefault="00AA2ABC" w:rsidP="001008E4">
      <w:pPr>
        <w:pStyle w:val="libFootnote0"/>
        <w:rPr>
          <w:rtl/>
        </w:rPr>
      </w:pPr>
      <w:r>
        <w:rPr>
          <w:rtl/>
        </w:rPr>
        <w:t>3 ـ الكافي 2 : 321 ح 1 باب سوء الخلق ـ عنه البحار 73 : 296 ح 1 باب 135.</w:t>
      </w:r>
    </w:p>
    <w:p w:rsidR="00AA2ABC" w:rsidRDefault="00AA2ABC" w:rsidP="001008E4">
      <w:pPr>
        <w:pStyle w:val="libFootnote0"/>
        <w:rPr>
          <w:rtl/>
        </w:rPr>
      </w:pPr>
      <w:r>
        <w:rPr>
          <w:rtl/>
        </w:rPr>
        <w:t>4 ـ أمالي الصدوق : 171 ح 3 مجلس 37 ـ عنه البحار 73 : 296 ح 2 باب 135.</w:t>
      </w:r>
    </w:p>
    <w:p w:rsidR="00AA2ABC" w:rsidRDefault="00AA2ABC" w:rsidP="001008E4">
      <w:pPr>
        <w:pStyle w:val="libFootnote0"/>
        <w:rPr>
          <w:rtl/>
        </w:rPr>
      </w:pPr>
      <w:r>
        <w:rPr>
          <w:rtl/>
        </w:rPr>
        <w:t>5 ـ البحار 73 : 299 ح 12 باب 135 ـ عن نوادر الراوندي.</w:t>
      </w:r>
    </w:p>
    <w:p w:rsidR="00AA2ABC" w:rsidRDefault="00AA2ABC" w:rsidP="001008E4">
      <w:pPr>
        <w:pStyle w:val="libFootnote0"/>
        <w:rPr>
          <w:rtl/>
        </w:rPr>
      </w:pPr>
      <w:r>
        <w:rPr>
          <w:rtl/>
        </w:rPr>
        <w:t xml:space="preserve">6 ـ أمالي الطوسي : 366 ح 28 مجلس 13 ـ عنه البحار 71 : 391 ح 53 باب 92. </w:t>
      </w:r>
    </w:p>
    <w:p w:rsidR="00AA2ABC" w:rsidRDefault="00AA2ABC" w:rsidP="002704FD">
      <w:pPr>
        <w:pStyle w:val="libNormal0"/>
        <w:rPr>
          <w:rtl/>
        </w:rPr>
      </w:pPr>
      <w:r>
        <w:rPr>
          <w:rtl/>
        </w:rPr>
        <w:br w:type="page"/>
      </w:r>
      <w:r>
        <w:rPr>
          <w:rtl/>
        </w:rPr>
        <w:lastRenderedPageBreak/>
        <w:t xml:space="preserve">الإسلام ديناً فأحسنوا صحبته بالسخاء وحسن الخلق </w:t>
      </w:r>
      <w:r w:rsidRPr="001008E4">
        <w:rPr>
          <w:rStyle w:val="libFootnotenumChar"/>
          <w:rtl/>
        </w:rPr>
        <w:t>(1)</w:t>
      </w:r>
      <w:r>
        <w:rPr>
          <w:rtl/>
        </w:rPr>
        <w:t>.</w:t>
      </w:r>
    </w:p>
    <w:p w:rsidR="00AA2ABC" w:rsidRDefault="00AA2ABC" w:rsidP="002704FD">
      <w:pPr>
        <w:pStyle w:val="libNormal"/>
        <w:rPr>
          <w:rtl/>
        </w:rPr>
      </w:pPr>
      <w:r>
        <w:rPr>
          <w:rtl/>
        </w:rPr>
        <w:t xml:space="preserve">وسئل أبو عبدالله </w:t>
      </w:r>
      <w:r w:rsidR="00763E2E" w:rsidRPr="00763E2E">
        <w:rPr>
          <w:rStyle w:val="libAlaemChar"/>
          <w:rFonts w:hint="cs"/>
          <w:rtl/>
        </w:rPr>
        <w:t>عليه‌السلام</w:t>
      </w:r>
      <w:r>
        <w:rPr>
          <w:rtl/>
        </w:rPr>
        <w:t xml:space="preserve"> ما حدّ حسن الخلق؟ قال : تلين جانبك ، وتطيب كلامك ، وتلقي أخاك ببشرٍ حسنٍ </w:t>
      </w:r>
      <w:r w:rsidRPr="001008E4">
        <w:rPr>
          <w:rStyle w:val="libFootnotenumChar"/>
          <w:rtl/>
        </w:rPr>
        <w:t>(2)</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 انّ جبرئيل الروح الامين نزل عليّ من عند ربّ العالمين ، فقال : يا محمد عليك بحسن الخلق ، فإنّ سوء الخلق يذهب بخير الدنيا والآخرة ، ألا وانّ أشبهكم بي أحسنكم خلقاً </w:t>
      </w:r>
      <w:r w:rsidRPr="001008E4">
        <w:rPr>
          <w:rStyle w:val="libFootnotenumChar"/>
          <w:rtl/>
        </w:rPr>
        <w:t>(3)</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أقربكم منّي مجلساً يوم القيامة أحسنكم خلقاً وخيركم لأهله </w:t>
      </w:r>
      <w:r w:rsidRPr="001008E4">
        <w:rPr>
          <w:rStyle w:val="libFootnotenumChar"/>
          <w:rtl/>
        </w:rPr>
        <w:t>(4)</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انكم لن تسعوا الناس بأموالكم ، فسعوهم بطلاقة الوجه وحسن اللقاء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لنوف : يا نوف ... حسن خلقك يخفّف الله حسابك </w:t>
      </w:r>
      <w:r w:rsidRPr="001008E4">
        <w:rPr>
          <w:rStyle w:val="libFootnotenumChar"/>
          <w:rtl/>
        </w:rPr>
        <w:t>(6)</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أتي رسول الله </w:t>
      </w:r>
      <w:r w:rsidR="00BF0EA2" w:rsidRPr="00BF0EA2">
        <w:rPr>
          <w:rStyle w:val="libAlaemChar"/>
          <w:rFonts w:hint="cs"/>
          <w:rtl/>
        </w:rPr>
        <w:t>صلى‌الله‌عليه‌وآله</w:t>
      </w:r>
      <w:r>
        <w:rPr>
          <w:rtl/>
        </w:rPr>
        <w:t xml:space="preserve"> فقيل له : انّ سعد بن معاذ قد مات ، فقام رسول الله وقام أصحابه ، فحمل فأمر بغسل سعد وهو قائم على عضادة الباب.</w:t>
      </w:r>
    </w:p>
    <w:p w:rsidR="00AA2ABC" w:rsidRDefault="00AA2ABC" w:rsidP="002704FD">
      <w:pPr>
        <w:pStyle w:val="libNormal"/>
        <w:rPr>
          <w:rtl/>
        </w:rPr>
      </w:pPr>
      <w:r>
        <w:rPr>
          <w:rtl/>
        </w:rPr>
        <w:t xml:space="preserve">فلمّا ان حنّط وكفّن وحمل على سريره ، تبعه رسول الله </w:t>
      </w:r>
      <w:r w:rsidR="00BF0EA2" w:rsidRPr="00BF0EA2">
        <w:rPr>
          <w:rStyle w:val="libAlaemChar"/>
          <w:rFonts w:hint="cs"/>
          <w:rtl/>
        </w:rPr>
        <w:t>صلى‌الله‌عليه‌وآله</w:t>
      </w:r>
      <w:r>
        <w:rPr>
          <w:rtl/>
        </w:rPr>
        <w:t xml:space="preserve"> بلا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223 ح 3 مجلس 46 ـ عنه البحار 71 : 391 ح 50 باب 92.</w:t>
      </w:r>
    </w:p>
    <w:p w:rsidR="00AA2ABC" w:rsidRDefault="00AA2ABC" w:rsidP="001008E4">
      <w:pPr>
        <w:pStyle w:val="libFootnote0"/>
        <w:rPr>
          <w:rtl/>
        </w:rPr>
      </w:pPr>
      <w:r>
        <w:rPr>
          <w:rtl/>
        </w:rPr>
        <w:t>2 ـ معاني الأخبار : 253 ح 1 ـ عنه البحار 71 : 389 ح 42 باب 92.</w:t>
      </w:r>
    </w:p>
    <w:p w:rsidR="00AA2ABC" w:rsidRDefault="00AA2ABC" w:rsidP="001008E4">
      <w:pPr>
        <w:pStyle w:val="libFootnote0"/>
        <w:rPr>
          <w:rtl/>
        </w:rPr>
      </w:pPr>
      <w:r>
        <w:rPr>
          <w:rtl/>
        </w:rPr>
        <w:t>3 ـ أمالي الصدوق : 223 ضمن حديث 5 مجلس 46 ـ عنه البحار73 : 296 ح 3 باب 135.</w:t>
      </w:r>
    </w:p>
    <w:p w:rsidR="00AA2ABC" w:rsidRDefault="00AA2ABC" w:rsidP="001008E4">
      <w:pPr>
        <w:pStyle w:val="libFootnote0"/>
        <w:rPr>
          <w:rtl/>
        </w:rPr>
      </w:pPr>
      <w:r>
        <w:rPr>
          <w:rtl/>
        </w:rPr>
        <w:t xml:space="preserve">4 ـ البحار 71 : 387 ح 34 باب 92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5 ـ البحار 71 : 384 ح 22 باب 92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 xml:space="preserve">5 ـ البحار 71 : 383 ح 20 باب 92 ـ عن أمالي الصدوق. </w:t>
      </w:r>
    </w:p>
    <w:p w:rsidR="00AA2ABC" w:rsidRDefault="00AA2ABC" w:rsidP="002704FD">
      <w:pPr>
        <w:pStyle w:val="libNormal0"/>
        <w:rPr>
          <w:rtl/>
        </w:rPr>
      </w:pPr>
      <w:r>
        <w:rPr>
          <w:rtl/>
        </w:rPr>
        <w:br w:type="page"/>
      </w:r>
      <w:r>
        <w:rPr>
          <w:rtl/>
        </w:rPr>
        <w:lastRenderedPageBreak/>
        <w:t xml:space="preserve">حذاء ولا رداء ، ثم كان يأخذ يمنة السرير مرّة ويسرة السرير مرّة حتى انتهى به إلى القبر ، فنزل رسول الله </w:t>
      </w:r>
      <w:r w:rsidR="00BF0EA2" w:rsidRPr="00BF0EA2">
        <w:rPr>
          <w:rStyle w:val="libAlaemChar"/>
          <w:rFonts w:hint="cs"/>
          <w:rtl/>
        </w:rPr>
        <w:t>صلى‌الله‌عليه‌وآله</w:t>
      </w:r>
      <w:r>
        <w:rPr>
          <w:rtl/>
        </w:rPr>
        <w:t xml:space="preserve"> حتى لحدّه وسوّى عليه اللبن ، وجعل يقول : ناولني حجراً ، ناولني تراباً رطباً ، يسدّ به ما بين اللبن.</w:t>
      </w:r>
    </w:p>
    <w:p w:rsidR="00AA2ABC" w:rsidRDefault="00AA2ABC" w:rsidP="002704FD">
      <w:pPr>
        <w:pStyle w:val="libNormal"/>
        <w:rPr>
          <w:rtl/>
        </w:rPr>
      </w:pPr>
      <w:r>
        <w:rPr>
          <w:rtl/>
        </w:rPr>
        <w:t xml:space="preserve">فلمّا أن فرغ وحثا التراب عليه وسوّى قبره قال رسول الله </w:t>
      </w:r>
      <w:r w:rsidR="00BF0EA2" w:rsidRPr="00BF0EA2">
        <w:rPr>
          <w:rStyle w:val="libAlaemChar"/>
          <w:rFonts w:hint="cs"/>
          <w:rtl/>
        </w:rPr>
        <w:t>صلى‌الله‌عليه‌وآله</w:t>
      </w:r>
      <w:r>
        <w:rPr>
          <w:rtl/>
        </w:rPr>
        <w:t xml:space="preserve"> : انّي لأعلم انّه سيبلي ويصل إليه البلى ، ولكنّ الله عزّوجلّ يحب عبداً إذا عمل عملاً فأحكمه ، فلمّا أن سوّى التربة عليه قالت أمّ سعد من جانب : هنيئاً لك الجنّة ، فقال رسول الله </w:t>
      </w:r>
      <w:r w:rsidR="00BF0EA2" w:rsidRPr="00BF0EA2">
        <w:rPr>
          <w:rStyle w:val="libAlaemChar"/>
          <w:rFonts w:hint="cs"/>
          <w:rtl/>
        </w:rPr>
        <w:t>صلى‌الله‌عليه‌وآله</w:t>
      </w:r>
      <w:r>
        <w:rPr>
          <w:rtl/>
        </w:rPr>
        <w:t xml:space="preserve"> : يا أمّ سعد مه ، لا تجزمي على ربّك ، فإنّ سعداً قد أصابته ضمّة.</w:t>
      </w:r>
    </w:p>
    <w:p w:rsidR="00AA2ABC" w:rsidRDefault="00AA2ABC" w:rsidP="002704FD">
      <w:pPr>
        <w:pStyle w:val="libNormal"/>
        <w:rPr>
          <w:rtl/>
        </w:rPr>
      </w:pPr>
      <w:r>
        <w:rPr>
          <w:rtl/>
        </w:rPr>
        <w:t xml:space="preserve">قال : فرجع رسول الله </w:t>
      </w:r>
      <w:r w:rsidR="00BF0EA2" w:rsidRPr="00BF0EA2">
        <w:rPr>
          <w:rStyle w:val="libAlaemChar"/>
          <w:rFonts w:hint="cs"/>
          <w:rtl/>
        </w:rPr>
        <w:t>صلى‌الله‌عليه‌وآله</w:t>
      </w:r>
      <w:r>
        <w:rPr>
          <w:rtl/>
        </w:rPr>
        <w:t xml:space="preserve"> ورجع الناس ، فقالوا : يا رسول الله لقد رأيناك صنعت على سعد ما لم تصنع على أحد ، انّك تبعت جنازته بلا رداء ولا حذاء ، فقال : </w:t>
      </w:r>
      <w:r w:rsidR="00BF0EA2" w:rsidRPr="00BF0EA2">
        <w:rPr>
          <w:rStyle w:val="libAlaemChar"/>
          <w:rFonts w:hint="cs"/>
          <w:rtl/>
        </w:rPr>
        <w:t>صلى‌الله‌عليه‌وآله</w:t>
      </w:r>
      <w:r>
        <w:rPr>
          <w:rtl/>
        </w:rPr>
        <w:t xml:space="preserve"> : انّ الملائكة كانت بلا حذاء ولا رداء ، فتأسّيت بها.</w:t>
      </w:r>
    </w:p>
    <w:p w:rsidR="00AA2ABC" w:rsidRDefault="00AA2ABC" w:rsidP="002704FD">
      <w:pPr>
        <w:pStyle w:val="libNormal"/>
        <w:rPr>
          <w:rtl/>
        </w:rPr>
      </w:pPr>
      <w:r>
        <w:rPr>
          <w:rtl/>
        </w:rPr>
        <w:t xml:space="preserve">قالوا : وكيف تأخذ يمنة السريرة مرّة ويسرة السريرة مرّة؟ قال : كانت يدي في يد جبرئيل آخذ حيث ما أخذ ، فقالو : أمرت بغسله وصلّيت على جنازته ولحّدته ثم قلت : أن سعد أصابته صمّة ، فقال </w:t>
      </w:r>
      <w:r w:rsidR="00BF0EA2" w:rsidRPr="00BF0EA2">
        <w:rPr>
          <w:rStyle w:val="libAlaemChar"/>
          <w:rFonts w:hint="cs"/>
          <w:rtl/>
        </w:rPr>
        <w:t>صلى‌الله‌عليه‌وآله</w:t>
      </w:r>
      <w:r>
        <w:rPr>
          <w:rtl/>
        </w:rPr>
        <w:t xml:space="preserve"> : نعم انّه كان في خلقه مع أهله سوء </w:t>
      </w:r>
      <w:r w:rsidRPr="001008E4">
        <w:rPr>
          <w:rStyle w:val="libFootnotenumChar"/>
          <w:rtl/>
        </w:rPr>
        <w:t>(1)</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خصلتان لا تجتمعان في مسلم : البخل وسوء الخلق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73 : 298 ح 11 باب 135 ـ عن علل الشرائع ـ مثله أمالي الصدوق : 314 ح 2 مجلس 61.</w:t>
      </w:r>
    </w:p>
    <w:p w:rsidR="00AA2ABC" w:rsidRDefault="00AA2ABC" w:rsidP="001008E4">
      <w:pPr>
        <w:pStyle w:val="libFootnote0"/>
        <w:rPr>
          <w:rtl/>
        </w:rPr>
      </w:pPr>
      <w:r>
        <w:rPr>
          <w:rtl/>
        </w:rPr>
        <w:t xml:space="preserve">2 ـ الخصال : 75 ح 117 ـ عنه البحار 73 : 297 ح 5 باب 135. </w:t>
      </w:r>
    </w:p>
    <w:p w:rsidR="00AA2ABC" w:rsidRDefault="00AA2ABC" w:rsidP="002704FD">
      <w:pPr>
        <w:pStyle w:val="libNormal"/>
        <w:rPr>
          <w:rtl/>
        </w:rPr>
      </w:pPr>
      <w:r>
        <w:rPr>
          <w:rtl/>
        </w:rPr>
        <w:br w:type="page"/>
      </w:r>
      <w:bookmarkStart w:id="140" w:name="_Toc392501906"/>
      <w:bookmarkStart w:id="141" w:name="_Toc392502854"/>
      <w:r w:rsidRPr="00E156D2">
        <w:rPr>
          <w:rStyle w:val="Heading1Char"/>
          <w:rtl/>
        </w:rPr>
        <w:lastRenderedPageBreak/>
        <w:t>[</w:t>
      </w:r>
      <w:bookmarkEnd w:id="140"/>
      <w:bookmarkEnd w:id="141"/>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الكلمة الطيبة صدقة ، وكلّ خطوة تخطوها إلى الصلاة صدقة.</w:t>
      </w:r>
      <w:r>
        <w:rPr>
          <w:rtl/>
        </w:rPr>
        <w:cr/>
        <w:t>يا أباذر من أجاب داعي الله ، وأحسن عمارة مساجد الله كان ثوابه من الله الجنّة ، فقلت : بأبي أنت وأمي يا رسول الله كيف نعمر مساجد الله؟ قال : لا ترفع فيها الأصوات ، ولا يخاض فيها بالباطل ، ولا يشترى فيها ولا يباع ، واترك اللغو ما دمت فيها ، فإن لم تفعل فلا تلومنّ يوم القيامة إلاّ نفسك.</w:t>
      </w:r>
    </w:p>
    <w:p w:rsidR="00AA2ABC" w:rsidRDefault="00AA2ABC" w:rsidP="002704FD">
      <w:pPr>
        <w:pStyle w:val="libNormal"/>
        <w:rPr>
          <w:rtl/>
        </w:rPr>
      </w:pPr>
      <w:r w:rsidRPr="00E156D2">
        <w:rPr>
          <w:rtl/>
        </w:rPr>
        <w:t xml:space="preserve">يا أباذر انّ الله تعالى يعطيك </w:t>
      </w:r>
      <w:r>
        <w:rPr>
          <w:rtl/>
        </w:rPr>
        <w:t>ما دمت جالساً في المسجد بكلّ نفس تنفّست فيه درجة في الجنة ، وتصلّى عليك الملائكة ، وتكتب لك بكلّ نفس تنفّست فيه عشر حسنات ، وتمحى عنك عشر سيّئات.</w:t>
      </w:r>
    </w:p>
    <w:p w:rsidR="00AA2ABC" w:rsidRDefault="00AA2ABC" w:rsidP="002704FD">
      <w:pPr>
        <w:pStyle w:val="libNormal"/>
        <w:rPr>
          <w:rtl/>
        </w:rPr>
      </w:pPr>
      <w:r>
        <w:rPr>
          <w:rtl/>
        </w:rPr>
        <w:t xml:space="preserve">يا أباذر أتعلم في أيّ شيء نزلت هذه الآية </w:t>
      </w:r>
      <w:r w:rsidRPr="002704FD">
        <w:rPr>
          <w:rStyle w:val="libAlaemChar"/>
          <w:rtl/>
        </w:rPr>
        <w:t>(</w:t>
      </w:r>
      <w:r w:rsidRPr="002704FD">
        <w:rPr>
          <w:rStyle w:val="libAieChar"/>
          <w:rtl/>
        </w:rPr>
        <w:t xml:space="preserve"> اصبِرُوا وَصَابِرُوا وَرَابِطُوا وَاتَّقُوا اللهَ لَعَلَّكُم تُفلِحُونَ </w:t>
      </w:r>
      <w:r w:rsidRPr="002704FD">
        <w:rPr>
          <w:rStyle w:val="libAlaemChar"/>
          <w:rtl/>
        </w:rPr>
        <w:t>)</w:t>
      </w:r>
      <w:r>
        <w:rPr>
          <w:rtl/>
        </w:rPr>
        <w:t xml:space="preserve"> </w:t>
      </w:r>
      <w:r w:rsidRPr="001008E4">
        <w:rPr>
          <w:rStyle w:val="libFootnotenumChar"/>
          <w:rtl/>
        </w:rPr>
        <w:t>(1)</w:t>
      </w:r>
      <w:r>
        <w:rPr>
          <w:rtl/>
        </w:rPr>
        <w:t xml:space="preserve"> قلت : لا فداك أبي وأمي ، قال : في انتظار الصلاة.</w:t>
      </w:r>
    </w:p>
    <w:p w:rsidR="00AA2ABC" w:rsidRDefault="00AA2ABC" w:rsidP="002704FD">
      <w:pPr>
        <w:pStyle w:val="libNormal"/>
        <w:rPr>
          <w:rtl/>
        </w:rPr>
      </w:pPr>
      <w:r>
        <w:rPr>
          <w:rtl/>
        </w:rPr>
        <w:t>يا أبا ذر اسباغ الوضوء في المكاره من الكفارات ، وكثرة الاختلاف إلى المسجد فذلكم الرباط.</w:t>
      </w:r>
    </w:p>
    <w:p w:rsidR="00AA2ABC" w:rsidRDefault="00AA2ABC" w:rsidP="002704FD">
      <w:pPr>
        <w:pStyle w:val="libNormal"/>
        <w:rPr>
          <w:rtl/>
        </w:rPr>
      </w:pPr>
      <w:r>
        <w:rPr>
          <w:rtl/>
        </w:rPr>
        <w:t>يا أباذر يقول الله تبارك وتعالى : انّ احبّ العباد إليّ المتحابّون [ بحلالي ] من أجلي ، المتعلّقة قلوبهم بالمساجد ، والمستغفرون بالأسحار ، أولئك إذا أردت بأهل الأرض عقوبة ذكرتهم فصرت العقوبة عنهم.</w:t>
      </w:r>
    </w:p>
    <w:p w:rsidR="00AA2ABC" w:rsidRDefault="00AA2ABC" w:rsidP="002704FD">
      <w:pPr>
        <w:pStyle w:val="libNormal"/>
        <w:rPr>
          <w:rtl/>
        </w:rPr>
      </w:pPr>
      <w:r>
        <w:rPr>
          <w:rtl/>
        </w:rPr>
        <w:t xml:space="preserve">يا أباذر كلّ جلوس في المسجد لغو الاّ ثلاثة : قراءة مصلّ ، أو ذكر الله ، أو سائل عن علم.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آل عمران : 200. </w:t>
      </w:r>
    </w:p>
    <w:p w:rsidR="00AA2ABC" w:rsidRDefault="00AA2ABC" w:rsidP="002704FD">
      <w:pPr>
        <w:pStyle w:val="libNormal"/>
        <w:rPr>
          <w:rtl/>
        </w:rPr>
      </w:pPr>
      <w:r>
        <w:rPr>
          <w:rtl/>
        </w:rPr>
        <w:br w:type="page"/>
      </w:r>
      <w:r>
        <w:rPr>
          <w:rtl/>
        </w:rPr>
        <w:lastRenderedPageBreak/>
        <w:t>اعلم انّ كلّ فقرة من هذا الكلام وردت فيه أحاديث كثيرة ومرّ ذكر بعضها سابقاً في ضمن بيان فضل المساجد وغيره ، وليعلم انّه لابد للممكنات المحتاجة من مكان كالدار والقصر والعرش والكرسي لكن الله الغنيّ بما انه لا يحدّه مكان ، وبما انّ نسبة جميع الأماكن إليه سواء جعل لطلاّب العبادة والمعرفة والقرب إليه أماكن ، كما في الملوك فإنّ لهم عرشاً يظهرون كمالهم وعظمتهم للناس عليه.</w:t>
      </w:r>
    </w:p>
    <w:p w:rsidR="00AA2ABC" w:rsidRDefault="00AA2ABC" w:rsidP="002704FD">
      <w:pPr>
        <w:pStyle w:val="libNormal"/>
        <w:rPr>
          <w:rtl/>
        </w:rPr>
      </w:pPr>
      <w:r>
        <w:rPr>
          <w:rtl/>
        </w:rPr>
        <w:t>فكذلك الله تعالى ( من دون تشبيه بهم ) فإنّ له عروشاً ولم يحتج إلى أيّ منها ، فمن عروشه جميع الممكنات فإنّها مظهر قدرته وعظمته ومحل استقرارهما ، ولو نظرت في كلّ ذرّة من ذرّات الممكنات لتراءت لك صفات كماله تعالى ، فانّك ترى ظهور قدرته فيه وظهور علمه وحكمته ولطفه ورحمته ، لا بالمعنى الباطل الذي يذهب إليه الملحدون بانّه تعالى متحد مع جميع الأشياء وهو تعالى كلّ شيء ( تعالى شأنه عمّا يقولون ).</w:t>
      </w:r>
    </w:p>
    <w:p w:rsidR="00AA2ABC" w:rsidRDefault="00AA2ABC" w:rsidP="002704FD">
      <w:pPr>
        <w:pStyle w:val="libNormal"/>
        <w:rPr>
          <w:rtl/>
        </w:rPr>
      </w:pPr>
      <w:r>
        <w:rPr>
          <w:rtl/>
        </w:rPr>
        <w:t>بل انّه أظهر آثار صفات كماله في كلّ الأشياء ، وانّك ترى في كلّ شيء آلاف الآثار من القدرة والعلم واللطف والرحمة ، وجعل تعالى من بين عروشه عرشاً أعظم من غيرها لظهور آثار قدرته فيه أكثر من غيره ، ودعا خواص أحبّائه إلى مشاهدته والاّ فنسبته تعالى إلى هذا العرش وإلى السماء والأرض والبحار والصحارى سواء.</w:t>
      </w:r>
    </w:p>
    <w:p w:rsidR="00AA2ABC" w:rsidRDefault="00AA2ABC" w:rsidP="002704FD">
      <w:pPr>
        <w:pStyle w:val="libNormal"/>
        <w:rPr>
          <w:rtl/>
        </w:rPr>
      </w:pPr>
      <w:r>
        <w:rPr>
          <w:rtl/>
        </w:rPr>
        <w:t xml:space="preserve">ومن العروش أيضاً عرش محبته ومعرفته ، أي انّه اختار قلوب محبيه وجعلها محلّ عظمته ومعرفة صفات كماله وجلاله وجماله ، كما ورد من انّ ( قلب المؤمن عرش الرحمن ) ، وجعل أماكن أُخر لطالبي عبادته وقربه وجعلها مهبط فيضه اللامتناهي ورحمته الكثيرة ، انّ ديوانه الأعظم هو العرش الأعلى الذي أجاز لخاص الخاص الدخول فيه. </w:t>
      </w:r>
    </w:p>
    <w:p w:rsidR="00AA2ABC" w:rsidRDefault="00AA2ABC" w:rsidP="002704FD">
      <w:pPr>
        <w:pStyle w:val="libNormal"/>
        <w:rPr>
          <w:rtl/>
        </w:rPr>
      </w:pPr>
      <w:r>
        <w:rPr>
          <w:rtl/>
        </w:rPr>
        <w:br w:type="page"/>
      </w:r>
      <w:r>
        <w:rPr>
          <w:rtl/>
        </w:rPr>
        <w:lastRenderedPageBreak/>
        <w:t>وجعل في الأرض أيضاً دواوين ولم يزيّنها بالذهب والفضة والياقوت واللؤلؤ كدواوين العجزة الناقصين ، لأنّ الحَسَنَ ذاتاً لا يحتاج إلى تزيين ، انّ هؤلاء زينوا قصورهم المعيوبة بالحلي الزهيد ، وكلّما زادوا في تزيينها انجلى قبحها وشناعتها أكثر ، لكن القادر ذا الجلال يجعل الصخر الأسود واحدة فوق الأخرى ويعبّىء فيها مئات آلاف من الأنوار المعنوية وفيوضه اللامتناهية ويدعوا الناس من الأطراف والأكناف إليها.</w:t>
      </w:r>
    </w:p>
    <w:p w:rsidR="00AA2ABC" w:rsidRDefault="00AA2ABC" w:rsidP="002704FD">
      <w:pPr>
        <w:pStyle w:val="libNormal"/>
        <w:rPr>
          <w:rtl/>
        </w:rPr>
      </w:pPr>
      <w:r>
        <w:rPr>
          <w:rtl/>
        </w:rPr>
        <w:t>فيذهبون ويتمرّغون على التراب وتلك الأحجار ، ويأخذون حظّهم من تلك الأنوار اللامتناهية ، ولو جعل في الكعبة ياقوتة واحدة لذهب الناس إليها لأجل الياقوت لا لأجل الحيّ الذي لا يموت ، فلم تظهر عظمته ونفاذ حكمته.</w:t>
      </w:r>
    </w:p>
    <w:p w:rsidR="00AA2ABC" w:rsidRDefault="00AA2ABC" w:rsidP="002704FD">
      <w:pPr>
        <w:pStyle w:val="libNormal"/>
        <w:rPr>
          <w:rtl/>
        </w:rPr>
      </w:pPr>
      <w:r>
        <w:rPr>
          <w:rtl/>
        </w:rPr>
        <w:t>ثم جعل دواوين وأماكن أُخر من دون زينة وتجمّل لخواص المقربين ، وأظهر فيها من أنوار جلاله بحيث انّ الملوك مع شوكتهم ونخوتهم يقذفون أنفسهم عندها على التراب ، وذو البصيرة يعلم ما وضع فيها من أنوار وفيوضات روحانية بدل الذهب والياقوت واللؤلؤ حتى تحتار فيه أبصار القلوب.</w:t>
      </w:r>
    </w:p>
    <w:p w:rsidR="00AA2ABC" w:rsidRDefault="00AA2ABC" w:rsidP="002704FD">
      <w:pPr>
        <w:pStyle w:val="libNormal"/>
        <w:rPr>
          <w:rtl/>
        </w:rPr>
      </w:pPr>
      <w:r>
        <w:rPr>
          <w:rtl/>
        </w:rPr>
        <w:t>ومن أماكن قربه المساجد حيث جعلها محلّ قربه وفيضه وقال تعالى فيها : « وانّ بيوتي في الأرض المساجد » ، وفرش لمحبيه ذوي البصائر الفرش المذهبة بالعزّة والكرامة واللطف والمرحمة على الحصران المندرسة.</w:t>
      </w:r>
    </w:p>
    <w:p w:rsidR="00AA2ABC" w:rsidRDefault="00AA2ABC" w:rsidP="002704FD">
      <w:pPr>
        <w:pStyle w:val="libNormal"/>
        <w:rPr>
          <w:rtl/>
        </w:rPr>
      </w:pPr>
      <w:r>
        <w:rPr>
          <w:rtl/>
        </w:rPr>
        <w:t>وأشعل لهم في الليالي المظلمة مشاعل النور والهداية ومحاريب العبادة ، وجعل قلوبهم متعلّقة بتلك الأماكن بحيث لا يستبدلون سلك حصير منها بملك قيصر ، وإذا فارقوها لا يمكنهم الصبر عنها كالسمك الخارج من الماء.</w:t>
      </w:r>
    </w:p>
    <w:p w:rsidR="00AA2ABC" w:rsidRDefault="00AA2ABC" w:rsidP="002704FD">
      <w:pPr>
        <w:pStyle w:val="libNormal"/>
        <w:rPr>
          <w:rtl/>
        </w:rPr>
      </w:pPr>
      <w:r>
        <w:rPr>
          <w:rtl/>
        </w:rPr>
        <w:t xml:space="preserve">ومن الفوائد العظيمة للمساجد الاجتماع ولقاء الاخوان المؤمنين حيث يجتمعون ويستفيدون ويعين كلّ واحد الآخر على سلوك طريق العبادة ، ويفوزون </w:t>
      </w:r>
    </w:p>
    <w:p w:rsidR="00AA2ABC" w:rsidRDefault="00AA2ABC" w:rsidP="002704FD">
      <w:pPr>
        <w:pStyle w:val="libNormal0"/>
        <w:rPr>
          <w:rtl/>
        </w:rPr>
      </w:pPr>
      <w:r>
        <w:rPr>
          <w:rtl/>
        </w:rPr>
        <w:br w:type="page"/>
      </w:r>
      <w:r>
        <w:rPr>
          <w:rtl/>
        </w:rPr>
        <w:lastRenderedPageBreak/>
        <w:t>معاً بفضيلة الجماعة ، فإنّ اتيان الصلاة جماعة من سنن سيد المرسلين المؤكّدة ولها فوائد جمّة ، وتكون أقرب للقبول ، وذلك ظاهر لأنّ من ذهب وحده مثلاً إلى ملك من الملوك لا تكون حاجته مقضيّة كما ولو ذهب مع جماعة كثيرة ، ولم يكن من دأب الكبار والعظماء إذا جاءهم جمع أن يقبلوا عمل واحد منهم يدعوا الآخرين محرومين.</w:t>
      </w:r>
    </w:p>
    <w:p w:rsidR="00AA2ABC" w:rsidRDefault="00AA2ABC" w:rsidP="002704FD">
      <w:pPr>
        <w:pStyle w:val="libNormal"/>
        <w:rPr>
          <w:rtl/>
        </w:rPr>
      </w:pPr>
      <w:r>
        <w:rPr>
          <w:rtl/>
        </w:rPr>
        <w:t>وكما انّ الانسان يحتاج في الصلاة أو في أيّ عمل آخر إلى الأُذن والعين واللسان وسائر الأعضاء والجوارح لأنّ كلّ واحد منها يعمل عملاً خاصّاً لا يصدر ذلك العمل من العضو الآخر ، فيحصل الانسان على المطلوب من مجموعها ، فكذلك الأمر في صلاة الجماعة.</w:t>
      </w:r>
    </w:p>
    <w:p w:rsidR="00AA2ABC" w:rsidRDefault="00AA2ABC" w:rsidP="002704FD">
      <w:pPr>
        <w:pStyle w:val="libNormal"/>
        <w:rPr>
          <w:rtl/>
        </w:rPr>
      </w:pPr>
      <w:r>
        <w:rPr>
          <w:rtl/>
        </w:rPr>
        <w:t>لأنّ الانسان الكامل من جميع الوجوه نادر الوجود لذا كان من الأفضل اجتماع ثُلّة من الناس يتصف أحدهم بالعلم والآخر بالزهد أو حضور القلب وغير ذلك ، وجعل عبادتهم وعملهم موحداً جماعياً حيث يكون تام الأجزاء والشرائط ، ومن خواصه القبول والاستجابة في الدعاء والقرب وسائر الفوائد العظيمة.</w:t>
      </w:r>
    </w:p>
    <w:p w:rsidR="00AA2ABC" w:rsidRDefault="00AA2ABC" w:rsidP="002704FD">
      <w:pPr>
        <w:pStyle w:val="libNormal"/>
        <w:rPr>
          <w:rtl/>
        </w:rPr>
      </w:pPr>
      <w:r>
        <w:rPr>
          <w:rtl/>
        </w:rPr>
        <w:t>ولقد علم بالتجربة والاختبار انّ هذا الاجتماع يوجب كسب الكمالات من الآخرين وربط القلوب ، فمن المجرب ان صاحب حضور القلب حين حضوره في صلاة الجماعة فانه يفيض على الآخرين من صفائه ، ومن الفوائد أيضاً رصّ الصفوف امام الشيطان وجنوده فلا يجترؤن على التسلّط عليهم ، كما ورد انّه لا يتجعلوا مجالاً فارغاً في الصفوف فيدخل الشيطان فيها ، وورد أيضاً انّه لا تقفوا خارج الصفوف فإنّ الذئب يفتك بالشاة الخارجة عن الشياة.</w:t>
      </w:r>
    </w:p>
    <w:p w:rsidR="00AA2ABC" w:rsidRDefault="00AA2ABC" w:rsidP="002704FD">
      <w:pPr>
        <w:pStyle w:val="libNormal"/>
        <w:rPr>
          <w:rtl/>
        </w:rPr>
      </w:pPr>
      <w:r>
        <w:rPr>
          <w:rtl/>
        </w:rPr>
        <w:t>انّ فوائد صلاة الجماعة كثيرة ولو ذكرناها لطال بنا الكلام ، ونكتفي هنا بذكر أحاديث في فضل صلاة الجماعة والتعقيب.</w:t>
      </w:r>
    </w:p>
    <w:p w:rsidR="00AA2ABC" w:rsidRDefault="00AA2ABC" w:rsidP="002704FD">
      <w:pPr>
        <w:pStyle w:val="libNormal"/>
        <w:rPr>
          <w:rtl/>
        </w:rPr>
      </w:pPr>
      <w:r>
        <w:rPr>
          <w:rtl/>
        </w:rPr>
        <w:br w:type="page"/>
      </w:r>
      <w:r>
        <w:rPr>
          <w:rtl/>
        </w:rPr>
        <w:lastRenderedPageBreak/>
        <w:t xml:space="preserve">روي بسند معتبر عن رسول الله </w:t>
      </w:r>
      <w:r w:rsidR="00BF0EA2" w:rsidRPr="00BF0EA2">
        <w:rPr>
          <w:rStyle w:val="libAlaemChar"/>
          <w:rFonts w:hint="cs"/>
          <w:rtl/>
        </w:rPr>
        <w:t>صلى‌الله‌عليه‌وآله</w:t>
      </w:r>
      <w:r>
        <w:rPr>
          <w:rtl/>
        </w:rPr>
        <w:t xml:space="preserve"> انّه قال : ... انّ صفوف أمتي في الأرض كصفوف الملائكة في السماء ، والركعة في جماعة أربعة وعشرون ركعة ، كلّ ركعة أحبّ إلى الله عزّوجلّ من عبادة أربعين سنة ، وأمّا يوم القيامة يجمع الله فيه الاوّلين والآخرين للحساب ، فما من مؤمن مشى إلى الجماعة الاّ خفف الله عليه عزّوجلّ أهوال يوم القيامة ثم يأمر به إلى الجنّة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صلّى صلاة الفجر في جماعة ثم جلس يذكر الله عزّوجلّ حتى تطلع الشمس ، كان له في الفردوس سبعون درجة بُعد ما بين كلّ درجتين كحضر </w:t>
      </w:r>
      <w:r w:rsidRPr="001008E4">
        <w:rPr>
          <w:rStyle w:val="libFootnotenumChar"/>
          <w:rtl/>
        </w:rPr>
        <w:t>(2)</w:t>
      </w:r>
      <w:r>
        <w:rPr>
          <w:rtl/>
        </w:rPr>
        <w:t xml:space="preserve"> الفرس الجواد المضمر </w:t>
      </w:r>
      <w:r w:rsidRPr="001008E4">
        <w:rPr>
          <w:rStyle w:val="libFootnotenumChar"/>
          <w:rtl/>
        </w:rPr>
        <w:t>(3)</w:t>
      </w:r>
      <w:r>
        <w:rPr>
          <w:rtl/>
        </w:rPr>
        <w:t xml:space="preserve"> سبعين سنة.</w:t>
      </w:r>
    </w:p>
    <w:p w:rsidR="00AA2ABC" w:rsidRDefault="00AA2ABC" w:rsidP="002704FD">
      <w:pPr>
        <w:pStyle w:val="libNormal"/>
        <w:rPr>
          <w:rtl/>
        </w:rPr>
      </w:pPr>
      <w:r>
        <w:rPr>
          <w:rtl/>
        </w:rPr>
        <w:t xml:space="preserve">ومن صلّى الظهر في جماعة كان له في جنات عدن خمسون درجة بُعد ما بين كلّ درجتين كحضر الفرس الجواد خمسين سنة ، ومن صلّى العصر في جماعة كان له كأجر ثمانية من ولد إسماعيل كلّ منهم ربّ بيت يعتقهم ، ومن صلّى المغرب في جماعة كان له كحجّة مبرورة وعمرة متقبلة ، ومن صلّى العشاء في جماعة كان له كقيام ليلة القدر </w:t>
      </w:r>
      <w:r w:rsidRPr="001008E4">
        <w:rPr>
          <w:rStyle w:val="libFootnotenumChar"/>
          <w:rtl/>
        </w:rPr>
        <w:t>(4)</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لأصحابه : ألا أدلّكم على شيء يكفّر الله به الخطايا ويزيد الحسنات؟ قيل : بلى يا رسول الله ، قال </w:t>
      </w:r>
      <w:r w:rsidR="00BF0EA2" w:rsidRPr="00BF0EA2">
        <w:rPr>
          <w:rStyle w:val="libAlaemChar"/>
          <w:rFonts w:hint="cs"/>
          <w:rtl/>
        </w:rPr>
        <w:t>صلى‌الله‌عليه‌وآله</w:t>
      </w:r>
      <w:r>
        <w:rPr>
          <w:rtl/>
        </w:rPr>
        <w:t xml:space="preserve"> : إسباغ الوضوء على المكاره ، وكثرة الخطى إلى هذه المساجد وانتظار الصلاة بعد الصلاة ، وما منكم من أحد يخرج من بيته متطهّراً فيصلّي الصلاة في الجماعة مع المسلمين ، ثم يقعد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88 : 6 ح 8 باب 83 ـ عن الخصال وأمالي الصدوق.</w:t>
      </w:r>
    </w:p>
    <w:p w:rsidR="00AA2ABC" w:rsidRDefault="00AA2ABC" w:rsidP="001008E4">
      <w:pPr>
        <w:pStyle w:val="libFootnote0"/>
        <w:rPr>
          <w:rtl/>
        </w:rPr>
      </w:pPr>
      <w:r>
        <w:rPr>
          <w:rtl/>
        </w:rPr>
        <w:t>2 ـ الحضر بالضم : العدو.</w:t>
      </w:r>
    </w:p>
    <w:p w:rsidR="00AA2ABC" w:rsidRDefault="00AA2ABC" w:rsidP="001008E4">
      <w:pPr>
        <w:pStyle w:val="libFootnote0"/>
        <w:rPr>
          <w:rtl/>
        </w:rPr>
      </w:pPr>
      <w:r>
        <w:rPr>
          <w:rtl/>
        </w:rPr>
        <w:t>3 ـ المضمر : الذي يضمر خيله لغزو أو سباق ، وتضمير الخيل أن يظاهر عليها بالعلف حتى تسمن ثم لا تعلف الاّ قوتاً لتخفّ.</w:t>
      </w:r>
    </w:p>
    <w:p w:rsidR="00AA2ABC" w:rsidRDefault="00AA2ABC" w:rsidP="001008E4">
      <w:pPr>
        <w:pStyle w:val="libFootnote0"/>
        <w:rPr>
          <w:rtl/>
        </w:rPr>
      </w:pPr>
      <w:r>
        <w:rPr>
          <w:rtl/>
        </w:rPr>
        <w:t xml:space="preserve">4 ـ البحار 88 : 6 ح 7 باب 83 ـ عن أمالي الصدوق. </w:t>
      </w:r>
    </w:p>
    <w:p w:rsidR="00AA2ABC" w:rsidRDefault="00AA2ABC" w:rsidP="002704FD">
      <w:pPr>
        <w:pStyle w:val="libNormal0"/>
        <w:rPr>
          <w:rtl/>
        </w:rPr>
      </w:pPr>
      <w:r>
        <w:rPr>
          <w:rtl/>
        </w:rPr>
        <w:br w:type="page"/>
      </w:r>
      <w:r>
        <w:rPr>
          <w:rtl/>
        </w:rPr>
        <w:lastRenderedPageBreak/>
        <w:t xml:space="preserve">ينتظر الصلاة الأُخرى الاّ والملائكة تقول : اللهم اغفر له ، اللهم ارحمه ...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في حديث معتبر آخر : من أمّ قوماً بإذنهم وهم به راضون ، فاقتصد بهم في حضوره ، وأحسن صلاته بقيامه وقراءته وركوعه وسجوده وقعوده ، فله مثل أجرالقوم ولا ينقص من أجورهم شيء</w:t>
      </w:r>
      <w:r>
        <w:rPr>
          <w:rFonts w:hint="cs"/>
          <w:rtl/>
        </w:rPr>
        <w:t xml:space="preserve"> </w:t>
      </w:r>
      <w:r>
        <w:rPr>
          <w:rtl/>
        </w:rPr>
        <w:t>....</w:t>
      </w:r>
    </w:p>
    <w:p w:rsidR="00AA2ABC" w:rsidRDefault="00AA2ABC" w:rsidP="002704FD">
      <w:pPr>
        <w:pStyle w:val="libNormal"/>
        <w:rPr>
          <w:rtl/>
        </w:rPr>
      </w:pPr>
      <w:r>
        <w:rPr>
          <w:rtl/>
        </w:rPr>
        <w:t xml:space="preserve">ألا ومن مشى إلى مسجد يطلب فيه الجماعة كان له بكلّ خطوة سبعون ألف حسنة ، ويرفع له من الدرجات مثل ذلك ، وان مات وهو على ذلك وكلّ الله به سبعين ألف ملك يعودنه في قبره ، ويونسونه في وحدته ، ويستغرون له حتى يُبعث </w:t>
      </w:r>
      <w:r w:rsidRPr="001008E4">
        <w:rPr>
          <w:rStyle w:val="libFootnotenumChar"/>
          <w:rtl/>
        </w:rPr>
        <w:t>(2)</w:t>
      </w:r>
      <w:r>
        <w:rPr>
          <w:rtl/>
        </w:rPr>
        <w:t>.</w:t>
      </w:r>
    </w:p>
    <w:p w:rsidR="00AA2ABC" w:rsidRDefault="00AA2ABC" w:rsidP="002704FD">
      <w:pPr>
        <w:pStyle w:val="libNormal"/>
        <w:rPr>
          <w:rtl/>
        </w:rPr>
      </w:pPr>
      <w:r>
        <w:rPr>
          <w:rtl/>
        </w:rPr>
        <w:t xml:space="preserve">وجاء فيما أوصى به النبي </w:t>
      </w:r>
      <w:r w:rsidR="00BF0EA2" w:rsidRPr="00BF0EA2">
        <w:rPr>
          <w:rStyle w:val="libAlaemChar"/>
          <w:rFonts w:hint="cs"/>
          <w:rtl/>
        </w:rPr>
        <w:t>صلى‌الله‌عليه‌وآله</w:t>
      </w:r>
      <w:r>
        <w:rPr>
          <w:rtl/>
        </w:rPr>
        <w:t xml:space="preserve"> عليّا </w:t>
      </w:r>
      <w:r w:rsidR="00763E2E" w:rsidRPr="00763E2E">
        <w:rPr>
          <w:rStyle w:val="libAlaemChar"/>
          <w:rFonts w:hint="cs"/>
          <w:rtl/>
        </w:rPr>
        <w:t>عليه‌السلام</w:t>
      </w:r>
      <w:r>
        <w:rPr>
          <w:rtl/>
        </w:rPr>
        <w:t xml:space="preserve"> : يا عليّ ثلاث درجات : إسباغ الوضوء في السبرات ، وانتظار الصلاة بعد الصلاة ، والمشي بالليل والنهار إلى الجماعات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اشترط رسول الله </w:t>
      </w:r>
      <w:r w:rsidR="00BF0EA2" w:rsidRPr="00BF0EA2">
        <w:rPr>
          <w:rStyle w:val="libAlaemChar"/>
          <w:rFonts w:hint="cs"/>
          <w:rtl/>
        </w:rPr>
        <w:t>صلى‌الله‌عليه‌وآله</w:t>
      </w:r>
      <w:r>
        <w:rPr>
          <w:rtl/>
        </w:rPr>
        <w:t xml:space="preserve"> على جيران المسجد شهود الصلاة ، وقال : لينتهينّ أقوام لا يشهدون الصلاة أو لآمرنّ مؤذّناً يؤذّن ثم يقيم ، ثم آمر رجلاً من أهل بيتي وهو عليّ فليحرقنّ على اقوام بيوتهم بحزم الحطب ، لأنّهم لا يأتون الصلاة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قال رسول الله </w:t>
      </w:r>
      <w:r w:rsidR="00BF0EA2" w:rsidRPr="00BF0EA2">
        <w:rPr>
          <w:rStyle w:val="libAlaemChar"/>
          <w:rFonts w:hint="cs"/>
          <w:rtl/>
        </w:rPr>
        <w:t>صلى‌الله‌عليه‌وآله</w:t>
      </w:r>
      <w:r>
        <w:rPr>
          <w:rtl/>
        </w:rPr>
        <w:t xml:space="preserve"> : من سمع النداء في المسجد فخرج منه من غير علّة فهو منافق الاّ أن يريد الرجوع إليه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88 : 7 ح 9 باب 83 ـ عن أمالي الصدوق.</w:t>
      </w:r>
    </w:p>
    <w:p w:rsidR="00AA2ABC" w:rsidRDefault="00AA2ABC" w:rsidP="001008E4">
      <w:pPr>
        <w:pStyle w:val="libFootnote0"/>
        <w:rPr>
          <w:rtl/>
        </w:rPr>
      </w:pPr>
      <w:r>
        <w:rPr>
          <w:rtl/>
        </w:rPr>
        <w:t>2 ـ البحار 88 : 8 ح 11 باب 83 ـ عن أمالي الصدوق.</w:t>
      </w:r>
    </w:p>
    <w:p w:rsidR="00AA2ABC" w:rsidRDefault="00AA2ABC" w:rsidP="001008E4">
      <w:pPr>
        <w:pStyle w:val="libFootnote0"/>
        <w:rPr>
          <w:rtl/>
        </w:rPr>
      </w:pPr>
      <w:r>
        <w:rPr>
          <w:rtl/>
        </w:rPr>
        <w:t>3 ـ البحار 88 : 10 ح 16 باب 83 ـ عن الخصال.</w:t>
      </w:r>
    </w:p>
    <w:p w:rsidR="00AA2ABC" w:rsidRDefault="00AA2ABC" w:rsidP="001008E4">
      <w:pPr>
        <w:pStyle w:val="libFootnote0"/>
        <w:rPr>
          <w:rtl/>
        </w:rPr>
      </w:pPr>
      <w:r>
        <w:rPr>
          <w:rtl/>
        </w:rPr>
        <w:t>4 ـ البحار 88 : 8 ضمن حديث 11 باب 83 ـ عن أمالي الصدوق.</w:t>
      </w:r>
    </w:p>
    <w:p w:rsidR="00AA2ABC" w:rsidRDefault="00AA2ABC" w:rsidP="001008E4">
      <w:pPr>
        <w:pStyle w:val="libFootnote0"/>
        <w:rPr>
          <w:rtl/>
        </w:rPr>
      </w:pPr>
      <w:r>
        <w:rPr>
          <w:rtl/>
        </w:rPr>
        <w:t xml:space="preserve">5 ـ البحار 88 : 9 ح 13 باب 83 ـ عن أمالي الصدوق. </w:t>
      </w:r>
    </w:p>
    <w:p w:rsidR="00AA2ABC" w:rsidRDefault="00AA2ABC" w:rsidP="002704FD">
      <w:pPr>
        <w:pStyle w:val="libNormal"/>
        <w:rPr>
          <w:rtl/>
        </w:rPr>
      </w:pPr>
      <w:r>
        <w:rPr>
          <w:rtl/>
        </w:rPr>
        <w:br w:type="page"/>
      </w:r>
      <w:r>
        <w:rPr>
          <w:rtl/>
        </w:rPr>
        <w:lastRenderedPageBreak/>
        <w:t xml:space="preserve">وروي بسند معتبر عنه </w:t>
      </w:r>
      <w:r w:rsidR="00763E2E" w:rsidRPr="00763E2E">
        <w:rPr>
          <w:rStyle w:val="libAlaemChar"/>
          <w:rFonts w:hint="cs"/>
          <w:rtl/>
        </w:rPr>
        <w:t>عليه‌السلام</w:t>
      </w:r>
      <w:r>
        <w:rPr>
          <w:rtl/>
        </w:rPr>
        <w:t xml:space="preserve"> انّه قال : من صلّى خمس صلوات في اليوم والليلة في جماعة فظنّوا به خيراً ، وأجيزوا شهادته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صلّى الغداة والعشاء الآخرة في جماعة فهو في ذمّة الله عزّوجلّ ، ومن ظلمه فانّما يظلم الله ، ومن حقّره فانّما يحقّر الله عزّوجلّ </w:t>
      </w:r>
      <w:r w:rsidRPr="001008E4">
        <w:rPr>
          <w:rStyle w:val="libFootnotenumChar"/>
          <w:rtl/>
        </w:rPr>
        <w:t>(2)</w:t>
      </w:r>
      <w:r>
        <w:rPr>
          <w:rtl/>
        </w:rPr>
        <w:t>.</w:t>
      </w:r>
    </w:p>
    <w:p w:rsidR="00AA2ABC" w:rsidRDefault="00AA2ABC" w:rsidP="002704FD">
      <w:pPr>
        <w:pStyle w:val="libNormal"/>
        <w:rPr>
          <w:rtl/>
        </w:rPr>
      </w:pPr>
      <w:r>
        <w:rPr>
          <w:rtl/>
        </w:rPr>
        <w:t xml:space="preserve">وروي بأسانيد معتبرة عن أمير المؤمنين </w:t>
      </w:r>
      <w:r w:rsidR="00763E2E" w:rsidRPr="00763E2E">
        <w:rPr>
          <w:rStyle w:val="libAlaemChar"/>
          <w:rFonts w:hint="cs"/>
          <w:rtl/>
        </w:rPr>
        <w:t>عليه‌السلام</w:t>
      </w:r>
      <w:r>
        <w:rPr>
          <w:rtl/>
        </w:rPr>
        <w:t xml:space="preserve"> انّه قال : المنتظر وقت الصلاة بعد الصلاة من زوّار الله عزّوجلّ ، وحقّ على الله تعالى أن يكرم زائره وأن يعطيه ما سأل.</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اطلبوا الرزق فيما بين طلوع الفجر إلى طلوع الشمس ، فانّه أسرع في طلب الرزق من الضرب في الأرض [ للتجارة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قال الله عزّ وجلّ : يا ابن آدم اذكرني بعد الغداة ساعة وبعد العصر ساعة اكفيك ما أهمّك </w:t>
      </w:r>
      <w:r w:rsidRPr="001008E4">
        <w:rPr>
          <w:rStyle w:val="libFootnotenumChar"/>
          <w:rtl/>
        </w:rPr>
        <w:t>(4)</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صلّى الفجر ثم جلس في مجلسه يذكر الله عزّوجلّ حتى تطلع الشمس ستره الله عزّوجلّ من النار ... </w:t>
      </w:r>
      <w:r w:rsidRPr="001008E4">
        <w:rPr>
          <w:rStyle w:val="libFootnotenumChar"/>
          <w:rtl/>
        </w:rPr>
        <w:t>(5)</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في حديث آخر : كان له من الأجر كحاجّ بيت الله ، وغفر له ...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88 : 8 ح 11 باب 83 ـ عن أمالي الصدوق.</w:t>
      </w:r>
    </w:p>
    <w:p w:rsidR="00AA2ABC" w:rsidRDefault="00AA2ABC" w:rsidP="001008E4">
      <w:pPr>
        <w:pStyle w:val="libFootnote0"/>
        <w:rPr>
          <w:rtl/>
        </w:rPr>
      </w:pPr>
      <w:r>
        <w:rPr>
          <w:rtl/>
        </w:rPr>
        <w:t>2 ـ الوسائل 5 : 378 ح 2 باب 3 ـ من لا يحضره الفقيه 1 : 377 ح 1098.</w:t>
      </w:r>
    </w:p>
    <w:p w:rsidR="00AA2ABC" w:rsidRDefault="00AA2ABC" w:rsidP="001008E4">
      <w:pPr>
        <w:pStyle w:val="libFootnote0"/>
        <w:rPr>
          <w:rtl/>
        </w:rPr>
      </w:pPr>
      <w:r>
        <w:rPr>
          <w:rtl/>
        </w:rPr>
        <w:t>3 ـ البحار 85 : 318 ح 2 باب 58.</w:t>
      </w:r>
    </w:p>
    <w:p w:rsidR="00AA2ABC" w:rsidRDefault="00AA2ABC" w:rsidP="001008E4">
      <w:pPr>
        <w:pStyle w:val="libFootnote0"/>
        <w:rPr>
          <w:rtl/>
        </w:rPr>
      </w:pPr>
      <w:r>
        <w:rPr>
          <w:rtl/>
        </w:rPr>
        <w:t>4 ـ من لا يحضره الفقيه 1 : 329 ح 965 باب التعقيبات.</w:t>
      </w:r>
    </w:p>
    <w:p w:rsidR="00AA2ABC" w:rsidRDefault="00AA2ABC" w:rsidP="001008E4">
      <w:pPr>
        <w:pStyle w:val="libFootnote0"/>
        <w:rPr>
          <w:rtl/>
        </w:rPr>
      </w:pPr>
      <w:r>
        <w:rPr>
          <w:rtl/>
        </w:rPr>
        <w:t>5 ـ البحار 85 : 320 ح 4 باب 58 ـ عن أمالي الصدوق.</w:t>
      </w:r>
    </w:p>
    <w:p w:rsidR="00AA2ABC" w:rsidRDefault="00AA2ABC" w:rsidP="001008E4">
      <w:pPr>
        <w:pStyle w:val="libFootnote0"/>
        <w:rPr>
          <w:rtl/>
        </w:rPr>
      </w:pPr>
      <w:r>
        <w:rPr>
          <w:rtl/>
        </w:rPr>
        <w:t xml:space="preserve">6 ـ البحار 85 : 320 ح 5 باب 58 ـ عن أمالي الصدوق.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انّ الله عزّوجلّ فرض عليكم صلوات الخمس في أفضل الساعات فعليكم بالدعاء في أدبار الصلوات </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التعقيب بعد الغداة ... وبعد العصر يزيد في الرزق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BF0EA2" w:rsidRPr="00BF0EA2">
        <w:rPr>
          <w:rStyle w:val="libAlaemChar"/>
          <w:rFonts w:hint="cs"/>
          <w:rtl/>
        </w:rPr>
        <w:t>صلى‌الله‌عليه‌وآله</w:t>
      </w:r>
      <w:r>
        <w:rPr>
          <w:rtl/>
        </w:rPr>
        <w:t xml:space="preserve"> انّه قال : من أدّى فريضة فله عند الله دعوة مستجابة </w:t>
      </w:r>
      <w:r w:rsidRPr="001008E4">
        <w:rPr>
          <w:rStyle w:val="libFootnotenumChar"/>
          <w:rtl/>
        </w:rPr>
        <w:t>(3)</w:t>
      </w:r>
      <w:r>
        <w:rPr>
          <w:rtl/>
        </w:rPr>
        <w:t>.</w:t>
      </w:r>
    </w:p>
    <w:p w:rsidR="00AA2ABC" w:rsidRDefault="00AA2ABC" w:rsidP="002704FD">
      <w:pPr>
        <w:pStyle w:val="libNormal"/>
        <w:rPr>
          <w:rtl/>
        </w:rPr>
      </w:pPr>
      <w:r>
        <w:rPr>
          <w:rtl/>
        </w:rPr>
        <w:t xml:space="preserve">والأحاديث في فضل التعقيب كثيرة ، ووردت تعقيبات مخصوصة عن النبي وأهل بيته صلوات الله عليهم أجمعين لابد من تحصيلها والمداومة عليها ، ومن لم يجدها فَلِقراءة القرآن أو أيّ ذكر آخر ثواب وأجر التعقيب ، وليسأل الله تعالى حوائجه بعد الصلاة بأيّ لغة ولسان يعرفه.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85 : 320 ح 6 باب 58 ـ عن الخصال.</w:t>
      </w:r>
    </w:p>
    <w:p w:rsidR="00AA2ABC" w:rsidRDefault="00AA2ABC" w:rsidP="001008E4">
      <w:pPr>
        <w:pStyle w:val="libFootnote0"/>
        <w:rPr>
          <w:rtl/>
        </w:rPr>
      </w:pPr>
      <w:r>
        <w:rPr>
          <w:rtl/>
        </w:rPr>
        <w:t>2 ـ البحار 76 : 315 ضمن حديث 2 باب 60 ـ عن جامع الأخبار.</w:t>
      </w:r>
    </w:p>
    <w:p w:rsidR="00AA2ABC" w:rsidRDefault="00AA2ABC" w:rsidP="001008E4">
      <w:pPr>
        <w:pStyle w:val="libFootnote0"/>
        <w:rPr>
          <w:rtl/>
        </w:rPr>
      </w:pPr>
      <w:r>
        <w:rPr>
          <w:rtl/>
        </w:rPr>
        <w:t xml:space="preserve">3 ـ البحار 85 : 321 ح 7 باب 58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
        <w:rPr>
          <w:rtl/>
        </w:rPr>
      </w:pPr>
      <w:r>
        <w:rPr>
          <w:rtl/>
        </w:rPr>
        <w:br w:type="page"/>
      </w:r>
      <w:bookmarkStart w:id="142" w:name="_Toc392501907"/>
      <w:bookmarkStart w:id="143" w:name="_Toc392502855"/>
      <w:r w:rsidRPr="00495205">
        <w:rPr>
          <w:rStyle w:val="Heading1Char"/>
          <w:rtl/>
        </w:rPr>
        <w:lastRenderedPageBreak/>
        <w:t>[</w:t>
      </w:r>
      <w:bookmarkEnd w:id="142"/>
      <w:bookmarkEnd w:id="143"/>
      <w:r>
        <w:rPr>
          <w:rtl/>
        </w:rPr>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sidRPr="00495205">
        <w:rPr>
          <w:rtl/>
        </w:rPr>
        <w:t>يا أباذر كن بالعمل بالتقوى</w:t>
      </w:r>
      <w:r>
        <w:rPr>
          <w:rtl/>
        </w:rPr>
        <w:t xml:space="preserve"> أشدّ اهتماماً منك بالعمل فانّه لا يقل عمل بالتقوى ، وكيف يقلّ عمل يتقبل ، يقول الله عزّوجلّ : </w:t>
      </w:r>
      <w:r w:rsidRPr="002704FD">
        <w:rPr>
          <w:rStyle w:val="libAlaemChar"/>
          <w:rtl/>
        </w:rPr>
        <w:t>(</w:t>
      </w:r>
      <w:r w:rsidRPr="002704FD">
        <w:rPr>
          <w:rStyle w:val="libAieChar"/>
          <w:rtl/>
        </w:rPr>
        <w:t xml:space="preserve"> اِنَّمَا يَتَقَبَّلُ اللهُ مِنَ المُتَّقِينَ </w:t>
      </w:r>
      <w:r w:rsidRPr="002704FD">
        <w:rPr>
          <w:rStyle w:val="libAlaemChar"/>
          <w:rtl/>
        </w:rPr>
        <w:t>)</w:t>
      </w:r>
      <w:r>
        <w:rPr>
          <w:rtl/>
        </w:rPr>
        <w:t>.</w:t>
      </w:r>
    </w:p>
    <w:p w:rsidR="00AA2ABC" w:rsidRDefault="00AA2ABC" w:rsidP="002704FD">
      <w:pPr>
        <w:pStyle w:val="libNormal"/>
        <w:rPr>
          <w:rtl/>
        </w:rPr>
      </w:pPr>
      <w:r>
        <w:rPr>
          <w:rtl/>
        </w:rPr>
        <w:t>يا أباذر لا يكون الرجل من المتقين حتى يحاسب نفسه أشد من محاسبة الشريك شريكه ، فيعلم من أين مطعمه ، ومن أين مشربه ، ومن أين ملبسه ، أمن حلّ ذلك أم من حرام؟</w:t>
      </w:r>
    </w:p>
    <w:p w:rsidR="00AA2ABC" w:rsidRDefault="00AA2ABC" w:rsidP="002704FD">
      <w:pPr>
        <w:pStyle w:val="libNormal"/>
        <w:rPr>
          <w:rtl/>
        </w:rPr>
      </w:pPr>
      <w:r>
        <w:rPr>
          <w:rtl/>
        </w:rPr>
        <w:t>يا أباذر من يبال من أين اكتسب لم يبال الله عزّوجلّ من أين أدخله النار.</w:t>
      </w:r>
    </w:p>
    <w:p w:rsidR="00AA2ABC" w:rsidRDefault="00AA2ABC" w:rsidP="002704FD">
      <w:pPr>
        <w:pStyle w:val="libNormal"/>
        <w:rPr>
          <w:rtl/>
        </w:rPr>
      </w:pPr>
      <w:r>
        <w:rPr>
          <w:rtl/>
        </w:rPr>
        <w:t>يا أباذر من سرّه أن يكون أكرم الناس فليتق الله عزّوجل.</w:t>
      </w:r>
    </w:p>
    <w:p w:rsidR="00AA2ABC" w:rsidRDefault="00AA2ABC" w:rsidP="002704FD">
      <w:pPr>
        <w:pStyle w:val="libNormal"/>
        <w:rPr>
          <w:rtl/>
        </w:rPr>
      </w:pPr>
      <w:r>
        <w:rPr>
          <w:rtl/>
        </w:rPr>
        <w:t>يا أباذر انّ أحبكم إلى الله جلّ ثناؤه أكثركم ذكراً له ، وأكرمكم عند الله عزّوجلّ أتقاكم له ، وأنجاكم من عذاب الله أشدّكم له خوفاً.</w:t>
      </w:r>
    </w:p>
    <w:p w:rsidR="00AA2ABC" w:rsidRDefault="00AA2ABC" w:rsidP="002704FD">
      <w:pPr>
        <w:pStyle w:val="libNormal"/>
        <w:rPr>
          <w:rtl/>
        </w:rPr>
      </w:pPr>
      <w:r>
        <w:rPr>
          <w:rtl/>
        </w:rPr>
        <w:t>يا أباذر انّ المتقين الذين يتقون الله عزّوجلّ من الشيء الذي لا يُتّقى منه خوفاً من الدخول في الشبهة.</w:t>
      </w:r>
    </w:p>
    <w:p w:rsidR="00AA2ABC" w:rsidRDefault="00AA2ABC" w:rsidP="002704FD">
      <w:pPr>
        <w:pStyle w:val="libNormal"/>
        <w:rPr>
          <w:rtl/>
        </w:rPr>
      </w:pPr>
      <w:r>
        <w:rPr>
          <w:rtl/>
        </w:rPr>
        <w:t>يا أباذر من أطاع الله عزّوجلّ فقد ذكر الله ، وان قلّت صلاته وصيامه وتلاوته للقرآن.</w:t>
      </w:r>
    </w:p>
    <w:p w:rsidR="00AA2ABC" w:rsidRDefault="00AA2ABC" w:rsidP="002704FD">
      <w:pPr>
        <w:pStyle w:val="libNormal"/>
        <w:rPr>
          <w:rtl/>
        </w:rPr>
      </w:pPr>
      <w:r>
        <w:rPr>
          <w:rtl/>
        </w:rPr>
        <w:t>يا أباذر أصل الدين الورع ، ورأسه الطاعة.</w:t>
      </w:r>
    </w:p>
    <w:p w:rsidR="00AA2ABC" w:rsidRDefault="00AA2ABC" w:rsidP="002704FD">
      <w:pPr>
        <w:pStyle w:val="libNormal"/>
        <w:rPr>
          <w:rtl/>
        </w:rPr>
      </w:pPr>
      <w:r>
        <w:rPr>
          <w:rtl/>
        </w:rPr>
        <w:t>يا أباذر كن ورعاً تكن أعبد الناس ، وخير دينكم الورع.</w:t>
      </w:r>
    </w:p>
    <w:p w:rsidR="00AA2ABC" w:rsidRDefault="00AA2ABC" w:rsidP="002704FD">
      <w:pPr>
        <w:pStyle w:val="libNormal"/>
        <w:rPr>
          <w:rtl/>
        </w:rPr>
      </w:pPr>
      <w:r>
        <w:rPr>
          <w:rtl/>
        </w:rPr>
        <w:t>يا أباذر فضل العلم خير من فضل العبادة ، واعلم انكم لو صلّيتم حتى تكونوا كالحنايا ، وصمتم حتى تكونوا كالأوتار ما ينفعكم الاّ بورع.</w:t>
      </w:r>
    </w:p>
    <w:p w:rsidR="00AA2ABC" w:rsidRDefault="00AA2ABC" w:rsidP="002704FD">
      <w:pPr>
        <w:pStyle w:val="libNormal"/>
        <w:rPr>
          <w:rtl/>
        </w:rPr>
      </w:pPr>
      <w:r>
        <w:rPr>
          <w:rtl/>
        </w:rPr>
        <w:t xml:space="preserve">يا أباذر انّ أهل الورع والزهد في الدنيا هم أولياء الله حقّاً. </w:t>
      </w:r>
    </w:p>
    <w:p w:rsidR="00AA2ABC" w:rsidRDefault="00AA2ABC" w:rsidP="002704FD">
      <w:pPr>
        <w:pStyle w:val="libNormal"/>
        <w:rPr>
          <w:rtl/>
        </w:rPr>
      </w:pPr>
      <w:r>
        <w:rPr>
          <w:rtl/>
        </w:rPr>
        <w:br w:type="page"/>
      </w:r>
      <w:r>
        <w:rPr>
          <w:rtl/>
        </w:rPr>
        <w:lastRenderedPageBreak/>
        <w:t xml:space="preserve">اعلم انّ التقوى رأس مال جميع السعادات ، وهو شرط عظيم لقبول الطاعات كما يدلّ عليه نص القرآن ، والتقوى في الاصطلاح حفظ النفس وصيانتها من كلّ ما يضرّ بالآخرة ، وله مراتب كثيرة : </w:t>
      </w:r>
    </w:p>
    <w:p w:rsidR="00AA2ABC" w:rsidRDefault="00AA2ABC" w:rsidP="002704FD">
      <w:pPr>
        <w:pStyle w:val="libNormal"/>
        <w:rPr>
          <w:rtl/>
        </w:rPr>
      </w:pPr>
      <w:r w:rsidRPr="002704FD">
        <w:rPr>
          <w:rStyle w:val="libBold2Char"/>
          <w:rtl/>
        </w:rPr>
        <w:t xml:space="preserve">المرتبة الأولى : </w:t>
      </w:r>
      <w:r>
        <w:rPr>
          <w:rtl/>
        </w:rPr>
        <w:t>التقوى من الشرك والكفر الموجب للخلود في النار ، ولا تصح أيّ عبادة وعمل بدونه.</w:t>
      </w:r>
    </w:p>
    <w:p w:rsidR="00AA2ABC" w:rsidRDefault="00AA2ABC" w:rsidP="002704FD">
      <w:pPr>
        <w:pStyle w:val="libNormal"/>
        <w:rPr>
          <w:rtl/>
        </w:rPr>
      </w:pPr>
      <w:r w:rsidRPr="002704FD">
        <w:rPr>
          <w:rStyle w:val="libBold2Char"/>
          <w:rtl/>
        </w:rPr>
        <w:t xml:space="preserve">المرتبة الثانية : </w:t>
      </w:r>
      <w:r>
        <w:rPr>
          <w:rtl/>
        </w:rPr>
        <w:t>التقوى في ترك جميع المحرمات واتيان جميع الواجبات.</w:t>
      </w:r>
    </w:p>
    <w:p w:rsidR="00AA2ABC" w:rsidRDefault="00AA2ABC" w:rsidP="002704FD">
      <w:pPr>
        <w:pStyle w:val="libNormal"/>
        <w:rPr>
          <w:rtl/>
        </w:rPr>
      </w:pPr>
      <w:r w:rsidRPr="002704FD">
        <w:rPr>
          <w:rStyle w:val="libBold2Char"/>
          <w:rtl/>
        </w:rPr>
        <w:t xml:space="preserve">المرتبة الثالثة : </w:t>
      </w:r>
      <w:r>
        <w:rPr>
          <w:rtl/>
        </w:rPr>
        <w:t>التقوى في ترك المكروهات واتيان المستحبات ، وهذه المرتبة تكمل بشكل تدريجي بحيث يصبح الالتفات نحو غير المعبود الحقيقي منافياً لهذه الرتبة.</w:t>
      </w:r>
    </w:p>
    <w:p w:rsidR="00AA2ABC" w:rsidRDefault="00AA2ABC" w:rsidP="002704FD">
      <w:pPr>
        <w:pStyle w:val="libNormal"/>
        <w:rPr>
          <w:rtl/>
        </w:rPr>
      </w:pPr>
      <w:r>
        <w:rPr>
          <w:rtl/>
        </w:rPr>
        <w:t xml:space="preserve">انّ هاتين المرتبتين تتكثّر إلى مراتب كثيرة لها دخل في الكمال وقبول الأعمال ، وكلّما كمل الانسان في هذه المراتب كان عمله أقرب للقبول ، وتترتب على أعماله حينئذٍ فوائد وآثار أكثر ، كالقرب والمحبّة والمعرفة والانصاف والأخلاق الحسنة ، وإلى هذه المرتبة الأخيرة يشير قوله تعالى : </w:t>
      </w:r>
      <w:r w:rsidRPr="002704FD">
        <w:rPr>
          <w:rStyle w:val="libAlaemChar"/>
          <w:rtl/>
        </w:rPr>
        <w:t>(</w:t>
      </w:r>
      <w:r w:rsidRPr="002704FD">
        <w:rPr>
          <w:rStyle w:val="libAieChar"/>
          <w:rtl/>
        </w:rPr>
        <w:t xml:space="preserve"> اِتَّقُوا اللهَ حَقَّ تُقَاتِهِ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ان الورع يقرب في المعنى من التقوى ، وقد يطلق على ترك المحرّمات أو ترك المحرمات والشبهات ، وقد يطلق على معاني التقوى أيضاً.</w:t>
      </w:r>
    </w:p>
    <w:p w:rsidR="00AA2ABC" w:rsidRDefault="00AA2ABC" w:rsidP="002704FD">
      <w:pPr>
        <w:pStyle w:val="libNormal"/>
        <w:rPr>
          <w:rtl/>
        </w:rPr>
      </w:pPr>
      <w:r>
        <w:rPr>
          <w:rtl/>
        </w:rPr>
        <w:t xml:space="preserve">فقد روي انّه سئل أبو عبدالله </w:t>
      </w:r>
      <w:r w:rsidR="00763E2E" w:rsidRPr="00763E2E">
        <w:rPr>
          <w:rStyle w:val="libAlaemChar"/>
          <w:rFonts w:hint="cs"/>
          <w:rtl/>
        </w:rPr>
        <w:t>عليه‌السلام</w:t>
      </w:r>
      <w:r>
        <w:rPr>
          <w:rtl/>
        </w:rPr>
        <w:t xml:space="preserve"> عن قوله تعالى : </w:t>
      </w:r>
      <w:r w:rsidRPr="002704FD">
        <w:rPr>
          <w:rStyle w:val="libAlaemChar"/>
          <w:rtl/>
        </w:rPr>
        <w:t>(</w:t>
      </w:r>
      <w:r w:rsidRPr="002704FD">
        <w:rPr>
          <w:rStyle w:val="libAieChar"/>
          <w:rtl/>
        </w:rPr>
        <w:t xml:space="preserve"> اِتَّقُوا اللهَ حَقَّ تُقَاتِهِ </w:t>
      </w:r>
      <w:r w:rsidRPr="002704FD">
        <w:rPr>
          <w:rStyle w:val="libAlaemChar"/>
          <w:rtl/>
        </w:rPr>
        <w:t>)</w:t>
      </w:r>
      <w:r>
        <w:rPr>
          <w:rtl/>
        </w:rPr>
        <w:t xml:space="preserve"> قال : يُطاع فلا يُعصى ، ويُذكر فلا يُنسى ، ويُشكر فلا يُكفر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آل عمران : 102.</w:t>
      </w:r>
    </w:p>
    <w:p w:rsidR="00AA2ABC" w:rsidRDefault="00AA2ABC" w:rsidP="001008E4">
      <w:pPr>
        <w:pStyle w:val="libFootnote0"/>
        <w:rPr>
          <w:rtl/>
        </w:rPr>
      </w:pPr>
      <w:r>
        <w:rPr>
          <w:rtl/>
        </w:rPr>
        <w:t xml:space="preserve">2 ـ معاني الأخبار : 240 ح 1 ـ عنه البحار 70 : 291 ح 31 باب 56. </w:t>
      </w:r>
    </w:p>
    <w:p w:rsidR="00AA2ABC" w:rsidRDefault="00AA2ABC" w:rsidP="002704FD">
      <w:pPr>
        <w:pStyle w:val="libNormal"/>
        <w:rPr>
          <w:rtl/>
        </w:rPr>
      </w:pPr>
      <w:r>
        <w:rPr>
          <w:rtl/>
        </w:rPr>
        <w:br w:type="page"/>
      </w:r>
      <w:r>
        <w:rPr>
          <w:rtl/>
        </w:rPr>
        <w:lastRenderedPageBreak/>
        <w:t xml:space="preserve">وسئل أمير المؤمنين </w:t>
      </w:r>
      <w:r w:rsidR="00763E2E" w:rsidRPr="00763E2E">
        <w:rPr>
          <w:rStyle w:val="libAlaemChar"/>
          <w:rFonts w:hint="cs"/>
          <w:rtl/>
        </w:rPr>
        <w:t>عليه‌السلام</w:t>
      </w:r>
      <w:r>
        <w:rPr>
          <w:rtl/>
        </w:rPr>
        <w:t xml:space="preserve"> أي الأعمال أفضل؟ قال : التقوى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 انّ قليل العمل مع التقوى خير من كثير العمل بلا تقوى ، [ قال الراوي : ] قلت : كيف يكون كثير بلا تقوى؟</w:t>
      </w:r>
    </w:p>
    <w:p w:rsidR="00AA2ABC" w:rsidRDefault="00AA2ABC" w:rsidP="002704FD">
      <w:pPr>
        <w:pStyle w:val="libNormal"/>
        <w:rPr>
          <w:rtl/>
        </w:rPr>
      </w:pPr>
      <w:r>
        <w:rPr>
          <w:rtl/>
        </w:rPr>
        <w:t xml:space="preserve">قال : نعم مثل الرجل يطعم طعامه ، ويرفق جيرانه ، ويوطىء رحله ، فاذا ارتفع له الباب من الحرام دخل فيه فهذا العمل بلا تقوى ، ويكون الآخر ليس عنده فاذا ارتفع له الباب من الحرام لم يدخل فيه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عمرو بن سعيد ، عن أبي عبدالله </w:t>
      </w:r>
      <w:r w:rsidR="00763E2E" w:rsidRPr="00763E2E">
        <w:rPr>
          <w:rStyle w:val="libAlaemChar"/>
          <w:rFonts w:hint="cs"/>
          <w:rtl/>
        </w:rPr>
        <w:t>عليه‌السلام</w:t>
      </w:r>
      <w:r>
        <w:rPr>
          <w:rtl/>
        </w:rPr>
        <w:t xml:space="preserve"> قال : قلت له : انّي لا ألقاك الاّ في السنين ، فأخبرني بشيء آخذ به ، فقال : أوصيك بتقوى الله والورع والاجتهاد ، واعلم انّه لا ينفع اجتهاد لا ورع فيه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اتقوا الله وصونوا دينكم بالورع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عليكم بالورع ، فانّه لا ينال ما عند الله الاّ بالورع </w:t>
      </w:r>
      <w:r w:rsidRPr="001008E4">
        <w:rPr>
          <w:rStyle w:val="libFootnotenumChar"/>
          <w:rtl/>
        </w:rPr>
        <w:t>(5)</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انّ أشدّ العبادة الورع </w:t>
      </w:r>
      <w:r w:rsidRPr="001008E4">
        <w:rPr>
          <w:rStyle w:val="libFootnotenumChar"/>
          <w:rtl/>
        </w:rPr>
        <w:t>(6)</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لأبي الصباح الكناني : ... ما أقلّ والله من يتبع جعفراً منكم ، انّما أصحابي من اشتدّ ورعه ، وعمل لخالقه ، ورجا ثوابه ، فهؤلاء أصحابي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70 : 288 ح 16 باب 56 ـ عن أمالي الصدوق.</w:t>
      </w:r>
    </w:p>
    <w:p w:rsidR="00AA2ABC" w:rsidRDefault="00AA2ABC" w:rsidP="001008E4">
      <w:pPr>
        <w:pStyle w:val="libFootnote0"/>
        <w:rPr>
          <w:rtl/>
        </w:rPr>
      </w:pPr>
      <w:r>
        <w:rPr>
          <w:rtl/>
        </w:rPr>
        <w:t>2 ـ الكافي 2 : 76 ح 7 باب الطاعة والتقوى.</w:t>
      </w:r>
    </w:p>
    <w:p w:rsidR="00AA2ABC" w:rsidRDefault="00AA2ABC" w:rsidP="001008E4">
      <w:pPr>
        <w:pStyle w:val="libFootnote0"/>
        <w:rPr>
          <w:rtl/>
        </w:rPr>
      </w:pPr>
      <w:r>
        <w:rPr>
          <w:rtl/>
        </w:rPr>
        <w:t>3 ـ الكافي 2 : 76 ح 1 باب الورع ـ عنه البحار 70 : 296 ح 1 باب 57.</w:t>
      </w:r>
    </w:p>
    <w:p w:rsidR="00AA2ABC" w:rsidRDefault="00AA2ABC" w:rsidP="001008E4">
      <w:pPr>
        <w:pStyle w:val="libFootnote0"/>
        <w:rPr>
          <w:rtl/>
        </w:rPr>
      </w:pPr>
      <w:r>
        <w:rPr>
          <w:rtl/>
        </w:rPr>
        <w:t>4 ـ الكافي 2 : 76 ح 2 باب الورع ـ عنه البحار 70 : 297 ح 2 باب 57.</w:t>
      </w:r>
    </w:p>
    <w:p w:rsidR="00AA2ABC" w:rsidRDefault="00AA2ABC" w:rsidP="001008E4">
      <w:pPr>
        <w:pStyle w:val="libFootnote0"/>
        <w:rPr>
          <w:rtl/>
        </w:rPr>
      </w:pPr>
      <w:r>
        <w:rPr>
          <w:rtl/>
        </w:rPr>
        <w:t>5 ـ الكافي 2 : 76 ح 3 باب الورع ـ عنه البحار 70 : 297 ح 3 باب 57.</w:t>
      </w:r>
    </w:p>
    <w:p w:rsidR="00AA2ABC" w:rsidRDefault="00AA2ABC" w:rsidP="001008E4">
      <w:pPr>
        <w:pStyle w:val="libFootnote0"/>
        <w:rPr>
          <w:rtl/>
        </w:rPr>
      </w:pPr>
      <w:r>
        <w:rPr>
          <w:rtl/>
        </w:rPr>
        <w:t>6 ـ الكافي 2 : 77 ح 5 باب الورع ـ عنه البحار 70 : 297 ح 5 باب 57.</w:t>
      </w:r>
    </w:p>
    <w:p w:rsidR="00AA2ABC" w:rsidRDefault="00AA2ABC" w:rsidP="001008E4">
      <w:pPr>
        <w:pStyle w:val="libFootnote0"/>
        <w:rPr>
          <w:rtl/>
        </w:rPr>
      </w:pPr>
      <w:r>
        <w:rPr>
          <w:rtl/>
        </w:rPr>
        <w:t xml:space="preserve">7 ـ الكافي 2 : 77 ح 6 باب الورع ـ عنه البحار 70 : 298 ح 6 باب 57. </w:t>
      </w:r>
    </w:p>
    <w:p w:rsidR="00AA2ABC" w:rsidRDefault="00AA2ABC" w:rsidP="002704FD">
      <w:pPr>
        <w:pStyle w:val="libNormal"/>
        <w:rPr>
          <w:rtl/>
        </w:rPr>
      </w:pPr>
      <w:r>
        <w:rPr>
          <w:rtl/>
        </w:rPr>
        <w:br w:type="page"/>
      </w:r>
      <w:r>
        <w:rPr>
          <w:rtl/>
        </w:rPr>
        <w:lastRenderedPageBreak/>
        <w:t xml:space="preserve">وروي عن أبي جعفر الباقر </w:t>
      </w:r>
      <w:r w:rsidR="00763E2E" w:rsidRPr="00763E2E">
        <w:rPr>
          <w:rStyle w:val="libAlaemChar"/>
          <w:rFonts w:hint="cs"/>
          <w:rtl/>
        </w:rPr>
        <w:t>عليه‌السلام</w:t>
      </w:r>
      <w:r>
        <w:rPr>
          <w:rtl/>
        </w:rPr>
        <w:t xml:space="preserve"> انّه قال : قال الله عزّوجلّ : ابن آدم اجتنب ما حرّمت عليك تكن من أورع الناس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سئل عن الورع من الناس؟ فقال : الذي يتورّع عن محارم الله عزّوجلّ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انّا لا نعد الرجل مؤمناً حتى يكون بجميع أمرنا متّبعاً مريداً ، ألاّ وانّ من اتباع أمرنا وارادته الورع ، فتزيّنوا به يرحمكم الله ، وكبّدوا أعداءنا به ينعشكم الله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أورع الناس من وقف عند الشبهة ، أعبد الناس من أقام الفرائض ، أزهد الناس من ترك الحرام ، [ أشد الناس اجتهاداً من ترك الذنوب ] </w:t>
      </w:r>
      <w:r w:rsidRPr="001008E4">
        <w:rPr>
          <w:rStyle w:val="libFootnotenumChar"/>
          <w:rtl/>
        </w:rPr>
        <w:t>(4)</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من أحبّنا فليعمل بعملنا ، وليستعن بالورع فانّه أفضل ما يُستعان به في أمر الدنيا والآخرة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شكر كلّ نعمة الورع عمّا حرّم الله عزّوجلّ </w:t>
      </w:r>
      <w:r w:rsidRPr="001008E4">
        <w:rPr>
          <w:rStyle w:val="libFootnotenumChar"/>
          <w:rtl/>
        </w:rPr>
        <w:t>(6)</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عليكم بالورع ، فانّه الدين الذي نلازمه وندين الله به ، ونريده ممّن يوالينا ، لا تتعبونا بالشفاعة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77 ح 7 باب الورع ـ عنه البحار 70 : 298 ح 7 باب 57.</w:t>
      </w:r>
    </w:p>
    <w:p w:rsidR="00AA2ABC" w:rsidRDefault="00AA2ABC" w:rsidP="001008E4">
      <w:pPr>
        <w:pStyle w:val="libFootnote0"/>
        <w:rPr>
          <w:rtl/>
        </w:rPr>
      </w:pPr>
      <w:r>
        <w:rPr>
          <w:rtl/>
        </w:rPr>
        <w:t>2 ـ الكافي 2 : 77 ح 8 باب الورع ـ عنه البحار 70 : 299 ح 8 باب 57.</w:t>
      </w:r>
    </w:p>
    <w:p w:rsidR="00AA2ABC" w:rsidRDefault="00AA2ABC" w:rsidP="001008E4">
      <w:pPr>
        <w:pStyle w:val="libFootnote0"/>
        <w:rPr>
          <w:rtl/>
        </w:rPr>
      </w:pPr>
      <w:r>
        <w:rPr>
          <w:rtl/>
        </w:rPr>
        <w:t>3 ـ الكافي 2 : 78 ح 13 باب الورع ـ عنه البحار 70 : 302 ح 12 باب 57.</w:t>
      </w:r>
    </w:p>
    <w:p w:rsidR="00AA2ABC" w:rsidRDefault="00AA2ABC" w:rsidP="001008E4">
      <w:pPr>
        <w:pStyle w:val="libFootnote0"/>
        <w:rPr>
          <w:rtl/>
        </w:rPr>
      </w:pPr>
      <w:r>
        <w:rPr>
          <w:rtl/>
        </w:rPr>
        <w:t>4 ـ الخصال : 16 ح 56 باب 1 ـ عنه البحار 70 : 305 ح 25 باب 57.</w:t>
      </w:r>
    </w:p>
    <w:p w:rsidR="00AA2ABC" w:rsidRDefault="00AA2ABC" w:rsidP="001008E4">
      <w:pPr>
        <w:pStyle w:val="libFootnote0"/>
        <w:rPr>
          <w:rtl/>
        </w:rPr>
      </w:pPr>
      <w:r>
        <w:rPr>
          <w:rtl/>
        </w:rPr>
        <w:t>5 ـ البحار 70 : 306 ح 30 باب 57 ـ عن الخصال حديث الأربعمائة.</w:t>
      </w:r>
    </w:p>
    <w:p w:rsidR="00AA2ABC" w:rsidRDefault="00AA2ABC" w:rsidP="001008E4">
      <w:pPr>
        <w:pStyle w:val="libFootnote0"/>
        <w:rPr>
          <w:rtl/>
        </w:rPr>
      </w:pPr>
      <w:r>
        <w:rPr>
          <w:rtl/>
        </w:rPr>
        <w:t>6 ـ الخصال : 14 ح 50 باب 1 ـ عنه البحار 70 : 307 ح 31 باب 57.</w:t>
      </w:r>
    </w:p>
    <w:p w:rsidR="00AA2ABC" w:rsidRDefault="00AA2ABC" w:rsidP="001008E4">
      <w:pPr>
        <w:pStyle w:val="libFootnote0"/>
        <w:rPr>
          <w:rtl/>
        </w:rPr>
      </w:pPr>
      <w:r>
        <w:rPr>
          <w:rtl/>
        </w:rPr>
        <w:t xml:space="preserve">7 ـ أمالي الطوسي : 281 ح 82 مجلس 10 ـ عنه البحار 70 : 306 ح 29 باب 57.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من لم يأت يوم القيامة بثلاث فقد خسر ، قلت : وما الثلاث فداك أبي وأمي؟ قال : ورع يحجزه عمّا حرّم الله عزّوجلّ عليه ، وحلم يردّ به جهل السفيه ، وخلق يداري به الناس. </w:t>
      </w:r>
    </w:p>
    <w:p w:rsidR="00AA2ABC" w:rsidRDefault="00AA2ABC" w:rsidP="002704FD">
      <w:pPr>
        <w:pStyle w:val="libNormal"/>
        <w:rPr>
          <w:rtl/>
        </w:rPr>
      </w:pPr>
      <w:bookmarkStart w:id="144" w:name="_Toc392501908"/>
      <w:bookmarkStart w:id="145" w:name="_Toc392502856"/>
      <w:r w:rsidRPr="004E455C">
        <w:rPr>
          <w:rStyle w:val="Heading1Char"/>
          <w:rtl/>
        </w:rPr>
        <w:t>ا</w:t>
      </w:r>
      <w:bookmarkEnd w:id="144"/>
      <w:bookmarkEnd w:id="145"/>
      <w:r w:rsidRPr="00F476A7">
        <w:rPr>
          <w:rtl/>
        </w:rPr>
        <w:t>علم انّ الحلم وكظم الغيظ</w:t>
      </w:r>
      <w:r>
        <w:rPr>
          <w:rtl/>
        </w:rPr>
        <w:t xml:space="preserve"> والعفو والصفح عن اساءة الناس من صفات الأنبياء والأئمة صلوات الله عليهم ، ومن صفات أولياء الله تعالى ، ويشهد العقل والشرع بحسن هذه الصفات الجميلة ، كما روي بسند معتبر عن رسول الله </w:t>
      </w:r>
      <w:r w:rsidR="00BF0EA2" w:rsidRPr="00BF0EA2">
        <w:rPr>
          <w:rStyle w:val="libAlaemChar"/>
          <w:rFonts w:hint="cs"/>
          <w:rtl/>
        </w:rPr>
        <w:t>صلى‌الله‌عليه‌وآله</w:t>
      </w:r>
      <w:r>
        <w:rPr>
          <w:rtl/>
        </w:rPr>
        <w:t xml:space="preserve"> انّه قال في خطبته : ألا أخبركم بخير خلائق الدنيا والآخرة؟ العفو عمن ظلمك ، وتصل من قطعك ، والاحسان إلى من أساء إليك ، واعطاء من حرمك </w:t>
      </w:r>
      <w:r w:rsidRPr="001008E4">
        <w:rPr>
          <w:rStyle w:val="libFootnotenumChar"/>
          <w:rtl/>
        </w:rPr>
        <w:t>(1)</w:t>
      </w:r>
      <w:r>
        <w:rPr>
          <w:rtl/>
        </w:rPr>
        <w:t>.</w:t>
      </w:r>
    </w:p>
    <w:p w:rsidR="00AA2ABC" w:rsidRDefault="00AA2ABC" w:rsidP="002704FD">
      <w:pPr>
        <w:pStyle w:val="libNormal"/>
        <w:rPr>
          <w:rtl/>
        </w:rPr>
      </w:pPr>
      <w:r>
        <w:rPr>
          <w:rtl/>
        </w:rPr>
        <w:t xml:space="preserve">وروي عن عليّ بن الحسين </w:t>
      </w:r>
      <w:r w:rsidR="00763E2E" w:rsidRPr="00763E2E">
        <w:rPr>
          <w:rStyle w:val="libAlaemChar"/>
          <w:rFonts w:hint="cs"/>
          <w:rtl/>
        </w:rPr>
        <w:t>عليه‌السلام</w:t>
      </w:r>
      <w:r>
        <w:rPr>
          <w:rtl/>
        </w:rPr>
        <w:t xml:space="preserve"> انّه قال : اذا كان يوم القيامة جمع الله تبارك وتعالى الأولين والآخرين في صعيد واحد ، ثم ينادي مناد ، أين أهل الفضل؟</w:t>
      </w:r>
    </w:p>
    <w:p w:rsidR="00AA2ABC" w:rsidRDefault="00AA2ABC" w:rsidP="002704FD">
      <w:pPr>
        <w:pStyle w:val="libNormal"/>
        <w:rPr>
          <w:rtl/>
        </w:rPr>
      </w:pPr>
      <w:r>
        <w:rPr>
          <w:rtl/>
        </w:rPr>
        <w:t xml:space="preserve">قال : فيقوم عنق من الناس ، فتلقّاهم الملائكة فيقولون : وما كان فضلكم؟ فيقولون : كنّا نصل من قطعنا ، ونعطي من حرمنا ، ونعفو عمّن ظلمنا ، قال : فيقال لهم : صدقتم ادخلوا الجنّة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الندامة على العفو أفضل وأيسر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107 ح 10 باب العفو ـ عنه البحار 71 : 399 ح 1 باب 93.</w:t>
      </w:r>
    </w:p>
    <w:p w:rsidR="00AA2ABC" w:rsidRDefault="00AA2ABC" w:rsidP="001008E4">
      <w:pPr>
        <w:pStyle w:val="libFootnote0"/>
        <w:rPr>
          <w:rtl/>
        </w:rPr>
      </w:pPr>
      <w:r>
        <w:rPr>
          <w:rtl/>
        </w:rPr>
        <w:t xml:space="preserve">2 ـ الكافي 2 : 107 ح 4 باب العفو ـ عنه البحار 71 : 400 ح 4 باب 93. </w:t>
      </w:r>
    </w:p>
    <w:p w:rsidR="00AA2ABC" w:rsidRDefault="00AA2ABC" w:rsidP="002704FD">
      <w:pPr>
        <w:pStyle w:val="libNormal0"/>
        <w:rPr>
          <w:rtl/>
        </w:rPr>
      </w:pPr>
      <w:r>
        <w:rPr>
          <w:rtl/>
        </w:rPr>
        <w:br w:type="page"/>
      </w:r>
      <w:r>
        <w:rPr>
          <w:rtl/>
        </w:rPr>
        <w:lastRenderedPageBreak/>
        <w:t xml:space="preserve">من الندامة على العقوبة </w:t>
      </w:r>
      <w:r w:rsidRPr="001008E4">
        <w:rPr>
          <w:rStyle w:val="libFootnotenumChar"/>
          <w:rtl/>
        </w:rPr>
        <w:t>(1)</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 ما تجرّعت جرعة أحبّ إليّ من جرعة غيظ أُكافي بها صاحبها </w:t>
      </w:r>
      <w:r w:rsidRPr="001008E4">
        <w:rPr>
          <w:rStyle w:val="libFootnotenumChar"/>
          <w:rtl/>
        </w:rPr>
        <w:t>(2)</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قال لي أبي : يا بنيّ ما من شيء أقرّ لعين أبيك من جرعة غيظ عاقبتها صبر ...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ما من عبد كظم غيظاً الاّ زاده الله عزّوجلّ في الدنيا والآخرة ، وقد قال الله عزّوجلّ : </w:t>
      </w:r>
      <w:r w:rsidRPr="002704FD">
        <w:rPr>
          <w:rStyle w:val="libAlaemChar"/>
          <w:rtl/>
        </w:rPr>
        <w:t>(</w:t>
      </w:r>
      <w:r w:rsidRPr="002704FD">
        <w:rPr>
          <w:rStyle w:val="libAieChar"/>
          <w:rtl/>
        </w:rPr>
        <w:t xml:space="preserve"> وَالكَاظِمينَ الغَيظَ وَالعَافِينَ عَنِ النَّاس وَاللهُ يُحِبُّ المُحسِنِينَ </w:t>
      </w:r>
      <w:r w:rsidRPr="002704FD">
        <w:rPr>
          <w:rStyle w:val="libAlaemChar"/>
          <w:rtl/>
        </w:rPr>
        <w:t>)</w:t>
      </w:r>
      <w:r>
        <w:rPr>
          <w:rtl/>
        </w:rPr>
        <w:t xml:space="preserve"> </w:t>
      </w:r>
      <w:r w:rsidRPr="001008E4">
        <w:rPr>
          <w:rStyle w:val="libFootnotenumChar"/>
          <w:rtl/>
        </w:rPr>
        <w:t>(4)</w:t>
      </w:r>
      <w:r>
        <w:rPr>
          <w:rtl/>
        </w:rPr>
        <w:t xml:space="preserve"> واثابه الله مكان غيظه ذلك </w:t>
      </w:r>
      <w:r w:rsidRPr="001008E4">
        <w:rPr>
          <w:rStyle w:val="libFootnotenumChar"/>
          <w:rtl/>
        </w:rPr>
        <w:t>(5)</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كظم غيظاً وهو يقدر على إمضائه حشا الله قلبه أمناً وايماناً يوم القيامة </w:t>
      </w:r>
      <w:r w:rsidRPr="001008E4">
        <w:rPr>
          <w:rStyle w:val="libFootnotenumChar"/>
          <w:rtl/>
        </w:rPr>
        <w:t>(6)</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اصبر على أعداء النعم ، فانّك لن تكافي من عصى الله فيك بأفضل من أن تطيع الله فيه </w:t>
      </w:r>
      <w:r w:rsidRPr="001008E4">
        <w:rPr>
          <w:rStyle w:val="libFootnotenumChar"/>
          <w:rtl/>
        </w:rPr>
        <w:t>(7)</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انّه ليعجبني الرجل أن يدركه حلمه عند غضبه </w:t>
      </w:r>
      <w:r w:rsidRPr="001008E4">
        <w:rPr>
          <w:rStyle w:val="libFootnotenumChar"/>
          <w:rtl/>
        </w:rPr>
        <w:t>(8)</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108 ح 6 باب العفو ـ عنه البحار 71 : 401 ح 6 باب 93.</w:t>
      </w:r>
    </w:p>
    <w:p w:rsidR="00AA2ABC" w:rsidRDefault="00AA2ABC" w:rsidP="001008E4">
      <w:pPr>
        <w:pStyle w:val="libFootnote0"/>
        <w:rPr>
          <w:rtl/>
        </w:rPr>
      </w:pPr>
      <w:r>
        <w:rPr>
          <w:rtl/>
        </w:rPr>
        <w:t>2 ـ الكافي 2 : 109 ح 1 باب كظم الغيظ ـ عنه البحار 71 : 406 ح 20 باب 93.</w:t>
      </w:r>
    </w:p>
    <w:p w:rsidR="00AA2ABC" w:rsidRDefault="00AA2ABC" w:rsidP="001008E4">
      <w:pPr>
        <w:pStyle w:val="libFootnote0"/>
        <w:rPr>
          <w:rtl/>
        </w:rPr>
      </w:pPr>
      <w:r>
        <w:rPr>
          <w:rtl/>
        </w:rPr>
        <w:t>3 ـ الكافي 2 : 110 ح 10 باب كظم الغيظ ـ عنه البحار 71 : 412 ح 28 باب 93.</w:t>
      </w:r>
    </w:p>
    <w:p w:rsidR="00AA2ABC" w:rsidRDefault="00AA2ABC" w:rsidP="001008E4">
      <w:pPr>
        <w:pStyle w:val="libFootnote0"/>
        <w:rPr>
          <w:rtl/>
        </w:rPr>
      </w:pPr>
      <w:r>
        <w:rPr>
          <w:rtl/>
        </w:rPr>
        <w:t>4 ـ آل عمران : 134.</w:t>
      </w:r>
    </w:p>
    <w:p w:rsidR="00AA2ABC" w:rsidRDefault="00AA2ABC" w:rsidP="001008E4">
      <w:pPr>
        <w:pStyle w:val="libFootnote0"/>
        <w:rPr>
          <w:rtl/>
        </w:rPr>
      </w:pPr>
      <w:r>
        <w:rPr>
          <w:rtl/>
        </w:rPr>
        <w:t>5 ـ الكافي 2 : 110 ح 5 باب كظم الغيظ ـ عنه البحار 71 : 409 ح 24 باب 93.</w:t>
      </w:r>
    </w:p>
    <w:p w:rsidR="00AA2ABC" w:rsidRDefault="00AA2ABC" w:rsidP="001008E4">
      <w:pPr>
        <w:pStyle w:val="libFootnote0"/>
        <w:rPr>
          <w:rtl/>
        </w:rPr>
      </w:pPr>
      <w:r>
        <w:rPr>
          <w:rtl/>
        </w:rPr>
        <w:t>6 ـ الكافي 2 : 110 ح 7 باب كظم الغيظ ـ عنه البحار 71 : 411 ضمن حديث 25 باب 93.</w:t>
      </w:r>
    </w:p>
    <w:p w:rsidR="00AA2ABC" w:rsidRDefault="00AA2ABC" w:rsidP="001008E4">
      <w:pPr>
        <w:pStyle w:val="libFootnote0"/>
        <w:rPr>
          <w:rtl/>
        </w:rPr>
      </w:pPr>
      <w:r>
        <w:rPr>
          <w:rtl/>
        </w:rPr>
        <w:t>7 ـ أمالي الصدوق : 88 ح 5 مجلس 21 ـ عنه البحار 71 : 416 ح 38 باب 93.</w:t>
      </w:r>
    </w:p>
    <w:p w:rsidR="00AA2ABC" w:rsidRDefault="00AA2ABC" w:rsidP="001008E4">
      <w:pPr>
        <w:pStyle w:val="libFootnote0"/>
        <w:rPr>
          <w:rtl/>
        </w:rPr>
      </w:pPr>
      <w:r>
        <w:rPr>
          <w:rtl/>
        </w:rPr>
        <w:t>8 ـ الكافي 2 : 112 ح 3 باب الحلم ـ عنه البحار 71 : 404 ح 13 باب 93.</w:t>
      </w:r>
    </w:p>
    <w:p w:rsidR="00AA2ABC" w:rsidRDefault="00AA2ABC" w:rsidP="002704FD">
      <w:pPr>
        <w:pStyle w:val="libNormal"/>
        <w:rPr>
          <w:rtl/>
        </w:rPr>
      </w:pPr>
      <w:r>
        <w:rPr>
          <w:rtl/>
        </w:rPr>
        <w:br w:type="page"/>
      </w:r>
      <w:r>
        <w:rPr>
          <w:rtl/>
        </w:rPr>
        <w:lastRenderedPageBreak/>
        <w:t xml:space="preserve">وروي عن أبي جعفر الباقر </w:t>
      </w:r>
      <w:r w:rsidR="00763E2E" w:rsidRPr="00763E2E">
        <w:rPr>
          <w:rStyle w:val="libAlaemChar"/>
          <w:rFonts w:hint="cs"/>
          <w:rtl/>
        </w:rPr>
        <w:t>عليه‌السلام</w:t>
      </w:r>
      <w:r>
        <w:rPr>
          <w:rtl/>
        </w:rPr>
        <w:t xml:space="preserve"> انّه قال : انّ الله عزّوجلّ يحبّ الحييّ الحليم</w:t>
      </w:r>
      <w:r w:rsidRPr="001008E4">
        <w:rPr>
          <w:rStyle w:val="libFootnotenumChar"/>
          <w:rtl/>
        </w:rPr>
        <w:t>(1)</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ما أعزّ الله بجهل قط ، ولا أذلّ بحلم قط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كفى بالحلم ناصراً ، وقال : اذا لم تكن حليماً فتحلّم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اذا وقع بين رجلين منازعة نزل ملكان ، فيقولان للسفيه منهما : قلت وقلت وأنت أهل لما قلت ، ستجزى بما قلت ، ويقولان للحليم منهما : صبرت وحلمت سيغفر الله لك إن أتممت ذلك ، قال : فإن ردّ الحليم عليه ارتفع الملكان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انّا أهل بيت مروّتنا العفو عمّن ظلمنا </w:t>
      </w:r>
      <w:r w:rsidRPr="001008E4">
        <w:rPr>
          <w:rStyle w:val="libFootnotenumChar"/>
          <w:rtl/>
        </w:rPr>
        <w:t>(5)</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قال عيسى بن مريم ليحيى بن زكريا </w:t>
      </w:r>
      <w:r w:rsidR="000A073B" w:rsidRPr="000A073B">
        <w:rPr>
          <w:rStyle w:val="libAlaemChar"/>
          <w:rFonts w:hint="cs"/>
          <w:rtl/>
        </w:rPr>
        <w:t>عليهم‌السلام</w:t>
      </w:r>
      <w:r>
        <w:rPr>
          <w:rtl/>
        </w:rPr>
        <w:t xml:space="preserve"> : اذا قيل فيك ما فيك فاعلم انّه ذنب ذكرته فاستغفر الله منه ، وان قيل فيك ما ليس فيك فاعلم انّه حسنة كتبت لك لم تتعب فيها </w:t>
      </w:r>
      <w:r w:rsidRPr="001008E4">
        <w:rPr>
          <w:rStyle w:val="libFootnotenumChar"/>
          <w:rtl/>
        </w:rPr>
        <w:t>(6)</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ثلاثة لا ينتصفون من ثلاثة : شريف من وضيع ،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112 ح 4 باب الحلم ـ عنه البحار 71 : 404 ح 14 باب 93.</w:t>
      </w:r>
    </w:p>
    <w:p w:rsidR="00AA2ABC" w:rsidRDefault="00AA2ABC" w:rsidP="001008E4">
      <w:pPr>
        <w:pStyle w:val="libFootnote0"/>
        <w:rPr>
          <w:rtl/>
        </w:rPr>
      </w:pPr>
      <w:r>
        <w:rPr>
          <w:rtl/>
        </w:rPr>
        <w:t>2 ـ الكافي 2 : 112 ح 5 باب الحلم ، عنه البحار 71 : 404 ح 16 باب 93.</w:t>
      </w:r>
    </w:p>
    <w:p w:rsidR="00AA2ABC" w:rsidRDefault="00AA2ABC" w:rsidP="001008E4">
      <w:pPr>
        <w:pStyle w:val="libFootnote0"/>
        <w:rPr>
          <w:rtl/>
        </w:rPr>
      </w:pPr>
      <w:r>
        <w:rPr>
          <w:rtl/>
        </w:rPr>
        <w:t>3 ـ الكافي 2 : 112 ح 6 باب الحلم ـ عنه البحار 71 : 404 ح 15 باب 93.</w:t>
      </w:r>
    </w:p>
    <w:p w:rsidR="00AA2ABC" w:rsidRDefault="00AA2ABC" w:rsidP="001008E4">
      <w:pPr>
        <w:pStyle w:val="libFootnote0"/>
        <w:rPr>
          <w:rtl/>
        </w:rPr>
      </w:pPr>
      <w:r>
        <w:rPr>
          <w:rtl/>
        </w:rPr>
        <w:t>4 ـ الكافي 2 : 112 ح 9 باب الحلم ـ عنه البحار 71 : 406 ح 19 باب 93.</w:t>
      </w:r>
    </w:p>
    <w:p w:rsidR="00AA2ABC" w:rsidRDefault="00AA2ABC" w:rsidP="001008E4">
      <w:pPr>
        <w:pStyle w:val="libFootnote0"/>
        <w:rPr>
          <w:rtl/>
        </w:rPr>
      </w:pPr>
      <w:r>
        <w:rPr>
          <w:rtl/>
        </w:rPr>
        <w:t>5 ـ البحار 71 : 414 ح 31 باب 93 ـ عن أمالي الصدوق.</w:t>
      </w:r>
    </w:p>
    <w:p w:rsidR="00AA2ABC" w:rsidRDefault="00AA2ABC" w:rsidP="001008E4">
      <w:pPr>
        <w:pStyle w:val="libFootnote0"/>
        <w:rPr>
          <w:rtl/>
        </w:rPr>
      </w:pPr>
      <w:r>
        <w:rPr>
          <w:rtl/>
        </w:rPr>
        <w:t xml:space="preserve">6 ـ البحار 71 : 415 ح 37 باب 93 ـ عن أمالي الصدوق. </w:t>
      </w:r>
    </w:p>
    <w:p w:rsidR="00AA2ABC" w:rsidRDefault="00AA2ABC" w:rsidP="002704FD">
      <w:pPr>
        <w:pStyle w:val="libNormal0"/>
        <w:rPr>
          <w:rtl/>
        </w:rPr>
      </w:pPr>
      <w:r>
        <w:rPr>
          <w:rtl/>
        </w:rPr>
        <w:br w:type="page"/>
      </w:r>
      <w:r>
        <w:rPr>
          <w:rtl/>
        </w:rPr>
        <w:lastRenderedPageBreak/>
        <w:t xml:space="preserve">وحليم من سفيه ، وبرّ من فاجر </w:t>
      </w:r>
      <w:r w:rsidRPr="001008E4">
        <w:rPr>
          <w:rStyle w:val="libFootnotenumChar"/>
          <w:rtl/>
        </w:rPr>
        <w:t>(1)</w:t>
      </w:r>
      <w:r>
        <w:rPr>
          <w:rtl/>
        </w:rPr>
        <w:t>.</w:t>
      </w:r>
    </w:p>
    <w:p w:rsidR="00AA2ABC" w:rsidRDefault="00AA2ABC" w:rsidP="002704FD">
      <w:pPr>
        <w:pStyle w:val="libNormal"/>
        <w:rPr>
          <w:rtl/>
        </w:rPr>
      </w:pPr>
      <w:r>
        <w:rPr>
          <w:rtl/>
        </w:rPr>
        <w:t xml:space="preserve">وقال أبو عبدالله </w:t>
      </w:r>
      <w:r w:rsidR="00763E2E" w:rsidRPr="00763E2E">
        <w:rPr>
          <w:rStyle w:val="libAlaemChar"/>
          <w:rFonts w:hint="cs"/>
          <w:rtl/>
        </w:rPr>
        <w:t>عليه‌السلام</w:t>
      </w:r>
      <w:r>
        <w:rPr>
          <w:rtl/>
        </w:rPr>
        <w:t xml:space="preserve"> : ثلاث من كنّ فيه زوّجه الله من الحور العين كيف يشاء : كظم الغيظ ، والصبر على السيوف لله عزّوجلّ ، ورجل أشرف على مال حرام فتركه لله عزّوجلّ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ثلاث خصال من كنّ فيه استكمل خصال الايمان : من صبر على الظلم ، وكظم الغيظ ، واحتسب وعفى وغفر ، كان ممن يدخله الله عزّوجلّ الجنّة بغير حساب ، ويشفّعه في مثل ربيعة ومضر </w:t>
      </w:r>
      <w:r w:rsidRPr="001008E4">
        <w:rPr>
          <w:rStyle w:val="libFootnotenumChar"/>
          <w:rtl/>
        </w:rPr>
        <w:t>(3)</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من ملك نفسه اذا رغب ، واذا رهب ، واذا غضب حرّم الله جسده على النار </w:t>
      </w:r>
      <w:r w:rsidRPr="001008E4">
        <w:rPr>
          <w:rStyle w:val="libFootnotenumChar"/>
          <w:rtl/>
        </w:rPr>
        <w:t>(4)</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ثلاث من لم تكن فيه فليس منّي ولا من الله عزّوجلّ ، قيل : يا رسول الله وما هنّ؟ قال : حلم يردّ به جهل الجاهل ، وحسن خلق يعيش به في الناس ، وورع يحجزه عن معاصي الله عزّوجلّ </w:t>
      </w:r>
      <w:r w:rsidRPr="001008E4">
        <w:rPr>
          <w:rStyle w:val="libFootnotenumChar"/>
          <w:rtl/>
        </w:rPr>
        <w:t>(5)</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انّ العفو يزيد صاحبه عزّاً ، فاعفوا يعزّكم الله</w:t>
      </w:r>
      <w:r>
        <w:rPr>
          <w:rFonts w:hint="cs"/>
          <w:rtl/>
        </w:rPr>
        <w:t xml:space="preserve"> </w:t>
      </w:r>
      <w:r w:rsidRPr="00264EE4">
        <w:rPr>
          <w:rFonts w:hint="cs"/>
          <w:rtl/>
        </w:rPr>
        <w:t>.</w:t>
      </w:r>
      <w:r w:rsidRPr="00264EE4">
        <w:rPr>
          <w:rtl/>
        </w:rPr>
        <w:t>..</w:t>
      </w:r>
      <w:r>
        <w:rPr>
          <w:rFonts w:hint="cs"/>
          <w:rtl/>
        </w:rPr>
        <w:t xml:space="preserve"> </w:t>
      </w:r>
      <w:r w:rsidRPr="001008E4">
        <w:rPr>
          <w:rStyle w:val="libFootnotenumChar"/>
          <w:rtl/>
        </w:rPr>
        <w:t>(6)</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كظم غيظاً ملأ الله جوفه ايماناً ، ومن عفى 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86 ح 16 باب 3 ـ عنه البحار 71 : 416 ح 42 باب 93.</w:t>
      </w:r>
    </w:p>
    <w:p w:rsidR="00AA2ABC" w:rsidRDefault="00AA2ABC" w:rsidP="001008E4">
      <w:pPr>
        <w:pStyle w:val="libFootnote0"/>
        <w:rPr>
          <w:rtl/>
        </w:rPr>
      </w:pPr>
      <w:r>
        <w:rPr>
          <w:rtl/>
        </w:rPr>
        <w:t>2 ـ الخصال : 85 ح 14 باب 3 ـ عنه البحار 71 : 417 ح 43 باب 93.</w:t>
      </w:r>
    </w:p>
    <w:p w:rsidR="00AA2ABC" w:rsidRDefault="00AA2ABC" w:rsidP="001008E4">
      <w:pPr>
        <w:pStyle w:val="libFootnote0"/>
        <w:rPr>
          <w:rtl/>
        </w:rPr>
      </w:pPr>
      <w:r>
        <w:rPr>
          <w:rtl/>
        </w:rPr>
        <w:t>3 ـ الخصال : 104 ح 63 باب 3 ـ عنه البحار 71 : 417 ح 44 باب 93.</w:t>
      </w:r>
    </w:p>
    <w:p w:rsidR="00AA2ABC" w:rsidRDefault="00AA2ABC" w:rsidP="001008E4">
      <w:pPr>
        <w:pStyle w:val="libFootnote0"/>
        <w:rPr>
          <w:rtl/>
        </w:rPr>
      </w:pPr>
      <w:r>
        <w:rPr>
          <w:rtl/>
        </w:rPr>
        <w:t>4 ـ البحار 71 : 417 ح 45 باب 93 ـ عن تفسير القمي.</w:t>
      </w:r>
    </w:p>
    <w:p w:rsidR="00AA2ABC" w:rsidRDefault="00AA2ABC" w:rsidP="001008E4">
      <w:pPr>
        <w:pStyle w:val="libFootnote0"/>
        <w:rPr>
          <w:rtl/>
        </w:rPr>
      </w:pPr>
      <w:r>
        <w:rPr>
          <w:rtl/>
        </w:rPr>
        <w:t>5 ـ الخصال : 145 ح 172 باب 3 ـ عنه البحار 71 : 418 ح 46 باب 93.</w:t>
      </w:r>
    </w:p>
    <w:p w:rsidR="00AA2ABC" w:rsidRDefault="00AA2ABC" w:rsidP="001008E4">
      <w:pPr>
        <w:pStyle w:val="libFootnote0"/>
        <w:rPr>
          <w:rtl/>
        </w:rPr>
      </w:pPr>
      <w:r>
        <w:rPr>
          <w:rtl/>
        </w:rPr>
        <w:t xml:space="preserve">6 ـ البحار 71 : 419 ح 49 باب 93 ـ عن أمالي الطوسي. </w:t>
      </w:r>
    </w:p>
    <w:p w:rsidR="00AA2ABC" w:rsidRDefault="00AA2ABC" w:rsidP="002704FD">
      <w:pPr>
        <w:pStyle w:val="libNormal0"/>
        <w:rPr>
          <w:rtl/>
        </w:rPr>
      </w:pPr>
      <w:r>
        <w:rPr>
          <w:rtl/>
        </w:rPr>
        <w:br w:type="page"/>
      </w:r>
      <w:r>
        <w:rPr>
          <w:rtl/>
        </w:rPr>
        <w:lastRenderedPageBreak/>
        <w:t xml:space="preserve">مظلمة أبدله الله بها عزّاً في الدنيا والآخرة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انّه سئل أمير المؤمنين </w:t>
      </w:r>
      <w:r w:rsidR="00763E2E" w:rsidRPr="00763E2E">
        <w:rPr>
          <w:rStyle w:val="libAlaemChar"/>
          <w:rFonts w:hint="cs"/>
          <w:rtl/>
        </w:rPr>
        <w:t>عليه‌السلام</w:t>
      </w:r>
      <w:r>
        <w:rPr>
          <w:rtl/>
        </w:rPr>
        <w:t xml:space="preserve"> : أيّ الخلق أقوى؟ قال : الحليم ، وسئل من أحلم الناس؟ قال : الذي لا يغضب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أولى الناس بالعفو أقدرهم على العقوبة ، وأحزم الناس أكظمهم للغيظ </w:t>
      </w:r>
      <w:r w:rsidRPr="001008E4">
        <w:rPr>
          <w:rStyle w:val="libFootnotenumChar"/>
          <w:rtl/>
        </w:rPr>
        <w:t>(3)</w:t>
      </w:r>
      <w:r>
        <w:rPr>
          <w:rtl/>
        </w:rPr>
        <w:t>.</w:t>
      </w:r>
    </w:p>
    <w:p w:rsidR="00AA2ABC" w:rsidRDefault="00AA2ABC" w:rsidP="002704FD">
      <w:pPr>
        <w:pStyle w:val="libNormal"/>
        <w:rPr>
          <w:rtl/>
        </w:rPr>
      </w:pPr>
      <w:r>
        <w:rPr>
          <w:rtl/>
        </w:rPr>
        <w:t xml:space="preserve">وروي بأسانيد معتبرة في تفسير قوله تعالى : </w:t>
      </w:r>
      <w:r w:rsidRPr="002704FD">
        <w:rPr>
          <w:rStyle w:val="libAlaemChar"/>
          <w:rtl/>
        </w:rPr>
        <w:t>(</w:t>
      </w:r>
      <w:r w:rsidRPr="002704FD">
        <w:rPr>
          <w:rStyle w:val="libAieChar"/>
          <w:rtl/>
        </w:rPr>
        <w:t xml:space="preserve"> فَاصفَحِ الصَّفحَ الجَمِيلَ </w:t>
      </w:r>
      <w:r w:rsidRPr="002704FD">
        <w:rPr>
          <w:rStyle w:val="libAlaemChar"/>
          <w:rtl/>
        </w:rPr>
        <w:t>)</w:t>
      </w:r>
      <w:r>
        <w:rPr>
          <w:rtl/>
        </w:rPr>
        <w:t xml:space="preserve"> </w:t>
      </w:r>
      <w:r w:rsidRPr="001008E4">
        <w:rPr>
          <w:rStyle w:val="libFootnotenumChar"/>
          <w:rtl/>
        </w:rPr>
        <w:t>(4)</w:t>
      </w:r>
      <w:r>
        <w:rPr>
          <w:rtl/>
        </w:rPr>
        <w:t xml:space="preserve"> قال : العفو من غير عتاب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الحسن الثالث [ عليّ النقي ] </w:t>
      </w:r>
      <w:r w:rsidR="00763E2E" w:rsidRPr="00763E2E">
        <w:rPr>
          <w:rStyle w:val="libAlaemChar"/>
          <w:rFonts w:hint="cs"/>
          <w:rtl/>
        </w:rPr>
        <w:t>عليه‌السلام</w:t>
      </w:r>
      <w:r>
        <w:rPr>
          <w:rtl/>
        </w:rPr>
        <w:t xml:space="preserve"> انّه قال : كان فيما ناجى الله موسى بن عمران </w:t>
      </w:r>
      <w:r w:rsidR="00763E2E" w:rsidRPr="00763E2E">
        <w:rPr>
          <w:rStyle w:val="libAlaemChar"/>
          <w:rFonts w:hint="cs"/>
          <w:rtl/>
        </w:rPr>
        <w:t>عليه‌السلام</w:t>
      </w:r>
      <w:r>
        <w:rPr>
          <w:rtl/>
        </w:rPr>
        <w:t xml:space="preserve"> أن قال : الهي ما جزاء من صبر على أذى الناس وشتمهم فيك؟ قال : أُعينه على أهوال يوم القيامة </w:t>
      </w:r>
      <w:r w:rsidRPr="001008E4">
        <w:rPr>
          <w:rStyle w:val="libFootnotenumChar"/>
          <w:rtl/>
        </w:rPr>
        <w:t>(6)</w:t>
      </w:r>
      <w:r>
        <w:rPr>
          <w:rtl/>
        </w:rPr>
        <w:t>.</w:t>
      </w:r>
    </w:p>
    <w:p w:rsidR="00AA2ABC" w:rsidRDefault="00AA2ABC" w:rsidP="002704FD">
      <w:pPr>
        <w:pStyle w:val="libNormal"/>
        <w:rPr>
          <w:rtl/>
        </w:rPr>
      </w:pPr>
      <w:r>
        <w:rPr>
          <w:rtl/>
        </w:rPr>
        <w:t xml:space="preserve">وروي بسند معتبر عن عليّ بن موسى الرضا </w:t>
      </w:r>
      <w:r w:rsidR="00763E2E" w:rsidRPr="00763E2E">
        <w:rPr>
          <w:rStyle w:val="libAlaemChar"/>
          <w:rFonts w:hint="cs"/>
          <w:rtl/>
        </w:rPr>
        <w:t>عليه‌السلام</w:t>
      </w:r>
      <w:r>
        <w:rPr>
          <w:rtl/>
        </w:rPr>
        <w:t xml:space="preserve"> انّه قال : أوحى الله عزّوجلّ إلى نبيّ من أنبيائه : اذا أصحبت فأوّل شيء يستقبلك فكله ، والثاني فاكتمه ، والثالث فاقبله ، والرابع فلا تؤيسه ، والخامس فاهرب منه.</w:t>
      </w:r>
    </w:p>
    <w:p w:rsidR="00AA2ABC" w:rsidRDefault="00AA2ABC" w:rsidP="002704FD">
      <w:pPr>
        <w:pStyle w:val="libNormal"/>
        <w:rPr>
          <w:rtl/>
        </w:rPr>
      </w:pPr>
      <w:r>
        <w:rPr>
          <w:rtl/>
        </w:rPr>
        <w:t xml:space="preserve">قال : فلمّا أصبح مضى فاستقبله جبل أسود عظيم ، فوقف وقال : أمرني ربي عزّوجلّ أن آكل هذا ، وبقي متحيّراً ثم رجع إلى نفسه فقال : انّ ربّي جلّ جلاله 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71 : 419 ح 51 باب 93 ـ عن أمالي الطوسي.</w:t>
      </w:r>
    </w:p>
    <w:p w:rsidR="00AA2ABC" w:rsidRDefault="00AA2ABC" w:rsidP="001008E4">
      <w:pPr>
        <w:pStyle w:val="libFootnote0"/>
        <w:rPr>
          <w:rtl/>
        </w:rPr>
      </w:pPr>
      <w:r>
        <w:rPr>
          <w:rtl/>
        </w:rPr>
        <w:t>2 ـ البحار 71 : 420 ح 52 باب 93 ـ عن أمالي الصدوق.</w:t>
      </w:r>
    </w:p>
    <w:p w:rsidR="00AA2ABC" w:rsidRDefault="00AA2ABC" w:rsidP="001008E4">
      <w:pPr>
        <w:pStyle w:val="libFootnote0"/>
        <w:rPr>
          <w:rtl/>
        </w:rPr>
      </w:pPr>
      <w:r>
        <w:rPr>
          <w:rtl/>
        </w:rPr>
        <w:t>3 ـ البحار 71 : 420 ح 55 باب 93 ـ عن معاني الأخبار.</w:t>
      </w:r>
    </w:p>
    <w:p w:rsidR="00AA2ABC" w:rsidRDefault="00AA2ABC" w:rsidP="001008E4">
      <w:pPr>
        <w:pStyle w:val="libFootnote0"/>
        <w:rPr>
          <w:rtl/>
        </w:rPr>
      </w:pPr>
      <w:r>
        <w:rPr>
          <w:rtl/>
        </w:rPr>
        <w:t>4 ـ الحجر : 85.</w:t>
      </w:r>
    </w:p>
    <w:p w:rsidR="00AA2ABC" w:rsidRDefault="00AA2ABC" w:rsidP="001008E4">
      <w:pPr>
        <w:pStyle w:val="libFootnote0"/>
        <w:rPr>
          <w:rtl/>
        </w:rPr>
      </w:pPr>
      <w:r>
        <w:rPr>
          <w:rtl/>
        </w:rPr>
        <w:t>5 ـ البحار 71 : 421 ح 56 باب 93 ـ عن معاني الأخبار.</w:t>
      </w:r>
    </w:p>
    <w:p w:rsidR="00AA2ABC" w:rsidRDefault="00AA2ABC" w:rsidP="001008E4">
      <w:pPr>
        <w:pStyle w:val="libFootnote0"/>
        <w:rPr>
          <w:rtl/>
        </w:rPr>
      </w:pPr>
      <w:r>
        <w:rPr>
          <w:rtl/>
        </w:rPr>
        <w:t xml:space="preserve">6 ـ البحار 71 : 421 ح 56 باب 93 ـ عن معاني الأخبار. </w:t>
      </w:r>
    </w:p>
    <w:p w:rsidR="00AA2ABC" w:rsidRDefault="00AA2ABC" w:rsidP="002704FD">
      <w:pPr>
        <w:pStyle w:val="libNormal0"/>
        <w:rPr>
          <w:rtl/>
        </w:rPr>
      </w:pPr>
      <w:r>
        <w:rPr>
          <w:rtl/>
        </w:rPr>
        <w:br w:type="page"/>
      </w:r>
      <w:r>
        <w:rPr>
          <w:rtl/>
        </w:rPr>
        <w:lastRenderedPageBreak/>
        <w:t>يأمرني الاّ بما أطيق ، فمشى إليه ليأكله ، فلمّا دنا منه صغر حتى انتهى إليه فوجده لقمة ، فأكلها فوجدها أطيب شيء أكله.</w:t>
      </w:r>
    </w:p>
    <w:p w:rsidR="00AA2ABC" w:rsidRDefault="00AA2ABC" w:rsidP="002704FD">
      <w:pPr>
        <w:pStyle w:val="libNormal"/>
        <w:rPr>
          <w:rtl/>
        </w:rPr>
      </w:pPr>
      <w:r>
        <w:rPr>
          <w:rtl/>
        </w:rPr>
        <w:t>ثم مضى فوجد طشتاً من ذهب ، فقال : أمرني ربي عزّ وجلّ أن أكتم هذا ، فحفر له وجعله فيه وألقى عليه التراب ، ثم مضى فالتفت فاذا الطشت قد ظهر ، فقال : قد فعلت ما أمرني ربيّ عزّوجلّ.</w:t>
      </w:r>
    </w:p>
    <w:p w:rsidR="00AA2ABC" w:rsidRDefault="00AA2ABC" w:rsidP="002704FD">
      <w:pPr>
        <w:pStyle w:val="libNormal"/>
        <w:rPr>
          <w:rtl/>
        </w:rPr>
      </w:pPr>
      <w:r>
        <w:rPr>
          <w:rtl/>
        </w:rPr>
        <w:t>فمضى فاذا هو بطير وخلفه بازيّ فطاف الطير حوله ، فقال : أمرني ربّي عزّوجلّ أن أقبل هذا ، ففتح كمّه فدخل الطير فيه ، فقال له البازيّ : أخذت منّي صيدي وأنا خلفه منذ أيام ، فقال : أمرني ربي عزّوجلّ أن لا أويس هذا ، فقطع من فخذه قطعة فالقاها إليه ثم مضى ، فلمّا مضى فاذا هو بلحم ميتة منتن مدود ، فقال : أمرني ربي عزّ وجلّ أن أهرب من هذا ، فهرب منه.</w:t>
      </w:r>
    </w:p>
    <w:p w:rsidR="00AA2ABC" w:rsidRDefault="00AA2ABC" w:rsidP="002704FD">
      <w:pPr>
        <w:pStyle w:val="libNormal"/>
        <w:rPr>
          <w:rtl/>
        </w:rPr>
      </w:pPr>
      <w:r>
        <w:rPr>
          <w:rtl/>
        </w:rPr>
        <w:t>فرجع فرأى في المنام كأنّه قد قيل له : انّك قد فعلت ما أمرت به فهل تدري ماذا كان؟ قال : لا ، قيل له : أمّا الجبل فهو الغضب ، انّ العبد اذا غضب لم ير نفسه وجهل قدره من عظم الغضب ، فاذا حفظ نفسه وعرف قدره وسكّن غضبه كانت عاقبته كاللقمة الطيبة التي أكلتها.</w:t>
      </w:r>
    </w:p>
    <w:p w:rsidR="00AA2ABC" w:rsidRDefault="00AA2ABC" w:rsidP="002704FD">
      <w:pPr>
        <w:pStyle w:val="libNormal"/>
        <w:rPr>
          <w:rtl/>
        </w:rPr>
      </w:pPr>
      <w:r>
        <w:rPr>
          <w:rtl/>
        </w:rPr>
        <w:t xml:space="preserve">وأمّا الطشت فهو العمل الصالح اذا كتمه العبد وأخفاه أبى الله عزّوجلّ الاّ أن يظهره ليزيّنه به مع ما يدّخر له من ثواب الآخرة ، وأمّا الطير فهو الرجل الذي يأتيك بنصيحة فاقبله واقبل نصيحته ، وأمّا البازي فهو الرجل الذي يأتيك في حاجة فلا تؤيسه ، وأمّا اللحم المنتن فهي الغيبة فاهرب منها </w:t>
      </w:r>
      <w:r w:rsidRPr="001008E4">
        <w:rPr>
          <w:rStyle w:val="libFootnotenumChar"/>
          <w:rtl/>
        </w:rPr>
        <w:t>(1)</w:t>
      </w:r>
      <w:r>
        <w:rPr>
          <w:rtl/>
        </w:rPr>
        <w:t>.</w:t>
      </w:r>
    </w:p>
    <w:p w:rsidR="00AA2ABC" w:rsidRDefault="00AA2ABC" w:rsidP="002704FD">
      <w:pPr>
        <w:pStyle w:val="libNormal"/>
        <w:rPr>
          <w:rtl/>
        </w:rPr>
      </w:pPr>
      <w:r>
        <w:rPr>
          <w:rtl/>
        </w:rPr>
        <w:t xml:space="preserve">عزيزي ، لو أردت العلم بفضل الحلم وكظم الغيظ فانظر إلى أحوال انبياء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71 : 418 ح 47 باب 93 ـ عن الخصال : 267 ح 2 باب 5. </w:t>
      </w:r>
    </w:p>
    <w:p w:rsidR="00AA2ABC" w:rsidRDefault="00AA2ABC" w:rsidP="002704FD">
      <w:pPr>
        <w:pStyle w:val="libNormal0"/>
        <w:rPr>
          <w:rtl/>
        </w:rPr>
      </w:pPr>
      <w:r>
        <w:rPr>
          <w:rtl/>
        </w:rPr>
        <w:br w:type="page"/>
      </w:r>
      <w:r>
        <w:rPr>
          <w:rtl/>
        </w:rPr>
        <w:lastRenderedPageBreak/>
        <w:t xml:space="preserve">الله وكيف لاقوا المتاعب والأذى من فجار أممهم من المنحرفين ، ولكنهم كظموا الغيظ سيّما رسول الله </w:t>
      </w:r>
      <w:r w:rsidR="00BF0EA2" w:rsidRPr="00BF0EA2">
        <w:rPr>
          <w:rStyle w:val="libAlaemChar"/>
          <w:rFonts w:hint="cs"/>
          <w:rtl/>
        </w:rPr>
        <w:t>صلى‌الله‌عليه‌وآله</w:t>
      </w:r>
      <w:r>
        <w:rPr>
          <w:rtl/>
        </w:rPr>
        <w:t xml:space="preserve"> مع ما لقى من كفّار قريش وغيرهم من الأذى والمحن ومع كلّ هذا لم يدع عليهم ولو مرّة واحدة.</w:t>
      </w:r>
    </w:p>
    <w:p w:rsidR="00AA2ABC" w:rsidRDefault="00AA2ABC" w:rsidP="002704FD">
      <w:pPr>
        <w:pStyle w:val="libNormal"/>
        <w:rPr>
          <w:rtl/>
        </w:rPr>
      </w:pPr>
      <w:r>
        <w:rPr>
          <w:rtl/>
        </w:rPr>
        <w:t xml:space="preserve">وانظر إلى معدن الآداب ومفخر أولي الألباب كيف سلك مع أجلاف العرب وما لقى منهم من الاهانة والتجاسر وهو </w:t>
      </w:r>
      <w:r w:rsidR="00BF0EA2" w:rsidRPr="00BF0EA2">
        <w:rPr>
          <w:rStyle w:val="libAlaemChar"/>
          <w:rFonts w:hint="cs"/>
          <w:rtl/>
        </w:rPr>
        <w:t>صلى‌الله‌عليه‌وآله</w:t>
      </w:r>
      <w:r>
        <w:rPr>
          <w:rtl/>
        </w:rPr>
        <w:t xml:space="preserve"> يعفو ويصفح ، كما روي انّ النبي </w:t>
      </w:r>
      <w:r w:rsidR="00BF0EA2" w:rsidRPr="00BF0EA2">
        <w:rPr>
          <w:rStyle w:val="libAlaemChar"/>
          <w:rFonts w:hint="cs"/>
          <w:rtl/>
        </w:rPr>
        <w:t>صلى‌الله‌عليه‌وآله</w:t>
      </w:r>
      <w:r>
        <w:rPr>
          <w:rtl/>
        </w:rPr>
        <w:t xml:space="preserve"> أدركه أعرابيّ فأخذ بردائه فجبذه جبذة شديدة ... وقد أثرت به حاشية الرداء من شدّه جبذته ، ثم قال له : يا محمد مر لي من مال الله الذي عندك ، فالتفت إليه رسول الله </w:t>
      </w:r>
      <w:r w:rsidR="00BF0EA2" w:rsidRPr="00BF0EA2">
        <w:rPr>
          <w:rStyle w:val="libAlaemChar"/>
          <w:rFonts w:hint="cs"/>
          <w:rtl/>
        </w:rPr>
        <w:t>صلى‌الله‌عليه‌وآله</w:t>
      </w:r>
      <w:r>
        <w:rPr>
          <w:rtl/>
        </w:rPr>
        <w:t xml:space="preserve"> فضحك وأمر له بعطاء </w:t>
      </w:r>
      <w:r w:rsidRPr="001008E4">
        <w:rPr>
          <w:rStyle w:val="libFootnotenumChar"/>
          <w:rtl/>
        </w:rPr>
        <w:t>(1)</w:t>
      </w:r>
      <w:r>
        <w:rPr>
          <w:rtl/>
        </w:rPr>
        <w:t>.</w:t>
      </w:r>
    </w:p>
    <w:p w:rsidR="00AA2ABC" w:rsidRDefault="00AA2ABC" w:rsidP="002704FD">
      <w:pPr>
        <w:pStyle w:val="libNormal"/>
        <w:rPr>
          <w:rtl/>
        </w:rPr>
      </w:pPr>
      <w:r>
        <w:rPr>
          <w:rtl/>
        </w:rPr>
        <w:t xml:space="preserve">وبعد هذا أنزل الله تعالى : </w:t>
      </w:r>
      <w:r w:rsidRPr="002704FD">
        <w:rPr>
          <w:rStyle w:val="libAlaemChar"/>
          <w:rtl/>
        </w:rPr>
        <w:t>(</w:t>
      </w:r>
      <w:r w:rsidRPr="002704FD">
        <w:rPr>
          <w:rStyle w:val="libAieChar"/>
          <w:rtl/>
        </w:rPr>
        <w:t xml:space="preserve"> وَاِنَّك لَعَلَى خُلُقٍ عَظِيمٍ </w:t>
      </w:r>
      <w:r w:rsidRPr="002704FD">
        <w:rPr>
          <w:rStyle w:val="libAlaemChar"/>
          <w:rtl/>
        </w:rPr>
        <w:t>)</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انّ قريش مع ما صنعت به من الأذى لكن لما فتح مكة وأسروا وحضروا مسجد الحرام من دون سلاح وقف </w:t>
      </w:r>
      <w:r w:rsidR="00BF0EA2" w:rsidRPr="00BF0EA2">
        <w:rPr>
          <w:rStyle w:val="libAlaemChar"/>
          <w:rFonts w:hint="cs"/>
          <w:rtl/>
        </w:rPr>
        <w:t>صلى‌الله‌عليه‌وآله</w:t>
      </w:r>
      <w:r>
        <w:rPr>
          <w:rtl/>
        </w:rPr>
        <w:t xml:space="preserve"> عند باب الكعبة وهم ينتظرون العقوبة فسألوه عمّا يصنع بهم ، فقال : أفعل ما فعل يوسف باخوته ، لا تثريب عليكم اليوم ولو أسلمتم يغفر الله لكم </w:t>
      </w:r>
      <w:r w:rsidRPr="001008E4">
        <w:rPr>
          <w:rStyle w:val="libFootnotenumChar"/>
          <w:rtl/>
        </w:rPr>
        <w:t>(3)</w:t>
      </w:r>
      <w:r>
        <w:rPr>
          <w:rtl/>
        </w:rPr>
        <w:t>.</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انّ رسول الله </w:t>
      </w:r>
      <w:r w:rsidR="00BF0EA2" w:rsidRPr="00BF0EA2">
        <w:rPr>
          <w:rStyle w:val="libAlaemChar"/>
          <w:rFonts w:hint="cs"/>
          <w:rtl/>
        </w:rPr>
        <w:t>صلى‌الله‌عليه‌وآله</w:t>
      </w:r>
      <w:r>
        <w:rPr>
          <w:rtl/>
        </w:rPr>
        <w:t xml:space="preserve"> أُتي باليهودية التي سمّت الشاة للنبيّ </w:t>
      </w:r>
      <w:r w:rsidR="00BF0EA2" w:rsidRPr="00BF0EA2">
        <w:rPr>
          <w:rStyle w:val="libAlaemChar"/>
          <w:rFonts w:hint="cs"/>
          <w:rtl/>
        </w:rPr>
        <w:t>صلى‌الله‌عليه‌وآله</w:t>
      </w:r>
      <w:r>
        <w:rPr>
          <w:rtl/>
        </w:rPr>
        <w:t xml:space="preserve"> ، فقال لها : ما حملك على ما صنعت؟ فقالت : قلت : إن كان نبياً لم يضرّه ، وإن كان ملكاً أرحت الناس منه ، قال : فعفا رسول الله </w:t>
      </w:r>
      <w:r w:rsidR="00BF0EA2" w:rsidRPr="00BF0EA2">
        <w:rPr>
          <w:rStyle w:val="libAlaemChar"/>
          <w:rFonts w:hint="cs"/>
          <w:rtl/>
        </w:rPr>
        <w:t>صلى‌الله‌عليه‌وآله</w:t>
      </w:r>
      <w:r>
        <w:rPr>
          <w:rtl/>
        </w:rPr>
        <w:t xml:space="preserve"> عنها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16 : 230 ضمن حديث 35 باب 9 ـ عن مكارم الاخلاق.</w:t>
      </w:r>
    </w:p>
    <w:p w:rsidR="00AA2ABC" w:rsidRDefault="00AA2ABC" w:rsidP="001008E4">
      <w:pPr>
        <w:pStyle w:val="libFootnote0"/>
        <w:rPr>
          <w:rtl/>
        </w:rPr>
      </w:pPr>
      <w:r>
        <w:rPr>
          <w:rtl/>
        </w:rPr>
        <w:t>2 ـ القلم : 4.</w:t>
      </w:r>
    </w:p>
    <w:p w:rsidR="00AA2ABC" w:rsidRDefault="00AA2ABC" w:rsidP="001008E4">
      <w:pPr>
        <w:pStyle w:val="libFootnote0"/>
        <w:rPr>
          <w:rtl/>
        </w:rPr>
      </w:pPr>
      <w:r>
        <w:rPr>
          <w:rtl/>
        </w:rPr>
        <w:t>3 ـ مضمون النص.</w:t>
      </w:r>
    </w:p>
    <w:p w:rsidR="00AA2ABC" w:rsidRDefault="00AA2ABC" w:rsidP="001008E4">
      <w:pPr>
        <w:pStyle w:val="libFootnote0"/>
        <w:rPr>
          <w:rtl/>
        </w:rPr>
      </w:pPr>
      <w:r>
        <w:rPr>
          <w:rtl/>
        </w:rPr>
        <w:t xml:space="preserve">4 ـ الكافي 2 : 108 ح 9 باب العفو ـ عنه البحار 16 : 265 ح 62 باب 9. </w:t>
      </w:r>
    </w:p>
    <w:p w:rsidR="00AA2ABC" w:rsidRDefault="00AA2ABC" w:rsidP="002704FD">
      <w:pPr>
        <w:pStyle w:val="libNormal"/>
        <w:rPr>
          <w:rtl/>
        </w:rPr>
      </w:pPr>
      <w:r>
        <w:rPr>
          <w:rtl/>
        </w:rPr>
        <w:br w:type="page"/>
      </w:r>
      <w:r>
        <w:rPr>
          <w:rtl/>
        </w:rPr>
        <w:lastRenderedPageBreak/>
        <w:t xml:space="preserve">وروي بسند معتبر عن أمير المؤمنين </w:t>
      </w:r>
      <w:r w:rsidR="00763E2E" w:rsidRPr="00763E2E">
        <w:rPr>
          <w:rStyle w:val="libAlaemChar"/>
          <w:rFonts w:hint="cs"/>
          <w:rtl/>
        </w:rPr>
        <w:t>عليه‌السلام</w:t>
      </w:r>
      <w:r>
        <w:rPr>
          <w:rtl/>
        </w:rPr>
        <w:t xml:space="preserve"> انّه قال : انّ يهودياً كان له على رسول الله </w:t>
      </w:r>
      <w:r w:rsidR="00BF0EA2" w:rsidRPr="00BF0EA2">
        <w:rPr>
          <w:rStyle w:val="libAlaemChar"/>
          <w:rFonts w:hint="cs"/>
          <w:rtl/>
        </w:rPr>
        <w:t>صلى‌الله‌عليه‌وآله</w:t>
      </w:r>
      <w:r>
        <w:rPr>
          <w:rtl/>
        </w:rPr>
        <w:t xml:space="preserve"> دنانير فتقاضاه ، فقال له : يا يهوديّ ما عندي ما أعطيك ، فقال : فانّي لا أفارقك يا محمد حتى تقضيني ، فقال : اذاً أجلس معك.</w:t>
      </w:r>
    </w:p>
    <w:p w:rsidR="00AA2ABC" w:rsidRDefault="00AA2ABC" w:rsidP="002704FD">
      <w:pPr>
        <w:pStyle w:val="libNormal"/>
        <w:rPr>
          <w:rtl/>
        </w:rPr>
      </w:pPr>
      <w:r>
        <w:rPr>
          <w:rtl/>
        </w:rPr>
        <w:t xml:space="preserve">فجلس معه حتى صلى في ذلك الموضع الظهر والعصر والمغرب والعشاء الآخرة والغداة ، وكان أصحاب رسول الله </w:t>
      </w:r>
      <w:r w:rsidR="00BF0EA2" w:rsidRPr="00BF0EA2">
        <w:rPr>
          <w:rStyle w:val="libAlaemChar"/>
          <w:rFonts w:hint="cs"/>
          <w:rtl/>
        </w:rPr>
        <w:t>صلى‌الله‌عليه‌وآله</w:t>
      </w:r>
      <w:r>
        <w:rPr>
          <w:rtl/>
        </w:rPr>
        <w:t xml:space="preserve"> يتهدّدونه ويتواعدونه ، فنظر رسول الله </w:t>
      </w:r>
      <w:r w:rsidR="00BF0EA2" w:rsidRPr="00BF0EA2">
        <w:rPr>
          <w:rStyle w:val="libAlaemChar"/>
          <w:rFonts w:hint="cs"/>
          <w:rtl/>
        </w:rPr>
        <w:t>صلى‌الله‌عليه‌وآله</w:t>
      </w:r>
      <w:r>
        <w:rPr>
          <w:rtl/>
        </w:rPr>
        <w:t xml:space="preserve"> إليهم فقال : ما الذي تصنعون به؟ فقالوا : يا رسول الله يهوديّ يحبسك؟ فقال </w:t>
      </w:r>
      <w:r w:rsidR="00BF0EA2" w:rsidRPr="00BF0EA2">
        <w:rPr>
          <w:rStyle w:val="libAlaemChar"/>
          <w:rFonts w:hint="cs"/>
          <w:rtl/>
        </w:rPr>
        <w:t>صلى‌الله‌عليه‌وآله</w:t>
      </w:r>
      <w:r>
        <w:rPr>
          <w:rtl/>
        </w:rPr>
        <w:t xml:space="preserve"> : لم يبعثني ربّي عزّوجلّ بأن أظلم معاهداً ولا غيره.</w:t>
      </w:r>
    </w:p>
    <w:p w:rsidR="00AA2ABC" w:rsidRDefault="00AA2ABC" w:rsidP="002704FD">
      <w:pPr>
        <w:pStyle w:val="libNormal"/>
        <w:rPr>
          <w:rtl/>
        </w:rPr>
      </w:pPr>
      <w:r>
        <w:rPr>
          <w:rtl/>
        </w:rPr>
        <w:t xml:space="preserve">فلما علا النهار قال اليهوديّ : أشهد أن لا اله الاّ الله ، وأشهد أنّ محمداً عبده ورسوله ، وشطر مالي في سبيل الله ، أما والله ما فعلت بك الذي فعلت الاّ لأنظر إلى نعتك في التوراة ، فانّي قرأت نعتك في التوراة : </w:t>
      </w:r>
    </w:p>
    <w:p w:rsidR="00AA2ABC" w:rsidRDefault="00AA2ABC" w:rsidP="002704FD">
      <w:pPr>
        <w:pStyle w:val="libNormal"/>
        <w:rPr>
          <w:rtl/>
        </w:rPr>
      </w:pPr>
      <w:r>
        <w:rPr>
          <w:rtl/>
        </w:rPr>
        <w:t xml:space="preserve">« محمد بن عبدالله مولده بمكة ، ومهاجره بطيبة ، وليس بفظّ ولا غليظ ، ولا سخّاب ، ولا متزيّن بالفحش ، ولا قول الخناء ». </w:t>
      </w:r>
    </w:p>
    <w:p w:rsidR="00AA2ABC" w:rsidRDefault="00AA2ABC" w:rsidP="002704FD">
      <w:pPr>
        <w:pStyle w:val="libNormal"/>
        <w:rPr>
          <w:rtl/>
        </w:rPr>
      </w:pPr>
      <w:r>
        <w:rPr>
          <w:rtl/>
        </w:rPr>
        <w:t>وأنا أشهد أن لا اله الاّ الله ، وأنّك رسول الله ، وهذا مالي فاحكم فيه بما أنزل الله ، وكان اليهودي كثير المال.</w:t>
      </w:r>
    </w:p>
    <w:p w:rsidR="00AA2ABC" w:rsidRDefault="00AA2ABC" w:rsidP="002704FD">
      <w:pPr>
        <w:pStyle w:val="libNormal"/>
        <w:rPr>
          <w:rtl/>
        </w:rPr>
      </w:pPr>
      <w:r>
        <w:rPr>
          <w:rtl/>
        </w:rPr>
        <w:t xml:space="preserve">ثم قال </w:t>
      </w:r>
      <w:r w:rsidR="00763E2E" w:rsidRPr="00763E2E">
        <w:rPr>
          <w:rStyle w:val="libAlaemChar"/>
          <w:rFonts w:hint="cs"/>
          <w:rtl/>
        </w:rPr>
        <w:t>عليه‌السلام</w:t>
      </w:r>
      <w:r>
        <w:rPr>
          <w:rtl/>
        </w:rPr>
        <w:t xml:space="preserve"> : كان فراش رسول الله </w:t>
      </w:r>
      <w:r w:rsidR="00BF0EA2" w:rsidRPr="00BF0EA2">
        <w:rPr>
          <w:rStyle w:val="libAlaemChar"/>
          <w:rFonts w:hint="cs"/>
          <w:rtl/>
        </w:rPr>
        <w:t>صلى‌الله‌عليه‌وآله</w:t>
      </w:r>
      <w:r>
        <w:rPr>
          <w:rtl/>
        </w:rPr>
        <w:t xml:space="preserve"> عباءة ، وكانت مرفقته أدم حشوها ليف ، فثنّيت له ذات ليلة فلمّا أصبح قال : لقد منعني الفراش الليلة الصلاة ، فأمر رسول الله </w:t>
      </w:r>
      <w:r w:rsidR="00BF0EA2" w:rsidRPr="00BF0EA2">
        <w:rPr>
          <w:rStyle w:val="libAlaemChar"/>
          <w:rFonts w:hint="cs"/>
          <w:rtl/>
        </w:rPr>
        <w:t>صلى‌الله‌عليه‌وآله</w:t>
      </w:r>
      <w:r>
        <w:rPr>
          <w:rtl/>
        </w:rPr>
        <w:t xml:space="preserve"> أن يجعل بطاق واحد </w:t>
      </w:r>
      <w:r w:rsidRPr="001008E4">
        <w:rPr>
          <w:rStyle w:val="libFootnotenumChar"/>
          <w:rtl/>
        </w:rPr>
        <w:t>(1)</w:t>
      </w:r>
      <w:r>
        <w:rPr>
          <w:rtl/>
        </w:rPr>
        <w:t>.</w:t>
      </w:r>
    </w:p>
    <w:p w:rsidR="00AA2ABC" w:rsidRDefault="00AA2ABC" w:rsidP="002704FD">
      <w:pPr>
        <w:pStyle w:val="libNormal"/>
        <w:rPr>
          <w:rtl/>
        </w:rPr>
      </w:pPr>
      <w:r>
        <w:rPr>
          <w:rtl/>
        </w:rPr>
        <w:t xml:space="preserve">وانظر ما لقى أمير المؤمنين </w:t>
      </w:r>
      <w:r w:rsidR="00763E2E" w:rsidRPr="00763E2E">
        <w:rPr>
          <w:rStyle w:val="libAlaemChar"/>
          <w:rFonts w:hint="cs"/>
          <w:rtl/>
        </w:rPr>
        <w:t>عليه‌السلام</w:t>
      </w:r>
      <w:r>
        <w:rPr>
          <w:rtl/>
        </w:rPr>
        <w:t xml:space="preserve"> من المحن من أصحاب رسول الله صلّى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16 : 216 ح 5 باب 9 ـ عن أمالي الصدوق. </w:t>
      </w:r>
    </w:p>
    <w:p w:rsidR="00AA2ABC" w:rsidRDefault="00AA2ABC" w:rsidP="002704FD">
      <w:pPr>
        <w:pStyle w:val="libNormal0"/>
        <w:rPr>
          <w:rtl/>
        </w:rPr>
      </w:pPr>
      <w:r>
        <w:rPr>
          <w:rtl/>
        </w:rPr>
        <w:br w:type="page"/>
      </w:r>
      <w:r>
        <w:rPr>
          <w:rtl/>
        </w:rPr>
        <w:lastRenderedPageBreak/>
        <w:t>عليه وآله وسلّم ومن أصحابه لكنه عفا عنهم عند القدرة ، كما عفا عن أصحاب الجمل الذين قاتلوه وقتلو أصحابه ، وأرسل عائشة إلى المدينة في غاية الاحترام ، وأرسل معها سبعين امرأة.</w:t>
      </w:r>
    </w:p>
    <w:p w:rsidR="00AA2ABC" w:rsidRDefault="00AA2ABC" w:rsidP="002704FD">
      <w:pPr>
        <w:pStyle w:val="libNormal"/>
        <w:rPr>
          <w:rtl/>
        </w:rPr>
      </w:pPr>
      <w:r>
        <w:rPr>
          <w:rtl/>
        </w:rPr>
        <w:t xml:space="preserve">وأخلى سبيل مروان بن الحكم مع ما لقى منه من الأذى ، وكذلك صنع مع أصحاب النهروان وغيرهم ، وأوصى </w:t>
      </w:r>
      <w:r w:rsidR="00763E2E" w:rsidRPr="00763E2E">
        <w:rPr>
          <w:rStyle w:val="libAlaemChar"/>
          <w:rFonts w:hint="cs"/>
          <w:rtl/>
        </w:rPr>
        <w:t>عليه‌السلام</w:t>
      </w:r>
      <w:r>
        <w:rPr>
          <w:rtl/>
        </w:rPr>
        <w:t xml:space="preserve"> ابنه الحسن </w:t>
      </w:r>
      <w:r w:rsidR="00763E2E" w:rsidRPr="00763E2E">
        <w:rPr>
          <w:rStyle w:val="libAlaemChar"/>
          <w:rFonts w:hint="cs"/>
          <w:rtl/>
        </w:rPr>
        <w:t>عليه‌السلام</w:t>
      </w:r>
      <w:r>
        <w:rPr>
          <w:rtl/>
        </w:rPr>
        <w:t xml:space="preserve"> أن لا يضرب ابن ملجم اللعين أكثر من ضربة واحدة ، وأن لا يمثّل به ، وأن يُعطى من الماء والغذاء الذي كان هو </w:t>
      </w:r>
      <w:r w:rsidR="00763E2E" w:rsidRPr="00763E2E">
        <w:rPr>
          <w:rStyle w:val="libAlaemChar"/>
          <w:rFonts w:hint="cs"/>
          <w:rtl/>
        </w:rPr>
        <w:t>عليه‌السلام</w:t>
      </w:r>
      <w:r>
        <w:rPr>
          <w:rtl/>
        </w:rPr>
        <w:t xml:space="preserve"> يأكله.</w:t>
      </w:r>
    </w:p>
    <w:p w:rsidR="00AA2ABC" w:rsidRDefault="00AA2ABC" w:rsidP="002704FD">
      <w:pPr>
        <w:pStyle w:val="libNormal"/>
        <w:rPr>
          <w:rtl/>
        </w:rPr>
      </w:pPr>
      <w:r>
        <w:rPr>
          <w:rtl/>
        </w:rPr>
        <w:t xml:space="preserve">وقد كان آلاف الخوارج في اصحابه ونسبوه </w:t>
      </w:r>
      <w:r w:rsidR="00763E2E" w:rsidRPr="00763E2E">
        <w:rPr>
          <w:rStyle w:val="libAlaemChar"/>
          <w:rFonts w:hint="cs"/>
          <w:rtl/>
        </w:rPr>
        <w:t>عليه‌السلام</w:t>
      </w:r>
      <w:r>
        <w:rPr>
          <w:rtl/>
        </w:rPr>
        <w:t xml:space="preserve"> ـ وهو مفخر الايمان ـ إلى الكفر علانية ، لكنّه كان يعفي ويصفح ولم يتعرّض لهم.</w:t>
      </w:r>
    </w:p>
    <w:p w:rsidR="00AA2ABC" w:rsidRDefault="00AA2ABC" w:rsidP="002704FD">
      <w:pPr>
        <w:pStyle w:val="libNormal"/>
        <w:rPr>
          <w:rtl/>
        </w:rPr>
      </w:pPr>
      <w:r>
        <w:rPr>
          <w:rtl/>
        </w:rPr>
        <w:t xml:space="preserve">روي انّ أمير المؤمنين </w:t>
      </w:r>
      <w:r w:rsidR="00763E2E" w:rsidRPr="00763E2E">
        <w:rPr>
          <w:rStyle w:val="libAlaemChar"/>
          <w:rFonts w:hint="cs"/>
          <w:rtl/>
        </w:rPr>
        <w:t>عليه‌السلام</w:t>
      </w:r>
      <w:r>
        <w:rPr>
          <w:rtl/>
        </w:rPr>
        <w:t xml:space="preserve"> مرّ بأصحاب التمر ، فاذا هو بجارية تبكي ، فقال : يا جارية ما يبكيك؟ فقالت : بعثني مولاي بدرهم فابتعت من هذا تمراً فأتيتهم به فلم يرضوه ، فلمّا أتيته به أبى أن يقبله.</w:t>
      </w:r>
    </w:p>
    <w:p w:rsidR="00AA2ABC" w:rsidRDefault="00AA2ABC" w:rsidP="002704FD">
      <w:pPr>
        <w:pStyle w:val="libNormal"/>
        <w:rPr>
          <w:rtl/>
        </w:rPr>
      </w:pPr>
      <w:r>
        <w:rPr>
          <w:rtl/>
        </w:rPr>
        <w:t xml:space="preserve">قال : يا عبدالله انّها خادم وليس لها أمر فاردد إليها درهما وخذ التمر ، فقام إليه الرجل فلكزه </w:t>
      </w:r>
      <w:r w:rsidRPr="001008E4">
        <w:rPr>
          <w:rStyle w:val="libFootnotenumChar"/>
          <w:rtl/>
        </w:rPr>
        <w:t>(1)</w:t>
      </w:r>
      <w:r>
        <w:rPr>
          <w:rtl/>
        </w:rPr>
        <w:t xml:space="preserve"> ، فقال الناس : هذا أمير المؤمنين ، فربا الرجل واصفر وأخذ التمر وردّ إليها درهمها ، ثم قال : يا أمير المؤمنين ارض عنّي ، فقال : ما أرضاني عنك ان أصلحت أمرك.</w:t>
      </w:r>
    </w:p>
    <w:p w:rsidR="00AA2ABC" w:rsidRDefault="00AA2ABC" w:rsidP="002704FD">
      <w:pPr>
        <w:pStyle w:val="libNormal"/>
        <w:rPr>
          <w:rtl/>
        </w:rPr>
      </w:pPr>
      <w:r>
        <w:rPr>
          <w:rtl/>
        </w:rPr>
        <w:t xml:space="preserve">ودعا </w:t>
      </w:r>
      <w:r w:rsidR="00763E2E" w:rsidRPr="00763E2E">
        <w:rPr>
          <w:rStyle w:val="libAlaemChar"/>
          <w:rFonts w:hint="cs"/>
          <w:rtl/>
        </w:rPr>
        <w:t>عليه‌السلام</w:t>
      </w:r>
      <w:r>
        <w:rPr>
          <w:rtl/>
        </w:rPr>
        <w:t xml:space="preserve"> غلاماً له مراراً فلم يجبه ، فخرج فوجده على باب البيت ، فقال : ما حملك على ترك اجابتي؟ قال : كسلت عن اجابتك وأمنت عقوبتك ، فقال : الحمد لله الذي جعلني ممّن يأمنه خلقه ، امض فأنت حرّ لوجه الله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اللكز : الدفع والضرب بجمع الكف.</w:t>
      </w:r>
    </w:p>
    <w:p w:rsidR="00AA2ABC" w:rsidRDefault="00AA2ABC" w:rsidP="001008E4">
      <w:pPr>
        <w:pStyle w:val="libFootnote0"/>
        <w:rPr>
          <w:rtl/>
        </w:rPr>
      </w:pPr>
      <w:r>
        <w:rPr>
          <w:rtl/>
        </w:rPr>
        <w:t xml:space="preserve">2 ـ البحار 41 : 48 ح 1 باب 104 ـ عن مناقب ابن شهرآشوب 2 : 112 في حلمه وشفقته. </w:t>
      </w:r>
    </w:p>
    <w:p w:rsidR="00AA2ABC" w:rsidRDefault="00AA2ABC" w:rsidP="002704FD">
      <w:pPr>
        <w:pStyle w:val="libNormal"/>
        <w:rPr>
          <w:rtl/>
        </w:rPr>
      </w:pPr>
      <w:r>
        <w:rPr>
          <w:rtl/>
        </w:rPr>
        <w:br w:type="page"/>
      </w:r>
      <w:r>
        <w:rPr>
          <w:rtl/>
        </w:rPr>
        <w:lastRenderedPageBreak/>
        <w:t xml:space="preserve">وروي انّه لما أدرك عمرو بن عبد ود لم يضربه ، فوقعوا في عليّ </w:t>
      </w:r>
      <w:r w:rsidR="00763E2E" w:rsidRPr="00763E2E">
        <w:rPr>
          <w:rStyle w:val="libAlaemChar"/>
          <w:rFonts w:hint="cs"/>
          <w:rtl/>
        </w:rPr>
        <w:t>عليه‌السلام</w:t>
      </w:r>
      <w:r>
        <w:rPr>
          <w:rtl/>
        </w:rPr>
        <w:t xml:space="preserve"> فردّ عنه حذيفة ، فقال النبيّ </w:t>
      </w:r>
      <w:r w:rsidR="00BF0EA2" w:rsidRPr="00BF0EA2">
        <w:rPr>
          <w:rStyle w:val="libAlaemChar"/>
          <w:rFonts w:hint="cs"/>
          <w:rtl/>
        </w:rPr>
        <w:t>صلى‌الله‌عليه‌وآله</w:t>
      </w:r>
      <w:r>
        <w:rPr>
          <w:rtl/>
        </w:rPr>
        <w:t xml:space="preserve"> : مه يا حذيفة فإنّ عليّاً سيذكر سبب وقفته ، ثمّ انّه ضربه ، فلمّا جاء سأله النبي عن ذلك ، فقال : قد كان شتم أمّي وتفل في وجهي ، فخشيت أن أضربه لحظ نفسي ، فتركته حتى سكن ما بي ثم قتلته في الله </w:t>
      </w:r>
      <w:r w:rsidRPr="001008E4">
        <w:rPr>
          <w:rStyle w:val="libFootnotenumChar"/>
          <w:rtl/>
        </w:rPr>
        <w:t>(1)</w:t>
      </w:r>
      <w:r>
        <w:rPr>
          <w:rtl/>
        </w:rPr>
        <w:t>.</w:t>
      </w:r>
    </w:p>
    <w:p w:rsidR="00AA2ABC" w:rsidRDefault="00AA2ABC" w:rsidP="002704FD">
      <w:pPr>
        <w:pStyle w:val="libNormal"/>
        <w:rPr>
          <w:rtl/>
        </w:rPr>
      </w:pPr>
      <w:r>
        <w:rPr>
          <w:rtl/>
        </w:rPr>
        <w:t xml:space="preserve">وروي أيضاً انّه نظر عليّ </w:t>
      </w:r>
      <w:r w:rsidR="00763E2E" w:rsidRPr="00763E2E">
        <w:rPr>
          <w:rStyle w:val="libAlaemChar"/>
          <w:rFonts w:hint="cs"/>
          <w:rtl/>
        </w:rPr>
        <w:t>عليه‌السلام</w:t>
      </w:r>
      <w:r>
        <w:rPr>
          <w:rtl/>
        </w:rPr>
        <w:t xml:space="preserve"> إلى امرأة على كتفها قربة ماء ، فأخذ منها القربة فحملها إلى موضعها وسألها عن حالها ، فقالت : بعث عليّ بن أبي طالب صاحبي إلى بعض الثغور فقتل وترك عَلَيَّ صبياناً يتامى ، وليس عندي شيء ، فقد ألجأتني الضرورة إلى خدمة الناس.</w:t>
      </w:r>
    </w:p>
    <w:p w:rsidR="00AA2ABC" w:rsidRDefault="00AA2ABC" w:rsidP="002704FD">
      <w:pPr>
        <w:pStyle w:val="libNormal"/>
        <w:rPr>
          <w:rtl/>
        </w:rPr>
      </w:pPr>
      <w:r>
        <w:rPr>
          <w:rtl/>
        </w:rPr>
        <w:t>فانصرف وبات ليلته قلقاً ، فلما أصبح حمل زنبيلاً فيه طعام ، فقال بعضهم : أعطني أحمله عنك ، فقال : من يحمل وزري عنّي يوم القيامة؟ فأتى وقرع الباب ، فقالت : من هذا؟ قال : أنا ذلك العبد الذي حمل معك القربة فافتحي فإنّ معي شيئاً للصبيان.</w:t>
      </w:r>
    </w:p>
    <w:p w:rsidR="00AA2ABC" w:rsidRDefault="00AA2ABC" w:rsidP="002704FD">
      <w:pPr>
        <w:pStyle w:val="libNormal"/>
        <w:rPr>
          <w:rtl/>
        </w:rPr>
      </w:pPr>
      <w:r>
        <w:rPr>
          <w:rtl/>
        </w:rPr>
        <w:t>فقالت : رضي الله عنك وحكم بيني وبين عليّ بن أبي طالب ، فدخل وقال : انّي أحببت اكتساب الثواب فاختاري بين أن تعجنين وتخبزين وبين أن تعلّلين الصبيان لأخبز أنا ، فقالت : أنا بالخبز أبصر وعليه أقدر ، ولكن شأنك والصبيان ، فعلّلهم حتى أفرغ من الخبز.</w:t>
      </w:r>
    </w:p>
    <w:p w:rsidR="00AA2ABC" w:rsidRDefault="00AA2ABC" w:rsidP="002704FD">
      <w:pPr>
        <w:pStyle w:val="libNormal"/>
        <w:rPr>
          <w:rtl/>
        </w:rPr>
      </w:pPr>
      <w:r>
        <w:rPr>
          <w:rtl/>
        </w:rPr>
        <w:t xml:space="preserve">قال : فعمدت إلى الدقيق فعجنته ، وعمد عليّ </w:t>
      </w:r>
      <w:r w:rsidR="00763E2E" w:rsidRPr="00763E2E">
        <w:rPr>
          <w:rStyle w:val="libAlaemChar"/>
          <w:rFonts w:hint="cs"/>
          <w:rtl/>
        </w:rPr>
        <w:t>عليه‌السلام</w:t>
      </w:r>
      <w:r>
        <w:rPr>
          <w:rtl/>
        </w:rPr>
        <w:t xml:space="preserve"> إلى اللحم فطبخه وجعل يلقّم الصبيان من اللحم والتمر وغيره ، فكلّما ناول الصبيان من ذلك شيئاً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المناقب لابن شهرآشوب 2 : 115 فصل في حلمه وشفقته. </w:t>
      </w:r>
    </w:p>
    <w:p w:rsidR="00AA2ABC" w:rsidRDefault="00AA2ABC" w:rsidP="002704FD">
      <w:pPr>
        <w:pStyle w:val="libNormal0"/>
        <w:rPr>
          <w:rtl/>
        </w:rPr>
      </w:pPr>
      <w:r>
        <w:rPr>
          <w:rtl/>
        </w:rPr>
        <w:br w:type="page"/>
      </w:r>
      <w:r>
        <w:rPr>
          <w:rtl/>
        </w:rPr>
        <w:lastRenderedPageBreak/>
        <w:t>قال له : يا بنيّ اجعل عليّ بن أبي طالب في حلّ ممّا أمر في أمرك.</w:t>
      </w:r>
    </w:p>
    <w:p w:rsidR="00AA2ABC" w:rsidRDefault="00AA2ABC" w:rsidP="002704FD">
      <w:pPr>
        <w:pStyle w:val="libNormal"/>
        <w:rPr>
          <w:rtl/>
        </w:rPr>
      </w:pPr>
      <w:r>
        <w:rPr>
          <w:rtl/>
        </w:rPr>
        <w:t xml:space="preserve">فلمّا اختمر العجين قالت : يا عبدالله اسجر التنور ، فبادر لسجره ، فلمّا أشعله ولفح في وجهه جعل يقول : ذق يا عليّ هذا جزاء من ضيّع الأرامل واليتامى ، فرأته امرأة تعرفه فقالت : ويحك هذا أمير المؤمنين ، قال : فبادرت المرأة وهي تقول : واحيائي منك يا أمير المؤمنين ، فقال : بل واحيائي منك يا أمة الله فيما قصرت في أمرك </w:t>
      </w:r>
      <w:r w:rsidRPr="001008E4">
        <w:rPr>
          <w:rStyle w:val="libFootnotenumChar"/>
          <w:rtl/>
        </w:rPr>
        <w:t>(1)</w:t>
      </w:r>
      <w:r>
        <w:rPr>
          <w:rtl/>
        </w:rPr>
        <w:t>.</w:t>
      </w:r>
    </w:p>
    <w:p w:rsidR="00AA2ABC" w:rsidRDefault="00AA2ABC" w:rsidP="002704FD">
      <w:pPr>
        <w:pStyle w:val="libNormal"/>
        <w:rPr>
          <w:rtl/>
        </w:rPr>
      </w:pPr>
      <w:r>
        <w:rPr>
          <w:rtl/>
        </w:rPr>
        <w:t>وروي أيضاً انّه دخل ضرار بن ضمرة الليثي على معاوية فقال له : صف لي عليّا فقال : أو تعفني من ذلك ، فقال : لا أعفيك.</w:t>
      </w:r>
    </w:p>
    <w:p w:rsidR="00AA2ABC" w:rsidRDefault="00AA2ABC" w:rsidP="002704FD">
      <w:pPr>
        <w:pStyle w:val="libNormal"/>
        <w:rPr>
          <w:rtl/>
        </w:rPr>
      </w:pPr>
      <w:r>
        <w:rPr>
          <w:rtl/>
        </w:rPr>
        <w:t xml:space="preserve">فقال : كان والله بعيد المدى </w:t>
      </w:r>
      <w:r w:rsidRPr="001008E4">
        <w:rPr>
          <w:rStyle w:val="libFootnotenumChar"/>
          <w:rtl/>
        </w:rPr>
        <w:t>(2)</w:t>
      </w:r>
      <w:r>
        <w:rPr>
          <w:rtl/>
        </w:rPr>
        <w:t xml:space="preserve"> ، شديد القوى ، يقول فصلاً ، ويحكم عدلاً ، يتفجّر العلم من جوانبه ، وتنطق الحكمة من نواحيه ، يستوحش من الدنيا وزهرتها ، ويستأنس بالليل ووحشته.</w:t>
      </w:r>
    </w:p>
    <w:p w:rsidR="00AA2ABC" w:rsidRDefault="00AA2ABC" w:rsidP="002704FD">
      <w:pPr>
        <w:pStyle w:val="libNormal"/>
        <w:rPr>
          <w:rtl/>
        </w:rPr>
      </w:pPr>
      <w:r>
        <w:rPr>
          <w:rtl/>
        </w:rPr>
        <w:t>كان والله غزير العبرة ، طويل الفكرة ، يقلّب كفّيه ويخاطب نفسه ، ويناجي ربّه ، يعجبه من اللباس ما خشن ، ومن الطعام ما جشب ، كان والله فينا كأحدنا ، يدنينا اذا أتيناه ، ويجيبنا اذا سألناه.</w:t>
      </w:r>
    </w:p>
    <w:p w:rsidR="00AA2ABC" w:rsidRDefault="00AA2ABC" w:rsidP="002704FD">
      <w:pPr>
        <w:pStyle w:val="libNormal"/>
        <w:rPr>
          <w:rtl/>
        </w:rPr>
      </w:pPr>
      <w:r>
        <w:rPr>
          <w:rtl/>
        </w:rPr>
        <w:t>وكان مع دنوّه منّا وقربنا معه لا نكلّمه لهيبته ، ولا نرفع عيننا لعظمته ، فان تبسم فمن مثل اللؤلؤ المنظوم ، يعظّم أهل الدين ، ويحبّ المساكين ، لا يطمع القوي في باطله ، ولا ييأس الفقير من عدله.</w:t>
      </w:r>
    </w:p>
    <w:p w:rsidR="00AA2ABC" w:rsidRDefault="00AA2ABC" w:rsidP="002704FD">
      <w:pPr>
        <w:pStyle w:val="libNormal"/>
        <w:rPr>
          <w:rtl/>
        </w:rPr>
      </w:pPr>
      <w:r>
        <w:rPr>
          <w:rtl/>
        </w:rPr>
        <w:t xml:space="preserve">فأشهد بالله لقد رأيته في بعض مواقفه وقد أرخى الليل سدوله ، وغارت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41 : 52 ضمن حديث 3 باب 104 ـ عن مناقب ابن شهرآشوب 2 : 115 فصل في حلمه وشفقته.</w:t>
      </w:r>
    </w:p>
    <w:p w:rsidR="00AA2ABC" w:rsidRDefault="00AA2ABC" w:rsidP="001008E4">
      <w:pPr>
        <w:pStyle w:val="libFootnote0"/>
        <w:rPr>
          <w:rtl/>
        </w:rPr>
      </w:pPr>
      <w:r>
        <w:rPr>
          <w:rtl/>
        </w:rPr>
        <w:t xml:space="preserve">2 ـ بعيد المدى : المدى الغاية وهو كناية عن علوّ همته في تحصيل الكمالات ، أو عن رفعة محلّه في السعادات حيث لا يصل إليه أحد في شيء من فضائله ( البحار ). </w:t>
      </w:r>
    </w:p>
    <w:p w:rsidR="00AA2ABC" w:rsidRDefault="00AA2ABC" w:rsidP="002704FD">
      <w:pPr>
        <w:pStyle w:val="libNormal0"/>
        <w:rPr>
          <w:rtl/>
        </w:rPr>
      </w:pPr>
      <w:r>
        <w:rPr>
          <w:rtl/>
        </w:rPr>
        <w:br w:type="page"/>
      </w:r>
      <w:r>
        <w:rPr>
          <w:rtl/>
        </w:rPr>
        <w:lastRenderedPageBreak/>
        <w:t>نجومه وهو قائم في محرابه ، قابض على لحيته ، يتململ تململ السليم ، ويبكي بكاء الحزين ، فكأنّي الآن أسمعه وهو يقول : يا دنيا دنيّة أبي تعرّضت؟ أم اليّ تشوّقت؟ هيهات هيهات غريّ غيري لا حاجة لي فيك ، قد طلّقتك ثلاثاً لا رجعة لي فيها ، فعمرك قصير ، وخطرك يسير ، وأملك حقير ، آه آه من قلّة الزاد ، وبعد السفر ، ووحشة الطريق ، وعظم المورد.</w:t>
      </w:r>
    </w:p>
    <w:p w:rsidR="00AA2ABC" w:rsidRDefault="00AA2ABC" w:rsidP="002704FD">
      <w:pPr>
        <w:pStyle w:val="libNormal"/>
        <w:rPr>
          <w:rtl/>
        </w:rPr>
      </w:pPr>
      <w:r>
        <w:rPr>
          <w:rtl/>
        </w:rPr>
        <w:t xml:space="preserve">فوكفت </w:t>
      </w:r>
      <w:r w:rsidRPr="001008E4">
        <w:rPr>
          <w:rStyle w:val="libFootnotenumChar"/>
          <w:rtl/>
        </w:rPr>
        <w:t>(1)</w:t>
      </w:r>
      <w:r>
        <w:rPr>
          <w:rtl/>
        </w:rPr>
        <w:t xml:space="preserve"> دموع معاوية على لحيته فنشفها بكمّه ، واختنق القوم بالبكاء ، ثم قال : كان والله أبو الحسن كذلك ، فكيف صبرك عنه يا ضرار؟ قال : صبر من ذبح ولدها على صدرها ، فهي لا ترقى عبرتها ولا تسكن حسرتها ، ثم قام وخرج وهو باك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ذر انّه قال : ... أهديت لجعفر جارية قيمتها أربعة آلاف درهم ، فلمّا قدمنا المدينة أهداها لعليّ </w:t>
      </w:r>
      <w:r w:rsidR="00763E2E" w:rsidRPr="00763E2E">
        <w:rPr>
          <w:rStyle w:val="libAlaemChar"/>
          <w:rFonts w:hint="cs"/>
          <w:rtl/>
        </w:rPr>
        <w:t>عليه‌السلام</w:t>
      </w:r>
      <w:r>
        <w:rPr>
          <w:rtl/>
        </w:rPr>
        <w:t xml:space="preserve"> تخدمه ، فجعلها عليّ في منزل فاطمة ، فدخلت فاطمة </w:t>
      </w:r>
      <w:r w:rsidR="00BF0EA2" w:rsidRPr="00BF0EA2">
        <w:rPr>
          <w:rStyle w:val="libAlaemChar"/>
          <w:rFonts w:hint="cs"/>
          <w:rtl/>
        </w:rPr>
        <w:t>عليها‌السلام</w:t>
      </w:r>
      <w:r>
        <w:rPr>
          <w:rtl/>
        </w:rPr>
        <w:t xml:space="preserve"> يوماً فنظرت إلى رأس عليّ </w:t>
      </w:r>
      <w:r w:rsidR="00763E2E" w:rsidRPr="00763E2E">
        <w:rPr>
          <w:rStyle w:val="libAlaemChar"/>
          <w:rFonts w:hint="cs"/>
          <w:rtl/>
        </w:rPr>
        <w:t>عليه‌السلام</w:t>
      </w:r>
      <w:r>
        <w:rPr>
          <w:rtl/>
        </w:rPr>
        <w:t xml:space="preserve"> في حجر الجارية ، فقالت : يا أبا الحسن فعلتها ، فقال : لا والله يا بنت محمد ما فعلت شيئاً فما الذي تريدين؟ قالت : تأذن لي في المصير إلى منزل أبي رسول الله </w:t>
      </w:r>
      <w:r w:rsidR="00BF0EA2" w:rsidRPr="00BF0EA2">
        <w:rPr>
          <w:rStyle w:val="libAlaemChar"/>
          <w:rFonts w:hint="cs"/>
          <w:rtl/>
        </w:rPr>
        <w:t>صلى‌الله‌عليه‌وآله</w:t>
      </w:r>
      <w:r>
        <w:rPr>
          <w:rtl/>
        </w:rPr>
        <w:t>؟ فقال لها : قد أذنت لك.</w:t>
      </w:r>
    </w:p>
    <w:p w:rsidR="00AA2ABC" w:rsidRDefault="00AA2ABC" w:rsidP="002704FD">
      <w:pPr>
        <w:pStyle w:val="libNormal"/>
        <w:rPr>
          <w:rtl/>
        </w:rPr>
      </w:pPr>
      <w:r>
        <w:rPr>
          <w:rtl/>
        </w:rPr>
        <w:t xml:space="preserve">فتجلّلت بجلالها ، وتبرقعت ببرقعها ، وأرادت النبي </w:t>
      </w:r>
      <w:r w:rsidR="00BF0EA2" w:rsidRPr="00BF0EA2">
        <w:rPr>
          <w:rStyle w:val="libAlaemChar"/>
          <w:rFonts w:hint="cs"/>
          <w:rtl/>
        </w:rPr>
        <w:t>صلى‌الله‌عليه‌وآله</w:t>
      </w:r>
      <w:r>
        <w:rPr>
          <w:rtl/>
        </w:rPr>
        <w:t xml:space="preserve"> ، فهبط جبرئيل </w:t>
      </w:r>
      <w:r w:rsidR="00763E2E" w:rsidRPr="00763E2E">
        <w:rPr>
          <w:rStyle w:val="libAlaemChar"/>
          <w:rFonts w:hint="cs"/>
          <w:rtl/>
        </w:rPr>
        <w:t>عليه‌السلام</w:t>
      </w:r>
      <w:r>
        <w:rPr>
          <w:rtl/>
        </w:rPr>
        <w:t xml:space="preserve"> فقال : يا محمد انّ الله يقرئك السلام ويقول لك : انّ هذه فاطمة قد اقبلت تشكو عليّاً فلا تقبل منها في عليّ شيئاً.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وكفت : أي سالت.</w:t>
      </w:r>
    </w:p>
    <w:p w:rsidR="00AA2ABC" w:rsidRDefault="00AA2ABC" w:rsidP="001008E4">
      <w:pPr>
        <w:pStyle w:val="libFootnote0"/>
        <w:rPr>
          <w:rtl/>
        </w:rPr>
      </w:pPr>
      <w:r>
        <w:rPr>
          <w:rtl/>
        </w:rPr>
        <w:t>2 ـ البحار 41 : 120 ح 28 باب 107 ـ عن ارشاد القلوب.</w:t>
      </w:r>
    </w:p>
    <w:p w:rsidR="00AA2ABC" w:rsidRDefault="00AA2ABC" w:rsidP="002704FD">
      <w:pPr>
        <w:pStyle w:val="libNormal"/>
        <w:rPr>
          <w:rtl/>
        </w:rPr>
      </w:pPr>
      <w:r>
        <w:rPr>
          <w:rtl/>
        </w:rPr>
        <w:br w:type="page"/>
      </w:r>
      <w:r>
        <w:rPr>
          <w:rtl/>
        </w:rPr>
        <w:lastRenderedPageBreak/>
        <w:t xml:space="preserve">فدخلت فاطمة ، فقال لها رسول الله </w:t>
      </w:r>
      <w:r w:rsidR="00BF0EA2" w:rsidRPr="00BF0EA2">
        <w:rPr>
          <w:rStyle w:val="libAlaemChar"/>
          <w:rFonts w:hint="cs"/>
          <w:rtl/>
        </w:rPr>
        <w:t>صلى‌الله‌عليه‌وآله</w:t>
      </w:r>
      <w:r>
        <w:rPr>
          <w:rtl/>
        </w:rPr>
        <w:t xml:space="preserve"> : جئت تشكين علياً؟ قالت : اي وربّ الكعبة ، فقال لها : ارجعي إليه فقولي له : رغم أنفي لرضاك ، فرجعت إلى علي </w:t>
      </w:r>
      <w:r w:rsidR="00763E2E" w:rsidRPr="00763E2E">
        <w:rPr>
          <w:rStyle w:val="libAlaemChar"/>
          <w:rFonts w:hint="cs"/>
          <w:rtl/>
        </w:rPr>
        <w:t>عليه‌السلام</w:t>
      </w:r>
      <w:r>
        <w:rPr>
          <w:rtl/>
        </w:rPr>
        <w:t xml:space="preserve"> فقالت له : يا أبا الحسن رغم أنفي لرضاك ـ تقولها ثلاثاً ـ فقال لها عليّ : شكوتني إلى خليلي وحبيبي رسول الله </w:t>
      </w:r>
      <w:r w:rsidR="00BF0EA2" w:rsidRPr="00BF0EA2">
        <w:rPr>
          <w:rStyle w:val="libAlaemChar"/>
          <w:rFonts w:hint="cs"/>
          <w:rtl/>
        </w:rPr>
        <w:t>صلى‌الله‌عليه‌وآله</w:t>
      </w:r>
      <w:r>
        <w:rPr>
          <w:rtl/>
        </w:rPr>
        <w:t xml:space="preserve"> ، واسوأتاه من رسول الله </w:t>
      </w:r>
      <w:r w:rsidR="00BF0EA2" w:rsidRPr="00BF0EA2">
        <w:rPr>
          <w:rStyle w:val="libAlaemChar"/>
          <w:rFonts w:hint="cs"/>
          <w:rtl/>
        </w:rPr>
        <w:t>صلى‌الله‌عليه‌وآله</w:t>
      </w:r>
      <w:r>
        <w:rPr>
          <w:rtl/>
        </w:rPr>
        <w:t xml:space="preserve"> ، أشهد الله يا فاطمة انّ الجارية حرّة لوجه الله وأنّ الأربعمائة درهم التي فضلت من عطائي صدقة على فقراء أهل المدينة.</w:t>
      </w:r>
    </w:p>
    <w:p w:rsidR="00AA2ABC" w:rsidRDefault="00AA2ABC" w:rsidP="002704FD">
      <w:pPr>
        <w:pStyle w:val="libNormal"/>
        <w:rPr>
          <w:rtl/>
        </w:rPr>
      </w:pPr>
      <w:r>
        <w:rPr>
          <w:rtl/>
        </w:rPr>
        <w:t xml:space="preserve">ثم تلبس وانتعل وأراد النبيّ </w:t>
      </w:r>
      <w:r w:rsidR="00BF0EA2" w:rsidRPr="00BF0EA2">
        <w:rPr>
          <w:rStyle w:val="libAlaemChar"/>
          <w:rFonts w:hint="cs"/>
          <w:rtl/>
        </w:rPr>
        <w:t>صلى‌الله‌عليه‌وآله</w:t>
      </w:r>
      <w:r>
        <w:rPr>
          <w:rtl/>
        </w:rPr>
        <w:t xml:space="preserve"> ، فهبط جبرئيل </w:t>
      </w:r>
      <w:r w:rsidR="00763E2E" w:rsidRPr="00763E2E">
        <w:rPr>
          <w:rStyle w:val="libAlaemChar"/>
          <w:rFonts w:hint="cs"/>
          <w:rtl/>
        </w:rPr>
        <w:t>عليه‌السلام</w:t>
      </w:r>
      <w:r>
        <w:rPr>
          <w:rtl/>
        </w:rPr>
        <w:t xml:space="preserve"> فقال : يا محمد انّ الله يقرئك السلام ويقول لك : قل لعليّ : قد أعطيتك الجنّة بعتقك الجارية في رضى فاطمة ، والنار بالأربعمائة درهم التي تصدّقت بها ، فأدخل الجنّة من شئت برحمتي وأخرج من النار من شئت بعفوي ، فعندها قال عليّ </w:t>
      </w:r>
      <w:r w:rsidR="00763E2E" w:rsidRPr="00763E2E">
        <w:rPr>
          <w:rStyle w:val="libAlaemChar"/>
          <w:rFonts w:hint="cs"/>
          <w:rtl/>
        </w:rPr>
        <w:t>عليه‌السلام</w:t>
      </w:r>
      <w:r>
        <w:rPr>
          <w:rtl/>
        </w:rPr>
        <w:t xml:space="preserve"> : أنا قسيم الله بين الجنّة والنار </w:t>
      </w:r>
      <w:r w:rsidRPr="001008E4">
        <w:rPr>
          <w:rStyle w:val="libFootnotenumChar"/>
          <w:rtl/>
        </w:rPr>
        <w:t>(1)</w:t>
      </w:r>
      <w:r>
        <w:rPr>
          <w:rtl/>
        </w:rPr>
        <w:t>.</w:t>
      </w:r>
    </w:p>
    <w:p w:rsidR="00AA2ABC" w:rsidRDefault="00AA2ABC" w:rsidP="002704FD">
      <w:pPr>
        <w:pStyle w:val="libNormal"/>
        <w:rPr>
          <w:rtl/>
        </w:rPr>
      </w:pPr>
      <w:r>
        <w:rPr>
          <w:rtl/>
        </w:rPr>
        <w:t xml:space="preserve">وروي أيضاً عن أبي عبدالله </w:t>
      </w:r>
      <w:r w:rsidR="00763E2E" w:rsidRPr="00763E2E">
        <w:rPr>
          <w:rStyle w:val="libAlaemChar"/>
          <w:rFonts w:hint="cs"/>
          <w:rtl/>
        </w:rPr>
        <w:t>عليه‌السلام</w:t>
      </w:r>
      <w:r>
        <w:rPr>
          <w:rtl/>
        </w:rPr>
        <w:t xml:space="preserve"> انّه قال : رأى النبي </w:t>
      </w:r>
      <w:r w:rsidR="00BF0EA2" w:rsidRPr="00BF0EA2">
        <w:rPr>
          <w:rStyle w:val="libAlaemChar"/>
          <w:rFonts w:hint="cs"/>
          <w:rtl/>
        </w:rPr>
        <w:t>صلى‌الله‌عليه‌وآله</w:t>
      </w:r>
      <w:r>
        <w:rPr>
          <w:rtl/>
        </w:rPr>
        <w:t xml:space="preserve"> فاطمة وعليها كساء من أجلّة الابل وهي تطحن بيديها وترضع ولدها ، فدمعت عينا رسول الله </w:t>
      </w:r>
      <w:r w:rsidR="00BF0EA2" w:rsidRPr="00BF0EA2">
        <w:rPr>
          <w:rStyle w:val="libAlaemChar"/>
          <w:rFonts w:hint="cs"/>
          <w:rtl/>
        </w:rPr>
        <w:t>صلى‌الله‌عليه‌وآله</w:t>
      </w:r>
      <w:r>
        <w:rPr>
          <w:rtl/>
        </w:rPr>
        <w:t xml:space="preserve"> فقال : يا بنتاه تعجّلي مرارة الدنيا بحلاوة الآخرة.</w:t>
      </w:r>
    </w:p>
    <w:p w:rsidR="00AA2ABC" w:rsidRDefault="00AA2ABC" w:rsidP="002704FD">
      <w:pPr>
        <w:pStyle w:val="libNormal"/>
        <w:rPr>
          <w:rtl/>
        </w:rPr>
      </w:pPr>
      <w:r>
        <w:rPr>
          <w:rtl/>
        </w:rPr>
        <w:t xml:space="preserve">فقالت : يا رسول الله الحمد لله على نعمائه والشكر لله على آلائه ، فأنزل الله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البحار 43 : 147 ح 3 باب 6 ـ عن علل الشرائع ص 163 ح 2 باب 130 ـ أقول : لا يخفى استبعاد المتتبع لأحوال أهل البيت لصحة هذه الرواية فإنّ فيها انّ أباذر كان مسافراً إلى الحبشة ولم يثبت هذا بل ورد في حديث انّه بعد ما أسلم ذهب إلى بلده ثم عاد بعدما ظهر أمر رسول الله </w:t>
      </w:r>
      <w:r w:rsidR="00BF0EA2" w:rsidRPr="00BF0EA2">
        <w:rPr>
          <w:rStyle w:val="libAlaemChar"/>
          <w:rFonts w:hint="cs"/>
          <w:rtl/>
        </w:rPr>
        <w:t>صلى‌الله‌عليه‌وآله</w:t>
      </w:r>
      <w:r>
        <w:rPr>
          <w:rtl/>
        </w:rPr>
        <w:t xml:space="preserve"> ، وأيضاً يستبعد صدور أعمال من الزهراء </w:t>
      </w:r>
      <w:r w:rsidR="00BF0EA2" w:rsidRPr="00BF0EA2">
        <w:rPr>
          <w:rStyle w:val="libAlaemChar"/>
          <w:rFonts w:hint="cs"/>
          <w:rtl/>
        </w:rPr>
        <w:t>عليها‌السلام</w:t>
      </w:r>
      <w:r>
        <w:rPr>
          <w:rtl/>
        </w:rPr>
        <w:t xml:space="preserve"> ( وهي سيدة نساء العالمين ) لا يليق بشأنها ومرتبتها ، زهراء التي لم تخالف عليّاً ولم تعمل خلاف رضاه طرفة عين كيف يمكن أن تأتي أبيها وتشتكي عنه </w:t>
      </w:r>
      <w:r w:rsidR="00763E2E" w:rsidRPr="00763E2E">
        <w:rPr>
          <w:rStyle w:val="libAlaemChar"/>
          <w:rFonts w:hint="cs"/>
          <w:rtl/>
        </w:rPr>
        <w:t>عليه‌السلام</w:t>
      </w:r>
      <w:r>
        <w:rPr>
          <w:rtl/>
        </w:rPr>
        <w:t xml:space="preserve"> وهي أجلّ شأناً من هذا ، والله العالم. </w:t>
      </w:r>
    </w:p>
    <w:p w:rsidR="00AA2ABC" w:rsidRDefault="00AA2ABC" w:rsidP="002704FD">
      <w:pPr>
        <w:pStyle w:val="libNormal0"/>
        <w:rPr>
          <w:rtl/>
        </w:rPr>
      </w:pPr>
      <w:r>
        <w:rPr>
          <w:rtl/>
        </w:rPr>
        <w:br w:type="page"/>
      </w:r>
      <w:r w:rsidRPr="002704FD">
        <w:rPr>
          <w:rStyle w:val="libAlaemChar"/>
          <w:rtl/>
        </w:rPr>
        <w:lastRenderedPageBreak/>
        <w:t>(</w:t>
      </w:r>
      <w:r w:rsidRPr="002704FD">
        <w:rPr>
          <w:rStyle w:val="libAieChar"/>
          <w:rtl/>
        </w:rPr>
        <w:t xml:space="preserve"> وَلَسوفَ يُعطِيكَ رَبُّكَ فَتَرضَى </w:t>
      </w:r>
      <w:r w:rsidRPr="002704FD">
        <w:rPr>
          <w:rStyle w:val="libAlaemChar"/>
          <w:rtl/>
        </w:rPr>
        <w:t>)</w:t>
      </w:r>
      <w:r>
        <w:rPr>
          <w:rtl/>
        </w:rPr>
        <w:t xml:space="preserve"> </w:t>
      </w:r>
      <w:r w:rsidRPr="001008E4">
        <w:rPr>
          <w:rStyle w:val="libFootnotenumChar"/>
          <w:rtl/>
        </w:rPr>
        <w:t>(1)</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 شاميّا رآه [ أي رأى الامام الحسن </w:t>
      </w:r>
      <w:r w:rsidR="00763E2E" w:rsidRPr="00763E2E">
        <w:rPr>
          <w:rStyle w:val="libAlaemChar"/>
          <w:rFonts w:hint="cs"/>
          <w:rtl/>
        </w:rPr>
        <w:t>عليه‌السلام</w:t>
      </w:r>
      <w:r>
        <w:rPr>
          <w:rtl/>
        </w:rPr>
        <w:t xml:space="preserve"> ] راكباً فجعل يلعنه والحسن لا يردّه ، فلمّا فرغ أقبل الحسن </w:t>
      </w:r>
      <w:r w:rsidR="00763E2E" w:rsidRPr="00763E2E">
        <w:rPr>
          <w:rStyle w:val="libAlaemChar"/>
          <w:rFonts w:hint="cs"/>
          <w:rtl/>
        </w:rPr>
        <w:t>عليه‌السلام</w:t>
      </w:r>
      <w:r>
        <w:rPr>
          <w:rtl/>
        </w:rPr>
        <w:t xml:space="preserve"> فسلّم عليه وضحك ، فقال : أيها الشيخ أظنّك غريباً ولعلّك شبّهت ، فلو استعتبتنا أعتبناك ، ولو سألتنا أعطيناك ، ولو استرشدتنا أرشدناك ، ولو استحملتنا أحملناك.</w:t>
      </w:r>
    </w:p>
    <w:p w:rsidR="00AA2ABC" w:rsidRDefault="00AA2ABC" w:rsidP="002704FD">
      <w:pPr>
        <w:pStyle w:val="libNormal"/>
        <w:rPr>
          <w:rtl/>
        </w:rPr>
      </w:pPr>
      <w:r>
        <w:rPr>
          <w:rtl/>
        </w:rPr>
        <w:t>وإن كنت جائعاً أشبعناك ، وإن كنت عرياناً كسوناك ، وإن كنت محتاجاً أغنيناك ، وإن كنت طريداً آويناك ، وإن كان لك حاجة قضيناها لك ، فلو حرّكت رحلك إلينا وكنت ضيفنا إلى وقت ارتحالك كان أعود عليك ، لأنّ لنا موضعاً رحباً ، وجاهاً عريضاً ، ومالاً كثيراً.</w:t>
      </w:r>
    </w:p>
    <w:p w:rsidR="00AA2ABC" w:rsidRDefault="00AA2ABC" w:rsidP="002704FD">
      <w:pPr>
        <w:pStyle w:val="libNormal"/>
        <w:rPr>
          <w:rtl/>
        </w:rPr>
      </w:pPr>
      <w:r>
        <w:rPr>
          <w:rtl/>
        </w:rPr>
        <w:t xml:space="preserve">فلمّا سمع الرجل كلامه بكى ثم قال : أشهد أنك خليفة الله في أرضه ، الله أعلم حيث يجعل رسالته ، وكنت أنت وأبوك أبغض خلق الله إليّ والآن أنت أحبّ خلق الله إليّ ، وحوّل رحله إليه ، وكان ضيفه إلى أن ارتحل وصار معتقداً لمحبتهم </w:t>
      </w:r>
      <w:r w:rsidRPr="001008E4">
        <w:rPr>
          <w:rStyle w:val="libFootnotenumChar"/>
          <w:rtl/>
        </w:rPr>
        <w:t>(3)</w:t>
      </w:r>
      <w:r>
        <w:rPr>
          <w:rtl/>
        </w:rPr>
        <w:t>.</w:t>
      </w:r>
    </w:p>
    <w:p w:rsidR="00AA2ABC" w:rsidRDefault="00AA2ABC" w:rsidP="002704FD">
      <w:pPr>
        <w:pStyle w:val="libNormal"/>
        <w:rPr>
          <w:rtl/>
        </w:rPr>
      </w:pPr>
      <w:r>
        <w:rPr>
          <w:rtl/>
        </w:rPr>
        <w:t xml:space="preserve">وروي انّه جرى بينه [ أي بين الامام الحسين </w:t>
      </w:r>
      <w:r w:rsidR="00763E2E" w:rsidRPr="00763E2E">
        <w:rPr>
          <w:rStyle w:val="libAlaemChar"/>
          <w:rFonts w:hint="cs"/>
          <w:rtl/>
        </w:rPr>
        <w:t>عليه‌السلام</w:t>
      </w:r>
      <w:r>
        <w:rPr>
          <w:rtl/>
        </w:rPr>
        <w:t xml:space="preserve"> ] وبين محمد بن الحنفية كلام ، فكتب ابن الحنفية إلى الحسين : « أما بعد يا أخي فإنّ أبي وأباك عليّ لا تفضلني فيه ولا أفضلك ، وأمك فاطمة بنت رسول الله </w:t>
      </w:r>
      <w:r w:rsidR="00BF0EA2" w:rsidRPr="00BF0EA2">
        <w:rPr>
          <w:rStyle w:val="libAlaemChar"/>
          <w:rFonts w:hint="cs"/>
          <w:rtl/>
        </w:rPr>
        <w:t>صلى‌الله‌عليه‌وآله</w:t>
      </w:r>
      <w:r>
        <w:rPr>
          <w:rtl/>
        </w:rPr>
        <w:t xml:space="preserve"> ولو كان ملؤ الأرض ذهباً ملك أمّي ما وفت بأمّك ، فاذا قرأت كتابي هذا فصر إليّ حتى تترضاني ، فانّك أحقّ بالفضل منّي ، والسلام عليكم ورحمة الله وبركاته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الضحى : 5.</w:t>
      </w:r>
    </w:p>
    <w:p w:rsidR="00AA2ABC" w:rsidRDefault="00AA2ABC" w:rsidP="001008E4">
      <w:pPr>
        <w:pStyle w:val="libFootnote0"/>
        <w:rPr>
          <w:rtl/>
        </w:rPr>
      </w:pPr>
      <w:r>
        <w:rPr>
          <w:rtl/>
        </w:rPr>
        <w:t>2 ـ البحار 43 : 85 ضمن حديث 8 باب 4.</w:t>
      </w:r>
    </w:p>
    <w:p w:rsidR="00AA2ABC" w:rsidRDefault="00AA2ABC" w:rsidP="001008E4">
      <w:pPr>
        <w:pStyle w:val="libFootnote0"/>
        <w:rPr>
          <w:rtl/>
        </w:rPr>
      </w:pPr>
      <w:r>
        <w:rPr>
          <w:rtl/>
        </w:rPr>
        <w:t xml:space="preserve">3 ـ البحار 43 : 344 باب 16 ـ عن مناقب ابن شهرآشوب 4 : 19 ـ عن كامل المبرد. </w:t>
      </w:r>
    </w:p>
    <w:p w:rsidR="00AA2ABC" w:rsidRDefault="00AA2ABC" w:rsidP="002704FD">
      <w:pPr>
        <w:pStyle w:val="libNormal"/>
        <w:rPr>
          <w:rtl/>
        </w:rPr>
      </w:pPr>
      <w:r>
        <w:rPr>
          <w:rtl/>
        </w:rPr>
        <w:br w:type="page"/>
      </w:r>
      <w:r>
        <w:rPr>
          <w:rtl/>
        </w:rPr>
        <w:lastRenderedPageBreak/>
        <w:t xml:space="preserve">ففعل الحسين </w:t>
      </w:r>
      <w:r w:rsidR="00763E2E" w:rsidRPr="00763E2E">
        <w:rPr>
          <w:rStyle w:val="libAlaemChar"/>
          <w:rFonts w:hint="cs"/>
          <w:rtl/>
        </w:rPr>
        <w:t>عليه‌السلام</w:t>
      </w:r>
      <w:r>
        <w:rPr>
          <w:rtl/>
        </w:rPr>
        <w:t xml:space="preserve"> ذلك ، فلم يجر بعد ذلك بينهما شيء </w:t>
      </w:r>
      <w:r w:rsidRPr="001008E4">
        <w:rPr>
          <w:rStyle w:val="libFootnotenumChar"/>
          <w:rtl/>
        </w:rPr>
        <w:t>(1)</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خرجنا مع الحسين فما نزل منزلاً ولا ارتحل عنه الاّ وذكر يحيى بن زكريّا ، وقال يوماً : من هوان الدنيا على الله انّ رأس يحيى اُهدي إلى بغيّ من بغايا بني اسرائيل </w:t>
      </w:r>
      <w:r w:rsidRPr="001008E4">
        <w:rPr>
          <w:rStyle w:val="libFootnotenumChar"/>
          <w:rtl/>
        </w:rPr>
        <w:t>(2)</w:t>
      </w:r>
      <w:r>
        <w:rPr>
          <w:rtl/>
        </w:rPr>
        <w:t>.</w:t>
      </w:r>
    </w:p>
    <w:p w:rsidR="00AA2ABC" w:rsidRDefault="00AA2ABC" w:rsidP="002704FD">
      <w:pPr>
        <w:pStyle w:val="libNormal"/>
        <w:rPr>
          <w:rtl/>
        </w:rPr>
      </w:pPr>
      <w:r>
        <w:rPr>
          <w:rtl/>
        </w:rPr>
        <w:t>ومن وفور حلمه ( وهو معدن الجود والكرم ) عدم دعائه على قاتليه وقاتلي أبنائه وإخوانه وأصحابه ، والحال انّ الله تعالى سخّر له السماوات والأرضين والجنّ والانس والوحوش والطيور وجميع المخلوقات.</w:t>
      </w:r>
    </w:p>
    <w:p w:rsidR="00AA2ABC" w:rsidRDefault="00AA2ABC" w:rsidP="002704FD">
      <w:pPr>
        <w:pStyle w:val="libNormal"/>
        <w:rPr>
          <w:rtl/>
        </w:rPr>
      </w:pPr>
      <w:r>
        <w:rPr>
          <w:rtl/>
        </w:rPr>
        <w:t xml:space="preserve">ولقد أصابه طبقاً لرواية : ثلاثمائة وستين جرحاً ، وفي رواية : ألف وتسعمائة جرحاً وفي رواية أخرى مائة وثمانين طعنة بالسيف والرمح ، وأربعة آلاف جرح بالسهام ، ومع هذا لم يدع عليهم ، وكان يترحم عليهم ، ويسعى في هدايتهم ، وقد قتل </w:t>
      </w:r>
      <w:r w:rsidR="00763E2E" w:rsidRPr="00763E2E">
        <w:rPr>
          <w:rStyle w:val="libAlaemChar"/>
          <w:rFonts w:hint="cs"/>
          <w:rtl/>
        </w:rPr>
        <w:t>عليه‌السلام</w:t>
      </w:r>
      <w:r>
        <w:rPr>
          <w:rtl/>
        </w:rPr>
        <w:t xml:space="preserve"> بقوّته الربانية جمعاً منهم كما في بعض الروايات بأنّه </w:t>
      </w:r>
      <w:r w:rsidR="00763E2E" w:rsidRPr="00763E2E">
        <w:rPr>
          <w:rStyle w:val="libAlaemChar"/>
          <w:rFonts w:hint="cs"/>
          <w:rtl/>
        </w:rPr>
        <w:t>عليه‌السلام</w:t>
      </w:r>
      <w:r>
        <w:rPr>
          <w:rtl/>
        </w:rPr>
        <w:t xml:space="preserve"> قتل ألفاً وتسعمائة وخمسين نفراً غير من جرح.</w:t>
      </w:r>
    </w:p>
    <w:p w:rsidR="00AA2ABC" w:rsidRDefault="00AA2ABC" w:rsidP="002704FD">
      <w:pPr>
        <w:pStyle w:val="libNormal"/>
        <w:rPr>
          <w:rtl/>
        </w:rPr>
      </w:pPr>
      <w:r>
        <w:rPr>
          <w:rtl/>
        </w:rPr>
        <w:t xml:space="preserve">روي بسند معتبر آخر انّه وجد على ظهر الحسين بن عليّ </w:t>
      </w:r>
      <w:r w:rsidR="00763E2E" w:rsidRPr="00763E2E">
        <w:rPr>
          <w:rStyle w:val="libAlaemChar"/>
          <w:rFonts w:hint="cs"/>
          <w:rtl/>
        </w:rPr>
        <w:t>عليه‌السلام</w:t>
      </w:r>
      <w:r>
        <w:rPr>
          <w:rtl/>
        </w:rPr>
        <w:t xml:space="preserve"> يوم الطف أثر ، فسألوا زين العابدين عن ذلك ، فقال : هذا مما كان ينقل الجراب على ظهره إلى منازل الأرامل واليتامى والمساكين </w:t>
      </w:r>
      <w:r w:rsidRPr="001008E4">
        <w:rPr>
          <w:rStyle w:val="libFootnotenumChar"/>
          <w:rtl/>
        </w:rPr>
        <w:t>(3)</w:t>
      </w:r>
      <w:r>
        <w:rPr>
          <w:rtl/>
        </w:rPr>
        <w:t>.</w:t>
      </w:r>
    </w:p>
    <w:p w:rsidR="00AA2ABC" w:rsidRDefault="00AA2ABC" w:rsidP="002704FD">
      <w:pPr>
        <w:pStyle w:val="libNormal"/>
        <w:rPr>
          <w:rtl/>
        </w:rPr>
      </w:pPr>
      <w:r>
        <w:rPr>
          <w:rtl/>
        </w:rPr>
        <w:t xml:space="preserve">وروي انّ الحسين </w:t>
      </w:r>
      <w:r w:rsidR="00763E2E" w:rsidRPr="00763E2E">
        <w:rPr>
          <w:rStyle w:val="libAlaemChar"/>
          <w:rFonts w:hint="cs"/>
          <w:rtl/>
        </w:rPr>
        <w:t>عليه‌السلام</w:t>
      </w:r>
      <w:r>
        <w:rPr>
          <w:rtl/>
        </w:rPr>
        <w:t xml:space="preserve"> كان يقعد في المكان المظلم فيهتدى إليه ببياض جبينه ونحره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مناقب بن شهرآشوب 4 : 66 ـ عنه البحار 44 : 191 ضمن حديث 3 باب 26.</w:t>
      </w:r>
    </w:p>
    <w:p w:rsidR="00AA2ABC" w:rsidRDefault="00AA2ABC" w:rsidP="001008E4">
      <w:pPr>
        <w:pStyle w:val="libFootnote0"/>
        <w:rPr>
          <w:rtl/>
        </w:rPr>
      </w:pPr>
      <w:r>
        <w:rPr>
          <w:rtl/>
        </w:rPr>
        <w:t>2 ـ مناقب ابن شهرآشوب 4 : 85.</w:t>
      </w:r>
    </w:p>
    <w:p w:rsidR="00AA2ABC" w:rsidRDefault="00AA2ABC" w:rsidP="001008E4">
      <w:pPr>
        <w:pStyle w:val="libFootnote0"/>
        <w:rPr>
          <w:rtl/>
        </w:rPr>
      </w:pPr>
      <w:r>
        <w:rPr>
          <w:rtl/>
        </w:rPr>
        <w:t>3 ـ مناقب بن شهرآشوب 4 : 66 ـ عنه البحار 44 : 190 ح 3 باب 26.</w:t>
      </w:r>
    </w:p>
    <w:p w:rsidR="00AA2ABC" w:rsidRDefault="00AA2ABC" w:rsidP="001008E4">
      <w:pPr>
        <w:pStyle w:val="libFootnote0"/>
        <w:rPr>
          <w:rtl/>
        </w:rPr>
      </w:pPr>
      <w:r>
        <w:rPr>
          <w:rtl/>
        </w:rPr>
        <w:t xml:space="preserve">4 ـ مناقب بن شهرآشوب 4 : 75 في معالي أموره. </w:t>
      </w:r>
    </w:p>
    <w:p w:rsidR="00AA2ABC" w:rsidRDefault="00AA2ABC" w:rsidP="002704FD">
      <w:pPr>
        <w:pStyle w:val="libNormal"/>
        <w:rPr>
          <w:rtl/>
        </w:rPr>
      </w:pPr>
      <w:r>
        <w:rPr>
          <w:rtl/>
        </w:rPr>
        <w:br w:type="page"/>
      </w:r>
      <w:r>
        <w:rPr>
          <w:rtl/>
        </w:rPr>
        <w:lastRenderedPageBreak/>
        <w:t xml:space="preserve">وروي بسند معتبر انّه جعلت جارية لعليّ بن الحسين </w:t>
      </w:r>
      <w:r w:rsidR="000A073B" w:rsidRPr="000A073B">
        <w:rPr>
          <w:rStyle w:val="libAlaemChar"/>
          <w:rFonts w:hint="cs"/>
          <w:rtl/>
        </w:rPr>
        <w:t>عليهما‌السلام</w:t>
      </w:r>
      <w:r>
        <w:rPr>
          <w:rtl/>
        </w:rPr>
        <w:t xml:space="preserve"> تسكب الماء عليه وهو يتوضّأ للصلاة ، فسقط الابريق من يد الجارية على وجهه فشجه ، فرفع عليّ بن الحسين رأسه إليها ، فقالت الجارية : ان الله عزّوجل يقول : </w:t>
      </w:r>
      <w:r w:rsidRPr="002704FD">
        <w:rPr>
          <w:rStyle w:val="libAlaemChar"/>
          <w:rtl/>
        </w:rPr>
        <w:t>(</w:t>
      </w:r>
      <w:r w:rsidRPr="002704FD">
        <w:rPr>
          <w:rStyle w:val="libAieChar"/>
          <w:rtl/>
        </w:rPr>
        <w:t xml:space="preserve"> وَالكَاظِمينَ الغَيظَ </w:t>
      </w:r>
      <w:r w:rsidRPr="002704FD">
        <w:rPr>
          <w:rStyle w:val="libAlaemChar"/>
          <w:rtl/>
        </w:rPr>
        <w:t>)</w:t>
      </w:r>
      <w:r>
        <w:rPr>
          <w:rtl/>
        </w:rPr>
        <w:t xml:space="preserve"> </w:t>
      </w:r>
      <w:r w:rsidRPr="001008E4">
        <w:rPr>
          <w:rStyle w:val="libFootnotenumChar"/>
          <w:rtl/>
        </w:rPr>
        <w:t>(1)</w:t>
      </w:r>
      <w:r>
        <w:rPr>
          <w:rtl/>
        </w:rPr>
        <w:t xml:space="preserve"> فقال لها : قد كظمت غيظي ، قالت : </w:t>
      </w:r>
      <w:r w:rsidRPr="002704FD">
        <w:rPr>
          <w:rStyle w:val="libAlaemChar"/>
          <w:rtl/>
        </w:rPr>
        <w:t>(</w:t>
      </w:r>
      <w:r w:rsidRPr="002704FD">
        <w:rPr>
          <w:rStyle w:val="libAieChar"/>
          <w:rtl/>
        </w:rPr>
        <w:t xml:space="preserve"> وَالعَافِين عِنِ النَّاسِ </w:t>
      </w:r>
      <w:r w:rsidRPr="002704FD">
        <w:rPr>
          <w:rStyle w:val="libAlaemChar"/>
          <w:rtl/>
        </w:rPr>
        <w:t>)</w:t>
      </w:r>
      <w:r>
        <w:rPr>
          <w:rtl/>
        </w:rPr>
        <w:t xml:space="preserve"> قال لها : قد عفى الله عنك ، قالت : </w:t>
      </w:r>
      <w:r w:rsidRPr="002704FD">
        <w:rPr>
          <w:rStyle w:val="libAlaemChar"/>
          <w:rtl/>
        </w:rPr>
        <w:t>(</w:t>
      </w:r>
      <w:r w:rsidRPr="002704FD">
        <w:rPr>
          <w:rStyle w:val="libAieChar"/>
          <w:rtl/>
        </w:rPr>
        <w:t xml:space="preserve"> وَالله يُحِبُّ المُحسِنِينَ </w:t>
      </w:r>
      <w:r w:rsidRPr="002704FD">
        <w:rPr>
          <w:rStyle w:val="libAlaemChar"/>
          <w:rtl/>
        </w:rPr>
        <w:t>)</w:t>
      </w:r>
      <w:r>
        <w:rPr>
          <w:rtl/>
        </w:rPr>
        <w:t xml:space="preserve"> قال : اذهبي فأنت حرّة </w:t>
      </w:r>
      <w:r w:rsidRPr="001008E4">
        <w:rPr>
          <w:rStyle w:val="libFootnotenumChar"/>
          <w:rtl/>
        </w:rPr>
        <w:t>(2)</w:t>
      </w:r>
      <w:r>
        <w:rPr>
          <w:rtl/>
        </w:rPr>
        <w:t>.</w:t>
      </w:r>
    </w:p>
    <w:p w:rsidR="00AA2ABC" w:rsidRDefault="00AA2ABC" w:rsidP="002704FD">
      <w:pPr>
        <w:pStyle w:val="libNormal"/>
        <w:rPr>
          <w:rtl/>
        </w:rPr>
      </w:pPr>
      <w:r>
        <w:rPr>
          <w:rtl/>
        </w:rPr>
        <w:t xml:space="preserve">وروي انّه كسرت جارية له قصعة فيها طعام فاصفرّ وجهها ، فقال لها : اذهبي فأنت حرّة لوجه الله </w:t>
      </w:r>
      <w:r w:rsidRPr="001008E4">
        <w:rPr>
          <w:rStyle w:val="libFootnotenumChar"/>
          <w:rtl/>
        </w:rPr>
        <w:t>(3)</w:t>
      </w:r>
      <w:r>
        <w:rPr>
          <w:rtl/>
        </w:rPr>
        <w:t>.</w:t>
      </w:r>
    </w:p>
    <w:p w:rsidR="00AA2ABC" w:rsidRDefault="00AA2ABC" w:rsidP="002704FD">
      <w:pPr>
        <w:pStyle w:val="libNormal"/>
        <w:rPr>
          <w:rtl/>
        </w:rPr>
      </w:pPr>
      <w:r>
        <w:rPr>
          <w:rtl/>
        </w:rPr>
        <w:t xml:space="preserve">وروي انّه شتم بعضهم زين العابدين </w:t>
      </w:r>
      <w:r w:rsidR="00763E2E" w:rsidRPr="00763E2E">
        <w:rPr>
          <w:rStyle w:val="libAlaemChar"/>
          <w:rFonts w:hint="cs"/>
          <w:rtl/>
        </w:rPr>
        <w:t>عليه‌السلام</w:t>
      </w:r>
      <w:r>
        <w:rPr>
          <w:rtl/>
        </w:rPr>
        <w:t xml:space="preserve"> فقصده غلمانه ، فقال : دعوه فإنّ ما خفي منّا أكثر مما قالوا ، ثم قال له : ألك حاجة يا رجل؟ فخجل الرجل ، فأعطاه ثوبه وأمر له بألف درهم ، فانصرف الرجل صارخاً : أشهد أنّك ابن رسول الله </w:t>
      </w:r>
      <w:r w:rsidRPr="001008E4">
        <w:rPr>
          <w:rStyle w:val="libFootnotenumChar"/>
          <w:rtl/>
        </w:rPr>
        <w:t>(4)</w:t>
      </w:r>
      <w:r>
        <w:rPr>
          <w:rtl/>
        </w:rPr>
        <w:t xml:space="preserve">. وروي انّه سبّه </w:t>
      </w:r>
      <w:r w:rsidR="00763E2E" w:rsidRPr="00763E2E">
        <w:rPr>
          <w:rStyle w:val="libAlaemChar"/>
          <w:rFonts w:hint="cs"/>
          <w:rtl/>
        </w:rPr>
        <w:t>عليه‌السلام</w:t>
      </w:r>
      <w:r>
        <w:rPr>
          <w:rtl/>
        </w:rPr>
        <w:t xml:space="preserve"> رجل ، فسكت عنه ، فقال : اياك أعني ، فقال </w:t>
      </w:r>
      <w:r w:rsidR="00763E2E" w:rsidRPr="00763E2E">
        <w:rPr>
          <w:rStyle w:val="libAlaemChar"/>
          <w:rFonts w:hint="cs"/>
          <w:rtl/>
        </w:rPr>
        <w:t>عليه‌السلام</w:t>
      </w:r>
      <w:r>
        <w:rPr>
          <w:rtl/>
        </w:rPr>
        <w:t xml:space="preserve"> : وعنك أغضي.</w:t>
      </w:r>
    </w:p>
    <w:p w:rsidR="00AA2ABC" w:rsidRDefault="00AA2ABC" w:rsidP="002704FD">
      <w:pPr>
        <w:pStyle w:val="libNormal"/>
        <w:rPr>
          <w:rtl/>
        </w:rPr>
      </w:pPr>
      <w:r>
        <w:rPr>
          <w:rtl/>
        </w:rPr>
        <w:t xml:space="preserve">وشتمه آخر فقال : يا فتى انّ بين أيدينا عقبة كؤداً ، فإن جزت منها لا أبالي بما تقول ، وان أتحيّر فيها فأنا شرٌ مما تقول </w:t>
      </w:r>
      <w:r w:rsidRPr="001008E4">
        <w:rPr>
          <w:rStyle w:val="libFootnotenumChar"/>
          <w:rtl/>
        </w:rPr>
        <w:t>(5)</w:t>
      </w:r>
      <w:r>
        <w:rPr>
          <w:rtl/>
        </w:rPr>
        <w:t>.</w:t>
      </w:r>
    </w:p>
    <w:p w:rsidR="00AA2ABC" w:rsidRDefault="00AA2ABC" w:rsidP="002704FD">
      <w:pPr>
        <w:pStyle w:val="libNormal"/>
        <w:rPr>
          <w:rtl/>
        </w:rPr>
      </w:pPr>
      <w:r>
        <w:rPr>
          <w:rtl/>
        </w:rPr>
        <w:t xml:space="preserve">وروي بسند آخر انّ مولى لعليّ بن الحسين </w:t>
      </w:r>
      <w:r w:rsidR="000A073B" w:rsidRPr="000A073B">
        <w:rPr>
          <w:rStyle w:val="libAlaemChar"/>
          <w:rFonts w:hint="cs"/>
          <w:rtl/>
        </w:rPr>
        <w:t>عليهما‌السلام</w:t>
      </w:r>
      <w:r>
        <w:rPr>
          <w:rtl/>
        </w:rPr>
        <w:t xml:space="preserve"> يتولى عمارة ضيعة له ، فجاء ليطلعها فأصاب فيها فساداً وتضييعاً كثيراً غاظه من ذلك ما رآه وغمّه ، فقرع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آل عمران : 134.</w:t>
      </w:r>
    </w:p>
    <w:p w:rsidR="00AA2ABC" w:rsidRDefault="00AA2ABC" w:rsidP="001008E4">
      <w:pPr>
        <w:pStyle w:val="libFootnote0"/>
        <w:rPr>
          <w:rtl/>
        </w:rPr>
      </w:pPr>
      <w:r>
        <w:rPr>
          <w:rtl/>
        </w:rPr>
        <w:t>2 ـ البحار 46 : 67 ح 36 باب 5 ـ عن أمالي الصدوق.</w:t>
      </w:r>
    </w:p>
    <w:p w:rsidR="00AA2ABC" w:rsidRDefault="00AA2ABC" w:rsidP="001008E4">
      <w:pPr>
        <w:pStyle w:val="libFootnote0"/>
        <w:rPr>
          <w:rtl/>
        </w:rPr>
      </w:pPr>
      <w:r>
        <w:rPr>
          <w:rtl/>
        </w:rPr>
        <w:t>3 ـ مناقب بن شهرآشوب 4 : 158 ـ عنه البحار 46 : 96 ضمن حديث 84 باب 5.</w:t>
      </w:r>
    </w:p>
    <w:p w:rsidR="00AA2ABC" w:rsidRDefault="00AA2ABC" w:rsidP="001008E4">
      <w:pPr>
        <w:pStyle w:val="libFootnote0"/>
        <w:rPr>
          <w:rtl/>
        </w:rPr>
      </w:pPr>
      <w:r>
        <w:rPr>
          <w:rtl/>
        </w:rPr>
        <w:t>4 ـ مناقب ابن شهرآشوب 4 : 157 عنه البحار 46 : 95 ضمن حديث 84 باب 5.</w:t>
      </w:r>
    </w:p>
    <w:p w:rsidR="00AA2ABC" w:rsidRDefault="00AA2ABC" w:rsidP="001008E4">
      <w:pPr>
        <w:pStyle w:val="libFootnote0"/>
        <w:rPr>
          <w:rtl/>
        </w:rPr>
      </w:pPr>
      <w:r>
        <w:rPr>
          <w:rtl/>
        </w:rPr>
        <w:t xml:space="preserve">5 ـ مناقب ابن شهرآشوب 4 : 157 ـ عنه البحار 46 : 96 ضمن حديث 84 باب 5. </w:t>
      </w:r>
    </w:p>
    <w:p w:rsidR="00AA2ABC" w:rsidRDefault="00AA2ABC" w:rsidP="002704FD">
      <w:pPr>
        <w:pStyle w:val="libNormal0"/>
        <w:rPr>
          <w:rtl/>
        </w:rPr>
      </w:pPr>
      <w:r>
        <w:rPr>
          <w:rtl/>
        </w:rPr>
        <w:br w:type="page"/>
      </w:r>
      <w:r>
        <w:rPr>
          <w:rtl/>
        </w:rPr>
        <w:lastRenderedPageBreak/>
        <w:t>المولى بسوط كان في يده فأصاب وندم على ذلك.</w:t>
      </w:r>
    </w:p>
    <w:p w:rsidR="00AA2ABC" w:rsidRDefault="00AA2ABC" w:rsidP="002704FD">
      <w:pPr>
        <w:pStyle w:val="libNormal"/>
        <w:rPr>
          <w:rtl/>
        </w:rPr>
      </w:pPr>
      <w:r>
        <w:rPr>
          <w:rtl/>
        </w:rPr>
        <w:t>فلما انصرف إلى منزله أرسل في طلب المولى فأتاه فوجده عارياً والسوط بين يديه ، فظنّ انّه يريد عقوبته ، فاشتد خوفه ، فأخذ عليّ بن الحسين السوط ومدّ يده إليه وقال : يا هذا قد كان منّي إليك ما لم يتقدّم منّي مثله ، وكانت هفوة وزلّة فدونك السوط واقتص منّي.</w:t>
      </w:r>
    </w:p>
    <w:p w:rsidR="00AA2ABC" w:rsidRDefault="00AA2ABC" w:rsidP="002704FD">
      <w:pPr>
        <w:pStyle w:val="libNormal"/>
        <w:rPr>
          <w:rtl/>
        </w:rPr>
      </w:pPr>
      <w:r>
        <w:rPr>
          <w:rtl/>
        </w:rPr>
        <w:t xml:space="preserve">فقال المولى : يا مولاي والله ان ظننت الاّ انّك تريد عقوبتي وأنا مستحق للعقوبة فكيف اقتص منك ، قال : ويحك اقتصّ ، قال : معاذ الله أنت في حل وسعة ، فكرر ذلك عليه مراراً والمولى كلّ ذلك يتعاظم قوله ويحلّله ، فلمّا لم يره يقتص له قال : أما اذا أبيت فالضيعة صدقة عليك ، وأعطاه اياها </w:t>
      </w:r>
      <w:r w:rsidRPr="001008E4">
        <w:rPr>
          <w:rStyle w:val="libFootnotenumChar"/>
          <w:rtl/>
        </w:rPr>
        <w:t>(1)</w:t>
      </w:r>
      <w:r>
        <w:rPr>
          <w:rtl/>
        </w:rPr>
        <w:t>.</w:t>
      </w:r>
    </w:p>
    <w:p w:rsidR="00AA2ABC" w:rsidRDefault="00AA2ABC" w:rsidP="002704FD">
      <w:pPr>
        <w:pStyle w:val="libNormal"/>
        <w:rPr>
          <w:rtl/>
        </w:rPr>
      </w:pPr>
      <w:r>
        <w:rPr>
          <w:rtl/>
        </w:rPr>
        <w:t xml:space="preserve">وروي انّه كان عنده </w:t>
      </w:r>
      <w:r w:rsidR="00763E2E" w:rsidRPr="00763E2E">
        <w:rPr>
          <w:rStyle w:val="libAlaemChar"/>
          <w:rFonts w:hint="cs"/>
          <w:rtl/>
        </w:rPr>
        <w:t>عليه‌السلام</w:t>
      </w:r>
      <w:r>
        <w:rPr>
          <w:rtl/>
        </w:rPr>
        <w:t xml:space="preserve"> قوم أضياف فاستعجل خادماً له بشواء كان في التنور ، فأقبل به الخادم مسرعاً فسقط السفود منه على رأس بنيّ لعليّ بن الحسين </w:t>
      </w:r>
      <w:r w:rsidR="000A073B" w:rsidRPr="000A073B">
        <w:rPr>
          <w:rStyle w:val="libAlaemChar"/>
          <w:rFonts w:hint="cs"/>
          <w:rtl/>
        </w:rPr>
        <w:t>عليهما‌السلام</w:t>
      </w:r>
      <w:r>
        <w:rPr>
          <w:rtl/>
        </w:rPr>
        <w:t xml:space="preserve"> تحت الدرجة فأصاب رأسه فقتله.</w:t>
      </w:r>
    </w:p>
    <w:p w:rsidR="00AA2ABC" w:rsidRDefault="00AA2ABC" w:rsidP="002704FD">
      <w:pPr>
        <w:pStyle w:val="libNormal"/>
        <w:rPr>
          <w:rtl/>
        </w:rPr>
      </w:pPr>
      <w:r>
        <w:rPr>
          <w:rtl/>
        </w:rPr>
        <w:t xml:space="preserve">فقال عليّ للغلام وقد تحيّر الغلام واضطرب : أنت حرّ فانّك لم تعتمده ، وأخذ في جهاز ابنه ودفنه </w:t>
      </w:r>
      <w:r w:rsidRPr="001008E4">
        <w:rPr>
          <w:rStyle w:val="libFootnotenumChar"/>
          <w:rtl/>
        </w:rPr>
        <w:t>(2)</w:t>
      </w:r>
      <w:r>
        <w:rPr>
          <w:rtl/>
        </w:rPr>
        <w:t>.</w:t>
      </w:r>
    </w:p>
    <w:p w:rsidR="00AA2ABC" w:rsidRDefault="00AA2ABC" w:rsidP="002704FD">
      <w:pPr>
        <w:pStyle w:val="libNormal"/>
        <w:rPr>
          <w:rtl/>
        </w:rPr>
      </w:pPr>
      <w:r>
        <w:rPr>
          <w:rtl/>
        </w:rPr>
        <w:t xml:space="preserve">وانتهى </w:t>
      </w:r>
      <w:r w:rsidR="00763E2E" w:rsidRPr="00763E2E">
        <w:rPr>
          <w:rStyle w:val="libAlaemChar"/>
          <w:rFonts w:hint="cs"/>
          <w:rtl/>
        </w:rPr>
        <w:t>عليه‌السلام</w:t>
      </w:r>
      <w:r>
        <w:rPr>
          <w:rtl/>
        </w:rPr>
        <w:t xml:space="preserve"> إلى قوم يغتابونه فوقف عليهم فقال لهم : ان كنتم صادقين فغفر الله لي ، وان كنتم كاذبين فغفر الله لكم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انّه بعث أبو عبدالله </w:t>
      </w:r>
      <w:r w:rsidR="00763E2E" w:rsidRPr="00763E2E">
        <w:rPr>
          <w:rStyle w:val="libAlaemChar"/>
          <w:rFonts w:hint="cs"/>
          <w:rtl/>
        </w:rPr>
        <w:t>عليه‌السلام</w:t>
      </w:r>
      <w:r>
        <w:rPr>
          <w:rtl/>
        </w:rPr>
        <w:t xml:space="preserve"> غلاماً له في حاجة فأبطأ ، فخرج أبو عبدالله </w:t>
      </w:r>
      <w:r w:rsidR="00763E2E" w:rsidRPr="00763E2E">
        <w:rPr>
          <w:rStyle w:val="libAlaemChar"/>
          <w:rFonts w:hint="cs"/>
          <w:rtl/>
        </w:rPr>
        <w:t>عليه‌السلام</w:t>
      </w:r>
      <w:r>
        <w:rPr>
          <w:rtl/>
        </w:rPr>
        <w:t xml:space="preserve"> على أثره لما أبطأ عليه فوجوده نائماً ، فجلس عند رأسه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مناقب ابن شهرآشوب 4 : 158 ـ عنه البحار 46 : 96 ضمن حديث 84 باب 5.</w:t>
      </w:r>
    </w:p>
    <w:p w:rsidR="00AA2ABC" w:rsidRDefault="00AA2ABC" w:rsidP="001008E4">
      <w:pPr>
        <w:pStyle w:val="libFootnote0"/>
        <w:rPr>
          <w:rtl/>
        </w:rPr>
      </w:pPr>
      <w:r>
        <w:rPr>
          <w:rtl/>
        </w:rPr>
        <w:t>2 ـ البحار 46 : 99 ح 87 باب 5 ـ عن كشف الغمة.</w:t>
      </w:r>
    </w:p>
    <w:p w:rsidR="00AA2ABC" w:rsidRDefault="00AA2ABC" w:rsidP="001008E4">
      <w:pPr>
        <w:pStyle w:val="libFootnote0"/>
        <w:rPr>
          <w:rtl/>
        </w:rPr>
      </w:pPr>
      <w:r>
        <w:rPr>
          <w:rtl/>
        </w:rPr>
        <w:t xml:space="preserve">3 ـ مناقب بن شهرآشوب 4 : 158 ـ عنه البحار 46 : 96 ضمن حديث 84 باب 5. </w:t>
      </w:r>
    </w:p>
    <w:p w:rsidR="00AA2ABC" w:rsidRDefault="00AA2ABC" w:rsidP="002704FD">
      <w:pPr>
        <w:pStyle w:val="libNormal0"/>
        <w:rPr>
          <w:rtl/>
        </w:rPr>
      </w:pPr>
      <w:r>
        <w:rPr>
          <w:rtl/>
        </w:rPr>
        <w:br w:type="page"/>
      </w:r>
      <w:r>
        <w:rPr>
          <w:rtl/>
        </w:rPr>
        <w:lastRenderedPageBreak/>
        <w:t xml:space="preserve">يروّحه حتى انتبه ، فلما انتبه قال له أبو عبدالله </w:t>
      </w:r>
      <w:r w:rsidR="00763E2E" w:rsidRPr="00763E2E">
        <w:rPr>
          <w:rStyle w:val="libAlaemChar"/>
          <w:rFonts w:hint="cs"/>
          <w:rtl/>
        </w:rPr>
        <w:t>عليه‌السلام</w:t>
      </w:r>
      <w:r>
        <w:rPr>
          <w:rtl/>
        </w:rPr>
        <w:t xml:space="preserve"> : يا فلان والله ما ذاك لك تنام الليل والنهار ، لك الليل ولنا منك النهار </w:t>
      </w:r>
      <w:r w:rsidRPr="001008E4">
        <w:rPr>
          <w:rStyle w:val="libFootnotenumChar"/>
          <w:rtl/>
        </w:rPr>
        <w:t>(1)</w:t>
      </w:r>
      <w:r>
        <w:rPr>
          <w:rtl/>
        </w:rPr>
        <w:t>.</w:t>
      </w:r>
    </w:p>
    <w:p w:rsidR="00AA2ABC" w:rsidRDefault="00AA2ABC" w:rsidP="002704FD">
      <w:pPr>
        <w:pStyle w:val="libNormal"/>
        <w:rPr>
          <w:rtl/>
        </w:rPr>
      </w:pPr>
      <w:r>
        <w:rPr>
          <w:rtl/>
        </w:rPr>
        <w:t xml:space="preserve">وروي انّه دخل سفيان الثوري على الصادق </w:t>
      </w:r>
      <w:r w:rsidR="00763E2E" w:rsidRPr="00763E2E">
        <w:rPr>
          <w:rStyle w:val="libAlaemChar"/>
          <w:rFonts w:hint="cs"/>
          <w:rtl/>
        </w:rPr>
        <w:t>عليه‌السلام</w:t>
      </w:r>
      <w:r>
        <w:rPr>
          <w:rtl/>
        </w:rPr>
        <w:t xml:space="preserve"> فرآه متغيّر اللون فسأله عن ذلك ، فقال : كنت نهيت أن يصعدوا فوق البيت ، فدخلت فاذا جارية من جواريّ ممّن ترّبي بعض ولدي قد صعدت في سلّم والصبيّ معها ، فلمّا بصرت بي ارتعدت وتحيّرت وسقط الصبيّ إلى الأرض فمات ، فما تغيّر لوني لموت الصبيّ وانّما تغيّر لوني لما أدخلت عليها من الرعب ، وكان </w:t>
      </w:r>
      <w:r w:rsidR="00763E2E" w:rsidRPr="00763E2E">
        <w:rPr>
          <w:rStyle w:val="libAlaemChar"/>
          <w:rFonts w:hint="cs"/>
          <w:rtl/>
        </w:rPr>
        <w:t>عليه‌السلام</w:t>
      </w:r>
      <w:r>
        <w:rPr>
          <w:rtl/>
        </w:rPr>
        <w:t xml:space="preserve"> قال لها : أنت حرّة لوجه الله لا بأس عليك مرّتين</w:t>
      </w:r>
      <w:r w:rsidRPr="001008E4">
        <w:rPr>
          <w:rStyle w:val="libFootnotenumChar"/>
          <w:rtl/>
        </w:rPr>
        <w:t>(2)</w:t>
      </w:r>
      <w:r>
        <w:rPr>
          <w:rtl/>
        </w:rPr>
        <w:t>.</w:t>
      </w:r>
    </w:p>
    <w:p w:rsidR="00AA2ABC" w:rsidRDefault="00AA2ABC" w:rsidP="002704FD">
      <w:pPr>
        <w:pStyle w:val="libNormal"/>
        <w:rPr>
          <w:rtl/>
        </w:rPr>
      </w:pPr>
      <w:r>
        <w:rPr>
          <w:rtl/>
        </w:rPr>
        <w:t xml:space="preserve">وروي انّه نام رجل من الحاج في المدينة فتوهّم انّ هميانه سرق ، فخرج فرأى جعفر الصادق </w:t>
      </w:r>
      <w:r w:rsidR="00763E2E" w:rsidRPr="00763E2E">
        <w:rPr>
          <w:rStyle w:val="libAlaemChar"/>
          <w:rFonts w:hint="cs"/>
          <w:rtl/>
        </w:rPr>
        <w:t>عليه‌السلام</w:t>
      </w:r>
      <w:r>
        <w:rPr>
          <w:rtl/>
        </w:rPr>
        <w:t xml:space="preserve"> مصلّياً ولم يعرفه ، فتعلّق به وقال له : أنت أخذت همياني ، قال : وما كان فيه؟ قال : ألف دينار.</w:t>
      </w:r>
    </w:p>
    <w:p w:rsidR="00AA2ABC" w:rsidRDefault="00AA2ABC" w:rsidP="002704FD">
      <w:pPr>
        <w:pStyle w:val="libNormal"/>
        <w:rPr>
          <w:rtl/>
        </w:rPr>
      </w:pPr>
      <w:r>
        <w:rPr>
          <w:rtl/>
        </w:rPr>
        <w:t xml:space="preserve">قال : فحمله إلى داره ووزن له ألف دينار ، وعاد إلى منزله ووجد هميانه فعاد إلى جعفر معتذراً بالمال ، فأبى قبوله وقال : شيء خرج من يدي لا يعود إليّ ، قال : فسأل الرجل عنه فقيل : هذا جعفر الصادق ، قال : لا جرم هذا فعال مثله </w:t>
      </w:r>
      <w:r w:rsidRPr="001008E4">
        <w:rPr>
          <w:rStyle w:val="libFootnotenumChar"/>
          <w:rtl/>
        </w:rPr>
        <w:t>(3)</w:t>
      </w:r>
      <w:r>
        <w:rPr>
          <w:rtl/>
        </w:rPr>
        <w:t>.</w:t>
      </w:r>
    </w:p>
    <w:p w:rsidR="00AA2ABC" w:rsidRDefault="00AA2ABC" w:rsidP="002704FD">
      <w:pPr>
        <w:pStyle w:val="libNormal"/>
        <w:rPr>
          <w:rtl/>
        </w:rPr>
      </w:pPr>
      <w:r>
        <w:rPr>
          <w:rtl/>
        </w:rPr>
        <w:t xml:space="preserve">وقد ملأ صيت حلم موسى بن جعفر </w:t>
      </w:r>
      <w:r w:rsidR="00763E2E" w:rsidRPr="00763E2E">
        <w:rPr>
          <w:rStyle w:val="libAlaemChar"/>
          <w:rFonts w:hint="cs"/>
          <w:rtl/>
        </w:rPr>
        <w:t>عليه‌السلام</w:t>
      </w:r>
      <w:r>
        <w:rPr>
          <w:rtl/>
        </w:rPr>
        <w:t xml:space="preserve"> وكظم غيظه الآفاق ، ووصلت أخبار مكارم أخلاقه إلى مسامع الخاص والعام ، ولقد كان كلّ واحد من أئمتنا صلوات الله عليهم مقبولاً ومحبوباً لدى الخاص والعام بجميع محاسن الشيم ومحامد الخصال ، واعترف بكمالهم الصديق والعدوّ ، ولو كانت البحار مداداً لما أحصيت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8 : 87 ح 50 ـ عنه البحار 47 : 56 ح 97 باب 26.</w:t>
      </w:r>
    </w:p>
    <w:p w:rsidR="00AA2ABC" w:rsidRDefault="00AA2ABC" w:rsidP="001008E4">
      <w:pPr>
        <w:pStyle w:val="libFootnote0"/>
        <w:rPr>
          <w:rtl/>
        </w:rPr>
      </w:pPr>
      <w:r>
        <w:rPr>
          <w:rtl/>
        </w:rPr>
        <w:t>2 ـ مناقب بن شهرآشوب 4 : 274 ـ عنه البحار 47 : 24 ضمن حديث 26 باب 26.</w:t>
      </w:r>
    </w:p>
    <w:p w:rsidR="00AA2ABC" w:rsidRDefault="00AA2ABC" w:rsidP="001008E4">
      <w:pPr>
        <w:pStyle w:val="libFootnote0"/>
        <w:rPr>
          <w:rtl/>
        </w:rPr>
      </w:pPr>
      <w:r>
        <w:rPr>
          <w:rtl/>
        </w:rPr>
        <w:t xml:space="preserve">3 ـ مناقب بن شهرآشوب 4 : 274 ـ عنه البحار 47 : 23 ضمن حديث 26 باب 26. </w:t>
      </w:r>
    </w:p>
    <w:p w:rsidR="00AA2ABC" w:rsidRDefault="00AA2ABC" w:rsidP="002704FD">
      <w:pPr>
        <w:pStyle w:val="libNormal0"/>
        <w:rPr>
          <w:rtl/>
        </w:rPr>
      </w:pPr>
      <w:r>
        <w:rPr>
          <w:rtl/>
        </w:rPr>
        <w:br w:type="page"/>
      </w:r>
      <w:r>
        <w:rPr>
          <w:rtl/>
        </w:rPr>
        <w:lastRenderedPageBreak/>
        <w:t xml:space="preserve">فضائلهم ، ولو أمهلني الأجل ففي ذهني أن أُءلّف كتاباً في سيرهم وسننهم </w:t>
      </w:r>
      <w:r w:rsidR="000A073B" w:rsidRPr="000A073B">
        <w:rPr>
          <w:rStyle w:val="libAlaemChar"/>
          <w:rFonts w:hint="cs"/>
          <w:rtl/>
        </w:rPr>
        <w:t>عليهم‌السلام</w:t>
      </w:r>
      <w:r>
        <w:rPr>
          <w:rtl/>
        </w:rPr>
        <w:t>.</w:t>
      </w:r>
    </w:p>
    <w:p w:rsidR="00AA2ABC" w:rsidRDefault="00AA2ABC" w:rsidP="002704FD">
      <w:pPr>
        <w:pStyle w:val="libNormal"/>
        <w:rPr>
          <w:rtl/>
        </w:rPr>
      </w:pPr>
      <w:r>
        <w:rPr>
          <w:rtl/>
        </w:rPr>
        <w:t xml:space="preserve">والغرض من ذكر هذا أن تلاحظ قادتك وهم زبدة الكائنات كيف كانوا في الحلم والصبر والتواضع ، وكيف كانت معاملتهم مع الخلق كي تتأسى بهم وتُخرج الغرور والعجب من نفسك ولا يخدعك الشيطان بأنّ الانسان لابدّ أن يراعي حرمة نفسه ولا يُهين العلم ، وانّ العمل الفلاني لا يناسب شأننا ... نعوذ بالله من وساوس الشيطان وشروره.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ان سرّك أن تكون أقوى الناس فتوكّل على الله ، وان سرّك أن تكون أكرم الناس فاتق الله ، وان سرّك أن تكون أغنى الناس فكن بما في يد الله عزّوجلّ أوثق منك بما في يديك. </w:t>
      </w:r>
    </w:p>
    <w:p w:rsidR="00AA2ABC" w:rsidRDefault="00AA2ABC" w:rsidP="002704FD">
      <w:pPr>
        <w:pStyle w:val="libNormal"/>
        <w:rPr>
          <w:rtl/>
        </w:rPr>
      </w:pPr>
      <w:r>
        <w:rPr>
          <w:rtl/>
        </w:rPr>
        <w:t xml:space="preserve">يا أباذر لو انّ الناس كلّهم أخذوا بهذه الآية لكفتهم </w:t>
      </w:r>
      <w:r w:rsidRPr="002704FD">
        <w:rPr>
          <w:rStyle w:val="libAlaemChar"/>
          <w:rtl/>
        </w:rPr>
        <w:t>(</w:t>
      </w:r>
      <w:r w:rsidRPr="002704FD">
        <w:rPr>
          <w:rStyle w:val="libAieChar"/>
          <w:rtl/>
        </w:rPr>
        <w:t xml:space="preserve"> وَمَن يَتَّقِ اللهَ يَجعَل لَّهُ مَخرَجاَ * وَيَرزُقهُ مِن حَيثُ لاَ يَحتَسِب وَمَن يَتَوَكَّل عَلَى اللهِ فَهُوَ حَسبُهُ اِنَّ اللهَ بَالِغ أَمرِهِ قَد جَعَلَ اللهُ لِكُلِّ شَىءٍ قَدراً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يا أباذر يقول الله جلّ ثناؤه : وعزتي وجلالي لا يؤثر عبدي هواي على هواه الاّ جعلت غناه في نفسه ، وهمومه في آخرته ، وضمنت السماوات والأرض رزقه ، وكففت عليه ضيعته ، وكنت له من وراء تجارة كلّ تاجر.</w:t>
      </w:r>
    </w:p>
    <w:p w:rsidR="00AA2ABC" w:rsidRDefault="00AA2ABC" w:rsidP="002704FD">
      <w:pPr>
        <w:pStyle w:val="libNormal"/>
        <w:rPr>
          <w:rtl/>
        </w:rPr>
      </w:pPr>
      <w:bookmarkStart w:id="146" w:name="_Toc392501909"/>
      <w:bookmarkStart w:id="147" w:name="_Toc392502857"/>
      <w:r w:rsidRPr="00E44C56">
        <w:rPr>
          <w:rStyle w:val="Heading1Char"/>
          <w:rtl/>
        </w:rPr>
        <w:t>ا</w:t>
      </w:r>
      <w:bookmarkEnd w:id="146"/>
      <w:bookmarkEnd w:id="147"/>
      <w:r w:rsidRPr="00E22DC2">
        <w:rPr>
          <w:rtl/>
        </w:rPr>
        <w:t>علم انّ التوكل والتفويض</w:t>
      </w:r>
      <w:r>
        <w:rPr>
          <w:rtl/>
        </w:rPr>
        <w:t xml:space="preserve"> والرضا والتسليم من عظيم أركان الايمان ، والآيات والأخبار في فضل هذه الخصال لا تعدّ ولا تحصى ، كما روي عن أبي عبدالله </w:t>
      </w:r>
      <w:r w:rsidR="00763E2E" w:rsidRPr="00763E2E">
        <w:rPr>
          <w:rStyle w:val="libAlaemChar"/>
          <w:rFonts w:hint="cs"/>
          <w:rtl/>
        </w:rPr>
        <w:t>عليه‌السلام</w:t>
      </w:r>
      <w:r>
        <w:rPr>
          <w:rtl/>
        </w:rPr>
        <w:t xml:space="preserve"> انّه قال : رأس طاعة الله الصبر والرضا عن الله فيما أحبّ العبد أو كره ، ولا يرضى عبد من الله فيما أحبّ أو كره الاّ كان خيراً له فيما أحبّ أو كره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أعلم الناس بالله أرضاهم بقضاء الله عزّوجلّ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الطلاق : 2 و 3.</w:t>
      </w:r>
    </w:p>
    <w:p w:rsidR="00AA2ABC" w:rsidRDefault="00AA2ABC" w:rsidP="001008E4">
      <w:pPr>
        <w:pStyle w:val="libFootnote0"/>
        <w:rPr>
          <w:rtl/>
        </w:rPr>
      </w:pPr>
      <w:r>
        <w:rPr>
          <w:rtl/>
        </w:rPr>
        <w:t>2 ـ الكافي 2 : 60 ح 1 باب الرضا بالقضاء.</w:t>
      </w:r>
    </w:p>
    <w:p w:rsidR="00AA2ABC" w:rsidRDefault="00AA2ABC" w:rsidP="001008E4">
      <w:pPr>
        <w:pStyle w:val="libFootnote0"/>
        <w:rPr>
          <w:rtl/>
        </w:rPr>
      </w:pPr>
      <w:r>
        <w:rPr>
          <w:rtl/>
        </w:rPr>
        <w:t xml:space="preserve">3 ـ الكافي 2 : 60 ح 2 باب الرضا بالقضاء.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قال الله عزّوجلّ : عبدي المؤمن لا أصرفه في شيء الاّ جعلته خيراً له ، فليرض بقضائي ، وليصبر على بلائي ، وليشكر نعمائي اكتبه يا محمد من الصديقين عندي </w:t>
      </w:r>
      <w:r w:rsidRPr="001008E4">
        <w:rPr>
          <w:rStyle w:val="libFootnotenumChar"/>
          <w:rtl/>
        </w:rPr>
        <w:t>(1)</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أحقّ خلق الله أن يسلّم لما قضى الله عزّوجلّ ، من عرف الله عزّوجلّ ، ومن رضى بالقضاء أتى عليه القضاء وعظّم الله أجره ، ومن سخط القضاء مضى عليه القضاء وأحبط الله أجره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سئل : بأيّ شيء يعلم المؤمن بأنّه مؤمن؟ قال : بالتسليم لله ، والرضا فيما ورد عليه من سرور أو سخط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لم يكن رسول الله </w:t>
      </w:r>
      <w:r w:rsidR="00BF0EA2" w:rsidRPr="00BF0EA2">
        <w:rPr>
          <w:rStyle w:val="libAlaemChar"/>
          <w:rFonts w:hint="cs"/>
          <w:rtl/>
        </w:rPr>
        <w:t>صلى‌الله‌عليه‌وآله</w:t>
      </w:r>
      <w:r>
        <w:rPr>
          <w:rtl/>
        </w:rPr>
        <w:t xml:space="preserve"> يقول لشيء قد مضى : لو كان غيره </w:t>
      </w:r>
      <w:r w:rsidRPr="001008E4">
        <w:rPr>
          <w:rStyle w:val="libFootnotenumChar"/>
          <w:rtl/>
        </w:rPr>
        <w:t>(4)</w:t>
      </w:r>
      <w:r>
        <w:rPr>
          <w:rtl/>
        </w:rPr>
        <w:t>.</w:t>
      </w:r>
    </w:p>
    <w:p w:rsidR="00AA2ABC" w:rsidRDefault="00AA2ABC" w:rsidP="002704FD">
      <w:pPr>
        <w:pStyle w:val="libNormal"/>
        <w:rPr>
          <w:rtl/>
        </w:rPr>
      </w:pPr>
      <w:r>
        <w:rPr>
          <w:rtl/>
        </w:rPr>
        <w:t xml:space="preserve">وعنه </w:t>
      </w:r>
      <w:r w:rsidR="00763E2E" w:rsidRPr="00763E2E">
        <w:rPr>
          <w:rStyle w:val="libAlaemChar"/>
          <w:rFonts w:hint="cs"/>
          <w:rtl/>
        </w:rPr>
        <w:t>عليه‌السلام</w:t>
      </w:r>
      <w:r>
        <w:rPr>
          <w:rtl/>
        </w:rPr>
        <w:t xml:space="preserve"> : ... كيف يكون المؤمن مؤمناً وهو يسخط قسمه ، ويحقّر منزلته ، والحاكم عليه الله ، وأنا ضامن لمن لم يهجس في قلبه الاّ الرضا أن يدعو الله فيستجاب له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قال الله جلّ جلاله : يا ابن آدم أطعني فيما أمرتك ولا تعلمني ما يصلحك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61 ح 6 باب الرضا بالقضاء ـ عنه البحار 72 : 330 ح 13 باب 119.</w:t>
      </w:r>
    </w:p>
    <w:p w:rsidR="00AA2ABC" w:rsidRDefault="00AA2ABC" w:rsidP="001008E4">
      <w:pPr>
        <w:pStyle w:val="libFootnote0"/>
        <w:rPr>
          <w:rtl/>
        </w:rPr>
      </w:pPr>
      <w:r>
        <w:rPr>
          <w:rtl/>
        </w:rPr>
        <w:t>2 ـ الكافي 2 : 62 ح 9 باب الرضا بالقضاء ـ عنه البحار 72 : 332 ح 16 باب 119.</w:t>
      </w:r>
    </w:p>
    <w:p w:rsidR="00AA2ABC" w:rsidRDefault="00AA2ABC" w:rsidP="001008E4">
      <w:pPr>
        <w:pStyle w:val="libFootnote0"/>
        <w:rPr>
          <w:rtl/>
        </w:rPr>
      </w:pPr>
      <w:r>
        <w:rPr>
          <w:rtl/>
        </w:rPr>
        <w:t>3 ـ الكافي 2 : 62 ح 12 باب الرضا بالقضاء ـ عنه البحار 72 : 336 ح 24 باب 119.</w:t>
      </w:r>
    </w:p>
    <w:p w:rsidR="00AA2ABC" w:rsidRDefault="00AA2ABC" w:rsidP="001008E4">
      <w:pPr>
        <w:pStyle w:val="libFootnote0"/>
        <w:rPr>
          <w:rtl/>
        </w:rPr>
      </w:pPr>
      <w:r>
        <w:rPr>
          <w:rtl/>
        </w:rPr>
        <w:t>4 ـ الكافي 2 : 63 ح 13 باب الرضا بالقضاء.</w:t>
      </w:r>
    </w:p>
    <w:p w:rsidR="00AA2ABC" w:rsidRDefault="00AA2ABC" w:rsidP="001008E4">
      <w:pPr>
        <w:pStyle w:val="libFootnote0"/>
        <w:rPr>
          <w:rtl/>
        </w:rPr>
      </w:pPr>
      <w:r>
        <w:rPr>
          <w:rtl/>
        </w:rPr>
        <w:t>5 ـ الكافي 2 : 62 ح 11 باب الرضا بالقضاء ـ عنه البحار 72 : 335 ح 23 باب 119.</w:t>
      </w:r>
    </w:p>
    <w:p w:rsidR="00AA2ABC" w:rsidRDefault="00AA2ABC" w:rsidP="001008E4">
      <w:pPr>
        <w:pStyle w:val="libFootnote0"/>
        <w:rPr>
          <w:rtl/>
        </w:rPr>
      </w:pPr>
      <w:r>
        <w:rPr>
          <w:rtl/>
        </w:rPr>
        <w:t xml:space="preserve">6 ـ أمالي الصدوق : 263 ح 7 مجلس 52 ، عنه البحار 71 : 135 ح 12 باب 63.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انّ الغنى والعزّ يجولان فاذا ظفرا بموضع التوكل أوطنا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أوحى الله عزّوجلّ إلى داود </w:t>
      </w:r>
      <w:r w:rsidR="00763E2E" w:rsidRPr="00763E2E">
        <w:rPr>
          <w:rStyle w:val="libAlaemChar"/>
          <w:rFonts w:hint="cs"/>
          <w:rtl/>
        </w:rPr>
        <w:t>عليه‌السلام</w:t>
      </w:r>
      <w:r>
        <w:rPr>
          <w:rtl/>
        </w:rPr>
        <w:t xml:space="preserve"> : ما اعتصم بي عبد من عبادي دون أحد من خلقي عرفت ذلك من نيته ثم تكيده السماوات والأرض ومن فيهنّ الا جعلت له المخرج من بينهنّ.</w:t>
      </w:r>
    </w:p>
    <w:p w:rsidR="00AA2ABC" w:rsidRDefault="00AA2ABC" w:rsidP="002704FD">
      <w:pPr>
        <w:pStyle w:val="libNormal"/>
        <w:rPr>
          <w:rtl/>
        </w:rPr>
      </w:pPr>
      <w:r>
        <w:rPr>
          <w:rtl/>
        </w:rPr>
        <w:t xml:space="preserve">وما اعتصم عبد من عبادي بأحد من خلقي عرفت ذلك من نيته الاّ قطعت أسباب السماوات والأرض من يديه ، وأسخت الأرض من تحته ، ولم أبال بأيّ واد هلك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أيما عبد أقبل قبل ما يحبّ الله عزّوجلّ أقبل الله قبل ما يحبّ ، ومن اعتصم بالله عصمه الله ، ومن أقبل الله قبله وعصمه لم يبال لو سقطت السماء على الأرض ، أو كانت نازلة نزلت على أهل الأرض فشملتهم بليّة ، كان في حزب الله بالتقوى من كلّ بليّة ، أليس الله عزّوجلّ يقول : </w:t>
      </w:r>
      <w:r w:rsidRPr="002704FD">
        <w:rPr>
          <w:rStyle w:val="libAlaemChar"/>
          <w:rtl/>
        </w:rPr>
        <w:t>(</w:t>
      </w:r>
      <w:r w:rsidRPr="002704FD">
        <w:rPr>
          <w:rStyle w:val="libAieChar"/>
          <w:rtl/>
        </w:rPr>
        <w:t xml:space="preserve"> اِنَّ المُتَّقِينَ فِي مَقَامٍ أَمِينٍ </w:t>
      </w:r>
      <w:r w:rsidRPr="002704FD">
        <w:rPr>
          <w:rStyle w:val="libAlaemChar"/>
          <w:rtl/>
        </w:rPr>
        <w:t>)</w:t>
      </w:r>
      <w:r>
        <w:rPr>
          <w:rtl/>
        </w:rPr>
        <w:t xml:space="preserve"> </w:t>
      </w:r>
      <w:r w:rsidRPr="001008E4">
        <w:rPr>
          <w:rStyle w:val="libFootnotenumChar"/>
          <w:rtl/>
        </w:rPr>
        <w:t>(3)</w:t>
      </w:r>
      <w:r>
        <w:rPr>
          <w:rtl/>
        </w:rPr>
        <w:t xml:space="preserve">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كن لما لا ترجو أرجى منك لما ترجو فإنّ موسى بن عمران </w:t>
      </w:r>
      <w:r w:rsidR="00763E2E" w:rsidRPr="00763E2E">
        <w:rPr>
          <w:rStyle w:val="libAlaemChar"/>
          <w:rFonts w:hint="cs"/>
          <w:rtl/>
        </w:rPr>
        <w:t>عليه‌السلام</w:t>
      </w:r>
      <w:r>
        <w:rPr>
          <w:rtl/>
        </w:rPr>
        <w:t xml:space="preserve"> خرج يقتبس لأهله ناراً فكلّمه الله عزَّوجلّ فرجع نبياً ، وخرجت ملكة سبأ فأسلمت مع سليمان ، وخرج سحرة فرعون يطلبون العزّة لفرعون فرجعوا مؤمنين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64 ح 3 باب التفويض إلى الله ـ عنه البحار 71 : 126 ح 3 باب 63.</w:t>
      </w:r>
    </w:p>
    <w:p w:rsidR="00AA2ABC" w:rsidRDefault="00AA2ABC" w:rsidP="001008E4">
      <w:pPr>
        <w:pStyle w:val="libFootnote0"/>
        <w:rPr>
          <w:rtl/>
        </w:rPr>
      </w:pPr>
      <w:r>
        <w:rPr>
          <w:rtl/>
        </w:rPr>
        <w:t>2 ـ الكافي 2 : 63 ح 1 باب التفويض إلى الله ـ عنه البحار 71 : 125 ح 2 باب 63.</w:t>
      </w:r>
    </w:p>
    <w:p w:rsidR="00AA2ABC" w:rsidRDefault="00AA2ABC" w:rsidP="001008E4">
      <w:pPr>
        <w:pStyle w:val="libFootnote0"/>
        <w:rPr>
          <w:rtl/>
        </w:rPr>
      </w:pPr>
      <w:r>
        <w:rPr>
          <w:rtl/>
        </w:rPr>
        <w:t>3 ـ الدخان : 51.</w:t>
      </w:r>
    </w:p>
    <w:p w:rsidR="00AA2ABC" w:rsidRDefault="00AA2ABC" w:rsidP="001008E4">
      <w:pPr>
        <w:pStyle w:val="libFootnote0"/>
        <w:rPr>
          <w:rtl/>
        </w:rPr>
      </w:pPr>
      <w:r>
        <w:rPr>
          <w:rtl/>
        </w:rPr>
        <w:t>4 ـ الكافي 2 : 65 ح 4 باب التفويض إلى الله ـ عنه البحار 71 : 127 ح 4 باب 63.</w:t>
      </w:r>
    </w:p>
    <w:p w:rsidR="00AA2ABC" w:rsidRDefault="00AA2ABC" w:rsidP="001008E4">
      <w:pPr>
        <w:pStyle w:val="libFootnote0"/>
        <w:rPr>
          <w:rtl/>
        </w:rPr>
      </w:pPr>
      <w:r>
        <w:rPr>
          <w:rtl/>
        </w:rPr>
        <w:t>5 ـ أمالي الصدوق : 150 ح 7 مجلس 33 ـ عنه البحار 71 : 134 ح 9 باب 63.</w:t>
      </w:r>
    </w:p>
    <w:p w:rsidR="00AA2ABC" w:rsidRDefault="00AA2ABC" w:rsidP="002704FD">
      <w:pPr>
        <w:pStyle w:val="libNormal"/>
        <w:rPr>
          <w:rtl/>
        </w:rPr>
      </w:pPr>
      <w:r>
        <w:rPr>
          <w:rtl/>
        </w:rPr>
        <w:br w:type="page"/>
      </w:r>
      <w:r>
        <w:rPr>
          <w:rtl/>
        </w:rPr>
        <w:lastRenderedPageBreak/>
        <w:t xml:space="preserve">وروي بسند معتبر عن أبي جعفر الباقر </w:t>
      </w:r>
      <w:r w:rsidR="00763E2E" w:rsidRPr="00763E2E">
        <w:rPr>
          <w:rStyle w:val="libAlaemChar"/>
          <w:rFonts w:hint="cs"/>
          <w:rtl/>
        </w:rPr>
        <w:t>عليه‌السلام</w:t>
      </w:r>
      <w:r>
        <w:rPr>
          <w:rtl/>
        </w:rPr>
        <w:t xml:space="preserve"> انّه قال : انّ موسى بن عمران </w:t>
      </w:r>
      <w:r w:rsidR="00763E2E" w:rsidRPr="00763E2E">
        <w:rPr>
          <w:rStyle w:val="libAlaemChar"/>
          <w:rFonts w:hint="cs"/>
          <w:rtl/>
        </w:rPr>
        <w:t>عليه‌السلام</w:t>
      </w:r>
      <w:r>
        <w:rPr>
          <w:rtl/>
        </w:rPr>
        <w:t xml:space="preserve"> قال : يا ربّ رضيت بما قضيت ، تميت الكبير وتبقى الطفل الصغير ، فقال الله جلّ جلاله : يا موسى أما ترضاني لهم رازقاً وكفيلاً؟ قال : بلى يا رب فنعم الوكيل أنت ونعم الكفيل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كان فيما وعظ به لقمان ابنه أن قال له : يا بنيّ ليعتبر من قصر يقينه وضعفت نيته في طلب الرزق انّ الله تبارك وتعالى خلقه في ثلاثة أحوال من أمره ، وآتاه رزقه ولم يكن له في واحدة منها كسب ولا حيلة ، انّ الله تبارك وتعالى سيرزقه في الحال الرابعة.</w:t>
      </w:r>
    </w:p>
    <w:p w:rsidR="00AA2ABC" w:rsidRDefault="00AA2ABC" w:rsidP="002704FD">
      <w:pPr>
        <w:pStyle w:val="libNormal"/>
        <w:rPr>
          <w:rtl/>
        </w:rPr>
      </w:pPr>
      <w:r>
        <w:rPr>
          <w:rtl/>
        </w:rPr>
        <w:t>أمّا أول ذلك فانّه كان في رحم أمّه يرزقه هناك في قرار مكين حيث لا يؤذيه حرّ ولا برد ، ثم أخرجه من ذلك وأجرى له رزقاً من لبن أمّه يكفيه به ويربيه وينعشه من غير حول به ولا قوة.</w:t>
      </w:r>
    </w:p>
    <w:p w:rsidR="00AA2ABC" w:rsidRDefault="00AA2ABC" w:rsidP="002704FD">
      <w:pPr>
        <w:pStyle w:val="libNormal"/>
        <w:rPr>
          <w:rtl/>
        </w:rPr>
      </w:pPr>
      <w:r>
        <w:rPr>
          <w:rtl/>
        </w:rPr>
        <w:t xml:space="preserve">ثم فطم من ذلك فأجرى له رزقاً من كسب أبويه برأفة ورحمة له من قلوبهما لا يملكان غير ذلك حتى انّهما يؤثرانه على أنفسهما في أحوال كثيرة حتى اذا كبر وعقل واكتسب لنفسه ضاق به أمره ، وظنّ الظنون بربّه ، وجحد الحقوق في ماله ، وقتر على نفسه وعياله مخافة اقتار رزق ، وسوء يقين بالخلف من الله تبارك وتعالى في العاجل والاجل ، فبئس العبد هذا يا بنيّ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قال ابليس : خمسة أشياء لي فيهنّ حيلة وسائر الناس في قبضتي ، من اعتصم بالله عن نيّة صادقة واتكل عليه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أمالي الصدوق : 165 ح 3 مجلس 36 ـ عنه البحار 71 : 134 ح 10 باب 63.</w:t>
      </w:r>
    </w:p>
    <w:p w:rsidR="00AA2ABC" w:rsidRDefault="00AA2ABC" w:rsidP="001008E4">
      <w:pPr>
        <w:pStyle w:val="libFootnote0"/>
        <w:rPr>
          <w:rtl/>
        </w:rPr>
      </w:pPr>
      <w:r>
        <w:rPr>
          <w:rtl/>
        </w:rPr>
        <w:t xml:space="preserve">2 ـ الخصال : 122 ح 114 باب 3 ـ عنه البحار 71 : 136 ح 17 باب 63. </w:t>
      </w:r>
    </w:p>
    <w:p w:rsidR="00AA2ABC" w:rsidRDefault="00AA2ABC" w:rsidP="002704FD">
      <w:pPr>
        <w:pStyle w:val="libNormal0"/>
        <w:rPr>
          <w:rtl/>
        </w:rPr>
      </w:pPr>
      <w:r>
        <w:rPr>
          <w:rtl/>
        </w:rPr>
        <w:br w:type="page"/>
      </w:r>
      <w:r>
        <w:rPr>
          <w:rtl/>
        </w:rPr>
        <w:lastRenderedPageBreak/>
        <w:t>في جميع أموره ، ومن كثر تسبيحه في ليله ونهاره ، ومن رضى لأخيه المؤمن بما يرضاه لنفسه ، ومن لم يجزع على المصيبة حين تصيبه ، ومن رضى بما قسم الله له ولم يهتمّ لرزقه</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 علي بن موسى الرضا </w:t>
      </w:r>
      <w:r w:rsidR="00763E2E" w:rsidRPr="00763E2E">
        <w:rPr>
          <w:rStyle w:val="libAlaemChar"/>
          <w:rFonts w:hint="cs"/>
          <w:rtl/>
        </w:rPr>
        <w:t>عليه‌السلام</w:t>
      </w:r>
      <w:r>
        <w:rPr>
          <w:rtl/>
        </w:rPr>
        <w:t xml:space="preserve"> انّه قال : سأل الصادق </w:t>
      </w:r>
      <w:r w:rsidR="00763E2E" w:rsidRPr="00763E2E">
        <w:rPr>
          <w:rStyle w:val="libAlaemChar"/>
          <w:rFonts w:hint="cs"/>
          <w:rtl/>
        </w:rPr>
        <w:t>عليه‌السلام</w:t>
      </w:r>
      <w:r>
        <w:rPr>
          <w:rtl/>
        </w:rPr>
        <w:t xml:space="preserve"> عن بعض أهل مجلسه ، فقيل : عليل ، فقصده عائداً وجلس عن رأسه فوجده دنفاً </w:t>
      </w:r>
      <w:r w:rsidRPr="001008E4">
        <w:rPr>
          <w:rStyle w:val="libFootnotenumChar"/>
          <w:rtl/>
        </w:rPr>
        <w:t>(2)</w:t>
      </w:r>
      <w:r>
        <w:rPr>
          <w:rtl/>
        </w:rPr>
        <w:t xml:space="preserve"> ، فقال له : أحسن ظنّك بالله.</w:t>
      </w:r>
    </w:p>
    <w:p w:rsidR="00AA2ABC" w:rsidRDefault="00AA2ABC" w:rsidP="002704FD">
      <w:pPr>
        <w:pStyle w:val="libNormal"/>
        <w:rPr>
          <w:rtl/>
        </w:rPr>
      </w:pPr>
      <w:r>
        <w:rPr>
          <w:rtl/>
        </w:rPr>
        <w:t xml:space="preserve">قال : أمّا ظنّي بالله حسن ولكن غمّي لبناتي ، ما أمرضني غير غمّي بهنّ ، قال الصادق </w:t>
      </w:r>
      <w:r w:rsidR="00763E2E" w:rsidRPr="00763E2E">
        <w:rPr>
          <w:rStyle w:val="libAlaemChar"/>
          <w:rFonts w:hint="cs"/>
          <w:rtl/>
        </w:rPr>
        <w:t>عليه‌السلام</w:t>
      </w:r>
      <w:r>
        <w:rPr>
          <w:rtl/>
        </w:rPr>
        <w:t xml:space="preserve"> : الذي ترجوه لتضعيف حسناتك ومحو سيئاتك فارجه لاصلاح حال بناتك ، أما علمت انّ رسول الله </w:t>
      </w:r>
      <w:r w:rsidR="00BF0EA2" w:rsidRPr="00BF0EA2">
        <w:rPr>
          <w:rStyle w:val="libAlaemChar"/>
          <w:rFonts w:hint="cs"/>
          <w:rtl/>
        </w:rPr>
        <w:t>صلى‌الله‌عليه‌وآله</w:t>
      </w:r>
      <w:r>
        <w:rPr>
          <w:rtl/>
        </w:rPr>
        <w:t xml:space="preserve"> قال : لما جاوزت سدرة المنتهى ، وبلغت أغصانها وقضبانها رأيت بعض ثمار قضبانها أثداؤه معلّقة يقطر من بعضها اللبن ، ومن بعضها العسل ، ومن بعضها الدهن ، ويخرج عن بعضها شبه دقيق السميذ ، وعن بعضها النبات ، وعن بعضها كالنبق ، فيهوى ذلك نحو الأرض.</w:t>
      </w:r>
    </w:p>
    <w:p w:rsidR="00AA2ABC" w:rsidRDefault="00AA2ABC" w:rsidP="002704FD">
      <w:pPr>
        <w:pStyle w:val="libNormal"/>
        <w:rPr>
          <w:rtl/>
        </w:rPr>
      </w:pPr>
      <w:r>
        <w:rPr>
          <w:rtl/>
        </w:rPr>
        <w:t xml:space="preserve">فقلت في نفسي : أين مقرّ هذه الخارجات عن هذه الأثداء ، وذلك انّه لم يكن معي جبرئيل لأنّي كنت جاوزت مرتبته واختزل دوني ، فناداني ربي عزّوجلّ في سرّي : يا محمد هذه أبنتها من هذا المكان الأرفع لأغذو منها بنات المؤمنين من أمتك وبنيهم ، فقل لآباء البنات : لا تضيقنّ صدوركم على فاقتهنّ ، فانّي كما خلقتهنّ أرزقهنّ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أنه قال : أوحى الله عزّوجلّ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285 ح 37 باب 5 ـ عنه البحار 71 : 136 ح 18 باب 36.</w:t>
      </w:r>
    </w:p>
    <w:p w:rsidR="00AA2ABC" w:rsidRDefault="00AA2ABC" w:rsidP="001008E4">
      <w:pPr>
        <w:pStyle w:val="libFootnote0"/>
        <w:rPr>
          <w:rtl/>
        </w:rPr>
      </w:pPr>
      <w:r>
        <w:rPr>
          <w:rtl/>
        </w:rPr>
        <w:t>2 ـ الدنف : المرض اللازم.</w:t>
      </w:r>
    </w:p>
    <w:p w:rsidR="00AA2ABC" w:rsidRDefault="00AA2ABC" w:rsidP="001008E4">
      <w:pPr>
        <w:pStyle w:val="libFootnote0"/>
        <w:rPr>
          <w:rtl/>
        </w:rPr>
      </w:pPr>
      <w:r>
        <w:rPr>
          <w:rtl/>
        </w:rPr>
        <w:t xml:space="preserve">3 ـ البحار 71 : 137 ح 19 باب 63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0"/>
        <w:rPr>
          <w:rtl/>
        </w:rPr>
      </w:pPr>
      <w:r>
        <w:rPr>
          <w:rtl/>
        </w:rPr>
        <w:br w:type="page"/>
      </w:r>
      <w:r>
        <w:rPr>
          <w:rtl/>
        </w:rPr>
        <w:lastRenderedPageBreak/>
        <w:t xml:space="preserve">إلى داود </w:t>
      </w:r>
      <w:r w:rsidR="00763E2E" w:rsidRPr="00763E2E">
        <w:rPr>
          <w:rStyle w:val="libAlaemChar"/>
          <w:rFonts w:hint="cs"/>
          <w:rtl/>
        </w:rPr>
        <w:t>عليه‌السلام</w:t>
      </w:r>
      <w:r>
        <w:rPr>
          <w:rtl/>
        </w:rPr>
        <w:t xml:space="preserve"> : يا داود تريد وأُريد ولا يكون الاّ ما أُريد ، فإن أسلمت لما أُريد أعطيتك ما تريد ، وإن لم تسلم لما أُريد أتعبتك فيما تريد ثم لا يكون الاّ ما أريد </w:t>
      </w:r>
      <w:r w:rsidRPr="001008E4">
        <w:rPr>
          <w:rStyle w:val="libFootnotenumChar"/>
          <w:rtl/>
        </w:rPr>
        <w:t>(1)</w:t>
      </w:r>
      <w:r>
        <w:rPr>
          <w:rtl/>
        </w:rPr>
        <w:t>.</w:t>
      </w:r>
    </w:p>
    <w:p w:rsidR="00AA2ABC" w:rsidRDefault="00AA2ABC" w:rsidP="002704FD">
      <w:pPr>
        <w:pStyle w:val="libNormal"/>
        <w:rPr>
          <w:rtl/>
        </w:rPr>
      </w:pPr>
      <w:r>
        <w:rPr>
          <w:rtl/>
        </w:rPr>
        <w:t xml:space="preserve">وروي بأسانيد معتبرة عن رسول الله </w:t>
      </w:r>
      <w:r w:rsidR="00BF0EA2" w:rsidRPr="00BF0EA2">
        <w:rPr>
          <w:rStyle w:val="libAlaemChar"/>
          <w:rFonts w:hint="cs"/>
          <w:rtl/>
        </w:rPr>
        <w:t>صلى‌الله‌عليه‌وآله</w:t>
      </w:r>
      <w:r>
        <w:rPr>
          <w:rtl/>
        </w:rPr>
        <w:t xml:space="preserve"> انّه قال : قال الله جلّ جلاله : من لم يرض بقضائي ، ولم يؤمن بقدري فليلتمس إلهاً غيري </w:t>
      </w:r>
      <w:r w:rsidRPr="001008E4">
        <w:rPr>
          <w:rStyle w:val="libFootnotenumChar"/>
          <w:rtl/>
        </w:rPr>
        <w:t>(2)</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من رضى من الله بما قسم له استراح بدنه </w:t>
      </w:r>
      <w:r w:rsidRPr="001008E4">
        <w:rPr>
          <w:rStyle w:val="libFootnotenumChar"/>
          <w:rtl/>
        </w:rPr>
        <w:t>(3)</w:t>
      </w:r>
      <w:r>
        <w:rPr>
          <w:rtl/>
        </w:rPr>
        <w:t>.</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الدنيا دول ، فما كان لك منها أتاك على ضعفك ، وما كان عليك لم تدفعه قوّتك ، ومن انقطع رجاؤه ممّا فات استراح بدنه ، ومن رضى بما رزقه الله قرّت عينه </w:t>
      </w:r>
      <w:r w:rsidRPr="001008E4">
        <w:rPr>
          <w:rStyle w:val="libFootnotenumChar"/>
          <w:rtl/>
        </w:rPr>
        <w:t>(4)</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العبد بين ثلاثة ، بلاء وقضاء ونعمة ، فعليه في البلاء من الله الصبر فريضة ، وعليه في القضاء من الله التسليم فريضة ، وعليه في النعمة من الله عزّوجلّ الشكر فريضة </w:t>
      </w:r>
      <w:r w:rsidRPr="001008E4">
        <w:rPr>
          <w:rStyle w:val="libFootnotenumChar"/>
          <w:rtl/>
        </w:rPr>
        <w:t>(5)</w:t>
      </w:r>
      <w:r>
        <w:rPr>
          <w:rtl/>
        </w:rPr>
        <w:t>.</w:t>
      </w:r>
    </w:p>
    <w:p w:rsidR="00AA2ABC" w:rsidRDefault="00AA2ABC" w:rsidP="002704FD">
      <w:pPr>
        <w:pStyle w:val="libNormal"/>
        <w:rPr>
          <w:rtl/>
        </w:rPr>
      </w:pPr>
      <w:r>
        <w:rPr>
          <w:rtl/>
        </w:rPr>
        <w:t>واعلم انّ الأحاديث في فضل هذه الخصال الحميدة والتحريض والترغيب نحوها كثيرة ، ولابد من تبيين مجمل من معانيها.</w:t>
      </w:r>
    </w:p>
    <w:p w:rsidR="00AA2ABC" w:rsidRDefault="00AA2ABC" w:rsidP="002704FD">
      <w:pPr>
        <w:pStyle w:val="libNormal"/>
        <w:rPr>
          <w:rtl/>
        </w:rPr>
      </w:pPr>
      <w:r>
        <w:rPr>
          <w:rtl/>
        </w:rPr>
        <w:t xml:space="preserve">فاعلم انّ التوكل هو أن يفوّض الانسان أموره إلى الله تعالى ويرجو منه الخيرات ودفع الشرور ، وليعلم انّ كل ما يكون فانما هو بتقدير الله تعالى ، ولو شاء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التوحيد للصدوق : 337 ح 4 باب 55 ـ عنه البحار 71 : 138 ح 24 باب 63.</w:t>
      </w:r>
    </w:p>
    <w:p w:rsidR="00AA2ABC" w:rsidRDefault="00AA2ABC" w:rsidP="001008E4">
      <w:pPr>
        <w:pStyle w:val="libFootnote0"/>
        <w:rPr>
          <w:rtl/>
        </w:rPr>
      </w:pPr>
      <w:r>
        <w:rPr>
          <w:rtl/>
        </w:rPr>
        <w:t xml:space="preserve">2 ـ البحار 71 : 138 ح 25 باب 63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3 ـ البحار 71 : 139 ح 27 باب 63 ـ عن الخصال ، حديث الأربعمائة.</w:t>
      </w:r>
    </w:p>
    <w:p w:rsidR="00AA2ABC" w:rsidRDefault="00AA2ABC" w:rsidP="001008E4">
      <w:pPr>
        <w:pStyle w:val="libFootnote0"/>
        <w:rPr>
          <w:rtl/>
        </w:rPr>
      </w:pPr>
      <w:r>
        <w:rPr>
          <w:rtl/>
        </w:rPr>
        <w:t>4 ـ أمالي الطوسي : 225 ح 43 مجلس 8 ـ عنه البحار 71 : 139 ح 29 باب 63.</w:t>
      </w:r>
    </w:p>
    <w:p w:rsidR="00AA2ABC" w:rsidRDefault="00AA2ABC" w:rsidP="001008E4">
      <w:pPr>
        <w:pStyle w:val="libFootnote0"/>
        <w:rPr>
          <w:rtl/>
        </w:rPr>
      </w:pPr>
      <w:r>
        <w:rPr>
          <w:rtl/>
        </w:rPr>
        <w:t xml:space="preserve">5 ـ الخصال : 86 ح 17 باب 3 ـ عنه البحار 71 : 141 ح 35 باب 63. </w:t>
      </w:r>
    </w:p>
    <w:p w:rsidR="00AA2ABC" w:rsidRDefault="00AA2ABC" w:rsidP="002704FD">
      <w:pPr>
        <w:pStyle w:val="libNormal0"/>
        <w:rPr>
          <w:rtl/>
        </w:rPr>
      </w:pPr>
      <w:r>
        <w:rPr>
          <w:rtl/>
        </w:rPr>
        <w:br w:type="page"/>
      </w:r>
      <w:r>
        <w:rPr>
          <w:rtl/>
        </w:rPr>
        <w:lastRenderedPageBreak/>
        <w:t>الله نفع شخص لن يتمكن أحد دفع هذا النفع عنه ، ولو منع عنك خيراً فلو اتفق جميع العالم على ايصاله لك لما تمكّنوا ، ومعنى التفويض يقرب عن هذا أيضاً.</w:t>
      </w:r>
    </w:p>
    <w:p w:rsidR="00AA2ABC" w:rsidRDefault="00AA2ABC" w:rsidP="002704FD">
      <w:pPr>
        <w:pStyle w:val="libNormal"/>
        <w:rPr>
          <w:rtl/>
        </w:rPr>
      </w:pPr>
      <w:r>
        <w:rPr>
          <w:rtl/>
        </w:rPr>
        <w:t>فلابد حينئذٍ أن ييأس الانسان عما في أيدي المخلوقين ، ولا يختار رضاهم على رضى الله تعالى ، ولا يعتمد في جميع الأمور على نفسه وعلى غيره ، وليكن جلّ اعتماده على الله سبحانه ، وهذا من أعلى مراتب التوحيد حيث يجعل القدرة والتصرف والتدبير خاصّاً بالله ، وانّ قدرة المخلوقين مقهورة بقدرته.</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انّ الشرك أخفى من دبيب النمل ، وقال : منه تحويل الخاتم ليذكر الحاجة وشبه هذا </w:t>
      </w:r>
      <w:r w:rsidRPr="001008E4">
        <w:rPr>
          <w:rStyle w:val="libFootnotenumChar"/>
          <w:rtl/>
        </w:rPr>
        <w:t>(1)</w:t>
      </w:r>
      <w:r>
        <w:rPr>
          <w:rtl/>
        </w:rPr>
        <w:t>.</w:t>
      </w:r>
    </w:p>
    <w:p w:rsidR="00AA2ABC" w:rsidRDefault="00AA2ABC" w:rsidP="002704FD">
      <w:pPr>
        <w:pStyle w:val="libNormal"/>
        <w:rPr>
          <w:rtl/>
        </w:rPr>
      </w:pPr>
      <w:r>
        <w:rPr>
          <w:rtl/>
        </w:rPr>
        <w:t>وكون هذا شركاً لاعتماد الانسان على غير الله تعالى ، وعدم التوكل عليه بل اعتمد على تحويل الخاتم ، فالحاصل انّ كلّ التفات عن الله والتوسل والاعتماد على غيره مرتبة من مراتب الشرك.</w:t>
      </w:r>
    </w:p>
    <w:p w:rsidR="00AA2ABC" w:rsidRDefault="00AA2ABC" w:rsidP="002704FD">
      <w:pPr>
        <w:pStyle w:val="libNormal"/>
        <w:rPr>
          <w:rtl/>
        </w:rPr>
      </w:pPr>
      <w:r>
        <w:rPr>
          <w:rtl/>
        </w:rPr>
        <w:t xml:space="preserve">روي بسند معتبر انّه سأل النبي </w:t>
      </w:r>
      <w:r w:rsidR="00BF0EA2" w:rsidRPr="00BF0EA2">
        <w:rPr>
          <w:rStyle w:val="libAlaemChar"/>
          <w:rFonts w:hint="cs"/>
          <w:rtl/>
        </w:rPr>
        <w:t>صلى‌الله‌عليه‌وآله</w:t>
      </w:r>
      <w:r>
        <w:rPr>
          <w:rtl/>
        </w:rPr>
        <w:t xml:space="preserve"> عن جبرئيل ما التوكل على الله عزّوجلّ؟ فقال : العلم بانّ المخلوق لا يضرّ ولا ينفع ، ولا يعطي ولا يمنع ، واستعمال اليأس من الخلق ، فاذا كان العبد كذلك لم يعمل لأحد سوى الله ، ولم يرج ولم يخف سوى الله ، ولم يطمع في أحد سوى الله ، فهذا هو التوكل </w:t>
      </w:r>
      <w:r w:rsidRPr="001008E4">
        <w:rPr>
          <w:rStyle w:val="libFootnotenumChar"/>
          <w:rtl/>
        </w:rPr>
        <w:t>(2)</w:t>
      </w:r>
      <w:r>
        <w:rPr>
          <w:rtl/>
        </w:rPr>
        <w:t>.</w:t>
      </w:r>
    </w:p>
    <w:p w:rsidR="00AA2ABC" w:rsidRDefault="00AA2ABC" w:rsidP="002704FD">
      <w:pPr>
        <w:pStyle w:val="libNormal"/>
        <w:rPr>
          <w:rtl/>
        </w:rPr>
      </w:pPr>
      <w:r>
        <w:rPr>
          <w:rtl/>
        </w:rPr>
        <w:t xml:space="preserve">وسئل الرضا </w:t>
      </w:r>
      <w:r w:rsidR="00763E2E" w:rsidRPr="00763E2E">
        <w:rPr>
          <w:rStyle w:val="libAlaemChar"/>
          <w:rFonts w:hint="cs"/>
          <w:rtl/>
        </w:rPr>
        <w:t>عليه‌السلام</w:t>
      </w:r>
      <w:r>
        <w:rPr>
          <w:rtl/>
        </w:rPr>
        <w:t xml:space="preserve"> عن معنى التوكل ، فقال : أن لا تخاف مع الله أحداً</w:t>
      </w:r>
      <w:r w:rsidRPr="00264EE4">
        <w:rPr>
          <w:rtl/>
        </w:rPr>
        <w:t>...</w:t>
      </w:r>
      <w:r w:rsidRPr="001008E4">
        <w:rPr>
          <w:rStyle w:val="libFootnotenumChar"/>
          <w:rtl/>
        </w:rPr>
        <w:t>(3)</w:t>
      </w:r>
      <w:r>
        <w:rPr>
          <w:rtl/>
        </w:rPr>
        <w:t>.</w:t>
      </w:r>
    </w:p>
    <w:p w:rsidR="00AA2ABC" w:rsidRDefault="00AA2ABC" w:rsidP="002704FD">
      <w:pPr>
        <w:pStyle w:val="libNormal"/>
        <w:rPr>
          <w:rtl/>
        </w:rPr>
      </w:pPr>
      <w:r>
        <w:rPr>
          <w:rtl/>
        </w:rPr>
        <w:t xml:space="preserve">ومعنى الرضا بالقضاء انّه بعد التوكل على الله ، والعلم بأنّ أعماله مطابقة لما أمر الله فكلما حدث من الابتلاءات والمحن لابد أن يكون على يقين من وجود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379 ح 1 باب نوادر المعاني ـ عنه البحار 71 : 142 ح 36 باب 63.</w:t>
      </w:r>
    </w:p>
    <w:p w:rsidR="00AA2ABC" w:rsidRDefault="00AA2ABC" w:rsidP="001008E4">
      <w:pPr>
        <w:pStyle w:val="libFootnote0"/>
        <w:rPr>
          <w:rtl/>
        </w:rPr>
      </w:pPr>
      <w:r>
        <w:rPr>
          <w:rtl/>
        </w:rPr>
        <w:t>2 ـ معاني الأخبار : 261 ضمن حديث 1 ـ عنه البحار 71 : 138 ح 23 باب 63.</w:t>
      </w:r>
    </w:p>
    <w:p w:rsidR="00AA2ABC" w:rsidRDefault="00AA2ABC" w:rsidP="001008E4">
      <w:pPr>
        <w:pStyle w:val="libFootnote0"/>
        <w:rPr>
          <w:rtl/>
        </w:rPr>
      </w:pPr>
      <w:r>
        <w:rPr>
          <w:rtl/>
        </w:rPr>
        <w:t xml:space="preserve">3 ـ البحار 71 : 134 ح 11 باب 63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0"/>
        <w:rPr>
          <w:rtl/>
        </w:rPr>
      </w:pPr>
      <w:r>
        <w:rPr>
          <w:rtl/>
        </w:rPr>
        <w:br w:type="page"/>
      </w:r>
      <w:r>
        <w:rPr>
          <w:rtl/>
        </w:rPr>
        <w:lastRenderedPageBreak/>
        <w:t>الخير والصلاح فيه لحدوثه بتقدير الله ، وهو تعالى قادر على دفعه ولم يكن ظالماً حتى يريد ظلم الانسان ، ولم يكن بخيلاً بأن لا يريد وصول الخير إلى الانسان.</w:t>
      </w:r>
    </w:p>
    <w:p w:rsidR="00AA2ABC" w:rsidRDefault="00AA2ABC" w:rsidP="002704FD">
      <w:pPr>
        <w:pStyle w:val="libNormal"/>
        <w:rPr>
          <w:rtl/>
        </w:rPr>
      </w:pPr>
      <w:r>
        <w:rPr>
          <w:rtl/>
        </w:rPr>
        <w:t>ولم يكن جاهلاً حتى يخفى عليه مصلحة عبده ، وليس بعاجز عن ايصال ما هو خير له إليه ، فكمال الايمان بهذه الصفات الكمالية الالهية يقتضي الرضا من صميم القلب بما يصل إليه من قبل الله تعالى ، ولا يجزع ولا يشتكي ، وليعلم انّه عيّن الخير والصلاح.</w:t>
      </w:r>
    </w:p>
    <w:p w:rsidR="00AA2ABC" w:rsidRDefault="00AA2ABC" w:rsidP="002704FD">
      <w:pPr>
        <w:pStyle w:val="libNormal"/>
        <w:rPr>
          <w:rtl/>
        </w:rPr>
      </w:pPr>
      <w:r>
        <w:rPr>
          <w:rtl/>
        </w:rPr>
        <w:t xml:space="preserve">روي بسند معتبر انّه سئل أبو الحسن الأول </w:t>
      </w:r>
      <w:r w:rsidR="00763E2E" w:rsidRPr="00763E2E">
        <w:rPr>
          <w:rStyle w:val="libAlaemChar"/>
          <w:rFonts w:hint="cs"/>
          <w:rtl/>
        </w:rPr>
        <w:t>عليه‌السلام</w:t>
      </w:r>
      <w:r>
        <w:rPr>
          <w:rtl/>
        </w:rPr>
        <w:t xml:space="preserve"> عن قول الله عزّوجلّ : </w:t>
      </w:r>
      <w:r w:rsidRPr="002704FD">
        <w:rPr>
          <w:rStyle w:val="libAlaemChar"/>
          <w:rtl/>
        </w:rPr>
        <w:t>(</w:t>
      </w:r>
      <w:r w:rsidRPr="002704FD">
        <w:rPr>
          <w:rStyle w:val="libAieChar"/>
          <w:rtl/>
        </w:rPr>
        <w:t xml:space="preserve"> وَمَن يَتَوَكَّل عَلَى اللهِ فَهُوَ حَسبُهُ </w:t>
      </w:r>
      <w:r w:rsidRPr="002704FD">
        <w:rPr>
          <w:rStyle w:val="libAlaemChar"/>
          <w:rtl/>
        </w:rPr>
        <w:t>)</w:t>
      </w:r>
      <w:r>
        <w:rPr>
          <w:rtl/>
        </w:rPr>
        <w:t xml:space="preserve"> </w:t>
      </w:r>
      <w:r w:rsidRPr="001008E4">
        <w:rPr>
          <w:rStyle w:val="libFootnotenumChar"/>
          <w:rtl/>
        </w:rPr>
        <w:t>(1)</w:t>
      </w:r>
      <w:r>
        <w:rPr>
          <w:rtl/>
        </w:rPr>
        <w:t xml:space="preserve"> فقال : التوكل على درجات ، منها أن تتوكل على الله في أمورك كلّها ، فما فعل بك كنت عنه راضياً تعلم انّه لا يألوك خيراً وفضلاً ، وتعلم أنّ الحكم في ذلك له ، فتوكّل على الله بتفويض ذلك إليه ، وثق به فيها وفي غيرها </w:t>
      </w:r>
      <w:r w:rsidRPr="001008E4">
        <w:rPr>
          <w:rStyle w:val="libFootnotenumChar"/>
          <w:rtl/>
        </w:rPr>
        <w:t>(2)</w:t>
      </w:r>
      <w:r>
        <w:rPr>
          <w:rtl/>
        </w:rPr>
        <w:t>.</w:t>
      </w:r>
    </w:p>
    <w:p w:rsidR="00AA2ABC" w:rsidRDefault="00AA2ABC" w:rsidP="002704FD">
      <w:pPr>
        <w:pStyle w:val="libNormal"/>
        <w:rPr>
          <w:rtl/>
        </w:rPr>
      </w:pPr>
      <w:r>
        <w:rPr>
          <w:rtl/>
        </w:rPr>
        <w:t xml:space="preserve">ومعنى التسليم أن لا يكون ما جاء من الله ورسوله والأئمة </w:t>
      </w:r>
      <w:r w:rsidR="000A073B" w:rsidRPr="000A073B">
        <w:rPr>
          <w:rStyle w:val="libAlaemChar"/>
          <w:rFonts w:hint="cs"/>
          <w:rtl/>
        </w:rPr>
        <w:t>عليهم‌السلام</w:t>
      </w:r>
      <w:r>
        <w:rPr>
          <w:rtl/>
        </w:rPr>
        <w:t xml:space="preserve"> من الأحكام والأوامر والنواهي وغيرها ثقيلاً عليه ، وليعتقد بحسنها ولينقاد لها في العمل ويذلّ من دون عناد وعدم رضاية ، كما قال الله تعالى لنبيّه </w:t>
      </w:r>
      <w:r w:rsidR="00BF0EA2" w:rsidRPr="00BF0EA2">
        <w:rPr>
          <w:rStyle w:val="libAlaemChar"/>
          <w:rFonts w:hint="cs"/>
          <w:rtl/>
        </w:rPr>
        <w:t>صلى‌الله‌عليه‌وآله</w:t>
      </w:r>
      <w:r>
        <w:rPr>
          <w:rtl/>
        </w:rPr>
        <w:t xml:space="preserve"> : </w:t>
      </w:r>
      <w:r w:rsidRPr="002704FD">
        <w:rPr>
          <w:rStyle w:val="libAlaemChar"/>
          <w:rtl/>
        </w:rPr>
        <w:t>(</w:t>
      </w:r>
      <w:r w:rsidRPr="002704FD">
        <w:rPr>
          <w:rStyle w:val="libAieChar"/>
          <w:rtl/>
        </w:rPr>
        <w:t xml:space="preserve"> فَلاَ وَرَبِّكَ لاَ يُؤمِنُونَ حَتّى يُحَكِّمُوكَ فِيمَا شَجَرَ بَينَهُم ثُمَّ لاَ يَجِدُوا فِي أَنفُسِهِم حَرَجاً مِّمَّا قَضَيتَ وَيُسَلِّمُوا تَسلِيماً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واعلم انّ كون هذه الصفات من أصول وأركان الايمان لارتباط أكثر الأعمال والأخلاق بها ، لأنّ التوكل لو كمل في شخص أيس من الخلق ، ولذا يترك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الطلاق : 3.</w:t>
      </w:r>
    </w:p>
    <w:p w:rsidR="00AA2ABC" w:rsidRDefault="00AA2ABC" w:rsidP="001008E4">
      <w:pPr>
        <w:pStyle w:val="libFootnote0"/>
        <w:rPr>
          <w:rtl/>
        </w:rPr>
      </w:pPr>
      <w:r>
        <w:rPr>
          <w:rtl/>
        </w:rPr>
        <w:t>2 ـ الكافي 2 : 65 ح 5 باب التفويض إلى الله ـ عنه البحار 71 : 129 ح 5 باب 63.</w:t>
      </w:r>
    </w:p>
    <w:p w:rsidR="00AA2ABC" w:rsidRDefault="00AA2ABC" w:rsidP="001008E4">
      <w:pPr>
        <w:pStyle w:val="libFootnote0"/>
        <w:rPr>
          <w:rtl/>
        </w:rPr>
      </w:pPr>
      <w:r>
        <w:rPr>
          <w:rtl/>
        </w:rPr>
        <w:t xml:space="preserve">3 ـ النساء : 65. </w:t>
      </w:r>
    </w:p>
    <w:p w:rsidR="00AA2ABC" w:rsidRDefault="00AA2ABC" w:rsidP="002704FD">
      <w:pPr>
        <w:pStyle w:val="libNormal0"/>
        <w:rPr>
          <w:rtl/>
        </w:rPr>
      </w:pPr>
      <w:r>
        <w:rPr>
          <w:rtl/>
        </w:rPr>
        <w:br w:type="page"/>
      </w:r>
      <w:r>
        <w:rPr>
          <w:rtl/>
        </w:rPr>
        <w:lastRenderedPageBreak/>
        <w:t>أكثر المعاصي الحاصلة من الوثوق بالمخلوقين والرجاء منهم ، ولا يختار حينئذٍ المعاصي لرضاهم ولا يداهن في الدين ، وتكون له جرأة لاجراء أحكام الله تعالى ، ولا يترك الأمر بالمعروف والنهي عن المنكر خوفاً من ذهاب نفع عنه من قبل المخلوق ، ولا يغيّر أحكام الله لرضاهم.</w:t>
      </w:r>
    </w:p>
    <w:p w:rsidR="00AA2ABC" w:rsidRDefault="00AA2ABC" w:rsidP="002704FD">
      <w:pPr>
        <w:pStyle w:val="libNormal"/>
        <w:rPr>
          <w:rtl/>
        </w:rPr>
      </w:pPr>
      <w:r>
        <w:rPr>
          <w:rtl/>
        </w:rPr>
        <w:t>واذا علم انّ الرزق من الله فلا يرتكب الحرام لتحصيله ، ولا يذلّ نفسه عند الخلق بالسؤال ، وهكذا رويداً رويداً يعظم الله في نفسه ويصغر المخلوق في عينه ، وبما انّه يرى أن المعطي هو الله تعالى فلذا يزداد حبّاً له بكلّ نعمة أنعمها عليه ، وفوائد هذه الخصلة لا نهاية لها.</w:t>
      </w:r>
    </w:p>
    <w:p w:rsidR="00AA2ABC" w:rsidRDefault="00AA2ABC" w:rsidP="002704FD">
      <w:pPr>
        <w:pStyle w:val="libNormal"/>
        <w:rPr>
          <w:rtl/>
        </w:rPr>
      </w:pPr>
      <w:r>
        <w:rPr>
          <w:rtl/>
        </w:rPr>
        <w:t>واذا رضى بقضاء الله وعلم انّ هذه الأمور من قبله وهي خير محض له ، فيطمئن ولا يجزع من البلاء بل يصبر ويكون من الشاكرين ، ولا تشغله الآلام ، ولا تحجزه عن العبادة ، ولا يعادي الناس لعدم إعطائهم شيئاً له ، ولا يفتتن بمحبة الناس ، ولا ينسى الله اذا أعطي ، ولا يحسد الناس على ما آتاهم الله ، ولا ينازع ولا يجادل في أمور الدنيا ، ويحبّ الجميع في الله ، ويعبد الله خالصاً ، ولا يتبرّم من تغيّر أحوال الزمان.</w:t>
      </w:r>
    </w:p>
    <w:p w:rsidR="00AA2ABC" w:rsidRDefault="00AA2ABC" w:rsidP="002704FD">
      <w:pPr>
        <w:pStyle w:val="libNormal"/>
        <w:rPr>
          <w:rtl/>
        </w:rPr>
      </w:pPr>
      <w:r>
        <w:rPr>
          <w:rtl/>
        </w:rPr>
        <w:t>ولقد سئل بهلول ما حالك؟ قال : كيف يكون حال من تدور السماوات برضاه ، وتسكن الأرض برضاه ، وكلّ ما وقع في السماوات والأرضين فبرضاه واجازته ، قالوا : ما أعظم ادعاؤك؟ قال : لقد علمت من اليوم الأول انّ ما يفعله الله القادر الحكيم انّما هو خير وصلاح فلذا وافقت رضاي برضاه ، وأوكلت أموري إليه ، وجعلت ارادتي ارادته ، فكلّ ما يحدث انّما هو برضاي.</w:t>
      </w:r>
    </w:p>
    <w:p w:rsidR="00AA2ABC" w:rsidRDefault="00AA2ABC" w:rsidP="002704FD">
      <w:pPr>
        <w:pStyle w:val="libNormal"/>
        <w:rPr>
          <w:rtl/>
        </w:rPr>
      </w:pPr>
      <w:r>
        <w:rPr>
          <w:rtl/>
        </w:rPr>
        <w:t xml:space="preserve">ولهذه الخصلة أيضاً فوائد غير متناهية ، لأن عند انقيادك إلى أحكام الله </w:t>
      </w:r>
    </w:p>
    <w:p w:rsidR="00AA2ABC" w:rsidRDefault="00AA2ABC" w:rsidP="002704FD">
      <w:pPr>
        <w:pStyle w:val="libNormal0"/>
        <w:rPr>
          <w:rtl/>
        </w:rPr>
      </w:pPr>
      <w:r>
        <w:rPr>
          <w:rtl/>
        </w:rPr>
        <w:br w:type="page"/>
      </w:r>
      <w:r>
        <w:rPr>
          <w:rtl/>
        </w:rPr>
        <w:lastRenderedPageBreak/>
        <w:t>يذهب الشك والشبهة عنك ، وتقبل كلّ ما يجيء من قبل الله من الحجج والآيات والأخبار وتؤمن بها ، وتبعّد القيل والقال ـ الذي هو من أهمّ نوافذ الشيطان ـ عن ايمانك ، وهذا ركن أصيل من أركان الايمان ، وضلّ أكثر الناس بسبب تركه ، وقد ذكر سابقاً مجمل منه.</w:t>
      </w:r>
    </w:p>
    <w:p w:rsidR="00AA2ABC" w:rsidRDefault="00AA2ABC" w:rsidP="002704FD">
      <w:pPr>
        <w:pStyle w:val="libNormal"/>
        <w:rPr>
          <w:rtl/>
        </w:rPr>
      </w:pPr>
      <w:r>
        <w:rPr>
          <w:rtl/>
        </w:rPr>
        <w:t>ومن الواضح انّ معنى التوكل ليس هو بالجلوس في الدار واغلاق الباب وترك العمل والكسب بحجة توكلك على الله ، بل التوكل أن تسعى فيما أمره الله ، وتطيع ما قاله ، وتعمل بقدر ما أمرك به ، ولا تطلب الحرام ، ولا تترك الواجبات والمستحبات ، ولا تجمع أكثر من الضرورة حرصاً ، مع الالتفات إلى أن ذلك من الله فلا تعتمد على سعيك وكسبك.</w:t>
      </w:r>
    </w:p>
    <w:p w:rsidR="00AA2ABC" w:rsidRDefault="00AA2ABC" w:rsidP="002704FD">
      <w:pPr>
        <w:pStyle w:val="libNormal"/>
        <w:rPr>
          <w:rtl/>
        </w:rPr>
      </w:pPr>
      <w:r>
        <w:rPr>
          <w:rtl/>
        </w:rPr>
        <w:t>واعلم بأنّ الله يقدر على تأييد عينك وأذنك ولسانك ويدك ورجلك وعقلك وروحك وسائر قواك وأعضائك ، فسعيك هذا بأسباب الله وتوفيقه.</w:t>
      </w:r>
    </w:p>
    <w:p w:rsidR="00AA2ABC" w:rsidRDefault="00AA2ABC" w:rsidP="002704FD">
      <w:pPr>
        <w:pStyle w:val="libNormal"/>
        <w:rPr>
          <w:rtl/>
        </w:rPr>
      </w:pPr>
      <w:r>
        <w:rPr>
          <w:rtl/>
        </w:rPr>
        <w:t>واعلم انّ الله لو لم يهدك إلى ما هو في نفعك لكنت أعجز الناس ، ولتكن على يقين بأنّ المشتري الذي يأتيك انّما قدر مجيئه إليك الرازق الحقيقي قبل خلقك بآلاف السنين ، وجعل مقداراً من رزقك منه ، فلو لم تذهب إلى محلّ كسبك لما وصل هذا الرزق إليك ، وحتى بعد ذهابك إلى محل كسبك فلو لم يرد الله لما أتاك مشتر قط ، ولو لم يقذف الله في قلب ذلك الرجل لما مدّ يده إلى كيسه ، ولما أعطاك ديناراً.</w:t>
      </w:r>
    </w:p>
    <w:p w:rsidR="00AA2ABC" w:rsidRDefault="00AA2ABC" w:rsidP="002704FD">
      <w:pPr>
        <w:pStyle w:val="libNormal"/>
        <w:rPr>
          <w:rtl/>
        </w:rPr>
      </w:pPr>
      <w:r>
        <w:rPr>
          <w:rtl/>
        </w:rPr>
        <w:t xml:space="preserve">وقد قالوا : افتح باب دكانك واجلس للبيع وتوكل على الله ، ولو تركت الطلب الضروري أثمت ، ولو أوقعت نفسك في التهلكة خالفت قول الله تعالى ، واستحق عليك العقاب ، لأنّ الله أمرك بالتقية وحفظ النفس. </w:t>
      </w:r>
    </w:p>
    <w:p w:rsidR="00AA2ABC" w:rsidRDefault="00AA2ABC" w:rsidP="002704FD">
      <w:pPr>
        <w:pStyle w:val="libNormal"/>
        <w:rPr>
          <w:rtl/>
        </w:rPr>
      </w:pPr>
      <w:r>
        <w:rPr>
          <w:rtl/>
        </w:rPr>
        <w:br w:type="page"/>
      </w:r>
      <w:r>
        <w:rPr>
          <w:rtl/>
        </w:rPr>
        <w:lastRenderedPageBreak/>
        <w:t>وينبغي اصطحاب الرفيق حين السفر ، وكذا مراجعة الطبيب حين المرض لأجل السلامة لكن يجب أن لا يغيب عن الذهن ان الأمن والسلامة من الله وكثيراً ما نجد أن بعض الناس يُقتل أو يُسرق مع حرصه الشديد على نفسه وماله.</w:t>
      </w:r>
    </w:p>
    <w:p w:rsidR="00AA2ABC" w:rsidRDefault="00AA2ABC" w:rsidP="002704FD">
      <w:pPr>
        <w:pStyle w:val="libNormal"/>
        <w:rPr>
          <w:rtl/>
        </w:rPr>
      </w:pPr>
      <w:r>
        <w:rPr>
          <w:rtl/>
        </w:rPr>
        <w:t xml:space="preserve">وكذلك الأمر في مسألة حفظ الأموال والأمتعة والدواب ، فالتوكل فيها ليس معناه تركها عرضة للسارقين بحجة التوكل بل لابد من مراعاة شرائط الحفظ ، فقد روي بسند معتبر عن أبي عبدالله </w:t>
      </w:r>
      <w:r w:rsidR="00763E2E" w:rsidRPr="00763E2E">
        <w:rPr>
          <w:rStyle w:val="libAlaemChar"/>
          <w:rFonts w:hint="cs"/>
          <w:rtl/>
        </w:rPr>
        <w:t>عليه‌السلام</w:t>
      </w:r>
      <w:r>
        <w:rPr>
          <w:rtl/>
        </w:rPr>
        <w:t xml:space="preserve"> انّه قال : لا تدع طلب طلب الرزق من حلّه فانّه أعون لك على دينك ، وأعقل راحلتك وتوكل </w:t>
      </w:r>
      <w:r w:rsidRPr="001008E4">
        <w:rPr>
          <w:rStyle w:val="libFootnotenumChar"/>
          <w:rtl/>
        </w:rPr>
        <w:t>(1)</w:t>
      </w:r>
      <w:r>
        <w:rPr>
          <w:rtl/>
        </w:rPr>
        <w:t>.</w:t>
      </w:r>
    </w:p>
    <w:p w:rsidR="00AA2ABC" w:rsidRDefault="00AA2ABC" w:rsidP="002704FD">
      <w:pPr>
        <w:pStyle w:val="libNormal"/>
        <w:rPr>
          <w:rtl/>
        </w:rPr>
      </w:pPr>
      <w:r>
        <w:rPr>
          <w:rtl/>
        </w:rPr>
        <w:t>وكذلك في العبادة والطاعة فاسع سعيك ثم اعلم انّ ما يتوقف عليه هذا الأمر من أعضاء وجوارح ومشاعر وقوى ورزق ومسكن ولباس وقوت وسائر الأمور من الله تعالى ، واعلم انّ لهداية الله دخلاً في أمورك.</w:t>
      </w:r>
    </w:p>
    <w:p w:rsidR="00AA2ABC" w:rsidRDefault="00AA2ABC" w:rsidP="002704FD">
      <w:pPr>
        <w:pStyle w:val="libNormal"/>
        <w:rPr>
          <w:rtl/>
        </w:rPr>
      </w:pPr>
      <w:r>
        <w:rPr>
          <w:rtl/>
        </w:rPr>
        <w:t>ولا تنف قدرتك بالكلّية ، حيث لابد من الاعتقاد بأن المعاصي من الانسان ، ويعترف بسوء حاله وذنوبه واستحقاقه العذاب.</w:t>
      </w:r>
    </w:p>
    <w:p w:rsidR="00AA2ABC" w:rsidRDefault="00AA2ABC" w:rsidP="002704FD">
      <w:pPr>
        <w:pStyle w:val="libNormal"/>
        <w:rPr>
          <w:rtl/>
        </w:rPr>
      </w:pPr>
      <w:r>
        <w:rPr>
          <w:rtl/>
        </w:rPr>
        <w:t xml:space="preserve">واقتصر في مسألة القضاء والقدر على ما قاله أئمة الدين ، فافهمه واعلمه ولا تطلب أكثر منه فإنّ فيه الضلالة ، وقد نهى عنه الأئمة </w:t>
      </w:r>
      <w:r w:rsidR="000A073B" w:rsidRPr="000A073B">
        <w:rPr>
          <w:rStyle w:val="libAlaemChar"/>
          <w:rFonts w:hint="cs"/>
          <w:rtl/>
        </w:rPr>
        <w:t>عليهم‌السلام</w:t>
      </w:r>
      <w:r>
        <w:rPr>
          <w:rtl/>
        </w:rPr>
        <w:t xml:space="preserve"> ، وقليل ممن فكّر وبحث في هذه المسألة من فحول العلماء وغيرهم ولم يضل ولم ينحرف.</w:t>
      </w:r>
    </w:p>
    <w:p w:rsidR="00AA2ABC" w:rsidRDefault="00AA2ABC" w:rsidP="002704FD">
      <w:pPr>
        <w:pStyle w:val="libNormal"/>
        <w:rPr>
          <w:rtl/>
        </w:rPr>
      </w:pPr>
      <w:r>
        <w:rPr>
          <w:rtl/>
        </w:rPr>
        <w:t xml:space="preserve">ومن فروع خصلة التسليم ، الانقياد والتسليم في المسائل العويصة التي لا يحيطها العقل ، وليؤمن بمجمل ما قالوه ولا يسبب لنفسه اللعن الأبدي بالقيل والقال كالشيطان ، والكلام في هذا الباب واسع ، ولا تسعه هذه الرسالة المكتوبة على الاستعجال وتشويش الحال.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الطوسي : 193 ح 28 مجلس 7 ـ عنه البحار 103 : 5 ح 18 باب 1. </w:t>
      </w:r>
    </w:p>
    <w:p w:rsidR="00AA2ABC" w:rsidRDefault="00AA2ABC" w:rsidP="002704FD">
      <w:pPr>
        <w:pStyle w:val="libNormal"/>
        <w:rPr>
          <w:rtl/>
        </w:rPr>
      </w:pPr>
      <w:r>
        <w:rPr>
          <w:rtl/>
        </w:rPr>
        <w:br w:type="page"/>
      </w:r>
      <w:r>
        <w:rPr>
          <w:rtl/>
        </w:rPr>
        <w:lastRenderedPageBreak/>
        <w:t xml:space="preserve">ولو ظهر خطأ في هذه الكتابات فأستغفر الله لي ولمن قرأها ، وأرجو شفاعة الرسول والأئمة </w:t>
      </w:r>
      <w:r w:rsidR="000A073B" w:rsidRPr="000A073B">
        <w:rPr>
          <w:rStyle w:val="libAlaemChar"/>
          <w:rFonts w:hint="cs"/>
          <w:rtl/>
        </w:rPr>
        <w:t>عليهم‌السلام</w:t>
      </w:r>
      <w:r>
        <w:rPr>
          <w:rtl/>
        </w:rPr>
        <w:t xml:space="preserve"> الذين لذت بكلامهم في كلّ باب من هذه الأبواب ، والحمد لله على نعمائه علينا وعلى جميع خلقه كما هو أهله.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لو انّ ابن آدم فرّ من رزقه كما يفرّ من الموت لأدركه رزقه كما يدركه الموت. </w:t>
      </w:r>
    </w:p>
    <w:p w:rsidR="00AA2ABC" w:rsidRDefault="00AA2ABC" w:rsidP="002704FD">
      <w:pPr>
        <w:pStyle w:val="libNormal"/>
        <w:rPr>
          <w:rtl/>
        </w:rPr>
      </w:pPr>
      <w:r>
        <w:rPr>
          <w:rtl/>
        </w:rPr>
        <w:t>يا أباذر الا أعلّمك كلمات ينفعك الله عزّوجلّ بهنّ؟ قلت : بلى يا رسول الله قال : احفظ الله تجده أمامك ، تعرّف إلى الله في الرخاء يعرفك في الشدة ، واذا سألت فاسأل الله عزّوجلّ ، واذا استعنت فاستعن بالله ، فقد جرى القلم بما هو كائن إلى يوم القيامة.</w:t>
      </w:r>
    </w:p>
    <w:p w:rsidR="00AA2ABC" w:rsidRDefault="00AA2ABC" w:rsidP="002704FD">
      <w:pPr>
        <w:pStyle w:val="libNormal"/>
        <w:rPr>
          <w:rtl/>
        </w:rPr>
      </w:pPr>
      <w:r>
        <w:rPr>
          <w:rtl/>
        </w:rPr>
        <w:t>فلو انّ الخلق كلّهم جهدوا أن ينفعوك بشيء لم يكتب لك ما قدروا عليه ، ولو جهدوا أن يضرّوك بشيء لم يكتبه الله عليك ما قدروا عليه ، فإن استطعت أن تعمل لله عزّوجلّ بالرضا واليقين فافعل ، وان لم تستطع فإنّ في الصبر على ما يكره خيراً كثيراً ، وانّ النصر مع الصبر ، والفرج مع الكرب ، وانّ مع العسر يسراً.</w:t>
      </w:r>
    </w:p>
    <w:p w:rsidR="00AA2ABC" w:rsidRDefault="00AA2ABC" w:rsidP="002704FD">
      <w:pPr>
        <w:pStyle w:val="libNormal"/>
        <w:rPr>
          <w:rtl/>
        </w:rPr>
      </w:pPr>
      <w:r>
        <w:rPr>
          <w:rtl/>
        </w:rPr>
        <w:t xml:space="preserve">انّ الله تعالى أنزل هذه الفقرة الأخيرة في سورة </w:t>
      </w:r>
      <w:r w:rsidRPr="002704FD">
        <w:rPr>
          <w:rStyle w:val="libAlaemChar"/>
          <w:rtl/>
        </w:rPr>
        <w:t>(</w:t>
      </w:r>
      <w:r>
        <w:rPr>
          <w:rtl/>
        </w:rPr>
        <w:t xml:space="preserve"> </w:t>
      </w:r>
      <w:r w:rsidRPr="002704FD">
        <w:rPr>
          <w:rStyle w:val="libAieChar"/>
          <w:rtl/>
        </w:rPr>
        <w:t>ألم نشرح</w:t>
      </w:r>
      <w:r>
        <w:rPr>
          <w:rtl/>
        </w:rPr>
        <w:t xml:space="preserve"> </w:t>
      </w:r>
      <w:r w:rsidRPr="002704FD">
        <w:rPr>
          <w:rStyle w:val="libAlaemChar"/>
          <w:rtl/>
        </w:rPr>
        <w:t>)</w:t>
      </w:r>
      <w:r>
        <w:rPr>
          <w:rtl/>
        </w:rPr>
        <w:t xml:space="preserve"> لتسلّي نبيه ، وعلّمها النبي </w:t>
      </w:r>
      <w:r w:rsidR="00BF0EA2" w:rsidRPr="00BF0EA2">
        <w:rPr>
          <w:rStyle w:val="libAlaemChar"/>
          <w:rFonts w:hint="cs"/>
          <w:rtl/>
        </w:rPr>
        <w:t>صلى‌الله‌عليه‌وآله</w:t>
      </w:r>
      <w:r>
        <w:rPr>
          <w:rtl/>
        </w:rPr>
        <w:t xml:space="preserve"> لأبي ذر ، لأنّه كان يعلم بعلمه الرباني ما يلاقي أبو ذر من المشاق والشدائد بسبب جور المنافقين من أمته ، فعلّمه ذلك كي يقدر على اظهار الحق والصبر لو عجز ، فعمل أبو ذر بذلك كما ذكر في أوّل الكتاب.</w:t>
      </w:r>
    </w:p>
    <w:p w:rsidR="00AA2ABC" w:rsidRDefault="00AA2ABC" w:rsidP="002704FD">
      <w:pPr>
        <w:pStyle w:val="libNormal"/>
        <w:rPr>
          <w:rtl/>
        </w:rPr>
      </w:pPr>
      <w:bookmarkStart w:id="148" w:name="_Toc392501910"/>
      <w:bookmarkStart w:id="149" w:name="_Toc392502858"/>
      <w:r w:rsidRPr="004863D2">
        <w:rPr>
          <w:rStyle w:val="Heading1Char"/>
          <w:rtl/>
        </w:rPr>
        <w:t>و</w:t>
      </w:r>
      <w:bookmarkEnd w:id="148"/>
      <w:bookmarkEnd w:id="149"/>
      <w:r w:rsidRPr="00626BE6">
        <w:rPr>
          <w:rtl/>
        </w:rPr>
        <w:t>اعلم انّ الصبر</w:t>
      </w:r>
      <w:r>
        <w:rPr>
          <w:rtl/>
        </w:rPr>
        <w:t xml:space="preserve"> من فروع الرضا بالقضاء ، ويوجب الفرج والراحة في الدنيا والعقبى وله أجر جزيل ، وانّ أفضل الصبر الصبر على ترك الذنوب فانّه ثقيل على النفس ، ثم الصبر على الطاعة ، ثم الصبر على البلاء والمصائب.</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الصبر من الايمان بمنزلة</w:t>
      </w:r>
    </w:p>
    <w:p w:rsidR="00AA2ABC" w:rsidRDefault="00AA2ABC" w:rsidP="002704FD">
      <w:pPr>
        <w:pStyle w:val="libNormal0"/>
        <w:rPr>
          <w:rtl/>
        </w:rPr>
      </w:pPr>
      <w:r>
        <w:rPr>
          <w:rtl/>
        </w:rPr>
        <w:br w:type="page"/>
      </w:r>
      <w:r>
        <w:rPr>
          <w:rtl/>
        </w:rPr>
        <w:lastRenderedPageBreak/>
        <w:t>الرأس من الجسد ، فاذا ذهب الرأس ذهب الجسد ، كذلك اذا ذهب الصبر ذهب الايمان</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الجنّة محفوفة بالمكاره والصبر ، فمن صبر على المكاره في الدنيا دخل الجنّة ، وجهنّم محفوفة باللذات والشهوات فمن أعطى نفسه لذّتها وشهوتها دخل النار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اذا دخل المؤمن في قبره كانت الصلاة عن يمينه ، والزكاة عن يساره ، والبرّ : مظلٌّ عليه ، ويتنحّى الصبر ناحية ، فاذا دخل عليه الملكان اللذان يليان مساءلته قال الصبر للصلاة والزكاة والبرّ. دونكم صاحبكم فإن عجزتم عنه فأنا دونه </w:t>
      </w:r>
      <w:r w:rsidRPr="001008E4">
        <w:rPr>
          <w:rStyle w:val="libFootnotenumChar"/>
          <w:rtl/>
        </w:rPr>
        <w:t>(3)</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سيأتي على الناس زمان لا ينال الملك فيه الاّ بالقتل والتجبر ، ولا الغنى الاّ بالغصب والبخل ، ولا المحبة الاّ باستخراج الدين واتباع الهوى ، فمن أدرك ذلك الزمان فصبر على الفقر وهو يقدر على الغنى ، وصبر على البغضة وهو يقدر على المحبّة ، وصبر على الذلّ وهو يقدر على العزّ ، آتاه الله ثواب خمسين صدّيقاً ممن صدّق بي </w:t>
      </w:r>
      <w:r w:rsidRPr="001008E4">
        <w:rPr>
          <w:rStyle w:val="libFootnotenumChar"/>
          <w:rtl/>
        </w:rPr>
        <w:t>(4)</w:t>
      </w:r>
      <w:r>
        <w:rPr>
          <w:rtl/>
        </w:rPr>
        <w:t>.</w:t>
      </w:r>
    </w:p>
    <w:p w:rsidR="00AA2ABC" w:rsidRDefault="00AA2ABC" w:rsidP="002704FD">
      <w:pPr>
        <w:pStyle w:val="libNormal"/>
        <w:rPr>
          <w:rtl/>
        </w:rPr>
      </w:pPr>
      <w:r>
        <w:rPr>
          <w:rtl/>
        </w:rPr>
        <w:t xml:space="preserve">وقال أبو جعفر الباقر </w:t>
      </w:r>
      <w:r w:rsidR="00763E2E" w:rsidRPr="00763E2E">
        <w:rPr>
          <w:rStyle w:val="libAlaemChar"/>
          <w:rFonts w:hint="cs"/>
          <w:rtl/>
        </w:rPr>
        <w:t>عليه‌السلام</w:t>
      </w:r>
      <w:r>
        <w:rPr>
          <w:rtl/>
        </w:rPr>
        <w:t xml:space="preserve"> : لما حضرت أبي عليّ بن الحسين </w:t>
      </w:r>
      <w:r w:rsidR="000A073B" w:rsidRPr="000A073B">
        <w:rPr>
          <w:rStyle w:val="libAlaemChar"/>
          <w:rFonts w:hint="cs"/>
          <w:rtl/>
        </w:rPr>
        <w:t>عليهما‌السلام</w:t>
      </w:r>
      <w:r>
        <w:rPr>
          <w:rtl/>
        </w:rPr>
        <w:t xml:space="preserve"> الوفاة ضمّني إلى صدره وقال : [ يا بنيّ أوصيك بما أوصاني به أبي حين حضرته الوفاة ، وبما ذكر انّ أباه أوصاه به ] يا بنيّ اصبر على الحقّ وان كان مرّاً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87 ح 2 باب الصبر ـ عنه البحار 71 : 81 ح 17 باب 62.</w:t>
      </w:r>
    </w:p>
    <w:p w:rsidR="00AA2ABC" w:rsidRDefault="00AA2ABC" w:rsidP="001008E4">
      <w:pPr>
        <w:pStyle w:val="libFootnote0"/>
        <w:rPr>
          <w:rtl/>
        </w:rPr>
      </w:pPr>
      <w:r>
        <w:rPr>
          <w:rtl/>
        </w:rPr>
        <w:t>2 ـ الكافي 2 : 89 ح 7 باب الصبر ـ عنه البحار 71 : 72 ح 4 باب 62.</w:t>
      </w:r>
    </w:p>
    <w:p w:rsidR="00AA2ABC" w:rsidRDefault="00AA2ABC" w:rsidP="001008E4">
      <w:pPr>
        <w:pStyle w:val="libFootnote0"/>
        <w:rPr>
          <w:rtl/>
        </w:rPr>
      </w:pPr>
      <w:r>
        <w:rPr>
          <w:rtl/>
        </w:rPr>
        <w:t>3 ـ الكافي 2 : 90 ح 8 باب الصبر ـ عنه البحار 71 : 72 ح 5 باب 62.</w:t>
      </w:r>
    </w:p>
    <w:p w:rsidR="00AA2ABC" w:rsidRDefault="00AA2ABC" w:rsidP="001008E4">
      <w:pPr>
        <w:pStyle w:val="libFootnote0"/>
        <w:rPr>
          <w:rtl/>
        </w:rPr>
      </w:pPr>
      <w:r>
        <w:rPr>
          <w:rtl/>
        </w:rPr>
        <w:t>4 ـ الكافي 2 : 91 ح 12 باب الصبر ـ عنه البحار 71 : 75 ح 9 باب 62.</w:t>
      </w:r>
    </w:p>
    <w:p w:rsidR="00AA2ABC" w:rsidRDefault="00AA2ABC" w:rsidP="001008E4">
      <w:pPr>
        <w:pStyle w:val="libFootnote0"/>
        <w:rPr>
          <w:rtl/>
        </w:rPr>
      </w:pPr>
      <w:r>
        <w:rPr>
          <w:rtl/>
        </w:rPr>
        <w:t xml:space="preserve">5 ـ الكافي 2 : 91 ح 13 باب الصبر ـ عنه البحار 71 : 76 ح 10 باب 62. </w:t>
      </w:r>
    </w:p>
    <w:p w:rsidR="00AA2ABC" w:rsidRDefault="00AA2ABC" w:rsidP="002704FD">
      <w:pPr>
        <w:pStyle w:val="libNormal"/>
        <w:rPr>
          <w:rtl/>
        </w:rPr>
      </w:pPr>
      <w:r>
        <w:rPr>
          <w:rtl/>
        </w:rPr>
        <w:br w:type="page"/>
      </w:r>
      <w:r>
        <w:rPr>
          <w:rtl/>
        </w:rPr>
        <w:lastRenderedPageBreak/>
        <w:t xml:space="preserve">وروي عن رسول الله </w:t>
      </w:r>
      <w:r w:rsidR="00BF0EA2" w:rsidRPr="00BF0EA2">
        <w:rPr>
          <w:rStyle w:val="libAlaemChar"/>
          <w:rFonts w:hint="cs"/>
          <w:rtl/>
        </w:rPr>
        <w:t>صلى‌الله‌عليه‌وآله</w:t>
      </w:r>
      <w:r>
        <w:rPr>
          <w:rtl/>
        </w:rPr>
        <w:t xml:space="preserve"> انّه قال : الصبر ثلاثة ، صبر عند المصيبة ، وصبر على الطاعة ، وصبر عن المعصية.</w:t>
      </w:r>
    </w:p>
    <w:p w:rsidR="00AA2ABC" w:rsidRDefault="00AA2ABC" w:rsidP="002704FD">
      <w:pPr>
        <w:pStyle w:val="libNormal"/>
        <w:rPr>
          <w:rtl/>
        </w:rPr>
      </w:pPr>
      <w:r>
        <w:rPr>
          <w:rtl/>
        </w:rPr>
        <w:t xml:space="preserve">فمن صبر على المصيبة حتى يردّها بحسن عزائها كتب الله له ثلاثمائة درجة ما بين الدرجة إلى الدرجة كما بين السماء إلى الأرض ، ومن صبر على الطاعة كتب الله له ستمائة درجة ما بين الدرجة إلى الدرجة كما بين تخوم الأرض إلى العرش ، ومن صبر عن المعصية كتب الله له تسعمائة درجة ما بين الدرجة إلى الدرجة كما بين تخوم الأرض إلى منتهى العرش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من ابتلى من المؤمنين ببلاء فصبر عليه كان له مثل أجر ألف شهيد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اذا كان يوم القيامة جمع الله الخلائق في صعيد واحد وينادي مناد من عند الله يسمع آخرهم كما يسمع أوّلهم ، يقول : أين أهل الصبر؟</w:t>
      </w:r>
    </w:p>
    <w:p w:rsidR="00AA2ABC" w:rsidRDefault="00AA2ABC" w:rsidP="002704FD">
      <w:pPr>
        <w:pStyle w:val="libNormal"/>
        <w:rPr>
          <w:rtl/>
        </w:rPr>
      </w:pPr>
      <w:r>
        <w:rPr>
          <w:rtl/>
        </w:rPr>
        <w:t>فيقوم عنق من الناس ، فتستقبلهم زمرة من الملائكة فيقولون لهم : ما كان صبركم هذا الذي صبرتم؟ فيقولون : صبّرنا أنفسنا على طاعة الله ، وصبّرناها عن معصية الله ، قال : فينادي مناد من عند الله : صدق عبادي خلّوا سبيلهم ليدخلوا الجنّة بغير حساب</w:t>
      </w:r>
      <w:r w:rsidRPr="001008E4">
        <w:rPr>
          <w:rStyle w:val="libFootnotenumChar"/>
          <w:rtl/>
        </w:rPr>
        <w:t>(3)</w:t>
      </w:r>
      <w:r>
        <w:rPr>
          <w:rtl/>
        </w:rPr>
        <w:t>.</w:t>
      </w:r>
    </w:p>
    <w:p w:rsidR="00AA2ABC" w:rsidRDefault="00AA2ABC" w:rsidP="002704FD">
      <w:pPr>
        <w:pStyle w:val="libNormal"/>
        <w:rPr>
          <w:rtl/>
        </w:rPr>
      </w:pPr>
      <w:r>
        <w:rPr>
          <w:rtl/>
        </w:rPr>
        <w:t xml:space="preserve">واعلم انّ اليقين من أعلى درجات الايمان ، ويطلق على معانٍ : </w:t>
      </w:r>
    </w:p>
    <w:p w:rsidR="00AA2ABC" w:rsidRDefault="00AA2ABC" w:rsidP="002704FD">
      <w:pPr>
        <w:pStyle w:val="libNormal"/>
        <w:rPr>
          <w:rtl/>
        </w:rPr>
      </w:pPr>
      <w:r w:rsidRPr="002704FD">
        <w:rPr>
          <w:rStyle w:val="libBold2Char"/>
          <w:rtl/>
        </w:rPr>
        <w:t xml:space="preserve">الأول : </w:t>
      </w:r>
      <w:r>
        <w:rPr>
          <w:rtl/>
        </w:rPr>
        <w:t xml:space="preserve">اليقين بالقضاء والقدر بحيث يترتب عليه آثار الايمان ويورث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91 ح 15 باب الصبر ـ عنه البحار 71 : 77 ح 12 باب 62.</w:t>
      </w:r>
    </w:p>
    <w:p w:rsidR="00AA2ABC" w:rsidRDefault="00AA2ABC" w:rsidP="001008E4">
      <w:pPr>
        <w:pStyle w:val="libFootnote0"/>
        <w:rPr>
          <w:rtl/>
        </w:rPr>
      </w:pPr>
      <w:r>
        <w:rPr>
          <w:rtl/>
        </w:rPr>
        <w:t>2 ـ الكافي 2 : 92 ح 17 باب الصبر ـ عنه البحار 71 : 78 ح 14 باب 62.</w:t>
      </w:r>
    </w:p>
    <w:p w:rsidR="00AA2ABC" w:rsidRDefault="00AA2ABC" w:rsidP="001008E4">
      <w:pPr>
        <w:pStyle w:val="libFootnote0"/>
        <w:rPr>
          <w:rtl/>
        </w:rPr>
      </w:pPr>
      <w:r>
        <w:rPr>
          <w:rtl/>
        </w:rPr>
        <w:t xml:space="preserve">3 ـ أمالي الطوسي : 102 ح 12 باب 4 ـ عنه البحار 71 : 86 ح 36 باب 62. </w:t>
      </w:r>
    </w:p>
    <w:p w:rsidR="00AA2ABC" w:rsidRDefault="00AA2ABC" w:rsidP="002704FD">
      <w:pPr>
        <w:pStyle w:val="libNormal0"/>
        <w:rPr>
          <w:rtl/>
        </w:rPr>
      </w:pPr>
      <w:r>
        <w:rPr>
          <w:rtl/>
        </w:rPr>
        <w:br w:type="page"/>
      </w:r>
      <w:r>
        <w:rPr>
          <w:rtl/>
        </w:rPr>
        <w:lastRenderedPageBreak/>
        <w:t xml:space="preserve">الانقطاع إلى الله والتوكل والتفويض والرضا والتسليم ، كما روي عن أبي عبدالله </w:t>
      </w:r>
      <w:r w:rsidR="00763E2E" w:rsidRPr="00763E2E">
        <w:rPr>
          <w:rStyle w:val="libAlaemChar"/>
          <w:rFonts w:hint="cs"/>
          <w:rtl/>
        </w:rPr>
        <w:t>عليه‌السلام</w:t>
      </w:r>
      <w:r>
        <w:rPr>
          <w:rtl/>
        </w:rPr>
        <w:t xml:space="preserve"> انّه قال : ليس شيء الاّ وله حد ، قال [ الراوي : ] قلت : جعلت فداك فما حدّ التوكل؟ قال : اليقين ، قلت : فما حدّ اليقين؟ قال : ألاّ تخاف مع الله شيئاً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صحة يقين المرء المسلم أن لا يُرضي الناس بسخط الله ، ولا يلومهم على ما لم يؤته الله ، فإنّ الرزق لا يسوقه حرص حريص ، ولا يردّه كراهية كاره ، ولو انّ أحدكم فرّ من رزقه كما يفرّ من الموت لأدركه رزقه كما يدركه الموت.</w:t>
      </w:r>
    </w:p>
    <w:p w:rsidR="00AA2ABC" w:rsidRDefault="00AA2ABC" w:rsidP="002704FD">
      <w:pPr>
        <w:pStyle w:val="libNormal"/>
        <w:rPr>
          <w:rtl/>
        </w:rPr>
      </w:pPr>
      <w:r>
        <w:rPr>
          <w:rtl/>
        </w:rPr>
        <w:t xml:space="preserve">ثم قال : ان الله بعدله وقسطه جعل الروح والراحة في اليقين والرضا ، وجعل الهمّ والحزن في الشك والسخط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العمل الدائم القليل على اليقين أفضل عند الله من العمل الكثير على غير يقين </w:t>
      </w:r>
      <w:r w:rsidRPr="001008E4">
        <w:rPr>
          <w:rStyle w:val="libFootnotenumChar"/>
          <w:rtl/>
        </w:rPr>
        <w:t>(3)</w:t>
      </w:r>
      <w:r>
        <w:rPr>
          <w:rtl/>
        </w:rPr>
        <w:t>.</w:t>
      </w:r>
    </w:p>
    <w:p w:rsidR="00AA2ABC" w:rsidRDefault="00AA2ABC" w:rsidP="002704FD">
      <w:pPr>
        <w:pStyle w:val="libNormal"/>
        <w:rPr>
          <w:rtl/>
        </w:rPr>
      </w:pPr>
      <w:r>
        <w:rPr>
          <w:rtl/>
        </w:rPr>
        <w:t xml:space="preserve">وقال أمير المؤمنين </w:t>
      </w:r>
      <w:r w:rsidR="00763E2E" w:rsidRPr="00763E2E">
        <w:rPr>
          <w:rStyle w:val="libAlaemChar"/>
          <w:rFonts w:hint="cs"/>
          <w:rtl/>
        </w:rPr>
        <w:t>عليه‌السلام</w:t>
      </w:r>
      <w:r>
        <w:rPr>
          <w:rtl/>
        </w:rPr>
        <w:t xml:space="preserve"> : لا يجد عبد طعم الايمان حتى يعلم انّ ما أصابه لم يكن ليخطأه ، وانّ ما أخطأه لم يكن ليصيبه ، وانّ الضار النافع هو الله عزّوجلّ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 أمير المؤمنين صلوات الله عليه جلس إلى حائط مائل يقضي بين الناس ، فقال بعضهم : لا تقعد تحت هذا الحائط فانّه معور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57 ح 1 باب فضل اليقين ـ عنه البحار 70 : 142 ح 6 باب 52.</w:t>
      </w:r>
    </w:p>
    <w:p w:rsidR="00AA2ABC" w:rsidRDefault="00AA2ABC" w:rsidP="001008E4">
      <w:pPr>
        <w:pStyle w:val="libFootnote0"/>
        <w:rPr>
          <w:rtl/>
        </w:rPr>
      </w:pPr>
      <w:r>
        <w:rPr>
          <w:rtl/>
        </w:rPr>
        <w:t>2 ـ الكافي 2 : 57 ح 2 باب فضل اليقين ـ عنه البحار 70 : 143 ح 7 باب 52.</w:t>
      </w:r>
    </w:p>
    <w:p w:rsidR="00AA2ABC" w:rsidRDefault="00AA2ABC" w:rsidP="001008E4">
      <w:pPr>
        <w:pStyle w:val="libFootnote0"/>
        <w:rPr>
          <w:rtl/>
        </w:rPr>
      </w:pPr>
      <w:r>
        <w:rPr>
          <w:rtl/>
        </w:rPr>
        <w:t>3 ـ الكافي 2 : 57 ح 3 باب فضل اليقين ـ عنه البحار 70 : 147 ح 8 باب 52.</w:t>
      </w:r>
    </w:p>
    <w:p w:rsidR="00AA2ABC" w:rsidRDefault="00AA2ABC" w:rsidP="001008E4">
      <w:pPr>
        <w:pStyle w:val="libFootnote0"/>
        <w:rPr>
          <w:rtl/>
        </w:rPr>
      </w:pPr>
      <w:r>
        <w:rPr>
          <w:rtl/>
        </w:rPr>
        <w:t>4 ـ الكافي 2 : 58 ح 7 باب فضل اليقين ـ عنه البحار 70 : 154 ح 12 باب 52.</w:t>
      </w:r>
    </w:p>
    <w:p w:rsidR="00AA2ABC" w:rsidRDefault="00AA2ABC" w:rsidP="001008E4">
      <w:pPr>
        <w:pStyle w:val="libFootnote0"/>
        <w:rPr>
          <w:rtl/>
        </w:rPr>
      </w:pPr>
      <w:r>
        <w:rPr>
          <w:rtl/>
        </w:rPr>
        <w:t xml:space="preserve">5 ـ العوار : العيب. </w:t>
      </w:r>
    </w:p>
    <w:p w:rsidR="00AA2ABC" w:rsidRDefault="00AA2ABC" w:rsidP="002704FD">
      <w:pPr>
        <w:pStyle w:val="libNormal"/>
        <w:rPr>
          <w:rtl/>
        </w:rPr>
      </w:pPr>
      <w:r>
        <w:rPr>
          <w:rtl/>
        </w:rPr>
        <w:br w:type="page"/>
      </w:r>
      <w:r>
        <w:rPr>
          <w:rtl/>
        </w:rPr>
        <w:lastRenderedPageBreak/>
        <w:t xml:space="preserve">فقال أمير المؤمنين صلوات الله عليه : حرس امرأً أجله ، فلما قام سقط الحائط ، قال [ الصادق ] </w:t>
      </w:r>
      <w:r w:rsidRPr="001008E4">
        <w:rPr>
          <w:rStyle w:val="libFootnotenumChar"/>
          <w:rtl/>
        </w:rPr>
        <w:t>(1)</w:t>
      </w:r>
      <w:r>
        <w:rPr>
          <w:rtl/>
        </w:rPr>
        <w:t xml:space="preserve"> : وكان أمير المؤمنين ممّا يفعل هذا وأشباهه وهذا اليقين </w:t>
      </w:r>
      <w:r w:rsidRPr="001008E4">
        <w:rPr>
          <w:rStyle w:val="libFootnotenumChar"/>
          <w:rtl/>
        </w:rPr>
        <w:t>(2)</w:t>
      </w:r>
      <w:r>
        <w:rPr>
          <w:rtl/>
        </w:rPr>
        <w:t>.</w:t>
      </w:r>
    </w:p>
    <w:p w:rsidR="00AA2ABC" w:rsidRDefault="00AA2ABC" w:rsidP="002704FD">
      <w:pPr>
        <w:pStyle w:val="libNormal"/>
        <w:rPr>
          <w:rtl/>
        </w:rPr>
      </w:pPr>
      <w:r>
        <w:rPr>
          <w:rtl/>
        </w:rPr>
        <w:t xml:space="preserve">وروي عن سعيد بن قيس [ الهمداني ] انّه قال : نظرت يوماً في الحرب إلى رجل عليه ثوبان ، فحرّكت فرسي فاذا هو أمير المؤمنين </w:t>
      </w:r>
      <w:r w:rsidR="00763E2E" w:rsidRPr="00763E2E">
        <w:rPr>
          <w:rStyle w:val="libAlaemChar"/>
          <w:rFonts w:hint="cs"/>
          <w:rtl/>
        </w:rPr>
        <w:t>عليه‌السلام</w:t>
      </w:r>
      <w:r>
        <w:rPr>
          <w:rtl/>
        </w:rPr>
        <w:t xml:space="preserve"> ، فقلت : يا أمير المؤمنين في مثل هذا الموضع؟ فقال : نعم يا سعيد بن قيس انّه ليس من عبد الاّ وله من الله حافظ وواقية ، معه ملكان يحفظانه من أن يسقط من رأس جبل ، أو يقع في بئر ، فاذا نزل القضاء خليّا بينه وبين كلّ شيء </w:t>
      </w:r>
      <w:r w:rsidRPr="001008E4">
        <w:rPr>
          <w:rStyle w:val="libFootnotenumChar"/>
          <w:rtl/>
        </w:rPr>
        <w:t>(3)</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كان قنبر غلام عليّ يحبّ علياً حباً شديداً ، فاذا خرج عليّ صلوات الله عليه خرج على أثره بالسيف ، فرآه ذات ليلة فقال : يا قنبر ما لك؟ فقال : جئت لأمشي خلفك يا أمير المؤمنين.</w:t>
      </w:r>
    </w:p>
    <w:p w:rsidR="00AA2ABC" w:rsidRDefault="00AA2ABC" w:rsidP="002704FD">
      <w:pPr>
        <w:pStyle w:val="libNormal"/>
        <w:rPr>
          <w:rtl/>
        </w:rPr>
      </w:pPr>
      <w:r>
        <w:rPr>
          <w:rtl/>
        </w:rPr>
        <w:t xml:space="preserve">قال : ويحك أمن أهل السماء تحرسني أو من أهل الأرض؟ فقال : لا بل من أهل الأرض ، فقال : انّ أهل الأرض لا يستطيعون لي شيئاً الاّ باذن الله من السماء فارجع ، فرجع </w:t>
      </w:r>
      <w:r w:rsidRPr="001008E4">
        <w:rPr>
          <w:rStyle w:val="libFootnotenumChar"/>
          <w:rtl/>
        </w:rPr>
        <w:t>(4)</w:t>
      </w:r>
      <w:r>
        <w:rPr>
          <w:rtl/>
        </w:rPr>
        <w:t>.</w:t>
      </w:r>
    </w:p>
    <w:p w:rsidR="00AA2ABC" w:rsidRDefault="00AA2ABC" w:rsidP="002704FD">
      <w:pPr>
        <w:pStyle w:val="libNormal"/>
        <w:rPr>
          <w:rtl/>
        </w:rPr>
      </w:pPr>
      <w:r w:rsidRPr="002704FD">
        <w:rPr>
          <w:rStyle w:val="libBold2Char"/>
          <w:rtl/>
        </w:rPr>
        <w:t xml:space="preserve">الثاني : </w:t>
      </w:r>
      <w:r>
        <w:rPr>
          <w:rtl/>
        </w:rPr>
        <w:t xml:space="preserve">اليقين بثواب وعقاب الآخرة بحيث يظهر أثره كاملاً على الأعضاء والجوارح ، كما يظهر ذلك من بعض روايات حارثة حيث قال في وصف يقينه : ... كأني أنظر إلى عرش ربّي وقد وضع للحساب ... وكأنّي أسمع عواء أهل النار في النار ... </w:t>
      </w:r>
      <w:r w:rsidRPr="001008E4">
        <w:rPr>
          <w:rStyle w:val="libFootnotenumChar"/>
          <w:rtl/>
        </w:rPr>
        <w:t>(5)</w:t>
      </w:r>
      <w:r>
        <w:rPr>
          <w:rtl/>
        </w:rPr>
        <w:t xml:space="preserve">. ( ولقد مرّ سابقاً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لم يكن ما بين المعقوفتين من أصل الرواية.</w:t>
      </w:r>
    </w:p>
    <w:p w:rsidR="00AA2ABC" w:rsidRDefault="00AA2ABC" w:rsidP="001008E4">
      <w:pPr>
        <w:pStyle w:val="libFootnote0"/>
        <w:rPr>
          <w:rtl/>
        </w:rPr>
      </w:pPr>
      <w:r>
        <w:rPr>
          <w:rtl/>
        </w:rPr>
        <w:t>2 ـ الكافي 2 : 58 ح 5 باب فضل اليقين ـ عنه البحار 70 : 149 ح 10 باب 52.</w:t>
      </w:r>
    </w:p>
    <w:p w:rsidR="00AA2ABC" w:rsidRDefault="00AA2ABC" w:rsidP="001008E4">
      <w:pPr>
        <w:pStyle w:val="libFootnote0"/>
        <w:rPr>
          <w:rtl/>
        </w:rPr>
      </w:pPr>
      <w:r>
        <w:rPr>
          <w:rtl/>
        </w:rPr>
        <w:t>3 ـ الكافي 2 : 58 ح 8 باب فضل اليقين ـ عنه البحار 70 : 154 ح 13 باب 52.</w:t>
      </w:r>
    </w:p>
    <w:p w:rsidR="00AA2ABC" w:rsidRDefault="00AA2ABC" w:rsidP="001008E4">
      <w:pPr>
        <w:pStyle w:val="libFootnote0"/>
        <w:rPr>
          <w:rtl/>
        </w:rPr>
      </w:pPr>
      <w:r>
        <w:rPr>
          <w:rtl/>
        </w:rPr>
        <w:t>4 ـ الكافي 2 : 59 ح 10 باب فضل اليقين ـ عنه البحار 70 : 158 ح 15 باب 52.</w:t>
      </w:r>
    </w:p>
    <w:p w:rsidR="00AA2ABC" w:rsidRDefault="00AA2ABC" w:rsidP="001008E4">
      <w:pPr>
        <w:pStyle w:val="libFootnote0"/>
        <w:rPr>
          <w:rtl/>
        </w:rPr>
      </w:pPr>
      <w:r>
        <w:rPr>
          <w:rtl/>
        </w:rPr>
        <w:t xml:space="preserve">5 ـ الكافي 2 : 54 ح 3 باب حقيقة الايمان واليقين. </w:t>
      </w:r>
    </w:p>
    <w:p w:rsidR="00AA2ABC" w:rsidRDefault="00AA2ABC" w:rsidP="002704FD">
      <w:pPr>
        <w:pStyle w:val="libNormal"/>
        <w:rPr>
          <w:rtl/>
        </w:rPr>
      </w:pPr>
      <w:r>
        <w:rPr>
          <w:rtl/>
        </w:rPr>
        <w:br w:type="page"/>
      </w:r>
      <w:r w:rsidRPr="002704FD">
        <w:rPr>
          <w:rStyle w:val="libBold2Char"/>
          <w:rtl/>
        </w:rPr>
        <w:lastRenderedPageBreak/>
        <w:t xml:space="preserve">الثالث : </w:t>
      </w:r>
      <w:r>
        <w:rPr>
          <w:rtl/>
        </w:rPr>
        <w:t>اليقين في جميع الأمور التي لابد من الايمان بها ، وانّ الايمان اذا وصل إلى حدّه الكامل ، وظهر أثره على الأعضاء والجوارح وخلص من الشوائب يسمّى يقيناً.</w:t>
      </w:r>
    </w:p>
    <w:p w:rsidR="00AA2ABC" w:rsidRDefault="00AA2ABC" w:rsidP="002704FD">
      <w:pPr>
        <w:pStyle w:val="libNormal"/>
        <w:rPr>
          <w:rtl/>
        </w:rPr>
      </w:pPr>
      <w:r>
        <w:rPr>
          <w:rtl/>
        </w:rPr>
        <w:t xml:space="preserve">روي عن أبي الحسن الرضا </w:t>
      </w:r>
      <w:r w:rsidR="00763E2E" w:rsidRPr="00763E2E">
        <w:rPr>
          <w:rStyle w:val="libAlaemChar"/>
          <w:rFonts w:hint="cs"/>
          <w:rtl/>
        </w:rPr>
        <w:t>عليه‌السلام</w:t>
      </w:r>
      <w:r>
        <w:rPr>
          <w:rtl/>
        </w:rPr>
        <w:t xml:space="preserve"> انّه قال : الايمان فوق الإسلام بدرجة ، والتقوى فوق الايمان بدرجة ، واليقين فوق التقوى بدرجة ، ولم يقسّم بين العباد أقلّ شيئاً من اليقين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انّ رسول الله </w:t>
      </w:r>
      <w:r w:rsidR="00BF0EA2" w:rsidRPr="00BF0EA2">
        <w:rPr>
          <w:rStyle w:val="libAlaemChar"/>
          <w:rFonts w:hint="cs"/>
          <w:rtl/>
        </w:rPr>
        <w:t>صلى‌الله‌عليه‌وآله</w:t>
      </w:r>
      <w:r>
        <w:rPr>
          <w:rtl/>
        </w:rPr>
        <w:t xml:space="preserve"> قال : قلت لجبرئيل : ما تفسير اليقين؟ قال : المؤمن يعمل لله كأنّه يراه ، فإن لم يكن يرى الله فإنّ الله يراه ، وأن يعلم يقيناً انّ ما أصابه لم يكن ليخطأه ، وانّ ما أخطأه لم يكن ليصيبه ... </w:t>
      </w:r>
      <w:r w:rsidRPr="001008E4">
        <w:rPr>
          <w:rStyle w:val="libFootnotenumChar"/>
          <w:rtl/>
        </w:rPr>
        <w:t>(2)</w:t>
      </w:r>
      <w:r>
        <w:rPr>
          <w:rtl/>
        </w:rPr>
        <w:t>.</w:t>
      </w:r>
    </w:p>
    <w:p w:rsidR="00AA2ABC" w:rsidRDefault="00AA2ABC" w:rsidP="002704FD">
      <w:pPr>
        <w:pStyle w:val="libNormal"/>
        <w:rPr>
          <w:rtl/>
        </w:rPr>
      </w:pPr>
      <w:r>
        <w:rPr>
          <w:rtl/>
        </w:rPr>
        <w:t xml:space="preserve">وسئل الامام الرضا </w:t>
      </w:r>
      <w:r w:rsidR="00763E2E" w:rsidRPr="00763E2E">
        <w:rPr>
          <w:rStyle w:val="libAlaemChar"/>
          <w:rFonts w:hint="cs"/>
          <w:rtl/>
        </w:rPr>
        <w:t>عليه‌السلام</w:t>
      </w:r>
      <w:r>
        <w:rPr>
          <w:rtl/>
        </w:rPr>
        <w:t xml:space="preserve"> : ... أيّ شيء اليقين؟ قال : التوكل على الله ، والتسليم لله ، والرضا بقضاء الله ، والتفويض إلى الله </w:t>
      </w:r>
      <w:r w:rsidRPr="001008E4">
        <w:rPr>
          <w:rStyle w:val="libFootnotenumChar"/>
          <w:rtl/>
        </w:rPr>
        <w:t>(3)</w:t>
      </w:r>
      <w:r>
        <w:rPr>
          <w:rtl/>
        </w:rPr>
        <w:t>.</w:t>
      </w:r>
    </w:p>
    <w:p w:rsidR="00AA2ABC" w:rsidRDefault="00AA2ABC" w:rsidP="002704FD">
      <w:pPr>
        <w:pStyle w:val="libNormal"/>
        <w:rPr>
          <w:rtl/>
        </w:rPr>
      </w:pPr>
      <w:r>
        <w:rPr>
          <w:rtl/>
        </w:rPr>
        <w:t xml:space="preserve">وروي عن أحد صحابة أمير المؤمنين </w:t>
      </w:r>
      <w:r w:rsidR="00763E2E" w:rsidRPr="00763E2E">
        <w:rPr>
          <w:rStyle w:val="libAlaemChar"/>
          <w:rFonts w:hint="cs"/>
          <w:rtl/>
        </w:rPr>
        <w:t>عليه‌السلام</w:t>
      </w:r>
      <w:r>
        <w:rPr>
          <w:rtl/>
        </w:rPr>
        <w:t xml:space="preserve"> انّه قال : بينا عليّ بن أبي طالب </w:t>
      </w:r>
      <w:r w:rsidR="00763E2E" w:rsidRPr="00763E2E">
        <w:rPr>
          <w:rStyle w:val="libAlaemChar"/>
          <w:rFonts w:hint="cs"/>
          <w:rtl/>
        </w:rPr>
        <w:t>عليه‌السلام</w:t>
      </w:r>
      <w:r>
        <w:rPr>
          <w:rtl/>
        </w:rPr>
        <w:t xml:space="preserve"> يعبّىء الكتائب يوم صفين ومعاوية مستقبله على فرس له يتأكل تحته تاكّلاً ، وعليّ </w:t>
      </w:r>
      <w:r w:rsidR="00763E2E" w:rsidRPr="00763E2E">
        <w:rPr>
          <w:rStyle w:val="libAlaemChar"/>
          <w:rFonts w:hint="cs"/>
          <w:rtl/>
        </w:rPr>
        <w:t>عليه‌السلام</w:t>
      </w:r>
      <w:r>
        <w:rPr>
          <w:rtl/>
        </w:rPr>
        <w:t xml:space="preserve"> على فرس رسول الله </w:t>
      </w:r>
      <w:r w:rsidR="00BF0EA2" w:rsidRPr="00BF0EA2">
        <w:rPr>
          <w:rStyle w:val="libAlaemChar"/>
          <w:rFonts w:hint="cs"/>
          <w:rtl/>
        </w:rPr>
        <w:t>صلى‌الله‌عليه‌وآله</w:t>
      </w:r>
      <w:r>
        <w:rPr>
          <w:rtl/>
        </w:rPr>
        <w:t xml:space="preserve"> المرتجز ، وبيده حربة رسول الله </w:t>
      </w:r>
      <w:r w:rsidR="00BF0EA2" w:rsidRPr="00BF0EA2">
        <w:rPr>
          <w:rStyle w:val="libAlaemChar"/>
          <w:rFonts w:hint="cs"/>
          <w:rtl/>
        </w:rPr>
        <w:t>صلى‌الله‌عليه‌وآله</w:t>
      </w:r>
      <w:r>
        <w:rPr>
          <w:rtl/>
        </w:rPr>
        <w:t xml:space="preserve"> ، وهو متقلّد سيفه ذوالفقار.</w:t>
      </w:r>
    </w:p>
    <w:p w:rsidR="00AA2ABC" w:rsidRDefault="00AA2ABC" w:rsidP="002704FD">
      <w:pPr>
        <w:pStyle w:val="libNormal"/>
        <w:rPr>
          <w:rtl/>
        </w:rPr>
      </w:pPr>
      <w:r>
        <w:rPr>
          <w:rtl/>
        </w:rPr>
        <w:t xml:space="preserve">فقال رجل من أصحابه : احترس يا أمير المؤمنين فانّا نخشى أن يغتالك هذا الملعون ، فقال </w:t>
      </w:r>
      <w:r w:rsidR="00763E2E" w:rsidRPr="00763E2E">
        <w:rPr>
          <w:rStyle w:val="libAlaemChar"/>
          <w:rFonts w:hint="cs"/>
          <w:rtl/>
        </w:rPr>
        <w:t>عليه‌السلام</w:t>
      </w:r>
      <w:r>
        <w:rPr>
          <w:rtl/>
        </w:rPr>
        <w:t xml:space="preserve"> : لئن قلت ذاك انّه غير مأمون على دينه ، وانّه لأشقى القاسطين ، وألعن الخارجين على الأئمة المهتدين ، ولكن كفى بالأجل حارساً.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52 ح 6 باب فضل الايمان على الإسلام ـ عنه البحار 70 : 139 ح 5 باب 52.</w:t>
      </w:r>
    </w:p>
    <w:p w:rsidR="00AA2ABC" w:rsidRDefault="00AA2ABC" w:rsidP="001008E4">
      <w:pPr>
        <w:pStyle w:val="libFootnote0"/>
        <w:rPr>
          <w:rtl/>
        </w:rPr>
      </w:pPr>
      <w:r>
        <w:rPr>
          <w:rtl/>
        </w:rPr>
        <w:t>2 ـ البحار 70 : 173 ح 27 باب 52 ـ عن معاني الأخبار.</w:t>
      </w:r>
    </w:p>
    <w:p w:rsidR="00AA2ABC" w:rsidRDefault="00AA2ABC" w:rsidP="001008E4">
      <w:pPr>
        <w:pStyle w:val="libFootnote0"/>
        <w:rPr>
          <w:rtl/>
        </w:rPr>
      </w:pPr>
      <w:r>
        <w:rPr>
          <w:rtl/>
        </w:rPr>
        <w:t xml:space="preserve">3 ـ الكافي 2 : 52 ضمن حديث 5 باب فضل الايمان على الإسلام. </w:t>
      </w:r>
    </w:p>
    <w:p w:rsidR="00AA2ABC" w:rsidRDefault="00AA2ABC" w:rsidP="002704FD">
      <w:pPr>
        <w:pStyle w:val="libNormal"/>
        <w:rPr>
          <w:rtl/>
        </w:rPr>
      </w:pPr>
      <w:r>
        <w:rPr>
          <w:rtl/>
        </w:rPr>
        <w:br w:type="page"/>
      </w:r>
      <w:r>
        <w:rPr>
          <w:rtl/>
        </w:rPr>
        <w:lastRenderedPageBreak/>
        <w:t xml:space="preserve">ليس أحد من الناس الاّ ومعه ملائكة حفظة يحفظونه من أن يتردّى في بئر ، أو يقع عليه حائط ، أو يصيبه سوء ، فاذا حان أجله خلّوا بينه وبين ما يصيبه ، وكذلك أنا اذا حان أجلي انبعث أشقاها فخضب هذه بهذه ـ وأشار إلى لحيته ورأسه ـ عهداً معهوداً ووعداً غير مكذوب </w:t>
      </w:r>
      <w:r w:rsidRPr="001008E4">
        <w:rPr>
          <w:rStyle w:val="libFootnotenumChar"/>
          <w:rtl/>
        </w:rPr>
        <w:t>(1)</w:t>
      </w:r>
      <w:r>
        <w:rPr>
          <w:rtl/>
        </w:rPr>
        <w:t>.</w:t>
      </w:r>
    </w:p>
    <w:p w:rsidR="00AA2ABC" w:rsidRDefault="00AA2ABC" w:rsidP="002704FD">
      <w:pPr>
        <w:pStyle w:val="libNormal"/>
        <w:rPr>
          <w:rtl/>
        </w:rPr>
      </w:pPr>
      <w:r>
        <w:rPr>
          <w:rtl/>
        </w:rPr>
        <w:t xml:space="preserve">وحمل اليقين على القسم الأخير من المعاني أظهر لشموله ، ويمكن حمل الأحاديث الدالة على المعنى الأول والثاني عليه أيضاً بأنّ المراد تبيين فرد من أفراد اليقين ، وبما انّه قد ذكر مجمل عن معنى الايمان نكتفي هنا بهذا المقدار.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التوحيد للصدوق : 367 ح 5 باب 60 ـ عنه البحار 70 : 172 ح 23 باب 52.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استغن بغنى الله يغنك الله ، فقلت : وما هو يا رسول الله؟ قال : غداء يوم ، وعشاء ليلة ، فمن قنع بما رزقه الله فهو أغنى الناس. </w:t>
      </w:r>
    </w:p>
    <w:p w:rsidR="00AA2ABC" w:rsidRDefault="00AA2ABC" w:rsidP="002704FD">
      <w:pPr>
        <w:pStyle w:val="libNormal"/>
        <w:rPr>
          <w:rtl/>
        </w:rPr>
      </w:pPr>
      <w:bookmarkStart w:id="150" w:name="_Toc392501911"/>
      <w:bookmarkStart w:id="151" w:name="_Toc392502859"/>
      <w:r w:rsidRPr="002D007B">
        <w:rPr>
          <w:rStyle w:val="Heading1Char"/>
          <w:rtl/>
        </w:rPr>
        <w:t>ا</w:t>
      </w:r>
      <w:bookmarkEnd w:id="150"/>
      <w:bookmarkEnd w:id="151"/>
      <w:r w:rsidRPr="00F077D3">
        <w:rPr>
          <w:rtl/>
        </w:rPr>
        <w:t>علم انّ الغنى وعدم الاحتياج لا يحصل بدون القناعة</w:t>
      </w:r>
      <w:r>
        <w:rPr>
          <w:rtl/>
        </w:rPr>
        <w:t xml:space="preserve"> ، والغنى هو غنى النفس ، وربما كان الانسان غنيّاً بغنى نفسه مع فقره المادي وذلك بالتوكل على الله فلم يحرص على المال ولم ينظر ما في أيدي الناس.</w:t>
      </w:r>
    </w:p>
    <w:p w:rsidR="00AA2ABC" w:rsidRDefault="00AA2ABC" w:rsidP="002704FD">
      <w:pPr>
        <w:pStyle w:val="libNormal"/>
        <w:rPr>
          <w:rtl/>
        </w:rPr>
      </w:pPr>
      <w:r>
        <w:rPr>
          <w:rtl/>
        </w:rPr>
        <w:t>وقد يكون الانسان صاحب ثروة لكنّه تجده ذليلاً بين الناس لجشعه في جمع المال ، فيكون أحوج الناس طبقاً لهوى نفسه وميلها ، واغلب الناس على هذه الشاكلة وقد مرّ سابقاً أن الدنيا كماء البحر المالح كلّما ازداد الانسان منه شرباً ازداد عطشاً ، فكذلك طالب الدنيا كلّما جمع أكثر ازداد حرصه.</w:t>
      </w:r>
    </w:p>
    <w:p w:rsidR="00AA2ABC" w:rsidRDefault="00AA2ABC" w:rsidP="002704FD">
      <w:pPr>
        <w:pStyle w:val="libNormal"/>
        <w:rPr>
          <w:rtl/>
        </w:rPr>
      </w:pPr>
      <w:r>
        <w:rPr>
          <w:rtl/>
        </w:rPr>
        <w:t xml:space="preserve">روي بسند معتبر عن أمير المؤمنين </w:t>
      </w:r>
      <w:r w:rsidR="00763E2E" w:rsidRPr="00763E2E">
        <w:rPr>
          <w:rStyle w:val="libAlaemChar"/>
          <w:rFonts w:hint="cs"/>
          <w:rtl/>
        </w:rPr>
        <w:t>عليه‌السلام</w:t>
      </w:r>
      <w:r>
        <w:rPr>
          <w:rtl/>
        </w:rPr>
        <w:t xml:space="preserve"> انّه قال : من رضي من الدنيا بما يجزيه كان أيسر ما فيها يكفيه ، ومن لم يرض من الدنيا بما يجزيه لم يكن فيها شيء يكفيه</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w:t>
      </w:r>
      <w:r w:rsidRPr="001008E4">
        <w:rPr>
          <w:rStyle w:val="libFootnotenumChar"/>
          <w:rtl/>
        </w:rPr>
        <w:t>(2)</w:t>
      </w:r>
      <w:r>
        <w:rPr>
          <w:rtl/>
        </w:rPr>
        <w:t xml:space="preserve"> انّه قال : من رضي من الله باليسير من المعاش رضي الله عنه باليسير من العمل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140 ح 11 باب القناعة ـ عنه البحار 73 : 178 ح 23 باب 129.</w:t>
      </w:r>
    </w:p>
    <w:p w:rsidR="00AA2ABC" w:rsidRDefault="00AA2ABC" w:rsidP="001008E4">
      <w:pPr>
        <w:pStyle w:val="libFootnote0"/>
        <w:rPr>
          <w:rtl/>
        </w:rPr>
      </w:pPr>
      <w:r>
        <w:rPr>
          <w:rtl/>
        </w:rPr>
        <w:t xml:space="preserve">2 ـ رويت الراوية في المتن الفارسي عن رسول الله </w:t>
      </w:r>
      <w:r w:rsidR="00BF0EA2" w:rsidRPr="00BF0EA2">
        <w:rPr>
          <w:rStyle w:val="libAlaemChar"/>
          <w:rFonts w:hint="cs"/>
          <w:rtl/>
        </w:rPr>
        <w:t>صلى‌الله‌عليه‌وآله</w:t>
      </w:r>
      <w:r>
        <w:rPr>
          <w:rtl/>
        </w:rPr>
        <w:t xml:space="preserve"> ولم نجدها.</w:t>
      </w:r>
    </w:p>
    <w:p w:rsidR="00AA2ABC" w:rsidRDefault="00AA2ABC" w:rsidP="001008E4">
      <w:pPr>
        <w:pStyle w:val="libFootnote0"/>
        <w:rPr>
          <w:rtl/>
        </w:rPr>
      </w:pPr>
      <w:r>
        <w:rPr>
          <w:rtl/>
        </w:rPr>
        <w:t xml:space="preserve">3 ـ الكافي 2 : 138 ح 3 باب القناعة ـ عنه البحار 73 : 175 ح 15 باب 129. </w:t>
      </w:r>
    </w:p>
    <w:p w:rsidR="00AA2ABC" w:rsidRDefault="00AA2ABC" w:rsidP="002704FD">
      <w:pPr>
        <w:pStyle w:val="libNormal"/>
        <w:rPr>
          <w:rtl/>
        </w:rPr>
      </w:pPr>
      <w:r>
        <w:rPr>
          <w:rtl/>
        </w:rPr>
        <w:br w:type="page"/>
      </w:r>
      <w:r>
        <w:rPr>
          <w:rtl/>
        </w:rPr>
        <w:lastRenderedPageBreak/>
        <w:t xml:space="preserve">وقال : من قنع بما رزقه الله فهو من أغنى الناس </w:t>
      </w:r>
      <w:r w:rsidRPr="001008E4">
        <w:rPr>
          <w:rStyle w:val="libFootnotenumChar"/>
          <w:rtl/>
        </w:rPr>
        <w:t>(1)</w:t>
      </w:r>
      <w:r>
        <w:rPr>
          <w:rtl/>
        </w:rPr>
        <w:t>.</w:t>
      </w:r>
    </w:p>
    <w:p w:rsidR="00AA2ABC" w:rsidRDefault="00AA2ABC" w:rsidP="002704FD">
      <w:pPr>
        <w:pStyle w:val="libNormal"/>
        <w:rPr>
          <w:rtl/>
        </w:rPr>
      </w:pPr>
      <w:r>
        <w:rPr>
          <w:rtl/>
        </w:rPr>
        <w:t xml:space="preserve">والأحاديث في هذا الباب كثيرة ونقنع بهذا المقدار ومن لم يكتف بهذا لم يكتف بأكثر منه.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139 ح 9 باب القناعة ـ عنه البحار 73 : 178 ح 21 باب 129.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انّ الله عزّوجلّ يقول : اني لست كلام الحكيم أتقبّل ، ولكن همّه وهواه ، فإن كان همّه وهواه فيما أحبّ وأرضى جعلت صمته حمداً لي ووقاراً وإن لم يتكلم.</w:t>
      </w:r>
    </w:p>
    <w:p w:rsidR="00AA2ABC" w:rsidRDefault="00AA2ABC" w:rsidP="002704FD">
      <w:pPr>
        <w:pStyle w:val="libNormal"/>
        <w:rPr>
          <w:rtl/>
        </w:rPr>
      </w:pPr>
      <w:r>
        <w:rPr>
          <w:rtl/>
        </w:rPr>
        <w:t>يا أباذر انّ الله تبارك وتعالى لا ينظر إلى صوركم ولا إلى أموالكم ، ولكن ينظر إلى قلوبكم وأعمالكم.</w:t>
      </w:r>
    </w:p>
    <w:p w:rsidR="00AA2ABC" w:rsidRDefault="00AA2ABC" w:rsidP="002704FD">
      <w:pPr>
        <w:pStyle w:val="libNormal"/>
        <w:rPr>
          <w:rtl/>
        </w:rPr>
      </w:pPr>
      <w:r>
        <w:rPr>
          <w:rtl/>
        </w:rPr>
        <w:t>يا أباذر التقوى هاهنا ـ وأشار إلى صدره ـ</w:t>
      </w:r>
    </w:p>
    <w:p w:rsidR="00AA2ABC" w:rsidRDefault="00AA2ABC" w:rsidP="002704FD">
      <w:pPr>
        <w:pStyle w:val="libNormal"/>
        <w:rPr>
          <w:rtl/>
        </w:rPr>
      </w:pPr>
      <w:r>
        <w:rPr>
          <w:rtl/>
        </w:rPr>
        <w:t>اعلم انّ مفاد هذه الكلمات قد تكرر سابقاً في بيان النية وغيرها ، وذلك انّ أصل الذكر والشكر والحمد والحكمة والمعرفة والتقوى شيء واحد وهو في قلب الانسان ، فالحكمة الجارية على اللسان من دون اتصاف بها لا تكون الاّ رياء وسمعة ولم تكن لله تعالى ، أما لو كان متصفاً بها وصارت من جبّلته فحينئذٍ يكون كلامه حكمة ، وقوله نافعاً للناس ، وصمته وقاراً ، وأفعاله وأطواره وعظاً للناس.</w:t>
      </w:r>
    </w:p>
    <w:p w:rsidR="00AA2ABC" w:rsidRDefault="00AA2ABC" w:rsidP="002704FD">
      <w:pPr>
        <w:pStyle w:val="libNormal"/>
        <w:rPr>
          <w:rtl/>
        </w:rPr>
      </w:pPr>
      <w:r>
        <w:rPr>
          <w:rtl/>
        </w:rPr>
        <w:t>وتتكلّم جميع أعضائه وجوارحه بالحكمة ، وتنبع من قلبه عيون الحكمة وتجري على لسانه وجوارحه ، ويصل فيضها إلى العالمين ، ويهتدى أناس برؤيته كما ورد في الأحاديث المعتبرة بأنّه كونوا دعاة للناس بغير ألسنتكم بل بأعمالكم الصالحة المأتيّ بها لله.</w:t>
      </w:r>
    </w:p>
    <w:p w:rsidR="00AA2ABC" w:rsidRDefault="00AA2ABC" w:rsidP="002704FD">
      <w:pPr>
        <w:pStyle w:val="libNormal"/>
        <w:rPr>
          <w:rtl/>
        </w:rPr>
      </w:pPr>
      <w:r>
        <w:rPr>
          <w:rtl/>
        </w:rPr>
        <w:t xml:space="preserve">وكذلك التقوى الحقيقية فهي ما نبع من صميم القلب ، وكان سببه في السرّ والجهر كمال الايمان ، وتصديق عظمة الله ، وتصديق الآخرة ، وغاية درجة الخوف والرجاء ، أما لو كان خوفاً من تشنيع الخلق أو سائر الأغراض الفاسدة فيترك </w:t>
      </w:r>
    </w:p>
    <w:p w:rsidR="00AA2ABC" w:rsidRDefault="00AA2ABC" w:rsidP="002704FD">
      <w:pPr>
        <w:pStyle w:val="libNormal0"/>
        <w:rPr>
          <w:rtl/>
        </w:rPr>
      </w:pPr>
      <w:r>
        <w:rPr>
          <w:rtl/>
        </w:rPr>
        <w:br w:type="page"/>
      </w:r>
      <w:r>
        <w:rPr>
          <w:rtl/>
        </w:rPr>
        <w:lastRenderedPageBreak/>
        <w:t xml:space="preserve">المعاصي ويأتي بالطاعات لذلك فهو محض الشرك والرياء ولا يكون تقوى ، ونسب الله تعالى التقوى إلى القلب حيث قال : </w:t>
      </w:r>
      <w:r w:rsidRPr="002704FD">
        <w:rPr>
          <w:rStyle w:val="libAlaemChar"/>
          <w:rtl/>
        </w:rPr>
        <w:t>(</w:t>
      </w:r>
      <w:r w:rsidRPr="002704FD">
        <w:rPr>
          <w:rStyle w:val="libAieChar"/>
          <w:rtl/>
        </w:rPr>
        <w:t xml:space="preserve"> وَمَن يُعظِّم شَعَائِرً اللهِ فَانَّهَا مِن تَقوَى القُلُوبِ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وبما انّه ذكر من قبيل هذا الكلام مفصّلاً وانّ بسط الكلام يوجب التطويل فنكتفي بهذا المقدار ونجمل الكلام.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الحج : 32.</w:t>
      </w:r>
    </w:p>
    <w:p w:rsidR="00AA2ABC" w:rsidRDefault="00AA2ABC" w:rsidP="002704FD">
      <w:pPr>
        <w:pStyle w:val="libNormal"/>
        <w:rPr>
          <w:rtl/>
        </w:rPr>
      </w:pPr>
      <w:r>
        <w:rPr>
          <w:rtl/>
        </w:rPr>
        <w:br w:type="page"/>
      </w:r>
      <w:r>
        <w:rPr>
          <w:rtl/>
        </w:rPr>
        <w:lastRenderedPageBreak/>
        <w:t xml:space="preserve"> [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أربع لا يصيبهنّ الا مؤمن ، الصمت وهو أوّل العبادة ، والتواضع لله سبحانه ، وذكر الله تعالى على كلّ حال ، وقلّة الشيء يعني قلّة المال. </w:t>
      </w:r>
    </w:p>
    <w:p w:rsidR="00AA2ABC" w:rsidRDefault="00AA2ABC" w:rsidP="002704FD">
      <w:pPr>
        <w:pStyle w:val="libNormal"/>
        <w:rPr>
          <w:rtl/>
        </w:rPr>
      </w:pPr>
      <w:r>
        <w:rPr>
          <w:rtl/>
        </w:rPr>
        <w:t>يا أباذر همّ بالحسنة وان لم تعملها لكيلا تكتب من الغافلين.</w:t>
      </w:r>
    </w:p>
    <w:p w:rsidR="00AA2ABC" w:rsidRDefault="00AA2ABC" w:rsidP="002704FD">
      <w:pPr>
        <w:pStyle w:val="libNormal"/>
        <w:rPr>
          <w:rtl/>
        </w:rPr>
      </w:pPr>
      <w:r>
        <w:rPr>
          <w:rtl/>
        </w:rPr>
        <w:t>يا أباذر من ملك ما بين فخذيه وما بين لحييه دخل الجنة قلت : يا رسول الله انّا لنؤاخذ بما تنطق به ألسنتنا؟ قال : يا أباذر وهل يكبّ الناس على مناخرهم في النار الاّ حصائد ألسنتهم ، انّك لا تزال سالماً ما سكتّ فإن تكلّمت كتب لك أو عليك.</w:t>
      </w:r>
    </w:p>
    <w:p w:rsidR="00AA2ABC" w:rsidRDefault="00AA2ABC" w:rsidP="002704FD">
      <w:pPr>
        <w:pStyle w:val="libNormal"/>
        <w:rPr>
          <w:rtl/>
        </w:rPr>
      </w:pPr>
      <w:r>
        <w:rPr>
          <w:rtl/>
        </w:rPr>
        <w:t>يا أباذر انّ الرجل يتكلّم بالكلمة في المجلس ليضحكهم بها فيهوى في جهنّم ما بين السماء والأرض.</w:t>
      </w:r>
    </w:p>
    <w:p w:rsidR="00AA2ABC" w:rsidRDefault="00AA2ABC" w:rsidP="002704FD">
      <w:pPr>
        <w:pStyle w:val="libNormal"/>
        <w:rPr>
          <w:rtl/>
        </w:rPr>
      </w:pPr>
      <w:r>
        <w:rPr>
          <w:rtl/>
        </w:rPr>
        <w:t>يا أباذر ويل للذي يحدث ويكذب ليضحك به القوم ، ويل له ويل له.</w:t>
      </w:r>
    </w:p>
    <w:p w:rsidR="00AA2ABC" w:rsidRDefault="00AA2ABC" w:rsidP="002704FD">
      <w:pPr>
        <w:pStyle w:val="libNormal"/>
        <w:rPr>
          <w:rtl/>
        </w:rPr>
      </w:pPr>
      <w:r>
        <w:rPr>
          <w:rtl/>
        </w:rPr>
        <w:t>يا أباذر من صمت نجا ، فعليك بالصدق لا تخرجنّ من فيك كذبة أبداً ، قلت : يا رسول الله فما توبة الرجل الذي يكذب متعمدّاً؟ فقال : الاستغفار ، والصلوات الخمس تغسل ذلك.</w:t>
      </w:r>
    </w:p>
    <w:p w:rsidR="00AA2ABC" w:rsidRDefault="00AA2ABC" w:rsidP="002704FD">
      <w:pPr>
        <w:pStyle w:val="libNormal"/>
        <w:rPr>
          <w:rtl/>
        </w:rPr>
      </w:pPr>
      <w:bookmarkStart w:id="152" w:name="_Toc392501912"/>
      <w:bookmarkStart w:id="153" w:name="_Toc392502860"/>
      <w:r w:rsidRPr="006375F0">
        <w:rPr>
          <w:rStyle w:val="Heading1Char"/>
          <w:rtl/>
        </w:rPr>
        <w:t>ا</w:t>
      </w:r>
      <w:bookmarkEnd w:id="152"/>
      <w:bookmarkEnd w:id="153"/>
      <w:r w:rsidRPr="002B6236">
        <w:rPr>
          <w:rtl/>
        </w:rPr>
        <w:t>علم انّ الصدق</w:t>
      </w:r>
      <w:r>
        <w:rPr>
          <w:rtl/>
        </w:rPr>
        <w:t xml:space="preserve"> من الصفات الجامعة والشاملة لأكثر الصفات والأعمال الحسنة لأنّه يكون في القول وفي العمل ، فصدق الحديث هو أن لا يكذب في كلامه لا على الله ولا على الناس ، ولا يكون عمله مخالفاً لقوله ، لادعائه الطاعة لله ولرسوله ، واليقين بالجنة والنار ، وصدق هذا الادعاء مترتب على عدم ارتكابه الذنوب لأنها منافية لطاعة الله واليقين بالجنة والنار. </w:t>
      </w:r>
    </w:p>
    <w:p w:rsidR="00AA2ABC" w:rsidRDefault="00AA2ABC" w:rsidP="002704FD">
      <w:pPr>
        <w:pStyle w:val="libNormal"/>
        <w:rPr>
          <w:rtl/>
        </w:rPr>
      </w:pPr>
      <w:r>
        <w:rPr>
          <w:rtl/>
        </w:rPr>
        <w:br w:type="page"/>
      </w:r>
      <w:r>
        <w:rPr>
          <w:rtl/>
        </w:rPr>
        <w:lastRenderedPageBreak/>
        <w:t>ومن لوازم الصدق أيضاً عدم ترك المستحبات وعدم اتيان المكروهات لأنّه ما من أحد الاّ ويدّعي متابعة رضا الله وترك القبائح ، وهذا ما يقتضيه تصديق الجنة وعظمة الله ، وكونه مطلعاً على دقائق الأمور أيضاً ، كما لو كان الانسان عند عظيم فانّه لا يرتكب خلاف الآداب رعايةً لعظمته وتوقّعاً للنفع القليل منه ولا يترك عنده الأولى.</w:t>
      </w:r>
    </w:p>
    <w:p w:rsidR="00AA2ABC" w:rsidRDefault="00AA2ABC" w:rsidP="002704FD">
      <w:pPr>
        <w:pStyle w:val="libNormal"/>
        <w:rPr>
          <w:rtl/>
        </w:rPr>
      </w:pPr>
      <w:r>
        <w:rPr>
          <w:rtl/>
        </w:rPr>
        <w:t>فحريّ بالانسان أن لا يرتكب أيّ خلاف وترك أولى عند ملك الملوك وأعظم العظماء كي يحصل له القرب أكثر ، وتنزل عليه فوائد ومنافع غير متناهية ، فكلّ خلاف وترك أولى بل أيّ توجه إلى غيره ينافي هذا التصديق.</w:t>
      </w:r>
    </w:p>
    <w:p w:rsidR="00AA2ABC" w:rsidRDefault="00AA2ABC" w:rsidP="002704FD">
      <w:pPr>
        <w:pStyle w:val="libNormal"/>
        <w:rPr>
          <w:rtl/>
        </w:rPr>
      </w:pPr>
      <w:r>
        <w:rPr>
          <w:rtl/>
        </w:rPr>
        <w:t xml:space="preserve">انّ الانسان على الأقل يكرر في اليوم عشر مرّات في الصلاة </w:t>
      </w:r>
      <w:r w:rsidRPr="002704FD">
        <w:rPr>
          <w:rStyle w:val="libAlaemChar"/>
          <w:rtl/>
        </w:rPr>
        <w:t>(</w:t>
      </w:r>
      <w:r w:rsidRPr="002704FD">
        <w:rPr>
          <w:rStyle w:val="libAieChar"/>
          <w:rtl/>
        </w:rPr>
        <w:t xml:space="preserve"> اياك نعبد واياك نستعين </w:t>
      </w:r>
      <w:r w:rsidRPr="002704FD">
        <w:rPr>
          <w:rStyle w:val="libAlaemChar"/>
          <w:rtl/>
        </w:rPr>
        <w:t>)</w:t>
      </w:r>
      <w:r>
        <w:rPr>
          <w:rtl/>
        </w:rPr>
        <w:t xml:space="preserve"> فلو عصى معصية أو توجه إلى غير الله في أمر من الأمور واستعان بغيره لكان كاذباً في قوله ذلك ، وكذلك الرياء في العبادة امام الناس واتيانها بشرائطها ولكنه يكسل اذا خلى لنفسه.</w:t>
      </w:r>
    </w:p>
    <w:p w:rsidR="00AA2ABC" w:rsidRDefault="00AA2ABC" w:rsidP="002704FD">
      <w:pPr>
        <w:pStyle w:val="libNormal"/>
        <w:rPr>
          <w:rtl/>
        </w:rPr>
      </w:pPr>
      <w:r>
        <w:rPr>
          <w:rtl/>
        </w:rPr>
        <w:t>وكذا اتيان سائر الأعمال غير الخالصة يكون من كذب الأفعال ، لأنّ الانسان بهذا العمل يظهر ما ليس متصفاً به ، فلو نظرنا بهذا المنظار لرأينا انّ جميع الأعمال والأخلاق ترجع إلى الصدق ، وقد مدح الله تعالى الصادقين مدحاً كثيراً</w:t>
      </w:r>
      <w:r>
        <w:rPr>
          <w:rFonts w:hint="cs"/>
          <w:rtl/>
        </w:rPr>
        <w:t xml:space="preserve"> </w:t>
      </w:r>
      <w:r>
        <w:rPr>
          <w:rtl/>
        </w:rPr>
        <w:t>....</w:t>
      </w:r>
    </w:p>
    <w:p w:rsidR="00AA2ABC" w:rsidRDefault="00AA2ABC" w:rsidP="002704FD">
      <w:pPr>
        <w:pStyle w:val="libNormal"/>
        <w:rPr>
          <w:rtl/>
        </w:rPr>
      </w:pPr>
      <w:r>
        <w:rPr>
          <w:rtl/>
        </w:rPr>
        <w:t>كما انّ الكذب أصل أكثر الصفات الذميمة ، ويظهر في كثير من الأخبار وقول بعض الأصحاب انّه من الذنوب الكبيرة ، ويظهر من بعض الأخبار حرمته كاذباً وجاداً وهازلاً.</w:t>
      </w:r>
    </w:p>
    <w:p w:rsidR="00AA2ABC" w:rsidRDefault="00AA2ABC" w:rsidP="002704FD">
      <w:pPr>
        <w:pStyle w:val="libNormal"/>
        <w:rPr>
          <w:rtl/>
        </w:rPr>
      </w:pPr>
      <w:r>
        <w:rPr>
          <w:rtl/>
        </w:rPr>
        <w:t xml:space="preserve">وينبغي أن يعلم هنا أن من الصدق ما هو قبيح ومن الكذب ما هو حسن بل واجب ، فلو سبّب الصدق ضرراً على مؤمن أو قتل نفس محترمة لكان حراماً ، كما </w:t>
      </w:r>
    </w:p>
    <w:p w:rsidR="00AA2ABC" w:rsidRDefault="00AA2ABC" w:rsidP="002704FD">
      <w:pPr>
        <w:pStyle w:val="libNormal0"/>
        <w:rPr>
          <w:rtl/>
        </w:rPr>
      </w:pPr>
      <w:r>
        <w:rPr>
          <w:rtl/>
        </w:rPr>
        <w:br w:type="page"/>
      </w:r>
      <w:r>
        <w:rPr>
          <w:rtl/>
        </w:rPr>
        <w:lastRenderedPageBreak/>
        <w:t>يجب الكذب اذا كان سبباً لنجاة مؤمن من القتل أو الضرر ، وكذلك الكذب على الظالم لو أراد أخذ مال مؤمن ائتمنك عليه بل يجوز القسم بالله بعدم وجود أمانة عندك منه ، وان كانت التورية واجبة مع الامكان كأن ينوي عدم وجود مال أو أمانة يجوز له اعطاؤها ، وكذلك يجوز الكذب عند العشار أو الظالم أو الحاكم اذا سبب الاقرار فوت مال منه.</w:t>
      </w:r>
    </w:p>
    <w:p w:rsidR="00AA2ABC" w:rsidRDefault="00AA2ABC" w:rsidP="002704FD">
      <w:pPr>
        <w:pStyle w:val="libNormal"/>
        <w:rPr>
          <w:rtl/>
        </w:rPr>
      </w:pPr>
      <w:r>
        <w:rPr>
          <w:rtl/>
        </w:rPr>
        <w:t>وكذلك يجوز الكذب لأجل الاصلاح بين مؤمنين بأن تقول لكلّ واحد منهما انّ فلان كان يذكرك بخير ويمجّدك ، وإن كان ذلك الشخص قد ذمّه في الواقع أو شتمه.</w:t>
      </w:r>
    </w:p>
    <w:p w:rsidR="00AA2ABC" w:rsidRDefault="00AA2ABC" w:rsidP="002704FD">
      <w:pPr>
        <w:pStyle w:val="libNormal"/>
        <w:rPr>
          <w:rtl/>
        </w:rPr>
      </w:pPr>
      <w:r>
        <w:rPr>
          <w:rtl/>
        </w:rPr>
        <w:t>وكذلك جوّز الكذب في خلف الوعد مع النساء اللواتي يتوقّعن منه أكثر من اللازم بأن تعدها بشيء ثم لا تفي به ، وإن كان اطلاق الكذب على هذا الفرد مجاز ، وسيظهر بعضها في ضمن الأحاديث.</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صدق لسانه زكا عمله</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انّ عليّاً </w:t>
      </w:r>
      <w:r w:rsidR="00763E2E" w:rsidRPr="00763E2E">
        <w:rPr>
          <w:rStyle w:val="libAlaemChar"/>
          <w:rFonts w:hint="cs"/>
          <w:rtl/>
        </w:rPr>
        <w:t>عليه‌السلام</w:t>
      </w:r>
      <w:r>
        <w:rPr>
          <w:rtl/>
        </w:rPr>
        <w:t xml:space="preserve"> انّما بلغ ما بلغ به عند رسول الله </w:t>
      </w:r>
      <w:r w:rsidR="00BF0EA2" w:rsidRPr="00BF0EA2">
        <w:rPr>
          <w:rStyle w:val="libAlaemChar"/>
          <w:rFonts w:hint="cs"/>
          <w:rtl/>
        </w:rPr>
        <w:t>صلى‌الله‌عليه‌وآله</w:t>
      </w:r>
      <w:r>
        <w:rPr>
          <w:rtl/>
        </w:rPr>
        <w:t xml:space="preserve"> بصدق الحديث وأداء الأمانة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انّ الصادق أوّل من يصدّقه الله عزّوجلّ يعلم انّه صادق ، وتصدّقه نفسه تعلم انّه صادق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104 ح 3 باب الصدق ـ عنه البحار 71 : 3 ح 3 باب 60.</w:t>
      </w:r>
    </w:p>
    <w:p w:rsidR="00AA2ABC" w:rsidRDefault="00AA2ABC" w:rsidP="001008E4">
      <w:pPr>
        <w:pStyle w:val="libFootnote0"/>
        <w:rPr>
          <w:rtl/>
        </w:rPr>
      </w:pPr>
      <w:r>
        <w:rPr>
          <w:rtl/>
        </w:rPr>
        <w:t>2 ـ الكافي 2 : 104 ح 5 باب الصدق ـ عنه البحار 71 : 4 ح 5 باب 60.</w:t>
      </w:r>
    </w:p>
    <w:p w:rsidR="00AA2ABC" w:rsidRDefault="00AA2ABC" w:rsidP="001008E4">
      <w:pPr>
        <w:pStyle w:val="libFootnote0"/>
        <w:rPr>
          <w:rtl/>
        </w:rPr>
      </w:pPr>
      <w:r>
        <w:rPr>
          <w:rtl/>
        </w:rPr>
        <w:t xml:space="preserve">3 ـ الكافي 2 : 104 ح 6 باب الصدق ـ عنه البحار 71 : 5 ح 6 باب 60. </w:t>
      </w:r>
    </w:p>
    <w:p w:rsidR="00AA2ABC" w:rsidRDefault="00AA2ABC" w:rsidP="002704FD">
      <w:pPr>
        <w:pStyle w:val="libNormal"/>
        <w:rPr>
          <w:rtl/>
        </w:rPr>
      </w:pPr>
      <w:r>
        <w:rPr>
          <w:rtl/>
        </w:rPr>
        <w:br w:type="page"/>
      </w:r>
      <w:r>
        <w:rPr>
          <w:rtl/>
        </w:rPr>
        <w:lastRenderedPageBreak/>
        <w:t xml:space="preserve">وروي عن أمير المؤمنين </w:t>
      </w:r>
      <w:r w:rsidR="00763E2E" w:rsidRPr="00763E2E">
        <w:rPr>
          <w:rStyle w:val="libAlaemChar"/>
          <w:rFonts w:hint="cs"/>
          <w:rtl/>
        </w:rPr>
        <w:t>عليه‌السلام</w:t>
      </w:r>
      <w:r>
        <w:rPr>
          <w:rtl/>
        </w:rPr>
        <w:t xml:space="preserve"> انّه قال : زينة الحديث الصدق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ألا فاصدقوا فإنّ الله مع الصادقين ، وجانبوا الكذب فإنّ الكذب مجانب الايمان ، ألا وانّ الصادق على شفا منجاة وكرامة ، ألا وانّ الكاذب على شفا مخزاة وهلكة </w:t>
      </w:r>
      <w:r w:rsidRPr="001008E4">
        <w:rPr>
          <w:rStyle w:val="libFootnotenumChar"/>
          <w:rtl/>
        </w:rPr>
        <w:t>(2)</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كان يقول لولده : اتقوا الكذب الصغير منه والكبير في كلّ جدّ وهزل ، فإنّ الرجل اذا كذب في الصغير اجترىء على الكبير ، أما علمتم انّ رسول الله </w:t>
      </w:r>
      <w:r w:rsidR="00BF0EA2" w:rsidRPr="00BF0EA2">
        <w:rPr>
          <w:rStyle w:val="libAlaemChar"/>
          <w:rFonts w:hint="cs"/>
          <w:rtl/>
        </w:rPr>
        <w:t>صلى‌الله‌عليه‌وآله</w:t>
      </w:r>
      <w:r>
        <w:rPr>
          <w:rtl/>
        </w:rPr>
        <w:t xml:space="preserve"> قال : ما يزال العبد يصدق حتى يكتبه الله صديقاً ، وما يزال العبد يكذب حتى يكتبه الله كذّاباً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انّ الله عزّوجلّ جعل للشر أقفالاً وجعل مفاتيح تلك الأقفال الشراب ، والكذب شرّ من الشراب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الكذب هو خراب الايمان </w:t>
      </w:r>
      <w:r w:rsidRPr="001008E4">
        <w:rPr>
          <w:rStyle w:val="libFootnotenumChar"/>
          <w:rtl/>
        </w:rPr>
        <w:t>(5)</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الكذب على الله وعلى رسوله </w:t>
      </w:r>
      <w:r w:rsidR="00BF0EA2" w:rsidRPr="00BF0EA2">
        <w:rPr>
          <w:rStyle w:val="libAlaemChar"/>
          <w:rFonts w:hint="cs"/>
          <w:rtl/>
        </w:rPr>
        <w:t>صلى‌الله‌عليه‌وآله</w:t>
      </w:r>
      <w:r>
        <w:rPr>
          <w:rtl/>
        </w:rPr>
        <w:t xml:space="preserve"> من الكبائر </w:t>
      </w:r>
      <w:r w:rsidRPr="001008E4">
        <w:rPr>
          <w:rStyle w:val="libFootnotenumChar"/>
          <w:rtl/>
        </w:rPr>
        <w:t>(6)</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انّ أوّل من يكذّب الكذاب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71 : 9 ح 12 باب 60 وهي مروية عن رسول الله </w:t>
      </w:r>
      <w:r w:rsidR="00BF0EA2" w:rsidRPr="00BF0EA2">
        <w:rPr>
          <w:rStyle w:val="libAlaemChar"/>
          <w:rFonts w:hint="cs"/>
          <w:rtl/>
        </w:rPr>
        <w:t>صلى‌الله‌عليه‌وآله</w:t>
      </w:r>
      <w:r>
        <w:rPr>
          <w:rtl/>
        </w:rPr>
        <w:t>.</w:t>
      </w:r>
    </w:p>
    <w:p w:rsidR="00AA2ABC" w:rsidRDefault="00AA2ABC" w:rsidP="001008E4">
      <w:pPr>
        <w:pStyle w:val="libFootnote0"/>
        <w:rPr>
          <w:rtl/>
        </w:rPr>
      </w:pPr>
      <w:r>
        <w:rPr>
          <w:rtl/>
        </w:rPr>
        <w:t>2 ـ البحار 72 : 260 ح 27 باب 114.</w:t>
      </w:r>
    </w:p>
    <w:p w:rsidR="00AA2ABC" w:rsidRDefault="00AA2ABC" w:rsidP="001008E4">
      <w:pPr>
        <w:pStyle w:val="libFootnote0"/>
        <w:rPr>
          <w:rtl/>
        </w:rPr>
      </w:pPr>
      <w:r>
        <w:rPr>
          <w:rtl/>
        </w:rPr>
        <w:t>3 ـ الكافي 2 : 338 ح 2 باب الكذب ـ عنه البحار 72 : 235 ح 2 باب 114.</w:t>
      </w:r>
    </w:p>
    <w:p w:rsidR="00AA2ABC" w:rsidRDefault="00AA2ABC" w:rsidP="001008E4">
      <w:pPr>
        <w:pStyle w:val="libFootnote0"/>
        <w:rPr>
          <w:rtl/>
        </w:rPr>
      </w:pPr>
      <w:r>
        <w:rPr>
          <w:rtl/>
        </w:rPr>
        <w:t>4 ـ الكافي 2 : 338 ح 3 باب الكذب ـ عنه البحار 72 : 236 ح 3 باب 114.</w:t>
      </w:r>
    </w:p>
    <w:p w:rsidR="00AA2ABC" w:rsidRDefault="00AA2ABC" w:rsidP="001008E4">
      <w:pPr>
        <w:pStyle w:val="libFootnote0"/>
        <w:rPr>
          <w:rtl/>
        </w:rPr>
      </w:pPr>
      <w:r>
        <w:rPr>
          <w:rtl/>
        </w:rPr>
        <w:t>5 ـ الكافي 2 : 339 ح 4 باب الكذب ـ عنه البحار 72 : 247 ح 8 باب 114.</w:t>
      </w:r>
    </w:p>
    <w:p w:rsidR="00AA2ABC" w:rsidRDefault="00AA2ABC" w:rsidP="001008E4">
      <w:pPr>
        <w:pStyle w:val="libFootnote0"/>
        <w:rPr>
          <w:rtl/>
        </w:rPr>
      </w:pPr>
      <w:r>
        <w:rPr>
          <w:rtl/>
        </w:rPr>
        <w:t xml:space="preserve">6 ـ الكافي 2 : 339 ح 5 باب الكذب ـ الوسائل 8 : 575 ح 3 باب 139. </w:t>
      </w:r>
    </w:p>
    <w:p w:rsidR="00AA2ABC" w:rsidRDefault="00AA2ABC" w:rsidP="002704FD">
      <w:pPr>
        <w:pStyle w:val="libNormal0"/>
        <w:rPr>
          <w:rtl/>
        </w:rPr>
      </w:pPr>
      <w:r>
        <w:rPr>
          <w:rtl/>
        </w:rPr>
        <w:br w:type="page"/>
      </w:r>
      <w:r>
        <w:rPr>
          <w:rtl/>
        </w:rPr>
        <w:lastRenderedPageBreak/>
        <w:t xml:space="preserve">عزّوجلّ ، ثم الملكان اللذان معه ، ثم هو يعلم انّه كاذب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لا يجد عبد طعم الايمان حتى يترك الكذب هزله وجده </w:t>
      </w:r>
      <w:r w:rsidRPr="001008E4">
        <w:rPr>
          <w:rStyle w:val="libFootnotenumChar"/>
          <w:rtl/>
        </w:rPr>
        <w:t>(2)</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قال عيسى بن مريم </w:t>
      </w:r>
      <w:r w:rsidR="00763E2E" w:rsidRPr="00763E2E">
        <w:rPr>
          <w:rStyle w:val="libAlaemChar"/>
          <w:rFonts w:hint="cs"/>
          <w:rtl/>
        </w:rPr>
        <w:t>عليه‌السلام</w:t>
      </w:r>
      <w:r>
        <w:rPr>
          <w:rtl/>
        </w:rPr>
        <w:t xml:space="preserve"> : من كثر كذبه ذهب بهاؤه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ممّا أعان الله به على الكذابين النسيان </w:t>
      </w:r>
      <w:r w:rsidRPr="001008E4">
        <w:rPr>
          <w:rStyle w:val="libFootnotenumChar"/>
          <w:rtl/>
        </w:rPr>
        <w:t>(4)</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الكلام ثلاثة : صدق وكذب واصلاح بين الناس ، قال : قيل له : جعلت فداك ما الاصلاح بين الناس؟ قال : تسمع من الرجل كلاماً يبلغه فتخبث نفسه فتلقاه فتقول : سمعت من فلان قال فيك من الخير كذا وكذا ، خلاف ما سمعت منه</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الله أحبّ ... الكذب في الاصلاح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كلّ كذب مسؤول عنه صاحبه يوماً الاّ كذباً في ثلاثة : رجل كائد في حربه فهو موضوع عنه ، أو رجل أصلح بين اثنين يلقى هذا بغير ما يلقى به هذا يريد بذلك الاصلاح ما بينهما ، أو رجل وعد أهله شيئاً وهو لا يريد أن يتم لهم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339 ح 6 باب الكذب ـ عنه البحار 72 : 247 ح 9 باب 114.</w:t>
      </w:r>
    </w:p>
    <w:p w:rsidR="00AA2ABC" w:rsidRDefault="00AA2ABC" w:rsidP="001008E4">
      <w:pPr>
        <w:pStyle w:val="libFootnote0"/>
        <w:rPr>
          <w:rtl/>
        </w:rPr>
      </w:pPr>
      <w:r>
        <w:rPr>
          <w:rtl/>
        </w:rPr>
        <w:t>2 ـ الكافي 2 : 340 ح 11 باب الكذب ـ عنه البحار 72 : 249 ح 14 باب 114.</w:t>
      </w:r>
    </w:p>
    <w:p w:rsidR="00AA2ABC" w:rsidRDefault="00AA2ABC" w:rsidP="001008E4">
      <w:pPr>
        <w:pStyle w:val="libFootnote0"/>
        <w:rPr>
          <w:rtl/>
        </w:rPr>
      </w:pPr>
      <w:r>
        <w:rPr>
          <w:rtl/>
        </w:rPr>
        <w:t>3 ـ الكافي 2 : 341 ح 13 باب الكذب ـ عنه البحار 72 : 250 ح 16 باب 114.</w:t>
      </w:r>
    </w:p>
    <w:p w:rsidR="00AA2ABC" w:rsidRDefault="00AA2ABC" w:rsidP="001008E4">
      <w:pPr>
        <w:pStyle w:val="libFootnote0"/>
        <w:rPr>
          <w:rtl/>
        </w:rPr>
      </w:pPr>
      <w:r>
        <w:rPr>
          <w:rtl/>
        </w:rPr>
        <w:t>4 ـ الكافي 2 : 341 ح 15 باب الكذب ـ عنه البحار 72 : 251 ح 18 باب 114.</w:t>
      </w:r>
    </w:p>
    <w:p w:rsidR="00AA2ABC" w:rsidRDefault="00AA2ABC" w:rsidP="001008E4">
      <w:pPr>
        <w:pStyle w:val="libFootnote0"/>
        <w:rPr>
          <w:rtl/>
        </w:rPr>
      </w:pPr>
      <w:r>
        <w:rPr>
          <w:rtl/>
        </w:rPr>
        <w:t>5 ـ الكافي 2 : 341 ح 16 باب الكذب ـ عنه البحار 72 : 251 ح 19 باب 114.</w:t>
      </w:r>
    </w:p>
    <w:p w:rsidR="00AA2ABC" w:rsidRDefault="00AA2ABC" w:rsidP="001008E4">
      <w:pPr>
        <w:pStyle w:val="libFootnote0"/>
        <w:rPr>
          <w:rtl/>
        </w:rPr>
      </w:pPr>
      <w:r>
        <w:rPr>
          <w:rtl/>
        </w:rPr>
        <w:t>6 ـ الكافي 2 : 341 ضمن حديث 17 باب الكذب.</w:t>
      </w:r>
    </w:p>
    <w:p w:rsidR="00AA2ABC" w:rsidRDefault="00AA2ABC" w:rsidP="001008E4">
      <w:pPr>
        <w:pStyle w:val="libFootnote0"/>
        <w:rPr>
          <w:rtl/>
        </w:rPr>
      </w:pPr>
      <w:r>
        <w:rPr>
          <w:rtl/>
        </w:rPr>
        <w:t xml:space="preserve">7 ـ الكافي 2 : 342 ح 18 باب الكذب ـ عنه البحار 72 : 242 ح 5 باب 114.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المصلح ليس بكذّاب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ثلاث يحسن فيهنّ الكذب : المكيدة في الحرب ، وعدتك زوجتك ، والاصلاح بين الناس.</w:t>
      </w:r>
    </w:p>
    <w:p w:rsidR="00AA2ABC" w:rsidRDefault="00AA2ABC" w:rsidP="002704FD">
      <w:pPr>
        <w:pStyle w:val="libNormal"/>
        <w:rPr>
          <w:rtl/>
        </w:rPr>
      </w:pPr>
      <w:r>
        <w:rPr>
          <w:rtl/>
        </w:rPr>
        <w:t xml:space="preserve">وثلاث يقبح فيهنّ الصدق : النميمة ، وإخبارك الرجل عن أهله بما يكرهه ، وتكذيب الرجل عن الخبر ... </w:t>
      </w:r>
      <w:r w:rsidRPr="001008E4">
        <w:rPr>
          <w:rStyle w:val="libFootnotenumChar"/>
          <w:rtl/>
        </w:rPr>
        <w:t>(2)</w:t>
      </w:r>
      <w:r>
        <w:rPr>
          <w:rtl/>
        </w:rPr>
        <w:t>.</w:t>
      </w:r>
    </w:p>
    <w:p w:rsidR="00AA2ABC" w:rsidRDefault="00AA2ABC" w:rsidP="002704FD">
      <w:pPr>
        <w:pStyle w:val="libNormal"/>
        <w:rPr>
          <w:rtl/>
        </w:rPr>
      </w:pPr>
      <w:r>
        <w:rPr>
          <w:rtl/>
        </w:rPr>
        <w:t xml:space="preserve">وقد مرّت أحاديث الصمت ، وما جاء من التهديد في من أضحك الناس ، فيمكن حمله فيما لو كذب في قوله أو أغتاب مسلماً ، وليعلم انّ من الأمور المذمومة بل التي لها شائبة الحرمة نقل الكذب كقصة حمزة وسائر القصص الكاذبة كما روي عن رسول الله </w:t>
      </w:r>
      <w:r w:rsidR="00BF0EA2" w:rsidRPr="00BF0EA2">
        <w:rPr>
          <w:rStyle w:val="libAlaemChar"/>
          <w:rFonts w:hint="cs"/>
          <w:rtl/>
        </w:rPr>
        <w:t>صلى‌الله‌عليه‌وآله</w:t>
      </w:r>
      <w:r>
        <w:rPr>
          <w:rtl/>
        </w:rPr>
        <w:t xml:space="preserve"> انّه قال : شرّ الرواية رواية الكذب </w:t>
      </w:r>
      <w:r w:rsidRPr="001008E4">
        <w:rPr>
          <w:rStyle w:val="libFootnotenumChar"/>
          <w:rtl/>
        </w:rPr>
        <w:t>(3)</w:t>
      </w:r>
      <w:r>
        <w:rPr>
          <w:rtl/>
        </w:rPr>
        <w:t>.</w:t>
      </w:r>
    </w:p>
    <w:p w:rsidR="00AA2ABC" w:rsidRDefault="00AA2ABC" w:rsidP="002704FD">
      <w:pPr>
        <w:pStyle w:val="libNormal"/>
        <w:rPr>
          <w:rtl/>
        </w:rPr>
      </w:pPr>
      <w:r>
        <w:rPr>
          <w:rtl/>
        </w:rPr>
        <w:t xml:space="preserve">بل ذهب بعض العلماء إلى حرمة القصص الصادقة لما فيها من اللغو والباطل كال ـ ( شاهنامة ) </w:t>
      </w:r>
      <w:r w:rsidRPr="001008E4">
        <w:rPr>
          <w:rStyle w:val="libFootnotenumChar"/>
          <w:rtl/>
        </w:rPr>
        <w:t>(4)</w:t>
      </w:r>
      <w:r>
        <w:rPr>
          <w:rtl/>
        </w:rPr>
        <w:t xml:space="preserve"> وغيرها من قصص المجوس والكفار.</w:t>
      </w:r>
    </w:p>
    <w:p w:rsidR="00AA2ABC" w:rsidRDefault="00AA2ABC" w:rsidP="002704FD">
      <w:pPr>
        <w:pStyle w:val="libNormal"/>
        <w:rPr>
          <w:rtl/>
        </w:rPr>
      </w:pPr>
      <w:r>
        <w:rPr>
          <w:rtl/>
        </w:rPr>
        <w:t xml:space="preserve">وروي في بعض كتب الامامية المعتبرة عن أبي جعفر الباقر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ذكر عليّ بن أبي طالب عبادة ، ومن علامات المنافق أن يتنفر عن ذكره ، ويختار استماع القصص الكاذبة ، وأساطير المجوس على استماع فضائله ، ثم قرأ </w:t>
      </w:r>
      <w:r w:rsidR="00763E2E" w:rsidRPr="00763E2E">
        <w:rPr>
          <w:rStyle w:val="libAlaemChar"/>
          <w:rFonts w:hint="cs"/>
          <w:rtl/>
        </w:rPr>
        <w:t>عليه‌السلام</w:t>
      </w:r>
      <w:r>
        <w:rPr>
          <w:rtl/>
        </w:rPr>
        <w:t xml:space="preserve"> : </w:t>
      </w:r>
      <w:r w:rsidRPr="002704FD">
        <w:rPr>
          <w:rStyle w:val="libAlaemChar"/>
          <w:rtl/>
        </w:rPr>
        <w:t>(</w:t>
      </w:r>
      <w:r w:rsidRPr="002704FD">
        <w:rPr>
          <w:rStyle w:val="libAieChar"/>
          <w:rtl/>
        </w:rPr>
        <w:t xml:space="preserve"> وَاِذَا ذُكِرَ اللهَ وَحدَهُ اشمَأَزَّت قُلُوبُ الَّذِينَ لاَ يُؤمِنُونَ بِالاَخِرَةٍ وَاِذَا ذُكِرَ الَّذِينَ مِن دُونِهِ اِذَا هُم يَستَبشِرُون </w:t>
      </w:r>
      <w:r w:rsidRPr="002704FD">
        <w:rPr>
          <w:rStyle w:val="libAlaemChar"/>
          <w:rtl/>
        </w:rPr>
        <w:t>)</w:t>
      </w:r>
      <w:r>
        <w:rPr>
          <w:rtl/>
        </w:rPr>
        <w:t xml:space="preserve">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342 ح 19 باب الكذب ـ الوسائل 8 : 578 ح 3 باب 141.</w:t>
      </w:r>
    </w:p>
    <w:p w:rsidR="00AA2ABC" w:rsidRDefault="00AA2ABC" w:rsidP="001008E4">
      <w:pPr>
        <w:pStyle w:val="libFootnote0"/>
        <w:rPr>
          <w:rtl/>
        </w:rPr>
      </w:pPr>
      <w:r>
        <w:rPr>
          <w:rtl/>
        </w:rPr>
        <w:t>2 ـ الخصال : 87 ح 20 باب 3 ـ عنه البحار 71 : 8 ح 11 باب 60.</w:t>
      </w:r>
    </w:p>
    <w:p w:rsidR="00AA2ABC" w:rsidRDefault="00AA2ABC" w:rsidP="001008E4">
      <w:pPr>
        <w:pStyle w:val="libFootnote0"/>
        <w:rPr>
          <w:rtl/>
        </w:rPr>
      </w:pPr>
      <w:r>
        <w:rPr>
          <w:rtl/>
        </w:rPr>
        <w:t>3 ـ البحار 72 : 259 ح 25 باب 114 ـ عن أمالي الصدوق.</w:t>
      </w:r>
    </w:p>
    <w:p w:rsidR="00AA2ABC" w:rsidRDefault="00AA2ABC" w:rsidP="001008E4">
      <w:pPr>
        <w:pStyle w:val="libFootnote0"/>
        <w:rPr>
          <w:rtl/>
        </w:rPr>
      </w:pPr>
      <w:r>
        <w:rPr>
          <w:rtl/>
        </w:rPr>
        <w:t>4 ـ هي مجموعة شعريّة حماسيّة لشاعرها الشهير الفردوسي.</w:t>
      </w:r>
    </w:p>
    <w:p w:rsidR="00AA2ABC" w:rsidRDefault="00AA2ABC" w:rsidP="001008E4">
      <w:pPr>
        <w:pStyle w:val="libFootnote0"/>
        <w:rPr>
          <w:rtl/>
        </w:rPr>
      </w:pPr>
      <w:r>
        <w:rPr>
          <w:rtl/>
        </w:rPr>
        <w:t xml:space="preserve">5 ـ الزمر : 45. </w:t>
      </w:r>
    </w:p>
    <w:p w:rsidR="00AA2ABC" w:rsidRDefault="00AA2ABC" w:rsidP="002704FD">
      <w:pPr>
        <w:pStyle w:val="libNormal"/>
        <w:rPr>
          <w:rtl/>
        </w:rPr>
      </w:pPr>
      <w:r>
        <w:rPr>
          <w:rtl/>
        </w:rPr>
        <w:br w:type="page"/>
      </w:r>
      <w:r>
        <w:rPr>
          <w:rtl/>
        </w:rPr>
        <w:lastRenderedPageBreak/>
        <w:t xml:space="preserve">فسئل صلوات الله عليه عن تفسيرها ، قال : أما تدرون انّ رسول الله </w:t>
      </w:r>
      <w:r w:rsidR="00BF0EA2" w:rsidRPr="00BF0EA2">
        <w:rPr>
          <w:rStyle w:val="libAlaemChar"/>
          <w:rFonts w:hint="cs"/>
          <w:rtl/>
        </w:rPr>
        <w:t>صلى‌الله‌عليه‌وآله</w:t>
      </w:r>
      <w:r>
        <w:rPr>
          <w:rtl/>
        </w:rPr>
        <w:t xml:space="preserve"> كان يقول : اذكروا عليّ بن أبي طالب في مجالسكم فإنّ ذكره ذكري وذكري ذكر الله ، فالذين اشمأزّت قلوبهم عن ذكره ، واستبشروا عن ذكر غيره اولئك الذين لا يؤمنون بالآخرة ولهم عذاب مهين </w:t>
      </w:r>
      <w:r w:rsidRPr="001008E4">
        <w:rPr>
          <w:rStyle w:val="libFootnotenumChar"/>
          <w:rtl/>
        </w:rPr>
        <w:t>(1)</w:t>
      </w:r>
      <w:r>
        <w:rPr>
          <w:rtl/>
        </w:rPr>
        <w:t>.</w:t>
      </w:r>
    </w:p>
    <w:p w:rsidR="00AA2ABC" w:rsidRDefault="00AA2ABC" w:rsidP="002704FD">
      <w:pPr>
        <w:pStyle w:val="libNormal"/>
        <w:rPr>
          <w:rtl/>
        </w:rPr>
      </w:pPr>
      <w:r>
        <w:rPr>
          <w:rtl/>
        </w:rPr>
        <w:t xml:space="preserve">وذكر ابن بابويه في كتابه ( الاعتقادات ) انّه : سئل الصادق </w:t>
      </w:r>
      <w:r w:rsidR="00763E2E" w:rsidRPr="00763E2E">
        <w:rPr>
          <w:rStyle w:val="libAlaemChar"/>
          <w:rFonts w:hint="cs"/>
          <w:rtl/>
        </w:rPr>
        <w:t>عليه‌السلام</w:t>
      </w:r>
      <w:r>
        <w:rPr>
          <w:rtl/>
        </w:rPr>
        <w:t xml:space="preserve"> عن القصاص أيحلّ الاستماع لهم؟ فقال : لا.</w:t>
      </w:r>
    </w:p>
    <w:p w:rsidR="00AA2ABC" w:rsidRDefault="00AA2ABC" w:rsidP="002704FD">
      <w:pPr>
        <w:pStyle w:val="libNormal"/>
        <w:rPr>
          <w:rtl/>
        </w:rPr>
      </w:pPr>
      <w:r>
        <w:rPr>
          <w:rtl/>
        </w:rPr>
        <w:t xml:space="preserve">وقال الصادق </w:t>
      </w:r>
      <w:r w:rsidR="00763E2E" w:rsidRPr="00763E2E">
        <w:rPr>
          <w:rStyle w:val="libAlaemChar"/>
          <w:rFonts w:hint="cs"/>
          <w:rtl/>
        </w:rPr>
        <w:t>عليه‌السلام</w:t>
      </w:r>
      <w:r>
        <w:rPr>
          <w:rtl/>
        </w:rPr>
        <w:t xml:space="preserve"> : من أصغى إلى ناطق فقد عبده ، فإن كان الناطق عن الله فقد عبد الله ، وإن كان الناطق عن ابليس فقد عبده </w:t>
      </w:r>
      <w:r w:rsidRPr="001008E4">
        <w:rPr>
          <w:rStyle w:val="libFootnotenumChar"/>
          <w:rtl/>
        </w:rPr>
        <w:t>(2)</w:t>
      </w:r>
      <w:r>
        <w:rPr>
          <w:rtl/>
        </w:rPr>
        <w:t>.</w:t>
      </w:r>
    </w:p>
    <w:p w:rsidR="00AA2ABC" w:rsidRDefault="00AA2ABC" w:rsidP="002704FD">
      <w:pPr>
        <w:pStyle w:val="libNormal"/>
        <w:rPr>
          <w:rtl/>
        </w:rPr>
      </w:pPr>
      <w:r>
        <w:rPr>
          <w:rtl/>
        </w:rPr>
        <w:t xml:space="preserve">وروى الكليني هذا المضمون عن الامام الباقر </w:t>
      </w:r>
      <w:r w:rsidR="00763E2E" w:rsidRPr="00763E2E">
        <w:rPr>
          <w:rStyle w:val="libAlaemChar"/>
          <w:rFonts w:hint="cs"/>
          <w:rtl/>
        </w:rPr>
        <w:t>عليه‌السلام</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لم نعثر عليها.</w:t>
      </w:r>
    </w:p>
    <w:p w:rsidR="00AA2ABC" w:rsidRDefault="00AA2ABC" w:rsidP="001008E4">
      <w:pPr>
        <w:pStyle w:val="libFootnote0"/>
        <w:rPr>
          <w:rtl/>
        </w:rPr>
      </w:pPr>
      <w:r>
        <w:rPr>
          <w:rtl/>
        </w:rPr>
        <w:t xml:space="preserve">2 ـ الاعتقادات : 84 ـ عنه البحار 72 : 264 ح 1 باب 115.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اياك والغيبة فإنّ الغيبة أشدّ من الزنا ، قلت : يا رسول الله ولم ذلك بأبي أنت وأمي؟ قال : لأنّ الرجل يزني ويتوب إلى الله فيتوب الله عليه ، والغيبة لا تغفر حتى يغفرها صاحبها.</w:t>
      </w:r>
    </w:p>
    <w:p w:rsidR="00AA2ABC" w:rsidRDefault="00AA2ABC" w:rsidP="002704FD">
      <w:pPr>
        <w:pStyle w:val="libNormal"/>
        <w:rPr>
          <w:rtl/>
        </w:rPr>
      </w:pPr>
      <w:r>
        <w:rPr>
          <w:rtl/>
        </w:rPr>
        <w:t>يا أباذر سباب المسلم فسوق ، وقتاله كفر ، وأكل لحمه من معاصي الله ، وحرمة ماله كحرمة دمه ، قلت : يا رسول الله وما الغيبة؟ قال : ذكرك أخاك بما يكره ، قلت : يا رسول الله فإن كان فيه ذلك الذي يذكر به؟ قال : اعلم انّك اذا ذكرته بما هو فيه فقد اغتبته ، واذا ذكرته بما ليس فيه فقد بهته.</w:t>
      </w:r>
    </w:p>
    <w:p w:rsidR="00AA2ABC" w:rsidRDefault="00AA2ABC" w:rsidP="002704FD">
      <w:pPr>
        <w:pStyle w:val="libNormal"/>
        <w:rPr>
          <w:rtl/>
        </w:rPr>
      </w:pPr>
      <w:r>
        <w:rPr>
          <w:rtl/>
        </w:rPr>
        <w:t>يا أباذر من ذب عن أخيه المسلم الغيبة كان حقّاً على الله عزّوجلّ أن يعتقه من النار.</w:t>
      </w:r>
    </w:p>
    <w:p w:rsidR="00AA2ABC" w:rsidRDefault="00AA2ABC" w:rsidP="002704FD">
      <w:pPr>
        <w:pStyle w:val="libNormal"/>
        <w:rPr>
          <w:rtl/>
        </w:rPr>
      </w:pPr>
      <w:r>
        <w:rPr>
          <w:rtl/>
        </w:rPr>
        <w:t>يا أباذر من اغتيب عنده أخوه المسلم وهو يستطيع نصره فنصره نصره الله عزّوجلّ في الدنيا والآخرة ، وان خذله وهو يستطيع نصره خذله الله في الدنيا والآخرة.</w:t>
      </w:r>
    </w:p>
    <w:p w:rsidR="00AA2ABC" w:rsidRDefault="00AA2ABC" w:rsidP="002704FD">
      <w:pPr>
        <w:pStyle w:val="libNormal"/>
        <w:rPr>
          <w:rtl/>
        </w:rPr>
      </w:pPr>
      <w:r>
        <w:rPr>
          <w:rtl/>
        </w:rPr>
        <w:t xml:space="preserve">وتوضيح هذه المطالب يتم في فصول : </w:t>
      </w:r>
    </w:p>
    <w:p w:rsidR="00AA2ABC" w:rsidRDefault="00AA2ABC" w:rsidP="00AA2ABC">
      <w:pPr>
        <w:pStyle w:val="Heading1Center"/>
        <w:rPr>
          <w:rtl/>
        </w:rPr>
      </w:pPr>
      <w:bookmarkStart w:id="154" w:name="_Toc392501913"/>
      <w:bookmarkStart w:id="155" w:name="_Toc392502861"/>
      <w:r>
        <w:rPr>
          <w:rtl/>
        </w:rPr>
        <w:t>( الفصل الأول )</w:t>
      </w:r>
      <w:bookmarkEnd w:id="154"/>
      <w:bookmarkEnd w:id="155"/>
    </w:p>
    <w:p w:rsidR="00AA2ABC" w:rsidRDefault="00AA2ABC" w:rsidP="00AA2ABC">
      <w:pPr>
        <w:pStyle w:val="Heading1Center"/>
        <w:rPr>
          <w:rtl/>
        </w:rPr>
      </w:pPr>
      <w:bookmarkStart w:id="156" w:name="_Toc392501914"/>
      <w:bookmarkStart w:id="157" w:name="_Toc392502862"/>
      <w:r>
        <w:rPr>
          <w:rtl/>
        </w:rPr>
        <w:t>في ذم الغيبة وحرمتها</w:t>
      </w:r>
      <w:bookmarkEnd w:id="156"/>
      <w:bookmarkEnd w:id="157"/>
    </w:p>
    <w:p w:rsidR="00AA2ABC" w:rsidRDefault="00AA2ABC" w:rsidP="002704FD">
      <w:pPr>
        <w:pStyle w:val="libNormal"/>
        <w:rPr>
          <w:rtl/>
        </w:rPr>
      </w:pPr>
      <w:r>
        <w:rPr>
          <w:rtl/>
        </w:rPr>
        <w:t xml:space="preserve">اعلم انّه لا خلاف بين العلماء في حرمة غيبة المسلمين ، ويدل عليها الآيات والأخبار المتواترة ، وظاهر بعضها انّ الغيبة من الذنوب الكبيرة ، وذهب </w:t>
      </w:r>
    </w:p>
    <w:p w:rsidR="00AA2ABC" w:rsidRDefault="00AA2ABC" w:rsidP="002704FD">
      <w:pPr>
        <w:pStyle w:val="libNormal0"/>
        <w:rPr>
          <w:rtl/>
        </w:rPr>
      </w:pPr>
      <w:r>
        <w:rPr>
          <w:rtl/>
        </w:rPr>
        <w:br w:type="page"/>
      </w:r>
      <w:r>
        <w:rPr>
          <w:rtl/>
        </w:rPr>
        <w:lastRenderedPageBreak/>
        <w:t xml:space="preserve">بعض العلماء إليه ، وظاهر هذا الحديث حيث ذكر </w:t>
      </w:r>
      <w:r w:rsidR="00BF0EA2" w:rsidRPr="00BF0EA2">
        <w:rPr>
          <w:rStyle w:val="libAlaemChar"/>
          <w:rFonts w:hint="cs"/>
          <w:rtl/>
        </w:rPr>
        <w:t>صلى‌الله‌عليه‌وآله</w:t>
      </w:r>
      <w:r>
        <w:rPr>
          <w:rtl/>
        </w:rPr>
        <w:t xml:space="preserve"> انّها أشدّ من الزنا يدلّ على انّها من أكبر الكبائر ، وأكثر شياعاً من سائر الذنوب.</w:t>
      </w:r>
    </w:p>
    <w:p w:rsidR="00AA2ABC" w:rsidRDefault="00AA2ABC" w:rsidP="002704FD">
      <w:pPr>
        <w:pStyle w:val="libNormal"/>
        <w:rPr>
          <w:rtl/>
        </w:rPr>
      </w:pPr>
      <w:r>
        <w:rPr>
          <w:rtl/>
        </w:rPr>
        <w:t>لأنّ الصفات الذميمة التي تسبب الغيبة كالحسد والحقد والعداوة توجد في أكثر الخلق على وجه كامل ، ولا تختص بالشيخ والشاب والجاهل والعالم والشريف والوضيع ، لأنّ لكلّ شخص عدوّ أو منافسة أو اتحاد مهنةٍ ، والمانع والحاجز الموجود في سائر الذنوب مفقود في الغيبة.</w:t>
      </w:r>
    </w:p>
    <w:p w:rsidR="00AA2ABC" w:rsidRDefault="00AA2ABC" w:rsidP="002704FD">
      <w:pPr>
        <w:pStyle w:val="libNormal"/>
        <w:rPr>
          <w:rtl/>
        </w:rPr>
      </w:pPr>
      <w:r>
        <w:rPr>
          <w:rtl/>
        </w:rPr>
        <w:t>لأنّ الحاجز من ارتكاب الذنوب عند أكثر الناس أمّا القبح العرفي أو عدم القدرة ، ولقد ذهبت قباحة هذا الذنب بالكلّية بل انّ جزءاً من كمال الانسان في هذا الزمان أن يكون لبقاً يسرد الكلام جيداً ، وله القدرة على الاغتياب بشكل جيد.</w:t>
      </w:r>
    </w:p>
    <w:p w:rsidR="00AA2ABC" w:rsidRDefault="00AA2ABC" w:rsidP="002704FD">
      <w:pPr>
        <w:pStyle w:val="libNormal"/>
        <w:rPr>
          <w:rtl/>
        </w:rPr>
      </w:pPr>
      <w:r>
        <w:rPr>
          <w:rtl/>
        </w:rPr>
        <w:t>وقد عمل الشيطان خدعه وأحابيله لتجويز الغيبة ، فتجد أنّ أهل العلم يغتابون مثلاً وذلك بالتلبس بلباس النصيحة والشفقة وكمال المحبة والتدين والخوف من الله.</w:t>
      </w:r>
    </w:p>
    <w:p w:rsidR="00AA2ABC" w:rsidRDefault="00AA2ABC" w:rsidP="002704FD">
      <w:pPr>
        <w:pStyle w:val="libNormal"/>
        <w:rPr>
          <w:rtl/>
        </w:rPr>
      </w:pPr>
      <w:r>
        <w:rPr>
          <w:rtl/>
        </w:rPr>
        <w:t xml:space="preserve">ولا يحتاج هذا الذنب إلى القدرة أيضاً لأنّه لا يحتاج إلى دينار أو درهم أو معين أو آلة ، والتكلّم في غاية السهولة ، فلذا أصبح أكثر شياعاً من سائر الذنوب ، مع انّ التهديد والتحذير فيه أكثر من سائر الذنوب ، كما قال الله تعالى : </w:t>
      </w:r>
      <w:r w:rsidRPr="002704FD">
        <w:rPr>
          <w:rStyle w:val="libAlaemChar"/>
          <w:rtl/>
        </w:rPr>
        <w:t>(</w:t>
      </w:r>
      <w:r w:rsidRPr="002704FD">
        <w:rPr>
          <w:rStyle w:val="libAieChar"/>
          <w:rtl/>
        </w:rPr>
        <w:t xml:space="preserve"> يَا أَيُّهَأ الَّذِينَ آمَنُوا اجتَنِبُوا كَثِيراً مِّنَ الظَّنِّ اِنَّ بَعضَ الظَّنِّ اِثمٌ وَلاَ تَجَسَّسُوا وَلاَ يَغتَب بَّعضُكُم بَعضاً أَيُحِبُّ أَحَدُكُم أَن يَأكُلَ لَحمَ أَخِيه مَيتاً فَكَرِهتُموهُ وَاتَّقُوا اللهِ اِنَّ اللهَ تَوّابٌ رَّحِيمٌ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قال في مؤمن ما رأته عيناه وسمعته أذناه فهو من الذين قال الله عزّوجلّ : </w:t>
      </w:r>
      <w:r w:rsidRPr="002704FD">
        <w:rPr>
          <w:rStyle w:val="libAlaemChar"/>
          <w:rtl/>
        </w:rPr>
        <w:t>(</w:t>
      </w:r>
      <w:r w:rsidRPr="002704FD">
        <w:rPr>
          <w:rStyle w:val="libAieChar"/>
          <w:rtl/>
        </w:rPr>
        <w:t xml:space="preserve"> اِنَّ الَّذِينَ يُحِبُّونَ أَن تَشِيعَ</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الحجرات : 12. </w:t>
      </w:r>
    </w:p>
    <w:p w:rsidR="00AA2ABC" w:rsidRDefault="00AA2ABC" w:rsidP="002704FD">
      <w:pPr>
        <w:pStyle w:val="libNormal0"/>
        <w:rPr>
          <w:rtl/>
        </w:rPr>
      </w:pPr>
      <w:r>
        <w:rPr>
          <w:rtl/>
        </w:rPr>
        <w:br w:type="page"/>
      </w:r>
      <w:r w:rsidRPr="002704FD">
        <w:rPr>
          <w:rStyle w:val="libAieChar"/>
          <w:rtl/>
        </w:rPr>
        <w:lastRenderedPageBreak/>
        <w:t xml:space="preserve">الفَاحِشَةُ فِي الَّذِينَ آمَنُوا لَهُم عَذَابٌ اَليِمٌ </w:t>
      </w:r>
      <w:r w:rsidRPr="002704FD">
        <w:rPr>
          <w:rStyle w:val="libAlaemChar"/>
          <w:rtl/>
        </w:rPr>
        <w:t>)</w:t>
      </w:r>
      <w:r>
        <w:rPr>
          <w:rtl/>
        </w:rPr>
        <w:t xml:space="preserve"> </w:t>
      </w:r>
      <w:r w:rsidRPr="001008E4">
        <w:rPr>
          <w:rStyle w:val="libFootnotenumChar"/>
          <w:rtl/>
        </w:rPr>
        <w:t>(1)</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قال رسول الله </w:t>
      </w:r>
      <w:r w:rsidR="00BF0EA2" w:rsidRPr="00BF0EA2">
        <w:rPr>
          <w:rStyle w:val="libAlaemChar"/>
          <w:rFonts w:hint="cs"/>
          <w:rtl/>
        </w:rPr>
        <w:t>صلى‌الله‌عليه‌وآله</w:t>
      </w:r>
      <w:r>
        <w:rPr>
          <w:rtl/>
        </w:rPr>
        <w:t xml:space="preserve"> : الغيبة أسرع في دين الرجل المسلم من الآكلة في جوفه.</w:t>
      </w:r>
    </w:p>
    <w:p w:rsidR="00AA2ABC" w:rsidRDefault="00AA2ABC" w:rsidP="002704FD">
      <w:pPr>
        <w:pStyle w:val="libNormal"/>
        <w:rPr>
          <w:rtl/>
        </w:rPr>
      </w:pPr>
      <w:r>
        <w:rPr>
          <w:rtl/>
        </w:rPr>
        <w:t xml:space="preserve">قال : وقال رسول الله </w:t>
      </w:r>
      <w:r w:rsidR="00BF0EA2" w:rsidRPr="00BF0EA2">
        <w:rPr>
          <w:rStyle w:val="libAlaemChar"/>
          <w:rFonts w:hint="cs"/>
          <w:rtl/>
        </w:rPr>
        <w:t>صلى‌الله‌عليه‌وآله</w:t>
      </w:r>
      <w:r>
        <w:rPr>
          <w:rtl/>
        </w:rPr>
        <w:t xml:space="preserve"> : الجلوس في المسجد انتظار الصلاة عبادة ما لم يحدث ، قيل : يا رسول الله وما يحدث؟ قال : الاغتياب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روى على مؤمن رواية يريد بها شينه وهدم مروءته ليسقط من أعين الناس أخرجه الله من ولايته إلى ولاية الشيطان فلا يقبله الشيطان </w:t>
      </w:r>
      <w:r w:rsidRPr="001008E4">
        <w:rPr>
          <w:rStyle w:val="libFootnotenumChar"/>
          <w:rtl/>
        </w:rPr>
        <w:t>(4)</w:t>
      </w:r>
      <w:r>
        <w:rPr>
          <w:rtl/>
        </w:rPr>
        <w:t>.</w:t>
      </w:r>
    </w:p>
    <w:p w:rsidR="00AA2ABC" w:rsidRDefault="00AA2ABC" w:rsidP="002704FD">
      <w:pPr>
        <w:pStyle w:val="libNormal"/>
        <w:rPr>
          <w:rtl/>
        </w:rPr>
      </w:pPr>
      <w:r>
        <w:rPr>
          <w:rtl/>
        </w:rPr>
        <w:t xml:space="preserve">وعن أبي عبدالله </w:t>
      </w:r>
      <w:r w:rsidR="00763E2E" w:rsidRPr="00763E2E">
        <w:rPr>
          <w:rStyle w:val="libAlaemChar"/>
          <w:rFonts w:hint="cs"/>
          <w:rtl/>
        </w:rPr>
        <w:t>عليه‌السلام</w:t>
      </w:r>
      <w:r>
        <w:rPr>
          <w:rtl/>
        </w:rPr>
        <w:t xml:space="preserve"> فيما جاء في الحديث « عورة المؤمن على المؤمن حرام » قال : ما هو أن ينكشف فترى منه شيئاً ، انّما هو أن تروي عليه أو تعيبه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كان يؤمن بالله واليوم الآخر فلا يجلس في مجلس يسبّ فيه امام ، أو يغتاب فيه مسلم </w:t>
      </w:r>
      <w:r w:rsidRPr="001008E4">
        <w:rPr>
          <w:rStyle w:val="libFootnotenumChar"/>
          <w:rtl/>
        </w:rPr>
        <w:t>(6)</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اغتاب امرءً مسلماً بطل صومه ، ونقض وضوؤه ، وجاء يوم القيامة تفوح منه رائحة أنتن من الجيفة يتأذّى به أهل الموقف ، فان مات قبل أن يتوب مات مستحلاً لما حرّم الله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النور : 19.</w:t>
      </w:r>
    </w:p>
    <w:p w:rsidR="00AA2ABC" w:rsidRDefault="00AA2ABC" w:rsidP="001008E4">
      <w:pPr>
        <w:pStyle w:val="libFootnote0"/>
        <w:rPr>
          <w:rtl/>
        </w:rPr>
      </w:pPr>
      <w:r>
        <w:rPr>
          <w:rtl/>
        </w:rPr>
        <w:t>2 ـ الكافي 2 : 357 ح 2 باب الغيبة والبهت ـ عنه البحار 75 : 240 ح 2 باب 66.</w:t>
      </w:r>
    </w:p>
    <w:p w:rsidR="00AA2ABC" w:rsidRDefault="00AA2ABC" w:rsidP="001008E4">
      <w:pPr>
        <w:pStyle w:val="libFootnote0"/>
        <w:rPr>
          <w:rtl/>
        </w:rPr>
      </w:pPr>
      <w:r>
        <w:rPr>
          <w:rtl/>
        </w:rPr>
        <w:t>3 ـ الكافي 2 : 356 ح 1 باب الغيبة والبهت ـ عنه البحار 75 : 220 ح 1 باب 66.</w:t>
      </w:r>
    </w:p>
    <w:p w:rsidR="00AA2ABC" w:rsidRDefault="00AA2ABC" w:rsidP="001008E4">
      <w:pPr>
        <w:pStyle w:val="libFootnote0"/>
        <w:rPr>
          <w:rtl/>
        </w:rPr>
      </w:pPr>
      <w:r>
        <w:rPr>
          <w:rtl/>
        </w:rPr>
        <w:t>4 ـ الكافي 2 : 358 ح 1 باب الرواية على المؤمن.</w:t>
      </w:r>
    </w:p>
    <w:p w:rsidR="00AA2ABC" w:rsidRDefault="00AA2ABC" w:rsidP="001008E4">
      <w:pPr>
        <w:pStyle w:val="libFootnote0"/>
        <w:rPr>
          <w:rtl/>
        </w:rPr>
      </w:pPr>
      <w:r>
        <w:rPr>
          <w:rtl/>
        </w:rPr>
        <w:t>5 ـ الكافي 2 : 359 ح 3 باب الرواية على المؤمن.</w:t>
      </w:r>
    </w:p>
    <w:p w:rsidR="00AA2ABC" w:rsidRDefault="00AA2ABC" w:rsidP="001008E4">
      <w:pPr>
        <w:pStyle w:val="libFootnote0"/>
        <w:rPr>
          <w:rtl/>
        </w:rPr>
      </w:pPr>
      <w:r>
        <w:rPr>
          <w:rtl/>
        </w:rPr>
        <w:t>6 ـ البحار 75 : 246 ح 9 باب 66 ـ عن تفسير القمي.</w:t>
      </w:r>
    </w:p>
    <w:p w:rsidR="00AA2ABC" w:rsidRDefault="00AA2ABC" w:rsidP="002704FD">
      <w:pPr>
        <w:pStyle w:val="libNormal"/>
        <w:rPr>
          <w:rtl/>
        </w:rPr>
      </w:pPr>
      <w:r>
        <w:rPr>
          <w:rtl/>
        </w:rPr>
        <w:br w:type="page"/>
      </w:r>
      <w:r>
        <w:rPr>
          <w:rtl/>
        </w:rPr>
        <w:lastRenderedPageBreak/>
        <w:t xml:space="preserve">ألا ومن تطوّل على أخيه في غيبة سمعها فيه في مجلس فردّها عنه ردّ الله منه ألف باب من السوء في الدنيا والآخرة ، فإن هو لم يردّها وهو قادر على ردّها كان عليه كوزر من اغتابه سبعين مرّة </w:t>
      </w:r>
      <w:r w:rsidRPr="001008E4">
        <w:rPr>
          <w:rStyle w:val="libFootnotenumChar"/>
          <w:rtl/>
        </w:rPr>
        <w:t>(1)</w:t>
      </w:r>
      <w:r>
        <w:rPr>
          <w:rtl/>
        </w:rPr>
        <w:t>.</w:t>
      </w:r>
    </w:p>
    <w:p w:rsidR="00AA2ABC" w:rsidRDefault="00AA2ABC" w:rsidP="002704FD">
      <w:pPr>
        <w:pStyle w:val="libNormal"/>
        <w:rPr>
          <w:rtl/>
        </w:rPr>
      </w:pPr>
      <w:r>
        <w:rPr>
          <w:rtl/>
        </w:rPr>
        <w:t>واعلم انّهم حملوا بطلان الصوم والوضوء على زوال كما لهما لا بطلانهما بمعنى قضائهما واعادتهما فيما بعد.</w:t>
      </w:r>
    </w:p>
    <w:p w:rsidR="00AA2ABC" w:rsidRDefault="00AA2ABC" w:rsidP="002704FD">
      <w:pPr>
        <w:pStyle w:val="libNormal"/>
        <w:rPr>
          <w:rtl/>
        </w:rPr>
      </w:pPr>
      <w:r>
        <w:rPr>
          <w:rtl/>
        </w:rPr>
        <w:t xml:space="preserve">وروي بسند صحيح آخر عنه </w:t>
      </w:r>
      <w:r w:rsidR="00BF0EA2" w:rsidRPr="00BF0EA2">
        <w:rPr>
          <w:rStyle w:val="libAlaemChar"/>
          <w:rFonts w:hint="cs"/>
          <w:rtl/>
        </w:rPr>
        <w:t>صلى‌الله‌عليه‌وآله</w:t>
      </w:r>
      <w:r>
        <w:rPr>
          <w:rtl/>
        </w:rPr>
        <w:t xml:space="preserve"> انّه قال : أحقّ الناس بالذنب السفيه المغتاب ، وأذلّ الناس من أهان الناس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انّه قال رجل لعليّ بن الحسين </w:t>
      </w:r>
      <w:r w:rsidR="000A073B" w:rsidRPr="000A073B">
        <w:rPr>
          <w:rStyle w:val="libAlaemChar"/>
          <w:rFonts w:hint="cs"/>
          <w:rtl/>
        </w:rPr>
        <w:t>عليهما‌السلام</w:t>
      </w:r>
      <w:r>
        <w:rPr>
          <w:rtl/>
        </w:rPr>
        <w:t xml:space="preserve"> : انّ فلاناً ينسبك إلى انّك ضاع مبتدع.</w:t>
      </w:r>
    </w:p>
    <w:p w:rsidR="00AA2ABC" w:rsidRDefault="00AA2ABC" w:rsidP="002704FD">
      <w:pPr>
        <w:pStyle w:val="libNormal"/>
        <w:rPr>
          <w:rtl/>
        </w:rPr>
      </w:pPr>
      <w:r>
        <w:rPr>
          <w:rtl/>
        </w:rPr>
        <w:t xml:space="preserve">فقال له عليّ بن الحسين </w:t>
      </w:r>
      <w:r w:rsidR="000A073B" w:rsidRPr="000A073B">
        <w:rPr>
          <w:rStyle w:val="libAlaemChar"/>
          <w:rFonts w:hint="cs"/>
          <w:rtl/>
        </w:rPr>
        <w:t>عليهما‌السلام</w:t>
      </w:r>
      <w:r>
        <w:rPr>
          <w:rtl/>
        </w:rPr>
        <w:t xml:space="preserve"> : ما رعيت حقّ مجالسة الرجل حيث نقلت إلينا حديثه ، ولا أديت حقّي حيث أبلغتني عن أخي ما لست أعلمه ، انّ الموت يعمّنا ، والبعث محشرنا ، والقيامة موعدنا ، والله يحكم بيننا ، اياكم والغيبة فانّها ادام كلاب النار ، واعلم انّ من أكثر [ من ذكر ] عيوب الناس شهد عليه الاكثار انّه انّما يطلبها بقدر ما فيه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علقمة انّه قال : قال الصادق </w:t>
      </w:r>
      <w:r w:rsidR="00763E2E" w:rsidRPr="00763E2E">
        <w:rPr>
          <w:rStyle w:val="libAlaemChar"/>
          <w:rFonts w:hint="cs"/>
          <w:rtl/>
        </w:rPr>
        <w:t>عليه‌السلام</w:t>
      </w:r>
      <w:r>
        <w:rPr>
          <w:rtl/>
        </w:rPr>
        <w:t xml:space="preserve"> وقد قلت له : يا ابن رسول الله أخبرني عمّن تقبل شهادته ومن لا تقبل.</w:t>
      </w:r>
    </w:p>
    <w:p w:rsidR="00AA2ABC" w:rsidRDefault="00AA2ABC" w:rsidP="002704FD">
      <w:pPr>
        <w:pStyle w:val="libNormal"/>
        <w:rPr>
          <w:rtl/>
        </w:rPr>
      </w:pPr>
      <w:r>
        <w:rPr>
          <w:rtl/>
        </w:rPr>
        <w:t xml:space="preserve">فقال : يا علقمة كلّ من كان على فطرة الإسلام جازت شهادته ، قال : فقلت له : تقبل شهادة مقترف للذنوب؟ فقال : يا علقمة لو لم تقبل شهادة المقترفين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75 : 247 ح 10 باب 66 ـ عن أمالي الصدوق.</w:t>
      </w:r>
    </w:p>
    <w:p w:rsidR="00AA2ABC" w:rsidRDefault="00AA2ABC" w:rsidP="001008E4">
      <w:pPr>
        <w:pStyle w:val="libFootnote0"/>
        <w:rPr>
          <w:rtl/>
        </w:rPr>
      </w:pPr>
      <w:r>
        <w:rPr>
          <w:rtl/>
        </w:rPr>
        <w:t>2 ـ البحار 75 : 247 ح 11 باب 66 ـ عن أمالي الصدوق.</w:t>
      </w:r>
    </w:p>
    <w:p w:rsidR="00AA2ABC" w:rsidRDefault="00AA2ABC" w:rsidP="001008E4">
      <w:pPr>
        <w:pStyle w:val="libFootnote0"/>
        <w:rPr>
          <w:rtl/>
        </w:rPr>
      </w:pPr>
      <w:r>
        <w:rPr>
          <w:rtl/>
        </w:rPr>
        <w:t xml:space="preserve">3 ـ الاحتجاج 2 : 145 ح 183 ـ عنه البحار 75 : 246 ح 8 باب 66. </w:t>
      </w:r>
    </w:p>
    <w:p w:rsidR="00AA2ABC" w:rsidRDefault="00AA2ABC" w:rsidP="002704FD">
      <w:pPr>
        <w:pStyle w:val="libNormal0"/>
        <w:rPr>
          <w:rtl/>
        </w:rPr>
      </w:pPr>
      <w:r>
        <w:rPr>
          <w:rtl/>
        </w:rPr>
        <w:br w:type="page"/>
      </w:r>
      <w:r>
        <w:rPr>
          <w:rtl/>
        </w:rPr>
        <w:lastRenderedPageBreak/>
        <w:t>للذنوب لما قبلت الاّ شهادات الأنبياء والأوصياء صلوات الله عليهم ، لأنّهم هم المعصومون دون سائر الخلق.</w:t>
      </w:r>
    </w:p>
    <w:p w:rsidR="00AA2ABC" w:rsidRDefault="00AA2ABC" w:rsidP="002704FD">
      <w:pPr>
        <w:pStyle w:val="libNormal"/>
        <w:rPr>
          <w:rtl/>
        </w:rPr>
      </w:pPr>
      <w:r>
        <w:rPr>
          <w:rtl/>
        </w:rPr>
        <w:t>فمن لم تره بعينك يرتكب ذنباً ، أو لم يشهد عليه بذلك شاهدان ، فهو من أهل العدالة والستر ، وشهادته مقبولة ، وان كان في نفسه مذنباً ، ومن اغتابه بما فيه فهو خارج عن ولاية الله عزّوجلّ ، داخل في ولاية الشيطان.</w:t>
      </w:r>
    </w:p>
    <w:p w:rsidR="00AA2ABC" w:rsidRDefault="00AA2ABC" w:rsidP="002704FD">
      <w:pPr>
        <w:pStyle w:val="libNormal"/>
        <w:rPr>
          <w:rtl/>
        </w:rPr>
      </w:pPr>
      <w:r>
        <w:rPr>
          <w:rtl/>
        </w:rPr>
        <w:t xml:space="preserve">ولقد حدّثني أبي عن أبيه عن آبائه </w:t>
      </w:r>
      <w:r w:rsidR="000A073B" w:rsidRPr="000A073B">
        <w:rPr>
          <w:rStyle w:val="libAlaemChar"/>
          <w:rFonts w:hint="cs"/>
          <w:rtl/>
        </w:rPr>
        <w:t>عليهم‌السلام</w:t>
      </w:r>
      <w:r>
        <w:rPr>
          <w:rtl/>
        </w:rPr>
        <w:t xml:space="preserve"> انّ رسول الله </w:t>
      </w:r>
      <w:r w:rsidR="00BF0EA2" w:rsidRPr="00BF0EA2">
        <w:rPr>
          <w:rStyle w:val="libAlaemChar"/>
          <w:rFonts w:hint="cs"/>
          <w:rtl/>
        </w:rPr>
        <w:t>صلى‌الله‌عليه‌وآله</w:t>
      </w:r>
      <w:r>
        <w:rPr>
          <w:rtl/>
        </w:rPr>
        <w:t xml:space="preserve"> قال : من اغتاب مؤمناً بما فيه لم يجمع الله بينهما في الجنّة أبداً ، ومن اغتاب مؤمناً بما ليس فيه انقطعت العصمة بينهما ، وكان المغتاب في النار خالداً فيها وبئس المصير </w:t>
      </w:r>
      <w:r w:rsidRPr="001008E4">
        <w:rPr>
          <w:rStyle w:val="libFootnotenumChar"/>
          <w:rtl/>
        </w:rPr>
        <w:t>(1)</w:t>
      </w:r>
      <w:r>
        <w:rPr>
          <w:rtl/>
        </w:rPr>
        <w:t>.</w:t>
      </w:r>
    </w:p>
    <w:p w:rsidR="00AA2ABC" w:rsidRDefault="00AA2ABC" w:rsidP="002704FD">
      <w:pPr>
        <w:pStyle w:val="libNormal"/>
        <w:rPr>
          <w:rtl/>
        </w:rPr>
      </w:pPr>
      <w:r>
        <w:rPr>
          <w:rtl/>
        </w:rPr>
        <w:t xml:space="preserve">وروي بسند آخر انّ أمير المؤمنين </w:t>
      </w:r>
      <w:r w:rsidR="00763E2E" w:rsidRPr="00763E2E">
        <w:rPr>
          <w:rStyle w:val="libAlaemChar"/>
          <w:rFonts w:hint="cs"/>
          <w:rtl/>
        </w:rPr>
        <w:t>عليه‌السلام</w:t>
      </w:r>
      <w:r>
        <w:rPr>
          <w:rtl/>
        </w:rPr>
        <w:t xml:space="preserve"> قال لنوف البكالي : اجتنب الغيبة فانّها ادام كلاب النار ، ثم قال </w:t>
      </w:r>
      <w:r w:rsidR="00763E2E" w:rsidRPr="00763E2E">
        <w:rPr>
          <w:rStyle w:val="libAlaemChar"/>
          <w:rFonts w:hint="cs"/>
          <w:rtl/>
        </w:rPr>
        <w:t>عليه‌السلام</w:t>
      </w:r>
      <w:r>
        <w:rPr>
          <w:rtl/>
        </w:rPr>
        <w:t xml:space="preserve"> : يا نوف كذب من زعم انّه ولد من حلال وهو يأكل لحوم الناس بالغيبة </w:t>
      </w:r>
      <w:r w:rsidRPr="001008E4">
        <w:rPr>
          <w:rStyle w:val="libFootnotenumChar"/>
          <w:rtl/>
        </w:rPr>
        <w:t>(2)</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لا تغتب فتغتب ، ولا تحفر لأخيك حفرة فتقع فيها ، كما تدين تدان </w:t>
      </w:r>
      <w:r w:rsidRPr="001008E4">
        <w:rPr>
          <w:rStyle w:val="libFootnotenumChar"/>
          <w:rtl/>
        </w:rPr>
        <w:t>(3)</w:t>
      </w:r>
      <w:r>
        <w:rPr>
          <w:rtl/>
        </w:rPr>
        <w:t>.</w:t>
      </w:r>
    </w:p>
    <w:p w:rsidR="00AA2ABC" w:rsidRDefault="00AA2ABC" w:rsidP="002704FD">
      <w:pPr>
        <w:pStyle w:val="libNormal"/>
        <w:rPr>
          <w:rtl/>
        </w:rPr>
      </w:pPr>
      <w:r>
        <w:rPr>
          <w:rtl/>
        </w:rPr>
        <w:t xml:space="preserve">وروي انّ من صفات المنافقين : « ان خالفته اغتابك »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انّه قال : الصائم في عبادة الله ... ما لم يغتب مسلماً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247 ح 12 باب 66 ـ عن أمالي الصدوق.</w:t>
      </w:r>
    </w:p>
    <w:p w:rsidR="00AA2ABC" w:rsidRDefault="00AA2ABC" w:rsidP="001008E4">
      <w:pPr>
        <w:pStyle w:val="libFootnote0"/>
        <w:rPr>
          <w:rtl/>
        </w:rPr>
      </w:pPr>
      <w:r>
        <w:rPr>
          <w:rtl/>
        </w:rPr>
        <w:t>2 ـ البحار 75 : 248 ح 13 باب 66 ـ عن أمالي الصدوق.</w:t>
      </w:r>
    </w:p>
    <w:p w:rsidR="00AA2ABC" w:rsidRDefault="00AA2ABC" w:rsidP="001008E4">
      <w:pPr>
        <w:pStyle w:val="libFootnote0"/>
        <w:rPr>
          <w:rtl/>
        </w:rPr>
      </w:pPr>
      <w:r>
        <w:rPr>
          <w:rtl/>
        </w:rPr>
        <w:t>3 ـ أمالي الصدوق : 342 ح 10 مجلس 65 ـ عنه البحار 75 : 248 ح 16 باب 66.</w:t>
      </w:r>
    </w:p>
    <w:p w:rsidR="00AA2ABC" w:rsidRDefault="00AA2ABC" w:rsidP="001008E4">
      <w:pPr>
        <w:pStyle w:val="libFootnote0"/>
        <w:rPr>
          <w:rtl/>
        </w:rPr>
      </w:pPr>
      <w:r>
        <w:rPr>
          <w:rtl/>
        </w:rPr>
        <w:t>4 ـ البحار 72 : 205 ضمن حديث 5 باب 106 ـ عن أمالي الصدوق : 399 ح 12 مجلس 74.</w:t>
      </w:r>
    </w:p>
    <w:p w:rsidR="00AA2ABC" w:rsidRDefault="00AA2ABC" w:rsidP="001008E4">
      <w:pPr>
        <w:pStyle w:val="libFootnote0"/>
        <w:rPr>
          <w:rtl/>
        </w:rPr>
      </w:pPr>
      <w:r>
        <w:rPr>
          <w:rtl/>
        </w:rPr>
        <w:t xml:space="preserve">5 ـ أمالي الصدوق : 442 ح 1 مجلس 82 ـ عنه البحار 75 : 249 ح 18 باب 66. </w:t>
      </w:r>
    </w:p>
    <w:p w:rsidR="00AA2ABC" w:rsidRDefault="00AA2ABC" w:rsidP="002704FD">
      <w:pPr>
        <w:pStyle w:val="libNormal"/>
        <w:rPr>
          <w:rtl/>
        </w:rPr>
      </w:pPr>
      <w:r>
        <w:rPr>
          <w:rtl/>
        </w:rPr>
        <w:br w:type="page"/>
      </w:r>
      <w:r>
        <w:rPr>
          <w:rtl/>
        </w:rPr>
        <w:lastRenderedPageBreak/>
        <w:t xml:space="preserve">وروي بسند معتبر آخر عنه </w:t>
      </w:r>
      <w:r w:rsidR="00BF0EA2" w:rsidRPr="00BF0EA2">
        <w:rPr>
          <w:rStyle w:val="libAlaemChar"/>
          <w:rFonts w:hint="cs"/>
          <w:rtl/>
        </w:rPr>
        <w:t>صلى‌الله‌عليه‌وآله</w:t>
      </w:r>
      <w:r>
        <w:rPr>
          <w:rtl/>
        </w:rPr>
        <w:t xml:space="preserve"> انّه قال : من مدح أخاه المؤمن في وجهه واغتابه من ورائه فقط انقطع ما بينهما من العصمة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اغتاب أخاه المؤمن من غير ترة بينهما فهو شرك شيطان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اياكم وغيبة المسلم ، فإنّ المسلم لا يغتاب أخاه ، وقد نهى الله عزّوجلّ عن ذلك فقال : </w:t>
      </w:r>
      <w:r w:rsidRPr="002704FD">
        <w:rPr>
          <w:rStyle w:val="libAlaemChar"/>
          <w:rtl/>
        </w:rPr>
        <w:t>(</w:t>
      </w:r>
      <w:r w:rsidRPr="002704FD">
        <w:rPr>
          <w:rStyle w:val="libAieChar"/>
          <w:rtl/>
        </w:rPr>
        <w:t xml:space="preserve"> وَلاَ يَغتَب بَّعضُكُم بَعضاً أَيُحِبُّ أَحَدُكُم أَن يَأكُلَ لَحمَ أَخِيهِ مَيتاً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قال لمؤمن قولاً يريد به انتقاض مروّته حبسه الله في طينة خبال حتى يأتي ممّا قال بمخرج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الله تبارك وتعالى ليبغض البيت اللحم واللحم السمين ، قال له بعض أصحابه : يا ابن رسول الله انّا لنحب اللحم ، وما تخلو بيوتنا منه ، فكيف ذاك؟</w:t>
      </w:r>
    </w:p>
    <w:p w:rsidR="00AA2ABC" w:rsidRDefault="00AA2ABC" w:rsidP="002704FD">
      <w:pPr>
        <w:pStyle w:val="libNormal"/>
        <w:rPr>
          <w:rtl/>
        </w:rPr>
      </w:pPr>
      <w:r>
        <w:rPr>
          <w:rtl/>
        </w:rPr>
        <w:t xml:space="preserve">فقال : ليس حيث تذهب انّما البيت اللحم البيت الذي يؤكل فيه لحوم الناس بالغيبة ، وأمّا اللحم السمين فهو المتكبّر المتبختر المختال في مشيه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اياكم والظن فإنّ الظن أكذب الكذب ، وكونوا اخواناً في الله كما أمركم الله ، لا تتنافروا ، ولا تجسسوا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466 ح 21 مجلس 85 ـ عنه البحار 75 : 249 ح 19 باب 66.</w:t>
      </w:r>
    </w:p>
    <w:p w:rsidR="00AA2ABC" w:rsidRDefault="00AA2ABC" w:rsidP="001008E4">
      <w:pPr>
        <w:pStyle w:val="libFootnote0"/>
        <w:rPr>
          <w:rtl/>
        </w:rPr>
      </w:pPr>
      <w:r>
        <w:rPr>
          <w:rtl/>
        </w:rPr>
        <w:t>2 ـ معاني الأخبار : 400 ضمن حديث 60 ـ عنه البحار 75 : 250 ح 21 باب 66.</w:t>
      </w:r>
    </w:p>
    <w:p w:rsidR="00AA2ABC" w:rsidRDefault="00AA2ABC" w:rsidP="001008E4">
      <w:pPr>
        <w:pStyle w:val="libFootnote0"/>
        <w:rPr>
          <w:rtl/>
        </w:rPr>
      </w:pPr>
      <w:r>
        <w:rPr>
          <w:rtl/>
        </w:rPr>
        <w:t>3 ـ الحجرات : 12.</w:t>
      </w:r>
    </w:p>
    <w:p w:rsidR="00AA2ABC" w:rsidRDefault="00AA2ABC" w:rsidP="001008E4">
      <w:pPr>
        <w:pStyle w:val="libFootnote0"/>
        <w:rPr>
          <w:rtl/>
        </w:rPr>
      </w:pPr>
      <w:r>
        <w:rPr>
          <w:rtl/>
        </w:rPr>
        <w:t>4 ـ البحار 75 : 250 ح 22 باب 66 ـ عن الخصال ، حديث الأربعمائة.</w:t>
      </w:r>
    </w:p>
    <w:p w:rsidR="00AA2ABC" w:rsidRDefault="00AA2ABC" w:rsidP="001008E4">
      <w:pPr>
        <w:pStyle w:val="libFootnote0"/>
        <w:rPr>
          <w:rtl/>
        </w:rPr>
      </w:pPr>
      <w:r>
        <w:rPr>
          <w:rtl/>
        </w:rPr>
        <w:t xml:space="preserve">5 ـ معاني الأخبار : 388 ح 24 نوادر المعاني ـ عنه البحار 75 : 251 ح 24 باب 66. </w:t>
      </w:r>
    </w:p>
    <w:p w:rsidR="00AA2ABC" w:rsidRDefault="00AA2ABC" w:rsidP="002704FD">
      <w:pPr>
        <w:pStyle w:val="libNormal0"/>
        <w:rPr>
          <w:rtl/>
        </w:rPr>
      </w:pPr>
      <w:r>
        <w:rPr>
          <w:rtl/>
        </w:rPr>
        <w:br w:type="page"/>
      </w:r>
      <w:r>
        <w:rPr>
          <w:rtl/>
        </w:rPr>
        <w:lastRenderedPageBreak/>
        <w:t xml:space="preserve">ولا تتفاحشوا ، ولا يغتب بعضكم بعضاً ، ولا تتنازعوا ، ولا تتباغضوا ، ولا تتدابروا ، ولا تتحاسدوا ، فإن الحسد يأكل الايمان كما تأكل النار الحطب اليابس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اذكروا أخاكم اذا غاب عنكم بأحسن ما تحبّون أن تذكروا به اذا غبتم عنه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اعلم انّه لا ورع أنفع من تجنّب محارم الله ، والكف عن أذى المؤمنين واغتيابهم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أوحى الله عزّوجلّ إلى موسى بن عمران </w:t>
      </w:r>
      <w:r w:rsidR="00763E2E" w:rsidRPr="00763E2E">
        <w:rPr>
          <w:rStyle w:val="libAlaemChar"/>
          <w:rFonts w:hint="cs"/>
          <w:rtl/>
        </w:rPr>
        <w:t>عليه‌السلام</w:t>
      </w:r>
      <w:r>
        <w:rPr>
          <w:rtl/>
        </w:rPr>
        <w:t xml:space="preserve"> : المغتاب ان تاب فهو آخر من يدخل الجنّة ، وان لم يتب فهو أوّل من يدخل النار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أربعة يؤذون أهل النار على ما بهم من الأذى ، يسقون من الحميم والجحيم ، ينادون بالويل والثبور ، يقول أهل النار بعضهم لبعض : ما بال هؤلاء الأربعة قد آذونا على ما بنا من الأذى؟</w:t>
      </w:r>
    </w:p>
    <w:p w:rsidR="00AA2ABC" w:rsidRDefault="00AA2ABC" w:rsidP="002704FD">
      <w:pPr>
        <w:pStyle w:val="libNormal"/>
        <w:rPr>
          <w:rtl/>
        </w:rPr>
      </w:pPr>
      <w:r>
        <w:rPr>
          <w:rtl/>
        </w:rPr>
        <w:t>فرجل معلّق في تابوت من جمر ، ورجل يجرّ أمعاءه ، ورجل يسيل فوه قيحاً ودماً ، ورجل يأكل لحمه ، فقيل لصاحب التابوت : ما بال الأبعد قد آذانا على ما بنا من الأذى؟ فيقول : انّ الأبعد قد مات وفي عنقه أموال الناس لم يجد لها في نفسه أداء ولا وفاء.</w:t>
      </w:r>
    </w:p>
    <w:p w:rsidR="00AA2ABC" w:rsidRDefault="00AA2ABC" w:rsidP="002704FD">
      <w:pPr>
        <w:pStyle w:val="libNormal"/>
        <w:rPr>
          <w:rtl/>
        </w:rPr>
      </w:pPr>
      <w:r>
        <w:rPr>
          <w:rtl/>
        </w:rPr>
        <w:t xml:space="preserve">ثم يقال للذي يجرّ أمعاءه : ما بال الأبعد قد آذانا على ما بنا من الأذى؟ فيقول : انّ الأبعد كان لا يبالي أين أصاب البول من جسده ، ثم يقال للذي يسيل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قرب الاسناد : 29 ح 94 ـ عنه البحار 75 : 252 ح 28 باب 66.</w:t>
      </w:r>
    </w:p>
    <w:p w:rsidR="00AA2ABC" w:rsidRDefault="00AA2ABC" w:rsidP="001008E4">
      <w:pPr>
        <w:pStyle w:val="libFootnote0"/>
        <w:rPr>
          <w:rtl/>
        </w:rPr>
      </w:pPr>
      <w:r>
        <w:rPr>
          <w:rtl/>
        </w:rPr>
        <w:t>2 ـ البحار 75 : 253 ح 30 باب 66 ـ عن أمالي الطوسي.</w:t>
      </w:r>
    </w:p>
    <w:p w:rsidR="00AA2ABC" w:rsidRDefault="00AA2ABC" w:rsidP="001008E4">
      <w:pPr>
        <w:pStyle w:val="libFootnote0"/>
        <w:rPr>
          <w:rtl/>
        </w:rPr>
      </w:pPr>
      <w:r>
        <w:rPr>
          <w:rtl/>
        </w:rPr>
        <w:t>3 ـ البحار 75 : 253 ح 31 باب 66 ـ عن علل الشرائع.</w:t>
      </w:r>
    </w:p>
    <w:p w:rsidR="00AA2ABC" w:rsidRDefault="00AA2ABC" w:rsidP="001008E4">
      <w:pPr>
        <w:pStyle w:val="libFootnote0"/>
        <w:rPr>
          <w:rtl/>
        </w:rPr>
      </w:pPr>
      <w:r>
        <w:rPr>
          <w:rtl/>
        </w:rPr>
        <w:t xml:space="preserve">4 ـ البحار 75 : 257 ضمن حديث 48 باب 66 ـ عن مصباح الشريعة. </w:t>
      </w:r>
    </w:p>
    <w:p w:rsidR="00AA2ABC" w:rsidRDefault="00AA2ABC" w:rsidP="002704FD">
      <w:pPr>
        <w:pStyle w:val="libNormal0"/>
        <w:rPr>
          <w:rtl/>
        </w:rPr>
      </w:pPr>
      <w:r>
        <w:rPr>
          <w:rtl/>
        </w:rPr>
        <w:br w:type="page"/>
      </w:r>
      <w:r>
        <w:rPr>
          <w:rtl/>
        </w:rPr>
        <w:lastRenderedPageBreak/>
        <w:t>فوه قيحاً ودماً : ما بال الأبعد قد آذانا على ما بنا من الأذى؟ فيقول : انّ الأبعد كان يحاكى فينظر إلى كلّ كلمة خبيثة فيسندها ويحاكى بها.</w:t>
      </w:r>
    </w:p>
    <w:p w:rsidR="00AA2ABC" w:rsidRDefault="00AA2ABC" w:rsidP="002704FD">
      <w:pPr>
        <w:pStyle w:val="libNormal"/>
        <w:rPr>
          <w:rtl/>
        </w:rPr>
      </w:pPr>
      <w:r>
        <w:rPr>
          <w:rtl/>
        </w:rPr>
        <w:t xml:space="preserve">ثم يقال للذي يأكل لحمه : ما بال الأبعد قد آذانا على ما بنا من الأذى؟ فيقول : انّ الأبعد كان يأكل لحوم الناس بالغيبة ، ويمشي بالنميمة </w:t>
      </w:r>
      <w:r w:rsidRPr="001008E4">
        <w:rPr>
          <w:rStyle w:val="libFootnotenumChar"/>
          <w:rtl/>
        </w:rPr>
        <w:t>(1)</w:t>
      </w:r>
      <w:r>
        <w:rPr>
          <w:rtl/>
        </w:rPr>
        <w:t>.</w:t>
      </w:r>
    </w:p>
    <w:p w:rsidR="00AA2ABC" w:rsidRDefault="00AA2ABC" w:rsidP="002704FD">
      <w:pPr>
        <w:pStyle w:val="libNormal"/>
        <w:rPr>
          <w:rtl/>
        </w:rPr>
      </w:pPr>
      <w:r>
        <w:rPr>
          <w:rtl/>
        </w:rPr>
        <w:t xml:space="preserve">والأحاديث في هذا الباب كثيرة واكتفينا بنقل ما كان سنده معتبراً. </w:t>
      </w:r>
    </w:p>
    <w:p w:rsidR="00AA2ABC" w:rsidRDefault="00AA2ABC" w:rsidP="00AA2ABC">
      <w:pPr>
        <w:pStyle w:val="Heading1Center"/>
        <w:rPr>
          <w:rtl/>
        </w:rPr>
      </w:pPr>
      <w:bookmarkStart w:id="158" w:name="_Toc392501915"/>
      <w:bookmarkStart w:id="159" w:name="_Toc392502863"/>
      <w:r>
        <w:rPr>
          <w:rtl/>
        </w:rPr>
        <w:t>( الفصل الثاني )</w:t>
      </w:r>
      <w:bookmarkEnd w:id="158"/>
      <w:bookmarkEnd w:id="159"/>
    </w:p>
    <w:p w:rsidR="00AA2ABC" w:rsidRDefault="00AA2ABC" w:rsidP="00AA2ABC">
      <w:pPr>
        <w:pStyle w:val="Heading1Center"/>
        <w:rPr>
          <w:rtl/>
        </w:rPr>
      </w:pPr>
      <w:bookmarkStart w:id="160" w:name="_Toc392501916"/>
      <w:bookmarkStart w:id="161" w:name="_Toc392502864"/>
      <w:r>
        <w:rPr>
          <w:rtl/>
        </w:rPr>
        <w:t>في معنى الغيبة</w:t>
      </w:r>
      <w:bookmarkEnd w:id="160"/>
      <w:bookmarkEnd w:id="161"/>
    </w:p>
    <w:p w:rsidR="00AA2ABC" w:rsidRDefault="00AA2ABC" w:rsidP="002704FD">
      <w:pPr>
        <w:pStyle w:val="libNormal"/>
        <w:rPr>
          <w:rtl/>
        </w:rPr>
      </w:pPr>
      <w:r>
        <w:rPr>
          <w:rtl/>
        </w:rPr>
        <w:t>لقد عرّف البعض الغيبة طبقاً لما ورد في الأحاديث ، أعني ذكر المؤمن على نحو الغيبة بحيث لو سمع ساءه وآذاه ، وعرّفها الأكثر بأنّها التنبيه على أمر في انسان معين غائب ، أو كان في حكم المعين وهو يكره نسبة ذلك الأمر إليه مع وجوده فيه ، ويُعدّ ذلك الأمر نقصاً وعيباً في العرف ، سواء أكان هذا التنبيه بالقول أم الاشارة أو الكناية أو التصريح أو الكتابة.</w:t>
      </w:r>
    </w:p>
    <w:p w:rsidR="00AA2ABC" w:rsidRDefault="00AA2ABC" w:rsidP="002704FD">
      <w:pPr>
        <w:pStyle w:val="libNormal"/>
        <w:rPr>
          <w:rtl/>
        </w:rPr>
      </w:pPr>
      <w:r>
        <w:rPr>
          <w:rtl/>
        </w:rPr>
        <w:t xml:space="preserve">وقيدنا الانسان بكونه معيناً لأنّه لا غيبة لغير المعين ، كما لو قال : انّ في أحد أهالي هذا البلد كذا عيب ، فلا حرمة فيه الاّ أن يقول بنحو يعرفه السامع بالقرائن وان لم يسمّه له ، والمراد من الذي في حكم المعين بأن يقول انّ العيب الفلاني في أحد شخصين مثلاً في زيد أو عمرو ، وذهب البعض إلى هذا النوع من الكلام يعدّ غيبة لكلا الشخصين ، لأنّ جعلهما في معرض هذا الاحتمال نقص لشأنهما ، ولو سمعا ساءهما.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الصدوق : 465 ح 20 مجلس 85 ـ عنه البحار 75 : 249 ح 20 باب 66. </w:t>
      </w:r>
    </w:p>
    <w:p w:rsidR="00AA2ABC" w:rsidRDefault="00AA2ABC" w:rsidP="002704FD">
      <w:pPr>
        <w:pStyle w:val="libNormal"/>
        <w:rPr>
          <w:rtl/>
        </w:rPr>
      </w:pPr>
      <w:r>
        <w:rPr>
          <w:rtl/>
        </w:rPr>
        <w:br w:type="page"/>
      </w:r>
      <w:r>
        <w:rPr>
          <w:rtl/>
        </w:rPr>
        <w:lastRenderedPageBreak/>
        <w:t xml:space="preserve">وقولنا : أن يكون العيب فيه ، لاخراج البهتان ، لأن المشهور بناين الغيبة والبهتان وان كان البهتان أسوء ، فالغيبة ذكر عيب في الشخص ، والبهتان اثتات عيب له مع عدم وجوده ، كما روي بسند معتبر عن أبي عبدالله </w:t>
      </w:r>
      <w:r w:rsidR="00763E2E" w:rsidRPr="00763E2E">
        <w:rPr>
          <w:rStyle w:val="libAlaemChar"/>
          <w:rFonts w:hint="cs"/>
          <w:rtl/>
        </w:rPr>
        <w:t>عليه‌السلام</w:t>
      </w:r>
      <w:r>
        <w:rPr>
          <w:rtl/>
        </w:rPr>
        <w:t xml:space="preserve"> أنه قال : الغيبة أن تقول في اخيك ما ستره الله عليه ... والبهتان أن تقول فيه ما ليس فيه </w:t>
      </w:r>
      <w:r w:rsidRPr="001008E4">
        <w:rPr>
          <w:rStyle w:val="libFootnotenumChar"/>
          <w:rtl/>
        </w:rPr>
        <w:t>(1)</w:t>
      </w:r>
      <w:r>
        <w:rPr>
          <w:rtl/>
        </w:rPr>
        <w:t xml:space="preserve">. </w:t>
      </w:r>
    </w:p>
    <w:p w:rsidR="00AA2ABC" w:rsidRDefault="00AA2ABC" w:rsidP="002704FD">
      <w:pPr>
        <w:pStyle w:val="libNormal"/>
        <w:rPr>
          <w:rtl/>
        </w:rPr>
      </w:pPr>
      <w:r>
        <w:rPr>
          <w:rtl/>
        </w:rPr>
        <w:t xml:space="preserve">وقد تطلق الغيبة على معنى يشمل البهتان أيضا ، كما روي بسند معتبر عن داود بن سرحان أنه قال : سألت أبا عبدالله </w:t>
      </w:r>
      <w:r w:rsidR="00763E2E" w:rsidRPr="00763E2E">
        <w:rPr>
          <w:rStyle w:val="libAlaemChar"/>
          <w:rFonts w:hint="cs"/>
          <w:rtl/>
        </w:rPr>
        <w:t>عليه‌السلام</w:t>
      </w:r>
      <w:r>
        <w:rPr>
          <w:rtl/>
        </w:rPr>
        <w:t xml:space="preserve"> عن الغيبة ، قال : هو أن تقول لأخيك في دينه ما لم يفعل ، وتثبت عليه أمرا قد ستره الله عليه لم يقم عليه فيه حدّ </w:t>
      </w:r>
      <w:r w:rsidRPr="001008E4">
        <w:rPr>
          <w:rStyle w:val="libFootnotenumChar"/>
          <w:rtl/>
        </w:rPr>
        <w:t>(2)</w:t>
      </w:r>
      <w:r>
        <w:rPr>
          <w:rtl/>
        </w:rPr>
        <w:t xml:space="preserve">. </w:t>
      </w:r>
    </w:p>
    <w:p w:rsidR="00AA2ABC" w:rsidRDefault="00AA2ABC" w:rsidP="002704FD">
      <w:pPr>
        <w:pStyle w:val="libNormal"/>
        <w:rPr>
          <w:rtl/>
        </w:rPr>
      </w:pPr>
      <w:r>
        <w:rPr>
          <w:rtl/>
        </w:rPr>
        <w:t xml:space="preserve">وقيدنا كون ذلك الأمر عيبا بحسب العرف لأننا ذكرنا كملا لشخص وساءه لم يكن غيبة ، كما لو قلنا أن فلان يصلي الليل وساءه ، لكن أذا ساءه ذكر أيّ نحو من العيوب سواء في خلقه أو خلقه أو أعماله أو نسبه كان غيبة ، الاّ العيوب الظاهرة وسوف نذكرها. </w:t>
      </w:r>
    </w:p>
    <w:p w:rsidR="00AA2ABC" w:rsidRDefault="00AA2ABC" w:rsidP="002704FD">
      <w:pPr>
        <w:pStyle w:val="libNormal"/>
        <w:rPr>
          <w:rtl/>
        </w:rPr>
      </w:pPr>
      <w:r>
        <w:rPr>
          <w:rtl/>
        </w:rPr>
        <w:t xml:space="preserve">وظهر من التعريف أن الغيبة لا تختص بالقول الصريح بل تشمل حتى الكناية بأن يذكر شخص فيقول الانسان : الحمد لله حيث لم أبتل بحبّ الرئاسة ، وغرضه الكناية على ذلك الشخص المبتلى ، أو يقول : عافانا الله واياه من حب الدنيا وغرضه اثبات هذا العيب لذلك الشخص ويشرك نفسه لدفع المظنة ، وأمثال هذه الكلمات من التلبيسات الشائعة في الغيبة حيث يظهر الانسان عيوب الغير على وجه أتم وأكمل في طيّ الحمد والثناء واظهار الانكسار والتواضع والنصيحة للناس.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358 ح 7 باب الغيبة ـ عنه البحار 75 : 246 ح باب 66.</w:t>
      </w:r>
    </w:p>
    <w:p w:rsidR="00AA2ABC" w:rsidRDefault="00AA2ABC" w:rsidP="001008E4">
      <w:pPr>
        <w:pStyle w:val="libFootnote0"/>
        <w:rPr>
          <w:rtl/>
        </w:rPr>
      </w:pPr>
      <w:r>
        <w:rPr>
          <w:rtl/>
        </w:rPr>
        <w:t xml:space="preserve">2 ـ الكافي 2 : 357 ح 3 باب الغيبة ـ عنه البحار 75 : 240 ح 3 باب 66. </w:t>
      </w:r>
    </w:p>
    <w:p w:rsidR="00AA2ABC" w:rsidRDefault="00AA2ABC" w:rsidP="002704FD">
      <w:pPr>
        <w:pStyle w:val="libNormal"/>
        <w:rPr>
          <w:rtl/>
        </w:rPr>
      </w:pPr>
      <w:r>
        <w:rPr>
          <w:rtl/>
        </w:rPr>
        <w:br w:type="page"/>
      </w:r>
      <w:r>
        <w:rPr>
          <w:rtl/>
        </w:rPr>
        <w:lastRenderedPageBreak/>
        <w:t xml:space="preserve">وظهر كذلك انّها لا تختص بالكلام فتشمل فيما لو كتب الانسان ذمّ شخص إلى غيره ، أو ظهر عيبه باشارة العين أو الحاجب أو اليد أو المشي أو نوع تكلّمه أو غيرها من الاشارات والحركات الدالة على اظهار نقص شخص وتقليده. </w:t>
      </w:r>
    </w:p>
    <w:p w:rsidR="00AA2ABC" w:rsidRDefault="00AA2ABC" w:rsidP="00AA2ABC">
      <w:pPr>
        <w:pStyle w:val="Heading1Center"/>
        <w:rPr>
          <w:rtl/>
        </w:rPr>
      </w:pPr>
      <w:bookmarkStart w:id="162" w:name="_Toc392501917"/>
      <w:bookmarkStart w:id="163" w:name="_Toc392502865"/>
      <w:r>
        <w:rPr>
          <w:rtl/>
        </w:rPr>
        <w:t>( الفصل الثالث )</w:t>
      </w:r>
      <w:bookmarkEnd w:id="162"/>
      <w:bookmarkEnd w:id="163"/>
    </w:p>
    <w:p w:rsidR="00AA2ABC" w:rsidRDefault="00AA2ABC" w:rsidP="00AA2ABC">
      <w:pPr>
        <w:pStyle w:val="Heading1Center"/>
        <w:rPr>
          <w:rtl/>
        </w:rPr>
      </w:pPr>
      <w:bookmarkStart w:id="164" w:name="_Toc392501918"/>
      <w:bookmarkStart w:id="165" w:name="_Toc392502866"/>
      <w:r>
        <w:rPr>
          <w:rtl/>
        </w:rPr>
        <w:t>في مستثنيات الغيبة</w:t>
      </w:r>
      <w:bookmarkEnd w:id="164"/>
      <w:bookmarkEnd w:id="165"/>
    </w:p>
    <w:p w:rsidR="00AA2ABC" w:rsidRDefault="00AA2ABC" w:rsidP="002704FD">
      <w:pPr>
        <w:pStyle w:val="libNormal"/>
        <w:rPr>
          <w:rtl/>
        </w:rPr>
      </w:pPr>
      <w:r>
        <w:rPr>
          <w:rtl/>
        </w:rPr>
        <w:t xml:space="preserve">وهي عشرة ـ كما استثناها العلماء ـ : </w:t>
      </w:r>
    </w:p>
    <w:p w:rsidR="00AA2ABC" w:rsidRDefault="00AA2ABC" w:rsidP="002704FD">
      <w:pPr>
        <w:pStyle w:val="libNormal"/>
        <w:rPr>
          <w:rtl/>
        </w:rPr>
      </w:pPr>
      <w:r w:rsidRPr="002704FD">
        <w:rPr>
          <w:rStyle w:val="libBold2Char"/>
          <w:rtl/>
        </w:rPr>
        <w:t xml:space="preserve">أولاً : </w:t>
      </w:r>
      <w:r>
        <w:rPr>
          <w:rtl/>
        </w:rPr>
        <w:t>تظلّم المظلوم حيث يأتي إلى شخص ويظهر ظلم من ظلمه كي يدفع هذا الشخص الظلم عنه ، وجوّزه العلماء بأنّ تظلّم المظلوم وسماع ظلامته جائز ، لكن بشرط أن يكون ذلك الشخص قادراً على دفع الظلم ، وكان هذا غرض المظلوم أيضاً بأن يتظلّم عند من يتوقّع نفعه.</w:t>
      </w:r>
    </w:p>
    <w:p w:rsidR="00AA2ABC" w:rsidRDefault="00AA2ABC" w:rsidP="002704FD">
      <w:pPr>
        <w:pStyle w:val="libNormal"/>
        <w:rPr>
          <w:rtl/>
        </w:rPr>
      </w:pPr>
      <w:r w:rsidRPr="002704FD">
        <w:rPr>
          <w:rStyle w:val="libBold2Char"/>
          <w:rtl/>
        </w:rPr>
        <w:t xml:space="preserve">ثانياً : </w:t>
      </w:r>
      <w:r>
        <w:rPr>
          <w:rtl/>
        </w:rPr>
        <w:t>في النهي عن المنكر بأن يعلم الانسان أمراً قبيحاً في شخص فيذكره رجاء أن يتركه ، هذا القسم مشروط بشرائط النهي عن المنكر بأن يقطع بقبح ذلك الفعل أولاً وانّه منكر ، ثم يحتمل التأثير وعدم الخوف من الضرر.</w:t>
      </w:r>
    </w:p>
    <w:p w:rsidR="00AA2ABC" w:rsidRDefault="00AA2ABC" w:rsidP="002704FD">
      <w:pPr>
        <w:pStyle w:val="libNormal"/>
        <w:rPr>
          <w:rtl/>
        </w:rPr>
      </w:pPr>
      <w:r>
        <w:rPr>
          <w:rtl/>
        </w:rPr>
        <w:t>فان لم يعلم بقبح ذلك العمل وإن كان خلافاً ، واحتمل انّ هذا الشخص يعمل هذا العمل برأي مجتهد حيث حلّل هذا العمل فحينئذٍ لا يمكنه ذمّه ، وكذلك لو علم انّ قوله لا يؤثّر ولا يفيد ولا يكون باعثاً على ترك العمل القبيح ، وكذلك لا تجوز الغيبة لو خاف ضرراً في جسمه أو ماله أو في عرضه أو خاف ذلك على أحد المؤمنين والمؤمنات.</w:t>
      </w:r>
    </w:p>
    <w:p w:rsidR="00AA2ABC" w:rsidRDefault="00AA2ABC" w:rsidP="002704FD">
      <w:pPr>
        <w:pStyle w:val="libNormal"/>
        <w:rPr>
          <w:rtl/>
        </w:rPr>
      </w:pPr>
      <w:r>
        <w:rPr>
          <w:rtl/>
        </w:rPr>
        <w:t xml:space="preserve">وكذلك لا يجوز لو أمكن نصحه في الخلوة وعلم انّه سيقبل نصحه فلا </w:t>
      </w:r>
    </w:p>
    <w:p w:rsidR="00AA2ABC" w:rsidRDefault="00AA2ABC" w:rsidP="002704FD">
      <w:pPr>
        <w:pStyle w:val="libNormal0"/>
        <w:rPr>
          <w:rtl/>
        </w:rPr>
      </w:pPr>
      <w:r>
        <w:rPr>
          <w:rtl/>
        </w:rPr>
        <w:br w:type="page"/>
      </w:r>
      <w:r>
        <w:rPr>
          <w:rtl/>
        </w:rPr>
        <w:lastRenderedPageBreak/>
        <w:t>يجوز له هتك ستره في المجالس ، ومع هذه الشرائط فليسعَ أن يكون غرضه رضى الله تعالى وترك المعاصي لا اظهار اغراضه الباطلة بهذه الصورة.</w:t>
      </w:r>
    </w:p>
    <w:p w:rsidR="00AA2ABC" w:rsidRDefault="00AA2ABC" w:rsidP="002704FD">
      <w:pPr>
        <w:pStyle w:val="libNormal"/>
        <w:rPr>
          <w:rtl/>
        </w:rPr>
      </w:pPr>
      <w:r w:rsidRPr="002704FD">
        <w:rPr>
          <w:rStyle w:val="libBold2Char"/>
          <w:rtl/>
        </w:rPr>
        <w:t xml:space="preserve">ثالثاً : </w:t>
      </w:r>
      <w:r>
        <w:rPr>
          <w:rtl/>
        </w:rPr>
        <w:t>أن يذكر شخصاً ويذمّه في ضمن مسألة يريد أن يسألها من عالم بأن يقول مثلاً : انّ أبي أخذ مالي أيجوز لي المنازعة معه؟ وليكن سؤاله هنا مهما أمكن بشكل لا يفهم انّ المذموم أبوه ، بأن يقول : ما حكم أب أخذ مال ابنه؟ وان لم يمكنه ذلك فليسع أن لا يسمعه غير ذلك العالم.</w:t>
      </w:r>
    </w:p>
    <w:p w:rsidR="00AA2ABC" w:rsidRDefault="00AA2ABC" w:rsidP="002704FD">
      <w:pPr>
        <w:pStyle w:val="libNormal"/>
        <w:rPr>
          <w:rtl/>
        </w:rPr>
      </w:pPr>
      <w:r w:rsidRPr="002704FD">
        <w:rPr>
          <w:rStyle w:val="libBold2Char"/>
          <w:rtl/>
        </w:rPr>
        <w:t xml:space="preserve">رابعاً : </w:t>
      </w:r>
      <w:r>
        <w:rPr>
          <w:rtl/>
        </w:rPr>
        <w:t>نصيحة المستشير ، بأن يستشير شخصٌ آخر في اعطاء ماله لشخص على نحو القرض أو المضاربة ، وكذا لو استشاره في رجل قدم على ابنته مثلاً ، فيجب عليه هنا أن يقول ما يعلم ، ولو علم انّه لو قال بشكل مجمل لا تفعل لم يفعل يجب الاكتفاء به ، ولو لم يرض هذا الشخص المستشير الاّ بالتفصيل حول ذلك العيب الذي له دخل في تلك المعاملة مثلاً فليقل ولا يذكر أكثر منه.</w:t>
      </w:r>
    </w:p>
    <w:p w:rsidR="00AA2ABC" w:rsidRDefault="00AA2ABC" w:rsidP="002704FD">
      <w:pPr>
        <w:pStyle w:val="libNormal"/>
        <w:rPr>
          <w:rtl/>
        </w:rPr>
      </w:pPr>
      <w:r>
        <w:rPr>
          <w:rtl/>
        </w:rPr>
        <w:t>ولا بأس لو منعه من باب الاخوة من المعاملة مع شخص معيّن من دون أن يستشيره ، وهذا فيما لو علم وصول ضرر عظيم على أخيه من قبل ذلك الشخص.</w:t>
      </w:r>
    </w:p>
    <w:p w:rsidR="00AA2ABC" w:rsidRDefault="00AA2ABC" w:rsidP="002704FD">
      <w:pPr>
        <w:pStyle w:val="libNormal"/>
        <w:rPr>
          <w:rtl/>
        </w:rPr>
      </w:pPr>
      <w:r w:rsidRPr="002704FD">
        <w:rPr>
          <w:rStyle w:val="libBold2Char"/>
          <w:rtl/>
        </w:rPr>
        <w:t xml:space="preserve">خامساً : </w:t>
      </w:r>
      <w:r>
        <w:rPr>
          <w:rtl/>
        </w:rPr>
        <w:t xml:space="preserve">ذكر بدع أرباب البدع الضارّة بدين الناس والخادعة لهم بل يجب بيان بدعهم ويلزم منع الناس عن متابعتهم سيما على العلماء ، كما روي بسند صحيح عن أبي عبدالله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اذا رأيتم أهل الريب والبدع من بعدي فأظهروا البراءة منهم ، وأكثروا من سبّهم والقول فيهم والوقيعة ، وباهتوهم كيلا يطمعوا في الفساد في الإسلام ، ويحذرهم الناس ولا يتعلّمون من بدعهم ، يكتب الله لكم بذلك الحسنات ، ويرفع لكم به الدرجات في الآخرة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375 ح 4 باب مجالسة أهل المعاصي ـ الوسائل 11 : 508 ح 1 باب 39. </w:t>
      </w:r>
    </w:p>
    <w:p w:rsidR="00AA2ABC" w:rsidRDefault="00AA2ABC" w:rsidP="002704FD">
      <w:pPr>
        <w:pStyle w:val="libNormal"/>
        <w:rPr>
          <w:rtl/>
        </w:rPr>
      </w:pPr>
      <w:r>
        <w:rPr>
          <w:rtl/>
        </w:rPr>
        <w:br w:type="page"/>
      </w:r>
      <w:r>
        <w:rPr>
          <w:rtl/>
        </w:rPr>
        <w:lastRenderedPageBreak/>
        <w:t xml:space="preserve">وروي في حديث صحيح آخر عنه </w:t>
      </w:r>
      <w:r w:rsidR="00763E2E" w:rsidRPr="00763E2E">
        <w:rPr>
          <w:rStyle w:val="libAlaemChar"/>
          <w:rFonts w:hint="cs"/>
          <w:rtl/>
        </w:rPr>
        <w:t>عليه‌السلام</w:t>
      </w:r>
      <w:r>
        <w:rPr>
          <w:rtl/>
        </w:rPr>
        <w:t xml:space="preserve"> انّه قال : لا تصحبوا أهل البدع ، ولا تجالسوهم فتصيروا عند الناس كواحد منهم ، قال رسول الله </w:t>
      </w:r>
      <w:r w:rsidR="00BF0EA2" w:rsidRPr="00BF0EA2">
        <w:rPr>
          <w:rStyle w:val="libAlaemChar"/>
          <w:rFonts w:hint="cs"/>
          <w:rtl/>
        </w:rPr>
        <w:t>صلى‌الله‌عليه‌وآله</w:t>
      </w:r>
      <w:r>
        <w:rPr>
          <w:rtl/>
        </w:rPr>
        <w:t xml:space="preserve"> : المرء على دين خليله وقرينه </w:t>
      </w:r>
      <w:r w:rsidRPr="001008E4">
        <w:rPr>
          <w:rStyle w:val="libFootnotenumChar"/>
          <w:rtl/>
        </w:rPr>
        <w:t>(1)</w:t>
      </w:r>
      <w:r>
        <w:rPr>
          <w:rtl/>
        </w:rPr>
        <w:t>.</w:t>
      </w:r>
    </w:p>
    <w:p w:rsidR="00AA2ABC" w:rsidRDefault="00AA2ABC" w:rsidP="002704FD">
      <w:pPr>
        <w:pStyle w:val="libNormal"/>
        <w:rPr>
          <w:rtl/>
        </w:rPr>
      </w:pPr>
      <w:r>
        <w:rPr>
          <w:rtl/>
        </w:rPr>
        <w:t>والأحاديث في هذا الباب كثيرة ، ومرّ بعضها في باب البدعة ، ولا ضرر على الايمان وأهل الايمان مثل ضرر أرباب البدع ، لأنّ الناس تحترز عن الكفار لظهور كفرهم ، لكنّهم ينخدعون بأهل البدع المتلبسين بالتصنع والرياء وهيئة أهل الخير ، فيجب على العلماء وغيرهم اظهار بطلانهم ، والسعي في خراب بنيانهم ، كي لا يضلّ الجهلاء بمتابعتهم.</w:t>
      </w:r>
    </w:p>
    <w:p w:rsidR="00AA2ABC" w:rsidRDefault="00AA2ABC" w:rsidP="002704FD">
      <w:pPr>
        <w:pStyle w:val="libNormal"/>
        <w:rPr>
          <w:rtl/>
        </w:rPr>
      </w:pPr>
      <w:r w:rsidRPr="002704FD">
        <w:rPr>
          <w:rStyle w:val="libBold2Char"/>
          <w:rtl/>
        </w:rPr>
        <w:t xml:space="preserve">سادساً : </w:t>
      </w:r>
      <w:r>
        <w:rPr>
          <w:rtl/>
        </w:rPr>
        <w:t>تبيين خطأ اجتهاد المجتهدين ، فيجوز أن يخطىء مجتهد رأى مجتهد آخر يعتقد بطلانه مع اقامة الأدلة على بطلانه ، كما انّ دأب علماء السلف رضوان الله عليهم بيان أخطاء العلماء المعاصرين لهم والماضين ، وهذا لا يعني نقص أيّ واحد منهم وكلّ منهم يثاب ويؤجر على مساعيه الحميدة لاحياء الدين.</w:t>
      </w:r>
    </w:p>
    <w:p w:rsidR="00AA2ABC" w:rsidRDefault="00AA2ABC" w:rsidP="002704FD">
      <w:pPr>
        <w:pStyle w:val="libNormal"/>
        <w:rPr>
          <w:rtl/>
        </w:rPr>
      </w:pPr>
      <w:r>
        <w:rPr>
          <w:rtl/>
        </w:rPr>
        <w:t>ولابد أن يكتفى في تبيين الخطأ في مسألة على قدر الضرورة ولا يبالغ ولا يشنّع ، وليكن الغرض الوحيد بيان الحق ورضى الله تعالى لا الحسد وسائر الأغراض الباطلة ، وللشيطان هنا طرق وحيل كثيرة.</w:t>
      </w:r>
    </w:p>
    <w:p w:rsidR="00AA2ABC" w:rsidRDefault="00AA2ABC" w:rsidP="002704FD">
      <w:pPr>
        <w:pStyle w:val="libNormal"/>
        <w:rPr>
          <w:rtl/>
        </w:rPr>
      </w:pPr>
      <w:r w:rsidRPr="002704FD">
        <w:rPr>
          <w:rStyle w:val="libBold2Char"/>
          <w:rtl/>
        </w:rPr>
        <w:t xml:space="preserve">سابعاً : </w:t>
      </w:r>
      <w:r>
        <w:rPr>
          <w:rtl/>
        </w:rPr>
        <w:t>جرح رواة الأخبار والأحاديث كما ذمّ علماؤنا في كتب رجالهم بعض الرواة لحفظ السنّة والشريعة والتمييز بين الصحيح وغيره ، والمعتبر وغيره ، فهذا جائز لتعلّق الغرض الديني به.</w:t>
      </w:r>
    </w:p>
    <w:p w:rsidR="00AA2ABC" w:rsidRDefault="00AA2ABC" w:rsidP="002704FD">
      <w:pPr>
        <w:pStyle w:val="libNormal"/>
        <w:rPr>
          <w:rtl/>
        </w:rPr>
      </w:pPr>
      <w:r w:rsidRPr="002704FD">
        <w:rPr>
          <w:rStyle w:val="libBold2Char"/>
          <w:rtl/>
        </w:rPr>
        <w:t xml:space="preserve">ثامناً : </w:t>
      </w:r>
      <w:r>
        <w:rPr>
          <w:rtl/>
        </w:rPr>
        <w:t xml:space="preserve">لو كان شخص مشهوراً بصفة ظاهرة ، فيذكر بتلك الصفة لمعرفته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375 ح 3 باب مجالسة أهل المعاصي ـ الوسائل 11 : 502 ح 1 باب 38. </w:t>
      </w:r>
    </w:p>
    <w:p w:rsidR="00AA2ABC" w:rsidRDefault="00AA2ABC" w:rsidP="002704FD">
      <w:pPr>
        <w:pStyle w:val="libNormal0"/>
        <w:rPr>
          <w:rtl/>
        </w:rPr>
      </w:pPr>
      <w:r>
        <w:rPr>
          <w:rtl/>
        </w:rPr>
        <w:br w:type="page"/>
      </w:r>
      <w:r>
        <w:rPr>
          <w:rtl/>
        </w:rPr>
        <w:lastRenderedPageBreak/>
        <w:t>وتمييزه بأن يقول : الأعرج الفلاني أو الأعور ، وجوّز البعض ذكر هذه العيوب الظاهرة مطلقاً ، وذهب بعض إلى الجواز فيما لو توقف تمييز ذلك الشخص على ذكر هذه الصفات.</w:t>
      </w:r>
    </w:p>
    <w:p w:rsidR="00AA2ABC" w:rsidRDefault="00AA2ABC" w:rsidP="002704FD">
      <w:pPr>
        <w:pStyle w:val="libNormal"/>
        <w:rPr>
          <w:rtl/>
        </w:rPr>
      </w:pPr>
      <w:r>
        <w:rPr>
          <w:rtl/>
        </w:rPr>
        <w:t>والاحتياط يقتضي ذكره بنحو لا يتأذّى لو سمع حيث يكون نقصاً عليه عرفاً ، مثلاً : فلان الأعمى ، فانّه يمكنه استبدال هذه الكلمة بكلمة أخرى لا تستلزم التحقير ، ويدلّ على استثناء هذا الفرد اجمالاً بعض الأخبار المعتبرة.</w:t>
      </w:r>
    </w:p>
    <w:p w:rsidR="00AA2ABC" w:rsidRDefault="00AA2ABC" w:rsidP="002704FD">
      <w:pPr>
        <w:pStyle w:val="libNormal"/>
        <w:rPr>
          <w:rtl/>
        </w:rPr>
      </w:pPr>
      <w:r>
        <w:rPr>
          <w:rtl/>
        </w:rPr>
        <w:t xml:space="preserve">فروي بسند معتبر عن أبي عبدالله </w:t>
      </w:r>
      <w:r w:rsidR="00763E2E" w:rsidRPr="00763E2E">
        <w:rPr>
          <w:rStyle w:val="libAlaemChar"/>
          <w:rFonts w:hint="cs"/>
          <w:rtl/>
        </w:rPr>
        <w:t>عليه‌السلام</w:t>
      </w:r>
      <w:r>
        <w:rPr>
          <w:rtl/>
        </w:rPr>
        <w:t xml:space="preserve"> انّه قال : الغيبة أن تقول في أخيك ما ستره الله عليه ، وأمّا الأمر الظاهر فيه مثل الحدّة والعجلة فلا ، والبهتان أن تقول فيه ما ليس فيه </w:t>
      </w:r>
      <w:r w:rsidRPr="001008E4">
        <w:rPr>
          <w:rStyle w:val="libFootnotenumChar"/>
          <w:rtl/>
        </w:rPr>
        <w:t>(1)</w:t>
      </w:r>
      <w:r>
        <w:rPr>
          <w:rtl/>
        </w:rPr>
        <w:t>.</w:t>
      </w:r>
    </w:p>
    <w:p w:rsidR="00AA2ABC" w:rsidRDefault="00AA2ABC" w:rsidP="002704FD">
      <w:pPr>
        <w:pStyle w:val="libNormal"/>
        <w:rPr>
          <w:rtl/>
        </w:rPr>
      </w:pPr>
      <w:r w:rsidRPr="002704FD">
        <w:rPr>
          <w:rStyle w:val="libBold2Char"/>
          <w:rtl/>
        </w:rPr>
        <w:t xml:space="preserve">تاسعاً : </w:t>
      </w:r>
      <w:r>
        <w:rPr>
          <w:rtl/>
        </w:rPr>
        <w:t>غيبة من يرتكب الذنوب علانية ويتظاهر بها كأرباب مناصب الجور ، فإنّ مناصبهم فسق وهم يرتكبونها علانية ، فلو ذكر شخص ذلك الذنب المرتكب علانية ، والمعلوم عند الناس ، ولم يبال صاحبه بذكره لم يكن غيبة ، كأن يقال : انّ فلان حاكم المدينة الكذائية ، فانه لو يسمع بذلك يزداد سروراً ، ومناط الغيبة هو الكراهة فيما لو سمع.</w:t>
      </w:r>
    </w:p>
    <w:p w:rsidR="00AA2ABC" w:rsidRDefault="00AA2ABC" w:rsidP="002704FD">
      <w:pPr>
        <w:pStyle w:val="libNormal"/>
        <w:rPr>
          <w:rtl/>
        </w:rPr>
      </w:pPr>
      <w:r>
        <w:rPr>
          <w:rtl/>
        </w:rPr>
        <w:t xml:space="preserve">ولو فعل ذنباً علانية ويسيئه لو ذكر كمن يذنب في المجامع من دون اخفاء لكن لو ذكر ساءه فالمشهور عدم كونه غيبة ، ووقع الخلاف فيما لو ذُم وذُكرت عيوبه المخفية مع كونه متجاهراً ببعض الكبائر ، ولا يبعد جواز ذمّه على الذنوب التي يرتكبها علانية وان لم تتحقق شرائط النهي عن المنكر ، لكن عدم ذكر ذنوبه المخفيّة أولى وأحوط ، ووردت أحاديث كثيرة لاستثناء هذا الفرد اجمالاً.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358 ح 7 باب الغيبة ـ عنه البحار 75 : 246 ح 7 باب 66.</w:t>
      </w:r>
    </w:p>
    <w:p w:rsidR="00AA2ABC" w:rsidRDefault="00AA2ABC" w:rsidP="002704FD">
      <w:pPr>
        <w:pStyle w:val="libNormal"/>
        <w:rPr>
          <w:rtl/>
        </w:rPr>
      </w:pPr>
      <w:r>
        <w:rPr>
          <w:rtl/>
        </w:rPr>
        <w:br w:type="page"/>
      </w:r>
      <w:r>
        <w:rPr>
          <w:rtl/>
        </w:rPr>
        <w:lastRenderedPageBreak/>
        <w:t xml:space="preserve">فروي بسند معتبر عن أبي الحسن موسى </w:t>
      </w:r>
      <w:r w:rsidR="00763E2E" w:rsidRPr="00763E2E">
        <w:rPr>
          <w:rStyle w:val="libAlaemChar"/>
          <w:rFonts w:hint="cs"/>
          <w:rtl/>
        </w:rPr>
        <w:t>عليه‌السلام</w:t>
      </w:r>
      <w:r>
        <w:rPr>
          <w:rtl/>
        </w:rPr>
        <w:t xml:space="preserve"> أنّه قال : ... من ذكر [ رجلاً ] من خلفه بما هو فيه ممّا لا يعرفه الناس اغتابه ، ومن ذكره بما ليس فيه فقد بهته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اذا جاهر الفاسق بفسقه فلا حرمة له ولا غيبة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ثلاثة ليست لهم حرمة : صاحب هوى مبتدع ، والامام الجائر ، والفاسق المعلن الفسق </w:t>
      </w:r>
      <w:r w:rsidRPr="001008E4">
        <w:rPr>
          <w:rStyle w:val="libFootnotenumChar"/>
          <w:rtl/>
        </w:rPr>
        <w:t>(3)</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انّ حرمة الفاسق أقلّ من الجميع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عامل الناس فلم يظلمهم ، وحدّثهم فلم يكذبهم ، ووعدهم فلم يخلفهم ، فهو ممّن كملت مروّته ، وظهرت عدالته ، ووجبت أخوّته ، وحرمت غيبته </w:t>
      </w:r>
      <w:r w:rsidRPr="001008E4">
        <w:rPr>
          <w:rStyle w:val="libFootnotenumChar"/>
          <w:rtl/>
        </w:rPr>
        <w:t>(5)</w:t>
      </w:r>
      <w:r>
        <w:rPr>
          <w:rtl/>
        </w:rPr>
        <w:t>.</w:t>
      </w:r>
    </w:p>
    <w:p w:rsidR="00AA2ABC" w:rsidRDefault="00AA2ABC" w:rsidP="002704FD">
      <w:pPr>
        <w:pStyle w:val="libNormal"/>
        <w:rPr>
          <w:rtl/>
        </w:rPr>
      </w:pPr>
      <w:r>
        <w:rPr>
          <w:rtl/>
        </w:rPr>
        <w:t xml:space="preserve">وروي هذا المضمون بسند معتبر آخر عن أبي عبدالله </w:t>
      </w:r>
      <w:r w:rsidR="00763E2E" w:rsidRPr="00763E2E">
        <w:rPr>
          <w:rStyle w:val="libAlaemChar"/>
          <w:rFonts w:hint="cs"/>
          <w:rtl/>
        </w:rPr>
        <w:t>عليه‌السلام</w:t>
      </w:r>
      <w:r>
        <w:rPr>
          <w:rtl/>
        </w:rPr>
        <w:t xml:space="preserve">. </w:t>
      </w:r>
    </w:p>
    <w:p w:rsidR="00AA2ABC" w:rsidRDefault="00AA2ABC" w:rsidP="002704FD">
      <w:pPr>
        <w:pStyle w:val="libNormal"/>
        <w:rPr>
          <w:rtl/>
        </w:rPr>
      </w:pPr>
      <w:r>
        <w:rPr>
          <w:rtl/>
        </w:rPr>
        <w:t>واستثنى العلماء فرداً آخر قريباً من هذا وهو فيما لو اطلع اثنان على عيب شخص فيتحادثان بينهما في ذلك العيب من دون وجود ثالث ، فذهب الأكثر على انّه لا يعدّ غيبة ، ولم يجوّزه البعض الآخر ، والاحتياط يقتضي الترك.</w:t>
      </w:r>
    </w:p>
    <w:p w:rsidR="00AA2ABC" w:rsidRDefault="00AA2ABC" w:rsidP="002704FD">
      <w:pPr>
        <w:pStyle w:val="libNormal"/>
        <w:rPr>
          <w:rtl/>
        </w:rPr>
      </w:pPr>
      <w:r w:rsidRPr="002704FD">
        <w:rPr>
          <w:rStyle w:val="libBold2Char"/>
          <w:rtl/>
        </w:rPr>
        <w:t xml:space="preserve">عاشراً : </w:t>
      </w:r>
      <w:r>
        <w:rPr>
          <w:rtl/>
        </w:rPr>
        <w:t xml:space="preserve">اطلاع جمع على ذنب يوجب الحد والتعزير الشرعي على شخص ،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358 ح 6 باب الغيبة ـ عنه البحار 75 : 245 ح 6 باب 66.</w:t>
      </w:r>
    </w:p>
    <w:p w:rsidR="00AA2ABC" w:rsidRDefault="00AA2ABC" w:rsidP="001008E4">
      <w:pPr>
        <w:pStyle w:val="libFootnote0"/>
        <w:rPr>
          <w:rtl/>
        </w:rPr>
      </w:pPr>
      <w:r>
        <w:rPr>
          <w:rtl/>
        </w:rPr>
        <w:t>2 ـ البحار 75 : 253 ح 32 باب 66 ـ عن أمالي الصدوق.</w:t>
      </w:r>
    </w:p>
    <w:p w:rsidR="00AA2ABC" w:rsidRDefault="00AA2ABC" w:rsidP="001008E4">
      <w:pPr>
        <w:pStyle w:val="libFootnote0"/>
        <w:rPr>
          <w:rtl/>
        </w:rPr>
      </w:pPr>
      <w:r>
        <w:rPr>
          <w:rtl/>
        </w:rPr>
        <w:t>3 ـ قرب الاسناد : 176 ح 645 ـ عنه البحار 75 : 253 ح 33 باب 66.</w:t>
      </w:r>
    </w:p>
    <w:p w:rsidR="00AA2ABC" w:rsidRDefault="00AA2ABC" w:rsidP="001008E4">
      <w:pPr>
        <w:pStyle w:val="libFootnote0"/>
        <w:rPr>
          <w:rtl/>
        </w:rPr>
      </w:pPr>
      <w:r>
        <w:rPr>
          <w:rtl/>
        </w:rPr>
        <w:t>4 ـ مضمون النص.</w:t>
      </w:r>
    </w:p>
    <w:p w:rsidR="00AA2ABC" w:rsidRDefault="00AA2ABC" w:rsidP="001008E4">
      <w:pPr>
        <w:pStyle w:val="libFootnote0"/>
        <w:rPr>
          <w:rtl/>
        </w:rPr>
      </w:pPr>
      <w:r>
        <w:rPr>
          <w:rtl/>
        </w:rPr>
        <w:t xml:space="preserve">5 ـ البحار 75 : 252 ح 26 باب 66. </w:t>
      </w:r>
    </w:p>
    <w:p w:rsidR="00AA2ABC" w:rsidRDefault="00AA2ABC" w:rsidP="002704FD">
      <w:pPr>
        <w:pStyle w:val="libNormal0"/>
        <w:rPr>
          <w:rtl/>
        </w:rPr>
      </w:pPr>
      <w:r>
        <w:rPr>
          <w:rtl/>
        </w:rPr>
        <w:br w:type="page"/>
      </w:r>
      <w:r>
        <w:rPr>
          <w:rtl/>
        </w:rPr>
        <w:lastRenderedPageBreak/>
        <w:t xml:space="preserve">فيجوز الشهادة عند الحاكم الشرعي لو كان عددهم من الكثرة بحيث يثبت الأمر عنده ، دون حكّام الجور. </w:t>
      </w:r>
    </w:p>
    <w:p w:rsidR="00AA2ABC" w:rsidRDefault="00AA2ABC" w:rsidP="00AA2ABC">
      <w:pPr>
        <w:pStyle w:val="Heading1Center"/>
        <w:rPr>
          <w:rtl/>
        </w:rPr>
      </w:pPr>
      <w:bookmarkStart w:id="166" w:name="_Toc392501919"/>
      <w:bookmarkStart w:id="167" w:name="_Toc392502867"/>
      <w:r>
        <w:rPr>
          <w:rtl/>
        </w:rPr>
        <w:t>( الفصل الرابع )</w:t>
      </w:r>
      <w:bookmarkEnd w:id="166"/>
      <w:bookmarkEnd w:id="167"/>
    </w:p>
    <w:p w:rsidR="00AA2ABC" w:rsidRDefault="00AA2ABC" w:rsidP="00AA2ABC">
      <w:pPr>
        <w:pStyle w:val="Heading1Center"/>
        <w:rPr>
          <w:rtl/>
        </w:rPr>
      </w:pPr>
      <w:bookmarkStart w:id="168" w:name="_Toc392501920"/>
      <w:bookmarkStart w:id="169" w:name="_Toc392502868"/>
      <w:r>
        <w:rPr>
          <w:rtl/>
        </w:rPr>
        <w:t>في سماع الغيبة</w:t>
      </w:r>
      <w:bookmarkEnd w:id="168"/>
      <w:bookmarkEnd w:id="169"/>
    </w:p>
    <w:p w:rsidR="00AA2ABC" w:rsidRDefault="00AA2ABC" w:rsidP="002704FD">
      <w:pPr>
        <w:pStyle w:val="libNormal"/>
        <w:rPr>
          <w:rtl/>
        </w:rPr>
      </w:pPr>
      <w:r>
        <w:rPr>
          <w:rtl/>
        </w:rPr>
        <w:t xml:space="preserve">انّ المشهور بين العلماء انّ السامع لو صدّق أو سمع وهو راضي كان كالمغتاب ، كما روي عن أمير المؤمنين </w:t>
      </w:r>
      <w:r w:rsidR="00763E2E" w:rsidRPr="00763E2E">
        <w:rPr>
          <w:rStyle w:val="libAlaemChar"/>
          <w:rFonts w:hint="cs"/>
          <w:rtl/>
        </w:rPr>
        <w:t>عليه‌السلام</w:t>
      </w:r>
      <w:r>
        <w:rPr>
          <w:rtl/>
        </w:rPr>
        <w:t xml:space="preserve"> انّه قال : السامع للغيبة أحد المغتابين </w:t>
      </w:r>
      <w:r w:rsidRPr="001008E4">
        <w:rPr>
          <w:rStyle w:val="libFootnotenumChar"/>
          <w:rtl/>
        </w:rPr>
        <w:t>(1)</w:t>
      </w:r>
      <w:r>
        <w:rPr>
          <w:rtl/>
        </w:rPr>
        <w:t>.</w:t>
      </w:r>
    </w:p>
    <w:p w:rsidR="00AA2ABC" w:rsidRDefault="00AA2ABC" w:rsidP="002704FD">
      <w:pPr>
        <w:pStyle w:val="libNormal"/>
        <w:rPr>
          <w:rtl/>
        </w:rPr>
      </w:pPr>
      <w:r>
        <w:rPr>
          <w:rtl/>
        </w:rPr>
        <w:t>وظاهر بعض الأحاديث المعتبرة وكلام كثير من العلماء وجوب ردّ الغيبة مهما أمكن والمنع منها واعانة الأخ المؤمن بهذه الطريقة ، وان لم يمكنه فليقم ، وإن لم يقدر فليكره بقلبه ولا يرتضيه.</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من اغتيب عنده أخوه المؤمن فنصره وأعانه نصره الله في الدنيا والآخرة ، ومن اغتيب عنده أخوه المؤمن فلم ينصره ولم يدفع عنه وهو يقدر على نصرته وعونه خفضه الله في الدنيا والآخرة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ردّ عن عرض أخيه كان له حجاباً من النار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غرر الحكم : 221 ح 4444.</w:t>
      </w:r>
    </w:p>
    <w:p w:rsidR="00AA2ABC" w:rsidRDefault="00AA2ABC" w:rsidP="001008E4">
      <w:pPr>
        <w:pStyle w:val="libFootnote0"/>
        <w:rPr>
          <w:rtl/>
        </w:rPr>
      </w:pPr>
      <w:r>
        <w:rPr>
          <w:rtl/>
        </w:rPr>
        <w:t>2 ـ البحار 75 : 255 ضمن حديث 38 باب 66 ـ عن ثواب الأعمال.</w:t>
      </w:r>
    </w:p>
    <w:p w:rsidR="00AA2ABC" w:rsidRDefault="00AA2ABC" w:rsidP="001008E4">
      <w:pPr>
        <w:pStyle w:val="libFootnote0"/>
        <w:rPr>
          <w:rtl/>
        </w:rPr>
      </w:pPr>
      <w:r>
        <w:rPr>
          <w:rtl/>
        </w:rPr>
        <w:t xml:space="preserve">3 ـ البحار 75 : 253 ضمن حديث 34 باب 66 ـ عن أمالي الطوسي : 115 ح 31 مجلس 4.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من ردّ عن عرض أخيه المسلم كتب من أهل الجنة البتة ... </w:t>
      </w:r>
      <w:r w:rsidRPr="001008E4">
        <w:rPr>
          <w:rStyle w:val="libFootnotenumChar"/>
          <w:rtl/>
        </w:rPr>
        <w:t>(1)</w:t>
      </w:r>
      <w:r>
        <w:rPr>
          <w:rtl/>
        </w:rPr>
        <w:t>.</w:t>
      </w:r>
    </w:p>
    <w:p w:rsidR="00AA2ABC" w:rsidRDefault="00AA2ABC" w:rsidP="002704FD">
      <w:pPr>
        <w:pStyle w:val="libNormal"/>
        <w:rPr>
          <w:rtl/>
        </w:rPr>
      </w:pPr>
      <w:r>
        <w:rPr>
          <w:rtl/>
        </w:rPr>
        <w:t>وقال بعض العلماء : لو سمعنا شخصاً يغتاب شخصاً آخر ولا نعلم انّ ذلك الآخر يستحق الغيبة أم لا ، لا يجوز لنا نهي المتكلّم والحكم بفسقه لأنّ أعمال المسلمين محمولة على الصحة ولعلّه يوجد غرض صحيح في هذا الغيبة ، فنهيه يكون ايذاء المسلم ، ولا يجوز ايذاءه ما لم يعلم انّ فعله محرم.</w:t>
      </w:r>
    </w:p>
    <w:p w:rsidR="00AA2ABC" w:rsidRDefault="00AA2ABC" w:rsidP="002704FD">
      <w:pPr>
        <w:pStyle w:val="libNormal"/>
        <w:rPr>
          <w:rtl/>
        </w:rPr>
      </w:pPr>
      <w:r>
        <w:rPr>
          <w:rtl/>
        </w:rPr>
        <w:t xml:space="preserve">ولا يبعد التفصيل هنا بأن نقول : إذا كان القائل ممّن لا يحتمل وجود غرض صحيح فيه حسب ظاهره وأحواله يمكنه منعه ، وان كان من أهل الصلاح والورع وكانت أكثر أموره تدور على التدين ويمكن حمله على المحامل الصحيحة ، فإن أمكن منعه بوجه حسن بحيث لا يتأذّى ، أو منعه بذكر مبرّر لفعل ذلك الشخص الغائب فهو ، والاّ فليسكت ولا يحكم بفسق القائل ، ويلزم هنا رعاية الاحتياط من الطرفين مهما أمكن ، والله العالم. </w:t>
      </w:r>
    </w:p>
    <w:p w:rsidR="00AA2ABC" w:rsidRDefault="00AA2ABC" w:rsidP="00AA2ABC">
      <w:pPr>
        <w:pStyle w:val="Heading1Center"/>
        <w:rPr>
          <w:rtl/>
        </w:rPr>
      </w:pPr>
      <w:bookmarkStart w:id="170" w:name="_Toc392501921"/>
      <w:bookmarkStart w:id="171" w:name="_Toc392502869"/>
      <w:r>
        <w:rPr>
          <w:rtl/>
        </w:rPr>
        <w:t>( الفصل الخامس )</w:t>
      </w:r>
      <w:bookmarkEnd w:id="170"/>
      <w:bookmarkEnd w:id="171"/>
    </w:p>
    <w:p w:rsidR="00AA2ABC" w:rsidRDefault="00AA2ABC" w:rsidP="00AA2ABC">
      <w:pPr>
        <w:pStyle w:val="Heading1Center"/>
        <w:rPr>
          <w:rtl/>
        </w:rPr>
      </w:pPr>
      <w:bookmarkStart w:id="172" w:name="_Toc392501922"/>
      <w:bookmarkStart w:id="173" w:name="_Toc392502870"/>
      <w:r>
        <w:rPr>
          <w:rtl/>
        </w:rPr>
        <w:t>في كفارة الغيبة والتوبة عنها</w:t>
      </w:r>
      <w:bookmarkEnd w:id="172"/>
      <w:bookmarkEnd w:id="173"/>
    </w:p>
    <w:p w:rsidR="00AA2ABC" w:rsidRDefault="00AA2ABC" w:rsidP="002704FD">
      <w:pPr>
        <w:pStyle w:val="libNormal"/>
        <w:rPr>
          <w:rtl/>
        </w:rPr>
      </w:pPr>
      <w:r>
        <w:rPr>
          <w:rtl/>
        </w:rPr>
        <w:t>وتعتبر هنا الشروط التي مضت في التوبة ، وبما أنّ الغيبة حقّ الناس فلابد للمستغيب أن يذهب إلى كلّ من هتك عنده عرض ذلك الشخص واغتابه وليذكره بذكر جميل مهما أمكن ، وينسيهم تلك المعايب التي قالها في حقه.</w:t>
      </w:r>
    </w:p>
    <w:p w:rsidR="00AA2ABC" w:rsidRDefault="00AA2ABC" w:rsidP="002704FD">
      <w:pPr>
        <w:pStyle w:val="libNormal"/>
        <w:rPr>
          <w:rtl/>
        </w:rPr>
      </w:pPr>
      <w:r>
        <w:rPr>
          <w:rtl/>
        </w:rPr>
        <w:t xml:space="preserve">واختلفت الأحاديث في طلب ابراء الذمة من الذي اغتابه ، فروي عن رسول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أمالي الطوسي : 233 ح 6 مجلس 9 ـ عنه البحار 75 : 253 ح 35 باب 66. </w:t>
      </w:r>
    </w:p>
    <w:p w:rsidR="00AA2ABC" w:rsidRDefault="00AA2ABC" w:rsidP="002704FD">
      <w:pPr>
        <w:pStyle w:val="libNormal0"/>
        <w:rPr>
          <w:rtl/>
        </w:rPr>
      </w:pPr>
      <w:r>
        <w:rPr>
          <w:rtl/>
        </w:rPr>
        <w:br w:type="page"/>
      </w:r>
      <w:r>
        <w:rPr>
          <w:rtl/>
        </w:rPr>
        <w:lastRenderedPageBreak/>
        <w:t xml:space="preserve">الله </w:t>
      </w:r>
      <w:r w:rsidR="00BF0EA2" w:rsidRPr="00BF0EA2">
        <w:rPr>
          <w:rStyle w:val="libAlaemChar"/>
          <w:rFonts w:hint="cs"/>
          <w:rtl/>
        </w:rPr>
        <w:t>صلى‌الله‌عليه‌وآله</w:t>
      </w:r>
      <w:r>
        <w:rPr>
          <w:rtl/>
        </w:rPr>
        <w:t xml:space="preserve"> انّه قال : الغيبة أشدّ من الزنا ، فقيل : يا رسول الله ولم ذاك؟ قال : صاحب الزنا يتوب فيتوب الله عليه ، وصاحب الغيبة يتوب فلا يتوب الله عليه حتى يكون صاحبه الذي يحلّه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سُئل النبي </w:t>
      </w:r>
      <w:r w:rsidR="00BF0EA2" w:rsidRPr="00BF0EA2">
        <w:rPr>
          <w:rStyle w:val="libAlaemChar"/>
          <w:rFonts w:hint="cs"/>
          <w:rtl/>
        </w:rPr>
        <w:t>صلى‌الله‌عليه‌وآله</w:t>
      </w:r>
      <w:r>
        <w:rPr>
          <w:rtl/>
        </w:rPr>
        <w:t xml:space="preserve"> ما كفّارة الاغتياب؟ قال : تستغفر لمن اغتبته كلّما ذكرته </w:t>
      </w:r>
      <w:r w:rsidRPr="001008E4">
        <w:rPr>
          <w:rStyle w:val="libFootnotenumChar"/>
          <w:rtl/>
        </w:rPr>
        <w:t>(2)</w:t>
      </w:r>
      <w:r>
        <w:rPr>
          <w:rtl/>
        </w:rPr>
        <w:t>.</w:t>
      </w:r>
    </w:p>
    <w:p w:rsidR="00AA2ABC" w:rsidRDefault="00AA2ABC" w:rsidP="002704FD">
      <w:pPr>
        <w:pStyle w:val="libNormal"/>
        <w:rPr>
          <w:rtl/>
        </w:rPr>
      </w:pPr>
      <w:r>
        <w:rPr>
          <w:rtl/>
        </w:rPr>
        <w:t xml:space="preserve">وروي بسند آخر عن رسول الله </w:t>
      </w:r>
      <w:r w:rsidR="00BF0EA2" w:rsidRPr="00BF0EA2">
        <w:rPr>
          <w:rStyle w:val="libAlaemChar"/>
          <w:rFonts w:hint="cs"/>
          <w:rtl/>
        </w:rPr>
        <w:t>صلى‌الله‌عليه‌وآله</w:t>
      </w:r>
      <w:r>
        <w:rPr>
          <w:rtl/>
        </w:rPr>
        <w:t xml:space="preserve"> انّه قال : كفّارة الاغتياب أن تستغفر لمن اغتبته </w:t>
      </w:r>
      <w:r w:rsidRPr="001008E4">
        <w:rPr>
          <w:rStyle w:val="libFootnotenumChar"/>
          <w:rtl/>
        </w:rPr>
        <w:t>(3)</w:t>
      </w:r>
      <w:r>
        <w:rPr>
          <w:rtl/>
        </w:rPr>
        <w:t>.</w:t>
      </w:r>
    </w:p>
    <w:p w:rsidR="00AA2ABC" w:rsidRDefault="00AA2ABC" w:rsidP="002704FD">
      <w:pPr>
        <w:pStyle w:val="libNormal"/>
        <w:rPr>
          <w:rtl/>
        </w:rPr>
      </w:pPr>
      <w:r>
        <w:rPr>
          <w:rtl/>
        </w:rPr>
        <w:t>وجمعوا بين هذه الأحاديث بأنّ صاحب الحق إن سمع [ تلك الغيبة مثلاً ] وأمكن ابراء الذمة منه فليفعل ، وان لم يسمع أو سمع ولم يمكن طلب ابراء الذمة منه بأن كان ميتاً أو غائباً استغفر له ، والأحوط أن يطلب البراءة منه وان لم يسمع الاّ أن يسبّب أذاه ، والأحوط أيضا أن لا يترك طلب البراءة ولو بصورة مجملة بحيث لا يتأذى ، والله تعالى العالم.</w:t>
      </w:r>
    </w:p>
    <w:p w:rsidR="00AA2ABC" w:rsidRDefault="00AA2ABC" w:rsidP="00AA2ABC">
      <w:pPr>
        <w:pStyle w:val="Heading1Center"/>
        <w:rPr>
          <w:rtl/>
        </w:rPr>
      </w:pPr>
      <w:bookmarkStart w:id="174" w:name="_Toc392501923"/>
      <w:bookmarkStart w:id="175" w:name="_Toc392502871"/>
      <w:r>
        <w:rPr>
          <w:rtl/>
        </w:rPr>
        <w:t>( الفصل السادس )</w:t>
      </w:r>
      <w:bookmarkEnd w:id="174"/>
      <w:bookmarkEnd w:id="175"/>
    </w:p>
    <w:p w:rsidR="00AA2ABC" w:rsidRDefault="00AA2ABC" w:rsidP="00AA2ABC">
      <w:pPr>
        <w:pStyle w:val="Heading1Center"/>
        <w:rPr>
          <w:rtl/>
        </w:rPr>
      </w:pPr>
      <w:bookmarkStart w:id="176" w:name="_Toc392501924"/>
      <w:bookmarkStart w:id="177" w:name="_Toc392502872"/>
      <w:r>
        <w:rPr>
          <w:rtl/>
        </w:rPr>
        <w:t>في ذم البهتان ، واتهام المؤمنين ، وسوء الظن بهم</w:t>
      </w:r>
      <w:bookmarkEnd w:id="176"/>
      <w:bookmarkEnd w:id="177"/>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بهت مؤمناً أو مؤمنة بما ليس فيه بعثه الله في طينة خبال حتى يخرج ممّا قال ، قلت : وما طينة الخبال؟ قال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62 ح 90 باب 2 ـ عنه البحار 75 : 252 ح 27 باب 66.</w:t>
      </w:r>
    </w:p>
    <w:p w:rsidR="00AA2ABC" w:rsidRDefault="00AA2ABC" w:rsidP="001008E4">
      <w:pPr>
        <w:pStyle w:val="libFootnote0"/>
        <w:rPr>
          <w:rtl/>
        </w:rPr>
      </w:pPr>
      <w:r>
        <w:rPr>
          <w:rtl/>
        </w:rPr>
        <w:t>2 ـ الكافي 2 : 357 ح 4 باب الغيبة ـ عنه البحار 75 : 241 ح 4 باب 66.</w:t>
      </w:r>
    </w:p>
    <w:p w:rsidR="00AA2ABC" w:rsidRDefault="00AA2ABC" w:rsidP="001008E4">
      <w:pPr>
        <w:pStyle w:val="libFootnote0"/>
        <w:rPr>
          <w:rtl/>
        </w:rPr>
      </w:pPr>
      <w:r>
        <w:rPr>
          <w:rtl/>
        </w:rPr>
        <w:t xml:space="preserve">3 ـ أمالي الطوسي : 192 ح 27 مجلس 7 ـ عنه البحار 75 : 252 ح 29 باب 66. </w:t>
      </w:r>
    </w:p>
    <w:p w:rsidR="00AA2ABC" w:rsidRDefault="00AA2ABC" w:rsidP="002704FD">
      <w:pPr>
        <w:pStyle w:val="libNormal0"/>
        <w:rPr>
          <w:rtl/>
        </w:rPr>
      </w:pPr>
      <w:r>
        <w:rPr>
          <w:rtl/>
        </w:rPr>
        <w:br w:type="page"/>
      </w:r>
      <w:r>
        <w:rPr>
          <w:rtl/>
        </w:rPr>
        <w:lastRenderedPageBreak/>
        <w:t xml:space="preserve">صديد يخرج من فروج المومسات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صلّى الله وآله وسلّم انّه قال : من بهت مؤمناً أو مؤمنة أو قال فيه ما ليس فيه ، أقامه الله تعالى يوم القيامة على تلّ من نار حتى يخرج ممّا قاله فيه </w:t>
      </w:r>
      <w:r w:rsidRPr="001008E4">
        <w:rPr>
          <w:rStyle w:val="libFootnotenumChar"/>
          <w:rtl/>
        </w:rPr>
        <w:t>(2)</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اياكم والظن فإنّ الظن أكذب الكذب ...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أنّه : سئل أمير المؤمنين </w:t>
      </w:r>
      <w:r w:rsidR="00763E2E" w:rsidRPr="00763E2E">
        <w:rPr>
          <w:rStyle w:val="libAlaemChar"/>
          <w:rFonts w:hint="cs"/>
          <w:rtl/>
        </w:rPr>
        <w:t>عليه‌السلام</w:t>
      </w:r>
      <w:r>
        <w:rPr>
          <w:rtl/>
        </w:rPr>
        <w:t xml:space="preserve"> كم بين الحق والباطل؟ فقال : أربع أصابع ، ووضع أمير المؤمنين </w:t>
      </w:r>
      <w:r w:rsidR="00763E2E" w:rsidRPr="00763E2E">
        <w:rPr>
          <w:rStyle w:val="libAlaemChar"/>
          <w:rFonts w:hint="cs"/>
          <w:rtl/>
        </w:rPr>
        <w:t>عليه‌السلام</w:t>
      </w:r>
      <w:r>
        <w:rPr>
          <w:rtl/>
        </w:rPr>
        <w:t xml:space="preserve"> يده على أذنه وعينيه ، فقال : ما رأته عيناك فهو الحق ، وما سمعته أذناك فأكثره باطل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عن [ أبي عبدالله </w:t>
      </w:r>
      <w:r w:rsidR="00763E2E" w:rsidRPr="00763E2E">
        <w:rPr>
          <w:rStyle w:val="libAlaemChar"/>
          <w:rFonts w:hint="cs"/>
          <w:rtl/>
        </w:rPr>
        <w:t>عليه‌السلام</w:t>
      </w:r>
      <w:r>
        <w:rPr>
          <w:rtl/>
        </w:rPr>
        <w:t xml:space="preserve"> ] أنّه قال : إذا اتهم المؤمن أخاه انماث </w:t>
      </w:r>
      <w:r w:rsidRPr="001008E4">
        <w:rPr>
          <w:rStyle w:val="libFootnotenumChar"/>
          <w:rtl/>
        </w:rPr>
        <w:t>(5)</w:t>
      </w:r>
      <w:r>
        <w:rPr>
          <w:rtl/>
        </w:rPr>
        <w:t xml:space="preserve"> الايمان من قلبه كما ينماث الملح في الماء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اتهم أخاه في دينه فلا حرمة بينهما ... </w:t>
      </w:r>
      <w:r w:rsidRPr="001008E4">
        <w:rPr>
          <w:rStyle w:val="libFootnotenumChar"/>
          <w:rtl/>
        </w:rPr>
        <w:t>(7)</w:t>
      </w:r>
      <w:r>
        <w:rPr>
          <w:rtl/>
        </w:rPr>
        <w:t>.</w:t>
      </w:r>
    </w:p>
    <w:p w:rsidR="00AA2ABC" w:rsidRDefault="00AA2ABC" w:rsidP="002704FD">
      <w:pPr>
        <w:pStyle w:val="libNormal"/>
        <w:rPr>
          <w:rtl/>
        </w:rPr>
      </w:pPr>
      <w:r>
        <w:rPr>
          <w:rtl/>
        </w:rPr>
        <w:t xml:space="preserve">وروي بأسانيد معتبرة عن أمير المؤمنين </w:t>
      </w:r>
      <w:r w:rsidR="00763E2E" w:rsidRPr="00763E2E">
        <w:rPr>
          <w:rStyle w:val="libAlaemChar"/>
          <w:rFonts w:hint="cs"/>
          <w:rtl/>
        </w:rPr>
        <w:t>عليه‌السلام</w:t>
      </w:r>
      <w:r>
        <w:rPr>
          <w:rtl/>
        </w:rPr>
        <w:t xml:space="preserve"> انّه قال : ضع أمر أخيك على أحسنه حتى يأتيك ما يغلبك منه ، ولا تظنّن بكلمة خرجت من أخيك سوءاً وأنت تجد لها في الخير محملاً </w:t>
      </w:r>
      <w:r w:rsidRPr="001008E4">
        <w:rPr>
          <w:rStyle w:val="libFootnotenumChar"/>
          <w:rtl/>
        </w:rPr>
        <w:t>(8)</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357 ح 5 باب الغيبة ـ عنه البحار 75 : 244 ح 5 باب 66.</w:t>
      </w:r>
    </w:p>
    <w:p w:rsidR="00AA2ABC" w:rsidRDefault="00AA2ABC" w:rsidP="001008E4">
      <w:pPr>
        <w:pStyle w:val="libFootnote0"/>
        <w:rPr>
          <w:rtl/>
        </w:rPr>
      </w:pPr>
      <w:r>
        <w:rPr>
          <w:rtl/>
        </w:rPr>
        <w:t xml:space="preserve">2 ـ البحار 75 : 194 ح 5 باب 62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3 ـ قرب الاسناد : 29 ح 94 ـ عنه البحار 75 : 195 ح 8 باب 62.</w:t>
      </w:r>
    </w:p>
    <w:p w:rsidR="00AA2ABC" w:rsidRDefault="00AA2ABC" w:rsidP="001008E4">
      <w:pPr>
        <w:pStyle w:val="libFootnote0"/>
        <w:rPr>
          <w:rtl/>
        </w:rPr>
      </w:pPr>
      <w:r>
        <w:rPr>
          <w:rtl/>
        </w:rPr>
        <w:t>4 ـ الخصال : 236 ح 78 باب 4 ـ عنه البحار 75 : 195 ح 9 باب 62.</w:t>
      </w:r>
    </w:p>
    <w:p w:rsidR="00AA2ABC" w:rsidRDefault="00AA2ABC" w:rsidP="001008E4">
      <w:pPr>
        <w:pStyle w:val="libFootnote0"/>
        <w:rPr>
          <w:rtl/>
        </w:rPr>
      </w:pPr>
      <w:r>
        <w:rPr>
          <w:rtl/>
        </w:rPr>
        <w:t>5 ـ انماث : اختلط وذاب.</w:t>
      </w:r>
    </w:p>
    <w:p w:rsidR="00AA2ABC" w:rsidRDefault="00AA2ABC" w:rsidP="001008E4">
      <w:pPr>
        <w:pStyle w:val="libFootnote0"/>
        <w:rPr>
          <w:rtl/>
        </w:rPr>
      </w:pPr>
      <w:r>
        <w:rPr>
          <w:rtl/>
        </w:rPr>
        <w:t>6 ـ الكافي 2 : 361 ح 1 باب التهمة ـ عنه البحار 75 : 198 ح 19 باب 62.</w:t>
      </w:r>
    </w:p>
    <w:p w:rsidR="00AA2ABC" w:rsidRDefault="00AA2ABC" w:rsidP="001008E4">
      <w:pPr>
        <w:pStyle w:val="libFootnote0"/>
        <w:rPr>
          <w:rtl/>
        </w:rPr>
      </w:pPr>
      <w:r>
        <w:rPr>
          <w:rtl/>
        </w:rPr>
        <w:t>7 ـ الكافي 2 : 361 ح 2 باب التهمة ـ عنه البحار 75 : 198 ح 20 باب 62.</w:t>
      </w:r>
    </w:p>
    <w:p w:rsidR="00AA2ABC" w:rsidRDefault="00AA2ABC" w:rsidP="001008E4">
      <w:pPr>
        <w:pStyle w:val="libFootnote0"/>
        <w:rPr>
          <w:rtl/>
        </w:rPr>
      </w:pPr>
      <w:r>
        <w:rPr>
          <w:rtl/>
        </w:rPr>
        <w:t xml:space="preserve">8 ـ الكافي 2 : 362 ح 3 باب التهمة ـ عنه البحار 75 : 199 ح 21 باب 62.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اطلب لأخيك عذراً فإن لم تجد له عذراً فالتمس له عذراً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لا تعجلوا على شيعتنا إن تزل لهم قدم تثبت لهم اُخرى </w:t>
      </w:r>
      <w:r w:rsidRPr="001008E4">
        <w:rPr>
          <w:rStyle w:val="libFootnotenumChar"/>
          <w:rtl/>
        </w:rPr>
        <w:t>(2)</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طوبى لمن شغله عيبه عن عيوب الناس</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وأبي عبدالله </w:t>
      </w:r>
      <w:r w:rsidR="000A073B" w:rsidRPr="000A073B">
        <w:rPr>
          <w:rStyle w:val="libAlaemChar"/>
          <w:rFonts w:hint="cs"/>
          <w:rtl/>
        </w:rPr>
        <w:t>عليهما‌السلام</w:t>
      </w:r>
      <w:r>
        <w:rPr>
          <w:rtl/>
        </w:rPr>
        <w:t xml:space="preserve"> انهما قالا : أقرب ما يكون العبد إلى الكفر أن يواخي الرجل على الدين ، فيحصي عليه عثراته وزلاّته ليعنّفه بها يوماً ما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يا معشر من أسلم بلسانه ولم يخلص الايمان إلى قلبه لا تذمّوا المسلمين ولا تتبعوا عوراتهم فانّه من تتبّع عوراتهم تتبّع الله عورته ، ومن تتبّع الله تعالى عورته يفضحه ولو في بيته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عنه </w:t>
      </w:r>
      <w:r w:rsidR="00BF0EA2" w:rsidRPr="00BF0EA2">
        <w:rPr>
          <w:rStyle w:val="libAlaemChar"/>
          <w:rFonts w:hint="cs"/>
          <w:rtl/>
        </w:rPr>
        <w:t>صلى‌الله‌عليه‌وآله</w:t>
      </w:r>
      <w:r>
        <w:rPr>
          <w:rtl/>
        </w:rPr>
        <w:t xml:space="preserve"> انّه قال : من أذاع فاحشة كان كمبتدئها ، ومن عيّر مؤمناً بشيء لم يمت حتى يركبه </w:t>
      </w:r>
      <w:r w:rsidRPr="001008E4">
        <w:rPr>
          <w:rStyle w:val="libFootnotenumChar"/>
          <w:rtl/>
        </w:rPr>
        <w:t>(6)</w:t>
      </w:r>
      <w:r>
        <w:rPr>
          <w:rtl/>
        </w:rPr>
        <w:t>.</w:t>
      </w:r>
    </w:p>
    <w:p w:rsidR="00AA2ABC" w:rsidRDefault="00AA2ABC" w:rsidP="002704FD">
      <w:pPr>
        <w:pStyle w:val="libNormal"/>
        <w:rPr>
          <w:rtl/>
        </w:rPr>
      </w:pPr>
      <w:r>
        <w:rPr>
          <w:rtl/>
        </w:rPr>
        <w:t xml:space="preserve">وروي في حديث آخر عن أبي عبدالله </w:t>
      </w:r>
      <w:r w:rsidR="00763E2E" w:rsidRPr="00763E2E">
        <w:rPr>
          <w:rStyle w:val="libAlaemChar"/>
          <w:rFonts w:hint="cs"/>
          <w:rtl/>
        </w:rPr>
        <w:t>عليه‌السلام</w:t>
      </w:r>
      <w:r>
        <w:rPr>
          <w:rtl/>
        </w:rPr>
        <w:t xml:space="preserve"> انّه قال : من أنّب مؤمناً أنّبه الله في الدينا والآخرة </w:t>
      </w:r>
      <w:r w:rsidRPr="001008E4">
        <w:rPr>
          <w:rStyle w:val="libFootnotenumChar"/>
          <w:rtl/>
        </w:rPr>
        <w:t>(7)</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194 ح 4 باب 62 ـ عن الخصال ، حديث الأربعمائة.</w:t>
      </w:r>
    </w:p>
    <w:p w:rsidR="00AA2ABC" w:rsidRDefault="00AA2ABC" w:rsidP="001008E4">
      <w:pPr>
        <w:pStyle w:val="libFootnote0"/>
        <w:rPr>
          <w:rtl/>
        </w:rPr>
      </w:pPr>
      <w:r>
        <w:rPr>
          <w:rtl/>
        </w:rPr>
        <w:t>2 ـ البحار 68 : 199 ح 1 باب 20 عن قرب الاسناد.</w:t>
      </w:r>
    </w:p>
    <w:p w:rsidR="00AA2ABC" w:rsidRDefault="00AA2ABC" w:rsidP="001008E4">
      <w:pPr>
        <w:pStyle w:val="libFootnote0"/>
        <w:rPr>
          <w:rtl/>
        </w:rPr>
      </w:pPr>
      <w:r>
        <w:rPr>
          <w:rtl/>
        </w:rPr>
        <w:t>3 ـ البحار 75 : 46 ح 1 باب 40 ـ عن تفسير القمي.</w:t>
      </w:r>
    </w:p>
    <w:p w:rsidR="00AA2ABC" w:rsidRDefault="00AA2ABC" w:rsidP="001008E4">
      <w:pPr>
        <w:pStyle w:val="libFootnote0"/>
        <w:rPr>
          <w:rtl/>
        </w:rPr>
      </w:pPr>
      <w:r>
        <w:rPr>
          <w:rtl/>
        </w:rPr>
        <w:t>4 ـ الكافي 2 : 354 ح 1 باب من طلب عثرات المؤمنين ـ عنه البحار 75 : 217 ح 20 باب 65.</w:t>
      </w:r>
    </w:p>
    <w:p w:rsidR="00AA2ABC" w:rsidRDefault="00AA2ABC" w:rsidP="001008E4">
      <w:pPr>
        <w:pStyle w:val="libFootnote0"/>
        <w:rPr>
          <w:rtl/>
        </w:rPr>
      </w:pPr>
      <w:r>
        <w:rPr>
          <w:rtl/>
        </w:rPr>
        <w:t>5 ـ الكافي 2 : 354 ح 2 باب من طلب عثرات المؤمنين ـ عنه البحار 75 : 218 ح 21 باب 65.</w:t>
      </w:r>
    </w:p>
    <w:p w:rsidR="00AA2ABC" w:rsidRDefault="00AA2ABC" w:rsidP="001008E4">
      <w:pPr>
        <w:pStyle w:val="libFootnote0"/>
        <w:rPr>
          <w:rtl/>
        </w:rPr>
      </w:pPr>
      <w:r>
        <w:rPr>
          <w:rtl/>
        </w:rPr>
        <w:t>6 ـ الكافي 2 : 356 ح 2 باب التعيير.</w:t>
      </w:r>
    </w:p>
    <w:p w:rsidR="00AA2ABC" w:rsidRDefault="00AA2ABC" w:rsidP="001008E4">
      <w:pPr>
        <w:pStyle w:val="libFootnote0"/>
        <w:rPr>
          <w:rtl/>
        </w:rPr>
      </w:pPr>
      <w:r>
        <w:rPr>
          <w:rtl/>
        </w:rPr>
        <w:t xml:space="preserve">7 ـ الكافي 2 : 356 ح 1 باب التعيير. </w:t>
      </w:r>
    </w:p>
    <w:p w:rsidR="00AA2ABC" w:rsidRDefault="00AA2ABC" w:rsidP="002704FD">
      <w:pPr>
        <w:pStyle w:val="libNormal"/>
        <w:rPr>
          <w:rtl/>
        </w:rPr>
      </w:pPr>
      <w:r>
        <w:rPr>
          <w:rtl/>
        </w:rPr>
        <w:br w:type="page"/>
      </w:r>
      <w:r>
        <w:rPr>
          <w:rtl/>
        </w:rPr>
        <w:lastRenderedPageBreak/>
        <w:t xml:space="preserve">وروي بسند معتبر عن رسول الله </w:t>
      </w:r>
      <w:r w:rsidR="00BF0EA2" w:rsidRPr="00BF0EA2">
        <w:rPr>
          <w:rStyle w:val="libAlaemChar"/>
          <w:rFonts w:hint="cs"/>
          <w:rtl/>
        </w:rPr>
        <w:t>صلى‌الله‌عليه‌وآله</w:t>
      </w:r>
      <w:r>
        <w:rPr>
          <w:rtl/>
        </w:rPr>
        <w:t xml:space="preserve"> انّه قال : ... كفى بالمرء عيباً أن ينظر من الناس إلى ما يعمى عنه من نفسه ، ويعيّر الناس بما لا يستطيع تركه ، ويؤذي جليسه بما لا يعنيه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إذا كان الرجل على يمينك على رأي ثم تحوّل إلى يسارك فلا تقل الاّ خيراً ، ولا تبرأ منه حتى تسمع منه ما سمعت وهو على يمينك ، فإنّ القلوب بين أصبعين من أصابع الله يقلّبها كيف يشاء ساعة كذا وساعة كذا ، وانّ العبد ربما وفّق للخير </w:t>
      </w:r>
      <w:r w:rsidRPr="001008E4">
        <w:rPr>
          <w:rStyle w:val="libFootnotenumChar"/>
          <w:rtl/>
        </w:rPr>
        <w:t>(2)</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مقت نفسه دون مقت الناس آمنه الله من فزع يوم القيامة </w:t>
      </w:r>
      <w:r w:rsidRPr="001008E4">
        <w:rPr>
          <w:rStyle w:val="libFootnotenumChar"/>
          <w:rtl/>
        </w:rPr>
        <w:t>(3)</w:t>
      </w:r>
      <w:r>
        <w:rPr>
          <w:rtl/>
        </w:rPr>
        <w:t>.</w:t>
      </w:r>
    </w:p>
    <w:p w:rsidR="00AA2ABC" w:rsidRDefault="00AA2ABC" w:rsidP="002704FD">
      <w:pPr>
        <w:pStyle w:val="libNormal"/>
        <w:rPr>
          <w:rtl/>
        </w:rPr>
      </w:pPr>
      <w:r>
        <w:rPr>
          <w:rtl/>
        </w:rPr>
        <w:t xml:space="preserve">واعلم انّ من القبيح سوء الظن بالناس ، وكذلك جعل الانسان نفسه في موضع التهمة ، كما روي بسند معتبر عن أبي عبدالله </w:t>
      </w:r>
      <w:r w:rsidR="00763E2E" w:rsidRPr="00763E2E">
        <w:rPr>
          <w:rStyle w:val="libAlaemChar"/>
          <w:rFonts w:hint="cs"/>
          <w:rtl/>
        </w:rPr>
        <w:t>عليه‌السلام</w:t>
      </w:r>
      <w:r>
        <w:rPr>
          <w:rtl/>
        </w:rPr>
        <w:t xml:space="preserve"> انّه قال : قال لي أبي : يا بنيّ من يصحب صاحب السوء لا يسلم ، ومن يدخل مداخل السوء يتهم ، ومن لا يملك لسانه يندم </w:t>
      </w:r>
      <w:r w:rsidRPr="001008E4">
        <w:rPr>
          <w:rStyle w:val="libFootnotenumChar"/>
          <w:rtl/>
        </w:rPr>
        <w:t>(4)</w:t>
      </w:r>
      <w:r>
        <w:rPr>
          <w:rtl/>
        </w:rPr>
        <w:t>.</w:t>
      </w:r>
    </w:p>
    <w:p w:rsidR="00AA2ABC" w:rsidRDefault="00AA2ABC" w:rsidP="002704FD">
      <w:pPr>
        <w:pStyle w:val="libNormal"/>
        <w:rPr>
          <w:rtl/>
        </w:rPr>
      </w:pPr>
      <w:r>
        <w:rPr>
          <w:rtl/>
        </w:rPr>
        <w:t xml:space="preserve">وجاء فيما أوصى به أمير المؤمنين </w:t>
      </w:r>
      <w:r w:rsidR="00763E2E" w:rsidRPr="00763E2E">
        <w:rPr>
          <w:rStyle w:val="libAlaemChar"/>
          <w:rFonts w:hint="cs"/>
          <w:rtl/>
        </w:rPr>
        <w:t>عليه‌السلام</w:t>
      </w:r>
      <w:r>
        <w:rPr>
          <w:rtl/>
        </w:rPr>
        <w:t xml:space="preserve"> عند وفاته : اياك ومواطن التهمة ، والمجلس المظنون به السوء ، فإنّ قرين السوء يغرّ جليسه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أولى الناس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110 ح 81 باب 3 ـ عنه البحار 75 : 47 ح 4 باب 40.</w:t>
      </w:r>
    </w:p>
    <w:p w:rsidR="00AA2ABC" w:rsidRDefault="00AA2ABC" w:rsidP="001008E4">
      <w:pPr>
        <w:pStyle w:val="libFootnote0"/>
        <w:rPr>
          <w:rtl/>
        </w:rPr>
      </w:pPr>
      <w:r>
        <w:rPr>
          <w:rtl/>
        </w:rPr>
        <w:t>2 ـ البحار 75 : 48 ح 9 باب 41 ـ عن علل الشرائع.</w:t>
      </w:r>
    </w:p>
    <w:p w:rsidR="00AA2ABC" w:rsidRDefault="00AA2ABC" w:rsidP="001008E4">
      <w:pPr>
        <w:pStyle w:val="libFootnote0"/>
        <w:rPr>
          <w:rtl/>
        </w:rPr>
      </w:pPr>
      <w:r>
        <w:rPr>
          <w:rtl/>
        </w:rPr>
        <w:t>3 ـ الخصال : 15 ح 54 باب 1 ـ عنه البحار 75 : 48 ح 10 باب 41.</w:t>
      </w:r>
    </w:p>
    <w:p w:rsidR="00AA2ABC" w:rsidRDefault="00AA2ABC" w:rsidP="001008E4">
      <w:pPr>
        <w:pStyle w:val="libFootnote0"/>
        <w:rPr>
          <w:rtl/>
        </w:rPr>
      </w:pPr>
      <w:r>
        <w:rPr>
          <w:rtl/>
        </w:rPr>
        <w:t>4 ـ الخصال : 169 ضمن حديث 222 باب 3 ـ عنه البحار 75 : 90 ح 1 باب 46.</w:t>
      </w:r>
    </w:p>
    <w:p w:rsidR="00AA2ABC" w:rsidRDefault="00AA2ABC" w:rsidP="001008E4">
      <w:pPr>
        <w:pStyle w:val="libFootnote0"/>
        <w:rPr>
          <w:rtl/>
        </w:rPr>
      </w:pPr>
      <w:r>
        <w:rPr>
          <w:rtl/>
        </w:rPr>
        <w:t xml:space="preserve">5 ـ البحار 75 : 90 ح 2 باب 46 ـ عن أمالي الطوسي. </w:t>
      </w:r>
    </w:p>
    <w:p w:rsidR="00AA2ABC" w:rsidRDefault="00AA2ABC" w:rsidP="002704FD">
      <w:pPr>
        <w:pStyle w:val="libNormal0"/>
        <w:rPr>
          <w:rtl/>
        </w:rPr>
      </w:pPr>
      <w:r>
        <w:rPr>
          <w:rtl/>
        </w:rPr>
        <w:br w:type="page"/>
      </w:r>
      <w:r>
        <w:rPr>
          <w:rtl/>
        </w:rPr>
        <w:lastRenderedPageBreak/>
        <w:t xml:space="preserve">بالتهمة من جالس أهل التهمة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من وقف نفسه موقف التهمة فلا يلومنّ من أساء به الظن </w:t>
      </w:r>
      <w:r w:rsidRPr="001008E4">
        <w:rPr>
          <w:rStyle w:val="libFootnotenumChar"/>
          <w:rtl/>
        </w:rPr>
        <w:t>(2)</w:t>
      </w:r>
      <w:r>
        <w:rPr>
          <w:rtl/>
        </w:rPr>
        <w:t>.</w:t>
      </w:r>
    </w:p>
    <w:p w:rsidR="00AA2ABC" w:rsidRDefault="00AA2ABC" w:rsidP="002704FD">
      <w:pPr>
        <w:pStyle w:val="libNormal"/>
        <w:rPr>
          <w:rtl/>
        </w:rPr>
      </w:pPr>
      <w:r>
        <w:rPr>
          <w:rtl/>
        </w:rPr>
        <w:t>والأحاديث بهذا المضمون كثيرة.</w:t>
      </w:r>
    </w:p>
    <w:p w:rsidR="00AA2ABC" w:rsidRDefault="00AA2ABC" w:rsidP="00AA2ABC">
      <w:pPr>
        <w:pStyle w:val="Heading1Center"/>
        <w:rPr>
          <w:rtl/>
        </w:rPr>
      </w:pPr>
      <w:bookmarkStart w:id="178" w:name="_Toc392501925"/>
      <w:bookmarkStart w:id="179" w:name="_Toc392502873"/>
      <w:r>
        <w:rPr>
          <w:rtl/>
        </w:rPr>
        <w:t>( الفصل السابع )</w:t>
      </w:r>
      <w:bookmarkEnd w:id="178"/>
      <w:bookmarkEnd w:id="179"/>
    </w:p>
    <w:p w:rsidR="00AA2ABC" w:rsidRDefault="00AA2ABC" w:rsidP="00AA2ABC">
      <w:pPr>
        <w:pStyle w:val="Heading1Center"/>
        <w:rPr>
          <w:rtl/>
        </w:rPr>
      </w:pPr>
      <w:bookmarkStart w:id="180" w:name="_Toc392501926"/>
      <w:bookmarkStart w:id="181" w:name="_Toc392502874"/>
      <w:r>
        <w:rPr>
          <w:rtl/>
        </w:rPr>
        <w:t>في ذم الحسد</w:t>
      </w:r>
      <w:bookmarkEnd w:id="180"/>
      <w:bookmarkEnd w:id="181"/>
    </w:p>
    <w:p w:rsidR="00AA2ABC" w:rsidRDefault="00AA2ABC" w:rsidP="002704FD">
      <w:pPr>
        <w:pStyle w:val="libNormal"/>
        <w:rPr>
          <w:rtl/>
        </w:rPr>
      </w:pPr>
      <w:r>
        <w:rPr>
          <w:rtl/>
        </w:rPr>
        <w:t>يعتبر الحسد منشأً للغيبة في أكثر الناس ، لذا فهو يعدّ من أخبث الصفات الذميمة النفسانية حيث انّ أوّل معصية وقعت كانت معصية الشيطان وكان باعثها الحسد ، والمشهور انّ اظهار الحسد من الذنوب الكبيرة ومنافٍ للعدالة ، وأصله من ذنوب القلب وأمراض النفس ، والحسود يعذّب في الدنيا بعين هذه الخصلة أيضاً ، وهذا حال أكثر الملكات السيّئة ، فإنّ الانسان يعذّب بها في الدنيا مع قطع النظر عن عقوبة الآخرة.</w:t>
      </w:r>
    </w:p>
    <w:p w:rsidR="00AA2ABC" w:rsidRDefault="00AA2ABC" w:rsidP="002704FD">
      <w:pPr>
        <w:pStyle w:val="libNormal"/>
        <w:rPr>
          <w:rtl/>
        </w:rPr>
      </w:pPr>
      <w:r>
        <w:rPr>
          <w:rtl/>
        </w:rPr>
        <w:t>وعرّف الحسد برغبة الانسان زوال النعمة عن المحسود ، ولو أراد لنفسه مثلما لذلك الشخص أو أكثر ولا يتضايق من كون هذا الشيء عند ذلك الشخص فهو غبطة ، ويعتبر من الصفات الحسنة.</w:t>
      </w:r>
    </w:p>
    <w:p w:rsidR="00AA2ABC" w:rsidRDefault="00AA2ABC" w:rsidP="002704FD">
      <w:pPr>
        <w:pStyle w:val="libNormal"/>
        <w:rPr>
          <w:rtl/>
        </w:rPr>
      </w:pPr>
      <w:r>
        <w:rPr>
          <w:rtl/>
        </w:rPr>
        <w:t xml:space="preserve">وصاحب الحسد بما انّه يريد زوال النعمة عن المحسود فكلّما يرى شخصاً في نعمة يتأذّى بكونها عنده ، ولا يمكن أن تنمحى نعم الله عن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90 ح 3 باب 46 ـ عن معاني الأخبار.</w:t>
      </w:r>
    </w:p>
    <w:p w:rsidR="00AA2ABC" w:rsidRDefault="00AA2ABC" w:rsidP="001008E4">
      <w:pPr>
        <w:pStyle w:val="libFootnote0"/>
        <w:rPr>
          <w:rtl/>
        </w:rPr>
      </w:pPr>
      <w:r>
        <w:rPr>
          <w:rtl/>
        </w:rPr>
        <w:t xml:space="preserve">2 ـ البحار 75 : 90 ح 4 باب 46 ـ عن أمالي الصدوق. </w:t>
      </w:r>
    </w:p>
    <w:p w:rsidR="00AA2ABC" w:rsidRDefault="00AA2ABC" w:rsidP="002704FD">
      <w:pPr>
        <w:pStyle w:val="libNormal0"/>
        <w:rPr>
          <w:rtl/>
        </w:rPr>
      </w:pPr>
      <w:r>
        <w:rPr>
          <w:rtl/>
        </w:rPr>
        <w:br w:type="page"/>
      </w:r>
      <w:r>
        <w:rPr>
          <w:rtl/>
        </w:rPr>
        <w:lastRenderedPageBreak/>
        <w:t>الأشخاص ، فلذا يكون هذا الانسان دائم العذاب من هذا الخُلق السيئ.</w:t>
      </w:r>
    </w:p>
    <w:p w:rsidR="00AA2ABC" w:rsidRDefault="00AA2ABC" w:rsidP="002704FD">
      <w:pPr>
        <w:pStyle w:val="libNormal"/>
        <w:rPr>
          <w:rtl/>
        </w:rPr>
      </w:pPr>
      <w:r>
        <w:rPr>
          <w:rtl/>
        </w:rPr>
        <w:t>وكذلك الحريص يريد انّ يحصل على جميع أموال العالم ، وهذا مما لا يتيسّر له أبداً فلذا تراه دائم الألم ، وذو الخُلق السيىء دائم المنازعة مع الناس ولا يتيسر له أن يكون قاهراً غالباً دائماً فلذا تراه دائم التعب ، وهكذا أمر سائر الأخلاق السيئة.</w:t>
      </w:r>
    </w:p>
    <w:p w:rsidR="00AA2ABC" w:rsidRDefault="00AA2ABC" w:rsidP="002704FD">
      <w:pPr>
        <w:pStyle w:val="libNormal"/>
        <w:rPr>
          <w:rtl/>
        </w:rPr>
      </w:pPr>
      <w:r>
        <w:rPr>
          <w:rtl/>
        </w:rPr>
        <w:t>وليفكر الحسود انّ ذوي النعم لم ينقصوا من مقداره وشأنه شيئاً ، والله الذي أنعم تلك النعم عليهم بامكانه أن ينعم عليه بأضعاف منها من دون أن يقلّل منهم شيئاً ، وليعلم انّه لم يكن في صلاحه اعطاؤه تلك الأمور ، ولو أعطاه الله اياها لصارت وبالاً عليه.</w:t>
      </w:r>
    </w:p>
    <w:p w:rsidR="00AA2ABC" w:rsidRDefault="00AA2ABC" w:rsidP="002704FD">
      <w:pPr>
        <w:pStyle w:val="libNormal"/>
        <w:rPr>
          <w:rtl/>
        </w:rPr>
      </w:pPr>
      <w:r>
        <w:rPr>
          <w:rtl/>
        </w:rPr>
        <w:t>وليفكر انّ حسده وغمّه على المحسود لا يضرّه شيئاً بل يصل الضرر في الدنيا والعقبى إلى نفسه لا غير ، فليتوسل بهذه التفكرات الصحيحة إلى الله تعالى ، وليجادل نفسه ويعارضها كي يخلّصه الله تعالى من شرّ هذه الصفة الذميمة ، فانّه لا صفة بحسب العقل والشرع أخبث منها.</w:t>
      </w:r>
    </w:p>
    <w:p w:rsidR="00AA2ABC" w:rsidRDefault="00AA2ABC" w:rsidP="002704FD">
      <w:pPr>
        <w:pStyle w:val="libNormal"/>
        <w:rPr>
          <w:rtl/>
        </w:rPr>
      </w:pPr>
      <w:r>
        <w:rPr>
          <w:rtl/>
        </w:rPr>
        <w:t xml:space="preserve">فقد روي بأسانيد معتبرة عن الأئمة صلوات الله عليهم انّ الحسد يأكل الايمان كما تأكل النار الحطب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قال الله عزّوجلّ لموسى بن عمران </w:t>
      </w:r>
      <w:r w:rsidR="00763E2E" w:rsidRPr="00763E2E">
        <w:rPr>
          <w:rStyle w:val="libAlaemChar"/>
          <w:rFonts w:hint="cs"/>
          <w:rtl/>
        </w:rPr>
        <w:t>عليه‌السلام</w:t>
      </w:r>
      <w:r>
        <w:rPr>
          <w:rtl/>
        </w:rPr>
        <w:t xml:space="preserve"> : يا ابن عمران لا تحسدّن الناس على ما أتيتهم من فضلي ، ولا تمدّن عينيك إلى ذلك ، ولا تتبعه نفسك ، فإنّ الحاسد ساخط لنعمي ، صادّ لقسمي الذي قسمت بين عبادي ، ومن يك كذلك فلست منه وليس منّي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306 ح 2 باب الحسد ـ عنه البحار 73 : 244 ح 2 باب 131.</w:t>
      </w:r>
    </w:p>
    <w:p w:rsidR="00AA2ABC" w:rsidRDefault="00AA2ABC" w:rsidP="001008E4">
      <w:pPr>
        <w:pStyle w:val="libFootnote0"/>
        <w:rPr>
          <w:rtl/>
        </w:rPr>
      </w:pPr>
      <w:r>
        <w:rPr>
          <w:rtl/>
        </w:rPr>
        <w:t xml:space="preserve">2 ـ الكافي 2 : 307 ح 6 باب الحسد ـ عنه البحار 73 : 249 ح 6 باب 131.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انّ المؤمن يغبط ولا يحسد ، والمنافق يحسد ولا يغبط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قال لقمان لابنه : للحاسد ثلاث علامات : يغتاب إذا غاب ، ويتملّق إذا شهد ، ويشمت بالمصيبة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لا راحة لحسود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307 ح 7 باب الحسد ـ عنه البحار 73 : 250 ح 7 باب 131.</w:t>
      </w:r>
    </w:p>
    <w:p w:rsidR="00AA2ABC" w:rsidRDefault="00AA2ABC" w:rsidP="001008E4">
      <w:pPr>
        <w:pStyle w:val="libFootnote0"/>
        <w:rPr>
          <w:rtl/>
        </w:rPr>
      </w:pPr>
      <w:r>
        <w:rPr>
          <w:rtl/>
        </w:rPr>
        <w:t>2 ـ الخصال : 121 ضمن حديث 113 باب 3 ـ عنه البحار 73 : 251 ح 11 باب 131.</w:t>
      </w:r>
    </w:p>
    <w:p w:rsidR="00AA2ABC" w:rsidRDefault="00AA2ABC" w:rsidP="001008E4">
      <w:pPr>
        <w:pStyle w:val="libFootnote0"/>
        <w:rPr>
          <w:rtl/>
        </w:rPr>
      </w:pPr>
      <w:r>
        <w:rPr>
          <w:rtl/>
        </w:rPr>
        <w:t>3 ـ البحار 73 : 252 ح 12 باب 131 ـ عن الخصال.</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لا يدخل الجنّة قتات ، قلت : وما القتات؟ قال : النمام. </w:t>
      </w:r>
    </w:p>
    <w:p w:rsidR="00AA2ABC" w:rsidRPr="00D91431" w:rsidRDefault="00AA2ABC" w:rsidP="002704FD">
      <w:pPr>
        <w:pStyle w:val="libNormal"/>
        <w:rPr>
          <w:rtl/>
        </w:rPr>
      </w:pPr>
      <w:r w:rsidRPr="00D91431">
        <w:rPr>
          <w:rtl/>
        </w:rPr>
        <w:t>يا أباذر صاحب النميمة لا يستريح من عذاب الله عزّوجلّ في الآخرة.</w:t>
      </w:r>
    </w:p>
    <w:p w:rsidR="00AA2ABC" w:rsidRDefault="00AA2ABC" w:rsidP="002704FD">
      <w:pPr>
        <w:pStyle w:val="libNormal"/>
        <w:rPr>
          <w:rtl/>
        </w:rPr>
      </w:pPr>
      <w:r>
        <w:rPr>
          <w:rtl/>
        </w:rPr>
        <w:t xml:space="preserve">روي بسند صحيح عن رسول الله </w:t>
      </w:r>
      <w:r w:rsidR="00BF0EA2" w:rsidRPr="00BF0EA2">
        <w:rPr>
          <w:rStyle w:val="libAlaemChar"/>
          <w:rFonts w:hint="cs"/>
          <w:rtl/>
        </w:rPr>
        <w:t>صلى‌الله‌عليه‌وآله</w:t>
      </w:r>
      <w:r>
        <w:rPr>
          <w:rtl/>
        </w:rPr>
        <w:t xml:space="preserve"> انّه قال [ لأصحابه ] : ألا أنبّئكم بشراركم؟ قالوا : بلى يا رسول الله ، قال : المشاؤون بالنميمة ، المفرّقون بين الأحبّة ، الباغون للبراء المعايب </w:t>
      </w:r>
      <w:r w:rsidRPr="001008E4">
        <w:rPr>
          <w:rStyle w:val="libFootnotenumChar"/>
          <w:rtl/>
        </w:rPr>
        <w:t>(1)</w:t>
      </w:r>
      <w:r>
        <w:rPr>
          <w:rtl/>
        </w:rPr>
        <w:t>.</w:t>
      </w:r>
    </w:p>
    <w:p w:rsidR="00AA2ABC" w:rsidRDefault="00AA2ABC" w:rsidP="002704FD">
      <w:pPr>
        <w:pStyle w:val="libNormal"/>
        <w:rPr>
          <w:rtl/>
        </w:rPr>
      </w:pPr>
      <w:bookmarkStart w:id="182" w:name="_Toc392501927"/>
      <w:bookmarkStart w:id="183" w:name="_Toc392502875"/>
      <w:r w:rsidRPr="008070D4">
        <w:rPr>
          <w:rStyle w:val="Heading1Char"/>
          <w:rtl/>
        </w:rPr>
        <w:t>و</w:t>
      </w:r>
      <w:bookmarkEnd w:id="182"/>
      <w:bookmarkEnd w:id="183"/>
      <w:r>
        <w:rPr>
          <w:rtl/>
        </w:rPr>
        <w:t xml:space="preserve">روي بسند معتبر عن أبي جعفر الباقر </w:t>
      </w:r>
      <w:r w:rsidR="00763E2E" w:rsidRPr="00763E2E">
        <w:rPr>
          <w:rStyle w:val="libAlaemChar"/>
          <w:rFonts w:hint="cs"/>
          <w:rtl/>
        </w:rPr>
        <w:t>عليه‌السلام</w:t>
      </w:r>
      <w:r>
        <w:rPr>
          <w:rtl/>
        </w:rPr>
        <w:t xml:space="preserve"> انّه قال : محرّمة الجنّة على القتاتين المشائين بالنميمة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أربعة لا يدخلون الجنّة : الكاهن ، والمنافق ، ومدمن الخمر ، والقتات وهو النمام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بينا موسى بن عمران </w:t>
      </w:r>
      <w:r w:rsidR="00763E2E" w:rsidRPr="00763E2E">
        <w:rPr>
          <w:rStyle w:val="libAlaemChar"/>
          <w:rFonts w:hint="cs"/>
          <w:rtl/>
        </w:rPr>
        <w:t>عليه‌السلام</w:t>
      </w:r>
      <w:r>
        <w:rPr>
          <w:rtl/>
        </w:rPr>
        <w:t xml:space="preserve"> يناجي ربّه عزّوجلّ إذ رأى رجلاً تحت ظلّ عرش الله عزّوجلّ فقال : يا رب من هذا الذي قد أظله عرشك؟ فقال : هذا كان باراً بوالديه ، ولم يمش بالنميمة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نهى عن النميمة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369 ح 1 باب النميمة.</w:t>
      </w:r>
    </w:p>
    <w:p w:rsidR="00AA2ABC" w:rsidRDefault="00AA2ABC" w:rsidP="001008E4">
      <w:pPr>
        <w:pStyle w:val="libFootnote0"/>
        <w:rPr>
          <w:rtl/>
        </w:rPr>
      </w:pPr>
      <w:r>
        <w:rPr>
          <w:rtl/>
        </w:rPr>
        <w:t>2 ـ الكافي 2 : 369 ح 2 باب النميمة.</w:t>
      </w:r>
    </w:p>
    <w:p w:rsidR="00AA2ABC" w:rsidRDefault="00AA2ABC" w:rsidP="001008E4">
      <w:pPr>
        <w:pStyle w:val="libFootnote0"/>
        <w:rPr>
          <w:rtl/>
        </w:rPr>
      </w:pPr>
      <w:r>
        <w:rPr>
          <w:rtl/>
        </w:rPr>
        <w:t>3 ـ أمالي الصدوق : 330 ح 5 مجلس 63 ـ عنه البحار 75 : 263 ح 1 باب 67.</w:t>
      </w:r>
    </w:p>
    <w:p w:rsidR="00AA2ABC" w:rsidRDefault="00AA2ABC" w:rsidP="001008E4">
      <w:pPr>
        <w:pStyle w:val="libFootnote0"/>
        <w:rPr>
          <w:rtl/>
        </w:rPr>
      </w:pPr>
      <w:r>
        <w:rPr>
          <w:rtl/>
        </w:rPr>
        <w:t xml:space="preserve">4 ـ أمالي الصدوق : 152 ح 2 مجلس 34 ـ عنه البحار 75 : 263 ح 2 باب 67. </w:t>
      </w:r>
    </w:p>
    <w:p w:rsidR="00AA2ABC" w:rsidRDefault="00AA2ABC" w:rsidP="002704FD">
      <w:pPr>
        <w:pStyle w:val="libNormal0"/>
        <w:rPr>
          <w:rtl/>
        </w:rPr>
      </w:pPr>
      <w:r>
        <w:rPr>
          <w:rtl/>
        </w:rPr>
        <w:br w:type="page"/>
      </w:r>
      <w:r>
        <w:rPr>
          <w:rtl/>
        </w:rPr>
        <w:lastRenderedPageBreak/>
        <w:t xml:space="preserve">والاستماع إليها ، وقال : لا يدخل الجنّة قتات يعني نماماً ، وقال </w:t>
      </w:r>
      <w:r w:rsidR="00BF0EA2" w:rsidRPr="00BF0EA2">
        <w:rPr>
          <w:rStyle w:val="libAlaemChar"/>
          <w:rFonts w:hint="cs"/>
          <w:rtl/>
        </w:rPr>
        <w:t>صلى‌الله‌عليه‌وآله</w:t>
      </w:r>
      <w:r>
        <w:rPr>
          <w:rtl/>
        </w:rPr>
        <w:t xml:space="preserve"> : يقول الله عزّوجلّ : حرّمت الجنّة على المنّان والبخيل والقتات وهو النمام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ثلاثة لا يدخلون الجنّة : السفاك للدم ، وشارب الخمر ، ومشاء بالنميمة </w:t>
      </w:r>
      <w:r w:rsidRPr="001008E4">
        <w:rPr>
          <w:rStyle w:val="libFootnotenumChar"/>
          <w:rtl/>
        </w:rPr>
        <w:t>(2)</w:t>
      </w:r>
      <w:r>
        <w:rPr>
          <w:rtl/>
        </w:rPr>
        <w:t>.</w:t>
      </w:r>
    </w:p>
    <w:p w:rsidR="00AA2ABC" w:rsidRDefault="00AA2ABC" w:rsidP="002704FD">
      <w:pPr>
        <w:pStyle w:val="libNormal"/>
        <w:rPr>
          <w:rtl/>
        </w:rPr>
      </w:pPr>
      <w:r>
        <w:rPr>
          <w:rtl/>
        </w:rPr>
        <w:t xml:space="preserve">وروي بسند صحيح عن رسول الله </w:t>
      </w:r>
      <w:r w:rsidR="00BF0EA2" w:rsidRPr="00BF0EA2">
        <w:rPr>
          <w:rStyle w:val="libAlaemChar"/>
          <w:rFonts w:hint="cs"/>
          <w:rtl/>
        </w:rPr>
        <w:t>صلى‌الله‌عليه‌وآله</w:t>
      </w:r>
      <w:r>
        <w:rPr>
          <w:rtl/>
        </w:rPr>
        <w:t xml:space="preserve"> انّه قال : لمّا أسري بي رأيت امرأة رأسها رأس خنزير ، وبدنها بدن الحمار ، وعليها ألف ألف لون من العذاب ، فسئل ما كان عملها؟ فقال : انّها كانت نمامة كذّابة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264 ح 4 باب 67 ـ عن أمالي الصدوق.</w:t>
      </w:r>
    </w:p>
    <w:p w:rsidR="00AA2ABC" w:rsidRDefault="00AA2ABC" w:rsidP="001008E4">
      <w:pPr>
        <w:pStyle w:val="libFootnote0"/>
        <w:rPr>
          <w:rtl/>
        </w:rPr>
      </w:pPr>
      <w:r>
        <w:rPr>
          <w:rtl/>
        </w:rPr>
        <w:t>2 ـ البحار 75 : 264 ح 5 باب 67 ـ عن الخصال.</w:t>
      </w:r>
    </w:p>
    <w:p w:rsidR="00AA2ABC" w:rsidRDefault="00AA2ABC" w:rsidP="001008E4">
      <w:pPr>
        <w:pStyle w:val="libFootnote0"/>
        <w:rPr>
          <w:rtl/>
        </w:rPr>
      </w:pPr>
      <w:r>
        <w:rPr>
          <w:rtl/>
        </w:rPr>
        <w:t xml:space="preserve">3 ـ البحار 75 : 264 ح 7 باب 67 ـ عن عيون أخبار الرضا </w:t>
      </w:r>
      <w:r w:rsidR="00763E2E" w:rsidRPr="00763E2E">
        <w:rPr>
          <w:rStyle w:val="libAlaemChar"/>
          <w:rFonts w:hint="cs"/>
          <w:rtl/>
        </w:rPr>
        <w:t>عليه‌السلام</w:t>
      </w:r>
      <w:r>
        <w:rPr>
          <w:rtl/>
        </w:rPr>
        <w:t xml:space="preserve">.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من كان ذا وجهين ولسانين في الدنيا فهو ذو لسانين في النار.</w:t>
      </w:r>
    </w:p>
    <w:p w:rsidR="00AA2ABC" w:rsidRDefault="00AA2ABC" w:rsidP="002704FD">
      <w:pPr>
        <w:pStyle w:val="libNormal"/>
        <w:rPr>
          <w:rtl/>
        </w:rPr>
      </w:pPr>
      <w:r>
        <w:rPr>
          <w:rtl/>
        </w:rPr>
        <w:t>اعلم انّ من النفاق المعاملة مع الناس بوجه طلق ولسان جميل مع اظهار المحبة ، ويعاديهم في الغياب ويذمّهم ، وهذا من أخسّ الصفات الذميمة.</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بئس العبد عبد يكون ذا وجهين وذا لسانين ، يطري أخاه شاهدا ويأكله غائبا ، ان أعطي حسده ، وان أبتلي خذله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لقى المسلمين بوجهين ولسانين جاء يوم القيامة وله لسانان من نار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يجيء يوم القيامة ذو الوجهين دالعاً لسانه في قفاه ، وآخر من قدّامه يلتهبان ناراً حتى يلهبان جسده ، ثم يقال له : هذا الذي كان في الدنيا ذا وجهين وذا لسانين ، يعرف بذلك يوم القيامة</w:t>
      </w:r>
      <w:r w:rsidRPr="001008E4">
        <w:rPr>
          <w:rStyle w:val="libFootnotenumChar"/>
          <w:rtl/>
        </w:rPr>
        <w:t>(3)</w:t>
      </w:r>
      <w:r>
        <w:rPr>
          <w:rtl/>
        </w:rPr>
        <w:t>.</w:t>
      </w:r>
    </w:p>
    <w:p w:rsidR="00AA2ABC" w:rsidRDefault="00AA2ABC" w:rsidP="002704FD">
      <w:pPr>
        <w:pStyle w:val="libNormal"/>
        <w:rPr>
          <w:rtl/>
        </w:rPr>
      </w:pPr>
      <w:r>
        <w:rPr>
          <w:rtl/>
        </w:rPr>
        <w:t xml:space="preserve">وروي انّه قال الله تبارك وتعالى لعيسى بن مريم </w:t>
      </w:r>
      <w:r w:rsidR="00763E2E" w:rsidRPr="00763E2E">
        <w:rPr>
          <w:rStyle w:val="libAlaemChar"/>
          <w:rFonts w:hint="cs"/>
          <w:rtl/>
        </w:rPr>
        <w:t>عليه‌السلام</w:t>
      </w:r>
      <w:r>
        <w:rPr>
          <w:rtl/>
        </w:rPr>
        <w:t xml:space="preserve"> : يا عيسى ليكن لسانك في السر والعلانية لساناً واحداً وكذلك قلبك ، انّي احذّرك نفسك وكفى بي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343 ح 2 باب ذي اللسانين ـ عنه البحار 75 : 206 ح 13 باب 63.</w:t>
      </w:r>
    </w:p>
    <w:p w:rsidR="00AA2ABC" w:rsidRDefault="00AA2ABC" w:rsidP="001008E4">
      <w:pPr>
        <w:pStyle w:val="libFootnote0"/>
        <w:rPr>
          <w:rtl/>
        </w:rPr>
      </w:pPr>
      <w:r>
        <w:rPr>
          <w:rtl/>
        </w:rPr>
        <w:t>2 ـ الكافي 2 : 343 ح 1 باب ذي اللسانين ـ عنه البحار 75 : 204 ح 12 باب 63.</w:t>
      </w:r>
    </w:p>
    <w:p w:rsidR="00AA2ABC" w:rsidRDefault="00AA2ABC" w:rsidP="001008E4">
      <w:pPr>
        <w:pStyle w:val="libFootnote0"/>
        <w:rPr>
          <w:rtl/>
        </w:rPr>
      </w:pPr>
      <w:r>
        <w:rPr>
          <w:rtl/>
        </w:rPr>
        <w:t xml:space="preserve">3 ـ الخصال : 37 ح 16 باب 2 ـ عنه البحار 75 : 203 ح 5 باب 63. </w:t>
      </w:r>
    </w:p>
    <w:p w:rsidR="00AA2ABC" w:rsidRDefault="00AA2ABC" w:rsidP="002704FD">
      <w:pPr>
        <w:pStyle w:val="libNormal0"/>
        <w:rPr>
          <w:rtl/>
        </w:rPr>
      </w:pPr>
      <w:r>
        <w:rPr>
          <w:rtl/>
        </w:rPr>
        <w:br w:type="page"/>
      </w:r>
      <w:r>
        <w:rPr>
          <w:rtl/>
        </w:rPr>
        <w:lastRenderedPageBreak/>
        <w:t xml:space="preserve">خبيراً ، لا يصلح لسانان في فم واحد ، ولا سيفان في غمد واحد ، ولا قلبان في صدر واحد ، وكذلك الأذهان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343 ح 3 باب ذي اللسانين ـ عنه البحار 75 : 206 ح 14 باب 63.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المجالس بالأمانة ، وافشاء سرّ أخيك خيانة ، فاجتنب ذلك ، واجتنب مجلس العشيرة.</w:t>
      </w:r>
    </w:p>
    <w:p w:rsidR="00AA2ABC" w:rsidRDefault="00AA2ABC" w:rsidP="002704FD">
      <w:pPr>
        <w:pStyle w:val="libNormal"/>
        <w:rPr>
          <w:rtl/>
        </w:rPr>
      </w:pPr>
      <w:r>
        <w:rPr>
          <w:rtl/>
        </w:rPr>
        <w:t>اعلم انّ من آداب المجالس عدم افشاء سرّها لما يترتب عليه من المفاسد العظيمة ، وكثيراً ما يتكلّم الانسان عند مصاحبيه بالأسرار ويلقيها اعتماداً على الصداقة والمعرفة ، فقد يسبب ذكرها قتل نفس ، أو تلف مال ، أو حدوث عداواة شديدة ، ويمكن أن يعدّ هذا قسماً من النميمة.</w:t>
      </w:r>
    </w:p>
    <w:p w:rsidR="00AA2ABC" w:rsidRDefault="00AA2ABC" w:rsidP="002704FD">
      <w:pPr>
        <w:pStyle w:val="libNormal"/>
        <w:rPr>
          <w:rtl/>
        </w:rPr>
      </w:pPr>
      <w:r>
        <w:rPr>
          <w:rtl/>
        </w:rPr>
        <w:t>انّ السرّ الذي يدعه الانسان عند أخيه أمانة فاشاعته من أقبح الخيانات ، لأن من لم يحفظ سرّ أخيه وأذاعه بين الآخرين فإن من الأُولى أن لا يكتمه الآخرون فيذيعونه ، وربما وصل إلى مسامع عدوٍّ له فيكون ذلك سبباً في إلحاق الضرر به ، نعم لو تعلّق غرض ديني بنقل ما جرى في مجلس كان ذلك جائزاً.</w:t>
      </w:r>
    </w:p>
    <w:p w:rsidR="00AA2ABC" w:rsidRDefault="00AA2ABC" w:rsidP="002704FD">
      <w:pPr>
        <w:pStyle w:val="libNormal"/>
        <w:rPr>
          <w:rtl/>
        </w:rPr>
      </w:pPr>
      <w:r>
        <w:rPr>
          <w:rtl/>
        </w:rPr>
        <w:t xml:space="preserve">روي عن رسول الله </w:t>
      </w:r>
      <w:r w:rsidR="00BF0EA2" w:rsidRPr="00BF0EA2">
        <w:rPr>
          <w:rStyle w:val="libAlaemChar"/>
          <w:rFonts w:hint="cs"/>
          <w:rtl/>
        </w:rPr>
        <w:t>صلى‌الله‌عليه‌وآله</w:t>
      </w:r>
      <w:r>
        <w:rPr>
          <w:rtl/>
        </w:rPr>
        <w:t xml:space="preserve"> انّه قال : المجالس بالأمانة الاّ ثلاثة مجالس : مجلس سُفك فيه دم حرام ، ومجلس استحلّ فيه فرج حرام ، ومجلس استحلّ فيه مال حرام بغير حقّه </w:t>
      </w:r>
      <w:r w:rsidRPr="001008E4">
        <w:rPr>
          <w:rStyle w:val="libFootnotenumChar"/>
          <w:rtl/>
        </w:rPr>
        <w:t>(1)</w:t>
      </w:r>
      <w:r>
        <w:rPr>
          <w:rtl/>
        </w:rPr>
        <w:t>.</w:t>
      </w:r>
    </w:p>
    <w:p w:rsidR="00AA2ABC" w:rsidRDefault="00AA2ABC" w:rsidP="002704FD">
      <w:pPr>
        <w:pStyle w:val="libNormal"/>
        <w:rPr>
          <w:rtl/>
        </w:rPr>
      </w:pPr>
      <w:r>
        <w:rPr>
          <w:rtl/>
        </w:rPr>
        <w:t xml:space="preserve">وروي عن موسى بن جعفر </w:t>
      </w:r>
      <w:r w:rsidR="00763E2E" w:rsidRPr="00763E2E">
        <w:rPr>
          <w:rStyle w:val="libAlaemChar"/>
          <w:rFonts w:hint="cs"/>
          <w:rtl/>
        </w:rPr>
        <w:t>عليه‌السلام</w:t>
      </w:r>
      <w:r>
        <w:rPr>
          <w:rtl/>
        </w:rPr>
        <w:t xml:space="preserve"> انّه قال : ثلاثة يستظلّون بظلّ عرش الله يوم لا ظلّ الاّ ظلّه : رجل زوّج أخاه المسلم ، أو أخدمه ، أو كتم له سرّاً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53 ح 71 مجلس 2 ـ عنه البحار 75 : 465 ح 7 باب 95.</w:t>
      </w:r>
    </w:p>
    <w:p w:rsidR="00AA2ABC" w:rsidRDefault="00AA2ABC" w:rsidP="001008E4">
      <w:pPr>
        <w:pStyle w:val="libFootnote0"/>
        <w:rPr>
          <w:rtl/>
        </w:rPr>
      </w:pPr>
      <w:r>
        <w:rPr>
          <w:rtl/>
        </w:rPr>
        <w:t xml:space="preserve">2 ـ الخصال : 141 ح 162 باب 3 ـ عنه البحار 75 : 70 ح 10 باب 45. </w:t>
      </w:r>
    </w:p>
    <w:p w:rsidR="00AA2ABC" w:rsidRDefault="00AA2ABC" w:rsidP="002704FD">
      <w:pPr>
        <w:pStyle w:val="libNormal"/>
        <w:rPr>
          <w:rtl/>
        </w:rPr>
      </w:pPr>
      <w:r>
        <w:rPr>
          <w:rtl/>
        </w:rPr>
        <w:br w:type="page"/>
      </w:r>
      <w:r>
        <w:rPr>
          <w:rtl/>
        </w:rPr>
        <w:lastRenderedPageBreak/>
        <w:t xml:space="preserve">واعلم انّه كما يجب كتمان أسرار الآخرين كذلك يجب على الانسان كتمان أسراره ولا يطلع الناس على أموره المخفية بحيث يخاف ضرر عليه بالافشاء ، فانّه لا يمكن الإعتماد على كلّ صديق ، كما روي بسند معتبر عن أمير المؤمينن </w:t>
      </w:r>
      <w:r w:rsidR="00763E2E" w:rsidRPr="00763E2E">
        <w:rPr>
          <w:rStyle w:val="libAlaemChar"/>
          <w:rFonts w:hint="cs"/>
          <w:rtl/>
        </w:rPr>
        <w:t>عليه‌السلام</w:t>
      </w:r>
      <w:r>
        <w:rPr>
          <w:rtl/>
        </w:rPr>
        <w:t xml:space="preserve"> انّه قال : من كتم سرّه كانت الخيرة بيده ، وكلّ حديث جاوز اثنين فشا </w:t>
      </w:r>
      <w:r w:rsidRPr="001008E4">
        <w:rPr>
          <w:rStyle w:val="libFootnotenumChar"/>
          <w:rtl/>
        </w:rPr>
        <w:t>(1)</w:t>
      </w:r>
      <w:r>
        <w:rPr>
          <w:rtl/>
        </w:rPr>
        <w:t>.</w:t>
      </w:r>
    </w:p>
    <w:p w:rsidR="00AA2ABC" w:rsidRDefault="00AA2ABC" w:rsidP="002704FD">
      <w:pPr>
        <w:pStyle w:val="libNormal"/>
        <w:rPr>
          <w:rtl/>
        </w:rPr>
      </w:pPr>
      <w:r>
        <w:rPr>
          <w:rtl/>
        </w:rPr>
        <w:t>قال البعض : انّ المراد كلّ سرّ جاوز الشفتين فشا.</w:t>
      </w:r>
    </w:p>
    <w:p w:rsidR="00AA2ABC" w:rsidRDefault="00AA2ABC" w:rsidP="002704FD">
      <w:pPr>
        <w:pStyle w:val="libNormal"/>
        <w:rPr>
          <w:rtl/>
        </w:rPr>
      </w:pPr>
      <w:r>
        <w:rPr>
          <w:rtl/>
        </w:rPr>
        <w:t xml:space="preserve">روي عن أبي عبدالله </w:t>
      </w:r>
      <w:r w:rsidR="00763E2E" w:rsidRPr="00763E2E">
        <w:rPr>
          <w:rStyle w:val="libAlaemChar"/>
          <w:rFonts w:hint="cs"/>
          <w:rtl/>
        </w:rPr>
        <w:t>عليه‌السلام</w:t>
      </w:r>
      <w:r>
        <w:rPr>
          <w:rtl/>
        </w:rPr>
        <w:t xml:space="preserve"> انّه قال : لا تطلع صديقك من سرّك الاّ على ما لو اطلع عليه عدوّك لم يضرّك ، فإنّ الصديق قد يكون عدوّك يوماً ما </w:t>
      </w:r>
      <w:r w:rsidRPr="001008E4">
        <w:rPr>
          <w:rStyle w:val="libFootnotenumChar"/>
          <w:rtl/>
        </w:rPr>
        <w:t>(2)</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أحبب حبيبك هوناً ما فعسى أن يكون بغيضك يوماً ما ، وابغض بغيضك هوناً ما فعسى أن يكون حبيبك يوماً ما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75 : 68 ح 1 باب 45.</w:t>
      </w:r>
    </w:p>
    <w:p w:rsidR="00AA2ABC" w:rsidRDefault="00AA2ABC" w:rsidP="001008E4">
      <w:pPr>
        <w:pStyle w:val="libFootnote0"/>
        <w:rPr>
          <w:rtl/>
        </w:rPr>
      </w:pPr>
      <w:r>
        <w:rPr>
          <w:rtl/>
        </w:rPr>
        <w:t>2 ـ البحار 75 : 71 ح 12 باب 45 ـ عن أمالي الصدوق.</w:t>
      </w:r>
    </w:p>
    <w:p w:rsidR="00AA2ABC" w:rsidRDefault="00AA2ABC" w:rsidP="001008E4">
      <w:pPr>
        <w:pStyle w:val="libFootnote0"/>
        <w:rPr>
          <w:rtl/>
        </w:rPr>
      </w:pPr>
      <w:r>
        <w:rPr>
          <w:rtl/>
        </w:rPr>
        <w:t xml:space="preserve">3 ـ أمالي الطوسي : 364 ح 18 مجلس 13 ـ عنه البحار 74 : 177 ح 14 باب 11.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تعرض أعمال أهل الدنيا على الله من الجمعة إلى الجمعة في يومين ، الاثنين والخميس ، فيغفر لكلّ عبد مؤمن الاّ عبداً كانت بينه وبين أخيه شحناء ، فيقال : اتركوا عمل هذين حتى يصطلحا.</w:t>
      </w:r>
    </w:p>
    <w:p w:rsidR="00AA2ABC" w:rsidRDefault="00AA2ABC" w:rsidP="002704FD">
      <w:pPr>
        <w:pStyle w:val="libNormal"/>
        <w:rPr>
          <w:rtl/>
        </w:rPr>
      </w:pPr>
      <w:r>
        <w:rPr>
          <w:rtl/>
        </w:rPr>
        <w:t>يا أباذر اياك وهجران أخيك فإنّ العمل لا يتقبل مع الهجران.</w:t>
      </w:r>
    </w:p>
    <w:p w:rsidR="00AA2ABC" w:rsidRDefault="00AA2ABC" w:rsidP="002704FD">
      <w:pPr>
        <w:pStyle w:val="libNormal"/>
        <w:rPr>
          <w:rtl/>
        </w:rPr>
      </w:pPr>
      <w:r>
        <w:rPr>
          <w:rtl/>
        </w:rPr>
        <w:t>يا أباذر أنهاك عن الهجران ، وان كنت لابدّ فاعلاً فلا تهجره ثلاثة أيام كملاً ، فمن مات فيها مهاجراً لأخيه كانت النار أولى به.</w:t>
      </w:r>
    </w:p>
    <w:p w:rsidR="00AA2ABC" w:rsidRDefault="00AA2ABC" w:rsidP="002704FD">
      <w:pPr>
        <w:pStyle w:val="libNormal"/>
        <w:rPr>
          <w:rtl/>
        </w:rPr>
      </w:pPr>
      <w:r>
        <w:rPr>
          <w:rtl/>
        </w:rPr>
        <w:t xml:space="preserve">روي بسند معتبر عن رسول الله </w:t>
      </w:r>
      <w:r w:rsidR="00BF0EA2" w:rsidRPr="00BF0EA2">
        <w:rPr>
          <w:rStyle w:val="libAlaemChar"/>
          <w:rFonts w:hint="cs"/>
          <w:rtl/>
        </w:rPr>
        <w:t>صلى‌الله‌عليه‌وآله</w:t>
      </w:r>
      <w:r>
        <w:rPr>
          <w:rtl/>
        </w:rPr>
        <w:t xml:space="preserve"> انّه قال : ألا أنبئكم بشرّ الناس؟ قالوا : بلى يا رسول الله ، قال : من أبغض الناس وأبغضه الناس </w:t>
      </w:r>
      <w:r w:rsidRPr="001008E4">
        <w:rPr>
          <w:rStyle w:val="libFootnotenumChar"/>
          <w:rtl/>
        </w:rPr>
        <w:t>(1)</w:t>
      </w:r>
      <w:r>
        <w:rPr>
          <w:rtl/>
        </w:rPr>
        <w:t>.</w:t>
      </w:r>
    </w:p>
    <w:p w:rsidR="00AA2ABC" w:rsidRDefault="00AA2ABC" w:rsidP="002704FD">
      <w:pPr>
        <w:pStyle w:val="libNormal"/>
        <w:rPr>
          <w:rtl/>
        </w:rPr>
      </w:pPr>
      <w:r>
        <w:rPr>
          <w:rtl/>
        </w:rPr>
        <w:t xml:space="preserve">وروي بسند آخر عن أمير المؤمنين </w:t>
      </w:r>
      <w:r w:rsidR="00763E2E" w:rsidRPr="00763E2E">
        <w:rPr>
          <w:rStyle w:val="libAlaemChar"/>
          <w:rFonts w:hint="cs"/>
          <w:rtl/>
        </w:rPr>
        <w:t>عليه‌السلام</w:t>
      </w:r>
      <w:r>
        <w:rPr>
          <w:rtl/>
        </w:rPr>
        <w:t xml:space="preserve"> انّه قال لبنيه : يا بَنيّ اياكم ومعاداة الرجال ، فانّهم لا يخلون من ضربين ، من عاقل يمكر بكم ، أو جاهل يعجل عليكم</w:t>
      </w:r>
      <w:r>
        <w:rPr>
          <w:rFonts w:hint="cs"/>
          <w:rtl/>
        </w:rPr>
        <w:t xml:space="preserve"> </w:t>
      </w:r>
      <w:r w:rsidRPr="00264EE4">
        <w:rPr>
          <w:rtl/>
        </w:rPr>
        <w:t>...</w:t>
      </w:r>
      <w:r>
        <w:rPr>
          <w:rFonts w:hint="cs"/>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وروري أيضاً : أربعة القليل منها كثير ، النار القليل منها كثير ، والنوم القليل منه كثير ، والمرض القليل منه كثير ، والعداوة القليل منها كثير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كثر همّه سقم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72 : 203 ضمن حديث 1 باب 106.</w:t>
      </w:r>
    </w:p>
    <w:p w:rsidR="00AA2ABC" w:rsidRDefault="00AA2ABC" w:rsidP="001008E4">
      <w:pPr>
        <w:pStyle w:val="libFootnote0"/>
        <w:rPr>
          <w:rtl/>
        </w:rPr>
      </w:pPr>
      <w:r>
        <w:rPr>
          <w:rtl/>
        </w:rPr>
        <w:t>2 ـ الخصال : 72 ح 111 باب 2 ـ عنه البحار 75 : 209 ح 1 باب 64.</w:t>
      </w:r>
    </w:p>
    <w:p w:rsidR="00AA2ABC" w:rsidRDefault="00AA2ABC" w:rsidP="001008E4">
      <w:pPr>
        <w:pStyle w:val="libFootnote0"/>
        <w:rPr>
          <w:rtl/>
        </w:rPr>
      </w:pPr>
      <w:r>
        <w:rPr>
          <w:rtl/>
        </w:rPr>
        <w:t xml:space="preserve">3 ـ الخصال : 238 ح 84 باب 4 ـ عنه البحار 75 : 210 ح 2 باب 64. </w:t>
      </w:r>
    </w:p>
    <w:p w:rsidR="00AA2ABC" w:rsidRDefault="00AA2ABC" w:rsidP="002704FD">
      <w:pPr>
        <w:pStyle w:val="libNormal0"/>
        <w:rPr>
          <w:rtl/>
        </w:rPr>
      </w:pPr>
      <w:r>
        <w:rPr>
          <w:rtl/>
        </w:rPr>
        <w:br w:type="page"/>
      </w:r>
      <w:r>
        <w:rPr>
          <w:rtl/>
        </w:rPr>
        <w:lastRenderedPageBreak/>
        <w:t>بدنه ، ومن ساء خلقه عذّب نفسه ، ومن لاحى الرجال سقطت مروءته وذهبت كرامته.</w:t>
      </w:r>
    </w:p>
    <w:p w:rsidR="00AA2ABC" w:rsidRDefault="00AA2ABC" w:rsidP="002704FD">
      <w:pPr>
        <w:pStyle w:val="libNormal"/>
        <w:rPr>
          <w:rtl/>
        </w:rPr>
      </w:pPr>
      <w:r>
        <w:rPr>
          <w:rtl/>
        </w:rPr>
        <w:t xml:space="preserve">ثم قال رسول الله </w:t>
      </w:r>
      <w:r w:rsidR="00BF0EA2" w:rsidRPr="00BF0EA2">
        <w:rPr>
          <w:rStyle w:val="libAlaemChar"/>
          <w:rFonts w:hint="cs"/>
          <w:rtl/>
        </w:rPr>
        <w:t>صلى‌الله‌عليه‌وآله</w:t>
      </w:r>
      <w:r>
        <w:rPr>
          <w:rtl/>
        </w:rPr>
        <w:t xml:space="preserve"> : لم يزل جبرئيل </w:t>
      </w:r>
      <w:r w:rsidR="00763E2E" w:rsidRPr="00763E2E">
        <w:rPr>
          <w:rStyle w:val="libAlaemChar"/>
          <w:rFonts w:hint="cs"/>
          <w:rtl/>
        </w:rPr>
        <w:t>عليه‌السلام</w:t>
      </w:r>
      <w:r>
        <w:rPr>
          <w:rtl/>
        </w:rPr>
        <w:t xml:space="preserve"> ينهاني عن ملاحاة الرجال كما ينهاني عن شرب الخمر وعبادة الأوثان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زرع العداوة حصد ما بذر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قال رسول الله </w:t>
      </w:r>
      <w:r w:rsidR="00BF0EA2" w:rsidRPr="00BF0EA2">
        <w:rPr>
          <w:rStyle w:val="libAlaemChar"/>
          <w:rFonts w:hint="cs"/>
          <w:rtl/>
        </w:rPr>
        <w:t>صلى‌الله‌عليه‌وآله</w:t>
      </w:r>
      <w:r>
        <w:rPr>
          <w:rtl/>
        </w:rPr>
        <w:t xml:space="preserve"> : ما أتاني جبرئيل قطّ الاّ وعظني ، فآخر قوله لي : ايّاك ومشارّة</w:t>
      </w:r>
      <w:r w:rsidRPr="001008E4">
        <w:rPr>
          <w:rStyle w:val="libFootnotenumChar"/>
          <w:rtl/>
        </w:rPr>
        <w:t>(3)</w:t>
      </w:r>
      <w:r>
        <w:rPr>
          <w:rtl/>
        </w:rPr>
        <w:t xml:space="preserve"> الناس فانّها تكشف العورة ، وتذهب بالعزّ</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لا هجرة فوق ثلاث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لا يفترق رجلان على الهجران الاّ استوجب أحدهما البراءة واللعنة ، وربما استحقّ ذلك كلاهما ، فقال له [ معتّب : ] جعلني الله فداك هذا الظالم فما بال المظلوم؟</w:t>
      </w:r>
    </w:p>
    <w:p w:rsidR="00AA2ABC" w:rsidRDefault="00AA2ABC" w:rsidP="002704FD">
      <w:pPr>
        <w:pStyle w:val="libNormal"/>
        <w:rPr>
          <w:rtl/>
        </w:rPr>
      </w:pPr>
      <w:r>
        <w:rPr>
          <w:rtl/>
        </w:rPr>
        <w:t xml:space="preserve">قال : لأنّه لا يدعو أخاه إلى صلته ، ولا يتغامس له عن كلامه ، سمعت أبي يقول : إذا تنازع اثنان فعازّ أحدهما الآخر فليرجع المظلوم إلى صاحبه حتى يقول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512 ح 26 مجلس 18 ـ عنه البحار 75 : 210 ح 4 باب 64.</w:t>
      </w:r>
    </w:p>
    <w:p w:rsidR="00AA2ABC" w:rsidRDefault="00AA2ABC" w:rsidP="001008E4">
      <w:pPr>
        <w:pStyle w:val="libFootnote0"/>
        <w:rPr>
          <w:rtl/>
        </w:rPr>
      </w:pPr>
      <w:r>
        <w:rPr>
          <w:rtl/>
        </w:rPr>
        <w:t>2 ـ الكافي 2 : 302 ح 12 باب المراء والخصومة ومعاداة الرجال.</w:t>
      </w:r>
    </w:p>
    <w:p w:rsidR="00AA2ABC" w:rsidRDefault="00AA2ABC" w:rsidP="001008E4">
      <w:pPr>
        <w:pStyle w:val="libFootnote0"/>
        <w:rPr>
          <w:rtl/>
        </w:rPr>
      </w:pPr>
      <w:r>
        <w:rPr>
          <w:rtl/>
        </w:rPr>
        <w:t>3 ـ المشارّة : المخاصمة.</w:t>
      </w:r>
    </w:p>
    <w:p w:rsidR="00AA2ABC" w:rsidRDefault="00AA2ABC" w:rsidP="001008E4">
      <w:pPr>
        <w:pStyle w:val="libFootnote0"/>
        <w:rPr>
          <w:rtl/>
        </w:rPr>
      </w:pPr>
      <w:r>
        <w:rPr>
          <w:rtl/>
        </w:rPr>
        <w:t>4 ـ الكافي 2 : 302 ح 10 باب المراء والخصومة ومعاداة الرجل.</w:t>
      </w:r>
    </w:p>
    <w:p w:rsidR="00AA2ABC" w:rsidRDefault="00AA2ABC" w:rsidP="001008E4">
      <w:pPr>
        <w:pStyle w:val="libFootnote0"/>
        <w:rPr>
          <w:rtl/>
        </w:rPr>
      </w:pPr>
      <w:r>
        <w:rPr>
          <w:rtl/>
        </w:rPr>
        <w:t xml:space="preserve">5 ـ الكافي 2 : 344 ح 2 باب الهجرة ـ عنه البحار 75 : 185 ح 2 باب 60. </w:t>
      </w:r>
    </w:p>
    <w:p w:rsidR="00AA2ABC" w:rsidRDefault="00AA2ABC" w:rsidP="002704FD">
      <w:pPr>
        <w:pStyle w:val="libNormal0"/>
        <w:rPr>
          <w:rtl/>
        </w:rPr>
      </w:pPr>
      <w:r>
        <w:rPr>
          <w:rtl/>
        </w:rPr>
        <w:br w:type="page"/>
      </w:r>
      <w:r>
        <w:rPr>
          <w:rtl/>
        </w:rPr>
        <w:lastRenderedPageBreak/>
        <w:t xml:space="preserve">لصاحبه : أي أخي أنا الظالم ، حتى يقطع الهجران بينه وبين صاحبه ، فإنّ الله تبارك وتعالى حكم عدل يأخذ للمظلوم من الظالم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 قال أبي : ] قال رسول الله </w:t>
      </w:r>
      <w:r w:rsidR="00BF0EA2" w:rsidRPr="00BF0EA2">
        <w:rPr>
          <w:rStyle w:val="libAlaemChar"/>
          <w:rFonts w:hint="cs"/>
          <w:rtl/>
        </w:rPr>
        <w:t>صلى‌الله‌عليه‌وآله</w:t>
      </w:r>
      <w:r>
        <w:rPr>
          <w:rtl/>
        </w:rPr>
        <w:t xml:space="preserve"> : أيما مسلمَين تهاجرا فمكثا ثلاثاً لا يصطلحان الاّ كانا خارجين من الإسلام ، ولم يكن بينهما ولاية ، فأيّهما سبق إلى كلام أخيه كان السابق إلى الجنّة يوم الحساب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لا يزال ابليس فرحاً ما اهتجر المسلمان ، فاذا التقيا اصطكّت ركبتاه ، وتخلّعت أوصاله ، ونادى يا ويله ، ما لقي من الثبور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صدقة يحبّها الله اصلاح بين الناس إذا تفاسدوا ، وتقارب بينهم إذا تباعدوا </w:t>
      </w:r>
      <w:r w:rsidRPr="001008E4">
        <w:rPr>
          <w:rStyle w:val="libFootnotenumChar"/>
          <w:rtl/>
        </w:rPr>
        <w:t>(4)</w:t>
      </w:r>
      <w:r>
        <w:rPr>
          <w:rtl/>
        </w:rPr>
        <w:t>.</w:t>
      </w:r>
    </w:p>
    <w:p w:rsidR="00AA2ABC" w:rsidRDefault="00AA2ABC" w:rsidP="002704FD">
      <w:pPr>
        <w:pStyle w:val="libNormal"/>
        <w:rPr>
          <w:rtl/>
        </w:rPr>
      </w:pPr>
      <w:r>
        <w:rPr>
          <w:rtl/>
        </w:rPr>
        <w:t xml:space="preserve">قال </w:t>
      </w:r>
      <w:r w:rsidR="00763E2E" w:rsidRPr="00763E2E">
        <w:rPr>
          <w:rStyle w:val="libAlaemChar"/>
          <w:rFonts w:hint="cs"/>
          <w:rtl/>
        </w:rPr>
        <w:t>عليه‌السلام</w:t>
      </w:r>
      <w:r>
        <w:rPr>
          <w:rtl/>
        </w:rPr>
        <w:t xml:space="preserve"> : لأن أصلح بين اثنين أحبّ إليّ من أن أتصدّق بدينارين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344 ح 1 باب الهجرة ـ عنه البحار 75 : 184 ح 1 باب 60.</w:t>
      </w:r>
    </w:p>
    <w:p w:rsidR="00AA2ABC" w:rsidRDefault="00AA2ABC" w:rsidP="001008E4">
      <w:pPr>
        <w:pStyle w:val="libFootnote0"/>
        <w:rPr>
          <w:rtl/>
        </w:rPr>
      </w:pPr>
      <w:r>
        <w:rPr>
          <w:rtl/>
        </w:rPr>
        <w:t>2 ـ الكافي 2 : 345 ح 5 باب الهجرة ـ عنه البحار 75 : 186 ح 5 باب 60.</w:t>
      </w:r>
    </w:p>
    <w:p w:rsidR="00AA2ABC" w:rsidRDefault="00AA2ABC" w:rsidP="001008E4">
      <w:pPr>
        <w:pStyle w:val="libFootnote0"/>
        <w:rPr>
          <w:rtl/>
        </w:rPr>
      </w:pPr>
      <w:r>
        <w:rPr>
          <w:rtl/>
        </w:rPr>
        <w:t>3 ـ الكافي 2 : 346 ح 7 باب الهجرة ـ عنه البحار 75 : 187 ح 7 باب 60.</w:t>
      </w:r>
    </w:p>
    <w:p w:rsidR="00AA2ABC" w:rsidRDefault="00AA2ABC" w:rsidP="001008E4">
      <w:pPr>
        <w:pStyle w:val="libFootnote0"/>
        <w:rPr>
          <w:rtl/>
        </w:rPr>
      </w:pPr>
      <w:r>
        <w:rPr>
          <w:rtl/>
        </w:rPr>
        <w:t>4 ـ الكافي 2 : 209 ح 1 باب الاصلاح بين الناس.</w:t>
      </w:r>
    </w:p>
    <w:p w:rsidR="00AA2ABC" w:rsidRDefault="00AA2ABC" w:rsidP="001008E4">
      <w:pPr>
        <w:pStyle w:val="libFootnote0"/>
        <w:rPr>
          <w:rtl/>
        </w:rPr>
      </w:pPr>
      <w:r>
        <w:rPr>
          <w:rtl/>
        </w:rPr>
        <w:t xml:space="preserve">5 ـ الكافي 2 : 209 ح 2 باب الاصلاح بين الناس.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يا أباذر من أحبّ أن يتمثل له الرجال قياماً فليتبوّء مقعده من النار.</w:t>
      </w:r>
    </w:p>
    <w:p w:rsidR="00AA2ABC" w:rsidRDefault="00AA2ABC" w:rsidP="002704FD">
      <w:pPr>
        <w:pStyle w:val="libNormal"/>
        <w:rPr>
          <w:rtl/>
        </w:rPr>
      </w:pPr>
      <w:r>
        <w:rPr>
          <w:rtl/>
        </w:rPr>
        <w:t>يا أباذر من مات وفي قلبه مثقال ذرّة من كبر لم يجد رائحة الجنة الاّ أن يتوب قبل ذلك ، فقال رجل : يا رسول الله انّي ليعجبني الجمال حتى وددت انّ علاقة سوطي وفتال نعلي حسن ، فهل يرهب على ذلك؟ قال : كيف تجد قلبك؟</w:t>
      </w:r>
    </w:p>
    <w:p w:rsidR="00AA2ABC" w:rsidRDefault="00AA2ABC" w:rsidP="002704FD">
      <w:pPr>
        <w:pStyle w:val="libNormal"/>
        <w:rPr>
          <w:rtl/>
        </w:rPr>
      </w:pPr>
      <w:r>
        <w:rPr>
          <w:rtl/>
        </w:rPr>
        <w:t>قال : أجده عارفاً للحق ، مطمئنّاً إليه ، قال : ليس ذلك بالكبر ولكن الكبر ان تترك الحق وتتجاوزه إلى غيره ، وتنظر إلى الناس ولا ترى انّ احداً عرضه كعرضك ، ولا دمه كدمك.</w:t>
      </w:r>
    </w:p>
    <w:p w:rsidR="00AA2ABC" w:rsidRDefault="00AA2ABC" w:rsidP="002704FD">
      <w:pPr>
        <w:pStyle w:val="libNormal"/>
        <w:rPr>
          <w:rtl/>
        </w:rPr>
      </w:pPr>
      <w:r>
        <w:rPr>
          <w:rtl/>
        </w:rPr>
        <w:t>يا أباذر أكثر من يدخل النار المستكبرون ، فقال رجل : وهل ينجو من الكبر أحد يا رسول الله؟ قال : نعم من لبس الصوف ، وركب الحمار ، وحلب العنز ، وجالس المساكين.</w:t>
      </w:r>
    </w:p>
    <w:p w:rsidR="00AA2ABC" w:rsidRDefault="00AA2ABC" w:rsidP="002704FD">
      <w:pPr>
        <w:pStyle w:val="libNormal"/>
        <w:rPr>
          <w:rtl/>
        </w:rPr>
      </w:pPr>
      <w:r>
        <w:rPr>
          <w:rtl/>
        </w:rPr>
        <w:t>يا أباذر من حمل بضاعته فقد برىء من الكبر ، يعني ما يشترى من السوق.</w:t>
      </w:r>
    </w:p>
    <w:p w:rsidR="00AA2ABC" w:rsidRDefault="00AA2ABC" w:rsidP="002704FD">
      <w:pPr>
        <w:pStyle w:val="libNormal"/>
        <w:rPr>
          <w:rtl/>
        </w:rPr>
      </w:pPr>
      <w:r>
        <w:rPr>
          <w:rtl/>
        </w:rPr>
        <w:t>يا أباذر من جرّ ثوبه خيلاء لم ينظر الله عزوجل إليه يوم القيامة.</w:t>
      </w:r>
    </w:p>
    <w:p w:rsidR="00AA2ABC" w:rsidRDefault="00AA2ABC" w:rsidP="002704FD">
      <w:pPr>
        <w:pStyle w:val="libNormal"/>
        <w:rPr>
          <w:rtl/>
        </w:rPr>
      </w:pPr>
      <w:r>
        <w:rPr>
          <w:rtl/>
        </w:rPr>
        <w:t>يا أباذر من رفع ذيله ، وخصف نعله ، وعفر وجهه فقد برىء من الكبر.</w:t>
      </w:r>
    </w:p>
    <w:p w:rsidR="00AA2ABC" w:rsidRDefault="00AA2ABC" w:rsidP="002704FD">
      <w:pPr>
        <w:pStyle w:val="libNormal"/>
        <w:rPr>
          <w:rtl/>
        </w:rPr>
      </w:pPr>
      <w:r>
        <w:rPr>
          <w:rtl/>
        </w:rPr>
        <w:t>يا أباذر من كان له قميصان فليلبسنّ أحدهما ، وليلبسنّ الآخر أخاه.</w:t>
      </w:r>
    </w:p>
    <w:p w:rsidR="00AA2ABC" w:rsidRDefault="00AA2ABC" w:rsidP="002704FD">
      <w:pPr>
        <w:pStyle w:val="libNormal"/>
        <w:rPr>
          <w:rtl/>
        </w:rPr>
      </w:pPr>
      <w:r>
        <w:rPr>
          <w:rtl/>
        </w:rPr>
        <w:t>يا أباذر سيكون ناس من أمتي يولدون في النعيم ، ويغذون به ، همتهم ألوان الطعام والشراب ، ويمدحون بالقول أولئك شرار أمتي.</w:t>
      </w:r>
    </w:p>
    <w:p w:rsidR="00AA2ABC" w:rsidRDefault="00AA2ABC" w:rsidP="002704FD">
      <w:pPr>
        <w:pStyle w:val="libNormal"/>
        <w:rPr>
          <w:rtl/>
        </w:rPr>
      </w:pPr>
      <w:r>
        <w:rPr>
          <w:rtl/>
        </w:rPr>
        <w:t>يا أباذر من ترك لبس الجمال وهو يقدر عليه تواضعاً لله عزّوجلّ فقد كساه حلّة الكرامة.</w:t>
      </w:r>
    </w:p>
    <w:p w:rsidR="00AA2ABC" w:rsidRDefault="00AA2ABC" w:rsidP="002704FD">
      <w:pPr>
        <w:pStyle w:val="libNormal"/>
        <w:rPr>
          <w:rtl/>
        </w:rPr>
      </w:pPr>
      <w:r>
        <w:rPr>
          <w:rtl/>
        </w:rPr>
        <w:t xml:space="preserve">يا أباذر طوبى لمن تواضع لله تعالى في غير منقصة ، وأذلّ نفسه في غير مسكنة ، </w:t>
      </w:r>
    </w:p>
    <w:p w:rsidR="00AA2ABC" w:rsidRDefault="00AA2ABC" w:rsidP="002704FD">
      <w:pPr>
        <w:pStyle w:val="libNormal0"/>
        <w:rPr>
          <w:rtl/>
        </w:rPr>
      </w:pPr>
      <w:r>
        <w:rPr>
          <w:rtl/>
        </w:rPr>
        <w:br w:type="page"/>
      </w:r>
      <w:r>
        <w:rPr>
          <w:rtl/>
        </w:rPr>
        <w:lastRenderedPageBreak/>
        <w:t>وأنفق مالاً جمعه في غير معصية ، ورحم أهل الذلّ والمسكنة ، وخالط أهل الفقه والحكمة ، طوبى لمن صلحت سريرته ، وحسنت علانيته ، وعزل عن الناس شرّه ، طوبى لمن عمل بعلمه ، وأنفق الفضل من ماله ، وأمسك الفضل من قوله.</w:t>
      </w:r>
    </w:p>
    <w:p w:rsidR="00AA2ABC" w:rsidRDefault="00AA2ABC" w:rsidP="002704FD">
      <w:pPr>
        <w:pStyle w:val="libNormal"/>
        <w:rPr>
          <w:rtl/>
        </w:rPr>
      </w:pPr>
      <w:r>
        <w:rPr>
          <w:rtl/>
        </w:rPr>
        <w:t>يا أباذر البس الخشن من اللباس ، والضيق من الثياب لئلاّ يجد الفخر فيك مسلكاً.</w:t>
      </w:r>
    </w:p>
    <w:p w:rsidR="00AA2ABC" w:rsidRDefault="00AA2ABC" w:rsidP="002704FD">
      <w:pPr>
        <w:pStyle w:val="libNormal"/>
        <w:rPr>
          <w:rtl/>
        </w:rPr>
      </w:pPr>
      <w:r>
        <w:rPr>
          <w:rtl/>
        </w:rPr>
        <w:t xml:space="preserve">بما أنّ أكثر مطالب هذه الفقرات الشريفة قد مرّت سابقاً فنوضّح باقي الأمور في طيّ مصابيح : </w:t>
      </w:r>
    </w:p>
    <w:p w:rsidR="00AA2ABC" w:rsidRDefault="00AA2ABC" w:rsidP="00AA2ABC">
      <w:pPr>
        <w:pStyle w:val="Heading1Center"/>
        <w:rPr>
          <w:rtl/>
        </w:rPr>
      </w:pPr>
      <w:bookmarkStart w:id="184" w:name="_Toc392501928"/>
      <w:bookmarkStart w:id="185" w:name="_Toc392502876"/>
      <w:r>
        <w:rPr>
          <w:rtl/>
        </w:rPr>
        <w:t>( المصباح الأول )</w:t>
      </w:r>
      <w:bookmarkEnd w:id="184"/>
      <w:bookmarkEnd w:id="185"/>
    </w:p>
    <w:p w:rsidR="00AA2ABC" w:rsidRDefault="00AA2ABC" w:rsidP="00AA2ABC">
      <w:pPr>
        <w:pStyle w:val="Heading1Center"/>
        <w:rPr>
          <w:rtl/>
        </w:rPr>
      </w:pPr>
      <w:bookmarkStart w:id="186" w:name="_Toc392501929"/>
      <w:bookmarkStart w:id="187" w:name="_Toc392502877"/>
      <w:r>
        <w:rPr>
          <w:rtl/>
        </w:rPr>
        <w:t>في ذمّ التكبر</w:t>
      </w:r>
      <w:bookmarkEnd w:id="186"/>
      <w:bookmarkEnd w:id="187"/>
    </w:p>
    <w:p w:rsidR="00AA2ABC" w:rsidRDefault="00AA2ABC" w:rsidP="002704FD">
      <w:pPr>
        <w:pStyle w:val="libNormal"/>
        <w:rPr>
          <w:rtl/>
        </w:rPr>
      </w:pPr>
      <w:r>
        <w:rPr>
          <w:rtl/>
        </w:rPr>
        <w:t xml:space="preserve">وقد مرّ مجملاً منه في باب التواضع ، فاعلم انّ التكبّر من أقبح الصفات الذميمة ، ويوجب الذل في الدنيا والآخرة ، وهو السبب لكفر وعناد كفّار كلّ قوم ، وانّ أول معصية عُصي بها الرب لهي معصية الشيطان حيث تكبر ولم يسجد لآدم </w:t>
      </w:r>
      <w:r w:rsidR="00763E2E" w:rsidRPr="00763E2E">
        <w:rPr>
          <w:rStyle w:val="libAlaemChar"/>
          <w:rFonts w:hint="cs"/>
          <w:rtl/>
        </w:rPr>
        <w:t>عليه‌السلام</w:t>
      </w:r>
      <w:r>
        <w:rPr>
          <w:rtl/>
        </w:rPr>
        <w:t xml:space="preserve"> ، فلعن أبد الآباد.</w:t>
      </w:r>
    </w:p>
    <w:p w:rsidR="00AA2ABC" w:rsidRDefault="00AA2ABC" w:rsidP="002704FD">
      <w:pPr>
        <w:pStyle w:val="libNormal"/>
        <w:rPr>
          <w:rtl/>
        </w:rPr>
      </w:pPr>
      <w:r>
        <w:rPr>
          <w:rtl/>
        </w:rPr>
        <w:t xml:space="preserve">وكما قال أمير المؤمنين </w:t>
      </w:r>
      <w:r w:rsidR="00763E2E" w:rsidRPr="00763E2E">
        <w:rPr>
          <w:rStyle w:val="libAlaemChar"/>
          <w:rFonts w:hint="cs"/>
          <w:rtl/>
        </w:rPr>
        <w:t>عليه‌السلام</w:t>
      </w:r>
      <w:r>
        <w:rPr>
          <w:rtl/>
        </w:rPr>
        <w:t xml:space="preserve"> في الخطبة القاصعة : </w:t>
      </w:r>
    </w:p>
    <w:p w:rsidR="00AA2ABC" w:rsidRDefault="00AA2ABC" w:rsidP="002704FD">
      <w:pPr>
        <w:pStyle w:val="libNormal"/>
        <w:rPr>
          <w:rtl/>
        </w:rPr>
      </w:pPr>
      <w:r>
        <w:rPr>
          <w:rtl/>
        </w:rPr>
        <w:t xml:space="preserve">الحمد لله الذي لبس العزّ والكبرياء ، واختارهما لنفسه دون خلقه ، وجعلهما حمى </w:t>
      </w:r>
      <w:r w:rsidRPr="001008E4">
        <w:rPr>
          <w:rStyle w:val="libFootnotenumChar"/>
          <w:rtl/>
        </w:rPr>
        <w:t>(1)</w:t>
      </w:r>
      <w:r>
        <w:rPr>
          <w:rtl/>
        </w:rPr>
        <w:t xml:space="preserve"> وحرماً على غيره ، واصطفاهما لجلاله.</w:t>
      </w:r>
    </w:p>
    <w:p w:rsidR="00AA2ABC" w:rsidRDefault="00AA2ABC" w:rsidP="002704FD">
      <w:pPr>
        <w:pStyle w:val="libNormal"/>
        <w:rPr>
          <w:rtl/>
        </w:rPr>
      </w:pPr>
      <w:r>
        <w:rPr>
          <w:rtl/>
        </w:rPr>
        <w:t xml:space="preserve">وجعل اللعنة على من نازعه فيهما من عباده ، ثم اختبر بذلك ملائكته المقرّبين ، ليميز المتواضعين منهم من المستكبرين ، فقال سبحانه وهو العالم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الحمى : ما حميته عن وصول الغير إليه والتصرف فيه. </w:t>
      </w:r>
    </w:p>
    <w:p w:rsidR="00AA2ABC" w:rsidRDefault="00AA2ABC" w:rsidP="002704FD">
      <w:pPr>
        <w:pStyle w:val="libNormal0"/>
        <w:rPr>
          <w:rtl/>
        </w:rPr>
      </w:pPr>
      <w:r>
        <w:rPr>
          <w:rtl/>
        </w:rPr>
        <w:br w:type="page"/>
      </w:r>
      <w:r>
        <w:rPr>
          <w:rtl/>
        </w:rPr>
        <w:lastRenderedPageBreak/>
        <w:t xml:space="preserve">بمضمرات القلوب ومحجوبات الغيوب : </w:t>
      </w:r>
      <w:r w:rsidRPr="002704FD">
        <w:rPr>
          <w:rStyle w:val="libAlaemChar"/>
          <w:rtl/>
        </w:rPr>
        <w:t>(</w:t>
      </w:r>
      <w:r w:rsidRPr="002704FD">
        <w:rPr>
          <w:rStyle w:val="libAieChar"/>
          <w:rtl/>
        </w:rPr>
        <w:t xml:space="preserve"> اِنّى خَالِقٌ بَشَراً مِن طِينٍ * فَاذِا سَوَّيتُهُ وَنَفَختُ فِيهِ مِن رُّوحي فَقَعُوا لَهُ سَاجِدِينَ * فَسجَدَ المَلاَئِكَةُ كُلُّهُم أَجمَعُونَ * اِلاَّ اِبلِيسَ </w:t>
      </w:r>
      <w:r w:rsidRPr="002704FD">
        <w:rPr>
          <w:rStyle w:val="libAlaemChar"/>
          <w:rtl/>
        </w:rPr>
        <w:t>)</w:t>
      </w:r>
      <w:r>
        <w:rPr>
          <w:rtl/>
        </w:rPr>
        <w:t xml:space="preserve"> </w:t>
      </w:r>
      <w:r w:rsidRPr="001008E4">
        <w:rPr>
          <w:rStyle w:val="libFootnotenumChar"/>
          <w:rtl/>
        </w:rPr>
        <w:t>(1)</w:t>
      </w:r>
      <w:r>
        <w:rPr>
          <w:rtl/>
        </w:rPr>
        <w:t>.</w:t>
      </w:r>
    </w:p>
    <w:p w:rsidR="00AA2ABC" w:rsidRDefault="00AA2ABC" w:rsidP="002704FD">
      <w:pPr>
        <w:pStyle w:val="libNormal"/>
        <w:rPr>
          <w:rtl/>
        </w:rPr>
      </w:pPr>
      <w:r>
        <w:rPr>
          <w:rtl/>
        </w:rPr>
        <w:t>إعترضَتهُ الحميّة فافتخر على آدم بخَلقِهِ ، وتعصّب عليه لأصله ، فعدوّ الله امام المتعصّبين ، وسلف المستكبرين ، الذي وضع أساس العصبيّة ، ونازع الله رداء الجبريّة ، وادّرع لباس التعزّز ، وخلع قناع التذلّل ، ألا ترون كيف صغّره الله بتكبّره ، ووضعه بترفّعه ، فجعله في الدنيا مدحوراً ، وأعدّ له في الآخرة سعيراً.</w:t>
      </w:r>
    </w:p>
    <w:p w:rsidR="00AA2ABC" w:rsidRDefault="00AA2ABC" w:rsidP="002704FD">
      <w:pPr>
        <w:pStyle w:val="libNormal"/>
        <w:rPr>
          <w:rtl/>
        </w:rPr>
      </w:pPr>
      <w:r>
        <w:rPr>
          <w:rtl/>
        </w:rPr>
        <w:t xml:space="preserve">ولو أراد الله أن يخلق آدم من نورٍ يخطف الأبصار ضياؤه ، ويبهر العقول رواؤه </w:t>
      </w:r>
      <w:r w:rsidRPr="001008E4">
        <w:rPr>
          <w:rStyle w:val="libFootnotenumChar"/>
          <w:rtl/>
        </w:rPr>
        <w:t>(2)</w:t>
      </w:r>
      <w:r>
        <w:rPr>
          <w:rtl/>
        </w:rPr>
        <w:t xml:space="preserve"> ، وطيبٍ يأخذ الأنفاس عَرفُهُ </w:t>
      </w:r>
      <w:r w:rsidRPr="001008E4">
        <w:rPr>
          <w:rStyle w:val="libFootnotenumChar"/>
          <w:rtl/>
        </w:rPr>
        <w:t>(3)</w:t>
      </w:r>
      <w:r>
        <w:rPr>
          <w:rtl/>
        </w:rPr>
        <w:t xml:space="preserve"> لفعل ، ولو فعل لظلّت له الأعناق خاضعة ، ولخفّت البلوى فيه على الملائكة ، ولكن الله سبحانه يبتلي خلقه ببعض ما يجهلون أصله ، تمييزاً بالاختبار لهم ، ونفياً للاستكبار عنهم ، وإبعاداً للخُيلاء منهم.</w:t>
      </w:r>
    </w:p>
    <w:p w:rsidR="00AA2ABC" w:rsidRDefault="00AA2ABC" w:rsidP="002704FD">
      <w:pPr>
        <w:pStyle w:val="libNormal"/>
        <w:rPr>
          <w:rtl/>
        </w:rPr>
      </w:pPr>
      <w:r>
        <w:rPr>
          <w:rtl/>
        </w:rPr>
        <w:t>فاعتبروا بما كان من فعل الله بابليس إذ أحبط عمله الطويل ، وجَهدُه الجهيد ، وكان قد عبدالله ستة آلاف سنة ، لا يُدرى أمن سني الدنيا أم من سني الآخرة ، عن كبر ساعةٍ واحدةٍ ، فمن ذا بعد ابليس يسلم على الله بمثل معصيته؟</w:t>
      </w:r>
    </w:p>
    <w:p w:rsidR="00AA2ABC" w:rsidRDefault="00AA2ABC" w:rsidP="002704FD">
      <w:pPr>
        <w:pStyle w:val="libNormal"/>
        <w:rPr>
          <w:rtl/>
        </w:rPr>
      </w:pPr>
      <w:r>
        <w:rPr>
          <w:rtl/>
        </w:rPr>
        <w:t xml:space="preserve">[ كلاّ ما كان الله سبحانه ليدخل الجنة بشراً بأمر أخرج به منها ملكاً ، انّ حكمه في أهل السماء والأرض لواحد ، وما بين الله وبين أحد من خلقه هوادة </w:t>
      </w:r>
      <w:r w:rsidRPr="001008E4">
        <w:rPr>
          <w:rStyle w:val="libFootnotenumChar"/>
          <w:rtl/>
        </w:rPr>
        <w:t>(4)</w:t>
      </w:r>
      <w:r>
        <w:rPr>
          <w:rtl/>
        </w:rPr>
        <w:t xml:space="preserve"> في اباحة حمى حرّمه على العالمين ]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ص : 74 و71.</w:t>
      </w:r>
    </w:p>
    <w:p w:rsidR="00AA2ABC" w:rsidRDefault="00AA2ABC" w:rsidP="001008E4">
      <w:pPr>
        <w:pStyle w:val="libFootnote0"/>
        <w:rPr>
          <w:rtl/>
        </w:rPr>
      </w:pPr>
      <w:r>
        <w:rPr>
          <w:rtl/>
        </w:rPr>
        <w:t>2 ـ الرواء ـ بضم ففتح ـ : حسن المنظر.</w:t>
      </w:r>
    </w:p>
    <w:p w:rsidR="00AA2ABC" w:rsidRDefault="00AA2ABC" w:rsidP="001008E4">
      <w:pPr>
        <w:pStyle w:val="libFootnote0"/>
        <w:rPr>
          <w:rtl/>
        </w:rPr>
      </w:pPr>
      <w:r>
        <w:rPr>
          <w:rtl/>
        </w:rPr>
        <w:t>3 ـ العرف ـ بالفتح ـ : الرائحة.</w:t>
      </w:r>
    </w:p>
    <w:p w:rsidR="00AA2ABC" w:rsidRDefault="00AA2ABC" w:rsidP="001008E4">
      <w:pPr>
        <w:pStyle w:val="libFootnote0"/>
        <w:rPr>
          <w:rtl/>
        </w:rPr>
      </w:pPr>
      <w:r>
        <w:rPr>
          <w:rtl/>
        </w:rPr>
        <w:t>4 ـ الهوادة ـ بالفتح ـ : اللين والرخصة.</w:t>
      </w:r>
    </w:p>
    <w:p w:rsidR="00AA2ABC" w:rsidRDefault="00AA2ABC" w:rsidP="001008E4">
      <w:pPr>
        <w:pStyle w:val="libFootnote0"/>
        <w:rPr>
          <w:rtl/>
        </w:rPr>
      </w:pPr>
      <w:r>
        <w:rPr>
          <w:rtl/>
        </w:rPr>
        <w:t xml:space="preserve">5 ـ لم يكن ما وضعناه بين المعكوفتين في المتن الفارسي. </w:t>
      </w:r>
    </w:p>
    <w:p w:rsidR="00AA2ABC" w:rsidRDefault="00AA2ABC" w:rsidP="002704FD">
      <w:pPr>
        <w:pStyle w:val="libNormal"/>
        <w:rPr>
          <w:rtl/>
        </w:rPr>
      </w:pPr>
      <w:r>
        <w:rPr>
          <w:rtl/>
        </w:rPr>
        <w:br w:type="page"/>
      </w:r>
      <w:r>
        <w:rPr>
          <w:rtl/>
        </w:rPr>
        <w:lastRenderedPageBreak/>
        <w:t xml:space="preserve">فاحذروا عباد الله عدوّ الله أن يعديكم بدائه ، وأن يستفزّكم </w:t>
      </w:r>
      <w:r w:rsidRPr="001008E4">
        <w:rPr>
          <w:rStyle w:val="libFootnotenumChar"/>
          <w:rtl/>
        </w:rPr>
        <w:t>(1)</w:t>
      </w:r>
      <w:r>
        <w:rPr>
          <w:rtl/>
        </w:rPr>
        <w:t xml:space="preserve"> بندائه ، وأن يجلب عليكم بخيله ورجله ، [ فلعمري لقد فوّق لكم سهم الوعيد </w:t>
      </w:r>
      <w:r w:rsidRPr="001008E4">
        <w:rPr>
          <w:rStyle w:val="libFootnotenumChar"/>
          <w:rtl/>
        </w:rPr>
        <w:t>(2)</w:t>
      </w:r>
      <w:r>
        <w:rPr>
          <w:rtl/>
        </w:rPr>
        <w:t xml:space="preserve"> ، وأغرق </w:t>
      </w:r>
      <w:r w:rsidRPr="001008E4">
        <w:rPr>
          <w:rStyle w:val="libFootnotenumChar"/>
          <w:rtl/>
        </w:rPr>
        <w:t>(3)</w:t>
      </w:r>
      <w:r>
        <w:rPr>
          <w:rtl/>
        </w:rPr>
        <w:t xml:space="preserve"> إليكم بالنزع الشديد ، ورماكم من مكان قريب ، فقال : </w:t>
      </w:r>
      <w:r w:rsidRPr="002704FD">
        <w:rPr>
          <w:rStyle w:val="libAlaemChar"/>
          <w:rtl/>
        </w:rPr>
        <w:t>(</w:t>
      </w:r>
      <w:r w:rsidRPr="002704FD">
        <w:rPr>
          <w:rStyle w:val="libAieChar"/>
          <w:rtl/>
        </w:rPr>
        <w:t xml:space="preserve"> رَبِّ بِمَا أَغوَيتَنِي لاَُزَيِّنَنَّ لَهُم في الأَرضِ وَلأغوِيَنَّهُم أََجمَعِينَ </w:t>
      </w:r>
      <w:r w:rsidRPr="002704FD">
        <w:rPr>
          <w:rStyle w:val="libAlaemChar"/>
          <w:rtl/>
        </w:rPr>
        <w:t>)</w:t>
      </w:r>
      <w:r>
        <w:rPr>
          <w:rtl/>
        </w:rPr>
        <w:t xml:space="preserve"> </w:t>
      </w:r>
      <w:r w:rsidRPr="001008E4">
        <w:rPr>
          <w:rStyle w:val="libFootnotenumChar"/>
          <w:rtl/>
        </w:rPr>
        <w:t>(4)</w:t>
      </w:r>
      <w:r>
        <w:rPr>
          <w:rtl/>
        </w:rPr>
        <w:t>.</w:t>
      </w:r>
    </w:p>
    <w:p w:rsidR="00AA2ABC" w:rsidRDefault="00AA2ABC" w:rsidP="002704FD">
      <w:pPr>
        <w:pStyle w:val="libNormal"/>
        <w:rPr>
          <w:rtl/>
        </w:rPr>
      </w:pPr>
      <w:r>
        <w:rPr>
          <w:rtl/>
        </w:rPr>
        <w:t xml:space="preserve">قذفاً بغيب بعيد ، ورجماً بظنّ غير مصيب ، صدّقه به أبناء الحميّة ، واخوان العصبيّة ، وفرسان الكبر والجاهلية ، حتى اذا انقادت له الجامحة منكم ، واستحكمت الطماعيّة منه فيكم ، فنجمت الحال من السرّ الخفي إلى الأمر الجلي ، واستفحل سلطانه عليكم ، ودلف </w:t>
      </w:r>
      <w:r w:rsidRPr="001008E4">
        <w:rPr>
          <w:rStyle w:val="libFootnotenumChar"/>
          <w:rtl/>
        </w:rPr>
        <w:t>(5)</w:t>
      </w:r>
      <w:r>
        <w:rPr>
          <w:rtl/>
        </w:rPr>
        <w:t xml:space="preserve"> بجنوده نحوكم.</w:t>
      </w:r>
    </w:p>
    <w:p w:rsidR="00AA2ABC" w:rsidRDefault="00AA2ABC" w:rsidP="002704FD">
      <w:pPr>
        <w:pStyle w:val="libNormal"/>
        <w:rPr>
          <w:rtl/>
        </w:rPr>
      </w:pPr>
      <w:r>
        <w:rPr>
          <w:rtl/>
        </w:rPr>
        <w:t xml:space="preserve">فأقحموكم </w:t>
      </w:r>
      <w:r w:rsidRPr="001008E4">
        <w:rPr>
          <w:rStyle w:val="libFootnotenumChar"/>
          <w:rtl/>
        </w:rPr>
        <w:t>(6)</w:t>
      </w:r>
      <w:r>
        <w:rPr>
          <w:rtl/>
        </w:rPr>
        <w:t xml:space="preserve"> ولجات </w:t>
      </w:r>
      <w:r w:rsidRPr="001008E4">
        <w:rPr>
          <w:rStyle w:val="libFootnotenumChar"/>
          <w:rtl/>
        </w:rPr>
        <w:t>(7)</w:t>
      </w:r>
      <w:r>
        <w:rPr>
          <w:rtl/>
        </w:rPr>
        <w:t xml:space="preserve"> الذّل ، وأحلّوكم ورطات القتل ، وأوطؤوكم اثخان الجراحة ، طعناً في عيونكم ، وحزّاً في حلوقكم ، ودقّاً لمناخركم ، وقصداً لمقاتلكم ، وسوقاً بخزائم القهر إلى النار المعدّة لكم.</w:t>
      </w:r>
    </w:p>
    <w:p w:rsidR="00AA2ABC" w:rsidRDefault="00AA2ABC" w:rsidP="002704FD">
      <w:pPr>
        <w:pStyle w:val="libNormal"/>
        <w:rPr>
          <w:rtl/>
        </w:rPr>
      </w:pPr>
      <w:r>
        <w:rPr>
          <w:rtl/>
        </w:rPr>
        <w:t xml:space="preserve">فأصبح أعظم في دينكم حرجاً ، وأورى </w:t>
      </w:r>
      <w:r w:rsidRPr="001008E4">
        <w:rPr>
          <w:rStyle w:val="libFootnotenumChar"/>
          <w:rtl/>
        </w:rPr>
        <w:t>(8)</w:t>
      </w:r>
      <w:r>
        <w:rPr>
          <w:rtl/>
        </w:rPr>
        <w:t xml:space="preserve"> في دنياكم قدحاً ، من الذين أصبحتم لهم مناصبين ، وعليهم متألّبين ، فاجعلوا عليه حدّكم </w:t>
      </w:r>
      <w:r w:rsidRPr="001008E4">
        <w:rPr>
          <w:rStyle w:val="libFootnotenumChar"/>
          <w:rtl/>
        </w:rPr>
        <w:t>(9)</w:t>
      </w:r>
      <w:r>
        <w:rPr>
          <w:rtl/>
        </w:rPr>
        <w:t xml:space="preserve"> وله جدّكم.</w:t>
      </w:r>
    </w:p>
    <w:p w:rsidR="00AA2ABC" w:rsidRDefault="00AA2ABC" w:rsidP="002704FD">
      <w:pPr>
        <w:pStyle w:val="libNormal"/>
        <w:rPr>
          <w:rtl/>
        </w:rPr>
      </w:pPr>
      <w:r>
        <w:rPr>
          <w:rtl/>
        </w:rPr>
        <w:t xml:space="preserve">فلعمر الله لقد فخر على أصلكم ، ووقع في حسبكم ، ودفع في نسبكم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يستفزكم : يستنهضكم لما يريد.</w:t>
      </w:r>
    </w:p>
    <w:p w:rsidR="00AA2ABC" w:rsidRDefault="00AA2ABC" w:rsidP="001008E4">
      <w:pPr>
        <w:pStyle w:val="libFootnote0"/>
        <w:rPr>
          <w:rtl/>
        </w:rPr>
      </w:pPr>
      <w:r>
        <w:rPr>
          <w:rtl/>
        </w:rPr>
        <w:t>2 ـ فوق السهم : جعل له فوقاً ، والفوق موضع الوتر من السهم.</w:t>
      </w:r>
    </w:p>
    <w:p w:rsidR="00AA2ABC" w:rsidRDefault="00AA2ABC" w:rsidP="001008E4">
      <w:pPr>
        <w:pStyle w:val="libFootnote0"/>
        <w:rPr>
          <w:rtl/>
        </w:rPr>
      </w:pPr>
      <w:r>
        <w:rPr>
          <w:rtl/>
        </w:rPr>
        <w:t>3 ـ أغرق النازع : إذا استوفى مدّ قوسه.</w:t>
      </w:r>
    </w:p>
    <w:p w:rsidR="00AA2ABC" w:rsidRDefault="00AA2ABC" w:rsidP="001008E4">
      <w:pPr>
        <w:pStyle w:val="libFootnote0"/>
        <w:rPr>
          <w:rtl/>
        </w:rPr>
      </w:pPr>
      <w:r>
        <w:rPr>
          <w:rtl/>
        </w:rPr>
        <w:t>4 ـ الحجر : 39.</w:t>
      </w:r>
    </w:p>
    <w:p w:rsidR="00AA2ABC" w:rsidRDefault="00AA2ABC" w:rsidP="001008E4">
      <w:pPr>
        <w:pStyle w:val="libFootnote0"/>
        <w:rPr>
          <w:rtl/>
        </w:rPr>
      </w:pPr>
      <w:r>
        <w:rPr>
          <w:rtl/>
        </w:rPr>
        <w:t>5 ـ دلفت الكتيبة في الحرب : تقدّمت.</w:t>
      </w:r>
    </w:p>
    <w:p w:rsidR="00AA2ABC" w:rsidRDefault="00AA2ABC" w:rsidP="001008E4">
      <w:pPr>
        <w:pStyle w:val="libFootnote0"/>
        <w:rPr>
          <w:rtl/>
        </w:rPr>
      </w:pPr>
      <w:r>
        <w:rPr>
          <w:rtl/>
        </w:rPr>
        <w:t>6 ـ أقحموكم : أدخلوكم بغتة.</w:t>
      </w:r>
    </w:p>
    <w:p w:rsidR="00AA2ABC" w:rsidRDefault="00AA2ABC" w:rsidP="001008E4">
      <w:pPr>
        <w:pStyle w:val="libFootnote0"/>
        <w:rPr>
          <w:rtl/>
        </w:rPr>
      </w:pPr>
      <w:r>
        <w:rPr>
          <w:rtl/>
        </w:rPr>
        <w:t>7 ـ الولجات : جمع ولجة ـ بالتحريك ـ : كهف يستتر فيه المارة من مطر ونحوه.</w:t>
      </w:r>
    </w:p>
    <w:p w:rsidR="00AA2ABC" w:rsidRDefault="00AA2ABC" w:rsidP="001008E4">
      <w:pPr>
        <w:pStyle w:val="libFootnote0"/>
        <w:rPr>
          <w:rtl/>
        </w:rPr>
      </w:pPr>
      <w:r>
        <w:rPr>
          <w:rtl/>
        </w:rPr>
        <w:t>8 ـ أورى : أي أشدّ قرحاً للنار.</w:t>
      </w:r>
    </w:p>
    <w:p w:rsidR="00AA2ABC" w:rsidRDefault="00AA2ABC" w:rsidP="001008E4">
      <w:pPr>
        <w:pStyle w:val="libFootnote0"/>
        <w:rPr>
          <w:rtl/>
        </w:rPr>
      </w:pPr>
      <w:r>
        <w:rPr>
          <w:rtl/>
        </w:rPr>
        <w:t xml:space="preserve">9 ـ حدّكم : غضبكم وحدّتكم. </w:t>
      </w:r>
    </w:p>
    <w:p w:rsidR="00AA2ABC" w:rsidRDefault="00AA2ABC" w:rsidP="002704FD">
      <w:pPr>
        <w:pStyle w:val="libNormal0"/>
        <w:rPr>
          <w:rtl/>
        </w:rPr>
      </w:pPr>
      <w:r>
        <w:rPr>
          <w:rtl/>
        </w:rPr>
        <w:br w:type="page"/>
      </w:r>
      <w:r>
        <w:rPr>
          <w:rtl/>
        </w:rPr>
        <w:lastRenderedPageBreak/>
        <w:t>وأجلب بخيله عليكم ، وقصد برجله سبيلكم ، يقتنصونكم بكلّ مكان ، ويضربون منكم كلّ بنان ، لا تمتنعون بحيلة ، ولا تدفعون بعزيمة ، في حومة ذلّ ، وحلقة ضيق ، وعرصة موت ، وجولة بلاء.</w:t>
      </w:r>
    </w:p>
    <w:p w:rsidR="00AA2ABC" w:rsidRDefault="00AA2ABC" w:rsidP="002704FD">
      <w:pPr>
        <w:pStyle w:val="libNormal"/>
        <w:rPr>
          <w:rtl/>
        </w:rPr>
      </w:pPr>
      <w:r>
        <w:rPr>
          <w:rtl/>
        </w:rPr>
        <w:t xml:space="preserve">فاطفئوا ما كمن في قلوبكم من نيران العصبيّة وأحقاد الجاهليّة ، فأنّما تلك الحميّة تكون في المسلم من خطرات الشيطان ونخواته ونزعاته ونفثاته ] </w:t>
      </w:r>
      <w:r w:rsidRPr="001008E4">
        <w:rPr>
          <w:rStyle w:val="libFootnotenumChar"/>
          <w:rtl/>
        </w:rPr>
        <w:t>(1)</w:t>
      </w:r>
      <w:r>
        <w:rPr>
          <w:rtl/>
        </w:rPr>
        <w:t>.</w:t>
      </w:r>
    </w:p>
    <w:p w:rsidR="00AA2ABC" w:rsidRDefault="00AA2ABC" w:rsidP="002704FD">
      <w:pPr>
        <w:pStyle w:val="libNormal"/>
        <w:rPr>
          <w:rtl/>
        </w:rPr>
      </w:pPr>
      <w:r>
        <w:rPr>
          <w:rtl/>
        </w:rPr>
        <w:t>واعتمدوا على وضع التذلّل على رؤوسكم ، والقاء التعزّز تحت أقدامكم ، وخلع التكبر من أعناقكم ، واتخذوا التواضع مسلحة بينكم وبين عدوّكم ابليس وجنوده ، فإنّ له من كلّ أمّة جنوداً وأعواناً ورجلاً وفرساناً.</w:t>
      </w:r>
    </w:p>
    <w:p w:rsidR="00AA2ABC" w:rsidRDefault="00AA2ABC" w:rsidP="002704FD">
      <w:pPr>
        <w:pStyle w:val="libNormal"/>
        <w:rPr>
          <w:rtl/>
        </w:rPr>
      </w:pPr>
      <w:r>
        <w:rPr>
          <w:rtl/>
        </w:rPr>
        <w:t xml:space="preserve">ولا تكونوا كالمتكبّر </w:t>
      </w:r>
      <w:r w:rsidRPr="001008E4">
        <w:rPr>
          <w:rStyle w:val="libFootnotenumChar"/>
          <w:rtl/>
        </w:rPr>
        <w:t>(2)</w:t>
      </w:r>
      <w:r>
        <w:rPr>
          <w:rtl/>
        </w:rPr>
        <w:t xml:space="preserve"> على ابن أمّه من غير ما فضلٍ جعله الله فيه سوى ما ألحقت العظمة بنفسه من عداوة الحسد ، وقدحت الحميّة في قلبه من نار الغضب ، ونفخ في أنفه من ريح الكبر الذي أعقبه الله به الندامة ، وألزمه آثام القاتلين إلى يوم القيامة.</w:t>
      </w:r>
    </w:p>
    <w:p w:rsidR="00AA2ABC" w:rsidRDefault="00AA2ABC" w:rsidP="002704FD">
      <w:pPr>
        <w:pStyle w:val="libNormal"/>
        <w:rPr>
          <w:rtl/>
        </w:rPr>
      </w:pPr>
      <w:r>
        <w:rPr>
          <w:rtl/>
        </w:rPr>
        <w:t xml:space="preserve">[ ألا وقد أمعنتم </w:t>
      </w:r>
      <w:r w:rsidRPr="001008E4">
        <w:rPr>
          <w:rStyle w:val="libFootnotenumChar"/>
          <w:rtl/>
        </w:rPr>
        <w:t>(3)</w:t>
      </w:r>
      <w:r>
        <w:rPr>
          <w:rtl/>
        </w:rPr>
        <w:t xml:space="preserve"> في البغي ، وأفسدتم في الأرض مصارحة </w:t>
      </w:r>
      <w:r w:rsidRPr="001008E4">
        <w:rPr>
          <w:rStyle w:val="libFootnotenumChar"/>
          <w:rtl/>
        </w:rPr>
        <w:t>(4)</w:t>
      </w:r>
      <w:r>
        <w:rPr>
          <w:rtl/>
        </w:rPr>
        <w:t xml:space="preserve"> لله بالمناصبة ، ومبارزة للمؤمنين بالمحاربة ، فالله الله في كبر الحميّة ، وفخر الجاهلية فانّه ملاقح الشنآن ، ومنافخ الشيطان التي خدع بها الامم الماضية ، والقرون الخالية ، حتى أعنقوا في حنادس جهالته ، ومهاوي ضلالته ، وذللاً عن سياقه ، سلساً في قياده ، أمراً تشابهت القلوب فيه ، وتتابعت القرون عليه ، وكبراً تضايقت الصدور به.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ليس ما وضعناه بين المعكوفتين من المتن الفارسي.</w:t>
      </w:r>
    </w:p>
    <w:p w:rsidR="00AA2ABC" w:rsidRDefault="00AA2ABC" w:rsidP="001008E4">
      <w:pPr>
        <w:pStyle w:val="libFootnote0"/>
        <w:rPr>
          <w:rtl/>
        </w:rPr>
      </w:pPr>
      <w:r>
        <w:rPr>
          <w:rtl/>
        </w:rPr>
        <w:t>2 ـ يعني به قابيل.</w:t>
      </w:r>
    </w:p>
    <w:p w:rsidR="00AA2ABC" w:rsidRDefault="00AA2ABC" w:rsidP="001008E4">
      <w:pPr>
        <w:pStyle w:val="libFootnote0"/>
        <w:rPr>
          <w:rtl/>
        </w:rPr>
      </w:pPr>
      <w:r>
        <w:rPr>
          <w:rtl/>
        </w:rPr>
        <w:t>3 ـ أمعنتم : بالغتم.</w:t>
      </w:r>
    </w:p>
    <w:p w:rsidR="00AA2ABC" w:rsidRDefault="00AA2ABC" w:rsidP="001008E4">
      <w:pPr>
        <w:pStyle w:val="libFootnote0"/>
        <w:rPr>
          <w:rtl/>
        </w:rPr>
      </w:pPr>
      <w:r>
        <w:rPr>
          <w:rtl/>
        </w:rPr>
        <w:t xml:space="preserve">4 ـ المصارحة : التظاهر. </w:t>
      </w:r>
    </w:p>
    <w:p w:rsidR="00AA2ABC" w:rsidRDefault="00AA2ABC" w:rsidP="002704FD">
      <w:pPr>
        <w:pStyle w:val="libNormal"/>
        <w:rPr>
          <w:rtl/>
        </w:rPr>
      </w:pPr>
      <w:r>
        <w:rPr>
          <w:rtl/>
        </w:rPr>
        <w:br w:type="page"/>
      </w:r>
      <w:r>
        <w:rPr>
          <w:rtl/>
        </w:rPr>
        <w:lastRenderedPageBreak/>
        <w:t xml:space="preserve">ألا فالحذر الحذر من طاعة ساداتكم وكبرائكم الذين تكبّروا عن حسبهم ، وترفّعوا فوق نسبهم ، وألقوا الهجينة </w:t>
      </w:r>
      <w:r w:rsidRPr="001008E4">
        <w:rPr>
          <w:rStyle w:val="libFootnotenumChar"/>
          <w:rtl/>
        </w:rPr>
        <w:t>(1)</w:t>
      </w:r>
      <w:r>
        <w:rPr>
          <w:rtl/>
        </w:rPr>
        <w:t xml:space="preserve"> على ربهم ، وجاحدوا الله على ما صنع بهم ، مكابرة لقضائه ، مغالبة لآلائه ، فانّهم قواعد أساس العصبية ، ودعائم أركان الفتنة ، وسيوف اعتزاء الجاهلية ] </w:t>
      </w:r>
      <w:r w:rsidRPr="001008E4">
        <w:rPr>
          <w:rStyle w:val="libFootnotenumChar"/>
          <w:rtl/>
        </w:rPr>
        <w:t>(2)</w:t>
      </w:r>
      <w:r>
        <w:rPr>
          <w:rtl/>
        </w:rPr>
        <w:t>.</w:t>
      </w:r>
    </w:p>
    <w:p w:rsidR="00AA2ABC" w:rsidRDefault="00AA2ABC" w:rsidP="002704FD">
      <w:pPr>
        <w:pStyle w:val="libNormal"/>
        <w:rPr>
          <w:rtl/>
        </w:rPr>
      </w:pPr>
      <w:r>
        <w:rPr>
          <w:rtl/>
        </w:rPr>
        <w:t xml:space="preserve">فاتقوا الله ولا تكونوا لنعمه عليكم أصداداً ، ولا لفضله عندكم حسّاداً ، [ ولا تطيعوا الأعياء الذين شربتم بصفوكم كدرهم ، وخلطتم بصحتكم مرضهم ، وأدخلتم في حقكم باطلهم ، وهم أساس الفسوق ، وأحلاس </w:t>
      </w:r>
      <w:r w:rsidRPr="001008E4">
        <w:rPr>
          <w:rStyle w:val="libFootnotenumChar"/>
          <w:rtl/>
        </w:rPr>
        <w:t>(3)</w:t>
      </w:r>
      <w:r>
        <w:rPr>
          <w:rtl/>
        </w:rPr>
        <w:t xml:space="preserve"> العقوق.</w:t>
      </w:r>
    </w:p>
    <w:p w:rsidR="00AA2ABC" w:rsidRDefault="00AA2ABC" w:rsidP="002704FD">
      <w:pPr>
        <w:pStyle w:val="libNormal"/>
        <w:rPr>
          <w:rtl/>
        </w:rPr>
      </w:pPr>
      <w:r>
        <w:rPr>
          <w:rtl/>
        </w:rPr>
        <w:t>اتخذتم ابليس مطايا ضلال ، وجنداً بهم يصول على الناس ، وتراجمة ينطق على ألسنتهم ، استراقاً لعقولكم ، ودخولاً في عيونكم ، ونفثاً في أسماعكم ، فجعلكم مرمى نبله ، وموطئ قدمه ، ومأخذ يده ].</w:t>
      </w:r>
    </w:p>
    <w:p w:rsidR="00AA2ABC" w:rsidRDefault="00AA2ABC" w:rsidP="002704FD">
      <w:pPr>
        <w:pStyle w:val="libNormal"/>
        <w:rPr>
          <w:rtl/>
        </w:rPr>
      </w:pPr>
      <w:r>
        <w:rPr>
          <w:rtl/>
        </w:rPr>
        <w:t>فاعتبروا بما أصاب الأُمم المستكبرين من قبلكم من بأس الله وصولاته ، ووقائعه ومثلاته ، واتعظوا بمثاوي خدودهم ، ومصارع جنوبهم ، واستعيذوا بالله من لواقح الكبر ، كما تستعيذونه من طوارق الدهر.</w:t>
      </w:r>
    </w:p>
    <w:p w:rsidR="00AA2ABC" w:rsidRDefault="00AA2ABC" w:rsidP="002704FD">
      <w:pPr>
        <w:pStyle w:val="libNormal"/>
        <w:rPr>
          <w:rtl/>
        </w:rPr>
      </w:pPr>
      <w:r>
        <w:rPr>
          <w:rtl/>
        </w:rPr>
        <w:t xml:space="preserve">فلو رخّص الله في الكبر لأحد من عباده لرخّص فيه لخاصة أنبيائه وأوليائه ، ولكنّه سبحانه كرّه إليهم التكابر ، ورضي لهم التواضع ، فألصقوا بالأرض خدودهم ، وعفّروا في التراب وجوههم ، وخفضوا أجنحتهم للمؤمنين ، وكانوا قوماً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الهجينة : الفعلة القبيحة المستهجنة.</w:t>
      </w:r>
    </w:p>
    <w:p w:rsidR="00AA2ABC" w:rsidRDefault="00AA2ABC" w:rsidP="001008E4">
      <w:pPr>
        <w:pStyle w:val="libFootnote0"/>
        <w:rPr>
          <w:rtl/>
        </w:rPr>
      </w:pPr>
      <w:r>
        <w:rPr>
          <w:rtl/>
        </w:rPr>
        <w:t>2 ـ اعتزاء الجاهلية : تفاخرهم بأنسابهم ، كلّ منهم يعتزي أي ينتسب إلى أبيه وما فوقه من أجداده.</w:t>
      </w:r>
    </w:p>
    <w:p w:rsidR="00AA2ABC" w:rsidRDefault="00AA2ABC" w:rsidP="001008E4">
      <w:pPr>
        <w:pStyle w:val="libFootnote0"/>
        <w:rPr>
          <w:rtl/>
        </w:rPr>
      </w:pPr>
      <w:r>
        <w:rPr>
          <w:rtl/>
        </w:rPr>
        <w:t xml:space="preserve">3 ـ الأحلاس جمع حلس ـ بالكسر ـ : كساء رقيق يكون على ظهر البعير ملازماً له ، فقيل لكلام ملازم لشيء : حلسه. </w:t>
      </w:r>
    </w:p>
    <w:p w:rsidR="00AA2ABC" w:rsidRDefault="00AA2ABC" w:rsidP="002704FD">
      <w:pPr>
        <w:pStyle w:val="libNormal0"/>
        <w:rPr>
          <w:rtl/>
        </w:rPr>
      </w:pPr>
      <w:r>
        <w:rPr>
          <w:rtl/>
        </w:rPr>
        <w:br w:type="page"/>
      </w:r>
      <w:r>
        <w:rPr>
          <w:rtl/>
        </w:rPr>
        <w:lastRenderedPageBreak/>
        <w:t xml:space="preserve">مستضعفين ، قد اختبرهم الله بالمخمصة </w:t>
      </w:r>
      <w:r w:rsidRPr="001008E4">
        <w:rPr>
          <w:rStyle w:val="libFootnotenumChar"/>
          <w:rtl/>
        </w:rPr>
        <w:t>(1)</w:t>
      </w:r>
      <w:r>
        <w:rPr>
          <w:rtl/>
        </w:rPr>
        <w:t xml:space="preserve"> ، وابتلاهم بالمجهدة </w:t>
      </w:r>
      <w:r w:rsidRPr="001008E4">
        <w:rPr>
          <w:rStyle w:val="libFootnotenumChar"/>
          <w:rtl/>
        </w:rPr>
        <w:t>(2)</w:t>
      </w:r>
      <w:r>
        <w:rPr>
          <w:rtl/>
        </w:rPr>
        <w:t xml:space="preserve"> ، وامتحنهم بالمخاوف ، ومخضهم بالمكاره.</w:t>
      </w:r>
    </w:p>
    <w:p w:rsidR="00AA2ABC" w:rsidRDefault="00AA2ABC" w:rsidP="002704FD">
      <w:pPr>
        <w:pStyle w:val="libNormal"/>
        <w:rPr>
          <w:rtl/>
        </w:rPr>
      </w:pPr>
      <w:r>
        <w:rPr>
          <w:rtl/>
        </w:rPr>
        <w:t xml:space="preserve">فلا تعتبروا الرضى والسخط بالمال والولد جهلاً بمواقع الفتنة ، والاختبار في موضع الغنى والاقتدار ، فقد قال سبحانه وتعالى : </w:t>
      </w:r>
      <w:r w:rsidRPr="002704FD">
        <w:rPr>
          <w:rStyle w:val="libAlaemChar"/>
          <w:rtl/>
        </w:rPr>
        <w:t>(</w:t>
      </w:r>
      <w:r w:rsidRPr="002704FD">
        <w:rPr>
          <w:rStyle w:val="libAieChar"/>
          <w:rtl/>
        </w:rPr>
        <w:t xml:space="preserve"> أَيَحسَبُونَ أَنَّمَا نُمِدُّهُم بِهِ مِن مَالٍ وَبَنِينَ * نُسارِعُ لَهُم فِي الخَيرَاتِ بَل لا يَشعُرُونَ </w:t>
      </w:r>
      <w:r w:rsidRPr="002704FD">
        <w:rPr>
          <w:rStyle w:val="libAlaemChar"/>
          <w:rtl/>
        </w:rPr>
        <w:t>)</w:t>
      </w:r>
      <w:r>
        <w:rPr>
          <w:rtl/>
        </w:rPr>
        <w:t xml:space="preserve"> </w:t>
      </w:r>
      <w:r w:rsidRPr="001008E4">
        <w:rPr>
          <w:rStyle w:val="libFootnotenumChar"/>
          <w:rtl/>
        </w:rPr>
        <w:t>(3)</w:t>
      </w:r>
      <w:r>
        <w:rPr>
          <w:rtl/>
        </w:rPr>
        <w:t xml:space="preserve"> فإن الله سبحانه يختبر عباده المستكبرين في أنفسهم بأوليائه المستضعفين في أعينهم.</w:t>
      </w:r>
    </w:p>
    <w:p w:rsidR="00AA2ABC" w:rsidRDefault="00AA2ABC" w:rsidP="002704FD">
      <w:pPr>
        <w:pStyle w:val="libNormal"/>
        <w:rPr>
          <w:rtl/>
        </w:rPr>
      </w:pPr>
      <w:r>
        <w:rPr>
          <w:rtl/>
        </w:rPr>
        <w:t xml:space="preserve">ولقد دخل موسى بن عمران ومعه أخوه هارون </w:t>
      </w:r>
      <w:r w:rsidR="000A073B" w:rsidRPr="000A073B">
        <w:rPr>
          <w:rStyle w:val="libAlaemChar"/>
          <w:rFonts w:hint="cs"/>
          <w:rtl/>
        </w:rPr>
        <w:t>عليهما‌السلام</w:t>
      </w:r>
      <w:r>
        <w:rPr>
          <w:rtl/>
        </w:rPr>
        <w:t xml:space="preserve"> على فرعون ، وعليهما مدارع الصوف ، وبأيديهما العصي ، فشرطا له إن أسلم بقاء ملكه ، ودوام عزّه ، فقال : ( ألا تعجبون من هذين يشرطان لي دوام العزّ ، وبقاء الملك ، وهما بما ترون من حال الفقر والذل ، فهلاّ ألقى عليهما أساورة من ذهب؟ ) اعظاماً للذهب وجمعه ، واحتقاراً للصوف ولبسه.</w:t>
      </w:r>
    </w:p>
    <w:p w:rsidR="00AA2ABC" w:rsidRDefault="00AA2ABC" w:rsidP="002704FD">
      <w:pPr>
        <w:pStyle w:val="libNormal"/>
        <w:rPr>
          <w:rtl/>
        </w:rPr>
      </w:pPr>
      <w:r>
        <w:rPr>
          <w:rtl/>
        </w:rPr>
        <w:t xml:space="preserve">ولو أراد الله سبحانه لأنبيائه حيث بعثهم أن يفتح لهم كنوز الذهبان ، ومعادن العقيان </w:t>
      </w:r>
      <w:r w:rsidRPr="001008E4">
        <w:rPr>
          <w:rStyle w:val="libFootnotenumChar"/>
          <w:rtl/>
        </w:rPr>
        <w:t>(4)</w:t>
      </w:r>
      <w:r>
        <w:rPr>
          <w:rtl/>
        </w:rPr>
        <w:t xml:space="preserve"> ، ومغارس الجنان ، وأن يحشر معهم طيور السماء ووحوش الأرضين لفعل ، ولو فعل لسقط البلاء ، وبطل الجزاء ، واضمحلّت الأنباء ، ولما وجب للقابلين أجور المبتلين ، ولا استحقّ المؤمنون ثواب المحسنين ، ولا لزمت الأسماء معانيها.</w:t>
      </w:r>
    </w:p>
    <w:p w:rsidR="00AA2ABC" w:rsidRDefault="00AA2ABC" w:rsidP="002704FD">
      <w:pPr>
        <w:pStyle w:val="libNormal"/>
        <w:rPr>
          <w:rtl/>
        </w:rPr>
      </w:pPr>
      <w:r>
        <w:rPr>
          <w:rtl/>
        </w:rPr>
        <w:t xml:space="preserve">ولكنّ الله سبحانه جعل رسله أولي قوّة في عزائمهم ، وضعفة فيما ترى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المخمصة : الجوع.</w:t>
      </w:r>
    </w:p>
    <w:p w:rsidR="00AA2ABC" w:rsidRDefault="00AA2ABC" w:rsidP="001008E4">
      <w:pPr>
        <w:pStyle w:val="libFootnote0"/>
        <w:rPr>
          <w:rtl/>
        </w:rPr>
      </w:pPr>
      <w:r>
        <w:rPr>
          <w:rtl/>
        </w:rPr>
        <w:t>2 ـ المجهدة : المشقة.</w:t>
      </w:r>
    </w:p>
    <w:p w:rsidR="00AA2ABC" w:rsidRDefault="00AA2ABC" w:rsidP="001008E4">
      <w:pPr>
        <w:pStyle w:val="libFootnote0"/>
        <w:rPr>
          <w:rtl/>
        </w:rPr>
      </w:pPr>
      <w:r>
        <w:rPr>
          <w:rtl/>
        </w:rPr>
        <w:t>3 ـ المؤمنون : 55 ـ 56.</w:t>
      </w:r>
    </w:p>
    <w:p w:rsidR="00AA2ABC" w:rsidRDefault="00AA2ABC" w:rsidP="001008E4">
      <w:pPr>
        <w:pStyle w:val="libFootnote0"/>
        <w:rPr>
          <w:rtl/>
        </w:rPr>
      </w:pPr>
      <w:r>
        <w:rPr>
          <w:rtl/>
        </w:rPr>
        <w:t xml:space="preserve">4 ـ العقيان : نوع من الذهب ينمو في معدنه. </w:t>
      </w:r>
    </w:p>
    <w:p w:rsidR="00AA2ABC" w:rsidRDefault="00AA2ABC" w:rsidP="002704FD">
      <w:pPr>
        <w:pStyle w:val="libNormal0"/>
        <w:rPr>
          <w:rtl/>
        </w:rPr>
      </w:pPr>
      <w:r>
        <w:rPr>
          <w:rtl/>
        </w:rPr>
        <w:br w:type="page"/>
      </w:r>
      <w:r>
        <w:rPr>
          <w:rtl/>
        </w:rPr>
        <w:lastRenderedPageBreak/>
        <w:t>الأعين من حالاتهم ، مع قناعة تملأ القلوب والعيون غنى ، وخصاصة تملأ الأبصار والأسماع أذى.</w:t>
      </w:r>
    </w:p>
    <w:p w:rsidR="00AA2ABC" w:rsidRDefault="00AA2ABC" w:rsidP="002704FD">
      <w:pPr>
        <w:pStyle w:val="libNormal"/>
        <w:rPr>
          <w:rtl/>
        </w:rPr>
      </w:pPr>
      <w:r>
        <w:rPr>
          <w:rtl/>
        </w:rPr>
        <w:t>ولو كانت الأنبياء أهل قوّة لا تُرام ، وعزّة لا تُضام ، وملك تمدّ نحوه أعناق الرجال ، وتشدّ إليه عقد الرحال ، لكان ذلك أهون على الخلق في الاعتبار ، وأبعد لهم في الاستكبار ، ولآمنوا عن رهبة قاهرة لهم ، أو رغبة مائلة بهم ، فكانت النيات مشتركة ، والحسنات مقتسمة.</w:t>
      </w:r>
    </w:p>
    <w:p w:rsidR="00AA2ABC" w:rsidRDefault="00AA2ABC" w:rsidP="002704FD">
      <w:pPr>
        <w:pStyle w:val="libNormal"/>
        <w:rPr>
          <w:rtl/>
        </w:rPr>
      </w:pPr>
      <w:r>
        <w:rPr>
          <w:rtl/>
        </w:rPr>
        <w:t>ولكنّ الله سبحانه أراد أن يكون الاتباع لرسله ، والتصديق بكتبه ، والخشوع لوجهه ، والاستكانة لأمره ، والاستسلام لطاعته ، أُموراً له خاصة ، لا تشوبها من غيرها شائبة ، وكلّما كانت البلوى والاختبار أعظم كانت المثوبة والجزاء أجزل.</w:t>
      </w:r>
    </w:p>
    <w:p w:rsidR="00AA2ABC" w:rsidRDefault="00AA2ABC" w:rsidP="002704FD">
      <w:pPr>
        <w:pStyle w:val="libNormal"/>
        <w:rPr>
          <w:rtl/>
        </w:rPr>
      </w:pPr>
      <w:r>
        <w:rPr>
          <w:rtl/>
        </w:rPr>
        <w:t xml:space="preserve">ألا ترون انّ الله سبحانه اختبر الأولين من لدن آدم صلوات الله عليه إلى الآخرين من هذا العالم بأحجار لا تضرّ ولا تنفع ، ولا تبصر ولا تسمع ، فجعلها بيته الحرام الذي جعله للناس قياماً ، ثم وضعه بأوعر بقاع الأرض حجراً ، وأقلّ نتائق </w:t>
      </w:r>
      <w:r w:rsidRPr="001008E4">
        <w:rPr>
          <w:rStyle w:val="libFootnotenumChar"/>
          <w:rtl/>
        </w:rPr>
        <w:t>(1)</w:t>
      </w:r>
      <w:r>
        <w:rPr>
          <w:rtl/>
        </w:rPr>
        <w:t xml:space="preserve"> الدنيا مدراً </w:t>
      </w:r>
      <w:r w:rsidRPr="001008E4">
        <w:rPr>
          <w:rStyle w:val="libFootnotenumChar"/>
          <w:rtl/>
        </w:rPr>
        <w:t>(2)</w:t>
      </w:r>
      <w:r>
        <w:rPr>
          <w:rtl/>
        </w:rPr>
        <w:t xml:space="preserve"> ، وأضيق بطون الأودية قطراً ، بين جبال خشنة ، ورمال دمثة </w:t>
      </w:r>
      <w:r w:rsidRPr="001008E4">
        <w:rPr>
          <w:rStyle w:val="libFootnotenumChar"/>
          <w:rtl/>
        </w:rPr>
        <w:t>(3)</w:t>
      </w:r>
      <w:r>
        <w:rPr>
          <w:rtl/>
        </w:rPr>
        <w:t xml:space="preserve"> ، وعيون وشلة </w:t>
      </w:r>
      <w:r w:rsidRPr="001008E4">
        <w:rPr>
          <w:rStyle w:val="libFootnotenumChar"/>
          <w:rtl/>
        </w:rPr>
        <w:t>(4)</w:t>
      </w:r>
      <w:r>
        <w:rPr>
          <w:rtl/>
        </w:rPr>
        <w:t xml:space="preserve"> ، وقرى منقطعة ، لا يزكو بها خفّ ، ولا حافر ، ولا ظِلف.</w:t>
      </w:r>
    </w:p>
    <w:p w:rsidR="00AA2ABC" w:rsidRDefault="00AA2ABC" w:rsidP="002704FD">
      <w:pPr>
        <w:pStyle w:val="libNormal"/>
        <w:rPr>
          <w:rtl/>
        </w:rPr>
      </w:pPr>
      <w:r>
        <w:rPr>
          <w:rtl/>
        </w:rPr>
        <w:t xml:space="preserve">ثم أمر آدم </w:t>
      </w:r>
      <w:r w:rsidR="00763E2E" w:rsidRPr="00763E2E">
        <w:rPr>
          <w:rStyle w:val="libAlaemChar"/>
          <w:rFonts w:hint="cs"/>
          <w:rtl/>
        </w:rPr>
        <w:t>عليه‌السلام</w:t>
      </w:r>
      <w:r>
        <w:rPr>
          <w:rtl/>
        </w:rPr>
        <w:t xml:space="preserve"> وولده أن يثنوا أعطافهم </w:t>
      </w:r>
      <w:r w:rsidRPr="001008E4">
        <w:rPr>
          <w:rStyle w:val="libFootnotenumChar"/>
          <w:rtl/>
        </w:rPr>
        <w:t>(5)</w:t>
      </w:r>
      <w:r>
        <w:rPr>
          <w:rtl/>
        </w:rPr>
        <w:t xml:space="preserve"> نحوه ، فصار مثابة لمنتجع </w:t>
      </w:r>
      <w:r w:rsidRPr="001008E4">
        <w:rPr>
          <w:rStyle w:val="libFootnotenumChar"/>
          <w:rtl/>
        </w:rPr>
        <w:t>(6)</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النتائق جمع نتيقة : البقاع المرتفعة.</w:t>
      </w:r>
    </w:p>
    <w:p w:rsidR="00AA2ABC" w:rsidRDefault="00AA2ABC" w:rsidP="001008E4">
      <w:pPr>
        <w:pStyle w:val="libFootnote0"/>
        <w:rPr>
          <w:rtl/>
        </w:rPr>
      </w:pPr>
      <w:r>
        <w:rPr>
          <w:rtl/>
        </w:rPr>
        <w:t>2 ـ المدر : قطع الطين اليابس.</w:t>
      </w:r>
    </w:p>
    <w:p w:rsidR="00AA2ABC" w:rsidRDefault="00AA2ABC" w:rsidP="001008E4">
      <w:pPr>
        <w:pStyle w:val="libFootnote0"/>
        <w:rPr>
          <w:rtl/>
        </w:rPr>
      </w:pPr>
      <w:r>
        <w:rPr>
          <w:rtl/>
        </w:rPr>
        <w:t>3 ـ دمثة : لينة يصعب السير فيها والاستنبات منها.</w:t>
      </w:r>
    </w:p>
    <w:p w:rsidR="00AA2ABC" w:rsidRDefault="00AA2ABC" w:rsidP="001008E4">
      <w:pPr>
        <w:pStyle w:val="libFootnote0"/>
        <w:rPr>
          <w:rtl/>
        </w:rPr>
      </w:pPr>
      <w:r>
        <w:rPr>
          <w:rtl/>
        </w:rPr>
        <w:t>4 ـ وشلة كفرحة : قليلة الماء.</w:t>
      </w:r>
    </w:p>
    <w:p w:rsidR="00AA2ABC" w:rsidRDefault="00AA2ABC" w:rsidP="001008E4">
      <w:pPr>
        <w:pStyle w:val="libFootnote0"/>
        <w:rPr>
          <w:rtl/>
        </w:rPr>
      </w:pPr>
      <w:r>
        <w:rPr>
          <w:rtl/>
        </w:rPr>
        <w:t>5 ـ ثنى عطفه إليه : مال وتوجه إليه.</w:t>
      </w:r>
    </w:p>
    <w:p w:rsidR="00AA2ABC" w:rsidRDefault="00AA2ABC" w:rsidP="001008E4">
      <w:pPr>
        <w:pStyle w:val="libFootnote0"/>
        <w:rPr>
          <w:rtl/>
        </w:rPr>
      </w:pPr>
      <w:r>
        <w:rPr>
          <w:rtl/>
        </w:rPr>
        <w:t xml:space="preserve">6 ـ منتجع الاسفار : محلّ الفائدة منها. </w:t>
      </w:r>
    </w:p>
    <w:p w:rsidR="00AA2ABC" w:rsidRDefault="00AA2ABC" w:rsidP="002704FD">
      <w:pPr>
        <w:pStyle w:val="libNormal0"/>
        <w:rPr>
          <w:rtl/>
        </w:rPr>
      </w:pPr>
      <w:r>
        <w:rPr>
          <w:rtl/>
        </w:rPr>
        <w:br w:type="page"/>
      </w:r>
      <w:r>
        <w:rPr>
          <w:rtl/>
        </w:rPr>
        <w:lastRenderedPageBreak/>
        <w:t xml:space="preserve">أسفارهم ، وغاية لملقى رحالهم ، تهوى إليه ثمار الأفئدة من مفاوز قفار سحيقة </w:t>
      </w:r>
      <w:r w:rsidRPr="001008E4">
        <w:rPr>
          <w:rStyle w:val="libFootnotenumChar"/>
          <w:rtl/>
        </w:rPr>
        <w:t>(1)</w:t>
      </w:r>
      <w:r>
        <w:rPr>
          <w:rtl/>
        </w:rPr>
        <w:t xml:space="preserve"> ، مهاوي </w:t>
      </w:r>
      <w:r w:rsidRPr="001008E4">
        <w:rPr>
          <w:rStyle w:val="libFootnotenumChar"/>
          <w:rtl/>
        </w:rPr>
        <w:t>(2)</w:t>
      </w:r>
      <w:r>
        <w:rPr>
          <w:rtl/>
        </w:rPr>
        <w:t xml:space="preserve"> وفجاج </w:t>
      </w:r>
      <w:r w:rsidRPr="001008E4">
        <w:rPr>
          <w:rStyle w:val="libFootnotenumChar"/>
          <w:rtl/>
        </w:rPr>
        <w:t>(3)</w:t>
      </w:r>
      <w:r>
        <w:rPr>
          <w:rtl/>
        </w:rPr>
        <w:t xml:space="preserve"> عميقة ، وجزائر بحار منقطعة ، حتى يهزّوا مناكبهم ذللاً يهلّلون لله حوله ، ويرملون على أقدامهم شعثاً غبراً له.</w:t>
      </w:r>
    </w:p>
    <w:p w:rsidR="00AA2ABC" w:rsidRDefault="00AA2ABC" w:rsidP="002704FD">
      <w:pPr>
        <w:pStyle w:val="libNormal"/>
        <w:rPr>
          <w:rtl/>
        </w:rPr>
      </w:pPr>
      <w:r>
        <w:rPr>
          <w:rtl/>
        </w:rPr>
        <w:t>قد نبذوا السرابيل وراء ظهورهم ، وشوّهوا بأعفاء الشعور محاسن خَلقهم ، ابتلاء عظيماً ، وامتحاناً شديداً ، واختباراً مبيناً ، وتمحيصاً بليغاً ، جعله الله سبباً لرحمته ، ووصلة إلى جنّته.</w:t>
      </w:r>
    </w:p>
    <w:p w:rsidR="00AA2ABC" w:rsidRDefault="00AA2ABC" w:rsidP="002704FD">
      <w:pPr>
        <w:pStyle w:val="libNormal"/>
        <w:rPr>
          <w:rtl/>
        </w:rPr>
      </w:pPr>
      <w:r>
        <w:rPr>
          <w:rtl/>
        </w:rPr>
        <w:t xml:space="preserve">ولو أراد سبحانه ان يضع بيته الحرام ، ومشاعره العظام ، بين جنات وأنهار وسهل وقرار ، جمّ الأشجار ، داني الثمار ، ملتفّ البنى ، متصل القرى ، بين برّة </w:t>
      </w:r>
      <w:r w:rsidRPr="001008E4">
        <w:rPr>
          <w:rStyle w:val="libFootnotenumChar"/>
          <w:rtl/>
        </w:rPr>
        <w:t>(4)</w:t>
      </w:r>
      <w:r>
        <w:rPr>
          <w:rtl/>
        </w:rPr>
        <w:t xml:space="preserve"> سمراء ، وروضة خضراء ، وأرياف </w:t>
      </w:r>
      <w:r w:rsidRPr="001008E4">
        <w:rPr>
          <w:rStyle w:val="libFootnotenumChar"/>
          <w:rtl/>
        </w:rPr>
        <w:t>(5)</w:t>
      </w:r>
      <w:r>
        <w:rPr>
          <w:rtl/>
        </w:rPr>
        <w:t xml:space="preserve"> محدقة ، وعراص مغدقة </w:t>
      </w:r>
      <w:r w:rsidRPr="001008E4">
        <w:rPr>
          <w:rStyle w:val="libFootnotenumChar"/>
          <w:rtl/>
        </w:rPr>
        <w:t>(6)</w:t>
      </w:r>
      <w:r>
        <w:rPr>
          <w:rtl/>
        </w:rPr>
        <w:t xml:space="preserve"> ، ورياض ناظرة ، وطرق عامرة ، لكان قد صغر قدر الجزاء على حسب ضعف البلاء.</w:t>
      </w:r>
    </w:p>
    <w:p w:rsidR="00AA2ABC" w:rsidRDefault="00AA2ABC" w:rsidP="002704FD">
      <w:pPr>
        <w:pStyle w:val="libNormal"/>
        <w:rPr>
          <w:rtl/>
        </w:rPr>
      </w:pPr>
      <w:r>
        <w:rPr>
          <w:rtl/>
        </w:rPr>
        <w:t>ولو كان الأساس المحمول عليها ، والأحجار المرفوع بها ، بين زمرّدةٍ خضراء ، وياقوتة حمراء ، ونور وضياء ، لخفّفت ذلك مصارعة الشك في الصدور ، ولوضع مجاهدة ابليس عن القلوب ، ولنقى معتلج الريب من الناس.</w:t>
      </w:r>
    </w:p>
    <w:p w:rsidR="00AA2ABC" w:rsidRDefault="00AA2ABC" w:rsidP="002704FD">
      <w:pPr>
        <w:pStyle w:val="libNormal"/>
        <w:rPr>
          <w:rtl/>
        </w:rPr>
      </w:pPr>
      <w:r>
        <w:rPr>
          <w:rtl/>
        </w:rPr>
        <w:t xml:space="preserve">ولكنّ الله يختبر عباده بأنواع الشدائد ، ويتعبّدهم بأنواع المجاهد ، ويبتليهم بضروب المكاره ، اخراجاً للتكبّر من قلوبهم ، واسكاناً للتذلّل في نفوسهم ، وليجلع ذلك أبواباً فتحاً إلى فضله ، وأسباباً ذللا لعفوه.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السحيقة : البعيدة.</w:t>
      </w:r>
    </w:p>
    <w:p w:rsidR="00AA2ABC" w:rsidRDefault="00AA2ABC" w:rsidP="001008E4">
      <w:pPr>
        <w:pStyle w:val="libFootnote0"/>
        <w:rPr>
          <w:rtl/>
        </w:rPr>
      </w:pPr>
      <w:r>
        <w:rPr>
          <w:rtl/>
        </w:rPr>
        <w:t>2 ـ المهاوي : منخفضات الأراضي.</w:t>
      </w:r>
    </w:p>
    <w:p w:rsidR="00AA2ABC" w:rsidRDefault="00AA2ABC" w:rsidP="001008E4">
      <w:pPr>
        <w:pStyle w:val="libFootnote0"/>
        <w:rPr>
          <w:rtl/>
        </w:rPr>
      </w:pPr>
      <w:r>
        <w:rPr>
          <w:rtl/>
        </w:rPr>
        <w:t>3 ـ الفجاج : الطرق الواسعة بين الجبال.</w:t>
      </w:r>
    </w:p>
    <w:p w:rsidR="00AA2ABC" w:rsidRDefault="00AA2ABC" w:rsidP="001008E4">
      <w:pPr>
        <w:pStyle w:val="libFootnote0"/>
        <w:rPr>
          <w:rtl/>
        </w:rPr>
      </w:pPr>
      <w:r>
        <w:rPr>
          <w:rtl/>
        </w:rPr>
        <w:t>4 ـ البرّة : الحنطة ، والسمراء أجودها.</w:t>
      </w:r>
    </w:p>
    <w:p w:rsidR="00AA2ABC" w:rsidRDefault="00AA2ABC" w:rsidP="001008E4">
      <w:pPr>
        <w:pStyle w:val="libFootnote0"/>
        <w:rPr>
          <w:rtl/>
        </w:rPr>
      </w:pPr>
      <w:r>
        <w:rPr>
          <w:rtl/>
        </w:rPr>
        <w:t>5 ـ الارياف : الاراضي الخصبة.</w:t>
      </w:r>
    </w:p>
    <w:p w:rsidR="00AA2ABC" w:rsidRDefault="00AA2ABC" w:rsidP="001008E4">
      <w:pPr>
        <w:pStyle w:val="libFootnote0"/>
        <w:rPr>
          <w:rtl/>
        </w:rPr>
      </w:pPr>
      <w:r>
        <w:rPr>
          <w:rtl/>
        </w:rPr>
        <w:t xml:space="preserve">6 ـ المغدقة : من أغدق المطر كثر ماؤه. </w:t>
      </w:r>
    </w:p>
    <w:p w:rsidR="00AA2ABC" w:rsidRDefault="00AA2ABC" w:rsidP="002704FD">
      <w:pPr>
        <w:pStyle w:val="libNormal"/>
        <w:rPr>
          <w:rtl/>
        </w:rPr>
      </w:pPr>
      <w:r>
        <w:rPr>
          <w:rtl/>
        </w:rPr>
        <w:br w:type="page"/>
      </w:r>
      <w:r>
        <w:rPr>
          <w:rtl/>
        </w:rPr>
        <w:lastRenderedPageBreak/>
        <w:t xml:space="preserve">[ فالله الله في عاجل البغي ، وآجل وخامة الظلم ، وسوء عاقبة الكبر ، فانّها مصيدة ابليس العظمى ، ومكيدته الكبرى التي تساور قلوب الرجال مساورة السموم القاتلة ، فما تكدي أبداً ، ولا تشوي أحداً ، لا عالماً لعلمه ، ولا مقلاًّ في طِمره </w:t>
      </w:r>
      <w:r w:rsidRPr="001008E4">
        <w:rPr>
          <w:rStyle w:val="libFootnotenumChar"/>
          <w:rtl/>
        </w:rPr>
        <w:t>(1)</w:t>
      </w:r>
      <w:r>
        <w:rPr>
          <w:rtl/>
        </w:rPr>
        <w:t xml:space="preserve"> ]. </w:t>
      </w:r>
    </w:p>
    <w:p w:rsidR="00AA2ABC" w:rsidRDefault="00AA2ABC" w:rsidP="002704FD">
      <w:pPr>
        <w:pStyle w:val="libNormal"/>
        <w:rPr>
          <w:rtl/>
        </w:rPr>
      </w:pPr>
      <w:r>
        <w:rPr>
          <w:rtl/>
        </w:rPr>
        <w:t xml:space="preserve">وعن ذلك ما حرس الله عباده المؤمنين بالصلوات والزكوات ومجاهدة الصيام في الأيّام المفروضات ، تسكيناً لأطرافهم </w:t>
      </w:r>
      <w:r w:rsidRPr="001008E4">
        <w:rPr>
          <w:rStyle w:val="libFootnotenumChar"/>
          <w:rtl/>
        </w:rPr>
        <w:t>(2)</w:t>
      </w:r>
      <w:r>
        <w:rPr>
          <w:rtl/>
        </w:rPr>
        <w:t xml:space="preserve"> ، وتخشيعاً لأبصارهم ، وتذليلاً لنفوسهم ، وتخفيضاً لقلوبهم ، واذهاباً للخيلاء عنهم ، ولما في ذلك من تعفير عتاق الوجوه بالتراب تواضعاً ، والتصاق كرائم الجوارح بالأرض تصاغراً ، ولحوق البطون بالمتون من الصيام تذلّلاً مع ما في الزكاة من صرف ثمرات الأرض وغير ذلك إلى أهل المسكنة والفقر.</w:t>
      </w:r>
    </w:p>
    <w:p w:rsidR="00AA2ABC" w:rsidRDefault="00AA2ABC" w:rsidP="002704FD">
      <w:pPr>
        <w:pStyle w:val="libNormal"/>
        <w:rPr>
          <w:rtl/>
        </w:rPr>
      </w:pPr>
      <w:r>
        <w:rPr>
          <w:rtl/>
        </w:rPr>
        <w:t xml:space="preserve">انظروا إلى ما في هذه الأفعال من قمع نواجم الفخر ، وقدع طوالع الكبر ... </w:t>
      </w:r>
      <w:r w:rsidRPr="001008E4">
        <w:rPr>
          <w:rStyle w:val="libFootnotenumChar"/>
          <w:rtl/>
        </w:rPr>
        <w:t>(3)</w:t>
      </w:r>
      <w:r>
        <w:rPr>
          <w:rtl/>
        </w:rPr>
        <w:t>.</w:t>
      </w:r>
    </w:p>
    <w:p w:rsidR="00AA2ABC" w:rsidRDefault="00AA2ABC" w:rsidP="002704FD">
      <w:pPr>
        <w:pStyle w:val="libNormal"/>
        <w:rPr>
          <w:rtl/>
        </w:rPr>
      </w:pPr>
      <w:r>
        <w:rPr>
          <w:rtl/>
        </w:rPr>
        <w:t>وبما انّ خطبة القاصعة طويلة جداً ذكرنا هنا حاصل بعض مضامينها لكثرة فوائدها ، ومن أراد الاطلاع على مفاسد الكبر كما هو حقّه لابدّ أن يطالع تمام الخطبة الشريفة</w:t>
      </w:r>
      <w:r>
        <w:rPr>
          <w:rFonts w:hint="cs"/>
          <w:rtl/>
        </w:rPr>
        <w:t xml:space="preserve">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الطِمر : الثوب الخلق أو الكساء البالي من غير الصوف.</w:t>
      </w:r>
    </w:p>
    <w:p w:rsidR="00AA2ABC" w:rsidRDefault="00AA2ABC" w:rsidP="001008E4">
      <w:pPr>
        <w:pStyle w:val="libFootnote0"/>
        <w:rPr>
          <w:rtl/>
        </w:rPr>
      </w:pPr>
      <w:r>
        <w:rPr>
          <w:rtl/>
        </w:rPr>
        <w:t>2 ـ الأطراف : الأيدي والأرجل.</w:t>
      </w:r>
    </w:p>
    <w:p w:rsidR="00AA2ABC" w:rsidRDefault="00AA2ABC" w:rsidP="001008E4">
      <w:pPr>
        <w:pStyle w:val="libFootnote0"/>
        <w:rPr>
          <w:rtl/>
        </w:rPr>
      </w:pPr>
      <w:r>
        <w:rPr>
          <w:rtl/>
        </w:rPr>
        <w:t>3 ـ نهج البلاغة خطبة رقم 192 ( القاصعة ).</w:t>
      </w:r>
    </w:p>
    <w:p w:rsidR="00AA2ABC" w:rsidRDefault="00AA2ABC" w:rsidP="001008E4">
      <w:pPr>
        <w:pStyle w:val="libFootnote0"/>
        <w:rPr>
          <w:rtl/>
        </w:rPr>
      </w:pPr>
      <w:r>
        <w:rPr>
          <w:rtl/>
        </w:rPr>
        <w:t xml:space="preserve">4 ـ أقول : نورد تمام الخطبة هنا لمزيد الفائدة والاطلاع على مفاسد الكبر كما هو حقه : </w:t>
      </w:r>
    </w:p>
    <w:p w:rsidR="00AA2ABC" w:rsidRDefault="00AA2ABC" w:rsidP="001008E4">
      <w:pPr>
        <w:pStyle w:val="libFootnote0"/>
        <w:rPr>
          <w:rtl/>
        </w:rPr>
      </w:pPr>
      <w:r>
        <w:rPr>
          <w:rtl/>
        </w:rPr>
        <w:t xml:space="preserve">فقال </w:t>
      </w:r>
      <w:r w:rsidR="00763E2E" w:rsidRPr="00763E2E">
        <w:rPr>
          <w:rStyle w:val="libAlaemChar"/>
          <w:rFonts w:hint="cs"/>
          <w:rtl/>
        </w:rPr>
        <w:t>عليه‌السلام</w:t>
      </w:r>
      <w:r>
        <w:rPr>
          <w:rtl/>
        </w:rPr>
        <w:t xml:space="preserve"> : « ... ولقد نظرت فما وجدت أحداً من العالمين يتعصّب لشيء من الأشياء الاّ عن علّة تحتمل تمويه الجهلاء ، أو حجة تليط بعقول السفهاء غيركم ، فانكم تتعصّبون لامر ما يعرف له سبب ولا علّة ، أما ابليس </w:t>
      </w:r>
    </w:p>
    <w:p w:rsidR="00AA2ABC" w:rsidRDefault="00AA2ABC" w:rsidP="006D5976">
      <w:pPr>
        <w:pStyle w:val="libLine"/>
        <w:rPr>
          <w:rtl/>
        </w:rPr>
      </w:pPr>
      <w:r>
        <w:rPr>
          <w:rtl/>
        </w:rPr>
        <w:br w:type="page"/>
      </w:r>
      <w:r>
        <w:rPr>
          <w:rtl/>
        </w:rPr>
        <w:lastRenderedPageBreak/>
        <w:t>__________________</w:t>
      </w:r>
    </w:p>
    <w:p w:rsidR="00AA2ABC" w:rsidRDefault="00AA2ABC" w:rsidP="001008E4">
      <w:pPr>
        <w:pStyle w:val="libFootnote0"/>
        <w:rPr>
          <w:rtl/>
        </w:rPr>
      </w:pPr>
      <w:r>
        <w:rPr>
          <w:rtl/>
        </w:rPr>
        <w:t>فتعصّب على آدم لاصله ، وطعن عليه في خلقته ، فقال : أنا ناريّ وأنت طينيّ.</w:t>
      </w:r>
    </w:p>
    <w:p w:rsidR="00AA2ABC" w:rsidRPr="008911DC" w:rsidRDefault="00AA2ABC" w:rsidP="001008E4">
      <w:pPr>
        <w:pStyle w:val="libFootnote0"/>
        <w:rPr>
          <w:rtl/>
        </w:rPr>
      </w:pPr>
      <w:r w:rsidRPr="008911DC">
        <w:rPr>
          <w:rtl/>
        </w:rPr>
        <w:t>واما الاغنياء من مترفة الامم ، فتعصّبوا لآثار مواقع النعم ، فقالوا : ( نحن أكثر أموالاً وأولاداً وما نحن بعذّبيين ) فإن كان لابدّ من العصبيّة فليكن تعصّبكم لمكارم الخصال ، ومحامد الافعال ، ومحاسن الأمور التي تفاضلت فيها المجداء والنجداء من بيوتات العرب ويعاسيب القبائل ، بالاخلاق الرغيبه والاحلام العظيمة ، والاخطار الجليلة ، والآثار المحمودة.</w:t>
      </w:r>
    </w:p>
    <w:p w:rsidR="00AA2ABC" w:rsidRPr="002B40BC" w:rsidRDefault="00AA2ABC" w:rsidP="001008E4">
      <w:pPr>
        <w:pStyle w:val="libFootnote0"/>
        <w:rPr>
          <w:rtl/>
        </w:rPr>
      </w:pPr>
      <w:r w:rsidRPr="002B40BC">
        <w:rPr>
          <w:rtl/>
        </w:rPr>
        <w:t>فتعصّبوا لخلال الحمد من الحفظ للجوار ، والوفاء بالذمام ، والطاعة للبر ، والمعصية للكبر ، والاخذ بالفضل ، والكف عن البغي ، والاعظام للقتل ، والانصاف للخلق ، والكظم للغيظ ، واجتناب الفساد في الأرض ، واحذروا ما نزل بالأُمم قبلكم من المثلات بسوء الأفعال ، وذميم الأعمال ، فتذكروا في الخير والشر أحوالهم ، واحذروا أن تكونوا أمثالهم.</w:t>
      </w:r>
    </w:p>
    <w:p w:rsidR="00AA2ABC" w:rsidRPr="002B40BC" w:rsidRDefault="00AA2ABC" w:rsidP="001008E4">
      <w:pPr>
        <w:pStyle w:val="libFootnote0"/>
        <w:rPr>
          <w:rtl/>
        </w:rPr>
      </w:pPr>
      <w:r w:rsidRPr="002B40BC">
        <w:rPr>
          <w:rtl/>
        </w:rPr>
        <w:t>فاذا تفكرتم في تفاوت حاليهم ، فألزموا كلّ أمر لزمت العزّة به شأنهم ، وزاحت الاعداء له عنهم ، ومدّت العافية به عليهم ، وانقادت النعمة له معهم ، ووصلت الكرامة عليه حبلهم من الاجتناب للفرقة ، واللزوم للاُلفة ، والتحاضّ عليها ، والتواصي بها ، اجتنبوا كلّ أمر كسر فقرتهم ، وأوهن منهم من تضاغن القلوب وتشاحن الصدور وتدابر النفوس ، وتخاذل الأيدي ، وتدبرّوا أحوال الماضين من المؤمنين قبلكم ، كيف كانوا في حال التمحيص والبلاء ، ألم يكونوا أثقل الخلائق أعباء ، وأجهد العباد بلاء ، وأضيق أهل الدنيا حالاً.</w:t>
      </w:r>
    </w:p>
    <w:p w:rsidR="00AA2ABC" w:rsidRPr="008911DC" w:rsidRDefault="00AA2ABC" w:rsidP="001008E4">
      <w:pPr>
        <w:pStyle w:val="libFootnote0"/>
        <w:rPr>
          <w:rtl/>
        </w:rPr>
      </w:pPr>
      <w:r w:rsidRPr="008911DC">
        <w:rPr>
          <w:rtl/>
        </w:rPr>
        <w:t>اتخذتهم الفراعنة عبيداً فساموهم سوء العذاب ، وجرّعوهم المرار ، فلم تبرح الحال بهم في ذلّ الهلكة ، وقهر الغلبة ، لا يجدون حيلة في امتناع ، ولا سبيلاً إلى دفاع ، حتى إذا رأى الله سبحانه جدّ الصبر منهم على الأذى في محبته ، والاحتمال للمكروه من خوفه ، جعل لهم من مضايق البلاء فرجاً ، فأبدلهم العزّ مكان الذل ، والأمن مكان الخوف ، فصاروا ملوكاً حكّاماً ، وأئمة أعلاماً ، وقد بلغت الكرامة من الله لهم ما لم تذهب الآمال إليه بهم.</w:t>
      </w:r>
    </w:p>
    <w:p w:rsidR="00AA2ABC" w:rsidRPr="008911DC" w:rsidRDefault="00AA2ABC" w:rsidP="001008E4">
      <w:pPr>
        <w:pStyle w:val="libFootnote0"/>
        <w:rPr>
          <w:rtl/>
        </w:rPr>
      </w:pPr>
      <w:r w:rsidRPr="008911DC">
        <w:rPr>
          <w:rtl/>
        </w:rPr>
        <w:t>فانظروا كيف كانوا حيث كانت الاملاء مجتمعة ، والاهواء مؤتلفة ، والقلوب معتدلة ، والأيدي مترادفة ، والسيوف متناصرة ، والبصائر نافذة ، والعزائم واحدة ، ألم يكونوا أرباباً في أقطار الأرضين ، وملوكاً على رقاب العالمين ، فانظروا إلى ما صاروا إليه في آخر أمورهم حين وقعت الفرقة ، وتشتت الالفة ، واختلفت الكلمة والأفئدة ، وتشعبوا مختلفين ، وتفرّقوا متحاربين ، قد خلع الله عنهم لباس كرامته ، وسلبهم غضارة نعمته ، وبقي قصص أخبارهم فيكم عبراً للمعتبرين.</w:t>
      </w:r>
    </w:p>
    <w:p w:rsidR="00AA2ABC" w:rsidRPr="008911DC" w:rsidRDefault="00AA2ABC" w:rsidP="001008E4">
      <w:pPr>
        <w:pStyle w:val="libFootnote0"/>
        <w:rPr>
          <w:rtl/>
        </w:rPr>
      </w:pPr>
      <w:r w:rsidRPr="008911DC">
        <w:rPr>
          <w:rtl/>
        </w:rPr>
        <w:t xml:space="preserve">فاعتبروا بحال ولد إسماعيل وبني إسحاق وبني اسرائيل </w:t>
      </w:r>
      <w:r w:rsidR="000A073B" w:rsidRPr="000A073B">
        <w:rPr>
          <w:rStyle w:val="libAlaemChar"/>
          <w:rFonts w:hint="cs"/>
          <w:rtl/>
        </w:rPr>
        <w:t>عليهم‌السلام</w:t>
      </w:r>
      <w:r w:rsidRPr="008911DC">
        <w:rPr>
          <w:rtl/>
        </w:rPr>
        <w:t xml:space="preserve"> ، فما أشدّ اعتدال الأحوال ، وأقرب اشتباه الأمثال ، تأمّلوا أمرهم في حال تشتتهم وتفرّقهم ليالي كانت الاكاسرة والقياصرة أرباباً لهم ، يحتازونهم عن ريف الآفاق ، وبحر العراق ، وخضرة الدنيا ، إلى منبت الشيح ، ومها في الريح ونكد المعاش ، فتركوهم عالة</w:t>
      </w:r>
    </w:p>
    <w:p w:rsidR="00AA2ABC" w:rsidRDefault="00AA2ABC" w:rsidP="001008E4">
      <w:pPr>
        <w:pStyle w:val="libFootnote0"/>
        <w:rPr>
          <w:rtl/>
        </w:rPr>
      </w:pPr>
      <w:r>
        <w:rPr>
          <w:rtl/>
        </w:rPr>
        <w:br w:type="page"/>
      </w:r>
      <w:r>
        <w:rPr>
          <w:rtl/>
        </w:rPr>
        <w:lastRenderedPageBreak/>
        <w:t>____________</w:t>
      </w:r>
    </w:p>
    <w:p w:rsidR="00AA2ABC" w:rsidRDefault="00AA2ABC" w:rsidP="001008E4">
      <w:pPr>
        <w:pStyle w:val="libFootnote0"/>
        <w:rPr>
          <w:rtl/>
        </w:rPr>
      </w:pPr>
      <w:r>
        <w:rPr>
          <w:rtl/>
        </w:rPr>
        <w:t>مساكين اخوان دبرٍ ووبرٍ ، أذلّ الاُمم داراً ، وأجدبهم قراراً لا يأوون إلى جناح دعوة يعتصمون بها ، ولا إلى ظلّ ألفة يعتمدون على عزّها ، فالاحوال مضطربة ، والايدي مختلفة ، والكثرة متفرّقة ، في بلاء أزل واطباق جهل من بنات موؤدة ، وأصنام معبودة ، وأرحام مقطوعة ، وغارات مشنونة.</w:t>
      </w:r>
    </w:p>
    <w:p w:rsidR="00AA2ABC" w:rsidRPr="008911DC" w:rsidRDefault="00AA2ABC" w:rsidP="001008E4">
      <w:pPr>
        <w:pStyle w:val="libFootnote0"/>
        <w:rPr>
          <w:rtl/>
        </w:rPr>
      </w:pPr>
      <w:r w:rsidRPr="008911DC">
        <w:rPr>
          <w:rtl/>
        </w:rPr>
        <w:t>فانظروا إلى مواقع نعم الله عليهم حين بعث إليهم رسولاً فعقد بملّته طاعتهم ، وجمع على دعوته ألفتهم ، كيف نشرت النعمة عليهم جناح كرامتها ، وأسالت لهم جداول نعيمها ، والتفت الملّة بهم في عوائد بركتها ، فأصبحوا في نعمتها غرقين ، وفي خضرة عيشها فكهين ، قد تربّعت الأمور بهم في ظلّ سلطان قاهر ، وآوتهم الحال إلى كنف عزّ غالب ، وتعطّفت الأمور عليهم في ذُرى ملك ثابت ، فهم حكام على العالمين ، وملوك في أطراف الأرضين ، يملكون الأمور على من كان يملكها عليهم ، ويمضون الاحكام فيمن كان يمضيها فيهم ، لا تغمز لهم قناة ، ولا تقرع لهم صفاة.</w:t>
      </w:r>
    </w:p>
    <w:p w:rsidR="00AA2ABC" w:rsidRPr="008911DC" w:rsidRDefault="00AA2ABC" w:rsidP="001008E4">
      <w:pPr>
        <w:pStyle w:val="libFootnote0"/>
        <w:rPr>
          <w:rtl/>
        </w:rPr>
      </w:pPr>
      <w:r w:rsidRPr="008911DC">
        <w:rPr>
          <w:rtl/>
        </w:rPr>
        <w:t>ألا وانكم قد نفضتم أيديكم من حبل الطاعة ، وثلمتم حصن الله المضروب عليكم بأحكام الجاهلية ، فإنّ الله سبحانه قد امتنّ على جماعة هذه الاُمّة فيما عقد بينهم من حبل هذه الألفة التي ينتقلون في ظلّها ، ويأوون إلى كنفها بنعمة لا يعرف أحد من المخلوقين لها قيمة ، لأنّها أرجح من كلّ ثمن ، وأجل من كلّ خطر ، واعلموا انكم صرتم بعد الهجرة أعراباً ، وبعد الموالاة أحزاباً ، ما تتعلّقون من الإسلام الاّ باسمه ، ولا تعرفون من الايمان الاّ رسمه.</w:t>
      </w:r>
    </w:p>
    <w:p w:rsidR="00AA2ABC" w:rsidRPr="008911DC" w:rsidRDefault="00AA2ABC" w:rsidP="001008E4">
      <w:pPr>
        <w:pStyle w:val="libFootnote0"/>
        <w:rPr>
          <w:rtl/>
        </w:rPr>
      </w:pPr>
      <w:r w:rsidRPr="008911DC">
        <w:rPr>
          <w:rtl/>
        </w:rPr>
        <w:t>تقولون : النار ولا العار ، كأنّكم تريدون أن تُكفئو الإسلام على وجهه انتهاكاً لحريمه ، ونقضاً لميثاقه الذي وضعه الله لكم حرماً في أرضه ، وأمناً بين خلقه ، وانكم ان لجأتم إلى غيره حاربكم أهل الكفر ، ثم لا جبرائيل ولا ميكائيل ولا مهاجرون ولا أنصار ينصرونكم الاّ المقارعة بالسيف حتى يحكم الله بينكم.</w:t>
      </w:r>
    </w:p>
    <w:p w:rsidR="00AA2ABC" w:rsidRPr="008911DC" w:rsidRDefault="00AA2ABC" w:rsidP="001008E4">
      <w:pPr>
        <w:pStyle w:val="libFootnote0"/>
        <w:rPr>
          <w:rtl/>
        </w:rPr>
      </w:pPr>
      <w:r w:rsidRPr="008911DC">
        <w:rPr>
          <w:rtl/>
        </w:rPr>
        <w:t>وانّ عندكم الأمثال من بأس الله وقوارعه ، وأيامه ووقائعه ، فلا تستبطئوا وعيده جهلاً بأخذه ، وتهاوناً ببطشه ، ويأساً من بأسه ، فإن الله سبحانه لم يلعن القرن الماضي بين أيديكم الاّ لتركهم الأمر بالمعروف والنهي عن المنكر ، فلعن الله السفهاء لركوب المعاصي ، والحلماء لترك التناهي.</w:t>
      </w:r>
    </w:p>
    <w:p w:rsidR="00AA2ABC" w:rsidRPr="008911DC" w:rsidRDefault="00AA2ABC" w:rsidP="001008E4">
      <w:pPr>
        <w:pStyle w:val="libFootnote0"/>
        <w:rPr>
          <w:rtl/>
        </w:rPr>
      </w:pPr>
      <w:r w:rsidRPr="008911DC">
        <w:rPr>
          <w:rtl/>
        </w:rPr>
        <w:t>ألا وقد قطعتم قيد الإسلام ، وعطّلتم حدوده ، وأمتم أحكامه ، ألا وقد أمرني الله بقتال أهل البغي والنكث والفساد في الأرض ، فأما الناكثون فقد قاتلت ، وأما القاسطون فقد جاهدت ، وأما المارقة فقد دوّخت ، وأما شيطان الردهة فقد كُفيته بصعقة سُمعت لها وجبة قلبه ، ورجّة صدره ، وبقيت بقية من أهل البغي ، ولئن أذن الله في الكرّة عليهم لاُديلنّ منهم الاّ ما يتشذّر في أطراف البلاد تشذّراً.</w:t>
      </w:r>
    </w:p>
    <w:p w:rsidR="00AA2ABC" w:rsidRPr="008911DC" w:rsidRDefault="00AA2ABC" w:rsidP="001008E4">
      <w:pPr>
        <w:pStyle w:val="libFootnote0"/>
        <w:rPr>
          <w:rtl/>
        </w:rPr>
      </w:pPr>
      <w:r w:rsidRPr="008911DC">
        <w:rPr>
          <w:rtl/>
        </w:rPr>
        <w:t xml:space="preserve">أنا وضعت في الصغر بكلاكل العرب ، وكسرت نواجم قرون ربيعة ومضر ، وقد علمتم موضعي من رسول الله </w:t>
      </w:r>
      <w:r w:rsidR="00BF0EA2" w:rsidRPr="00BF0EA2">
        <w:rPr>
          <w:rStyle w:val="libAlaemChar"/>
          <w:rFonts w:hint="cs"/>
          <w:rtl/>
        </w:rPr>
        <w:t>صلى‌الله‌عليه‌وآله</w:t>
      </w:r>
      <w:r w:rsidRPr="008911DC">
        <w:rPr>
          <w:rtl/>
        </w:rPr>
        <w:t xml:space="preserve"> بالقرابة القريبة ، والمنزلة الخصيصة ، وضعني في حجره وأنا ولد يضمّني إلى صدره ، ويكنفني في فراشه ، ويُمسّني جسده ، ويشمّني عَرفه ، وكان يمضع الشيء ثم يلقمنيه ، وما وجد لي كذبة في </w:t>
      </w:r>
    </w:p>
    <w:p w:rsidR="00AA2ABC" w:rsidRDefault="00AA2ABC" w:rsidP="006D5976">
      <w:pPr>
        <w:pStyle w:val="libLine"/>
        <w:rPr>
          <w:rtl/>
        </w:rPr>
      </w:pPr>
      <w:r>
        <w:rPr>
          <w:rtl/>
        </w:rPr>
        <w:br w:type="page"/>
      </w:r>
      <w:r>
        <w:rPr>
          <w:rtl/>
        </w:rPr>
        <w:lastRenderedPageBreak/>
        <w:t>__________________</w:t>
      </w:r>
    </w:p>
    <w:p w:rsidR="00AA2ABC" w:rsidRDefault="00AA2ABC" w:rsidP="001008E4">
      <w:pPr>
        <w:pStyle w:val="libFootnote0"/>
        <w:rPr>
          <w:rtl/>
        </w:rPr>
      </w:pPr>
      <w:r>
        <w:rPr>
          <w:rtl/>
        </w:rPr>
        <w:t>قول ، ولا خطلة في فعل.</w:t>
      </w:r>
    </w:p>
    <w:p w:rsidR="00AA2ABC" w:rsidRPr="008911DC" w:rsidRDefault="00AA2ABC" w:rsidP="001008E4">
      <w:pPr>
        <w:pStyle w:val="libFootnote0"/>
        <w:rPr>
          <w:rtl/>
        </w:rPr>
      </w:pPr>
      <w:r w:rsidRPr="008911DC">
        <w:rPr>
          <w:rtl/>
        </w:rPr>
        <w:t xml:space="preserve">لقد قرن الله به </w:t>
      </w:r>
      <w:r w:rsidR="00BF0EA2" w:rsidRPr="00BF0EA2">
        <w:rPr>
          <w:rStyle w:val="libAlaemChar"/>
          <w:rFonts w:hint="cs"/>
          <w:rtl/>
        </w:rPr>
        <w:t>صلى‌الله‌عليه‌وآله</w:t>
      </w:r>
      <w:r w:rsidRPr="008911DC">
        <w:rPr>
          <w:rtl/>
        </w:rPr>
        <w:t xml:space="preserve"> من لدن أن كان فطيماً أعظم ملك من ملائكته يسلك به طريق المكارم ، ومحاسن أخلاق العالم ليله ونهاره ، ولقد كنت أتبعه اتباع الفصيل أثر أمّه ، يرفع لي في كلّ يوم من أخلاقه عَلَماً ، ويأمرني بالاقتداء به ، ولقد كان يجاور في كلّ سنة بحراء ، فأراه ولا يراه غيري ، ولم يجمع بيت واحد يومئذٍ في الإسلام غير رسول الله </w:t>
      </w:r>
      <w:r w:rsidR="00BF0EA2" w:rsidRPr="00BF0EA2">
        <w:rPr>
          <w:rStyle w:val="libAlaemChar"/>
          <w:rFonts w:hint="cs"/>
          <w:rtl/>
        </w:rPr>
        <w:t>صلى‌الله‌عليه‌وآله</w:t>
      </w:r>
      <w:r w:rsidRPr="008911DC">
        <w:rPr>
          <w:rtl/>
        </w:rPr>
        <w:t xml:space="preserve"> وخديجة وأنا ثالثهما ، أرى نور الوحي والرسالة ، وأشمّ ريح النبوّة.</w:t>
      </w:r>
    </w:p>
    <w:p w:rsidR="00AA2ABC" w:rsidRPr="008911DC" w:rsidRDefault="00AA2ABC" w:rsidP="001008E4">
      <w:pPr>
        <w:pStyle w:val="libFootnote0"/>
        <w:rPr>
          <w:rtl/>
        </w:rPr>
      </w:pPr>
      <w:r w:rsidRPr="008911DC">
        <w:rPr>
          <w:rtl/>
        </w:rPr>
        <w:t xml:space="preserve">ولقد سمعت رنّة الشيطان حين نزل الوحي عليه </w:t>
      </w:r>
      <w:r w:rsidR="00BF0EA2" w:rsidRPr="00BF0EA2">
        <w:rPr>
          <w:rStyle w:val="libAlaemChar"/>
          <w:rFonts w:hint="cs"/>
          <w:rtl/>
        </w:rPr>
        <w:t>صلى‌الله‌عليه‌وآله</w:t>
      </w:r>
      <w:r w:rsidRPr="008911DC">
        <w:rPr>
          <w:rtl/>
        </w:rPr>
        <w:t xml:space="preserve"> فقلت : يا رسول الله ما هذه الرّنة؟ فقال : هذا الشيطان قد أيس من عبادته ، انّك تسمع ما أسمع ، وترى ما أرى ، الاّ انّك لست بنبيّ ولكنّك لوزير وانّك لعلى خير.</w:t>
      </w:r>
    </w:p>
    <w:p w:rsidR="00AA2ABC" w:rsidRPr="008911DC" w:rsidRDefault="00AA2ABC" w:rsidP="001008E4">
      <w:pPr>
        <w:pStyle w:val="libFootnote0"/>
        <w:rPr>
          <w:rtl/>
        </w:rPr>
      </w:pPr>
      <w:r w:rsidRPr="008911DC">
        <w:rPr>
          <w:rtl/>
        </w:rPr>
        <w:t xml:space="preserve">ولقد كنت معه </w:t>
      </w:r>
      <w:r w:rsidR="00BF0EA2" w:rsidRPr="00BF0EA2">
        <w:rPr>
          <w:rStyle w:val="libAlaemChar"/>
          <w:rFonts w:hint="cs"/>
          <w:rtl/>
        </w:rPr>
        <w:t>صلى‌الله‌عليه‌وآله</w:t>
      </w:r>
      <w:r w:rsidRPr="008911DC">
        <w:rPr>
          <w:rtl/>
        </w:rPr>
        <w:t xml:space="preserve"> لمّا آتاه الملأ من قريش ، فقالوا له : يا محمد انّك قد ادعيت عظيماً لم يدّعه آباؤك ولا أحد من بيتك ، ونحن نسألك أمراً ان أنت أجبتنا إليه وأريتناه علمنا انّك نبيّ ورسول ، وان لم تفعل علمنا انّك ساحر كذّاب ، فقال </w:t>
      </w:r>
      <w:r w:rsidR="00BF0EA2" w:rsidRPr="00BF0EA2">
        <w:rPr>
          <w:rStyle w:val="libAlaemChar"/>
          <w:rFonts w:hint="cs"/>
          <w:rtl/>
        </w:rPr>
        <w:t>صلى‌الله‌عليه‌وآله</w:t>
      </w:r>
      <w:r w:rsidRPr="008911DC">
        <w:rPr>
          <w:rtl/>
        </w:rPr>
        <w:t xml:space="preserve"> : وما تسألون؟ قالوا : تدعو لنا هذه الشجرة حتى تنقلع بعروقها وتقف بين يديك ، فقال </w:t>
      </w:r>
      <w:r w:rsidR="00BF0EA2" w:rsidRPr="00BF0EA2">
        <w:rPr>
          <w:rStyle w:val="libAlaemChar"/>
          <w:rFonts w:hint="cs"/>
          <w:rtl/>
        </w:rPr>
        <w:t>صلى‌الله‌عليه‌وآله</w:t>
      </w:r>
      <w:r w:rsidRPr="008911DC">
        <w:rPr>
          <w:rtl/>
        </w:rPr>
        <w:t xml:space="preserve"> : انّ الله على كلّ شيء قدير ، فإن فعل الله لكم ذلك أتؤمنون وتشهدون بالحقّ؟ قالوا : نعم.</w:t>
      </w:r>
    </w:p>
    <w:p w:rsidR="00AA2ABC" w:rsidRPr="008911DC" w:rsidRDefault="00AA2ABC" w:rsidP="001008E4">
      <w:pPr>
        <w:pStyle w:val="libFootnote0"/>
        <w:rPr>
          <w:rtl/>
        </w:rPr>
      </w:pPr>
      <w:r w:rsidRPr="008911DC">
        <w:rPr>
          <w:rtl/>
        </w:rPr>
        <w:t xml:space="preserve">قال : فانّي سأوريكم ما تطلبون ، وانّي لأعلم أنكم لا تفيئون إلى خير ، وان فيكم من يطرح في القَليب ، ومن يحزّب الأحزاب ، ثم قال </w:t>
      </w:r>
      <w:r w:rsidR="00BF0EA2" w:rsidRPr="00BF0EA2">
        <w:rPr>
          <w:rStyle w:val="libAlaemChar"/>
          <w:rFonts w:hint="cs"/>
          <w:rtl/>
        </w:rPr>
        <w:t>صلى‌الله‌عليه‌وآله</w:t>
      </w:r>
      <w:r w:rsidRPr="008911DC">
        <w:rPr>
          <w:rtl/>
        </w:rPr>
        <w:t xml:space="preserve"> : يا أيتها الشجرة ان كنت تؤمنين بالله واليوم الآخر ، وتعلمين انّي رسول الله فانقلعي بعروقك حتى تقفي بين يديّ باذن الله.</w:t>
      </w:r>
    </w:p>
    <w:p w:rsidR="00AA2ABC" w:rsidRPr="00AD061D" w:rsidRDefault="00AA2ABC" w:rsidP="001008E4">
      <w:pPr>
        <w:pStyle w:val="libFootnote0"/>
        <w:rPr>
          <w:rtl/>
        </w:rPr>
      </w:pPr>
      <w:r w:rsidRPr="00AD061D">
        <w:rPr>
          <w:rtl/>
        </w:rPr>
        <w:t xml:space="preserve">فو الذي بعثه بالحق لانقلعت بعروقها ، وجاءت ولها دويّ شديد ، وقصف كقصف أجنحة الطير حتى وقفت بين يدي رسول الله </w:t>
      </w:r>
      <w:r w:rsidR="00BF0EA2" w:rsidRPr="00BF0EA2">
        <w:rPr>
          <w:rStyle w:val="libAlaemChar"/>
          <w:rFonts w:hint="cs"/>
          <w:rtl/>
        </w:rPr>
        <w:t>صلى‌الله‌عليه‌وآله</w:t>
      </w:r>
      <w:r w:rsidRPr="00AD061D">
        <w:rPr>
          <w:rtl/>
        </w:rPr>
        <w:t xml:space="preserve"> مرفرفة ، وألقت بغصنها الأعلى على رسول الله </w:t>
      </w:r>
      <w:r w:rsidR="00BF0EA2" w:rsidRPr="00BF0EA2">
        <w:rPr>
          <w:rStyle w:val="libAlaemChar"/>
          <w:rFonts w:hint="cs"/>
          <w:rtl/>
        </w:rPr>
        <w:t>صلى‌الله‌عليه‌وآله</w:t>
      </w:r>
      <w:r w:rsidRPr="00AD061D">
        <w:rPr>
          <w:rtl/>
        </w:rPr>
        <w:t xml:space="preserve"> وببعض أغصانها على منكبي ، وكنت عن يمينه </w:t>
      </w:r>
      <w:r w:rsidR="00BF0EA2" w:rsidRPr="00BF0EA2">
        <w:rPr>
          <w:rStyle w:val="libAlaemChar"/>
          <w:rFonts w:hint="cs"/>
          <w:rtl/>
        </w:rPr>
        <w:t>صلى‌الله‌عليه‌وآله</w:t>
      </w:r>
      <w:r w:rsidRPr="00AD061D">
        <w:rPr>
          <w:rtl/>
        </w:rPr>
        <w:t xml:space="preserve"> ، فلمّا نظر القوم إلى ذلك قالوا علّواً واستكباراً : فمرها فليأتك نصفها ويبقى نصفها ، فأمرها بذلك ، فأقبل إليه نصفها كأعجب اقبال وأشدّه دويّاً ، فكادت تلتفّ برسول الله </w:t>
      </w:r>
      <w:r w:rsidR="00BF0EA2" w:rsidRPr="00BF0EA2">
        <w:rPr>
          <w:rStyle w:val="libAlaemChar"/>
          <w:rFonts w:hint="cs"/>
          <w:rtl/>
        </w:rPr>
        <w:t>صلى‌الله‌عليه‌وآله</w:t>
      </w:r>
      <w:r w:rsidRPr="00AD061D">
        <w:rPr>
          <w:rtl/>
        </w:rPr>
        <w:t>.</w:t>
      </w:r>
    </w:p>
    <w:p w:rsidR="00AA2ABC" w:rsidRPr="00AD061D" w:rsidRDefault="00AA2ABC" w:rsidP="001008E4">
      <w:pPr>
        <w:pStyle w:val="libFootnote0"/>
        <w:rPr>
          <w:rtl/>
        </w:rPr>
      </w:pPr>
      <w:r w:rsidRPr="00AD061D">
        <w:rPr>
          <w:rtl/>
        </w:rPr>
        <w:t xml:space="preserve">فقالوا كفراً وعتوّاً : فمر هذا النصف فليرجع إلى نصفه كما كان ، فأمره </w:t>
      </w:r>
      <w:r w:rsidR="00BF0EA2" w:rsidRPr="00BF0EA2">
        <w:rPr>
          <w:rStyle w:val="libAlaemChar"/>
          <w:rFonts w:hint="cs"/>
          <w:rtl/>
        </w:rPr>
        <w:t>صلى‌الله‌عليه‌وآله</w:t>
      </w:r>
      <w:r w:rsidRPr="00AD061D">
        <w:rPr>
          <w:rtl/>
        </w:rPr>
        <w:t xml:space="preserve"> فرجع ، فقلت أنا : لا اله الاّ الله وانّي أوّل مؤمن بك يا رسول الله ، وأوّل من أقرّ بأنّ الشجرة فعلت ما فعلت بأمر الله تعالى تصديقاً بنبوتك ، واجلالاً لكلمتك ، فقال القوم كلّهم : بل ساحر كذّاب ، عجيب السحر خفيف فيه ، وهل يصدّقك في أمرك الاّ مثل هذا ( يعنوني ).</w:t>
      </w:r>
    </w:p>
    <w:p w:rsidR="00AA2ABC" w:rsidRPr="008911DC" w:rsidRDefault="00AA2ABC" w:rsidP="001008E4">
      <w:pPr>
        <w:pStyle w:val="libFootnote0"/>
        <w:rPr>
          <w:rtl/>
        </w:rPr>
      </w:pPr>
      <w:r w:rsidRPr="008911DC">
        <w:rPr>
          <w:rtl/>
        </w:rPr>
        <w:t xml:space="preserve">وانّي لمن قوم لا تأخذهم في الله لومة لائم ، سيماهم سيماء الصديقين ، وكلامهم كلام الأبرار ، عمّار الليل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سئل عن أدنى الالحاد ، قال : انّ الكبر أدناه </w:t>
      </w:r>
      <w:r w:rsidRPr="001008E4">
        <w:rPr>
          <w:rStyle w:val="libFootnotenumChar"/>
          <w:rtl/>
        </w:rPr>
        <w:t>(1)</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الكبر قد يكون في شرار الناس من كلّ جنس ، والكبر رداء الله فمن نازع الله عزّوجلّ رداءه لم يزده الله الاّ سفالاً ...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العزّ رداء الله ، والكبر ازاره ، فمن تناول شيئاً منه أكبه الله في جهنم </w:t>
      </w:r>
      <w:r w:rsidRPr="001008E4">
        <w:rPr>
          <w:rStyle w:val="libFootnotenumChar"/>
          <w:rtl/>
        </w:rPr>
        <w:t>(3)</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لا يدخل الجنّة من في قلبه مثقال ذرّة من كبر </w:t>
      </w:r>
      <w:r w:rsidRPr="001008E4">
        <w:rPr>
          <w:rStyle w:val="libFootnotenumChar"/>
          <w:rtl/>
        </w:rPr>
        <w:t>(4)</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انّ في جهنّم لوادياً للمتكبرين يقال له : سقر ، شكا إلى الله عزّوجلّ شدّة حرّه وسأله أن يأذن له أن يتنفّس ، فتنفّس فأحرق جهنّم </w:t>
      </w:r>
      <w:r w:rsidRPr="001008E4">
        <w:rPr>
          <w:rStyle w:val="libFootnotenumChar"/>
          <w:rtl/>
        </w:rPr>
        <w:t>(5)</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انّ المتكبرين يجعلون في صور الذر ، يتوطّأهم الناس حتى يفرغ الله من الحساب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ما من عبد الاّ وفي رأسه حَكَمة </w:t>
      </w:r>
      <w:r w:rsidRPr="001008E4">
        <w:rPr>
          <w:rStyle w:val="libFootnotenumChar"/>
          <w:rtl/>
        </w:rPr>
        <w:t>(7)</w:t>
      </w:r>
      <w:r>
        <w:rPr>
          <w:rtl/>
        </w:rPr>
        <w:t xml:space="preserve"> وملك يمسكها ، فاذا تكبّر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ومنار النهار متمسكون بحبل القرآن ، يُحيون سنن الله وسنن ورسوله ، لا يستكبرون ولا يعلون ، ولا يغلّون ولا يفسدون ، قلوبهم في الجنان ، وأجسادهم في العمل ».</w:t>
      </w:r>
    </w:p>
    <w:p w:rsidR="00AA2ABC" w:rsidRDefault="00AA2ABC" w:rsidP="001008E4">
      <w:pPr>
        <w:pStyle w:val="libFootnote0"/>
        <w:rPr>
          <w:rtl/>
        </w:rPr>
      </w:pPr>
      <w:r>
        <w:rPr>
          <w:rtl/>
        </w:rPr>
        <w:t>1 ـ الكافي 2 : 309 ح 1 باب الكبر ـ عنه البحار 73 : 190 ح 1 باب 130.</w:t>
      </w:r>
    </w:p>
    <w:p w:rsidR="00AA2ABC" w:rsidRDefault="00AA2ABC" w:rsidP="001008E4">
      <w:pPr>
        <w:pStyle w:val="libFootnote0"/>
        <w:rPr>
          <w:rtl/>
        </w:rPr>
      </w:pPr>
      <w:r>
        <w:rPr>
          <w:rtl/>
        </w:rPr>
        <w:t>2 ـ الكافي 2 : 309 ح 2 باب الكبر ـ عنه البحار 73 : 209 ح 2 باب 130.</w:t>
      </w:r>
    </w:p>
    <w:p w:rsidR="00AA2ABC" w:rsidRDefault="00AA2ABC" w:rsidP="001008E4">
      <w:pPr>
        <w:pStyle w:val="libFootnote0"/>
        <w:rPr>
          <w:rtl/>
        </w:rPr>
      </w:pPr>
      <w:r>
        <w:rPr>
          <w:rtl/>
        </w:rPr>
        <w:t>3 ـ الكافي 2 : 309 ح 3 باب الكبر ـ عنه البحار 73 : 213 ح 3 باب 130.</w:t>
      </w:r>
    </w:p>
    <w:p w:rsidR="00AA2ABC" w:rsidRDefault="00AA2ABC" w:rsidP="001008E4">
      <w:pPr>
        <w:pStyle w:val="libFootnote0"/>
        <w:rPr>
          <w:rtl/>
        </w:rPr>
      </w:pPr>
      <w:r>
        <w:rPr>
          <w:rtl/>
        </w:rPr>
        <w:t>4 ـ الكافي 2 : 310 ح 6 باب الكبر ـ عنه البحار 73 : 215 ح 6 باب 130.</w:t>
      </w:r>
    </w:p>
    <w:p w:rsidR="00AA2ABC" w:rsidRDefault="00AA2ABC" w:rsidP="001008E4">
      <w:pPr>
        <w:pStyle w:val="libFootnote0"/>
        <w:rPr>
          <w:rtl/>
        </w:rPr>
      </w:pPr>
      <w:r>
        <w:rPr>
          <w:rtl/>
        </w:rPr>
        <w:t>5 ـ الكافي 2 : 310 ح 10 باب الكبر ـ عنه البحار 73 : 218 ح 10 باب 130.</w:t>
      </w:r>
    </w:p>
    <w:p w:rsidR="00AA2ABC" w:rsidRDefault="00AA2ABC" w:rsidP="001008E4">
      <w:pPr>
        <w:pStyle w:val="libFootnote0"/>
        <w:rPr>
          <w:rtl/>
        </w:rPr>
      </w:pPr>
      <w:r>
        <w:rPr>
          <w:rtl/>
        </w:rPr>
        <w:t>6 ـ الكافي 2 : 311 ح 11 باب الكبر ـ عنه البحار 73 : 219 ح 11 باب 130.</w:t>
      </w:r>
    </w:p>
    <w:p w:rsidR="00AA2ABC" w:rsidRDefault="00AA2ABC" w:rsidP="001008E4">
      <w:pPr>
        <w:pStyle w:val="libFootnote0"/>
        <w:rPr>
          <w:rtl/>
        </w:rPr>
      </w:pPr>
      <w:r>
        <w:rPr>
          <w:rtl/>
        </w:rPr>
        <w:t xml:space="preserve">7 ـ الحكمة ـ بالتحريك ـ : اللجام ما أحاط بالحنك. </w:t>
      </w:r>
    </w:p>
    <w:p w:rsidR="00AA2ABC" w:rsidRDefault="00AA2ABC" w:rsidP="002704FD">
      <w:pPr>
        <w:pStyle w:val="libNormal0"/>
        <w:rPr>
          <w:rtl/>
        </w:rPr>
      </w:pPr>
      <w:r>
        <w:rPr>
          <w:rtl/>
        </w:rPr>
        <w:br w:type="page"/>
      </w:r>
      <w:r>
        <w:rPr>
          <w:rtl/>
        </w:rPr>
        <w:lastRenderedPageBreak/>
        <w:t xml:space="preserve">قال له : اتضع وضعك الله ، فلا يزال أعظم الناس في نفسه ، وأصغر الناس في أعين الناس ، وإذا تواضع رفعه الله عزّ وجلّ ، ثم قال له : انتعش نعشك الله ، فلا يزال أصغر الناس في نفسه ، وأرفع الناس في أعين الناس </w:t>
      </w:r>
      <w:r w:rsidRPr="001008E4">
        <w:rPr>
          <w:rStyle w:val="libFootnotenumChar"/>
          <w:rtl/>
        </w:rPr>
        <w:t>(1)</w:t>
      </w:r>
      <w:r>
        <w:rPr>
          <w:rtl/>
        </w:rPr>
        <w:t>.</w:t>
      </w:r>
    </w:p>
    <w:p w:rsidR="00AA2ABC" w:rsidRDefault="00AA2ABC" w:rsidP="00AA2ABC">
      <w:pPr>
        <w:pStyle w:val="Heading1Center"/>
        <w:rPr>
          <w:rtl/>
        </w:rPr>
      </w:pPr>
      <w:bookmarkStart w:id="188" w:name="_Toc392501930"/>
      <w:bookmarkStart w:id="189" w:name="_Toc392502878"/>
      <w:r>
        <w:rPr>
          <w:rtl/>
        </w:rPr>
        <w:t>( المصباح الثاني )</w:t>
      </w:r>
      <w:bookmarkEnd w:id="188"/>
      <w:bookmarkEnd w:id="189"/>
    </w:p>
    <w:p w:rsidR="00AA2ABC" w:rsidRDefault="00AA2ABC" w:rsidP="00AA2ABC">
      <w:pPr>
        <w:pStyle w:val="Heading1Center"/>
        <w:rPr>
          <w:rtl/>
        </w:rPr>
      </w:pPr>
      <w:bookmarkStart w:id="190" w:name="_Toc392501931"/>
      <w:bookmarkStart w:id="191" w:name="_Toc392502879"/>
      <w:r>
        <w:rPr>
          <w:rtl/>
        </w:rPr>
        <w:t>في بيان أنواع التكبّر</w:t>
      </w:r>
      <w:bookmarkEnd w:id="190"/>
      <w:bookmarkEnd w:id="191"/>
    </w:p>
    <w:p w:rsidR="00AA2ABC" w:rsidRDefault="00AA2ABC" w:rsidP="002704FD">
      <w:pPr>
        <w:pStyle w:val="libNormal"/>
        <w:rPr>
          <w:rtl/>
        </w:rPr>
      </w:pPr>
      <w:r>
        <w:rPr>
          <w:rtl/>
        </w:rPr>
        <w:t xml:space="preserve">اعلم انّ التكبر ترفّع النفس واظهار الكبرياء والعظمة وله أنواع : </w:t>
      </w:r>
    </w:p>
    <w:p w:rsidR="00AA2ABC" w:rsidRDefault="00AA2ABC" w:rsidP="002704FD">
      <w:pPr>
        <w:pStyle w:val="libNormal"/>
        <w:rPr>
          <w:rtl/>
        </w:rPr>
      </w:pPr>
      <w:r w:rsidRPr="002704FD">
        <w:rPr>
          <w:rStyle w:val="libBold2Char"/>
          <w:rtl/>
        </w:rPr>
        <w:t xml:space="preserve">فالأول </w:t>
      </w:r>
      <w:r>
        <w:rPr>
          <w:rtl/>
        </w:rPr>
        <w:t>الذي هو من أقبح الأنواع ، ويوجب الكفر ، وقد فسّر التكبر به في كثير من الأحاديث أن يتكبر عن عبادة الله ومتابعة الأنبياء والأوصياء والعلماء وأهل الحق ، وعن متابعة نفس الحق ، وعن قبول فضل من فضلّهم الله تعالى ، كتكبر الكفار عن متابعة الأنبياء ، وتكبر المنافقين عن متابعة الأوصياء ، لأنّ أهواءهم كانت تمنعهم من اتباع شخص أقلّ شأناً منهم بحسب عقولهم الناقصة ، وأبصارهم العمياء وأن يقرّوا بفضله كما مرّ في الخطبة القاصعة.</w:t>
      </w:r>
    </w:p>
    <w:p w:rsidR="00AA2ABC" w:rsidRDefault="00AA2ABC" w:rsidP="002704FD">
      <w:pPr>
        <w:pStyle w:val="libNormal"/>
        <w:rPr>
          <w:rtl/>
        </w:rPr>
      </w:pPr>
      <w:r w:rsidRPr="002704FD">
        <w:rPr>
          <w:rStyle w:val="libBold2Char"/>
          <w:rtl/>
        </w:rPr>
        <w:t xml:space="preserve">والثاني </w:t>
      </w:r>
      <w:r>
        <w:rPr>
          <w:rtl/>
        </w:rPr>
        <w:t>أن يحقّر الناس ويزعم انّه أفضل منهم.</w:t>
      </w:r>
    </w:p>
    <w:p w:rsidR="00AA2ABC" w:rsidRDefault="00AA2ABC" w:rsidP="002704FD">
      <w:pPr>
        <w:pStyle w:val="libNormal"/>
        <w:rPr>
          <w:rtl/>
        </w:rPr>
      </w:pPr>
      <w:r w:rsidRPr="002704FD">
        <w:rPr>
          <w:rStyle w:val="libBold2Char"/>
          <w:rtl/>
        </w:rPr>
        <w:t xml:space="preserve">والثالث </w:t>
      </w:r>
      <w:r>
        <w:rPr>
          <w:rtl/>
        </w:rPr>
        <w:t>الذي تكون نتيجته بناء الدور الرفيعة اظهاراً للزيادة ، ولبس الثياب الفاخرة ، وركوب الجياد الأصيلة وكثرة الخدم بقصد التفوّق والرفعة على أمثاله وأقرانه والفقراء والمساكين.</w:t>
      </w:r>
    </w:p>
    <w:p w:rsidR="00AA2ABC" w:rsidRDefault="00AA2ABC" w:rsidP="002704FD">
      <w:pPr>
        <w:pStyle w:val="libNormal"/>
        <w:rPr>
          <w:rtl/>
        </w:rPr>
      </w:pPr>
      <w:r w:rsidRPr="002704FD">
        <w:rPr>
          <w:rStyle w:val="libBold2Char"/>
          <w:rtl/>
        </w:rPr>
        <w:t xml:space="preserve">والرابع </w:t>
      </w:r>
      <w:r>
        <w:rPr>
          <w:rtl/>
        </w:rPr>
        <w:t xml:space="preserve">أن يتوقع الاحترام والتواضع من الناس لنفسه ويرتفع عليهم ، ويميل طبعهم إلى كون الناس أذلاّء ، ويطلبون العزّة والرفعة في المشي والجلوس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الكافي 2 : 312 ح 16 باب الكبر ـ عنه البحار 73 : 224 ح 16 باب 130. </w:t>
      </w:r>
    </w:p>
    <w:p w:rsidR="00AA2ABC" w:rsidRDefault="00AA2ABC" w:rsidP="002704FD">
      <w:pPr>
        <w:pStyle w:val="libNormal0"/>
        <w:rPr>
          <w:rtl/>
        </w:rPr>
      </w:pPr>
      <w:r>
        <w:rPr>
          <w:rtl/>
        </w:rPr>
        <w:br w:type="page"/>
      </w:r>
      <w:r>
        <w:rPr>
          <w:rtl/>
        </w:rPr>
        <w:lastRenderedPageBreak/>
        <w:t>والقيام وسائر الحركات والسكنات ، ويطلبون من المجالس صدورها ، ويجتنبون الأعمال الحسنة المنافية لوقارهم.</w:t>
      </w:r>
    </w:p>
    <w:p w:rsidR="00AA2ABC" w:rsidRDefault="00AA2ABC" w:rsidP="002704FD">
      <w:pPr>
        <w:pStyle w:val="libNormal"/>
        <w:rPr>
          <w:rtl/>
        </w:rPr>
      </w:pPr>
      <w:r>
        <w:rPr>
          <w:rtl/>
        </w:rPr>
        <w:t>فالأنواع كلّها تتشابه فيما بينها ، وهناك أنواع أخر ترجع إلى ما ذكرناه ، والأخبار على هذه المضامين كثيرة.</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أعظم الكبر أن تسفه الحقّ ، وتغمص الناس ، قلت : وما سفه الحقّ؟ قال : يجهل الحقّ ويطعن على أهله </w:t>
      </w:r>
      <w:r w:rsidRPr="001008E4">
        <w:rPr>
          <w:rStyle w:val="libFootnotenumChar"/>
          <w:rtl/>
        </w:rPr>
        <w:t>(1)</w:t>
      </w:r>
      <w:r>
        <w:rPr>
          <w:rtl/>
        </w:rPr>
        <w:t>.</w:t>
      </w:r>
    </w:p>
    <w:p w:rsidR="00AA2ABC" w:rsidRDefault="00AA2ABC" w:rsidP="002704FD">
      <w:pPr>
        <w:pStyle w:val="libNormal"/>
        <w:rPr>
          <w:rtl/>
        </w:rPr>
      </w:pPr>
      <w:r>
        <w:rPr>
          <w:rtl/>
        </w:rPr>
        <w:t xml:space="preserve">وروى أيضاً انّ رجلاً قال له </w:t>
      </w:r>
      <w:r w:rsidR="00763E2E" w:rsidRPr="00763E2E">
        <w:rPr>
          <w:rStyle w:val="libAlaemChar"/>
          <w:rFonts w:hint="cs"/>
          <w:rtl/>
        </w:rPr>
        <w:t>عليه‌السلام</w:t>
      </w:r>
      <w:r>
        <w:rPr>
          <w:rtl/>
        </w:rPr>
        <w:t xml:space="preserve"> : انني آكل الطعام الطيب ، وأشمّ الريح الطيبة ، وأركب الدابة الفارهة ، ويتبعني الغلام ، فترى في هذا شيئاً من التجبّر فلا أفعله؟</w:t>
      </w:r>
    </w:p>
    <w:p w:rsidR="00AA2ABC" w:rsidRDefault="00AA2ABC" w:rsidP="002704FD">
      <w:pPr>
        <w:pStyle w:val="libNormal"/>
        <w:rPr>
          <w:rtl/>
        </w:rPr>
      </w:pPr>
      <w:r>
        <w:rPr>
          <w:rtl/>
        </w:rPr>
        <w:t xml:space="preserve">فأطرق أبو عبدالله </w:t>
      </w:r>
      <w:r w:rsidR="00763E2E" w:rsidRPr="00763E2E">
        <w:rPr>
          <w:rStyle w:val="libAlaemChar"/>
          <w:rFonts w:hint="cs"/>
          <w:rtl/>
        </w:rPr>
        <w:t>عليه‌السلام</w:t>
      </w:r>
      <w:r>
        <w:rPr>
          <w:rtl/>
        </w:rPr>
        <w:t xml:space="preserve"> ثمّ قال : انّما الجبار الملعون من غمص الناس ، وجهل الحق ، قال [ الراوي ] : فقلت : أما الحقّ فلا أجهله ، والغمص لا أدري ما هو ، قال : من حقّر الناس وتجبر عليهم فذلك الجبار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لا يدخل الجنّة من كان في قلبه مثقال حبّة من خردل من الكبر ، قال [ الراوي ] : فاسترجعت ، فقال : ما لك تسترجع؟ قلت : لما سمعت منك ، فقال : ليس حيث تذهب انّما أعني الجحود ، انّما أعني الجحود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انّه مرّ رسول </w:t>
      </w:r>
      <w:r w:rsidR="00BF0EA2" w:rsidRPr="00BF0EA2">
        <w:rPr>
          <w:rStyle w:val="libAlaemChar"/>
          <w:rFonts w:hint="cs"/>
          <w:rtl/>
        </w:rPr>
        <w:t>صلى‌الله‌عليه‌وآله</w:t>
      </w:r>
      <w:r>
        <w:rPr>
          <w:rtl/>
        </w:rPr>
        <w:t xml:space="preserve"> على جماعة فقال : على ما اجتمعتم؟ قالوا : يا رسول الله هذا مجنون يصرع فاجتمعنا عليه ، فقال : ليس هذا بمجنون ولكنّه المبتلى ، ثم قال : ألا أخبركم بالمجنون حق المجنون؟ قالوا : بلى يا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311 ح 12 باب الكبر ـ عنه البحار 73 : 220 ح 12 باب 130.</w:t>
      </w:r>
    </w:p>
    <w:p w:rsidR="00AA2ABC" w:rsidRDefault="00AA2ABC" w:rsidP="001008E4">
      <w:pPr>
        <w:pStyle w:val="libFootnote0"/>
        <w:rPr>
          <w:rtl/>
        </w:rPr>
      </w:pPr>
      <w:r>
        <w:rPr>
          <w:rtl/>
        </w:rPr>
        <w:t>2 ـ الكافي 2 : 311 ح 13 باب الكبر ـ عنه البحار 73 : 220 ح 13 باب 130.</w:t>
      </w:r>
    </w:p>
    <w:p w:rsidR="00AA2ABC" w:rsidRDefault="00AA2ABC" w:rsidP="001008E4">
      <w:pPr>
        <w:pStyle w:val="libFootnote0"/>
        <w:rPr>
          <w:rtl/>
        </w:rPr>
      </w:pPr>
      <w:r>
        <w:rPr>
          <w:rtl/>
        </w:rPr>
        <w:t xml:space="preserve">3 ـ الكافي 2 : 310 ح 7 باب الكبر ـ عنه البحار 73 : 216 ح 7 باب 130. </w:t>
      </w:r>
    </w:p>
    <w:p w:rsidR="00AA2ABC" w:rsidRDefault="00AA2ABC" w:rsidP="002704FD">
      <w:pPr>
        <w:pStyle w:val="libNormal0"/>
        <w:rPr>
          <w:rtl/>
        </w:rPr>
      </w:pPr>
      <w:r>
        <w:rPr>
          <w:rtl/>
        </w:rPr>
        <w:br w:type="page"/>
      </w:r>
      <w:r>
        <w:rPr>
          <w:rtl/>
        </w:rPr>
        <w:lastRenderedPageBreak/>
        <w:t>رسول الله.</w:t>
      </w:r>
    </w:p>
    <w:p w:rsidR="00AA2ABC" w:rsidRDefault="00AA2ABC" w:rsidP="002704FD">
      <w:pPr>
        <w:pStyle w:val="libNormal"/>
        <w:rPr>
          <w:rtl/>
        </w:rPr>
      </w:pPr>
      <w:r>
        <w:rPr>
          <w:rtl/>
        </w:rPr>
        <w:t xml:space="preserve">قال : [ انّ المجنون حق المجنون ] المتبختر في مشيته ، الناظر في عطفيه ، المحرّك جنبيه بمنكبيه ، يتمنّى على الله جنّته وهو يعصيه ، الذي لا يؤمن شرّه ، ولا يرجى خيره ، فذلك المجنون ، وهذا المبتلى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إذا مشت أمتي المطيطاء ، وخدمتهم فارس والروم كان بأسهم بينهم. والمطيطاء التبختر ومدّ اليدين في المشي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عنه </w:t>
      </w:r>
      <w:r w:rsidR="00BF0EA2" w:rsidRPr="00BF0EA2">
        <w:rPr>
          <w:rStyle w:val="libAlaemChar"/>
          <w:rFonts w:hint="cs"/>
          <w:rtl/>
        </w:rPr>
        <w:t>صلى‌الله‌عليه‌وآله</w:t>
      </w:r>
      <w:r>
        <w:rPr>
          <w:rtl/>
        </w:rPr>
        <w:t xml:space="preserve"> انّه قال : أخبرني جبرئيل </w:t>
      </w:r>
      <w:r w:rsidR="00763E2E" w:rsidRPr="00763E2E">
        <w:rPr>
          <w:rStyle w:val="libAlaemChar"/>
          <w:rFonts w:hint="cs"/>
          <w:rtl/>
        </w:rPr>
        <w:t>عليه‌السلام</w:t>
      </w:r>
      <w:r>
        <w:rPr>
          <w:rtl/>
        </w:rPr>
        <w:t xml:space="preserve"> انّ ريح الجنّة يوجد من مسيرة ألف عام ما يجدها عاقّ ولا قاطع رحم ، ولا شيخ زان ، ولا جارّ ازاره خيلاء ، ولا فتان ، ولا منّان ، ولا جعظري ، قال : قلت : فما الجعظري؟ قال : الذي لا يشبع من الدنيا </w:t>
      </w:r>
      <w:r w:rsidRPr="001008E4">
        <w:rPr>
          <w:rStyle w:val="libFootnotenumChar"/>
          <w:rtl/>
        </w:rPr>
        <w:t>(3)</w:t>
      </w:r>
      <w:r>
        <w:rPr>
          <w:rtl/>
        </w:rPr>
        <w:t>.</w:t>
      </w:r>
    </w:p>
    <w:p w:rsidR="00AA2ABC" w:rsidRDefault="00AA2ABC" w:rsidP="002704FD">
      <w:pPr>
        <w:pStyle w:val="libNormal"/>
        <w:rPr>
          <w:rtl/>
        </w:rPr>
      </w:pPr>
      <w:r>
        <w:rPr>
          <w:rtl/>
        </w:rPr>
        <w:t xml:space="preserve">وعنه </w:t>
      </w:r>
      <w:r w:rsidR="00BF0EA2" w:rsidRPr="00BF0EA2">
        <w:rPr>
          <w:rStyle w:val="libAlaemChar"/>
          <w:rFonts w:hint="cs"/>
          <w:rtl/>
        </w:rPr>
        <w:t>صلى‌الله‌عليه‌وآله</w:t>
      </w:r>
      <w:r>
        <w:rPr>
          <w:rtl/>
        </w:rPr>
        <w:t xml:space="preserve"> بسند آخر : ... من بنى بنياناً رياء وسمعة حمله يوم القيامة من الأرض السابعة وهو نار تشتعل ثم يطوّق في عنقه ويلقى في النار ، ... قيل : يا رسول الله كيف يبني رياء وسمعة؟ قال : يبني فضلاً على ما يكفيه استطالة منه على جيرانه ، ومباهاة لاخوانه.</w:t>
      </w:r>
    </w:p>
    <w:p w:rsidR="00AA2ABC" w:rsidRDefault="00AA2ABC" w:rsidP="002704FD">
      <w:pPr>
        <w:pStyle w:val="libNormal"/>
        <w:rPr>
          <w:rtl/>
        </w:rPr>
      </w:pPr>
      <w:r>
        <w:rPr>
          <w:rtl/>
        </w:rPr>
        <w:t xml:space="preserve">ونهى أن يختال الرجل في مشيه وقال : من لبس ثوباً فاختال فيه خسف الله به من شفير جهنّم ، وكان قرين قارون ، لأنّه أوّل من اختال ، فخسف الله به وبداره الأرض ، ومن اختال فقد نازع الله في جبروته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الخصال : 332 ح 31 باب 6 ـ عنه البحار 73 : 233 ح 32 باب 130.</w:t>
      </w:r>
    </w:p>
    <w:p w:rsidR="00AA2ABC" w:rsidRDefault="00AA2ABC" w:rsidP="001008E4">
      <w:pPr>
        <w:pStyle w:val="libFootnote0"/>
        <w:rPr>
          <w:rtl/>
        </w:rPr>
      </w:pPr>
      <w:r>
        <w:rPr>
          <w:rtl/>
        </w:rPr>
        <w:t>2 ـ معاني الأخبار : 301 ح 1 ـ عنه البحار 73 : 234 ح 35 باب 130.</w:t>
      </w:r>
    </w:p>
    <w:p w:rsidR="00AA2ABC" w:rsidRDefault="00AA2ABC" w:rsidP="001008E4">
      <w:pPr>
        <w:pStyle w:val="libFootnote0"/>
        <w:rPr>
          <w:rtl/>
        </w:rPr>
      </w:pPr>
      <w:r>
        <w:rPr>
          <w:rtl/>
        </w:rPr>
        <w:t>3 ـ معاني الأخبار : 330 ح 1 ـ عنه البحار 73 : 237 ح 45 باب 130.</w:t>
      </w:r>
    </w:p>
    <w:p w:rsidR="00AA2ABC" w:rsidRDefault="00AA2ABC" w:rsidP="001008E4">
      <w:pPr>
        <w:pStyle w:val="libFootnote0"/>
        <w:rPr>
          <w:rtl/>
        </w:rPr>
      </w:pPr>
      <w:r>
        <w:rPr>
          <w:rtl/>
        </w:rPr>
        <w:t xml:space="preserve">4 ـ البحار 76 : 332 و333 ضمن حديث 1 باب 67 ـ عن أمالي الصدوق. </w:t>
      </w:r>
    </w:p>
    <w:p w:rsidR="00AA2ABC" w:rsidRDefault="00AA2ABC" w:rsidP="002704FD">
      <w:pPr>
        <w:pStyle w:val="libNormal"/>
        <w:rPr>
          <w:rtl/>
        </w:rPr>
      </w:pPr>
      <w:r>
        <w:rPr>
          <w:rtl/>
        </w:rPr>
        <w:br w:type="page"/>
      </w:r>
      <w:r>
        <w:rPr>
          <w:rtl/>
        </w:rPr>
        <w:lastRenderedPageBreak/>
        <w:t xml:space="preserve">وقال </w:t>
      </w:r>
      <w:r w:rsidR="00BF0EA2" w:rsidRPr="00BF0EA2">
        <w:rPr>
          <w:rStyle w:val="libAlaemChar"/>
          <w:rFonts w:hint="cs"/>
          <w:rtl/>
        </w:rPr>
        <w:t>صلى‌الله‌عليه‌وآله</w:t>
      </w:r>
      <w:r>
        <w:rPr>
          <w:rtl/>
        </w:rPr>
        <w:t xml:space="preserve"> : من بغى على فقير أو تطاول عليه أو استحقره حشره الله يوم القيامة مثل الذّرة في صورة رجل حتى يدخل النار </w:t>
      </w:r>
      <w:r w:rsidRPr="001008E4">
        <w:rPr>
          <w:rStyle w:val="libFootnotenumChar"/>
          <w:rtl/>
        </w:rPr>
        <w:t>(1)</w:t>
      </w:r>
      <w:r>
        <w:rPr>
          <w:rtl/>
        </w:rPr>
        <w:t xml:space="preserve">. </w:t>
      </w:r>
    </w:p>
    <w:p w:rsidR="00AA2ABC" w:rsidRDefault="00AA2ABC" w:rsidP="00AA2ABC">
      <w:pPr>
        <w:pStyle w:val="Heading1Center"/>
        <w:rPr>
          <w:rtl/>
        </w:rPr>
      </w:pPr>
      <w:bookmarkStart w:id="192" w:name="_Toc392501932"/>
      <w:bookmarkStart w:id="193" w:name="_Toc392502880"/>
      <w:r>
        <w:rPr>
          <w:rtl/>
        </w:rPr>
        <w:t>( المصباح الثالث )</w:t>
      </w:r>
      <w:bookmarkEnd w:id="192"/>
      <w:bookmarkEnd w:id="193"/>
    </w:p>
    <w:p w:rsidR="00AA2ABC" w:rsidRDefault="00AA2ABC" w:rsidP="00AA2ABC">
      <w:pPr>
        <w:pStyle w:val="Heading1Center"/>
        <w:rPr>
          <w:rtl/>
        </w:rPr>
      </w:pPr>
      <w:bookmarkStart w:id="194" w:name="_Toc392501933"/>
      <w:bookmarkStart w:id="195" w:name="_Toc392502881"/>
      <w:r>
        <w:rPr>
          <w:rtl/>
        </w:rPr>
        <w:t>في علاج التكبر</w:t>
      </w:r>
      <w:bookmarkEnd w:id="194"/>
      <w:bookmarkEnd w:id="195"/>
    </w:p>
    <w:p w:rsidR="00AA2ABC" w:rsidRDefault="00AA2ABC" w:rsidP="002704FD">
      <w:pPr>
        <w:pStyle w:val="libNormal"/>
        <w:rPr>
          <w:rtl/>
        </w:rPr>
      </w:pPr>
      <w:r>
        <w:rPr>
          <w:rtl/>
        </w:rPr>
        <w:t xml:space="preserve">اعلم انّ علاج الكبر يتم بأمور : </w:t>
      </w:r>
    </w:p>
    <w:p w:rsidR="00AA2ABC" w:rsidRDefault="00AA2ABC" w:rsidP="002704FD">
      <w:pPr>
        <w:pStyle w:val="libNormal"/>
        <w:rPr>
          <w:rtl/>
        </w:rPr>
      </w:pPr>
      <w:r w:rsidRPr="002704FD">
        <w:rPr>
          <w:rStyle w:val="libBold2Char"/>
          <w:rtl/>
        </w:rPr>
        <w:t xml:space="preserve">أولاً : </w:t>
      </w:r>
      <w:r>
        <w:rPr>
          <w:rtl/>
        </w:rPr>
        <w:t>بالتفكر في دناءة أصله وعاقبته ، وخسة أحوال البدن وتزلزل بنيانه ، وعدم الاعتماد على الحياة ، وكونه في معرض الفناء والزوال ، وبالتأمّل في صفاته الذميمة وجهله وعجزه.</w:t>
      </w:r>
    </w:p>
    <w:p w:rsidR="00AA2ABC" w:rsidRDefault="00AA2ABC" w:rsidP="002704FD">
      <w:pPr>
        <w:pStyle w:val="libNormal"/>
        <w:rPr>
          <w:rtl/>
        </w:rPr>
      </w:pPr>
      <w:r>
        <w:rPr>
          <w:rtl/>
        </w:rPr>
        <w:t xml:space="preserve">كما روي بسند معتبر عن أبي جعفر الباقر </w:t>
      </w:r>
      <w:r w:rsidR="00763E2E" w:rsidRPr="00763E2E">
        <w:rPr>
          <w:rStyle w:val="libAlaemChar"/>
          <w:rFonts w:hint="cs"/>
          <w:rtl/>
        </w:rPr>
        <w:t>عليه‌السلام</w:t>
      </w:r>
      <w:r>
        <w:rPr>
          <w:rtl/>
        </w:rPr>
        <w:t xml:space="preserve"> انّه قال : عجباً للمختال الفخور ، وانّما خلق من نطفة ثم يعود جيفة ، وهو فيما بين ذلك لا يدري ما يُصنع به</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عجبت لابن آدم أوّله نطفة ، وآخره جيفة ، وهو قائم بينهما وعاء للغائط ، ثم يتكبّر </w:t>
      </w:r>
      <w:r w:rsidRPr="001008E4">
        <w:rPr>
          <w:rStyle w:val="libFootnotenumChar"/>
          <w:rtl/>
        </w:rPr>
        <w:t>(3)</w:t>
      </w:r>
      <w:r>
        <w:rPr>
          <w:rtl/>
        </w:rPr>
        <w:t>.</w:t>
      </w:r>
    </w:p>
    <w:p w:rsidR="00AA2ABC" w:rsidRDefault="00AA2ABC" w:rsidP="002704FD">
      <w:pPr>
        <w:pStyle w:val="libNormal"/>
        <w:rPr>
          <w:rtl/>
        </w:rPr>
      </w:pPr>
      <w:r w:rsidRPr="002704FD">
        <w:rPr>
          <w:rStyle w:val="libBold2Char"/>
          <w:rtl/>
        </w:rPr>
        <w:t xml:space="preserve">ثانياً : </w:t>
      </w:r>
      <w:r>
        <w:rPr>
          <w:rtl/>
        </w:rPr>
        <w:t xml:space="preserve">الممارسة على أمور يحصل من خلالها على ملكة التواضع كالجلوس في المجالس ، والكلام مع الفقراء والمساكين ، وترك صحبة الأغنياء واتيان أمور تنافي التكبر ، كما نقل انّ من خاف الكبر فليأكل مع خادمه ، وليحلب الشاة بيده ، كما روي بسند معتبر عن أبي عبدالله </w:t>
      </w:r>
      <w:r w:rsidR="00763E2E" w:rsidRPr="00763E2E">
        <w:rPr>
          <w:rStyle w:val="libAlaemChar"/>
          <w:rFonts w:hint="cs"/>
          <w:rtl/>
        </w:rPr>
        <w:t>عليه‌السلام</w:t>
      </w:r>
      <w:r>
        <w:rPr>
          <w:rtl/>
        </w:rPr>
        <w:t xml:space="preserve"> انّه قال : من رقّع جيبه ، وخصف نعله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76 : 364 ضمن حديث 30 باب 67 ـ عن ثواب الأعمال.</w:t>
      </w:r>
    </w:p>
    <w:p w:rsidR="00AA2ABC" w:rsidRDefault="00AA2ABC" w:rsidP="001008E4">
      <w:pPr>
        <w:pStyle w:val="libFootnote0"/>
        <w:rPr>
          <w:rtl/>
        </w:rPr>
      </w:pPr>
      <w:r>
        <w:rPr>
          <w:rtl/>
        </w:rPr>
        <w:t>2 ـ الكافي 2 : 329 ح 4 باب الفخر والكبر ـ عنه البحار 73 : 229 ح 22 باب 130.</w:t>
      </w:r>
    </w:p>
    <w:p w:rsidR="00AA2ABC" w:rsidRDefault="00AA2ABC" w:rsidP="001008E4">
      <w:pPr>
        <w:pStyle w:val="libFootnote0"/>
        <w:rPr>
          <w:rtl/>
        </w:rPr>
      </w:pPr>
      <w:r>
        <w:rPr>
          <w:rtl/>
        </w:rPr>
        <w:t xml:space="preserve">3 ـ البحار 73 : 234 ح 33 باب 130 ـ عن علل الشرائع. </w:t>
      </w:r>
    </w:p>
    <w:p w:rsidR="00AA2ABC" w:rsidRDefault="00AA2ABC" w:rsidP="002704FD">
      <w:pPr>
        <w:pStyle w:val="libNormal0"/>
        <w:rPr>
          <w:rtl/>
        </w:rPr>
      </w:pPr>
      <w:r>
        <w:rPr>
          <w:rtl/>
        </w:rPr>
        <w:br w:type="page"/>
      </w:r>
      <w:r>
        <w:rPr>
          <w:rtl/>
        </w:rPr>
        <w:lastRenderedPageBreak/>
        <w:t xml:space="preserve">وحمل سلعته ، فقد أمن من الكبر </w:t>
      </w:r>
      <w:r w:rsidRPr="001008E4">
        <w:rPr>
          <w:rStyle w:val="libFootnotenumChar"/>
          <w:rtl/>
        </w:rPr>
        <w:t>(1)</w:t>
      </w:r>
      <w:r>
        <w:rPr>
          <w:rtl/>
        </w:rPr>
        <w:t>.</w:t>
      </w:r>
    </w:p>
    <w:p w:rsidR="00AA2ABC" w:rsidRDefault="00AA2ABC" w:rsidP="002704FD">
      <w:pPr>
        <w:pStyle w:val="libNormal"/>
        <w:rPr>
          <w:rtl/>
        </w:rPr>
      </w:pPr>
      <w:r w:rsidRPr="002704FD">
        <w:rPr>
          <w:rStyle w:val="libBold2Char"/>
          <w:rtl/>
        </w:rPr>
        <w:t>ثالثاً</w:t>
      </w:r>
      <w:r>
        <w:rPr>
          <w:rtl/>
        </w:rPr>
        <w:t xml:space="preserve"> : التفكر في انّ نتيجة الكبر تكون خلاف مقصود الانسان ، لأنّ المتكبر يطلب العزّة وقد علم بخبر المخبر الصادق وبالتجربة انّ المتكبر من أذلّ الناس في الدنيا والآخرة ، وانّ المتواضع من أعزّ الخلق ، والتفكر أيضاً في أطوار أئمة الدين وكيف كان تواضعهم ، وأن يتذكّر الأحاديث الذامة للكبر ، وقد ذكر بعض هذا الكلام في باب التواضع.</w:t>
      </w:r>
    </w:p>
    <w:p w:rsidR="00AA2ABC" w:rsidRDefault="00AA2ABC" w:rsidP="00AA2ABC">
      <w:pPr>
        <w:pStyle w:val="Heading1Center"/>
        <w:rPr>
          <w:rtl/>
        </w:rPr>
      </w:pPr>
      <w:bookmarkStart w:id="196" w:name="_Toc392501934"/>
      <w:bookmarkStart w:id="197" w:name="_Toc392502882"/>
      <w:r>
        <w:rPr>
          <w:rtl/>
        </w:rPr>
        <w:t>( المصباح الرابع )</w:t>
      </w:r>
      <w:bookmarkEnd w:id="196"/>
      <w:bookmarkEnd w:id="197"/>
    </w:p>
    <w:p w:rsidR="00AA2ABC" w:rsidRDefault="00AA2ABC" w:rsidP="00AA2ABC">
      <w:pPr>
        <w:pStyle w:val="Heading1Center"/>
        <w:rPr>
          <w:rtl/>
        </w:rPr>
      </w:pPr>
      <w:bookmarkStart w:id="198" w:name="_Toc392501935"/>
      <w:bookmarkStart w:id="199" w:name="_Toc392502883"/>
      <w:r>
        <w:rPr>
          <w:rtl/>
        </w:rPr>
        <w:t>في اصلاح السريرة</w:t>
      </w:r>
      <w:bookmarkEnd w:id="198"/>
      <w:bookmarkEnd w:id="199"/>
    </w:p>
    <w:p w:rsidR="00AA2ABC" w:rsidRDefault="00AA2ABC" w:rsidP="002704FD">
      <w:pPr>
        <w:pStyle w:val="libNormal"/>
        <w:rPr>
          <w:rtl/>
        </w:rPr>
      </w:pPr>
      <w:r>
        <w:rPr>
          <w:rtl/>
        </w:rPr>
        <w:t xml:space="preserve">نعني باصلاح السريرة اصلاح الباطن وعدم الاكتفاء بحسن الظاهر ، كما أشار النبي </w:t>
      </w:r>
      <w:r w:rsidR="00BF0EA2" w:rsidRPr="00BF0EA2">
        <w:rPr>
          <w:rStyle w:val="libAlaemChar"/>
          <w:rFonts w:hint="cs"/>
          <w:rtl/>
        </w:rPr>
        <w:t>صلى‌الله‌عليه‌وآله</w:t>
      </w:r>
      <w:r>
        <w:rPr>
          <w:rtl/>
        </w:rPr>
        <w:t xml:space="preserve"> إلى هذا المعنى ، وانّ اصلاح الظاهر مع سوء الباطن شعبة من شعب النفاق ، كما روي عن أمير المؤمنين </w:t>
      </w:r>
      <w:r w:rsidR="00763E2E" w:rsidRPr="00763E2E">
        <w:rPr>
          <w:rStyle w:val="libAlaemChar"/>
          <w:rFonts w:hint="cs"/>
          <w:rtl/>
        </w:rPr>
        <w:t>عليه‌السلام</w:t>
      </w:r>
      <w:r>
        <w:rPr>
          <w:rtl/>
        </w:rPr>
        <w:t xml:space="preserve"> انّه قال لنوف البكالي : يا نوف اياك أن تتزيّن للناس وتبارز الله بالمعاصي ، فيفضحك الله يوم تلقاه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أصلح سريرته أصلح الله علانيته ، ومن أصلح فيما بينه وبين الله عز وجل أصلح الله له فيما بينه وبين الناس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 من كان ظاهره أرجح من باطنه خفّ ميزانه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73 : 233 ح 30 باب 130 ـ عن الخصال.</w:t>
      </w:r>
    </w:p>
    <w:p w:rsidR="00AA2ABC" w:rsidRDefault="00AA2ABC" w:rsidP="001008E4">
      <w:pPr>
        <w:pStyle w:val="libFootnote0"/>
        <w:rPr>
          <w:rtl/>
        </w:rPr>
      </w:pPr>
      <w:r>
        <w:rPr>
          <w:rtl/>
        </w:rPr>
        <w:t>2 ـ البحار 71 : 364 ح 6 باب 90 ـ عن أمالي الصدوق.</w:t>
      </w:r>
    </w:p>
    <w:p w:rsidR="00AA2ABC" w:rsidRDefault="00AA2ABC" w:rsidP="001008E4">
      <w:pPr>
        <w:pStyle w:val="libFootnote0"/>
        <w:rPr>
          <w:rtl/>
        </w:rPr>
      </w:pPr>
      <w:r>
        <w:rPr>
          <w:rtl/>
        </w:rPr>
        <w:t>3 ـ البحار 71 : 364 ح 7 باب 90 ـ عن أمالي الصدوق.</w:t>
      </w:r>
    </w:p>
    <w:p w:rsidR="00AA2ABC" w:rsidRDefault="00AA2ABC" w:rsidP="001008E4">
      <w:pPr>
        <w:pStyle w:val="libFootnote0"/>
        <w:rPr>
          <w:rtl/>
        </w:rPr>
      </w:pPr>
      <w:r>
        <w:rPr>
          <w:rtl/>
        </w:rPr>
        <w:t xml:space="preserve">4 ـ البحار 71 : 365 ح 9 باب 90 ـ عن أمالي الصدوق. </w:t>
      </w:r>
    </w:p>
    <w:p w:rsidR="00AA2ABC" w:rsidRDefault="00AA2ABC" w:rsidP="002704FD">
      <w:pPr>
        <w:pStyle w:val="libNormal"/>
        <w:rPr>
          <w:rtl/>
        </w:rPr>
      </w:pPr>
      <w:r>
        <w:rPr>
          <w:rtl/>
        </w:rPr>
        <w:br w:type="page"/>
      </w:r>
      <w:r>
        <w:rPr>
          <w:rtl/>
        </w:rPr>
        <w:lastRenderedPageBreak/>
        <w:t xml:space="preserve">وروي عن رسول الله </w:t>
      </w:r>
      <w:r w:rsidR="00BF0EA2" w:rsidRPr="00BF0EA2">
        <w:rPr>
          <w:rStyle w:val="libAlaemChar"/>
          <w:rFonts w:hint="cs"/>
          <w:rtl/>
        </w:rPr>
        <w:t>صلى‌الله‌عليه‌وآله</w:t>
      </w:r>
      <w:r>
        <w:rPr>
          <w:rtl/>
        </w:rPr>
        <w:t xml:space="preserve"> أنه قال : من أسرّ ما يرضي الله عزّوجلّ أظهر الله له ما يسرّه ، ومن أسرّ ما يسخط الله تعالى أظهر الله له ما يخزيه ... </w:t>
      </w:r>
      <w:r w:rsidRPr="001008E4">
        <w:rPr>
          <w:rStyle w:val="libFootnotenumChar"/>
          <w:rtl/>
        </w:rPr>
        <w:t>(1)</w:t>
      </w:r>
      <w:r>
        <w:rPr>
          <w:rtl/>
        </w:rPr>
        <w:t>.</w:t>
      </w:r>
    </w:p>
    <w:p w:rsidR="00AA2ABC" w:rsidRDefault="00AA2ABC" w:rsidP="002704FD">
      <w:pPr>
        <w:pStyle w:val="libNormal"/>
        <w:rPr>
          <w:rtl/>
        </w:rPr>
      </w:pPr>
      <w:r>
        <w:rPr>
          <w:rtl/>
        </w:rPr>
        <w:t xml:space="preserve">وقال </w:t>
      </w:r>
      <w:r w:rsidR="00BF0EA2" w:rsidRPr="00BF0EA2">
        <w:rPr>
          <w:rStyle w:val="libAlaemChar"/>
          <w:rFonts w:hint="cs"/>
          <w:rtl/>
        </w:rPr>
        <w:t>صلى‌الله‌عليه‌وآله</w:t>
      </w:r>
      <w:r>
        <w:rPr>
          <w:rtl/>
        </w:rPr>
        <w:t xml:space="preserve"> : من تزيّن للناس بما يحبّ الله ، وبارز الله في السرّ بما يكره الله ، لقى الله وهو عليه غضبان ، وله ماقت </w:t>
      </w:r>
      <w:r w:rsidRPr="001008E4">
        <w:rPr>
          <w:rStyle w:val="libFootnotenumChar"/>
          <w:rtl/>
        </w:rPr>
        <w:t>(2)</w:t>
      </w:r>
      <w:r>
        <w:rPr>
          <w:rtl/>
        </w:rPr>
        <w:t>.</w:t>
      </w:r>
    </w:p>
    <w:p w:rsidR="00AA2ABC" w:rsidRDefault="00AA2ABC" w:rsidP="002704FD">
      <w:pPr>
        <w:pStyle w:val="libNormal"/>
        <w:rPr>
          <w:rtl/>
        </w:rPr>
      </w:pPr>
      <w:r>
        <w:rPr>
          <w:rtl/>
        </w:rPr>
        <w:t>والأحاديث بهذا المضمون كثيرة ، واعلم انّ الانسان مأمور باصلاح ظاهره وباطنه معاً ، والسعي بجعل الباطن موافقاً في الصلاح للظاهر ، لا أن يقبّح الظاهر مثل الباطن ، أو يجعله أقبح من الباطن ، أو يجعل نفسه في معرض التهم كي يسيء الخلق الظنّ به ، كما نسب هذه الأمر إلى ال ـ ( ملامتية ) من الصوفية ، [ فهذا غير جائز ] لأنّ الذنب الظاهر أقبح من الذنب المخفي ، والذنب المخفي أسرع للمغفرة من الظاهر.</w:t>
      </w:r>
    </w:p>
    <w:p w:rsidR="00AA2ABC" w:rsidRDefault="00AA2ABC" w:rsidP="002704FD">
      <w:pPr>
        <w:pStyle w:val="libNormal"/>
        <w:rPr>
          <w:rtl/>
        </w:rPr>
      </w:pPr>
      <w:r>
        <w:rPr>
          <w:rtl/>
        </w:rPr>
        <w:t>والأحاديث في هذا الباب كثيرة ومرّ بعضها ، مضافاً إلى انّ العقل يحكم انّ المولى لا يغضب لمعصية عبده في الخلوة مثلما يغضب لها في العلانية وعند حضور الناس ، بأن يعرّف العبد نفسه عاصياً لمولاه ، وكذلك ورد نهي كثير عن اتهام النفس والتعرض لمواضع التهم ، ومرّت أحاديثه.</w:t>
      </w:r>
    </w:p>
    <w:p w:rsidR="00AA2ABC" w:rsidRDefault="00AA2ABC" w:rsidP="00AA2ABC">
      <w:pPr>
        <w:pStyle w:val="Heading1Center"/>
        <w:rPr>
          <w:rtl/>
        </w:rPr>
      </w:pPr>
      <w:bookmarkStart w:id="200" w:name="_Toc392501936"/>
      <w:bookmarkStart w:id="201" w:name="_Toc392502884"/>
      <w:r>
        <w:rPr>
          <w:rtl/>
        </w:rPr>
        <w:t>( المصباح الخامس )</w:t>
      </w:r>
      <w:bookmarkEnd w:id="200"/>
      <w:bookmarkEnd w:id="201"/>
    </w:p>
    <w:p w:rsidR="00AA2ABC" w:rsidRDefault="00AA2ABC" w:rsidP="00AA2ABC">
      <w:pPr>
        <w:pStyle w:val="Heading1Center"/>
        <w:rPr>
          <w:rtl/>
        </w:rPr>
      </w:pPr>
      <w:bookmarkStart w:id="202" w:name="_Toc392501937"/>
      <w:bookmarkStart w:id="203" w:name="_Toc392502885"/>
      <w:r>
        <w:rPr>
          <w:rtl/>
        </w:rPr>
        <w:t>في لبس الصوف</w:t>
      </w:r>
      <w:bookmarkEnd w:id="202"/>
      <w:bookmarkEnd w:id="203"/>
    </w:p>
    <w:p w:rsidR="00AA2ABC" w:rsidRDefault="00AA2ABC" w:rsidP="002704FD">
      <w:pPr>
        <w:pStyle w:val="libNormal"/>
        <w:rPr>
          <w:rtl/>
        </w:rPr>
      </w:pPr>
      <w:r>
        <w:rPr>
          <w:rtl/>
        </w:rPr>
        <w:t xml:space="preserve">اعلم انّ الأحاديث اختلفت في لبس الصوف ، فوردت أحاديث أهل السنة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الطوسي : 182 ح 8 مجلس 7 ـ عنه البحار 71 : 365 ح 10 باب 90.</w:t>
      </w:r>
    </w:p>
    <w:p w:rsidR="00AA2ABC" w:rsidRDefault="00AA2ABC" w:rsidP="001008E4">
      <w:pPr>
        <w:pStyle w:val="libFootnote0"/>
        <w:rPr>
          <w:rtl/>
        </w:rPr>
      </w:pPr>
      <w:r>
        <w:rPr>
          <w:rtl/>
        </w:rPr>
        <w:t xml:space="preserve">2 ـ قرب الاسناد : 92 ح 309 ـ عنه البحار 71 : 364 ح 4 باب 90. </w:t>
      </w:r>
    </w:p>
    <w:p w:rsidR="00AA2ABC" w:rsidRDefault="00AA2ABC" w:rsidP="002704FD">
      <w:pPr>
        <w:pStyle w:val="libNormal0"/>
        <w:rPr>
          <w:rtl/>
        </w:rPr>
      </w:pPr>
      <w:r>
        <w:rPr>
          <w:rtl/>
        </w:rPr>
        <w:br w:type="page"/>
      </w:r>
      <w:r>
        <w:rPr>
          <w:rtl/>
        </w:rPr>
        <w:lastRenderedPageBreak/>
        <w:t>بمدحه ، ووردت أكثر أحاديث الشيعة بذمّه ، وما دلّ منها على مدحه يحمل على التقيّة ، وهذا الحديث الشريف وبعض الأخبار تدلّ على وجه الجمع بينها.</w:t>
      </w:r>
    </w:p>
    <w:p w:rsidR="00AA2ABC" w:rsidRDefault="00AA2ABC" w:rsidP="002704FD">
      <w:pPr>
        <w:pStyle w:val="libNormal"/>
        <w:rPr>
          <w:rtl/>
        </w:rPr>
      </w:pPr>
      <w:r>
        <w:rPr>
          <w:rtl/>
        </w:rPr>
        <w:t>وذلك انّ الصوف لو لبس تارة في العبادة أو غيرها تواضعاً وانكساراً ، أو لبس لدفع البرد ، أو لكونه أرخص فلا بأس به ، لكنّ المداومة عليه والاختصاص به بحيث يرجّح الانسان نفسه على الآخرين ويجعله ميزة له مذموم وقبيح ، كما يظهر هذا من الفقرة الآتية من الحديث الشريف.</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البسو الثياب من القطن فانّه لباس رسول الله </w:t>
      </w:r>
      <w:r w:rsidR="00BF0EA2" w:rsidRPr="00BF0EA2">
        <w:rPr>
          <w:rStyle w:val="libAlaemChar"/>
          <w:rFonts w:hint="cs"/>
          <w:rtl/>
        </w:rPr>
        <w:t>صلى‌الله‌عليه‌وآله</w:t>
      </w:r>
      <w:r>
        <w:rPr>
          <w:rtl/>
        </w:rPr>
        <w:t xml:space="preserve"> ولباسنا ، ولم يكن يلبس الصوف والشعر الاّ من علّة </w:t>
      </w:r>
      <w:r w:rsidRPr="001008E4">
        <w:rPr>
          <w:rStyle w:val="libFootnotenumChar"/>
          <w:rtl/>
        </w:rPr>
        <w:t>(1)</w:t>
      </w:r>
      <w:r>
        <w:rPr>
          <w:rtl/>
        </w:rPr>
        <w:t>.</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لا تلبس الصوف والشعر الاّ من علّة</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انّه قال : [ قال رسول الله </w:t>
      </w:r>
      <w:r w:rsidR="00BF0EA2" w:rsidRPr="00BF0EA2">
        <w:rPr>
          <w:rStyle w:val="libAlaemChar"/>
          <w:rFonts w:hint="cs"/>
          <w:rtl/>
        </w:rPr>
        <w:t>صلى‌الله‌عليه‌وآله</w:t>
      </w:r>
      <w:r>
        <w:rPr>
          <w:rtl/>
        </w:rPr>
        <w:t xml:space="preserve"> : ] خمس لا أدعهنّ حتى الممات : الأكل على الحضيض مع العبيد ، وركوبي الحمار مؤكفاً ، وحلب العنز بيدي ، ولبس الصوف ، والتسليم على الصبيان لتكون سنة من بعدي </w:t>
      </w:r>
      <w:r w:rsidRPr="001008E4">
        <w:rPr>
          <w:rStyle w:val="libFootnotenumChar"/>
          <w:rtl/>
        </w:rPr>
        <w:t>(3)</w:t>
      </w:r>
      <w:r>
        <w:rPr>
          <w:rtl/>
        </w:rPr>
        <w:t>.</w:t>
      </w:r>
    </w:p>
    <w:p w:rsidR="00AA2ABC" w:rsidRDefault="00AA2ABC" w:rsidP="002704FD">
      <w:pPr>
        <w:pStyle w:val="libNormal"/>
        <w:rPr>
          <w:rtl/>
        </w:rPr>
      </w:pPr>
      <w:r>
        <w:rPr>
          <w:rtl/>
        </w:rPr>
        <w:t xml:space="preserve">وروي عن محمد بن الحسين بن كثير انّه قال : رأيت أبا عبدالله </w:t>
      </w:r>
      <w:r w:rsidR="00763E2E" w:rsidRPr="00763E2E">
        <w:rPr>
          <w:rStyle w:val="libAlaemChar"/>
          <w:rFonts w:hint="cs"/>
          <w:rtl/>
        </w:rPr>
        <w:t>عليه‌السلام</w:t>
      </w:r>
      <w:r>
        <w:rPr>
          <w:rtl/>
        </w:rPr>
        <w:t xml:space="preserve"> وعليه قميص غليظ خشن تحت ثيابه ، وفوقها جبّة صوف ، وفوقها قميص غليظ [ فمسستها ، فقلت : جعلت فداك انّ الناس يكرهون لباس الصوف.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6 : 450 ح 2 باب لبس الصوف والشعر والوبر.</w:t>
      </w:r>
    </w:p>
    <w:p w:rsidR="00AA2ABC" w:rsidRDefault="00AA2ABC" w:rsidP="001008E4">
      <w:pPr>
        <w:pStyle w:val="libFootnote0"/>
        <w:rPr>
          <w:rtl/>
        </w:rPr>
      </w:pPr>
      <w:r>
        <w:rPr>
          <w:rtl/>
        </w:rPr>
        <w:t>2 ـ الكافي 6 : 449 ح 1 باب لبس الصوف والشعر والوبر.</w:t>
      </w:r>
    </w:p>
    <w:p w:rsidR="00AA2ABC" w:rsidRDefault="00AA2ABC" w:rsidP="001008E4">
      <w:pPr>
        <w:pStyle w:val="libFootnote0"/>
        <w:rPr>
          <w:rtl/>
        </w:rPr>
      </w:pPr>
      <w:r>
        <w:rPr>
          <w:rtl/>
        </w:rPr>
        <w:t>3 ـ الخصال : 271 ح 12 باب 5.</w:t>
      </w:r>
    </w:p>
    <w:p w:rsidR="00AA2ABC" w:rsidRDefault="00AA2ABC" w:rsidP="002704FD">
      <w:pPr>
        <w:pStyle w:val="libNormal"/>
        <w:rPr>
          <w:rtl/>
        </w:rPr>
      </w:pPr>
      <w:r>
        <w:rPr>
          <w:rtl/>
        </w:rPr>
        <w:br w:type="page"/>
      </w:r>
      <w:r>
        <w:rPr>
          <w:rtl/>
        </w:rPr>
        <w:lastRenderedPageBreak/>
        <w:t xml:space="preserve">فقال : كلاّ كان أبي محمد بن عليّ </w:t>
      </w:r>
      <w:r w:rsidR="000A073B" w:rsidRPr="000A073B">
        <w:rPr>
          <w:rStyle w:val="libAlaemChar"/>
          <w:rFonts w:hint="cs"/>
          <w:rtl/>
        </w:rPr>
        <w:t>عليهما‌السلام</w:t>
      </w:r>
      <w:r>
        <w:rPr>
          <w:rtl/>
        </w:rPr>
        <w:t xml:space="preserve"> يلبسها ، وكان عليّ بن الحسين </w:t>
      </w:r>
      <w:r w:rsidR="00763E2E" w:rsidRPr="00763E2E">
        <w:rPr>
          <w:rStyle w:val="libAlaemChar"/>
          <w:rFonts w:hint="cs"/>
          <w:rtl/>
        </w:rPr>
        <w:t>عليه‌السلام</w:t>
      </w:r>
      <w:r>
        <w:rPr>
          <w:rtl/>
        </w:rPr>
        <w:t xml:space="preserve"> يلبسها ] وكانوا </w:t>
      </w:r>
      <w:r w:rsidR="000A073B" w:rsidRPr="000A073B">
        <w:rPr>
          <w:rStyle w:val="libAlaemChar"/>
          <w:rFonts w:hint="cs"/>
          <w:rtl/>
        </w:rPr>
        <w:t>عليهم‌السلام</w:t>
      </w:r>
      <w:r>
        <w:rPr>
          <w:rtl/>
        </w:rPr>
        <w:t xml:space="preserve"> يلبسون أغلظ ثيابهم إذا قاموا إلى الصلاة ، ونحن نفعل ذلك </w:t>
      </w:r>
      <w:r w:rsidRPr="001008E4">
        <w:rPr>
          <w:rStyle w:val="libFootnotenumChar"/>
          <w:rtl/>
        </w:rPr>
        <w:t>(1)</w:t>
      </w:r>
      <w:r>
        <w:rPr>
          <w:rtl/>
        </w:rPr>
        <w:t>.</w:t>
      </w:r>
    </w:p>
    <w:p w:rsidR="00AA2ABC" w:rsidRDefault="00AA2ABC" w:rsidP="002704FD">
      <w:pPr>
        <w:pStyle w:val="libNormal"/>
        <w:rPr>
          <w:rtl/>
        </w:rPr>
      </w:pPr>
      <w:r>
        <w:rPr>
          <w:rtl/>
        </w:rPr>
        <w:t xml:space="preserve">ويظهر من أكثر الأحاديث المعتبرة المذكورة في باب زي ولباس رسول الله والأئمة صلوات الله عليهم ـ وقد ذكرنا بعضها في اللمعات ـ انّ لباسهم المعهود والمتعارف لم يكن صوفاً ولا من شعر ، وما دلّ من بعض الأخبار على انّهم </w:t>
      </w:r>
      <w:r w:rsidR="000A073B" w:rsidRPr="000A073B">
        <w:rPr>
          <w:rStyle w:val="libAlaemChar"/>
          <w:rFonts w:hint="cs"/>
          <w:rtl/>
        </w:rPr>
        <w:t>عليهم‌السلام</w:t>
      </w:r>
      <w:r>
        <w:rPr>
          <w:rtl/>
        </w:rPr>
        <w:t xml:space="preserve"> كانوا يلبسون الصوف ندرة فمحمول على وجه من الوجوه المذكورة في هذا الباب وفي اللّمع الماضية.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 xml:space="preserve">1 ـ الكافي 6 : 450 ح 4 باب لبس الصوف والشعر والوبر. </w:t>
      </w:r>
    </w:p>
    <w:p w:rsidR="00AA2ABC" w:rsidRDefault="00AA2ABC" w:rsidP="002704FD">
      <w:pPr>
        <w:pStyle w:val="libNormal"/>
        <w:rPr>
          <w:rtl/>
        </w:rPr>
      </w:pPr>
      <w:r>
        <w:rPr>
          <w:rtl/>
        </w:rPr>
        <w:br w:type="page"/>
      </w:r>
      <w:r>
        <w:rPr>
          <w:rtl/>
        </w:rPr>
        <w:lastRenderedPageBreak/>
        <w:t xml:space="preserve">[ قال رسول الله </w:t>
      </w:r>
      <w:r w:rsidR="00BF0EA2" w:rsidRPr="00BF0EA2">
        <w:rPr>
          <w:rStyle w:val="libAlaemChar"/>
          <w:rFonts w:hint="cs"/>
          <w:rtl/>
        </w:rPr>
        <w:t>صلى‌الله‌عليه‌وآله</w:t>
      </w:r>
      <w:r>
        <w:rPr>
          <w:rtl/>
        </w:rPr>
        <w:t xml:space="preserve"> لأبي ذر </w:t>
      </w:r>
      <w:r w:rsidR="003856BA" w:rsidRPr="003856BA">
        <w:rPr>
          <w:rStyle w:val="libAlaemChar"/>
          <w:rFonts w:hint="cs"/>
          <w:rtl/>
        </w:rPr>
        <w:t>رحمه‌الله</w:t>
      </w:r>
      <w:r>
        <w:rPr>
          <w:rtl/>
        </w:rPr>
        <w:t xml:space="preserve"> ] : </w:t>
      </w:r>
    </w:p>
    <w:p w:rsidR="00AA2ABC" w:rsidRDefault="00AA2ABC" w:rsidP="002704FD">
      <w:pPr>
        <w:pStyle w:val="libNormal"/>
        <w:rPr>
          <w:rtl/>
        </w:rPr>
      </w:pPr>
      <w:r>
        <w:rPr>
          <w:rtl/>
        </w:rPr>
        <w:t xml:space="preserve">يا أباذر يكون في آخر الزمان قوم يلبسون الصوف في صيفهم وشتائهم ، ويرون انّ لهم الفضل بذلك على غيرهم ، أولئك تلعنهم ملائكة السماوات والأرض. </w:t>
      </w:r>
    </w:p>
    <w:p w:rsidR="00AA2ABC" w:rsidRDefault="00AA2ABC" w:rsidP="002704FD">
      <w:pPr>
        <w:pStyle w:val="libNormal"/>
        <w:rPr>
          <w:rtl/>
        </w:rPr>
      </w:pPr>
      <w:r>
        <w:rPr>
          <w:rtl/>
        </w:rPr>
        <w:t>يا أباذر ألا أخبرك بأهل الجنّة؟ قلت : بلى يا رسول الله ، قال : كلّ أشعث أغبر ذي طمرين ، لا يؤبه به ، ولم أقسم على الله لأبرّه.</w:t>
      </w:r>
    </w:p>
    <w:p w:rsidR="00AA2ABC" w:rsidRDefault="00AA2ABC" w:rsidP="002704FD">
      <w:pPr>
        <w:pStyle w:val="libNormal"/>
        <w:rPr>
          <w:rtl/>
        </w:rPr>
      </w:pPr>
      <w:r>
        <w:rPr>
          <w:rtl/>
        </w:rPr>
        <w:t xml:space="preserve">اعلم انّ رسول الله </w:t>
      </w:r>
      <w:r w:rsidR="00BF0EA2" w:rsidRPr="00BF0EA2">
        <w:rPr>
          <w:rStyle w:val="libAlaemChar"/>
          <w:rFonts w:hint="cs"/>
          <w:rtl/>
        </w:rPr>
        <w:t>صلى‌الله‌عليه‌وآله</w:t>
      </w:r>
      <w:r>
        <w:rPr>
          <w:rtl/>
        </w:rPr>
        <w:t xml:space="preserve"> بما انّه عالم بجميع العلوم بالوحي الالهي ، ومطلع على جميع الرموز الغيبية ، فلمّا ذكر مدح التواضع والانكسار ولبس الصوف كان يعلم بمجيء جمع من ذوي البدع وأصحاب الضلال بعده يخدعون الناس بهذ اللباس ، فلذا ذكر انّ جمعاً سيأتون هكذا علامتهم وهكذا لباسهم فهم ملعونون ، كي لا ينخدع الناس بهم.</w:t>
      </w:r>
    </w:p>
    <w:p w:rsidR="00AA2ABC" w:rsidRDefault="00AA2ABC" w:rsidP="002704FD">
      <w:pPr>
        <w:pStyle w:val="libNormal"/>
        <w:rPr>
          <w:rtl/>
        </w:rPr>
      </w:pPr>
      <w:r>
        <w:rPr>
          <w:rtl/>
        </w:rPr>
        <w:t xml:space="preserve">ولم يكن لغير الفرقة الضالة المبتدعة الصوفية هذه العلامة والسمة ، واخبار النبي </w:t>
      </w:r>
      <w:r w:rsidR="00BF0EA2" w:rsidRPr="00BF0EA2">
        <w:rPr>
          <w:rStyle w:val="libAlaemChar"/>
          <w:rFonts w:hint="cs"/>
          <w:rtl/>
        </w:rPr>
        <w:t>صلى‌الله‌عليه‌وآله</w:t>
      </w:r>
      <w:r>
        <w:rPr>
          <w:rtl/>
        </w:rPr>
        <w:t xml:space="preserve"> بوجودهم فيما بعد من معاجزه العظيمة ، وقرن كلامه الذام لهم بالاعجاز كي لا تبقى شبهة لأحد فيه ، ومن أنكر مع هذه الآية البيّنة فعليه لعنة الله تعالى وملائكته.</w:t>
      </w:r>
    </w:p>
    <w:p w:rsidR="00AA2ABC" w:rsidRDefault="00AA2ABC" w:rsidP="002704FD">
      <w:pPr>
        <w:pStyle w:val="libNormal"/>
        <w:rPr>
          <w:rtl/>
        </w:rPr>
      </w:pPr>
      <w:bookmarkStart w:id="204" w:name="_Toc392501938"/>
      <w:bookmarkStart w:id="205" w:name="_Toc392502886"/>
      <w:r w:rsidRPr="005B0F06">
        <w:rPr>
          <w:rStyle w:val="Heading1Char"/>
          <w:rtl/>
        </w:rPr>
        <w:t>و</w:t>
      </w:r>
      <w:bookmarkEnd w:id="204"/>
      <w:bookmarkEnd w:id="205"/>
      <w:r w:rsidRPr="00E22B05">
        <w:rPr>
          <w:rtl/>
        </w:rPr>
        <w:t xml:space="preserve">لم يكن منشأ لعنهم لبس الصوف </w:t>
      </w:r>
      <w:r>
        <w:rPr>
          <w:rtl/>
        </w:rPr>
        <w:t xml:space="preserve">فحسب ، بل انّ النبي </w:t>
      </w:r>
      <w:r w:rsidR="00BF0EA2" w:rsidRPr="00BF0EA2">
        <w:rPr>
          <w:rStyle w:val="libAlaemChar"/>
          <w:rFonts w:hint="cs"/>
          <w:rtl/>
        </w:rPr>
        <w:t>صلى‌الله‌عليه‌وآله</w:t>
      </w:r>
      <w:r>
        <w:rPr>
          <w:rtl/>
        </w:rPr>
        <w:t xml:space="preserve"> كان يعلم بالوحي الالهي انّهم سيبطلون شرعه ويحرفون دينه ، وسيذهبون في عقائدهم إلى الكفر والزندقة ، وسيتركون العبادة ويلجؤون إلى المخترعات والمبتدعات التي عملوها ، فيصدون الناس عن العبادة ، فلذا لعنهم </w:t>
      </w:r>
      <w:r w:rsidR="00BF0EA2" w:rsidRPr="00BF0EA2">
        <w:rPr>
          <w:rStyle w:val="libAlaemChar"/>
          <w:rFonts w:hint="cs"/>
          <w:rtl/>
        </w:rPr>
        <w:t>صلى‌الله‌عليه‌وآله</w:t>
      </w:r>
      <w:r>
        <w:rPr>
          <w:rtl/>
        </w:rPr>
        <w:t xml:space="preserve"> ، </w:t>
      </w:r>
    </w:p>
    <w:p w:rsidR="00AA2ABC" w:rsidRDefault="00AA2ABC" w:rsidP="002704FD">
      <w:pPr>
        <w:pStyle w:val="libNormal0"/>
        <w:rPr>
          <w:rtl/>
        </w:rPr>
      </w:pPr>
      <w:r>
        <w:rPr>
          <w:rtl/>
        </w:rPr>
        <w:br w:type="page"/>
      </w:r>
      <w:r>
        <w:rPr>
          <w:rtl/>
        </w:rPr>
        <w:lastRenderedPageBreak/>
        <w:t>وجعل هذه الهيأة واللباس علامة لهم كي يعرفوا.</w:t>
      </w:r>
    </w:p>
    <w:p w:rsidR="00AA2ABC" w:rsidRDefault="00AA2ABC" w:rsidP="002704FD">
      <w:pPr>
        <w:pStyle w:val="libNormal"/>
        <w:rPr>
          <w:rtl/>
        </w:rPr>
      </w:pPr>
      <w:r>
        <w:rPr>
          <w:rtl/>
        </w:rPr>
        <w:t>عزيزي! لو فتحت عصابة العصبيّة عن عينيك ، ونظرت بعين الانصاف لكفاك في بطلان هذه الطائفة المبتدعة الصوفية هذه الفقرة الشريفة من الحديث مع قطع النظر عن الأحاديث الكثيرة الواردة تصريحاً أو تلويحاً على بطلان أطوارهم وأعمالهم ، وذمّ شيوخهم وكبارهم.</w:t>
      </w:r>
    </w:p>
    <w:p w:rsidR="00AA2ABC" w:rsidRDefault="00AA2ABC" w:rsidP="002704FD">
      <w:pPr>
        <w:pStyle w:val="libNormal"/>
        <w:rPr>
          <w:rtl/>
        </w:rPr>
      </w:pPr>
      <w:r>
        <w:rPr>
          <w:rtl/>
        </w:rPr>
        <w:t xml:space="preserve">ولقد ذمّهم أكثر القدماء والمتأخرين من علماء الشيعة رضوان الله عليهم ، وألّفوا كتباً في ردّهم كعليّ بن بابويه حيث كان يبغث إلى الامام الحجة </w:t>
      </w:r>
      <w:r w:rsidR="00763E2E" w:rsidRPr="00763E2E">
        <w:rPr>
          <w:rStyle w:val="libAlaemChar"/>
          <w:rFonts w:hint="cs"/>
          <w:rtl/>
        </w:rPr>
        <w:t>عليه‌السلام</w:t>
      </w:r>
      <w:r>
        <w:rPr>
          <w:rtl/>
        </w:rPr>
        <w:t xml:space="preserve"> رسائل وكان يأتيه الجواب ، وابنه السعيد محمد بن بابويه وهو رئيس محدّثني الشيعة حيث ولد بدعاء صاحب الأمر صلوات الله عليه ، ويشتمل دعاؤه </w:t>
      </w:r>
      <w:r w:rsidR="00763E2E" w:rsidRPr="00763E2E">
        <w:rPr>
          <w:rStyle w:val="libAlaemChar"/>
          <w:rFonts w:hint="cs"/>
          <w:rtl/>
        </w:rPr>
        <w:t>عليه‌السلام</w:t>
      </w:r>
      <w:r>
        <w:rPr>
          <w:rtl/>
        </w:rPr>
        <w:t xml:space="preserve"> له على مدحه أيضاً.</w:t>
      </w:r>
    </w:p>
    <w:p w:rsidR="00AA2ABC" w:rsidRDefault="00AA2ABC" w:rsidP="002704FD">
      <w:pPr>
        <w:pStyle w:val="libNormal"/>
        <w:rPr>
          <w:rtl/>
        </w:rPr>
      </w:pPr>
      <w:r>
        <w:rPr>
          <w:rtl/>
        </w:rPr>
        <w:t xml:space="preserve">وكالشيخ المفيد الذي هو عماد مذهب التشيع وانّ أكثر المحدثين والفضلاء المعروفين من تلامذته ، وخرج التوقيع من صاحب الأمر </w:t>
      </w:r>
      <w:r w:rsidR="00763E2E" w:rsidRPr="00763E2E">
        <w:rPr>
          <w:rStyle w:val="libAlaemChar"/>
          <w:rFonts w:hint="cs"/>
          <w:rtl/>
        </w:rPr>
        <w:t>عليه‌السلام</w:t>
      </w:r>
      <w:r>
        <w:rPr>
          <w:rtl/>
        </w:rPr>
        <w:t xml:space="preserve"> له مشتملاً على مدحه ، وقد ألّف كتاباً مبسوطاً في ردّهم.</w:t>
      </w:r>
    </w:p>
    <w:p w:rsidR="00AA2ABC" w:rsidRDefault="00AA2ABC" w:rsidP="002704FD">
      <w:pPr>
        <w:pStyle w:val="libNormal"/>
        <w:rPr>
          <w:rtl/>
        </w:rPr>
      </w:pPr>
      <w:r>
        <w:rPr>
          <w:rtl/>
        </w:rPr>
        <w:t xml:space="preserve">وكالشيخ الطوسي وهو شيخ طائفة الشيعة وعظيمها ، وتنسب أكثر أحاديث الشيعة إليه ، وكالعلامة الحلّي </w:t>
      </w:r>
      <w:r w:rsidR="003856BA" w:rsidRPr="003856BA">
        <w:rPr>
          <w:rStyle w:val="libAlaemChar"/>
          <w:rFonts w:hint="cs"/>
          <w:rtl/>
        </w:rPr>
        <w:t>رحمه‌الله</w:t>
      </w:r>
      <w:r>
        <w:rPr>
          <w:rtl/>
        </w:rPr>
        <w:t xml:space="preserve"> المشهور في الآفاق بالعلم والفضل ، وكالشيخ علي في كتابه ( مطاعن المجرمية ) وابنه الشيخ حسن في كتابه ( عمدة المقال ) ، والشيخ العالي القدر جعفر بن محمد الدرويستي في كتاب الاعتقاد ، وابن حمزة في كُتب.</w:t>
      </w:r>
    </w:p>
    <w:p w:rsidR="00AA2ABC" w:rsidRDefault="00AA2ABC" w:rsidP="002704FD">
      <w:pPr>
        <w:pStyle w:val="libNormal"/>
        <w:rPr>
          <w:rtl/>
        </w:rPr>
      </w:pPr>
      <w:r>
        <w:rPr>
          <w:rtl/>
        </w:rPr>
        <w:t xml:space="preserve">والسيد المرتضى الرازي في كتب ، وزبدة العلماء والمتورعين مولانا أحمد الأردبيلي قدس الله أرواحهم وشكر الله مساعيهم ، وغيرهم من علماء الشيعة </w:t>
      </w:r>
    </w:p>
    <w:p w:rsidR="00AA2ABC" w:rsidRDefault="00AA2ABC" w:rsidP="002704FD">
      <w:pPr>
        <w:pStyle w:val="libNormal0"/>
        <w:rPr>
          <w:rtl/>
        </w:rPr>
      </w:pPr>
      <w:r>
        <w:rPr>
          <w:rtl/>
        </w:rPr>
        <w:br w:type="page"/>
      </w:r>
      <w:r>
        <w:rPr>
          <w:rtl/>
        </w:rPr>
        <w:lastRenderedPageBreak/>
        <w:t>رضوان الله عليهم ، وذكر كلام هؤلاء الفضلاء العظماء شأناً والأخبار التي ذكروها في هذا الأمر يوجب التطويل ، وسأقوم بتأليف كتاب مستقل في هذا المطلب إن شاء الله تعالى.</w:t>
      </w:r>
    </w:p>
    <w:p w:rsidR="00AA2ABC" w:rsidRDefault="00AA2ABC" w:rsidP="002704FD">
      <w:pPr>
        <w:pStyle w:val="libNormal"/>
        <w:rPr>
          <w:rtl/>
        </w:rPr>
      </w:pPr>
      <w:r>
        <w:rPr>
          <w:rtl/>
        </w:rPr>
        <w:t xml:space="preserve">فان كنت تعتقد بيوم الجزاء فهيىء حجتك اليوم كي تجيب غداً عند الله لو طلب منك الحجة بجواب شاف ، ويكون لك عذر موجه ، ولا أدري كيف تكون معذوراً عند الله تعالى بعد ورود هذه الأحاديث الصحيحة من أهل بيت الرسالة </w:t>
      </w:r>
      <w:r w:rsidR="000A073B" w:rsidRPr="000A073B">
        <w:rPr>
          <w:rStyle w:val="libAlaemChar"/>
          <w:rFonts w:hint="cs"/>
          <w:rtl/>
        </w:rPr>
        <w:t>عليهم‌السلام</w:t>
      </w:r>
      <w:r>
        <w:rPr>
          <w:rtl/>
        </w:rPr>
        <w:t xml:space="preserve"> ، وبعد شهادة هؤلاء العظماء من علماء الشيعة رضوان الله عليهم على بطلان هذه الطائفة والطريقة ومتابعتهم.</w:t>
      </w:r>
    </w:p>
    <w:p w:rsidR="00AA2ABC" w:rsidRDefault="00AA2ABC" w:rsidP="002704FD">
      <w:pPr>
        <w:pStyle w:val="libNormal"/>
        <w:rPr>
          <w:rtl/>
        </w:rPr>
      </w:pPr>
      <w:r>
        <w:rPr>
          <w:rtl/>
        </w:rPr>
        <w:t xml:space="preserve">أتقول : انّي تابعت الحسن البصري الملعون في عدّة أحاديث؟ أو تابعت سفيان الثوري المعادي للامام الصادق </w:t>
      </w:r>
      <w:r w:rsidR="00763E2E" w:rsidRPr="00763E2E">
        <w:rPr>
          <w:rStyle w:val="libAlaemChar"/>
          <w:rFonts w:hint="cs"/>
          <w:rtl/>
        </w:rPr>
        <w:t>عليه‌السلام</w:t>
      </w:r>
      <w:r>
        <w:rPr>
          <w:rtl/>
        </w:rPr>
        <w:t xml:space="preserve"> والمعارض له ، وقد ذكرنا بعض أحواله في أوّل هذا الكتاب؟</w:t>
      </w:r>
    </w:p>
    <w:p w:rsidR="00AA2ABC" w:rsidRDefault="00AA2ABC" w:rsidP="002704FD">
      <w:pPr>
        <w:pStyle w:val="libNormal"/>
        <w:rPr>
          <w:rtl/>
        </w:rPr>
      </w:pPr>
      <w:r>
        <w:rPr>
          <w:rtl/>
        </w:rPr>
        <w:t>أو تعتذر عند الله بمتابعة الغزالي الناصبي يقيناً ، والقائل في كتبه انّه : كما يكون علياً امام فأنا أيضاً امام ، والقائل : انّ من لعن يزيد فهو مذنب ، وألّف كتباً في لعن الشيعة والرد عليهم ككتاب ( المنقذ من الضلال ) وغيرها.</w:t>
      </w:r>
    </w:p>
    <w:p w:rsidR="00AA2ABC" w:rsidRDefault="00AA2ABC" w:rsidP="002704FD">
      <w:pPr>
        <w:pStyle w:val="libNormal"/>
        <w:rPr>
          <w:rtl/>
        </w:rPr>
      </w:pPr>
      <w:r>
        <w:rPr>
          <w:rtl/>
        </w:rPr>
        <w:t xml:space="preserve">أو تحتج بمتابعة أخيه الملعون أحمد الغزالي القائل بأنّ الشيطان من أكابر أولياء الله ، أو تتشفّع بالمولى الرومي القائل بأنّ أمير المؤمنين </w:t>
      </w:r>
      <w:r w:rsidR="00763E2E" w:rsidRPr="00763E2E">
        <w:rPr>
          <w:rStyle w:val="libAlaemChar"/>
          <w:rFonts w:hint="cs"/>
          <w:rtl/>
        </w:rPr>
        <w:t>عليه‌السلام</w:t>
      </w:r>
      <w:r>
        <w:rPr>
          <w:rtl/>
        </w:rPr>
        <w:t xml:space="preserve"> سيشفع لابن ملجم فيدخل الجنّة ، وانّ أمير المؤمنين </w:t>
      </w:r>
      <w:r w:rsidR="00763E2E" w:rsidRPr="00763E2E">
        <w:rPr>
          <w:rStyle w:val="libAlaemChar"/>
          <w:rFonts w:hint="cs"/>
          <w:rtl/>
        </w:rPr>
        <w:t>عليه‌السلام</w:t>
      </w:r>
      <w:r>
        <w:rPr>
          <w:rtl/>
        </w:rPr>
        <w:t xml:space="preserve"> قال له : لا ذنب عليك ، هكذا قُدّر وكنت مجبوراً في فعلك.</w:t>
      </w:r>
    </w:p>
    <w:p w:rsidR="00AA2ABC" w:rsidRDefault="00AA2ABC" w:rsidP="002704FD">
      <w:pPr>
        <w:pStyle w:val="libNormal"/>
        <w:rPr>
          <w:rtl/>
        </w:rPr>
      </w:pPr>
      <w:r>
        <w:rPr>
          <w:rtl/>
        </w:rPr>
        <w:t xml:space="preserve">ولم تجد صفحة من ديوان المثنوي لم يذكر في أشعاره الجبر ، أو وحدة الوجود ، أو سقوط العبادة ، أو غيرها من الاعتقادات الفاسدة ، وكما هو المشهور </w:t>
      </w:r>
    </w:p>
    <w:p w:rsidR="00AA2ABC" w:rsidRDefault="00AA2ABC" w:rsidP="002704FD">
      <w:pPr>
        <w:pStyle w:val="libNormal0"/>
        <w:rPr>
          <w:rtl/>
        </w:rPr>
      </w:pPr>
      <w:r>
        <w:rPr>
          <w:rtl/>
        </w:rPr>
        <w:br w:type="page"/>
      </w:r>
      <w:r>
        <w:rPr>
          <w:rtl/>
        </w:rPr>
        <w:lastRenderedPageBreak/>
        <w:t>منه والذي قبله تابعيه انّ الغناء والمزمار و ... عبادة.</w:t>
      </w:r>
    </w:p>
    <w:p w:rsidR="00AA2ABC" w:rsidRDefault="00AA2ABC" w:rsidP="002704FD">
      <w:pPr>
        <w:pStyle w:val="libNormal"/>
        <w:rPr>
          <w:rtl/>
        </w:rPr>
      </w:pPr>
      <w:r>
        <w:rPr>
          <w:rtl/>
        </w:rPr>
        <w:t xml:space="preserve">أو تلجأ إلى محي الدين وقد سمعت خزعبلاته في أوّل الكتاب وآخره ، والقائل انّ جمعاً من أولياء الله يرون الرافضة على صور الخنازير ، والقائل انّي لمّا عرجت رأيت رتبة عليّ أقلّ من رتبة أبي بكر وعثمان ، ورأيت أبا بكر في العرش فلمّا رجعت قلت لعليّ : كيف كنت تدّعي في الدنيا أنّك أفضل منهم ورأيتك الآن في أدنى المراتب </w:t>
      </w:r>
      <w:r w:rsidRPr="001008E4">
        <w:rPr>
          <w:rStyle w:val="libFootnotenumChar"/>
          <w:rtl/>
        </w:rPr>
        <w:t>(1)</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لا يخفى على القارىء الكريم انّ جمعاً من العلماء الكبار والعرفاء العظام يعتقدون يتشيّع ابن عربي وغيره من العرفاء ، ويقولون : انّ ما يوجد في كتبه من هذا القبيل إنما صدر تقية وذلك مراعاة للظروف الصعبة التي كان يعيشها الشيعة آنذاك ، والمتتبع لتاريخ حياته يذعن بهذا ، مضافاً إلى وجود مطالب في طيّ كتبه تشعر بتشيّعه واعتقاده بالمذهب الحق.</w:t>
      </w:r>
    </w:p>
    <w:p w:rsidR="00AA2ABC" w:rsidRDefault="00AA2ABC" w:rsidP="001008E4">
      <w:pPr>
        <w:pStyle w:val="libFootnote0"/>
        <w:rPr>
          <w:rtl/>
        </w:rPr>
      </w:pPr>
      <w:r>
        <w:rPr>
          <w:rtl/>
        </w:rPr>
        <w:t xml:space="preserve">انّ صدر المتألّهين الذي هو من كبار العرفاء والذي قام الامام الراحل </w:t>
      </w:r>
      <w:r w:rsidR="003856BA" w:rsidRPr="003856BA">
        <w:rPr>
          <w:rStyle w:val="libAlaemChar"/>
          <w:rFonts w:hint="cs"/>
          <w:rtl/>
        </w:rPr>
        <w:t>قدس‌سره</w:t>
      </w:r>
      <w:r>
        <w:rPr>
          <w:rtl/>
        </w:rPr>
        <w:t xml:space="preserve"> في رسالته إلى غورباتشف عندما يذكر اسمه : « رضوان الله تعالى عليه وحشره الله مع النبيين والصالحين » فصدر المتألهين هذا كان يخضع ويتواضع كثيراً لابن العربي مع البعد الزمني الذي كان بينهما وكان يعتقد بتشيعه ، وكذلك الشيخ البهائي </w:t>
      </w:r>
      <w:r w:rsidR="003856BA" w:rsidRPr="003856BA">
        <w:rPr>
          <w:rStyle w:val="libAlaemChar"/>
          <w:rFonts w:hint="cs"/>
          <w:rtl/>
        </w:rPr>
        <w:t>رحمه‌الله</w:t>
      </w:r>
      <w:r>
        <w:rPr>
          <w:rtl/>
        </w:rPr>
        <w:t xml:space="preserve"> حيث عبّر عنه في كتابه « الأربعين » في ذيل حديث رقم ( 36 ) ب ـ : العارف الكامل ، وعبّر عنه الامام الراحل </w:t>
      </w:r>
      <w:r w:rsidR="003856BA" w:rsidRPr="003856BA">
        <w:rPr>
          <w:rStyle w:val="libAlaemChar"/>
          <w:rFonts w:hint="cs"/>
          <w:rtl/>
        </w:rPr>
        <w:t>قدس‌سره</w:t>
      </w:r>
      <w:r>
        <w:rPr>
          <w:rtl/>
        </w:rPr>
        <w:t xml:space="preserve"> في تلك الرسالة : « بالرجل العظيم » وطلب من غورباتشف ارسال بعض علمائهم إلى قم للاطلاع على معتقداته.</w:t>
      </w:r>
    </w:p>
    <w:p w:rsidR="00AA2ABC" w:rsidRDefault="00AA2ABC" w:rsidP="001008E4">
      <w:pPr>
        <w:pStyle w:val="libFootnote0"/>
        <w:rPr>
          <w:rtl/>
        </w:rPr>
      </w:pPr>
      <w:r>
        <w:rPr>
          <w:rtl/>
        </w:rPr>
        <w:t xml:space="preserve">ويحتمل قويّاً دسّ أُمور في كتبه وتحريفها ، والشاهد على ما نقول ما نقله الشعراني في مبحث « أشراط الساعة » في ظهور المهدي </w:t>
      </w:r>
      <w:r w:rsidR="00763E2E" w:rsidRPr="00763E2E">
        <w:rPr>
          <w:rStyle w:val="libAlaemChar"/>
          <w:rFonts w:hint="cs"/>
          <w:rtl/>
        </w:rPr>
        <w:t>عليه‌السلام</w:t>
      </w:r>
      <w:r>
        <w:rPr>
          <w:rtl/>
        </w:rPr>
        <w:t xml:space="preserve"> عن فتوحات ابن عربي حيث أنّه نسب الامام </w:t>
      </w:r>
      <w:r w:rsidR="00763E2E" w:rsidRPr="00763E2E">
        <w:rPr>
          <w:rStyle w:val="libAlaemChar"/>
          <w:rFonts w:hint="cs"/>
          <w:rtl/>
        </w:rPr>
        <w:t>عليه‌السلام</w:t>
      </w:r>
      <w:r>
        <w:rPr>
          <w:rtl/>
        </w:rPr>
        <w:t xml:space="preserve"> أباً عن جدٍّ حتى أوصله إلى النبيّ </w:t>
      </w:r>
      <w:r w:rsidR="00BF0EA2" w:rsidRPr="00BF0EA2">
        <w:rPr>
          <w:rStyle w:val="libAlaemChar"/>
          <w:rFonts w:hint="cs"/>
          <w:rtl/>
        </w:rPr>
        <w:t>صلى‌الله‌عليه‌وآله</w:t>
      </w:r>
      <w:r>
        <w:rPr>
          <w:rtl/>
        </w:rPr>
        <w:t xml:space="preserve"> وقال : انّه من عترة الرسول </w:t>
      </w:r>
      <w:r w:rsidR="00BF0EA2" w:rsidRPr="00BF0EA2">
        <w:rPr>
          <w:rStyle w:val="libAlaemChar"/>
          <w:rFonts w:hint="cs"/>
          <w:rtl/>
        </w:rPr>
        <w:t>صلى‌الله‌عليه‌وآله</w:t>
      </w:r>
      <w:r>
        <w:rPr>
          <w:rtl/>
        </w:rPr>
        <w:t xml:space="preserve"> ومن أبناء فاطمة </w:t>
      </w:r>
      <w:r w:rsidR="00BF0EA2" w:rsidRPr="00BF0EA2">
        <w:rPr>
          <w:rStyle w:val="libAlaemChar"/>
          <w:rFonts w:hint="cs"/>
          <w:rtl/>
        </w:rPr>
        <w:t>عليها‌السلام</w:t>
      </w:r>
      <w:r>
        <w:rPr>
          <w:rtl/>
        </w:rPr>
        <w:t xml:space="preserve"> ، لكن لم نجد هذه العبارة في الفتوحات المطبوع ، مع انّ الشعراني كتب هذا المطلب في عام ( 958 هـ ).</w:t>
      </w:r>
    </w:p>
    <w:p w:rsidR="00AA2ABC" w:rsidRDefault="00AA2ABC" w:rsidP="001008E4">
      <w:pPr>
        <w:pStyle w:val="libFootnote0"/>
        <w:rPr>
          <w:rtl/>
        </w:rPr>
      </w:pPr>
      <w:r>
        <w:rPr>
          <w:rtl/>
        </w:rPr>
        <w:t xml:space="preserve">وما ذكره العلاّمة المجلسي </w:t>
      </w:r>
      <w:r w:rsidR="003856BA" w:rsidRPr="003856BA">
        <w:rPr>
          <w:rStyle w:val="libAlaemChar"/>
          <w:rFonts w:hint="cs"/>
          <w:rtl/>
        </w:rPr>
        <w:t>رحمه‌الله</w:t>
      </w:r>
      <w:r>
        <w:rPr>
          <w:rtl/>
        </w:rPr>
        <w:t xml:space="preserve"> من انّ جمعاً يرون الروافض على صور الخنازير ، فنقول فيه : انّ لفظ الرافضة لا يُطلق على الشيعة الاثنى عشرية فحسب بل يشمل فرقاً أُخرى أيضاً ، كما انّ لفظ الشيعة لا يعادل الفرقة الاثنى عشرية المحقة فحسب ، كما يظهر هذا من قول الشعراني في اليواقيت في مبحث سؤال منكر ونكير وعذاب القبر ونعيمه ، فقال : « ... وجميع ما ورد فيه حقّ خلافاً لبعض المعتزلة والروافض » ثمّ قال : « والمراد بالروافض الجهمية ».</w:t>
      </w:r>
    </w:p>
    <w:p w:rsidR="00AA2ABC" w:rsidRDefault="00AA2ABC" w:rsidP="001008E4">
      <w:pPr>
        <w:pStyle w:val="libFootnote0"/>
        <w:rPr>
          <w:rtl/>
        </w:rPr>
      </w:pPr>
      <w:r>
        <w:rPr>
          <w:rtl/>
        </w:rPr>
        <w:t xml:space="preserve">ويصرّح ابن عربي نفسه في الفتوحات بأنّ علياً </w:t>
      </w:r>
      <w:r w:rsidR="00763E2E" w:rsidRPr="00763E2E">
        <w:rPr>
          <w:rStyle w:val="libAlaemChar"/>
          <w:rFonts w:hint="cs"/>
          <w:rtl/>
        </w:rPr>
        <w:t>عليه‌السلام</w:t>
      </w:r>
      <w:r>
        <w:rPr>
          <w:rtl/>
        </w:rPr>
        <w:t xml:space="preserve"> كان أقرب الناس برسول الله صلّى الله عليه وآله </w:t>
      </w:r>
    </w:p>
    <w:p w:rsidR="00AA2ABC" w:rsidRDefault="00AA2ABC" w:rsidP="002704FD">
      <w:pPr>
        <w:pStyle w:val="libNormal"/>
        <w:rPr>
          <w:rtl/>
        </w:rPr>
      </w:pPr>
      <w:r>
        <w:rPr>
          <w:rtl/>
        </w:rPr>
        <w:br w:type="page"/>
      </w:r>
      <w:r>
        <w:rPr>
          <w:rtl/>
        </w:rPr>
        <w:lastRenderedPageBreak/>
        <w:t>وله ولأمثاله كثير مثل هذه الأمور ، والتوجه إليها يوجب طول الكلام ، فلو انخدعت بدعاويهم ألا تحتمل انّهم فعلوا ذلك لحبّ الدنيا؟ فلو شئت امتحنت هذا القائل بعلمه بجميع أسرار الغيب ، وانكشاف جميع الأشياء له ، وانّه يذهب إلى العرش في كلّ ليلة عشر مرّات ، بسؤال من شكيّات الصلاة ، أو مسألة عويصة من الميراث أو غيره ، أو سألته عن معنى حديث صعب ، فلو كان صادقاً فيما ادعاه لبيّن لك هذا أيضاً.</w:t>
      </w:r>
    </w:p>
    <w:p w:rsidR="00AA2ABC" w:rsidRDefault="00AA2ABC" w:rsidP="002704FD">
      <w:pPr>
        <w:pStyle w:val="libNormal"/>
        <w:rPr>
          <w:rtl/>
        </w:rPr>
      </w:pPr>
      <w:r>
        <w:rPr>
          <w:rtl/>
        </w:rPr>
        <w:t xml:space="preserve">روي بسند صحيح عن أبي عبدالله </w:t>
      </w:r>
      <w:r w:rsidR="00763E2E" w:rsidRPr="00763E2E">
        <w:rPr>
          <w:rStyle w:val="libAlaemChar"/>
          <w:rFonts w:hint="cs"/>
          <w:rtl/>
        </w:rPr>
        <w:t>عليه‌السلام</w:t>
      </w:r>
      <w:r>
        <w:rPr>
          <w:rtl/>
        </w:rPr>
        <w:t xml:space="preserve"> انّه قال : انّ آية الكذّاب بأن يخبرك خبر السماء والأرض والمشرق والمغرب ، فاذا سألته عن حرام الله وحلاله لم يكن عنده شيء </w:t>
      </w:r>
      <w:r w:rsidRPr="001008E4">
        <w:rPr>
          <w:rStyle w:val="libFootnotenumChar"/>
          <w:rtl/>
        </w:rPr>
        <w:t>(1)</w:t>
      </w:r>
      <w:r>
        <w:rPr>
          <w:rtl/>
        </w:rPr>
        <w:t>.</w:t>
      </w:r>
    </w:p>
    <w:p w:rsidR="00AA2ABC" w:rsidRDefault="00AA2ABC" w:rsidP="002704FD">
      <w:pPr>
        <w:pStyle w:val="libNormal"/>
        <w:rPr>
          <w:rtl/>
        </w:rPr>
      </w:pPr>
      <w:r>
        <w:rPr>
          <w:rtl/>
        </w:rPr>
        <w:t xml:space="preserve">فلماذا هذا المدعي لفهم مسألة وحدة الوجود الغامضة ، وقصرت عقول جميع الفضلاء عن فهمها ، فلماذا لم يفهم مطلباً سهلاً حتى لو ذكّر به خمسين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وسلّم ، وقال أيضاً ما معناه : « انّ نار جهنّم سوف تصير برداً وسلاماً على أهلها ببركة أهل البيت </w:t>
      </w:r>
      <w:r w:rsidR="000A073B" w:rsidRPr="000A073B">
        <w:rPr>
          <w:rStyle w:val="libAlaemChar"/>
          <w:rFonts w:hint="cs"/>
          <w:rtl/>
        </w:rPr>
        <w:t>عليهم‌السلام</w:t>
      </w:r>
      <w:r>
        <w:rPr>
          <w:rtl/>
        </w:rPr>
        <w:t xml:space="preserve"> » ( اقتبسنا بعض هذه السطور من كتاب نداء التوحيد لمؤلفه الشيخ جوادي آملي ).</w:t>
      </w:r>
    </w:p>
    <w:p w:rsidR="00AA2ABC" w:rsidRDefault="00AA2ABC" w:rsidP="001008E4">
      <w:pPr>
        <w:pStyle w:val="libFootnote0"/>
        <w:rPr>
          <w:rtl/>
        </w:rPr>
      </w:pPr>
      <w:r>
        <w:rPr>
          <w:rtl/>
        </w:rPr>
        <w:t xml:space="preserve">ومن العرفاء الذين اتّهموا بالتسنن أيضا ابن الفارض المصري ، لكن يظهر من سيرته وأعماله انّه من الشيعة حيث انّه ردّ صلة الملك ولم يحضر في مجلسه ، ولما أتاه الملك بنفسه لزيارته خرج من الباب الأُخرى ولم يلتق به ورفض في مرضه عطية الملك باتخاذه ضريحاً له عند قبر أُمّه بقبة الشافعي ، فرفض هذه العطيّة ولم يأذن للمك بذلك ، ولم نعهد هذه السيرة من علماء أبناء العامة ، فهذه إن دلّت على شيء فإنّما تدل على تشيعّه. </w:t>
      </w:r>
    </w:p>
    <w:p w:rsidR="00AA2ABC" w:rsidRDefault="00AA2ABC" w:rsidP="001008E4">
      <w:pPr>
        <w:pStyle w:val="libFootnote0"/>
        <w:rPr>
          <w:rtl/>
        </w:rPr>
      </w:pPr>
      <w:r>
        <w:rPr>
          <w:rtl/>
        </w:rPr>
        <w:t xml:space="preserve">ويوجد بيتان في ديوان شعره يدلاّن على ولائه الخالص لأهل البيت </w:t>
      </w:r>
      <w:r w:rsidR="000A073B" w:rsidRPr="000A073B">
        <w:rPr>
          <w:rStyle w:val="libAlaemChar"/>
          <w:rFonts w:hint="cs"/>
          <w:rtl/>
        </w:rPr>
        <w:t>عليهم‌السلام</w:t>
      </w:r>
      <w:r>
        <w:rPr>
          <w:rtl/>
        </w:rPr>
        <w:t xml:space="preserve"> ، فأنه يقول في آخر قصيدته اليائية الساكنة :</w:t>
      </w:r>
    </w:p>
    <w:tbl>
      <w:tblPr>
        <w:bidiVisual/>
        <w:tblW w:w="5000" w:type="pct"/>
        <w:tblLook w:val="01E0"/>
      </w:tblPr>
      <w:tblGrid>
        <w:gridCol w:w="3614"/>
        <w:gridCol w:w="360"/>
        <w:gridCol w:w="3613"/>
      </w:tblGrid>
      <w:tr w:rsidR="00AA2ABC" w:rsidTr="002704FD">
        <w:tc>
          <w:tcPr>
            <w:tcW w:w="3614" w:type="dxa"/>
            <w:shd w:val="clear" w:color="auto" w:fill="auto"/>
          </w:tcPr>
          <w:p w:rsidR="00AA2ABC" w:rsidRDefault="00AA2ABC" w:rsidP="006D5976">
            <w:pPr>
              <w:pStyle w:val="libPoemFootnote"/>
              <w:rPr>
                <w:rtl/>
              </w:rPr>
            </w:pPr>
            <w:r w:rsidRPr="00372719">
              <w:rPr>
                <w:rtl/>
              </w:rPr>
              <w:t>ذهب العمر ضياعاً وانقضى</w:t>
            </w:r>
            <w:r w:rsidRPr="006D5976">
              <w:rPr>
                <w:rStyle w:val="libPoemTiniChar0"/>
                <w:rtl/>
              </w:rPr>
              <w:br/>
              <w:t> </w:t>
            </w:r>
          </w:p>
        </w:tc>
        <w:tc>
          <w:tcPr>
            <w:tcW w:w="360" w:type="dxa"/>
            <w:shd w:val="clear" w:color="auto" w:fill="auto"/>
          </w:tcPr>
          <w:p w:rsidR="00AA2ABC" w:rsidRDefault="00AA2ABC" w:rsidP="002704FD">
            <w:pPr>
              <w:rPr>
                <w:rtl/>
              </w:rPr>
            </w:pPr>
          </w:p>
        </w:tc>
        <w:tc>
          <w:tcPr>
            <w:tcW w:w="3613" w:type="dxa"/>
            <w:shd w:val="clear" w:color="auto" w:fill="auto"/>
          </w:tcPr>
          <w:p w:rsidR="00AA2ABC" w:rsidRDefault="00AA2ABC" w:rsidP="006D5976">
            <w:pPr>
              <w:pStyle w:val="libPoemFootnote"/>
              <w:rPr>
                <w:rtl/>
              </w:rPr>
            </w:pPr>
            <w:r w:rsidRPr="00372719">
              <w:rPr>
                <w:rtl/>
              </w:rPr>
              <w:t>غير ما أُوليتُ من عِقدي ولا</w:t>
            </w:r>
            <w:r w:rsidRPr="006D5976">
              <w:rPr>
                <w:rStyle w:val="libPoemTiniChar0"/>
                <w:rtl/>
              </w:rPr>
              <w:br/>
              <w:t>  </w:t>
            </w:r>
          </w:p>
        </w:tc>
      </w:tr>
      <w:tr w:rsidR="00AA2ABC" w:rsidTr="002704FD">
        <w:tc>
          <w:tcPr>
            <w:tcW w:w="3614" w:type="dxa"/>
          </w:tcPr>
          <w:p w:rsidR="00AA2ABC" w:rsidRDefault="00AA2ABC" w:rsidP="006D5976">
            <w:pPr>
              <w:pStyle w:val="libPoemFootnote"/>
              <w:rPr>
                <w:rtl/>
              </w:rPr>
            </w:pPr>
            <w:r w:rsidRPr="00372719">
              <w:rPr>
                <w:rtl/>
              </w:rPr>
              <w:t>باطلاً إذ لم أفز منكم بشيء</w:t>
            </w:r>
            <w:r w:rsidRPr="006D5976">
              <w:rPr>
                <w:rStyle w:val="libPoemTiniChar0"/>
                <w:rtl/>
              </w:rPr>
              <w:br/>
              <w:t> </w:t>
            </w:r>
          </w:p>
        </w:tc>
        <w:tc>
          <w:tcPr>
            <w:tcW w:w="360" w:type="dxa"/>
          </w:tcPr>
          <w:p w:rsidR="00AA2ABC" w:rsidRDefault="00AA2ABC" w:rsidP="002704FD">
            <w:pPr>
              <w:rPr>
                <w:rtl/>
              </w:rPr>
            </w:pPr>
          </w:p>
        </w:tc>
        <w:tc>
          <w:tcPr>
            <w:tcW w:w="3613" w:type="dxa"/>
          </w:tcPr>
          <w:p w:rsidR="00AA2ABC" w:rsidRDefault="00AA2ABC" w:rsidP="006D5976">
            <w:pPr>
              <w:pStyle w:val="libPoemFootnote"/>
              <w:rPr>
                <w:rtl/>
              </w:rPr>
            </w:pPr>
            <w:r w:rsidRPr="00372719">
              <w:rPr>
                <w:rtl/>
              </w:rPr>
              <w:t>عترة المبعوث حقّاً من قُصي</w:t>
            </w:r>
            <w:r w:rsidRPr="006D5976">
              <w:rPr>
                <w:rStyle w:val="libPoemTiniChar0"/>
                <w:rtl/>
              </w:rPr>
              <w:br/>
              <w:t>  </w:t>
            </w:r>
          </w:p>
        </w:tc>
      </w:tr>
    </w:tbl>
    <w:p w:rsidR="00AA2ABC" w:rsidRDefault="00AA2ABC" w:rsidP="001008E4">
      <w:pPr>
        <w:pStyle w:val="libFootnote0"/>
        <w:rPr>
          <w:rtl/>
        </w:rPr>
      </w:pPr>
      <w:r>
        <w:rPr>
          <w:rtl/>
        </w:rPr>
        <w:t xml:space="preserve">وقصي جدّ النبي صلى الله وآله وسلّم الرابع ، فهو محمّد </w:t>
      </w:r>
      <w:r w:rsidR="00BF0EA2" w:rsidRPr="00BF0EA2">
        <w:rPr>
          <w:rStyle w:val="libAlaemChar"/>
          <w:rFonts w:hint="cs"/>
          <w:rtl/>
        </w:rPr>
        <w:t>صلى‌الله‌عليه‌وآله</w:t>
      </w:r>
      <w:r>
        <w:rPr>
          <w:rtl/>
        </w:rPr>
        <w:t xml:space="preserve"> بن عبدالله بن عبد المطلب ابن عبد مناف بن قصي.</w:t>
      </w:r>
    </w:p>
    <w:p w:rsidR="00AA2ABC" w:rsidRDefault="00AA2ABC" w:rsidP="001008E4">
      <w:pPr>
        <w:pStyle w:val="libFootnote0"/>
        <w:rPr>
          <w:rtl/>
        </w:rPr>
      </w:pPr>
      <w:r>
        <w:rPr>
          <w:rFonts w:hint="cs"/>
          <w:rtl/>
        </w:rPr>
        <w:t>1</w:t>
      </w:r>
      <w:r>
        <w:rPr>
          <w:rtl/>
        </w:rPr>
        <w:t xml:space="preserve"> ـ الكافي 2 : 340 ح 8 باب الكذب ـ عنه البحار 72 : 248 ح 11 باب 114. </w:t>
      </w:r>
    </w:p>
    <w:p w:rsidR="00AA2ABC" w:rsidRDefault="00AA2ABC" w:rsidP="002704FD">
      <w:pPr>
        <w:pStyle w:val="libNormal0"/>
        <w:rPr>
          <w:rtl/>
        </w:rPr>
      </w:pPr>
      <w:r>
        <w:rPr>
          <w:rtl/>
        </w:rPr>
        <w:br w:type="page"/>
      </w:r>
      <w:r>
        <w:rPr>
          <w:rtl/>
        </w:rPr>
        <w:lastRenderedPageBreak/>
        <w:t>مرّة ولم يفهم ما يقوله هؤلاء الذين فهموا دقائق المعاني؟ ومع هذا لو اعترفوا انّ الكشف والانكشاف يجتمع مع الكفر ، وانّ كفار الهند ذو كشف ـ على تقرير انّ كشفهم واقعيّ ولم يريدوا الخدعة ـ فأيّ دلالة له على فضلهم؟</w:t>
      </w:r>
    </w:p>
    <w:p w:rsidR="00AA2ABC" w:rsidRDefault="00AA2ABC" w:rsidP="002704FD">
      <w:pPr>
        <w:pStyle w:val="libNormal"/>
        <w:rPr>
          <w:rtl/>
        </w:rPr>
      </w:pPr>
      <w:r>
        <w:rPr>
          <w:rtl/>
        </w:rPr>
        <w:t>وبما انّ الكلام هنا كثير وذُكر ما يكتفى به لهداية طلاب الحق في أوّل الكتاب ، وفي اللمع السابقة ، وأماكن أخر من الكتاب أختصر في هذا الموضوع ، وأختم هذا الفصل بايراد أحاديث تناسب المقام في الجملة.</w:t>
      </w:r>
    </w:p>
    <w:p w:rsidR="00AA2ABC" w:rsidRDefault="00AA2ABC" w:rsidP="002704FD">
      <w:pPr>
        <w:pStyle w:val="libNormal"/>
        <w:rPr>
          <w:rtl/>
        </w:rPr>
      </w:pPr>
      <w:r>
        <w:rPr>
          <w:rtl/>
        </w:rPr>
        <w:t xml:space="preserve">روى الشيخ الطبرسي في الاحتجاجات انّه : مرّ [ أمير المؤمنين </w:t>
      </w:r>
      <w:r w:rsidR="00763E2E" w:rsidRPr="00763E2E">
        <w:rPr>
          <w:rStyle w:val="libAlaemChar"/>
          <w:rFonts w:hint="cs"/>
          <w:rtl/>
        </w:rPr>
        <w:t>عليه‌السلام</w:t>
      </w:r>
      <w:r>
        <w:rPr>
          <w:rtl/>
        </w:rPr>
        <w:t xml:space="preserve"> وهو بالبصرة ] بالحسن البصري وهو يتوضأ ، فقال : يا حسن أسبغ الوضوء ، فقال : يا أمير المؤمنين لقد قتلت بالأمس أناساً يشهدون أن لا اله الاّ الله ، وحده لا شريك له ، وانّ محمداً عبده ورسوله ، يصلّون الخمس ، ويسبغون الوضوء.</w:t>
      </w:r>
    </w:p>
    <w:p w:rsidR="00AA2ABC" w:rsidRDefault="00AA2ABC" w:rsidP="002704FD">
      <w:pPr>
        <w:pStyle w:val="libNormal"/>
        <w:rPr>
          <w:rtl/>
        </w:rPr>
      </w:pPr>
      <w:r>
        <w:rPr>
          <w:rtl/>
        </w:rPr>
        <w:t xml:space="preserve">فقال له أمير المؤمنين </w:t>
      </w:r>
      <w:r w:rsidR="00763E2E" w:rsidRPr="00763E2E">
        <w:rPr>
          <w:rStyle w:val="libAlaemChar"/>
          <w:rFonts w:hint="cs"/>
          <w:rtl/>
        </w:rPr>
        <w:t>عليه‌السلام</w:t>
      </w:r>
      <w:r>
        <w:rPr>
          <w:rtl/>
        </w:rPr>
        <w:t xml:space="preserve"> : قد كان ما رأيت ، فما منعك أن تعين علينا عدوّنا؟ فقال : والله لأُصدّقنّك يا أمير المؤمنين ، لقد خرجت في أوّل يوم فاغتسلت وتحنّطت وصببت عليّ سلاحي ، وأنا لا أشك في أنّ التخلف عن أمّ المؤمنين عائشة هو الكفر ، فلمّا انتهيت إلى موضع من الخريبة نادى مناد : يا حسن إلى أين؟ ارجع فإنّ القاتل والمقتول في النار.</w:t>
      </w:r>
    </w:p>
    <w:p w:rsidR="00AA2ABC" w:rsidRDefault="00AA2ABC" w:rsidP="002704FD">
      <w:pPr>
        <w:pStyle w:val="libNormal"/>
        <w:rPr>
          <w:rtl/>
        </w:rPr>
      </w:pPr>
      <w:r>
        <w:rPr>
          <w:rtl/>
        </w:rPr>
        <w:t>فرجعت ذعراً وجلست في بيتي ، فلما كان في اليوم الثاني لم أشك انّ التخلّف عن أم المؤمنين عائشة هو الكفر ، فتحنّطت وصببت عليّ سلاحي وخرجت أريد القتال ، حتى انتهيت إلى موضع الخريبة ، فنادى مناد من خلفي : يا حسن إلى أين مرّة بعد أخرى فإنّ القاتل والمقتول في النار.</w:t>
      </w:r>
    </w:p>
    <w:p w:rsidR="00AA2ABC" w:rsidRDefault="00AA2ABC" w:rsidP="002704FD">
      <w:pPr>
        <w:pStyle w:val="libNormal"/>
        <w:rPr>
          <w:rtl/>
        </w:rPr>
      </w:pPr>
      <w:r>
        <w:rPr>
          <w:rtl/>
        </w:rPr>
        <w:t xml:space="preserve">فقال عليّ </w:t>
      </w:r>
      <w:r w:rsidR="00763E2E" w:rsidRPr="00763E2E">
        <w:rPr>
          <w:rStyle w:val="libAlaemChar"/>
          <w:rFonts w:hint="cs"/>
          <w:rtl/>
        </w:rPr>
        <w:t>عليه‌السلام</w:t>
      </w:r>
      <w:r>
        <w:rPr>
          <w:rtl/>
        </w:rPr>
        <w:t xml:space="preserve"> : صدقت ، أفتدري من ذلك المنادي؟ قال : لا ، قال عليّ عليه </w:t>
      </w:r>
    </w:p>
    <w:p w:rsidR="00AA2ABC" w:rsidRDefault="00AA2ABC" w:rsidP="002704FD">
      <w:pPr>
        <w:pStyle w:val="libNormal0"/>
        <w:rPr>
          <w:rtl/>
        </w:rPr>
      </w:pPr>
      <w:r>
        <w:rPr>
          <w:rtl/>
        </w:rPr>
        <w:br w:type="page"/>
      </w:r>
      <w:r>
        <w:rPr>
          <w:rtl/>
        </w:rPr>
        <w:lastRenderedPageBreak/>
        <w:t xml:space="preserve">السلام : ذاك أخوك ابليس ، وصدقك انّ القاتل والمقتول منهم في النار ... </w:t>
      </w:r>
      <w:r w:rsidRPr="001008E4">
        <w:rPr>
          <w:rStyle w:val="libFootnotenumChar"/>
          <w:rtl/>
        </w:rPr>
        <w:t>(1)</w:t>
      </w:r>
      <w:r>
        <w:rPr>
          <w:rtl/>
        </w:rPr>
        <w:t>.</w:t>
      </w:r>
    </w:p>
    <w:p w:rsidR="00AA2ABC" w:rsidRDefault="00AA2ABC" w:rsidP="002704FD">
      <w:pPr>
        <w:pStyle w:val="libNormal"/>
        <w:rPr>
          <w:rtl/>
        </w:rPr>
      </w:pPr>
      <w:r>
        <w:rPr>
          <w:rtl/>
        </w:rPr>
        <w:t xml:space="preserve">وروى أيضاً انّ أمير المؤمنين </w:t>
      </w:r>
      <w:r w:rsidR="00763E2E" w:rsidRPr="00763E2E">
        <w:rPr>
          <w:rStyle w:val="libAlaemChar"/>
          <w:rFonts w:hint="cs"/>
          <w:rtl/>
        </w:rPr>
        <w:t>عليه‌السلام</w:t>
      </w:r>
      <w:r>
        <w:rPr>
          <w:rtl/>
        </w:rPr>
        <w:t xml:space="preserve"> قال الحسن البصري : ... أما انّ لكلّ قوم سامري وهذا سامريّ هذه الامة ، أما انّه لا يقول لا مساس ولكن يقول لا قتال </w:t>
      </w:r>
      <w:r w:rsidRPr="001008E4">
        <w:rPr>
          <w:rStyle w:val="libFootnotenumChar"/>
          <w:rtl/>
        </w:rPr>
        <w:t>(2)</w:t>
      </w:r>
      <w:r>
        <w:rPr>
          <w:rtl/>
        </w:rPr>
        <w:t>.</w:t>
      </w:r>
    </w:p>
    <w:p w:rsidR="00AA2ABC" w:rsidRDefault="00AA2ABC" w:rsidP="002704FD">
      <w:pPr>
        <w:pStyle w:val="libNormal"/>
        <w:rPr>
          <w:rtl/>
        </w:rPr>
      </w:pPr>
      <w:r>
        <w:rPr>
          <w:rtl/>
        </w:rPr>
        <w:t xml:space="preserve">ونقل مباحثات طويلة عنه مع الامام زين العابدين ومحمد الباقر </w:t>
      </w:r>
      <w:r w:rsidR="000A073B" w:rsidRPr="000A073B">
        <w:rPr>
          <w:rStyle w:val="libAlaemChar"/>
          <w:rFonts w:hint="cs"/>
          <w:rtl/>
        </w:rPr>
        <w:t>عليهما‌السلام</w:t>
      </w:r>
      <w:r>
        <w:rPr>
          <w:rtl/>
        </w:rPr>
        <w:t xml:space="preserve"> تدلّ على شقائه.</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 فليذهب الحسن يميناً وشمالاً ، فوالله ما يوجد العلم الاّ هاهنا </w:t>
      </w:r>
      <w:r w:rsidRPr="001008E4">
        <w:rPr>
          <w:rStyle w:val="libFootnotenumChar"/>
          <w:rtl/>
        </w:rPr>
        <w:t>(3)</w:t>
      </w:r>
      <w:r>
        <w:rPr>
          <w:rtl/>
        </w:rPr>
        <w:t>.</w:t>
      </w:r>
    </w:p>
    <w:p w:rsidR="00AA2ABC" w:rsidRDefault="00AA2ABC" w:rsidP="002704FD">
      <w:pPr>
        <w:pStyle w:val="libNormal"/>
        <w:rPr>
          <w:rtl/>
        </w:rPr>
      </w:pPr>
      <w:r>
        <w:rPr>
          <w:rtl/>
        </w:rPr>
        <w:t xml:space="preserve">واعلم انّ الحسن البصري أحد كبار الصوفية الذين ينسبون أنفسهم إليه ، ويأخذون أكثر الأحاديث عنه ، وقد ذكر مجمل من أحواله ، ومن مشايخهم أيضاً عباد البصري وذكرنا في اللمع السابقة وغيرها بعض من سوء أدبه ومعارضته مع عليّ بن الحسين </w:t>
      </w:r>
      <w:r w:rsidR="000A073B" w:rsidRPr="000A073B">
        <w:rPr>
          <w:rStyle w:val="libAlaemChar"/>
          <w:rFonts w:hint="cs"/>
          <w:rtl/>
        </w:rPr>
        <w:t>عليهما‌السلام</w:t>
      </w:r>
      <w:r>
        <w:rPr>
          <w:rtl/>
        </w:rPr>
        <w:t xml:space="preserve"> في باب الجهاد وغيره ، وطعن على الامام وعارضه.</w:t>
      </w:r>
    </w:p>
    <w:p w:rsidR="00AA2ABC" w:rsidRDefault="00AA2ABC" w:rsidP="002704FD">
      <w:pPr>
        <w:pStyle w:val="libNormal"/>
        <w:rPr>
          <w:rtl/>
        </w:rPr>
      </w:pPr>
      <w:r>
        <w:rPr>
          <w:rtl/>
        </w:rPr>
        <w:t xml:space="preserve">روي في الكافي عن الفضيل انّه قال : كان عباد البصري عند أبي عبدالله </w:t>
      </w:r>
      <w:r w:rsidR="00763E2E" w:rsidRPr="00763E2E">
        <w:rPr>
          <w:rStyle w:val="libAlaemChar"/>
          <w:rFonts w:hint="cs"/>
          <w:rtl/>
        </w:rPr>
        <w:t>عليه‌السلام</w:t>
      </w:r>
      <w:r>
        <w:rPr>
          <w:rtl/>
        </w:rPr>
        <w:t xml:space="preserve"> يأكل ، فوضع أبو عبدالله </w:t>
      </w:r>
      <w:r w:rsidR="00763E2E" w:rsidRPr="00763E2E">
        <w:rPr>
          <w:rStyle w:val="libAlaemChar"/>
          <w:rFonts w:hint="cs"/>
          <w:rtl/>
        </w:rPr>
        <w:t>عليه‌السلام</w:t>
      </w:r>
      <w:r>
        <w:rPr>
          <w:rtl/>
        </w:rPr>
        <w:t xml:space="preserve"> يده على الأرض ، فقال له عباد : أصلحك الله أما تعلم انّ رسول الله </w:t>
      </w:r>
      <w:r w:rsidR="00BF0EA2" w:rsidRPr="00BF0EA2">
        <w:rPr>
          <w:rStyle w:val="libAlaemChar"/>
          <w:rFonts w:hint="cs"/>
          <w:rtl/>
        </w:rPr>
        <w:t>صلى‌الله‌عليه‌وآله</w:t>
      </w:r>
      <w:r>
        <w:rPr>
          <w:rtl/>
        </w:rPr>
        <w:t xml:space="preserve"> نهى عن هذا ، فرفع يده فأكل ثمّ أعادها أيضاً ، فقال له أيضاً ، فرفعها ثم أكل فأعادها ، فقال له عباد أيضاً ، فقال له أبو عبدالله </w:t>
      </w:r>
      <w:r w:rsidR="00763E2E" w:rsidRPr="00763E2E">
        <w:rPr>
          <w:rStyle w:val="libAlaemChar"/>
          <w:rFonts w:hint="cs"/>
          <w:rtl/>
        </w:rPr>
        <w:t>عليه‌السلام</w:t>
      </w:r>
      <w:r>
        <w:rPr>
          <w:rtl/>
        </w:rPr>
        <w:t xml:space="preserve"> : لا والله ما نهى رسول الله </w:t>
      </w:r>
      <w:r w:rsidR="00BF0EA2" w:rsidRPr="00BF0EA2">
        <w:rPr>
          <w:rStyle w:val="libAlaemChar"/>
          <w:rFonts w:hint="cs"/>
          <w:rtl/>
        </w:rPr>
        <w:t>صلى‌الله‌عليه‌وآله</w:t>
      </w:r>
      <w:r>
        <w:rPr>
          <w:rtl/>
        </w:rPr>
        <w:t xml:space="preserve"> عن هذا قط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الاحتجاج 1 : 402 ضمن حديث 86 ـ عنه البحار 32 : 225 ح 175 باب 4.</w:t>
      </w:r>
    </w:p>
    <w:p w:rsidR="00AA2ABC" w:rsidRDefault="00AA2ABC" w:rsidP="001008E4">
      <w:pPr>
        <w:pStyle w:val="libFootnote0"/>
        <w:rPr>
          <w:rtl/>
        </w:rPr>
      </w:pPr>
      <w:r>
        <w:rPr>
          <w:rtl/>
        </w:rPr>
        <w:t>2 ـ الاحتجاج 1 : 404 ح 87 ـ عنه البحار 42 : 141 ح 2 باب 123.</w:t>
      </w:r>
    </w:p>
    <w:p w:rsidR="00AA2ABC" w:rsidRDefault="00AA2ABC" w:rsidP="001008E4">
      <w:pPr>
        <w:pStyle w:val="libFootnote0"/>
        <w:rPr>
          <w:rtl/>
        </w:rPr>
      </w:pPr>
      <w:r>
        <w:rPr>
          <w:rtl/>
        </w:rPr>
        <w:t>3 ـ الاحتجاج 2 : 193 ضمن حديث 212 ـ عنه البحار 42 : 142 ح 3 باب 123.</w:t>
      </w:r>
    </w:p>
    <w:p w:rsidR="00AA2ABC" w:rsidRDefault="00AA2ABC" w:rsidP="001008E4">
      <w:pPr>
        <w:pStyle w:val="libFootnote0"/>
        <w:rPr>
          <w:rtl/>
        </w:rPr>
      </w:pPr>
      <w:r>
        <w:rPr>
          <w:rtl/>
        </w:rPr>
        <w:t xml:space="preserve">4 ـ الكافي 6 : 271 ح 5 باب الاكل متكئاً ـ عنه البحار 47 : 360 ح 70 باب 33. </w:t>
      </w:r>
    </w:p>
    <w:p w:rsidR="00AA2ABC" w:rsidRDefault="00AA2ABC" w:rsidP="002704FD">
      <w:pPr>
        <w:pStyle w:val="libNormal"/>
        <w:rPr>
          <w:rtl/>
        </w:rPr>
      </w:pPr>
      <w:r>
        <w:rPr>
          <w:rtl/>
        </w:rPr>
        <w:br w:type="page"/>
      </w:r>
      <w:r>
        <w:rPr>
          <w:rtl/>
        </w:rPr>
        <w:lastRenderedPageBreak/>
        <w:t xml:space="preserve">وروى أيضا بسند صحيح انّ أبا عبدالله </w:t>
      </w:r>
      <w:r w:rsidR="00763E2E" w:rsidRPr="00763E2E">
        <w:rPr>
          <w:rStyle w:val="libAlaemChar"/>
          <w:rFonts w:hint="cs"/>
          <w:rtl/>
        </w:rPr>
        <w:t>عليه‌السلام</w:t>
      </w:r>
      <w:r>
        <w:rPr>
          <w:rtl/>
        </w:rPr>
        <w:t xml:space="preserve"> قال لعبّاد بن كثير البصري الصوفي : ويحك يا عباد غرّك أن عفّ بطنك وفرجك ، انّ الله عز وجل يقول في كتابه : </w:t>
      </w:r>
      <w:r w:rsidRPr="002704FD">
        <w:rPr>
          <w:rStyle w:val="libAlaemChar"/>
          <w:rtl/>
        </w:rPr>
        <w:t>(</w:t>
      </w:r>
      <w:r w:rsidRPr="002704FD">
        <w:rPr>
          <w:rStyle w:val="libAieChar"/>
          <w:rtl/>
        </w:rPr>
        <w:t xml:space="preserve"> يَا أَيُّها الَّذينَ آمَنُوا اتَّقُوا الله وَقُولُوا قَولاً سَدِيداً * يُصلِح لكم أعمَالكُم </w:t>
      </w:r>
      <w:r w:rsidRPr="002704FD">
        <w:rPr>
          <w:rStyle w:val="libAlaemChar"/>
          <w:rtl/>
        </w:rPr>
        <w:t>)</w:t>
      </w:r>
      <w:r>
        <w:rPr>
          <w:rtl/>
        </w:rPr>
        <w:t xml:space="preserve"> </w:t>
      </w:r>
      <w:r w:rsidRPr="001008E4">
        <w:rPr>
          <w:rStyle w:val="libFootnotenumChar"/>
          <w:rtl/>
        </w:rPr>
        <w:t>(1)</w:t>
      </w:r>
      <w:r>
        <w:rPr>
          <w:rtl/>
        </w:rPr>
        <w:t xml:space="preserve"> اعلم انّه لا يتقبل الله منك شيئاً حتى تقول قولاً عدلاً </w:t>
      </w:r>
      <w:r w:rsidRPr="001008E4">
        <w:rPr>
          <w:rStyle w:val="libFootnotenumChar"/>
          <w:rtl/>
        </w:rPr>
        <w:t>(2)</w:t>
      </w:r>
      <w:r>
        <w:rPr>
          <w:rtl/>
        </w:rPr>
        <w:t>.</w:t>
      </w:r>
    </w:p>
    <w:p w:rsidR="00AA2ABC" w:rsidRDefault="00AA2ABC" w:rsidP="002704FD">
      <w:pPr>
        <w:pStyle w:val="libNormal"/>
        <w:rPr>
          <w:rtl/>
        </w:rPr>
      </w:pPr>
      <w:r>
        <w:rPr>
          <w:rtl/>
        </w:rPr>
        <w:t>وروي في كتاب الاحتجاجات عن ثابت البناني انّه قال : كنت حاجّاً وجماعة من عبّاد البصرة مثل أيّوب السجستاني ، وصالح المري ، وعتبة الغلام ، وحبيب الفارسي ، ومالك بن دينار ، فلمّا أن دخلنا مكة رأينا الماء ضيّقاً ، وقد اشتدّ بالناس العطش لقلّة الغيث ، ففزع إلينا أهل مكة والحجاج يسألولننا أن نستسقي لهم ، فأتينا الكعبة وطفنا بها ، ثم سألنا الله خاضعين متضرّعين بها ، فمنعنا الاجابة.</w:t>
      </w:r>
    </w:p>
    <w:p w:rsidR="00AA2ABC" w:rsidRDefault="00AA2ABC" w:rsidP="002704FD">
      <w:pPr>
        <w:pStyle w:val="libNormal"/>
        <w:rPr>
          <w:rtl/>
        </w:rPr>
      </w:pPr>
      <w:r>
        <w:rPr>
          <w:rtl/>
        </w:rPr>
        <w:t xml:space="preserve">فبينما نحن كذلك إذا نحن بفتى قد أقبل وقد أكربته أحزانه ، وأقلقته أشجانه </w:t>
      </w:r>
      <w:r w:rsidRPr="001008E4">
        <w:rPr>
          <w:rStyle w:val="libFootnotenumChar"/>
          <w:rtl/>
        </w:rPr>
        <w:t>(3)</w:t>
      </w:r>
      <w:r>
        <w:rPr>
          <w:rtl/>
        </w:rPr>
        <w:t xml:space="preserve"> ، فطاف بالكعبة أشواطاً ، ثم أقبل علينا فقال : يا مالك بن دينار ، ويا ثابت البناني ، ويا أيوب السجستاني ، ويا صالح المري ، ويا عتبة الغلام ، ويا حبيب الفارسي ، ويا سعد ، ويا عمر ، ويا صالح الأعمى ، ويا رابعة ، ويا سعدانة ، ويا جعفر بن سليمان ، فقلنا : لبيك وسعديك يا فتى.</w:t>
      </w:r>
    </w:p>
    <w:p w:rsidR="00AA2ABC" w:rsidRDefault="00AA2ABC" w:rsidP="002704FD">
      <w:pPr>
        <w:pStyle w:val="libNormal"/>
        <w:rPr>
          <w:rtl/>
        </w:rPr>
      </w:pPr>
      <w:r>
        <w:rPr>
          <w:rtl/>
        </w:rPr>
        <w:t>فقال : أما فيكم أحد يحبّه الرحمن؟ فقلنا : يا فتى علينا الدعاء وعليه الاجابة ، فقال : ابعدوا عن الكعبة فلو كان فيكم أحد يحبّه الرحمن لأجابه ، ثم أتى الكعبة فخرّ ساجداً ، فسمعته يقول في سجوده : سيدي بحبّك لي الاّ سقيتهم الغيث.</w:t>
      </w:r>
    </w:p>
    <w:p w:rsidR="00AA2ABC" w:rsidRDefault="00AA2ABC" w:rsidP="002704FD">
      <w:pPr>
        <w:pStyle w:val="libNormal"/>
        <w:rPr>
          <w:rtl/>
        </w:rPr>
      </w:pPr>
      <w:r>
        <w:rPr>
          <w:rtl/>
        </w:rPr>
        <w:t xml:space="preserve">قال : فما استتم الكلام حتى أتاهم الغيث كأفواه القرب ، فقلت : يا فتى 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الاحزاب : 70 و71.</w:t>
      </w:r>
    </w:p>
    <w:p w:rsidR="00AA2ABC" w:rsidRDefault="00AA2ABC" w:rsidP="001008E4">
      <w:pPr>
        <w:pStyle w:val="libFootnote0"/>
        <w:rPr>
          <w:rtl/>
        </w:rPr>
      </w:pPr>
      <w:r>
        <w:rPr>
          <w:rtl/>
        </w:rPr>
        <w:t>2 ـ الكافي 8 : 107 ح 81 ـ عنه البحار 47 : 359 ح 68 باب 33.</w:t>
      </w:r>
    </w:p>
    <w:p w:rsidR="00AA2ABC" w:rsidRDefault="00AA2ABC" w:rsidP="001008E4">
      <w:pPr>
        <w:pStyle w:val="libFootnote0"/>
        <w:rPr>
          <w:rtl/>
        </w:rPr>
      </w:pPr>
      <w:r>
        <w:rPr>
          <w:rtl/>
        </w:rPr>
        <w:t xml:space="preserve">3 ـ الشجن ـ محركة ـ : الهم والحزن. </w:t>
      </w:r>
    </w:p>
    <w:p w:rsidR="00AA2ABC" w:rsidRDefault="00AA2ABC" w:rsidP="002704FD">
      <w:pPr>
        <w:pStyle w:val="libNormal0"/>
        <w:rPr>
          <w:rtl/>
        </w:rPr>
      </w:pPr>
      <w:r>
        <w:rPr>
          <w:rtl/>
        </w:rPr>
        <w:br w:type="page"/>
      </w:r>
      <w:r>
        <w:rPr>
          <w:rtl/>
        </w:rPr>
        <w:lastRenderedPageBreak/>
        <w:t xml:space="preserve">أين علمت انّه يحبك؟ قال : لو لم يحبّني لم يستزرني ، فلمّا استزارني علمت انّه يحبّني ، فسألته بحبّه لي فأجابني ثم ولّى عنّا ... فقلت : يا أهل مكة من هذا الفتى؟ قالوا : علي بن الحسين بن علي بن أبي طالب صلوات الله عليهم أجمعين </w:t>
      </w:r>
      <w:r w:rsidRPr="001008E4">
        <w:rPr>
          <w:rStyle w:val="libFootnotenumChar"/>
          <w:rtl/>
        </w:rPr>
        <w:t>(1)</w:t>
      </w:r>
      <w:r>
        <w:rPr>
          <w:rtl/>
        </w:rPr>
        <w:t>.</w:t>
      </w:r>
    </w:p>
    <w:p w:rsidR="00AA2ABC" w:rsidRDefault="00AA2ABC" w:rsidP="002704FD">
      <w:pPr>
        <w:pStyle w:val="libNormal"/>
        <w:rPr>
          <w:rtl/>
        </w:rPr>
      </w:pPr>
      <w:r>
        <w:rPr>
          <w:rtl/>
        </w:rPr>
        <w:t xml:space="preserve">واعلم انّ هؤلاء القوم عند الصوفية من أكابر أولياء الله وهم لا يعرفون امام زمانهم ، ومناظرات ومنازعات طاووس اليماني مع الامام محمد الباقر </w:t>
      </w:r>
      <w:r w:rsidR="00763E2E" w:rsidRPr="00763E2E">
        <w:rPr>
          <w:rStyle w:val="libAlaemChar"/>
          <w:rFonts w:hint="cs"/>
          <w:rtl/>
        </w:rPr>
        <w:t>عليه‌السلام</w:t>
      </w:r>
      <w:r>
        <w:rPr>
          <w:rtl/>
        </w:rPr>
        <w:t xml:space="preserve"> كثيرة في كتب الحديث.</w:t>
      </w:r>
    </w:p>
    <w:p w:rsidR="00AA2ABC" w:rsidRDefault="00AA2ABC" w:rsidP="002704FD">
      <w:pPr>
        <w:pStyle w:val="libNormal"/>
        <w:rPr>
          <w:rtl/>
        </w:rPr>
      </w:pPr>
      <w:r>
        <w:rPr>
          <w:rtl/>
        </w:rPr>
        <w:t>وروى ابن شهرآشوب انّه [ قدم إبراهيم بن أدهم الكوفة ... وذلك على عهد المنصور ، وقدمها جعفر بن محمد العلوي ] فخرج جعفر يريد الرجوع إلى المدينة ، فشيعّه العلماء وأهل الفضل من أهل الكوفة ، وكان فيمن شيّعه سفيان الثوري وإبراهيم بن أدهم ، فتقدّم المشيّعون له ، فاذا هم بأسد على الطريق.</w:t>
      </w:r>
    </w:p>
    <w:p w:rsidR="00AA2ABC" w:rsidRDefault="00AA2ABC" w:rsidP="002704FD">
      <w:pPr>
        <w:pStyle w:val="libNormal"/>
        <w:rPr>
          <w:rtl/>
        </w:rPr>
      </w:pPr>
      <w:r>
        <w:rPr>
          <w:rtl/>
        </w:rPr>
        <w:t xml:space="preserve">فقال لهم إبراهيم بن أدهم : قفوا حتى يأتي جعفر فننظر ما يصنع ، فجاء جعفر </w:t>
      </w:r>
      <w:r w:rsidR="00763E2E" w:rsidRPr="00763E2E">
        <w:rPr>
          <w:rStyle w:val="libAlaemChar"/>
          <w:rFonts w:hint="cs"/>
          <w:rtl/>
        </w:rPr>
        <w:t>عليه‌السلام</w:t>
      </w:r>
      <w:r>
        <w:rPr>
          <w:rtl/>
        </w:rPr>
        <w:t xml:space="preserve"> فذكروا له الأسد ، فأقبل حتى دنا من الأسد فأخذ بأُذنه فنحاه عن الطريق ، ثم أقبل عليهم فقال : أما انّ الناس لو أطاعوا الله حقّ طاعته لحملوا عليه أثقالهم </w:t>
      </w:r>
      <w:r w:rsidRPr="001008E4">
        <w:rPr>
          <w:rStyle w:val="libFootnotenumChar"/>
          <w:rtl/>
        </w:rPr>
        <w:t>(2)</w:t>
      </w:r>
      <w:r>
        <w:rPr>
          <w:rtl/>
        </w:rPr>
        <w:t>.</w:t>
      </w:r>
    </w:p>
    <w:p w:rsidR="00AA2ABC" w:rsidRDefault="00AA2ABC" w:rsidP="002704FD">
      <w:pPr>
        <w:pStyle w:val="libNormal"/>
        <w:rPr>
          <w:rtl/>
        </w:rPr>
      </w:pPr>
      <w:r>
        <w:rPr>
          <w:rtl/>
        </w:rPr>
        <w:t xml:space="preserve">وروى ابن أبي الحديد في شرح نهج البلاغة انّ قوماً من المتصوّفة دخلوا خراسان على عليّ بن موسى الرضا </w:t>
      </w:r>
      <w:r w:rsidR="00763E2E" w:rsidRPr="00763E2E">
        <w:rPr>
          <w:rStyle w:val="libAlaemChar"/>
          <w:rFonts w:hint="cs"/>
          <w:rtl/>
        </w:rPr>
        <w:t>عليه‌السلام</w:t>
      </w:r>
      <w:r>
        <w:rPr>
          <w:rtl/>
        </w:rPr>
        <w:t xml:space="preserve"> فقالوا له : انّ أمير المؤمنين [ أي المأمون الملعون ] فكر فيما ولاّه الله من الأمور فرآكم أهل البيت أولى الناس أن تؤمّوا الناس.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الاحتجاج 2 : 149 ح 186 ـ عنه البحار 46 : 50 ح 1 باب 4.</w:t>
      </w:r>
    </w:p>
    <w:p w:rsidR="00AA2ABC" w:rsidRDefault="00AA2ABC" w:rsidP="001008E4">
      <w:pPr>
        <w:pStyle w:val="libFootnote0"/>
        <w:rPr>
          <w:rtl/>
        </w:rPr>
      </w:pPr>
      <w:r>
        <w:rPr>
          <w:rtl/>
        </w:rPr>
        <w:t>2 ـ مناقب ابن شهرآشوب 4 : 241 في خرق العادات له ـ عنه البحار 47 : 139 ضمن حديث 188 باب 27.</w:t>
      </w:r>
    </w:p>
    <w:p w:rsidR="00AA2ABC" w:rsidRDefault="00AA2ABC" w:rsidP="002704FD">
      <w:pPr>
        <w:pStyle w:val="libNormal"/>
        <w:rPr>
          <w:rtl/>
        </w:rPr>
      </w:pPr>
      <w:r>
        <w:rPr>
          <w:rtl/>
        </w:rPr>
        <w:br w:type="page"/>
      </w:r>
      <w:r>
        <w:rPr>
          <w:rtl/>
        </w:rPr>
        <w:lastRenderedPageBreak/>
        <w:t>ونظر فيك من أهل البيت ، فرآك أولى الناس بالناس فرأى أن يردّ هذا الأمر اليك ، والامامة تحتاج إلى من يأكل الجشب ، ويلبس الخشن ، ويركب الحمار ، ويعود المريض.</w:t>
      </w:r>
    </w:p>
    <w:p w:rsidR="00AA2ABC" w:rsidRDefault="00AA2ABC" w:rsidP="002704FD">
      <w:pPr>
        <w:pStyle w:val="libNormal"/>
        <w:rPr>
          <w:rtl/>
        </w:rPr>
      </w:pPr>
      <w:r>
        <w:rPr>
          <w:rtl/>
        </w:rPr>
        <w:t xml:space="preserve">فقال لهم : انّ يوسف كان نبياً يلبس أقبية الديباج المزرّرة بالذهب ، ويجلس على متكآت آل فرعون ويحكم ، انّما يراد من الامام قسطه وعدله ، إذا قال صدق ، وإذا حكم عدل ، وإذا وعد أنجز ، انّ الله لم يحرّم لبوساً ولا مطعماً ، ثم قرأ : </w:t>
      </w:r>
      <w:r w:rsidRPr="002704FD">
        <w:rPr>
          <w:rStyle w:val="libAlaemChar"/>
          <w:rtl/>
        </w:rPr>
        <w:t>(</w:t>
      </w:r>
      <w:r w:rsidRPr="002704FD">
        <w:rPr>
          <w:rStyle w:val="libAieChar"/>
          <w:rtl/>
        </w:rPr>
        <w:t xml:space="preserve"> قُل مَن حَرَّمَ زِينَةَ اللهِ الّتي أََخرَجَ لِعِبَادِهِ وَالطَّيَّباتِ مِن الرِّزقِ </w:t>
      </w:r>
      <w:r w:rsidRPr="00D07AB7">
        <w:rPr>
          <w:rtl/>
        </w:rPr>
        <w:t xml:space="preserve">... </w:t>
      </w:r>
      <w:r w:rsidRPr="002704FD">
        <w:rPr>
          <w:rStyle w:val="libAlaemChar"/>
          <w:rtl/>
        </w:rPr>
        <w:t>)</w:t>
      </w:r>
      <w:r>
        <w:rPr>
          <w:rtl/>
        </w:rPr>
        <w:t xml:space="preserve"> </w:t>
      </w:r>
      <w:r w:rsidRPr="001008E4">
        <w:rPr>
          <w:rStyle w:val="libFootnotenumChar"/>
          <w:rtl/>
        </w:rPr>
        <w:t>(1) (2)</w:t>
      </w:r>
      <w:r>
        <w:rPr>
          <w:rtl/>
        </w:rPr>
        <w:t xml:space="preserve">. </w:t>
      </w:r>
    </w:p>
    <w:p w:rsidR="00AA2ABC" w:rsidRDefault="00AA2ABC" w:rsidP="002704FD">
      <w:pPr>
        <w:pStyle w:val="libNormal"/>
        <w:rPr>
          <w:rtl/>
        </w:rPr>
      </w:pPr>
      <w:r>
        <w:rPr>
          <w:rtl/>
        </w:rPr>
        <w:t>وذكرنا في اللمعات كثيراً من قبيل هذه الأحاديث ، وقال الشيخ الطوسي عليه الرحمة والرضوان في كتاب الغيبة : ادعى جمع النيابة كذباً وافتراء وانفضحوا ، لأنّ النواب الحقيقيين كانت تجري المعاجز على أيديهم من قبل المعصوم ، فكان الناس تعرف نيابتهم بها ، وأوّل الكذابين الشريعي الذي ادعى النيابة كذباً ، وافتضح وورد التوقيع بلعنه ، قال الشيخ : قال هارون بن موسى التلعكبري : ثم ظهر منه القول بالكفر والالحاد.</w:t>
      </w:r>
    </w:p>
    <w:p w:rsidR="00AA2ABC" w:rsidRDefault="00AA2ABC" w:rsidP="002704FD">
      <w:pPr>
        <w:pStyle w:val="libNormal"/>
        <w:rPr>
          <w:rtl/>
        </w:rPr>
      </w:pPr>
      <w:r>
        <w:rPr>
          <w:rtl/>
        </w:rPr>
        <w:t xml:space="preserve">قال : وكلّ هؤلاء المدعين انّما يكون كذبهم أوّلاً على الامام وانّهم وكلاؤه ، فيدعون الضعفة بهذا القول إلى موالاتهم ، ثم يترقّى الأمر بهم إلى قول الحلاّجيّة كما اشتهر من أبي جعفر الشلمغاني ونظرائهم عليهم جميعاً لعائن الله تترى </w:t>
      </w:r>
      <w:r w:rsidRPr="001008E4">
        <w:rPr>
          <w:rStyle w:val="libFootnotenumChar"/>
          <w:rtl/>
        </w:rPr>
        <w:t>(3)</w:t>
      </w:r>
      <w:r>
        <w:rPr>
          <w:rtl/>
        </w:rPr>
        <w:t>.</w:t>
      </w:r>
    </w:p>
    <w:p w:rsidR="00AA2ABC" w:rsidRDefault="00AA2ABC" w:rsidP="002704FD">
      <w:pPr>
        <w:pStyle w:val="libNormal"/>
        <w:rPr>
          <w:rtl/>
        </w:rPr>
      </w:pPr>
      <w:r>
        <w:rPr>
          <w:rtl/>
        </w:rPr>
        <w:t xml:space="preserve">ثم قال : ومن الكذابين الحسين بن منصور الحلاّج ، وروي بسند معتبر عن هبة الله بن محمد الكاتب انّه قال : لما أراد الله تعالى أن يكشف أمر الحلاّج ويظهر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الاعراف : 32.</w:t>
      </w:r>
    </w:p>
    <w:p w:rsidR="00AA2ABC" w:rsidRDefault="00AA2ABC" w:rsidP="001008E4">
      <w:pPr>
        <w:pStyle w:val="libFootnote0"/>
        <w:rPr>
          <w:rtl/>
        </w:rPr>
      </w:pPr>
      <w:r>
        <w:rPr>
          <w:rtl/>
        </w:rPr>
        <w:t>2 ـ شرح نهج البلاغة 11 : 34 في ذكر بعض مقامات العارفين والزهاد ـ عنه البحار 70 : 120 ح 11 باب 51.</w:t>
      </w:r>
    </w:p>
    <w:p w:rsidR="00AA2ABC" w:rsidRDefault="00AA2ABC" w:rsidP="001008E4">
      <w:pPr>
        <w:pStyle w:val="libFootnote0"/>
        <w:rPr>
          <w:rtl/>
        </w:rPr>
      </w:pPr>
      <w:r>
        <w:rPr>
          <w:rtl/>
        </w:rPr>
        <w:t xml:space="preserve">3 ـ كتاب الغيبة : 370 ح 368 باختلاف. </w:t>
      </w:r>
    </w:p>
    <w:p w:rsidR="00AA2ABC" w:rsidRDefault="00AA2ABC" w:rsidP="002704FD">
      <w:pPr>
        <w:pStyle w:val="libNormal0"/>
        <w:rPr>
          <w:rtl/>
        </w:rPr>
      </w:pPr>
      <w:r>
        <w:rPr>
          <w:rtl/>
        </w:rPr>
        <w:br w:type="page"/>
      </w:r>
      <w:r>
        <w:rPr>
          <w:rtl/>
        </w:rPr>
        <w:lastRenderedPageBreak/>
        <w:t>فضيحته ويخزيه وقع له انّ أبا سهل إسماعيل بن عليّ النوبختي رضي الله عنه ممّن تجوّز عليه مخرقته ، وتتمّ عليه حيلته ، فوجّه إليه يستدعيه ، وظنّ أنّ أبا سهل كغيره من الضعفاء في هذا الأمر بفرط جهله.</w:t>
      </w:r>
    </w:p>
    <w:p w:rsidR="00AA2ABC" w:rsidRDefault="00AA2ABC" w:rsidP="002704FD">
      <w:pPr>
        <w:pStyle w:val="libNormal"/>
        <w:rPr>
          <w:rtl/>
        </w:rPr>
      </w:pPr>
      <w:r>
        <w:rPr>
          <w:rtl/>
        </w:rPr>
        <w:t xml:space="preserve">وقدّر أن يستجرّه إليه فيتمخرق به ويتسوّف بانقياده على غيره ، فيستتب له ما قصد إليه من الحيلة والبهرجة على الضعفة لقدر أبي سهل في أنفس الناس ، ومحلّه من العلم والأدب أيضاً عندهم ، ويقول له في مراسلته اياه : </w:t>
      </w:r>
    </w:p>
    <w:p w:rsidR="00AA2ABC" w:rsidRDefault="00AA2ABC" w:rsidP="002704FD">
      <w:pPr>
        <w:pStyle w:val="libNormal"/>
        <w:rPr>
          <w:rtl/>
        </w:rPr>
      </w:pPr>
      <w:r>
        <w:rPr>
          <w:rtl/>
        </w:rPr>
        <w:t xml:space="preserve">انّي وكيل صاحب الزمان </w:t>
      </w:r>
      <w:r w:rsidR="00763E2E" w:rsidRPr="00763E2E">
        <w:rPr>
          <w:rStyle w:val="libAlaemChar"/>
          <w:rFonts w:hint="cs"/>
          <w:rtl/>
        </w:rPr>
        <w:t>عليه‌السلام</w:t>
      </w:r>
      <w:r>
        <w:rPr>
          <w:rtl/>
        </w:rPr>
        <w:t xml:space="preserve"> ـ وبهذا أولاً كان يستجرّ الجهال ثم يعلو منه إلى غيره ـ وقد أمرت بمراسلتك واظهار ما تريده من النصرة لك لتقوى نفسك ولا ترتاب بهذا الأمر.</w:t>
      </w:r>
    </w:p>
    <w:p w:rsidR="00AA2ABC" w:rsidRDefault="00AA2ABC" w:rsidP="002704FD">
      <w:pPr>
        <w:pStyle w:val="libNormal"/>
        <w:rPr>
          <w:rtl/>
        </w:rPr>
      </w:pPr>
      <w:r>
        <w:rPr>
          <w:rtl/>
        </w:rPr>
        <w:t>فأرسل إليه أبو سهل رضي الله عنه يقول له : انّي أسألك أمراً يسيراً يخفّ مثله عليك في جنب ما ظهر على يديك من الدلائل والبراهين ، وهو انّي رجل أحبّ الجواري وأصبو اليهنّ ، ولي منهنّ عدّة أتحظّاهنّ ، والشيب يبعدني عنهنّ ويبغضني اليهنّ ، وأحتاج أن أخضبه في كلّ جمعة ، وأتحّمل منه مشقة شديدة لأستر عنهنّ ذلك والا انكشف أمري عندهنّ.</w:t>
      </w:r>
    </w:p>
    <w:p w:rsidR="00AA2ABC" w:rsidRDefault="00AA2ABC" w:rsidP="002704FD">
      <w:pPr>
        <w:pStyle w:val="libNormal"/>
        <w:rPr>
          <w:rtl/>
        </w:rPr>
      </w:pPr>
      <w:r>
        <w:rPr>
          <w:rtl/>
        </w:rPr>
        <w:t>فصار القرب بعداً والوصال هجراً ، وأريد أن تغنيني عن الخضاب وتكفيني مؤنته ، وتجعل لحيتي سوداء ، فانّي طوع يديك ، وصائر إليك ، وقائل بقولك ، وداع إلى مذهبك مع ما لي في ذلك من البصيرة ولك من المعونة.</w:t>
      </w:r>
    </w:p>
    <w:p w:rsidR="00AA2ABC" w:rsidRDefault="00AA2ABC" w:rsidP="002704FD">
      <w:pPr>
        <w:pStyle w:val="libNormal"/>
        <w:rPr>
          <w:rtl/>
        </w:rPr>
      </w:pPr>
      <w:r>
        <w:rPr>
          <w:rtl/>
        </w:rPr>
        <w:t xml:space="preserve">فلمّا سمع ذلك الحلاّج من قوله وجوابه علم انّه قد أخطأ في مراسلته ، وجهل في الخروج إليه بمذهبه ، وأمسك عنه ولم يرد إليه جواباً ، ولم يرسل إليه رسولاً ، وصيّره أبو سهل رضي الله عنه أُحدوثة وضحكة ويطنز به عند كلّ أحد ، وشهّر </w:t>
      </w:r>
    </w:p>
    <w:p w:rsidR="00AA2ABC" w:rsidRDefault="00AA2ABC" w:rsidP="002704FD">
      <w:pPr>
        <w:pStyle w:val="libNormal0"/>
        <w:rPr>
          <w:rtl/>
        </w:rPr>
      </w:pPr>
      <w:r>
        <w:rPr>
          <w:rtl/>
        </w:rPr>
        <w:br w:type="page"/>
      </w:r>
      <w:r>
        <w:rPr>
          <w:rtl/>
        </w:rPr>
        <w:lastRenderedPageBreak/>
        <w:t xml:space="preserve">أمره عند الصغير والكبير ، وكان هذا الفعل سبباً لكشف أمره وتنفير الجماعة عنه </w:t>
      </w:r>
      <w:r w:rsidRPr="001008E4">
        <w:rPr>
          <w:rStyle w:val="libFootnotenumChar"/>
          <w:rtl/>
        </w:rPr>
        <w:t>(1)</w:t>
      </w:r>
      <w:r>
        <w:rPr>
          <w:rtl/>
        </w:rPr>
        <w:t>.</w:t>
      </w:r>
    </w:p>
    <w:p w:rsidR="00AA2ABC" w:rsidRDefault="00AA2ABC" w:rsidP="002704FD">
      <w:pPr>
        <w:pStyle w:val="libNormal"/>
        <w:rPr>
          <w:rtl/>
        </w:rPr>
      </w:pPr>
      <w:r>
        <w:rPr>
          <w:rtl/>
        </w:rPr>
        <w:t xml:space="preserve">ثم ذكر الشيخ حكاية ضرب عليّ بن بابويه اياه واخراجه من قم بذلّ ولعنه ، ثم قال في ضمن قصة الشلمغاني وهو كذّاب آخر : انّ أمّ أبي جعفر الشلمغاني جاءت إلى أم كلثوم بنت محمد بن عثمان العمري من نواب الامام الحجة </w:t>
      </w:r>
      <w:r w:rsidR="00763E2E" w:rsidRPr="00763E2E">
        <w:rPr>
          <w:rStyle w:val="libAlaemChar"/>
          <w:rFonts w:hint="cs"/>
          <w:rtl/>
        </w:rPr>
        <w:t>عليه‌السلام</w:t>
      </w:r>
      <w:r>
        <w:rPr>
          <w:rtl/>
        </w:rPr>
        <w:t xml:space="preserve"> فانكبت على رجليها تقبلهما.</w:t>
      </w:r>
    </w:p>
    <w:p w:rsidR="00AA2ABC" w:rsidRDefault="00AA2ABC" w:rsidP="002704FD">
      <w:pPr>
        <w:pStyle w:val="libNormal"/>
        <w:rPr>
          <w:rtl/>
        </w:rPr>
      </w:pPr>
      <w:r>
        <w:rPr>
          <w:rtl/>
        </w:rPr>
        <w:t xml:space="preserve">فقالت لها : لم تفعلين هذا؟ فقالت : كيف لا أفعل وأنت مولاتي فاطمة ، وقد انتقل روح النبي </w:t>
      </w:r>
      <w:r w:rsidR="00BF0EA2" w:rsidRPr="00BF0EA2">
        <w:rPr>
          <w:rStyle w:val="libAlaemChar"/>
          <w:rFonts w:hint="cs"/>
          <w:rtl/>
        </w:rPr>
        <w:t>صلى‌الله‌عليه‌وآله</w:t>
      </w:r>
      <w:r>
        <w:rPr>
          <w:rtl/>
        </w:rPr>
        <w:t xml:space="preserve"> إلى أبيك ، وروح أمير المؤمنين </w:t>
      </w:r>
      <w:r w:rsidR="00763E2E" w:rsidRPr="00763E2E">
        <w:rPr>
          <w:rStyle w:val="libAlaemChar"/>
          <w:rFonts w:hint="cs"/>
          <w:rtl/>
        </w:rPr>
        <w:t>عليه‌السلام</w:t>
      </w:r>
      <w:r>
        <w:rPr>
          <w:rtl/>
        </w:rPr>
        <w:t xml:space="preserve"> إلى بدن الشيخ أبي القاسم الحسين بن روح ، وروح مولاتنا فاطمة </w:t>
      </w:r>
      <w:r w:rsidR="00BF0EA2" w:rsidRPr="00BF0EA2">
        <w:rPr>
          <w:rStyle w:val="libAlaemChar"/>
          <w:rFonts w:hint="cs"/>
          <w:rtl/>
        </w:rPr>
        <w:t>عليها‌السلام</w:t>
      </w:r>
      <w:r>
        <w:rPr>
          <w:rtl/>
        </w:rPr>
        <w:t xml:space="preserve"> انتقلت إليك.</w:t>
      </w:r>
    </w:p>
    <w:p w:rsidR="00AA2ABC" w:rsidRDefault="00AA2ABC" w:rsidP="002704FD">
      <w:pPr>
        <w:pStyle w:val="libNormal"/>
        <w:rPr>
          <w:rtl/>
        </w:rPr>
      </w:pPr>
      <w:r>
        <w:rPr>
          <w:rtl/>
        </w:rPr>
        <w:t xml:space="preserve">فأنكرت أم كلثوم هذا الكلام وجاءت إلى الحسين بن روح من السفراء العظماء شأناً وحكت عليه الخبر ، فقال ابن روح لها : يا بنية اياك أن تمضي إلى هذه المرأة بعد ما جرى منها ، ولا تقبلي لها رقعة إن كاتبتك ... فهذا كفر بالله تعالى والحاد ، قد أحكمه هذا الرجل الملعون [ يعني الشلمغاني ] في قلوب هؤلاء القوم ليجعله طريقاً إلى أن يقول لهم : بأنّ الله تعالى اتحد به وحلّ فيه كما يقول النصارى في المسيح </w:t>
      </w:r>
      <w:r w:rsidR="00763E2E" w:rsidRPr="00763E2E">
        <w:rPr>
          <w:rStyle w:val="libAlaemChar"/>
          <w:rFonts w:hint="cs"/>
          <w:rtl/>
        </w:rPr>
        <w:t>عليه‌السلام</w:t>
      </w:r>
      <w:r>
        <w:rPr>
          <w:rtl/>
        </w:rPr>
        <w:t xml:space="preserve"> ، ويعدو إلى قول الحلاّج لعنه الله </w:t>
      </w:r>
      <w:r w:rsidRPr="001008E4">
        <w:rPr>
          <w:rStyle w:val="libFootnotenumChar"/>
          <w:rtl/>
        </w:rPr>
        <w:t>(2)</w:t>
      </w:r>
      <w:r>
        <w:rPr>
          <w:rtl/>
        </w:rPr>
        <w:t>.</w:t>
      </w:r>
    </w:p>
    <w:p w:rsidR="00AA2ABC" w:rsidRDefault="00AA2ABC" w:rsidP="002704FD">
      <w:pPr>
        <w:pStyle w:val="libNormal"/>
        <w:rPr>
          <w:rtl/>
        </w:rPr>
      </w:pPr>
      <w:r>
        <w:rPr>
          <w:rtl/>
        </w:rPr>
        <w:t xml:space="preserve">وذكر الشيخ الطبرسي رضي الله عنه في كتاب الاحتجاجات انّه : خرج التوقيع من صاحب الأمر </w:t>
      </w:r>
      <w:r w:rsidR="00763E2E" w:rsidRPr="00763E2E">
        <w:rPr>
          <w:rStyle w:val="libAlaemChar"/>
          <w:rFonts w:hint="cs"/>
          <w:rtl/>
        </w:rPr>
        <w:t>عليه‌السلام</w:t>
      </w:r>
      <w:r>
        <w:rPr>
          <w:rtl/>
        </w:rPr>
        <w:t xml:space="preserve"> على يد الشيخ أبي القاسم الحسين بن روح بلعن جمع ، منهم الحسين بن منصور الحلاج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كتاب الغيبة : 401 ح 376.</w:t>
      </w:r>
    </w:p>
    <w:p w:rsidR="00AA2ABC" w:rsidRDefault="00AA2ABC" w:rsidP="001008E4">
      <w:pPr>
        <w:pStyle w:val="libFootnote0"/>
        <w:rPr>
          <w:rtl/>
        </w:rPr>
      </w:pPr>
      <w:r>
        <w:rPr>
          <w:rtl/>
        </w:rPr>
        <w:t>2 ـ كتاب الغيبة : 404 ضمن حديث 378 بتغيير واختلاف.</w:t>
      </w:r>
    </w:p>
    <w:p w:rsidR="00AA2ABC" w:rsidRDefault="00AA2ABC" w:rsidP="001008E4">
      <w:pPr>
        <w:pStyle w:val="libFootnote0"/>
        <w:rPr>
          <w:rtl/>
        </w:rPr>
      </w:pPr>
      <w:r>
        <w:rPr>
          <w:rtl/>
        </w:rPr>
        <w:t xml:space="preserve">3 ـ راجع الاحتجاج 2 : 553 ، وذكرناه بتغيير حسب ما أورده المؤلّف </w:t>
      </w:r>
      <w:r w:rsidR="003856BA" w:rsidRPr="003856BA">
        <w:rPr>
          <w:rStyle w:val="libAlaemChar"/>
          <w:rFonts w:hint="cs"/>
          <w:rtl/>
        </w:rPr>
        <w:t>قدس‌سره</w:t>
      </w:r>
      <w:r>
        <w:rPr>
          <w:rtl/>
        </w:rPr>
        <w:t xml:space="preserve">. </w:t>
      </w:r>
    </w:p>
    <w:p w:rsidR="00AA2ABC" w:rsidRDefault="00AA2ABC" w:rsidP="002704FD">
      <w:pPr>
        <w:pStyle w:val="libNormal"/>
        <w:rPr>
          <w:rtl/>
        </w:rPr>
      </w:pPr>
      <w:r>
        <w:rPr>
          <w:rtl/>
        </w:rPr>
        <w:br w:type="page"/>
      </w:r>
      <w:r>
        <w:rPr>
          <w:rtl/>
        </w:rPr>
        <w:lastRenderedPageBreak/>
        <w:t xml:space="preserve">عزيزي! كان الغرض من ذكر هذه الأحاديث التي اكتفينا بالقليل من كثيرها بأنّك لو نظرت بعين الانصاف ، وتأملت بفكر صحيح في هذا القليل المذكور لظهر لك انّ هؤلاء القوم كانوا مخالفين للأئمة </w:t>
      </w:r>
      <w:r w:rsidR="000A073B" w:rsidRPr="000A073B">
        <w:rPr>
          <w:rStyle w:val="libAlaemChar"/>
          <w:rFonts w:hint="cs"/>
          <w:rtl/>
        </w:rPr>
        <w:t>عليهم‌السلام</w:t>
      </w:r>
      <w:r>
        <w:rPr>
          <w:rtl/>
        </w:rPr>
        <w:t xml:space="preserve"> دائماً ، وكان اطلاع العلماء الكبار ورواة أخبار الشيعة المعاصرين لهم أو كانوا قريباً من عصرهم أكثر من اطلاعي واطلاعك.</w:t>
      </w:r>
    </w:p>
    <w:p w:rsidR="00AA2ABC" w:rsidRDefault="00AA2ABC" w:rsidP="002704FD">
      <w:pPr>
        <w:pStyle w:val="libNormal"/>
        <w:rPr>
          <w:rtl/>
        </w:rPr>
      </w:pPr>
      <w:r>
        <w:rPr>
          <w:rtl/>
        </w:rPr>
        <w:t xml:space="preserve">كان علمهم وفهمهم أكثر منهما في هذا العصر ، فأظهروا البراءة منهم وحكموا بكفرهم وإلحادهم ، فلو تركت طريق أهل البيت عالماً ، وسلكت طريق هؤلاء الضالين لم يكتب ذنبك على غيرك ، هدانا الله واياكم إلى الصراط المستقيم. </w:t>
      </w:r>
    </w:p>
    <w:p w:rsidR="00AA2ABC" w:rsidRDefault="00AA2ABC" w:rsidP="00AA2ABC">
      <w:pPr>
        <w:pStyle w:val="Heading1Center"/>
        <w:rPr>
          <w:rtl/>
        </w:rPr>
      </w:pPr>
      <w:r>
        <w:rPr>
          <w:rtl/>
        </w:rPr>
        <w:br w:type="page"/>
      </w:r>
      <w:bookmarkStart w:id="206" w:name="_Toc392501939"/>
      <w:bookmarkStart w:id="207" w:name="_Toc392502887"/>
      <w:r>
        <w:rPr>
          <w:rtl/>
        </w:rPr>
        <w:lastRenderedPageBreak/>
        <w:t>( خاتمة )</w:t>
      </w:r>
      <w:bookmarkEnd w:id="206"/>
      <w:bookmarkEnd w:id="207"/>
    </w:p>
    <w:p w:rsidR="00AA2ABC" w:rsidRDefault="00AA2ABC" w:rsidP="002704FD">
      <w:pPr>
        <w:pStyle w:val="libNormal"/>
        <w:rPr>
          <w:rtl/>
        </w:rPr>
      </w:pPr>
      <w:r>
        <w:rPr>
          <w:rtl/>
        </w:rPr>
        <w:t xml:space="preserve">اعلم بما انّه وردت أذكار وأدعية كثيرة عن الأئمة الأطهار صلوات الله عليهم ، وانّ أكثر أهل البدع يرغبون الناس ويدعونهم إلى الأذكار والأوراد الواصلة اليهم من مشايخهم من العامة ، ولم يتمكن كل أحد من الوصول إلى الكتب المبسوطة التي ألّفها علماؤنا في هذا الباب ، لذا أحببت أن أختتم هذا الكتاب بذكر بعض فضائل الأذكار المنقولة كي يكون فيه مزيداً لانتفاع طلاب الحق بهذا الكتاب ، وهو يشتمل على بابين : </w:t>
      </w:r>
    </w:p>
    <w:p w:rsidR="00AA2ABC" w:rsidRDefault="00AA2ABC" w:rsidP="00AA2ABC">
      <w:pPr>
        <w:pStyle w:val="Heading1Center"/>
        <w:rPr>
          <w:rtl/>
        </w:rPr>
      </w:pPr>
      <w:bookmarkStart w:id="208" w:name="_Toc392501940"/>
      <w:bookmarkStart w:id="209" w:name="_Toc392502888"/>
      <w:r>
        <w:rPr>
          <w:rtl/>
        </w:rPr>
        <w:t>( الباب الأول )</w:t>
      </w:r>
      <w:bookmarkEnd w:id="208"/>
      <w:bookmarkEnd w:id="209"/>
    </w:p>
    <w:p w:rsidR="00AA2ABC" w:rsidRDefault="00AA2ABC" w:rsidP="00AA2ABC">
      <w:pPr>
        <w:pStyle w:val="Heading1Center"/>
        <w:rPr>
          <w:rtl/>
        </w:rPr>
      </w:pPr>
      <w:bookmarkStart w:id="210" w:name="_Toc392501941"/>
      <w:bookmarkStart w:id="211" w:name="_Toc392502889"/>
      <w:r>
        <w:rPr>
          <w:rtl/>
        </w:rPr>
        <w:t>في فضل الأذكار التي لم تختص بوقت دون وقت</w:t>
      </w:r>
      <w:bookmarkEnd w:id="210"/>
      <w:bookmarkEnd w:id="211"/>
    </w:p>
    <w:p w:rsidR="00AA2ABC" w:rsidRDefault="00AA2ABC" w:rsidP="002704FD">
      <w:pPr>
        <w:pStyle w:val="libNormal"/>
        <w:rPr>
          <w:rtl/>
        </w:rPr>
      </w:pPr>
      <w:r>
        <w:rPr>
          <w:rtl/>
        </w:rPr>
        <w:t xml:space="preserve">وفي فصول : </w:t>
      </w:r>
    </w:p>
    <w:p w:rsidR="00AA2ABC" w:rsidRDefault="00AA2ABC" w:rsidP="00AA2ABC">
      <w:pPr>
        <w:pStyle w:val="Heading1Center"/>
        <w:rPr>
          <w:rtl/>
        </w:rPr>
      </w:pPr>
      <w:bookmarkStart w:id="212" w:name="_Toc392501942"/>
      <w:bookmarkStart w:id="213" w:name="_Toc392502890"/>
      <w:r>
        <w:rPr>
          <w:rtl/>
        </w:rPr>
        <w:t>( الفصل الأول )</w:t>
      </w:r>
      <w:bookmarkEnd w:id="212"/>
      <w:bookmarkEnd w:id="213"/>
    </w:p>
    <w:p w:rsidR="00AA2ABC" w:rsidRDefault="00AA2ABC" w:rsidP="00AA2ABC">
      <w:pPr>
        <w:pStyle w:val="Heading1Center"/>
        <w:rPr>
          <w:rtl/>
        </w:rPr>
      </w:pPr>
      <w:bookmarkStart w:id="214" w:name="_Toc392501943"/>
      <w:bookmarkStart w:id="215" w:name="_Toc392502891"/>
      <w:r>
        <w:rPr>
          <w:rtl/>
        </w:rPr>
        <w:t>في فضل التسبيحات الأربع</w:t>
      </w:r>
      <w:bookmarkEnd w:id="214"/>
      <w:bookmarkEnd w:id="215"/>
    </w:p>
    <w:p w:rsidR="00AA2ABC" w:rsidRDefault="00AA2ABC" w:rsidP="002704FD">
      <w:pPr>
        <w:pStyle w:val="libNormal"/>
        <w:rPr>
          <w:rtl/>
        </w:rPr>
      </w:pPr>
      <w:r>
        <w:rPr>
          <w:rtl/>
        </w:rPr>
        <w:t xml:space="preserve">روي بسند معتبر عن الحسن بن عليّ </w:t>
      </w:r>
      <w:r w:rsidR="00763E2E" w:rsidRPr="00763E2E">
        <w:rPr>
          <w:rStyle w:val="libAlaemChar"/>
          <w:rFonts w:hint="cs"/>
          <w:rtl/>
        </w:rPr>
        <w:t>عليه‌السلام</w:t>
      </w:r>
      <w:r>
        <w:rPr>
          <w:rtl/>
        </w:rPr>
        <w:t xml:space="preserve"> انّه قال : جاء نفر من اليهود إلى رسول الله </w:t>
      </w:r>
      <w:r w:rsidR="00BF0EA2" w:rsidRPr="00BF0EA2">
        <w:rPr>
          <w:rStyle w:val="libAlaemChar"/>
          <w:rFonts w:hint="cs"/>
          <w:rtl/>
        </w:rPr>
        <w:t>صلى‌الله‌عليه‌وآله</w:t>
      </w:r>
      <w:r>
        <w:rPr>
          <w:rtl/>
        </w:rPr>
        <w:t xml:space="preserve"> ، فسأله أعلمهم عن مسائل ، فكان فيما سأله أن قال له : يا محمد أخبرني عن الكلمات التي اختارهنّ الله لابراهيم </w:t>
      </w:r>
      <w:r w:rsidR="00763E2E" w:rsidRPr="00763E2E">
        <w:rPr>
          <w:rStyle w:val="libAlaemChar"/>
          <w:rFonts w:hint="cs"/>
          <w:rtl/>
        </w:rPr>
        <w:t>عليه‌السلام</w:t>
      </w:r>
      <w:r>
        <w:rPr>
          <w:rtl/>
        </w:rPr>
        <w:t xml:space="preserve"> حيث بنى البيت ، قال النبي </w:t>
      </w:r>
      <w:r w:rsidR="00BF0EA2" w:rsidRPr="00BF0EA2">
        <w:rPr>
          <w:rStyle w:val="libAlaemChar"/>
          <w:rFonts w:hint="cs"/>
          <w:rtl/>
        </w:rPr>
        <w:t>صلى‌الله‌عليه‌وآله</w:t>
      </w:r>
      <w:r>
        <w:rPr>
          <w:rtl/>
        </w:rPr>
        <w:t xml:space="preserve"> : نعم ، سبحان الله والحمد لله ولا اله الاّ الله والله أكبر ..</w:t>
      </w:r>
      <w:r w:rsidRPr="00264EE4">
        <w:rPr>
          <w:rtl/>
        </w:rPr>
        <w:t>.</w:t>
      </w:r>
      <w:r w:rsidRPr="00264EE4">
        <w:rPr>
          <w:rFonts w:hint="cs"/>
          <w:rtl/>
        </w:rPr>
        <w:t>.</w:t>
      </w:r>
    </w:p>
    <w:p w:rsidR="00AA2ABC" w:rsidRDefault="00AA2ABC" w:rsidP="002704FD">
      <w:pPr>
        <w:pStyle w:val="libNormal"/>
        <w:rPr>
          <w:rtl/>
        </w:rPr>
      </w:pPr>
      <w:r>
        <w:rPr>
          <w:rtl/>
        </w:rPr>
        <w:t xml:space="preserve">قال اليهودي : ... فما جزاء قائلها؟ قال : إذا قال العبد سبحان الله ، سبّح معه ما </w:t>
      </w:r>
    </w:p>
    <w:p w:rsidR="00AA2ABC" w:rsidRDefault="00AA2ABC" w:rsidP="002704FD">
      <w:pPr>
        <w:pStyle w:val="libNormal0"/>
        <w:rPr>
          <w:rtl/>
        </w:rPr>
      </w:pPr>
      <w:r>
        <w:rPr>
          <w:rtl/>
        </w:rPr>
        <w:br w:type="page"/>
      </w:r>
      <w:r>
        <w:rPr>
          <w:rtl/>
        </w:rPr>
        <w:lastRenderedPageBreak/>
        <w:t>دون العرش فيعطي قائلها عشر أمثلها ، وإذا قال : الحمد لله ، أنعم الله عليه بنعيم الدنيا موصولاً بنعيم الآخرة ، وهي الكلمة التي يقولها أهل الجنّة إذا دخلوها ، وينقطع الكلام الذي يقولونه في الدنيا ما خلا الحمد لله ....</w:t>
      </w:r>
    </w:p>
    <w:p w:rsidR="00AA2ABC" w:rsidRDefault="00AA2ABC" w:rsidP="002704FD">
      <w:pPr>
        <w:pStyle w:val="libNormal"/>
        <w:rPr>
          <w:rtl/>
        </w:rPr>
      </w:pPr>
      <w:r>
        <w:rPr>
          <w:rtl/>
        </w:rPr>
        <w:t xml:space="preserve">وأما قوله : لا اله الاّ الله ، فالجنّة جزاؤه ، وذلك قوله عزّ وجلّ : </w:t>
      </w:r>
      <w:r w:rsidRPr="002704FD">
        <w:rPr>
          <w:rStyle w:val="libAlaemChar"/>
          <w:rtl/>
        </w:rPr>
        <w:t>(</w:t>
      </w:r>
      <w:r w:rsidRPr="002704FD">
        <w:rPr>
          <w:rStyle w:val="libAieChar"/>
          <w:rtl/>
        </w:rPr>
        <w:t xml:space="preserve"> هَل جَزَاءُ الاِحسَانٍ الاّ الاِحسَانُ </w:t>
      </w:r>
      <w:r w:rsidRPr="002704FD">
        <w:rPr>
          <w:rStyle w:val="libAlaemChar"/>
          <w:rtl/>
        </w:rPr>
        <w:t>)</w:t>
      </w:r>
      <w:r>
        <w:rPr>
          <w:rtl/>
        </w:rPr>
        <w:t xml:space="preserve"> </w:t>
      </w:r>
      <w:r w:rsidRPr="001008E4">
        <w:rPr>
          <w:rStyle w:val="libFootnotenumChar"/>
          <w:rtl/>
        </w:rPr>
        <w:t>(1)</w:t>
      </w:r>
      <w:r>
        <w:rPr>
          <w:rtl/>
        </w:rPr>
        <w:t xml:space="preserve"> يقول : هل جزاء لا اله الاّ الله الاّ الجنّة ، فقال اليهودي : صدقت يا محمد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آخر عن رسول الله </w:t>
      </w:r>
      <w:r w:rsidR="00BF0EA2" w:rsidRPr="00BF0EA2">
        <w:rPr>
          <w:rStyle w:val="libAlaemChar"/>
          <w:rFonts w:hint="cs"/>
          <w:rtl/>
        </w:rPr>
        <w:t>صلى‌الله‌عليه‌وآله</w:t>
      </w:r>
      <w:r>
        <w:rPr>
          <w:rtl/>
        </w:rPr>
        <w:t xml:space="preserve"> انّه قال : من قال : سبحان الله ، غرس الله له بها شجرة في الجنّة ، ومن قال : الحمد لله ، غرس الله له بها شجرة في الجنّة ، ومن قال : لا اله الاّ الله ، غرس الله له بها شجرة في الجنّة ، ومن قال : الله أكبر ، غرس الله له بها شجرة في الجنّة.</w:t>
      </w:r>
    </w:p>
    <w:p w:rsidR="00AA2ABC" w:rsidRDefault="00AA2ABC" w:rsidP="002704FD">
      <w:pPr>
        <w:pStyle w:val="libNormal"/>
        <w:rPr>
          <w:rtl/>
        </w:rPr>
      </w:pPr>
      <w:r>
        <w:rPr>
          <w:rtl/>
        </w:rPr>
        <w:t xml:space="preserve">فقال رجل من قريش : يا رسول الله انّ شجرنا في الجنّة لكثير ، قال : نعم ، ولكن اياكم أن ترسلوا عليها نيراناً فتحرقوها ، وذلك انّ الله عزّ وجلّ يقول : </w:t>
      </w:r>
      <w:r w:rsidRPr="002704FD">
        <w:rPr>
          <w:rStyle w:val="libAlaemChar"/>
          <w:rtl/>
        </w:rPr>
        <w:t>(</w:t>
      </w:r>
      <w:r w:rsidRPr="002704FD">
        <w:rPr>
          <w:rStyle w:val="libAieChar"/>
          <w:rtl/>
        </w:rPr>
        <w:t xml:space="preserve"> يَا أََيُّهَا الَّذِينَ آمَنُوا أَطِيعُوا اللهَ وَأَطِيعُوا الرَّسُولَ ولاَ تُبطِلُوا أَعمَالَكُم </w:t>
      </w:r>
      <w:r w:rsidRPr="002704FD">
        <w:rPr>
          <w:rStyle w:val="libAlaemChar"/>
          <w:rtl/>
        </w:rPr>
        <w:t>)</w:t>
      </w:r>
      <w:r>
        <w:rPr>
          <w:rtl/>
        </w:rPr>
        <w:t xml:space="preserve"> </w:t>
      </w:r>
      <w:r w:rsidRPr="001008E4">
        <w:rPr>
          <w:rStyle w:val="libFootnotenumChar"/>
          <w:rtl/>
        </w:rPr>
        <w:t>(3 ) ( 4)</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جاء الفقراء إلى رسول الله </w:t>
      </w:r>
      <w:r w:rsidR="00BF0EA2" w:rsidRPr="00BF0EA2">
        <w:rPr>
          <w:rStyle w:val="libAlaemChar"/>
          <w:rFonts w:hint="cs"/>
          <w:rtl/>
        </w:rPr>
        <w:t>صلى‌الله‌عليه‌وآله</w:t>
      </w:r>
      <w:r>
        <w:rPr>
          <w:rtl/>
        </w:rPr>
        <w:t xml:space="preserve"> فقالوا : يا رسول الله انّ للأغنياء ما يعتقون وليس لنا ، ولهم ما يحجّون وليس لنا ، ولهم ما يتصدّقون به وليس لنا ، ولهم ما يجاهدون به وليس لنا.</w:t>
      </w:r>
    </w:p>
    <w:p w:rsidR="00AA2ABC" w:rsidRDefault="00AA2ABC" w:rsidP="002704FD">
      <w:pPr>
        <w:pStyle w:val="libNormal"/>
        <w:rPr>
          <w:rtl/>
        </w:rPr>
      </w:pPr>
      <w:r>
        <w:rPr>
          <w:rtl/>
        </w:rPr>
        <w:t xml:space="preserve">فقال </w:t>
      </w:r>
      <w:r w:rsidR="00BF0EA2" w:rsidRPr="00BF0EA2">
        <w:rPr>
          <w:rStyle w:val="libAlaemChar"/>
          <w:rFonts w:hint="cs"/>
          <w:rtl/>
        </w:rPr>
        <w:t>صلى‌الله‌عليه‌وآله</w:t>
      </w:r>
      <w:r>
        <w:rPr>
          <w:rtl/>
        </w:rPr>
        <w:t xml:space="preserve"> : من كبّر الله تبارك وتعالى مائة مرّة كان أفضل من عتق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الرحمن : 60.</w:t>
      </w:r>
    </w:p>
    <w:p w:rsidR="00AA2ABC" w:rsidRDefault="00AA2ABC" w:rsidP="001008E4">
      <w:pPr>
        <w:pStyle w:val="libFootnote0"/>
        <w:rPr>
          <w:rtl/>
        </w:rPr>
      </w:pPr>
      <w:r>
        <w:rPr>
          <w:rtl/>
        </w:rPr>
        <w:t>2 ـ البحار 93 : 166 ح 1 باب 2 ـ عن أمالي الصدوق.</w:t>
      </w:r>
    </w:p>
    <w:p w:rsidR="00AA2ABC" w:rsidRDefault="00AA2ABC" w:rsidP="001008E4">
      <w:pPr>
        <w:pStyle w:val="libFootnote0"/>
        <w:rPr>
          <w:rtl/>
        </w:rPr>
      </w:pPr>
      <w:r>
        <w:rPr>
          <w:rtl/>
        </w:rPr>
        <w:t>3 ـ محمد : 33.</w:t>
      </w:r>
    </w:p>
    <w:p w:rsidR="00AA2ABC" w:rsidRDefault="00AA2ABC" w:rsidP="001008E4">
      <w:pPr>
        <w:pStyle w:val="libFootnote0"/>
        <w:rPr>
          <w:rtl/>
        </w:rPr>
      </w:pPr>
      <w:r>
        <w:rPr>
          <w:rtl/>
        </w:rPr>
        <w:t xml:space="preserve">4 ـ البحار 93 : 168 ح 3 باب 2 ـ عن أمالي الصدوق. </w:t>
      </w:r>
    </w:p>
    <w:p w:rsidR="00AA2ABC" w:rsidRDefault="00AA2ABC" w:rsidP="002704FD">
      <w:pPr>
        <w:pStyle w:val="libNormal0"/>
        <w:rPr>
          <w:rtl/>
        </w:rPr>
      </w:pPr>
      <w:r>
        <w:rPr>
          <w:rtl/>
        </w:rPr>
        <w:br w:type="page"/>
      </w:r>
      <w:r>
        <w:rPr>
          <w:rtl/>
        </w:rPr>
        <w:lastRenderedPageBreak/>
        <w:t>مائة رقبة ، ومن سبّح الله مائة مرة كان أفضل من سياق مائة بدنة ، ومن حمد الله مائة مرّة كان أفضل من حملان مائة فرس في سبيل الله بسرجها ولجمها وركبها ، ومن قال : لا اله الاّ الله مائة مرّة كان أفضل الناس عملاً ذلك اليوم إلاّ من زاد.</w:t>
      </w:r>
    </w:p>
    <w:p w:rsidR="00AA2ABC" w:rsidRDefault="00AA2ABC" w:rsidP="002704FD">
      <w:pPr>
        <w:pStyle w:val="libNormal"/>
        <w:rPr>
          <w:rtl/>
        </w:rPr>
      </w:pPr>
      <w:r>
        <w:rPr>
          <w:rtl/>
        </w:rPr>
        <w:t xml:space="preserve">قال : فبلغ ذلك الأغنياء فصنعوه ، قال : فعادوا إلى النبي </w:t>
      </w:r>
      <w:r w:rsidR="00BF0EA2" w:rsidRPr="00BF0EA2">
        <w:rPr>
          <w:rStyle w:val="libAlaemChar"/>
          <w:rFonts w:hint="cs"/>
          <w:rtl/>
        </w:rPr>
        <w:t>صلى‌الله‌عليه‌وآله</w:t>
      </w:r>
      <w:r>
        <w:rPr>
          <w:rtl/>
        </w:rPr>
        <w:t xml:space="preserve"> فقالوا : يا رسول الله قد بلغ الأغنياء ما قلت فصنعوه ، فقال </w:t>
      </w:r>
      <w:r w:rsidR="00BF0EA2" w:rsidRPr="00BF0EA2">
        <w:rPr>
          <w:rStyle w:val="libAlaemChar"/>
          <w:rFonts w:hint="cs"/>
          <w:rtl/>
        </w:rPr>
        <w:t>صلى‌الله‌عليه‌وآله</w:t>
      </w:r>
      <w:r>
        <w:rPr>
          <w:rtl/>
        </w:rPr>
        <w:t xml:space="preserve"> : ذلك فضل الله يؤتيه من يشاء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عليّ الرضا </w:t>
      </w:r>
      <w:r w:rsidR="00763E2E" w:rsidRPr="00763E2E">
        <w:rPr>
          <w:rStyle w:val="libAlaemChar"/>
          <w:rFonts w:hint="cs"/>
          <w:rtl/>
        </w:rPr>
        <w:t>عليه‌السلام</w:t>
      </w:r>
      <w:r>
        <w:rPr>
          <w:rtl/>
        </w:rPr>
        <w:t xml:space="preserve"> انّه قال : انّ الله تبارك وتعالى أوجب على نفسه أن لا يكبّره مؤمن مائة تكبيرة ، ويحمده مائة تحميدة ، ويسبّحه مائة تسبيحة ، ويهلّله مائة تهليلة ، ويصلّي على محمد وآله محمد مائة مرّة ثم يقول : اللهم زوّجني من الحور العين ، الاّ زوّجه الله حوراء من الجنّة ، وجعل ذلك مهرها.</w:t>
      </w:r>
    </w:p>
    <w:p w:rsidR="00AA2ABC" w:rsidRDefault="00AA2ABC" w:rsidP="002704FD">
      <w:pPr>
        <w:pStyle w:val="libNormal"/>
        <w:rPr>
          <w:rtl/>
        </w:rPr>
      </w:pPr>
      <w:r>
        <w:rPr>
          <w:rtl/>
        </w:rPr>
        <w:t xml:space="preserve">فمن ثمّ أوحى الله عزّ وجلّ إلى نبيه </w:t>
      </w:r>
      <w:r w:rsidR="00BF0EA2" w:rsidRPr="00BF0EA2">
        <w:rPr>
          <w:rStyle w:val="libAlaemChar"/>
          <w:rFonts w:hint="cs"/>
          <w:rtl/>
        </w:rPr>
        <w:t>صلى‌الله‌عليه‌وآله</w:t>
      </w:r>
      <w:r>
        <w:rPr>
          <w:rtl/>
        </w:rPr>
        <w:t xml:space="preserve"> أن يسنّ مهور المؤمنات خمسمائة درهم ، ففعل ذلك رسول الله </w:t>
      </w:r>
      <w:r w:rsidR="00BF0EA2" w:rsidRPr="00BF0EA2">
        <w:rPr>
          <w:rStyle w:val="libAlaemChar"/>
          <w:rFonts w:hint="cs"/>
          <w:rtl/>
        </w:rPr>
        <w:t>صلى‌الله‌عليه‌وآله</w:t>
      </w:r>
      <w:r>
        <w:rPr>
          <w:rtl/>
        </w:rPr>
        <w:t xml:space="preserve">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انّه : اكثروا من التهليل والتكبير فانّه ليس شيء أحبّ إلى الله عزّ وجلّ من التهليل والتكبير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التسبيح نصف الميزان ، والحمد لله يملأ الميزان ، والله أكبر يملأ ما بين السماء والأرض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170 ح 11 باب 2 ـ عن أمالي الصدوق.</w:t>
      </w:r>
    </w:p>
    <w:p w:rsidR="00AA2ABC" w:rsidRDefault="00AA2ABC" w:rsidP="001008E4">
      <w:pPr>
        <w:pStyle w:val="libFootnote0"/>
        <w:rPr>
          <w:rtl/>
        </w:rPr>
      </w:pPr>
      <w:r>
        <w:rPr>
          <w:rtl/>
        </w:rPr>
        <w:t>2 ـ البحار 93 : 170 ح 10 باب 2 ـ عن علل الشرائع.</w:t>
      </w:r>
    </w:p>
    <w:p w:rsidR="00AA2ABC" w:rsidRDefault="00AA2ABC" w:rsidP="001008E4">
      <w:pPr>
        <w:pStyle w:val="libFootnote0"/>
        <w:rPr>
          <w:rtl/>
        </w:rPr>
      </w:pPr>
      <w:r>
        <w:rPr>
          <w:rtl/>
        </w:rPr>
        <w:t>3 ـ الكافي 2 : 506 ح 2 باب التسبيح والتهليل والتكبير ـ الوسائل 4 : 1209 ح 1 باب 32.</w:t>
      </w:r>
    </w:p>
    <w:p w:rsidR="00AA2ABC" w:rsidRDefault="00AA2ABC" w:rsidP="001008E4">
      <w:pPr>
        <w:pStyle w:val="libFootnote0"/>
        <w:rPr>
          <w:rtl/>
        </w:rPr>
      </w:pPr>
      <w:r>
        <w:rPr>
          <w:rtl/>
        </w:rPr>
        <w:t xml:space="preserve">4 ـ الكافي 2 : 506 ح 3 باب التسبيح والتهليل والتكبير ـ الوسائل 4 : 1205 ح 1 باب 31. </w:t>
      </w:r>
    </w:p>
    <w:p w:rsidR="00AA2ABC" w:rsidRDefault="00AA2ABC" w:rsidP="002704FD">
      <w:pPr>
        <w:pStyle w:val="libNormal"/>
        <w:rPr>
          <w:rtl/>
        </w:rPr>
      </w:pPr>
      <w:r>
        <w:rPr>
          <w:rtl/>
        </w:rPr>
        <w:br w:type="page"/>
      </w:r>
      <w:r>
        <w:rPr>
          <w:rtl/>
        </w:rPr>
        <w:lastRenderedPageBreak/>
        <w:t xml:space="preserve">وروي بسند معتبر عن رسول الله </w:t>
      </w:r>
      <w:r w:rsidR="00BF0EA2" w:rsidRPr="00BF0EA2">
        <w:rPr>
          <w:rStyle w:val="libAlaemChar"/>
          <w:rFonts w:hint="cs"/>
          <w:rtl/>
        </w:rPr>
        <w:t>صلى‌الله‌عليه‌وآله</w:t>
      </w:r>
      <w:r>
        <w:rPr>
          <w:rtl/>
        </w:rPr>
        <w:t xml:space="preserve"> انّه قال : أكثروا من سبحان الله والحمد لله ولا اله الاّ الله والله أكبر ، فانّهنّ يأتين يوم القيامة لهنّ مقدّمات ومؤخرات ومعقبات ، وهنّ الباقيات الصالحات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التفت رسول الله </w:t>
      </w:r>
      <w:r w:rsidR="00BF0EA2" w:rsidRPr="00BF0EA2">
        <w:rPr>
          <w:rStyle w:val="libAlaemChar"/>
          <w:rFonts w:hint="cs"/>
          <w:rtl/>
        </w:rPr>
        <w:t>صلى‌الله‌عليه‌وآله</w:t>
      </w:r>
      <w:r>
        <w:rPr>
          <w:rtl/>
        </w:rPr>
        <w:t xml:space="preserve"> إلى أصحابه فقال : اتخذوا جنناً ، فقالوا : يا رسول الله أمن عدوّ قد أظلّنا؟ قال : لا ، ولكن من النار قولوا : سبحان الله والحمد لله ولا اله الاّ الله والله أكبر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قال سبحان الله من غير تعجّب خلق الله منها طائراً له لسان وجناحان يسبّح الله عنه في المسبحين حتى تقوم الساعة ، ومثل ذلك الحمد لله ولا اله الاّ الله والله أكبر </w:t>
      </w:r>
      <w:r w:rsidRPr="001008E4">
        <w:rPr>
          <w:rStyle w:val="libFootnotenumChar"/>
          <w:rtl/>
        </w:rPr>
        <w:t>(3)</w:t>
      </w:r>
      <w:r>
        <w:rPr>
          <w:rtl/>
        </w:rPr>
        <w:t xml:space="preserve">. </w:t>
      </w:r>
    </w:p>
    <w:p w:rsidR="00AA2ABC" w:rsidRDefault="00AA2ABC" w:rsidP="00AA2ABC">
      <w:pPr>
        <w:pStyle w:val="Heading1Center"/>
        <w:rPr>
          <w:rtl/>
        </w:rPr>
      </w:pPr>
      <w:bookmarkStart w:id="216" w:name="_Toc392501944"/>
      <w:bookmarkStart w:id="217" w:name="_Toc392502892"/>
      <w:r>
        <w:rPr>
          <w:rtl/>
        </w:rPr>
        <w:t>( الفصل الثاني )</w:t>
      </w:r>
      <w:bookmarkEnd w:id="216"/>
      <w:bookmarkEnd w:id="217"/>
    </w:p>
    <w:p w:rsidR="00AA2ABC" w:rsidRDefault="00AA2ABC" w:rsidP="00AA2ABC">
      <w:pPr>
        <w:pStyle w:val="Heading1Center"/>
        <w:rPr>
          <w:rtl/>
        </w:rPr>
      </w:pPr>
      <w:bookmarkStart w:id="218" w:name="_Toc392501945"/>
      <w:bookmarkStart w:id="219" w:name="_Toc392502893"/>
      <w:r>
        <w:rPr>
          <w:rtl/>
        </w:rPr>
        <w:t>في فضل التهليل ، وفضل أنواعه</w:t>
      </w:r>
      <w:bookmarkEnd w:id="218"/>
      <w:bookmarkEnd w:id="219"/>
    </w:p>
    <w:p w:rsidR="00AA2ABC" w:rsidRDefault="00AA2ABC" w:rsidP="002704FD">
      <w:pPr>
        <w:pStyle w:val="libNormal"/>
        <w:rPr>
          <w:rtl/>
        </w:rPr>
      </w:pPr>
      <w:r>
        <w:rPr>
          <w:rtl/>
        </w:rPr>
        <w:t xml:space="preserve">روي عن رسول الله صلّى عليه وآله وسلّم انّه قال : قال الله جلّ جلاله لموسى : يا موسى لو انّ السماوات وعامريهنّ عندي والأرضين السبع في كفّة ، ولا اله الاّ الله في كفّة مالت بهنّ لا اله الاّ الله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لقنوا موتاكم « لا اله الاّ الله » فانّها تهدم الذنوب ، فقالوا : يا رسول الله فمن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171 ح 12 باب 2 ـ الوسائل 4 : 1206 ح 3 باب 31 ـ عن ثواب الأعمال.</w:t>
      </w:r>
    </w:p>
    <w:p w:rsidR="00AA2ABC" w:rsidRDefault="00AA2ABC" w:rsidP="001008E4">
      <w:pPr>
        <w:pStyle w:val="libFootnote0"/>
        <w:rPr>
          <w:rtl/>
        </w:rPr>
      </w:pPr>
      <w:r>
        <w:rPr>
          <w:rtl/>
        </w:rPr>
        <w:t>2 ـ البحار 93 : 171 ح 13 باب 2 ـ عن ثواب الأعمال.</w:t>
      </w:r>
    </w:p>
    <w:p w:rsidR="00AA2ABC" w:rsidRDefault="00AA2ABC" w:rsidP="001008E4">
      <w:pPr>
        <w:pStyle w:val="libFootnote0"/>
        <w:rPr>
          <w:rtl/>
        </w:rPr>
      </w:pPr>
      <w:r>
        <w:rPr>
          <w:rtl/>
        </w:rPr>
        <w:t>3 ـ البحار 93 : 172 ح 14 باب 2 ـ عن ثواب الأعمال.</w:t>
      </w:r>
    </w:p>
    <w:p w:rsidR="00AA2ABC" w:rsidRDefault="00AA2ABC" w:rsidP="001008E4">
      <w:pPr>
        <w:pStyle w:val="libFootnote0"/>
        <w:rPr>
          <w:rtl/>
        </w:rPr>
      </w:pPr>
      <w:r>
        <w:rPr>
          <w:rtl/>
        </w:rPr>
        <w:t xml:space="preserve">4 ـ البحار 93 : 196 ح 18 باب 5 ـ عن ثواب الأعمال. </w:t>
      </w:r>
    </w:p>
    <w:p w:rsidR="00AA2ABC" w:rsidRDefault="00AA2ABC" w:rsidP="002704FD">
      <w:pPr>
        <w:pStyle w:val="libNormal0"/>
        <w:rPr>
          <w:rtl/>
        </w:rPr>
      </w:pPr>
      <w:r>
        <w:rPr>
          <w:rtl/>
        </w:rPr>
        <w:br w:type="page"/>
      </w:r>
      <w:r>
        <w:rPr>
          <w:rtl/>
        </w:rPr>
        <w:lastRenderedPageBreak/>
        <w:t>قال في صحته؟ فقال : فذاك أهدم وأهدم ، انّ لا اله الاّ الله أُنس للمؤمن في حياته ، وعند موته وحين يبعث.</w:t>
      </w:r>
    </w:p>
    <w:p w:rsidR="00AA2ABC" w:rsidRDefault="00AA2ABC" w:rsidP="002704FD">
      <w:pPr>
        <w:pStyle w:val="libNormal"/>
        <w:rPr>
          <w:rtl/>
        </w:rPr>
      </w:pPr>
      <w:r>
        <w:rPr>
          <w:rtl/>
        </w:rPr>
        <w:t xml:space="preserve">وقال رسول الله </w:t>
      </w:r>
      <w:r w:rsidR="00BF0EA2" w:rsidRPr="00BF0EA2">
        <w:rPr>
          <w:rStyle w:val="libAlaemChar"/>
          <w:rFonts w:hint="cs"/>
          <w:rtl/>
        </w:rPr>
        <w:t>صلى‌الله‌عليه‌وآله</w:t>
      </w:r>
      <w:r>
        <w:rPr>
          <w:rtl/>
        </w:rPr>
        <w:t xml:space="preserve"> : قال جبرئيل : يا محمد لو تراهم حين يبعثون ، هذا مبيضّ وجهه ينادي : لا اله الاّ الله والله أكبر ، وهذا مسودّ وجهه ينادي : يا ويلاه يا ثبوراه </w:t>
      </w:r>
      <w:r w:rsidRPr="001008E4">
        <w:rPr>
          <w:rStyle w:val="libFootnotenumChar"/>
          <w:rtl/>
        </w:rPr>
        <w:t>(1)</w:t>
      </w:r>
      <w:r>
        <w:rPr>
          <w:rtl/>
        </w:rPr>
        <w:t>.</w:t>
      </w:r>
    </w:p>
    <w:p w:rsidR="00AA2ABC" w:rsidRDefault="00AA2ABC" w:rsidP="002704FD">
      <w:pPr>
        <w:pStyle w:val="libNormal"/>
        <w:rPr>
          <w:rtl/>
        </w:rPr>
      </w:pPr>
      <w:r>
        <w:rPr>
          <w:rtl/>
        </w:rPr>
        <w:t xml:space="preserve">وروي بسند آخر عنه </w:t>
      </w:r>
      <w:r w:rsidR="00BF0EA2" w:rsidRPr="00BF0EA2">
        <w:rPr>
          <w:rStyle w:val="libAlaemChar"/>
          <w:rFonts w:hint="cs"/>
          <w:rtl/>
        </w:rPr>
        <w:t>صلى‌الله‌عليه‌وآله</w:t>
      </w:r>
      <w:r>
        <w:rPr>
          <w:rtl/>
        </w:rPr>
        <w:t xml:space="preserve"> انّه قال : ثمن الجنّة لا اله الاّ الله</w:t>
      </w:r>
      <w:r w:rsidRPr="001008E4">
        <w:rPr>
          <w:rStyle w:val="libFootnotenumChar"/>
          <w:rtl/>
        </w:rPr>
        <w:t>(2)</w:t>
      </w:r>
      <w:r>
        <w:rPr>
          <w:rtl/>
        </w:rPr>
        <w:t>.</w:t>
      </w:r>
    </w:p>
    <w:p w:rsidR="00AA2ABC" w:rsidRDefault="00AA2ABC" w:rsidP="002704FD">
      <w:pPr>
        <w:pStyle w:val="libNormal"/>
        <w:rPr>
          <w:rtl/>
        </w:rPr>
      </w:pPr>
      <w:r>
        <w:rPr>
          <w:rtl/>
        </w:rPr>
        <w:t xml:space="preserve">وروي بسند آخر عنه </w:t>
      </w:r>
      <w:r w:rsidR="00BF0EA2" w:rsidRPr="00BF0EA2">
        <w:rPr>
          <w:rStyle w:val="libAlaemChar"/>
          <w:rFonts w:hint="cs"/>
          <w:rtl/>
        </w:rPr>
        <w:t>صلى‌الله‌عليه‌وآله</w:t>
      </w:r>
      <w:r>
        <w:rPr>
          <w:rtl/>
        </w:rPr>
        <w:t xml:space="preserve"> انّه قال : من قال لا اله الاّ الله غرست له شجرة في الجنّة من ياقوتة حمراء ، منبتها في مسك أبيض أحلى من العسل ، وأشدّ بياضاً من الثلج ، وأطيب ريحاً من المسك فيها ثمار أمثال أثداء الأبكار ، تفلق عن سبعين حلّة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ما من شيء أعظم ثواباً من شهادة أن لا اله الاّ الله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خير العبادة قول لا اله الاّ الله </w:t>
      </w:r>
      <w:r w:rsidRPr="001008E4">
        <w:rPr>
          <w:rStyle w:val="libFootnotenumChar"/>
          <w:rtl/>
        </w:rPr>
        <w:t>(5)</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ما من عبد مسلم يقول : لا اله الاّ الله الاّ صعدت تخرق كلّ سقف لا تمرّ بشيء من سيئاته الاّ طلستها ، حتى تنتهي إلى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200 ح 32 باب 5 ـ عن ثواب الأعمال.</w:t>
      </w:r>
    </w:p>
    <w:p w:rsidR="00AA2ABC" w:rsidRDefault="00AA2ABC" w:rsidP="001008E4">
      <w:pPr>
        <w:pStyle w:val="libFootnote0"/>
        <w:rPr>
          <w:rtl/>
        </w:rPr>
      </w:pPr>
      <w:r>
        <w:rPr>
          <w:rtl/>
        </w:rPr>
        <w:t>2 ـ البحار 93 : 201 ح 33 باب 5 ـ عن ثواب الأعمال.</w:t>
      </w:r>
    </w:p>
    <w:p w:rsidR="00AA2ABC" w:rsidRDefault="00AA2ABC" w:rsidP="001008E4">
      <w:pPr>
        <w:pStyle w:val="libFootnote0"/>
        <w:rPr>
          <w:rtl/>
        </w:rPr>
      </w:pPr>
      <w:r>
        <w:rPr>
          <w:rtl/>
        </w:rPr>
        <w:t>3 ـ البحار 93 : 201 ح 34 باب 5 ـ عن ثواب الأعمال.</w:t>
      </w:r>
    </w:p>
    <w:p w:rsidR="00AA2ABC" w:rsidRDefault="00AA2ABC" w:rsidP="001008E4">
      <w:pPr>
        <w:pStyle w:val="libFootnote0"/>
        <w:rPr>
          <w:rtl/>
        </w:rPr>
      </w:pPr>
      <w:r>
        <w:rPr>
          <w:rtl/>
        </w:rPr>
        <w:t>4 ـ الكافي 2 : 516 ح 1 باب من قال لا اله الاّ الله.</w:t>
      </w:r>
    </w:p>
    <w:p w:rsidR="00AA2ABC" w:rsidRDefault="00AA2ABC" w:rsidP="001008E4">
      <w:pPr>
        <w:pStyle w:val="libFootnote0"/>
        <w:rPr>
          <w:rtl/>
        </w:rPr>
      </w:pPr>
      <w:r>
        <w:rPr>
          <w:rtl/>
        </w:rPr>
        <w:t xml:space="preserve">5 ـ البحار 93 : 195 ح 13 باب 5 ـ عن التوحيد للصدوق. </w:t>
      </w:r>
    </w:p>
    <w:p w:rsidR="00AA2ABC" w:rsidRDefault="00AA2ABC" w:rsidP="002704FD">
      <w:pPr>
        <w:pStyle w:val="libNormal0"/>
        <w:rPr>
          <w:rtl/>
        </w:rPr>
      </w:pPr>
      <w:r>
        <w:rPr>
          <w:rtl/>
        </w:rPr>
        <w:br w:type="page"/>
      </w:r>
      <w:r>
        <w:rPr>
          <w:rtl/>
        </w:rPr>
        <w:lastRenderedPageBreak/>
        <w:t xml:space="preserve">مثلها من الحسنات تقف </w:t>
      </w:r>
      <w:r w:rsidRPr="001008E4">
        <w:rPr>
          <w:rStyle w:val="libFootnotenumChar"/>
          <w:rtl/>
        </w:rPr>
        <w:t>(1)</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من قال لا اله الاّ الله مائة مرّة كان أفضل الناس ذلك اليوم عملاً الاّ من زاد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ما من شيء الاّ وله حدّ ينتهي إليه الاّ الذكر فليس له حدّ ينتهي إليه ، فرض الله عزّوجلّ الفرائض فمن أداهنّ فهو حدّهنّ ، وشهر رمضان فمن صامه فهو حدّه ، والحج فمن حجّ فهو حدّه الاّ الذكر ، فإنّ الله عزوجل لم يرض منه بالقليل ، ولم يجعل له حداً ينتهي إليه.</w:t>
      </w:r>
    </w:p>
    <w:p w:rsidR="00AA2ABC" w:rsidRDefault="00AA2ABC" w:rsidP="002704FD">
      <w:pPr>
        <w:pStyle w:val="libNormal"/>
        <w:rPr>
          <w:rtl/>
        </w:rPr>
      </w:pPr>
      <w:r>
        <w:rPr>
          <w:rtl/>
        </w:rPr>
        <w:t xml:space="preserve">ثم تلا هذه الآية : </w:t>
      </w:r>
      <w:r w:rsidRPr="002704FD">
        <w:rPr>
          <w:rStyle w:val="libAlaemChar"/>
          <w:rtl/>
        </w:rPr>
        <w:t>(</w:t>
      </w:r>
      <w:r w:rsidRPr="002704FD">
        <w:rPr>
          <w:rStyle w:val="libAieChar"/>
          <w:rtl/>
        </w:rPr>
        <w:t xml:space="preserve"> يَا أَيُّها الَّذِينَ آمَنُوا أذكروا اللهَ ذِكراً كَثِيرا * وَسَبِّحُوهُ بُكرَةً وَأَصِيلاً </w:t>
      </w:r>
      <w:r w:rsidRPr="002704FD">
        <w:rPr>
          <w:rStyle w:val="libAlaemChar"/>
          <w:rtl/>
        </w:rPr>
        <w:t>)</w:t>
      </w:r>
      <w:r>
        <w:rPr>
          <w:rtl/>
        </w:rPr>
        <w:t xml:space="preserve"> </w:t>
      </w:r>
      <w:r w:rsidRPr="001008E4">
        <w:rPr>
          <w:rStyle w:val="libFootnotenumChar"/>
          <w:rtl/>
        </w:rPr>
        <w:t>(3)</w:t>
      </w:r>
      <w:r>
        <w:rPr>
          <w:rtl/>
        </w:rPr>
        <w:t>.</w:t>
      </w:r>
    </w:p>
    <w:p w:rsidR="00AA2ABC" w:rsidRDefault="00AA2ABC" w:rsidP="002704FD">
      <w:pPr>
        <w:pStyle w:val="libNormal"/>
        <w:rPr>
          <w:rtl/>
        </w:rPr>
      </w:pPr>
      <w:r>
        <w:rPr>
          <w:rtl/>
        </w:rPr>
        <w:t xml:space="preserve">فقال : لم يجعل الله عزّ وجلّ له حدّاً ينتهي إليه ، قال : وكان أبي </w:t>
      </w:r>
      <w:r w:rsidR="00763E2E" w:rsidRPr="00763E2E">
        <w:rPr>
          <w:rStyle w:val="libAlaemChar"/>
          <w:rFonts w:hint="cs"/>
          <w:rtl/>
        </w:rPr>
        <w:t>عليه‌السلام</w:t>
      </w:r>
      <w:r>
        <w:rPr>
          <w:rtl/>
        </w:rPr>
        <w:t xml:space="preserve"> كثير الذكر ، لقد كنت أمشي معه وانّه ليذكر الله ، وأكل معه الطعام وانه ليذكر الله ، ولقد كان يجدّث القوم وما يشغله ذلك عن ذكر الله ، وكنت أرى لسانه لازقاً بحنكه يقول : لا اله الاّ الله ، وكان يجمعنا فيأمرنا بالذكر حتى تطلع الشمس ، ويأمر بالقراءة من كان يقرأ منّا ، ومن كان لا يقرأ منّا أمره بالذكر.</w:t>
      </w:r>
    </w:p>
    <w:p w:rsidR="00AA2ABC" w:rsidRDefault="00AA2ABC" w:rsidP="002704FD">
      <w:pPr>
        <w:pStyle w:val="libNormal"/>
        <w:rPr>
          <w:rtl/>
        </w:rPr>
      </w:pPr>
      <w:r>
        <w:rPr>
          <w:rtl/>
        </w:rPr>
        <w:t xml:space="preserve">والبيت الذي يقرأ فيه القرآن ويذكر الله عزّوجلّ فيه تكثر بركته ، وتحضره الملائكة ، وتهجره الشياطين ، ويضيء لأهل السماء كما يضيء الكوكب الدري لأهل الأرض ، والبيت الذي لا يقرأ فيه القرآن ، ولا يذكر الله فيه تقلّ بركته ، وتهجره الملائكة ، وتحضره الشياطين.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195 ح 14 باب 5 ـ عن التوحيد للصدوق.</w:t>
      </w:r>
    </w:p>
    <w:p w:rsidR="00AA2ABC" w:rsidRDefault="00AA2ABC" w:rsidP="001008E4">
      <w:pPr>
        <w:pStyle w:val="libFootnote0"/>
        <w:rPr>
          <w:rtl/>
        </w:rPr>
      </w:pPr>
      <w:r>
        <w:rPr>
          <w:rtl/>
        </w:rPr>
        <w:t>2 ـ البحار 93 : 205 ح 1 باب 6 ـ عن ثواب الأعمال.</w:t>
      </w:r>
    </w:p>
    <w:p w:rsidR="00AA2ABC" w:rsidRDefault="00AA2ABC" w:rsidP="001008E4">
      <w:pPr>
        <w:pStyle w:val="libFootnote0"/>
        <w:rPr>
          <w:rtl/>
        </w:rPr>
      </w:pPr>
      <w:r>
        <w:rPr>
          <w:rtl/>
        </w:rPr>
        <w:t>3 ـ الأحزاب : 42 و41.</w:t>
      </w:r>
    </w:p>
    <w:p w:rsidR="00AA2ABC" w:rsidRDefault="00AA2ABC" w:rsidP="002704FD">
      <w:pPr>
        <w:pStyle w:val="libNormal"/>
        <w:rPr>
          <w:rtl/>
        </w:rPr>
      </w:pPr>
      <w:r>
        <w:rPr>
          <w:rtl/>
        </w:rPr>
        <w:br w:type="page"/>
      </w:r>
      <w:r>
        <w:rPr>
          <w:rtl/>
        </w:rPr>
        <w:lastRenderedPageBreak/>
        <w:t xml:space="preserve">وقد قال رسول الله </w:t>
      </w:r>
      <w:r w:rsidR="00BF0EA2" w:rsidRPr="00BF0EA2">
        <w:rPr>
          <w:rStyle w:val="libAlaemChar"/>
          <w:rFonts w:hint="cs"/>
          <w:rtl/>
        </w:rPr>
        <w:t>صلى‌الله‌عليه‌وآله</w:t>
      </w:r>
      <w:r>
        <w:rPr>
          <w:rtl/>
        </w:rPr>
        <w:t xml:space="preserve"> : ألا أخبركم بخير أعمالكم ، أرفعها في درجاتكم ، وأزكاها عند مليككم ، وخير لكم من الدينار والدرهم ، وخير لكم من أن تلقوا عدوّكم فتقتلوهم ويقتلوكم؟ فقالوا : بلى ، فقال : ذكر الله عزّ وجلّ كثيراً.</w:t>
      </w:r>
    </w:p>
    <w:p w:rsidR="00AA2ABC" w:rsidRDefault="00AA2ABC" w:rsidP="002704FD">
      <w:pPr>
        <w:pStyle w:val="libNormal"/>
        <w:rPr>
          <w:rtl/>
        </w:rPr>
      </w:pPr>
      <w:r>
        <w:rPr>
          <w:rtl/>
        </w:rPr>
        <w:t xml:space="preserve">ثم قال : جاء رجلّ إلى النبي </w:t>
      </w:r>
      <w:r w:rsidR="00BF0EA2" w:rsidRPr="00BF0EA2">
        <w:rPr>
          <w:rStyle w:val="libAlaemChar"/>
          <w:rFonts w:hint="cs"/>
          <w:rtl/>
        </w:rPr>
        <w:t>صلى‌الله‌عليه‌وآله</w:t>
      </w:r>
      <w:r>
        <w:rPr>
          <w:rtl/>
        </w:rPr>
        <w:t xml:space="preserve"> فقال : من خير أهل المسجد؟ فقال : أكثرهم لله ذكراً ، وقال رسول الله </w:t>
      </w:r>
      <w:r w:rsidR="00BF0EA2" w:rsidRPr="00BF0EA2">
        <w:rPr>
          <w:rStyle w:val="libAlaemChar"/>
          <w:rFonts w:hint="cs"/>
          <w:rtl/>
        </w:rPr>
        <w:t>صلى‌الله‌عليه‌وآله</w:t>
      </w:r>
      <w:r>
        <w:rPr>
          <w:rtl/>
        </w:rPr>
        <w:t xml:space="preserve"> : من أعطى لساناً ذاكراً فقد أعطي خير الدنيا والآخرة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أكثر ذكر الله عزّوجلّ أحبّه الله ، ومن ذكر الله كثيراً كتبت له براءتان : براءة من النار ، وبراءة من النفاق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لا اله الاّ الله مخلصاً دخل الجنّة ، واخلاصه أن يحجزه لا اله الاّ الله عمّا حرّم الله عزّ وجلّ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لا اله الاّ الله من غير تعجّب خلق الله منها طائراً يرفرف على رأس صاحبها إلى أن تقوم الساعة ، ويذكر لقائلها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لقنوا موتاكم لا اله الاّ الله ، فإنّ من كان آخر كلامه لا اله الاّ الله دخل الجنّة </w:t>
      </w:r>
      <w:r w:rsidRPr="001008E4">
        <w:rPr>
          <w:rStyle w:val="libFootnotenumChar"/>
          <w:rtl/>
        </w:rPr>
        <w:t>(5)</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498 ح 1 باب ذكر الله عزّوجلّ كثيراً ـ الوسائل 4 : 1181 ح 2 باب 5.</w:t>
      </w:r>
    </w:p>
    <w:p w:rsidR="00AA2ABC" w:rsidRDefault="00AA2ABC" w:rsidP="001008E4">
      <w:pPr>
        <w:pStyle w:val="libFootnote0"/>
        <w:rPr>
          <w:rtl/>
        </w:rPr>
      </w:pPr>
      <w:r>
        <w:rPr>
          <w:rtl/>
        </w:rPr>
        <w:t>2 ـ الكافي 2 : 499 ح 3 باب ذكر الله عزّوجلّ كثيراً ـ الوسائل 4 : 1181 ح 1 باب 5.</w:t>
      </w:r>
    </w:p>
    <w:p w:rsidR="00AA2ABC" w:rsidRDefault="00AA2ABC" w:rsidP="001008E4">
      <w:pPr>
        <w:pStyle w:val="libFootnote0"/>
        <w:rPr>
          <w:rtl/>
        </w:rPr>
      </w:pPr>
      <w:r>
        <w:rPr>
          <w:rtl/>
        </w:rPr>
        <w:t>3 ـ البحار 93 : 197 ح 21 باب 5 ـ عن ثواب الأعمال.</w:t>
      </w:r>
    </w:p>
    <w:p w:rsidR="00AA2ABC" w:rsidRDefault="00AA2ABC" w:rsidP="001008E4">
      <w:pPr>
        <w:pStyle w:val="libFootnote0"/>
        <w:rPr>
          <w:rtl/>
        </w:rPr>
      </w:pPr>
      <w:r>
        <w:rPr>
          <w:rtl/>
        </w:rPr>
        <w:t>4 ـ البحار 93 : 193 ح 4 باب 5 ـ عن ثواب الأعمال.</w:t>
      </w:r>
    </w:p>
    <w:p w:rsidR="00AA2ABC" w:rsidRDefault="00AA2ABC" w:rsidP="001008E4">
      <w:pPr>
        <w:pStyle w:val="libFootnote0"/>
        <w:rPr>
          <w:rtl/>
        </w:rPr>
      </w:pPr>
      <w:r>
        <w:rPr>
          <w:rtl/>
        </w:rPr>
        <w:t xml:space="preserve">5 ـ البحار 93 : 199 ح 26 باب 5 ـ عن أمالي الصدوق. </w:t>
      </w:r>
    </w:p>
    <w:p w:rsidR="00AA2ABC" w:rsidRDefault="00AA2ABC" w:rsidP="002704FD">
      <w:pPr>
        <w:pStyle w:val="libNormal"/>
        <w:rPr>
          <w:rtl/>
        </w:rPr>
      </w:pPr>
      <w:r>
        <w:rPr>
          <w:rtl/>
        </w:rPr>
        <w:br w:type="page"/>
      </w:r>
      <w:r>
        <w:rPr>
          <w:rtl/>
        </w:rPr>
        <w:lastRenderedPageBreak/>
        <w:t xml:space="preserve">وروي بسند معتبر عن علي الرضا </w:t>
      </w:r>
      <w:r w:rsidR="00763E2E" w:rsidRPr="00763E2E">
        <w:rPr>
          <w:rStyle w:val="libAlaemChar"/>
          <w:rFonts w:hint="cs"/>
          <w:rtl/>
        </w:rPr>
        <w:t>عليه‌السلام</w:t>
      </w:r>
      <w:r>
        <w:rPr>
          <w:rtl/>
        </w:rPr>
        <w:t xml:space="preserve"> انّه قال : انّ نوحاً لمّا ركب السفينة أوحى الله عزّوجلّ إليه : يا نوح ان خفت الغرق فهلّلني ألفاً ثم سلني النجاة أُنجك من الغرق ومن آمن معك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جاء جبرئيل </w:t>
      </w:r>
      <w:r w:rsidR="00763E2E" w:rsidRPr="00763E2E">
        <w:rPr>
          <w:rStyle w:val="libAlaemChar"/>
          <w:rFonts w:hint="cs"/>
          <w:rtl/>
        </w:rPr>
        <w:t>عليه‌السلام</w:t>
      </w:r>
      <w:r>
        <w:rPr>
          <w:rtl/>
        </w:rPr>
        <w:t xml:space="preserve"> إلى رسول الله </w:t>
      </w:r>
      <w:r w:rsidR="00BF0EA2" w:rsidRPr="00BF0EA2">
        <w:rPr>
          <w:rStyle w:val="libAlaemChar"/>
          <w:rFonts w:hint="cs"/>
          <w:rtl/>
        </w:rPr>
        <w:t>صلى‌الله‌عليه‌وآله</w:t>
      </w:r>
      <w:r>
        <w:rPr>
          <w:rtl/>
        </w:rPr>
        <w:t xml:space="preserve"> فقال : يا محمد طوبى لمن قال من أمتك « لا اله الاّ الله وحده وحده وحده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مائة مرّة « لا اله الاّ الله الحقّ المبين » أعاذه الله العزيز الجبار من الفقر ، وأنس وحشة قبره ، واستجلب الغنى ، واستقرع باب الجنة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من قال في كلّ يوم ثلاثين مرّة « لا اله الاّ الله الحقّ المبين » استقبل الغنى ، واستدبر الفقر ، وقرع باب الجنة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قال في كلّ يوم خمس عشرة مرّة : « لا اله الاّ الله حقّاً حقّاً ، لا اله الاّ الله ايماناً وتصديقاً ، لا اله الاّ الله عبودية ورقاً » أقبل الله عليه بوجهه ، فلم يصرف عنه وجهه حتى يدخل الجنّة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قال : « أشهد أن لا اله الاّ الله ، وحده لا شريك له ، وأشهد أنّ محمداً عبده ورسوله » كتب الله له ألف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93 : 205 ح 2 باب 6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2 ـ البحار 93 : 205 ح 3 باب 6 ـ عن التوحيد للصدوق.</w:t>
      </w:r>
    </w:p>
    <w:p w:rsidR="00AA2ABC" w:rsidRDefault="00AA2ABC" w:rsidP="001008E4">
      <w:pPr>
        <w:pStyle w:val="libFootnote0"/>
        <w:rPr>
          <w:rtl/>
        </w:rPr>
      </w:pPr>
      <w:r>
        <w:rPr>
          <w:rtl/>
        </w:rPr>
        <w:t>3 ـ البحار 93 : 207 ح 7 باب 6 ـ عن ثواب الأعمال.</w:t>
      </w:r>
    </w:p>
    <w:p w:rsidR="00AA2ABC" w:rsidRDefault="00AA2ABC" w:rsidP="001008E4">
      <w:pPr>
        <w:pStyle w:val="libFootnote0"/>
        <w:rPr>
          <w:rtl/>
        </w:rPr>
      </w:pPr>
      <w:r>
        <w:rPr>
          <w:rtl/>
        </w:rPr>
        <w:t>4 ـ البحار 93 : 207 ح 8 باب 6 ـ عن ثواب الأعمال.</w:t>
      </w:r>
    </w:p>
    <w:p w:rsidR="00AA2ABC" w:rsidRDefault="00AA2ABC" w:rsidP="001008E4">
      <w:pPr>
        <w:pStyle w:val="libFootnote0"/>
        <w:rPr>
          <w:rtl/>
        </w:rPr>
      </w:pPr>
      <w:r>
        <w:rPr>
          <w:rtl/>
        </w:rPr>
        <w:t xml:space="preserve">5 ـ البحار 93 : 207 ح 9 باب 6 ـ عن ثواب الأعمال. </w:t>
      </w:r>
    </w:p>
    <w:p w:rsidR="00AA2ABC" w:rsidRDefault="00AA2ABC" w:rsidP="002704FD">
      <w:pPr>
        <w:pStyle w:val="libNormal0"/>
        <w:rPr>
          <w:rtl/>
        </w:rPr>
      </w:pPr>
      <w:r>
        <w:rPr>
          <w:rtl/>
        </w:rPr>
        <w:br w:type="page"/>
      </w:r>
      <w:r>
        <w:rPr>
          <w:rtl/>
        </w:rPr>
        <w:lastRenderedPageBreak/>
        <w:t xml:space="preserve">ألف حسنة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كم قال في كلّ يوم عشر مرّات « أشهد أن لا اله الاّ الله ، وحده لا شريك له ، الهاً واحداً أحداً صمداً ، لم يتخذ صاحبة ولا ولداً » كتب الله له خمسة وأربعين ألف حسنة ، ومحا عنه خمسة وأربعين ألف سيئة ، ورفع له خمسة وأربعين ألف درجة.</w:t>
      </w:r>
    </w:p>
    <w:p w:rsidR="00AA2ABC" w:rsidRDefault="00AA2ABC" w:rsidP="002704FD">
      <w:pPr>
        <w:pStyle w:val="libNormal"/>
        <w:rPr>
          <w:rtl/>
        </w:rPr>
      </w:pPr>
      <w:r>
        <w:rPr>
          <w:rtl/>
        </w:rPr>
        <w:t xml:space="preserve">وفي رواية أخرى : كنّ له حرزاً في يومه من السلطان والشيطان ، ولم تحط به كبيرة من الذنوب </w:t>
      </w:r>
      <w:r w:rsidRPr="001008E4">
        <w:rPr>
          <w:rStyle w:val="libFootnotenumChar"/>
          <w:rtl/>
        </w:rPr>
        <w:t>(2)</w:t>
      </w:r>
      <w:r>
        <w:rPr>
          <w:rtl/>
        </w:rPr>
        <w:t>.</w:t>
      </w:r>
    </w:p>
    <w:p w:rsidR="00AA2ABC" w:rsidRDefault="00AA2ABC" w:rsidP="002704FD">
      <w:pPr>
        <w:pStyle w:val="libNormal"/>
        <w:rPr>
          <w:rtl/>
        </w:rPr>
      </w:pPr>
      <w:r>
        <w:rPr>
          <w:rtl/>
        </w:rPr>
        <w:t xml:space="preserve">وفي رواية أخرى : كتب الله عزّ وجلّ له خمساً وأربعين ألف [ ألف ] حسنة ، ومحا عنه خمساً وأربعين ألف [ ألف ] سيئة ، ورفع له في الجنّة خمساً وأربعين ألف [ ألف ] درجة ، وكان كمن قرأ القرآن في يومه اثنتي عشرة مرّة ، وبنى الله له بيتاً في الجنّة </w:t>
      </w:r>
      <w:r w:rsidRPr="001008E4">
        <w:rPr>
          <w:rStyle w:val="libFootnotenumChar"/>
          <w:rtl/>
        </w:rPr>
        <w:t>(3)</w:t>
      </w:r>
      <w:r>
        <w:rPr>
          <w:rtl/>
        </w:rPr>
        <w:t xml:space="preserve">. </w:t>
      </w:r>
    </w:p>
    <w:p w:rsidR="00AA2ABC" w:rsidRDefault="00AA2ABC" w:rsidP="00AA2ABC">
      <w:pPr>
        <w:pStyle w:val="Heading1Center"/>
        <w:rPr>
          <w:rtl/>
        </w:rPr>
      </w:pPr>
      <w:bookmarkStart w:id="220" w:name="_Toc392501946"/>
      <w:bookmarkStart w:id="221" w:name="_Toc392502894"/>
      <w:r>
        <w:rPr>
          <w:rtl/>
        </w:rPr>
        <w:t>( الفصل الثالث )</w:t>
      </w:r>
      <w:bookmarkEnd w:id="220"/>
      <w:bookmarkEnd w:id="221"/>
    </w:p>
    <w:p w:rsidR="00AA2ABC" w:rsidRDefault="00AA2ABC" w:rsidP="00AA2ABC">
      <w:pPr>
        <w:pStyle w:val="Heading1Center"/>
        <w:rPr>
          <w:rtl/>
        </w:rPr>
      </w:pPr>
      <w:bookmarkStart w:id="222" w:name="_Toc392501947"/>
      <w:bookmarkStart w:id="223" w:name="_Toc392502895"/>
      <w:r>
        <w:rPr>
          <w:rtl/>
        </w:rPr>
        <w:t>في فضل التسبيح</w:t>
      </w:r>
      <w:bookmarkEnd w:id="222"/>
      <w:bookmarkEnd w:id="223"/>
    </w:p>
    <w:p w:rsidR="00AA2ABC" w:rsidRDefault="00AA2ABC" w:rsidP="002704FD">
      <w:pPr>
        <w:pStyle w:val="libNormal"/>
        <w:rPr>
          <w:rtl/>
        </w:rPr>
      </w:pPr>
      <w:r>
        <w:rPr>
          <w:rtl/>
        </w:rPr>
        <w:t xml:space="preserve">روي بسند معتبر عن يونس بن يعقوب انّه قال : قلت لأبي عبدالله </w:t>
      </w:r>
      <w:r w:rsidR="00763E2E" w:rsidRPr="00763E2E">
        <w:rPr>
          <w:rStyle w:val="libAlaemChar"/>
          <w:rFonts w:hint="cs"/>
          <w:rtl/>
        </w:rPr>
        <w:t>عليه‌السلام</w:t>
      </w:r>
      <w:r>
        <w:rPr>
          <w:rtl/>
        </w:rPr>
        <w:t xml:space="preserve"> : من قال « سبحان الله » مائة مرّة كان ممّن ذكر الله كثيراً؟ قال : نعم </w:t>
      </w:r>
      <w:r w:rsidRPr="001008E4">
        <w:rPr>
          <w:rStyle w:val="libFootnotenumChar"/>
          <w:rtl/>
        </w:rPr>
        <w:t>(4)</w:t>
      </w:r>
      <w:r>
        <w:rPr>
          <w:rtl/>
        </w:rPr>
        <w:t>.</w:t>
      </w:r>
    </w:p>
    <w:p w:rsidR="00AA2ABC" w:rsidRDefault="00AA2ABC" w:rsidP="002704FD">
      <w:pPr>
        <w:pStyle w:val="libNormal"/>
        <w:rPr>
          <w:rtl/>
        </w:rPr>
      </w:pPr>
      <w:r>
        <w:rPr>
          <w:rtl/>
        </w:rPr>
        <w:t xml:space="preserve">وروي بسند صحيح عنه </w:t>
      </w:r>
      <w:r w:rsidR="00763E2E" w:rsidRPr="00763E2E">
        <w:rPr>
          <w:rStyle w:val="libAlaemChar"/>
          <w:rFonts w:hint="cs"/>
          <w:rtl/>
        </w:rPr>
        <w:t>عليه‌السلام</w:t>
      </w:r>
      <w:r>
        <w:rPr>
          <w:rtl/>
        </w:rPr>
        <w:t xml:space="preserve"> انّه قال : من قال سبحان الله وبحمده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518 ح 1 باب من قال أشهد أن لا اله الاّ الله.</w:t>
      </w:r>
    </w:p>
    <w:p w:rsidR="00AA2ABC" w:rsidRDefault="00AA2ABC" w:rsidP="001008E4">
      <w:pPr>
        <w:pStyle w:val="libFootnote0"/>
        <w:rPr>
          <w:rtl/>
        </w:rPr>
      </w:pPr>
      <w:r>
        <w:rPr>
          <w:rtl/>
        </w:rPr>
        <w:t>2 ـ الكافي 2 : 519 ح 1 باب من قال عشر مرّات</w:t>
      </w:r>
      <w:r>
        <w:rPr>
          <w:rFonts w:hint="cs"/>
          <w:rtl/>
        </w:rPr>
        <w:t xml:space="preserve"> </w:t>
      </w:r>
      <w:r>
        <w:rPr>
          <w:rtl/>
        </w:rPr>
        <w:t>....</w:t>
      </w:r>
    </w:p>
    <w:p w:rsidR="00AA2ABC" w:rsidRDefault="00AA2ABC" w:rsidP="001008E4">
      <w:pPr>
        <w:pStyle w:val="libFootnote0"/>
        <w:rPr>
          <w:rtl/>
        </w:rPr>
      </w:pPr>
      <w:r>
        <w:rPr>
          <w:rtl/>
        </w:rPr>
        <w:t>3 ـ البحار 93 : 206 ح 5 باب 6 ـ عن ثواب الأعمال.</w:t>
      </w:r>
    </w:p>
    <w:p w:rsidR="00AA2ABC" w:rsidRDefault="00AA2ABC" w:rsidP="001008E4">
      <w:pPr>
        <w:pStyle w:val="libFootnote0"/>
        <w:rPr>
          <w:rtl/>
        </w:rPr>
      </w:pPr>
      <w:r>
        <w:rPr>
          <w:rtl/>
        </w:rPr>
        <w:t xml:space="preserve">4 ـ البحار93 : 181 ح 15 باب 3 ـ عن ثواب الأعمال. </w:t>
      </w:r>
    </w:p>
    <w:p w:rsidR="00AA2ABC" w:rsidRDefault="00AA2ABC" w:rsidP="002704FD">
      <w:pPr>
        <w:pStyle w:val="libNormal0"/>
        <w:rPr>
          <w:rtl/>
        </w:rPr>
      </w:pPr>
      <w:r>
        <w:rPr>
          <w:rtl/>
        </w:rPr>
        <w:br w:type="page"/>
      </w:r>
      <w:r>
        <w:rPr>
          <w:rtl/>
        </w:rPr>
        <w:lastRenderedPageBreak/>
        <w:t xml:space="preserve">سبحان الله العظيم وبحمده ، كتب الله له ثلاثة آلاف حسنة ، ومحا عنه ثلاثة آلاف سيئة ، ورفع له ثلاثة آلاف درجة ، ويخلق منها طائراً في الجنّة يسبّح ، وكان أجر تسبيحه له </w:t>
      </w:r>
      <w:r w:rsidRPr="001008E4">
        <w:rPr>
          <w:rStyle w:val="libFootnotenumChar"/>
          <w:rtl/>
        </w:rPr>
        <w:t>(1)</w:t>
      </w:r>
      <w:r>
        <w:rPr>
          <w:rtl/>
        </w:rPr>
        <w:t>.</w:t>
      </w:r>
    </w:p>
    <w:p w:rsidR="00AA2ABC" w:rsidRDefault="00AA2ABC" w:rsidP="002704FD">
      <w:pPr>
        <w:pStyle w:val="libNormal"/>
        <w:rPr>
          <w:rtl/>
        </w:rPr>
      </w:pPr>
      <w:r>
        <w:rPr>
          <w:rtl/>
        </w:rPr>
        <w:t xml:space="preserve">وروي عن أمير المؤمنين </w:t>
      </w:r>
      <w:r w:rsidR="00763E2E" w:rsidRPr="00763E2E">
        <w:rPr>
          <w:rStyle w:val="libAlaemChar"/>
          <w:rFonts w:hint="cs"/>
          <w:rtl/>
        </w:rPr>
        <w:t>عليه‌السلام</w:t>
      </w:r>
      <w:r>
        <w:rPr>
          <w:rtl/>
        </w:rPr>
        <w:t xml:space="preserve"> انّه قال : من قال : « سبحان الله » صلّى عليه كلّ ملك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سبحان الله وبحمده سبحان الله العظيم ، ثلاثين مرّة استقبل الغنى ، واستدبر الفقر ، وقرع باب الجنّة </w:t>
      </w:r>
      <w:r w:rsidRPr="001008E4">
        <w:rPr>
          <w:rStyle w:val="libFootnotenumChar"/>
          <w:rtl/>
        </w:rPr>
        <w:t>(3)</w:t>
      </w:r>
      <w:r>
        <w:rPr>
          <w:rtl/>
        </w:rPr>
        <w:t>.</w:t>
      </w:r>
    </w:p>
    <w:p w:rsidR="00AA2ABC" w:rsidRDefault="00AA2ABC" w:rsidP="002704FD">
      <w:pPr>
        <w:pStyle w:val="libNormal"/>
        <w:rPr>
          <w:rtl/>
        </w:rPr>
      </w:pPr>
      <w:r>
        <w:rPr>
          <w:rtl/>
        </w:rPr>
        <w:t xml:space="preserve">وروي عن رسول الله </w:t>
      </w:r>
      <w:r w:rsidR="00BF0EA2" w:rsidRPr="00BF0EA2">
        <w:rPr>
          <w:rStyle w:val="libAlaemChar"/>
          <w:rFonts w:hint="cs"/>
          <w:rtl/>
        </w:rPr>
        <w:t>صلى‌الله‌عليه‌وآله</w:t>
      </w:r>
      <w:r>
        <w:rPr>
          <w:rtl/>
        </w:rPr>
        <w:t xml:space="preserve"> انّه قال : من قال « سبحان الله وبحمده » كتب الله له ألف ألف حسنة ، ومحا عنه ألف ألف سيئة ، ورفع له ألف ألف درجة ، ومن زاد زاده الله ، ومن استغفر غفر الله له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سبّح الله كلّ يوم ثلاثين مرّة دفع الله تبارك وتعالى عنه سبعين نوعاً من البلاء أدناها الفقر </w:t>
      </w:r>
      <w:r w:rsidRPr="001008E4">
        <w:rPr>
          <w:rStyle w:val="libFootnotenumChar"/>
          <w:rtl/>
        </w:rPr>
        <w:t>(5)</w:t>
      </w:r>
      <w:r>
        <w:rPr>
          <w:rtl/>
        </w:rPr>
        <w:t>.</w:t>
      </w:r>
    </w:p>
    <w:p w:rsidR="00AA2ABC" w:rsidRDefault="00AA2ABC" w:rsidP="002704FD">
      <w:pPr>
        <w:pStyle w:val="libNormal"/>
        <w:rPr>
          <w:rtl/>
        </w:rPr>
      </w:pPr>
      <w:r>
        <w:rPr>
          <w:rtl/>
        </w:rPr>
        <w:t xml:space="preserve">وروي بسند آخر نفس المضمون عن أمير المؤمنين </w:t>
      </w:r>
      <w:r w:rsidR="00763E2E" w:rsidRPr="00763E2E">
        <w:rPr>
          <w:rStyle w:val="libAlaemChar"/>
          <w:rFonts w:hint="cs"/>
          <w:rtl/>
        </w:rPr>
        <w:t>عليه‌السلام</w:t>
      </w:r>
      <w:r>
        <w:rPr>
          <w:rtl/>
        </w:rPr>
        <w:t xml:space="preserve"> </w:t>
      </w:r>
      <w:r w:rsidRPr="001008E4">
        <w:rPr>
          <w:rStyle w:val="libFootnotenumChar"/>
          <w:rtl/>
        </w:rPr>
        <w:t>(6)</w:t>
      </w:r>
      <w:r>
        <w:rPr>
          <w:rtl/>
        </w:rPr>
        <w:t>.</w:t>
      </w:r>
    </w:p>
    <w:p w:rsidR="00AA2ABC" w:rsidRDefault="00AA2ABC" w:rsidP="002704FD">
      <w:pPr>
        <w:pStyle w:val="libNormal"/>
        <w:rPr>
          <w:rtl/>
        </w:rPr>
      </w:pPr>
      <w:r>
        <w:rPr>
          <w:rtl/>
        </w:rPr>
        <w:t xml:space="preserve">وروي عن أمير المؤمين </w:t>
      </w:r>
      <w:r w:rsidR="00763E2E" w:rsidRPr="00763E2E">
        <w:rPr>
          <w:rStyle w:val="libAlaemChar"/>
          <w:rFonts w:hint="cs"/>
          <w:rtl/>
        </w:rPr>
        <w:t>عليه‌السلام</w:t>
      </w:r>
      <w:r>
        <w:rPr>
          <w:rtl/>
        </w:rPr>
        <w:t xml:space="preserve"> انّه قال : انّ الله حبس نور محمد صلّى الله عليه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الوسائل 4 : 1202 ح 1 باب 29.</w:t>
      </w:r>
    </w:p>
    <w:p w:rsidR="00AA2ABC" w:rsidRDefault="00AA2ABC" w:rsidP="001008E4">
      <w:pPr>
        <w:pStyle w:val="libFootnote0"/>
        <w:rPr>
          <w:rtl/>
        </w:rPr>
      </w:pPr>
      <w:r>
        <w:rPr>
          <w:rtl/>
        </w:rPr>
        <w:t>2 ـ البحار 93 : 177 ضمن حديث 3 باب 3 بتغيير.</w:t>
      </w:r>
    </w:p>
    <w:p w:rsidR="00AA2ABC" w:rsidRDefault="00AA2ABC" w:rsidP="001008E4">
      <w:pPr>
        <w:pStyle w:val="libFootnote0"/>
        <w:rPr>
          <w:rtl/>
        </w:rPr>
      </w:pPr>
      <w:r>
        <w:rPr>
          <w:rtl/>
        </w:rPr>
        <w:t>3 ـ أمالي الصدوق : 231 ح 13 مجلس 47 ـ عنه البحار 93 : 177 ح 5 باب 3.</w:t>
      </w:r>
    </w:p>
    <w:p w:rsidR="00AA2ABC" w:rsidRDefault="00AA2ABC" w:rsidP="001008E4">
      <w:pPr>
        <w:pStyle w:val="libFootnote0"/>
        <w:rPr>
          <w:rtl/>
        </w:rPr>
      </w:pPr>
      <w:r>
        <w:rPr>
          <w:rtl/>
        </w:rPr>
        <w:t>4 ـ معاني الأخبار : 411 ح 98 باب نوادر المعاني ـ عنه البحار 93 : 178 ح 7 باب 3.</w:t>
      </w:r>
    </w:p>
    <w:p w:rsidR="00AA2ABC" w:rsidRDefault="00AA2ABC" w:rsidP="001008E4">
      <w:pPr>
        <w:pStyle w:val="libFootnote0"/>
        <w:rPr>
          <w:rtl/>
        </w:rPr>
      </w:pPr>
      <w:r>
        <w:rPr>
          <w:rtl/>
        </w:rPr>
        <w:t>5 ـ أمالي الصدوق : 54 ح 4 مجلس 13 ـ عنه البحار 93 : 178 ح 8 باب 3.</w:t>
      </w:r>
    </w:p>
    <w:p w:rsidR="00AA2ABC" w:rsidRDefault="00AA2ABC" w:rsidP="001008E4">
      <w:pPr>
        <w:pStyle w:val="libFootnote0"/>
        <w:rPr>
          <w:rtl/>
        </w:rPr>
      </w:pPr>
      <w:r>
        <w:rPr>
          <w:rtl/>
        </w:rPr>
        <w:t xml:space="preserve">6 ـ راجع البحار 93 : 178 ح 9 باب 3 ـ عن الخصال. </w:t>
      </w:r>
    </w:p>
    <w:p w:rsidR="00AA2ABC" w:rsidRDefault="00AA2ABC" w:rsidP="002704FD">
      <w:pPr>
        <w:pStyle w:val="libNormal0"/>
        <w:rPr>
          <w:rtl/>
        </w:rPr>
      </w:pPr>
      <w:r>
        <w:rPr>
          <w:rtl/>
        </w:rPr>
        <w:br w:type="page"/>
      </w:r>
      <w:r>
        <w:rPr>
          <w:rtl/>
        </w:rPr>
        <w:lastRenderedPageBreak/>
        <w:t>وآله وسلّم في حجاب القدرة اثني عشر ألف سنة وهو يقول : « سبحان ربي الأعلى » ، وفي حجاب العظمة إحدى عشر ألف سنة وهو يقول : « سبحان عالم السرّ » وفي حجاب المنّة عشرة آلاف سنّة وهو يقول : « سبحان من هو قائم لا يلهو » وفي حجاب الرحمة تسعة آلاف سنة وهو يقول : « سبحان الرفيع الأعلى ».</w:t>
      </w:r>
    </w:p>
    <w:p w:rsidR="00AA2ABC" w:rsidRDefault="00AA2ABC" w:rsidP="002704FD">
      <w:pPr>
        <w:pStyle w:val="libNormal"/>
        <w:rPr>
          <w:rtl/>
        </w:rPr>
      </w:pPr>
      <w:r>
        <w:rPr>
          <w:rtl/>
        </w:rPr>
        <w:t>وفي حجاب السعادة ثمانية آلاف سنة وهو يقول : « سبحان من هو دائم لا يسهو » وفي حجاب الكرامة سبعة آلاف سنة وهو يقول : « سبحان من هو غني لا يفتقر » وفي حجاب المنزلة ستة آلاف سنة وهو يقول : « سبحان العليم الكريم » وفي حجاب الهداية خمسة آلاف سنة وهو يقول : « سبحان ذي العرش العظيم ».</w:t>
      </w:r>
    </w:p>
    <w:p w:rsidR="00AA2ABC" w:rsidRDefault="00AA2ABC" w:rsidP="002704FD">
      <w:pPr>
        <w:pStyle w:val="libNormal"/>
        <w:rPr>
          <w:rtl/>
        </w:rPr>
      </w:pPr>
      <w:r>
        <w:rPr>
          <w:rtl/>
        </w:rPr>
        <w:t xml:space="preserve">وفي حجاب النبوة أربعة آلاف سنة وهو يقول : « سبحان ربّ العزّة عمّا يصفون » وفي حجاب الرفعة ثلاثة الآف سنة وهو يقول : « سبحان ذي الملك والملكوت » وفي حجاب الهيبة ألفي سنة وهو يقول : « سبحان الله وبحمده » وفي حجاب الشفاعة ألف سنة وهو يقول : « سبحان ربي العظيم وبحمده » </w:t>
      </w:r>
      <w:r w:rsidRPr="001008E4">
        <w:rPr>
          <w:rStyle w:val="libFootnotenumChar"/>
          <w:rtl/>
        </w:rPr>
        <w:t>(1)</w:t>
      </w:r>
      <w:r>
        <w:rPr>
          <w:rtl/>
        </w:rPr>
        <w:t xml:space="preserve">. </w:t>
      </w:r>
    </w:p>
    <w:p w:rsidR="00AA2ABC" w:rsidRDefault="00AA2ABC" w:rsidP="00AA2ABC">
      <w:pPr>
        <w:pStyle w:val="Heading1Center"/>
        <w:rPr>
          <w:rtl/>
        </w:rPr>
      </w:pPr>
      <w:bookmarkStart w:id="224" w:name="_Toc392501948"/>
      <w:bookmarkStart w:id="225" w:name="_Toc392502896"/>
      <w:r>
        <w:rPr>
          <w:rtl/>
        </w:rPr>
        <w:t>( الفصل الرابع )</w:t>
      </w:r>
      <w:bookmarkEnd w:id="224"/>
      <w:bookmarkEnd w:id="225"/>
    </w:p>
    <w:p w:rsidR="00AA2ABC" w:rsidRDefault="00AA2ABC" w:rsidP="00AA2ABC">
      <w:pPr>
        <w:pStyle w:val="Heading1Center"/>
        <w:rPr>
          <w:rtl/>
        </w:rPr>
      </w:pPr>
      <w:bookmarkStart w:id="226" w:name="_Toc392501949"/>
      <w:bookmarkStart w:id="227" w:name="_Toc392502897"/>
      <w:r>
        <w:rPr>
          <w:rtl/>
        </w:rPr>
        <w:t>في فضل التحميد وأنواعه</w:t>
      </w:r>
      <w:bookmarkEnd w:id="226"/>
      <w:bookmarkEnd w:id="227"/>
    </w:p>
    <w:p w:rsidR="00AA2ABC" w:rsidRDefault="00AA2ABC" w:rsidP="002704FD">
      <w:pPr>
        <w:pStyle w:val="libNormal"/>
        <w:rPr>
          <w:rtl/>
        </w:rPr>
      </w:pPr>
      <w:r>
        <w:rPr>
          <w:rtl/>
        </w:rPr>
        <w:t xml:space="preserve">روي بسند معتبر انّه سئل أبو عبد الله </w:t>
      </w:r>
      <w:r w:rsidR="00763E2E" w:rsidRPr="00763E2E">
        <w:rPr>
          <w:rStyle w:val="libAlaemChar"/>
          <w:rFonts w:hint="cs"/>
          <w:rtl/>
        </w:rPr>
        <w:t>عليه‌السلام</w:t>
      </w:r>
      <w:r>
        <w:rPr>
          <w:rtl/>
        </w:rPr>
        <w:t xml:space="preserve"> أيّ الأعمال أحبّ إلى الله عزّ وجلّ؟ فقال : أن تحمده </w:t>
      </w:r>
      <w:r w:rsidRPr="001008E4">
        <w:rPr>
          <w:rStyle w:val="libFootnotenumChar"/>
          <w:rtl/>
        </w:rPr>
        <w:t>(2)</w:t>
      </w:r>
      <w:r>
        <w:rPr>
          <w:rtl/>
        </w:rPr>
        <w:t>.</w:t>
      </w:r>
    </w:p>
    <w:p w:rsidR="00AA2ABC" w:rsidRDefault="00AA2ABC" w:rsidP="002704FD">
      <w:pPr>
        <w:pStyle w:val="libNormal"/>
        <w:rPr>
          <w:rtl/>
        </w:rPr>
      </w:pPr>
      <w:r>
        <w:rPr>
          <w:rtl/>
        </w:rPr>
        <w:t xml:space="preserve">وروي عن عليّ بن الحسين </w:t>
      </w:r>
      <w:r w:rsidR="000A073B" w:rsidRPr="000A073B">
        <w:rPr>
          <w:rStyle w:val="libAlaemChar"/>
          <w:rFonts w:hint="cs"/>
          <w:rtl/>
        </w:rPr>
        <w:t>عليهما‌السلام</w:t>
      </w:r>
      <w:r>
        <w:rPr>
          <w:rtl/>
        </w:rPr>
        <w:t xml:space="preserve"> انّه قال : من قال الحمد لله فقد أدّى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307 ضمن حديث 1 ـ عنه البحار 93 : 178 ح 10 باب 3.</w:t>
      </w:r>
    </w:p>
    <w:p w:rsidR="00AA2ABC" w:rsidRDefault="00AA2ABC" w:rsidP="001008E4">
      <w:pPr>
        <w:pStyle w:val="libFootnote0"/>
        <w:rPr>
          <w:rtl/>
        </w:rPr>
      </w:pPr>
      <w:r>
        <w:rPr>
          <w:rtl/>
        </w:rPr>
        <w:t xml:space="preserve">2 ـ الكافي 2 : 503 ح 2 باب التحميد والتمجيد. </w:t>
      </w:r>
    </w:p>
    <w:p w:rsidR="00AA2ABC" w:rsidRDefault="00AA2ABC" w:rsidP="002704FD">
      <w:pPr>
        <w:pStyle w:val="libNormal0"/>
        <w:rPr>
          <w:rtl/>
        </w:rPr>
      </w:pPr>
      <w:r>
        <w:rPr>
          <w:rtl/>
        </w:rPr>
        <w:br w:type="page"/>
      </w:r>
      <w:r>
        <w:rPr>
          <w:rtl/>
        </w:rPr>
        <w:lastRenderedPageBreak/>
        <w:t xml:space="preserve">شكر كلّ نعمة الله عزّ وجلّ عليه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عليّ الرضا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 من أنعم الله عزّوجلّ عليه نعمة فليحمد الله ، ومن استبطأ الرزق فليستغفر الله ، ومن حزنه أمر فليقل : لا حول ولا قوة الاّ بالله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أنّه قال : كان رسول الله </w:t>
      </w:r>
      <w:r w:rsidR="00BF0EA2" w:rsidRPr="00BF0EA2">
        <w:rPr>
          <w:rStyle w:val="libAlaemChar"/>
          <w:rFonts w:hint="cs"/>
          <w:rtl/>
        </w:rPr>
        <w:t>صلى‌الله‌عليه‌وآله</w:t>
      </w:r>
      <w:r>
        <w:rPr>
          <w:rtl/>
        </w:rPr>
        <w:t xml:space="preserve"> إذا أتاه أمر يسرّه قال : « الحمد لله الذي بنعمته تتم الصالحات » واذا أتاه أمر يكرهه قال : « الحمد لله على كل حال »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أنه قال : كان رسول الله </w:t>
      </w:r>
      <w:r w:rsidR="00BF0EA2" w:rsidRPr="00BF0EA2">
        <w:rPr>
          <w:rStyle w:val="libAlaemChar"/>
          <w:rFonts w:hint="cs"/>
          <w:rtl/>
        </w:rPr>
        <w:t>صلى‌الله‌عليه‌وآله</w:t>
      </w:r>
      <w:r>
        <w:rPr>
          <w:rtl/>
        </w:rPr>
        <w:t xml:space="preserve"> يحمد الله في كلّ يوم ثلثمائة مرّة وستين مرّة عدد عروق الجسد ، يقول الحمد لله رب العالمين كثيرا على كلّ حال </w:t>
      </w:r>
      <w:r w:rsidRPr="001008E4">
        <w:rPr>
          <w:rStyle w:val="libFootnotenumChar"/>
          <w:rtl/>
        </w:rPr>
        <w:t>(4)</w:t>
      </w:r>
      <w:r>
        <w:rPr>
          <w:rtl/>
        </w:rPr>
        <w:t xml:space="preserve">. </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من نظر إلى ذي عاهة ، أو من قد مثّل به ، أو صاحب بلاء فليقل سرّاً في نفسه من غير أن يسمعه : « الحمد لله الذي عافاني ممّا ابتلاك به ولو شاء لفعل بي ذلك » ثلاث مرّات ، فانّه لا يصيبه ذلك البلاء أبداً </w:t>
      </w:r>
      <w:r w:rsidRPr="001008E4">
        <w:rPr>
          <w:rStyle w:val="libFootnotenumChar"/>
          <w:rtl/>
        </w:rPr>
        <w:t>(5)</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قال « الحمد لله كما هو أهله » شغل كتاب السماء ، قلت : وكيف يشغل كتاب السماء؟ قال : يقولون : اللهم انّا لا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210 ح 4 باب 7.</w:t>
      </w:r>
    </w:p>
    <w:p w:rsidR="00AA2ABC" w:rsidRDefault="00AA2ABC" w:rsidP="001008E4">
      <w:pPr>
        <w:pStyle w:val="libFootnote0"/>
        <w:rPr>
          <w:rtl/>
        </w:rPr>
      </w:pPr>
      <w:r>
        <w:rPr>
          <w:rtl/>
        </w:rPr>
        <w:t xml:space="preserve">2 ـ البحار 93 : 210 ح 5 باب 7 ـ عن عيون أخبار الرضا </w:t>
      </w:r>
      <w:r w:rsidR="00763E2E" w:rsidRPr="00763E2E">
        <w:rPr>
          <w:rStyle w:val="libAlaemChar"/>
          <w:rFonts w:hint="cs"/>
          <w:rtl/>
        </w:rPr>
        <w:t>عليه‌السلام</w:t>
      </w:r>
      <w:r>
        <w:rPr>
          <w:rtl/>
        </w:rPr>
        <w:t>.</w:t>
      </w:r>
    </w:p>
    <w:p w:rsidR="00AA2ABC" w:rsidRDefault="00AA2ABC" w:rsidP="001008E4">
      <w:pPr>
        <w:pStyle w:val="libFootnote0"/>
        <w:rPr>
          <w:rtl/>
        </w:rPr>
      </w:pPr>
      <w:r>
        <w:rPr>
          <w:rtl/>
        </w:rPr>
        <w:t>3 ـ أمالي الطوسي : 49 ح 33 مجلس 2 ـ عنه البحار 93 : 211 ح 8 باب 7.</w:t>
      </w:r>
    </w:p>
    <w:p w:rsidR="00AA2ABC" w:rsidRDefault="00AA2ABC" w:rsidP="001008E4">
      <w:pPr>
        <w:pStyle w:val="libFootnote0"/>
        <w:rPr>
          <w:rtl/>
        </w:rPr>
      </w:pPr>
      <w:r>
        <w:rPr>
          <w:rtl/>
        </w:rPr>
        <w:t>4 ـ الكافي 2 : 503 ح 3 باب التحميد والتمجيد.</w:t>
      </w:r>
    </w:p>
    <w:p w:rsidR="00AA2ABC" w:rsidRDefault="00AA2ABC" w:rsidP="001008E4">
      <w:pPr>
        <w:pStyle w:val="libFootnote0"/>
        <w:rPr>
          <w:rtl/>
        </w:rPr>
      </w:pPr>
      <w:r>
        <w:rPr>
          <w:rtl/>
        </w:rPr>
        <w:t xml:space="preserve">5 ـ أمالي الصدوق : 220 ح 12 مجلس 45 ـ عنه البحار 93 : 217 ح 2 باب 8. </w:t>
      </w:r>
    </w:p>
    <w:p w:rsidR="00AA2ABC" w:rsidRDefault="00AA2ABC" w:rsidP="002704FD">
      <w:pPr>
        <w:pStyle w:val="libNormal0"/>
        <w:rPr>
          <w:rtl/>
        </w:rPr>
      </w:pPr>
      <w:r>
        <w:rPr>
          <w:rtl/>
        </w:rPr>
        <w:br w:type="page"/>
      </w:r>
      <w:r>
        <w:rPr>
          <w:rtl/>
        </w:rPr>
        <w:lastRenderedPageBreak/>
        <w:t xml:space="preserve">نعلم الغيب [ أي لا نعلم ثواب الحمد الذي أنت أهله ] قال : فيقول : اكتبوها كما قالها عبدي وعليّ ثوابها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أخر عنه </w:t>
      </w:r>
      <w:r w:rsidR="00763E2E" w:rsidRPr="00763E2E">
        <w:rPr>
          <w:rStyle w:val="libAlaemChar"/>
          <w:rFonts w:hint="cs"/>
          <w:rtl/>
        </w:rPr>
        <w:t>عليه‌السلام</w:t>
      </w:r>
      <w:r>
        <w:rPr>
          <w:rtl/>
        </w:rPr>
        <w:t xml:space="preserve"> انّه قال : من قال كلّ يوم سبع مرّات « الحمد لله على كل نعمة كانت أو هي كائنة » فقد أدّى شكر ما مضى وشكر ما بقي</w:t>
      </w:r>
      <w:r w:rsidRPr="001008E4">
        <w:rPr>
          <w:rStyle w:val="libFootnotenumChar"/>
          <w:rtl/>
        </w:rPr>
        <w:t>(2)</w:t>
      </w:r>
      <w:r>
        <w:rPr>
          <w:rtl/>
        </w:rPr>
        <w:t xml:space="preserve">. </w:t>
      </w:r>
    </w:p>
    <w:p w:rsidR="00AA2ABC" w:rsidRDefault="00AA2ABC" w:rsidP="00AA2ABC">
      <w:pPr>
        <w:pStyle w:val="Heading1Center"/>
        <w:rPr>
          <w:rtl/>
        </w:rPr>
      </w:pPr>
      <w:bookmarkStart w:id="228" w:name="_Toc392501950"/>
      <w:bookmarkStart w:id="229" w:name="_Toc392502898"/>
      <w:r>
        <w:rPr>
          <w:rtl/>
        </w:rPr>
        <w:t>( الفصل الخامس )</w:t>
      </w:r>
      <w:bookmarkEnd w:id="228"/>
      <w:bookmarkEnd w:id="229"/>
    </w:p>
    <w:p w:rsidR="00AA2ABC" w:rsidRDefault="00AA2ABC" w:rsidP="00AA2ABC">
      <w:pPr>
        <w:pStyle w:val="Heading1Center"/>
        <w:rPr>
          <w:rtl/>
        </w:rPr>
      </w:pPr>
      <w:bookmarkStart w:id="230" w:name="_Toc392501951"/>
      <w:bookmarkStart w:id="231" w:name="_Toc392502899"/>
      <w:r>
        <w:rPr>
          <w:rtl/>
        </w:rPr>
        <w:t>في فضل الاستغفار</w:t>
      </w:r>
      <w:bookmarkEnd w:id="230"/>
      <w:bookmarkEnd w:id="231"/>
    </w:p>
    <w:p w:rsidR="00AA2ABC" w:rsidRDefault="00AA2ABC" w:rsidP="002704FD">
      <w:pPr>
        <w:pStyle w:val="libNormal"/>
        <w:rPr>
          <w:rtl/>
        </w:rPr>
      </w:pPr>
      <w:r>
        <w:rPr>
          <w:rtl/>
        </w:rPr>
        <w:t xml:space="preserve">روي بسند معتبر عن أمير المؤمنين </w:t>
      </w:r>
      <w:r w:rsidR="00763E2E" w:rsidRPr="00763E2E">
        <w:rPr>
          <w:rStyle w:val="libAlaemChar"/>
          <w:rFonts w:hint="cs"/>
          <w:rtl/>
        </w:rPr>
        <w:t>عليه‌السلام</w:t>
      </w:r>
      <w:r>
        <w:rPr>
          <w:rtl/>
        </w:rPr>
        <w:t xml:space="preserve"> انّه قال : تعطّروا بالاستغفار لا تفضحكم روائح الذنوب </w:t>
      </w:r>
      <w:r w:rsidRPr="001008E4">
        <w:rPr>
          <w:rStyle w:val="libFootnotenumChar"/>
          <w:rtl/>
        </w:rPr>
        <w:t>(3)</w:t>
      </w:r>
      <w:r>
        <w:rPr>
          <w:rtl/>
        </w:rPr>
        <w:t xml:space="preserve">. </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الاستغفار يزيد في الرزق </w:t>
      </w:r>
      <w:r w:rsidRPr="001008E4">
        <w:rPr>
          <w:rStyle w:val="libFootnotenumChar"/>
          <w:rtl/>
        </w:rPr>
        <w:t>(4)</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خير الدعاء الاستغفار </w:t>
      </w:r>
      <w:r w:rsidRPr="001008E4">
        <w:rPr>
          <w:rStyle w:val="libFootnotenumChar"/>
          <w:rtl/>
        </w:rPr>
        <w:t>(5)</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اذا أكثر العبد الاستغفار رفعت صحيفته وهي تتلألأ </w:t>
      </w:r>
      <w:r w:rsidRPr="001008E4">
        <w:rPr>
          <w:rStyle w:val="libFootnotenumChar"/>
          <w:rtl/>
        </w:rPr>
        <w:t>(6)</w:t>
      </w:r>
      <w:r>
        <w:rPr>
          <w:rtl/>
        </w:rPr>
        <w:t xml:space="preserve">. </w:t>
      </w:r>
    </w:p>
    <w:p w:rsidR="00AA2ABC" w:rsidRDefault="00AA2ABC" w:rsidP="002704FD">
      <w:pPr>
        <w:pStyle w:val="libNormal"/>
        <w:rPr>
          <w:rtl/>
        </w:rPr>
      </w:pPr>
      <w:r>
        <w:rPr>
          <w:rtl/>
        </w:rPr>
        <w:t xml:space="preserve">وروي بسند معتبر عن عليّ بن الحسين </w:t>
      </w:r>
      <w:r w:rsidR="00763E2E" w:rsidRPr="00763E2E">
        <w:rPr>
          <w:rStyle w:val="libAlaemChar"/>
          <w:rFonts w:hint="cs"/>
          <w:rtl/>
        </w:rPr>
        <w:t>عليه‌السلام</w:t>
      </w:r>
      <w:r>
        <w:rPr>
          <w:rtl/>
        </w:rPr>
        <w:t xml:space="preserve"> انّه قال : من قال أستغفر الله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211 ح 11 باب 7 ـ عن ثواب الأعمال.</w:t>
      </w:r>
    </w:p>
    <w:p w:rsidR="00AA2ABC" w:rsidRDefault="00AA2ABC" w:rsidP="001008E4">
      <w:pPr>
        <w:pStyle w:val="libFootnote0"/>
        <w:rPr>
          <w:rtl/>
        </w:rPr>
      </w:pPr>
      <w:r>
        <w:rPr>
          <w:rtl/>
        </w:rPr>
        <w:t>2 ـ البحار 93 : 211 ح 10 باب 7 ـ عن ثواب الأعمال.</w:t>
      </w:r>
    </w:p>
    <w:p w:rsidR="00AA2ABC" w:rsidRDefault="00AA2ABC" w:rsidP="001008E4">
      <w:pPr>
        <w:pStyle w:val="libFootnote0"/>
        <w:rPr>
          <w:rtl/>
        </w:rPr>
      </w:pPr>
      <w:r>
        <w:rPr>
          <w:rtl/>
        </w:rPr>
        <w:t>3 ـ أمالي الطوسي : 372 ح 52 مجلس 13 ـ عنه البحار 93 : 278 ح 7 باب 15.</w:t>
      </w:r>
    </w:p>
    <w:p w:rsidR="00AA2ABC" w:rsidRDefault="00AA2ABC" w:rsidP="001008E4">
      <w:pPr>
        <w:pStyle w:val="libFootnote0"/>
        <w:rPr>
          <w:rtl/>
        </w:rPr>
      </w:pPr>
      <w:r>
        <w:rPr>
          <w:rtl/>
        </w:rPr>
        <w:t>4 ـ البحار 93 : 277 ح 4 باب 15.</w:t>
      </w:r>
    </w:p>
    <w:p w:rsidR="00AA2ABC" w:rsidRDefault="00AA2ABC" w:rsidP="001008E4">
      <w:pPr>
        <w:pStyle w:val="libFootnote0"/>
        <w:rPr>
          <w:rtl/>
        </w:rPr>
      </w:pPr>
      <w:r>
        <w:rPr>
          <w:rtl/>
        </w:rPr>
        <w:t xml:space="preserve">5 ـ الكافي 2 : 504 ح 1 باب الاستغفار ـ الوسائل 4 : 1198 ح 2 باب 23. </w:t>
      </w:r>
    </w:p>
    <w:p w:rsidR="00AA2ABC" w:rsidRDefault="00AA2ABC" w:rsidP="001008E4">
      <w:pPr>
        <w:pStyle w:val="libFootnote0"/>
        <w:rPr>
          <w:rtl/>
        </w:rPr>
      </w:pPr>
      <w:r>
        <w:rPr>
          <w:rtl/>
        </w:rPr>
        <w:t xml:space="preserve">6 ـ الكافي 2 : 504 ح 2 باب الاستغفار ، والوسائل 4 : 198 ح 3 باب 23. </w:t>
      </w:r>
    </w:p>
    <w:p w:rsidR="00AA2ABC" w:rsidRDefault="00AA2ABC" w:rsidP="002704FD">
      <w:pPr>
        <w:pStyle w:val="libNormal0"/>
        <w:rPr>
          <w:rtl/>
        </w:rPr>
      </w:pPr>
      <w:r>
        <w:rPr>
          <w:rtl/>
        </w:rPr>
        <w:br w:type="page"/>
      </w:r>
      <w:r>
        <w:rPr>
          <w:rtl/>
        </w:rPr>
        <w:lastRenderedPageBreak/>
        <w:t xml:space="preserve">وأتوب إليه فليس بمستكبر ولا جبار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الاستغفار وقول « لا اله الاّ الله » خير العبادة ...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انّ رسول الله </w:t>
      </w:r>
      <w:r w:rsidR="00BF0EA2" w:rsidRPr="00BF0EA2">
        <w:rPr>
          <w:rStyle w:val="libAlaemChar"/>
          <w:rFonts w:hint="cs"/>
          <w:rtl/>
        </w:rPr>
        <w:t>صلى‌الله‌عليه‌وآله</w:t>
      </w:r>
      <w:r>
        <w:rPr>
          <w:rtl/>
        </w:rPr>
        <w:t xml:space="preserve"> كان لا يقوم من مجلس وان خفّ حتى يستغفر الله عزّ وجلّ خمساً وعشرين مرّة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معتبر آخر عنه </w:t>
      </w:r>
      <w:r w:rsidR="00763E2E" w:rsidRPr="00763E2E">
        <w:rPr>
          <w:rStyle w:val="libAlaemChar"/>
          <w:rFonts w:hint="cs"/>
          <w:rtl/>
        </w:rPr>
        <w:t>عليه‌السلام</w:t>
      </w:r>
      <w:r>
        <w:rPr>
          <w:rtl/>
        </w:rPr>
        <w:t xml:space="preserve"> انّه قال : كان رسول الله </w:t>
      </w:r>
      <w:r w:rsidR="00BF0EA2" w:rsidRPr="00BF0EA2">
        <w:rPr>
          <w:rStyle w:val="libAlaemChar"/>
          <w:rFonts w:hint="cs"/>
          <w:rtl/>
        </w:rPr>
        <w:t>صلى‌الله‌عليه‌وآله</w:t>
      </w:r>
      <w:r>
        <w:rPr>
          <w:rtl/>
        </w:rPr>
        <w:t xml:space="preserve"> يستغفر الله عزّ وجلّ في كلّ يوم سبعين مرّة ، ويتوب إلى الله عزّ وجلّ سبعين مرة </w:t>
      </w:r>
      <w:r w:rsidRPr="001008E4">
        <w:rPr>
          <w:rStyle w:val="libFootnotenumChar"/>
          <w:rtl/>
        </w:rPr>
        <w:t>(4)</w:t>
      </w:r>
      <w:r>
        <w:rPr>
          <w:rtl/>
        </w:rPr>
        <w:t xml:space="preserve">. ( أي كان يقول سبعين مرة استغفر الله ، وسبعين مرة وأتوب إلى الله ).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عمل سيئة أُجّل فيها سبع ساعات من النهار فإن قال : « استغفر الله الذي لا اله الاّ هو الحيّ القيوم » ثلاث مرّات لم تكتب عليه </w:t>
      </w:r>
      <w:r w:rsidRPr="001008E4">
        <w:rPr>
          <w:rStyle w:val="libFootnotenumChar"/>
          <w:rtl/>
        </w:rPr>
        <w:t>(5)</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قال « استغفر الله » مائة مرّة في كلّ يوم غفر الله عزّوجلّ له سبعمائة ذنب ، ولا خير في عبد يذنب في يوم سبعمائة ذنب</w:t>
      </w:r>
      <w:r w:rsidRPr="001008E4">
        <w:rPr>
          <w:rStyle w:val="libFootnotenumChar"/>
          <w:rtl/>
        </w:rPr>
        <w:t>(6)</w:t>
      </w:r>
      <w:r>
        <w:rPr>
          <w:rtl/>
        </w:rPr>
        <w:t xml:space="preserve">. </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ما من مؤمن يقارب في يومه وليلته أربعين كبيرة ، فيقول وهو نادم : « أستغفر الله الذي لا اله الاّ هو الحيّ القوم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277 ح 3 باب 15 عن الخصال.</w:t>
      </w:r>
    </w:p>
    <w:p w:rsidR="00AA2ABC" w:rsidRDefault="00AA2ABC" w:rsidP="001008E4">
      <w:pPr>
        <w:pStyle w:val="libFootnote0"/>
        <w:rPr>
          <w:rtl/>
        </w:rPr>
      </w:pPr>
      <w:r>
        <w:rPr>
          <w:rtl/>
        </w:rPr>
        <w:t>2 ـ الكافي 2 : 505 ح 6 باب الاستغفار ـ الوسائل 4 : 1201 ح 1 باب 26.</w:t>
      </w:r>
    </w:p>
    <w:p w:rsidR="00AA2ABC" w:rsidRDefault="00AA2ABC" w:rsidP="001008E4">
      <w:pPr>
        <w:pStyle w:val="libFootnote0"/>
        <w:rPr>
          <w:rtl/>
        </w:rPr>
      </w:pPr>
      <w:r>
        <w:rPr>
          <w:rtl/>
        </w:rPr>
        <w:t>3 ـ الكافي 2 : 504 ح 4 باب الاستغفار ـ الوسائل 4 : 1200 ح 1 باب 24.</w:t>
      </w:r>
    </w:p>
    <w:p w:rsidR="00AA2ABC" w:rsidRDefault="00AA2ABC" w:rsidP="001008E4">
      <w:pPr>
        <w:pStyle w:val="libFootnote0"/>
        <w:rPr>
          <w:rtl/>
        </w:rPr>
      </w:pPr>
      <w:r>
        <w:rPr>
          <w:rtl/>
        </w:rPr>
        <w:t>4 ـ الكافي 2 : 504 ح 5 باب الاستغفار ـ الوسائل 4 : 1201 ح 1 باب 25.</w:t>
      </w:r>
    </w:p>
    <w:p w:rsidR="00AA2ABC" w:rsidRDefault="00AA2ABC" w:rsidP="001008E4">
      <w:pPr>
        <w:pStyle w:val="libFootnote0"/>
        <w:rPr>
          <w:rtl/>
        </w:rPr>
      </w:pPr>
      <w:r>
        <w:rPr>
          <w:rtl/>
        </w:rPr>
        <w:t>5 ـ الكافي 2 : 437 ح 2 باب الاستغفار من الذنب ـ الوسائل 11 : 351 ح 2 باب 85.</w:t>
      </w:r>
    </w:p>
    <w:p w:rsidR="00AA2ABC" w:rsidRDefault="00AA2ABC" w:rsidP="001008E4">
      <w:pPr>
        <w:pStyle w:val="libFootnote0"/>
        <w:rPr>
          <w:rtl/>
        </w:rPr>
      </w:pPr>
      <w:r>
        <w:rPr>
          <w:rtl/>
        </w:rPr>
        <w:t xml:space="preserve">6 ـ الكافي 2 : 439 ح 10 باب الاستغفار من الذنب ـ الوسائل 11 : 367 ح 3 باب 92. </w:t>
      </w:r>
    </w:p>
    <w:p w:rsidR="00AA2ABC" w:rsidRDefault="00AA2ABC" w:rsidP="002704FD">
      <w:pPr>
        <w:pStyle w:val="libNormal0"/>
        <w:rPr>
          <w:rtl/>
        </w:rPr>
      </w:pPr>
      <w:r>
        <w:rPr>
          <w:rtl/>
        </w:rPr>
        <w:br w:type="page"/>
      </w:r>
      <w:r>
        <w:rPr>
          <w:rtl/>
        </w:rPr>
        <w:lastRenderedPageBreak/>
        <w:t xml:space="preserve">بديع السماوات والأرض ، ذو الجلال والاكرام ، وأساله أن يصلّي على محمد وآل محمد ، وأن يتوب عليّ » الاّ غفرها الله عزّوجلّ له ، ولا خير فيمن يقارف في يوم أكثر من أربعين كبيرة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انّ رسول الله </w:t>
      </w:r>
      <w:r w:rsidR="00BF0EA2" w:rsidRPr="00BF0EA2">
        <w:rPr>
          <w:rStyle w:val="libAlaemChar"/>
          <w:rFonts w:hint="cs"/>
          <w:rtl/>
        </w:rPr>
        <w:t>صلى‌الله‌عليه‌وآله</w:t>
      </w:r>
      <w:r>
        <w:rPr>
          <w:rtl/>
        </w:rPr>
        <w:t xml:space="preserve"> كان يتوب إلى الله كل يوم سبعين مرّة من غير ذنب </w:t>
      </w:r>
      <w:r w:rsidRPr="001008E4">
        <w:rPr>
          <w:rStyle w:val="libFootnotenumChar"/>
          <w:rtl/>
        </w:rPr>
        <w:t>(2)</w:t>
      </w:r>
      <w:r>
        <w:rPr>
          <w:rtl/>
        </w:rPr>
        <w:t xml:space="preserve">. </w:t>
      </w:r>
    </w:p>
    <w:p w:rsidR="00AA2ABC" w:rsidRDefault="00AA2ABC" w:rsidP="00AA2ABC">
      <w:pPr>
        <w:pStyle w:val="Heading1Center"/>
        <w:rPr>
          <w:rtl/>
        </w:rPr>
      </w:pPr>
      <w:bookmarkStart w:id="232" w:name="_Toc392501952"/>
      <w:bookmarkStart w:id="233" w:name="_Toc392502900"/>
      <w:r>
        <w:rPr>
          <w:rtl/>
        </w:rPr>
        <w:t>( الفصل السادس )</w:t>
      </w:r>
      <w:bookmarkEnd w:id="232"/>
      <w:bookmarkEnd w:id="233"/>
    </w:p>
    <w:p w:rsidR="00AA2ABC" w:rsidRDefault="00AA2ABC" w:rsidP="00AA2ABC">
      <w:pPr>
        <w:pStyle w:val="Heading1Center"/>
        <w:rPr>
          <w:rtl/>
        </w:rPr>
      </w:pPr>
      <w:bookmarkStart w:id="234" w:name="_Toc392501953"/>
      <w:bookmarkStart w:id="235" w:name="_Toc392502901"/>
      <w:r>
        <w:rPr>
          <w:rtl/>
        </w:rPr>
        <w:t>في فضل أذكارٍ متفرقة</w:t>
      </w:r>
      <w:bookmarkEnd w:id="234"/>
      <w:bookmarkEnd w:id="235"/>
    </w:p>
    <w:p w:rsidR="00AA2ABC" w:rsidRDefault="00AA2ABC" w:rsidP="002704FD">
      <w:pPr>
        <w:pStyle w:val="libNormal"/>
        <w:rPr>
          <w:rtl/>
        </w:rPr>
      </w:pPr>
      <w:r>
        <w:rPr>
          <w:rtl/>
        </w:rPr>
        <w:t xml:space="preserve">روي بسند صحيح عن أبي عبدالله </w:t>
      </w:r>
      <w:r w:rsidR="00763E2E" w:rsidRPr="00763E2E">
        <w:rPr>
          <w:rStyle w:val="libAlaemChar"/>
          <w:rFonts w:hint="cs"/>
          <w:rtl/>
        </w:rPr>
        <w:t>عليه‌السلام</w:t>
      </w:r>
      <w:r>
        <w:rPr>
          <w:rtl/>
        </w:rPr>
        <w:t xml:space="preserve"> انّه قال : عجبت لمن فزع من أربع كيف لا يفزع إلى أربع : </w:t>
      </w:r>
    </w:p>
    <w:p w:rsidR="00AA2ABC" w:rsidRDefault="00AA2ABC" w:rsidP="002704FD">
      <w:pPr>
        <w:pStyle w:val="libNormal"/>
        <w:rPr>
          <w:rtl/>
        </w:rPr>
      </w:pPr>
      <w:r>
        <w:rPr>
          <w:rtl/>
        </w:rPr>
        <w:t xml:space="preserve">عجبت لمن خاف كيف لا يفزع إلى قوله عزّوجلّ : </w:t>
      </w:r>
      <w:r w:rsidRPr="002704FD">
        <w:rPr>
          <w:rStyle w:val="libAlaemChar"/>
          <w:rtl/>
        </w:rPr>
        <w:t>(</w:t>
      </w:r>
      <w:r w:rsidRPr="002704FD">
        <w:rPr>
          <w:rStyle w:val="libAieChar"/>
          <w:rtl/>
        </w:rPr>
        <w:t xml:space="preserve"> حَسبُنَا اللهُ وَنِعمَ الوَكِيل </w:t>
      </w:r>
      <w:r w:rsidRPr="002704FD">
        <w:rPr>
          <w:rStyle w:val="libAlaemChar"/>
          <w:rtl/>
        </w:rPr>
        <w:t>)</w:t>
      </w:r>
      <w:r>
        <w:rPr>
          <w:rtl/>
        </w:rPr>
        <w:t xml:space="preserve"> </w:t>
      </w:r>
      <w:r w:rsidRPr="001008E4">
        <w:rPr>
          <w:rStyle w:val="libFootnotenumChar"/>
          <w:rtl/>
        </w:rPr>
        <w:t>(3)</w:t>
      </w:r>
      <w:r>
        <w:rPr>
          <w:rtl/>
        </w:rPr>
        <w:t xml:space="preserve"> فانّي سمعت الله جلّ جلاله يقول بعقبها : </w:t>
      </w:r>
      <w:r w:rsidRPr="002704FD">
        <w:rPr>
          <w:rStyle w:val="libAlaemChar"/>
          <w:rtl/>
        </w:rPr>
        <w:t>(</w:t>
      </w:r>
      <w:r w:rsidRPr="002704FD">
        <w:rPr>
          <w:rStyle w:val="libAieChar"/>
          <w:rtl/>
        </w:rPr>
        <w:t xml:space="preserve"> فَانَقَلُبوا بِنعَمَةٍ مِنَ اللهِ وَفَضلٍ لَم يَمسَسهُم سُوءٌ </w:t>
      </w:r>
      <w:r w:rsidRPr="002704FD">
        <w:rPr>
          <w:rStyle w:val="libAlaemChar"/>
          <w:rtl/>
        </w:rPr>
        <w:t>)</w:t>
      </w:r>
      <w:r>
        <w:rPr>
          <w:rtl/>
        </w:rPr>
        <w:t xml:space="preserve"> </w:t>
      </w:r>
      <w:r w:rsidRPr="001008E4">
        <w:rPr>
          <w:rStyle w:val="libFootnotenumChar"/>
          <w:rtl/>
        </w:rPr>
        <w:t>(4)</w:t>
      </w:r>
      <w:r>
        <w:rPr>
          <w:rtl/>
        </w:rPr>
        <w:t xml:space="preserve">. </w:t>
      </w:r>
    </w:p>
    <w:p w:rsidR="00AA2ABC" w:rsidRDefault="00AA2ABC" w:rsidP="002704FD">
      <w:pPr>
        <w:pStyle w:val="libNormal"/>
        <w:rPr>
          <w:rtl/>
        </w:rPr>
      </w:pPr>
      <w:r>
        <w:rPr>
          <w:rtl/>
        </w:rPr>
        <w:t xml:space="preserve">وعجبت لمن اغتم كيف لا يفزع إلى قوله عزّوجلّ : </w:t>
      </w:r>
      <w:r w:rsidRPr="002704FD">
        <w:rPr>
          <w:rStyle w:val="libAlaemChar"/>
          <w:rtl/>
        </w:rPr>
        <w:t>(</w:t>
      </w:r>
      <w:r w:rsidRPr="002704FD">
        <w:rPr>
          <w:rStyle w:val="libAieChar"/>
          <w:rtl/>
        </w:rPr>
        <w:t xml:space="preserve"> لاَ اِلهَ اِلاَّ أنتَ سُبحَانَكَ اِنّي كُنتُ مِنَ الظَّالِمينَ </w:t>
      </w:r>
      <w:r w:rsidRPr="002704FD">
        <w:rPr>
          <w:rStyle w:val="libAlaemChar"/>
          <w:rtl/>
        </w:rPr>
        <w:t>)</w:t>
      </w:r>
      <w:r>
        <w:rPr>
          <w:rtl/>
        </w:rPr>
        <w:t xml:space="preserve"> فانّي سمعت الله عزّوجلّ يقول بعقبها : </w:t>
      </w:r>
      <w:r w:rsidRPr="002704FD">
        <w:rPr>
          <w:rStyle w:val="libAlaemChar"/>
          <w:rtl/>
        </w:rPr>
        <w:t>(</w:t>
      </w:r>
      <w:r w:rsidRPr="002704FD">
        <w:rPr>
          <w:rStyle w:val="libAieChar"/>
          <w:rtl/>
        </w:rPr>
        <w:t xml:space="preserve"> فَاستَجَبنَا لَهُ وَنَجَّينَاهُ مِنَ الغَمِّ وَكَذَلِكَ نُنجِي المُؤمِنينَ </w:t>
      </w:r>
      <w:r w:rsidRPr="002704FD">
        <w:rPr>
          <w:rStyle w:val="libAlaemChar"/>
          <w:rtl/>
        </w:rPr>
        <w:t>)</w:t>
      </w:r>
      <w:r>
        <w:rPr>
          <w:rtl/>
        </w:rPr>
        <w:t xml:space="preserve">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438 ح 7 باب الاستغفار من الذنب ـ مثله البحار 93 : 277 ح 5 باب 15 ـ عن الخصال.</w:t>
      </w:r>
    </w:p>
    <w:p w:rsidR="00AA2ABC" w:rsidRDefault="00AA2ABC" w:rsidP="001008E4">
      <w:pPr>
        <w:pStyle w:val="libFootnote0"/>
        <w:rPr>
          <w:rtl/>
        </w:rPr>
      </w:pPr>
      <w:r>
        <w:rPr>
          <w:rtl/>
        </w:rPr>
        <w:t>2 ـ الكافي 2 : 499 ضمن حديث 1 باب نادر قبل الاستدراج ـ الوسائل 11 : 368 ح 4 باب 92.</w:t>
      </w:r>
    </w:p>
    <w:p w:rsidR="00AA2ABC" w:rsidRDefault="00AA2ABC" w:rsidP="001008E4">
      <w:pPr>
        <w:pStyle w:val="libFootnote0"/>
        <w:rPr>
          <w:rtl/>
        </w:rPr>
      </w:pPr>
      <w:r>
        <w:rPr>
          <w:rtl/>
        </w:rPr>
        <w:t>3 ـ آل عمران : 173.</w:t>
      </w:r>
    </w:p>
    <w:p w:rsidR="00AA2ABC" w:rsidRDefault="00AA2ABC" w:rsidP="001008E4">
      <w:pPr>
        <w:pStyle w:val="libFootnote0"/>
        <w:rPr>
          <w:rtl/>
        </w:rPr>
      </w:pPr>
      <w:r>
        <w:rPr>
          <w:rtl/>
        </w:rPr>
        <w:t>4 ـ آل عمران : 174.</w:t>
      </w:r>
    </w:p>
    <w:p w:rsidR="00AA2ABC" w:rsidRDefault="00AA2ABC" w:rsidP="001008E4">
      <w:pPr>
        <w:pStyle w:val="libFootnote0"/>
        <w:rPr>
          <w:rtl/>
        </w:rPr>
      </w:pPr>
      <w:r>
        <w:rPr>
          <w:rtl/>
        </w:rPr>
        <w:t xml:space="preserve">5 ـ الأنبياء : 88. </w:t>
      </w:r>
    </w:p>
    <w:p w:rsidR="00AA2ABC" w:rsidRDefault="00AA2ABC" w:rsidP="002704FD">
      <w:pPr>
        <w:pStyle w:val="libNormal"/>
        <w:rPr>
          <w:rtl/>
        </w:rPr>
      </w:pPr>
      <w:r>
        <w:rPr>
          <w:rtl/>
        </w:rPr>
        <w:br w:type="page"/>
      </w:r>
      <w:r>
        <w:rPr>
          <w:rtl/>
        </w:rPr>
        <w:lastRenderedPageBreak/>
        <w:t xml:space="preserve">وعجبت لمن مكر به كيف لا يفزع إلى قوله : </w:t>
      </w:r>
      <w:r w:rsidRPr="002704FD">
        <w:rPr>
          <w:rStyle w:val="libAlaemChar"/>
          <w:rtl/>
        </w:rPr>
        <w:t>(</w:t>
      </w:r>
      <w:r w:rsidRPr="002704FD">
        <w:rPr>
          <w:rStyle w:val="libAieChar"/>
          <w:rtl/>
        </w:rPr>
        <w:t xml:space="preserve"> وَاُفَوّضُ أمري إلى اللهِ اِنّ اللهَ بَصِيرٌ بِالعِبَاد </w:t>
      </w:r>
      <w:r w:rsidRPr="002704FD">
        <w:rPr>
          <w:rStyle w:val="libAlaemChar"/>
          <w:rtl/>
        </w:rPr>
        <w:t>)</w:t>
      </w:r>
      <w:r>
        <w:rPr>
          <w:rtl/>
        </w:rPr>
        <w:t xml:space="preserve"> فانّي سمعت الله جلّ وتقدّس يقول بعقبها : </w:t>
      </w:r>
      <w:r w:rsidRPr="002704FD">
        <w:rPr>
          <w:rStyle w:val="libAlaemChar"/>
          <w:rtl/>
        </w:rPr>
        <w:t>(</w:t>
      </w:r>
      <w:r w:rsidRPr="002704FD">
        <w:rPr>
          <w:rStyle w:val="libAieChar"/>
          <w:rtl/>
        </w:rPr>
        <w:t xml:space="preserve"> فَوَقَاهُ اللهُ سَيِّئآتِ مِا مَكَرُوا </w:t>
      </w:r>
      <w:r w:rsidRPr="002704FD">
        <w:rPr>
          <w:rStyle w:val="libAlaemChar"/>
          <w:rtl/>
        </w:rPr>
        <w:t>)</w:t>
      </w:r>
      <w:r>
        <w:rPr>
          <w:rtl/>
        </w:rPr>
        <w:t xml:space="preserve"> </w:t>
      </w:r>
      <w:r w:rsidRPr="001008E4">
        <w:rPr>
          <w:rStyle w:val="libFootnotenumChar"/>
          <w:rtl/>
        </w:rPr>
        <w:t>(1)</w:t>
      </w:r>
      <w:r>
        <w:rPr>
          <w:rtl/>
        </w:rPr>
        <w:t xml:space="preserve">. </w:t>
      </w:r>
    </w:p>
    <w:p w:rsidR="00AA2ABC" w:rsidRDefault="00AA2ABC" w:rsidP="002704FD">
      <w:pPr>
        <w:pStyle w:val="libNormal"/>
        <w:rPr>
          <w:rtl/>
        </w:rPr>
      </w:pPr>
      <w:r>
        <w:rPr>
          <w:rtl/>
        </w:rPr>
        <w:t xml:space="preserve">وعجبت لمن أراد الدنيا وزينتها كيف لا يفزع إلى قوله تبارك وتعالى : </w:t>
      </w:r>
      <w:r w:rsidRPr="002704FD">
        <w:rPr>
          <w:rStyle w:val="libAlaemChar"/>
          <w:rtl/>
        </w:rPr>
        <w:t>(</w:t>
      </w:r>
      <w:r w:rsidRPr="002704FD">
        <w:rPr>
          <w:rStyle w:val="libAieChar"/>
          <w:rtl/>
        </w:rPr>
        <w:t xml:space="preserve"> مَا شَاءَ اللهُ لاَ قُوَّةَ اِلاَّ بِاللهِ </w:t>
      </w:r>
      <w:r w:rsidRPr="002704FD">
        <w:rPr>
          <w:rStyle w:val="libAlaemChar"/>
          <w:rtl/>
        </w:rPr>
        <w:t xml:space="preserve">) </w:t>
      </w:r>
      <w:r>
        <w:rPr>
          <w:rtl/>
        </w:rPr>
        <w:t xml:space="preserve">فانّي سمعت الله عزّ اسمه يقول بعقبها : </w:t>
      </w:r>
      <w:r w:rsidRPr="002704FD">
        <w:rPr>
          <w:rStyle w:val="libAlaemChar"/>
          <w:rtl/>
        </w:rPr>
        <w:t>(</w:t>
      </w:r>
      <w:r w:rsidRPr="002704FD">
        <w:rPr>
          <w:rStyle w:val="libAieChar"/>
          <w:rtl/>
        </w:rPr>
        <w:t xml:space="preserve"> اِن تَرَنِ أَنَا أَقَلّ مِنكَ مَالاً وَوَلَداً * فَعَسى رَبِّى أَن يُؤتِينَ خَيراً مِّن جَنَّتِكَ </w:t>
      </w:r>
      <w:r w:rsidRPr="002704FD">
        <w:rPr>
          <w:rStyle w:val="libAlaemChar"/>
          <w:rtl/>
        </w:rPr>
        <w:t>)</w:t>
      </w:r>
      <w:r>
        <w:rPr>
          <w:rtl/>
        </w:rPr>
        <w:t xml:space="preserve"> </w:t>
      </w:r>
      <w:r w:rsidRPr="001008E4">
        <w:rPr>
          <w:rStyle w:val="libFootnotenumChar"/>
          <w:rtl/>
        </w:rPr>
        <w:t>(2)</w:t>
      </w:r>
      <w:r>
        <w:rPr>
          <w:rtl/>
        </w:rPr>
        <w:t xml:space="preserve"> وعسى موجبة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بأسانيد معتبرة عنه </w:t>
      </w:r>
      <w:r w:rsidR="00763E2E" w:rsidRPr="00763E2E">
        <w:rPr>
          <w:rStyle w:val="libAlaemChar"/>
          <w:rFonts w:hint="cs"/>
          <w:rtl/>
        </w:rPr>
        <w:t>عليه‌السلام</w:t>
      </w:r>
      <w:r>
        <w:rPr>
          <w:rtl/>
        </w:rPr>
        <w:t xml:space="preserve"> انّه قال : جاء رجل إلى النبي </w:t>
      </w:r>
      <w:r w:rsidR="00BF0EA2" w:rsidRPr="00BF0EA2">
        <w:rPr>
          <w:rStyle w:val="libAlaemChar"/>
          <w:rFonts w:hint="cs"/>
          <w:rtl/>
        </w:rPr>
        <w:t>صلى‌الله‌عليه‌وآله</w:t>
      </w:r>
      <w:r>
        <w:rPr>
          <w:rtl/>
        </w:rPr>
        <w:t xml:space="preserve"> فقال : يا رسول الله قد لقيت شدّة من وسوسة الصدر ، وأنا رجل مدين معيل محوج ، فقال له : كرر هذه الكلمات : « توكلت على الحي الذي لا يموت ، والحمد لله الذي لم يتخذ صاحبة ولا ولداً ، ولم يكن له شريك في الملك ، ولم يكن له وليّ من الذلّ وكبّره تكبيراً ».</w:t>
      </w:r>
    </w:p>
    <w:p w:rsidR="00AA2ABC" w:rsidRDefault="00AA2ABC" w:rsidP="002704FD">
      <w:pPr>
        <w:pStyle w:val="libNormal"/>
        <w:rPr>
          <w:rtl/>
        </w:rPr>
      </w:pPr>
      <w:r>
        <w:rPr>
          <w:rtl/>
        </w:rPr>
        <w:t xml:space="preserve">فلم يلبث أن جاءه فقال : أذهب الله عنّي وسوسة صدري ، وقضى عنّي ديني ، ووسّع عليّ رزقي </w:t>
      </w:r>
      <w:r w:rsidRPr="001008E4">
        <w:rPr>
          <w:rStyle w:val="libFootnotenumChar"/>
          <w:rtl/>
        </w:rPr>
        <w:t>(4)</w:t>
      </w:r>
      <w:r>
        <w:rPr>
          <w:rtl/>
        </w:rPr>
        <w:t>.</w:t>
      </w:r>
    </w:p>
    <w:p w:rsidR="00AA2ABC" w:rsidRDefault="00AA2ABC" w:rsidP="002704FD">
      <w:pPr>
        <w:pStyle w:val="libNormal"/>
        <w:rPr>
          <w:rtl/>
        </w:rPr>
      </w:pPr>
      <w:r>
        <w:rPr>
          <w:rtl/>
        </w:rPr>
        <w:t xml:space="preserve">وروي بسند صحيح آخر عنه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انّ آدم شكا إلى الله عزّوجلّ ما يلقي من حديث النفس والحزن ، فنزل عليه جبرئيل فقال له : يا آدم قل « لا حول ولا قوّة الاّ بالله » فقالها ، فذهب عنه الوسوسة والحزن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غافر : 45.</w:t>
      </w:r>
    </w:p>
    <w:p w:rsidR="00AA2ABC" w:rsidRDefault="00AA2ABC" w:rsidP="001008E4">
      <w:pPr>
        <w:pStyle w:val="libFootnote0"/>
        <w:rPr>
          <w:rtl/>
        </w:rPr>
      </w:pPr>
      <w:r>
        <w:rPr>
          <w:rtl/>
        </w:rPr>
        <w:t>2 ـ الكهف : 40.</w:t>
      </w:r>
    </w:p>
    <w:p w:rsidR="00AA2ABC" w:rsidRDefault="00AA2ABC" w:rsidP="001008E4">
      <w:pPr>
        <w:pStyle w:val="libFootnote0"/>
        <w:rPr>
          <w:rtl/>
        </w:rPr>
      </w:pPr>
      <w:r>
        <w:rPr>
          <w:rtl/>
        </w:rPr>
        <w:t>3 ـ الخصال : 218 ح 43 باب 4 ـ أمالي الصدوق : 15 ح 2 مجلس 2 ـ عنهما البحار 93 : 184 ح 1 باب 4.</w:t>
      </w:r>
    </w:p>
    <w:p w:rsidR="00AA2ABC" w:rsidRDefault="00AA2ABC" w:rsidP="001008E4">
      <w:pPr>
        <w:pStyle w:val="libFootnote0"/>
        <w:rPr>
          <w:rtl/>
        </w:rPr>
      </w:pPr>
      <w:r>
        <w:rPr>
          <w:rtl/>
        </w:rPr>
        <w:t>4 ـ الكافي 2 : 555 ح 3 باب الدعاء للدين.</w:t>
      </w:r>
    </w:p>
    <w:p w:rsidR="00AA2ABC" w:rsidRDefault="00AA2ABC" w:rsidP="001008E4">
      <w:pPr>
        <w:pStyle w:val="libFootnote0"/>
        <w:rPr>
          <w:rtl/>
        </w:rPr>
      </w:pPr>
      <w:r>
        <w:rPr>
          <w:rtl/>
        </w:rPr>
        <w:t>5 ـ البحار 93 : 186 ح 5 باب 4 ـ عن أمالي الصدوق.</w:t>
      </w:r>
    </w:p>
    <w:p w:rsidR="00AA2ABC" w:rsidRDefault="00AA2ABC" w:rsidP="002704FD">
      <w:pPr>
        <w:pStyle w:val="libNormal"/>
        <w:rPr>
          <w:rtl/>
        </w:rPr>
      </w:pPr>
      <w:r>
        <w:rPr>
          <w:rtl/>
        </w:rPr>
        <w:br w:type="page"/>
      </w:r>
      <w:r>
        <w:rPr>
          <w:rtl/>
        </w:rPr>
        <w:lastRenderedPageBreak/>
        <w:t xml:space="preserve">وروي بسند معتبر عن رسول الله </w:t>
      </w:r>
      <w:r w:rsidR="00BF0EA2" w:rsidRPr="00BF0EA2">
        <w:rPr>
          <w:rStyle w:val="libAlaemChar"/>
          <w:rFonts w:hint="cs"/>
          <w:rtl/>
        </w:rPr>
        <w:t>صلى‌الله‌عليه‌وآله</w:t>
      </w:r>
      <w:r>
        <w:rPr>
          <w:rtl/>
        </w:rPr>
        <w:t xml:space="preserve"> انّه قال : من تظاهرت عليه النعم فليقل : « الحمد لله رب العالمين » ومن ألحّ عليه الفقر فليكثر من قول « لا حول ولا قوّة الاّ بالله العليّ العظيم » فانّه كنز من كنوز الجنّة ، وفيه شفاء من اثنين وسبعين داء أدناها الهمّ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قال الله تعالى لنبيّه </w:t>
      </w:r>
      <w:r w:rsidR="00BF0EA2" w:rsidRPr="00BF0EA2">
        <w:rPr>
          <w:rStyle w:val="libAlaemChar"/>
          <w:rFonts w:hint="cs"/>
          <w:rtl/>
        </w:rPr>
        <w:t>صلى‌الله‌عليه‌وآله</w:t>
      </w:r>
      <w:r>
        <w:rPr>
          <w:rtl/>
        </w:rPr>
        <w:t xml:space="preserve"> في ليلة المعراج : أعطيتك كلمتين من خزائن عرشي « لا حول ولا قوّة الاّ بالله ، ولا منجا منك الاّ إليك »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قول لا حول ولا قوة الاّ بالله ، فيها شفاء من تسعة وتسعين داء أدناها الهمّ </w:t>
      </w:r>
      <w:r w:rsidRPr="001008E4">
        <w:rPr>
          <w:rStyle w:val="libFootnotenumChar"/>
          <w:rtl/>
        </w:rPr>
        <w:t>(3)</w:t>
      </w:r>
      <w:r>
        <w:rPr>
          <w:rtl/>
        </w:rPr>
        <w:t xml:space="preserve">. </w:t>
      </w:r>
    </w:p>
    <w:p w:rsidR="00AA2ABC" w:rsidRDefault="00AA2ABC" w:rsidP="002704FD">
      <w:pPr>
        <w:pStyle w:val="libNormal"/>
        <w:rPr>
          <w:rtl/>
        </w:rPr>
      </w:pPr>
      <w:r>
        <w:rPr>
          <w:rtl/>
        </w:rPr>
        <w:t xml:space="preserve">وروي عن أبي عبدالله </w:t>
      </w:r>
      <w:r w:rsidR="00763E2E" w:rsidRPr="00763E2E">
        <w:rPr>
          <w:rStyle w:val="libAlaemChar"/>
          <w:rFonts w:hint="cs"/>
          <w:rtl/>
        </w:rPr>
        <w:t>عليه‌السلام</w:t>
      </w:r>
      <w:r>
        <w:rPr>
          <w:rtl/>
        </w:rPr>
        <w:t xml:space="preserve"> انّه قال : إذا حزن أحدكم أمر فليقل « لا حول ولا قوة الاّ بالله العليّ العظيم » </w:t>
      </w:r>
      <w:r w:rsidRPr="001008E4">
        <w:rPr>
          <w:rStyle w:val="libFootnotenumChar"/>
          <w:rtl/>
        </w:rPr>
        <w:t>(4)</w:t>
      </w:r>
      <w:r>
        <w:rPr>
          <w:rtl/>
        </w:rPr>
        <w:t xml:space="preserve">. </w:t>
      </w:r>
    </w:p>
    <w:p w:rsidR="00AA2ABC" w:rsidRDefault="00AA2ABC" w:rsidP="002704FD">
      <w:pPr>
        <w:pStyle w:val="libNormal"/>
        <w:rPr>
          <w:rtl/>
        </w:rPr>
      </w:pPr>
      <w:r>
        <w:rPr>
          <w:rtl/>
        </w:rPr>
        <w:t xml:space="preserve">وفي حديث عن أبي ذر انّه قال : أوصاني رسول الله </w:t>
      </w:r>
      <w:r w:rsidR="00BF0EA2" w:rsidRPr="00BF0EA2">
        <w:rPr>
          <w:rStyle w:val="libAlaemChar"/>
          <w:rFonts w:hint="cs"/>
          <w:rtl/>
        </w:rPr>
        <w:t>صلى‌الله‌عليه‌وآله</w:t>
      </w:r>
      <w:r>
        <w:rPr>
          <w:rtl/>
        </w:rPr>
        <w:t xml:space="preserve"> أن أستكثر من قول « لا حول ولا قوّة الاّ بالله العليّ العظيم » </w:t>
      </w:r>
      <w:r w:rsidRPr="001008E4">
        <w:rPr>
          <w:rStyle w:val="libFootnotenumChar"/>
          <w:rtl/>
        </w:rPr>
        <w:t>(5)</w:t>
      </w:r>
      <w:r>
        <w:rPr>
          <w:rtl/>
        </w:rPr>
        <w:t>.</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من قال في كلّ يوم مائة مرّة « لا حول ولا قوّة الاّ بالله » دفع الله بها عنه سبعين نوعاً من البلاء أيسرها الهمّ </w:t>
      </w:r>
      <w:r w:rsidRPr="001008E4">
        <w:rPr>
          <w:rStyle w:val="libFootnotenumChar"/>
          <w:rtl/>
        </w:rPr>
        <w:t>(6)</w:t>
      </w:r>
      <w:r>
        <w:rPr>
          <w:rtl/>
        </w:rPr>
        <w:t xml:space="preserve">.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93 : 186 ح 6 باب 4 ـ عن أمالي الصدوق.</w:t>
      </w:r>
    </w:p>
    <w:p w:rsidR="00AA2ABC" w:rsidRDefault="00AA2ABC" w:rsidP="001008E4">
      <w:pPr>
        <w:pStyle w:val="libFootnote0"/>
        <w:rPr>
          <w:rtl/>
        </w:rPr>
      </w:pPr>
      <w:r>
        <w:rPr>
          <w:rtl/>
        </w:rPr>
        <w:t>2 ـ البحار 93 : 186 ح 7 باب 4 ـ عن تفسير القمي.</w:t>
      </w:r>
    </w:p>
    <w:p w:rsidR="00AA2ABC" w:rsidRDefault="00AA2ABC" w:rsidP="001008E4">
      <w:pPr>
        <w:pStyle w:val="libFootnote0"/>
        <w:rPr>
          <w:rtl/>
        </w:rPr>
      </w:pPr>
      <w:r>
        <w:rPr>
          <w:rtl/>
        </w:rPr>
        <w:t>3 ـ البحار 93 : 187 ح 8 باب 4 ـ عن قرب الاسناد.</w:t>
      </w:r>
    </w:p>
    <w:p w:rsidR="00AA2ABC" w:rsidRDefault="00AA2ABC" w:rsidP="001008E4">
      <w:pPr>
        <w:pStyle w:val="libFootnote0"/>
        <w:rPr>
          <w:rtl/>
        </w:rPr>
      </w:pPr>
      <w:r>
        <w:rPr>
          <w:rtl/>
        </w:rPr>
        <w:t>4 ـ البحار 93 : 188 ح 13 باب 4 ـ عن أمالي الطوسي.</w:t>
      </w:r>
    </w:p>
    <w:p w:rsidR="00AA2ABC" w:rsidRDefault="00AA2ABC" w:rsidP="001008E4">
      <w:pPr>
        <w:pStyle w:val="libFootnote0"/>
        <w:rPr>
          <w:rtl/>
        </w:rPr>
      </w:pPr>
      <w:r>
        <w:rPr>
          <w:rtl/>
        </w:rPr>
        <w:t>5 ـ البحار 93 : 187 ح 9 باب 4.</w:t>
      </w:r>
    </w:p>
    <w:p w:rsidR="00AA2ABC" w:rsidRDefault="00AA2ABC" w:rsidP="001008E4">
      <w:pPr>
        <w:pStyle w:val="libFootnote0"/>
        <w:rPr>
          <w:rtl/>
        </w:rPr>
      </w:pPr>
      <w:r>
        <w:rPr>
          <w:rtl/>
        </w:rPr>
        <w:t xml:space="preserve">6 ـ البحار 93 : 188 : 16 باب 4 ـ عن ثواب الأعمال. </w:t>
      </w:r>
    </w:p>
    <w:p w:rsidR="00AA2ABC" w:rsidRDefault="00AA2ABC" w:rsidP="002704FD">
      <w:pPr>
        <w:pStyle w:val="libNormal"/>
        <w:rPr>
          <w:rtl/>
        </w:rPr>
      </w:pPr>
      <w:r>
        <w:rPr>
          <w:rtl/>
        </w:rPr>
        <w:br w:type="page"/>
      </w:r>
      <w:r>
        <w:rPr>
          <w:rtl/>
        </w:rPr>
        <w:lastRenderedPageBreak/>
        <w:t xml:space="preserve">وروي بسند معتبر آخر عنه </w:t>
      </w:r>
      <w:r w:rsidR="00763E2E" w:rsidRPr="00763E2E">
        <w:rPr>
          <w:rStyle w:val="libAlaemChar"/>
          <w:rFonts w:hint="cs"/>
          <w:rtl/>
        </w:rPr>
        <w:t>عليه‌السلام</w:t>
      </w:r>
      <w:r>
        <w:rPr>
          <w:rtl/>
        </w:rPr>
        <w:t xml:space="preserve"> انّه قال : إذا دعا الرجل فقال بعد ما دعا : « ما شاء الله لا حول ولا قوّة الاّ بالله » ، [ قال الله عزّوجلّ : استبسل عبدي واستسلم لأمري ] اقضوا حاجته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من قال « ما شاء الله لا حول ولا قوّة الاّ بالله » سبعين مرّة صُرف عنه سبعين نوعاً من أنواع البلاء أيسر ذلك الخنق ، قلت : جعلت فداك وما الخنق؟ قال : لا يعتلّ بالجنون فيخنق </w:t>
      </w:r>
      <w:r w:rsidRPr="001008E4">
        <w:rPr>
          <w:rStyle w:val="libFootnotenumChar"/>
          <w:rtl/>
        </w:rPr>
        <w:t>(2)</w:t>
      </w:r>
      <w:r>
        <w:rPr>
          <w:rtl/>
        </w:rPr>
        <w:t>.</w:t>
      </w:r>
    </w:p>
    <w:p w:rsidR="00AA2ABC" w:rsidRDefault="00AA2ABC" w:rsidP="002704FD">
      <w:pPr>
        <w:pStyle w:val="libNormal"/>
        <w:rPr>
          <w:rtl/>
        </w:rPr>
      </w:pPr>
      <w:r>
        <w:rPr>
          <w:rtl/>
        </w:rPr>
        <w:t xml:space="preserve">وروي عنه </w:t>
      </w:r>
      <w:r w:rsidR="00763E2E" w:rsidRPr="00763E2E">
        <w:rPr>
          <w:rStyle w:val="libAlaemChar"/>
          <w:rFonts w:hint="cs"/>
          <w:rtl/>
        </w:rPr>
        <w:t>عليه‌السلام</w:t>
      </w:r>
      <w:r>
        <w:rPr>
          <w:rtl/>
        </w:rPr>
        <w:t xml:space="preserve"> انّه قال : انّ لله ملكاً يقال له إسماعيل ، ساكن في السماء الدنيا إذا قال العبد : يا أرحم الراحمين سبع مرّات ، قال له إسماعيل : قد سمع الله أرحم الراحمين صوتك فسل حاجتك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صحيح عنه </w:t>
      </w:r>
      <w:r w:rsidR="00763E2E" w:rsidRPr="00763E2E">
        <w:rPr>
          <w:rStyle w:val="libAlaemChar"/>
          <w:rFonts w:hint="cs"/>
          <w:rtl/>
        </w:rPr>
        <w:t>عليه‌السلام</w:t>
      </w:r>
      <w:r>
        <w:rPr>
          <w:rtl/>
        </w:rPr>
        <w:t xml:space="preserve"> انّه قال : من قال : يا الله الله ـ عشر مرّات ـ قيل له : لبيك ما حاجتك </w:t>
      </w:r>
      <w:r w:rsidRPr="001008E4">
        <w:rPr>
          <w:rStyle w:val="libFootnotenumChar"/>
          <w:rtl/>
        </w:rPr>
        <w:t>(4)</w:t>
      </w:r>
      <w:r>
        <w:rPr>
          <w:rtl/>
        </w:rPr>
        <w:t xml:space="preserve">. </w:t>
      </w:r>
    </w:p>
    <w:p w:rsidR="00AA2ABC" w:rsidRDefault="00AA2ABC" w:rsidP="002704FD">
      <w:pPr>
        <w:pStyle w:val="libNormal"/>
        <w:rPr>
          <w:rtl/>
        </w:rPr>
      </w:pPr>
      <w:r>
        <w:rPr>
          <w:rtl/>
        </w:rPr>
        <w:t xml:space="preserve">وكذلك لو قال يا رب يا رب عشر مرّات. </w:t>
      </w:r>
    </w:p>
    <w:p w:rsidR="00AA2ABC" w:rsidRDefault="00AA2ABC" w:rsidP="002704FD">
      <w:pPr>
        <w:pStyle w:val="libNormal"/>
        <w:rPr>
          <w:rtl/>
        </w:rPr>
      </w:pPr>
      <w:r>
        <w:rPr>
          <w:rtl/>
        </w:rPr>
        <w:t xml:space="preserve">وروي أيضاً بسند صحيح عنه </w:t>
      </w:r>
      <w:r w:rsidR="00763E2E" w:rsidRPr="00763E2E">
        <w:rPr>
          <w:rStyle w:val="libAlaemChar"/>
          <w:rFonts w:hint="cs"/>
          <w:rtl/>
        </w:rPr>
        <w:t>عليه‌السلام</w:t>
      </w:r>
      <w:r>
        <w:rPr>
          <w:rtl/>
        </w:rPr>
        <w:t xml:space="preserve"> انّه قال : إذا قال العبد : « يا الله يا ربي » </w:t>
      </w:r>
      <w:r w:rsidRPr="001008E4">
        <w:rPr>
          <w:rStyle w:val="libFootnotenumChar"/>
          <w:rtl/>
        </w:rPr>
        <w:t>(5)</w:t>
      </w:r>
      <w:r>
        <w:rPr>
          <w:rtl/>
        </w:rPr>
        <w:t xml:space="preserve"> حتى ينقطع النفس قال له الرب : سل ما حاجتك </w:t>
      </w:r>
      <w:r w:rsidRPr="001008E4">
        <w:rPr>
          <w:rStyle w:val="libFootnotenumChar"/>
          <w:rtl/>
        </w:rPr>
        <w:t>(6)</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اشتكى بعض ولد أبي </w:t>
      </w:r>
      <w:r w:rsidR="00763E2E" w:rsidRPr="00763E2E">
        <w:rPr>
          <w:rStyle w:val="libAlaemChar"/>
          <w:rFonts w:hint="cs"/>
          <w:rtl/>
        </w:rPr>
        <w:t>عليه‌السلام</w:t>
      </w:r>
      <w:r>
        <w:rPr>
          <w:rtl/>
        </w:rPr>
        <w:t xml:space="preserve"> ، فمرّ به فقال له : قل عشر مرّات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521 ح 1.</w:t>
      </w:r>
    </w:p>
    <w:p w:rsidR="00AA2ABC" w:rsidRDefault="00AA2ABC" w:rsidP="001008E4">
      <w:pPr>
        <w:pStyle w:val="libFootnote0"/>
        <w:rPr>
          <w:rtl/>
        </w:rPr>
      </w:pPr>
      <w:r>
        <w:rPr>
          <w:rtl/>
        </w:rPr>
        <w:t>2 ـ الكافي 2 : 521 ح 2.</w:t>
      </w:r>
    </w:p>
    <w:p w:rsidR="00AA2ABC" w:rsidRDefault="00AA2ABC" w:rsidP="001008E4">
      <w:pPr>
        <w:pStyle w:val="libFootnote0"/>
        <w:rPr>
          <w:rtl/>
        </w:rPr>
      </w:pPr>
      <w:r>
        <w:rPr>
          <w:rtl/>
        </w:rPr>
        <w:t>3 ـ محاسبة النفس لعليّ ابن طاووس : 62 باب 5 ـ عنه البحار 93 : 234 ضمن حديث 6 باب 12.</w:t>
      </w:r>
    </w:p>
    <w:p w:rsidR="00AA2ABC" w:rsidRDefault="00AA2ABC" w:rsidP="001008E4">
      <w:pPr>
        <w:pStyle w:val="libFootnote0"/>
        <w:rPr>
          <w:rtl/>
        </w:rPr>
      </w:pPr>
      <w:r>
        <w:rPr>
          <w:rtl/>
        </w:rPr>
        <w:t>4 ـ الكافي 2 : 519 ح 1.</w:t>
      </w:r>
    </w:p>
    <w:p w:rsidR="00AA2ABC" w:rsidRDefault="00AA2ABC" w:rsidP="001008E4">
      <w:pPr>
        <w:pStyle w:val="libFootnote0"/>
        <w:rPr>
          <w:rtl/>
        </w:rPr>
      </w:pPr>
      <w:r>
        <w:rPr>
          <w:rtl/>
        </w:rPr>
        <w:t>5 ـ جاء في المتن الفارسي ( يا ربّي الله ) ولم نجده.</w:t>
      </w:r>
    </w:p>
    <w:p w:rsidR="00AA2ABC" w:rsidRDefault="00AA2ABC" w:rsidP="001008E4">
      <w:pPr>
        <w:pStyle w:val="libFootnote0"/>
        <w:rPr>
          <w:rtl/>
        </w:rPr>
      </w:pPr>
      <w:r>
        <w:rPr>
          <w:rtl/>
        </w:rPr>
        <w:t xml:space="preserve">6 ـ البحار 93 : 233 ح 3 باب 12 ـ عن المحاسن. </w:t>
      </w:r>
    </w:p>
    <w:p w:rsidR="00AA2ABC" w:rsidRDefault="00AA2ABC" w:rsidP="002704FD">
      <w:pPr>
        <w:pStyle w:val="libNormal0"/>
        <w:rPr>
          <w:rtl/>
        </w:rPr>
      </w:pPr>
      <w:r>
        <w:rPr>
          <w:rtl/>
        </w:rPr>
        <w:br w:type="page"/>
      </w:r>
      <w:r>
        <w:rPr>
          <w:rtl/>
        </w:rPr>
        <w:lastRenderedPageBreak/>
        <w:t xml:space="preserve">« يا الله يا الله يا الله » فانّه لم يقلها أحد من المؤمنين قطّ الاّ قال له الرب تبارك وتعالى : لبيك عبدي سل حاجتك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 عليّ الرضا </w:t>
      </w:r>
      <w:r w:rsidR="00763E2E" w:rsidRPr="00763E2E">
        <w:rPr>
          <w:rStyle w:val="libAlaemChar"/>
          <w:rFonts w:hint="cs"/>
          <w:rtl/>
        </w:rPr>
        <w:t>عليه‌السلام</w:t>
      </w:r>
      <w:r>
        <w:rPr>
          <w:rtl/>
        </w:rPr>
        <w:t xml:space="preserve"> انّه قال : رأيت أبي </w:t>
      </w:r>
      <w:r w:rsidR="00763E2E" w:rsidRPr="00763E2E">
        <w:rPr>
          <w:rStyle w:val="libAlaemChar"/>
          <w:rFonts w:hint="cs"/>
          <w:rtl/>
        </w:rPr>
        <w:t>عليه‌السلام</w:t>
      </w:r>
      <w:r>
        <w:rPr>
          <w:rtl/>
        </w:rPr>
        <w:t xml:space="preserve"> في المنام فقال : يا بني إذا كنت في شدّة فأكثر من أن تقول « يا رؤوف يا رحيم »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لبعض أصحابه : ألا أعلّمك اسم الله الأعظم؟ قال : اقرأ ( الحمد لله ، وقل هو الله ، وآية الكرسي ، وانّا أنزلناه ) ثم استقبل القبلة فادع بما أحببت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معتبر عن الرضا </w:t>
      </w:r>
      <w:r w:rsidR="00763E2E" w:rsidRPr="00763E2E">
        <w:rPr>
          <w:rStyle w:val="libAlaemChar"/>
          <w:rFonts w:hint="cs"/>
          <w:rtl/>
        </w:rPr>
        <w:t>عليه‌السلام</w:t>
      </w:r>
      <w:r>
        <w:rPr>
          <w:rtl/>
        </w:rPr>
        <w:t xml:space="preserve"> انّه قال : بسم الله الأكبر « يا حيّ يا قيوم » </w:t>
      </w:r>
      <w:r w:rsidRPr="001008E4">
        <w:rPr>
          <w:rStyle w:val="libFootnotenumChar"/>
          <w:rtl/>
        </w:rPr>
        <w:t>(4)</w:t>
      </w:r>
      <w:r>
        <w:rPr>
          <w:rtl/>
        </w:rPr>
        <w:t>.</w:t>
      </w:r>
    </w:p>
    <w:p w:rsidR="00AA2ABC" w:rsidRDefault="00AA2ABC" w:rsidP="002704FD">
      <w:pPr>
        <w:pStyle w:val="libNormal"/>
        <w:rPr>
          <w:rtl/>
        </w:rPr>
      </w:pPr>
      <w:r>
        <w:rPr>
          <w:rtl/>
        </w:rPr>
        <w:t xml:space="preserve">وفي رواية أخرى عن عليّ بن الحسين </w:t>
      </w:r>
      <w:r w:rsidR="00763E2E" w:rsidRPr="00763E2E">
        <w:rPr>
          <w:rStyle w:val="libAlaemChar"/>
          <w:rFonts w:hint="cs"/>
          <w:rtl/>
        </w:rPr>
        <w:t>عليه‌السلام</w:t>
      </w:r>
      <w:r>
        <w:rPr>
          <w:rtl/>
        </w:rPr>
        <w:t xml:space="preserve"> انّ هذا الدعاء مشتمل على الاسم الأعظم : </w:t>
      </w:r>
    </w:p>
    <w:p w:rsidR="00AA2ABC" w:rsidRDefault="00AA2ABC" w:rsidP="002704FD">
      <w:pPr>
        <w:pStyle w:val="libNormal"/>
        <w:rPr>
          <w:rtl/>
        </w:rPr>
      </w:pPr>
      <w:r>
        <w:rPr>
          <w:rtl/>
        </w:rPr>
        <w:t xml:space="preserve">« يا الله يا الله يا الله ، وحدك لا شريك لك ، أنت المنان بديع السماوات والأرض ، ذو الجلال والاكرام ، وذو الأسماء العظام ، وذو العزّ الذي لا يرام ، والهكم اله واحد ، لا اله الاّ هو الرحمن الرحيم ، وصلّى الله على محمد وآله أجمعين » </w:t>
      </w:r>
      <w:r w:rsidRPr="001008E4">
        <w:rPr>
          <w:rStyle w:val="libFootnotenumChar"/>
          <w:rtl/>
        </w:rPr>
        <w:t>(5)</w:t>
      </w:r>
      <w:r>
        <w:rPr>
          <w:rtl/>
        </w:rPr>
        <w:t>.</w:t>
      </w:r>
    </w:p>
    <w:p w:rsidR="00AA2ABC" w:rsidRDefault="00AA2ABC" w:rsidP="002704FD">
      <w:pPr>
        <w:pStyle w:val="libNormal"/>
        <w:rPr>
          <w:rtl/>
        </w:rPr>
      </w:pPr>
      <w:r>
        <w:rPr>
          <w:rtl/>
        </w:rPr>
        <w:t xml:space="preserve">وروي بسند معتبر عن سكين بن عمار انّه قال : كنت نائماً بمكة فأتاني آت في منامي فقال لي : قم فإنّ تحت الميزاب رجلاً يدعو الله باسمه الأعظم ، ففزعت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قرب الاسناد : 1 ح 2 ـ عنه البحار 93 : 233 ح 1 باب 12.</w:t>
      </w:r>
    </w:p>
    <w:p w:rsidR="00AA2ABC" w:rsidRDefault="00AA2ABC" w:rsidP="001008E4">
      <w:pPr>
        <w:pStyle w:val="libFootnote0"/>
        <w:rPr>
          <w:rtl/>
        </w:rPr>
      </w:pPr>
      <w:r>
        <w:rPr>
          <w:rtl/>
        </w:rPr>
        <w:t>2 ـ البحار 93 : 272 ح 2 باب 13 ـ عن مهج الدعوات.</w:t>
      </w:r>
    </w:p>
    <w:p w:rsidR="00AA2ABC" w:rsidRDefault="00AA2ABC" w:rsidP="001008E4">
      <w:pPr>
        <w:pStyle w:val="libFootnote0"/>
        <w:rPr>
          <w:rtl/>
        </w:rPr>
      </w:pPr>
      <w:r>
        <w:rPr>
          <w:rtl/>
        </w:rPr>
        <w:t>3 ـ البحار 93 : 223 ضمن حديث 1 باب 11 ـ عن مهج الدعوات.</w:t>
      </w:r>
    </w:p>
    <w:p w:rsidR="00AA2ABC" w:rsidRDefault="00AA2ABC" w:rsidP="001008E4">
      <w:pPr>
        <w:pStyle w:val="libFootnote0"/>
        <w:rPr>
          <w:rtl/>
        </w:rPr>
      </w:pPr>
      <w:r>
        <w:rPr>
          <w:rtl/>
        </w:rPr>
        <w:t>4 ـ البحار 93 : 223 ضمن حديث 1 باب 11 ـ عن مهج الدعوات.</w:t>
      </w:r>
    </w:p>
    <w:p w:rsidR="00AA2ABC" w:rsidRDefault="00AA2ABC" w:rsidP="001008E4">
      <w:pPr>
        <w:pStyle w:val="libFootnote0"/>
        <w:rPr>
          <w:rtl/>
        </w:rPr>
      </w:pPr>
      <w:r>
        <w:rPr>
          <w:rtl/>
        </w:rPr>
        <w:t xml:space="preserve">5 ـ راجع البحار 93 : 227 ـ ضمن حديث 1 باب 11 ـ عن مهج الدعوات. </w:t>
      </w:r>
    </w:p>
    <w:p w:rsidR="00AA2ABC" w:rsidRDefault="00AA2ABC" w:rsidP="002704FD">
      <w:pPr>
        <w:pStyle w:val="libNormal0"/>
        <w:rPr>
          <w:rtl/>
        </w:rPr>
      </w:pPr>
      <w:r>
        <w:rPr>
          <w:rtl/>
        </w:rPr>
        <w:br w:type="page"/>
      </w:r>
      <w:r>
        <w:rPr>
          <w:rtl/>
        </w:rPr>
        <w:lastRenderedPageBreak/>
        <w:t>ونمت ، فناداني ثانية بمثل ذلك ، ففزعت ثم نمت ، فلما كان في الثالثة قال : قم يا فلان بن فلان فإنّ هذا فلان بن فلان يسمّيه باسمه واسم أبيه وهو العبد الصالح تحت الميزاب يدعو الله باسمه.</w:t>
      </w:r>
    </w:p>
    <w:p w:rsidR="00AA2ABC" w:rsidRDefault="00AA2ABC" w:rsidP="002704FD">
      <w:pPr>
        <w:pStyle w:val="libNormal"/>
        <w:rPr>
          <w:rtl/>
        </w:rPr>
      </w:pPr>
      <w:r>
        <w:rPr>
          <w:rtl/>
        </w:rPr>
        <w:t xml:space="preserve">فقال : قمت واغتسلت ثم دخلت الحجر ، فاذا رجل قد ألقى ثوبه على رأسه وهو ساجد ، فجلست خلفه فسمعته يقول : </w:t>
      </w:r>
    </w:p>
    <w:p w:rsidR="00AA2ABC" w:rsidRDefault="00AA2ABC" w:rsidP="002704FD">
      <w:pPr>
        <w:pStyle w:val="libNormal"/>
        <w:rPr>
          <w:rtl/>
        </w:rPr>
      </w:pPr>
      <w:r>
        <w:rPr>
          <w:rtl/>
        </w:rPr>
        <w:t>« يا نور يا قدوس [ ثلاثاً ] ، يا حيّ يا قيّوم [ ثلاثاً ] ، يا حيّ لا يموت [ ثلاثاً ] ، يا حيّ حين لا حيّ [ ثلاثاً ] ، يا حيّ لا اله الاّ أنت [ ثلاثاً ] ، أسألك بلا اله الاّ أنت [ ثلاثاً ] ، أسألك بسم الله الرحمن الرحيم العزيز المتين ثلاثاً ».</w:t>
      </w:r>
    </w:p>
    <w:p w:rsidR="00AA2ABC" w:rsidRDefault="00AA2ABC" w:rsidP="002704FD">
      <w:pPr>
        <w:pStyle w:val="libNormal"/>
        <w:rPr>
          <w:rtl/>
        </w:rPr>
      </w:pPr>
      <w:r>
        <w:rPr>
          <w:rtl/>
        </w:rPr>
        <w:t xml:space="preserve">قال سكين : فلم يزل يردّد هذه الكلمات حتى حفظتها ...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ما من مؤمن قال هذه الكلمات سبعين مرّة الاّ وأنا ضامن له في دنياه وفي آخرته ، فأما في دنياه فتتلقاه الملائكة ببشارة عند الموت ، وأما في الآخرة فإنّ له بكلّ كلمة منها بيتاً في الجنة ، يقول « يا أسمع السامعين ، ويا أبصر الناظرين ، ويا أسرع الحاسبين ، ويا أرحم الراحمين ، ويا أحكم الحاكمين » </w:t>
      </w:r>
      <w:r w:rsidRPr="001008E4">
        <w:rPr>
          <w:rStyle w:val="libFootnotenumChar"/>
          <w:rtl/>
        </w:rPr>
        <w:t>(2)</w:t>
      </w:r>
      <w:r>
        <w:rPr>
          <w:rtl/>
        </w:rPr>
        <w:t xml:space="preserve">. </w:t>
      </w:r>
    </w:p>
    <w:p w:rsidR="00AA2ABC" w:rsidRDefault="00AA2ABC" w:rsidP="00AA2ABC">
      <w:pPr>
        <w:pStyle w:val="Heading1Center"/>
        <w:rPr>
          <w:rtl/>
        </w:rPr>
      </w:pPr>
      <w:bookmarkStart w:id="236" w:name="_Toc392501954"/>
      <w:bookmarkStart w:id="237" w:name="_Toc392502902"/>
      <w:r>
        <w:rPr>
          <w:rtl/>
        </w:rPr>
        <w:t>( الباب الثاني )</w:t>
      </w:r>
      <w:bookmarkEnd w:id="236"/>
      <w:bookmarkEnd w:id="237"/>
    </w:p>
    <w:p w:rsidR="00AA2ABC" w:rsidRDefault="00AA2ABC" w:rsidP="00AA2ABC">
      <w:pPr>
        <w:pStyle w:val="Heading1Center"/>
        <w:rPr>
          <w:rtl/>
        </w:rPr>
      </w:pPr>
      <w:bookmarkStart w:id="238" w:name="_Toc392501955"/>
      <w:bookmarkStart w:id="239" w:name="_Toc392502903"/>
      <w:r>
        <w:rPr>
          <w:rtl/>
        </w:rPr>
        <w:t>في أذكار تختص بأوقات</w:t>
      </w:r>
      <w:bookmarkEnd w:id="238"/>
      <w:bookmarkEnd w:id="239"/>
    </w:p>
    <w:p w:rsidR="00AA2ABC" w:rsidRDefault="00AA2ABC" w:rsidP="002704FD">
      <w:pPr>
        <w:pStyle w:val="libNormal"/>
        <w:rPr>
          <w:rtl/>
        </w:rPr>
      </w:pPr>
      <w:r>
        <w:rPr>
          <w:rtl/>
        </w:rPr>
        <w:t xml:space="preserve">وفيه فصول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راجع البحار 93 : 228 ، ضمن حديث 1 باب 11 ـ عن مهج الدعوات.</w:t>
      </w:r>
    </w:p>
    <w:p w:rsidR="00AA2ABC" w:rsidRDefault="00AA2ABC" w:rsidP="001008E4">
      <w:pPr>
        <w:pStyle w:val="libFootnote0"/>
        <w:rPr>
          <w:rtl/>
        </w:rPr>
      </w:pPr>
      <w:r>
        <w:rPr>
          <w:rtl/>
        </w:rPr>
        <w:t xml:space="preserve">2 ـ قرب الاسناد : 2 ح 5 ـ عنه البحار 95 : 350 ح 1باب 129. </w:t>
      </w:r>
    </w:p>
    <w:p w:rsidR="00AA2ABC" w:rsidRDefault="00AA2ABC" w:rsidP="00AA2ABC">
      <w:pPr>
        <w:pStyle w:val="Heading1Center"/>
        <w:rPr>
          <w:rtl/>
        </w:rPr>
      </w:pPr>
      <w:r>
        <w:rPr>
          <w:rtl/>
        </w:rPr>
        <w:br w:type="page"/>
      </w:r>
      <w:bookmarkStart w:id="240" w:name="_Toc392501956"/>
      <w:bookmarkStart w:id="241" w:name="_Toc392502904"/>
      <w:r>
        <w:rPr>
          <w:rtl/>
        </w:rPr>
        <w:lastRenderedPageBreak/>
        <w:t>( الفصل الأول )</w:t>
      </w:r>
      <w:bookmarkEnd w:id="240"/>
      <w:bookmarkEnd w:id="241"/>
    </w:p>
    <w:p w:rsidR="00AA2ABC" w:rsidRDefault="00AA2ABC" w:rsidP="00AA2ABC">
      <w:pPr>
        <w:pStyle w:val="Heading1Center"/>
        <w:rPr>
          <w:rtl/>
        </w:rPr>
      </w:pPr>
      <w:bookmarkStart w:id="242" w:name="_Toc392501957"/>
      <w:bookmarkStart w:id="243" w:name="_Toc392502905"/>
      <w:r>
        <w:rPr>
          <w:rtl/>
        </w:rPr>
        <w:t>في تعقيب صلاة الصبح والعشاء والأذكار التي تقرأ</w:t>
      </w:r>
      <w:bookmarkEnd w:id="242"/>
      <w:bookmarkEnd w:id="243"/>
    </w:p>
    <w:p w:rsidR="00AA2ABC" w:rsidRDefault="00AA2ABC" w:rsidP="00AA2ABC">
      <w:pPr>
        <w:pStyle w:val="Heading1Center"/>
        <w:rPr>
          <w:rtl/>
        </w:rPr>
      </w:pPr>
      <w:bookmarkStart w:id="244" w:name="_Toc392501958"/>
      <w:bookmarkStart w:id="245" w:name="_Toc392502906"/>
      <w:r>
        <w:rPr>
          <w:rtl/>
        </w:rPr>
        <w:t>صباحاً ومساءً</w:t>
      </w:r>
      <w:bookmarkEnd w:id="244"/>
      <w:bookmarkEnd w:id="245"/>
    </w:p>
    <w:p w:rsidR="00AA2ABC" w:rsidRDefault="00AA2ABC" w:rsidP="002704FD">
      <w:pPr>
        <w:pStyle w:val="libNormal"/>
        <w:rPr>
          <w:rtl/>
        </w:rPr>
      </w:pPr>
      <w:r>
        <w:rPr>
          <w:rtl/>
        </w:rPr>
        <w:t xml:space="preserve">روي بأسانيد معتبرة عن أبي الحسن موسى </w:t>
      </w:r>
      <w:r w:rsidR="00763E2E" w:rsidRPr="00763E2E">
        <w:rPr>
          <w:rStyle w:val="libAlaemChar"/>
          <w:rFonts w:hint="cs"/>
          <w:rtl/>
        </w:rPr>
        <w:t>عليه‌السلام</w:t>
      </w:r>
      <w:r>
        <w:rPr>
          <w:rtl/>
        </w:rPr>
        <w:t xml:space="preserve"> انّه قال : اذا صلّيت المغرب فلا تبسط رجلك ولا تكلّم أحداً حتى تقول مائة مرّة : « بسم الله الرحمن الرحيم ، لا حول ولا قوّة الاّ بالله العليّ العظيم » ومائة مرّة في الغداة ، فمن قالها دفع الله عنه مائة نوع من أنواع البلاء ، أدنى نوع منها البرص والجذام والشيطان والسلطان </w:t>
      </w:r>
      <w:r w:rsidRPr="001008E4">
        <w:rPr>
          <w:rStyle w:val="libFootnotenumChar"/>
          <w:rtl/>
        </w:rPr>
        <w:t>(1)</w:t>
      </w:r>
      <w:r>
        <w:rPr>
          <w:rtl/>
        </w:rPr>
        <w:t>.</w:t>
      </w:r>
    </w:p>
    <w:p w:rsidR="00AA2ABC" w:rsidRDefault="00AA2ABC" w:rsidP="002704FD">
      <w:pPr>
        <w:pStyle w:val="libNormal"/>
        <w:rPr>
          <w:rtl/>
        </w:rPr>
      </w:pPr>
      <w:r>
        <w:rPr>
          <w:rtl/>
        </w:rPr>
        <w:t xml:space="preserve">وروي عن أبي الحسن الرضا </w:t>
      </w:r>
      <w:r w:rsidR="00763E2E" w:rsidRPr="00763E2E">
        <w:rPr>
          <w:rStyle w:val="libAlaemChar"/>
          <w:rFonts w:hint="cs"/>
          <w:rtl/>
        </w:rPr>
        <w:t>عليه‌السلام</w:t>
      </w:r>
      <w:r>
        <w:rPr>
          <w:rtl/>
        </w:rPr>
        <w:t xml:space="preserve"> انّه قال : من قال بعد صلاة الفجر : « بسم الله الرحمن الرحيم لا حول ولا قوّة الاّ بالله العليّ العظيم » مائة مرّة كان أقرب إلى اسم الله الأعظم من سواد العين إلى بياضها ، وانّه دخل فيها اسم الله الأعظم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في دبر صلاة الفجر ، ودبر صلاة المغرب سبع مرّات : « بسم الله الرحمن الرحيم لا حول ولا قوة الاّ بالله العليّ العظيم » دفع الله عزّوجلّ عنه سبعين نوعاً من أنواع البلاء أهونها الريح والبرص والجنون وان كان شقياً محي من الشقاء وكتب في السعداء </w:t>
      </w:r>
      <w:r w:rsidRPr="001008E4">
        <w:rPr>
          <w:rStyle w:val="libFootnotenumChar"/>
          <w:rtl/>
        </w:rPr>
        <w:t>(3)</w:t>
      </w:r>
      <w:r>
        <w:rPr>
          <w:rtl/>
        </w:rPr>
        <w:t>.</w:t>
      </w:r>
    </w:p>
    <w:p w:rsidR="00AA2ABC" w:rsidRDefault="00AA2ABC" w:rsidP="002704FD">
      <w:pPr>
        <w:pStyle w:val="libNormal"/>
        <w:rPr>
          <w:rtl/>
        </w:rPr>
      </w:pPr>
      <w:r>
        <w:rPr>
          <w:rtl/>
        </w:rPr>
        <w:t xml:space="preserve">وفي رواية أخرى من قالها ثلاث مرات.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531 ح 29 باب القول عند الاصباح والامساء ـ الوسائل 4 : 1050 ح 12 باب 25.</w:t>
      </w:r>
    </w:p>
    <w:p w:rsidR="00AA2ABC" w:rsidRDefault="00AA2ABC" w:rsidP="001008E4">
      <w:pPr>
        <w:pStyle w:val="libFootnote0"/>
        <w:rPr>
          <w:rtl/>
        </w:rPr>
      </w:pPr>
      <w:r>
        <w:rPr>
          <w:rtl/>
        </w:rPr>
        <w:t>2 ـ البحار 86 : 162 ح 41 باب 65.</w:t>
      </w:r>
    </w:p>
    <w:p w:rsidR="00AA2ABC" w:rsidRDefault="00AA2ABC" w:rsidP="001008E4">
      <w:pPr>
        <w:pStyle w:val="libFootnote0"/>
        <w:rPr>
          <w:rtl/>
        </w:rPr>
      </w:pPr>
      <w:r>
        <w:rPr>
          <w:rtl/>
        </w:rPr>
        <w:t xml:space="preserve">3 ـ الكافي 2 : 531 ح 25 باب القول عند الاصباح والامساء ـ عنه البحار 86 : 132 ح 9 باب 65.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قال : من قال : « ما شاء الله كان لا حول ولا قوّة بالله العليّ العظيم » مائة مرّة حين يصلّي الفجر لم ير يومه ذلك شيئا يكرهه </w:t>
      </w:r>
      <w:r w:rsidRPr="001008E4">
        <w:rPr>
          <w:rStyle w:val="libFootnotenumChar"/>
          <w:rtl/>
        </w:rPr>
        <w:t>(1)</w:t>
      </w:r>
      <w:r>
        <w:rPr>
          <w:rtl/>
        </w:rPr>
        <w:t>.</w:t>
      </w:r>
    </w:p>
    <w:p w:rsidR="00AA2ABC" w:rsidRDefault="00AA2ABC" w:rsidP="002704FD">
      <w:pPr>
        <w:pStyle w:val="libNormal"/>
        <w:rPr>
          <w:rtl/>
        </w:rPr>
      </w:pPr>
      <w:r>
        <w:rPr>
          <w:rtl/>
        </w:rPr>
        <w:t xml:space="preserve">وروي بأسانيد معتبرة عنه </w:t>
      </w:r>
      <w:r w:rsidR="00763E2E" w:rsidRPr="00763E2E">
        <w:rPr>
          <w:rStyle w:val="libAlaemChar"/>
          <w:rFonts w:hint="cs"/>
          <w:rtl/>
        </w:rPr>
        <w:t>عليه‌السلام</w:t>
      </w:r>
      <w:r>
        <w:rPr>
          <w:rtl/>
        </w:rPr>
        <w:t xml:space="preserve"> انّه قال : من قال عشر مرّات قبل أن تطلع الشمس وقبل غروبها : « لا اله الاّ الله وحده لا شريك له ، له الملك وله الحمد ، يحيي ويميت ويميت ويحيي وهو حيّ لا يموت ، بيده الخير وهو على كلّ شيء قدير » كانت كفّارة لذنوبه ذلك اليوم </w:t>
      </w:r>
      <w:r w:rsidRPr="001008E4">
        <w:rPr>
          <w:rStyle w:val="libFootnotenumChar"/>
          <w:rtl/>
        </w:rPr>
        <w:t>(2)</w:t>
      </w:r>
      <w:r>
        <w:rPr>
          <w:rtl/>
        </w:rPr>
        <w:t xml:space="preserve">. </w:t>
      </w:r>
    </w:p>
    <w:p w:rsidR="00AA2ABC" w:rsidRDefault="00AA2ABC" w:rsidP="002704FD">
      <w:pPr>
        <w:pStyle w:val="libNormal"/>
        <w:rPr>
          <w:rtl/>
        </w:rPr>
      </w:pPr>
      <w:r>
        <w:rPr>
          <w:rtl/>
        </w:rPr>
        <w:t xml:space="preserve">وفي رواية أخرى : ... لم يلق الله عزّ وجلّ عبد بعمل أفضل من عمله الاّ من جاء بمثل عمله </w:t>
      </w:r>
      <w:r w:rsidRPr="001008E4">
        <w:rPr>
          <w:rStyle w:val="libFootnotenumChar"/>
          <w:rtl/>
        </w:rPr>
        <w:t>(3)</w:t>
      </w:r>
      <w:r>
        <w:rPr>
          <w:rtl/>
        </w:rPr>
        <w:t>.</w:t>
      </w:r>
    </w:p>
    <w:p w:rsidR="00AA2ABC" w:rsidRDefault="00AA2ABC" w:rsidP="002704FD">
      <w:pPr>
        <w:pStyle w:val="libNormal"/>
        <w:rPr>
          <w:rtl/>
        </w:rPr>
      </w:pPr>
      <w:r>
        <w:rPr>
          <w:rtl/>
        </w:rPr>
        <w:t>وفي رواية أخرى : [ انّ الدعاء قبل طلوع الشمس وقبل غروبها ] سنّة واجبة [ مع طلوع الفجر والمغرب يقول : « لا اله الاّ الله ، وحده لا شريك له ، له الملك وله الحمد ، يحيي ويميت ويميت ويحيي وهو حيّ لا يموت ، بيده الخير وهو على كلّ شيء قدير » عشر مرّات ].</w:t>
      </w:r>
    </w:p>
    <w:p w:rsidR="00AA2ABC" w:rsidRDefault="00AA2ABC" w:rsidP="002704FD">
      <w:pPr>
        <w:pStyle w:val="libNormal"/>
        <w:rPr>
          <w:rtl/>
        </w:rPr>
      </w:pPr>
      <w:r>
        <w:rPr>
          <w:rtl/>
        </w:rPr>
        <w:t xml:space="preserve">وتقول : « أعوذ بالله السميع العليم من همزات الشياطين ، وأعوذ بك رب أن يحضرون ، انّ الله هو السميع العليم » عشر مرّات ، قبل طلوع الشمس وقبل الغروب ، فإن نسيت قضيت كما تقضي الصلاة اذا نسيتها </w:t>
      </w:r>
      <w:r w:rsidRPr="001008E4">
        <w:rPr>
          <w:rStyle w:val="libFootnotenumChar"/>
          <w:rtl/>
        </w:rPr>
        <w:t>(4)</w:t>
      </w:r>
      <w:r>
        <w:rPr>
          <w:rtl/>
        </w:rPr>
        <w:t xml:space="preserve">. </w:t>
      </w:r>
    </w:p>
    <w:p w:rsidR="00AA2ABC" w:rsidRDefault="00AA2ABC" w:rsidP="002704FD">
      <w:pPr>
        <w:pStyle w:val="libNormal"/>
        <w:rPr>
          <w:rtl/>
        </w:rPr>
      </w:pPr>
      <w:r>
        <w:rPr>
          <w:rtl/>
        </w:rPr>
        <w:t xml:space="preserve">وروي بسند معتبر آخر عن أبي جعفر الباقر </w:t>
      </w:r>
      <w:r w:rsidR="00763E2E" w:rsidRPr="00763E2E">
        <w:rPr>
          <w:rStyle w:val="libAlaemChar"/>
          <w:rFonts w:hint="cs"/>
          <w:rtl/>
        </w:rPr>
        <w:t>عليه‌السلام</w:t>
      </w:r>
      <w:r>
        <w:rPr>
          <w:rtl/>
        </w:rPr>
        <w:t xml:space="preserve"> انّه قال : من قال حين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530 ح 24 باب القول عند الاصباح والامساء ـ عنه البحار 86 : 162 ح 42 باب 65.</w:t>
      </w:r>
    </w:p>
    <w:p w:rsidR="00AA2ABC" w:rsidRDefault="00AA2ABC" w:rsidP="001008E4">
      <w:pPr>
        <w:pStyle w:val="libFootnote0"/>
        <w:rPr>
          <w:rtl/>
        </w:rPr>
      </w:pPr>
      <w:r>
        <w:rPr>
          <w:rtl/>
        </w:rPr>
        <w:t>2 ـ الكافي 2 : 518 ح 1.</w:t>
      </w:r>
    </w:p>
    <w:p w:rsidR="00AA2ABC" w:rsidRDefault="00AA2ABC" w:rsidP="001008E4">
      <w:pPr>
        <w:pStyle w:val="libFootnote0"/>
        <w:rPr>
          <w:rtl/>
        </w:rPr>
      </w:pPr>
      <w:r>
        <w:rPr>
          <w:rtl/>
        </w:rPr>
        <w:t>3 ـ الكافي 2 : 518 ضمن حديث 2.</w:t>
      </w:r>
    </w:p>
    <w:p w:rsidR="00AA2ABC" w:rsidRDefault="00AA2ABC" w:rsidP="001008E4">
      <w:pPr>
        <w:pStyle w:val="libFootnote0"/>
        <w:rPr>
          <w:rtl/>
        </w:rPr>
      </w:pPr>
      <w:r>
        <w:rPr>
          <w:rtl/>
        </w:rPr>
        <w:t xml:space="preserve">4 ـ الكافي 2 : 532 ح 31. </w:t>
      </w:r>
    </w:p>
    <w:p w:rsidR="00AA2ABC" w:rsidRDefault="00AA2ABC" w:rsidP="002704FD">
      <w:pPr>
        <w:pStyle w:val="libNormal0"/>
        <w:rPr>
          <w:rtl/>
        </w:rPr>
      </w:pPr>
      <w:r>
        <w:rPr>
          <w:rtl/>
        </w:rPr>
        <w:br w:type="page"/>
      </w:r>
      <w:r>
        <w:rPr>
          <w:rtl/>
        </w:rPr>
        <w:lastRenderedPageBreak/>
        <w:t xml:space="preserve">يطلع الفجر ... صلى الله على محمد وآل محمد عشر مرّات ، وسبّح خمساً وثلاثين مرّة ، وهلّل خمساً وثلاثين مرّة ، وحمد الله خمساً وثلاثين مرّة لم يكتب في ذلك الصباح من الغافلين ، واذا قالها في المساء لم يكتب في تلك الليلة من الغافلين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كبّر الله تبارك وتعالى عند المساء مائة تكبيرة كان كمن أعتق مائة نسمة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كبّر الله مائة تكبيرة قبل طلوع الشمس وقبل غروبها ، كتب الله له من الأجر كأجر من أعتق مائة رقبة</w:t>
      </w:r>
      <w:r w:rsidRPr="001008E4">
        <w:rPr>
          <w:rStyle w:val="libFootnotenumChar"/>
          <w:rtl/>
        </w:rPr>
        <w:t>(3)</w:t>
      </w:r>
      <w:r>
        <w:rPr>
          <w:rtl/>
        </w:rPr>
        <w:t>.</w:t>
      </w:r>
    </w:p>
    <w:p w:rsidR="00AA2ABC" w:rsidRDefault="00AA2ABC" w:rsidP="002704FD">
      <w:pPr>
        <w:pStyle w:val="libNormal"/>
        <w:rPr>
          <w:rtl/>
        </w:rPr>
      </w:pPr>
      <w:r>
        <w:rPr>
          <w:rtl/>
        </w:rPr>
        <w:t xml:space="preserve">وروي بسند معتبر آخر انّ رسول الله </w:t>
      </w:r>
      <w:r w:rsidR="00BF0EA2" w:rsidRPr="00BF0EA2">
        <w:rPr>
          <w:rStyle w:val="libAlaemChar"/>
          <w:rFonts w:hint="cs"/>
          <w:rtl/>
        </w:rPr>
        <w:t>صلى‌الله‌عليه‌وآله</w:t>
      </w:r>
      <w:r>
        <w:rPr>
          <w:rtl/>
        </w:rPr>
        <w:t xml:space="preserve"> قال : انّ في ابن آدم ثلاثمائة وستين عرقاً ، منها مائة وثمانون متحركة ، ومنها مائة وثمانون ساكنة ، فلو سكن المتحرّك لم ينم ، ولو تحرّك الساكن لم ينم.</w:t>
      </w:r>
    </w:p>
    <w:p w:rsidR="00AA2ABC" w:rsidRDefault="00AA2ABC" w:rsidP="002704FD">
      <w:pPr>
        <w:pStyle w:val="libNormal"/>
        <w:rPr>
          <w:rtl/>
        </w:rPr>
      </w:pPr>
      <w:r>
        <w:rPr>
          <w:rtl/>
        </w:rPr>
        <w:t xml:space="preserve">وكان رسول الله </w:t>
      </w:r>
      <w:r w:rsidR="00BF0EA2" w:rsidRPr="00BF0EA2">
        <w:rPr>
          <w:rStyle w:val="libAlaemChar"/>
          <w:rFonts w:hint="cs"/>
          <w:rtl/>
        </w:rPr>
        <w:t>صلى‌الله‌عليه‌وآله</w:t>
      </w:r>
      <w:r>
        <w:rPr>
          <w:rtl/>
        </w:rPr>
        <w:t xml:space="preserve"> اذا أصبح قال : ( الحمد لله رب العالمين كثيراً على كلّ حال ) ثلاثمائة وستين مرّة ، واذا أمسى قال مثل ذلك </w:t>
      </w:r>
      <w:r w:rsidRPr="001008E4">
        <w:rPr>
          <w:rStyle w:val="libFootnotenumChar"/>
          <w:rtl/>
        </w:rPr>
        <w:t>(4)</w:t>
      </w:r>
      <w:r>
        <w:rPr>
          <w:rtl/>
        </w:rPr>
        <w:t>.</w:t>
      </w:r>
    </w:p>
    <w:p w:rsidR="00AA2ABC" w:rsidRDefault="00AA2ABC" w:rsidP="002704FD">
      <w:pPr>
        <w:pStyle w:val="libNormal"/>
        <w:rPr>
          <w:rtl/>
        </w:rPr>
      </w:pPr>
      <w:r>
        <w:rPr>
          <w:rtl/>
        </w:rPr>
        <w:t xml:space="preserve">وروي بسند معتبر آخر عن أبي عبدالله </w:t>
      </w:r>
      <w:r w:rsidR="00763E2E" w:rsidRPr="00763E2E">
        <w:rPr>
          <w:rStyle w:val="libAlaemChar"/>
          <w:rFonts w:hint="cs"/>
          <w:rtl/>
        </w:rPr>
        <w:t>عليه‌السلام</w:t>
      </w:r>
      <w:r>
        <w:rPr>
          <w:rtl/>
        </w:rPr>
        <w:t xml:space="preserve"> انّه قال : من قال أربع مرّات اذا أصبح : « الحمد لله رب العالمين » فقد أدى شكر يومه ، ومن قالها اذا أمسى فقد أدّى شكر ليلته </w:t>
      </w:r>
      <w:r w:rsidRPr="001008E4">
        <w:rPr>
          <w:rStyle w:val="libFootnotenumChar"/>
          <w:rtl/>
        </w:rPr>
        <w:t>(5)</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534 ضمن حديث 35 ـ الوسائل 4 : 1237 ح 9 باب 49.</w:t>
      </w:r>
    </w:p>
    <w:p w:rsidR="00AA2ABC" w:rsidRDefault="00AA2ABC" w:rsidP="001008E4">
      <w:pPr>
        <w:pStyle w:val="libFootnote0"/>
        <w:rPr>
          <w:rtl/>
        </w:rPr>
      </w:pPr>
      <w:r>
        <w:rPr>
          <w:rtl/>
        </w:rPr>
        <w:t>2 ـ البحار 86 : 252 ح 17 باب 67 ـ عن أمالي الصدوق.</w:t>
      </w:r>
    </w:p>
    <w:p w:rsidR="00AA2ABC" w:rsidRDefault="00AA2ABC" w:rsidP="001008E4">
      <w:pPr>
        <w:pStyle w:val="libFootnote0"/>
        <w:rPr>
          <w:rtl/>
        </w:rPr>
      </w:pPr>
      <w:r>
        <w:rPr>
          <w:rtl/>
        </w:rPr>
        <w:t>3 ـ البحار 86 : 257 ح 27 باب 67 ـ عن المحاسن.</w:t>
      </w:r>
    </w:p>
    <w:p w:rsidR="00AA2ABC" w:rsidRDefault="00AA2ABC" w:rsidP="001008E4">
      <w:pPr>
        <w:pStyle w:val="libFootnote0"/>
        <w:rPr>
          <w:rtl/>
        </w:rPr>
      </w:pPr>
      <w:r>
        <w:rPr>
          <w:rtl/>
        </w:rPr>
        <w:t>4 ـ الكافي 2 : 503 ح 4 باب التحميد والتمجيد ـ مثله البحار 86 : 254 ح 22 باب 67.</w:t>
      </w:r>
    </w:p>
    <w:p w:rsidR="00AA2ABC" w:rsidRDefault="00AA2ABC" w:rsidP="001008E4">
      <w:pPr>
        <w:pStyle w:val="libFootnote0"/>
        <w:rPr>
          <w:rtl/>
        </w:rPr>
      </w:pPr>
      <w:r>
        <w:rPr>
          <w:rtl/>
        </w:rPr>
        <w:t xml:space="preserve">5 ـ الكافي 2 : 503 ح 5 باب التحميد والتمجيد ـ مثله البحار 86 : 254 ح 24 باب 67. </w:t>
      </w:r>
    </w:p>
    <w:p w:rsidR="00AA2ABC" w:rsidRDefault="00AA2ABC" w:rsidP="002704FD">
      <w:pPr>
        <w:pStyle w:val="libNormal"/>
        <w:rPr>
          <w:rtl/>
        </w:rPr>
      </w:pPr>
      <w:r>
        <w:rPr>
          <w:rtl/>
        </w:rPr>
        <w:br w:type="page"/>
      </w:r>
      <w:r>
        <w:rPr>
          <w:rtl/>
        </w:rPr>
        <w:lastRenderedPageBreak/>
        <w:t xml:space="preserve">وروي بسند معتبر عن أبي جعفر الباقر </w:t>
      </w:r>
      <w:r w:rsidR="00763E2E" w:rsidRPr="00763E2E">
        <w:rPr>
          <w:rStyle w:val="libAlaemChar"/>
          <w:rFonts w:hint="cs"/>
          <w:rtl/>
        </w:rPr>
        <w:t>عليه‌السلام</w:t>
      </w:r>
      <w:r>
        <w:rPr>
          <w:rtl/>
        </w:rPr>
        <w:t xml:space="preserve"> انّه قال : مرّ رسول الله </w:t>
      </w:r>
      <w:r w:rsidR="00BF0EA2" w:rsidRPr="00BF0EA2">
        <w:rPr>
          <w:rStyle w:val="libAlaemChar"/>
          <w:rFonts w:hint="cs"/>
          <w:rtl/>
        </w:rPr>
        <w:t>صلى‌الله‌عليه‌وآله</w:t>
      </w:r>
      <w:r>
        <w:rPr>
          <w:rtl/>
        </w:rPr>
        <w:t xml:space="preserve"> برجل يغرس غرساً في حائط له ، فوقف له وقال : ألا أدلّك على غرس أثبت أصلاً ، وأسرع أيناعاً ، وأطيب ثمراً وأبقى؟</w:t>
      </w:r>
    </w:p>
    <w:p w:rsidR="00AA2ABC" w:rsidRDefault="00AA2ABC" w:rsidP="002704FD">
      <w:pPr>
        <w:pStyle w:val="libNormal"/>
        <w:rPr>
          <w:rtl/>
        </w:rPr>
      </w:pPr>
      <w:r>
        <w:rPr>
          <w:rtl/>
        </w:rPr>
        <w:t xml:space="preserve">قال : بلى فدلّني يا رسول الله ، فقال : اذا أصبحت وأمسيت فقل : « سبحان الله والحمد لله ولا اله الاّ الله والله أكبر » ، فإنّ لك ان قلته بكلّ تسبيحة عشر شجرات في الجنّة من أنواع الفاكهة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انّه قال : تقول اذا أصبحت : « أصبحت بالله مؤمناً على دين محمد وسنّته [ ودين عليّ وسنته ] ودين الأوصياء وسنتهم ، آمنت بسرّهم وعلانيتهم وشاهدهم وغائبهم ، وأعوذ بالله ممّا استعاذ منه رسول الله </w:t>
      </w:r>
      <w:r w:rsidR="00BF0EA2" w:rsidRPr="00BF0EA2">
        <w:rPr>
          <w:rStyle w:val="libAlaemChar"/>
          <w:rFonts w:hint="cs"/>
          <w:rtl/>
        </w:rPr>
        <w:t>صلى‌الله‌عليه‌وآله</w:t>
      </w:r>
      <w:r>
        <w:rPr>
          <w:rtl/>
        </w:rPr>
        <w:t xml:space="preserve"> وعليّ </w:t>
      </w:r>
      <w:r w:rsidR="00763E2E" w:rsidRPr="00763E2E">
        <w:rPr>
          <w:rStyle w:val="libAlaemChar"/>
          <w:rFonts w:hint="cs"/>
          <w:rtl/>
        </w:rPr>
        <w:t>عليه‌السلام</w:t>
      </w:r>
      <w:r>
        <w:rPr>
          <w:rtl/>
        </w:rPr>
        <w:t xml:space="preserve"> والأوصياء ، وأرغب إلى الله فيما رغبوا إليه ، ولا حول ولا قوّة الاّ بالله »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ما من عبد يقول حين يمسي ويصبح : رضيت بالله ربّاً ، وبالاسلام ديناً ، وبمحمد </w:t>
      </w:r>
      <w:r w:rsidR="00BF0EA2" w:rsidRPr="00BF0EA2">
        <w:rPr>
          <w:rStyle w:val="libAlaemChar"/>
          <w:rFonts w:hint="cs"/>
          <w:rtl/>
        </w:rPr>
        <w:t>صلى‌الله‌عليه‌وآله</w:t>
      </w:r>
      <w:r>
        <w:rPr>
          <w:rtl/>
        </w:rPr>
        <w:t xml:space="preserve"> نبيّاً ، وبالقرآن بلاغاً ، وبعليّ إماماً [ وبالأوصياء من ولده أئمة ] ثلاثاً إلاّ كان حقّاً على الله العزيز الجبار أن يرضيه يوم القيامة </w:t>
      </w:r>
      <w:r w:rsidRPr="001008E4">
        <w:rPr>
          <w:rStyle w:val="libFootnotenumChar"/>
          <w:rtl/>
        </w:rPr>
        <w:t>(3)</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ما من عبد يقول اذا أصبح قبل طلوع الشمس : « الله أكبر كبيراً سبحان الله بكرة وأصيلاً ، والحمد لله رب العالمين كثيراً ، لا شريك له وصلّى الله على محمد وآله » الاّ ابتدرهنّ ملك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506 ح 4 باب التسبيح والتهليل والتكبير.</w:t>
      </w:r>
    </w:p>
    <w:p w:rsidR="00AA2ABC" w:rsidRDefault="00AA2ABC" w:rsidP="001008E4">
      <w:pPr>
        <w:pStyle w:val="libFootnote0"/>
        <w:rPr>
          <w:rtl/>
        </w:rPr>
      </w:pPr>
      <w:r>
        <w:rPr>
          <w:rtl/>
        </w:rPr>
        <w:t>2 ـ الكافي 2 : 522 ح 4 باب القول عند الاصباح والامساء ـ عنه البحار 86 : 288 ح 49 باب 67.</w:t>
      </w:r>
    </w:p>
    <w:p w:rsidR="00AA2ABC" w:rsidRDefault="00AA2ABC" w:rsidP="001008E4">
      <w:pPr>
        <w:pStyle w:val="libFootnote0"/>
        <w:rPr>
          <w:rtl/>
        </w:rPr>
      </w:pPr>
      <w:r>
        <w:rPr>
          <w:rtl/>
        </w:rPr>
        <w:t xml:space="preserve">3 ـ الكافي 2 : 525 ضمن حديث 12 ـ عنه البحار 86 : 291 ضمن حديث 52 باب 67. </w:t>
      </w:r>
    </w:p>
    <w:p w:rsidR="00AA2ABC" w:rsidRDefault="00AA2ABC" w:rsidP="002704FD">
      <w:pPr>
        <w:pStyle w:val="libNormal0"/>
        <w:rPr>
          <w:rtl/>
        </w:rPr>
      </w:pPr>
      <w:r>
        <w:rPr>
          <w:rtl/>
        </w:rPr>
        <w:br w:type="page"/>
      </w:r>
      <w:r>
        <w:rPr>
          <w:rtl/>
        </w:rPr>
        <w:lastRenderedPageBreak/>
        <w:t>وجعلهنّ في جوف جناحه ، وصعد بهنّ إلى السماء الدنيا فتقول الملائكة : ما معك؟ فيقول : معي كلمات قالهنّ رجل من المؤمنين وهي كذا وكذا ، فيقولون : رحم الله من قال هؤلاء الكلمات وغفر له.</w:t>
      </w:r>
    </w:p>
    <w:p w:rsidR="00AA2ABC" w:rsidRDefault="00AA2ABC" w:rsidP="002704FD">
      <w:pPr>
        <w:pStyle w:val="libNormal"/>
        <w:rPr>
          <w:rtl/>
        </w:rPr>
      </w:pPr>
      <w:r>
        <w:rPr>
          <w:rtl/>
        </w:rPr>
        <w:t>قال : وكلّما مرّ بسماء قال لأهلها مثل ذلك ، فيقولون : رحم الله من قال هؤلاء الكلمات وغفر له ، حتى ينتهي بهنّ إلى حملة العرش ، فيقول لهم : انّ معي كلمات تكلّم بهنّ رجل من المؤمنين وهي كذا وكذا.</w:t>
      </w:r>
    </w:p>
    <w:p w:rsidR="00AA2ABC" w:rsidRDefault="00AA2ABC" w:rsidP="002704FD">
      <w:pPr>
        <w:pStyle w:val="libNormal"/>
        <w:rPr>
          <w:rtl/>
        </w:rPr>
      </w:pPr>
      <w:r>
        <w:rPr>
          <w:rtl/>
        </w:rPr>
        <w:t xml:space="preserve">فيقولون : رحم الله هذا العبد وغفر له ، انطلق بهنّ إلى حفظة كنوز مقالة المؤمنين ، فإنّ هؤلاء كلمات الكنوز حتى تكتبهنّ في ديوان الكنوز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عال عن أبي حمزة الثمالي ، عن أبي جعفر الباقر </w:t>
      </w:r>
      <w:r w:rsidR="00763E2E" w:rsidRPr="00763E2E">
        <w:rPr>
          <w:rStyle w:val="libAlaemChar"/>
          <w:rFonts w:hint="cs"/>
          <w:rtl/>
        </w:rPr>
        <w:t>عليه‌السلام</w:t>
      </w:r>
      <w:r>
        <w:rPr>
          <w:rtl/>
        </w:rPr>
        <w:t xml:space="preserve"> قال : قلت له : ما عني بقوله : « </w:t>
      </w:r>
      <w:r w:rsidRPr="002704FD">
        <w:rPr>
          <w:rStyle w:val="libAieChar"/>
          <w:rtl/>
        </w:rPr>
        <w:t xml:space="preserve">وَاِبرَاهيِم الَّذِي وَفّى </w:t>
      </w:r>
      <w:r>
        <w:rPr>
          <w:rtl/>
        </w:rPr>
        <w:t xml:space="preserve">» </w:t>
      </w:r>
      <w:r w:rsidRPr="001008E4">
        <w:rPr>
          <w:rStyle w:val="libFootnotenumChar"/>
          <w:rtl/>
        </w:rPr>
        <w:t>(2)</w:t>
      </w:r>
      <w:r>
        <w:rPr>
          <w:rtl/>
        </w:rPr>
        <w:t>؟ قال : كلمات بالغ فيهنّ ، قلت : وما هنّ؟</w:t>
      </w:r>
    </w:p>
    <w:p w:rsidR="00AA2ABC" w:rsidRDefault="00AA2ABC" w:rsidP="002704FD">
      <w:pPr>
        <w:pStyle w:val="libNormal"/>
        <w:rPr>
          <w:rtl/>
        </w:rPr>
      </w:pPr>
      <w:r>
        <w:rPr>
          <w:rtl/>
        </w:rPr>
        <w:t xml:space="preserve">قال : كان اذا أصبح قال : أصبحت وربي محموداً ، وأصبحت لا اُشرك بالله شيئاً ، ولا أدعو معه الهاً ، ولا أتخذ من دونه ولياً ـ ثلاثاً ـ واذا أمسى قالها ثلاثاً ... </w:t>
      </w:r>
      <w:r w:rsidRPr="001008E4">
        <w:rPr>
          <w:rStyle w:val="libFootnotenumChar"/>
          <w:rtl/>
        </w:rPr>
        <w:t>(3)</w:t>
      </w:r>
      <w:r>
        <w:rPr>
          <w:rtl/>
        </w:rPr>
        <w:t xml:space="preserve"> [ ويقال في المساء : أمسيت ]. </w:t>
      </w:r>
    </w:p>
    <w:p w:rsidR="00AA2ABC" w:rsidRDefault="00AA2ABC" w:rsidP="002704FD">
      <w:pPr>
        <w:pStyle w:val="libNormal"/>
        <w:rPr>
          <w:rtl/>
        </w:rPr>
      </w:pPr>
      <w:r>
        <w:rPr>
          <w:rtl/>
        </w:rPr>
        <w:t xml:space="preserve">وروي بسند صحيح عن أبي عبدالله </w:t>
      </w:r>
      <w:r w:rsidR="00763E2E" w:rsidRPr="00763E2E">
        <w:rPr>
          <w:rStyle w:val="libAlaemChar"/>
          <w:rFonts w:hint="cs"/>
          <w:rtl/>
        </w:rPr>
        <w:t>عليه‌السلام</w:t>
      </w:r>
      <w:r>
        <w:rPr>
          <w:rtl/>
        </w:rPr>
        <w:t xml:space="preserve"> انّه قال : انّما سمّي نوح عبداً شكوراً لأنّه كان يقول اذا أصبح وأمسى : « اللهم انّه ما أصبح وأمسى بي من نعمة أو عافية في دين أو دنيا منك وحدك لا شريك لك ، لك الحمد ولك الشكر به عليّ يا ربّ حتى ترضى وبعد الرضا »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526 ح 14 ـ عنه البحار 86 : 292 ح 53 باب 67.</w:t>
      </w:r>
    </w:p>
    <w:p w:rsidR="00AA2ABC" w:rsidRDefault="00AA2ABC" w:rsidP="001008E4">
      <w:pPr>
        <w:pStyle w:val="libFootnote0"/>
        <w:rPr>
          <w:rtl/>
        </w:rPr>
      </w:pPr>
      <w:r>
        <w:rPr>
          <w:rtl/>
        </w:rPr>
        <w:t>2 ـ النجم : 37.</w:t>
      </w:r>
    </w:p>
    <w:p w:rsidR="00AA2ABC" w:rsidRDefault="00AA2ABC" w:rsidP="001008E4">
      <w:pPr>
        <w:pStyle w:val="libFootnote0"/>
        <w:rPr>
          <w:rtl/>
        </w:rPr>
      </w:pPr>
      <w:r>
        <w:rPr>
          <w:rtl/>
        </w:rPr>
        <w:t>3 ـ الكافي 2 : 534 ح 38.</w:t>
      </w:r>
    </w:p>
    <w:p w:rsidR="00AA2ABC" w:rsidRDefault="00AA2ABC" w:rsidP="001008E4">
      <w:pPr>
        <w:pStyle w:val="libFootnote0"/>
        <w:rPr>
          <w:rtl/>
        </w:rPr>
      </w:pPr>
      <w:r>
        <w:rPr>
          <w:rtl/>
        </w:rPr>
        <w:t xml:space="preserve">4 ـ البحار 86 : 262 ح 32 باب 67 ـ عن تفسير العياشي. </w:t>
      </w:r>
    </w:p>
    <w:p w:rsidR="00AA2ABC" w:rsidRDefault="00AA2ABC" w:rsidP="002704FD">
      <w:pPr>
        <w:pStyle w:val="libNormal"/>
        <w:rPr>
          <w:rtl/>
        </w:rPr>
      </w:pPr>
      <w:r>
        <w:rPr>
          <w:rtl/>
        </w:rPr>
        <w:br w:type="page"/>
      </w:r>
      <w:r>
        <w:rPr>
          <w:rtl/>
        </w:rPr>
        <w:lastRenderedPageBreak/>
        <w:t xml:space="preserve">وروي بسند معتبر عن أبي جعفر الباقر </w:t>
      </w:r>
      <w:r w:rsidR="00763E2E" w:rsidRPr="00763E2E">
        <w:rPr>
          <w:rStyle w:val="libAlaemChar"/>
          <w:rFonts w:hint="cs"/>
          <w:rtl/>
        </w:rPr>
        <w:t>عليه‌السلام</w:t>
      </w:r>
      <w:r>
        <w:rPr>
          <w:rtl/>
        </w:rPr>
        <w:t xml:space="preserve"> انه قال : ... من أصبح وعليه خاتم فصّه من عقيق ، متختما به في يده اليمنى فأصبح من قبل أن يرى أحدا ، فقلّب فصّه الى باطن كفّه وقرأ </w:t>
      </w:r>
      <w:r w:rsidRPr="002704FD">
        <w:rPr>
          <w:rStyle w:val="libAlaemChar"/>
          <w:rtl/>
        </w:rPr>
        <w:t>(</w:t>
      </w:r>
      <w:r>
        <w:rPr>
          <w:rtl/>
        </w:rPr>
        <w:t xml:space="preserve"> </w:t>
      </w:r>
      <w:r w:rsidRPr="002704FD">
        <w:rPr>
          <w:rStyle w:val="libAieChar"/>
          <w:rtl/>
        </w:rPr>
        <w:t>انا أنزلناه في ليلة القدر</w:t>
      </w:r>
      <w:r>
        <w:rPr>
          <w:rtl/>
        </w:rPr>
        <w:t xml:space="preserve"> </w:t>
      </w:r>
      <w:r w:rsidRPr="002704FD">
        <w:rPr>
          <w:rStyle w:val="libAlaemChar"/>
          <w:rtl/>
        </w:rPr>
        <w:t>)</w:t>
      </w:r>
      <w:r>
        <w:rPr>
          <w:rtl/>
        </w:rPr>
        <w:t xml:space="preserve"> الى آخرها ، ثم قال : </w:t>
      </w:r>
    </w:p>
    <w:p w:rsidR="00AA2ABC" w:rsidRDefault="00AA2ABC" w:rsidP="002704FD">
      <w:pPr>
        <w:pStyle w:val="libNormal"/>
        <w:rPr>
          <w:rtl/>
        </w:rPr>
      </w:pPr>
      <w:r>
        <w:rPr>
          <w:rtl/>
        </w:rPr>
        <w:t xml:space="preserve">« آمنت بالله وحده لا شريك له ، وكفرت بالجبت والطاغوت ، وآمنت بسرّ آل محمد وعلانيتهم ، وظاهرهم وباطنهم ، وأولهم وآخرهم » وقاه الله في ذلك اليوم من شرّ ما ينزل من السماء وما يعرج فيها [ وما يلج في الأرض ] وما يخرج منها ، وكان في حرز الله وحرز وليّه حتى يمسي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أنه قال : من استغفر الله بعد صلاة الفجر سبعين مرّة غفر الله له ، ولو عمل ذلك اليوم أكثر من سبعين ألف ذنب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أمير المومنين </w:t>
      </w:r>
      <w:r w:rsidR="00763E2E" w:rsidRPr="00763E2E">
        <w:rPr>
          <w:rStyle w:val="libAlaemChar"/>
          <w:rFonts w:hint="cs"/>
          <w:rtl/>
        </w:rPr>
        <w:t>عليه‌السلام</w:t>
      </w:r>
      <w:r>
        <w:rPr>
          <w:rtl/>
        </w:rPr>
        <w:t xml:space="preserve"> أنه قال : من قال حين يمسي ثلاث مرات : « سبحان الله حين تمسون وحين تصبحون ، وله الحمد في السماوات والأرض وعشيّا وحين تظهرون » لم يفته خير يكون في تلك الليلة ، وصرف عنه جميع شرّها ، ومن قال مثل ذلك حين يصبح لم يفته خير يكون في ذلك اليوم ، وصرف عنه جميع شرّه</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أنه قال : من قال اذا صلى المغرب ثلاث مرات : « الحمد لله الذي يفعل ما يشاء ولا يفعل ما يشاء غيره » أعطي خيرا كثيرا</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مستدرك الوسائل 3 : 297 باب 33 ح 3624.</w:t>
      </w:r>
    </w:p>
    <w:p w:rsidR="00AA2ABC" w:rsidRDefault="00AA2ABC" w:rsidP="001008E4">
      <w:pPr>
        <w:pStyle w:val="libFootnote0"/>
        <w:rPr>
          <w:rtl/>
        </w:rPr>
      </w:pPr>
      <w:r>
        <w:rPr>
          <w:rtl/>
        </w:rPr>
        <w:t>2 ـ البحار 93 : 280 ح 16 باب 15 ـ عن ثواب الأعمال.</w:t>
      </w:r>
    </w:p>
    <w:p w:rsidR="00AA2ABC" w:rsidRDefault="00AA2ABC" w:rsidP="001008E4">
      <w:pPr>
        <w:pStyle w:val="libFootnote0"/>
        <w:rPr>
          <w:rtl/>
        </w:rPr>
      </w:pPr>
      <w:r>
        <w:rPr>
          <w:rtl/>
        </w:rPr>
        <w:t>3 ـ البحار 86 : 253 ح 19 باب 67 ـ عن ثواب الأعمال.</w:t>
      </w:r>
    </w:p>
    <w:p w:rsidR="00AA2ABC" w:rsidRDefault="00AA2ABC" w:rsidP="001008E4">
      <w:pPr>
        <w:pStyle w:val="libFootnote0"/>
        <w:rPr>
          <w:rtl/>
        </w:rPr>
      </w:pPr>
      <w:r>
        <w:rPr>
          <w:rtl/>
        </w:rPr>
        <w:t>4 ـ الكافي 2 : 545 ح 2 ـ من لا يحضره الفقيه 1 : 326 ح 975.</w:t>
      </w:r>
    </w:p>
    <w:p w:rsidR="00AA2ABC" w:rsidRDefault="00AA2ABC" w:rsidP="002704FD">
      <w:pPr>
        <w:pStyle w:val="libNormal"/>
        <w:rPr>
          <w:rtl/>
        </w:rPr>
      </w:pPr>
      <w:r>
        <w:rPr>
          <w:rtl/>
        </w:rPr>
        <w:br w:type="page"/>
      </w:r>
      <w:r>
        <w:rPr>
          <w:rtl/>
        </w:rPr>
        <w:lastRenderedPageBreak/>
        <w:t xml:space="preserve">وروي بسند صحيح عن أبي عبدالله </w:t>
      </w:r>
      <w:r w:rsidR="00763E2E" w:rsidRPr="00763E2E">
        <w:rPr>
          <w:rStyle w:val="libAlaemChar"/>
          <w:rFonts w:hint="cs"/>
          <w:rtl/>
        </w:rPr>
        <w:t>عليه‌السلام</w:t>
      </w:r>
      <w:r>
        <w:rPr>
          <w:rtl/>
        </w:rPr>
        <w:t xml:space="preserve"> انّه قال : قال النبي </w:t>
      </w:r>
      <w:r w:rsidR="00BF0EA2" w:rsidRPr="00BF0EA2">
        <w:rPr>
          <w:rStyle w:val="libAlaemChar"/>
          <w:rFonts w:hint="cs"/>
          <w:rtl/>
        </w:rPr>
        <w:t>صلى‌الله‌عليه‌وآله</w:t>
      </w:r>
      <w:r>
        <w:rPr>
          <w:rtl/>
        </w:rPr>
        <w:t xml:space="preserve"> : لما أُسري بي علّمتني الملائكة قولاً أقوله اذا أصبحت وأمسيت « اللهم انّ ظلمي أصبح مستجيراً بعفوك ، وذنبي أصبح مستجيراً بمغفرتك ، وذلّي أصبح مستجيراً بعزّتك ، وفقري أصبح مستجيراً بغناك ، ووجهي البالي الفاني أصبح مستجيراً بوجهك الدائم الباقي الذي لا يفني » وأقول ذلك اذا أمسيت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أتى رجل النبي </w:t>
      </w:r>
      <w:r w:rsidR="00BF0EA2" w:rsidRPr="00BF0EA2">
        <w:rPr>
          <w:rStyle w:val="libAlaemChar"/>
          <w:rFonts w:hint="cs"/>
          <w:rtl/>
        </w:rPr>
        <w:t>صلى‌الله‌عليه‌وآله</w:t>
      </w:r>
      <w:r>
        <w:rPr>
          <w:rtl/>
        </w:rPr>
        <w:t xml:space="preserve"> يقال له شيبة الهذلي ، فقال : يا رسول الله انّي شيخ قد كبرت سنّي ، وضعفت قوّتي عن عمل كنت عودّته نفسي من صلاة وصيام وحج وجهاد ، فعلّمني يا رسول الله كلاماً ينفعني الله به ، وخفّف عليّ يا رسول الله. </w:t>
      </w:r>
    </w:p>
    <w:p w:rsidR="00AA2ABC" w:rsidRDefault="00AA2ABC" w:rsidP="002704FD">
      <w:pPr>
        <w:pStyle w:val="libNormal"/>
        <w:rPr>
          <w:rtl/>
        </w:rPr>
      </w:pPr>
      <w:r>
        <w:rPr>
          <w:rtl/>
        </w:rPr>
        <w:t xml:space="preserve">فقال : أعدها ، فأعادها ثلاث مرّات ، فقال رسول الله </w:t>
      </w:r>
      <w:r w:rsidR="00BF0EA2" w:rsidRPr="00BF0EA2">
        <w:rPr>
          <w:rStyle w:val="libAlaemChar"/>
          <w:rFonts w:hint="cs"/>
          <w:rtl/>
        </w:rPr>
        <w:t>صلى‌الله‌عليه‌وآله</w:t>
      </w:r>
      <w:r>
        <w:rPr>
          <w:rtl/>
        </w:rPr>
        <w:t xml:space="preserve"> : ما حولك شجرة ولا مدرة الاّ وقد بكت من رحمتك ، فاذا صلّيت الصبح فقل عشر مرّات : « سبحان الله العظيم وبحمده ولا حول ولا قوة الاّ بالله العلي العظيم » فإنّ الله عزّوجلّ يعافيك بذلك من العمى والجنون والجذام والفقر والهرم. </w:t>
      </w:r>
    </w:p>
    <w:p w:rsidR="00AA2ABC" w:rsidRDefault="00AA2ABC" w:rsidP="002704FD">
      <w:pPr>
        <w:pStyle w:val="libNormal"/>
        <w:rPr>
          <w:rtl/>
        </w:rPr>
      </w:pPr>
      <w:r>
        <w:rPr>
          <w:rtl/>
        </w:rPr>
        <w:t xml:space="preserve">فقال : يا رسول الله هذا للدنيا فما للآخرة؟ فقال : تقول في دبر كلّ صلاة « اللهم اهدني من عندك ، وأفض عليّ من فضلك ، وانشر عليّ من رحمتك ، وأنزل عليّ من بركاتك » [ ثم قال </w:t>
      </w:r>
      <w:r w:rsidR="00BF0EA2" w:rsidRPr="00BF0EA2">
        <w:rPr>
          <w:rStyle w:val="libAlaemChar"/>
          <w:rFonts w:hint="cs"/>
          <w:rtl/>
        </w:rPr>
        <w:t>صلى‌الله‌عليه‌وآله</w:t>
      </w:r>
      <w:r>
        <w:rPr>
          <w:rtl/>
        </w:rPr>
        <w:t xml:space="preserve"> : ] أما انه ان وافى بها يوم القيامة لم يدعها متعمداً فتحت له ثمانية أبواب الجنّة يدخلها من أيّها شاء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كل يوم خمساً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البحار 86 : 248 ح 9 باب 67 ـ مستدرك الوسائل 5 : 381 ح 1 باب 41 ـ عن تفسير القمي.</w:t>
      </w:r>
    </w:p>
    <w:p w:rsidR="00AA2ABC" w:rsidRDefault="00AA2ABC" w:rsidP="001008E4">
      <w:pPr>
        <w:pStyle w:val="libFootnote0"/>
        <w:rPr>
          <w:rtl/>
        </w:rPr>
      </w:pPr>
      <w:r>
        <w:rPr>
          <w:rtl/>
        </w:rPr>
        <w:t xml:space="preserve">2 ـ البحار 86 : 19 ح 18 باب 60 ـ عن ثواب الأعمال. </w:t>
      </w:r>
    </w:p>
    <w:p w:rsidR="00AA2ABC" w:rsidRDefault="00AA2ABC" w:rsidP="002704FD">
      <w:pPr>
        <w:pStyle w:val="libNormal0"/>
        <w:rPr>
          <w:rtl/>
        </w:rPr>
      </w:pPr>
      <w:r>
        <w:rPr>
          <w:rtl/>
        </w:rPr>
        <w:br w:type="page"/>
      </w:r>
      <w:r>
        <w:rPr>
          <w:rtl/>
        </w:rPr>
        <w:lastRenderedPageBreak/>
        <w:t xml:space="preserve">وعشرين مرّة : « اللهم اغفر للمؤمنين والمؤمنات ، والمسلمين والمسلمات » كتب الله له بعدد كلّ مؤمن مضى ، وبعدد كلّ مؤمن بقي إلى يوم القيامة حسنة ، ومحا عنه سيئة ، ورفع له درجة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هلقام [ ابن أبي هلقام ] انّه قال : أتيت أبا إبراهيم </w:t>
      </w:r>
      <w:r w:rsidRPr="001008E4">
        <w:rPr>
          <w:rStyle w:val="libFootnotenumChar"/>
          <w:rtl/>
        </w:rPr>
        <w:t>(2)</w:t>
      </w:r>
      <w:r>
        <w:rPr>
          <w:rtl/>
        </w:rPr>
        <w:t xml:space="preserve"> </w:t>
      </w:r>
      <w:r w:rsidR="00763E2E" w:rsidRPr="00763E2E">
        <w:rPr>
          <w:rStyle w:val="libAlaemChar"/>
          <w:rFonts w:hint="cs"/>
          <w:rtl/>
        </w:rPr>
        <w:t>عليه‌السلام</w:t>
      </w:r>
      <w:r>
        <w:rPr>
          <w:rtl/>
        </w:rPr>
        <w:t xml:space="preserve"> فقلت له : جعلت فداك علمني دعاء جامعاً للدنيا والآخرة وأوجز ، فقال : قل في دبر الفجر إلى أن تطلع الشمس : « سبحان الله العظيم وبحمده استغفر الله وأسأله من فضله ». </w:t>
      </w:r>
    </w:p>
    <w:p w:rsidR="00AA2ABC" w:rsidRDefault="00AA2ABC" w:rsidP="002704FD">
      <w:pPr>
        <w:pStyle w:val="libNormal"/>
        <w:rPr>
          <w:rtl/>
        </w:rPr>
      </w:pPr>
      <w:r>
        <w:rPr>
          <w:rtl/>
        </w:rPr>
        <w:t xml:space="preserve">قال هلقام : لقد كنت من أسوء أهل بيتي حالاً ... وانّي اليوم لمن أيسر أهل بيتي ... </w:t>
      </w:r>
      <w:r w:rsidRPr="001008E4">
        <w:rPr>
          <w:rStyle w:val="libFootnotenumChar"/>
          <w:rtl/>
        </w:rPr>
        <w:t>(3)</w:t>
      </w:r>
      <w:r>
        <w:rPr>
          <w:rtl/>
        </w:rPr>
        <w:t>.</w:t>
      </w:r>
    </w:p>
    <w:p w:rsidR="00AA2ABC" w:rsidRDefault="00AA2ABC" w:rsidP="002704FD">
      <w:pPr>
        <w:pStyle w:val="libNormal"/>
        <w:rPr>
          <w:rtl/>
        </w:rPr>
      </w:pPr>
      <w:r>
        <w:rPr>
          <w:rtl/>
        </w:rPr>
        <w:t>وقال الشيخ الطوسي عليه الرحمة والرضوان في تعقيب صلاة الصبح : تقول مائة مرّة : ( استغفر الله وأتوب إليه ) ومائة مرّة ( أسأل الله العافية ) ومائة مرّة ( أستجير بالله من النار وأسأله الجنّة ) ومائة مرّة ( أسأل الله الحور العين ) ، ومائة مرّة سورة ( قل هو الله أحد ).</w:t>
      </w:r>
    </w:p>
    <w:p w:rsidR="00AA2ABC" w:rsidRDefault="00AA2ABC" w:rsidP="002704FD">
      <w:pPr>
        <w:pStyle w:val="libNormal"/>
        <w:rPr>
          <w:rtl/>
        </w:rPr>
      </w:pPr>
      <w:r>
        <w:rPr>
          <w:rtl/>
        </w:rPr>
        <w:t xml:space="preserve">وتقول مائة مرّة ( صلى الله على محمد وآل محمد ) ومائة مرّة ( سبحان الله والحمد لله ولا اله الاّ الله والله أكبر ولا حول ولا قوّة الاّ بالله العليّ العظيم ) وعشر مرّات ( آية الكرسي ) وعشر مرّات سورة </w:t>
      </w:r>
      <w:r w:rsidRPr="002704FD">
        <w:rPr>
          <w:rStyle w:val="libAlaemChar"/>
          <w:rtl/>
        </w:rPr>
        <w:t>(</w:t>
      </w:r>
      <w:r>
        <w:rPr>
          <w:rtl/>
        </w:rPr>
        <w:t xml:space="preserve"> </w:t>
      </w:r>
      <w:r w:rsidRPr="002704FD">
        <w:rPr>
          <w:rStyle w:val="libAieChar"/>
          <w:rtl/>
        </w:rPr>
        <w:t>انّا أنزلناه</w:t>
      </w:r>
      <w:r>
        <w:rPr>
          <w:rtl/>
        </w:rPr>
        <w:t xml:space="preserve"> </w:t>
      </w:r>
      <w:r w:rsidRPr="002704FD">
        <w:rPr>
          <w:rStyle w:val="libAlaemChar"/>
          <w:rtl/>
        </w:rPr>
        <w:t>)</w:t>
      </w:r>
      <w:r>
        <w:rPr>
          <w:rtl/>
        </w:rPr>
        <w:t xml:space="preserve"> وتقرأ هذا الدعاء عشر مرّات : </w:t>
      </w:r>
    </w:p>
    <w:p w:rsidR="00AA2ABC" w:rsidRDefault="00AA2ABC" w:rsidP="002704FD">
      <w:pPr>
        <w:pStyle w:val="libNormal"/>
        <w:rPr>
          <w:rtl/>
        </w:rPr>
      </w:pPr>
      <w:r>
        <w:rPr>
          <w:rtl/>
        </w:rPr>
        <w:t xml:space="preserve">« اللهم اقذف في قلوب العباد محبتي ، وضمّن السماوات والأرض رزقي ، وألق الرعب في قلوب أعدائك منّي ، وانشر رحمتك لي ، وأتمم نعمتك عليّ ،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93 : 384 ح 5 باب 26 ـ عن أمالي الصدوق.</w:t>
      </w:r>
    </w:p>
    <w:p w:rsidR="00AA2ABC" w:rsidRDefault="00AA2ABC" w:rsidP="001008E4">
      <w:pPr>
        <w:pStyle w:val="libFootnote0"/>
        <w:rPr>
          <w:rtl/>
        </w:rPr>
      </w:pPr>
      <w:r>
        <w:rPr>
          <w:rtl/>
        </w:rPr>
        <w:t xml:space="preserve">2 ـ في المتن الفارسي : ( أبا عبدالله </w:t>
      </w:r>
      <w:r w:rsidR="00763E2E" w:rsidRPr="00763E2E">
        <w:rPr>
          <w:rStyle w:val="libAlaemChar"/>
          <w:rFonts w:hint="cs"/>
          <w:rtl/>
        </w:rPr>
        <w:t>عليه‌السلام</w:t>
      </w:r>
      <w:r>
        <w:rPr>
          <w:rtl/>
        </w:rPr>
        <w:t xml:space="preserve"> ).</w:t>
      </w:r>
    </w:p>
    <w:p w:rsidR="00AA2ABC" w:rsidRDefault="00AA2ABC" w:rsidP="001008E4">
      <w:pPr>
        <w:pStyle w:val="libFootnote0"/>
        <w:rPr>
          <w:rtl/>
        </w:rPr>
      </w:pPr>
      <w:r>
        <w:rPr>
          <w:rtl/>
        </w:rPr>
        <w:t xml:space="preserve">3 ـ الكافي 2 : 550 ح 12. </w:t>
      </w:r>
    </w:p>
    <w:p w:rsidR="00AA2ABC" w:rsidRDefault="00AA2ABC" w:rsidP="002704FD">
      <w:pPr>
        <w:pStyle w:val="libNormal0"/>
        <w:rPr>
          <w:rtl/>
        </w:rPr>
      </w:pPr>
      <w:r>
        <w:rPr>
          <w:rtl/>
        </w:rPr>
        <w:br w:type="page"/>
      </w:r>
      <w:r>
        <w:rPr>
          <w:rtl/>
        </w:rPr>
        <w:lastRenderedPageBreak/>
        <w:t xml:space="preserve">واجعلها موصولة بكرامتك اياي ، وأوزعني شكرك ، وأوجب لي المزيد من لدنك ، ولا تنسني ذكرك ، ولا تجعلني من الغافلين ». </w:t>
      </w:r>
    </w:p>
    <w:p w:rsidR="00AA2ABC" w:rsidRDefault="00AA2ABC" w:rsidP="00AA2ABC">
      <w:pPr>
        <w:pStyle w:val="Heading1Center"/>
        <w:rPr>
          <w:rtl/>
        </w:rPr>
      </w:pPr>
      <w:bookmarkStart w:id="246" w:name="_Toc392501959"/>
      <w:bookmarkStart w:id="247" w:name="_Toc392502907"/>
      <w:r>
        <w:rPr>
          <w:rtl/>
        </w:rPr>
        <w:t>( الفصل الثاني )</w:t>
      </w:r>
      <w:bookmarkEnd w:id="246"/>
      <w:bookmarkEnd w:id="247"/>
    </w:p>
    <w:p w:rsidR="00AA2ABC" w:rsidRDefault="00AA2ABC" w:rsidP="00AA2ABC">
      <w:pPr>
        <w:pStyle w:val="Heading1Center"/>
        <w:rPr>
          <w:rtl/>
        </w:rPr>
      </w:pPr>
      <w:bookmarkStart w:id="248" w:name="_Toc392501960"/>
      <w:bookmarkStart w:id="249" w:name="_Toc392502908"/>
      <w:r>
        <w:rPr>
          <w:rtl/>
        </w:rPr>
        <w:t>في ما يقرأ عقيب كل صلاة</w:t>
      </w:r>
      <w:bookmarkEnd w:id="248"/>
      <w:bookmarkEnd w:id="249"/>
    </w:p>
    <w:p w:rsidR="00AA2ABC" w:rsidRDefault="00AA2ABC" w:rsidP="002704FD">
      <w:pPr>
        <w:pStyle w:val="libNormal"/>
        <w:rPr>
          <w:rtl/>
        </w:rPr>
      </w:pPr>
      <w:r>
        <w:rPr>
          <w:rtl/>
        </w:rPr>
        <w:t xml:space="preserve">اعلم انّ من أفضل التعقبيات تسبيح فاطمة الزهراء </w:t>
      </w:r>
      <w:r w:rsidR="00BF0EA2" w:rsidRPr="00BF0EA2">
        <w:rPr>
          <w:rStyle w:val="libAlaemChar"/>
          <w:rFonts w:hint="cs"/>
          <w:rtl/>
        </w:rPr>
        <w:t>عليها‌السلام</w:t>
      </w:r>
      <w:r>
        <w:rPr>
          <w:rtl/>
        </w:rPr>
        <w:t xml:space="preserve"> بأن تقول ( الله أكبر ) أربعاً وثلاثين مرّة ، و ( الحمد لله ) ثلاثاً وثلاثين مرّة و ( سبحان الله ) ثلاثاً وثلاثين مرّة.</w:t>
      </w:r>
    </w:p>
    <w:p w:rsidR="00AA2ABC" w:rsidRDefault="00AA2ABC" w:rsidP="002704FD">
      <w:pPr>
        <w:pStyle w:val="libNormal"/>
        <w:rPr>
          <w:rtl/>
        </w:rPr>
      </w:pPr>
      <w:r>
        <w:rPr>
          <w:rtl/>
        </w:rPr>
        <w:t xml:space="preserve">روي بسند معتبر عن أبي جعفر الباقر </w:t>
      </w:r>
      <w:r w:rsidR="00763E2E" w:rsidRPr="00763E2E">
        <w:rPr>
          <w:rStyle w:val="libAlaemChar"/>
          <w:rFonts w:hint="cs"/>
          <w:rtl/>
        </w:rPr>
        <w:t>عليه‌السلام</w:t>
      </w:r>
      <w:r>
        <w:rPr>
          <w:rtl/>
        </w:rPr>
        <w:t xml:space="preserve"> انّه قال : ما عبدالله بشيء من التحميد أفضل من تسبيح فاطمة </w:t>
      </w:r>
      <w:r w:rsidR="00BF0EA2" w:rsidRPr="00BF0EA2">
        <w:rPr>
          <w:rStyle w:val="libAlaemChar"/>
          <w:rFonts w:hint="cs"/>
          <w:rtl/>
        </w:rPr>
        <w:t>عليها‌السلام</w:t>
      </w:r>
      <w:r>
        <w:rPr>
          <w:rtl/>
        </w:rPr>
        <w:t xml:space="preserve"> ، ولو كان شيء أفضل منه لنحله رسول الله </w:t>
      </w:r>
      <w:r w:rsidR="00BF0EA2" w:rsidRPr="00BF0EA2">
        <w:rPr>
          <w:rStyle w:val="libAlaemChar"/>
          <w:rFonts w:hint="cs"/>
          <w:rtl/>
        </w:rPr>
        <w:t>صلى‌الله‌عليه‌وآله</w:t>
      </w:r>
      <w:r>
        <w:rPr>
          <w:rtl/>
        </w:rPr>
        <w:t xml:space="preserve"> فاطمة </w:t>
      </w:r>
      <w:r w:rsidR="00BF0EA2" w:rsidRPr="00BF0EA2">
        <w:rPr>
          <w:rStyle w:val="libAlaemChar"/>
          <w:rFonts w:hint="cs"/>
          <w:rtl/>
        </w:rPr>
        <w:t>عليها‌السلام</w:t>
      </w:r>
      <w:r>
        <w:rPr>
          <w:rtl/>
        </w:rPr>
        <w:t xml:space="preserve">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تسبيح فاطمة </w:t>
      </w:r>
      <w:r w:rsidR="00BF0EA2" w:rsidRPr="00BF0EA2">
        <w:rPr>
          <w:rStyle w:val="libAlaemChar"/>
          <w:rFonts w:hint="cs"/>
          <w:rtl/>
        </w:rPr>
        <w:t>عليها‌السلام</w:t>
      </w:r>
      <w:r>
        <w:rPr>
          <w:rtl/>
        </w:rPr>
        <w:t xml:space="preserve"> في كلّ يوم في دبر كلّ صلاة أحبّ إليّ من صلاة ألف ركعة في كلّ يوم </w:t>
      </w:r>
      <w:r w:rsidRPr="001008E4">
        <w:rPr>
          <w:rStyle w:val="libFootnotenumChar"/>
          <w:rtl/>
        </w:rPr>
        <w:t>(2)</w:t>
      </w:r>
      <w:r>
        <w:rPr>
          <w:rtl/>
        </w:rPr>
        <w:t>.</w:t>
      </w:r>
    </w:p>
    <w:p w:rsidR="00AA2ABC" w:rsidRDefault="00AA2ABC" w:rsidP="002704FD">
      <w:pPr>
        <w:pStyle w:val="libNormal"/>
        <w:rPr>
          <w:rtl/>
        </w:rPr>
      </w:pPr>
      <w:r>
        <w:rPr>
          <w:rtl/>
        </w:rPr>
        <w:t xml:space="preserve">وقال </w:t>
      </w:r>
      <w:r w:rsidR="00763E2E" w:rsidRPr="00763E2E">
        <w:rPr>
          <w:rStyle w:val="libAlaemChar"/>
          <w:rFonts w:hint="cs"/>
          <w:rtl/>
        </w:rPr>
        <w:t>عليه‌السلام</w:t>
      </w:r>
      <w:r>
        <w:rPr>
          <w:rtl/>
        </w:rPr>
        <w:t xml:space="preserve"> : من سبّح في دبر الفريضة تسبيح فاطمة الزهراء </w:t>
      </w:r>
      <w:r w:rsidR="00BF0EA2" w:rsidRPr="00BF0EA2">
        <w:rPr>
          <w:rStyle w:val="libAlaemChar"/>
          <w:rFonts w:hint="cs"/>
          <w:rtl/>
        </w:rPr>
        <w:t>عليها‌السلام</w:t>
      </w:r>
      <w:r>
        <w:rPr>
          <w:rtl/>
        </w:rPr>
        <w:t xml:space="preserve"> المائة مرّة ، وأتبعها بلا اله الاّ الله غفر الله له </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صحيح عنه </w:t>
      </w:r>
      <w:r w:rsidR="00763E2E" w:rsidRPr="00763E2E">
        <w:rPr>
          <w:rStyle w:val="libAlaemChar"/>
          <w:rFonts w:hint="cs"/>
          <w:rtl/>
        </w:rPr>
        <w:t>عليه‌السلام</w:t>
      </w:r>
      <w:r>
        <w:rPr>
          <w:rtl/>
        </w:rPr>
        <w:t xml:space="preserve"> انّه قال : قال رسول الله </w:t>
      </w:r>
      <w:r w:rsidR="00BF0EA2" w:rsidRPr="00BF0EA2">
        <w:rPr>
          <w:rStyle w:val="libAlaemChar"/>
          <w:rFonts w:hint="cs"/>
          <w:rtl/>
        </w:rPr>
        <w:t>صلى‌الله‌عليه‌وآله</w:t>
      </w:r>
      <w:r>
        <w:rPr>
          <w:rtl/>
        </w:rPr>
        <w:t xml:space="preserve"> لأصحابه ذات يوم : أترون لو جمعتم ما عندكم من الآنية والمتاع أكنتم ترونه يبلغ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3 : 343 ح 14 باب التعقيب.</w:t>
      </w:r>
    </w:p>
    <w:p w:rsidR="00AA2ABC" w:rsidRDefault="00AA2ABC" w:rsidP="001008E4">
      <w:pPr>
        <w:pStyle w:val="libFootnote0"/>
        <w:rPr>
          <w:rtl/>
        </w:rPr>
      </w:pPr>
      <w:r>
        <w:rPr>
          <w:rtl/>
        </w:rPr>
        <w:t>2 ـ الكافي 3 : 343 ح 15 باب التعقيب.</w:t>
      </w:r>
    </w:p>
    <w:p w:rsidR="00AA2ABC" w:rsidRDefault="00AA2ABC" w:rsidP="001008E4">
      <w:pPr>
        <w:pStyle w:val="libFootnote0"/>
        <w:rPr>
          <w:rtl/>
        </w:rPr>
      </w:pPr>
      <w:r>
        <w:rPr>
          <w:rtl/>
        </w:rPr>
        <w:t xml:space="preserve">3 ـ الكافي 3 : 342 ح 7 باب التعقيب. </w:t>
      </w:r>
    </w:p>
    <w:p w:rsidR="00AA2ABC" w:rsidRDefault="00AA2ABC" w:rsidP="002704FD">
      <w:pPr>
        <w:pStyle w:val="libNormal0"/>
        <w:rPr>
          <w:rtl/>
        </w:rPr>
      </w:pPr>
      <w:r>
        <w:rPr>
          <w:rtl/>
        </w:rPr>
        <w:br w:type="page"/>
      </w:r>
      <w:r>
        <w:rPr>
          <w:rtl/>
        </w:rPr>
        <w:lastRenderedPageBreak/>
        <w:t xml:space="preserve">السماء؟ قالوا : لا يا رسول الله ، قال : أفلا أدلكم على شيء أصله في الأرض وفرعه في السماء؟ قالوا : بلى يا رسول الله. </w:t>
      </w:r>
    </w:p>
    <w:p w:rsidR="00AA2ABC" w:rsidRDefault="00AA2ABC" w:rsidP="002704FD">
      <w:pPr>
        <w:pStyle w:val="libNormal"/>
        <w:rPr>
          <w:rtl/>
        </w:rPr>
      </w:pPr>
      <w:r>
        <w:rPr>
          <w:rtl/>
        </w:rPr>
        <w:t xml:space="preserve">قال : يقول أحدكم اذا فرغ من صلاته الفريضة : « سبحان الله والحمد لله ولا اله الاّ الله والله أكبر » ثلاثين مرّة ، فإنّ أصلهنّ في الأرض وفرعهنّ في السماء ، وهنّ يدفعن الحرق ، والغرق ، والهدم ، والتردي في البئر ، وميتة السوء ، وهنّ الباقيات الصالحات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 سبحان الله والحمد لله ولا اله الاّ الله والله أكبر » أربعين مرّة في دبر كلّ صلاة فريضة قبل أن يثني رجليه ثم سأل الله أُعطي ما سأل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 أبي جعفر الباقر </w:t>
      </w:r>
      <w:r w:rsidR="00763E2E" w:rsidRPr="00763E2E">
        <w:rPr>
          <w:rStyle w:val="libAlaemChar"/>
          <w:rFonts w:hint="cs"/>
          <w:rtl/>
        </w:rPr>
        <w:t>عليه‌السلام</w:t>
      </w:r>
      <w:r>
        <w:rPr>
          <w:rtl/>
        </w:rPr>
        <w:t xml:space="preserve"> انّه قال : من قال في دبر صلاة الفريضة قبل أن يثني رجليه « أستغفر الله الذي لا اله الاّ هو الحيّ القيوم ، ذو الجلال والاكرام وأتوب إليه » ثلاث مرّات ، غفر الله عزّوجلّ له ذنوبه ولو كانت مثل زبد البحر</w:t>
      </w:r>
      <w:r w:rsidRPr="001008E4">
        <w:rPr>
          <w:rStyle w:val="libFootnotenumChar"/>
          <w:rtl/>
        </w:rPr>
        <w:t>(3)</w:t>
      </w:r>
      <w:r>
        <w:rPr>
          <w:rtl/>
        </w:rPr>
        <w:t xml:space="preserve">. </w:t>
      </w:r>
    </w:p>
    <w:p w:rsidR="00AA2ABC" w:rsidRDefault="00AA2ABC" w:rsidP="002704FD">
      <w:pPr>
        <w:pStyle w:val="libNormal"/>
        <w:rPr>
          <w:rtl/>
        </w:rPr>
      </w:pPr>
      <w:r>
        <w:rPr>
          <w:rtl/>
        </w:rPr>
        <w:t xml:space="preserve">وروي بسند صحيح عن أبي جعفر الباقر </w:t>
      </w:r>
      <w:r w:rsidR="00763E2E" w:rsidRPr="00763E2E">
        <w:rPr>
          <w:rStyle w:val="libAlaemChar"/>
          <w:rFonts w:hint="cs"/>
          <w:rtl/>
        </w:rPr>
        <w:t>عليه‌السلام</w:t>
      </w:r>
      <w:r>
        <w:rPr>
          <w:rtl/>
        </w:rPr>
        <w:t xml:space="preserve"> انّه قال : أقلّ ما يجزئك من الدعاء بعد الفريضة أن تقول : « اللهم انّي أسألك من كلّ خير أحاط به علمك ، وأعوذ بك من كلّ شرّ أحاط به علمك ، اللهم انّي أسألك عافيتك في أموري كلّها ، وأعوذ بك من خزي الدنيا وعذاب الآخرة »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معاني الأخبار : 324 ح 1 ـ عنه البحار 86 : 30 ح 35 باب 60.</w:t>
      </w:r>
    </w:p>
    <w:p w:rsidR="00AA2ABC" w:rsidRDefault="00AA2ABC" w:rsidP="001008E4">
      <w:pPr>
        <w:pStyle w:val="libFootnote0"/>
        <w:rPr>
          <w:rtl/>
        </w:rPr>
      </w:pPr>
      <w:r>
        <w:rPr>
          <w:rtl/>
        </w:rPr>
        <w:t>2 ـ الوسائل 4 : 1032 ح 6 باب 15.</w:t>
      </w:r>
    </w:p>
    <w:p w:rsidR="00AA2ABC" w:rsidRDefault="00AA2ABC" w:rsidP="001008E4">
      <w:pPr>
        <w:pStyle w:val="libFootnote0"/>
        <w:rPr>
          <w:rtl/>
        </w:rPr>
      </w:pPr>
      <w:r>
        <w:rPr>
          <w:rtl/>
        </w:rPr>
        <w:t>3 ـ الكافي 2 : 521 ح 1 ـ الوسائل 4 : 1044 ح 4 باب 24.</w:t>
      </w:r>
    </w:p>
    <w:p w:rsidR="00AA2ABC" w:rsidRDefault="00AA2ABC" w:rsidP="001008E4">
      <w:pPr>
        <w:pStyle w:val="libFootnote0"/>
        <w:rPr>
          <w:rtl/>
        </w:rPr>
      </w:pPr>
      <w:r>
        <w:rPr>
          <w:rtl/>
        </w:rPr>
        <w:t xml:space="preserve">4 ـ الكافي 3 : 343 ح 16 باب التعقيب ـ الوسائل 4 : 1043 ح 1 باب 24. </w:t>
      </w:r>
    </w:p>
    <w:p w:rsidR="00AA2ABC" w:rsidRDefault="00AA2ABC" w:rsidP="002704FD">
      <w:pPr>
        <w:pStyle w:val="libNormal"/>
        <w:rPr>
          <w:rtl/>
        </w:rPr>
      </w:pPr>
      <w:r>
        <w:rPr>
          <w:rtl/>
        </w:rPr>
        <w:br w:type="page"/>
      </w:r>
      <w:r>
        <w:rPr>
          <w:rtl/>
        </w:rPr>
        <w:lastRenderedPageBreak/>
        <w:t xml:space="preserve">وروي بسند معتبر انّه : كتب محمد بن إبراهيم إلى أبي الحسن [ موسى ] </w:t>
      </w:r>
      <w:r w:rsidR="00763E2E" w:rsidRPr="00763E2E">
        <w:rPr>
          <w:rStyle w:val="libAlaemChar"/>
          <w:rFonts w:hint="cs"/>
          <w:rtl/>
        </w:rPr>
        <w:t>عليه‌السلام</w:t>
      </w:r>
      <w:r>
        <w:rPr>
          <w:rtl/>
        </w:rPr>
        <w:t xml:space="preserve"> إن رأيت يا سيدي أن تعلّمني دعاء أدعو به في دبر صلواتي يجمع الله به خير الدنيا والآخرة.</w:t>
      </w:r>
    </w:p>
    <w:p w:rsidR="00AA2ABC" w:rsidRDefault="00AA2ABC" w:rsidP="002704FD">
      <w:pPr>
        <w:pStyle w:val="libNormal"/>
        <w:rPr>
          <w:rtl/>
        </w:rPr>
      </w:pPr>
      <w:r>
        <w:rPr>
          <w:rtl/>
        </w:rPr>
        <w:t xml:space="preserve">فكتب </w:t>
      </w:r>
      <w:r w:rsidR="00763E2E" w:rsidRPr="00763E2E">
        <w:rPr>
          <w:rStyle w:val="libAlaemChar"/>
          <w:rFonts w:hint="cs"/>
          <w:rtl/>
        </w:rPr>
        <w:t>عليه‌السلام</w:t>
      </w:r>
      <w:r>
        <w:rPr>
          <w:rtl/>
        </w:rPr>
        <w:t xml:space="preserve"> : تقول « أعوذ بوجهك الكريم ، وعزتك التي لا ترام ، وقدرتك التي لا يمتنع منها شيء ، من شرّ الدنيا والآخرة ، ومن شرّ الأوجاع كلّها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صلّى صلاة مكتوبة ثم سبّح في دبرها ثلاثين مرّة لم يبق شيء من الذنوب على بدنه الاّ تناثر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أمير المؤمنين </w:t>
      </w:r>
      <w:r w:rsidR="00763E2E" w:rsidRPr="00763E2E">
        <w:rPr>
          <w:rStyle w:val="libAlaemChar"/>
          <w:rFonts w:hint="cs"/>
          <w:rtl/>
        </w:rPr>
        <w:t>عليه‌السلام</w:t>
      </w:r>
      <w:r>
        <w:rPr>
          <w:rtl/>
        </w:rPr>
        <w:t xml:space="preserve"> انّه قال : من أحبّ أن يخرج من الدنيا وقد خلص من الذنوب كما يخلص الذهب الذي لا كدر فيه ، وليس أحد يطالبه بمظلمة فليقرء في دبر الصلاة الخمس نسبة الله عزّوجلّ « </w:t>
      </w:r>
      <w:r w:rsidRPr="002704FD">
        <w:rPr>
          <w:rStyle w:val="libAieChar"/>
          <w:rtl/>
        </w:rPr>
        <w:t>قل هو الله أحد</w:t>
      </w:r>
      <w:r>
        <w:rPr>
          <w:rtl/>
        </w:rPr>
        <w:t xml:space="preserve"> » اثني عشر مرّة ، ثمّ يبسط يديه ويقول : </w:t>
      </w:r>
    </w:p>
    <w:p w:rsidR="00AA2ABC" w:rsidRDefault="00AA2ABC" w:rsidP="002704FD">
      <w:pPr>
        <w:pStyle w:val="libNormal"/>
        <w:rPr>
          <w:rtl/>
        </w:rPr>
      </w:pPr>
      <w:r>
        <w:rPr>
          <w:rtl/>
        </w:rPr>
        <w:t xml:space="preserve">« اللهم انّي أسألك بأسمك باسمك المكنون المخزون الطاهر الطهر المبارك ، وأسألك باسمك العظيم وسلطناك القديم ، يا واهب العطايا ، يا مطلق الاسارى ، يا فكّاك الرقاب من النار ، صلّى على محمد وآله محمد ، وفكّ رقبتي من النار ، وأخرجني من الدنيا آمناً ، وأدخلني الجنّة سالماً ، واجعل دعائي أوّله فلاحاً ، وأوسطه نجاحاً ، وآخره صلاحاً انّك أنت علام الغيوب ». </w:t>
      </w:r>
    </w:p>
    <w:p w:rsidR="00AA2ABC" w:rsidRDefault="00AA2ABC" w:rsidP="002704FD">
      <w:pPr>
        <w:pStyle w:val="libNormal"/>
        <w:rPr>
          <w:rtl/>
        </w:rPr>
      </w:pPr>
      <w:r>
        <w:rPr>
          <w:rtl/>
        </w:rPr>
        <w:t xml:space="preserve">ثم قال </w:t>
      </w:r>
      <w:r w:rsidR="00763E2E" w:rsidRPr="00763E2E">
        <w:rPr>
          <w:rStyle w:val="libAlaemChar"/>
          <w:rFonts w:hint="cs"/>
          <w:rtl/>
        </w:rPr>
        <w:t>عليه‌السلام</w:t>
      </w:r>
      <w:r>
        <w:rPr>
          <w:rtl/>
        </w:rPr>
        <w:t xml:space="preserve"> : هذا من المخبيات ممّا علمني رسول الله </w:t>
      </w:r>
      <w:r w:rsidR="00BF0EA2" w:rsidRPr="00BF0EA2">
        <w:rPr>
          <w:rStyle w:val="libAlaemChar"/>
          <w:rFonts w:hint="cs"/>
          <w:rtl/>
        </w:rPr>
        <w:t>صلى‌الله‌عليه‌وآله</w:t>
      </w:r>
      <w:r>
        <w:rPr>
          <w:rtl/>
        </w:rPr>
        <w:t xml:space="preserve"> وأمرني أن أعلّمه الحسن والحسين </w:t>
      </w:r>
      <w:r w:rsidRPr="001008E4">
        <w:rPr>
          <w:rStyle w:val="libFootnotenumChar"/>
          <w:rtl/>
        </w:rPr>
        <w:t>(3)</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3 : 346 ح 28 باب التعقيب.</w:t>
      </w:r>
    </w:p>
    <w:p w:rsidR="00AA2ABC" w:rsidRDefault="00AA2ABC" w:rsidP="001008E4">
      <w:pPr>
        <w:pStyle w:val="libFootnote0"/>
        <w:rPr>
          <w:rtl/>
        </w:rPr>
      </w:pPr>
      <w:r>
        <w:rPr>
          <w:rtl/>
        </w:rPr>
        <w:t>2 ـ الوسائل 4 : 1032 ح 5 باب 15.</w:t>
      </w:r>
    </w:p>
    <w:p w:rsidR="00AA2ABC" w:rsidRDefault="00AA2ABC" w:rsidP="001008E4">
      <w:pPr>
        <w:pStyle w:val="libFootnote0"/>
        <w:rPr>
          <w:rtl/>
        </w:rPr>
      </w:pPr>
      <w:r>
        <w:rPr>
          <w:rtl/>
        </w:rPr>
        <w:t xml:space="preserve">3 ـ معاني الأخبار : 139 ح 1 ـ عنه البحار 86 : 25 ح 26 باب 60. </w:t>
      </w:r>
    </w:p>
    <w:p w:rsidR="00AA2ABC" w:rsidRDefault="00AA2ABC" w:rsidP="002704FD">
      <w:pPr>
        <w:pStyle w:val="libNormal"/>
        <w:rPr>
          <w:rtl/>
        </w:rPr>
      </w:pPr>
      <w:r>
        <w:rPr>
          <w:rtl/>
        </w:rPr>
        <w:br w:type="page"/>
      </w:r>
      <w:r>
        <w:rPr>
          <w:rtl/>
        </w:rPr>
        <w:lastRenderedPageBreak/>
        <w:t xml:space="preserve">وروي بسند معتبر عن أبي عبدالله </w:t>
      </w:r>
      <w:r w:rsidR="00763E2E" w:rsidRPr="00763E2E">
        <w:rPr>
          <w:rStyle w:val="libAlaemChar"/>
          <w:rFonts w:hint="cs"/>
          <w:rtl/>
        </w:rPr>
        <w:t>عليه‌السلام</w:t>
      </w:r>
      <w:r>
        <w:rPr>
          <w:rtl/>
        </w:rPr>
        <w:t xml:space="preserve"> انّه : ... انّ النبي </w:t>
      </w:r>
      <w:r w:rsidR="00BF0EA2" w:rsidRPr="00BF0EA2">
        <w:rPr>
          <w:rStyle w:val="libAlaemChar"/>
          <w:rFonts w:hint="cs"/>
          <w:rtl/>
        </w:rPr>
        <w:t>صلى‌الله‌عليه‌وآله</w:t>
      </w:r>
      <w:r>
        <w:rPr>
          <w:rtl/>
        </w:rPr>
        <w:t xml:space="preserve"> لمّا فتح مكة صلّى بأصحابه الظهر عند الحجر الأسود ، فلمّا سلّم رفع يديه وكبّر ثلاثاً وقال : </w:t>
      </w:r>
    </w:p>
    <w:p w:rsidR="00AA2ABC" w:rsidRDefault="00AA2ABC" w:rsidP="002704FD">
      <w:pPr>
        <w:pStyle w:val="libNormal"/>
        <w:rPr>
          <w:rtl/>
        </w:rPr>
      </w:pPr>
      <w:r>
        <w:rPr>
          <w:rtl/>
        </w:rPr>
        <w:t>« لا اله الاّ الله ، وحده وحده وحده ، أنجز وعده ، ونصر عبده ، وأعزّ جنده ، وغلب الأحزاب وحده ، فله الملك وله الحمد ، يحيي ويميت ، وهو على كلّ شيء قدير ».</w:t>
      </w:r>
    </w:p>
    <w:p w:rsidR="00AA2ABC" w:rsidRDefault="00AA2ABC" w:rsidP="002704FD">
      <w:pPr>
        <w:pStyle w:val="libNormal"/>
        <w:rPr>
          <w:rtl/>
        </w:rPr>
      </w:pPr>
      <w:r>
        <w:rPr>
          <w:rtl/>
        </w:rPr>
        <w:t xml:space="preserve">ثم أقبل على أصحابه فقال : لا تَدَعوا هذا التكبير وهذا القول في دبر كلّ صلاة مكتوبة ، فإنّ من فعل ذلك بعد التسليم وقال هذا القول كان قد أدّى ما يجب عليه من شكر الله تعالى ذكره على تقوية الإسلام وجنده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بسند صحيح عن أبي نصر البزنطي انّه قال : قلت للرضا </w:t>
      </w:r>
      <w:r w:rsidR="00763E2E" w:rsidRPr="00763E2E">
        <w:rPr>
          <w:rStyle w:val="libAlaemChar"/>
          <w:rFonts w:hint="cs"/>
          <w:rtl/>
        </w:rPr>
        <w:t>عليه‌السلام</w:t>
      </w:r>
      <w:r>
        <w:rPr>
          <w:rtl/>
        </w:rPr>
        <w:t xml:space="preserve"> : كيف الصلاة على رسول الله </w:t>
      </w:r>
      <w:r w:rsidR="00BF0EA2" w:rsidRPr="00BF0EA2">
        <w:rPr>
          <w:rStyle w:val="libAlaemChar"/>
          <w:rFonts w:hint="cs"/>
          <w:rtl/>
        </w:rPr>
        <w:t>صلى‌الله‌عليه‌وآله</w:t>
      </w:r>
      <w:r>
        <w:rPr>
          <w:rtl/>
        </w:rPr>
        <w:t xml:space="preserve"> في دبر المكتوبة؟ وكيف السلام عليه؟ فقال </w:t>
      </w:r>
      <w:r w:rsidR="00763E2E" w:rsidRPr="00763E2E">
        <w:rPr>
          <w:rStyle w:val="libAlaemChar"/>
          <w:rFonts w:hint="cs"/>
          <w:rtl/>
        </w:rPr>
        <w:t>عليه‌السلام</w:t>
      </w:r>
      <w:r>
        <w:rPr>
          <w:rtl/>
        </w:rPr>
        <w:t xml:space="preserve"> تقول : </w:t>
      </w:r>
    </w:p>
    <w:p w:rsidR="00AA2ABC" w:rsidRDefault="00AA2ABC" w:rsidP="002704FD">
      <w:pPr>
        <w:pStyle w:val="libNormal"/>
        <w:rPr>
          <w:rtl/>
        </w:rPr>
      </w:pPr>
      <w:r>
        <w:rPr>
          <w:rtl/>
        </w:rPr>
        <w:t xml:space="preserve">« السلام عليك يا رسول الله ، السلام عليك يا حبيب الله ، السلام عليك يا صفوة الله ، السلام عليك يا أمين الله ، أشهد أنّك رسول الله ، وأشهد أنّك محمد بن عبدالله ، وأشهد أنّك قد نصحت لامتك ، وجاهدت في سبيل ربّك ، وعبدته حتى أتاك اليقين ، فجزاك الله يا رسول الله أفضل ما جزى نبياً عن أمته ، اللهم صلّ على محمد وآل محمد أفضل ما صلّيت على إبراهيم وآل إبراهيم انّك حميد مجيد » </w:t>
      </w:r>
      <w:r w:rsidRPr="001008E4">
        <w:rPr>
          <w:rStyle w:val="libFootnotenumChar"/>
          <w:rtl/>
        </w:rPr>
        <w:t>(2)</w:t>
      </w:r>
      <w:r>
        <w:rPr>
          <w:rtl/>
        </w:rPr>
        <w:t>.</w:t>
      </w:r>
    </w:p>
    <w:p w:rsidR="00AA2ABC" w:rsidRDefault="00AA2ABC" w:rsidP="002704FD">
      <w:pPr>
        <w:pStyle w:val="libNormal"/>
        <w:rPr>
          <w:rtl/>
        </w:rPr>
      </w:pPr>
      <w:r>
        <w:rPr>
          <w:rtl/>
        </w:rPr>
        <w:t xml:space="preserve">وطبقاً للأحاديث المعتبرة لابد أن يقال بعد كلّ صلاة : « اللهم صلّ على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علل الشرائع : 360 ح 1 باب 78 ـ عنه البحار 86 : 22 ح 21 باب 60.</w:t>
      </w:r>
    </w:p>
    <w:p w:rsidR="00AA2ABC" w:rsidRDefault="00AA2ABC" w:rsidP="001008E4">
      <w:pPr>
        <w:pStyle w:val="libFootnote0"/>
        <w:rPr>
          <w:rtl/>
        </w:rPr>
      </w:pPr>
      <w:r>
        <w:rPr>
          <w:rtl/>
        </w:rPr>
        <w:t xml:space="preserve">2 ـ البحار 86 : 24 ح 25 باب 60 ـ عن قرب الاسناد : 382 ح 1344. </w:t>
      </w:r>
    </w:p>
    <w:p w:rsidR="00AA2ABC" w:rsidRDefault="00AA2ABC" w:rsidP="002704FD">
      <w:pPr>
        <w:pStyle w:val="libNormal0"/>
        <w:rPr>
          <w:rtl/>
        </w:rPr>
      </w:pPr>
      <w:r>
        <w:rPr>
          <w:rtl/>
        </w:rPr>
        <w:br w:type="page"/>
      </w:r>
      <w:r>
        <w:rPr>
          <w:rtl/>
        </w:rPr>
        <w:lastRenderedPageBreak/>
        <w:t xml:space="preserve">محمد وآل محمد ، وأعذنا من النار ، وارزقنا الجنّة ، وزوّجنا من الحور العين ». </w:t>
      </w:r>
    </w:p>
    <w:p w:rsidR="00AA2ABC" w:rsidRDefault="00AA2ABC" w:rsidP="002704FD">
      <w:pPr>
        <w:pStyle w:val="libNormal"/>
        <w:rPr>
          <w:rtl/>
        </w:rPr>
      </w:pPr>
      <w:r>
        <w:rPr>
          <w:rtl/>
        </w:rPr>
        <w:t xml:space="preserve">وروي بسند معتبر انّه : سمعنا أبا عبدالله </w:t>
      </w:r>
      <w:r w:rsidR="00763E2E" w:rsidRPr="00763E2E">
        <w:rPr>
          <w:rStyle w:val="libAlaemChar"/>
          <w:rFonts w:hint="cs"/>
          <w:rtl/>
        </w:rPr>
        <w:t>عليه‌السلام</w:t>
      </w:r>
      <w:r>
        <w:rPr>
          <w:rtl/>
        </w:rPr>
        <w:t xml:space="preserve"> وهو يلعن في دبر كلّ مكتوبة أربعة من الرجال وأربعا من النساء : التيمي والعدوي وفعلان ومعاوية ، ويسمّيهم ، وفلانة وفلانة وهنداً وأم الحكم أخت معاوية </w:t>
      </w:r>
      <w:r w:rsidRPr="001008E4">
        <w:rPr>
          <w:rStyle w:val="libFootnotenumChar"/>
          <w:rtl/>
        </w:rPr>
        <w:t>(1)</w:t>
      </w:r>
      <w:r>
        <w:rPr>
          <w:rtl/>
        </w:rPr>
        <w:t xml:space="preserve">. </w:t>
      </w:r>
    </w:p>
    <w:p w:rsidR="00AA2ABC" w:rsidRDefault="00AA2ABC" w:rsidP="002704FD">
      <w:pPr>
        <w:pStyle w:val="libNormal"/>
        <w:rPr>
          <w:rtl/>
        </w:rPr>
      </w:pPr>
      <w:r>
        <w:rPr>
          <w:rtl/>
        </w:rPr>
        <w:t>وقد مرّت بعض التعقيبات في باب فضائل سور القرآن والآيات ، وذُكر بعضها أيضاً في باب الصلاة ، ونكتفي هنا بهذا المقدار.</w:t>
      </w:r>
    </w:p>
    <w:p w:rsidR="00AA2ABC" w:rsidRDefault="00AA2ABC" w:rsidP="00AA2ABC">
      <w:pPr>
        <w:pStyle w:val="Heading1Center"/>
        <w:rPr>
          <w:rtl/>
        </w:rPr>
      </w:pPr>
      <w:bookmarkStart w:id="250" w:name="_Toc392501961"/>
      <w:bookmarkStart w:id="251" w:name="_Toc392502909"/>
      <w:r>
        <w:rPr>
          <w:rtl/>
        </w:rPr>
        <w:t>( الفصل الثالث )</w:t>
      </w:r>
      <w:bookmarkEnd w:id="250"/>
      <w:bookmarkEnd w:id="251"/>
    </w:p>
    <w:p w:rsidR="00AA2ABC" w:rsidRDefault="00AA2ABC" w:rsidP="00AA2ABC">
      <w:pPr>
        <w:pStyle w:val="Heading1Center"/>
        <w:rPr>
          <w:rtl/>
        </w:rPr>
      </w:pPr>
      <w:bookmarkStart w:id="252" w:name="_Toc392501962"/>
      <w:bookmarkStart w:id="253" w:name="_Toc392502910"/>
      <w:r>
        <w:rPr>
          <w:rtl/>
        </w:rPr>
        <w:t>التعقيب المختص بفريضة الظهر</w:t>
      </w:r>
      <w:bookmarkEnd w:id="252"/>
      <w:bookmarkEnd w:id="253"/>
    </w:p>
    <w:p w:rsidR="00AA2ABC" w:rsidRDefault="00AA2ABC" w:rsidP="002704FD">
      <w:pPr>
        <w:pStyle w:val="libNormal"/>
        <w:rPr>
          <w:rtl/>
        </w:rPr>
      </w:pPr>
      <w:r>
        <w:rPr>
          <w:rtl/>
        </w:rPr>
        <w:t xml:space="preserve">روي بسند معتبر عن أمير المؤمنين </w:t>
      </w:r>
      <w:r w:rsidR="00763E2E" w:rsidRPr="00763E2E">
        <w:rPr>
          <w:rStyle w:val="libAlaemChar"/>
          <w:rFonts w:hint="cs"/>
          <w:rtl/>
        </w:rPr>
        <w:t>عليه‌السلام</w:t>
      </w:r>
      <w:r>
        <w:rPr>
          <w:rtl/>
        </w:rPr>
        <w:t xml:space="preserve"> ، عن رسول الله </w:t>
      </w:r>
      <w:r w:rsidR="00BF0EA2" w:rsidRPr="00BF0EA2">
        <w:rPr>
          <w:rStyle w:val="libAlaemChar"/>
          <w:rFonts w:hint="cs"/>
          <w:rtl/>
        </w:rPr>
        <w:t>صلى‌الله‌عليه‌وآله</w:t>
      </w:r>
      <w:r>
        <w:rPr>
          <w:rtl/>
        </w:rPr>
        <w:t xml:space="preserve"> ، قال : كان من دعائه عقيب صلاة الظهر : </w:t>
      </w:r>
    </w:p>
    <w:p w:rsidR="00AA2ABC" w:rsidRDefault="00AA2ABC" w:rsidP="002704FD">
      <w:pPr>
        <w:pStyle w:val="libNormal"/>
        <w:rPr>
          <w:rtl/>
        </w:rPr>
      </w:pPr>
      <w:r>
        <w:rPr>
          <w:rtl/>
        </w:rPr>
        <w:t xml:space="preserve">« لا اله الاّ الله العظيم الحليم ، لا اله الاّ الله ربّ العرش الكريم ، الحمد لله رب العالمين ، اللهم انّي أسألك موجبات رحمتك ، وعزائم مغفرتك ، والغنيمة من كلّ خير ، والسلامة من كلّ اثم ، اللهم لا تدع لي ذنباً الاّ غفرته ، ولا همّاً إلاّ فرّجته ، ولا سقماً الاّ شفيته ، ولا عيباً الاّ سترته ، ولا رزقاً الاّ بسطته ، ولا خوفاً الاّ أمنته ، ولا سوء الاّ صرفته ، ولا حاجة هي لك رضى ولي صلاح الاّ قضيتها يا أرحم الراحمين ، آمين ربّ العالمين »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86 : 58 ح 63 باب 60 ـ عن التهذيب 2 : 321 ح 1313 ـ الكافي 3 : 342 ح 10 ـ في الوسائل 4 : 1037 ح 1 باب 19.</w:t>
      </w:r>
    </w:p>
    <w:p w:rsidR="00AA2ABC" w:rsidRDefault="00AA2ABC" w:rsidP="001008E4">
      <w:pPr>
        <w:pStyle w:val="libFootnote0"/>
        <w:rPr>
          <w:rtl/>
        </w:rPr>
      </w:pPr>
      <w:r>
        <w:rPr>
          <w:rtl/>
        </w:rPr>
        <w:t xml:space="preserve">2 ـ البحار 86 : 63 ح 2 باب 61 ـ عن فلاح السائل : 171. </w:t>
      </w:r>
    </w:p>
    <w:p w:rsidR="00AA2ABC" w:rsidRDefault="00AA2ABC" w:rsidP="00AA2ABC">
      <w:pPr>
        <w:pStyle w:val="Heading1Center"/>
        <w:rPr>
          <w:rtl/>
        </w:rPr>
      </w:pPr>
      <w:r>
        <w:rPr>
          <w:rtl/>
        </w:rPr>
        <w:br w:type="page"/>
      </w:r>
      <w:bookmarkStart w:id="254" w:name="_Toc392501963"/>
      <w:bookmarkStart w:id="255" w:name="_Toc392502911"/>
      <w:r>
        <w:rPr>
          <w:rtl/>
        </w:rPr>
        <w:lastRenderedPageBreak/>
        <w:t>( الفصل الرابع )</w:t>
      </w:r>
      <w:bookmarkEnd w:id="254"/>
      <w:bookmarkEnd w:id="255"/>
    </w:p>
    <w:p w:rsidR="00AA2ABC" w:rsidRDefault="00AA2ABC" w:rsidP="00AA2ABC">
      <w:pPr>
        <w:pStyle w:val="Heading1Center"/>
        <w:rPr>
          <w:rtl/>
        </w:rPr>
      </w:pPr>
      <w:bookmarkStart w:id="256" w:name="_Toc392501964"/>
      <w:bookmarkStart w:id="257" w:name="_Toc392502912"/>
      <w:r>
        <w:rPr>
          <w:rtl/>
        </w:rPr>
        <w:t>في تعقبيات صلاة العصر</w:t>
      </w:r>
      <w:bookmarkEnd w:id="256"/>
      <w:bookmarkEnd w:id="257"/>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من استغفر الله عزّوجلّ بعد العصر سبعين مرّة غفر الله له ذلك اليوم سبعمائة ذنب ، فإن لم يكن له فلأبيه ، فإن لم يكن لأبيه فلأُمّه ، فإن لم يكن لأُمّه فلأخيه ، فإن لم يكن لأخيه فلأُخته ، فإن لم يكن لأُخته فللأقرب فالأقرب </w:t>
      </w:r>
      <w:r w:rsidRPr="001008E4">
        <w:rPr>
          <w:rStyle w:val="libFootnotenumChar"/>
          <w:rtl/>
        </w:rPr>
        <w:t>(1)</w:t>
      </w:r>
      <w:r>
        <w:rPr>
          <w:rtl/>
        </w:rPr>
        <w:t>.</w:t>
      </w:r>
    </w:p>
    <w:p w:rsidR="00AA2ABC" w:rsidRDefault="00AA2ABC" w:rsidP="002704FD">
      <w:pPr>
        <w:pStyle w:val="libNormal"/>
        <w:rPr>
          <w:rtl/>
        </w:rPr>
      </w:pPr>
      <w:r>
        <w:rPr>
          <w:rtl/>
        </w:rPr>
        <w:t xml:space="preserve">وورد في حديث آخر سبع وسبعين استغفار ، وقد مرّ ذكر الثواب العظيم لقراءة سورة </w:t>
      </w:r>
      <w:r w:rsidRPr="002704FD">
        <w:rPr>
          <w:rStyle w:val="libAlaemChar"/>
          <w:rtl/>
        </w:rPr>
        <w:t>(</w:t>
      </w:r>
      <w:r>
        <w:rPr>
          <w:rtl/>
        </w:rPr>
        <w:t xml:space="preserve"> </w:t>
      </w:r>
      <w:r w:rsidRPr="002704FD">
        <w:rPr>
          <w:rStyle w:val="libAieChar"/>
          <w:rtl/>
        </w:rPr>
        <w:t>انا أنزلناه</w:t>
      </w:r>
      <w:r>
        <w:rPr>
          <w:rtl/>
        </w:rPr>
        <w:t xml:space="preserve"> </w:t>
      </w:r>
      <w:r w:rsidRPr="002704FD">
        <w:rPr>
          <w:rStyle w:val="libAlaemChar"/>
          <w:rtl/>
        </w:rPr>
        <w:t>)</w:t>
      </w:r>
      <w:r>
        <w:rPr>
          <w:rtl/>
        </w:rPr>
        <w:t xml:space="preserve"> عشر مرّات بعد صلاة العصر.</w:t>
      </w:r>
    </w:p>
    <w:p w:rsidR="00AA2ABC" w:rsidRDefault="00AA2ABC" w:rsidP="002704FD">
      <w:pPr>
        <w:pStyle w:val="libNormal"/>
        <w:rPr>
          <w:rtl/>
        </w:rPr>
      </w:pPr>
      <w:r>
        <w:rPr>
          <w:rtl/>
        </w:rPr>
        <w:t xml:space="preserve">وروي بسند معتبر عن رسول الله </w:t>
      </w:r>
      <w:r w:rsidR="00BF0EA2" w:rsidRPr="00BF0EA2">
        <w:rPr>
          <w:rStyle w:val="libAlaemChar"/>
          <w:rFonts w:hint="cs"/>
          <w:rtl/>
        </w:rPr>
        <w:t>صلى‌الله‌عليه‌وآله</w:t>
      </w:r>
      <w:r>
        <w:rPr>
          <w:rtl/>
        </w:rPr>
        <w:t xml:space="preserve"> انّه قال : من قال بعد صلاة العصر في كلّ يوم مرّة واحدة : « استغفر الله الذي لا اله الاّ هو الحيّ القيوم ، الرحمن الرحيم ، ذو الجلال والاكرام ، وأسأله أن يتوب عليّ توبة عبد ذليل خاضع فقير بائس مسكين مستكين مستجير ، لا يملك لنفسه نفعاً ولا ضراً ولا موتاً ولا حياةً ولا نشوراً » أمر الله تعالى الملكين بتخريق صحيفته كائنة ما كانت </w:t>
      </w:r>
      <w:r w:rsidRPr="001008E4">
        <w:rPr>
          <w:rStyle w:val="libFootnotenumChar"/>
          <w:rtl/>
        </w:rPr>
        <w:t>(2)</w:t>
      </w:r>
      <w:r>
        <w:rPr>
          <w:rtl/>
        </w:rPr>
        <w:t xml:space="preserve">. </w:t>
      </w:r>
    </w:p>
    <w:p w:rsidR="00AA2ABC" w:rsidRDefault="00AA2ABC" w:rsidP="00AA2ABC">
      <w:pPr>
        <w:pStyle w:val="Heading1Center"/>
        <w:rPr>
          <w:rtl/>
        </w:rPr>
      </w:pPr>
      <w:bookmarkStart w:id="258" w:name="_Toc392501965"/>
      <w:bookmarkStart w:id="259" w:name="_Toc392502913"/>
      <w:r>
        <w:rPr>
          <w:rtl/>
        </w:rPr>
        <w:t>( الفصل الخامس )</w:t>
      </w:r>
      <w:bookmarkEnd w:id="258"/>
      <w:bookmarkEnd w:id="259"/>
    </w:p>
    <w:p w:rsidR="00AA2ABC" w:rsidRDefault="00AA2ABC" w:rsidP="00AA2ABC">
      <w:pPr>
        <w:pStyle w:val="Heading1Center"/>
        <w:rPr>
          <w:rtl/>
        </w:rPr>
      </w:pPr>
      <w:bookmarkStart w:id="260" w:name="_Toc392501966"/>
      <w:bookmarkStart w:id="261" w:name="_Toc392502914"/>
      <w:r>
        <w:rPr>
          <w:rtl/>
        </w:rPr>
        <w:t>في تعقيب صلاة العشاء</w:t>
      </w:r>
      <w:bookmarkEnd w:id="260"/>
      <w:bookmarkEnd w:id="261"/>
    </w:p>
    <w:p w:rsidR="00AA2ABC" w:rsidRDefault="00AA2ABC" w:rsidP="002704FD">
      <w:pPr>
        <w:pStyle w:val="libNormal"/>
        <w:rPr>
          <w:rtl/>
        </w:rPr>
      </w:pPr>
      <w:r>
        <w:rPr>
          <w:rtl/>
        </w:rPr>
        <w:t xml:space="preserve">روي بسند معتبر عن أبي جعفر الجواد </w:t>
      </w:r>
      <w:r w:rsidR="00763E2E" w:rsidRPr="00763E2E">
        <w:rPr>
          <w:rStyle w:val="libAlaemChar"/>
          <w:rFonts w:hint="cs"/>
          <w:rtl/>
        </w:rPr>
        <w:t>عليه‌السلام</w:t>
      </w:r>
      <w:r>
        <w:rPr>
          <w:rtl/>
        </w:rPr>
        <w:t xml:space="preserve"> انّه قال : من قرأ </w:t>
      </w:r>
      <w:r w:rsidRPr="002704FD">
        <w:rPr>
          <w:rStyle w:val="libAlaemChar"/>
          <w:rtl/>
        </w:rPr>
        <w:t>(</w:t>
      </w:r>
      <w:r>
        <w:rPr>
          <w:rtl/>
        </w:rPr>
        <w:t xml:space="preserve"> </w:t>
      </w:r>
      <w:r w:rsidRPr="002704FD">
        <w:rPr>
          <w:rStyle w:val="libAieChar"/>
          <w:rtl/>
        </w:rPr>
        <w:t>إنّا أنزلناه</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أمالي الصدوق : 211 ح 8 مجلس 44 ـ عنه البحار 86 : 78 ح 2 باب 62.</w:t>
      </w:r>
    </w:p>
    <w:p w:rsidR="00AA2ABC" w:rsidRDefault="00AA2ABC" w:rsidP="001008E4">
      <w:pPr>
        <w:pStyle w:val="libFootnote0"/>
        <w:rPr>
          <w:rtl/>
        </w:rPr>
      </w:pPr>
      <w:r>
        <w:rPr>
          <w:rtl/>
        </w:rPr>
        <w:t xml:space="preserve">2 ـ البحار 86 : 82 ح 9 باب 62 ـ عن فلاح السائل : 201. </w:t>
      </w:r>
    </w:p>
    <w:p w:rsidR="00AA2ABC" w:rsidRDefault="00AA2ABC" w:rsidP="002704FD">
      <w:pPr>
        <w:pStyle w:val="libNormal0"/>
        <w:rPr>
          <w:rtl/>
        </w:rPr>
      </w:pPr>
      <w:r>
        <w:rPr>
          <w:rtl/>
        </w:rPr>
        <w:br w:type="page"/>
      </w:r>
      <w:r w:rsidRPr="002704FD">
        <w:rPr>
          <w:rStyle w:val="libAieChar"/>
          <w:rtl/>
        </w:rPr>
        <w:lastRenderedPageBreak/>
        <w:t>في ليلة القدر</w:t>
      </w:r>
      <w:r>
        <w:rPr>
          <w:rtl/>
        </w:rPr>
        <w:t xml:space="preserve"> </w:t>
      </w:r>
      <w:r w:rsidRPr="002704FD">
        <w:rPr>
          <w:rStyle w:val="libAlaemChar"/>
          <w:rtl/>
        </w:rPr>
        <w:t>)</w:t>
      </w:r>
      <w:r>
        <w:rPr>
          <w:rtl/>
        </w:rPr>
        <w:t xml:space="preserve"> سبع مرّات بعد العشاء الآخرة كان في ضمان الله حتى يصبح </w:t>
      </w:r>
      <w:r w:rsidRPr="001008E4">
        <w:rPr>
          <w:rStyle w:val="libFootnotenumChar"/>
          <w:rtl/>
        </w:rPr>
        <w:t>(1)</w:t>
      </w:r>
      <w:r>
        <w:rPr>
          <w:rtl/>
        </w:rPr>
        <w:t>.</w:t>
      </w:r>
    </w:p>
    <w:p w:rsidR="00AA2ABC" w:rsidRDefault="00AA2ABC" w:rsidP="002704FD">
      <w:pPr>
        <w:pStyle w:val="libNormal"/>
        <w:rPr>
          <w:rtl/>
        </w:rPr>
      </w:pPr>
      <w:r>
        <w:rPr>
          <w:rtl/>
        </w:rPr>
        <w:t xml:space="preserve">وذكر الشيخ الطوسي رحمة الله عليه انّه يستحبّ قراءة الحمد وقل هو الله أحد وقل أعوذ برب الناس وقل أعوذ بربّ الفلق عشر مرّات بعد صلاة العشاء وأيضاً يكرر التسبيحات الأربع عشر مرّات ويصلّي على النبيّ وآله عشر مرات. </w:t>
      </w:r>
    </w:p>
    <w:p w:rsidR="00AA2ABC" w:rsidRDefault="00AA2ABC" w:rsidP="00AA2ABC">
      <w:pPr>
        <w:pStyle w:val="Heading1Center"/>
        <w:rPr>
          <w:rtl/>
        </w:rPr>
      </w:pPr>
      <w:bookmarkStart w:id="262" w:name="_Toc392501967"/>
      <w:bookmarkStart w:id="263" w:name="_Toc392502915"/>
      <w:r>
        <w:rPr>
          <w:rtl/>
        </w:rPr>
        <w:t>( الفصل السادس )</w:t>
      </w:r>
      <w:bookmarkEnd w:id="262"/>
      <w:bookmarkEnd w:id="263"/>
    </w:p>
    <w:p w:rsidR="00AA2ABC" w:rsidRDefault="00AA2ABC" w:rsidP="00AA2ABC">
      <w:pPr>
        <w:pStyle w:val="Heading1Center"/>
        <w:rPr>
          <w:rtl/>
        </w:rPr>
      </w:pPr>
      <w:bookmarkStart w:id="264" w:name="_Toc392501968"/>
      <w:bookmarkStart w:id="265" w:name="_Toc392502916"/>
      <w:r>
        <w:rPr>
          <w:rtl/>
        </w:rPr>
        <w:t>في سجدة الشكر</w:t>
      </w:r>
      <w:bookmarkEnd w:id="264"/>
      <w:bookmarkEnd w:id="265"/>
    </w:p>
    <w:p w:rsidR="00AA2ABC" w:rsidRDefault="00AA2ABC" w:rsidP="002704FD">
      <w:pPr>
        <w:pStyle w:val="libNormal"/>
        <w:rPr>
          <w:rtl/>
        </w:rPr>
      </w:pPr>
      <w:r>
        <w:rPr>
          <w:rtl/>
        </w:rPr>
        <w:t xml:space="preserve">اعلم انّ سجدة الشكر من السنن المؤكّدة بعد كلّ الصلاة ، ووردت الأحاديث الكثيرة في فضلها حتى انّه روي بسند معتبر عن أبي عبدالله </w:t>
      </w:r>
      <w:r w:rsidR="00763E2E" w:rsidRPr="00763E2E">
        <w:rPr>
          <w:rStyle w:val="libAlaemChar"/>
          <w:rFonts w:hint="cs"/>
          <w:rtl/>
        </w:rPr>
        <w:t>عليه‌السلام</w:t>
      </w:r>
      <w:r>
        <w:rPr>
          <w:rtl/>
        </w:rPr>
        <w:t xml:space="preserve"> انّه قال : سجدة الشكر واجبة على كلّ مسلم ، تتمّ بها صلاتك ، وترضي بها ربّك ، وتعجب الملائكة منك.</w:t>
      </w:r>
    </w:p>
    <w:p w:rsidR="00AA2ABC" w:rsidRDefault="00AA2ABC" w:rsidP="002704FD">
      <w:pPr>
        <w:pStyle w:val="libNormal"/>
        <w:rPr>
          <w:rtl/>
        </w:rPr>
      </w:pPr>
      <w:r>
        <w:rPr>
          <w:rtl/>
        </w:rPr>
        <w:t xml:space="preserve">وانّ العبد اذا صلّى ثم سجد سجدة الشكر فتح الرب تبارك وتعالى الحجاب بين العبد وبين الملائكة ، فيقول : يا ملائكتي انظروا إلى عبدي أدّى فرضي ، وأتمّ عهدي ، ثم سجد لي شكراً على ما أنعمت به عليه ، ملائكتي ماذا له عندي؟ </w:t>
      </w:r>
    </w:p>
    <w:p w:rsidR="00AA2ABC" w:rsidRDefault="00AA2ABC" w:rsidP="002704FD">
      <w:pPr>
        <w:pStyle w:val="libNormal"/>
        <w:rPr>
          <w:rtl/>
        </w:rPr>
      </w:pPr>
      <w:r>
        <w:rPr>
          <w:rtl/>
        </w:rPr>
        <w:t xml:space="preserve">قال : فتقول الملائكة : يا ربنا رحمتك ، ثم يقول الرب تعالى : ثم ماذا له؟ قال : فتقول الملائكة : يا ربنا جنتك ، فيقول الرب تعالى : ثم ماذا؟ فتقول الملائكة : يا ربنا كفاية مهمّه ، فيقول الرب : ثم ماذا؟ </w:t>
      </w:r>
    </w:p>
    <w:p w:rsidR="00AA2ABC" w:rsidRDefault="00AA2ABC" w:rsidP="002704FD">
      <w:pPr>
        <w:pStyle w:val="libNormal"/>
        <w:rPr>
          <w:rtl/>
        </w:rPr>
      </w:pPr>
      <w:r>
        <w:rPr>
          <w:rtl/>
        </w:rPr>
        <w:t xml:space="preserve">فلا يبقى شيء من الخير الاّ قالته الملائكة ، فيقول الله تعالى : يا ملائكتي ثم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 xml:space="preserve">1 ـ البحار 86 : 125 ح 6 باب 64 عن فلاح السائل : 257. </w:t>
      </w:r>
    </w:p>
    <w:p w:rsidR="00AA2ABC" w:rsidRDefault="00AA2ABC" w:rsidP="002704FD">
      <w:pPr>
        <w:pStyle w:val="libNormal0"/>
        <w:rPr>
          <w:rtl/>
        </w:rPr>
      </w:pPr>
      <w:r>
        <w:rPr>
          <w:rtl/>
        </w:rPr>
        <w:br w:type="page"/>
      </w:r>
      <w:r>
        <w:rPr>
          <w:rtl/>
        </w:rPr>
        <w:lastRenderedPageBreak/>
        <w:t xml:space="preserve">ماذا؟ فتقول الملائكة : يا ربنا لا علم لنا ، فيقول الله تعالى لأشكرنّه كما شكرني ، وأقبل إليه بفضلي ، وأُريه رحمتي [ وجهي ] </w:t>
      </w:r>
      <w:r w:rsidRPr="001008E4">
        <w:rPr>
          <w:rStyle w:val="libFootnotenumChar"/>
          <w:rtl/>
        </w:rPr>
        <w:t>(1)</w:t>
      </w:r>
      <w:r>
        <w:rPr>
          <w:rtl/>
        </w:rPr>
        <w:t xml:space="preserve">. </w:t>
      </w:r>
    </w:p>
    <w:p w:rsidR="00AA2ABC" w:rsidRDefault="00AA2ABC" w:rsidP="002704FD">
      <w:pPr>
        <w:pStyle w:val="libNormal"/>
        <w:rPr>
          <w:rtl/>
        </w:rPr>
      </w:pPr>
      <w:r>
        <w:rPr>
          <w:rtl/>
        </w:rPr>
        <w:t xml:space="preserve">وروي بأسانيد معتبرة عن أبي جعفر الباقر وأبي عبدالله </w:t>
      </w:r>
      <w:r w:rsidR="000A073B" w:rsidRPr="000A073B">
        <w:rPr>
          <w:rStyle w:val="libAlaemChar"/>
          <w:rFonts w:hint="cs"/>
          <w:rtl/>
        </w:rPr>
        <w:t>عليهما‌السلام</w:t>
      </w:r>
      <w:r>
        <w:rPr>
          <w:rtl/>
        </w:rPr>
        <w:t xml:space="preserve"> انّه : أوحى الله إلى موسى بن عمران </w:t>
      </w:r>
      <w:r w:rsidR="00763E2E" w:rsidRPr="00763E2E">
        <w:rPr>
          <w:rStyle w:val="libAlaemChar"/>
          <w:rFonts w:hint="cs"/>
          <w:rtl/>
        </w:rPr>
        <w:t>عليه‌السلام</w:t>
      </w:r>
      <w:r>
        <w:rPr>
          <w:rtl/>
        </w:rPr>
        <w:t xml:space="preserve"> : أتدري يا موسى لم انتجبتك من خلقي ، واصطفيتك لكلامي؟ فقال : لا يا رب ، فأوحى الله إليه ، انّي اطلعت إلى الأرض فلم أجد عليها أشدّ تواضعاً لي منك.</w:t>
      </w:r>
    </w:p>
    <w:p w:rsidR="00AA2ABC" w:rsidRDefault="00AA2ABC" w:rsidP="002704FD">
      <w:pPr>
        <w:pStyle w:val="libNormal"/>
        <w:rPr>
          <w:rtl/>
        </w:rPr>
      </w:pPr>
      <w:r>
        <w:rPr>
          <w:rtl/>
        </w:rPr>
        <w:t xml:space="preserve">فخرّ موسى ساجداً وعفّر خدّيه في التراب تذلّلاً منه لربه عزّوجلّ ، فأوحى الله إليه : ارفع رأسك يا موسى وامرّ يدك موضع سجودك ، وامسح بها وجهك وما نالته من بدنك ، فانّه أمان من كلّ سقم دواء وآفة وعاهة </w:t>
      </w:r>
      <w:r w:rsidRPr="001008E4">
        <w:rPr>
          <w:rStyle w:val="libFootnotenumChar"/>
          <w:rtl/>
        </w:rPr>
        <w:t>(2)</w:t>
      </w:r>
      <w:r>
        <w:rPr>
          <w:rtl/>
        </w:rPr>
        <w:t xml:space="preserve">. </w:t>
      </w:r>
    </w:p>
    <w:p w:rsidR="00AA2ABC" w:rsidRDefault="00AA2ABC" w:rsidP="002704FD">
      <w:pPr>
        <w:pStyle w:val="libNormal"/>
        <w:rPr>
          <w:rtl/>
        </w:rPr>
      </w:pPr>
      <w:r>
        <w:rPr>
          <w:rtl/>
        </w:rPr>
        <w:t xml:space="preserve">واعلم انّ أقلّ سجدة الشكر أن تقول ثلاثاً : « شكراً لله » كما ورد عن الرضا </w:t>
      </w:r>
      <w:r w:rsidR="00763E2E" w:rsidRPr="00763E2E">
        <w:rPr>
          <w:rStyle w:val="libAlaemChar"/>
          <w:rFonts w:hint="cs"/>
          <w:rtl/>
        </w:rPr>
        <w:t>عليه‌السلام</w:t>
      </w:r>
      <w:r>
        <w:rPr>
          <w:rtl/>
        </w:rPr>
        <w:t xml:space="preserve"> ، وعنه </w:t>
      </w:r>
      <w:r w:rsidR="00763E2E" w:rsidRPr="00763E2E">
        <w:rPr>
          <w:rStyle w:val="libAlaemChar"/>
          <w:rFonts w:hint="cs"/>
          <w:rtl/>
        </w:rPr>
        <w:t>عليه‌السلام</w:t>
      </w:r>
      <w:r>
        <w:rPr>
          <w:rtl/>
        </w:rPr>
        <w:t xml:space="preserve"> أيضاً أن تقول مائة مرّة ( عفواً ) ومائة مرّة ( شكراً ) ، ولا بأس لو قال في السجدة الأولى مائة مرّة ( عفواً ) أو ( العفو العفو ). </w:t>
      </w:r>
    </w:p>
    <w:p w:rsidR="00AA2ABC" w:rsidRDefault="00AA2ABC" w:rsidP="002704FD">
      <w:pPr>
        <w:pStyle w:val="libNormal"/>
        <w:rPr>
          <w:rtl/>
        </w:rPr>
      </w:pPr>
      <w:r>
        <w:rPr>
          <w:rtl/>
        </w:rPr>
        <w:t xml:space="preserve">ثم يضع خدّه الأيمن على الأرض ويقرأ أيّ دعاء أو ذكر شاء ك ـ ( يا الله يا رباه يا سيداه ) ، وكذلك يضع خدّه الأيسر على الأرض ويقول مثلما قال أو أيّ دعاء آخر ، ثم يضع جبهته مرّة أخرى على الأرض ويقول مائة مرّة ( شكراً شكراً ). </w:t>
      </w:r>
    </w:p>
    <w:p w:rsidR="00AA2ABC" w:rsidRDefault="00AA2ABC" w:rsidP="002704FD">
      <w:pPr>
        <w:pStyle w:val="libNormal"/>
        <w:rPr>
          <w:rtl/>
        </w:rPr>
      </w:pPr>
      <w:r>
        <w:rPr>
          <w:rtl/>
        </w:rPr>
        <w:t xml:space="preserve">ويستحب في هذه السجدة بخلاف سجدة الصلاة افتراش الذراعين وإلصاق الصدر والبطن بالأرض ، ويستحب أيضاً طلب حاجاته وحوائج اخوانه المؤمنين ، وأن يبالغ في التضرّع والمناجات ، وأن يطيلها كثيراً ، كما جاء في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التهذيب 2 : 110 ح 415 ـ من لا يحضره الفقيه 1 : 333 ح 979.</w:t>
      </w:r>
    </w:p>
    <w:p w:rsidR="00AA2ABC" w:rsidRDefault="00AA2ABC" w:rsidP="001008E4">
      <w:pPr>
        <w:pStyle w:val="libFootnote0"/>
        <w:rPr>
          <w:rtl/>
        </w:rPr>
      </w:pPr>
      <w:r>
        <w:rPr>
          <w:rtl/>
        </w:rPr>
        <w:t>2 ـ أمالي الطوسي : 165 ح 27 مجلس 6 ـ عنه البحار 86 : 199 ح 7 باب 66.</w:t>
      </w:r>
    </w:p>
    <w:p w:rsidR="00AA2ABC" w:rsidRDefault="00AA2ABC" w:rsidP="002704FD">
      <w:pPr>
        <w:pStyle w:val="libNormal0"/>
        <w:rPr>
          <w:rtl/>
        </w:rPr>
      </w:pPr>
      <w:r>
        <w:rPr>
          <w:rtl/>
        </w:rPr>
        <w:br w:type="page"/>
      </w:r>
      <w:r>
        <w:rPr>
          <w:rtl/>
        </w:rPr>
        <w:lastRenderedPageBreak/>
        <w:t xml:space="preserve">الأحاديث المعتبرة انّ أقرب ما يكون العبد من الرب وهو ساجد باك </w:t>
      </w:r>
      <w:r w:rsidRPr="001008E4">
        <w:rPr>
          <w:rStyle w:val="libFootnotenumChar"/>
          <w:rtl/>
        </w:rPr>
        <w:t>(1)</w:t>
      </w:r>
      <w:r>
        <w:rPr>
          <w:rtl/>
        </w:rPr>
        <w:t>.</w:t>
      </w:r>
    </w:p>
    <w:p w:rsidR="00AA2ABC" w:rsidRDefault="00AA2ABC" w:rsidP="002704FD">
      <w:pPr>
        <w:pStyle w:val="libNormal"/>
        <w:rPr>
          <w:rtl/>
        </w:rPr>
      </w:pPr>
      <w:r>
        <w:rPr>
          <w:rtl/>
        </w:rPr>
        <w:t xml:space="preserve">وكان الأئمة </w:t>
      </w:r>
      <w:r w:rsidR="000A073B" w:rsidRPr="000A073B">
        <w:rPr>
          <w:rStyle w:val="libAlaemChar"/>
          <w:rFonts w:hint="cs"/>
          <w:rtl/>
        </w:rPr>
        <w:t>عليهم‌السلام</w:t>
      </w:r>
      <w:r>
        <w:rPr>
          <w:rtl/>
        </w:rPr>
        <w:t xml:space="preserve"> يسجدون سجدات طويلة سيّما الامام موسى الكاظم </w:t>
      </w:r>
      <w:r w:rsidR="00763E2E" w:rsidRPr="00763E2E">
        <w:rPr>
          <w:rStyle w:val="libAlaemChar"/>
          <w:rFonts w:hint="cs"/>
          <w:rtl/>
        </w:rPr>
        <w:t>عليه‌السلام</w:t>
      </w:r>
      <w:r>
        <w:rPr>
          <w:rtl/>
        </w:rPr>
        <w:t xml:space="preserve"> حيث كان يسجد بعد صلاة الصبح ويرفع رأسه عند الزوال ، ولو كان </w:t>
      </w:r>
      <w:r w:rsidR="00763E2E" w:rsidRPr="00763E2E">
        <w:rPr>
          <w:rStyle w:val="libAlaemChar"/>
          <w:rFonts w:hint="cs"/>
          <w:rtl/>
        </w:rPr>
        <w:t>عليه‌السلام</w:t>
      </w:r>
      <w:r>
        <w:rPr>
          <w:rtl/>
        </w:rPr>
        <w:t xml:space="preserve"> في حالة لم يقدر فيها على هداية الناس وارشادهم [ لسجن أو أمور أخر ] لم يزل ساجداً مناجياً لله تعالى </w:t>
      </w:r>
      <w:r w:rsidRPr="001008E4">
        <w:rPr>
          <w:rStyle w:val="libFootnotenumChar"/>
          <w:rtl/>
        </w:rPr>
        <w:t>(2)</w:t>
      </w:r>
      <w:r>
        <w:rPr>
          <w:rtl/>
        </w:rPr>
        <w:t xml:space="preserve">. </w:t>
      </w:r>
    </w:p>
    <w:p w:rsidR="00AA2ABC" w:rsidRDefault="00AA2ABC" w:rsidP="002704FD">
      <w:pPr>
        <w:pStyle w:val="libNormal"/>
        <w:rPr>
          <w:rtl/>
        </w:rPr>
      </w:pPr>
      <w:r>
        <w:rPr>
          <w:rtl/>
        </w:rPr>
        <w:t xml:space="preserve">وكذلك كانت أحوال كبار أصحابه حتى نقل انّ بعضهم كان يطيل السجود بحيث تأتي الطيور وتصنع عشّاً على ظهره ، والأدعية المنقولة عن أهل البيت </w:t>
      </w:r>
      <w:r w:rsidR="000A073B" w:rsidRPr="000A073B">
        <w:rPr>
          <w:rStyle w:val="libAlaemChar"/>
          <w:rFonts w:hint="cs"/>
          <w:rtl/>
        </w:rPr>
        <w:t>عليهم‌السلام</w:t>
      </w:r>
      <w:r>
        <w:rPr>
          <w:rtl/>
        </w:rPr>
        <w:t xml:space="preserve"> في السجود كثيرة ، ولا يسع الكتاب ذكرها ، وأحسنها وأجودها ما رواه الكليني بسند حسنٍ عن عبدالله بن جندب قال : سألت أبا الحسن الماضي </w:t>
      </w:r>
      <w:r w:rsidR="00763E2E" w:rsidRPr="00763E2E">
        <w:rPr>
          <w:rStyle w:val="libAlaemChar"/>
          <w:rFonts w:hint="cs"/>
          <w:rtl/>
        </w:rPr>
        <w:t>عليه‌السلام</w:t>
      </w:r>
      <w:r>
        <w:rPr>
          <w:rtl/>
        </w:rPr>
        <w:t xml:space="preserve"> عمّا أقول في سجدة الشكر فقد اختلف أصحابنا فيه؟ فقال : قل وأنت ساجد : </w:t>
      </w:r>
    </w:p>
    <w:p w:rsidR="00AA2ABC" w:rsidRDefault="00AA2ABC" w:rsidP="002704FD">
      <w:pPr>
        <w:pStyle w:val="libNormal"/>
        <w:rPr>
          <w:rtl/>
        </w:rPr>
      </w:pPr>
      <w:r>
        <w:rPr>
          <w:rtl/>
        </w:rPr>
        <w:t xml:space="preserve">« اللهم انّي أُشهدك وأُشهد ملائكتك وأنبياءك وجميع خلقك انّك الله ربّي ، والإسلام ديني ، ومحمد نبيي ، وعلياً ، والحسن ، والحسين ، وعليّ بن الحسين ، </w:t>
      </w:r>
    </w:p>
    <w:p w:rsidR="00AA2ABC" w:rsidRDefault="00AA2ABC" w:rsidP="001008E4">
      <w:pPr>
        <w:pStyle w:val="libFootnote0"/>
        <w:rPr>
          <w:rtl/>
        </w:rPr>
      </w:pPr>
      <w:r>
        <w:rPr>
          <w:rtl/>
        </w:rPr>
        <w:t>____________</w:t>
      </w:r>
    </w:p>
    <w:p w:rsidR="00AA2ABC" w:rsidRDefault="00AA2ABC" w:rsidP="001008E4">
      <w:pPr>
        <w:pStyle w:val="libFootnote0"/>
        <w:rPr>
          <w:rtl/>
        </w:rPr>
      </w:pPr>
      <w:r>
        <w:rPr>
          <w:rtl/>
        </w:rPr>
        <w:t>1 ـ الكافي 2 : 483 ح 10.</w:t>
      </w:r>
    </w:p>
    <w:p w:rsidR="00AA2ABC" w:rsidRDefault="00AA2ABC" w:rsidP="001008E4">
      <w:pPr>
        <w:pStyle w:val="libFootnote0"/>
        <w:rPr>
          <w:rtl/>
        </w:rPr>
      </w:pPr>
      <w:r>
        <w:rPr>
          <w:rtl/>
        </w:rPr>
        <w:t xml:space="preserve">2 ـ روي الكليني </w:t>
      </w:r>
      <w:r w:rsidR="003856BA" w:rsidRPr="003856BA">
        <w:rPr>
          <w:rStyle w:val="libAlaemChar"/>
          <w:rFonts w:hint="cs"/>
          <w:rtl/>
        </w:rPr>
        <w:t>رحمه‌الله</w:t>
      </w:r>
      <w:r>
        <w:rPr>
          <w:rtl/>
        </w:rPr>
        <w:t xml:space="preserve"> في الكافي 3 : 326 ح 19 عن محمد بن سليمان ، عن أبيه قال : خرجت مع أبي الحسن موسى بن جعفر </w:t>
      </w:r>
      <w:r w:rsidR="000A073B" w:rsidRPr="000A073B">
        <w:rPr>
          <w:rStyle w:val="libAlaemChar"/>
          <w:rFonts w:hint="cs"/>
          <w:rtl/>
        </w:rPr>
        <w:t>عليهما‌السلام</w:t>
      </w:r>
      <w:r>
        <w:rPr>
          <w:rtl/>
        </w:rPr>
        <w:t xml:space="preserve"> إلى بعض أمواله ، فقال إلى صلاة الظهر ، فلمّا فرغ خرّ لله ساجداً ، فسمعته يقول بصوت حزين وتغرغر دموعه : « ربّ عصيتك بلساني ولو شئت وعزّتك لأخرستني ، وعصيتك ببصري ولو شئت وعزّتك لأكمهتني ، وعصيتك بسمعي ولو شئت وعزّتك لأصمتني ، وعصيتك بيدي ولو شئت وعزّتك لكنعتني ، وعصيتك برجلي ولو شئت وعزّتك لجذمتني ، وعصيتك بفرجي ولو شئت وعزتك لعقمتني ، وعصيتك بجميع جوارحي التي أنعمت بها عليّ وليس هذا جزاؤك منّي ».</w:t>
      </w:r>
    </w:p>
    <w:p w:rsidR="00AA2ABC" w:rsidRDefault="00AA2ABC" w:rsidP="001008E4">
      <w:pPr>
        <w:pStyle w:val="libFootnote0"/>
        <w:rPr>
          <w:rtl/>
        </w:rPr>
      </w:pPr>
      <w:r>
        <w:rPr>
          <w:rtl/>
        </w:rPr>
        <w:t xml:space="preserve">قال : ثم احصيت له ألف مرّة وهو يقول : « العفو العفو » قال : ثم ألصق خدّه الأيمن بالأرض فسمعته وهو يقول بصوت حزين : « بؤت إليك بذنبي ، عملت سوءاً وظلمت نفسي فاغفر لي فانّه لا يغفر الذنوب غيرك يا مولاي » ثلاث مرات ، ثم ألصق خدّه الأيسر بالأرض فسمعته يقول : « ارحم من أساء واقترف واستكان واعترف » ثلاث مرات ، ثم رفع رأسه. </w:t>
      </w:r>
    </w:p>
    <w:p w:rsidR="00AA2ABC" w:rsidRDefault="00AA2ABC" w:rsidP="002704FD">
      <w:pPr>
        <w:pStyle w:val="libNormal0"/>
        <w:rPr>
          <w:rtl/>
        </w:rPr>
      </w:pPr>
      <w:r>
        <w:rPr>
          <w:rtl/>
        </w:rPr>
        <w:br w:type="page"/>
      </w:r>
      <w:r>
        <w:rPr>
          <w:rtl/>
        </w:rPr>
        <w:lastRenderedPageBreak/>
        <w:t>ومحمد بن عليّ ، وجعفر بن محمد ، وموسى بن جعفر ، وعليّ بن موسى ، ومحمد ابن عليّ ، وعليّ بن محمد ، والحسن بن عليّ ، والحجة بن الحسن أئمتي ، بهم أتولّى ومن أعدائهم اتبرأ.</w:t>
      </w:r>
    </w:p>
    <w:p w:rsidR="00AA2ABC" w:rsidRDefault="00AA2ABC" w:rsidP="002704FD">
      <w:pPr>
        <w:pStyle w:val="libNormal"/>
        <w:rPr>
          <w:rtl/>
        </w:rPr>
      </w:pPr>
      <w:r>
        <w:rPr>
          <w:rtl/>
        </w:rPr>
        <w:t xml:space="preserve">اللهم انّي أُنشدك دم المظلوم ـ ثلاثاً ـ اللهم انّي أنشدك بايوائك على نفسك لأوليائك لتظفرنّهم بعدوّك وعدوّهم أن تصلّي على محمد وعلى المستحفظين من آل محمد ، اللهم انّي أسألك اليسر بعد العسر ـ ثلاثاً ـ ». </w:t>
      </w:r>
    </w:p>
    <w:p w:rsidR="00AA2ABC" w:rsidRDefault="00AA2ABC" w:rsidP="002704FD">
      <w:pPr>
        <w:pStyle w:val="libNormal"/>
        <w:rPr>
          <w:rtl/>
        </w:rPr>
      </w:pPr>
      <w:r>
        <w:rPr>
          <w:rtl/>
        </w:rPr>
        <w:t xml:space="preserve">ثم ضع خدّك الأيمن على الأرض وتقول : « يا كهفي حين تعييني المذاهب ، وتضيق عليّ الأرض بما رحبت ، ويا بارىء خلقي رحمة بي وقد كان عن خلقي غنياً ، صلّ على محمد وعلى المستحفظين من آل محمد ». </w:t>
      </w:r>
    </w:p>
    <w:p w:rsidR="00AA2ABC" w:rsidRDefault="00AA2ABC" w:rsidP="002704FD">
      <w:pPr>
        <w:pStyle w:val="libNormal"/>
        <w:rPr>
          <w:rtl/>
        </w:rPr>
      </w:pPr>
      <w:r>
        <w:rPr>
          <w:rtl/>
        </w:rPr>
        <w:t xml:space="preserve">ثم ضع خدّك الأيسر وتقول : « يا مذلّ كلّ جبار ، ويا معزّ كلّ ذليل ، قد وعزّتك بلغ بي مجهودي » ثلاثاً ، ثم تقول : « يا حنّان يا منّان ، يا كاشف الكرب العظام » ثلاثاً ، ثم تعود للسجود فتقول مائة مرّة : « شكراً شكراً » ثم تسأل حاجتك ان شاء الله تعالى </w:t>
      </w:r>
      <w:r w:rsidRPr="001008E4">
        <w:rPr>
          <w:rStyle w:val="libFootnotenumChar"/>
          <w:rtl/>
        </w:rPr>
        <w:t>(1)</w:t>
      </w:r>
      <w:r>
        <w:rPr>
          <w:rtl/>
        </w:rPr>
        <w:t xml:space="preserve">. </w:t>
      </w:r>
    </w:p>
    <w:p w:rsidR="00AA2ABC" w:rsidRDefault="00AA2ABC" w:rsidP="002704FD">
      <w:pPr>
        <w:pStyle w:val="libNormal"/>
        <w:rPr>
          <w:rtl/>
        </w:rPr>
      </w:pPr>
      <w:r>
        <w:rPr>
          <w:rtl/>
        </w:rPr>
        <w:t xml:space="preserve">وجاء في رواية انّ الامام الكاظم </w:t>
      </w:r>
      <w:r w:rsidR="00763E2E" w:rsidRPr="00763E2E">
        <w:rPr>
          <w:rStyle w:val="libAlaemChar"/>
          <w:rFonts w:hint="cs"/>
          <w:rtl/>
        </w:rPr>
        <w:t>عليه‌السلام</w:t>
      </w:r>
      <w:r>
        <w:rPr>
          <w:rtl/>
        </w:rPr>
        <w:t xml:space="preserve"> قال في السجدة الأُولى ( العفو العفو ) ألف مرّة. وفي رواية انّه كان يقول أبو الحسن </w:t>
      </w:r>
      <w:r w:rsidR="00763E2E" w:rsidRPr="00763E2E">
        <w:rPr>
          <w:rStyle w:val="libAlaemChar"/>
          <w:rFonts w:hint="cs"/>
          <w:rtl/>
        </w:rPr>
        <w:t>عليه‌السلام</w:t>
      </w:r>
      <w:r>
        <w:rPr>
          <w:rtl/>
        </w:rPr>
        <w:t xml:space="preserve"> في سجوده : « أعوذ بك من نار حرّها لا يطفأ ، وأعوذ بك من نار جديدها لا يبلى ، وأعوذ بك من نار عطشانها لا يروى ، وأعوذ بك من نار مسلوبها لا يكسى » </w:t>
      </w:r>
      <w:r w:rsidRPr="001008E4">
        <w:rPr>
          <w:rStyle w:val="libFootnotenumChar"/>
          <w:rtl/>
        </w:rPr>
        <w:t>(2)</w:t>
      </w:r>
      <w:r>
        <w:rPr>
          <w:rtl/>
        </w:rPr>
        <w:t xml:space="preserve">. </w:t>
      </w:r>
    </w:p>
    <w:p w:rsidR="00AA2ABC" w:rsidRDefault="00AA2ABC" w:rsidP="002704FD">
      <w:pPr>
        <w:pStyle w:val="libNormal"/>
        <w:rPr>
          <w:rtl/>
        </w:rPr>
      </w:pPr>
      <w:r>
        <w:rPr>
          <w:rtl/>
        </w:rPr>
        <w:t xml:space="preserve">وروي أيضاً انّه : كان أمير المؤمنين </w:t>
      </w:r>
      <w:r w:rsidR="00763E2E" w:rsidRPr="00763E2E">
        <w:rPr>
          <w:rStyle w:val="libAlaemChar"/>
          <w:rFonts w:hint="cs"/>
          <w:rtl/>
        </w:rPr>
        <w:t>عليه‌السلام</w:t>
      </w:r>
      <w:r>
        <w:rPr>
          <w:rtl/>
        </w:rPr>
        <w:t xml:space="preserve"> يقول وهو ساجد : « ارحم ذلّي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3 : 325 ح 17 ـ مثله البحار 86 : 235 ح 59 باب 66 ـ عن مصباح الشيخ.</w:t>
      </w:r>
    </w:p>
    <w:p w:rsidR="00AA2ABC" w:rsidRDefault="00AA2ABC" w:rsidP="001008E4">
      <w:pPr>
        <w:pStyle w:val="libFootnote0"/>
        <w:rPr>
          <w:rtl/>
        </w:rPr>
      </w:pPr>
      <w:r>
        <w:rPr>
          <w:rtl/>
        </w:rPr>
        <w:t xml:space="preserve">2 ـ الكافي 3 : 328 ح 22 ـ عنه البحار 86 : 238 ح 60 باب 66. </w:t>
      </w:r>
    </w:p>
    <w:p w:rsidR="00AA2ABC" w:rsidRDefault="00AA2ABC" w:rsidP="002704FD">
      <w:pPr>
        <w:pStyle w:val="libNormal0"/>
        <w:rPr>
          <w:rtl/>
        </w:rPr>
      </w:pPr>
      <w:r>
        <w:rPr>
          <w:rtl/>
        </w:rPr>
        <w:br w:type="page"/>
      </w:r>
      <w:r>
        <w:rPr>
          <w:rtl/>
        </w:rPr>
        <w:lastRenderedPageBreak/>
        <w:t xml:space="preserve">بين يديك ، وتضرّعي إليك ، ووحشتي من الناس ، وأنسي بك يا كريم » </w:t>
      </w:r>
      <w:r w:rsidRPr="001008E4">
        <w:rPr>
          <w:rStyle w:val="libFootnotenumChar"/>
          <w:rtl/>
        </w:rPr>
        <w:t>(1)</w:t>
      </w:r>
      <w:r>
        <w:rPr>
          <w:rtl/>
        </w:rPr>
        <w:t>.</w:t>
      </w:r>
    </w:p>
    <w:p w:rsidR="00AA2ABC" w:rsidRDefault="00AA2ABC" w:rsidP="00AA2ABC">
      <w:pPr>
        <w:pStyle w:val="Heading1Center"/>
        <w:rPr>
          <w:rtl/>
        </w:rPr>
      </w:pPr>
      <w:bookmarkStart w:id="266" w:name="_Toc392501969"/>
      <w:bookmarkStart w:id="267" w:name="_Toc392502917"/>
      <w:r>
        <w:rPr>
          <w:rtl/>
        </w:rPr>
        <w:t>( الفصل السابع )</w:t>
      </w:r>
      <w:bookmarkEnd w:id="266"/>
      <w:bookmarkEnd w:id="267"/>
    </w:p>
    <w:p w:rsidR="00AA2ABC" w:rsidRDefault="00AA2ABC" w:rsidP="00AA2ABC">
      <w:pPr>
        <w:pStyle w:val="Heading1Center"/>
        <w:rPr>
          <w:rtl/>
        </w:rPr>
      </w:pPr>
      <w:bookmarkStart w:id="268" w:name="_Toc392501970"/>
      <w:bookmarkStart w:id="269" w:name="_Toc392502918"/>
      <w:r>
        <w:rPr>
          <w:rtl/>
        </w:rPr>
        <w:t>فيما يقرأ عند النوم</w:t>
      </w:r>
      <w:bookmarkEnd w:id="268"/>
      <w:bookmarkEnd w:id="269"/>
    </w:p>
    <w:p w:rsidR="00AA2ABC" w:rsidRDefault="00AA2ABC" w:rsidP="002704FD">
      <w:pPr>
        <w:pStyle w:val="libNormal"/>
        <w:rPr>
          <w:rtl/>
        </w:rPr>
      </w:pPr>
      <w:r>
        <w:rPr>
          <w:rtl/>
        </w:rPr>
        <w:t xml:space="preserve">اعلم انّه يستحبّ أن يكون الانسان حين النوم متوضّأً ، وأن ينام على جهة اليمين وإلى القبلة ، وأن يقرأ السور والآيات التي ذكرت في باب فضائل القرآن ، وأحسن الأذكار تسبيح الزهراء </w:t>
      </w:r>
      <w:r w:rsidR="00BF0EA2" w:rsidRPr="00BF0EA2">
        <w:rPr>
          <w:rStyle w:val="libAlaemChar"/>
          <w:rFonts w:hint="cs"/>
          <w:rtl/>
        </w:rPr>
        <w:t>عليها‌السلام</w:t>
      </w:r>
      <w:r>
        <w:rPr>
          <w:rtl/>
        </w:rPr>
        <w:t>.</w:t>
      </w:r>
    </w:p>
    <w:p w:rsidR="00AA2ABC" w:rsidRDefault="00AA2ABC" w:rsidP="002704FD">
      <w:pPr>
        <w:pStyle w:val="libNormal"/>
        <w:rPr>
          <w:rtl/>
        </w:rPr>
      </w:pPr>
      <w:r>
        <w:rPr>
          <w:rtl/>
        </w:rPr>
        <w:t xml:space="preserve">روي بسند معتبر عن أبي عبدالله </w:t>
      </w:r>
      <w:r w:rsidR="00763E2E" w:rsidRPr="00763E2E">
        <w:rPr>
          <w:rStyle w:val="libAlaemChar"/>
          <w:rFonts w:hint="cs"/>
          <w:rtl/>
        </w:rPr>
        <w:t>عليه‌السلام</w:t>
      </w:r>
      <w:r>
        <w:rPr>
          <w:rtl/>
        </w:rPr>
        <w:t xml:space="preserve"> انّه قال : اذا آوى أحدكم إلى فراشه ابتدره ملك كريم وشيطان مريد ، فيقول له الملك : أختم يومك بخير ، وافتح ليلك بخير ، ويقول له الشيطان : اختم يومك باثم ، وافتح ليلك باثم.</w:t>
      </w:r>
    </w:p>
    <w:p w:rsidR="00AA2ABC" w:rsidRDefault="00AA2ABC" w:rsidP="002704FD">
      <w:pPr>
        <w:pStyle w:val="libNormal"/>
        <w:rPr>
          <w:rtl/>
        </w:rPr>
      </w:pPr>
      <w:r>
        <w:rPr>
          <w:rtl/>
        </w:rPr>
        <w:t>قال : فإن أطاع الملك الكريم ، وختم يومه بذكر الله ، وفتح ليله بذكر الله ، اذا أخذ مضجعه وكبّر الله أربعاً وثلاثين مرّة ، وسبّح الله ثلاثاً وثلاثين مرّة ، وحمد الله ثلاثاً وثلاثين مرّة ، زجر الملك الشيطان عنه ، فتنحّى وكلأه الملك حتى ينتبه من رقدته.</w:t>
      </w:r>
    </w:p>
    <w:p w:rsidR="00AA2ABC" w:rsidRDefault="00AA2ABC" w:rsidP="002704FD">
      <w:pPr>
        <w:pStyle w:val="libNormal"/>
        <w:rPr>
          <w:rtl/>
        </w:rPr>
      </w:pPr>
      <w:r>
        <w:rPr>
          <w:rtl/>
        </w:rPr>
        <w:t xml:space="preserve">فاذا انتبه ابتدر شيطانه فقال له مثل مقالته قبل أن يرقد ، ويقول له الملك مثل ما قال له قبل أن يرقد ، فإن ذكر الله عزّوجلّ العبد بمثل ما ذكره أوّلاً طرد الملك شيطانه عنه ، فتنحّى وكتب الله عزّوجلّ له بذلك قنوت ليلة </w:t>
      </w:r>
      <w:r w:rsidRPr="001008E4">
        <w:rPr>
          <w:rStyle w:val="libFootnotenumChar"/>
          <w:rtl/>
        </w:rPr>
        <w:t>(2)</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البحار 86 : 234 ضمن حديث 58 باب 66 عن الكافي 3 : 327 ضمن حديث 21 وفيه : « وآنسني بك يا كريم ».</w:t>
      </w:r>
    </w:p>
    <w:p w:rsidR="00AA2ABC" w:rsidRDefault="00AA2ABC" w:rsidP="001008E4">
      <w:pPr>
        <w:pStyle w:val="libFootnote0"/>
        <w:rPr>
          <w:rtl/>
        </w:rPr>
      </w:pPr>
      <w:r>
        <w:rPr>
          <w:rtl/>
        </w:rPr>
        <w:t xml:space="preserve">2 ـ فلاح السائل : 279 ـ عنه البحار 76 : 209 ضمن حديث 23 باب 44. </w:t>
      </w:r>
    </w:p>
    <w:p w:rsidR="00AA2ABC" w:rsidRDefault="00AA2ABC" w:rsidP="002704FD">
      <w:pPr>
        <w:pStyle w:val="libNormal"/>
        <w:rPr>
          <w:rtl/>
        </w:rPr>
      </w:pPr>
      <w:r>
        <w:rPr>
          <w:rtl/>
        </w:rPr>
        <w:br w:type="page"/>
      </w:r>
      <w:r>
        <w:rPr>
          <w:rtl/>
        </w:rPr>
        <w:lastRenderedPageBreak/>
        <w:t xml:space="preserve">وروي بسند معتبر عن الامام الهادي </w:t>
      </w:r>
      <w:r w:rsidR="00763E2E" w:rsidRPr="00763E2E">
        <w:rPr>
          <w:rStyle w:val="libAlaemChar"/>
          <w:rFonts w:hint="cs"/>
          <w:rtl/>
        </w:rPr>
        <w:t>عليه‌السلام</w:t>
      </w:r>
      <w:r>
        <w:rPr>
          <w:rtl/>
        </w:rPr>
        <w:t xml:space="preserve"> انّه قال : لنا أهل البيت عند نومنا عشر خصال : الطهارة ، وتوسد اليمين ، وتسبيح الله ثلاثاً وثلاثين ، وتحميده ثلاثاً وثلاثين ، وتكبيرة أربعاً وثلاثين ، ونستقبل القبلة بوجوهنا ، ونقرأ فاتحة الكتاب ، وآية الكرسي ، وشهد الله انّه لا اله الاّ هو إلى آخرها ، فمن فعل ذلك فقد أخذ بحظّه من ليلته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قرأ سورة ( انا أنزلناه في ليلة القدر ) احدى عشرة مرّة عند منامه وكّل الله به احدى عشر ملكاً يحفظونه من كلّ شيطان رجيم حتى يصبح </w:t>
      </w:r>
      <w:r w:rsidRPr="001008E4">
        <w:rPr>
          <w:rStyle w:val="libFootnotenumChar"/>
          <w:rtl/>
        </w:rPr>
        <w:t>(2)</w:t>
      </w:r>
      <w:r>
        <w:rPr>
          <w:rtl/>
        </w:rPr>
        <w:t xml:space="preserve">. </w:t>
      </w:r>
    </w:p>
    <w:p w:rsidR="00AA2ABC" w:rsidRDefault="00AA2ABC" w:rsidP="002704FD">
      <w:pPr>
        <w:pStyle w:val="libNormal"/>
        <w:rPr>
          <w:rtl/>
        </w:rPr>
      </w:pPr>
      <w:r>
        <w:rPr>
          <w:rtl/>
        </w:rPr>
        <w:t xml:space="preserve">وروي بسند معتبر عنه </w:t>
      </w:r>
      <w:r w:rsidR="00763E2E" w:rsidRPr="00763E2E">
        <w:rPr>
          <w:rStyle w:val="libAlaemChar"/>
          <w:rFonts w:hint="cs"/>
          <w:rtl/>
        </w:rPr>
        <w:t>عليه‌السلام</w:t>
      </w:r>
      <w:r>
        <w:rPr>
          <w:rtl/>
        </w:rPr>
        <w:t xml:space="preserve"> أيضاً انّه قال : من قرأ </w:t>
      </w:r>
      <w:r w:rsidRPr="002704FD">
        <w:rPr>
          <w:rStyle w:val="libAlaemChar"/>
          <w:rtl/>
        </w:rPr>
        <w:t>(</w:t>
      </w:r>
      <w:r>
        <w:rPr>
          <w:rtl/>
        </w:rPr>
        <w:t xml:space="preserve"> </w:t>
      </w:r>
      <w:r w:rsidRPr="002704FD">
        <w:rPr>
          <w:rStyle w:val="libAieChar"/>
          <w:rtl/>
        </w:rPr>
        <w:t>قل هو الله أحد</w:t>
      </w:r>
      <w:r>
        <w:rPr>
          <w:rtl/>
        </w:rPr>
        <w:t xml:space="preserve"> </w:t>
      </w:r>
      <w:r w:rsidRPr="002704FD">
        <w:rPr>
          <w:rStyle w:val="libAlaemChar"/>
          <w:rtl/>
        </w:rPr>
        <w:t>)</w:t>
      </w:r>
      <w:r>
        <w:rPr>
          <w:rtl/>
        </w:rPr>
        <w:t xml:space="preserve"> احدى عشرة مرّة حين يأوي إلى فراشه غفر له ذنبه ، وشفّع في جيرانه ، فإن قرأها مائة مرّة غفر ذنبه فيما يستقبل خمسين سنة </w:t>
      </w:r>
      <w:r w:rsidRPr="001008E4">
        <w:rPr>
          <w:rStyle w:val="libFootnotenumChar"/>
          <w:rtl/>
        </w:rPr>
        <w:t>(3)</w:t>
      </w:r>
      <w:r>
        <w:rPr>
          <w:rtl/>
        </w:rPr>
        <w:t xml:space="preserve">. </w:t>
      </w:r>
    </w:p>
    <w:p w:rsidR="00AA2ABC" w:rsidRDefault="00AA2ABC" w:rsidP="002704FD">
      <w:pPr>
        <w:pStyle w:val="libNormal"/>
        <w:rPr>
          <w:rtl/>
        </w:rPr>
      </w:pPr>
      <w:r>
        <w:rPr>
          <w:rtl/>
        </w:rPr>
        <w:t>وروي انّه من أصابه فزع عند منامه فليقرأ اذا آوى إلى فراشه المعوذتين وآية الكرسي.</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قال حين يأخذ مضجعه ثلاث مرّات : « الحمد لله الذي علا فقهر ، والحمد لله الذي بطن فخبر ، والحمد لله الذي ملك فقدر ، والحمد لله الذي يحيي الموتى ويميت الأحياء ، وهو على كلّ شيء قدير » خرج من الذنوب كهيئة يوم ولدته أمّه </w:t>
      </w:r>
      <w:r w:rsidRPr="001008E4">
        <w:rPr>
          <w:rStyle w:val="libFootnotenumChar"/>
          <w:rtl/>
        </w:rPr>
        <w:t>(4)</w:t>
      </w:r>
      <w:r>
        <w:rPr>
          <w:rtl/>
        </w:rPr>
        <w:t xml:space="preserve">.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فلاح السائل : 280 ـ عنه البحار 76 : 210 ضمن حديث 23 باب 44.</w:t>
      </w:r>
    </w:p>
    <w:p w:rsidR="00AA2ABC" w:rsidRDefault="00AA2ABC" w:rsidP="001008E4">
      <w:pPr>
        <w:pStyle w:val="libFootnote0"/>
        <w:rPr>
          <w:rtl/>
        </w:rPr>
      </w:pPr>
      <w:r>
        <w:rPr>
          <w:rtl/>
        </w:rPr>
        <w:t>2 ـ فلاح السائل : 281 : عنه البحار 76 : 210 ضمن حديث 23 باب 44.</w:t>
      </w:r>
    </w:p>
    <w:p w:rsidR="00AA2ABC" w:rsidRDefault="00AA2ABC" w:rsidP="001008E4">
      <w:pPr>
        <w:pStyle w:val="libFootnote0"/>
        <w:rPr>
          <w:rtl/>
        </w:rPr>
      </w:pPr>
      <w:r>
        <w:rPr>
          <w:rtl/>
        </w:rPr>
        <w:t>3 ـ فلاح السائل : 275 : عنه البحار 76 : 205 ضمن حديث 23 باب 44.</w:t>
      </w:r>
    </w:p>
    <w:p w:rsidR="00AA2ABC" w:rsidRDefault="00AA2ABC" w:rsidP="001008E4">
      <w:pPr>
        <w:pStyle w:val="libFootnote0"/>
        <w:rPr>
          <w:rtl/>
        </w:rPr>
      </w:pPr>
      <w:r>
        <w:rPr>
          <w:rtl/>
        </w:rPr>
        <w:t xml:space="preserve">4 ـ الكافي 2 : 535 ح 1 باب الدعاء عند النوم والانتباه. </w:t>
      </w:r>
    </w:p>
    <w:p w:rsidR="00AA2ABC" w:rsidRDefault="00AA2ABC" w:rsidP="002704FD">
      <w:pPr>
        <w:pStyle w:val="libNormal"/>
        <w:rPr>
          <w:rtl/>
        </w:rPr>
      </w:pPr>
      <w:r>
        <w:rPr>
          <w:rtl/>
        </w:rPr>
        <w:br w:type="page"/>
      </w:r>
      <w:r>
        <w:rPr>
          <w:rtl/>
        </w:rPr>
        <w:lastRenderedPageBreak/>
        <w:t xml:space="preserve">وقال </w:t>
      </w:r>
      <w:r w:rsidR="00763E2E" w:rsidRPr="00763E2E">
        <w:rPr>
          <w:rStyle w:val="libAlaemChar"/>
          <w:rFonts w:hint="cs"/>
          <w:rtl/>
        </w:rPr>
        <w:t>عليه‌السلام</w:t>
      </w:r>
      <w:r>
        <w:rPr>
          <w:rtl/>
        </w:rPr>
        <w:t xml:space="preserve"> : ألا أخبركم بما كان رسول الله </w:t>
      </w:r>
      <w:r w:rsidR="00BF0EA2" w:rsidRPr="00BF0EA2">
        <w:rPr>
          <w:rStyle w:val="libAlaemChar"/>
          <w:rFonts w:hint="cs"/>
          <w:rtl/>
        </w:rPr>
        <w:t>صلى‌الله‌عليه‌وآله</w:t>
      </w:r>
      <w:r>
        <w:rPr>
          <w:rtl/>
        </w:rPr>
        <w:t xml:space="preserve"> يقول اذا آوى إلى فراشه؟ قلت : بلى ، قال : كان يقرأ آية الكرسي ويقول : « بسم الله آمنت بالله وكفرت بالطاغوت ، اللهم احفظني في منامي وفي يقظتي » </w:t>
      </w:r>
      <w:r w:rsidRPr="001008E4">
        <w:rPr>
          <w:rStyle w:val="libFootnotenumChar"/>
          <w:rtl/>
        </w:rPr>
        <w:t>(1)</w:t>
      </w:r>
      <w:r>
        <w:rPr>
          <w:rtl/>
        </w:rPr>
        <w:t>.</w:t>
      </w:r>
    </w:p>
    <w:p w:rsidR="00AA2ABC" w:rsidRDefault="00AA2ABC" w:rsidP="002704FD">
      <w:pPr>
        <w:pStyle w:val="libNormal"/>
        <w:rPr>
          <w:rtl/>
        </w:rPr>
      </w:pPr>
      <w:r>
        <w:rPr>
          <w:rtl/>
        </w:rPr>
        <w:t xml:space="preserve">وروي بسند معتبر عن أبي الحسن موسى </w:t>
      </w:r>
      <w:r w:rsidR="00763E2E" w:rsidRPr="00763E2E">
        <w:rPr>
          <w:rStyle w:val="libAlaemChar"/>
          <w:rFonts w:hint="cs"/>
          <w:rtl/>
        </w:rPr>
        <w:t>عليه‌السلام</w:t>
      </w:r>
      <w:r>
        <w:rPr>
          <w:rtl/>
        </w:rPr>
        <w:t xml:space="preserve"> انّه قال : من أحبّ أن ينتبه بالليل فليقل عند النوم : « اللهم لا تنسني ذكرك ، ولا تؤمّني مكرك ، ولا تجعلني من الغافلين ، وأنبهني لأحبّ الساعات إليك ، أدعوك فيها فتستجيب لي ، وأسألك فتعطيني ، وأستغفر فتغفر لي انّه لا يغفر الذنوب الاّ أنت يا أرحم الراحمين ». </w:t>
      </w:r>
    </w:p>
    <w:p w:rsidR="00AA2ABC" w:rsidRDefault="00AA2ABC" w:rsidP="002704FD">
      <w:pPr>
        <w:pStyle w:val="libNormal"/>
        <w:rPr>
          <w:rtl/>
        </w:rPr>
      </w:pPr>
      <w:r>
        <w:rPr>
          <w:rtl/>
        </w:rPr>
        <w:t xml:space="preserve">قال : ثم يبعث الله تعالى إليه ملكين ينبهانه ، فإن انتبه والاّ أمر أن يستغفرا له ، فإن مات في تلك الليلة مات شهيداً ، وان انتبه لم يسأل الله تعالى شيئاً في ذلك الوقت الاّ أعطاه </w:t>
      </w:r>
      <w:r w:rsidRPr="001008E4">
        <w:rPr>
          <w:rStyle w:val="libFootnotenumChar"/>
          <w:rtl/>
        </w:rPr>
        <w:t>(2)</w:t>
      </w:r>
      <w:r>
        <w:rPr>
          <w:rtl/>
        </w:rPr>
        <w:t>.</w:t>
      </w:r>
    </w:p>
    <w:p w:rsidR="00AA2ABC" w:rsidRDefault="00AA2ABC" w:rsidP="002704FD">
      <w:pPr>
        <w:pStyle w:val="libNormal"/>
        <w:rPr>
          <w:rtl/>
        </w:rPr>
      </w:pPr>
      <w:r>
        <w:rPr>
          <w:rtl/>
        </w:rPr>
        <w:t xml:space="preserve">وروي عن أبي جعفر الباقر </w:t>
      </w:r>
      <w:r w:rsidR="00763E2E" w:rsidRPr="00763E2E">
        <w:rPr>
          <w:rStyle w:val="libAlaemChar"/>
          <w:rFonts w:hint="cs"/>
          <w:rtl/>
        </w:rPr>
        <w:t>عليه‌السلام</w:t>
      </w:r>
      <w:r>
        <w:rPr>
          <w:rtl/>
        </w:rPr>
        <w:t xml:space="preserve"> انّه قال : يستحب أن يقول كلّ من تقلّب من جنب إلى آخر : « الحمد لله والله أكبر » </w:t>
      </w:r>
      <w:r w:rsidRPr="001008E4">
        <w:rPr>
          <w:rStyle w:val="libFootnotenumChar"/>
          <w:rtl/>
        </w:rPr>
        <w:t>(3)</w:t>
      </w:r>
      <w:r>
        <w:rPr>
          <w:rtl/>
        </w:rPr>
        <w:t xml:space="preserve">. </w:t>
      </w:r>
    </w:p>
    <w:p w:rsidR="00AA2ABC" w:rsidRDefault="00AA2ABC" w:rsidP="002704FD">
      <w:pPr>
        <w:pStyle w:val="libNormal"/>
        <w:rPr>
          <w:rtl/>
        </w:rPr>
      </w:pPr>
      <w:r>
        <w:rPr>
          <w:rtl/>
        </w:rPr>
        <w:t xml:space="preserve">وروى السيد ابن طاووس </w:t>
      </w:r>
      <w:r w:rsidR="003856BA" w:rsidRPr="003856BA">
        <w:rPr>
          <w:rStyle w:val="libAlaemChar"/>
          <w:rFonts w:hint="cs"/>
          <w:rtl/>
        </w:rPr>
        <w:t>رحمه‌الله</w:t>
      </w:r>
      <w:r>
        <w:rPr>
          <w:rtl/>
        </w:rPr>
        <w:t xml:space="preserve"> بسند معتبر عن أبي عبدالله </w:t>
      </w:r>
      <w:r w:rsidR="00763E2E" w:rsidRPr="00763E2E">
        <w:rPr>
          <w:rStyle w:val="libAlaemChar"/>
          <w:rFonts w:hint="cs"/>
          <w:rtl/>
        </w:rPr>
        <w:t>عليه‌السلام</w:t>
      </w:r>
      <w:r>
        <w:rPr>
          <w:rtl/>
        </w:rPr>
        <w:t xml:space="preserve"> انّه قال : من أراد أن يرى رسول الله صلّى الله وآله وسلّم في منامه فليصلّ العشاء الآخرة ، وليغتسل غسلاً نظيفاً ، وليصلّ أربع ركعات [ بأربع ] مائة آية الكرسي. </w:t>
      </w:r>
    </w:p>
    <w:p w:rsidR="00AA2ABC" w:rsidRDefault="00AA2ABC" w:rsidP="002704FD">
      <w:pPr>
        <w:pStyle w:val="libNormal"/>
        <w:rPr>
          <w:rtl/>
        </w:rPr>
      </w:pPr>
      <w:r>
        <w:rPr>
          <w:rtl/>
        </w:rPr>
        <w:t xml:space="preserve">وليصلّ على محمد وآل محمد عليه و </w:t>
      </w:r>
      <w:r w:rsidR="000A073B" w:rsidRPr="000A073B">
        <w:rPr>
          <w:rStyle w:val="libAlaemChar"/>
          <w:rFonts w:hint="cs"/>
          <w:rtl/>
        </w:rPr>
        <w:t>عليهم‌السلام</w:t>
      </w:r>
      <w:r>
        <w:rPr>
          <w:rtl/>
        </w:rPr>
        <w:t xml:space="preserve"> ألف مرّة ، وليبت على ثوب نظيف لم يجامع عليه حلالاً ولا حراماً ، وليضع يده اليمنى تحت خدّه الأيمن ، وليسبّح مائة مرّة ( سبحان الله والحمد لله ولا اله الاّ الله والله أكبر ولا حول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الكافي 2 : 536 ح 4 باب الدعاء عند النوم والانتباه.</w:t>
      </w:r>
    </w:p>
    <w:p w:rsidR="00AA2ABC" w:rsidRDefault="00AA2ABC" w:rsidP="001008E4">
      <w:pPr>
        <w:pStyle w:val="libFootnote0"/>
        <w:rPr>
          <w:rtl/>
        </w:rPr>
      </w:pPr>
      <w:r>
        <w:rPr>
          <w:rtl/>
        </w:rPr>
        <w:t>2 ـ فلاح السائل : 287 ـ عنه البحار 76 : 216 ضمن حديث 23 باب 44.</w:t>
      </w:r>
    </w:p>
    <w:p w:rsidR="00AA2ABC" w:rsidRDefault="00AA2ABC" w:rsidP="001008E4">
      <w:pPr>
        <w:pStyle w:val="libFootnote0"/>
        <w:rPr>
          <w:rtl/>
        </w:rPr>
      </w:pPr>
      <w:r>
        <w:rPr>
          <w:rtl/>
        </w:rPr>
        <w:t xml:space="preserve">3 ـ مضمون النص. </w:t>
      </w:r>
    </w:p>
    <w:p w:rsidR="00AA2ABC" w:rsidRDefault="00AA2ABC" w:rsidP="002704FD">
      <w:pPr>
        <w:pStyle w:val="libNormal0"/>
        <w:rPr>
          <w:rtl/>
        </w:rPr>
      </w:pPr>
      <w:r>
        <w:rPr>
          <w:rtl/>
        </w:rPr>
        <w:br w:type="page"/>
      </w:r>
      <w:r>
        <w:rPr>
          <w:rtl/>
        </w:rPr>
        <w:lastRenderedPageBreak/>
        <w:t xml:space="preserve">ولا قوة الا بالله ) وليقل مائة مرة : ( ما شاء الله ) فانّه يرى النبي </w:t>
      </w:r>
      <w:r w:rsidR="00BF0EA2" w:rsidRPr="00BF0EA2">
        <w:rPr>
          <w:rStyle w:val="libAlaemChar"/>
          <w:rFonts w:hint="cs"/>
          <w:rtl/>
        </w:rPr>
        <w:t>صلى‌الله‌عليه‌وآله</w:t>
      </w:r>
      <w:r>
        <w:rPr>
          <w:rtl/>
        </w:rPr>
        <w:t xml:space="preserve"> في منامه </w:t>
      </w:r>
      <w:r w:rsidRPr="001008E4">
        <w:rPr>
          <w:rStyle w:val="libFootnotenumChar"/>
          <w:rtl/>
        </w:rPr>
        <w:t>(1)</w:t>
      </w:r>
      <w:r>
        <w:rPr>
          <w:rtl/>
        </w:rPr>
        <w:t>.</w:t>
      </w:r>
    </w:p>
    <w:p w:rsidR="00AA2ABC" w:rsidRDefault="00AA2ABC" w:rsidP="002704FD">
      <w:pPr>
        <w:pStyle w:val="libNormal"/>
        <w:rPr>
          <w:rtl/>
        </w:rPr>
      </w:pPr>
      <w:r>
        <w:rPr>
          <w:rtl/>
        </w:rPr>
        <w:t xml:space="preserve">وقال أيضاً : اذا أردت رؤيا مولاك أمير المؤمنين عليّ بن أبي طالب صلوات الله عليه في منامك فقل عند مضجعك : « اللهم انّي أسألك يا من له لطف خفيّ ، وأياديه باسطة لا تنقضي ، أسألك بلطفك الخفيّ الذي ما لطفت به لعبد الاّ كفى أن تريني مولاي أمير المؤمنين عليّ بن أبي طالب في منامي » </w:t>
      </w:r>
      <w:r w:rsidRPr="001008E4">
        <w:rPr>
          <w:rStyle w:val="libFootnotenumChar"/>
          <w:rtl/>
        </w:rPr>
        <w:t>(2)</w:t>
      </w:r>
      <w:r>
        <w:rPr>
          <w:rtl/>
        </w:rPr>
        <w:t>.</w:t>
      </w:r>
    </w:p>
    <w:p w:rsidR="00AA2ABC" w:rsidRDefault="00AA2ABC" w:rsidP="002704FD">
      <w:pPr>
        <w:pStyle w:val="libNormal"/>
        <w:rPr>
          <w:rtl/>
        </w:rPr>
      </w:pPr>
      <w:r>
        <w:rPr>
          <w:rtl/>
        </w:rPr>
        <w:t xml:space="preserve">وروى أيضاً بسند آخر انّه : اذا أردت أن ترى ميتك فبت على طهر ، وانضجع على يمينك ، وسبّح تسبيح فاطمة </w:t>
      </w:r>
      <w:r w:rsidR="00BF0EA2" w:rsidRPr="00BF0EA2">
        <w:rPr>
          <w:rStyle w:val="libAlaemChar"/>
          <w:rFonts w:hint="cs"/>
          <w:rtl/>
        </w:rPr>
        <w:t>عليها‌السلام</w:t>
      </w:r>
      <w:r>
        <w:rPr>
          <w:rtl/>
        </w:rPr>
        <w:t xml:space="preserve"> ثم قل : </w:t>
      </w:r>
    </w:p>
    <w:p w:rsidR="00AA2ABC" w:rsidRDefault="00AA2ABC" w:rsidP="002704FD">
      <w:pPr>
        <w:pStyle w:val="libNormal"/>
        <w:rPr>
          <w:rtl/>
        </w:rPr>
      </w:pPr>
      <w:r>
        <w:rPr>
          <w:rtl/>
        </w:rPr>
        <w:t xml:space="preserve">« اللهم أنت الحد الذي لا يوصف ، والايمان يعرف منه ، منك بدت الأشياء وإليك تعود ، فما أقبل منها كنت ملجأه ومنجاه ، وما أدبر منها لم يكن له ملجأ ولا منجا منك الاّ إليك ، فأسألك بلا اله الاّ أنت ، وأسألك بسم الله الرحمن الرحيم ، بحقّ محمد </w:t>
      </w:r>
      <w:r w:rsidR="00BF0EA2" w:rsidRPr="00BF0EA2">
        <w:rPr>
          <w:rStyle w:val="libAlaemChar"/>
          <w:rFonts w:hint="cs"/>
          <w:rtl/>
        </w:rPr>
        <w:t>صلى‌الله‌عليه‌وآله</w:t>
      </w:r>
      <w:r>
        <w:rPr>
          <w:rtl/>
        </w:rPr>
        <w:t xml:space="preserve"> سيد النبيين ، وبحقّ عليّ خير الوصيين ، وبحقّ فاطمة سيدة نساء العالمين ، وبحقّ الحسن والحسين الذي جعلتهما سيدي شباب أهل الجنة عليهم أجمعين السلام أن تصلّي على محمد وأهل بيته ، وأن تريني ميتي في الحال التي هو فيها »</w:t>
      </w:r>
      <w:r w:rsidRPr="001008E4">
        <w:rPr>
          <w:rStyle w:val="libFootnotenumChar"/>
          <w:rtl/>
        </w:rPr>
        <w:t>(3)</w:t>
      </w:r>
      <w:r>
        <w:rPr>
          <w:rtl/>
        </w:rPr>
        <w:t>.</w:t>
      </w:r>
    </w:p>
    <w:p w:rsidR="00AA2ABC" w:rsidRDefault="00AA2ABC" w:rsidP="002704FD">
      <w:pPr>
        <w:pStyle w:val="libNormal"/>
        <w:rPr>
          <w:rtl/>
        </w:rPr>
      </w:pPr>
      <w:r>
        <w:rPr>
          <w:rtl/>
        </w:rPr>
        <w:t xml:space="preserve">يقول مؤلّف هذا الكتاب : </w:t>
      </w:r>
    </w:p>
    <w:p w:rsidR="00AA2ABC" w:rsidRDefault="00AA2ABC" w:rsidP="002704FD">
      <w:pPr>
        <w:pStyle w:val="libNormal"/>
        <w:rPr>
          <w:rtl/>
        </w:rPr>
      </w:pPr>
      <w:r>
        <w:rPr>
          <w:rtl/>
        </w:rPr>
        <w:t xml:space="preserve">انّ الأذكار والأدعية والأعمال والعبادات ببركة أهل بيت الرسالة </w:t>
      </w:r>
      <w:r w:rsidR="000A073B" w:rsidRPr="000A073B">
        <w:rPr>
          <w:rStyle w:val="libAlaemChar"/>
          <w:rFonts w:hint="cs"/>
          <w:rtl/>
        </w:rPr>
        <w:t>عليهم‌السلام</w:t>
      </w:r>
      <w:r>
        <w:rPr>
          <w:rtl/>
        </w:rPr>
        <w:t xml:space="preserve"> كثيرة بحيث لا يمكن أداء واحد من مائة ألف منها ، فأيّ جدوى حينئذٍ باتيان البدع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فلاح السائل : 285 ـ عنه البحار 76 : 214 ضمن حديث 23 باب 44.</w:t>
      </w:r>
    </w:p>
    <w:p w:rsidR="00AA2ABC" w:rsidRDefault="00AA2ABC" w:rsidP="001008E4">
      <w:pPr>
        <w:pStyle w:val="libFootnote0"/>
        <w:rPr>
          <w:rtl/>
        </w:rPr>
      </w:pPr>
      <w:r>
        <w:rPr>
          <w:rtl/>
        </w:rPr>
        <w:t>2 ـ فلاح السائل : 285 ـ عنه البحار 76 : 215 ضمن حديث 23 باب 44.</w:t>
      </w:r>
    </w:p>
    <w:p w:rsidR="00AA2ABC" w:rsidRDefault="00AA2ABC" w:rsidP="001008E4">
      <w:pPr>
        <w:pStyle w:val="libFootnote0"/>
        <w:rPr>
          <w:rtl/>
        </w:rPr>
      </w:pPr>
      <w:r>
        <w:rPr>
          <w:rtl/>
        </w:rPr>
        <w:t xml:space="preserve">3 ـ فلاح السائل : 286 ـ عنه البحار 76 : 215 ضمن حديث 23 باب 44. </w:t>
      </w:r>
    </w:p>
    <w:p w:rsidR="00AA2ABC" w:rsidRDefault="00AA2ABC" w:rsidP="002704FD">
      <w:pPr>
        <w:pStyle w:val="libNormal0"/>
        <w:rPr>
          <w:rtl/>
        </w:rPr>
      </w:pPr>
      <w:r>
        <w:rPr>
          <w:rtl/>
        </w:rPr>
        <w:br w:type="page"/>
      </w:r>
      <w:r>
        <w:rPr>
          <w:rtl/>
        </w:rPr>
        <w:lastRenderedPageBreak/>
        <w:t>الموروثة عن مشايخ أهل السنة إلى جمع من الجهلة ، ولو عمل شخص بما ذكرته في هذا الكتاب ـ وانّي لم أذكر الاّ واحداً من ألف ، وقليلاً من كثير ـ على سبيل الاجمال لأخذ جميع وقته.</w:t>
      </w:r>
    </w:p>
    <w:p w:rsidR="00AA2ABC" w:rsidRDefault="00AA2ABC" w:rsidP="002704FD">
      <w:pPr>
        <w:pStyle w:val="libNormal"/>
        <w:rPr>
          <w:rtl/>
        </w:rPr>
      </w:pPr>
      <w:r>
        <w:rPr>
          <w:rtl/>
        </w:rPr>
        <w:t xml:space="preserve">انّ طريقة أهل بيت الرسالة </w:t>
      </w:r>
      <w:r w:rsidR="000A073B" w:rsidRPr="000A073B">
        <w:rPr>
          <w:rStyle w:val="libAlaemChar"/>
          <w:rFonts w:hint="cs"/>
          <w:rtl/>
        </w:rPr>
        <w:t>عليهم‌السلام</w:t>
      </w:r>
      <w:r>
        <w:rPr>
          <w:rtl/>
        </w:rPr>
        <w:t xml:space="preserve"> معلومة ومضبوطة مجملاً ، وهي ظاهرة وواضحة لمن أراد سلوكها ، وأوّل عمل من أعمالهم </w:t>
      </w:r>
      <w:r w:rsidR="000A073B" w:rsidRPr="000A073B">
        <w:rPr>
          <w:rStyle w:val="libAlaemChar"/>
          <w:rFonts w:hint="cs"/>
          <w:rtl/>
        </w:rPr>
        <w:t>عليهم‌السلام</w:t>
      </w:r>
      <w:r>
        <w:rPr>
          <w:rtl/>
        </w:rPr>
        <w:t xml:space="preserve"> وقد بالغوا في الحثّ عليه هو صلاة احدى وخمسين ركعة ، سبعة عشر منه الصلوات اليومية ، وثمان ركعات نافلة الظهر تُصلّى قبلها ، وثمان ركعات نافلة العصر تُصلّى قبلها ، وأربع ركعات منها نافلة المغرب ، وركعتا الوتيرة تُصلّى بعد صلاة العشاء جلوساً وتحسب ركعة واحدة.</w:t>
      </w:r>
    </w:p>
    <w:p w:rsidR="00AA2ABC" w:rsidRDefault="00AA2ABC" w:rsidP="002704FD">
      <w:pPr>
        <w:pStyle w:val="libNormal"/>
        <w:rPr>
          <w:rtl/>
        </w:rPr>
      </w:pPr>
      <w:r>
        <w:rPr>
          <w:rtl/>
        </w:rPr>
        <w:t xml:space="preserve">وثمان ركعات نافلة الليل ، وركعتا الشفع ، وركعة الوتر تُصلّى بعد منتصف الليل ، وركعتان لنافلة الصبح تُصلّى قبل صلاة الصبح ، ويسلّم في هذه النوافل بعد كلّ ركعتين ، وهنّ في الفضل والتأكيد بعد رتبة الواجب ، وكان رسول الله </w:t>
      </w:r>
      <w:r w:rsidR="00BF0EA2" w:rsidRPr="00BF0EA2">
        <w:rPr>
          <w:rStyle w:val="libAlaemChar"/>
          <w:rFonts w:hint="cs"/>
          <w:rtl/>
        </w:rPr>
        <w:t>صلى‌الله‌عليه‌وآله</w:t>
      </w:r>
      <w:r>
        <w:rPr>
          <w:rtl/>
        </w:rPr>
        <w:t xml:space="preserve"> مواظباً عليهنّ ، ولابد من قضائها لو تركت كما تُقضى الفرائض.</w:t>
      </w:r>
    </w:p>
    <w:p w:rsidR="00AA2ABC" w:rsidRDefault="00AA2ABC" w:rsidP="002704FD">
      <w:pPr>
        <w:pStyle w:val="libNormal"/>
        <w:rPr>
          <w:rtl/>
        </w:rPr>
      </w:pPr>
      <w:r>
        <w:rPr>
          <w:rtl/>
        </w:rPr>
        <w:t xml:space="preserve">ومن سننه </w:t>
      </w:r>
      <w:r w:rsidR="00BF0EA2" w:rsidRPr="00BF0EA2">
        <w:rPr>
          <w:rStyle w:val="libAlaemChar"/>
          <w:rFonts w:hint="cs"/>
          <w:rtl/>
        </w:rPr>
        <w:t>صلى‌الله‌عليه‌وآله</w:t>
      </w:r>
      <w:r>
        <w:rPr>
          <w:rtl/>
        </w:rPr>
        <w:t xml:space="preserve"> أيضاً صيام ثلاثة أيام من كلّ شهر أي الخميس من أوّل الشهر ، والأربعاء الاُولى من وسطه ، والخميس من آخره ، وأيضاً صيام تمام شهر شعبان ، فكان </w:t>
      </w:r>
      <w:r w:rsidR="00BF0EA2" w:rsidRPr="00BF0EA2">
        <w:rPr>
          <w:rStyle w:val="libAlaemChar"/>
          <w:rFonts w:hint="cs"/>
          <w:rtl/>
        </w:rPr>
        <w:t>صلى‌الله‌عليه‌وآله</w:t>
      </w:r>
      <w:r>
        <w:rPr>
          <w:rtl/>
        </w:rPr>
        <w:t xml:space="preserve"> دائم الصيام لشعبان حتى قبض ، ولابد من قضاء هذه الأيام الثلاثة أيضاً لو تركت.</w:t>
      </w:r>
    </w:p>
    <w:p w:rsidR="00AA2ABC" w:rsidRDefault="00AA2ABC" w:rsidP="002704FD">
      <w:pPr>
        <w:pStyle w:val="libNormal"/>
        <w:rPr>
          <w:rtl/>
        </w:rPr>
      </w:pPr>
      <w:r>
        <w:rPr>
          <w:rtl/>
        </w:rPr>
        <w:t xml:space="preserve">ومن الأعمال المؤكدة أيضاً التي لها فضائل غير متناهية صلاة جعفر الطيار ، وهي أربع ركعات بتسليمين ، ويستحب في الركعة الأُولى قراءة الحمد ( واذا زلزت الأرض ) وفي الثانية الحمد وسورة العاديات ، وفي الثالثة الحمد وسورة ( اذا جاء نصر الله ) ، وفي الرابعة الحمد وسورة ( قل هو الله أحد ) ، ولا بأس بقراءة </w:t>
      </w:r>
    </w:p>
    <w:p w:rsidR="00AA2ABC" w:rsidRDefault="00AA2ABC" w:rsidP="002704FD">
      <w:pPr>
        <w:pStyle w:val="libNormal0"/>
        <w:rPr>
          <w:rtl/>
        </w:rPr>
      </w:pPr>
      <w:r>
        <w:rPr>
          <w:rtl/>
        </w:rPr>
        <w:br w:type="page"/>
      </w:r>
      <w:r>
        <w:rPr>
          <w:rtl/>
        </w:rPr>
        <w:lastRenderedPageBreak/>
        <w:t xml:space="preserve">سورة </w:t>
      </w:r>
      <w:r w:rsidRPr="002704FD">
        <w:rPr>
          <w:rStyle w:val="libAlaemChar"/>
          <w:rtl/>
        </w:rPr>
        <w:t>(</w:t>
      </w:r>
      <w:r>
        <w:rPr>
          <w:rtl/>
        </w:rPr>
        <w:t xml:space="preserve"> </w:t>
      </w:r>
      <w:r w:rsidRPr="002704FD">
        <w:rPr>
          <w:rStyle w:val="libAieChar"/>
          <w:rtl/>
        </w:rPr>
        <w:t>قل هو الله أحد</w:t>
      </w:r>
      <w:r>
        <w:rPr>
          <w:rtl/>
        </w:rPr>
        <w:t xml:space="preserve"> </w:t>
      </w:r>
      <w:r w:rsidRPr="002704FD">
        <w:rPr>
          <w:rStyle w:val="libAlaemChar"/>
          <w:rtl/>
        </w:rPr>
        <w:t>)</w:t>
      </w:r>
      <w:r>
        <w:rPr>
          <w:rtl/>
        </w:rPr>
        <w:t xml:space="preserve"> في كلّ ركعة.</w:t>
      </w:r>
    </w:p>
    <w:p w:rsidR="00AA2ABC" w:rsidRDefault="00AA2ABC" w:rsidP="002704FD">
      <w:pPr>
        <w:pStyle w:val="libNormal"/>
        <w:rPr>
          <w:rtl/>
        </w:rPr>
      </w:pPr>
      <w:r>
        <w:rPr>
          <w:rtl/>
        </w:rPr>
        <w:t xml:space="preserve">وليقل في كلّ ركعة بعد قراءة السورة ( سبحان الله والحمد لله ولا اله الاّ الله والله أكبر ) خمسة عشر مرّة ، وليقولها في كلّ ركوع ، وقيامٍ من ركوع ، وكلّ سجدة ورفع رأسٍ منها عشر مرّات ، ومن المسنون أن يقول في السجدة الأخيرة بعد التسبيحات : </w:t>
      </w:r>
    </w:p>
    <w:p w:rsidR="00AA2ABC" w:rsidRDefault="00AA2ABC" w:rsidP="002704FD">
      <w:pPr>
        <w:pStyle w:val="libNormal"/>
        <w:rPr>
          <w:rtl/>
        </w:rPr>
      </w:pPr>
      <w:r>
        <w:rPr>
          <w:rtl/>
        </w:rPr>
        <w:t>« سبحان من لبس العزّ والوقار ، سبحان من تعطف بالمجد وتكرّم به ، سبحان من لا ينبغي التسبيح الاّ له ، سبحان من أحصى كلّ شيء علمه ، سبحان ذي المن والنعم ، سبحان ذي القدرة والكرم ، سبحان ذي العزّة والفضل ، سبحان ذي القوّة والطول ، اللهم انّي أسألك بمعاقد العزّ من عرشك ، ومنتهى الرحمة من كتابك ، وباسمك الأعظم ، وكلماتك التامة التي تمت صدقاً وعدلاً أن تصلّي على محمد وآل محمد وأهل بيته ».</w:t>
      </w:r>
    </w:p>
    <w:p w:rsidR="00AA2ABC" w:rsidRDefault="00AA2ABC" w:rsidP="002704FD">
      <w:pPr>
        <w:pStyle w:val="libNormal"/>
        <w:rPr>
          <w:rtl/>
        </w:rPr>
      </w:pPr>
      <w:r>
        <w:rPr>
          <w:rtl/>
        </w:rPr>
        <w:t xml:space="preserve">ثم ليسأل حاجته من الله تعالى ، ويسبّح تسبيح الزهراء </w:t>
      </w:r>
      <w:r w:rsidR="00BF0EA2" w:rsidRPr="00BF0EA2">
        <w:rPr>
          <w:rStyle w:val="libAlaemChar"/>
          <w:rFonts w:hint="cs"/>
          <w:rtl/>
        </w:rPr>
        <w:t>عليها‌السلام</w:t>
      </w:r>
      <w:r>
        <w:rPr>
          <w:rtl/>
        </w:rPr>
        <w:t xml:space="preserve"> بعد فراغه من الصلاة.</w:t>
      </w:r>
    </w:p>
    <w:p w:rsidR="00AA2ABC" w:rsidRDefault="00AA2ABC" w:rsidP="002704FD">
      <w:pPr>
        <w:pStyle w:val="libNormal"/>
        <w:rPr>
          <w:rtl/>
        </w:rPr>
      </w:pPr>
      <w:r>
        <w:rPr>
          <w:rtl/>
        </w:rPr>
        <w:t>وورد في الأحاديث المعتبرة انّه من صلّى هذه الصلاة غفرت ذنوبه وان كانت مثل زبد البحر وعدد الرمل ، وكتب له اثنتا عشرة ألف حسنة كلّ حسنة أعظم من جبل أحد ، ويمكن إتيانها في أيّ وقت وعوضاً عن نافلة الليل أو النهار.</w:t>
      </w:r>
    </w:p>
    <w:p w:rsidR="00AA2ABC" w:rsidRDefault="00AA2ABC" w:rsidP="002704FD">
      <w:pPr>
        <w:pStyle w:val="libNormal"/>
        <w:rPr>
          <w:rtl/>
        </w:rPr>
      </w:pPr>
      <w:r>
        <w:rPr>
          <w:rtl/>
        </w:rPr>
        <w:t>وفي الحديث : صلّها في الليل والنهار وإن لم تقدر ففي كلّ أُسبوع مرّة ، وإن لم تقدر ففي كلّ شهرٍ ، وإن لم تقدر ففي كلّ سنة ، ويزاد فضلها في ليلة الجمعة ويومها.</w:t>
      </w:r>
    </w:p>
    <w:p w:rsidR="00AA2ABC" w:rsidRDefault="00AA2ABC" w:rsidP="002704FD">
      <w:pPr>
        <w:pStyle w:val="libNormal"/>
        <w:rPr>
          <w:rtl/>
        </w:rPr>
      </w:pPr>
      <w:r>
        <w:rPr>
          <w:rtl/>
        </w:rPr>
        <w:t xml:space="preserve">وجاء في حديث معتبر انّه : اذا كنت مستعجلاً فصلّ صلاة جعفر مجرّدة ثم </w:t>
      </w:r>
    </w:p>
    <w:p w:rsidR="00AA2ABC" w:rsidRDefault="00AA2ABC" w:rsidP="002704FD">
      <w:pPr>
        <w:pStyle w:val="libNormal0"/>
        <w:rPr>
          <w:rtl/>
        </w:rPr>
      </w:pPr>
      <w:r>
        <w:rPr>
          <w:rtl/>
        </w:rPr>
        <w:br w:type="page"/>
      </w:r>
      <w:r>
        <w:rPr>
          <w:rtl/>
        </w:rPr>
        <w:lastRenderedPageBreak/>
        <w:t xml:space="preserve">اقض التسبيح </w:t>
      </w:r>
      <w:r w:rsidRPr="001008E4">
        <w:rPr>
          <w:rStyle w:val="libFootnotenumChar"/>
          <w:rtl/>
        </w:rPr>
        <w:t>(1)</w:t>
      </w:r>
      <w:r>
        <w:rPr>
          <w:rtl/>
        </w:rPr>
        <w:t>.</w:t>
      </w:r>
    </w:p>
    <w:p w:rsidR="00AA2ABC" w:rsidRDefault="00AA2ABC" w:rsidP="002704FD">
      <w:pPr>
        <w:pStyle w:val="libNormal"/>
        <w:rPr>
          <w:rtl/>
        </w:rPr>
      </w:pPr>
      <w:r>
        <w:rPr>
          <w:rtl/>
        </w:rPr>
        <w:t>ومن لم يحفظ الدعاء وصلاّها فهو مأجور ، ولو جئت بأدعيتها وآدابها المذكورة في كتب الأدعية كان أفضل.</w:t>
      </w:r>
    </w:p>
    <w:p w:rsidR="00AA2ABC" w:rsidRDefault="00AA2ABC" w:rsidP="002704FD">
      <w:pPr>
        <w:pStyle w:val="libNormal"/>
        <w:rPr>
          <w:rtl/>
        </w:rPr>
      </w:pPr>
      <w:r>
        <w:rPr>
          <w:rtl/>
        </w:rPr>
        <w:t xml:space="preserve">ومنها صلاة أمير المؤمنين </w:t>
      </w:r>
      <w:r w:rsidR="00763E2E" w:rsidRPr="00763E2E">
        <w:rPr>
          <w:rStyle w:val="libAlaemChar"/>
          <w:rFonts w:hint="cs"/>
          <w:rtl/>
        </w:rPr>
        <w:t>عليه‌السلام</w:t>
      </w:r>
      <w:r>
        <w:rPr>
          <w:rtl/>
        </w:rPr>
        <w:t xml:space="preserve"> وهي أربع ركعات بتسليمتين ، يقرأ في كلّ ركعة بعد الحمد </w:t>
      </w:r>
      <w:r w:rsidRPr="002704FD">
        <w:rPr>
          <w:rStyle w:val="libAlaemChar"/>
          <w:rtl/>
        </w:rPr>
        <w:t>(</w:t>
      </w:r>
      <w:r>
        <w:rPr>
          <w:rtl/>
        </w:rPr>
        <w:t xml:space="preserve"> </w:t>
      </w:r>
      <w:r w:rsidRPr="002704FD">
        <w:rPr>
          <w:rStyle w:val="libAieChar"/>
          <w:rtl/>
        </w:rPr>
        <w:t>قل هو الله أحد</w:t>
      </w:r>
      <w:r>
        <w:rPr>
          <w:rtl/>
        </w:rPr>
        <w:t xml:space="preserve"> </w:t>
      </w:r>
      <w:r w:rsidRPr="002704FD">
        <w:rPr>
          <w:rStyle w:val="libAlaemChar"/>
          <w:rtl/>
        </w:rPr>
        <w:t>)</w:t>
      </w:r>
      <w:r>
        <w:rPr>
          <w:rtl/>
        </w:rPr>
        <w:t xml:space="preserve"> خمسين مرّة ، وفي الأحاديث المعتبرة انّه من صلّى هذه الصلاة انفتل ولم يبق بينه وبين الله تعالى ذنب الاّ غفر له </w:t>
      </w:r>
      <w:r w:rsidRPr="001008E4">
        <w:rPr>
          <w:rStyle w:val="libFootnotenumChar"/>
          <w:rtl/>
        </w:rPr>
        <w:t>(2)</w:t>
      </w:r>
      <w:r>
        <w:rPr>
          <w:rtl/>
        </w:rPr>
        <w:t>.</w:t>
      </w:r>
    </w:p>
    <w:p w:rsidR="00AA2ABC" w:rsidRDefault="00AA2ABC" w:rsidP="002704FD">
      <w:pPr>
        <w:pStyle w:val="libNormal"/>
        <w:rPr>
          <w:rtl/>
        </w:rPr>
      </w:pPr>
      <w:r>
        <w:rPr>
          <w:rtl/>
        </w:rPr>
        <w:t xml:space="preserve">وروي بسند معتبر عن أبي عبدالله </w:t>
      </w:r>
      <w:r w:rsidR="00763E2E" w:rsidRPr="00763E2E">
        <w:rPr>
          <w:rStyle w:val="libAlaemChar"/>
          <w:rFonts w:hint="cs"/>
          <w:rtl/>
        </w:rPr>
        <w:t>عليه‌السلام</w:t>
      </w:r>
      <w:r>
        <w:rPr>
          <w:rtl/>
        </w:rPr>
        <w:t xml:space="preserve"> انّه قال : من صلّى ركعتين [ خفيفتين ]</w:t>
      </w:r>
      <w:r w:rsidRPr="001008E4">
        <w:rPr>
          <w:rStyle w:val="libFootnotenumChar"/>
          <w:rtl/>
        </w:rPr>
        <w:t>(3)</w:t>
      </w:r>
      <w:r>
        <w:rPr>
          <w:rtl/>
        </w:rPr>
        <w:t xml:space="preserve"> بقل هو الله أحد في كلّ ركعة ستين مرّة ، انفتل وليس بينه وبين الله ذنب</w:t>
      </w:r>
      <w:r w:rsidRPr="001008E4">
        <w:rPr>
          <w:rStyle w:val="libFootnotenumChar"/>
          <w:rtl/>
        </w:rPr>
        <w:t>(4)</w:t>
      </w:r>
      <w:r>
        <w:rPr>
          <w:rtl/>
        </w:rPr>
        <w:t>.</w:t>
      </w:r>
    </w:p>
    <w:p w:rsidR="00AA2ABC" w:rsidRDefault="00AA2ABC" w:rsidP="002704FD">
      <w:pPr>
        <w:pStyle w:val="libNormal"/>
        <w:rPr>
          <w:rtl/>
        </w:rPr>
      </w:pPr>
      <w:r>
        <w:rPr>
          <w:rtl/>
        </w:rPr>
        <w:t xml:space="preserve">وانّي أختم هنا كتاب ( عين الحياة ) وأرجو من ألطاف واهب العطايا العميمة أن يكون هذا البحر الفياض الرباني ، ومنبع ماء الحياة محيياً حياةً خالدةً لاخواني في الايمان ، ويكون فياضاً للقاصي والداني ، وأن لا تنقطع فيوض عطاشى زلال معرفة الله سبحانه من هذا الينبوع السلسبيل ، والعين الزنجبيل إلى يوم القيامة ، عسى أن تُمحى ذنوب هذا الغريق في بحر الخطايا والذنوب ، والضائع بأهواء النفس والشيطان : </w:t>
      </w:r>
    </w:p>
    <w:p w:rsidR="00AA2ABC" w:rsidRDefault="00AA2ABC" w:rsidP="002704FD">
      <w:pPr>
        <w:pStyle w:val="libNormal"/>
        <w:rPr>
          <w:rtl/>
        </w:rPr>
      </w:pPr>
      <w:r>
        <w:rPr>
          <w:rtl/>
        </w:rPr>
        <w:t xml:space="preserve">وبما انّه كان تراب طريق أهل الايمان ، وخادم أصحاب العلم والعرفان فعسى أن يلحق بهم يوم الحساب ، وألتمس من اخواني في الايمان حين </w:t>
      </w:r>
    </w:p>
    <w:p w:rsidR="00AA2ABC" w:rsidRDefault="00AA2ABC" w:rsidP="006D5976">
      <w:pPr>
        <w:pStyle w:val="libLine"/>
        <w:rPr>
          <w:rtl/>
        </w:rPr>
      </w:pPr>
      <w:r>
        <w:rPr>
          <w:rtl/>
        </w:rPr>
        <w:t>__________________</w:t>
      </w:r>
    </w:p>
    <w:p w:rsidR="00AA2ABC" w:rsidRDefault="00AA2ABC" w:rsidP="001008E4">
      <w:pPr>
        <w:pStyle w:val="libFootnote0"/>
        <w:rPr>
          <w:rtl/>
        </w:rPr>
      </w:pPr>
      <w:r>
        <w:rPr>
          <w:rtl/>
        </w:rPr>
        <w:t>1 ـ من لا يحضره الفقيه 1 : 554 ح 1540.</w:t>
      </w:r>
    </w:p>
    <w:p w:rsidR="00AA2ABC" w:rsidRDefault="00AA2ABC" w:rsidP="001008E4">
      <w:pPr>
        <w:pStyle w:val="libFootnote0"/>
        <w:rPr>
          <w:rtl/>
        </w:rPr>
      </w:pPr>
      <w:r>
        <w:rPr>
          <w:rtl/>
        </w:rPr>
        <w:t>2 ـ البحار 91 : 173 ضمن حديث 5 باب 110.</w:t>
      </w:r>
    </w:p>
    <w:p w:rsidR="00AA2ABC" w:rsidRDefault="00AA2ABC" w:rsidP="001008E4">
      <w:pPr>
        <w:pStyle w:val="libFootnote0"/>
        <w:rPr>
          <w:rtl/>
        </w:rPr>
      </w:pPr>
      <w:r>
        <w:rPr>
          <w:rtl/>
        </w:rPr>
        <w:t>3 ـ ليس في المتن الفارسي.</w:t>
      </w:r>
    </w:p>
    <w:p w:rsidR="00AA2ABC" w:rsidRDefault="00AA2ABC" w:rsidP="001008E4">
      <w:pPr>
        <w:pStyle w:val="libFootnote0"/>
        <w:rPr>
          <w:rtl/>
        </w:rPr>
      </w:pPr>
      <w:r>
        <w:rPr>
          <w:rtl/>
        </w:rPr>
        <w:t xml:space="preserve">4 ـ الوسائل 5 : 244 ح 1 باب 11. </w:t>
      </w:r>
    </w:p>
    <w:p w:rsidR="00AA2ABC" w:rsidRDefault="00AA2ABC" w:rsidP="002704FD">
      <w:pPr>
        <w:pStyle w:val="libNormal0"/>
        <w:rPr>
          <w:rtl/>
        </w:rPr>
      </w:pPr>
      <w:r>
        <w:rPr>
          <w:rtl/>
        </w:rPr>
        <w:br w:type="page"/>
      </w:r>
      <w:r>
        <w:rPr>
          <w:rtl/>
        </w:rPr>
        <w:lastRenderedPageBreak/>
        <w:t xml:space="preserve">استفادتهم من هذه المائدة بالنعم الروحانية ، وارتوائهم من شراب طهور المعاني والحقائق جرعة جرعة أن لا ينسوا في الحياة والممات هذا الترابي الحقير ، والذرة الذي ليس له مقدار من الدعاء وطلب المغفرة ، ورفع الدرجات. </w:t>
      </w:r>
    </w:p>
    <w:p w:rsidR="00AA2ABC" w:rsidRDefault="00AA2ABC" w:rsidP="002704FD">
      <w:pPr>
        <w:pStyle w:val="libNormal"/>
        <w:rPr>
          <w:rtl/>
        </w:rPr>
      </w:pPr>
      <w:r w:rsidRPr="002704FD">
        <w:rPr>
          <w:rStyle w:val="libBold2Char"/>
          <w:rtl/>
        </w:rPr>
        <w:t xml:space="preserve">يقول المترجم : </w:t>
      </w:r>
      <w:r>
        <w:rPr>
          <w:rtl/>
        </w:rPr>
        <w:t>لقد فرغنا بحمد الله وتوفيقه من تعريب وتحقيق هذا الكتاب الشريف القيّم في مساء يوم السبت الثامن من شهر جمادي الآخرة سنة 1415 هجري قمري ، على مهاجرها وآله آلاف التحية والسلام. وفي الختام أشكر أخينا الفاضل سماحة السيد محمد القبانجي على ما بذله من الجهد في تصحيح هذا الكتاب ، والحمد لله ربّ العالمين والصلاة والسلام على سيّدنا محمّد وآله الطاهرين.</w:t>
      </w:r>
    </w:p>
    <w:p w:rsidR="00AA2ABC" w:rsidRDefault="00AA2ABC" w:rsidP="001008E4">
      <w:pPr>
        <w:pStyle w:val="libCenterBold1"/>
        <w:rPr>
          <w:rStyle w:val="Heading1CenterChar"/>
          <w:rtl/>
        </w:rPr>
      </w:pPr>
      <w:r>
        <w:rPr>
          <w:rtl/>
        </w:rPr>
        <w:br w:type="page"/>
      </w:r>
      <w:bookmarkStart w:id="270" w:name="_Toc392501971"/>
      <w:bookmarkStart w:id="271" w:name="_Toc392502919"/>
      <w:r w:rsidRPr="00A30256">
        <w:rPr>
          <w:rStyle w:val="Heading1CenterChar"/>
          <w:rFonts w:hint="cs"/>
          <w:rtl/>
        </w:rPr>
        <w:lastRenderedPageBreak/>
        <w:t>فهرس المصادر</w:t>
      </w:r>
      <w:bookmarkEnd w:id="270"/>
      <w:bookmarkEnd w:id="271"/>
    </w:p>
    <w:p w:rsidR="00AA2ABC" w:rsidRDefault="00AA2ABC" w:rsidP="002704FD">
      <w:pPr>
        <w:pStyle w:val="libNormal"/>
        <w:rPr>
          <w:rtl/>
        </w:rPr>
      </w:pPr>
      <w:r>
        <w:rPr>
          <w:rFonts w:hint="cs"/>
          <w:rtl/>
        </w:rPr>
        <w:t>1 ـ الاحتجاج للطبرسي ، الطبعة الأولى عام 1413 هـ ق ، انتشارات أُسوة.</w:t>
      </w:r>
    </w:p>
    <w:p w:rsidR="00AA2ABC" w:rsidRDefault="00AA2ABC" w:rsidP="002704FD">
      <w:pPr>
        <w:pStyle w:val="libNormal"/>
        <w:rPr>
          <w:rtl/>
        </w:rPr>
      </w:pPr>
      <w:r>
        <w:rPr>
          <w:rFonts w:hint="cs"/>
          <w:rtl/>
        </w:rPr>
        <w:t>2 ـ الاختصاص للشيخ المفيد ، الطبعة الرابعة ، عام 1414 هـ ق ، جماعة المدرسين.</w:t>
      </w:r>
    </w:p>
    <w:p w:rsidR="00AA2ABC" w:rsidRDefault="00AA2ABC" w:rsidP="002704FD">
      <w:pPr>
        <w:pStyle w:val="libNormal"/>
        <w:rPr>
          <w:rtl/>
        </w:rPr>
      </w:pPr>
      <w:r>
        <w:rPr>
          <w:rFonts w:hint="cs"/>
          <w:rtl/>
        </w:rPr>
        <w:t xml:space="preserve">3 ـ اختيار معرفة الرجال للطبرسي ، طبع عام 1404 هـ ق ، مؤسسة آل البيت </w:t>
      </w:r>
      <w:r w:rsidR="000A073B" w:rsidRPr="000A073B">
        <w:rPr>
          <w:rStyle w:val="libAlaemChar"/>
          <w:rFonts w:hint="cs"/>
          <w:rtl/>
        </w:rPr>
        <w:t>عليهم‌السلام</w:t>
      </w:r>
      <w:r>
        <w:rPr>
          <w:rFonts w:hint="cs"/>
          <w:rtl/>
        </w:rPr>
        <w:t xml:space="preserve"> لإحياء التراث.</w:t>
      </w:r>
    </w:p>
    <w:p w:rsidR="00AA2ABC" w:rsidRDefault="00AA2ABC" w:rsidP="002704FD">
      <w:pPr>
        <w:pStyle w:val="libNormal"/>
        <w:rPr>
          <w:rtl/>
        </w:rPr>
      </w:pPr>
      <w:r>
        <w:rPr>
          <w:rFonts w:hint="cs"/>
          <w:rtl/>
        </w:rPr>
        <w:t>4 ـ الارشاد للشيخ المفيد ، الطبعة الثالثة عام 1399 هـ ق ، مؤسسة الأعلمي للمطبوعات.</w:t>
      </w:r>
    </w:p>
    <w:p w:rsidR="00AA2ABC" w:rsidRDefault="00AA2ABC" w:rsidP="002704FD">
      <w:pPr>
        <w:pStyle w:val="libNormal"/>
        <w:rPr>
          <w:rtl/>
        </w:rPr>
      </w:pPr>
      <w:r>
        <w:rPr>
          <w:rFonts w:hint="cs"/>
          <w:rtl/>
        </w:rPr>
        <w:t>5 ـ الاستيعاب لابن عبدالبر بهامش الاصابة ، الطبعة الأولى عام 1328 هـ ق ، دار احياء التراث العربي.</w:t>
      </w:r>
    </w:p>
    <w:p w:rsidR="00AA2ABC" w:rsidRDefault="00AA2ABC" w:rsidP="002704FD">
      <w:pPr>
        <w:pStyle w:val="libNormal"/>
        <w:rPr>
          <w:rtl/>
        </w:rPr>
      </w:pPr>
      <w:r>
        <w:rPr>
          <w:rFonts w:hint="cs"/>
          <w:rtl/>
        </w:rPr>
        <w:t>6 ـ الاعتقادات في دين الامامية للشيخ الصدوق ، طبع عام 1412 هـ ق ، دار احياء الاحياء.</w:t>
      </w:r>
    </w:p>
    <w:p w:rsidR="00AA2ABC" w:rsidRDefault="00AA2ABC" w:rsidP="002704FD">
      <w:pPr>
        <w:pStyle w:val="libNormal"/>
        <w:rPr>
          <w:rtl/>
        </w:rPr>
      </w:pPr>
      <w:r>
        <w:rPr>
          <w:rFonts w:hint="cs"/>
          <w:rtl/>
        </w:rPr>
        <w:t xml:space="preserve">7 ـ أعلام الدين في صفات المؤمنين للديلمي ، الطبعة الأولى عام 1408 هـ ق ، مؤسسة آل البيت </w:t>
      </w:r>
      <w:r w:rsidR="000A073B" w:rsidRPr="000A073B">
        <w:rPr>
          <w:rStyle w:val="libAlaemChar"/>
          <w:rFonts w:hint="cs"/>
          <w:rtl/>
        </w:rPr>
        <w:t>عليهم‌السلام</w:t>
      </w:r>
      <w:r>
        <w:rPr>
          <w:rFonts w:hint="cs"/>
          <w:rtl/>
        </w:rPr>
        <w:t>.</w:t>
      </w:r>
    </w:p>
    <w:p w:rsidR="00AA2ABC" w:rsidRDefault="00AA2ABC" w:rsidP="002704FD">
      <w:pPr>
        <w:pStyle w:val="libNormal"/>
        <w:rPr>
          <w:rtl/>
        </w:rPr>
      </w:pPr>
      <w:r>
        <w:rPr>
          <w:rFonts w:hint="cs"/>
          <w:rtl/>
        </w:rPr>
        <w:t>8 ـ أمالي الشيخ الطوسي ، الطبعة الأولى عام 1414 هـ ق ، تحقيق مؤسسة البعثة.</w:t>
      </w:r>
    </w:p>
    <w:p w:rsidR="00AA2ABC" w:rsidRDefault="00AA2ABC" w:rsidP="002704FD">
      <w:pPr>
        <w:pStyle w:val="libNormal"/>
        <w:rPr>
          <w:rtl/>
        </w:rPr>
      </w:pPr>
      <w:r>
        <w:rPr>
          <w:rFonts w:hint="cs"/>
          <w:rtl/>
        </w:rPr>
        <w:t>9 ـ أمالي الشيخ المفيد ، الطبعة الثالثة ، منشورات المطبعة الحيدرية في نجف الأشرف.</w:t>
      </w:r>
    </w:p>
    <w:p w:rsidR="00AA2ABC" w:rsidRDefault="00AA2ABC" w:rsidP="002704FD">
      <w:pPr>
        <w:pStyle w:val="libNormal"/>
        <w:rPr>
          <w:rtl/>
        </w:rPr>
      </w:pPr>
      <w:r>
        <w:rPr>
          <w:rtl/>
        </w:rPr>
        <w:br w:type="page"/>
      </w:r>
      <w:r>
        <w:rPr>
          <w:rFonts w:hint="cs"/>
          <w:rtl/>
        </w:rPr>
        <w:lastRenderedPageBreak/>
        <w:t>10 ـ أمالي الصدوق ، الطبعة الخامسة ، عام 1400 هـ ق ، مؤسسة الاعلمي للمطبوعات.</w:t>
      </w:r>
    </w:p>
    <w:p w:rsidR="00AA2ABC" w:rsidRDefault="00AA2ABC" w:rsidP="002704FD">
      <w:pPr>
        <w:pStyle w:val="libNormal"/>
        <w:rPr>
          <w:rtl/>
        </w:rPr>
      </w:pPr>
      <w:r>
        <w:rPr>
          <w:rFonts w:hint="cs"/>
          <w:rtl/>
        </w:rPr>
        <w:t>11 ـ بحار الأنوار للمجلسي ، طبعة بيروت.</w:t>
      </w:r>
    </w:p>
    <w:p w:rsidR="00AA2ABC" w:rsidRDefault="00AA2ABC" w:rsidP="002704FD">
      <w:pPr>
        <w:pStyle w:val="libNormal"/>
        <w:rPr>
          <w:rtl/>
        </w:rPr>
      </w:pPr>
      <w:r>
        <w:rPr>
          <w:rFonts w:hint="cs"/>
          <w:rtl/>
        </w:rPr>
        <w:t xml:space="preserve">12 ـ بصائر الدرجات الكبرى في فضائل آل محمد </w:t>
      </w:r>
      <w:r w:rsidR="000A073B" w:rsidRPr="000A073B">
        <w:rPr>
          <w:rStyle w:val="libAlaemChar"/>
          <w:rFonts w:hint="cs"/>
          <w:rtl/>
        </w:rPr>
        <w:t>عليهم‌السلام</w:t>
      </w:r>
      <w:r>
        <w:rPr>
          <w:rFonts w:hint="cs"/>
          <w:rtl/>
        </w:rPr>
        <w:t xml:space="preserve"> لمحمد بن الحسن الفروخ « الصفار » ، طبع عام 1404 هـ ق ، مؤسسة الأعلمي.</w:t>
      </w:r>
    </w:p>
    <w:p w:rsidR="00AA2ABC" w:rsidRDefault="00AA2ABC" w:rsidP="002704FD">
      <w:pPr>
        <w:pStyle w:val="libNormal"/>
        <w:rPr>
          <w:rtl/>
        </w:rPr>
      </w:pPr>
      <w:r>
        <w:rPr>
          <w:rFonts w:hint="cs"/>
          <w:rtl/>
        </w:rPr>
        <w:t>13 ـ تحف العقول عن آل الرسول للحراني ، طبع عام 1394 هـ ق ، منشورات مكتبة بصيرتي.</w:t>
      </w:r>
    </w:p>
    <w:p w:rsidR="00AA2ABC" w:rsidRDefault="00AA2ABC" w:rsidP="002704FD">
      <w:pPr>
        <w:pStyle w:val="libNormal"/>
        <w:rPr>
          <w:rtl/>
        </w:rPr>
      </w:pPr>
      <w:r>
        <w:rPr>
          <w:rFonts w:hint="cs"/>
          <w:rtl/>
        </w:rPr>
        <w:t>14 ـ تفسير العياشي ، محمد بن مسعود بن عياش ، المكتبة العلمية الإسلامية.</w:t>
      </w:r>
    </w:p>
    <w:p w:rsidR="00AA2ABC" w:rsidRDefault="00AA2ABC" w:rsidP="002704FD">
      <w:pPr>
        <w:pStyle w:val="libNormal"/>
        <w:rPr>
          <w:rtl/>
        </w:rPr>
      </w:pPr>
      <w:r>
        <w:rPr>
          <w:rFonts w:hint="cs"/>
          <w:rtl/>
        </w:rPr>
        <w:t>15 ـ تفسير القمي لعلي بن إبراهيم ، الطبعة الثالثة عام 1404هـ ق ، دار الكتاب.</w:t>
      </w:r>
    </w:p>
    <w:p w:rsidR="00AA2ABC" w:rsidRDefault="00AA2ABC" w:rsidP="002704FD">
      <w:pPr>
        <w:pStyle w:val="libNormal"/>
        <w:rPr>
          <w:rtl/>
        </w:rPr>
      </w:pPr>
      <w:r>
        <w:rPr>
          <w:rFonts w:hint="cs"/>
          <w:rtl/>
        </w:rPr>
        <w:t>16 ـ التفسير الكبير للفخر الرازي ، الطبعة الثالثة ، دار احياء التراث العربي.</w:t>
      </w:r>
    </w:p>
    <w:p w:rsidR="00AA2ABC" w:rsidRDefault="00AA2ABC" w:rsidP="002704FD">
      <w:pPr>
        <w:pStyle w:val="libNormal"/>
        <w:rPr>
          <w:rtl/>
        </w:rPr>
      </w:pPr>
      <w:r>
        <w:rPr>
          <w:rFonts w:hint="cs"/>
          <w:rtl/>
        </w:rPr>
        <w:t xml:space="preserve">17 ـ توحيد المفضل املاء الامام الصادق </w:t>
      </w:r>
      <w:r w:rsidR="00763E2E" w:rsidRPr="00763E2E">
        <w:rPr>
          <w:rStyle w:val="libAlaemChar"/>
          <w:rFonts w:hint="cs"/>
          <w:rtl/>
        </w:rPr>
        <w:t>عليه‌السلام</w:t>
      </w:r>
      <w:r>
        <w:rPr>
          <w:rFonts w:hint="cs"/>
          <w:rtl/>
        </w:rPr>
        <w:t xml:space="preserve"> على المفضل بن عمر ، الطبعة الثالثة ، مكتبة الداوري.</w:t>
      </w:r>
    </w:p>
    <w:p w:rsidR="00AA2ABC" w:rsidRDefault="00AA2ABC" w:rsidP="002704FD">
      <w:pPr>
        <w:pStyle w:val="libNormal"/>
        <w:rPr>
          <w:rtl/>
        </w:rPr>
      </w:pPr>
      <w:r>
        <w:rPr>
          <w:rFonts w:hint="cs"/>
          <w:rtl/>
        </w:rPr>
        <w:t>18 ـ تهذيب الاحكام للشيخ الطوسي ، الطبعة الرابعة عام 1365 هـ ق ، دار الكتب الإسلامية.</w:t>
      </w:r>
    </w:p>
    <w:p w:rsidR="00AA2ABC" w:rsidRDefault="00AA2ABC" w:rsidP="002704FD">
      <w:pPr>
        <w:pStyle w:val="libNormal"/>
        <w:rPr>
          <w:rtl/>
        </w:rPr>
      </w:pPr>
      <w:r>
        <w:rPr>
          <w:rFonts w:hint="cs"/>
          <w:rtl/>
        </w:rPr>
        <w:t>19 ـ الثاقب في المناقب لابن حمزة محمد بن علي الطوسي ، الطبعة الثامنة عام 1412 هـ ق ، مؤسسة أنصاريان.</w:t>
      </w:r>
    </w:p>
    <w:p w:rsidR="00AA2ABC" w:rsidRDefault="00AA2ABC" w:rsidP="002704FD">
      <w:pPr>
        <w:pStyle w:val="libNormal"/>
        <w:rPr>
          <w:rtl/>
        </w:rPr>
      </w:pPr>
      <w:r>
        <w:rPr>
          <w:rFonts w:hint="cs"/>
          <w:rtl/>
        </w:rPr>
        <w:t>20 ـ ثواب الأعمال وعقاب الأعمال للصدوق ، الطبعة الثانية عام 1366 هـ ش ، منشورات الرضي.</w:t>
      </w:r>
    </w:p>
    <w:p w:rsidR="00AA2ABC" w:rsidRDefault="00AA2ABC" w:rsidP="002704FD">
      <w:pPr>
        <w:pStyle w:val="libNormal"/>
        <w:rPr>
          <w:rtl/>
        </w:rPr>
      </w:pPr>
      <w:r>
        <w:rPr>
          <w:rFonts w:hint="cs"/>
          <w:rtl/>
        </w:rPr>
        <w:t>21 ـ جامع الأخبار لتاج الدين محمد بن محمد الشعيري ، الطبعة الأولى عام 1406 هـ ق ، مؤسسة الاعلمي للمطبوعات.</w:t>
      </w:r>
    </w:p>
    <w:p w:rsidR="00AA2ABC" w:rsidRDefault="00AA2ABC" w:rsidP="002704FD">
      <w:pPr>
        <w:pStyle w:val="libNormal"/>
        <w:rPr>
          <w:rtl/>
        </w:rPr>
      </w:pPr>
      <w:r>
        <w:rPr>
          <w:rFonts w:hint="cs"/>
          <w:rtl/>
        </w:rPr>
        <w:t>22 ـ جامع السعادات للنراقي ، الطبعة الرابعة ، مؤسسة الأعلمي للمطبوعات.</w:t>
      </w:r>
    </w:p>
    <w:p w:rsidR="00AA2ABC" w:rsidRDefault="00AA2ABC" w:rsidP="002704FD">
      <w:pPr>
        <w:pStyle w:val="libNormal"/>
        <w:rPr>
          <w:rtl/>
        </w:rPr>
      </w:pPr>
      <w:r>
        <w:rPr>
          <w:rtl/>
        </w:rPr>
        <w:br w:type="page"/>
      </w:r>
      <w:r>
        <w:rPr>
          <w:rFonts w:hint="cs"/>
          <w:rtl/>
        </w:rPr>
        <w:lastRenderedPageBreak/>
        <w:t>23 ـ الجواهرالسنية في الأحاديث القدسية للحر العاملي ، منشورات مكتبة المفيد.</w:t>
      </w:r>
    </w:p>
    <w:p w:rsidR="00AA2ABC" w:rsidRDefault="00AA2ABC" w:rsidP="002704FD">
      <w:pPr>
        <w:pStyle w:val="libNormal"/>
        <w:rPr>
          <w:rtl/>
        </w:rPr>
      </w:pPr>
      <w:r>
        <w:rPr>
          <w:rFonts w:hint="cs"/>
          <w:rtl/>
        </w:rPr>
        <w:t>24 ـ حلية الأولياء وطبقات الأصفياء لأبي نعيم الاصفهاني ، الطبعة الخامسة عام 1407 هـ ق ، دار الكتاب العربي.</w:t>
      </w:r>
    </w:p>
    <w:p w:rsidR="00AA2ABC" w:rsidRDefault="00AA2ABC" w:rsidP="002704FD">
      <w:pPr>
        <w:pStyle w:val="libNormal"/>
        <w:rPr>
          <w:rtl/>
        </w:rPr>
      </w:pPr>
      <w:r>
        <w:rPr>
          <w:rFonts w:hint="cs"/>
          <w:rtl/>
        </w:rPr>
        <w:t xml:space="preserve">25 ـ الخرائج والجرائح ، قطب الدين الراوندي ، الطبعة الأولى عام 1409 ، هـ ق ، مؤسسة الامام المهدي </w:t>
      </w:r>
      <w:r w:rsidR="00763E2E" w:rsidRPr="00763E2E">
        <w:rPr>
          <w:rStyle w:val="libAlaemChar"/>
          <w:rFonts w:hint="cs"/>
          <w:rtl/>
        </w:rPr>
        <w:t>عليه‌السلام</w:t>
      </w:r>
      <w:r>
        <w:rPr>
          <w:rFonts w:hint="cs"/>
          <w:rtl/>
        </w:rPr>
        <w:t>.</w:t>
      </w:r>
    </w:p>
    <w:p w:rsidR="00AA2ABC" w:rsidRDefault="00AA2ABC" w:rsidP="002704FD">
      <w:pPr>
        <w:pStyle w:val="libNormal"/>
        <w:rPr>
          <w:rtl/>
        </w:rPr>
      </w:pPr>
      <w:r>
        <w:rPr>
          <w:rFonts w:hint="cs"/>
          <w:rtl/>
        </w:rPr>
        <w:t>26 ، الخصال للصدوق ، طبع عام 1403 هـ ق ، جماعة المدرسين.</w:t>
      </w:r>
    </w:p>
    <w:p w:rsidR="00AA2ABC" w:rsidRDefault="00AA2ABC" w:rsidP="002704FD">
      <w:pPr>
        <w:pStyle w:val="libNormal"/>
        <w:rPr>
          <w:rtl/>
        </w:rPr>
      </w:pPr>
      <w:r>
        <w:rPr>
          <w:rFonts w:hint="cs"/>
          <w:rtl/>
        </w:rPr>
        <w:t xml:space="preserve">27 ـ الدعوات للرواندي سعيد بن هبة الله ، الطبعة الأولى عام 1407 هـ ق ، مؤسسة الامام المهدي </w:t>
      </w:r>
      <w:r w:rsidR="00763E2E" w:rsidRPr="00763E2E">
        <w:rPr>
          <w:rStyle w:val="libAlaemChar"/>
          <w:rFonts w:hint="cs"/>
          <w:rtl/>
        </w:rPr>
        <w:t>عليه‌السلام</w:t>
      </w:r>
      <w:r>
        <w:rPr>
          <w:rFonts w:hint="cs"/>
          <w:rtl/>
        </w:rPr>
        <w:t>.</w:t>
      </w:r>
    </w:p>
    <w:p w:rsidR="00AA2ABC" w:rsidRDefault="00AA2ABC" w:rsidP="002704FD">
      <w:pPr>
        <w:pStyle w:val="libNormal"/>
        <w:rPr>
          <w:rtl/>
        </w:rPr>
      </w:pPr>
      <w:r>
        <w:rPr>
          <w:rFonts w:hint="cs"/>
          <w:rtl/>
        </w:rPr>
        <w:t>28 ـ روضة الواعظين للفتال النيشابوري ، من منشورات الرضي.</w:t>
      </w:r>
    </w:p>
    <w:p w:rsidR="00AA2ABC" w:rsidRDefault="00AA2ABC" w:rsidP="002704FD">
      <w:pPr>
        <w:pStyle w:val="libNormal"/>
        <w:rPr>
          <w:rtl/>
        </w:rPr>
      </w:pPr>
      <w:r>
        <w:rPr>
          <w:rFonts w:hint="cs"/>
          <w:rtl/>
        </w:rPr>
        <w:t>29 ـ سفينة البحار للشيخ عباس القمي ، ( طبعة حجرية ).</w:t>
      </w:r>
    </w:p>
    <w:p w:rsidR="00AA2ABC" w:rsidRDefault="00AA2ABC" w:rsidP="002704FD">
      <w:pPr>
        <w:pStyle w:val="libNormal"/>
        <w:rPr>
          <w:rtl/>
        </w:rPr>
      </w:pPr>
      <w:r>
        <w:rPr>
          <w:rFonts w:hint="cs"/>
          <w:rtl/>
        </w:rPr>
        <w:t>30 ـ شرح الأخبار في فضائل الأئمة الأطهار للقاضي ابن حنيفة النعمان بن محمد الطبعة الأولى عام 1414 هـ ق ، دار الثقلين.</w:t>
      </w:r>
    </w:p>
    <w:p w:rsidR="00AA2ABC" w:rsidRDefault="00AA2ABC" w:rsidP="002704FD">
      <w:pPr>
        <w:pStyle w:val="libNormal"/>
        <w:rPr>
          <w:rtl/>
        </w:rPr>
      </w:pPr>
      <w:r>
        <w:rPr>
          <w:rFonts w:hint="cs"/>
          <w:rtl/>
        </w:rPr>
        <w:t>31 ـ شرح نهج البلاغة لابن أبي الحديد ، الطبعة الثانية عام 1387 هـ ق ، دار احياء الكتب العربية.</w:t>
      </w:r>
    </w:p>
    <w:p w:rsidR="00AA2ABC" w:rsidRDefault="00AA2ABC" w:rsidP="002704FD">
      <w:pPr>
        <w:pStyle w:val="libNormal"/>
        <w:rPr>
          <w:rtl/>
        </w:rPr>
      </w:pPr>
      <w:r>
        <w:rPr>
          <w:rFonts w:hint="cs"/>
          <w:rtl/>
        </w:rPr>
        <w:t>32 ـ صحيح البخاري ، محمد بن إسماعيل البخاري ، الطبعة الأولى عام 1407 هـ ق ، دار القلم.</w:t>
      </w:r>
    </w:p>
    <w:p w:rsidR="00AA2ABC" w:rsidRDefault="00AA2ABC" w:rsidP="002704FD">
      <w:pPr>
        <w:pStyle w:val="libNormal"/>
        <w:rPr>
          <w:rtl/>
        </w:rPr>
      </w:pPr>
      <w:r>
        <w:rPr>
          <w:rFonts w:hint="cs"/>
          <w:rtl/>
        </w:rPr>
        <w:t>33 ـ صحيح مسلم ، دار الكتب العربي.</w:t>
      </w:r>
    </w:p>
    <w:p w:rsidR="00AA2ABC" w:rsidRDefault="00AA2ABC" w:rsidP="002704FD">
      <w:pPr>
        <w:pStyle w:val="libNormal"/>
        <w:rPr>
          <w:rtl/>
        </w:rPr>
      </w:pPr>
      <w:r>
        <w:rPr>
          <w:rFonts w:hint="cs"/>
          <w:rtl/>
        </w:rPr>
        <w:t xml:space="preserve">34 ـ الصحيفة الكاملة السجادية لمولانا علي بن الحسين </w:t>
      </w:r>
      <w:r w:rsidR="00763E2E" w:rsidRPr="00763E2E">
        <w:rPr>
          <w:rStyle w:val="libAlaemChar"/>
          <w:rFonts w:hint="cs"/>
          <w:rtl/>
        </w:rPr>
        <w:t>عليه‌السلام</w:t>
      </w:r>
      <w:r>
        <w:rPr>
          <w:rFonts w:hint="cs"/>
          <w:rtl/>
        </w:rPr>
        <w:t>.</w:t>
      </w:r>
    </w:p>
    <w:p w:rsidR="00AA2ABC" w:rsidRDefault="00AA2ABC" w:rsidP="002704FD">
      <w:pPr>
        <w:pStyle w:val="libNormal"/>
        <w:rPr>
          <w:rtl/>
        </w:rPr>
      </w:pPr>
      <w:r>
        <w:rPr>
          <w:rFonts w:hint="cs"/>
          <w:rtl/>
        </w:rPr>
        <w:t>35 ـ صفات الشيعة للشيخ الصدوق ، انتشارات اعلمي بطهران مع ترجمته في الهامش.</w:t>
      </w:r>
    </w:p>
    <w:p w:rsidR="00AA2ABC" w:rsidRDefault="00AA2ABC" w:rsidP="002704FD">
      <w:pPr>
        <w:pStyle w:val="libNormal"/>
        <w:rPr>
          <w:rtl/>
        </w:rPr>
      </w:pPr>
      <w:r>
        <w:rPr>
          <w:rFonts w:hint="cs"/>
          <w:rtl/>
        </w:rPr>
        <w:t>36 ـ علل الشرائع للصدوق ، طبع عام 1379 هـ ق ، منشورات المكتبة الحيدرية في النجف.</w:t>
      </w:r>
    </w:p>
    <w:p w:rsidR="00AA2ABC" w:rsidRDefault="00AA2ABC" w:rsidP="002704FD">
      <w:pPr>
        <w:pStyle w:val="libNormal"/>
        <w:rPr>
          <w:rtl/>
        </w:rPr>
      </w:pPr>
      <w:r>
        <w:rPr>
          <w:rtl/>
        </w:rPr>
        <w:br w:type="page"/>
      </w:r>
      <w:r>
        <w:rPr>
          <w:rFonts w:hint="cs"/>
          <w:rtl/>
        </w:rPr>
        <w:lastRenderedPageBreak/>
        <w:t>37 ـ عمدة عيون صحاح الأخبار في مناقب امام الأبرار لابن البطريق ، طبع عام 1407 هـ ق ، مؤسسة النشر الإسلامي.</w:t>
      </w:r>
    </w:p>
    <w:p w:rsidR="00AA2ABC" w:rsidRDefault="00AA2ABC" w:rsidP="002704FD">
      <w:pPr>
        <w:pStyle w:val="libNormal"/>
        <w:rPr>
          <w:rtl/>
        </w:rPr>
      </w:pPr>
      <w:r>
        <w:rPr>
          <w:rFonts w:hint="cs"/>
          <w:rtl/>
        </w:rPr>
        <w:t xml:space="preserve">38 ـ عوالم العلوم والمعارف والأحوال للبحراني ، الطبعة الأُولى عام 1407 هـ ق ، مؤسسة الامام المهدي </w:t>
      </w:r>
      <w:r w:rsidR="00763E2E" w:rsidRPr="00763E2E">
        <w:rPr>
          <w:rStyle w:val="libAlaemChar"/>
          <w:rFonts w:hint="cs"/>
          <w:rtl/>
        </w:rPr>
        <w:t>عليه‌السلام</w:t>
      </w:r>
      <w:r>
        <w:rPr>
          <w:rFonts w:hint="cs"/>
          <w:rtl/>
        </w:rPr>
        <w:t>.</w:t>
      </w:r>
    </w:p>
    <w:p w:rsidR="00AA2ABC" w:rsidRDefault="00AA2ABC" w:rsidP="002704FD">
      <w:pPr>
        <w:pStyle w:val="libNormal"/>
        <w:rPr>
          <w:rtl/>
        </w:rPr>
      </w:pPr>
      <w:r>
        <w:rPr>
          <w:rFonts w:hint="cs"/>
          <w:rtl/>
        </w:rPr>
        <w:t>39 ـ عيون المعجزات ، الشيخ حسين بن عبدالوهاب ، الطبعة الأولى عام 1414 هـ ق ، منشورات الرضي.</w:t>
      </w:r>
    </w:p>
    <w:p w:rsidR="00AA2ABC" w:rsidRDefault="00AA2ABC" w:rsidP="002704FD">
      <w:pPr>
        <w:pStyle w:val="libNormal"/>
        <w:rPr>
          <w:rtl/>
        </w:rPr>
      </w:pPr>
      <w:r>
        <w:rPr>
          <w:rFonts w:hint="cs"/>
          <w:rtl/>
        </w:rPr>
        <w:t xml:space="preserve">40 ـ عيون أخبار الرضا </w:t>
      </w:r>
      <w:r w:rsidR="00763E2E" w:rsidRPr="00763E2E">
        <w:rPr>
          <w:rStyle w:val="libAlaemChar"/>
          <w:rFonts w:hint="cs"/>
          <w:rtl/>
        </w:rPr>
        <w:t>عليه‌السلام</w:t>
      </w:r>
      <w:r>
        <w:rPr>
          <w:rFonts w:hint="cs"/>
          <w:rtl/>
        </w:rPr>
        <w:t xml:space="preserve"> للصدوق ، الطبعة الثانية عام 1363 هـ ق ، منشورات مكتة طوس.</w:t>
      </w:r>
    </w:p>
    <w:p w:rsidR="00AA2ABC" w:rsidRDefault="00AA2ABC" w:rsidP="002704FD">
      <w:pPr>
        <w:pStyle w:val="libNormal"/>
        <w:rPr>
          <w:rtl/>
        </w:rPr>
      </w:pPr>
      <w:r>
        <w:rPr>
          <w:rFonts w:hint="cs"/>
          <w:rtl/>
        </w:rPr>
        <w:t>41 ـ غرر الحكم ودرر الكلم للآمدي ، الطبعة الأولى ، مكتب الأعلام الإسلامي.</w:t>
      </w:r>
    </w:p>
    <w:p w:rsidR="00AA2ABC" w:rsidRDefault="00AA2ABC" w:rsidP="002704FD">
      <w:pPr>
        <w:pStyle w:val="libNormal"/>
        <w:rPr>
          <w:rtl/>
        </w:rPr>
      </w:pPr>
      <w:r>
        <w:rPr>
          <w:rFonts w:hint="cs"/>
          <w:rtl/>
        </w:rPr>
        <w:t>42 ـ الفتوحات المكية لابن عربي ، دار صادر.</w:t>
      </w:r>
    </w:p>
    <w:p w:rsidR="00AA2ABC" w:rsidRDefault="00AA2ABC" w:rsidP="002704FD">
      <w:pPr>
        <w:pStyle w:val="libNormal"/>
        <w:rPr>
          <w:rtl/>
        </w:rPr>
      </w:pPr>
      <w:r>
        <w:rPr>
          <w:rFonts w:hint="cs"/>
          <w:rtl/>
        </w:rPr>
        <w:t>43 ـ الفتوح لابن أعثم الكوفي ، الطبعة الأولى ، مطبعة مجلس دائرة المعارف العثمانية بحيدر آباد.</w:t>
      </w:r>
    </w:p>
    <w:p w:rsidR="00AA2ABC" w:rsidRDefault="00AA2ABC" w:rsidP="002704FD">
      <w:pPr>
        <w:pStyle w:val="libNormal"/>
        <w:rPr>
          <w:rtl/>
        </w:rPr>
      </w:pPr>
      <w:r>
        <w:rPr>
          <w:rFonts w:hint="cs"/>
          <w:rtl/>
        </w:rPr>
        <w:t xml:space="preserve">44 ـ فصوص الحكم لابن عربي ، الطبعة الثانية عام 1370 هـ ش ، انتشارات الزهراء </w:t>
      </w:r>
      <w:r w:rsidR="00BF0EA2" w:rsidRPr="00BF0EA2">
        <w:rPr>
          <w:rStyle w:val="libAlaemChar"/>
          <w:rFonts w:hint="cs"/>
          <w:rtl/>
        </w:rPr>
        <w:t>عليها‌السلام</w:t>
      </w:r>
      <w:r>
        <w:rPr>
          <w:rFonts w:hint="cs"/>
          <w:rtl/>
        </w:rPr>
        <w:t>.</w:t>
      </w:r>
    </w:p>
    <w:p w:rsidR="00AA2ABC" w:rsidRDefault="00AA2ABC" w:rsidP="002704FD">
      <w:pPr>
        <w:pStyle w:val="libNormal"/>
        <w:rPr>
          <w:rtl/>
        </w:rPr>
      </w:pPr>
      <w:r>
        <w:rPr>
          <w:rFonts w:hint="cs"/>
          <w:rtl/>
        </w:rPr>
        <w:t>45 ـ فلاح السائل للسيد ابن طاووس علي بن موسى ، منشورات دفتر تبليغات.</w:t>
      </w:r>
    </w:p>
    <w:p w:rsidR="00AA2ABC" w:rsidRDefault="00AA2ABC" w:rsidP="002704FD">
      <w:pPr>
        <w:pStyle w:val="libNormal"/>
        <w:rPr>
          <w:rtl/>
        </w:rPr>
      </w:pPr>
      <w:r>
        <w:rPr>
          <w:rFonts w:hint="cs"/>
          <w:rtl/>
        </w:rPr>
        <w:t>46 ـ القاموس المحيط للفيروز آبادي.</w:t>
      </w:r>
    </w:p>
    <w:p w:rsidR="00AA2ABC" w:rsidRDefault="00AA2ABC" w:rsidP="002704FD">
      <w:pPr>
        <w:pStyle w:val="libNormal"/>
        <w:rPr>
          <w:rtl/>
        </w:rPr>
      </w:pPr>
      <w:r>
        <w:rPr>
          <w:rFonts w:hint="cs"/>
          <w:rtl/>
        </w:rPr>
        <w:t xml:space="preserve">47 ـ قرب الاسناد للحميري ، الطبعة الأولى عام 1413 هـ ق ، مؤسسة آل البيت </w:t>
      </w:r>
      <w:r w:rsidR="000A073B" w:rsidRPr="000A073B">
        <w:rPr>
          <w:rStyle w:val="libAlaemChar"/>
          <w:rFonts w:hint="cs"/>
          <w:rtl/>
        </w:rPr>
        <w:t>عليهم‌السلام</w:t>
      </w:r>
      <w:r>
        <w:rPr>
          <w:rFonts w:hint="cs"/>
          <w:rtl/>
        </w:rPr>
        <w:t>.</w:t>
      </w:r>
    </w:p>
    <w:p w:rsidR="00AA2ABC" w:rsidRDefault="00AA2ABC" w:rsidP="002704FD">
      <w:pPr>
        <w:pStyle w:val="libNormal"/>
        <w:rPr>
          <w:rtl/>
        </w:rPr>
      </w:pPr>
      <w:r>
        <w:rPr>
          <w:rFonts w:hint="cs"/>
          <w:rtl/>
        </w:rPr>
        <w:t>48 ـ قصص الأنبياء لقطب الدين الراوندي طبع عام 1409 هـ ق ، مجمع البحوث الإسلامية.</w:t>
      </w:r>
    </w:p>
    <w:p w:rsidR="00AA2ABC" w:rsidRDefault="00AA2ABC" w:rsidP="002704FD">
      <w:pPr>
        <w:pStyle w:val="libNormal"/>
        <w:rPr>
          <w:rtl/>
        </w:rPr>
      </w:pPr>
      <w:r>
        <w:rPr>
          <w:rFonts w:hint="cs"/>
          <w:rtl/>
        </w:rPr>
        <w:t>49 ـ الكافي للكليني ، طبع عم 1365 ، دار الكتب الإسلامية.</w:t>
      </w:r>
    </w:p>
    <w:p w:rsidR="00AA2ABC" w:rsidRDefault="00AA2ABC" w:rsidP="002704FD">
      <w:pPr>
        <w:pStyle w:val="libNormal"/>
        <w:rPr>
          <w:rtl/>
        </w:rPr>
      </w:pPr>
      <w:r>
        <w:rPr>
          <w:rtl/>
        </w:rPr>
        <w:br w:type="page"/>
      </w:r>
      <w:r>
        <w:rPr>
          <w:rFonts w:hint="cs"/>
          <w:rtl/>
        </w:rPr>
        <w:lastRenderedPageBreak/>
        <w:t>50 ـ كتاب الغيبة للشيخ الطوسي ، الطبعة الأولى عام 1411 هـ ق ، مؤسسة المعارف الإسلامية.</w:t>
      </w:r>
    </w:p>
    <w:p w:rsidR="00AA2ABC" w:rsidRDefault="00AA2ABC" w:rsidP="002704FD">
      <w:pPr>
        <w:pStyle w:val="libNormal"/>
        <w:rPr>
          <w:rtl/>
        </w:rPr>
      </w:pPr>
      <w:r>
        <w:rPr>
          <w:rFonts w:hint="cs"/>
          <w:rtl/>
        </w:rPr>
        <w:t xml:space="preserve">51 ـ كتاب الوافي للفيض الكاشاني ، الطبعة الأولى عام 1406 هـ ق ، مكتبة الإمام أمير المؤمنين </w:t>
      </w:r>
      <w:r w:rsidR="00763E2E" w:rsidRPr="00763E2E">
        <w:rPr>
          <w:rStyle w:val="libAlaemChar"/>
          <w:rFonts w:hint="cs"/>
          <w:rtl/>
        </w:rPr>
        <w:t>عليه‌السلام</w:t>
      </w:r>
      <w:r>
        <w:rPr>
          <w:rFonts w:hint="cs"/>
          <w:rtl/>
        </w:rPr>
        <w:t xml:space="preserve"> باصفهان.</w:t>
      </w:r>
    </w:p>
    <w:p w:rsidR="00AA2ABC" w:rsidRDefault="00AA2ABC" w:rsidP="002704FD">
      <w:pPr>
        <w:pStyle w:val="libNormal"/>
        <w:rPr>
          <w:rtl/>
        </w:rPr>
      </w:pPr>
      <w:r>
        <w:rPr>
          <w:rFonts w:hint="cs"/>
          <w:rtl/>
        </w:rPr>
        <w:t>52 ـ كشف الغمة في معرفة الأئمة للأربلي ، الطبعة الثانية عام 1405 هـ ق ، دار الأضواء.</w:t>
      </w:r>
    </w:p>
    <w:p w:rsidR="00AA2ABC" w:rsidRDefault="00AA2ABC" w:rsidP="002704FD">
      <w:pPr>
        <w:pStyle w:val="libNormal"/>
        <w:rPr>
          <w:rtl/>
        </w:rPr>
      </w:pPr>
      <w:r>
        <w:rPr>
          <w:rFonts w:hint="cs"/>
          <w:rtl/>
        </w:rPr>
        <w:t>53 ـ كنز العمال ، علاء الدين الهندي ، طبع عام 1399 هـ ق ، مؤسسة الرسالة.</w:t>
      </w:r>
    </w:p>
    <w:p w:rsidR="00AA2ABC" w:rsidRDefault="00AA2ABC" w:rsidP="002704FD">
      <w:pPr>
        <w:pStyle w:val="libNormal"/>
        <w:rPr>
          <w:rtl/>
        </w:rPr>
      </w:pPr>
      <w:r>
        <w:rPr>
          <w:rFonts w:hint="cs"/>
          <w:rtl/>
        </w:rPr>
        <w:t>54 ـ مجمع البحرين للطريحي ، مكتبة مصطفوي ، ( طبعة حجرية ).</w:t>
      </w:r>
    </w:p>
    <w:p w:rsidR="00AA2ABC" w:rsidRDefault="00AA2ABC" w:rsidP="002704FD">
      <w:pPr>
        <w:pStyle w:val="libNormal"/>
        <w:rPr>
          <w:rtl/>
        </w:rPr>
      </w:pPr>
      <w:r>
        <w:rPr>
          <w:rFonts w:hint="cs"/>
          <w:rtl/>
        </w:rPr>
        <w:t>55 ـ مجمع لبيان في تفسير القرآن للشيخ الطبرسي ، دار مكتبة الحياة.</w:t>
      </w:r>
    </w:p>
    <w:p w:rsidR="00AA2ABC" w:rsidRDefault="00AA2ABC" w:rsidP="002704FD">
      <w:pPr>
        <w:pStyle w:val="libNormal"/>
        <w:rPr>
          <w:rtl/>
        </w:rPr>
      </w:pPr>
      <w:r>
        <w:rPr>
          <w:rFonts w:hint="cs"/>
          <w:rtl/>
        </w:rPr>
        <w:t>56 ـ محاسبة النفس لعلي بن طاووس ، الطبعة الأولى عام 1413 هـ ق ، مجمع البحوث الإسلامية.</w:t>
      </w:r>
    </w:p>
    <w:p w:rsidR="00AA2ABC" w:rsidRDefault="00AA2ABC" w:rsidP="002704FD">
      <w:pPr>
        <w:pStyle w:val="libNormal"/>
        <w:rPr>
          <w:rtl/>
        </w:rPr>
      </w:pPr>
      <w:r>
        <w:rPr>
          <w:rFonts w:hint="cs"/>
          <w:rtl/>
        </w:rPr>
        <w:t>57 ـ المحجة البيضاء في تهذيب الأحياء للفيض الكاشاني ، جماعة المدرسين.</w:t>
      </w:r>
    </w:p>
    <w:p w:rsidR="00AA2ABC" w:rsidRDefault="00AA2ABC" w:rsidP="002704FD">
      <w:pPr>
        <w:pStyle w:val="libNormal"/>
        <w:rPr>
          <w:rtl/>
        </w:rPr>
      </w:pPr>
      <w:r>
        <w:rPr>
          <w:rFonts w:hint="cs"/>
          <w:rtl/>
        </w:rPr>
        <w:t>58 ـ مدينة المعاجز للسيد هاشم البحراني ، الطبعة الأولى 1414 هـ ق ، مؤسسة المعارف الإسلامية.</w:t>
      </w:r>
    </w:p>
    <w:p w:rsidR="00AA2ABC" w:rsidRDefault="00AA2ABC" w:rsidP="002704FD">
      <w:pPr>
        <w:pStyle w:val="libNormal"/>
        <w:rPr>
          <w:rtl/>
        </w:rPr>
      </w:pPr>
      <w:r>
        <w:rPr>
          <w:rFonts w:hint="cs"/>
          <w:rtl/>
        </w:rPr>
        <w:t xml:space="preserve">59 ـ مستدرك الوسائل للمحدث النوري ، الطبعة الأولى عام 1408 هـ ق ، مؤسسة آل البيت </w:t>
      </w:r>
      <w:r w:rsidR="000A073B" w:rsidRPr="000A073B">
        <w:rPr>
          <w:rStyle w:val="libAlaemChar"/>
          <w:rFonts w:hint="cs"/>
          <w:rtl/>
        </w:rPr>
        <w:t>عليهم‌السلام</w:t>
      </w:r>
      <w:r>
        <w:rPr>
          <w:rFonts w:hint="cs"/>
          <w:rtl/>
        </w:rPr>
        <w:t>.</w:t>
      </w:r>
    </w:p>
    <w:p w:rsidR="00AA2ABC" w:rsidRDefault="00AA2ABC" w:rsidP="002704FD">
      <w:pPr>
        <w:pStyle w:val="libNormal"/>
        <w:rPr>
          <w:rtl/>
        </w:rPr>
      </w:pPr>
      <w:r>
        <w:rPr>
          <w:rFonts w:hint="cs"/>
          <w:rtl/>
        </w:rPr>
        <w:t>60 ـ مشكاة الأنوار في غرر الأخبار لأبي الفضل علي الطبرسي ، الطبعة الثانية عام 1385 هـ ق ، منشورات المكتبة الحيدرية.</w:t>
      </w:r>
    </w:p>
    <w:p w:rsidR="00AA2ABC" w:rsidRDefault="00AA2ABC" w:rsidP="002704FD">
      <w:pPr>
        <w:pStyle w:val="libNormal"/>
        <w:rPr>
          <w:rtl/>
        </w:rPr>
      </w:pPr>
      <w:r>
        <w:rPr>
          <w:rFonts w:hint="cs"/>
          <w:rtl/>
        </w:rPr>
        <w:t>61 ـ معاني الأخبار للصدوق ، طبع عام 1379 هـ ق جماعة المدرسين.</w:t>
      </w:r>
    </w:p>
    <w:p w:rsidR="00AA2ABC" w:rsidRDefault="00AA2ABC" w:rsidP="002704FD">
      <w:pPr>
        <w:pStyle w:val="libNormal"/>
        <w:rPr>
          <w:rtl/>
        </w:rPr>
      </w:pPr>
      <w:r>
        <w:rPr>
          <w:rFonts w:hint="cs"/>
          <w:rtl/>
        </w:rPr>
        <w:t>62 ـ المعجم الذهبي ، فارسي ـ عربي.</w:t>
      </w:r>
    </w:p>
    <w:p w:rsidR="00AA2ABC" w:rsidRDefault="00AA2ABC" w:rsidP="002704FD">
      <w:pPr>
        <w:pStyle w:val="libNormal"/>
        <w:rPr>
          <w:rtl/>
        </w:rPr>
      </w:pPr>
      <w:r>
        <w:rPr>
          <w:rFonts w:hint="cs"/>
          <w:rtl/>
        </w:rPr>
        <w:t>63 ـ المعجم المفهرس لألفاظ القرآن الكريم.</w:t>
      </w:r>
    </w:p>
    <w:p w:rsidR="00AA2ABC" w:rsidRDefault="00AA2ABC" w:rsidP="002704FD">
      <w:pPr>
        <w:pStyle w:val="libNormal"/>
        <w:rPr>
          <w:rtl/>
        </w:rPr>
      </w:pPr>
      <w:r>
        <w:rPr>
          <w:rtl/>
        </w:rPr>
        <w:br w:type="page"/>
      </w:r>
      <w:r>
        <w:rPr>
          <w:rFonts w:hint="cs"/>
          <w:rtl/>
        </w:rPr>
        <w:lastRenderedPageBreak/>
        <w:t>64 ـ المعجم المفهرس ، لألفاط نهج البلاغة.</w:t>
      </w:r>
    </w:p>
    <w:p w:rsidR="00AA2ABC" w:rsidRDefault="00AA2ABC" w:rsidP="002704FD">
      <w:pPr>
        <w:pStyle w:val="libNormal"/>
        <w:rPr>
          <w:rtl/>
        </w:rPr>
      </w:pPr>
      <w:r>
        <w:rPr>
          <w:rFonts w:hint="cs"/>
          <w:rtl/>
        </w:rPr>
        <w:t>65 ـ مكارم الأخلاق للطبرسي ، الطبعة السادسة عام 1392 هـ ق ، مؤسسة الأعلمي للمطبوعات.</w:t>
      </w:r>
    </w:p>
    <w:p w:rsidR="00AA2ABC" w:rsidRDefault="00AA2ABC" w:rsidP="002704FD">
      <w:pPr>
        <w:pStyle w:val="libNormal"/>
        <w:rPr>
          <w:rtl/>
        </w:rPr>
      </w:pPr>
      <w:r>
        <w:rPr>
          <w:rFonts w:hint="cs"/>
          <w:rtl/>
        </w:rPr>
        <w:t>66 ـ المناقب لابن شهر آشوب ، المطبعة العلمية بقم.</w:t>
      </w:r>
    </w:p>
    <w:p w:rsidR="00AA2ABC" w:rsidRDefault="00AA2ABC" w:rsidP="002704FD">
      <w:pPr>
        <w:pStyle w:val="libNormal"/>
        <w:rPr>
          <w:rtl/>
        </w:rPr>
      </w:pPr>
      <w:r>
        <w:rPr>
          <w:rFonts w:hint="cs"/>
          <w:rtl/>
        </w:rPr>
        <w:t>67 ـ من لا يحضرة الفقيه للصدوق ، الطبعة الثانية ، جماعة المدرسين.</w:t>
      </w:r>
    </w:p>
    <w:p w:rsidR="00AA2ABC" w:rsidRDefault="00AA2ABC" w:rsidP="002704FD">
      <w:pPr>
        <w:pStyle w:val="libNormal"/>
        <w:rPr>
          <w:rtl/>
        </w:rPr>
      </w:pPr>
      <w:r>
        <w:rPr>
          <w:rFonts w:hint="cs"/>
          <w:rtl/>
        </w:rPr>
        <w:t>68 ـ منية المريد في آداب المفيد والمستفيد ، زين الدين علي بن علي العاملي ، مجمع الذخائر الإسلامية.</w:t>
      </w:r>
    </w:p>
    <w:p w:rsidR="00AA2ABC" w:rsidRDefault="00AA2ABC" w:rsidP="002704FD">
      <w:pPr>
        <w:pStyle w:val="libNormal"/>
        <w:rPr>
          <w:rtl/>
        </w:rPr>
      </w:pPr>
      <w:r>
        <w:rPr>
          <w:rFonts w:hint="cs"/>
          <w:rtl/>
        </w:rPr>
        <w:t>69 ـ الموطأ ، مالك بن أنس ، دار احياء التراث العربي.</w:t>
      </w:r>
    </w:p>
    <w:p w:rsidR="00AA2ABC" w:rsidRDefault="00AA2ABC" w:rsidP="002704FD">
      <w:pPr>
        <w:pStyle w:val="libNormal"/>
        <w:rPr>
          <w:rtl/>
        </w:rPr>
      </w:pPr>
      <w:r>
        <w:rPr>
          <w:rFonts w:hint="cs"/>
          <w:rtl/>
        </w:rPr>
        <w:t>70 ـ الميزان في تفسير القرآن للعلامة الطباطبائي ، الطبعة الثانية عام 1392 هـ ق ، مؤسسة الأعلمي للمطبوعات.</w:t>
      </w:r>
    </w:p>
    <w:p w:rsidR="00AA2ABC" w:rsidRDefault="00AA2ABC" w:rsidP="002704FD">
      <w:pPr>
        <w:pStyle w:val="libNormal"/>
        <w:rPr>
          <w:rtl/>
        </w:rPr>
      </w:pPr>
      <w:r>
        <w:rPr>
          <w:rFonts w:hint="cs"/>
          <w:rtl/>
        </w:rPr>
        <w:t>71 ـ نهج الحق وكشف الصدق للعلامة الحلي ، الطبعة الرابعة 1414 هـ ق ، دار الهجرة.</w:t>
      </w:r>
    </w:p>
    <w:p w:rsidR="00AA2ABC" w:rsidRDefault="00AA2ABC" w:rsidP="002704FD">
      <w:pPr>
        <w:pStyle w:val="libNormal"/>
        <w:rPr>
          <w:rtl/>
        </w:rPr>
      </w:pPr>
      <w:r>
        <w:rPr>
          <w:rFonts w:hint="cs"/>
          <w:rtl/>
        </w:rPr>
        <w:t>72 ـ وسائل الشيعة إلى تحصيل مسائل الشريعة للحر العاملي ، طبع عام 1391 هـ ق ، دار احياء التراث العربي.</w:t>
      </w:r>
    </w:p>
    <w:p w:rsidR="00AA2ABC" w:rsidRPr="002108A0" w:rsidRDefault="00AA2ABC" w:rsidP="00AA2ABC">
      <w:pPr>
        <w:pStyle w:val="Heading1Center"/>
        <w:rPr>
          <w:rtl/>
        </w:rPr>
      </w:pPr>
      <w:r>
        <w:rPr>
          <w:rtl/>
        </w:rPr>
        <w:br w:type="page"/>
      </w:r>
      <w:bookmarkStart w:id="272" w:name="_Toc392501972"/>
      <w:bookmarkStart w:id="273" w:name="_Toc392502920"/>
      <w:r w:rsidRPr="002108A0">
        <w:rPr>
          <w:rFonts w:hint="cs"/>
          <w:rtl/>
        </w:rPr>
        <w:lastRenderedPageBreak/>
        <w:t>فهرس الموضوعات</w:t>
      </w:r>
      <w:bookmarkEnd w:id="272"/>
      <w:bookmarkEnd w:id="273"/>
    </w:p>
    <w:p w:rsidR="00B63DA5" w:rsidRDefault="00531636">
      <w:pPr>
        <w:pStyle w:val="TOC1"/>
        <w:rPr>
          <w:rFonts w:asciiTheme="minorHAnsi" w:eastAsiaTheme="minorEastAsia" w:hAnsiTheme="minorHAnsi" w:cstheme="minorBidi"/>
          <w:bCs w:val="0"/>
          <w:noProof/>
          <w:color w:val="auto"/>
          <w:sz w:val="22"/>
          <w:szCs w:val="22"/>
          <w:rtl/>
        </w:rPr>
      </w:pPr>
      <w:r w:rsidRPr="00531636">
        <w:rPr>
          <w:rtl/>
        </w:rPr>
        <w:fldChar w:fldCharType="begin"/>
      </w:r>
      <w:r w:rsidR="00AA2ABC">
        <w:rPr>
          <w:rtl/>
        </w:rPr>
        <w:instrText xml:space="preserve"> </w:instrText>
      </w:r>
      <w:r w:rsidR="00AA2ABC">
        <w:rPr>
          <w:rFonts w:hint="cs"/>
        </w:rPr>
        <w:instrText>TOC</w:instrText>
      </w:r>
      <w:r w:rsidR="00AA2ABC">
        <w:rPr>
          <w:rFonts w:hint="cs"/>
          <w:rtl/>
        </w:rPr>
        <w:instrText xml:space="preserve"> \</w:instrText>
      </w:r>
      <w:r w:rsidR="00AA2ABC">
        <w:rPr>
          <w:rFonts w:hint="cs"/>
        </w:rPr>
        <w:instrText>o "1-3" \h \z \t "Heading 1 Center;1;Heading 2 Center;2</w:instrText>
      </w:r>
      <w:r w:rsidR="00AA2ABC">
        <w:rPr>
          <w:rFonts w:hint="cs"/>
          <w:rtl/>
        </w:rPr>
        <w:instrText>"</w:instrText>
      </w:r>
      <w:r w:rsidR="00AA2ABC">
        <w:rPr>
          <w:rtl/>
        </w:rPr>
        <w:instrText xml:space="preserve"> </w:instrText>
      </w:r>
      <w:r w:rsidRPr="00531636">
        <w:rPr>
          <w:rtl/>
        </w:rPr>
        <w:fldChar w:fldCharType="separate"/>
      </w:r>
      <w:hyperlink w:anchor="_Toc392502787" w:history="1">
        <w:r w:rsidR="00B63DA5" w:rsidRPr="00623D73">
          <w:rPr>
            <w:rStyle w:val="Hyperlink"/>
            <w:rFonts w:hint="eastAsia"/>
            <w:noProof/>
            <w:rtl/>
          </w:rPr>
          <w:t>عين</w:t>
        </w:r>
        <w:r w:rsidR="00B63DA5" w:rsidRPr="00623D73">
          <w:rPr>
            <w:rStyle w:val="Hyperlink"/>
            <w:noProof/>
            <w:rtl/>
          </w:rPr>
          <w:t xml:space="preserve"> </w:t>
        </w:r>
        <w:r w:rsidR="00B63DA5" w:rsidRPr="00623D73">
          <w:rPr>
            <w:rStyle w:val="Hyperlink"/>
            <w:rFonts w:hint="eastAsia"/>
            <w:noProof/>
            <w:rtl/>
          </w:rPr>
          <w:t>الحياة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Toc392502787 \h</w:instrText>
        </w:r>
        <w:r w:rsidR="00B63DA5">
          <w:rPr>
            <w:noProof/>
            <w:webHidden/>
            <w:rtl/>
          </w:rPr>
          <w:instrText xml:space="preserve"> </w:instrText>
        </w:r>
        <w:r>
          <w:rPr>
            <w:noProof/>
            <w:webHidden/>
            <w:rtl/>
          </w:rPr>
        </w:r>
        <w:r>
          <w:rPr>
            <w:noProof/>
            <w:webHidden/>
            <w:rtl/>
          </w:rPr>
          <w:fldChar w:fldCharType="separate"/>
        </w:r>
        <w:r w:rsidR="00B63DA5">
          <w:rPr>
            <w:noProof/>
            <w:webHidden/>
            <w:rtl/>
          </w:rPr>
          <w:t>1</w:t>
        </w:r>
        <w:r>
          <w:rPr>
            <w:noProof/>
            <w:webHidden/>
            <w:rtl/>
          </w:rPr>
          <w:fldChar w:fldCharType="end"/>
        </w:r>
      </w:hyperlink>
    </w:p>
    <w:p w:rsidR="00B63DA5" w:rsidRDefault="00531636" w:rsidP="00C0578C">
      <w:pPr>
        <w:pStyle w:val="TOC1"/>
        <w:rPr>
          <w:rFonts w:asciiTheme="minorHAnsi" w:eastAsiaTheme="minorEastAsia" w:hAnsiTheme="minorHAnsi" w:cstheme="minorBidi"/>
          <w:bCs w:val="0"/>
          <w:noProof/>
          <w:color w:val="auto"/>
          <w:sz w:val="22"/>
          <w:szCs w:val="22"/>
          <w:rtl/>
        </w:rPr>
      </w:pPr>
      <w:hyperlink w:anchor="_Toc392502788" w:history="1">
        <w:r w:rsidR="00C0578C" w:rsidRPr="00C0578C">
          <w:rPr>
            <w:rStyle w:val="Hyperlink"/>
            <w:rFonts w:hint="cs"/>
            <w:noProof/>
            <w:rtl/>
          </w:rPr>
          <w:t>حب المال و جمع الدرهم والدينار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Toc392502788 \h</w:instrText>
        </w:r>
        <w:r w:rsidR="00B63DA5">
          <w:rPr>
            <w:noProof/>
            <w:webHidden/>
            <w:rtl/>
          </w:rPr>
          <w:instrText xml:space="preserve"> </w:instrText>
        </w:r>
        <w:r>
          <w:rPr>
            <w:noProof/>
            <w:webHidden/>
            <w:rtl/>
          </w:rPr>
        </w:r>
        <w:r>
          <w:rPr>
            <w:noProof/>
            <w:webHidden/>
            <w:rtl/>
          </w:rPr>
          <w:fldChar w:fldCharType="separate"/>
        </w:r>
        <w:r w:rsidR="00B63DA5">
          <w:rPr>
            <w:noProof/>
            <w:webHidden/>
            <w:rtl/>
          </w:rPr>
          <w:t>5</w:t>
        </w:r>
        <w:r>
          <w:rPr>
            <w:noProof/>
            <w:webHidden/>
            <w:rtl/>
          </w:rPr>
          <w:fldChar w:fldCharType="end"/>
        </w:r>
      </w:hyperlink>
    </w:p>
    <w:p w:rsidR="00B63DA5" w:rsidRDefault="00531636" w:rsidP="00924C6F">
      <w:pPr>
        <w:pStyle w:val="TOC1"/>
        <w:rPr>
          <w:rFonts w:asciiTheme="minorHAnsi" w:eastAsiaTheme="minorEastAsia" w:hAnsiTheme="minorHAnsi" w:cstheme="minorBidi"/>
          <w:bCs w:val="0"/>
          <w:noProof/>
          <w:color w:val="auto"/>
          <w:sz w:val="22"/>
          <w:szCs w:val="22"/>
          <w:rtl/>
        </w:rPr>
      </w:pPr>
      <w:hyperlink w:anchor="_Toc392502789" w:history="1">
        <w:r w:rsidR="00924C6F" w:rsidRPr="00924C6F">
          <w:rPr>
            <w:rStyle w:val="Hyperlink"/>
            <w:rFonts w:hint="cs"/>
            <w:noProof/>
            <w:rtl/>
          </w:rPr>
          <w:t>مدح الفقر والفقراء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Toc392502789 \h</w:instrText>
        </w:r>
        <w:r w:rsidR="00B63DA5">
          <w:rPr>
            <w:noProof/>
            <w:webHidden/>
            <w:rtl/>
          </w:rPr>
          <w:instrText xml:space="preserve"> </w:instrText>
        </w:r>
        <w:r>
          <w:rPr>
            <w:noProof/>
            <w:webHidden/>
            <w:rtl/>
          </w:rPr>
        </w:r>
        <w:r>
          <w:rPr>
            <w:noProof/>
            <w:webHidden/>
            <w:rtl/>
          </w:rPr>
          <w:fldChar w:fldCharType="separate"/>
        </w:r>
        <w:r w:rsidR="00B63DA5">
          <w:rPr>
            <w:noProof/>
            <w:webHidden/>
            <w:rtl/>
          </w:rPr>
          <w:t>22</w:t>
        </w:r>
        <w:r>
          <w:rPr>
            <w:noProof/>
            <w:webHidden/>
            <w:rtl/>
          </w:rPr>
          <w:fldChar w:fldCharType="end"/>
        </w:r>
      </w:hyperlink>
    </w:p>
    <w:p w:rsidR="00B63DA5" w:rsidRDefault="00531636" w:rsidP="003A522E">
      <w:pPr>
        <w:pStyle w:val="TOC1"/>
        <w:rPr>
          <w:rFonts w:asciiTheme="minorHAnsi" w:eastAsiaTheme="minorEastAsia" w:hAnsiTheme="minorHAnsi" w:cstheme="minorBidi"/>
          <w:bCs w:val="0"/>
          <w:noProof/>
          <w:color w:val="auto"/>
          <w:sz w:val="22"/>
          <w:szCs w:val="22"/>
          <w:rtl/>
        </w:rPr>
      </w:pPr>
      <w:hyperlink w:anchor="_Toc392502790" w:history="1">
        <w:r w:rsidR="003A522E" w:rsidRPr="003A522E">
          <w:rPr>
            <w:rStyle w:val="Hyperlink"/>
            <w:rFonts w:hint="cs"/>
            <w:noProof/>
            <w:rtl/>
          </w:rPr>
          <w:t>مدح الكفاف</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Toc392502790 \h</w:instrText>
        </w:r>
        <w:r w:rsidR="00B63DA5">
          <w:rPr>
            <w:noProof/>
            <w:webHidden/>
            <w:rtl/>
          </w:rPr>
          <w:instrText xml:space="preserve"> </w:instrText>
        </w:r>
        <w:r>
          <w:rPr>
            <w:noProof/>
            <w:webHidden/>
            <w:rtl/>
          </w:rPr>
        </w:r>
        <w:r>
          <w:rPr>
            <w:noProof/>
            <w:webHidden/>
            <w:rtl/>
          </w:rPr>
          <w:fldChar w:fldCharType="separate"/>
        </w:r>
        <w:r w:rsidR="00B63DA5">
          <w:rPr>
            <w:noProof/>
            <w:webHidden/>
            <w:rtl/>
          </w:rPr>
          <w:t>30</w:t>
        </w:r>
        <w:r>
          <w:rPr>
            <w:noProof/>
            <w:webHidden/>
            <w:rtl/>
          </w:rPr>
          <w:fldChar w:fldCharType="end"/>
        </w:r>
      </w:hyperlink>
    </w:p>
    <w:p w:rsidR="00B63DA5" w:rsidRDefault="00531636" w:rsidP="00D1464E">
      <w:pPr>
        <w:pStyle w:val="TOC1"/>
        <w:rPr>
          <w:rFonts w:asciiTheme="minorHAnsi" w:eastAsiaTheme="minorEastAsia" w:hAnsiTheme="minorHAnsi" w:cstheme="minorBidi"/>
          <w:bCs w:val="0"/>
          <w:noProof/>
          <w:color w:val="auto"/>
          <w:sz w:val="22"/>
          <w:szCs w:val="22"/>
          <w:rtl/>
        </w:rPr>
      </w:pPr>
      <w:hyperlink w:anchor="_Toc392502791" w:history="1">
        <w:r w:rsidR="00D1464E" w:rsidRPr="00D1464E">
          <w:rPr>
            <w:rStyle w:val="Hyperlink"/>
            <w:rFonts w:hint="cs"/>
            <w:noProof/>
            <w:rtl/>
          </w:rPr>
          <w:t>البكاء والرياء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Toc392502791 \h</w:instrText>
        </w:r>
        <w:r w:rsidR="00B63DA5">
          <w:rPr>
            <w:noProof/>
            <w:webHidden/>
            <w:rtl/>
          </w:rPr>
          <w:instrText xml:space="preserve"> </w:instrText>
        </w:r>
        <w:r>
          <w:rPr>
            <w:noProof/>
            <w:webHidden/>
            <w:rtl/>
          </w:rPr>
        </w:r>
        <w:r>
          <w:rPr>
            <w:noProof/>
            <w:webHidden/>
            <w:rtl/>
          </w:rPr>
          <w:fldChar w:fldCharType="separate"/>
        </w:r>
        <w:r w:rsidR="00B63DA5">
          <w:rPr>
            <w:noProof/>
            <w:webHidden/>
            <w:rtl/>
          </w:rPr>
          <w:t>36</w:t>
        </w:r>
        <w:r>
          <w:rPr>
            <w:noProof/>
            <w:webHidden/>
            <w:rtl/>
          </w:rPr>
          <w:fldChar w:fldCharType="end"/>
        </w:r>
      </w:hyperlink>
    </w:p>
    <w:p w:rsidR="00B63DA5" w:rsidRDefault="00531636" w:rsidP="00B85BEB">
      <w:pPr>
        <w:pStyle w:val="TOC1"/>
        <w:rPr>
          <w:rFonts w:asciiTheme="minorHAnsi" w:eastAsiaTheme="minorEastAsia" w:hAnsiTheme="minorHAnsi" w:cstheme="minorBidi"/>
          <w:bCs w:val="0"/>
          <w:noProof/>
          <w:color w:val="auto"/>
          <w:sz w:val="22"/>
          <w:szCs w:val="22"/>
          <w:rtl/>
        </w:rPr>
      </w:pPr>
      <w:hyperlink w:anchor="_Toc392502792" w:history="1">
        <w:r w:rsidR="00B85BEB" w:rsidRPr="00B85BEB">
          <w:rPr>
            <w:rStyle w:val="Hyperlink"/>
            <w:rFonts w:hint="cs"/>
            <w:noProof/>
            <w:rtl/>
          </w:rPr>
          <w:t>الجنّة و النار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Toc392502792 \h</w:instrText>
        </w:r>
        <w:r w:rsidR="00B63DA5">
          <w:rPr>
            <w:noProof/>
            <w:webHidden/>
            <w:rtl/>
          </w:rPr>
          <w:instrText xml:space="preserve"> </w:instrText>
        </w:r>
        <w:r>
          <w:rPr>
            <w:noProof/>
            <w:webHidden/>
            <w:rtl/>
          </w:rPr>
        </w:r>
        <w:r>
          <w:rPr>
            <w:noProof/>
            <w:webHidden/>
            <w:rtl/>
          </w:rPr>
          <w:fldChar w:fldCharType="separate"/>
        </w:r>
        <w:r w:rsidR="00B63DA5">
          <w:rPr>
            <w:noProof/>
            <w:webHidden/>
            <w:rtl/>
          </w:rPr>
          <w:t>41</w:t>
        </w:r>
        <w:r>
          <w:rPr>
            <w:noProof/>
            <w:webHidden/>
            <w:rtl/>
          </w:rPr>
          <w:fldChar w:fldCharType="end"/>
        </w:r>
      </w:hyperlink>
    </w:p>
    <w:p w:rsidR="00B63DA5" w:rsidRDefault="00531636" w:rsidP="00927D0A">
      <w:pPr>
        <w:pStyle w:val="TOC1"/>
        <w:rPr>
          <w:rFonts w:asciiTheme="minorHAnsi" w:eastAsiaTheme="minorEastAsia" w:hAnsiTheme="minorHAnsi" w:cstheme="minorBidi"/>
          <w:bCs w:val="0"/>
          <w:noProof/>
          <w:color w:val="auto"/>
          <w:sz w:val="22"/>
          <w:szCs w:val="22"/>
          <w:rtl/>
        </w:rPr>
      </w:pPr>
      <w:hyperlink w:anchor="_Toc392502793" w:history="1">
        <w:r w:rsidR="00927D0A" w:rsidRPr="00927D0A">
          <w:rPr>
            <w:rStyle w:val="Hyperlink"/>
            <w:rFonts w:hint="cs"/>
            <w:noProof/>
            <w:webHidden/>
            <w:rtl/>
          </w:rPr>
          <w:t>ذم كثرة الضحك في عدة أماكن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Toc392502793 \h</w:instrText>
        </w:r>
        <w:r w:rsidR="00B63DA5">
          <w:rPr>
            <w:noProof/>
            <w:webHidden/>
            <w:rtl/>
          </w:rPr>
          <w:instrText xml:space="preserve"> </w:instrText>
        </w:r>
        <w:r>
          <w:rPr>
            <w:noProof/>
            <w:webHidden/>
            <w:rtl/>
          </w:rPr>
        </w:r>
        <w:r>
          <w:rPr>
            <w:noProof/>
            <w:webHidden/>
            <w:rtl/>
          </w:rPr>
          <w:fldChar w:fldCharType="separate"/>
        </w:r>
        <w:r w:rsidR="00B63DA5">
          <w:rPr>
            <w:noProof/>
            <w:webHidden/>
            <w:rtl/>
          </w:rPr>
          <w:t>69</w:t>
        </w:r>
        <w:r>
          <w:rPr>
            <w:noProof/>
            <w:webHidden/>
            <w:rtl/>
          </w:rPr>
          <w:fldChar w:fldCharType="end"/>
        </w:r>
      </w:hyperlink>
    </w:p>
    <w:p w:rsidR="00B63DA5" w:rsidRDefault="00531636" w:rsidP="00740064">
      <w:pPr>
        <w:pStyle w:val="TOC1"/>
        <w:rPr>
          <w:rFonts w:asciiTheme="minorHAnsi" w:eastAsiaTheme="minorEastAsia" w:hAnsiTheme="minorHAnsi" w:cstheme="minorBidi"/>
          <w:bCs w:val="0"/>
          <w:noProof/>
          <w:color w:val="auto"/>
          <w:sz w:val="22"/>
          <w:szCs w:val="22"/>
          <w:rtl/>
        </w:rPr>
      </w:pPr>
      <w:hyperlink w:anchor="_Toc392502794" w:history="1">
        <w:r w:rsidR="00740064" w:rsidRPr="00740064">
          <w:rPr>
            <w:rStyle w:val="Hyperlink"/>
            <w:noProof/>
            <w:rtl/>
          </w:rPr>
          <w:t>ذمّ</w:t>
        </w:r>
        <w:r w:rsidR="00740064" w:rsidRPr="00740064">
          <w:rPr>
            <w:rStyle w:val="Hyperlink"/>
            <w:rFonts w:hint="cs"/>
            <w:noProof/>
            <w:rtl/>
          </w:rPr>
          <w:t xml:space="preserve"> كثرة الضحك و الكسل</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Toc392502794 \h</w:instrText>
        </w:r>
        <w:r w:rsidR="00B63DA5">
          <w:rPr>
            <w:noProof/>
            <w:webHidden/>
            <w:rtl/>
          </w:rPr>
          <w:instrText xml:space="preserve"> </w:instrText>
        </w:r>
        <w:r>
          <w:rPr>
            <w:noProof/>
            <w:webHidden/>
            <w:rtl/>
          </w:rPr>
        </w:r>
        <w:r>
          <w:rPr>
            <w:noProof/>
            <w:webHidden/>
            <w:rtl/>
          </w:rPr>
          <w:fldChar w:fldCharType="separate"/>
        </w:r>
        <w:r w:rsidR="00B63DA5">
          <w:rPr>
            <w:noProof/>
            <w:webHidden/>
            <w:rtl/>
          </w:rPr>
          <w:t>71</w:t>
        </w:r>
        <w:r>
          <w:rPr>
            <w:noProof/>
            <w:webHidden/>
            <w:rtl/>
          </w:rPr>
          <w:fldChar w:fldCharType="end"/>
        </w:r>
      </w:hyperlink>
    </w:p>
    <w:p w:rsidR="00B63DA5" w:rsidRDefault="00531636" w:rsidP="008661C0">
      <w:pPr>
        <w:pStyle w:val="TOC1"/>
        <w:rPr>
          <w:rFonts w:asciiTheme="minorHAnsi" w:eastAsiaTheme="minorEastAsia" w:hAnsiTheme="minorHAnsi" w:cstheme="minorBidi"/>
          <w:bCs w:val="0"/>
          <w:noProof/>
          <w:color w:val="auto"/>
          <w:sz w:val="22"/>
          <w:szCs w:val="22"/>
          <w:rtl/>
        </w:rPr>
      </w:pPr>
      <w:hyperlink w:anchor="_Toc392502795" w:history="1">
        <w:r w:rsidR="008661C0" w:rsidRPr="008661C0">
          <w:rPr>
            <w:rStyle w:val="Hyperlink"/>
            <w:noProof/>
            <w:rtl/>
          </w:rPr>
          <w:t xml:space="preserve">عدم الاعتناء </w:t>
        </w:r>
        <w:r w:rsidR="008661C0" w:rsidRPr="008661C0">
          <w:rPr>
            <w:rStyle w:val="Hyperlink"/>
            <w:rFonts w:hint="cs"/>
            <w:noProof/>
            <w:rtl/>
          </w:rPr>
          <w:t>بشأن الناس</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Toc392502795 \h</w:instrText>
        </w:r>
        <w:r w:rsidR="00B63DA5">
          <w:rPr>
            <w:noProof/>
            <w:webHidden/>
            <w:rtl/>
          </w:rPr>
          <w:instrText xml:space="preserve"> </w:instrText>
        </w:r>
        <w:r>
          <w:rPr>
            <w:noProof/>
            <w:webHidden/>
            <w:rtl/>
          </w:rPr>
        </w:r>
        <w:r>
          <w:rPr>
            <w:noProof/>
            <w:webHidden/>
            <w:rtl/>
          </w:rPr>
          <w:fldChar w:fldCharType="separate"/>
        </w:r>
        <w:r w:rsidR="00B63DA5">
          <w:rPr>
            <w:noProof/>
            <w:webHidden/>
            <w:rtl/>
          </w:rPr>
          <w:t>76</w:t>
        </w:r>
        <w:r>
          <w:rPr>
            <w:noProof/>
            <w:webHidden/>
            <w:rtl/>
          </w:rPr>
          <w:fldChar w:fldCharType="end"/>
        </w:r>
      </w:hyperlink>
    </w:p>
    <w:p w:rsidR="00B63DA5" w:rsidRDefault="00531636" w:rsidP="008E014F">
      <w:pPr>
        <w:pStyle w:val="TOC1"/>
        <w:rPr>
          <w:rFonts w:asciiTheme="minorHAnsi" w:eastAsiaTheme="minorEastAsia" w:hAnsiTheme="minorHAnsi" w:cstheme="minorBidi"/>
          <w:bCs w:val="0"/>
          <w:noProof/>
          <w:color w:val="auto"/>
          <w:sz w:val="22"/>
          <w:szCs w:val="22"/>
          <w:rtl/>
        </w:rPr>
      </w:pPr>
      <w:hyperlink w:anchor="_Toc392502796" w:history="1">
        <w:r w:rsidR="008E014F" w:rsidRPr="008E014F">
          <w:rPr>
            <w:rStyle w:val="Hyperlink"/>
            <w:noProof/>
            <w:rtl/>
          </w:rPr>
          <w:t>محاسب</w:t>
        </w:r>
        <w:r w:rsidR="008E014F" w:rsidRPr="008E014F">
          <w:rPr>
            <w:rStyle w:val="Hyperlink"/>
            <w:rFonts w:hint="cs"/>
            <w:noProof/>
            <w:rtl/>
          </w:rPr>
          <w:t>بة</w:t>
        </w:r>
        <w:r w:rsidR="008E014F" w:rsidRPr="008E014F">
          <w:rPr>
            <w:rStyle w:val="Hyperlink"/>
            <w:noProof/>
            <w:rtl/>
          </w:rPr>
          <w:t xml:space="preserve"> </w:t>
        </w:r>
        <w:r w:rsidR="008E014F" w:rsidRPr="008E014F">
          <w:rPr>
            <w:rStyle w:val="Hyperlink"/>
            <w:rFonts w:hint="cs"/>
            <w:noProof/>
            <w:rtl/>
          </w:rPr>
          <w:t>ال</w:t>
        </w:r>
        <w:r w:rsidR="008E014F" w:rsidRPr="008E014F">
          <w:rPr>
            <w:rStyle w:val="Hyperlink"/>
            <w:noProof/>
            <w:rtl/>
          </w:rPr>
          <w:t>نفس</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Toc392502796 \h</w:instrText>
        </w:r>
        <w:r w:rsidR="00B63DA5">
          <w:rPr>
            <w:noProof/>
            <w:webHidden/>
            <w:rtl/>
          </w:rPr>
          <w:instrText xml:space="preserve"> </w:instrText>
        </w:r>
        <w:r>
          <w:rPr>
            <w:noProof/>
            <w:webHidden/>
            <w:rtl/>
          </w:rPr>
        </w:r>
        <w:r>
          <w:rPr>
            <w:noProof/>
            <w:webHidden/>
            <w:rtl/>
          </w:rPr>
          <w:fldChar w:fldCharType="separate"/>
        </w:r>
        <w:r w:rsidR="00B63DA5">
          <w:rPr>
            <w:noProof/>
            <w:webHidden/>
            <w:rtl/>
          </w:rPr>
          <w:t>79</w:t>
        </w:r>
        <w:r>
          <w:rPr>
            <w:noProof/>
            <w:webHidden/>
            <w:rtl/>
          </w:rPr>
          <w:fldChar w:fldCharType="end"/>
        </w:r>
      </w:hyperlink>
    </w:p>
    <w:p w:rsidR="00B63DA5" w:rsidRDefault="00531636" w:rsidP="000B4F9A">
      <w:pPr>
        <w:pStyle w:val="TOC1"/>
        <w:rPr>
          <w:rFonts w:asciiTheme="minorHAnsi" w:eastAsiaTheme="minorEastAsia" w:hAnsiTheme="minorHAnsi" w:cstheme="minorBidi"/>
          <w:bCs w:val="0"/>
          <w:noProof/>
          <w:color w:val="auto"/>
          <w:sz w:val="22"/>
          <w:szCs w:val="22"/>
          <w:rtl/>
        </w:rPr>
      </w:pPr>
      <w:hyperlink w:anchor="_Toc392502797" w:history="1">
        <w:r w:rsidR="000B4F9A" w:rsidRPr="000B4F9A">
          <w:rPr>
            <w:rStyle w:val="Hyperlink"/>
            <w:noProof/>
            <w:rtl/>
          </w:rPr>
          <w:t>في</w:t>
        </w:r>
        <w:r w:rsidR="000B4F9A" w:rsidRPr="000B4F9A">
          <w:rPr>
            <w:rStyle w:val="Hyperlink"/>
            <w:rFonts w:hint="cs"/>
            <w:noProof/>
            <w:rtl/>
          </w:rPr>
          <w:t xml:space="preserve"> مدح</w:t>
        </w:r>
        <w:r w:rsidR="000B4F9A" w:rsidRPr="000B4F9A">
          <w:rPr>
            <w:rStyle w:val="Hyperlink"/>
            <w:noProof/>
            <w:rtl/>
          </w:rPr>
          <w:t xml:space="preserve"> الحياء</w:t>
        </w:r>
        <w:r w:rsidR="000B4F9A" w:rsidRPr="000B4F9A">
          <w:rPr>
            <w:rStyle w:val="Hyperlink"/>
            <w:rFonts w:hint="cs"/>
            <w:noProof/>
            <w:rtl/>
          </w:rPr>
          <w:t xml:space="preserve"> و عفة البطن و الفرج و حفظ العين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Toc392502797 \h</w:instrText>
        </w:r>
        <w:r w:rsidR="00B63DA5">
          <w:rPr>
            <w:noProof/>
            <w:webHidden/>
            <w:rtl/>
          </w:rPr>
          <w:instrText xml:space="preserve"> </w:instrText>
        </w:r>
        <w:r>
          <w:rPr>
            <w:noProof/>
            <w:webHidden/>
            <w:rtl/>
          </w:rPr>
        </w:r>
        <w:r>
          <w:rPr>
            <w:noProof/>
            <w:webHidden/>
            <w:rtl/>
          </w:rPr>
          <w:fldChar w:fldCharType="separate"/>
        </w:r>
        <w:r w:rsidR="00B63DA5">
          <w:rPr>
            <w:noProof/>
            <w:webHidden/>
            <w:rtl/>
          </w:rPr>
          <w:t>82</w:t>
        </w:r>
        <w:r>
          <w:rPr>
            <w:noProof/>
            <w:webHidden/>
            <w:rtl/>
          </w:rPr>
          <w:fldChar w:fldCharType="end"/>
        </w:r>
      </w:hyperlink>
    </w:p>
    <w:p w:rsidR="00B63DA5" w:rsidRDefault="00531636" w:rsidP="00545E1D">
      <w:pPr>
        <w:pStyle w:val="TOC1"/>
        <w:rPr>
          <w:rFonts w:asciiTheme="minorHAnsi" w:eastAsiaTheme="minorEastAsia" w:hAnsiTheme="minorHAnsi" w:cstheme="minorBidi"/>
          <w:bCs w:val="0"/>
          <w:noProof/>
          <w:color w:val="auto"/>
          <w:sz w:val="22"/>
          <w:szCs w:val="22"/>
          <w:rtl/>
        </w:rPr>
      </w:pPr>
      <w:hyperlink w:anchor="_Toc392502798" w:history="1">
        <w:r w:rsidR="00B63DA5" w:rsidRPr="00623D73">
          <w:rPr>
            <w:rStyle w:val="Hyperlink"/>
            <w:rFonts w:hint="eastAsia"/>
            <w:noProof/>
            <w:rtl/>
          </w:rPr>
          <w:t>النجم</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545E1D">
          <w:rPr>
            <w:rStyle w:val="Hyperlink"/>
            <w:rFonts w:hint="cs"/>
            <w:noProof/>
            <w:rtl/>
          </w:rPr>
          <w:t>:</w:t>
        </w:r>
        <w:r w:rsidR="00815EEB" w:rsidRPr="00815EEB">
          <w:rPr>
            <w:rFonts w:hint="eastAsia"/>
            <w:rtl/>
          </w:rPr>
          <w:t xml:space="preserve"> </w:t>
        </w:r>
        <w:r w:rsidR="00815EEB" w:rsidRPr="00815EEB">
          <w:rPr>
            <w:rStyle w:val="Hyperlink"/>
            <w:rFonts w:hint="eastAsia"/>
            <w:noProof/>
            <w:rtl/>
          </w:rPr>
          <w:t>في</w:t>
        </w:r>
        <w:r w:rsidR="00815EEB" w:rsidRPr="00815EEB">
          <w:rPr>
            <w:rStyle w:val="Hyperlink"/>
            <w:noProof/>
            <w:rtl/>
          </w:rPr>
          <w:t xml:space="preserve"> </w:t>
        </w:r>
        <w:r w:rsidR="00815EEB" w:rsidRPr="00815EEB">
          <w:rPr>
            <w:rStyle w:val="Hyperlink"/>
            <w:rFonts w:hint="eastAsia"/>
            <w:noProof/>
            <w:rtl/>
          </w:rPr>
          <w:t>فضل</w:t>
        </w:r>
        <w:r w:rsidR="00815EEB" w:rsidRPr="00815EEB">
          <w:rPr>
            <w:rStyle w:val="Hyperlink"/>
            <w:noProof/>
            <w:rtl/>
          </w:rPr>
          <w:t xml:space="preserve"> </w:t>
        </w:r>
        <w:r w:rsidR="00815EEB" w:rsidRPr="00815EEB">
          <w:rPr>
            <w:rStyle w:val="Hyperlink"/>
            <w:rFonts w:hint="eastAsia"/>
            <w:noProof/>
            <w:rtl/>
          </w:rPr>
          <w:t>الدعاء</w:t>
        </w:r>
        <w:r w:rsidR="00815EEB" w:rsidRPr="00815EEB">
          <w:rPr>
            <w:rStyle w:val="Hyperlink"/>
            <w:noProof/>
            <w:rtl/>
          </w:rPr>
          <w:t xml:space="preserve"> </w:t>
        </w:r>
        <w:r w:rsidR="00815EEB" w:rsidRPr="00815EEB">
          <w:rPr>
            <w:rStyle w:val="Hyperlink"/>
            <w:rFonts w:hint="eastAsia"/>
            <w:noProof/>
            <w:rtl/>
          </w:rPr>
          <w:t>وفوائده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Toc392502798 \h</w:instrText>
        </w:r>
        <w:r w:rsidR="00B63DA5">
          <w:rPr>
            <w:noProof/>
            <w:webHidden/>
            <w:rtl/>
          </w:rPr>
          <w:instrText xml:space="preserve"> </w:instrText>
        </w:r>
        <w:r>
          <w:rPr>
            <w:noProof/>
            <w:webHidden/>
            <w:rtl/>
          </w:rPr>
        </w:r>
        <w:r>
          <w:rPr>
            <w:noProof/>
            <w:webHidden/>
            <w:rtl/>
          </w:rPr>
          <w:fldChar w:fldCharType="separate"/>
        </w:r>
        <w:r w:rsidR="00B63DA5">
          <w:rPr>
            <w:noProof/>
            <w:webHidden/>
            <w:rtl/>
          </w:rPr>
          <w:t>96</w:t>
        </w:r>
        <w:r>
          <w:rPr>
            <w:noProof/>
            <w:webHidden/>
            <w:rtl/>
          </w:rPr>
          <w:fldChar w:fldCharType="end"/>
        </w:r>
      </w:hyperlink>
    </w:p>
    <w:p w:rsidR="00B63DA5" w:rsidRDefault="00531636" w:rsidP="00A022D5">
      <w:pPr>
        <w:pStyle w:val="TOC1"/>
        <w:rPr>
          <w:rFonts w:asciiTheme="minorHAnsi" w:eastAsiaTheme="minorEastAsia" w:hAnsiTheme="minorHAnsi" w:cstheme="minorBidi"/>
          <w:bCs w:val="0"/>
          <w:noProof/>
          <w:color w:val="auto"/>
          <w:sz w:val="22"/>
          <w:szCs w:val="22"/>
          <w:rtl/>
        </w:rPr>
      </w:pPr>
      <w:hyperlink w:anchor="_Toc392502800" w:history="1">
        <w:r w:rsidR="00B63DA5" w:rsidRPr="00623D73">
          <w:rPr>
            <w:rStyle w:val="Hyperlink"/>
            <w:rFonts w:hint="eastAsia"/>
            <w:noProof/>
            <w:rtl/>
          </w:rPr>
          <w:t>النجم</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A022D5">
          <w:rPr>
            <w:rStyle w:val="Hyperlink"/>
            <w:rFonts w:hint="cs"/>
            <w:noProof/>
            <w:rtl/>
          </w:rPr>
          <w:t xml:space="preserve">: </w:t>
        </w:r>
        <w:r w:rsidR="00A022D5" w:rsidRPr="00A022D5">
          <w:rPr>
            <w:rStyle w:val="Hyperlink"/>
            <w:rFonts w:hint="eastAsia"/>
            <w:noProof/>
            <w:rtl/>
          </w:rPr>
          <w:t>في</w:t>
        </w:r>
        <w:r w:rsidR="00A022D5" w:rsidRPr="00A022D5">
          <w:rPr>
            <w:rStyle w:val="Hyperlink"/>
            <w:noProof/>
            <w:rtl/>
          </w:rPr>
          <w:t xml:space="preserve"> </w:t>
        </w:r>
        <w:r w:rsidR="00A022D5" w:rsidRPr="00A022D5">
          <w:rPr>
            <w:rStyle w:val="Hyperlink"/>
            <w:rFonts w:hint="eastAsia"/>
            <w:noProof/>
            <w:rtl/>
          </w:rPr>
          <w:t>آداب</w:t>
        </w:r>
        <w:r w:rsidR="00A022D5" w:rsidRPr="00A022D5">
          <w:rPr>
            <w:rStyle w:val="Hyperlink"/>
            <w:noProof/>
            <w:rtl/>
          </w:rPr>
          <w:t xml:space="preserve"> </w:t>
        </w:r>
        <w:r w:rsidR="00A022D5" w:rsidRPr="00A022D5">
          <w:rPr>
            <w:rStyle w:val="Hyperlink"/>
            <w:rFonts w:hint="eastAsia"/>
            <w:noProof/>
            <w:rtl/>
          </w:rPr>
          <w:t>الدعاء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Toc392502800 \h</w:instrText>
        </w:r>
        <w:r w:rsidR="00B63DA5">
          <w:rPr>
            <w:noProof/>
            <w:webHidden/>
            <w:rtl/>
          </w:rPr>
          <w:instrText xml:space="preserve"> </w:instrText>
        </w:r>
        <w:r>
          <w:rPr>
            <w:noProof/>
            <w:webHidden/>
            <w:rtl/>
          </w:rPr>
        </w:r>
        <w:r>
          <w:rPr>
            <w:noProof/>
            <w:webHidden/>
            <w:rtl/>
          </w:rPr>
          <w:fldChar w:fldCharType="separate"/>
        </w:r>
        <w:r w:rsidR="00B63DA5">
          <w:rPr>
            <w:noProof/>
            <w:webHidden/>
            <w:rtl/>
          </w:rPr>
          <w:t>100</w:t>
        </w:r>
        <w:r>
          <w:rPr>
            <w:noProof/>
            <w:webHidden/>
            <w:rtl/>
          </w:rPr>
          <w:fldChar w:fldCharType="end"/>
        </w:r>
      </w:hyperlink>
    </w:p>
    <w:p w:rsidR="00B63DA5" w:rsidRDefault="00531636" w:rsidP="00762876">
      <w:pPr>
        <w:pStyle w:val="TOC1"/>
        <w:rPr>
          <w:rFonts w:asciiTheme="minorHAnsi" w:eastAsiaTheme="minorEastAsia" w:hAnsiTheme="minorHAnsi" w:cstheme="minorBidi"/>
          <w:bCs w:val="0"/>
          <w:noProof/>
          <w:color w:val="auto"/>
          <w:sz w:val="22"/>
          <w:szCs w:val="22"/>
          <w:rtl/>
        </w:rPr>
      </w:pPr>
      <w:hyperlink w:anchor="_Toc392502802" w:history="1">
        <w:r w:rsidR="00B63DA5" w:rsidRPr="00623D73">
          <w:rPr>
            <w:rStyle w:val="Hyperlink"/>
            <w:rFonts w:hint="eastAsia"/>
            <w:noProof/>
            <w:rtl/>
          </w:rPr>
          <w:t>النجم</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762876">
          <w:rPr>
            <w:rStyle w:val="Hyperlink"/>
            <w:rFonts w:hint="cs"/>
            <w:noProof/>
            <w:rtl/>
          </w:rPr>
          <w:t>:</w:t>
        </w:r>
        <w:r w:rsidR="00762876" w:rsidRPr="00762876">
          <w:rPr>
            <w:rFonts w:hint="eastAsia"/>
            <w:rtl/>
          </w:rPr>
          <w:t xml:space="preserve"> </w:t>
        </w:r>
        <w:r w:rsidR="00762876" w:rsidRPr="00762876">
          <w:rPr>
            <w:rStyle w:val="Hyperlink"/>
            <w:rFonts w:hint="eastAsia"/>
            <w:noProof/>
            <w:rtl/>
          </w:rPr>
          <w:t>في</w:t>
        </w:r>
        <w:r w:rsidR="00762876" w:rsidRPr="00762876">
          <w:rPr>
            <w:rStyle w:val="Hyperlink"/>
            <w:noProof/>
            <w:rtl/>
          </w:rPr>
          <w:t xml:space="preserve"> </w:t>
        </w:r>
        <w:r w:rsidR="00762876" w:rsidRPr="00762876">
          <w:rPr>
            <w:rStyle w:val="Hyperlink"/>
            <w:rFonts w:hint="eastAsia"/>
            <w:noProof/>
            <w:rtl/>
          </w:rPr>
          <w:t>علّة</w:t>
        </w:r>
        <w:r w:rsidR="00762876" w:rsidRPr="00762876">
          <w:rPr>
            <w:rStyle w:val="Hyperlink"/>
            <w:noProof/>
            <w:rtl/>
          </w:rPr>
          <w:t xml:space="preserve"> </w:t>
        </w:r>
        <w:r w:rsidR="00762876" w:rsidRPr="00762876">
          <w:rPr>
            <w:rStyle w:val="Hyperlink"/>
            <w:rFonts w:hint="eastAsia"/>
            <w:noProof/>
            <w:rtl/>
          </w:rPr>
          <w:t>عدم</w:t>
        </w:r>
        <w:r w:rsidR="00762876" w:rsidRPr="00762876">
          <w:rPr>
            <w:rStyle w:val="Hyperlink"/>
            <w:noProof/>
            <w:rtl/>
          </w:rPr>
          <w:t xml:space="preserve"> </w:t>
        </w:r>
        <w:r w:rsidR="00762876" w:rsidRPr="00762876">
          <w:rPr>
            <w:rStyle w:val="Hyperlink"/>
            <w:rFonts w:hint="eastAsia"/>
            <w:noProof/>
            <w:rtl/>
          </w:rPr>
          <w:t>استجابة</w:t>
        </w:r>
        <w:r w:rsidR="00762876" w:rsidRPr="00762876">
          <w:rPr>
            <w:rStyle w:val="Hyperlink"/>
            <w:noProof/>
            <w:rtl/>
          </w:rPr>
          <w:t xml:space="preserve"> </w:t>
        </w:r>
        <w:r w:rsidR="00762876" w:rsidRPr="00762876">
          <w:rPr>
            <w:rStyle w:val="Hyperlink"/>
            <w:rFonts w:hint="eastAsia"/>
            <w:noProof/>
            <w:rtl/>
          </w:rPr>
          <w:t>بعض</w:t>
        </w:r>
        <w:r w:rsidR="00762876" w:rsidRPr="00762876">
          <w:rPr>
            <w:rStyle w:val="Hyperlink"/>
            <w:noProof/>
            <w:rtl/>
          </w:rPr>
          <w:t xml:space="preserve"> </w:t>
        </w:r>
        <w:r w:rsidR="00762876" w:rsidRPr="00762876">
          <w:rPr>
            <w:rStyle w:val="Hyperlink"/>
            <w:rFonts w:hint="eastAsia"/>
            <w:noProof/>
            <w:rtl/>
          </w:rPr>
          <w:t>الأدعية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Toc392502802 \h</w:instrText>
        </w:r>
        <w:r w:rsidR="00B63DA5">
          <w:rPr>
            <w:noProof/>
            <w:webHidden/>
            <w:rtl/>
          </w:rPr>
          <w:instrText xml:space="preserve"> </w:instrText>
        </w:r>
        <w:r>
          <w:rPr>
            <w:noProof/>
            <w:webHidden/>
            <w:rtl/>
          </w:rPr>
        </w:r>
        <w:r>
          <w:rPr>
            <w:noProof/>
            <w:webHidden/>
            <w:rtl/>
          </w:rPr>
          <w:fldChar w:fldCharType="separate"/>
        </w:r>
        <w:r w:rsidR="00B63DA5">
          <w:rPr>
            <w:noProof/>
            <w:webHidden/>
            <w:rtl/>
          </w:rPr>
          <w:t>120</w:t>
        </w:r>
        <w:r>
          <w:rPr>
            <w:noProof/>
            <w:webHidden/>
            <w:rtl/>
          </w:rPr>
          <w:fldChar w:fldCharType="end"/>
        </w:r>
      </w:hyperlink>
    </w:p>
    <w:p w:rsidR="00B63DA5" w:rsidRDefault="00531636" w:rsidP="003836EF">
      <w:pPr>
        <w:pStyle w:val="TOC1"/>
        <w:rPr>
          <w:rFonts w:asciiTheme="minorHAnsi" w:eastAsiaTheme="minorEastAsia" w:hAnsiTheme="minorHAnsi" w:cstheme="minorBidi"/>
          <w:bCs w:val="0"/>
          <w:noProof/>
          <w:color w:val="auto"/>
          <w:sz w:val="22"/>
          <w:szCs w:val="22"/>
          <w:rtl/>
        </w:rPr>
      </w:pPr>
      <w:hyperlink w:anchor="_Toc392502804" w:history="1">
        <w:r w:rsidR="003836EF" w:rsidRPr="003836EF">
          <w:rPr>
            <w:rStyle w:val="Hyperlink"/>
            <w:rFonts w:hint="cs"/>
            <w:noProof/>
            <w:webHidden/>
            <w:rtl/>
          </w:rPr>
          <w:t>صلاة الليل</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Toc392502804 \h</w:instrText>
        </w:r>
        <w:r w:rsidR="00B63DA5">
          <w:rPr>
            <w:noProof/>
            <w:webHidden/>
            <w:rtl/>
          </w:rPr>
          <w:instrText xml:space="preserve"> </w:instrText>
        </w:r>
        <w:r>
          <w:rPr>
            <w:noProof/>
            <w:webHidden/>
            <w:rtl/>
          </w:rPr>
        </w:r>
        <w:r>
          <w:rPr>
            <w:noProof/>
            <w:webHidden/>
            <w:rtl/>
          </w:rPr>
          <w:fldChar w:fldCharType="separate"/>
        </w:r>
        <w:r w:rsidR="00B63DA5">
          <w:rPr>
            <w:noProof/>
            <w:webHidden/>
            <w:rtl/>
          </w:rPr>
          <w:t>131</w:t>
        </w:r>
        <w:r>
          <w:rPr>
            <w:noProof/>
            <w:webHidden/>
            <w:rtl/>
          </w:rPr>
          <w:fldChar w:fldCharType="end"/>
        </w:r>
      </w:hyperlink>
    </w:p>
    <w:p w:rsidR="00B63DA5" w:rsidRDefault="00531636" w:rsidP="00B71692">
      <w:pPr>
        <w:pStyle w:val="TOC1"/>
        <w:rPr>
          <w:rFonts w:asciiTheme="minorHAnsi" w:eastAsiaTheme="minorEastAsia" w:hAnsiTheme="minorHAnsi" w:cstheme="minorBidi"/>
          <w:bCs w:val="0"/>
          <w:noProof/>
          <w:color w:val="auto"/>
          <w:sz w:val="22"/>
          <w:szCs w:val="22"/>
          <w:rtl/>
        </w:rPr>
      </w:pPr>
      <w:hyperlink w:anchor="_Toc392502805" w:history="1">
        <w:r w:rsidR="00B71692" w:rsidRPr="00B71692">
          <w:rPr>
            <w:rStyle w:val="Hyperlink"/>
            <w:noProof/>
            <w:rtl/>
          </w:rPr>
          <w:t>شه</w:t>
        </w:r>
        <w:r w:rsidR="00B71692" w:rsidRPr="00B71692">
          <w:rPr>
            <w:rStyle w:val="Hyperlink"/>
            <w:rFonts w:hint="cs"/>
            <w:noProof/>
            <w:rtl/>
          </w:rPr>
          <w:t>ا</w:t>
        </w:r>
        <w:r w:rsidR="00B71692" w:rsidRPr="00B71692">
          <w:rPr>
            <w:rStyle w:val="Hyperlink"/>
            <w:noProof/>
            <w:rtl/>
          </w:rPr>
          <w:t>د</w:t>
        </w:r>
        <w:r w:rsidR="00B71692" w:rsidRPr="00B71692">
          <w:rPr>
            <w:rStyle w:val="Hyperlink"/>
            <w:rFonts w:hint="cs"/>
            <w:noProof/>
            <w:rtl/>
          </w:rPr>
          <w:t>ة الأرض بما يعمل فيها</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Toc392502805 \h</w:instrText>
        </w:r>
        <w:r w:rsidR="00B63DA5">
          <w:rPr>
            <w:noProof/>
            <w:webHidden/>
            <w:rtl/>
          </w:rPr>
          <w:instrText xml:space="preserve"> </w:instrText>
        </w:r>
        <w:r>
          <w:rPr>
            <w:noProof/>
            <w:webHidden/>
            <w:rtl/>
          </w:rPr>
        </w:r>
        <w:r>
          <w:rPr>
            <w:noProof/>
            <w:webHidden/>
            <w:rtl/>
          </w:rPr>
          <w:fldChar w:fldCharType="separate"/>
        </w:r>
        <w:r w:rsidR="00B63DA5">
          <w:rPr>
            <w:noProof/>
            <w:webHidden/>
            <w:rtl/>
          </w:rPr>
          <w:t>139</w:t>
        </w:r>
        <w:r>
          <w:rPr>
            <w:noProof/>
            <w:webHidden/>
            <w:rtl/>
          </w:rPr>
          <w:fldChar w:fldCharType="end"/>
        </w:r>
      </w:hyperlink>
    </w:p>
    <w:p w:rsidR="00B63DA5" w:rsidRDefault="00531636" w:rsidP="00E35C78">
      <w:pPr>
        <w:pStyle w:val="TOC1"/>
        <w:rPr>
          <w:rFonts w:asciiTheme="minorHAnsi" w:eastAsiaTheme="minorEastAsia" w:hAnsiTheme="minorHAnsi" w:cstheme="minorBidi"/>
          <w:bCs w:val="0"/>
          <w:noProof/>
          <w:color w:val="auto"/>
          <w:sz w:val="22"/>
          <w:szCs w:val="22"/>
          <w:rtl/>
        </w:rPr>
      </w:pPr>
      <w:hyperlink w:anchor="_Toc392502806" w:history="1">
        <w:r w:rsidR="00E35C78" w:rsidRPr="00E35C78">
          <w:rPr>
            <w:rStyle w:val="Hyperlink"/>
            <w:rFonts w:hint="cs"/>
            <w:noProof/>
            <w:rtl/>
          </w:rPr>
          <w:t>انّ الأعمال السيئة توجب الحرمان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Toc392502806 \h</w:instrText>
        </w:r>
        <w:r w:rsidR="00B63DA5">
          <w:rPr>
            <w:noProof/>
            <w:webHidden/>
            <w:rtl/>
          </w:rPr>
          <w:instrText xml:space="preserve"> </w:instrText>
        </w:r>
        <w:r>
          <w:rPr>
            <w:noProof/>
            <w:webHidden/>
            <w:rtl/>
          </w:rPr>
        </w:r>
        <w:r>
          <w:rPr>
            <w:noProof/>
            <w:webHidden/>
            <w:rtl/>
          </w:rPr>
          <w:fldChar w:fldCharType="separate"/>
        </w:r>
        <w:r w:rsidR="00B63DA5">
          <w:rPr>
            <w:noProof/>
            <w:webHidden/>
            <w:rtl/>
          </w:rPr>
          <w:t>141</w:t>
        </w:r>
        <w:r>
          <w:rPr>
            <w:noProof/>
            <w:webHidden/>
            <w:rtl/>
          </w:rPr>
          <w:fldChar w:fldCharType="end"/>
        </w:r>
      </w:hyperlink>
    </w:p>
    <w:p w:rsidR="00B63DA5" w:rsidRDefault="00531636" w:rsidP="00DA2789">
      <w:pPr>
        <w:pStyle w:val="TOC1"/>
        <w:rPr>
          <w:rFonts w:asciiTheme="minorHAnsi" w:eastAsiaTheme="minorEastAsia" w:hAnsiTheme="minorHAnsi" w:cstheme="minorBidi"/>
          <w:bCs w:val="0"/>
          <w:noProof/>
          <w:color w:val="auto"/>
          <w:sz w:val="22"/>
          <w:szCs w:val="22"/>
          <w:rtl/>
        </w:rPr>
      </w:pPr>
      <w:hyperlink w:anchor="_Toc392502807" w:history="1">
        <w:r w:rsidR="00DA2789" w:rsidRPr="00DA2789">
          <w:rPr>
            <w:rStyle w:val="Hyperlink"/>
            <w:rFonts w:hint="cs"/>
            <w:noProof/>
            <w:rtl/>
          </w:rPr>
          <w:t>فضل ال</w:t>
        </w:r>
        <w:r w:rsidR="00DA2789" w:rsidRPr="00DA2789">
          <w:rPr>
            <w:rStyle w:val="Hyperlink"/>
            <w:noProof/>
            <w:rtl/>
          </w:rPr>
          <w:t>شاب</w:t>
        </w:r>
        <w:r w:rsidR="00DA2789" w:rsidRPr="00DA2789">
          <w:rPr>
            <w:rStyle w:val="Hyperlink"/>
            <w:rFonts w:hint="cs"/>
            <w:noProof/>
            <w:webHidden/>
            <w:rtl/>
          </w:rPr>
          <w:t xml:space="preserve"> الصالح</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Toc392502807 \h</w:instrText>
        </w:r>
        <w:r w:rsidR="00B63DA5">
          <w:rPr>
            <w:noProof/>
            <w:webHidden/>
            <w:rtl/>
          </w:rPr>
          <w:instrText xml:space="preserve"> </w:instrText>
        </w:r>
        <w:r>
          <w:rPr>
            <w:noProof/>
            <w:webHidden/>
            <w:rtl/>
          </w:rPr>
        </w:r>
        <w:r>
          <w:rPr>
            <w:noProof/>
            <w:webHidden/>
            <w:rtl/>
          </w:rPr>
          <w:fldChar w:fldCharType="separate"/>
        </w:r>
        <w:r w:rsidR="00B63DA5">
          <w:rPr>
            <w:noProof/>
            <w:webHidden/>
            <w:rtl/>
          </w:rPr>
          <w:t>159</w:t>
        </w:r>
        <w:r>
          <w:rPr>
            <w:noProof/>
            <w:webHidden/>
            <w:rtl/>
          </w:rPr>
          <w:fldChar w:fldCharType="end"/>
        </w:r>
      </w:hyperlink>
    </w:p>
    <w:p w:rsidR="00B63DA5" w:rsidRDefault="00531636" w:rsidP="00C53E39">
      <w:pPr>
        <w:pStyle w:val="TOC1"/>
        <w:rPr>
          <w:rFonts w:asciiTheme="minorHAnsi" w:eastAsiaTheme="minorEastAsia" w:hAnsiTheme="minorHAnsi" w:cstheme="minorBidi"/>
          <w:bCs w:val="0"/>
          <w:noProof/>
          <w:color w:val="auto"/>
          <w:sz w:val="22"/>
          <w:szCs w:val="22"/>
          <w:rtl/>
        </w:rPr>
      </w:pPr>
      <w:hyperlink w:anchor="_Toc392502808" w:history="1">
        <w:r w:rsidR="00C53E39" w:rsidRPr="00C53E39">
          <w:rPr>
            <w:rStyle w:val="Hyperlink"/>
            <w:rFonts w:hint="cs"/>
            <w:noProof/>
            <w:rtl/>
          </w:rPr>
          <w:t>آداب المجالسة وا</w:t>
        </w:r>
        <w:r w:rsidR="00C53E39" w:rsidRPr="00C53E39">
          <w:rPr>
            <w:rStyle w:val="Hyperlink"/>
            <w:noProof/>
            <w:rtl/>
          </w:rPr>
          <w:t xml:space="preserve">طعم </w:t>
        </w:r>
        <w:r w:rsidR="00C53E39" w:rsidRPr="00C53E39">
          <w:rPr>
            <w:rStyle w:val="Hyperlink"/>
            <w:rFonts w:hint="cs"/>
            <w:noProof/>
            <w:rtl/>
          </w:rPr>
          <w:t>ال</w:t>
        </w:r>
        <w:r w:rsidR="00C53E39" w:rsidRPr="00C53E39">
          <w:rPr>
            <w:rStyle w:val="Hyperlink"/>
            <w:noProof/>
            <w:rtl/>
          </w:rPr>
          <w:t>طعام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Toc392502808 \h</w:instrText>
        </w:r>
        <w:r w:rsidR="00B63DA5">
          <w:rPr>
            <w:noProof/>
            <w:webHidden/>
            <w:rtl/>
          </w:rPr>
          <w:instrText xml:space="preserve"> </w:instrText>
        </w:r>
        <w:r>
          <w:rPr>
            <w:noProof/>
            <w:webHidden/>
            <w:rtl/>
          </w:rPr>
        </w:r>
        <w:r>
          <w:rPr>
            <w:noProof/>
            <w:webHidden/>
            <w:rtl/>
          </w:rPr>
          <w:fldChar w:fldCharType="separate"/>
        </w:r>
        <w:r w:rsidR="00B63DA5">
          <w:rPr>
            <w:noProof/>
            <w:webHidden/>
            <w:rtl/>
          </w:rPr>
          <w:t>161</w:t>
        </w:r>
        <w:r>
          <w:rPr>
            <w:noProof/>
            <w:webHidden/>
            <w:rtl/>
          </w:rPr>
          <w:fldChar w:fldCharType="end"/>
        </w:r>
      </w:hyperlink>
    </w:p>
    <w:p w:rsidR="00B63DA5" w:rsidRDefault="00531636" w:rsidP="005D692C">
      <w:pPr>
        <w:pStyle w:val="TOC1"/>
        <w:rPr>
          <w:rFonts w:asciiTheme="minorHAnsi" w:eastAsiaTheme="minorEastAsia" w:hAnsiTheme="minorHAnsi" w:cstheme="minorBidi"/>
          <w:bCs w:val="0"/>
          <w:noProof/>
          <w:color w:val="auto"/>
          <w:sz w:val="22"/>
          <w:szCs w:val="22"/>
          <w:rtl/>
        </w:rPr>
      </w:pPr>
      <w:hyperlink w:anchor="_Toc392502809" w:history="1">
        <w:r w:rsidR="005D692C" w:rsidRPr="005D692C">
          <w:rPr>
            <w:rStyle w:val="Hyperlink"/>
            <w:rFonts w:hint="cs"/>
            <w:noProof/>
            <w:rtl/>
          </w:rPr>
          <w:t>أدب الرواية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Toc392502809 \h</w:instrText>
        </w:r>
        <w:r w:rsidR="00B63DA5">
          <w:rPr>
            <w:noProof/>
            <w:webHidden/>
            <w:rtl/>
          </w:rPr>
          <w:instrText xml:space="preserve"> </w:instrText>
        </w:r>
        <w:r>
          <w:rPr>
            <w:noProof/>
            <w:webHidden/>
            <w:rtl/>
          </w:rPr>
        </w:r>
        <w:r>
          <w:rPr>
            <w:noProof/>
            <w:webHidden/>
            <w:rtl/>
          </w:rPr>
          <w:fldChar w:fldCharType="separate"/>
        </w:r>
        <w:r w:rsidR="00B63DA5">
          <w:rPr>
            <w:noProof/>
            <w:webHidden/>
            <w:rtl/>
          </w:rPr>
          <w:t>168</w:t>
        </w:r>
        <w:r>
          <w:rPr>
            <w:noProof/>
            <w:webHidden/>
            <w:rtl/>
          </w:rPr>
          <w:fldChar w:fldCharType="end"/>
        </w:r>
      </w:hyperlink>
    </w:p>
    <w:p w:rsidR="00B63DA5" w:rsidRDefault="00531636" w:rsidP="0039034B">
      <w:pPr>
        <w:pStyle w:val="TOC1"/>
        <w:rPr>
          <w:rFonts w:asciiTheme="minorHAnsi" w:eastAsiaTheme="minorEastAsia" w:hAnsiTheme="minorHAnsi" w:cstheme="minorBidi"/>
          <w:bCs w:val="0"/>
          <w:noProof/>
          <w:color w:val="auto"/>
          <w:sz w:val="22"/>
          <w:szCs w:val="22"/>
          <w:rtl/>
        </w:rPr>
      </w:pPr>
      <w:hyperlink w:anchor="_Toc392502810" w:history="1">
        <w:r w:rsidR="00B63DA5" w:rsidRPr="00623D73">
          <w:rPr>
            <w:rStyle w:val="Hyperlink"/>
            <w:rFonts w:hint="eastAsia"/>
            <w:noProof/>
            <w:rtl/>
          </w:rPr>
          <w:t>الينبوع</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39034B">
          <w:rPr>
            <w:rStyle w:val="Hyperlink"/>
            <w:rFonts w:hint="cs"/>
            <w:noProof/>
            <w:rtl/>
          </w:rPr>
          <w:t xml:space="preserve">: </w:t>
        </w:r>
        <w:r w:rsidR="0039034B" w:rsidRPr="0039034B">
          <w:rPr>
            <w:rStyle w:val="Hyperlink"/>
            <w:rFonts w:hint="eastAsia"/>
            <w:noProof/>
            <w:rtl/>
          </w:rPr>
          <w:t>في</w:t>
        </w:r>
        <w:r w:rsidR="0039034B" w:rsidRPr="0039034B">
          <w:rPr>
            <w:rStyle w:val="Hyperlink"/>
            <w:noProof/>
            <w:rtl/>
          </w:rPr>
          <w:t xml:space="preserve"> </w:t>
        </w:r>
        <w:r w:rsidR="0039034B" w:rsidRPr="0039034B">
          <w:rPr>
            <w:rStyle w:val="Hyperlink"/>
            <w:rFonts w:hint="eastAsia"/>
            <w:noProof/>
            <w:rtl/>
          </w:rPr>
          <w:t>اكرام</w:t>
        </w:r>
        <w:r w:rsidR="0039034B" w:rsidRPr="0039034B">
          <w:rPr>
            <w:rStyle w:val="Hyperlink"/>
            <w:noProof/>
            <w:rtl/>
          </w:rPr>
          <w:t xml:space="preserve"> </w:t>
        </w:r>
        <w:r w:rsidR="0039034B" w:rsidRPr="0039034B">
          <w:rPr>
            <w:rStyle w:val="Hyperlink"/>
            <w:rFonts w:hint="eastAsia"/>
            <w:noProof/>
            <w:rtl/>
          </w:rPr>
          <w:t>ذي</w:t>
        </w:r>
        <w:r w:rsidR="0039034B" w:rsidRPr="0039034B">
          <w:rPr>
            <w:rStyle w:val="Hyperlink"/>
            <w:noProof/>
            <w:rtl/>
          </w:rPr>
          <w:t xml:space="preserve"> </w:t>
        </w:r>
        <w:r w:rsidR="0039034B" w:rsidRPr="0039034B">
          <w:rPr>
            <w:rStyle w:val="Hyperlink"/>
            <w:rFonts w:hint="eastAsia"/>
            <w:noProof/>
            <w:rtl/>
          </w:rPr>
          <w:t>الشيبة</w:t>
        </w:r>
        <w:r w:rsidR="0039034B" w:rsidRPr="0039034B">
          <w:rPr>
            <w:rStyle w:val="Hyperlink"/>
            <w:noProof/>
            <w:rtl/>
          </w:rPr>
          <w:t xml:space="preserve"> </w:t>
        </w:r>
        <w:r w:rsidR="0039034B" w:rsidRPr="0039034B">
          <w:rPr>
            <w:rStyle w:val="Hyperlink"/>
            <w:rFonts w:hint="eastAsia"/>
            <w:noProof/>
            <w:rtl/>
          </w:rPr>
          <w:t>المسلم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Toc392502810 \h</w:instrText>
        </w:r>
        <w:r w:rsidR="00B63DA5">
          <w:rPr>
            <w:noProof/>
            <w:webHidden/>
            <w:rtl/>
          </w:rPr>
          <w:instrText xml:space="preserve"> </w:instrText>
        </w:r>
        <w:r>
          <w:rPr>
            <w:noProof/>
            <w:webHidden/>
            <w:rtl/>
          </w:rPr>
        </w:r>
        <w:r>
          <w:rPr>
            <w:noProof/>
            <w:webHidden/>
            <w:rtl/>
          </w:rPr>
          <w:fldChar w:fldCharType="separate"/>
        </w:r>
        <w:r w:rsidR="00B63DA5">
          <w:rPr>
            <w:noProof/>
            <w:webHidden/>
            <w:rtl/>
          </w:rPr>
          <w:t>169</w:t>
        </w:r>
        <w:r>
          <w:rPr>
            <w:noProof/>
            <w:webHidden/>
            <w:rtl/>
          </w:rPr>
          <w:fldChar w:fldCharType="end"/>
        </w:r>
      </w:hyperlink>
    </w:p>
    <w:p w:rsidR="00B63DA5" w:rsidRDefault="00531636" w:rsidP="004A0E57">
      <w:pPr>
        <w:pStyle w:val="TOC1"/>
        <w:rPr>
          <w:rFonts w:asciiTheme="minorHAnsi" w:eastAsiaTheme="minorEastAsia" w:hAnsiTheme="minorHAnsi" w:cstheme="minorBidi"/>
          <w:bCs w:val="0"/>
          <w:noProof/>
          <w:color w:val="auto"/>
          <w:sz w:val="22"/>
          <w:szCs w:val="22"/>
          <w:rtl/>
        </w:rPr>
      </w:pPr>
      <w:hyperlink w:anchor="_Toc392502812" w:history="1">
        <w:r w:rsidR="00B63DA5" w:rsidRPr="00623D73">
          <w:rPr>
            <w:rStyle w:val="Hyperlink"/>
            <w:rFonts w:hint="eastAsia"/>
            <w:noProof/>
            <w:rtl/>
          </w:rPr>
          <w:t>الينبوع</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4A0E57">
          <w:rPr>
            <w:rStyle w:val="Hyperlink"/>
            <w:rFonts w:hint="cs"/>
            <w:noProof/>
            <w:rtl/>
          </w:rPr>
          <w:t xml:space="preserve">: </w:t>
        </w:r>
        <w:r w:rsidR="004A0E57" w:rsidRPr="004A0E57">
          <w:rPr>
            <w:rStyle w:val="Hyperlink"/>
            <w:rFonts w:hint="eastAsia"/>
            <w:noProof/>
            <w:rtl/>
          </w:rPr>
          <w:t>في</w:t>
        </w:r>
        <w:r w:rsidR="004A0E57" w:rsidRPr="004A0E57">
          <w:rPr>
            <w:rStyle w:val="Hyperlink"/>
            <w:noProof/>
            <w:rtl/>
          </w:rPr>
          <w:t xml:space="preserve"> </w:t>
        </w:r>
        <w:r w:rsidR="004A0E57" w:rsidRPr="004A0E57">
          <w:rPr>
            <w:rStyle w:val="Hyperlink"/>
            <w:rFonts w:hint="eastAsia"/>
            <w:noProof/>
            <w:rtl/>
          </w:rPr>
          <w:t>بيان</w:t>
        </w:r>
        <w:r w:rsidR="004A0E57" w:rsidRPr="004A0E57">
          <w:rPr>
            <w:rStyle w:val="Hyperlink"/>
            <w:noProof/>
            <w:rtl/>
          </w:rPr>
          <w:t xml:space="preserve"> </w:t>
        </w:r>
        <w:r w:rsidR="004A0E57" w:rsidRPr="004A0E57">
          <w:rPr>
            <w:rStyle w:val="Hyperlink"/>
            <w:rFonts w:hint="eastAsia"/>
            <w:noProof/>
            <w:rtl/>
          </w:rPr>
          <w:t>فضل</w:t>
        </w:r>
        <w:r w:rsidR="004A0E57" w:rsidRPr="004A0E57">
          <w:rPr>
            <w:rStyle w:val="Hyperlink"/>
            <w:noProof/>
            <w:rtl/>
          </w:rPr>
          <w:t xml:space="preserve"> </w:t>
        </w:r>
        <w:r w:rsidR="004A0E57" w:rsidRPr="004A0E57">
          <w:rPr>
            <w:rStyle w:val="Hyperlink"/>
            <w:rFonts w:hint="eastAsia"/>
            <w:noProof/>
            <w:rtl/>
          </w:rPr>
          <w:t>القرآن</w:t>
        </w:r>
        <w:r w:rsidR="004A0E57" w:rsidRPr="004A0E57">
          <w:rPr>
            <w:rStyle w:val="Hyperlink"/>
            <w:noProof/>
            <w:rtl/>
          </w:rPr>
          <w:t xml:space="preserve"> </w:t>
        </w:r>
        <w:r w:rsidR="004A0E57" w:rsidRPr="004A0E57">
          <w:rPr>
            <w:rStyle w:val="Hyperlink"/>
            <w:rFonts w:hint="eastAsia"/>
            <w:noProof/>
            <w:rtl/>
          </w:rPr>
          <w:t>وحامله</w:t>
        </w:r>
        <w:r w:rsidR="004A0E57" w:rsidRPr="004A0E57">
          <w:rPr>
            <w:rStyle w:val="Hyperlink"/>
            <w:noProof/>
            <w:rtl/>
          </w:rPr>
          <w:t xml:space="preserve"> </w:t>
        </w:r>
        <w:r w:rsidR="004A0E57" w:rsidRPr="004A0E57">
          <w:rPr>
            <w:rStyle w:val="Hyperlink"/>
            <w:rFonts w:hint="eastAsia"/>
            <w:noProof/>
            <w:rtl/>
          </w:rPr>
          <w:t>وفضل</w:t>
        </w:r>
        <w:r w:rsidR="004A0E57" w:rsidRPr="004A0E57">
          <w:rPr>
            <w:rStyle w:val="Hyperlink"/>
            <w:noProof/>
            <w:rtl/>
          </w:rPr>
          <w:t xml:space="preserve"> </w:t>
        </w:r>
        <w:r w:rsidR="004A0E57" w:rsidRPr="004A0E57">
          <w:rPr>
            <w:rStyle w:val="Hyperlink"/>
            <w:rFonts w:hint="eastAsia"/>
            <w:noProof/>
            <w:rtl/>
          </w:rPr>
          <w:t>بعض</w:t>
        </w:r>
        <w:r w:rsidR="004A0E57" w:rsidRPr="004A0E57">
          <w:rPr>
            <w:rStyle w:val="Hyperlink"/>
            <w:noProof/>
            <w:rtl/>
          </w:rPr>
          <w:t xml:space="preserve"> </w:t>
        </w:r>
        <w:r w:rsidR="004A0E57" w:rsidRPr="004A0E57">
          <w:rPr>
            <w:rStyle w:val="Hyperlink"/>
            <w:rFonts w:hint="eastAsia"/>
            <w:noProof/>
            <w:rtl/>
          </w:rPr>
          <w:t>الآيات</w:t>
        </w:r>
        <w:r w:rsidR="004A0E57" w:rsidRPr="004A0E57">
          <w:rPr>
            <w:rStyle w:val="Hyperlink"/>
            <w:noProof/>
            <w:rtl/>
          </w:rPr>
          <w:t xml:space="preserve"> </w:t>
        </w:r>
        <w:r w:rsidR="004A0E57" w:rsidRPr="004A0E57">
          <w:rPr>
            <w:rStyle w:val="Hyperlink"/>
            <w:rFonts w:hint="eastAsia"/>
            <w:noProof/>
            <w:rtl/>
          </w:rPr>
          <w:t>والسور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Toc392502812 \h</w:instrText>
        </w:r>
        <w:r w:rsidR="00B63DA5">
          <w:rPr>
            <w:noProof/>
            <w:webHidden/>
            <w:rtl/>
          </w:rPr>
          <w:instrText xml:space="preserve"> </w:instrText>
        </w:r>
        <w:r>
          <w:rPr>
            <w:noProof/>
            <w:webHidden/>
            <w:rtl/>
          </w:rPr>
        </w:r>
        <w:r>
          <w:rPr>
            <w:noProof/>
            <w:webHidden/>
            <w:rtl/>
          </w:rPr>
          <w:fldChar w:fldCharType="separate"/>
        </w:r>
        <w:r w:rsidR="00B63DA5">
          <w:rPr>
            <w:noProof/>
            <w:webHidden/>
            <w:rtl/>
          </w:rPr>
          <w:t>171</w:t>
        </w:r>
        <w:r>
          <w:rPr>
            <w:noProof/>
            <w:webHidden/>
            <w:rtl/>
          </w:rPr>
          <w:fldChar w:fldCharType="end"/>
        </w:r>
      </w:hyperlink>
    </w:p>
    <w:p w:rsidR="00B63DA5" w:rsidRDefault="00531636" w:rsidP="00121E34">
      <w:pPr>
        <w:pStyle w:val="TOC1"/>
        <w:rPr>
          <w:rFonts w:asciiTheme="minorHAnsi" w:eastAsiaTheme="minorEastAsia" w:hAnsiTheme="minorHAnsi" w:cstheme="minorBidi"/>
          <w:bCs w:val="0"/>
          <w:noProof/>
          <w:color w:val="auto"/>
          <w:sz w:val="22"/>
          <w:szCs w:val="22"/>
          <w:rtl/>
        </w:rPr>
      </w:pPr>
      <w:hyperlink w:anchor="_Toc392502814"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الأولى</w:t>
        </w:r>
        <w:r w:rsidR="00B63DA5" w:rsidRPr="00623D73">
          <w:rPr>
            <w:rStyle w:val="Hyperlink"/>
            <w:noProof/>
            <w:rtl/>
          </w:rPr>
          <w:t xml:space="preserve"> </w:t>
        </w:r>
        <w:r w:rsidR="00121E34">
          <w:rPr>
            <w:rStyle w:val="Hyperlink"/>
            <w:rFonts w:hint="cs"/>
            <w:noProof/>
            <w:rtl/>
          </w:rPr>
          <w:t>:</w:t>
        </w:r>
        <w:r w:rsidR="00121E34" w:rsidRPr="00121E34">
          <w:rPr>
            <w:rFonts w:hint="eastAsia"/>
            <w:rtl/>
          </w:rPr>
          <w:t xml:space="preserve"> </w:t>
        </w:r>
        <w:r w:rsidR="00121E34" w:rsidRPr="00121E34">
          <w:rPr>
            <w:rStyle w:val="Hyperlink"/>
            <w:rFonts w:hint="eastAsia"/>
            <w:noProof/>
            <w:rtl/>
          </w:rPr>
          <w:t>في</w:t>
        </w:r>
        <w:r w:rsidR="00121E34" w:rsidRPr="00121E34">
          <w:rPr>
            <w:rStyle w:val="Hyperlink"/>
            <w:noProof/>
            <w:rtl/>
          </w:rPr>
          <w:t xml:space="preserve"> </w:t>
        </w:r>
        <w:r w:rsidR="00121E34" w:rsidRPr="00121E34">
          <w:rPr>
            <w:rStyle w:val="Hyperlink"/>
            <w:rFonts w:hint="eastAsia"/>
            <w:noProof/>
            <w:rtl/>
          </w:rPr>
          <w:t>فضل</w:t>
        </w:r>
        <w:r w:rsidR="00121E34" w:rsidRPr="00121E34">
          <w:rPr>
            <w:rStyle w:val="Hyperlink"/>
            <w:noProof/>
            <w:rtl/>
          </w:rPr>
          <w:t xml:space="preserve"> </w:t>
        </w:r>
        <w:r w:rsidR="00121E34" w:rsidRPr="00121E34">
          <w:rPr>
            <w:rStyle w:val="Hyperlink"/>
            <w:rFonts w:hint="eastAsia"/>
            <w:noProof/>
            <w:rtl/>
          </w:rPr>
          <w:t>القرآن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Toc392502814 \h</w:instrText>
        </w:r>
        <w:r w:rsidR="00B63DA5">
          <w:rPr>
            <w:noProof/>
            <w:webHidden/>
            <w:rtl/>
          </w:rPr>
          <w:instrText xml:space="preserve"> </w:instrText>
        </w:r>
        <w:r>
          <w:rPr>
            <w:noProof/>
            <w:webHidden/>
            <w:rtl/>
          </w:rPr>
        </w:r>
        <w:r>
          <w:rPr>
            <w:noProof/>
            <w:webHidden/>
            <w:rtl/>
          </w:rPr>
          <w:fldChar w:fldCharType="separate"/>
        </w:r>
        <w:r w:rsidR="00B63DA5">
          <w:rPr>
            <w:noProof/>
            <w:webHidden/>
            <w:rtl/>
          </w:rPr>
          <w:t>171</w:t>
        </w:r>
        <w:r>
          <w:rPr>
            <w:noProof/>
            <w:webHidden/>
            <w:rtl/>
          </w:rPr>
          <w:fldChar w:fldCharType="end"/>
        </w:r>
      </w:hyperlink>
    </w:p>
    <w:p w:rsidR="009507BD" w:rsidRDefault="009507BD">
      <w:pPr>
        <w:bidi w:val="0"/>
        <w:spacing w:before="480" w:line="276" w:lineRule="auto"/>
        <w:ind w:firstLine="0"/>
        <w:jc w:val="center"/>
        <w:rPr>
          <w:rStyle w:val="Hyperlink"/>
          <w:bCs/>
          <w:noProof/>
        </w:rPr>
      </w:pPr>
      <w:r>
        <w:rPr>
          <w:rStyle w:val="Hyperlink"/>
          <w:noProof/>
        </w:rPr>
        <w:br w:type="page"/>
      </w:r>
    </w:p>
    <w:p w:rsidR="00B63DA5" w:rsidRDefault="00531636" w:rsidP="009507BD">
      <w:pPr>
        <w:pStyle w:val="TOC1"/>
        <w:rPr>
          <w:rFonts w:asciiTheme="minorHAnsi" w:eastAsiaTheme="minorEastAsia" w:hAnsiTheme="minorHAnsi" w:cstheme="minorBidi"/>
          <w:bCs w:val="0"/>
          <w:noProof/>
          <w:color w:val="auto"/>
          <w:sz w:val="22"/>
          <w:szCs w:val="22"/>
          <w:rtl/>
        </w:rPr>
      </w:pPr>
      <w:hyperlink w:anchor="_Toc392502816"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الثانية</w:t>
        </w:r>
        <w:r w:rsidR="00B63DA5" w:rsidRPr="00623D73">
          <w:rPr>
            <w:rStyle w:val="Hyperlink"/>
            <w:noProof/>
            <w:rtl/>
          </w:rPr>
          <w:t xml:space="preserve"> </w:t>
        </w:r>
        <w:r w:rsidR="009507BD">
          <w:rPr>
            <w:rStyle w:val="Hyperlink"/>
            <w:rFonts w:hint="cs"/>
            <w:noProof/>
            <w:rtl/>
          </w:rPr>
          <w:t>:</w:t>
        </w:r>
        <w:r w:rsidR="009507BD" w:rsidRPr="009507BD">
          <w:rPr>
            <w:rFonts w:hint="eastAsia"/>
            <w:rtl/>
          </w:rPr>
          <w:t xml:space="preserve"> </w:t>
        </w:r>
        <w:r w:rsidR="009507BD" w:rsidRPr="009507BD">
          <w:rPr>
            <w:rStyle w:val="Hyperlink"/>
            <w:rFonts w:hint="eastAsia"/>
            <w:noProof/>
            <w:rtl/>
          </w:rPr>
          <w:t>في</w:t>
        </w:r>
        <w:r w:rsidR="009507BD" w:rsidRPr="009507BD">
          <w:rPr>
            <w:rStyle w:val="Hyperlink"/>
            <w:noProof/>
            <w:rtl/>
          </w:rPr>
          <w:t xml:space="preserve"> </w:t>
        </w:r>
        <w:r w:rsidR="009507BD" w:rsidRPr="009507BD">
          <w:rPr>
            <w:rStyle w:val="Hyperlink"/>
            <w:rFonts w:hint="eastAsia"/>
            <w:noProof/>
            <w:rtl/>
          </w:rPr>
          <w:t>فضل</w:t>
        </w:r>
        <w:r w:rsidR="009507BD" w:rsidRPr="009507BD">
          <w:rPr>
            <w:rStyle w:val="Hyperlink"/>
            <w:noProof/>
            <w:rtl/>
          </w:rPr>
          <w:t xml:space="preserve"> </w:t>
        </w:r>
        <w:r w:rsidR="009507BD" w:rsidRPr="009507BD">
          <w:rPr>
            <w:rStyle w:val="Hyperlink"/>
            <w:rFonts w:hint="eastAsia"/>
            <w:noProof/>
            <w:rtl/>
          </w:rPr>
          <w:t>حامل</w:t>
        </w:r>
        <w:r w:rsidR="009507BD" w:rsidRPr="009507BD">
          <w:rPr>
            <w:rStyle w:val="Hyperlink"/>
            <w:noProof/>
            <w:rtl/>
          </w:rPr>
          <w:t xml:space="preserve"> </w:t>
        </w:r>
        <w:r w:rsidR="009507BD" w:rsidRPr="009507BD">
          <w:rPr>
            <w:rStyle w:val="Hyperlink"/>
            <w:rFonts w:hint="eastAsia"/>
            <w:noProof/>
            <w:rtl/>
          </w:rPr>
          <w:t>القرآن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Toc392502816 \h</w:instrText>
        </w:r>
        <w:r w:rsidR="00B63DA5">
          <w:rPr>
            <w:noProof/>
            <w:webHidden/>
            <w:rtl/>
          </w:rPr>
          <w:instrText xml:space="preserve"> </w:instrText>
        </w:r>
        <w:r>
          <w:rPr>
            <w:noProof/>
            <w:webHidden/>
            <w:rtl/>
          </w:rPr>
        </w:r>
        <w:r>
          <w:rPr>
            <w:noProof/>
            <w:webHidden/>
            <w:rtl/>
          </w:rPr>
          <w:fldChar w:fldCharType="separate"/>
        </w:r>
        <w:r w:rsidR="00B63DA5">
          <w:rPr>
            <w:noProof/>
            <w:webHidden/>
            <w:rtl/>
          </w:rPr>
          <w:t>172</w:t>
        </w:r>
        <w:r>
          <w:rPr>
            <w:noProof/>
            <w:webHidden/>
            <w:rtl/>
          </w:rPr>
          <w:fldChar w:fldCharType="end"/>
        </w:r>
      </w:hyperlink>
    </w:p>
    <w:p w:rsidR="00B63DA5" w:rsidRDefault="00531636" w:rsidP="009507BD">
      <w:pPr>
        <w:pStyle w:val="TOC1"/>
        <w:rPr>
          <w:rFonts w:asciiTheme="minorHAnsi" w:eastAsiaTheme="minorEastAsia" w:hAnsiTheme="minorHAnsi" w:cstheme="minorBidi"/>
          <w:bCs w:val="0"/>
          <w:noProof/>
          <w:color w:val="auto"/>
          <w:sz w:val="22"/>
          <w:szCs w:val="22"/>
          <w:rtl/>
        </w:rPr>
      </w:pPr>
      <w:hyperlink w:anchor="_Toc392502818"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الثالثة</w:t>
        </w:r>
        <w:r w:rsidR="00B63DA5" w:rsidRPr="00623D73">
          <w:rPr>
            <w:rStyle w:val="Hyperlink"/>
            <w:noProof/>
            <w:rtl/>
          </w:rPr>
          <w:t xml:space="preserve"> </w:t>
        </w:r>
        <w:r w:rsidR="009507BD">
          <w:rPr>
            <w:rStyle w:val="Hyperlink"/>
            <w:rFonts w:hint="cs"/>
            <w:noProof/>
            <w:rtl/>
          </w:rPr>
          <w:t>:</w:t>
        </w:r>
        <w:r w:rsidR="009507BD" w:rsidRPr="009507BD">
          <w:rPr>
            <w:rFonts w:hint="eastAsia"/>
            <w:rtl/>
          </w:rPr>
          <w:t xml:space="preserve"> </w:t>
        </w:r>
        <w:r w:rsidR="009507BD" w:rsidRPr="009507BD">
          <w:rPr>
            <w:rStyle w:val="Hyperlink"/>
            <w:rFonts w:hint="eastAsia"/>
            <w:noProof/>
            <w:rtl/>
          </w:rPr>
          <w:t>صفات</w:t>
        </w:r>
        <w:r w:rsidR="009507BD" w:rsidRPr="009507BD">
          <w:rPr>
            <w:rStyle w:val="Hyperlink"/>
            <w:noProof/>
            <w:rtl/>
          </w:rPr>
          <w:t xml:space="preserve"> </w:t>
        </w:r>
        <w:r w:rsidR="009507BD" w:rsidRPr="009507BD">
          <w:rPr>
            <w:rStyle w:val="Hyperlink"/>
            <w:rFonts w:hint="eastAsia"/>
            <w:noProof/>
            <w:rtl/>
          </w:rPr>
          <w:t>قرّاء</w:t>
        </w:r>
        <w:r w:rsidR="009507BD" w:rsidRPr="009507BD">
          <w:rPr>
            <w:rStyle w:val="Hyperlink"/>
            <w:noProof/>
            <w:rtl/>
          </w:rPr>
          <w:t xml:space="preserve"> </w:t>
        </w:r>
        <w:r w:rsidR="009507BD" w:rsidRPr="009507BD">
          <w:rPr>
            <w:rStyle w:val="Hyperlink"/>
            <w:rFonts w:hint="eastAsia"/>
            <w:noProof/>
            <w:rtl/>
          </w:rPr>
          <w:t>القرآن</w:t>
        </w:r>
        <w:r w:rsidR="009507BD" w:rsidRPr="009507BD">
          <w:rPr>
            <w:rStyle w:val="Hyperlink"/>
            <w:noProof/>
            <w:rtl/>
          </w:rPr>
          <w:t xml:space="preserve"> </w:t>
        </w:r>
        <w:r w:rsidR="009507BD" w:rsidRPr="009507BD">
          <w:rPr>
            <w:rStyle w:val="Hyperlink"/>
            <w:rFonts w:hint="eastAsia"/>
            <w:noProof/>
            <w:rtl/>
          </w:rPr>
          <w:t>وأصنافهم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Toc392502818 \h</w:instrText>
        </w:r>
        <w:r w:rsidR="00B63DA5">
          <w:rPr>
            <w:noProof/>
            <w:webHidden/>
            <w:rtl/>
          </w:rPr>
          <w:instrText xml:space="preserve"> </w:instrText>
        </w:r>
        <w:r>
          <w:rPr>
            <w:noProof/>
            <w:webHidden/>
            <w:rtl/>
          </w:rPr>
        </w:r>
        <w:r>
          <w:rPr>
            <w:noProof/>
            <w:webHidden/>
            <w:rtl/>
          </w:rPr>
          <w:fldChar w:fldCharType="separate"/>
        </w:r>
        <w:r w:rsidR="00B63DA5">
          <w:rPr>
            <w:noProof/>
            <w:webHidden/>
            <w:rtl/>
          </w:rPr>
          <w:t>174</w:t>
        </w:r>
        <w:r>
          <w:rPr>
            <w:noProof/>
            <w:webHidden/>
            <w:rtl/>
          </w:rPr>
          <w:fldChar w:fldCharType="end"/>
        </w:r>
      </w:hyperlink>
    </w:p>
    <w:p w:rsidR="00B63DA5" w:rsidRDefault="00531636" w:rsidP="00982080">
      <w:pPr>
        <w:pStyle w:val="TOC1"/>
        <w:rPr>
          <w:rFonts w:asciiTheme="minorHAnsi" w:eastAsiaTheme="minorEastAsia" w:hAnsiTheme="minorHAnsi" w:cstheme="minorBidi"/>
          <w:bCs w:val="0"/>
          <w:noProof/>
          <w:color w:val="auto"/>
          <w:sz w:val="22"/>
          <w:szCs w:val="22"/>
          <w:rtl/>
        </w:rPr>
      </w:pPr>
      <w:hyperlink w:anchor="_Toc392502820"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الرابعة</w:t>
        </w:r>
        <w:r w:rsidR="00B63DA5" w:rsidRPr="00623D73">
          <w:rPr>
            <w:rStyle w:val="Hyperlink"/>
            <w:noProof/>
            <w:rtl/>
          </w:rPr>
          <w:t xml:space="preserve"> </w:t>
        </w:r>
        <w:r w:rsidR="00982080">
          <w:rPr>
            <w:rStyle w:val="Hyperlink"/>
            <w:rFonts w:hint="cs"/>
            <w:noProof/>
            <w:rtl/>
          </w:rPr>
          <w:t xml:space="preserve">: </w:t>
        </w:r>
        <w:r w:rsidR="00982080" w:rsidRPr="00982080">
          <w:rPr>
            <w:rStyle w:val="Hyperlink"/>
            <w:rFonts w:hint="eastAsia"/>
            <w:noProof/>
            <w:rtl/>
          </w:rPr>
          <w:t>في</w:t>
        </w:r>
        <w:r w:rsidR="00982080" w:rsidRPr="00982080">
          <w:rPr>
            <w:rStyle w:val="Hyperlink"/>
            <w:noProof/>
            <w:rtl/>
          </w:rPr>
          <w:t xml:space="preserve"> </w:t>
        </w:r>
        <w:r w:rsidR="00982080" w:rsidRPr="00982080">
          <w:rPr>
            <w:rStyle w:val="Hyperlink"/>
            <w:rFonts w:hint="eastAsia"/>
            <w:noProof/>
            <w:rtl/>
          </w:rPr>
          <w:t>آداب</w:t>
        </w:r>
        <w:r w:rsidR="00982080" w:rsidRPr="00982080">
          <w:rPr>
            <w:rStyle w:val="Hyperlink"/>
            <w:noProof/>
            <w:rtl/>
          </w:rPr>
          <w:t xml:space="preserve"> </w:t>
        </w:r>
        <w:r w:rsidR="00982080" w:rsidRPr="00982080">
          <w:rPr>
            <w:rStyle w:val="Hyperlink"/>
            <w:rFonts w:hint="eastAsia"/>
            <w:noProof/>
            <w:rtl/>
          </w:rPr>
          <w:t>قراءة</w:t>
        </w:r>
        <w:r w:rsidR="00982080" w:rsidRPr="00982080">
          <w:rPr>
            <w:rStyle w:val="Hyperlink"/>
            <w:noProof/>
            <w:rtl/>
          </w:rPr>
          <w:t xml:space="preserve"> </w:t>
        </w:r>
        <w:r w:rsidR="00982080" w:rsidRPr="00982080">
          <w:rPr>
            <w:rStyle w:val="Hyperlink"/>
            <w:rFonts w:hint="eastAsia"/>
            <w:noProof/>
            <w:rtl/>
          </w:rPr>
          <w:t>القرآن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Toc392502820 \h</w:instrText>
        </w:r>
        <w:r w:rsidR="00B63DA5">
          <w:rPr>
            <w:noProof/>
            <w:webHidden/>
            <w:rtl/>
          </w:rPr>
          <w:instrText xml:space="preserve"> </w:instrText>
        </w:r>
        <w:r>
          <w:rPr>
            <w:noProof/>
            <w:webHidden/>
            <w:rtl/>
          </w:rPr>
        </w:r>
        <w:r>
          <w:rPr>
            <w:noProof/>
            <w:webHidden/>
            <w:rtl/>
          </w:rPr>
          <w:fldChar w:fldCharType="separate"/>
        </w:r>
        <w:r w:rsidR="00B63DA5">
          <w:rPr>
            <w:noProof/>
            <w:webHidden/>
            <w:rtl/>
          </w:rPr>
          <w:t>183</w:t>
        </w:r>
        <w:r>
          <w:rPr>
            <w:noProof/>
            <w:webHidden/>
            <w:rtl/>
          </w:rPr>
          <w:fldChar w:fldCharType="end"/>
        </w:r>
      </w:hyperlink>
    </w:p>
    <w:p w:rsidR="00B63DA5" w:rsidRDefault="00531636" w:rsidP="00B919D9">
      <w:pPr>
        <w:pStyle w:val="TOC1"/>
        <w:rPr>
          <w:rFonts w:asciiTheme="minorHAnsi" w:eastAsiaTheme="minorEastAsia" w:hAnsiTheme="minorHAnsi" w:cstheme="minorBidi"/>
          <w:bCs w:val="0"/>
          <w:noProof/>
          <w:color w:val="auto"/>
          <w:sz w:val="22"/>
          <w:szCs w:val="22"/>
          <w:rtl/>
        </w:rPr>
      </w:pPr>
      <w:hyperlink w:anchor="_Toc392502822"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الخامسة</w:t>
        </w:r>
        <w:r w:rsidR="00B63DA5" w:rsidRPr="00623D73">
          <w:rPr>
            <w:rStyle w:val="Hyperlink"/>
            <w:noProof/>
            <w:rtl/>
          </w:rPr>
          <w:t xml:space="preserve"> </w:t>
        </w:r>
        <w:r w:rsidR="00B919D9">
          <w:rPr>
            <w:rStyle w:val="Hyperlink"/>
            <w:rFonts w:hint="cs"/>
            <w:noProof/>
            <w:rtl/>
          </w:rPr>
          <w:t>:</w:t>
        </w:r>
        <w:r w:rsidR="00B919D9" w:rsidRPr="00B919D9">
          <w:rPr>
            <w:rFonts w:hint="eastAsia"/>
            <w:rtl/>
          </w:rPr>
          <w:t xml:space="preserve"> </w:t>
        </w:r>
        <w:r w:rsidR="00B919D9" w:rsidRPr="00B919D9">
          <w:rPr>
            <w:rStyle w:val="Hyperlink"/>
            <w:rFonts w:hint="eastAsia"/>
            <w:noProof/>
            <w:rtl/>
          </w:rPr>
          <w:t>في</w:t>
        </w:r>
        <w:r w:rsidR="00B919D9" w:rsidRPr="00B919D9">
          <w:rPr>
            <w:rStyle w:val="Hyperlink"/>
            <w:noProof/>
            <w:rtl/>
          </w:rPr>
          <w:t xml:space="preserve"> </w:t>
        </w:r>
        <w:r w:rsidR="00B919D9" w:rsidRPr="00B919D9">
          <w:rPr>
            <w:rStyle w:val="Hyperlink"/>
            <w:rFonts w:hint="eastAsia"/>
            <w:noProof/>
            <w:rtl/>
          </w:rPr>
          <w:t>كيفية</w:t>
        </w:r>
        <w:r w:rsidR="00B919D9" w:rsidRPr="00B919D9">
          <w:rPr>
            <w:rStyle w:val="Hyperlink"/>
            <w:noProof/>
            <w:rtl/>
          </w:rPr>
          <w:t xml:space="preserve"> </w:t>
        </w:r>
        <w:r w:rsidR="00B919D9" w:rsidRPr="00B919D9">
          <w:rPr>
            <w:rStyle w:val="Hyperlink"/>
            <w:rFonts w:hint="eastAsia"/>
            <w:noProof/>
            <w:rtl/>
          </w:rPr>
          <w:t>ختم</w:t>
        </w:r>
        <w:r w:rsidR="00B919D9" w:rsidRPr="00B919D9">
          <w:rPr>
            <w:rStyle w:val="Hyperlink"/>
            <w:noProof/>
            <w:rtl/>
          </w:rPr>
          <w:t xml:space="preserve"> </w:t>
        </w:r>
        <w:r w:rsidR="00B919D9" w:rsidRPr="00B919D9">
          <w:rPr>
            <w:rStyle w:val="Hyperlink"/>
            <w:rFonts w:hint="eastAsia"/>
            <w:noProof/>
            <w:rtl/>
          </w:rPr>
          <w:t>القرآن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Toc392502822 \h</w:instrText>
        </w:r>
        <w:r w:rsidR="00B63DA5">
          <w:rPr>
            <w:noProof/>
            <w:webHidden/>
            <w:rtl/>
          </w:rPr>
          <w:instrText xml:space="preserve"> </w:instrText>
        </w:r>
        <w:r>
          <w:rPr>
            <w:noProof/>
            <w:webHidden/>
            <w:rtl/>
          </w:rPr>
        </w:r>
        <w:r>
          <w:rPr>
            <w:noProof/>
            <w:webHidden/>
            <w:rtl/>
          </w:rPr>
          <w:fldChar w:fldCharType="separate"/>
        </w:r>
        <w:r w:rsidR="00B63DA5">
          <w:rPr>
            <w:noProof/>
            <w:webHidden/>
            <w:rtl/>
          </w:rPr>
          <w:t>189</w:t>
        </w:r>
        <w:r>
          <w:rPr>
            <w:noProof/>
            <w:webHidden/>
            <w:rtl/>
          </w:rPr>
          <w:fldChar w:fldCharType="end"/>
        </w:r>
      </w:hyperlink>
    </w:p>
    <w:p w:rsidR="00B63DA5" w:rsidRDefault="00531636" w:rsidP="00646C3A">
      <w:pPr>
        <w:pStyle w:val="TOC1"/>
        <w:rPr>
          <w:rFonts w:asciiTheme="minorHAnsi" w:eastAsiaTheme="minorEastAsia" w:hAnsiTheme="minorHAnsi" w:cstheme="minorBidi"/>
          <w:bCs w:val="0"/>
          <w:noProof/>
          <w:color w:val="auto"/>
          <w:sz w:val="22"/>
          <w:szCs w:val="22"/>
          <w:rtl/>
        </w:rPr>
      </w:pPr>
      <w:hyperlink w:anchor="_Toc392502824"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السادسة</w:t>
        </w:r>
        <w:r w:rsidR="00B63DA5" w:rsidRPr="00623D73">
          <w:rPr>
            <w:rStyle w:val="Hyperlink"/>
            <w:noProof/>
            <w:rtl/>
          </w:rPr>
          <w:t xml:space="preserve"> </w:t>
        </w:r>
        <w:r w:rsidR="00646C3A">
          <w:rPr>
            <w:rStyle w:val="Hyperlink"/>
            <w:rFonts w:hint="cs"/>
            <w:noProof/>
            <w:rtl/>
          </w:rPr>
          <w:t>:</w:t>
        </w:r>
        <w:r w:rsidR="00646C3A" w:rsidRPr="00646C3A">
          <w:rPr>
            <w:rFonts w:hint="eastAsia"/>
            <w:rtl/>
          </w:rPr>
          <w:t xml:space="preserve"> </w:t>
        </w:r>
        <w:r w:rsidR="00646C3A" w:rsidRPr="00646C3A">
          <w:rPr>
            <w:rStyle w:val="Hyperlink"/>
            <w:rFonts w:hint="eastAsia"/>
            <w:noProof/>
            <w:rtl/>
          </w:rPr>
          <w:t>في</w:t>
        </w:r>
        <w:r w:rsidR="00646C3A" w:rsidRPr="00646C3A">
          <w:rPr>
            <w:rStyle w:val="Hyperlink"/>
            <w:noProof/>
            <w:rtl/>
          </w:rPr>
          <w:t xml:space="preserve"> </w:t>
        </w:r>
        <w:r w:rsidR="00646C3A" w:rsidRPr="00646C3A">
          <w:rPr>
            <w:rStyle w:val="Hyperlink"/>
            <w:rFonts w:hint="eastAsia"/>
            <w:noProof/>
            <w:rtl/>
          </w:rPr>
          <w:t>ثواب</w:t>
        </w:r>
        <w:r w:rsidR="00646C3A" w:rsidRPr="00646C3A">
          <w:rPr>
            <w:rStyle w:val="Hyperlink"/>
            <w:noProof/>
            <w:rtl/>
          </w:rPr>
          <w:t xml:space="preserve"> </w:t>
        </w:r>
        <w:r w:rsidR="00646C3A" w:rsidRPr="00646C3A">
          <w:rPr>
            <w:rStyle w:val="Hyperlink"/>
            <w:rFonts w:hint="eastAsia"/>
            <w:noProof/>
            <w:rtl/>
          </w:rPr>
          <w:t>تعليم</w:t>
        </w:r>
        <w:r w:rsidR="00646C3A" w:rsidRPr="00646C3A">
          <w:rPr>
            <w:rStyle w:val="Hyperlink"/>
            <w:noProof/>
            <w:rtl/>
          </w:rPr>
          <w:t xml:space="preserve"> </w:t>
        </w:r>
        <w:r w:rsidR="00646C3A" w:rsidRPr="00646C3A">
          <w:rPr>
            <w:rStyle w:val="Hyperlink"/>
            <w:rFonts w:hint="eastAsia"/>
            <w:noProof/>
            <w:rtl/>
          </w:rPr>
          <w:t>القرآن</w:t>
        </w:r>
        <w:r w:rsidR="00646C3A" w:rsidRPr="00646C3A">
          <w:rPr>
            <w:rStyle w:val="Hyperlink"/>
            <w:noProof/>
            <w:rtl/>
          </w:rPr>
          <w:t xml:space="preserve"> </w:t>
        </w:r>
        <w:r w:rsidR="00646C3A" w:rsidRPr="00646C3A">
          <w:rPr>
            <w:rStyle w:val="Hyperlink"/>
            <w:rFonts w:hint="eastAsia"/>
            <w:noProof/>
            <w:rtl/>
          </w:rPr>
          <w:t>وتعلّمه</w:t>
        </w:r>
        <w:r w:rsidR="00646C3A" w:rsidRPr="00646C3A">
          <w:rPr>
            <w:rStyle w:val="Hyperlink"/>
            <w:noProof/>
            <w:rtl/>
          </w:rPr>
          <w:t xml:space="preserve"> </w:t>
        </w:r>
        <w:r w:rsidR="00646C3A" w:rsidRPr="00646C3A">
          <w:rPr>
            <w:rStyle w:val="Hyperlink"/>
            <w:rFonts w:hint="eastAsia"/>
            <w:noProof/>
            <w:rtl/>
          </w:rPr>
          <w:t>وحفظه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Toc392502824 \h</w:instrText>
        </w:r>
        <w:r w:rsidR="00B63DA5">
          <w:rPr>
            <w:noProof/>
            <w:webHidden/>
            <w:rtl/>
          </w:rPr>
          <w:instrText xml:space="preserve"> </w:instrText>
        </w:r>
        <w:r>
          <w:rPr>
            <w:noProof/>
            <w:webHidden/>
            <w:rtl/>
          </w:rPr>
        </w:r>
        <w:r>
          <w:rPr>
            <w:noProof/>
            <w:webHidden/>
            <w:rtl/>
          </w:rPr>
          <w:fldChar w:fldCharType="separate"/>
        </w:r>
        <w:r w:rsidR="00B63DA5">
          <w:rPr>
            <w:noProof/>
            <w:webHidden/>
            <w:rtl/>
          </w:rPr>
          <w:t>190</w:t>
        </w:r>
        <w:r>
          <w:rPr>
            <w:noProof/>
            <w:webHidden/>
            <w:rtl/>
          </w:rPr>
          <w:fldChar w:fldCharType="end"/>
        </w:r>
      </w:hyperlink>
    </w:p>
    <w:p w:rsidR="00B63DA5" w:rsidRDefault="00531636" w:rsidP="00275970">
      <w:pPr>
        <w:pStyle w:val="TOC1"/>
        <w:rPr>
          <w:rFonts w:asciiTheme="minorHAnsi" w:eastAsiaTheme="minorEastAsia" w:hAnsiTheme="minorHAnsi" w:cstheme="minorBidi"/>
          <w:bCs w:val="0"/>
          <w:noProof/>
          <w:color w:val="auto"/>
          <w:sz w:val="22"/>
          <w:szCs w:val="22"/>
          <w:rtl/>
        </w:rPr>
      </w:pPr>
      <w:hyperlink w:anchor="_Toc392502826"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السابعة</w:t>
        </w:r>
        <w:r w:rsidR="00B63DA5" w:rsidRPr="00623D73">
          <w:rPr>
            <w:rStyle w:val="Hyperlink"/>
            <w:noProof/>
            <w:rtl/>
          </w:rPr>
          <w:t xml:space="preserve"> </w:t>
        </w:r>
        <w:r w:rsidR="00275970">
          <w:rPr>
            <w:rStyle w:val="Hyperlink"/>
            <w:rFonts w:hint="cs"/>
            <w:noProof/>
            <w:rtl/>
          </w:rPr>
          <w:t>:</w:t>
        </w:r>
        <w:r w:rsidR="00275970" w:rsidRPr="00275970">
          <w:rPr>
            <w:rFonts w:hint="eastAsia"/>
            <w:rtl/>
          </w:rPr>
          <w:t xml:space="preserve"> </w:t>
        </w:r>
        <w:r w:rsidR="00275970" w:rsidRPr="00275970">
          <w:rPr>
            <w:rStyle w:val="Hyperlink"/>
            <w:rFonts w:hint="eastAsia"/>
            <w:noProof/>
            <w:rtl/>
          </w:rPr>
          <w:t>في</w:t>
        </w:r>
        <w:r w:rsidR="00275970" w:rsidRPr="00275970">
          <w:rPr>
            <w:rStyle w:val="Hyperlink"/>
            <w:noProof/>
            <w:rtl/>
          </w:rPr>
          <w:t xml:space="preserve"> </w:t>
        </w:r>
        <w:r w:rsidR="00275970" w:rsidRPr="00275970">
          <w:rPr>
            <w:rStyle w:val="Hyperlink"/>
            <w:rFonts w:hint="eastAsia"/>
            <w:noProof/>
            <w:rtl/>
          </w:rPr>
          <w:t>ثواب</w:t>
        </w:r>
        <w:r w:rsidR="00275970" w:rsidRPr="00275970">
          <w:rPr>
            <w:rStyle w:val="Hyperlink"/>
            <w:noProof/>
            <w:rtl/>
          </w:rPr>
          <w:t xml:space="preserve"> </w:t>
        </w:r>
        <w:r w:rsidR="00275970" w:rsidRPr="00275970">
          <w:rPr>
            <w:rStyle w:val="Hyperlink"/>
            <w:rFonts w:hint="eastAsia"/>
            <w:noProof/>
            <w:rtl/>
          </w:rPr>
          <w:t>قراءة</w:t>
        </w:r>
        <w:r w:rsidR="00275970" w:rsidRPr="00275970">
          <w:rPr>
            <w:rStyle w:val="Hyperlink"/>
            <w:noProof/>
            <w:rtl/>
          </w:rPr>
          <w:t xml:space="preserve"> </w:t>
        </w:r>
        <w:r w:rsidR="00275970" w:rsidRPr="00275970">
          <w:rPr>
            <w:rStyle w:val="Hyperlink"/>
            <w:rFonts w:hint="eastAsia"/>
            <w:noProof/>
            <w:rtl/>
          </w:rPr>
          <w:t>القرآن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Toc392502826 \h</w:instrText>
        </w:r>
        <w:r w:rsidR="00B63DA5">
          <w:rPr>
            <w:noProof/>
            <w:webHidden/>
            <w:rtl/>
          </w:rPr>
          <w:instrText xml:space="preserve"> </w:instrText>
        </w:r>
        <w:r>
          <w:rPr>
            <w:noProof/>
            <w:webHidden/>
            <w:rtl/>
          </w:rPr>
        </w:r>
        <w:r>
          <w:rPr>
            <w:noProof/>
            <w:webHidden/>
            <w:rtl/>
          </w:rPr>
          <w:fldChar w:fldCharType="separate"/>
        </w:r>
        <w:r w:rsidR="00B63DA5">
          <w:rPr>
            <w:noProof/>
            <w:webHidden/>
            <w:rtl/>
          </w:rPr>
          <w:t>192</w:t>
        </w:r>
        <w:r>
          <w:rPr>
            <w:noProof/>
            <w:webHidden/>
            <w:rtl/>
          </w:rPr>
          <w:fldChar w:fldCharType="end"/>
        </w:r>
      </w:hyperlink>
    </w:p>
    <w:p w:rsidR="00B63DA5" w:rsidRDefault="00531636" w:rsidP="00C70C95">
      <w:pPr>
        <w:pStyle w:val="TOC1"/>
        <w:rPr>
          <w:rFonts w:asciiTheme="minorHAnsi" w:eastAsiaTheme="minorEastAsia" w:hAnsiTheme="minorHAnsi" w:cstheme="minorBidi"/>
          <w:bCs w:val="0"/>
          <w:noProof/>
          <w:color w:val="auto"/>
          <w:sz w:val="22"/>
          <w:szCs w:val="22"/>
          <w:rtl/>
        </w:rPr>
      </w:pPr>
      <w:hyperlink w:anchor="_Toc392502828"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الثامنة</w:t>
        </w:r>
        <w:r w:rsidR="00B63DA5" w:rsidRPr="00623D73">
          <w:rPr>
            <w:rStyle w:val="Hyperlink"/>
            <w:noProof/>
            <w:rtl/>
          </w:rPr>
          <w:t xml:space="preserve"> </w:t>
        </w:r>
        <w:r w:rsidR="00C70C95">
          <w:rPr>
            <w:rStyle w:val="Hyperlink"/>
            <w:rFonts w:hint="cs"/>
            <w:noProof/>
            <w:rtl/>
          </w:rPr>
          <w:t>:</w:t>
        </w:r>
        <w:r w:rsidR="00C70C95" w:rsidRPr="00C70C95">
          <w:rPr>
            <w:rFonts w:hint="eastAsia"/>
            <w:rtl/>
          </w:rPr>
          <w:t xml:space="preserve"> </w:t>
        </w:r>
        <w:r w:rsidR="00C70C95" w:rsidRPr="00C70C95">
          <w:rPr>
            <w:rStyle w:val="Hyperlink"/>
            <w:rFonts w:hint="eastAsia"/>
            <w:noProof/>
            <w:rtl/>
          </w:rPr>
          <w:t>في</w:t>
        </w:r>
        <w:r w:rsidR="00C70C95" w:rsidRPr="00C70C95">
          <w:rPr>
            <w:rStyle w:val="Hyperlink"/>
            <w:noProof/>
            <w:rtl/>
          </w:rPr>
          <w:t xml:space="preserve"> </w:t>
        </w:r>
        <w:r w:rsidR="00C70C95" w:rsidRPr="00C70C95">
          <w:rPr>
            <w:rStyle w:val="Hyperlink"/>
            <w:rFonts w:hint="eastAsia"/>
            <w:noProof/>
            <w:rtl/>
          </w:rPr>
          <w:t>فضل</w:t>
        </w:r>
        <w:r w:rsidR="00C70C95" w:rsidRPr="00C70C95">
          <w:rPr>
            <w:rStyle w:val="Hyperlink"/>
            <w:noProof/>
            <w:rtl/>
          </w:rPr>
          <w:t xml:space="preserve"> </w:t>
        </w:r>
        <w:r w:rsidR="00C70C95" w:rsidRPr="00C70C95">
          <w:rPr>
            <w:rStyle w:val="Hyperlink"/>
            <w:rFonts w:hint="eastAsia"/>
            <w:noProof/>
            <w:rtl/>
          </w:rPr>
          <w:t>القراءة</w:t>
        </w:r>
        <w:r w:rsidR="00C70C95" w:rsidRPr="00C70C95">
          <w:rPr>
            <w:rStyle w:val="Hyperlink"/>
            <w:noProof/>
            <w:rtl/>
          </w:rPr>
          <w:t xml:space="preserve"> </w:t>
        </w:r>
        <w:r w:rsidR="00C70C95" w:rsidRPr="00C70C95">
          <w:rPr>
            <w:rStyle w:val="Hyperlink"/>
            <w:rFonts w:hint="eastAsia"/>
            <w:noProof/>
            <w:rtl/>
          </w:rPr>
          <w:t>في</w:t>
        </w:r>
        <w:r w:rsidR="00C70C95" w:rsidRPr="00C70C95">
          <w:rPr>
            <w:rStyle w:val="Hyperlink"/>
            <w:noProof/>
            <w:rtl/>
          </w:rPr>
          <w:t xml:space="preserve"> </w:t>
        </w:r>
        <w:r w:rsidR="00C70C95" w:rsidRPr="00C70C95">
          <w:rPr>
            <w:rStyle w:val="Hyperlink"/>
            <w:rFonts w:hint="eastAsia"/>
            <w:noProof/>
            <w:rtl/>
          </w:rPr>
          <w:t>المصحف</w:t>
        </w:r>
        <w:r w:rsidR="00C70C95" w:rsidRPr="00C70C95">
          <w:rPr>
            <w:rStyle w:val="Hyperlink"/>
            <w:noProof/>
            <w:rtl/>
          </w:rPr>
          <w:t xml:space="preserve"> </w:t>
        </w:r>
        <w:r w:rsidR="00C70C95" w:rsidRPr="00C70C95">
          <w:rPr>
            <w:rStyle w:val="Hyperlink"/>
            <w:rFonts w:hint="eastAsia"/>
            <w:noProof/>
            <w:rtl/>
          </w:rPr>
          <w:t>،</w:t>
        </w:r>
        <w:r w:rsidR="00C70C95" w:rsidRPr="00C70C95">
          <w:rPr>
            <w:rStyle w:val="Hyperlink"/>
            <w:noProof/>
            <w:rtl/>
          </w:rPr>
          <w:t xml:space="preserve"> </w:t>
        </w:r>
        <w:r w:rsidR="00C70C95" w:rsidRPr="00C70C95">
          <w:rPr>
            <w:rStyle w:val="Hyperlink"/>
            <w:rFonts w:hint="eastAsia"/>
            <w:noProof/>
            <w:rtl/>
          </w:rPr>
          <w:t>وفي</w:t>
        </w:r>
        <w:r w:rsidR="00C70C95" w:rsidRPr="00C70C95">
          <w:rPr>
            <w:rStyle w:val="Hyperlink"/>
            <w:noProof/>
            <w:rtl/>
          </w:rPr>
          <w:t xml:space="preserve"> </w:t>
        </w:r>
        <w:r w:rsidR="00C70C95" w:rsidRPr="00C70C95">
          <w:rPr>
            <w:rStyle w:val="Hyperlink"/>
            <w:rFonts w:hint="eastAsia"/>
            <w:noProof/>
            <w:rtl/>
          </w:rPr>
          <w:t>حفظه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Toc392502828 \h</w:instrText>
        </w:r>
        <w:r w:rsidR="00B63DA5">
          <w:rPr>
            <w:noProof/>
            <w:webHidden/>
            <w:rtl/>
          </w:rPr>
          <w:instrText xml:space="preserve"> </w:instrText>
        </w:r>
        <w:r>
          <w:rPr>
            <w:noProof/>
            <w:webHidden/>
            <w:rtl/>
          </w:rPr>
        </w:r>
        <w:r>
          <w:rPr>
            <w:noProof/>
            <w:webHidden/>
            <w:rtl/>
          </w:rPr>
          <w:fldChar w:fldCharType="separate"/>
        </w:r>
        <w:r w:rsidR="00B63DA5">
          <w:rPr>
            <w:noProof/>
            <w:webHidden/>
            <w:rtl/>
          </w:rPr>
          <w:t>196</w:t>
        </w:r>
        <w:r>
          <w:rPr>
            <w:noProof/>
            <w:webHidden/>
            <w:rtl/>
          </w:rPr>
          <w:fldChar w:fldCharType="end"/>
        </w:r>
      </w:hyperlink>
    </w:p>
    <w:p w:rsidR="00B63DA5" w:rsidRDefault="00531636" w:rsidP="00A54A5A">
      <w:pPr>
        <w:pStyle w:val="TOC1"/>
        <w:rPr>
          <w:rFonts w:asciiTheme="minorHAnsi" w:eastAsiaTheme="minorEastAsia" w:hAnsiTheme="minorHAnsi" w:cstheme="minorBidi"/>
          <w:bCs w:val="0"/>
          <w:noProof/>
          <w:color w:val="auto"/>
          <w:sz w:val="22"/>
          <w:szCs w:val="22"/>
          <w:rtl/>
        </w:rPr>
      </w:pPr>
      <w:hyperlink w:anchor="_Toc392502830" w:history="1">
        <w:r w:rsidR="00B63DA5" w:rsidRPr="00623D73">
          <w:rPr>
            <w:rStyle w:val="Hyperlink"/>
            <w:rFonts w:hint="eastAsia"/>
            <w:noProof/>
            <w:rtl/>
          </w:rPr>
          <w:t>الساقية</w:t>
        </w:r>
        <w:r w:rsidR="00B63DA5" w:rsidRPr="00623D73">
          <w:rPr>
            <w:rStyle w:val="Hyperlink"/>
            <w:noProof/>
            <w:rtl/>
          </w:rPr>
          <w:t xml:space="preserve"> </w:t>
        </w:r>
        <w:r w:rsidR="00B63DA5" w:rsidRPr="00623D73">
          <w:rPr>
            <w:rStyle w:val="Hyperlink"/>
            <w:rFonts w:hint="eastAsia"/>
            <w:noProof/>
            <w:rtl/>
          </w:rPr>
          <w:t>التاسعة</w:t>
        </w:r>
        <w:r w:rsidR="00B63DA5" w:rsidRPr="00623D73">
          <w:rPr>
            <w:rStyle w:val="Hyperlink"/>
            <w:noProof/>
            <w:rtl/>
          </w:rPr>
          <w:t xml:space="preserve"> </w:t>
        </w:r>
        <w:r w:rsidR="00A54A5A">
          <w:rPr>
            <w:rStyle w:val="Hyperlink"/>
            <w:rFonts w:hint="cs"/>
            <w:noProof/>
            <w:rtl/>
          </w:rPr>
          <w:t>:</w:t>
        </w:r>
        <w:r w:rsidR="00A54A5A" w:rsidRPr="00A54A5A">
          <w:rPr>
            <w:rFonts w:hint="eastAsia"/>
            <w:rtl/>
          </w:rPr>
          <w:t xml:space="preserve"> </w:t>
        </w:r>
        <w:r w:rsidR="00A54A5A" w:rsidRPr="00A54A5A">
          <w:rPr>
            <w:rStyle w:val="Hyperlink"/>
            <w:rFonts w:hint="eastAsia"/>
            <w:noProof/>
            <w:rtl/>
          </w:rPr>
          <w:t>في</w:t>
        </w:r>
        <w:r w:rsidR="00A54A5A" w:rsidRPr="00A54A5A">
          <w:rPr>
            <w:rStyle w:val="Hyperlink"/>
            <w:noProof/>
            <w:rtl/>
          </w:rPr>
          <w:t xml:space="preserve"> </w:t>
        </w:r>
        <w:r w:rsidR="00A54A5A" w:rsidRPr="00A54A5A">
          <w:rPr>
            <w:rStyle w:val="Hyperlink"/>
            <w:rFonts w:hint="eastAsia"/>
            <w:noProof/>
            <w:rtl/>
          </w:rPr>
          <w:t>فضائل</w:t>
        </w:r>
        <w:r w:rsidR="00A54A5A" w:rsidRPr="00A54A5A">
          <w:rPr>
            <w:rStyle w:val="Hyperlink"/>
            <w:noProof/>
            <w:rtl/>
          </w:rPr>
          <w:t xml:space="preserve"> </w:t>
        </w:r>
        <w:r w:rsidR="00A54A5A" w:rsidRPr="00A54A5A">
          <w:rPr>
            <w:rStyle w:val="Hyperlink"/>
            <w:rFonts w:hint="eastAsia"/>
            <w:noProof/>
            <w:rtl/>
          </w:rPr>
          <w:t>وفوائد</w:t>
        </w:r>
        <w:r w:rsidR="00A54A5A" w:rsidRPr="00A54A5A">
          <w:rPr>
            <w:rStyle w:val="Hyperlink"/>
            <w:noProof/>
            <w:rtl/>
          </w:rPr>
          <w:t xml:space="preserve"> </w:t>
        </w:r>
        <w:r w:rsidR="00A54A5A" w:rsidRPr="00A54A5A">
          <w:rPr>
            <w:rStyle w:val="Hyperlink"/>
            <w:rFonts w:hint="eastAsia"/>
            <w:noProof/>
            <w:rtl/>
          </w:rPr>
          <w:t>بعض</w:t>
        </w:r>
        <w:r w:rsidR="00A54A5A" w:rsidRPr="00A54A5A">
          <w:rPr>
            <w:rStyle w:val="Hyperlink"/>
            <w:noProof/>
            <w:rtl/>
          </w:rPr>
          <w:t xml:space="preserve"> </w:t>
        </w:r>
        <w:r w:rsidR="00A54A5A" w:rsidRPr="00A54A5A">
          <w:rPr>
            <w:rStyle w:val="Hyperlink"/>
            <w:rFonts w:hint="eastAsia"/>
            <w:noProof/>
            <w:rtl/>
          </w:rPr>
          <w:t>السور</w:t>
        </w:r>
        <w:r w:rsidR="00A54A5A" w:rsidRPr="00A54A5A">
          <w:rPr>
            <w:rStyle w:val="Hyperlink"/>
            <w:noProof/>
            <w:rtl/>
          </w:rPr>
          <w:t xml:space="preserve"> </w:t>
        </w:r>
        <w:r w:rsidR="00A54A5A" w:rsidRPr="00A54A5A">
          <w:rPr>
            <w:rStyle w:val="Hyperlink"/>
            <w:rFonts w:hint="eastAsia"/>
            <w:noProof/>
            <w:rtl/>
          </w:rPr>
          <w:t>والآيات</w:t>
        </w:r>
        <w:r w:rsidR="00A54A5A" w:rsidRPr="00A54A5A">
          <w:rPr>
            <w:rStyle w:val="Hyperlink"/>
            <w:noProof/>
            <w:rtl/>
          </w:rPr>
          <w:t xml:space="preserve"> </w:t>
        </w:r>
        <w:r w:rsidR="00A54A5A" w:rsidRPr="00A54A5A">
          <w:rPr>
            <w:rStyle w:val="Hyperlink"/>
            <w:rFonts w:hint="eastAsia"/>
            <w:noProof/>
            <w:rtl/>
          </w:rPr>
          <w:t>القرآنية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Toc392502830 \h</w:instrText>
        </w:r>
        <w:r w:rsidR="00B63DA5">
          <w:rPr>
            <w:noProof/>
            <w:webHidden/>
            <w:rtl/>
          </w:rPr>
          <w:instrText xml:space="preserve"> </w:instrText>
        </w:r>
        <w:r>
          <w:rPr>
            <w:noProof/>
            <w:webHidden/>
            <w:rtl/>
          </w:rPr>
        </w:r>
        <w:r>
          <w:rPr>
            <w:noProof/>
            <w:webHidden/>
            <w:rtl/>
          </w:rPr>
          <w:fldChar w:fldCharType="separate"/>
        </w:r>
        <w:r w:rsidR="00B63DA5">
          <w:rPr>
            <w:noProof/>
            <w:webHidden/>
            <w:rtl/>
          </w:rPr>
          <w:t>197</w:t>
        </w:r>
        <w:r>
          <w:rPr>
            <w:noProof/>
            <w:webHidden/>
            <w:rtl/>
          </w:rPr>
          <w:fldChar w:fldCharType="end"/>
        </w:r>
      </w:hyperlink>
    </w:p>
    <w:p w:rsidR="00B63DA5" w:rsidRDefault="00531636" w:rsidP="007D1123">
      <w:pPr>
        <w:pStyle w:val="TOC1"/>
        <w:rPr>
          <w:rFonts w:asciiTheme="minorHAnsi" w:eastAsiaTheme="minorEastAsia" w:hAnsiTheme="minorHAnsi" w:cstheme="minorBidi"/>
          <w:bCs w:val="0"/>
          <w:noProof/>
          <w:color w:val="auto"/>
          <w:sz w:val="22"/>
          <w:szCs w:val="22"/>
          <w:rtl/>
        </w:rPr>
      </w:pPr>
      <w:hyperlink w:anchor="_Toc392502832" w:history="1">
        <w:r w:rsidR="00B63DA5" w:rsidRPr="00623D73">
          <w:rPr>
            <w:rStyle w:val="Hyperlink"/>
            <w:rFonts w:hint="eastAsia"/>
            <w:noProof/>
            <w:rtl/>
          </w:rPr>
          <w:t>الينبوع</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7D1123">
          <w:rPr>
            <w:rStyle w:val="Hyperlink"/>
            <w:rFonts w:hint="cs"/>
            <w:noProof/>
            <w:rtl/>
          </w:rPr>
          <w:t>:</w:t>
        </w:r>
        <w:r w:rsidR="007D1123" w:rsidRPr="007D1123">
          <w:rPr>
            <w:rFonts w:hint="eastAsia"/>
            <w:rtl/>
          </w:rPr>
          <w:t xml:space="preserve"> </w:t>
        </w:r>
        <w:r w:rsidR="007D1123" w:rsidRPr="007D1123">
          <w:rPr>
            <w:rStyle w:val="Hyperlink"/>
            <w:rFonts w:hint="eastAsia"/>
            <w:noProof/>
            <w:rtl/>
          </w:rPr>
          <w:t>في</w:t>
        </w:r>
        <w:r w:rsidR="007D1123" w:rsidRPr="007D1123">
          <w:rPr>
            <w:rStyle w:val="Hyperlink"/>
            <w:noProof/>
            <w:rtl/>
          </w:rPr>
          <w:t xml:space="preserve"> </w:t>
        </w:r>
        <w:r w:rsidR="007D1123" w:rsidRPr="007D1123">
          <w:rPr>
            <w:rStyle w:val="Hyperlink"/>
            <w:rFonts w:hint="eastAsia"/>
            <w:noProof/>
            <w:rtl/>
          </w:rPr>
          <w:t>بيان</w:t>
        </w:r>
        <w:r w:rsidR="007D1123" w:rsidRPr="007D1123">
          <w:rPr>
            <w:rStyle w:val="Hyperlink"/>
            <w:noProof/>
            <w:rtl/>
          </w:rPr>
          <w:t xml:space="preserve"> </w:t>
        </w:r>
        <w:r w:rsidR="007D1123" w:rsidRPr="007D1123">
          <w:rPr>
            <w:rStyle w:val="Hyperlink"/>
            <w:rFonts w:hint="eastAsia"/>
            <w:noProof/>
            <w:rtl/>
          </w:rPr>
          <w:t>مجمل</w:t>
        </w:r>
        <w:r w:rsidR="007D1123" w:rsidRPr="007D1123">
          <w:rPr>
            <w:rStyle w:val="Hyperlink"/>
            <w:noProof/>
            <w:rtl/>
          </w:rPr>
          <w:t xml:space="preserve"> </w:t>
        </w:r>
        <w:r w:rsidR="007D1123" w:rsidRPr="007D1123">
          <w:rPr>
            <w:rStyle w:val="Hyperlink"/>
            <w:rFonts w:hint="eastAsia"/>
            <w:noProof/>
            <w:rtl/>
          </w:rPr>
          <w:t>من</w:t>
        </w:r>
        <w:r w:rsidR="007D1123" w:rsidRPr="007D1123">
          <w:rPr>
            <w:rStyle w:val="Hyperlink"/>
            <w:noProof/>
            <w:rtl/>
          </w:rPr>
          <w:t xml:space="preserve"> </w:t>
        </w:r>
        <w:r w:rsidR="007D1123" w:rsidRPr="007D1123">
          <w:rPr>
            <w:rStyle w:val="Hyperlink"/>
            <w:rFonts w:hint="eastAsia"/>
            <w:noProof/>
            <w:rtl/>
          </w:rPr>
          <w:t>أحوال</w:t>
        </w:r>
        <w:r w:rsidR="007D1123" w:rsidRPr="007D1123">
          <w:rPr>
            <w:rStyle w:val="Hyperlink"/>
            <w:noProof/>
            <w:rtl/>
          </w:rPr>
          <w:t xml:space="preserve"> </w:t>
        </w:r>
        <w:r w:rsidR="007D1123" w:rsidRPr="007D1123">
          <w:rPr>
            <w:rStyle w:val="Hyperlink"/>
            <w:rFonts w:hint="eastAsia"/>
            <w:noProof/>
            <w:rtl/>
          </w:rPr>
          <w:t>السلاطين</w:t>
        </w:r>
        <w:r w:rsidR="007D1123" w:rsidRPr="007D1123">
          <w:rPr>
            <w:rStyle w:val="Hyperlink"/>
            <w:noProof/>
            <w:rtl/>
          </w:rPr>
          <w:t xml:space="preserve"> </w:t>
        </w:r>
        <w:r w:rsidR="007D1123" w:rsidRPr="007D1123">
          <w:rPr>
            <w:rStyle w:val="Hyperlink"/>
            <w:rFonts w:hint="eastAsia"/>
            <w:noProof/>
            <w:rtl/>
          </w:rPr>
          <w:t>والأُمراء</w:t>
        </w:r>
        <w:r w:rsidR="007D1123" w:rsidRPr="007D1123">
          <w:rPr>
            <w:rStyle w:val="Hyperlink"/>
            <w:noProof/>
            <w:rtl/>
          </w:rPr>
          <w:t xml:space="preserve"> </w:t>
        </w:r>
        <w:r w:rsidR="007D1123" w:rsidRPr="007D1123">
          <w:rPr>
            <w:rStyle w:val="Hyperlink"/>
            <w:rFonts w:hint="eastAsia"/>
            <w:noProof/>
            <w:rtl/>
          </w:rPr>
          <w:t>ومعاشرتهم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Toc392502832 \h</w:instrText>
        </w:r>
        <w:r w:rsidR="00B63DA5">
          <w:rPr>
            <w:noProof/>
            <w:webHidden/>
            <w:rtl/>
          </w:rPr>
          <w:instrText xml:space="preserve"> </w:instrText>
        </w:r>
        <w:r>
          <w:rPr>
            <w:noProof/>
            <w:webHidden/>
            <w:rtl/>
          </w:rPr>
        </w:r>
        <w:r>
          <w:rPr>
            <w:noProof/>
            <w:webHidden/>
            <w:rtl/>
          </w:rPr>
          <w:fldChar w:fldCharType="separate"/>
        </w:r>
        <w:r w:rsidR="00B63DA5">
          <w:rPr>
            <w:noProof/>
            <w:webHidden/>
            <w:rtl/>
          </w:rPr>
          <w:t>247</w:t>
        </w:r>
        <w:r>
          <w:rPr>
            <w:noProof/>
            <w:webHidden/>
            <w:rtl/>
          </w:rPr>
          <w:fldChar w:fldCharType="end"/>
        </w:r>
      </w:hyperlink>
    </w:p>
    <w:p w:rsidR="00B63DA5" w:rsidRDefault="00531636" w:rsidP="00740E77">
      <w:pPr>
        <w:pStyle w:val="TOC1"/>
        <w:rPr>
          <w:rFonts w:asciiTheme="minorHAnsi" w:eastAsiaTheme="minorEastAsia" w:hAnsiTheme="minorHAnsi" w:cstheme="minorBidi"/>
          <w:bCs w:val="0"/>
          <w:noProof/>
          <w:color w:val="auto"/>
          <w:sz w:val="22"/>
          <w:szCs w:val="22"/>
          <w:rtl/>
        </w:rPr>
      </w:pPr>
      <w:hyperlink w:anchor="_Toc392502834"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740E77">
          <w:rPr>
            <w:rStyle w:val="Hyperlink"/>
            <w:rFonts w:hint="cs"/>
            <w:noProof/>
            <w:rtl/>
          </w:rPr>
          <w:t>:</w:t>
        </w:r>
        <w:r w:rsidR="00740E77" w:rsidRPr="00740E77">
          <w:rPr>
            <w:rFonts w:hint="eastAsia"/>
            <w:rtl/>
          </w:rPr>
          <w:t xml:space="preserve"> </w:t>
        </w:r>
        <w:r w:rsidR="00740E77" w:rsidRPr="00740E77">
          <w:rPr>
            <w:rStyle w:val="Hyperlink"/>
            <w:rFonts w:hint="eastAsia"/>
            <w:noProof/>
            <w:rtl/>
          </w:rPr>
          <w:t>في</w:t>
        </w:r>
        <w:r w:rsidR="00740E77" w:rsidRPr="00740E77">
          <w:rPr>
            <w:rStyle w:val="Hyperlink"/>
            <w:noProof/>
            <w:rtl/>
          </w:rPr>
          <w:t xml:space="preserve"> </w:t>
        </w:r>
        <w:r w:rsidR="00740E77" w:rsidRPr="00740E77">
          <w:rPr>
            <w:rStyle w:val="Hyperlink"/>
            <w:rFonts w:hint="eastAsia"/>
            <w:noProof/>
            <w:rtl/>
          </w:rPr>
          <w:t>عدلهم</w:t>
        </w:r>
        <w:r w:rsidR="00740E77" w:rsidRPr="00740E77">
          <w:rPr>
            <w:rStyle w:val="Hyperlink"/>
            <w:noProof/>
            <w:rtl/>
          </w:rPr>
          <w:t xml:space="preserve"> </w:t>
        </w:r>
        <w:r w:rsidR="00740E77" w:rsidRPr="00740E77">
          <w:rPr>
            <w:rStyle w:val="Hyperlink"/>
            <w:rFonts w:hint="eastAsia"/>
            <w:noProof/>
            <w:rtl/>
          </w:rPr>
          <w:t>وجورهم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Toc392502834 \h</w:instrText>
        </w:r>
        <w:r w:rsidR="00B63DA5">
          <w:rPr>
            <w:noProof/>
            <w:webHidden/>
            <w:rtl/>
          </w:rPr>
          <w:instrText xml:space="preserve"> </w:instrText>
        </w:r>
        <w:r>
          <w:rPr>
            <w:noProof/>
            <w:webHidden/>
            <w:rtl/>
          </w:rPr>
        </w:r>
        <w:r>
          <w:rPr>
            <w:noProof/>
            <w:webHidden/>
            <w:rtl/>
          </w:rPr>
          <w:fldChar w:fldCharType="separate"/>
        </w:r>
        <w:r w:rsidR="00B63DA5">
          <w:rPr>
            <w:noProof/>
            <w:webHidden/>
            <w:rtl/>
          </w:rPr>
          <w:t>247</w:t>
        </w:r>
        <w:r>
          <w:rPr>
            <w:noProof/>
            <w:webHidden/>
            <w:rtl/>
          </w:rPr>
          <w:fldChar w:fldCharType="end"/>
        </w:r>
      </w:hyperlink>
    </w:p>
    <w:p w:rsidR="00B63DA5" w:rsidRDefault="00531636" w:rsidP="008F1855">
      <w:pPr>
        <w:pStyle w:val="TOC1"/>
        <w:rPr>
          <w:rFonts w:asciiTheme="minorHAnsi" w:eastAsiaTheme="minorEastAsia" w:hAnsiTheme="minorHAnsi" w:cstheme="minorBidi"/>
          <w:bCs w:val="0"/>
          <w:noProof/>
          <w:color w:val="auto"/>
          <w:sz w:val="22"/>
          <w:szCs w:val="22"/>
          <w:rtl/>
        </w:rPr>
      </w:pPr>
      <w:hyperlink w:anchor="_Toc392502836" w:history="1">
        <w:r w:rsidR="00B63DA5" w:rsidRPr="002D1638">
          <w:rPr>
            <w:rStyle w:val="Hyperlink"/>
            <w:rFonts w:hint="eastAsia"/>
            <w:noProof/>
            <w:sz w:val="30"/>
            <w:szCs w:val="30"/>
            <w:rtl/>
          </w:rPr>
          <w:t>الجدول</w:t>
        </w:r>
        <w:r w:rsidR="00B63DA5" w:rsidRPr="002D1638">
          <w:rPr>
            <w:rStyle w:val="Hyperlink"/>
            <w:noProof/>
            <w:sz w:val="30"/>
            <w:szCs w:val="30"/>
            <w:rtl/>
          </w:rPr>
          <w:t xml:space="preserve"> </w:t>
        </w:r>
        <w:r w:rsidR="00B63DA5" w:rsidRPr="002D1638">
          <w:rPr>
            <w:rStyle w:val="Hyperlink"/>
            <w:rFonts w:hint="eastAsia"/>
            <w:noProof/>
            <w:sz w:val="30"/>
            <w:szCs w:val="30"/>
            <w:rtl/>
          </w:rPr>
          <w:t>الثاني</w:t>
        </w:r>
        <w:r w:rsidR="00B63DA5" w:rsidRPr="002D1638">
          <w:rPr>
            <w:rStyle w:val="Hyperlink"/>
            <w:noProof/>
            <w:sz w:val="30"/>
            <w:szCs w:val="30"/>
            <w:rtl/>
          </w:rPr>
          <w:t xml:space="preserve"> </w:t>
        </w:r>
        <w:r w:rsidR="008F1855" w:rsidRPr="002D1638">
          <w:rPr>
            <w:rStyle w:val="Hyperlink"/>
            <w:rFonts w:hint="cs"/>
            <w:noProof/>
            <w:sz w:val="30"/>
            <w:szCs w:val="30"/>
            <w:rtl/>
          </w:rPr>
          <w:t>:</w:t>
        </w:r>
        <w:r w:rsidR="008F1855" w:rsidRPr="002D1638">
          <w:rPr>
            <w:rFonts w:hint="eastAsia"/>
            <w:sz w:val="30"/>
            <w:szCs w:val="30"/>
            <w:rtl/>
          </w:rPr>
          <w:t xml:space="preserve"> </w:t>
        </w:r>
        <w:r w:rsidR="008F1855" w:rsidRPr="002D1638">
          <w:rPr>
            <w:rStyle w:val="Hyperlink"/>
            <w:rFonts w:hint="eastAsia"/>
            <w:noProof/>
            <w:sz w:val="30"/>
            <w:szCs w:val="30"/>
            <w:rtl/>
          </w:rPr>
          <w:t>في</w:t>
        </w:r>
        <w:r w:rsidR="008F1855" w:rsidRPr="002D1638">
          <w:rPr>
            <w:rStyle w:val="Hyperlink"/>
            <w:noProof/>
            <w:sz w:val="30"/>
            <w:szCs w:val="30"/>
            <w:rtl/>
          </w:rPr>
          <w:t xml:space="preserve"> </w:t>
        </w:r>
        <w:r w:rsidR="008F1855" w:rsidRPr="002D1638">
          <w:rPr>
            <w:rStyle w:val="Hyperlink"/>
            <w:rFonts w:hint="eastAsia"/>
            <w:noProof/>
            <w:sz w:val="30"/>
            <w:szCs w:val="30"/>
            <w:rtl/>
          </w:rPr>
          <w:t>كيفية</w:t>
        </w:r>
        <w:r w:rsidR="008F1855" w:rsidRPr="002D1638">
          <w:rPr>
            <w:rStyle w:val="Hyperlink"/>
            <w:noProof/>
            <w:sz w:val="30"/>
            <w:szCs w:val="30"/>
            <w:rtl/>
          </w:rPr>
          <w:t xml:space="preserve"> </w:t>
        </w:r>
        <w:r w:rsidR="008F1855" w:rsidRPr="002D1638">
          <w:rPr>
            <w:rStyle w:val="Hyperlink"/>
            <w:rFonts w:hint="eastAsia"/>
            <w:noProof/>
            <w:sz w:val="30"/>
            <w:szCs w:val="30"/>
            <w:rtl/>
          </w:rPr>
          <w:t>معاشرة</w:t>
        </w:r>
        <w:r w:rsidR="008F1855" w:rsidRPr="002D1638">
          <w:rPr>
            <w:rStyle w:val="Hyperlink"/>
            <w:noProof/>
            <w:sz w:val="30"/>
            <w:szCs w:val="30"/>
            <w:rtl/>
          </w:rPr>
          <w:t xml:space="preserve"> </w:t>
        </w:r>
        <w:r w:rsidR="008F1855" w:rsidRPr="002D1638">
          <w:rPr>
            <w:rStyle w:val="Hyperlink"/>
            <w:rFonts w:hint="eastAsia"/>
            <w:noProof/>
            <w:sz w:val="30"/>
            <w:szCs w:val="30"/>
            <w:rtl/>
          </w:rPr>
          <w:t>الحكام</w:t>
        </w:r>
        <w:r w:rsidR="008F1855" w:rsidRPr="002D1638">
          <w:rPr>
            <w:rStyle w:val="Hyperlink"/>
            <w:noProof/>
            <w:sz w:val="30"/>
            <w:szCs w:val="30"/>
            <w:rtl/>
          </w:rPr>
          <w:t xml:space="preserve"> </w:t>
        </w:r>
        <w:r w:rsidR="008F1855" w:rsidRPr="002D1638">
          <w:rPr>
            <w:rStyle w:val="Hyperlink"/>
            <w:rFonts w:hint="eastAsia"/>
            <w:noProof/>
            <w:sz w:val="30"/>
            <w:szCs w:val="30"/>
            <w:rtl/>
          </w:rPr>
          <w:t>مع</w:t>
        </w:r>
        <w:r w:rsidR="008F1855" w:rsidRPr="002D1638">
          <w:rPr>
            <w:rStyle w:val="Hyperlink"/>
            <w:noProof/>
            <w:sz w:val="30"/>
            <w:szCs w:val="30"/>
            <w:rtl/>
          </w:rPr>
          <w:t xml:space="preserve"> </w:t>
        </w:r>
        <w:r w:rsidR="008F1855" w:rsidRPr="002D1638">
          <w:rPr>
            <w:rStyle w:val="Hyperlink"/>
            <w:rFonts w:hint="eastAsia"/>
            <w:noProof/>
            <w:sz w:val="30"/>
            <w:szCs w:val="30"/>
            <w:rtl/>
          </w:rPr>
          <w:t>الرعايا</w:t>
        </w:r>
        <w:r w:rsidR="008F1855" w:rsidRPr="002D1638">
          <w:rPr>
            <w:rStyle w:val="Hyperlink"/>
            <w:noProof/>
            <w:sz w:val="30"/>
            <w:szCs w:val="30"/>
            <w:rtl/>
          </w:rPr>
          <w:t xml:space="preserve"> </w:t>
        </w:r>
        <w:r w:rsidR="008F1855" w:rsidRPr="002D1638">
          <w:rPr>
            <w:rStyle w:val="Hyperlink"/>
            <w:rFonts w:hint="eastAsia"/>
            <w:noProof/>
            <w:sz w:val="30"/>
            <w:szCs w:val="30"/>
            <w:rtl/>
          </w:rPr>
          <w:t>وبيان</w:t>
        </w:r>
        <w:r w:rsidR="0049223B" w:rsidRPr="002D1638">
          <w:rPr>
            <w:rFonts w:hint="eastAsia"/>
            <w:sz w:val="30"/>
            <w:szCs w:val="30"/>
            <w:rtl/>
          </w:rPr>
          <w:t xml:space="preserve"> </w:t>
        </w:r>
        <w:r w:rsidR="0049223B" w:rsidRPr="002D1638">
          <w:rPr>
            <w:rStyle w:val="Hyperlink"/>
            <w:rFonts w:hint="eastAsia"/>
            <w:noProof/>
            <w:sz w:val="30"/>
            <w:szCs w:val="30"/>
            <w:rtl/>
          </w:rPr>
          <w:t>حقوق</w:t>
        </w:r>
        <w:r w:rsidR="0049223B" w:rsidRPr="002D1638">
          <w:rPr>
            <w:rStyle w:val="Hyperlink"/>
            <w:noProof/>
            <w:sz w:val="30"/>
            <w:szCs w:val="30"/>
            <w:rtl/>
          </w:rPr>
          <w:t xml:space="preserve"> </w:t>
        </w:r>
        <w:r w:rsidR="0049223B" w:rsidRPr="002D1638">
          <w:rPr>
            <w:rStyle w:val="Hyperlink"/>
            <w:rFonts w:hint="eastAsia"/>
            <w:noProof/>
            <w:sz w:val="30"/>
            <w:szCs w:val="30"/>
            <w:rtl/>
          </w:rPr>
          <w:t>الرعايا</w:t>
        </w:r>
        <w:r w:rsidR="0049223B" w:rsidRPr="002D1638">
          <w:rPr>
            <w:rStyle w:val="Hyperlink"/>
            <w:noProof/>
            <w:sz w:val="30"/>
            <w:szCs w:val="30"/>
            <w:rtl/>
          </w:rPr>
          <w:t xml:space="preserve"> </w:t>
        </w:r>
        <w:r w:rsidR="0049223B" w:rsidRPr="002D1638">
          <w:rPr>
            <w:rStyle w:val="Hyperlink"/>
            <w:rFonts w:hint="eastAsia"/>
            <w:noProof/>
            <w:sz w:val="30"/>
            <w:szCs w:val="30"/>
            <w:rtl/>
          </w:rPr>
          <w:t>عليهم</w:t>
        </w:r>
        <w:r w:rsidR="0049223B">
          <w:rPr>
            <w:rStyle w:val="Hyperlink"/>
            <w:rFonts w:hint="cs"/>
            <w:noProof/>
            <w:rtl/>
          </w:rPr>
          <w:t xml:space="preserve"> </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Toc392502836 \h</w:instrText>
        </w:r>
        <w:r w:rsidR="00B63DA5">
          <w:rPr>
            <w:noProof/>
            <w:webHidden/>
            <w:rtl/>
          </w:rPr>
          <w:instrText xml:space="preserve"> </w:instrText>
        </w:r>
        <w:r>
          <w:rPr>
            <w:noProof/>
            <w:webHidden/>
            <w:rtl/>
          </w:rPr>
        </w:r>
        <w:r>
          <w:rPr>
            <w:noProof/>
            <w:webHidden/>
            <w:rtl/>
          </w:rPr>
          <w:fldChar w:fldCharType="separate"/>
        </w:r>
        <w:r w:rsidR="00B63DA5">
          <w:rPr>
            <w:noProof/>
            <w:webHidden/>
            <w:rtl/>
          </w:rPr>
          <w:t>253</w:t>
        </w:r>
        <w:r>
          <w:rPr>
            <w:noProof/>
            <w:webHidden/>
            <w:rtl/>
          </w:rPr>
          <w:fldChar w:fldCharType="end"/>
        </w:r>
      </w:hyperlink>
    </w:p>
    <w:p w:rsidR="00B63DA5" w:rsidRDefault="00531636" w:rsidP="002D1638">
      <w:pPr>
        <w:pStyle w:val="TOC1"/>
        <w:rPr>
          <w:rFonts w:asciiTheme="minorHAnsi" w:eastAsiaTheme="minorEastAsia" w:hAnsiTheme="minorHAnsi" w:cstheme="minorBidi"/>
          <w:bCs w:val="0"/>
          <w:noProof/>
          <w:color w:val="auto"/>
          <w:sz w:val="22"/>
          <w:szCs w:val="22"/>
          <w:rtl/>
        </w:rPr>
      </w:pPr>
      <w:hyperlink w:anchor="_Toc392502839"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2D1638">
          <w:rPr>
            <w:rStyle w:val="Hyperlink"/>
            <w:rFonts w:hint="cs"/>
            <w:noProof/>
            <w:rtl/>
          </w:rPr>
          <w:t>:</w:t>
        </w:r>
        <w:r w:rsidR="002D1638" w:rsidRPr="002D1638">
          <w:rPr>
            <w:rFonts w:hint="eastAsia"/>
            <w:rtl/>
          </w:rPr>
          <w:t xml:space="preserve"> </w:t>
        </w:r>
        <w:r w:rsidR="002D1638" w:rsidRPr="002D1638">
          <w:rPr>
            <w:rStyle w:val="Hyperlink"/>
            <w:rFonts w:hint="eastAsia"/>
            <w:noProof/>
            <w:rtl/>
          </w:rPr>
          <w:t>في</w:t>
        </w:r>
        <w:r w:rsidR="002D1638" w:rsidRPr="002D1638">
          <w:rPr>
            <w:rStyle w:val="Hyperlink"/>
            <w:noProof/>
            <w:rtl/>
          </w:rPr>
          <w:t xml:space="preserve"> </w:t>
        </w:r>
        <w:r w:rsidR="002D1638" w:rsidRPr="002D1638">
          <w:rPr>
            <w:rStyle w:val="Hyperlink"/>
            <w:rFonts w:hint="eastAsia"/>
            <w:noProof/>
            <w:rtl/>
          </w:rPr>
          <w:t>ثواب</w:t>
        </w:r>
        <w:r w:rsidR="002D1638" w:rsidRPr="002D1638">
          <w:rPr>
            <w:rStyle w:val="Hyperlink"/>
            <w:noProof/>
            <w:rtl/>
          </w:rPr>
          <w:t xml:space="preserve"> </w:t>
        </w:r>
        <w:r w:rsidR="002D1638" w:rsidRPr="002D1638">
          <w:rPr>
            <w:rStyle w:val="Hyperlink"/>
            <w:rFonts w:hint="eastAsia"/>
            <w:noProof/>
            <w:rtl/>
          </w:rPr>
          <w:t>اعانة</w:t>
        </w:r>
        <w:r w:rsidR="002D1638" w:rsidRPr="002D1638">
          <w:rPr>
            <w:rStyle w:val="Hyperlink"/>
            <w:noProof/>
            <w:rtl/>
          </w:rPr>
          <w:t xml:space="preserve"> </w:t>
        </w:r>
        <w:r w:rsidR="002D1638" w:rsidRPr="002D1638">
          <w:rPr>
            <w:rStyle w:val="Hyperlink"/>
            <w:rFonts w:hint="eastAsia"/>
            <w:noProof/>
            <w:rtl/>
          </w:rPr>
          <w:t>المؤمنين</w:t>
        </w:r>
        <w:r w:rsidR="002D1638" w:rsidRPr="002D1638">
          <w:rPr>
            <w:rStyle w:val="Hyperlink"/>
            <w:noProof/>
            <w:rtl/>
          </w:rPr>
          <w:t xml:space="preserve"> </w:t>
        </w:r>
        <w:r w:rsidR="002D1638" w:rsidRPr="002D1638">
          <w:rPr>
            <w:rStyle w:val="Hyperlink"/>
            <w:rFonts w:hint="eastAsia"/>
            <w:noProof/>
            <w:rtl/>
          </w:rPr>
          <w:t>،</w:t>
        </w:r>
        <w:r w:rsidR="002D1638" w:rsidRPr="002D1638">
          <w:rPr>
            <w:rStyle w:val="Hyperlink"/>
            <w:noProof/>
            <w:rtl/>
          </w:rPr>
          <w:t xml:space="preserve"> </w:t>
        </w:r>
        <w:r w:rsidR="002D1638" w:rsidRPr="002D1638">
          <w:rPr>
            <w:rStyle w:val="Hyperlink"/>
            <w:rFonts w:hint="eastAsia"/>
            <w:noProof/>
            <w:rtl/>
          </w:rPr>
          <w:t>وادخال</w:t>
        </w:r>
        <w:r w:rsidR="002D1638" w:rsidRPr="002D1638">
          <w:rPr>
            <w:rStyle w:val="Hyperlink"/>
            <w:noProof/>
            <w:rtl/>
          </w:rPr>
          <w:t xml:space="preserve"> </w:t>
        </w:r>
        <w:r w:rsidR="002D1638" w:rsidRPr="002D1638">
          <w:rPr>
            <w:rStyle w:val="Hyperlink"/>
            <w:rFonts w:hint="eastAsia"/>
            <w:noProof/>
            <w:rtl/>
          </w:rPr>
          <w:t>السرور</w:t>
        </w:r>
        <w:r w:rsidR="002D1638" w:rsidRPr="002D1638">
          <w:rPr>
            <w:rStyle w:val="Hyperlink"/>
            <w:noProof/>
            <w:rtl/>
          </w:rPr>
          <w:t xml:space="preserve"> </w:t>
        </w:r>
        <w:r w:rsidR="002D1638" w:rsidRPr="002D1638">
          <w:rPr>
            <w:rStyle w:val="Hyperlink"/>
            <w:rFonts w:hint="eastAsia"/>
            <w:noProof/>
            <w:rtl/>
          </w:rPr>
          <w:t>في</w:t>
        </w:r>
        <w:r w:rsidR="002D1638" w:rsidRPr="002D1638">
          <w:rPr>
            <w:rStyle w:val="Hyperlink"/>
            <w:noProof/>
            <w:rtl/>
          </w:rPr>
          <w:t xml:space="preserve"> </w:t>
        </w:r>
        <w:r w:rsidR="002D1638" w:rsidRPr="002D1638">
          <w:rPr>
            <w:rStyle w:val="Hyperlink"/>
            <w:rFonts w:hint="eastAsia"/>
            <w:noProof/>
            <w:rtl/>
          </w:rPr>
          <w:t>قلوبهم</w:t>
        </w:r>
        <w:r w:rsidR="00206683" w:rsidRPr="00206683">
          <w:rPr>
            <w:rFonts w:hint="eastAsia"/>
            <w:rtl/>
          </w:rPr>
          <w:t xml:space="preserve"> </w:t>
        </w:r>
        <w:r w:rsidR="00206683" w:rsidRPr="00206683">
          <w:rPr>
            <w:rStyle w:val="Hyperlink"/>
            <w:rFonts w:hint="eastAsia"/>
            <w:noProof/>
            <w:rtl/>
          </w:rPr>
          <w:t>ودفع</w:t>
        </w:r>
        <w:r w:rsidR="00206683" w:rsidRPr="00206683">
          <w:rPr>
            <w:rStyle w:val="Hyperlink"/>
            <w:noProof/>
            <w:rtl/>
          </w:rPr>
          <w:t xml:space="preserve"> </w:t>
        </w:r>
        <w:r w:rsidR="00206683" w:rsidRPr="00206683">
          <w:rPr>
            <w:rStyle w:val="Hyperlink"/>
            <w:rFonts w:hint="eastAsia"/>
            <w:noProof/>
            <w:rtl/>
          </w:rPr>
          <w:t>الظلم</w:t>
        </w:r>
        <w:r w:rsidR="00206683" w:rsidRPr="00206683">
          <w:rPr>
            <w:rStyle w:val="Hyperlink"/>
            <w:noProof/>
            <w:rtl/>
          </w:rPr>
          <w:t xml:space="preserve"> </w:t>
        </w:r>
        <w:r w:rsidR="00206683" w:rsidRPr="00206683">
          <w:rPr>
            <w:rStyle w:val="Hyperlink"/>
            <w:rFonts w:hint="eastAsia"/>
            <w:noProof/>
            <w:rtl/>
          </w:rPr>
          <w:t>عنهم</w:t>
        </w:r>
        <w:r w:rsidR="00206683" w:rsidRPr="00206683">
          <w:rPr>
            <w:rStyle w:val="Hyperlink"/>
            <w:noProof/>
            <w:rtl/>
          </w:rPr>
          <w:t xml:space="preserve"> </w:t>
        </w:r>
        <w:r w:rsidR="00206683" w:rsidRPr="00206683">
          <w:rPr>
            <w:rStyle w:val="Hyperlink"/>
            <w:rFonts w:hint="eastAsia"/>
            <w:noProof/>
            <w:rtl/>
          </w:rPr>
          <w:t>،</w:t>
        </w:r>
        <w:r w:rsidR="00206683" w:rsidRPr="00206683">
          <w:rPr>
            <w:rStyle w:val="Hyperlink"/>
            <w:noProof/>
            <w:rtl/>
          </w:rPr>
          <w:t xml:space="preserve"> </w:t>
        </w:r>
        <w:r w:rsidR="00206683" w:rsidRPr="00206683">
          <w:rPr>
            <w:rStyle w:val="Hyperlink"/>
            <w:rFonts w:hint="eastAsia"/>
            <w:noProof/>
            <w:rtl/>
          </w:rPr>
          <w:t>وذمّ</w:t>
        </w:r>
        <w:r w:rsidR="00206683" w:rsidRPr="00206683">
          <w:rPr>
            <w:rStyle w:val="Hyperlink"/>
            <w:noProof/>
            <w:rtl/>
          </w:rPr>
          <w:t xml:space="preserve"> </w:t>
        </w:r>
        <w:r w:rsidR="00206683" w:rsidRPr="00206683">
          <w:rPr>
            <w:rStyle w:val="Hyperlink"/>
            <w:rFonts w:hint="eastAsia"/>
            <w:noProof/>
            <w:rtl/>
          </w:rPr>
          <w:t>من</w:t>
        </w:r>
        <w:r w:rsidR="00206683" w:rsidRPr="00206683">
          <w:rPr>
            <w:rStyle w:val="Hyperlink"/>
            <w:noProof/>
            <w:rtl/>
          </w:rPr>
          <w:t xml:space="preserve"> </w:t>
        </w:r>
        <w:r w:rsidR="00206683" w:rsidRPr="00206683">
          <w:rPr>
            <w:rStyle w:val="Hyperlink"/>
            <w:rFonts w:hint="eastAsia"/>
            <w:noProof/>
            <w:rtl/>
          </w:rPr>
          <w:t>يقدر</w:t>
        </w:r>
        <w:r w:rsidR="00206683" w:rsidRPr="00206683">
          <w:rPr>
            <w:rStyle w:val="Hyperlink"/>
            <w:noProof/>
            <w:rtl/>
          </w:rPr>
          <w:t xml:space="preserve"> </w:t>
        </w:r>
        <w:r w:rsidR="00206683" w:rsidRPr="00206683">
          <w:rPr>
            <w:rStyle w:val="Hyperlink"/>
            <w:rFonts w:hint="eastAsia"/>
            <w:noProof/>
            <w:rtl/>
          </w:rPr>
          <w:t>على</w:t>
        </w:r>
        <w:r w:rsidR="00206683" w:rsidRPr="00206683">
          <w:rPr>
            <w:rStyle w:val="Hyperlink"/>
            <w:noProof/>
            <w:rtl/>
          </w:rPr>
          <w:t xml:space="preserve"> </w:t>
        </w:r>
        <w:r w:rsidR="00206683" w:rsidRPr="00206683">
          <w:rPr>
            <w:rStyle w:val="Hyperlink"/>
            <w:rFonts w:hint="eastAsia"/>
            <w:noProof/>
            <w:rtl/>
          </w:rPr>
          <w:t>نفعهم</w:t>
        </w:r>
        <w:r w:rsidR="00206683" w:rsidRPr="00206683">
          <w:rPr>
            <w:rStyle w:val="Hyperlink"/>
            <w:noProof/>
            <w:rtl/>
          </w:rPr>
          <w:t xml:space="preserve"> </w:t>
        </w:r>
        <w:r w:rsidR="00206683" w:rsidRPr="00206683">
          <w:rPr>
            <w:rStyle w:val="Hyperlink"/>
            <w:rFonts w:hint="eastAsia"/>
            <w:noProof/>
            <w:rtl/>
          </w:rPr>
          <w:t>ولم</w:t>
        </w:r>
        <w:r w:rsidR="00206683" w:rsidRPr="00206683">
          <w:rPr>
            <w:rStyle w:val="Hyperlink"/>
            <w:noProof/>
            <w:rtl/>
          </w:rPr>
          <w:t xml:space="preserve"> </w:t>
        </w:r>
        <w:r w:rsidR="00206683" w:rsidRPr="00206683">
          <w:rPr>
            <w:rStyle w:val="Hyperlink"/>
            <w:rFonts w:hint="eastAsia"/>
            <w:noProof/>
            <w:rtl/>
          </w:rPr>
          <w:t>يفعل</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Toc392502839 \h</w:instrText>
        </w:r>
        <w:r w:rsidR="00B63DA5">
          <w:rPr>
            <w:noProof/>
            <w:webHidden/>
            <w:rtl/>
          </w:rPr>
          <w:instrText xml:space="preserve"> </w:instrText>
        </w:r>
        <w:r>
          <w:rPr>
            <w:noProof/>
            <w:webHidden/>
            <w:rtl/>
          </w:rPr>
        </w:r>
        <w:r>
          <w:rPr>
            <w:noProof/>
            <w:webHidden/>
            <w:rtl/>
          </w:rPr>
          <w:fldChar w:fldCharType="separate"/>
        </w:r>
        <w:r w:rsidR="00B63DA5">
          <w:rPr>
            <w:noProof/>
            <w:webHidden/>
            <w:rtl/>
          </w:rPr>
          <w:t>255</w:t>
        </w:r>
        <w:r>
          <w:rPr>
            <w:noProof/>
            <w:webHidden/>
            <w:rtl/>
          </w:rPr>
          <w:fldChar w:fldCharType="end"/>
        </w:r>
      </w:hyperlink>
    </w:p>
    <w:p w:rsidR="00B63DA5" w:rsidRDefault="00531636" w:rsidP="007E1442">
      <w:pPr>
        <w:pStyle w:val="TOC1"/>
        <w:rPr>
          <w:rFonts w:asciiTheme="minorHAnsi" w:eastAsiaTheme="minorEastAsia" w:hAnsiTheme="minorHAnsi" w:cstheme="minorBidi"/>
          <w:bCs w:val="0"/>
          <w:noProof/>
          <w:color w:val="auto"/>
          <w:sz w:val="22"/>
          <w:szCs w:val="22"/>
          <w:rtl/>
        </w:rPr>
      </w:pPr>
      <w:hyperlink w:anchor="_Toc392502842"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الرابع</w:t>
        </w:r>
        <w:r w:rsidR="00B63DA5" w:rsidRPr="00623D73">
          <w:rPr>
            <w:rStyle w:val="Hyperlink"/>
            <w:noProof/>
            <w:rtl/>
          </w:rPr>
          <w:t xml:space="preserve"> </w:t>
        </w:r>
        <w:r w:rsidR="007E1442">
          <w:rPr>
            <w:rStyle w:val="Hyperlink"/>
            <w:rFonts w:hint="cs"/>
            <w:noProof/>
            <w:rtl/>
          </w:rPr>
          <w:t>:</w:t>
        </w:r>
        <w:r w:rsidR="007E1442" w:rsidRPr="007E1442">
          <w:rPr>
            <w:rFonts w:hint="eastAsia"/>
            <w:rtl/>
          </w:rPr>
          <w:t xml:space="preserve"> </w:t>
        </w:r>
        <w:r w:rsidR="007E1442" w:rsidRPr="007E1442">
          <w:rPr>
            <w:rStyle w:val="Hyperlink"/>
            <w:rFonts w:hint="eastAsia"/>
            <w:noProof/>
            <w:rtl/>
          </w:rPr>
          <w:t>في</w:t>
        </w:r>
        <w:r w:rsidR="007E1442" w:rsidRPr="007E1442">
          <w:rPr>
            <w:rStyle w:val="Hyperlink"/>
            <w:noProof/>
            <w:rtl/>
          </w:rPr>
          <w:t xml:space="preserve"> </w:t>
        </w:r>
        <w:r w:rsidR="007E1442" w:rsidRPr="007E1442">
          <w:rPr>
            <w:rStyle w:val="Hyperlink"/>
            <w:rFonts w:hint="eastAsia"/>
            <w:noProof/>
            <w:rtl/>
          </w:rPr>
          <w:t>ذمّ</w:t>
        </w:r>
        <w:r w:rsidR="007E1442" w:rsidRPr="007E1442">
          <w:rPr>
            <w:rStyle w:val="Hyperlink"/>
            <w:noProof/>
            <w:rtl/>
          </w:rPr>
          <w:t xml:space="preserve"> </w:t>
        </w:r>
        <w:r w:rsidR="007E1442" w:rsidRPr="007E1442">
          <w:rPr>
            <w:rStyle w:val="Hyperlink"/>
            <w:rFonts w:hint="eastAsia"/>
            <w:noProof/>
            <w:rtl/>
          </w:rPr>
          <w:t>تحقير</w:t>
        </w:r>
        <w:r w:rsidR="007E1442" w:rsidRPr="007E1442">
          <w:rPr>
            <w:rStyle w:val="Hyperlink"/>
            <w:noProof/>
            <w:rtl/>
          </w:rPr>
          <w:t xml:space="preserve"> </w:t>
        </w:r>
        <w:r w:rsidR="007E1442" w:rsidRPr="007E1442">
          <w:rPr>
            <w:rStyle w:val="Hyperlink"/>
            <w:rFonts w:hint="eastAsia"/>
            <w:noProof/>
            <w:rtl/>
          </w:rPr>
          <w:t>المؤمن</w:t>
        </w:r>
        <w:r w:rsidR="007E1442" w:rsidRPr="007E1442">
          <w:rPr>
            <w:rStyle w:val="Hyperlink"/>
            <w:noProof/>
            <w:rtl/>
          </w:rPr>
          <w:t xml:space="preserve"> </w:t>
        </w:r>
        <w:r w:rsidR="007E1442" w:rsidRPr="007E1442">
          <w:rPr>
            <w:rStyle w:val="Hyperlink"/>
            <w:rFonts w:hint="eastAsia"/>
            <w:noProof/>
            <w:rtl/>
          </w:rPr>
          <w:t>وايذائه</w:t>
        </w:r>
        <w:r w:rsidR="007E1442" w:rsidRPr="007E1442">
          <w:rPr>
            <w:rStyle w:val="Hyperlink"/>
            <w:noProof/>
            <w:rtl/>
          </w:rPr>
          <w:t xml:space="preserve"> </w:t>
        </w:r>
        <w:r w:rsidR="007E1442" w:rsidRPr="007E1442">
          <w:rPr>
            <w:rStyle w:val="Hyperlink"/>
            <w:rFonts w:hint="eastAsia"/>
            <w:noProof/>
            <w:rtl/>
          </w:rPr>
          <w:t>واهانته</w:t>
        </w:r>
        <w:r w:rsidR="007E1442" w:rsidRPr="007E1442">
          <w:rPr>
            <w:rStyle w:val="Hyperlink"/>
            <w:noProof/>
            <w:rtl/>
          </w:rPr>
          <w:t xml:space="preserve"> </w:t>
        </w:r>
        <w:r w:rsidR="007E1442" w:rsidRPr="007E1442">
          <w:rPr>
            <w:rStyle w:val="Hyperlink"/>
            <w:rFonts w:hint="eastAsia"/>
            <w:noProof/>
            <w:rtl/>
          </w:rPr>
          <w:t>وطرده</w:t>
        </w:r>
        <w:r w:rsidR="007E1442" w:rsidRPr="007E1442">
          <w:rPr>
            <w:rStyle w:val="Hyperlink"/>
            <w:noProof/>
            <w:rtl/>
          </w:rPr>
          <w:t xml:space="preserve"> </w:t>
        </w:r>
        <w:r w:rsidR="007E1442" w:rsidRPr="007E1442">
          <w:rPr>
            <w:rStyle w:val="Hyperlink"/>
            <w:rFonts w:hint="eastAsia"/>
            <w:noProof/>
            <w:rtl/>
          </w:rPr>
          <w:t>وضربه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Toc392502842 \h</w:instrText>
        </w:r>
        <w:r w:rsidR="00B63DA5">
          <w:rPr>
            <w:noProof/>
            <w:webHidden/>
            <w:rtl/>
          </w:rPr>
          <w:instrText xml:space="preserve"> </w:instrText>
        </w:r>
        <w:r>
          <w:rPr>
            <w:noProof/>
            <w:webHidden/>
            <w:rtl/>
          </w:rPr>
        </w:r>
        <w:r>
          <w:rPr>
            <w:noProof/>
            <w:webHidden/>
            <w:rtl/>
          </w:rPr>
          <w:fldChar w:fldCharType="separate"/>
        </w:r>
        <w:r w:rsidR="00B63DA5">
          <w:rPr>
            <w:noProof/>
            <w:webHidden/>
            <w:rtl/>
          </w:rPr>
          <w:t>262</w:t>
        </w:r>
        <w:r>
          <w:rPr>
            <w:noProof/>
            <w:webHidden/>
            <w:rtl/>
          </w:rPr>
          <w:fldChar w:fldCharType="end"/>
        </w:r>
      </w:hyperlink>
    </w:p>
    <w:p w:rsidR="00B63DA5" w:rsidRDefault="00531636" w:rsidP="006B28B9">
      <w:pPr>
        <w:pStyle w:val="TOC1"/>
        <w:rPr>
          <w:rFonts w:asciiTheme="minorHAnsi" w:eastAsiaTheme="minorEastAsia" w:hAnsiTheme="minorHAnsi" w:cstheme="minorBidi"/>
          <w:bCs w:val="0"/>
          <w:noProof/>
          <w:color w:val="auto"/>
          <w:sz w:val="22"/>
          <w:szCs w:val="22"/>
          <w:rtl/>
        </w:rPr>
      </w:pPr>
      <w:hyperlink w:anchor="_Toc392502844"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الخامس</w:t>
        </w:r>
        <w:r w:rsidR="00B63DA5" w:rsidRPr="00623D73">
          <w:rPr>
            <w:rStyle w:val="Hyperlink"/>
            <w:noProof/>
            <w:rtl/>
          </w:rPr>
          <w:t xml:space="preserve"> </w:t>
        </w:r>
        <w:r w:rsidR="006B28B9">
          <w:rPr>
            <w:rStyle w:val="Hyperlink"/>
            <w:rFonts w:hint="cs"/>
            <w:noProof/>
            <w:rtl/>
          </w:rPr>
          <w:t>:</w:t>
        </w:r>
        <w:r w:rsidR="006B28B9" w:rsidRPr="006B28B9">
          <w:rPr>
            <w:rFonts w:hint="eastAsia"/>
            <w:rtl/>
          </w:rPr>
          <w:t xml:space="preserve"> </w:t>
        </w:r>
        <w:r w:rsidR="006B28B9" w:rsidRPr="006B28B9">
          <w:rPr>
            <w:rStyle w:val="Hyperlink"/>
            <w:rFonts w:hint="eastAsia"/>
            <w:noProof/>
            <w:rtl/>
          </w:rPr>
          <w:t>في</w:t>
        </w:r>
        <w:r w:rsidR="006B28B9" w:rsidRPr="006B28B9">
          <w:rPr>
            <w:rStyle w:val="Hyperlink"/>
            <w:noProof/>
            <w:rtl/>
          </w:rPr>
          <w:t xml:space="preserve"> </w:t>
        </w:r>
        <w:r w:rsidR="006B28B9" w:rsidRPr="006B28B9">
          <w:rPr>
            <w:rStyle w:val="Hyperlink"/>
            <w:rFonts w:hint="eastAsia"/>
            <w:noProof/>
            <w:rtl/>
          </w:rPr>
          <w:t>حقوق</w:t>
        </w:r>
        <w:r w:rsidR="006B28B9" w:rsidRPr="006B28B9">
          <w:rPr>
            <w:rStyle w:val="Hyperlink"/>
            <w:noProof/>
            <w:rtl/>
          </w:rPr>
          <w:t xml:space="preserve"> </w:t>
        </w:r>
        <w:r w:rsidR="006B28B9" w:rsidRPr="006B28B9">
          <w:rPr>
            <w:rStyle w:val="Hyperlink"/>
            <w:rFonts w:hint="eastAsia"/>
            <w:noProof/>
            <w:rtl/>
          </w:rPr>
          <w:t>الملوك</w:t>
        </w:r>
        <w:r w:rsidR="006B28B9" w:rsidRPr="006B28B9">
          <w:rPr>
            <w:rStyle w:val="Hyperlink"/>
            <w:noProof/>
            <w:rtl/>
          </w:rPr>
          <w:t xml:space="preserve"> </w:t>
        </w:r>
        <w:r w:rsidR="006B28B9" w:rsidRPr="006B28B9">
          <w:rPr>
            <w:rStyle w:val="Hyperlink"/>
            <w:rFonts w:hint="eastAsia"/>
            <w:noProof/>
            <w:rtl/>
          </w:rPr>
          <w:t>ورعايتهم</w:t>
        </w:r>
        <w:r w:rsidR="006B28B9" w:rsidRPr="006B28B9">
          <w:rPr>
            <w:rStyle w:val="Hyperlink"/>
            <w:noProof/>
            <w:rtl/>
          </w:rPr>
          <w:t xml:space="preserve"> </w:t>
        </w:r>
        <w:r w:rsidR="006B28B9" w:rsidRPr="006B28B9">
          <w:rPr>
            <w:rStyle w:val="Hyperlink"/>
            <w:rFonts w:hint="eastAsia"/>
            <w:noProof/>
            <w:rtl/>
          </w:rPr>
          <w:t>والدعاء</w:t>
        </w:r>
        <w:r w:rsidR="006B28B9" w:rsidRPr="006B28B9">
          <w:rPr>
            <w:rStyle w:val="Hyperlink"/>
            <w:noProof/>
            <w:rtl/>
          </w:rPr>
          <w:t xml:space="preserve"> </w:t>
        </w:r>
        <w:r w:rsidR="006B28B9" w:rsidRPr="006B28B9">
          <w:rPr>
            <w:rStyle w:val="Hyperlink"/>
            <w:rFonts w:hint="eastAsia"/>
            <w:noProof/>
            <w:rtl/>
          </w:rPr>
          <w:t>لصلاحهم</w:t>
        </w:r>
        <w:r w:rsidR="00260B26" w:rsidRPr="00260B26">
          <w:rPr>
            <w:rFonts w:hint="eastAsia"/>
            <w:rtl/>
          </w:rPr>
          <w:t xml:space="preserve"> </w:t>
        </w:r>
        <w:r w:rsidR="00260B26" w:rsidRPr="00260B26">
          <w:rPr>
            <w:rStyle w:val="Hyperlink"/>
            <w:rFonts w:hint="eastAsia"/>
            <w:noProof/>
            <w:rtl/>
          </w:rPr>
          <w:t>وعدم</w:t>
        </w:r>
        <w:r w:rsidR="00260B26" w:rsidRPr="00260B26">
          <w:rPr>
            <w:rStyle w:val="Hyperlink"/>
            <w:noProof/>
            <w:rtl/>
          </w:rPr>
          <w:t xml:space="preserve"> </w:t>
        </w:r>
        <w:r w:rsidR="00260B26" w:rsidRPr="00260B26">
          <w:rPr>
            <w:rStyle w:val="Hyperlink"/>
            <w:rFonts w:hint="eastAsia"/>
            <w:noProof/>
            <w:rtl/>
          </w:rPr>
          <w:t>التعرض</w:t>
        </w:r>
        <w:r w:rsidR="00260B26" w:rsidRPr="00260B26">
          <w:rPr>
            <w:rStyle w:val="Hyperlink"/>
            <w:noProof/>
            <w:rtl/>
          </w:rPr>
          <w:t xml:space="preserve"> </w:t>
        </w:r>
        <w:r w:rsidR="00260B26" w:rsidRPr="00260B26">
          <w:rPr>
            <w:rStyle w:val="Hyperlink"/>
            <w:rFonts w:hint="eastAsia"/>
            <w:noProof/>
            <w:rtl/>
          </w:rPr>
          <w:t>لسطواتهم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Toc392502844 \h</w:instrText>
        </w:r>
        <w:r w:rsidR="00B63DA5">
          <w:rPr>
            <w:noProof/>
            <w:webHidden/>
            <w:rtl/>
          </w:rPr>
          <w:instrText xml:space="preserve"> </w:instrText>
        </w:r>
        <w:r>
          <w:rPr>
            <w:noProof/>
            <w:webHidden/>
            <w:rtl/>
          </w:rPr>
        </w:r>
        <w:r>
          <w:rPr>
            <w:noProof/>
            <w:webHidden/>
            <w:rtl/>
          </w:rPr>
          <w:fldChar w:fldCharType="separate"/>
        </w:r>
        <w:r w:rsidR="00B63DA5">
          <w:rPr>
            <w:noProof/>
            <w:webHidden/>
            <w:rtl/>
          </w:rPr>
          <w:t>268</w:t>
        </w:r>
        <w:r>
          <w:rPr>
            <w:noProof/>
            <w:webHidden/>
            <w:rtl/>
          </w:rPr>
          <w:fldChar w:fldCharType="end"/>
        </w:r>
      </w:hyperlink>
    </w:p>
    <w:p w:rsidR="00B63DA5" w:rsidRDefault="00531636" w:rsidP="006409BB">
      <w:pPr>
        <w:pStyle w:val="TOC1"/>
        <w:rPr>
          <w:rFonts w:asciiTheme="minorHAnsi" w:eastAsiaTheme="minorEastAsia" w:hAnsiTheme="minorHAnsi" w:cstheme="minorBidi"/>
          <w:bCs w:val="0"/>
          <w:noProof/>
          <w:color w:val="auto"/>
          <w:sz w:val="22"/>
          <w:szCs w:val="22"/>
          <w:rtl/>
        </w:rPr>
      </w:pPr>
      <w:hyperlink w:anchor="_Toc392502847"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السادس</w:t>
        </w:r>
        <w:r w:rsidR="00B63DA5" w:rsidRPr="00623D73">
          <w:rPr>
            <w:rStyle w:val="Hyperlink"/>
            <w:noProof/>
            <w:rtl/>
          </w:rPr>
          <w:t xml:space="preserve"> </w:t>
        </w:r>
        <w:r w:rsidR="006409BB">
          <w:rPr>
            <w:rStyle w:val="Hyperlink"/>
            <w:rFonts w:hint="cs"/>
            <w:noProof/>
            <w:rtl/>
          </w:rPr>
          <w:t>:</w:t>
        </w:r>
        <w:r w:rsidR="006409BB" w:rsidRPr="006409BB">
          <w:rPr>
            <w:rFonts w:hint="eastAsia"/>
            <w:rtl/>
          </w:rPr>
          <w:t xml:space="preserve"> </w:t>
        </w:r>
        <w:r w:rsidR="006409BB" w:rsidRPr="006409BB">
          <w:rPr>
            <w:rStyle w:val="Hyperlink"/>
            <w:rFonts w:hint="eastAsia"/>
            <w:noProof/>
            <w:rtl/>
          </w:rPr>
          <w:t>في</w:t>
        </w:r>
        <w:r w:rsidR="006409BB" w:rsidRPr="006409BB">
          <w:rPr>
            <w:rStyle w:val="Hyperlink"/>
            <w:noProof/>
            <w:rtl/>
          </w:rPr>
          <w:t xml:space="preserve"> </w:t>
        </w:r>
        <w:r w:rsidR="006409BB" w:rsidRPr="006409BB">
          <w:rPr>
            <w:rStyle w:val="Hyperlink"/>
            <w:rFonts w:hint="eastAsia"/>
            <w:noProof/>
            <w:rtl/>
          </w:rPr>
          <w:t>مفاسد</w:t>
        </w:r>
        <w:r w:rsidR="006409BB" w:rsidRPr="006409BB">
          <w:rPr>
            <w:rStyle w:val="Hyperlink"/>
            <w:noProof/>
            <w:rtl/>
          </w:rPr>
          <w:t xml:space="preserve"> </w:t>
        </w:r>
        <w:r w:rsidR="006409BB" w:rsidRPr="006409BB">
          <w:rPr>
            <w:rStyle w:val="Hyperlink"/>
            <w:rFonts w:hint="eastAsia"/>
            <w:noProof/>
            <w:rtl/>
          </w:rPr>
          <w:t>التقرب</w:t>
        </w:r>
        <w:r w:rsidR="006409BB" w:rsidRPr="006409BB">
          <w:rPr>
            <w:rStyle w:val="Hyperlink"/>
            <w:noProof/>
            <w:rtl/>
          </w:rPr>
          <w:t xml:space="preserve"> </w:t>
        </w:r>
        <w:r w:rsidR="006409BB" w:rsidRPr="006409BB">
          <w:rPr>
            <w:rStyle w:val="Hyperlink"/>
            <w:rFonts w:hint="eastAsia"/>
            <w:noProof/>
            <w:rtl/>
          </w:rPr>
          <w:t>إلى</w:t>
        </w:r>
        <w:r w:rsidR="006409BB" w:rsidRPr="006409BB">
          <w:rPr>
            <w:rStyle w:val="Hyperlink"/>
            <w:noProof/>
            <w:rtl/>
          </w:rPr>
          <w:t xml:space="preserve"> </w:t>
        </w:r>
        <w:r w:rsidR="006409BB" w:rsidRPr="006409BB">
          <w:rPr>
            <w:rStyle w:val="Hyperlink"/>
            <w:rFonts w:hint="eastAsia"/>
            <w:noProof/>
            <w:rtl/>
          </w:rPr>
          <w:t>الملوك</w:t>
        </w:r>
        <w:r w:rsidR="006409BB" w:rsidRPr="006409BB">
          <w:rPr>
            <w:rStyle w:val="Hyperlink"/>
            <w:noProof/>
            <w:rtl/>
          </w:rPr>
          <w:t xml:space="preserve"> </w:t>
        </w:r>
        <w:r w:rsidR="006409BB" w:rsidRPr="006409BB">
          <w:rPr>
            <w:rStyle w:val="Hyperlink"/>
            <w:rFonts w:hint="eastAsia"/>
            <w:noProof/>
            <w:rtl/>
          </w:rPr>
          <w:t>وعدم</w:t>
        </w:r>
        <w:r w:rsidR="006409BB" w:rsidRPr="006409BB">
          <w:rPr>
            <w:rStyle w:val="Hyperlink"/>
            <w:noProof/>
            <w:rtl/>
          </w:rPr>
          <w:t xml:space="preserve"> </w:t>
        </w:r>
        <w:r w:rsidR="006409BB" w:rsidRPr="006409BB">
          <w:rPr>
            <w:rStyle w:val="Hyperlink"/>
            <w:rFonts w:hint="eastAsia"/>
            <w:noProof/>
            <w:rtl/>
          </w:rPr>
          <w:t>الاعتماد</w:t>
        </w:r>
        <w:r w:rsidR="006409BB" w:rsidRPr="006409BB">
          <w:rPr>
            <w:rStyle w:val="Hyperlink"/>
            <w:noProof/>
            <w:rtl/>
          </w:rPr>
          <w:t xml:space="preserve"> </w:t>
        </w:r>
        <w:r w:rsidR="006409BB" w:rsidRPr="006409BB">
          <w:rPr>
            <w:rStyle w:val="Hyperlink"/>
            <w:rFonts w:hint="eastAsia"/>
            <w:noProof/>
            <w:rtl/>
          </w:rPr>
          <w:t>عليهم</w:t>
        </w:r>
        <w:r w:rsidR="006409BB" w:rsidRPr="006409BB">
          <w:rPr>
            <w:rFonts w:hint="eastAsia"/>
            <w:rtl/>
          </w:rPr>
          <w:t xml:space="preserve"> </w:t>
        </w:r>
        <w:r w:rsidR="006409BB" w:rsidRPr="006409BB">
          <w:rPr>
            <w:rStyle w:val="Hyperlink"/>
            <w:rFonts w:hint="eastAsia"/>
            <w:noProof/>
            <w:rtl/>
          </w:rPr>
          <w:t>والنهي</w:t>
        </w:r>
        <w:r w:rsidR="006409BB" w:rsidRPr="006409BB">
          <w:rPr>
            <w:rStyle w:val="Hyperlink"/>
            <w:noProof/>
            <w:rtl/>
          </w:rPr>
          <w:t xml:space="preserve"> </w:t>
        </w:r>
        <w:r w:rsidR="006409BB" w:rsidRPr="006409BB">
          <w:rPr>
            <w:rStyle w:val="Hyperlink"/>
            <w:rFonts w:hint="eastAsia"/>
            <w:noProof/>
            <w:rtl/>
          </w:rPr>
          <w:t>عن</w:t>
        </w:r>
        <w:r w:rsidR="006409BB" w:rsidRPr="006409BB">
          <w:rPr>
            <w:rStyle w:val="Hyperlink"/>
            <w:noProof/>
            <w:rtl/>
          </w:rPr>
          <w:t xml:space="preserve"> </w:t>
        </w:r>
        <w:r w:rsidR="006409BB" w:rsidRPr="006409BB">
          <w:rPr>
            <w:rStyle w:val="Hyperlink"/>
            <w:rFonts w:hint="eastAsia"/>
            <w:noProof/>
            <w:rtl/>
          </w:rPr>
          <w:t>اعانة</w:t>
        </w:r>
        <w:r w:rsidR="006409BB" w:rsidRPr="006409BB">
          <w:rPr>
            <w:rStyle w:val="Hyperlink"/>
            <w:noProof/>
            <w:rtl/>
          </w:rPr>
          <w:t xml:space="preserve"> </w:t>
        </w:r>
        <w:r w:rsidR="006409BB" w:rsidRPr="006409BB">
          <w:rPr>
            <w:rStyle w:val="Hyperlink"/>
            <w:rFonts w:hint="eastAsia"/>
            <w:noProof/>
            <w:rtl/>
          </w:rPr>
          <w:t>الظالمين</w:t>
        </w:r>
        <w:r w:rsidR="006409BB" w:rsidRPr="006409BB">
          <w:rPr>
            <w:rStyle w:val="Hyperlink"/>
            <w:noProof/>
            <w:rtl/>
          </w:rPr>
          <w:t xml:space="preserve"> </w:t>
        </w:r>
        <w:r w:rsidR="006409BB" w:rsidRPr="006409BB">
          <w:rPr>
            <w:rStyle w:val="Hyperlink"/>
            <w:rFonts w:hint="eastAsia"/>
            <w:noProof/>
            <w:rtl/>
          </w:rPr>
          <w:t>وعن</w:t>
        </w:r>
        <w:r w:rsidR="006409BB" w:rsidRPr="006409BB">
          <w:rPr>
            <w:rStyle w:val="Hyperlink"/>
            <w:noProof/>
            <w:rtl/>
          </w:rPr>
          <w:t xml:space="preserve"> </w:t>
        </w:r>
        <w:r w:rsidR="006409BB" w:rsidRPr="006409BB">
          <w:rPr>
            <w:rStyle w:val="Hyperlink"/>
            <w:rFonts w:hint="eastAsia"/>
            <w:noProof/>
            <w:rtl/>
          </w:rPr>
          <w:t>الرضا</w:t>
        </w:r>
        <w:r w:rsidR="006409BB" w:rsidRPr="006409BB">
          <w:rPr>
            <w:rStyle w:val="Hyperlink"/>
            <w:noProof/>
            <w:rtl/>
          </w:rPr>
          <w:t xml:space="preserve"> </w:t>
        </w:r>
        <w:r w:rsidR="006409BB" w:rsidRPr="006409BB">
          <w:rPr>
            <w:rStyle w:val="Hyperlink"/>
            <w:rFonts w:hint="eastAsia"/>
            <w:noProof/>
            <w:rtl/>
          </w:rPr>
          <w:t>بظلمهم</w:t>
        </w:r>
        <w:r w:rsidR="006409BB" w:rsidRPr="006409BB">
          <w:rPr>
            <w:rStyle w:val="Hyperlink"/>
            <w:noProof/>
            <w:rtl/>
          </w:rPr>
          <w:t xml:space="preserve"> </w:t>
        </w:r>
        <w:r w:rsidR="006409BB" w:rsidRPr="006409BB">
          <w:rPr>
            <w:rStyle w:val="Hyperlink"/>
            <w:rFonts w:hint="eastAsia"/>
            <w:noProof/>
            <w:rtl/>
          </w:rPr>
          <w:t>وعن</w:t>
        </w:r>
        <w:r w:rsidR="006409BB" w:rsidRPr="006409BB">
          <w:rPr>
            <w:rStyle w:val="Hyperlink"/>
            <w:noProof/>
            <w:rtl/>
          </w:rPr>
          <w:t xml:space="preserve"> </w:t>
        </w:r>
        <w:r w:rsidR="006409BB" w:rsidRPr="006409BB">
          <w:rPr>
            <w:rStyle w:val="Hyperlink"/>
            <w:rFonts w:hint="eastAsia"/>
            <w:noProof/>
            <w:rtl/>
          </w:rPr>
          <w:t>مدحهم</w:t>
        </w:r>
        <w:r w:rsidR="005E26AB" w:rsidRPr="005E26AB">
          <w:rPr>
            <w:rFonts w:hint="eastAsia"/>
            <w:rtl/>
          </w:rPr>
          <w:t xml:space="preserve"> </w:t>
        </w:r>
        <w:r w:rsidR="005E26AB" w:rsidRPr="005E26AB">
          <w:rPr>
            <w:rStyle w:val="Hyperlink"/>
            <w:rFonts w:hint="eastAsia"/>
            <w:noProof/>
            <w:rtl/>
          </w:rPr>
          <w:t>وعن</w:t>
        </w:r>
        <w:r w:rsidR="005E26AB" w:rsidRPr="005E26AB">
          <w:rPr>
            <w:rStyle w:val="Hyperlink"/>
            <w:noProof/>
            <w:rtl/>
          </w:rPr>
          <w:t xml:space="preserve"> </w:t>
        </w:r>
        <w:r w:rsidR="005E26AB" w:rsidRPr="005E26AB">
          <w:rPr>
            <w:rStyle w:val="Hyperlink"/>
            <w:rFonts w:hint="eastAsia"/>
            <w:noProof/>
            <w:rtl/>
          </w:rPr>
          <w:t>أكل</w:t>
        </w:r>
        <w:r w:rsidR="005E26AB" w:rsidRPr="005E26AB">
          <w:rPr>
            <w:rStyle w:val="Hyperlink"/>
            <w:noProof/>
            <w:rtl/>
          </w:rPr>
          <w:t xml:space="preserve"> </w:t>
        </w:r>
        <w:r w:rsidR="005E26AB" w:rsidRPr="005E26AB">
          <w:rPr>
            <w:rStyle w:val="Hyperlink"/>
            <w:rFonts w:hint="eastAsia"/>
            <w:noProof/>
            <w:rtl/>
          </w:rPr>
          <w:t>طعامهم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Toc392502847 \h</w:instrText>
        </w:r>
        <w:r w:rsidR="00B63DA5">
          <w:rPr>
            <w:noProof/>
            <w:webHidden/>
            <w:rtl/>
          </w:rPr>
          <w:instrText xml:space="preserve"> </w:instrText>
        </w:r>
        <w:r>
          <w:rPr>
            <w:noProof/>
            <w:webHidden/>
            <w:rtl/>
          </w:rPr>
        </w:r>
        <w:r>
          <w:rPr>
            <w:noProof/>
            <w:webHidden/>
            <w:rtl/>
          </w:rPr>
          <w:fldChar w:fldCharType="separate"/>
        </w:r>
        <w:r w:rsidR="00B63DA5">
          <w:rPr>
            <w:noProof/>
            <w:webHidden/>
            <w:rtl/>
          </w:rPr>
          <w:t>272</w:t>
        </w:r>
        <w:r>
          <w:rPr>
            <w:noProof/>
            <w:webHidden/>
            <w:rtl/>
          </w:rPr>
          <w:fldChar w:fldCharType="end"/>
        </w:r>
      </w:hyperlink>
    </w:p>
    <w:p w:rsidR="00B63DA5" w:rsidRDefault="00531636" w:rsidP="00AF0BF8">
      <w:pPr>
        <w:pStyle w:val="TOC1"/>
        <w:rPr>
          <w:rFonts w:asciiTheme="minorHAnsi" w:eastAsiaTheme="minorEastAsia" w:hAnsiTheme="minorHAnsi" w:cstheme="minorBidi"/>
          <w:bCs w:val="0"/>
          <w:noProof/>
          <w:color w:val="auto"/>
          <w:sz w:val="22"/>
          <w:szCs w:val="22"/>
          <w:rtl/>
        </w:rPr>
      </w:pPr>
      <w:hyperlink w:anchor="_Toc392502851" w:history="1">
        <w:r w:rsidR="00B63DA5" w:rsidRPr="00623D73">
          <w:rPr>
            <w:rStyle w:val="Hyperlink"/>
            <w:rFonts w:hint="eastAsia"/>
            <w:noProof/>
            <w:rtl/>
          </w:rPr>
          <w:t>الجدول</w:t>
        </w:r>
        <w:r w:rsidR="00B63DA5" w:rsidRPr="00623D73">
          <w:rPr>
            <w:rStyle w:val="Hyperlink"/>
            <w:noProof/>
            <w:rtl/>
          </w:rPr>
          <w:t xml:space="preserve"> </w:t>
        </w:r>
        <w:r w:rsidR="00B63DA5" w:rsidRPr="00623D73">
          <w:rPr>
            <w:rStyle w:val="Hyperlink"/>
            <w:rFonts w:hint="eastAsia"/>
            <w:noProof/>
            <w:rtl/>
          </w:rPr>
          <w:t>السابع</w:t>
        </w:r>
        <w:r w:rsidR="00AF0BF8">
          <w:rPr>
            <w:rStyle w:val="Hyperlink"/>
            <w:rFonts w:hint="cs"/>
            <w:noProof/>
            <w:rtl/>
          </w:rPr>
          <w:t>:</w:t>
        </w:r>
        <w:r w:rsidR="00AF0BF8" w:rsidRPr="00AF0BF8">
          <w:rPr>
            <w:rFonts w:hint="eastAsia"/>
            <w:rtl/>
          </w:rPr>
          <w:t xml:space="preserve"> </w:t>
        </w:r>
        <w:r w:rsidR="00AF0BF8" w:rsidRPr="00AF0BF8">
          <w:rPr>
            <w:rStyle w:val="Hyperlink"/>
            <w:rFonts w:hint="eastAsia"/>
            <w:noProof/>
            <w:rtl/>
          </w:rPr>
          <w:t>في</w:t>
        </w:r>
        <w:r w:rsidR="00AF0BF8" w:rsidRPr="00AF0BF8">
          <w:rPr>
            <w:rStyle w:val="Hyperlink"/>
            <w:noProof/>
            <w:rtl/>
          </w:rPr>
          <w:t xml:space="preserve"> </w:t>
        </w:r>
        <w:r w:rsidR="00AF0BF8" w:rsidRPr="00AF0BF8">
          <w:rPr>
            <w:rStyle w:val="Hyperlink"/>
            <w:rFonts w:hint="eastAsia"/>
            <w:noProof/>
            <w:rtl/>
          </w:rPr>
          <w:t>بيان</w:t>
        </w:r>
        <w:r w:rsidR="00AF0BF8" w:rsidRPr="00AF0BF8">
          <w:rPr>
            <w:rStyle w:val="Hyperlink"/>
            <w:noProof/>
            <w:rtl/>
          </w:rPr>
          <w:t xml:space="preserve"> </w:t>
        </w:r>
        <w:r w:rsidR="00AF0BF8" w:rsidRPr="00AF0BF8">
          <w:rPr>
            <w:rStyle w:val="Hyperlink"/>
            <w:rFonts w:hint="eastAsia"/>
            <w:noProof/>
            <w:rtl/>
          </w:rPr>
          <w:t>وجوه</w:t>
        </w:r>
        <w:r w:rsidR="00AF0BF8" w:rsidRPr="00AF0BF8">
          <w:rPr>
            <w:rStyle w:val="Hyperlink"/>
            <w:noProof/>
            <w:rtl/>
          </w:rPr>
          <w:t xml:space="preserve"> </w:t>
        </w:r>
        <w:r w:rsidR="00AF0BF8" w:rsidRPr="00AF0BF8">
          <w:rPr>
            <w:rStyle w:val="Hyperlink"/>
            <w:rFonts w:hint="eastAsia"/>
            <w:noProof/>
            <w:rtl/>
          </w:rPr>
          <w:t>مسوّغة</w:t>
        </w:r>
        <w:r w:rsidR="00AF0BF8" w:rsidRPr="00AF0BF8">
          <w:rPr>
            <w:rStyle w:val="Hyperlink"/>
            <w:noProof/>
            <w:rtl/>
          </w:rPr>
          <w:t xml:space="preserve"> </w:t>
        </w:r>
        <w:r w:rsidR="00AF0BF8" w:rsidRPr="00AF0BF8">
          <w:rPr>
            <w:rStyle w:val="Hyperlink"/>
            <w:rFonts w:hint="eastAsia"/>
            <w:noProof/>
            <w:rtl/>
          </w:rPr>
          <w:t>للدخول</w:t>
        </w:r>
        <w:r w:rsidR="00AF0BF8" w:rsidRPr="00AF0BF8">
          <w:rPr>
            <w:rStyle w:val="Hyperlink"/>
            <w:noProof/>
            <w:rtl/>
          </w:rPr>
          <w:t xml:space="preserve"> </w:t>
        </w:r>
        <w:r w:rsidR="00AF0BF8" w:rsidRPr="00AF0BF8">
          <w:rPr>
            <w:rStyle w:val="Hyperlink"/>
            <w:rFonts w:hint="eastAsia"/>
            <w:noProof/>
            <w:rtl/>
          </w:rPr>
          <w:t>في</w:t>
        </w:r>
        <w:r w:rsidR="00AF0BF8" w:rsidRPr="00AF0BF8">
          <w:rPr>
            <w:rStyle w:val="Hyperlink"/>
            <w:noProof/>
            <w:rtl/>
          </w:rPr>
          <w:t xml:space="preserve"> </w:t>
        </w:r>
        <w:r w:rsidR="00AF0BF8" w:rsidRPr="00AF0BF8">
          <w:rPr>
            <w:rStyle w:val="Hyperlink"/>
            <w:rFonts w:hint="eastAsia"/>
            <w:noProof/>
            <w:rtl/>
          </w:rPr>
          <w:t>بيوت</w:t>
        </w:r>
        <w:r w:rsidR="00AF0BF8" w:rsidRPr="00AF0BF8">
          <w:rPr>
            <w:rStyle w:val="Hyperlink"/>
            <w:noProof/>
            <w:rtl/>
          </w:rPr>
          <w:t xml:space="preserve"> </w:t>
        </w:r>
        <w:r w:rsidR="00AF0BF8" w:rsidRPr="00AF0BF8">
          <w:rPr>
            <w:rStyle w:val="Hyperlink"/>
            <w:rFonts w:hint="eastAsia"/>
            <w:noProof/>
            <w:rtl/>
          </w:rPr>
          <w:t>الحكّام</w:t>
        </w:r>
        <w:r w:rsidR="00AF0BF8" w:rsidRPr="00AF0BF8">
          <w:rPr>
            <w:rStyle w:val="Hyperlink"/>
            <w:noProof/>
            <w:rtl/>
          </w:rPr>
          <w:t xml:space="preserve"> </w:t>
        </w:r>
        <w:r w:rsidR="00AF0BF8" w:rsidRPr="00AF0BF8">
          <w:rPr>
            <w:rStyle w:val="Hyperlink"/>
            <w:rFonts w:hint="eastAsia"/>
            <w:noProof/>
            <w:rtl/>
          </w:rPr>
          <w:t>والأُمراء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Toc392502851 \h</w:instrText>
        </w:r>
        <w:r w:rsidR="00B63DA5">
          <w:rPr>
            <w:noProof/>
            <w:webHidden/>
            <w:rtl/>
          </w:rPr>
          <w:instrText xml:space="preserve"> </w:instrText>
        </w:r>
        <w:r>
          <w:rPr>
            <w:noProof/>
            <w:webHidden/>
            <w:rtl/>
          </w:rPr>
        </w:r>
        <w:r>
          <w:rPr>
            <w:noProof/>
            <w:webHidden/>
            <w:rtl/>
          </w:rPr>
          <w:fldChar w:fldCharType="separate"/>
        </w:r>
        <w:r w:rsidR="00B63DA5">
          <w:rPr>
            <w:noProof/>
            <w:webHidden/>
            <w:rtl/>
          </w:rPr>
          <w:t>278</w:t>
        </w:r>
        <w:r>
          <w:rPr>
            <w:noProof/>
            <w:webHidden/>
            <w:rtl/>
          </w:rPr>
          <w:fldChar w:fldCharType="end"/>
        </w:r>
      </w:hyperlink>
    </w:p>
    <w:p w:rsidR="00B63DA5" w:rsidRDefault="00531636" w:rsidP="00F17279">
      <w:pPr>
        <w:pStyle w:val="TOC1"/>
        <w:rPr>
          <w:rFonts w:asciiTheme="minorHAnsi" w:eastAsiaTheme="minorEastAsia" w:hAnsiTheme="minorHAnsi" w:cstheme="minorBidi"/>
          <w:bCs w:val="0"/>
          <w:noProof/>
          <w:color w:val="auto"/>
          <w:sz w:val="22"/>
          <w:szCs w:val="22"/>
          <w:rtl/>
        </w:rPr>
      </w:pPr>
      <w:hyperlink w:anchor="_Toc392502853" w:history="1">
        <w:r w:rsidR="00F17279" w:rsidRPr="00F17279">
          <w:rPr>
            <w:rStyle w:val="Hyperlink"/>
            <w:rFonts w:hint="cs"/>
            <w:noProof/>
            <w:rtl/>
          </w:rPr>
          <w:t>حسن</w:t>
        </w:r>
        <w:r w:rsidR="00F17279" w:rsidRPr="00F17279">
          <w:rPr>
            <w:rStyle w:val="Hyperlink"/>
            <w:noProof/>
            <w:rtl/>
          </w:rPr>
          <w:t xml:space="preserve"> الخلق</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Toc392502853 \h</w:instrText>
        </w:r>
        <w:r w:rsidR="00B63DA5">
          <w:rPr>
            <w:noProof/>
            <w:webHidden/>
            <w:rtl/>
          </w:rPr>
          <w:instrText xml:space="preserve"> </w:instrText>
        </w:r>
        <w:r>
          <w:rPr>
            <w:noProof/>
            <w:webHidden/>
            <w:rtl/>
          </w:rPr>
        </w:r>
        <w:r>
          <w:rPr>
            <w:noProof/>
            <w:webHidden/>
            <w:rtl/>
          </w:rPr>
          <w:fldChar w:fldCharType="separate"/>
        </w:r>
        <w:r w:rsidR="00B63DA5">
          <w:rPr>
            <w:noProof/>
            <w:webHidden/>
            <w:rtl/>
          </w:rPr>
          <w:t>281</w:t>
        </w:r>
        <w:r>
          <w:rPr>
            <w:noProof/>
            <w:webHidden/>
            <w:rtl/>
          </w:rPr>
          <w:fldChar w:fldCharType="end"/>
        </w:r>
      </w:hyperlink>
    </w:p>
    <w:p w:rsidR="00B63DA5" w:rsidRDefault="00531636" w:rsidP="00ED4331">
      <w:pPr>
        <w:pStyle w:val="TOC1"/>
        <w:rPr>
          <w:rFonts w:asciiTheme="minorHAnsi" w:eastAsiaTheme="minorEastAsia" w:hAnsiTheme="minorHAnsi" w:cstheme="minorBidi"/>
          <w:bCs w:val="0"/>
          <w:noProof/>
          <w:color w:val="auto"/>
          <w:sz w:val="22"/>
          <w:szCs w:val="22"/>
          <w:rtl/>
        </w:rPr>
      </w:pPr>
      <w:hyperlink w:anchor="_Toc392502854" w:history="1">
        <w:r w:rsidR="00ED4331" w:rsidRPr="00ED4331">
          <w:rPr>
            <w:rStyle w:val="Hyperlink"/>
            <w:rFonts w:hint="cs"/>
            <w:noProof/>
            <w:rtl/>
          </w:rPr>
          <w:t>الصلاة في المساجد</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Toc392502854 \h</w:instrText>
        </w:r>
        <w:r w:rsidR="00B63DA5">
          <w:rPr>
            <w:noProof/>
            <w:webHidden/>
            <w:rtl/>
          </w:rPr>
          <w:instrText xml:space="preserve"> </w:instrText>
        </w:r>
        <w:r>
          <w:rPr>
            <w:noProof/>
            <w:webHidden/>
            <w:rtl/>
          </w:rPr>
        </w:r>
        <w:r>
          <w:rPr>
            <w:noProof/>
            <w:webHidden/>
            <w:rtl/>
          </w:rPr>
          <w:fldChar w:fldCharType="separate"/>
        </w:r>
        <w:r w:rsidR="00B63DA5">
          <w:rPr>
            <w:noProof/>
            <w:webHidden/>
            <w:rtl/>
          </w:rPr>
          <w:t>287</w:t>
        </w:r>
        <w:r>
          <w:rPr>
            <w:noProof/>
            <w:webHidden/>
            <w:rtl/>
          </w:rPr>
          <w:fldChar w:fldCharType="end"/>
        </w:r>
      </w:hyperlink>
    </w:p>
    <w:p w:rsidR="00B63DA5" w:rsidRDefault="00531636" w:rsidP="00D653D5">
      <w:pPr>
        <w:pStyle w:val="TOC1"/>
        <w:rPr>
          <w:rFonts w:asciiTheme="minorHAnsi" w:eastAsiaTheme="minorEastAsia" w:hAnsiTheme="minorHAnsi" w:cstheme="minorBidi"/>
          <w:bCs w:val="0"/>
          <w:noProof/>
          <w:color w:val="auto"/>
          <w:sz w:val="22"/>
          <w:szCs w:val="22"/>
          <w:rtl/>
        </w:rPr>
      </w:pPr>
      <w:hyperlink w:anchor="_Toc392502855" w:history="1">
        <w:r w:rsidR="00D653D5" w:rsidRPr="00D653D5">
          <w:rPr>
            <w:rStyle w:val="Hyperlink"/>
            <w:rFonts w:hint="cs"/>
            <w:noProof/>
            <w:rtl/>
          </w:rPr>
          <w:t>التقوي و الورع</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Toc392502855 \h</w:instrText>
        </w:r>
        <w:r w:rsidR="00B63DA5">
          <w:rPr>
            <w:noProof/>
            <w:webHidden/>
            <w:rtl/>
          </w:rPr>
          <w:instrText xml:space="preserve"> </w:instrText>
        </w:r>
        <w:r>
          <w:rPr>
            <w:noProof/>
            <w:webHidden/>
            <w:rtl/>
          </w:rPr>
        </w:r>
        <w:r>
          <w:rPr>
            <w:noProof/>
            <w:webHidden/>
            <w:rtl/>
          </w:rPr>
          <w:fldChar w:fldCharType="separate"/>
        </w:r>
        <w:r w:rsidR="00B63DA5">
          <w:rPr>
            <w:noProof/>
            <w:webHidden/>
            <w:rtl/>
          </w:rPr>
          <w:t>295</w:t>
        </w:r>
        <w:r>
          <w:rPr>
            <w:noProof/>
            <w:webHidden/>
            <w:rtl/>
          </w:rPr>
          <w:fldChar w:fldCharType="end"/>
        </w:r>
      </w:hyperlink>
    </w:p>
    <w:p w:rsidR="00B63DA5" w:rsidRDefault="00531636" w:rsidP="00B46F70">
      <w:pPr>
        <w:pStyle w:val="TOC1"/>
        <w:rPr>
          <w:rFonts w:asciiTheme="minorHAnsi" w:eastAsiaTheme="minorEastAsia" w:hAnsiTheme="minorHAnsi" w:cstheme="minorBidi"/>
          <w:bCs w:val="0"/>
          <w:noProof/>
          <w:color w:val="auto"/>
          <w:sz w:val="22"/>
          <w:szCs w:val="22"/>
          <w:rtl/>
        </w:rPr>
      </w:pPr>
      <w:hyperlink w:anchor="_Toc392502856" w:history="1">
        <w:r w:rsidR="00B46F70" w:rsidRPr="00B46F70">
          <w:rPr>
            <w:rStyle w:val="Hyperlink"/>
            <w:noProof/>
            <w:rtl/>
          </w:rPr>
          <w:t>الحلم</w:t>
        </w:r>
        <w:r w:rsidR="00B46F70" w:rsidRPr="00B46F70">
          <w:rPr>
            <w:rStyle w:val="Hyperlink"/>
            <w:rFonts w:hint="cs"/>
            <w:noProof/>
            <w:rtl/>
          </w:rPr>
          <w:t xml:space="preserve"> والعفو</w:t>
        </w:r>
        <w:r w:rsidR="00B46F70" w:rsidRPr="00B46F70">
          <w:rPr>
            <w:rStyle w:val="Hyperlink"/>
            <w:noProof/>
            <w:rtl/>
          </w:rPr>
          <w:t xml:space="preserve"> وكظم الغيظ</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Toc392502856 \h</w:instrText>
        </w:r>
        <w:r w:rsidR="00B63DA5">
          <w:rPr>
            <w:noProof/>
            <w:webHidden/>
            <w:rtl/>
          </w:rPr>
          <w:instrText xml:space="preserve"> </w:instrText>
        </w:r>
        <w:r>
          <w:rPr>
            <w:noProof/>
            <w:webHidden/>
            <w:rtl/>
          </w:rPr>
        </w:r>
        <w:r>
          <w:rPr>
            <w:noProof/>
            <w:webHidden/>
            <w:rtl/>
          </w:rPr>
          <w:fldChar w:fldCharType="separate"/>
        </w:r>
        <w:r w:rsidR="00B63DA5">
          <w:rPr>
            <w:noProof/>
            <w:webHidden/>
            <w:rtl/>
          </w:rPr>
          <w:t>299</w:t>
        </w:r>
        <w:r>
          <w:rPr>
            <w:noProof/>
            <w:webHidden/>
            <w:rtl/>
          </w:rPr>
          <w:fldChar w:fldCharType="end"/>
        </w:r>
      </w:hyperlink>
    </w:p>
    <w:p w:rsidR="00B63DA5" w:rsidRDefault="00531636" w:rsidP="0041611D">
      <w:pPr>
        <w:pStyle w:val="TOC1"/>
        <w:rPr>
          <w:rFonts w:asciiTheme="minorHAnsi" w:eastAsiaTheme="minorEastAsia" w:hAnsiTheme="minorHAnsi" w:cstheme="minorBidi"/>
          <w:bCs w:val="0"/>
          <w:noProof/>
          <w:color w:val="auto"/>
          <w:sz w:val="22"/>
          <w:szCs w:val="22"/>
          <w:rtl/>
        </w:rPr>
      </w:pPr>
      <w:hyperlink w:anchor="_Toc392502857" w:history="1">
        <w:r w:rsidR="0041611D" w:rsidRPr="0041611D">
          <w:rPr>
            <w:rStyle w:val="Hyperlink"/>
            <w:noProof/>
            <w:rtl/>
          </w:rPr>
          <w:t>التوكل و</w:t>
        </w:r>
        <w:r w:rsidR="0041611D" w:rsidRPr="0041611D">
          <w:rPr>
            <w:rStyle w:val="Hyperlink"/>
            <w:rFonts w:hint="cs"/>
            <w:noProof/>
            <w:rtl/>
          </w:rPr>
          <w:t>الرضا بقضاء الله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Toc392502857 \h</w:instrText>
        </w:r>
        <w:r w:rsidR="00B63DA5">
          <w:rPr>
            <w:noProof/>
            <w:webHidden/>
            <w:rtl/>
          </w:rPr>
          <w:instrText xml:space="preserve"> </w:instrText>
        </w:r>
        <w:r>
          <w:rPr>
            <w:noProof/>
            <w:webHidden/>
            <w:rtl/>
          </w:rPr>
        </w:r>
        <w:r>
          <w:rPr>
            <w:noProof/>
            <w:webHidden/>
            <w:rtl/>
          </w:rPr>
          <w:fldChar w:fldCharType="separate"/>
        </w:r>
        <w:r w:rsidR="00B63DA5">
          <w:rPr>
            <w:noProof/>
            <w:webHidden/>
            <w:rtl/>
          </w:rPr>
          <w:t>318</w:t>
        </w:r>
        <w:r>
          <w:rPr>
            <w:noProof/>
            <w:webHidden/>
            <w:rtl/>
          </w:rPr>
          <w:fldChar w:fldCharType="end"/>
        </w:r>
      </w:hyperlink>
    </w:p>
    <w:p w:rsidR="00B63DA5" w:rsidRDefault="00531636" w:rsidP="00007412">
      <w:pPr>
        <w:pStyle w:val="TOC1"/>
        <w:rPr>
          <w:rFonts w:asciiTheme="minorHAnsi" w:eastAsiaTheme="minorEastAsia" w:hAnsiTheme="minorHAnsi" w:cstheme="minorBidi"/>
          <w:bCs w:val="0"/>
          <w:noProof/>
          <w:color w:val="auto"/>
          <w:sz w:val="22"/>
          <w:szCs w:val="22"/>
          <w:rtl/>
        </w:rPr>
      </w:pPr>
      <w:hyperlink w:anchor="_Toc392502858" w:history="1">
        <w:r w:rsidR="00007412" w:rsidRPr="00007412">
          <w:rPr>
            <w:rStyle w:val="Hyperlink"/>
            <w:noProof/>
            <w:rtl/>
          </w:rPr>
          <w:t>الصبر</w:t>
        </w:r>
        <w:r w:rsidR="00007412" w:rsidRPr="00007412">
          <w:rPr>
            <w:rStyle w:val="Hyperlink"/>
            <w:rFonts w:hint="cs"/>
            <w:noProof/>
            <w:rtl/>
          </w:rPr>
          <w:t xml:space="preserve"> و اليقين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Toc392502858 \h</w:instrText>
        </w:r>
        <w:r w:rsidR="00B63DA5">
          <w:rPr>
            <w:noProof/>
            <w:webHidden/>
            <w:rtl/>
          </w:rPr>
          <w:instrText xml:space="preserve"> </w:instrText>
        </w:r>
        <w:r>
          <w:rPr>
            <w:noProof/>
            <w:webHidden/>
            <w:rtl/>
          </w:rPr>
        </w:r>
        <w:r>
          <w:rPr>
            <w:noProof/>
            <w:webHidden/>
            <w:rtl/>
          </w:rPr>
          <w:fldChar w:fldCharType="separate"/>
        </w:r>
        <w:r w:rsidR="00B63DA5">
          <w:rPr>
            <w:noProof/>
            <w:webHidden/>
            <w:rtl/>
          </w:rPr>
          <w:t>330</w:t>
        </w:r>
        <w:r>
          <w:rPr>
            <w:noProof/>
            <w:webHidden/>
            <w:rtl/>
          </w:rPr>
          <w:fldChar w:fldCharType="end"/>
        </w:r>
      </w:hyperlink>
    </w:p>
    <w:p w:rsidR="00440771" w:rsidRDefault="00440771">
      <w:pPr>
        <w:bidi w:val="0"/>
        <w:spacing w:before="480" w:line="276" w:lineRule="auto"/>
        <w:ind w:firstLine="0"/>
        <w:jc w:val="center"/>
        <w:rPr>
          <w:rStyle w:val="Hyperlink"/>
          <w:bCs/>
          <w:noProof/>
        </w:rPr>
      </w:pPr>
      <w:r>
        <w:rPr>
          <w:rStyle w:val="Hyperlink"/>
          <w:noProof/>
        </w:rPr>
        <w:br w:type="page"/>
      </w:r>
    </w:p>
    <w:p w:rsidR="00B63DA5" w:rsidRDefault="00531636" w:rsidP="00C64611">
      <w:pPr>
        <w:pStyle w:val="TOC1"/>
        <w:rPr>
          <w:rFonts w:asciiTheme="minorHAnsi" w:eastAsiaTheme="minorEastAsia" w:hAnsiTheme="minorHAnsi" w:cstheme="minorBidi"/>
          <w:bCs w:val="0"/>
          <w:noProof/>
          <w:color w:val="auto"/>
          <w:sz w:val="22"/>
          <w:szCs w:val="22"/>
          <w:rtl/>
        </w:rPr>
      </w:pPr>
      <w:hyperlink w:anchor="_Toc392502859" w:history="1">
        <w:r w:rsidR="00C64611" w:rsidRPr="00C64611">
          <w:rPr>
            <w:rStyle w:val="Hyperlink"/>
            <w:noProof/>
            <w:rtl/>
          </w:rPr>
          <w:t>القناعة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Toc392502859 \h</w:instrText>
        </w:r>
        <w:r w:rsidR="00B63DA5">
          <w:rPr>
            <w:noProof/>
            <w:webHidden/>
            <w:rtl/>
          </w:rPr>
          <w:instrText xml:space="preserve"> </w:instrText>
        </w:r>
        <w:r>
          <w:rPr>
            <w:noProof/>
            <w:webHidden/>
            <w:rtl/>
          </w:rPr>
        </w:r>
        <w:r>
          <w:rPr>
            <w:noProof/>
            <w:webHidden/>
            <w:rtl/>
          </w:rPr>
          <w:fldChar w:fldCharType="separate"/>
        </w:r>
        <w:r w:rsidR="00B63DA5">
          <w:rPr>
            <w:noProof/>
            <w:webHidden/>
            <w:rtl/>
          </w:rPr>
          <w:t>337</w:t>
        </w:r>
        <w:r>
          <w:rPr>
            <w:noProof/>
            <w:webHidden/>
            <w:rtl/>
          </w:rPr>
          <w:fldChar w:fldCharType="end"/>
        </w:r>
      </w:hyperlink>
    </w:p>
    <w:p w:rsidR="00B63DA5" w:rsidRDefault="00531636" w:rsidP="00440771">
      <w:pPr>
        <w:pStyle w:val="TOC1"/>
        <w:rPr>
          <w:rFonts w:asciiTheme="minorHAnsi" w:eastAsiaTheme="minorEastAsia" w:hAnsiTheme="minorHAnsi" w:cstheme="minorBidi"/>
          <w:bCs w:val="0"/>
          <w:noProof/>
          <w:color w:val="auto"/>
          <w:sz w:val="22"/>
          <w:szCs w:val="22"/>
          <w:rtl/>
        </w:rPr>
      </w:pPr>
      <w:hyperlink w:anchor="_Toc392502860" w:history="1">
        <w:r w:rsidR="00440771" w:rsidRPr="00440771">
          <w:rPr>
            <w:rStyle w:val="Hyperlink"/>
            <w:noProof/>
            <w:rtl/>
          </w:rPr>
          <w:t>الصدق</w:t>
        </w:r>
        <w:r w:rsidR="00440771" w:rsidRPr="00440771">
          <w:rPr>
            <w:rStyle w:val="Hyperlink"/>
            <w:rFonts w:hint="cs"/>
            <w:noProof/>
            <w:rtl/>
          </w:rPr>
          <w:t xml:space="preserve"> و الكذب</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Toc392502860 \h</w:instrText>
        </w:r>
        <w:r w:rsidR="00B63DA5">
          <w:rPr>
            <w:noProof/>
            <w:webHidden/>
            <w:rtl/>
          </w:rPr>
          <w:instrText xml:space="preserve"> </w:instrText>
        </w:r>
        <w:r>
          <w:rPr>
            <w:noProof/>
            <w:webHidden/>
            <w:rtl/>
          </w:rPr>
        </w:r>
        <w:r>
          <w:rPr>
            <w:noProof/>
            <w:webHidden/>
            <w:rtl/>
          </w:rPr>
          <w:fldChar w:fldCharType="separate"/>
        </w:r>
        <w:r w:rsidR="00B63DA5">
          <w:rPr>
            <w:noProof/>
            <w:webHidden/>
            <w:rtl/>
          </w:rPr>
          <w:t>341</w:t>
        </w:r>
        <w:r>
          <w:rPr>
            <w:noProof/>
            <w:webHidden/>
            <w:rtl/>
          </w:rPr>
          <w:fldChar w:fldCharType="end"/>
        </w:r>
      </w:hyperlink>
    </w:p>
    <w:p w:rsidR="00B63DA5" w:rsidRDefault="00531636" w:rsidP="00943C4B">
      <w:pPr>
        <w:pStyle w:val="TOC1"/>
        <w:rPr>
          <w:rFonts w:asciiTheme="minorHAnsi" w:eastAsiaTheme="minorEastAsia" w:hAnsiTheme="minorHAnsi" w:cstheme="minorBidi"/>
          <w:bCs w:val="0"/>
          <w:noProof/>
          <w:color w:val="auto"/>
          <w:sz w:val="22"/>
          <w:szCs w:val="22"/>
          <w:rtl/>
        </w:rPr>
      </w:pPr>
      <w:hyperlink w:anchor="_Toc392502861"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943C4B">
          <w:rPr>
            <w:rStyle w:val="Hyperlink"/>
            <w:rFonts w:hint="cs"/>
            <w:noProof/>
            <w:rtl/>
          </w:rPr>
          <w:t xml:space="preserve">: </w:t>
        </w:r>
        <w:r w:rsidR="00943C4B" w:rsidRPr="00943C4B">
          <w:rPr>
            <w:rStyle w:val="Hyperlink"/>
            <w:rFonts w:hint="eastAsia"/>
            <w:noProof/>
            <w:rtl/>
          </w:rPr>
          <w:t>في</w:t>
        </w:r>
        <w:r w:rsidR="00943C4B" w:rsidRPr="00943C4B">
          <w:rPr>
            <w:rStyle w:val="Hyperlink"/>
            <w:noProof/>
            <w:rtl/>
          </w:rPr>
          <w:t xml:space="preserve"> </w:t>
        </w:r>
        <w:r w:rsidR="00943C4B" w:rsidRPr="00943C4B">
          <w:rPr>
            <w:rStyle w:val="Hyperlink"/>
            <w:rFonts w:hint="eastAsia"/>
            <w:noProof/>
            <w:rtl/>
          </w:rPr>
          <w:t>ذم</w:t>
        </w:r>
        <w:r w:rsidR="00943C4B" w:rsidRPr="00943C4B">
          <w:rPr>
            <w:rStyle w:val="Hyperlink"/>
            <w:noProof/>
            <w:rtl/>
          </w:rPr>
          <w:t xml:space="preserve"> </w:t>
        </w:r>
        <w:r w:rsidR="00943C4B" w:rsidRPr="00943C4B">
          <w:rPr>
            <w:rStyle w:val="Hyperlink"/>
            <w:rFonts w:hint="eastAsia"/>
            <w:noProof/>
            <w:rtl/>
          </w:rPr>
          <w:t>الغيبة</w:t>
        </w:r>
        <w:r w:rsidR="00943C4B" w:rsidRPr="00943C4B">
          <w:rPr>
            <w:rStyle w:val="Hyperlink"/>
            <w:noProof/>
            <w:rtl/>
          </w:rPr>
          <w:t xml:space="preserve"> </w:t>
        </w:r>
        <w:r w:rsidR="00943C4B" w:rsidRPr="00943C4B">
          <w:rPr>
            <w:rStyle w:val="Hyperlink"/>
            <w:rFonts w:hint="eastAsia"/>
            <w:noProof/>
            <w:rtl/>
          </w:rPr>
          <w:t>وحرمتها</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Toc392502861 \h</w:instrText>
        </w:r>
        <w:r w:rsidR="00B63DA5">
          <w:rPr>
            <w:noProof/>
            <w:webHidden/>
            <w:rtl/>
          </w:rPr>
          <w:instrText xml:space="preserve"> </w:instrText>
        </w:r>
        <w:r>
          <w:rPr>
            <w:noProof/>
            <w:webHidden/>
            <w:rtl/>
          </w:rPr>
        </w:r>
        <w:r>
          <w:rPr>
            <w:noProof/>
            <w:webHidden/>
            <w:rtl/>
          </w:rPr>
          <w:fldChar w:fldCharType="separate"/>
        </w:r>
        <w:r w:rsidR="00B63DA5">
          <w:rPr>
            <w:noProof/>
            <w:webHidden/>
            <w:rtl/>
          </w:rPr>
          <w:t>348</w:t>
        </w:r>
        <w:r>
          <w:rPr>
            <w:noProof/>
            <w:webHidden/>
            <w:rtl/>
          </w:rPr>
          <w:fldChar w:fldCharType="end"/>
        </w:r>
      </w:hyperlink>
    </w:p>
    <w:p w:rsidR="00B63DA5" w:rsidRDefault="00531636" w:rsidP="00306AA9">
      <w:pPr>
        <w:pStyle w:val="TOC1"/>
        <w:rPr>
          <w:rFonts w:asciiTheme="minorHAnsi" w:eastAsiaTheme="minorEastAsia" w:hAnsiTheme="minorHAnsi" w:cstheme="minorBidi"/>
          <w:bCs w:val="0"/>
          <w:noProof/>
          <w:color w:val="auto"/>
          <w:sz w:val="22"/>
          <w:szCs w:val="22"/>
          <w:rtl/>
        </w:rPr>
      </w:pPr>
      <w:hyperlink w:anchor="_Toc392502863"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306AA9">
          <w:rPr>
            <w:rStyle w:val="Hyperlink"/>
            <w:rFonts w:hint="cs"/>
            <w:noProof/>
            <w:rtl/>
          </w:rPr>
          <w:t xml:space="preserve">: </w:t>
        </w:r>
        <w:r w:rsidR="00306AA9" w:rsidRPr="00306AA9">
          <w:rPr>
            <w:rStyle w:val="Hyperlink"/>
            <w:rFonts w:hint="eastAsia"/>
            <w:noProof/>
            <w:rtl/>
          </w:rPr>
          <w:t>في</w:t>
        </w:r>
        <w:r w:rsidR="00306AA9" w:rsidRPr="00306AA9">
          <w:rPr>
            <w:rStyle w:val="Hyperlink"/>
            <w:noProof/>
            <w:rtl/>
          </w:rPr>
          <w:t xml:space="preserve"> </w:t>
        </w:r>
        <w:r w:rsidR="00306AA9" w:rsidRPr="00306AA9">
          <w:rPr>
            <w:rStyle w:val="Hyperlink"/>
            <w:rFonts w:hint="eastAsia"/>
            <w:noProof/>
            <w:rtl/>
          </w:rPr>
          <w:t>معنى</w:t>
        </w:r>
        <w:r w:rsidR="00306AA9" w:rsidRPr="00306AA9">
          <w:rPr>
            <w:rStyle w:val="Hyperlink"/>
            <w:noProof/>
            <w:rtl/>
          </w:rPr>
          <w:t xml:space="preserve"> </w:t>
        </w:r>
        <w:r w:rsidR="00306AA9" w:rsidRPr="00306AA9">
          <w:rPr>
            <w:rStyle w:val="Hyperlink"/>
            <w:rFonts w:hint="eastAsia"/>
            <w:noProof/>
            <w:rtl/>
          </w:rPr>
          <w:t>الغيبة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Toc392502863 \h</w:instrText>
        </w:r>
        <w:r w:rsidR="00B63DA5">
          <w:rPr>
            <w:noProof/>
            <w:webHidden/>
            <w:rtl/>
          </w:rPr>
          <w:instrText xml:space="preserve"> </w:instrText>
        </w:r>
        <w:r>
          <w:rPr>
            <w:noProof/>
            <w:webHidden/>
            <w:rtl/>
          </w:rPr>
        </w:r>
        <w:r>
          <w:rPr>
            <w:noProof/>
            <w:webHidden/>
            <w:rtl/>
          </w:rPr>
          <w:fldChar w:fldCharType="separate"/>
        </w:r>
        <w:r w:rsidR="00B63DA5">
          <w:rPr>
            <w:noProof/>
            <w:webHidden/>
            <w:rtl/>
          </w:rPr>
          <w:t>355</w:t>
        </w:r>
        <w:r>
          <w:rPr>
            <w:noProof/>
            <w:webHidden/>
            <w:rtl/>
          </w:rPr>
          <w:fldChar w:fldCharType="end"/>
        </w:r>
      </w:hyperlink>
    </w:p>
    <w:p w:rsidR="00B63DA5" w:rsidRDefault="00531636" w:rsidP="00CE6DDA">
      <w:pPr>
        <w:pStyle w:val="TOC1"/>
        <w:rPr>
          <w:rFonts w:asciiTheme="minorHAnsi" w:eastAsiaTheme="minorEastAsia" w:hAnsiTheme="minorHAnsi" w:cstheme="minorBidi"/>
          <w:bCs w:val="0"/>
          <w:noProof/>
          <w:color w:val="auto"/>
          <w:sz w:val="22"/>
          <w:szCs w:val="22"/>
          <w:rtl/>
        </w:rPr>
      </w:pPr>
      <w:hyperlink w:anchor="_Toc392502865"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الثالث</w:t>
        </w:r>
        <w:r w:rsidR="00CE6DDA">
          <w:rPr>
            <w:rStyle w:val="Hyperlink"/>
            <w:rFonts w:hint="cs"/>
            <w:noProof/>
            <w:rtl/>
          </w:rPr>
          <w:t xml:space="preserve"> :</w:t>
        </w:r>
        <w:r w:rsidR="00CE6DDA" w:rsidRPr="00CE6DDA">
          <w:rPr>
            <w:rFonts w:hint="eastAsia"/>
            <w:rtl/>
          </w:rPr>
          <w:t xml:space="preserve"> </w:t>
        </w:r>
        <w:r w:rsidR="00CE6DDA" w:rsidRPr="00CE6DDA">
          <w:rPr>
            <w:rStyle w:val="Hyperlink"/>
            <w:rFonts w:hint="eastAsia"/>
            <w:noProof/>
            <w:rtl/>
          </w:rPr>
          <w:t>في</w:t>
        </w:r>
        <w:r w:rsidR="00CE6DDA" w:rsidRPr="00CE6DDA">
          <w:rPr>
            <w:rStyle w:val="Hyperlink"/>
            <w:noProof/>
            <w:rtl/>
          </w:rPr>
          <w:t xml:space="preserve"> </w:t>
        </w:r>
        <w:r w:rsidR="00CE6DDA" w:rsidRPr="00CE6DDA">
          <w:rPr>
            <w:rStyle w:val="Hyperlink"/>
            <w:rFonts w:hint="eastAsia"/>
            <w:noProof/>
            <w:rtl/>
          </w:rPr>
          <w:t>مستثنيات</w:t>
        </w:r>
        <w:r w:rsidR="00CE6DDA" w:rsidRPr="00CE6DDA">
          <w:rPr>
            <w:rStyle w:val="Hyperlink"/>
            <w:noProof/>
            <w:rtl/>
          </w:rPr>
          <w:t xml:space="preserve"> </w:t>
        </w:r>
        <w:r w:rsidR="00CE6DDA" w:rsidRPr="00CE6DDA">
          <w:rPr>
            <w:rStyle w:val="Hyperlink"/>
            <w:rFonts w:hint="eastAsia"/>
            <w:noProof/>
            <w:rtl/>
          </w:rPr>
          <w:t>الغيبة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Toc392502865 \h</w:instrText>
        </w:r>
        <w:r w:rsidR="00B63DA5">
          <w:rPr>
            <w:noProof/>
            <w:webHidden/>
            <w:rtl/>
          </w:rPr>
          <w:instrText xml:space="preserve"> </w:instrText>
        </w:r>
        <w:r>
          <w:rPr>
            <w:noProof/>
            <w:webHidden/>
            <w:rtl/>
          </w:rPr>
        </w:r>
        <w:r>
          <w:rPr>
            <w:noProof/>
            <w:webHidden/>
            <w:rtl/>
          </w:rPr>
          <w:fldChar w:fldCharType="separate"/>
        </w:r>
        <w:r w:rsidR="00B63DA5">
          <w:rPr>
            <w:noProof/>
            <w:webHidden/>
            <w:rtl/>
          </w:rPr>
          <w:t>357</w:t>
        </w:r>
        <w:r>
          <w:rPr>
            <w:noProof/>
            <w:webHidden/>
            <w:rtl/>
          </w:rPr>
          <w:fldChar w:fldCharType="end"/>
        </w:r>
      </w:hyperlink>
    </w:p>
    <w:p w:rsidR="00B63DA5" w:rsidRDefault="00531636" w:rsidP="001843D4">
      <w:pPr>
        <w:pStyle w:val="TOC1"/>
        <w:rPr>
          <w:rFonts w:asciiTheme="minorHAnsi" w:eastAsiaTheme="minorEastAsia" w:hAnsiTheme="minorHAnsi" w:cstheme="minorBidi"/>
          <w:bCs w:val="0"/>
          <w:noProof/>
          <w:color w:val="auto"/>
          <w:sz w:val="22"/>
          <w:szCs w:val="22"/>
          <w:rtl/>
        </w:rPr>
      </w:pPr>
      <w:hyperlink w:anchor="_Toc392502867"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الرابع</w:t>
        </w:r>
        <w:r w:rsidR="00B63DA5" w:rsidRPr="00623D73">
          <w:rPr>
            <w:rStyle w:val="Hyperlink"/>
            <w:noProof/>
            <w:rtl/>
          </w:rPr>
          <w:t xml:space="preserve"> </w:t>
        </w:r>
        <w:r w:rsidR="001843D4">
          <w:rPr>
            <w:rStyle w:val="Hyperlink"/>
            <w:rFonts w:hint="cs"/>
            <w:noProof/>
            <w:rtl/>
          </w:rPr>
          <w:t xml:space="preserve">: </w:t>
        </w:r>
        <w:r w:rsidR="001843D4" w:rsidRPr="001843D4">
          <w:rPr>
            <w:rStyle w:val="Hyperlink"/>
            <w:rFonts w:hint="eastAsia"/>
            <w:noProof/>
            <w:rtl/>
          </w:rPr>
          <w:t>في</w:t>
        </w:r>
        <w:r w:rsidR="001843D4" w:rsidRPr="001843D4">
          <w:rPr>
            <w:rStyle w:val="Hyperlink"/>
            <w:noProof/>
            <w:rtl/>
          </w:rPr>
          <w:t xml:space="preserve"> </w:t>
        </w:r>
        <w:r w:rsidR="001843D4" w:rsidRPr="001843D4">
          <w:rPr>
            <w:rStyle w:val="Hyperlink"/>
            <w:rFonts w:hint="eastAsia"/>
            <w:noProof/>
            <w:rtl/>
          </w:rPr>
          <w:t>سماع</w:t>
        </w:r>
        <w:r w:rsidR="001843D4" w:rsidRPr="001843D4">
          <w:rPr>
            <w:rStyle w:val="Hyperlink"/>
            <w:noProof/>
            <w:rtl/>
          </w:rPr>
          <w:t xml:space="preserve"> </w:t>
        </w:r>
        <w:r w:rsidR="001843D4" w:rsidRPr="001843D4">
          <w:rPr>
            <w:rStyle w:val="Hyperlink"/>
            <w:rFonts w:hint="eastAsia"/>
            <w:noProof/>
            <w:rtl/>
          </w:rPr>
          <w:t>الغيبة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Toc392502867 \h</w:instrText>
        </w:r>
        <w:r w:rsidR="00B63DA5">
          <w:rPr>
            <w:noProof/>
            <w:webHidden/>
            <w:rtl/>
          </w:rPr>
          <w:instrText xml:space="preserve"> </w:instrText>
        </w:r>
        <w:r>
          <w:rPr>
            <w:noProof/>
            <w:webHidden/>
            <w:rtl/>
          </w:rPr>
        </w:r>
        <w:r>
          <w:rPr>
            <w:noProof/>
            <w:webHidden/>
            <w:rtl/>
          </w:rPr>
          <w:fldChar w:fldCharType="separate"/>
        </w:r>
        <w:r w:rsidR="00B63DA5">
          <w:rPr>
            <w:noProof/>
            <w:webHidden/>
            <w:rtl/>
          </w:rPr>
          <w:t>362</w:t>
        </w:r>
        <w:r>
          <w:rPr>
            <w:noProof/>
            <w:webHidden/>
            <w:rtl/>
          </w:rPr>
          <w:fldChar w:fldCharType="end"/>
        </w:r>
      </w:hyperlink>
    </w:p>
    <w:p w:rsidR="00B63DA5" w:rsidRDefault="00531636" w:rsidP="00F842B3">
      <w:pPr>
        <w:pStyle w:val="TOC1"/>
        <w:rPr>
          <w:rFonts w:asciiTheme="minorHAnsi" w:eastAsiaTheme="minorEastAsia" w:hAnsiTheme="minorHAnsi" w:cstheme="minorBidi"/>
          <w:bCs w:val="0"/>
          <w:noProof/>
          <w:color w:val="auto"/>
          <w:sz w:val="22"/>
          <w:szCs w:val="22"/>
          <w:rtl/>
        </w:rPr>
      </w:pPr>
      <w:hyperlink w:anchor="_Toc392502869"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الخامس</w:t>
        </w:r>
        <w:r w:rsidR="00B63DA5" w:rsidRPr="00623D73">
          <w:rPr>
            <w:rStyle w:val="Hyperlink"/>
            <w:noProof/>
            <w:rtl/>
          </w:rPr>
          <w:t xml:space="preserve"> </w:t>
        </w:r>
        <w:r w:rsidR="00F842B3">
          <w:rPr>
            <w:rStyle w:val="Hyperlink"/>
            <w:rFonts w:hint="cs"/>
            <w:noProof/>
            <w:rtl/>
          </w:rPr>
          <w:t xml:space="preserve">: </w:t>
        </w:r>
        <w:r w:rsidR="00F842B3" w:rsidRPr="00F842B3">
          <w:rPr>
            <w:rStyle w:val="Hyperlink"/>
            <w:rFonts w:hint="eastAsia"/>
            <w:noProof/>
            <w:rtl/>
          </w:rPr>
          <w:t>في</w:t>
        </w:r>
        <w:r w:rsidR="00F842B3" w:rsidRPr="00F842B3">
          <w:rPr>
            <w:rStyle w:val="Hyperlink"/>
            <w:noProof/>
            <w:rtl/>
          </w:rPr>
          <w:t xml:space="preserve"> </w:t>
        </w:r>
        <w:r w:rsidR="00F842B3" w:rsidRPr="00F842B3">
          <w:rPr>
            <w:rStyle w:val="Hyperlink"/>
            <w:rFonts w:hint="eastAsia"/>
            <w:noProof/>
            <w:rtl/>
          </w:rPr>
          <w:t>كفارة</w:t>
        </w:r>
        <w:r w:rsidR="00F842B3" w:rsidRPr="00F842B3">
          <w:rPr>
            <w:rStyle w:val="Hyperlink"/>
            <w:noProof/>
            <w:rtl/>
          </w:rPr>
          <w:t xml:space="preserve"> </w:t>
        </w:r>
        <w:r w:rsidR="00F842B3" w:rsidRPr="00F842B3">
          <w:rPr>
            <w:rStyle w:val="Hyperlink"/>
            <w:rFonts w:hint="eastAsia"/>
            <w:noProof/>
            <w:rtl/>
          </w:rPr>
          <w:t>الغيبة</w:t>
        </w:r>
        <w:r w:rsidR="00F842B3" w:rsidRPr="00F842B3">
          <w:rPr>
            <w:rStyle w:val="Hyperlink"/>
            <w:noProof/>
            <w:rtl/>
          </w:rPr>
          <w:t xml:space="preserve"> </w:t>
        </w:r>
        <w:r w:rsidR="00F842B3" w:rsidRPr="00F842B3">
          <w:rPr>
            <w:rStyle w:val="Hyperlink"/>
            <w:rFonts w:hint="eastAsia"/>
            <w:noProof/>
            <w:rtl/>
          </w:rPr>
          <w:t>والتوبة</w:t>
        </w:r>
        <w:r w:rsidR="00F842B3" w:rsidRPr="00F842B3">
          <w:rPr>
            <w:rStyle w:val="Hyperlink"/>
            <w:noProof/>
            <w:rtl/>
          </w:rPr>
          <w:t xml:space="preserve"> </w:t>
        </w:r>
        <w:r w:rsidR="00F842B3" w:rsidRPr="00F842B3">
          <w:rPr>
            <w:rStyle w:val="Hyperlink"/>
            <w:rFonts w:hint="eastAsia"/>
            <w:noProof/>
            <w:rtl/>
          </w:rPr>
          <w:t>عنها</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Toc392502869 \h</w:instrText>
        </w:r>
        <w:r w:rsidR="00B63DA5">
          <w:rPr>
            <w:noProof/>
            <w:webHidden/>
            <w:rtl/>
          </w:rPr>
          <w:instrText xml:space="preserve"> </w:instrText>
        </w:r>
        <w:r>
          <w:rPr>
            <w:noProof/>
            <w:webHidden/>
            <w:rtl/>
          </w:rPr>
        </w:r>
        <w:r>
          <w:rPr>
            <w:noProof/>
            <w:webHidden/>
            <w:rtl/>
          </w:rPr>
          <w:fldChar w:fldCharType="separate"/>
        </w:r>
        <w:r w:rsidR="00B63DA5">
          <w:rPr>
            <w:noProof/>
            <w:webHidden/>
            <w:rtl/>
          </w:rPr>
          <w:t>363</w:t>
        </w:r>
        <w:r>
          <w:rPr>
            <w:noProof/>
            <w:webHidden/>
            <w:rtl/>
          </w:rPr>
          <w:fldChar w:fldCharType="end"/>
        </w:r>
      </w:hyperlink>
    </w:p>
    <w:p w:rsidR="00B63DA5" w:rsidRDefault="00531636" w:rsidP="003211ED">
      <w:pPr>
        <w:pStyle w:val="TOC1"/>
        <w:rPr>
          <w:rFonts w:asciiTheme="minorHAnsi" w:eastAsiaTheme="minorEastAsia" w:hAnsiTheme="minorHAnsi" w:cstheme="minorBidi"/>
          <w:bCs w:val="0"/>
          <w:noProof/>
          <w:color w:val="auto"/>
          <w:sz w:val="22"/>
          <w:szCs w:val="22"/>
          <w:rtl/>
        </w:rPr>
      </w:pPr>
      <w:hyperlink w:anchor="_Toc392502871"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السادس</w:t>
        </w:r>
        <w:r w:rsidR="003211ED">
          <w:rPr>
            <w:rStyle w:val="Hyperlink"/>
            <w:rFonts w:hint="cs"/>
            <w:noProof/>
            <w:rtl/>
          </w:rPr>
          <w:t xml:space="preserve"> :</w:t>
        </w:r>
        <w:r w:rsidR="003211ED" w:rsidRPr="003211ED">
          <w:rPr>
            <w:rFonts w:hint="eastAsia"/>
            <w:rtl/>
          </w:rPr>
          <w:t xml:space="preserve"> </w:t>
        </w:r>
        <w:r w:rsidR="003211ED" w:rsidRPr="003211ED">
          <w:rPr>
            <w:rStyle w:val="Hyperlink"/>
            <w:rFonts w:hint="eastAsia"/>
            <w:noProof/>
            <w:rtl/>
          </w:rPr>
          <w:t>في</w:t>
        </w:r>
        <w:r w:rsidR="003211ED" w:rsidRPr="003211ED">
          <w:rPr>
            <w:rStyle w:val="Hyperlink"/>
            <w:noProof/>
            <w:rtl/>
          </w:rPr>
          <w:t xml:space="preserve"> </w:t>
        </w:r>
        <w:r w:rsidR="003211ED" w:rsidRPr="003211ED">
          <w:rPr>
            <w:rStyle w:val="Hyperlink"/>
            <w:rFonts w:hint="eastAsia"/>
            <w:noProof/>
            <w:rtl/>
          </w:rPr>
          <w:t>ذم</w:t>
        </w:r>
        <w:r w:rsidR="003211ED" w:rsidRPr="003211ED">
          <w:rPr>
            <w:rStyle w:val="Hyperlink"/>
            <w:noProof/>
            <w:rtl/>
          </w:rPr>
          <w:t xml:space="preserve"> </w:t>
        </w:r>
        <w:r w:rsidR="003211ED" w:rsidRPr="003211ED">
          <w:rPr>
            <w:rStyle w:val="Hyperlink"/>
            <w:rFonts w:hint="eastAsia"/>
            <w:noProof/>
            <w:rtl/>
          </w:rPr>
          <w:t>البهتان</w:t>
        </w:r>
        <w:r w:rsidR="003211ED" w:rsidRPr="003211ED">
          <w:rPr>
            <w:rStyle w:val="Hyperlink"/>
            <w:noProof/>
            <w:rtl/>
          </w:rPr>
          <w:t xml:space="preserve"> </w:t>
        </w:r>
        <w:r w:rsidR="003211ED" w:rsidRPr="003211ED">
          <w:rPr>
            <w:rStyle w:val="Hyperlink"/>
            <w:rFonts w:hint="eastAsia"/>
            <w:noProof/>
            <w:rtl/>
          </w:rPr>
          <w:t>،</w:t>
        </w:r>
        <w:r w:rsidR="003211ED" w:rsidRPr="003211ED">
          <w:rPr>
            <w:rStyle w:val="Hyperlink"/>
            <w:noProof/>
            <w:rtl/>
          </w:rPr>
          <w:t xml:space="preserve"> </w:t>
        </w:r>
        <w:r w:rsidR="003211ED" w:rsidRPr="003211ED">
          <w:rPr>
            <w:rStyle w:val="Hyperlink"/>
            <w:rFonts w:hint="eastAsia"/>
            <w:noProof/>
            <w:rtl/>
          </w:rPr>
          <w:t>واتهام</w:t>
        </w:r>
        <w:r w:rsidR="003211ED" w:rsidRPr="003211ED">
          <w:rPr>
            <w:rStyle w:val="Hyperlink"/>
            <w:noProof/>
            <w:rtl/>
          </w:rPr>
          <w:t xml:space="preserve"> </w:t>
        </w:r>
        <w:r w:rsidR="003211ED" w:rsidRPr="003211ED">
          <w:rPr>
            <w:rStyle w:val="Hyperlink"/>
            <w:rFonts w:hint="eastAsia"/>
            <w:noProof/>
            <w:rtl/>
          </w:rPr>
          <w:t>المؤمنين</w:t>
        </w:r>
        <w:r w:rsidR="003211ED" w:rsidRPr="003211ED">
          <w:rPr>
            <w:rStyle w:val="Hyperlink"/>
            <w:noProof/>
            <w:rtl/>
          </w:rPr>
          <w:t xml:space="preserve"> </w:t>
        </w:r>
        <w:r w:rsidR="003211ED" w:rsidRPr="003211ED">
          <w:rPr>
            <w:rStyle w:val="Hyperlink"/>
            <w:rFonts w:hint="eastAsia"/>
            <w:noProof/>
            <w:rtl/>
          </w:rPr>
          <w:t>،</w:t>
        </w:r>
        <w:r w:rsidR="003211ED" w:rsidRPr="003211ED">
          <w:rPr>
            <w:rStyle w:val="Hyperlink"/>
            <w:noProof/>
            <w:rtl/>
          </w:rPr>
          <w:t xml:space="preserve"> </w:t>
        </w:r>
        <w:r w:rsidR="003211ED" w:rsidRPr="003211ED">
          <w:rPr>
            <w:rStyle w:val="Hyperlink"/>
            <w:rFonts w:hint="eastAsia"/>
            <w:noProof/>
            <w:rtl/>
          </w:rPr>
          <w:t>وسوء</w:t>
        </w:r>
        <w:r w:rsidR="003211ED" w:rsidRPr="003211ED">
          <w:rPr>
            <w:rStyle w:val="Hyperlink"/>
            <w:noProof/>
            <w:rtl/>
          </w:rPr>
          <w:t xml:space="preserve"> </w:t>
        </w:r>
        <w:r w:rsidR="003211ED" w:rsidRPr="003211ED">
          <w:rPr>
            <w:rStyle w:val="Hyperlink"/>
            <w:rFonts w:hint="eastAsia"/>
            <w:noProof/>
            <w:rtl/>
          </w:rPr>
          <w:t>الظن</w:t>
        </w:r>
        <w:r w:rsidR="003211ED" w:rsidRPr="003211ED">
          <w:rPr>
            <w:rStyle w:val="Hyperlink"/>
            <w:noProof/>
            <w:rtl/>
          </w:rPr>
          <w:t xml:space="preserve"> </w:t>
        </w:r>
        <w:r w:rsidR="003211ED" w:rsidRPr="003211ED">
          <w:rPr>
            <w:rStyle w:val="Hyperlink"/>
            <w:rFonts w:hint="eastAsia"/>
            <w:noProof/>
            <w:rtl/>
          </w:rPr>
          <w:t>بهم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Toc392502871 \h</w:instrText>
        </w:r>
        <w:r w:rsidR="00B63DA5">
          <w:rPr>
            <w:noProof/>
            <w:webHidden/>
            <w:rtl/>
          </w:rPr>
          <w:instrText xml:space="preserve"> </w:instrText>
        </w:r>
        <w:r>
          <w:rPr>
            <w:noProof/>
            <w:webHidden/>
            <w:rtl/>
          </w:rPr>
        </w:r>
        <w:r>
          <w:rPr>
            <w:noProof/>
            <w:webHidden/>
            <w:rtl/>
          </w:rPr>
          <w:fldChar w:fldCharType="separate"/>
        </w:r>
        <w:r w:rsidR="00B63DA5">
          <w:rPr>
            <w:noProof/>
            <w:webHidden/>
            <w:rtl/>
          </w:rPr>
          <w:t>364</w:t>
        </w:r>
        <w:r>
          <w:rPr>
            <w:noProof/>
            <w:webHidden/>
            <w:rtl/>
          </w:rPr>
          <w:fldChar w:fldCharType="end"/>
        </w:r>
      </w:hyperlink>
    </w:p>
    <w:p w:rsidR="00B63DA5" w:rsidRDefault="00531636" w:rsidP="00F91EB4">
      <w:pPr>
        <w:pStyle w:val="TOC1"/>
        <w:rPr>
          <w:rFonts w:asciiTheme="minorHAnsi" w:eastAsiaTheme="minorEastAsia" w:hAnsiTheme="minorHAnsi" w:cstheme="minorBidi"/>
          <w:bCs w:val="0"/>
          <w:noProof/>
          <w:color w:val="auto"/>
          <w:sz w:val="22"/>
          <w:szCs w:val="22"/>
          <w:rtl/>
        </w:rPr>
      </w:pPr>
      <w:hyperlink w:anchor="_Toc392502873"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السابع</w:t>
        </w:r>
        <w:r w:rsidR="00B63DA5" w:rsidRPr="00623D73">
          <w:rPr>
            <w:rStyle w:val="Hyperlink"/>
            <w:noProof/>
            <w:rtl/>
          </w:rPr>
          <w:t xml:space="preserve"> </w:t>
        </w:r>
        <w:r w:rsidR="00F91EB4">
          <w:rPr>
            <w:rStyle w:val="Hyperlink"/>
            <w:rFonts w:hint="cs"/>
            <w:noProof/>
            <w:rtl/>
          </w:rPr>
          <w:t xml:space="preserve">: </w:t>
        </w:r>
        <w:r w:rsidR="00F91EB4" w:rsidRPr="00F91EB4">
          <w:rPr>
            <w:rStyle w:val="Hyperlink"/>
            <w:rFonts w:hint="eastAsia"/>
            <w:noProof/>
            <w:rtl/>
          </w:rPr>
          <w:t>في</w:t>
        </w:r>
        <w:r w:rsidR="00F91EB4" w:rsidRPr="00F91EB4">
          <w:rPr>
            <w:rStyle w:val="Hyperlink"/>
            <w:noProof/>
            <w:rtl/>
          </w:rPr>
          <w:t xml:space="preserve"> </w:t>
        </w:r>
        <w:r w:rsidR="00F91EB4" w:rsidRPr="00F91EB4">
          <w:rPr>
            <w:rStyle w:val="Hyperlink"/>
            <w:rFonts w:hint="eastAsia"/>
            <w:noProof/>
            <w:rtl/>
          </w:rPr>
          <w:t>ذم</w:t>
        </w:r>
        <w:r w:rsidR="00F91EB4" w:rsidRPr="00F91EB4">
          <w:rPr>
            <w:rStyle w:val="Hyperlink"/>
            <w:noProof/>
            <w:rtl/>
          </w:rPr>
          <w:t xml:space="preserve"> </w:t>
        </w:r>
        <w:r w:rsidR="00F91EB4" w:rsidRPr="00F91EB4">
          <w:rPr>
            <w:rStyle w:val="Hyperlink"/>
            <w:rFonts w:hint="eastAsia"/>
            <w:noProof/>
            <w:rtl/>
          </w:rPr>
          <w:t>الحسد</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Toc392502873 \h</w:instrText>
        </w:r>
        <w:r w:rsidR="00B63DA5">
          <w:rPr>
            <w:noProof/>
            <w:webHidden/>
            <w:rtl/>
          </w:rPr>
          <w:instrText xml:space="preserve"> </w:instrText>
        </w:r>
        <w:r>
          <w:rPr>
            <w:noProof/>
            <w:webHidden/>
            <w:rtl/>
          </w:rPr>
        </w:r>
        <w:r>
          <w:rPr>
            <w:noProof/>
            <w:webHidden/>
            <w:rtl/>
          </w:rPr>
          <w:fldChar w:fldCharType="separate"/>
        </w:r>
        <w:r w:rsidR="00B63DA5">
          <w:rPr>
            <w:noProof/>
            <w:webHidden/>
            <w:rtl/>
          </w:rPr>
          <w:t>368</w:t>
        </w:r>
        <w:r>
          <w:rPr>
            <w:noProof/>
            <w:webHidden/>
            <w:rtl/>
          </w:rPr>
          <w:fldChar w:fldCharType="end"/>
        </w:r>
      </w:hyperlink>
    </w:p>
    <w:p w:rsidR="00B63DA5" w:rsidRDefault="00531636" w:rsidP="00D9622A">
      <w:pPr>
        <w:pStyle w:val="TOC1"/>
        <w:rPr>
          <w:rFonts w:asciiTheme="minorHAnsi" w:eastAsiaTheme="minorEastAsia" w:hAnsiTheme="minorHAnsi" w:cstheme="minorBidi"/>
          <w:bCs w:val="0"/>
          <w:noProof/>
          <w:color w:val="auto"/>
          <w:sz w:val="22"/>
          <w:szCs w:val="22"/>
          <w:rtl/>
        </w:rPr>
      </w:pPr>
      <w:hyperlink w:anchor="_Toc392502875" w:history="1">
        <w:r w:rsidR="00D9622A" w:rsidRPr="00D9622A">
          <w:rPr>
            <w:rStyle w:val="Hyperlink"/>
            <w:rFonts w:hint="cs"/>
            <w:noProof/>
            <w:rtl/>
          </w:rPr>
          <w:t>النميمة ، و ذو اللسانين و الوجهين ، والخيانة ، والهجران</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Toc392502875 \h</w:instrText>
        </w:r>
        <w:r w:rsidR="00B63DA5">
          <w:rPr>
            <w:noProof/>
            <w:webHidden/>
            <w:rtl/>
          </w:rPr>
          <w:instrText xml:space="preserve"> </w:instrText>
        </w:r>
        <w:r>
          <w:rPr>
            <w:noProof/>
            <w:webHidden/>
            <w:rtl/>
          </w:rPr>
        </w:r>
        <w:r>
          <w:rPr>
            <w:noProof/>
            <w:webHidden/>
            <w:rtl/>
          </w:rPr>
          <w:fldChar w:fldCharType="separate"/>
        </w:r>
        <w:r w:rsidR="00B63DA5">
          <w:rPr>
            <w:noProof/>
            <w:webHidden/>
            <w:rtl/>
          </w:rPr>
          <w:t>371</w:t>
        </w:r>
        <w:r>
          <w:rPr>
            <w:noProof/>
            <w:webHidden/>
            <w:rtl/>
          </w:rPr>
          <w:fldChar w:fldCharType="end"/>
        </w:r>
      </w:hyperlink>
    </w:p>
    <w:p w:rsidR="00B63DA5" w:rsidRDefault="00531636" w:rsidP="00C9389B">
      <w:pPr>
        <w:pStyle w:val="TOC1"/>
        <w:rPr>
          <w:rFonts w:asciiTheme="minorHAnsi" w:eastAsiaTheme="minorEastAsia" w:hAnsiTheme="minorHAnsi" w:cstheme="minorBidi"/>
          <w:bCs w:val="0"/>
          <w:noProof/>
          <w:color w:val="auto"/>
          <w:sz w:val="22"/>
          <w:szCs w:val="22"/>
          <w:rtl/>
        </w:rPr>
      </w:pPr>
      <w:hyperlink w:anchor="_Toc392502876" w:history="1">
        <w:r w:rsidR="00B63DA5" w:rsidRPr="00623D73">
          <w:rPr>
            <w:rStyle w:val="Hyperlink"/>
            <w:rFonts w:hint="eastAsia"/>
            <w:noProof/>
            <w:rtl/>
          </w:rPr>
          <w:t>المصباح</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C9389B">
          <w:rPr>
            <w:rStyle w:val="Hyperlink"/>
            <w:rFonts w:hint="cs"/>
            <w:noProof/>
            <w:rtl/>
          </w:rPr>
          <w:t xml:space="preserve">: </w:t>
        </w:r>
        <w:r w:rsidR="00C9389B" w:rsidRPr="00C9389B">
          <w:rPr>
            <w:rStyle w:val="Hyperlink"/>
            <w:rFonts w:hint="eastAsia"/>
            <w:noProof/>
            <w:rtl/>
          </w:rPr>
          <w:t>في</w:t>
        </w:r>
        <w:r w:rsidR="00C9389B" w:rsidRPr="00C9389B">
          <w:rPr>
            <w:rStyle w:val="Hyperlink"/>
            <w:noProof/>
            <w:rtl/>
          </w:rPr>
          <w:t xml:space="preserve"> </w:t>
        </w:r>
        <w:r w:rsidR="00C9389B" w:rsidRPr="00C9389B">
          <w:rPr>
            <w:rStyle w:val="Hyperlink"/>
            <w:rFonts w:hint="eastAsia"/>
            <w:noProof/>
            <w:rtl/>
          </w:rPr>
          <w:t>ذمّ</w:t>
        </w:r>
        <w:r w:rsidR="00C9389B" w:rsidRPr="00C9389B">
          <w:rPr>
            <w:rStyle w:val="Hyperlink"/>
            <w:noProof/>
            <w:rtl/>
          </w:rPr>
          <w:t xml:space="preserve"> </w:t>
        </w:r>
        <w:r w:rsidR="00C9389B" w:rsidRPr="00C9389B">
          <w:rPr>
            <w:rStyle w:val="Hyperlink"/>
            <w:rFonts w:hint="eastAsia"/>
            <w:noProof/>
            <w:rtl/>
          </w:rPr>
          <w:t>التكبر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Toc392502876 \h</w:instrText>
        </w:r>
        <w:r w:rsidR="00B63DA5">
          <w:rPr>
            <w:noProof/>
            <w:webHidden/>
            <w:rtl/>
          </w:rPr>
          <w:instrText xml:space="preserve"> </w:instrText>
        </w:r>
        <w:r>
          <w:rPr>
            <w:noProof/>
            <w:webHidden/>
            <w:rtl/>
          </w:rPr>
        </w:r>
        <w:r>
          <w:rPr>
            <w:noProof/>
            <w:webHidden/>
            <w:rtl/>
          </w:rPr>
          <w:fldChar w:fldCharType="separate"/>
        </w:r>
        <w:r w:rsidR="00B63DA5">
          <w:rPr>
            <w:noProof/>
            <w:webHidden/>
            <w:rtl/>
          </w:rPr>
          <w:t>381</w:t>
        </w:r>
        <w:r>
          <w:rPr>
            <w:noProof/>
            <w:webHidden/>
            <w:rtl/>
          </w:rPr>
          <w:fldChar w:fldCharType="end"/>
        </w:r>
      </w:hyperlink>
    </w:p>
    <w:p w:rsidR="00B63DA5" w:rsidRDefault="00531636" w:rsidP="00FE2203">
      <w:pPr>
        <w:pStyle w:val="TOC1"/>
        <w:rPr>
          <w:rFonts w:asciiTheme="minorHAnsi" w:eastAsiaTheme="minorEastAsia" w:hAnsiTheme="minorHAnsi" w:cstheme="minorBidi"/>
          <w:bCs w:val="0"/>
          <w:noProof/>
          <w:color w:val="auto"/>
          <w:sz w:val="22"/>
          <w:szCs w:val="22"/>
          <w:rtl/>
        </w:rPr>
      </w:pPr>
      <w:hyperlink w:anchor="_Toc392502878" w:history="1">
        <w:r w:rsidR="00B63DA5" w:rsidRPr="00623D73">
          <w:rPr>
            <w:rStyle w:val="Hyperlink"/>
            <w:rFonts w:hint="eastAsia"/>
            <w:noProof/>
            <w:rtl/>
          </w:rPr>
          <w:t>المصباح</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FE2203">
          <w:rPr>
            <w:rStyle w:val="Hyperlink"/>
            <w:rFonts w:hint="cs"/>
            <w:noProof/>
            <w:rtl/>
          </w:rPr>
          <w:t xml:space="preserve">: </w:t>
        </w:r>
        <w:r w:rsidR="00FE2203" w:rsidRPr="00FE2203">
          <w:rPr>
            <w:rStyle w:val="Hyperlink"/>
            <w:rFonts w:hint="eastAsia"/>
            <w:noProof/>
            <w:rtl/>
          </w:rPr>
          <w:t>في</w:t>
        </w:r>
        <w:r w:rsidR="00FE2203" w:rsidRPr="00FE2203">
          <w:rPr>
            <w:rStyle w:val="Hyperlink"/>
            <w:noProof/>
            <w:rtl/>
          </w:rPr>
          <w:t xml:space="preserve"> </w:t>
        </w:r>
        <w:r w:rsidR="00FE2203" w:rsidRPr="00FE2203">
          <w:rPr>
            <w:rStyle w:val="Hyperlink"/>
            <w:rFonts w:hint="eastAsia"/>
            <w:noProof/>
            <w:rtl/>
          </w:rPr>
          <w:t>بيان</w:t>
        </w:r>
        <w:r w:rsidR="00FE2203" w:rsidRPr="00FE2203">
          <w:rPr>
            <w:rStyle w:val="Hyperlink"/>
            <w:noProof/>
            <w:rtl/>
          </w:rPr>
          <w:t xml:space="preserve"> </w:t>
        </w:r>
        <w:r w:rsidR="00FE2203" w:rsidRPr="00FE2203">
          <w:rPr>
            <w:rStyle w:val="Hyperlink"/>
            <w:rFonts w:hint="eastAsia"/>
            <w:noProof/>
            <w:rtl/>
          </w:rPr>
          <w:t>أنواع</w:t>
        </w:r>
        <w:r w:rsidR="00FE2203" w:rsidRPr="00FE2203">
          <w:rPr>
            <w:rStyle w:val="Hyperlink"/>
            <w:noProof/>
            <w:rtl/>
          </w:rPr>
          <w:t xml:space="preserve"> </w:t>
        </w:r>
        <w:r w:rsidR="00FE2203" w:rsidRPr="00FE2203">
          <w:rPr>
            <w:rStyle w:val="Hyperlink"/>
            <w:rFonts w:hint="eastAsia"/>
            <w:noProof/>
            <w:rtl/>
          </w:rPr>
          <w:t>التكبّر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Toc392502878 \h</w:instrText>
        </w:r>
        <w:r w:rsidR="00B63DA5">
          <w:rPr>
            <w:noProof/>
            <w:webHidden/>
            <w:rtl/>
          </w:rPr>
          <w:instrText xml:space="preserve"> </w:instrText>
        </w:r>
        <w:r>
          <w:rPr>
            <w:noProof/>
            <w:webHidden/>
            <w:rtl/>
          </w:rPr>
        </w:r>
        <w:r>
          <w:rPr>
            <w:noProof/>
            <w:webHidden/>
            <w:rtl/>
          </w:rPr>
          <w:fldChar w:fldCharType="separate"/>
        </w:r>
        <w:r w:rsidR="00B63DA5">
          <w:rPr>
            <w:noProof/>
            <w:webHidden/>
            <w:rtl/>
          </w:rPr>
          <w:t>394</w:t>
        </w:r>
        <w:r>
          <w:rPr>
            <w:noProof/>
            <w:webHidden/>
            <w:rtl/>
          </w:rPr>
          <w:fldChar w:fldCharType="end"/>
        </w:r>
      </w:hyperlink>
    </w:p>
    <w:p w:rsidR="00B63DA5" w:rsidRDefault="00531636" w:rsidP="00D05061">
      <w:pPr>
        <w:pStyle w:val="TOC1"/>
        <w:rPr>
          <w:rFonts w:asciiTheme="minorHAnsi" w:eastAsiaTheme="minorEastAsia" w:hAnsiTheme="minorHAnsi" w:cstheme="minorBidi"/>
          <w:bCs w:val="0"/>
          <w:noProof/>
          <w:color w:val="auto"/>
          <w:sz w:val="22"/>
          <w:szCs w:val="22"/>
          <w:rtl/>
        </w:rPr>
      </w:pPr>
      <w:hyperlink w:anchor="_Toc392502880" w:history="1">
        <w:r w:rsidR="00B63DA5" w:rsidRPr="00623D73">
          <w:rPr>
            <w:rStyle w:val="Hyperlink"/>
            <w:rFonts w:hint="eastAsia"/>
            <w:noProof/>
            <w:rtl/>
          </w:rPr>
          <w:t>المصباح</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D05061">
          <w:rPr>
            <w:rStyle w:val="Hyperlink"/>
            <w:rFonts w:hint="cs"/>
            <w:noProof/>
            <w:rtl/>
          </w:rPr>
          <w:t xml:space="preserve">: </w:t>
        </w:r>
        <w:r w:rsidR="00D05061" w:rsidRPr="00D05061">
          <w:rPr>
            <w:rStyle w:val="Hyperlink"/>
            <w:rFonts w:hint="eastAsia"/>
            <w:noProof/>
            <w:rtl/>
          </w:rPr>
          <w:t>في</w:t>
        </w:r>
        <w:r w:rsidR="00D05061" w:rsidRPr="00D05061">
          <w:rPr>
            <w:rStyle w:val="Hyperlink"/>
            <w:noProof/>
            <w:rtl/>
          </w:rPr>
          <w:t xml:space="preserve"> </w:t>
        </w:r>
        <w:r w:rsidR="00D05061" w:rsidRPr="00D05061">
          <w:rPr>
            <w:rStyle w:val="Hyperlink"/>
            <w:rFonts w:hint="eastAsia"/>
            <w:noProof/>
            <w:rtl/>
          </w:rPr>
          <w:t>علاج</w:t>
        </w:r>
        <w:r w:rsidR="00D05061" w:rsidRPr="00D05061">
          <w:rPr>
            <w:rStyle w:val="Hyperlink"/>
            <w:noProof/>
            <w:rtl/>
          </w:rPr>
          <w:t xml:space="preserve"> </w:t>
        </w:r>
        <w:r w:rsidR="00D05061" w:rsidRPr="00D05061">
          <w:rPr>
            <w:rStyle w:val="Hyperlink"/>
            <w:rFonts w:hint="eastAsia"/>
            <w:noProof/>
            <w:rtl/>
          </w:rPr>
          <w:t>التكبر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Toc392502880 \h</w:instrText>
        </w:r>
        <w:r w:rsidR="00B63DA5">
          <w:rPr>
            <w:noProof/>
            <w:webHidden/>
            <w:rtl/>
          </w:rPr>
          <w:instrText xml:space="preserve"> </w:instrText>
        </w:r>
        <w:r>
          <w:rPr>
            <w:noProof/>
            <w:webHidden/>
            <w:rtl/>
          </w:rPr>
        </w:r>
        <w:r>
          <w:rPr>
            <w:noProof/>
            <w:webHidden/>
            <w:rtl/>
          </w:rPr>
          <w:fldChar w:fldCharType="separate"/>
        </w:r>
        <w:r w:rsidR="00B63DA5">
          <w:rPr>
            <w:noProof/>
            <w:webHidden/>
            <w:rtl/>
          </w:rPr>
          <w:t>397</w:t>
        </w:r>
        <w:r>
          <w:rPr>
            <w:noProof/>
            <w:webHidden/>
            <w:rtl/>
          </w:rPr>
          <w:fldChar w:fldCharType="end"/>
        </w:r>
      </w:hyperlink>
    </w:p>
    <w:p w:rsidR="00B63DA5" w:rsidRDefault="00531636" w:rsidP="00F527EE">
      <w:pPr>
        <w:pStyle w:val="TOC1"/>
        <w:rPr>
          <w:rFonts w:asciiTheme="minorHAnsi" w:eastAsiaTheme="minorEastAsia" w:hAnsiTheme="minorHAnsi" w:cstheme="minorBidi"/>
          <w:bCs w:val="0"/>
          <w:noProof/>
          <w:color w:val="auto"/>
          <w:sz w:val="22"/>
          <w:szCs w:val="22"/>
          <w:rtl/>
        </w:rPr>
      </w:pPr>
      <w:hyperlink w:anchor="_Toc392502882" w:history="1">
        <w:r w:rsidR="00B63DA5" w:rsidRPr="00623D73">
          <w:rPr>
            <w:rStyle w:val="Hyperlink"/>
            <w:rFonts w:hint="eastAsia"/>
            <w:noProof/>
            <w:rtl/>
          </w:rPr>
          <w:t>المصباح</w:t>
        </w:r>
        <w:r w:rsidR="00B63DA5" w:rsidRPr="00623D73">
          <w:rPr>
            <w:rStyle w:val="Hyperlink"/>
            <w:noProof/>
            <w:rtl/>
          </w:rPr>
          <w:t xml:space="preserve"> </w:t>
        </w:r>
        <w:r w:rsidR="00B63DA5" w:rsidRPr="00623D73">
          <w:rPr>
            <w:rStyle w:val="Hyperlink"/>
            <w:rFonts w:hint="eastAsia"/>
            <w:noProof/>
            <w:rtl/>
          </w:rPr>
          <w:t>الرابع</w:t>
        </w:r>
        <w:r w:rsidR="00B63DA5" w:rsidRPr="00623D73">
          <w:rPr>
            <w:rStyle w:val="Hyperlink"/>
            <w:noProof/>
            <w:rtl/>
          </w:rPr>
          <w:t xml:space="preserve"> </w:t>
        </w:r>
        <w:r w:rsidR="00F527EE">
          <w:rPr>
            <w:rStyle w:val="Hyperlink"/>
            <w:rFonts w:hint="cs"/>
            <w:noProof/>
            <w:rtl/>
          </w:rPr>
          <w:t xml:space="preserve">: </w:t>
        </w:r>
        <w:r w:rsidR="00F527EE" w:rsidRPr="00F527EE">
          <w:rPr>
            <w:rStyle w:val="Hyperlink"/>
            <w:rFonts w:hint="eastAsia"/>
            <w:noProof/>
            <w:rtl/>
          </w:rPr>
          <w:t>في</w:t>
        </w:r>
        <w:r w:rsidR="00F527EE" w:rsidRPr="00F527EE">
          <w:rPr>
            <w:rStyle w:val="Hyperlink"/>
            <w:noProof/>
            <w:rtl/>
          </w:rPr>
          <w:t xml:space="preserve"> </w:t>
        </w:r>
        <w:r w:rsidR="00F527EE" w:rsidRPr="00F527EE">
          <w:rPr>
            <w:rStyle w:val="Hyperlink"/>
            <w:rFonts w:hint="eastAsia"/>
            <w:noProof/>
            <w:rtl/>
          </w:rPr>
          <w:t>اصلاح</w:t>
        </w:r>
        <w:r w:rsidR="00F527EE" w:rsidRPr="00F527EE">
          <w:rPr>
            <w:rStyle w:val="Hyperlink"/>
            <w:noProof/>
            <w:rtl/>
          </w:rPr>
          <w:t xml:space="preserve"> </w:t>
        </w:r>
        <w:r w:rsidR="00F527EE" w:rsidRPr="00F527EE">
          <w:rPr>
            <w:rStyle w:val="Hyperlink"/>
            <w:rFonts w:hint="eastAsia"/>
            <w:noProof/>
            <w:rtl/>
          </w:rPr>
          <w:t>السريرة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Toc392502882 \h</w:instrText>
        </w:r>
        <w:r w:rsidR="00B63DA5">
          <w:rPr>
            <w:noProof/>
            <w:webHidden/>
            <w:rtl/>
          </w:rPr>
          <w:instrText xml:space="preserve"> </w:instrText>
        </w:r>
        <w:r>
          <w:rPr>
            <w:noProof/>
            <w:webHidden/>
            <w:rtl/>
          </w:rPr>
        </w:r>
        <w:r>
          <w:rPr>
            <w:noProof/>
            <w:webHidden/>
            <w:rtl/>
          </w:rPr>
          <w:fldChar w:fldCharType="separate"/>
        </w:r>
        <w:r w:rsidR="00B63DA5">
          <w:rPr>
            <w:noProof/>
            <w:webHidden/>
            <w:rtl/>
          </w:rPr>
          <w:t>398</w:t>
        </w:r>
        <w:r>
          <w:rPr>
            <w:noProof/>
            <w:webHidden/>
            <w:rtl/>
          </w:rPr>
          <w:fldChar w:fldCharType="end"/>
        </w:r>
      </w:hyperlink>
    </w:p>
    <w:p w:rsidR="00B63DA5" w:rsidRDefault="00531636" w:rsidP="00D65909">
      <w:pPr>
        <w:pStyle w:val="TOC1"/>
        <w:rPr>
          <w:rFonts w:asciiTheme="minorHAnsi" w:eastAsiaTheme="minorEastAsia" w:hAnsiTheme="minorHAnsi" w:cstheme="minorBidi"/>
          <w:bCs w:val="0"/>
          <w:noProof/>
          <w:color w:val="auto"/>
          <w:sz w:val="22"/>
          <w:szCs w:val="22"/>
          <w:rtl/>
        </w:rPr>
      </w:pPr>
      <w:hyperlink w:anchor="_Toc392502884" w:history="1">
        <w:r w:rsidR="00B63DA5" w:rsidRPr="00623D73">
          <w:rPr>
            <w:rStyle w:val="Hyperlink"/>
            <w:rFonts w:hint="eastAsia"/>
            <w:noProof/>
            <w:rtl/>
          </w:rPr>
          <w:t>المصباح</w:t>
        </w:r>
        <w:r w:rsidR="00B63DA5" w:rsidRPr="00623D73">
          <w:rPr>
            <w:rStyle w:val="Hyperlink"/>
            <w:noProof/>
            <w:rtl/>
          </w:rPr>
          <w:t xml:space="preserve"> </w:t>
        </w:r>
        <w:r w:rsidR="00B63DA5" w:rsidRPr="00623D73">
          <w:rPr>
            <w:rStyle w:val="Hyperlink"/>
            <w:rFonts w:hint="eastAsia"/>
            <w:noProof/>
            <w:rtl/>
          </w:rPr>
          <w:t>الخامس</w:t>
        </w:r>
        <w:r w:rsidR="00B63DA5" w:rsidRPr="00623D73">
          <w:rPr>
            <w:rStyle w:val="Hyperlink"/>
            <w:noProof/>
            <w:rtl/>
          </w:rPr>
          <w:t xml:space="preserve"> </w:t>
        </w:r>
        <w:r w:rsidR="00D65909">
          <w:rPr>
            <w:rStyle w:val="Hyperlink"/>
            <w:rFonts w:hint="cs"/>
            <w:noProof/>
            <w:rtl/>
          </w:rPr>
          <w:t xml:space="preserve">: </w:t>
        </w:r>
        <w:r w:rsidR="00D65909" w:rsidRPr="00D65909">
          <w:rPr>
            <w:rStyle w:val="Hyperlink"/>
            <w:rFonts w:hint="eastAsia"/>
            <w:noProof/>
            <w:rtl/>
          </w:rPr>
          <w:t>في</w:t>
        </w:r>
        <w:r w:rsidR="00D65909" w:rsidRPr="00D65909">
          <w:rPr>
            <w:rStyle w:val="Hyperlink"/>
            <w:noProof/>
            <w:rtl/>
          </w:rPr>
          <w:t xml:space="preserve"> </w:t>
        </w:r>
        <w:r w:rsidR="00D65909" w:rsidRPr="00D65909">
          <w:rPr>
            <w:rStyle w:val="Hyperlink"/>
            <w:rFonts w:hint="eastAsia"/>
            <w:noProof/>
            <w:rtl/>
          </w:rPr>
          <w:t>لبس</w:t>
        </w:r>
        <w:r w:rsidR="00D65909" w:rsidRPr="00D65909">
          <w:rPr>
            <w:rStyle w:val="Hyperlink"/>
            <w:noProof/>
            <w:rtl/>
          </w:rPr>
          <w:t xml:space="preserve"> </w:t>
        </w:r>
        <w:r w:rsidR="00D65909" w:rsidRPr="00D65909">
          <w:rPr>
            <w:rStyle w:val="Hyperlink"/>
            <w:rFonts w:hint="eastAsia"/>
            <w:noProof/>
            <w:rtl/>
          </w:rPr>
          <w:t>الصوف</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Toc392502884 \h</w:instrText>
        </w:r>
        <w:r w:rsidR="00B63DA5">
          <w:rPr>
            <w:noProof/>
            <w:webHidden/>
            <w:rtl/>
          </w:rPr>
          <w:instrText xml:space="preserve"> </w:instrText>
        </w:r>
        <w:r>
          <w:rPr>
            <w:noProof/>
            <w:webHidden/>
            <w:rtl/>
          </w:rPr>
        </w:r>
        <w:r>
          <w:rPr>
            <w:noProof/>
            <w:webHidden/>
            <w:rtl/>
          </w:rPr>
          <w:fldChar w:fldCharType="separate"/>
        </w:r>
        <w:r w:rsidR="00B63DA5">
          <w:rPr>
            <w:noProof/>
            <w:webHidden/>
            <w:rtl/>
          </w:rPr>
          <w:t>399</w:t>
        </w:r>
        <w:r>
          <w:rPr>
            <w:noProof/>
            <w:webHidden/>
            <w:rtl/>
          </w:rPr>
          <w:fldChar w:fldCharType="end"/>
        </w:r>
      </w:hyperlink>
    </w:p>
    <w:p w:rsidR="00B63DA5" w:rsidRDefault="00531636" w:rsidP="00014562">
      <w:pPr>
        <w:pStyle w:val="TOC1"/>
        <w:rPr>
          <w:rFonts w:asciiTheme="minorHAnsi" w:eastAsiaTheme="minorEastAsia" w:hAnsiTheme="minorHAnsi" w:cstheme="minorBidi"/>
          <w:bCs w:val="0"/>
          <w:noProof/>
          <w:color w:val="auto"/>
          <w:sz w:val="22"/>
          <w:szCs w:val="22"/>
          <w:rtl/>
        </w:rPr>
      </w:pPr>
      <w:hyperlink w:anchor="_Toc392502886" w:history="1">
        <w:r w:rsidR="00014562" w:rsidRPr="00014562">
          <w:rPr>
            <w:rStyle w:val="Hyperlink"/>
            <w:noProof/>
            <w:rtl/>
          </w:rPr>
          <w:t>لبس الصوف</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Toc392502886 \h</w:instrText>
        </w:r>
        <w:r w:rsidR="00B63DA5">
          <w:rPr>
            <w:noProof/>
            <w:webHidden/>
            <w:rtl/>
          </w:rPr>
          <w:instrText xml:space="preserve"> </w:instrText>
        </w:r>
        <w:r>
          <w:rPr>
            <w:noProof/>
            <w:webHidden/>
            <w:rtl/>
          </w:rPr>
        </w:r>
        <w:r>
          <w:rPr>
            <w:noProof/>
            <w:webHidden/>
            <w:rtl/>
          </w:rPr>
          <w:fldChar w:fldCharType="separate"/>
        </w:r>
        <w:r w:rsidR="00B63DA5">
          <w:rPr>
            <w:noProof/>
            <w:webHidden/>
            <w:rtl/>
          </w:rPr>
          <w:t>402</w:t>
        </w:r>
        <w:r>
          <w:rPr>
            <w:noProof/>
            <w:webHidden/>
            <w:rtl/>
          </w:rPr>
          <w:fldChar w:fldCharType="end"/>
        </w:r>
      </w:hyperlink>
    </w:p>
    <w:p w:rsidR="00B63DA5" w:rsidRDefault="00531636" w:rsidP="00421958">
      <w:pPr>
        <w:pStyle w:val="TOC1"/>
        <w:rPr>
          <w:rFonts w:asciiTheme="minorHAnsi" w:eastAsiaTheme="minorEastAsia" w:hAnsiTheme="minorHAnsi" w:cstheme="minorBidi"/>
          <w:bCs w:val="0"/>
          <w:noProof/>
          <w:color w:val="auto"/>
          <w:sz w:val="22"/>
          <w:szCs w:val="22"/>
          <w:rtl/>
        </w:rPr>
      </w:pPr>
      <w:hyperlink w:anchor="_Toc392502887" w:history="1">
        <w:r w:rsidR="00B63DA5" w:rsidRPr="00623D73">
          <w:rPr>
            <w:rStyle w:val="Hyperlink"/>
            <w:rFonts w:hint="eastAsia"/>
            <w:noProof/>
            <w:rtl/>
          </w:rPr>
          <w:t>خاتمة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Toc392502887 \h</w:instrText>
        </w:r>
        <w:r w:rsidR="00B63DA5">
          <w:rPr>
            <w:noProof/>
            <w:webHidden/>
            <w:rtl/>
          </w:rPr>
          <w:instrText xml:space="preserve"> </w:instrText>
        </w:r>
        <w:r>
          <w:rPr>
            <w:noProof/>
            <w:webHidden/>
            <w:rtl/>
          </w:rPr>
        </w:r>
        <w:r>
          <w:rPr>
            <w:noProof/>
            <w:webHidden/>
            <w:rtl/>
          </w:rPr>
          <w:fldChar w:fldCharType="separate"/>
        </w:r>
        <w:r w:rsidR="00B63DA5">
          <w:rPr>
            <w:noProof/>
            <w:webHidden/>
            <w:rtl/>
          </w:rPr>
          <w:t>415</w:t>
        </w:r>
        <w:r>
          <w:rPr>
            <w:noProof/>
            <w:webHidden/>
            <w:rtl/>
          </w:rPr>
          <w:fldChar w:fldCharType="end"/>
        </w:r>
      </w:hyperlink>
    </w:p>
    <w:p w:rsidR="00B63DA5" w:rsidRDefault="00531636" w:rsidP="00783315">
      <w:pPr>
        <w:pStyle w:val="TOC1"/>
        <w:rPr>
          <w:rFonts w:asciiTheme="minorHAnsi" w:eastAsiaTheme="minorEastAsia" w:hAnsiTheme="minorHAnsi" w:cstheme="minorBidi"/>
          <w:bCs w:val="0"/>
          <w:noProof/>
          <w:color w:val="auto"/>
          <w:sz w:val="22"/>
          <w:szCs w:val="22"/>
          <w:rtl/>
        </w:rPr>
      </w:pPr>
      <w:hyperlink w:anchor="_Toc392502888" w:history="1">
        <w:r w:rsidR="00B63DA5" w:rsidRPr="00623D73">
          <w:rPr>
            <w:rStyle w:val="Hyperlink"/>
            <w:rFonts w:hint="eastAsia"/>
            <w:noProof/>
            <w:rtl/>
          </w:rPr>
          <w:t>الباب</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783315">
          <w:rPr>
            <w:rStyle w:val="Hyperlink"/>
            <w:rFonts w:hint="cs"/>
            <w:noProof/>
            <w:rtl/>
          </w:rPr>
          <w:t xml:space="preserve">: </w:t>
        </w:r>
        <w:r w:rsidR="00783315" w:rsidRPr="00783315">
          <w:rPr>
            <w:rStyle w:val="Hyperlink"/>
            <w:rFonts w:hint="eastAsia"/>
            <w:noProof/>
            <w:rtl/>
          </w:rPr>
          <w:t>في</w:t>
        </w:r>
        <w:r w:rsidR="00783315" w:rsidRPr="00783315">
          <w:rPr>
            <w:rStyle w:val="Hyperlink"/>
            <w:noProof/>
            <w:rtl/>
          </w:rPr>
          <w:t xml:space="preserve"> </w:t>
        </w:r>
        <w:r w:rsidR="00783315" w:rsidRPr="00783315">
          <w:rPr>
            <w:rStyle w:val="Hyperlink"/>
            <w:rFonts w:hint="eastAsia"/>
            <w:noProof/>
            <w:rtl/>
          </w:rPr>
          <w:t>فضل</w:t>
        </w:r>
        <w:r w:rsidR="00783315" w:rsidRPr="00783315">
          <w:rPr>
            <w:rStyle w:val="Hyperlink"/>
            <w:noProof/>
            <w:rtl/>
          </w:rPr>
          <w:t xml:space="preserve"> </w:t>
        </w:r>
        <w:r w:rsidR="00783315" w:rsidRPr="00783315">
          <w:rPr>
            <w:rStyle w:val="Hyperlink"/>
            <w:rFonts w:hint="eastAsia"/>
            <w:noProof/>
            <w:rtl/>
          </w:rPr>
          <w:t>الأذكار</w:t>
        </w:r>
        <w:r w:rsidR="00783315" w:rsidRPr="00783315">
          <w:rPr>
            <w:rStyle w:val="Hyperlink"/>
            <w:noProof/>
            <w:rtl/>
          </w:rPr>
          <w:t xml:space="preserve"> </w:t>
        </w:r>
        <w:r w:rsidR="00783315" w:rsidRPr="00783315">
          <w:rPr>
            <w:rStyle w:val="Hyperlink"/>
            <w:rFonts w:hint="eastAsia"/>
            <w:noProof/>
            <w:rtl/>
          </w:rPr>
          <w:t>التي</w:t>
        </w:r>
        <w:r w:rsidR="00783315" w:rsidRPr="00783315">
          <w:rPr>
            <w:rStyle w:val="Hyperlink"/>
            <w:noProof/>
            <w:rtl/>
          </w:rPr>
          <w:t xml:space="preserve"> </w:t>
        </w:r>
        <w:r w:rsidR="00783315" w:rsidRPr="00783315">
          <w:rPr>
            <w:rStyle w:val="Hyperlink"/>
            <w:rFonts w:hint="eastAsia"/>
            <w:noProof/>
            <w:rtl/>
          </w:rPr>
          <w:t>لم</w:t>
        </w:r>
        <w:r w:rsidR="00783315" w:rsidRPr="00783315">
          <w:rPr>
            <w:rStyle w:val="Hyperlink"/>
            <w:noProof/>
            <w:rtl/>
          </w:rPr>
          <w:t xml:space="preserve"> </w:t>
        </w:r>
        <w:r w:rsidR="00783315" w:rsidRPr="00783315">
          <w:rPr>
            <w:rStyle w:val="Hyperlink"/>
            <w:rFonts w:hint="eastAsia"/>
            <w:noProof/>
            <w:rtl/>
          </w:rPr>
          <w:t>تختص</w:t>
        </w:r>
        <w:r w:rsidR="00783315" w:rsidRPr="00783315">
          <w:rPr>
            <w:rStyle w:val="Hyperlink"/>
            <w:noProof/>
            <w:rtl/>
          </w:rPr>
          <w:t xml:space="preserve"> </w:t>
        </w:r>
        <w:r w:rsidR="00783315" w:rsidRPr="00783315">
          <w:rPr>
            <w:rStyle w:val="Hyperlink"/>
            <w:rFonts w:hint="eastAsia"/>
            <w:noProof/>
            <w:rtl/>
          </w:rPr>
          <w:t>بوقت</w:t>
        </w:r>
        <w:r w:rsidR="00783315" w:rsidRPr="00783315">
          <w:rPr>
            <w:rStyle w:val="Hyperlink"/>
            <w:noProof/>
            <w:rtl/>
          </w:rPr>
          <w:t xml:space="preserve"> </w:t>
        </w:r>
        <w:r w:rsidR="00783315" w:rsidRPr="00783315">
          <w:rPr>
            <w:rStyle w:val="Hyperlink"/>
            <w:rFonts w:hint="eastAsia"/>
            <w:noProof/>
            <w:rtl/>
          </w:rPr>
          <w:t>دون</w:t>
        </w:r>
        <w:r w:rsidR="00783315" w:rsidRPr="00783315">
          <w:rPr>
            <w:rStyle w:val="Hyperlink"/>
            <w:noProof/>
            <w:rtl/>
          </w:rPr>
          <w:t xml:space="preserve"> </w:t>
        </w:r>
        <w:r w:rsidR="00783315" w:rsidRPr="00783315">
          <w:rPr>
            <w:rStyle w:val="Hyperlink"/>
            <w:rFonts w:hint="eastAsia"/>
            <w:noProof/>
            <w:rtl/>
          </w:rPr>
          <w:t>وقت</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Toc392502888 \h</w:instrText>
        </w:r>
        <w:r w:rsidR="00B63DA5">
          <w:rPr>
            <w:noProof/>
            <w:webHidden/>
            <w:rtl/>
          </w:rPr>
          <w:instrText xml:space="preserve"> </w:instrText>
        </w:r>
        <w:r>
          <w:rPr>
            <w:noProof/>
            <w:webHidden/>
            <w:rtl/>
          </w:rPr>
        </w:r>
        <w:r>
          <w:rPr>
            <w:noProof/>
            <w:webHidden/>
            <w:rtl/>
          </w:rPr>
          <w:fldChar w:fldCharType="separate"/>
        </w:r>
        <w:r w:rsidR="00B63DA5">
          <w:rPr>
            <w:noProof/>
            <w:webHidden/>
            <w:rtl/>
          </w:rPr>
          <w:t>415</w:t>
        </w:r>
        <w:r>
          <w:rPr>
            <w:noProof/>
            <w:webHidden/>
            <w:rtl/>
          </w:rPr>
          <w:fldChar w:fldCharType="end"/>
        </w:r>
      </w:hyperlink>
    </w:p>
    <w:p w:rsidR="00B63DA5" w:rsidRDefault="00531636" w:rsidP="00A113A3">
      <w:pPr>
        <w:pStyle w:val="TOC1"/>
        <w:rPr>
          <w:rFonts w:asciiTheme="minorHAnsi" w:eastAsiaTheme="minorEastAsia" w:hAnsiTheme="minorHAnsi" w:cstheme="minorBidi"/>
          <w:bCs w:val="0"/>
          <w:noProof/>
          <w:color w:val="auto"/>
          <w:sz w:val="22"/>
          <w:szCs w:val="22"/>
          <w:rtl/>
        </w:rPr>
      </w:pPr>
      <w:hyperlink w:anchor="_Toc392502890"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الأول</w:t>
        </w:r>
        <w:r w:rsidR="00B63DA5" w:rsidRPr="00623D73">
          <w:rPr>
            <w:rStyle w:val="Hyperlink"/>
            <w:noProof/>
            <w:rtl/>
          </w:rPr>
          <w:t xml:space="preserve"> </w:t>
        </w:r>
        <w:r w:rsidR="00A113A3">
          <w:rPr>
            <w:rStyle w:val="Hyperlink"/>
            <w:rFonts w:hint="cs"/>
            <w:noProof/>
            <w:rtl/>
          </w:rPr>
          <w:t>:</w:t>
        </w:r>
        <w:r w:rsidR="00A113A3" w:rsidRPr="00A113A3">
          <w:rPr>
            <w:rFonts w:hint="eastAsia"/>
            <w:rtl/>
          </w:rPr>
          <w:t xml:space="preserve"> </w:t>
        </w:r>
        <w:r w:rsidR="00A113A3" w:rsidRPr="00A113A3">
          <w:rPr>
            <w:rStyle w:val="Hyperlink"/>
            <w:rFonts w:hint="eastAsia"/>
            <w:noProof/>
            <w:rtl/>
          </w:rPr>
          <w:t>في</w:t>
        </w:r>
        <w:r w:rsidR="00A113A3" w:rsidRPr="00A113A3">
          <w:rPr>
            <w:rStyle w:val="Hyperlink"/>
            <w:noProof/>
            <w:rtl/>
          </w:rPr>
          <w:t xml:space="preserve"> </w:t>
        </w:r>
        <w:r w:rsidR="00A113A3" w:rsidRPr="00A113A3">
          <w:rPr>
            <w:rStyle w:val="Hyperlink"/>
            <w:rFonts w:hint="eastAsia"/>
            <w:noProof/>
            <w:rtl/>
          </w:rPr>
          <w:t>فضل</w:t>
        </w:r>
        <w:r w:rsidR="00A113A3" w:rsidRPr="00A113A3">
          <w:rPr>
            <w:rStyle w:val="Hyperlink"/>
            <w:noProof/>
            <w:rtl/>
          </w:rPr>
          <w:t xml:space="preserve"> </w:t>
        </w:r>
        <w:r w:rsidR="00A113A3" w:rsidRPr="00A113A3">
          <w:rPr>
            <w:rStyle w:val="Hyperlink"/>
            <w:rFonts w:hint="eastAsia"/>
            <w:noProof/>
            <w:rtl/>
          </w:rPr>
          <w:t>التسبيحات</w:t>
        </w:r>
        <w:r w:rsidR="00A113A3" w:rsidRPr="00A113A3">
          <w:rPr>
            <w:rStyle w:val="Hyperlink"/>
            <w:noProof/>
            <w:rtl/>
          </w:rPr>
          <w:t xml:space="preserve"> </w:t>
        </w:r>
        <w:r w:rsidR="00A113A3" w:rsidRPr="00A113A3">
          <w:rPr>
            <w:rStyle w:val="Hyperlink"/>
            <w:rFonts w:hint="eastAsia"/>
            <w:noProof/>
            <w:rtl/>
          </w:rPr>
          <w:t>الأربع</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Toc392502890 \h</w:instrText>
        </w:r>
        <w:r w:rsidR="00B63DA5">
          <w:rPr>
            <w:noProof/>
            <w:webHidden/>
            <w:rtl/>
          </w:rPr>
          <w:instrText xml:space="preserve"> </w:instrText>
        </w:r>
        <w:r>
          <w:rPr>
            <w:noProof/>
            <w:webHidden/>
            <w:rtl/>
          </w:rPr>
        </w:r>
        <w:r>
          <w:rPr>
            <w:noProof/>
            <w:webHidden/>
            <w:rtl/>
          </w:rPr>
          <w:fldChar w:fldCharType="separate"/>
        </w:r>
        <w:r w:rsidR="00B63DA5">
          <w:rPr>
            <w:noProof/>
            <w:webHidden/>
            <w:rtl/>
          </w:rPr>
          <w:t>415</w:t>
        </w:r>
        <w:r>
          <w:rPr>
            <w:noProof/>
            <w:webHidden/>
            <w:rtl/>
          </w:rPr>
          <w:fldChar w:fldCharType="end"/>
        </w:r>
      </w:hyperlink>
    </w:p>
    <w:p w:rsidR="00B63DA5" w:rsidRDefault="00531636" w:rsidP="00531F07">
      <w:pPr>
        <w:pStyle w:val="TOC1"/>
        <w:rPr>
          <w:rFonts w:asciiTheme="minorHAnsi" w:eastAsiaTheme="minorEastAsia" w:hAnsiTheme="minorHAnsi" w:cstheme="minorBidi"/>
          <w:bCs w:val="0"/>
          <w:noProof/>
          <w:color w:val="auto"/>
          <w:sz w:val="22"/>
          <w:szCs w:val="22"/>
          <w:rtl/>
        </w:rPr>
      </w:pPr>
      <w:hyperlink w:anchor="_Toc392502892"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531F07">
          <w:rPr>
            <w:rStyle w:val="Hyperlink"/>
            <w:rFonts w:hint="cs"/>
            <w:noProof/>
            <w:rtl/>
          </w:rPr>
          <w:t xml:space="preserve">: </w:t>
        </w:r>
        <w:r w:rsidR="00531F07" w:rsidRPr="00531F07">
          <w:rPr>
            <w:rStyle w:val="Hyperlink"/>
            <w:rFonts w:hint="eastAsia"/>
            <w:noProof/>
            <w:rtl/>
          </w:rPr>
          <w:t>في</w:t>
        </w:r>
        <w:r w:rsidR="00531F07" w:rsidRPr="00531F07">
          <w:rPr>
            <w:rStyle w:val="Hyperlink"/>
            <w:noProof/>
            <w:rtl/>
          </w:rPr>
          <w:t xml:space="preserve"> </w:t>
        </w:r>
        <w:r w:rsidR="00531F07" w:rsidRPr="00531F07">
          <w:rPr>
            <w:rStyle w:val="Hyperlink"/>
            <w:rFonts w:hint="eastAsia"/>
            <w:noProof/>
            <w:rtl/>
          </w:rPr>
          <w:t>فضل</w:t>
        </w:r>
        <w:r w:rsidR="00531F07" w:rsidRPr="00531F07">
          <w:rPr>
            <w:rStyle w:val="Hyperlink"/>
            <w:noProof/>
            <w:rtl/>
          </w:rPr>
          <w:t xml:space="preserve"> </w:t>
        </w:r>
        <w:r w:rsidR="00531F07" w:rsidRPr="00531F07">
          <w:rPr>
            <w:rStyle w:val="Hyperlink"/>
            <w:rFonts w:hint="eastAsia"/>
            <w:noProof/>
            <w:rtl/>
          </w:rPr>
          <w:t>التهليل</w:t>
        </w:r>
        <w:r w:rsidR="00531F07" w:rsidRPr="00531F07">
          <w:rPr>
            <w:rStyle w:val="Hyperlink"/>
            <w:noProof/>
            <w:rtl/>
          </w:rPr>
          <w:t xml:space="preserve"> </w:t>
        </w:r>
        <w:r w:rsidR="00531F07" w:rsidRPr="00531F07">
          <w:rPr>
            <w:rStyle w:val="Hyperlink"/>
            <w:rFonts w:hint="eastAsia"/>
            <w:noProof/>
            <w:rtl/>
          </w:rPr>
          <w:t>،</w:t>
        </w:r>
        <w:r w:rsidR="00531F07" w:rsidRPr="00531F07">
          <w:rPr>
            <w:rStyle w:val="Hyperlink"/>
            <w:noProof/>
            <w:rtl/>
          </w:rPr>
          <w:t xml:space="preserve"> </w:t>
        </w:r>
        <w:r w:rsidR="00531F07" w:rsidRPr="00531F07">
          <w:rPr>
            <w:rStyle w:val="Hyperlink"/>
            <w:rFonts w:hint="eastAsia"/>
            <w:noProof/>
            <w:rtl/>
          </w:rPr>
          <w:t>وفضل</w:t>
        </w:r>
        <w:r w:rsidR="00531F07" w:rsidRPr="00531F07">
          <w:rPr>
            <w:rStyle w:val="Hyperlink"/>
            <w:noProof/>
            <w:rtl/>
          </w:rPr>
          <w:t xml:space="preserve"> </w:t>
        </w:r>
        <w:r w:rsidR="00531F07" w:rsidRPr="00531F07">
          <w:rPr>
            <w:rStyle w:val="Hyperlink"/>
            <w:rFonts w:hint="eastAsia"/>
            <w:noProof/>
            <w:rtl/>
          </w:rPr>
          <w:t>أنواعه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Toc392502892 \h</w:instrText>
        </w:r>
        <w:r w:rsidR="00B63DA5">
          <w:rPr>
            <w:noProof/>
            <w:webHidden/>
            <w:rtl/>
          </w:rPr>
          <w:instrText xml:space="preserve"> </w:instrText>
        </w:r>
        <w:r>
          <w:rPr>
            <w:noProof/>
            <w:webHidden/>
            <w:rtl/>
          </w:rPr>
        </w:r>
        <w:r>
          <w:rPr>
            <w:noProof/>
            <w:webHidden/>
            <w:rtl/>
          </w:rPr>
          <w:fldChar w:fldCharType="separate"/>
        </w:r>
        <w:r w:rsidR="00B63DA5">
          <w:rPr>
            <w:noProof/>
            <w:webHidden/>
            <w:rtl/>
          </w:rPr>
          <w:t>418</w:t>
        </w:r>
        <w:r>
          <w:rPr>
            <w:noProof/>
            <w:webHidden/>
            <w:rtl/>
          </w:rPr>
          <w:fldChar w:fldCharType="end"/>
        </w:r>
      </w:hyperlink>
    </w:p>
    <w:p w:rsidR="00B63DA5" w:rsidRDefault="00531636" w:rsidP="00C37576">
      <w:pPr>
        <w:pStyle w:val="TOC1"/>
        <w:rPr>
          <w:rFonts w:asciiTheme="minorHAnsi" w:eastAsiaTheme="minorEastAsia" w:hAnsiTheme="minorHAnsi" w:cstheme="minorBidi"/>
          <w:bCs w:val="0"/>
          <w:noProof/>
          <w:color w:val="auto"/>
          <w:sz w:val="22"/>
          <w:szCs w:val="22"/>
          <w:rtl/>
        </w:rPr>
      </w:pPr>
      <w:hyperlink w:anchor="_Toc392502894"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C37576">
          <w:rPr>
            <w:rStyle w:val="Hyperlink"/>
            <w:rFonts w:hint="cs"/>
            <w:noProof/>
            <w:rtl/>
          </w:rPr>
          <w:t xml:space="preserve">: </w:t>
        </w:r>
        <w:r w:rsidR="00C37576" w:rsidRPr="00C37576">
          <w:rPr>
            <w:rStyle w:val="Hyperlink"/>
            <w:rFonts w:hint="eastAsia"/>
            <w:noProof/>
            <w:rtl/>
          </w:rPr>
          <w:t>في</w:t>
        </w:r>
        <w:r w:rsidR="00C37576" w:rsidRPr="00C37576">
          <w:rPr>
            <w:rStyle w:val="Hyperlink"/>
            <w:noProof/>
            <w:rtl/>
          </w:rPr>
          <w:t xml:space="preserve"> </w:t>
        </w:r>
        <w:r w:rsidR="00C37576" w:rsidRPr="00C37576">
          <w:rPr>
            <w:rStyle w:val="Hyperlink"/>
            <w:rFonts w:hint="eastAsia"/>
            <w:noProof/>
            <w:rtl/>
          </w:rPr>
          <w:t>فضل</w:t>
        </w:r>
        <w:r w:rsidR="00C37576" w:rsidRPr="00C37576">
          <w:rPr>
            <w:rStyle w:val="Hyperlink"/>
            <w:noProof/>
            <w:rtl/>
          </w:rPr>
          <w:t xml:space="preserve"> </w:t>
        </w:r>
        <w:r w:rsidR="00C37576" w:rsidRPr="00C37576">
          <w:rPr>
            <w:rStyle w:val="Hyperlink"/>
            <w:rFonts w:hint="eastAsia"/>
            <w:noProof/>
            <w:rtl/>
          </w:rPr>
          <w:t>التسبيح</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Toc392502894 \h</w:instrText>
        </w:r>
        <w:r w:rsidR="00B63DA5">
          <w:rPr>
            <w:noProof/>
            <w:webHidden/>
            <w:rtl/>
          </w:rPr>
          <w:instrText xml:space="preserve"> </w:instrText>
        </w:r>
        <w:r>
          <w:rPr>
            <w:noProof/>
            <w:webHidden/>
            <w:rtl/>
          </w:rPr>
        </w:r>
        <w:r>
          <w:rPr>
            <w:noProof/>
            <w:webHidden/>
            <w:rtl/>
          </w:rPr>
          <w:fldChar w:fldCharType="separate"/>
        </w:r>
        <w:r w:rsidR="00B63DA5">
          <w:rPr>
            <w:noProof/>
            <w:webHidden/>
            <w:rtl/>
          </w:rPr>
          <w:t>423</w:t>
        </w:r>
        <w:r>
          <w:rPr>
            <w:noProof/>
            <w:webHidden/>
            <w:rtl/>
          </w:rPr>
          <w:fldChar w:fldCharType="end"/>
        </w:r>
      </w:hyperlink>
    </w:p>
    <w:p w:rsidR="00B63DA5" w:rsidRDefault="00531636" w:rsidP="00773EB5">
      <w:pPr>
        <w:pStyle w:val="TOC1"/>
        <w:rPr>
          <w:rFonts w:asciiTheme="minorHAnsi" w:eastAsiaTheme="minorEastAsia" w:hAnsiTheme="minorHAnsi" w:cstheme="minorBidi"/>
          <w:bCs w:val="0"/>
          <w:noProof/>
          <w:color w:val="auto"/>
          <w:sz w:val="22"/>
          <w:szCs w:val="22"/>
          <w:rtl/>
        </w:rPr>
      </w:pPr>
      <w:hyperlink w:anchor="_Toc392502896"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الرابع</w:t>
        </w:r>
        <w:r w:rsidR="00B63DA5" w:rsidRPr="00623D73">
          <w:rPr>
            <w:rStyle w:val="Hyperlink"/>
            <w:noProof/>
            <w:rtl/>
          </w:rPr>
          <w:t xml:space="preserve"> </w:t>
        </w:r>
        <w:r w:rsidR="00773EB5">
          <w:rPr>
            <w:rStyle w:val="Hyperlink"/>
            <w:rFonts w:hint="cs"/>
            <w:noProof/>
            <w:rtl/>
          </w:rPr>
          <w:t xml:space="preserve">: </w:t>
        </w:r>
        <w:r w:rsidR="00773EB5" w:rsidRPr="00773EB5">
          <w:rPr>
            <w:rStyle w:val="Hyperlink"/>
            <w:rFonts w:hint="eastAsia"/>
            <w:noProof/>
            <w:rtl/>
          </w:rPr>
          <w:t>في</w:t>
        </w:r>
        <w:r w:rsidR="00773EB5" w:rsidRPr="00773EB5">
          <w:rPr>
            <w:rStyle w:val="Hyperlink"/>
            <w:noProof/>
            <w:rtl/>
          </w:rPr>
          <w:t xml:space="preserve"> </w:t>
        </w:r>
        <w:r w:rsidR="00773EB5" w:rsidRPr="00773EB5">
          <w:rPr>
            <w:rStyle w:val="Hyperlink"/>
            <w:rFonts w:hint="eastAsia"/>
            <w:noProof/>
            <w:rtl/>
          </w:rPr>
          <w:t>فضل</w:t>
        </w:r>
        <w:r w:rsidR="00773EB5" w:rsidRPr="00773EB5">
          <w:rPr>
            <w:rStyle w:val="Hyperlink"/>
            <w:noProof/>
            <w:rtl/>
          </w:rPr>
          <w:t xml:space="preserve"> </w:t>
        </w:r>
        <w:r w:rsidR="00773EB5" w:rsidRPr="00773EB5">
          <w:rPr>
            <w:rStyle w:val="Hyperlink"/>
            <w:rFonts w:hint="eastAsia"/>
            <w:noProof/>
            <w:rtl/>
          </w:rPr>
          <w:t>التحميد</w:t>
        </w:r>
        <w:r w:rsidR="00773EB5" w:rsidRPr="00773EB5">
          <w:rPr>
            <w:rStyle w:val="Hyperlink"/>
            <w:noProof/>
            <w:rtl/>
          </w:rPr>
          <w:t xml:space="preserve"> </w:t>
        </w:r>
        <w:r w:rsidR="00773EB5" w:rsidRPr="00773EB5">
          <w:rPr>
            <w:rStyle w:val="Hyperlink"/>
            <w:rFonts w:hint="eastAsia"/>
            <w:noProof/>
            <w:rtl/>
          </w:rPr>
          <w:t>وأنواعه</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Toc392502896 \h</w:instrText>
        </w:r>
        <w:r w:rsidR="00B63DA5">
          <w:rPr>
            <w:noProof/>
            <w:webHidden/>
            <w:rtl/>
          </w:rPr>
          <w:instrText xml:space="preserve"> </w:instrText>
        </w:r>
        <w:r>
          <w:rPr>
            <w:noProof/>
            <w:webHidden/>
            <w:rtl/>
          </w:rPr>
        </w:r>
        <w:r>
          <w:rPr>
            <w:noProof/>
            <w:webHidden/>
            <w:rtl/>
          </w:rPr>
          <w:fldChar w:fldCharType="separate"/>
        </w:r>
        <w:r w:rsidR="00B63DA5">
          <w:rPr>
            <w:noProof/>
            <w:webHidden/>
            <w:rtl/>
          </w:rPr>
          <w:t>425</w:t>
        </w:r>
        <w:r>
          <w:rPr>
            <w:noProof/>
            <w:webHidden/>
            <w:rtl/>
          </w:rPr>
          <w:fldChar w:fldCharType="end"/>
        </w:r>
      </w:hyperlink>
    </w:p>
    <w:p w:rsidR="00B63DA5" w:rsidRDefault="00531636" w:rsidP="008B57D8">
      <w:pPr>
        <w:pStyle w:val="TOC1"/>
        <w:rPr>
          <w:rFonts w:asciiTheme="minorHAnsi" w:eastAsiaTheme="minorEastAsia" w:hAnsiTheme="minorHAnsi" w:cstheme="minorBidi"/>
          <w:bCs w:val="0"/>
          <w:noProof/>
          <w:color w:val="auto"/>
          <w:sz w:val="22"/>
          <w:szCs w:val="22"/>
          <w:rtl/>
        </w:rPr>
      </w:pPr>
      <w:hyperlink w:anchor="_Toc392502898"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الخامس</w:t>
        </w:r>
        <w:r w:rsidR="00B63DA5" w:rsidRPr="00623D73">
          <w:rPr>
            <w:rStyle w:val="Hyperlink"/>
            <w:noProof/>
            <w:rtl/>
          </w:rPr>
          <w:t xml:space="preserve"> </w:t>
        </w:r>
        <w:r w:rsidR="008B57D8">
          <w:rPr>
            <w:rStyle w:val="Hyperlink"/>
            <w:rFonts w:hint="cs"/>
            <w:noProof/>
            <w:rtl/>
          </w:rPr>
          <w:t xml:space="preserve">: </w:t>
        </w:r>
        <w:r w:rsidR="008B57D8" w:rsidRPr="008B57D8">
          <w:rPr>
            <w:rStyle w:val="Hyperlink"/>
            <w:rFonts w:hint="eastAsia"/>
            <w:noProof/>
            <w:rtl/>
          </w:rPr>
          <w:t>في</w:t>
        </w:r>
        <w:r w:rsidR="008B57D8" w:rsidRPr="008B57D8">
          <w:rPr>
            <w:rStyle w:val="Hyperlink"/>
            <w:noProof/>
            <w:rtl/>
          </w:rPr>
          <w:t xml:space="preserve"> </w:t>
        </w:r>
        <w:r w:rsidR="008B57D8" w:rsidRPr="008B57D8">
          <w:rPr>
            <w:rStyle w:val="Hyperlink"/>
            <w:rFonts w:hint="eastAsia"/>
            <w:noProof/>
            <w:rtl/>
          </w:rPr>
          <w:t>فضل</w:t>
        </w:r>
        <w:r w:rsidR="008B57D8" w:rsidRPr="008B57D8">
          <w:rPr>
            <w:rStyle w:val="Hyperlink"/>
            <w:noProof/>
            <w:rtl/>
          </w:rPr>
          <w:t xml:space="preserve"> </w:t>
        </w:r>
        <w:r w:rsidR="008B57D8" w:rsidRPr="008B57D8">
          <w:rPr>
            <w:rStyle w:val="Hyperlink"/>
            <w:rFonts w:hint="eastAsia"/>
            <w:noProof/>
            <w:rtl/>
          </w:rPr>
          <w:t>الاستغفار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Toc392502898 \h</w:instrText>
        </w:r>
        <w:r w:rsidR="00B63DA5">
          <w:rPr>
            <w:noProof/>
            <w:webHidden/>
            <w:rtl/>
          </w:rPr>
          <w:instrText xml:space="preserve"> </w:instrText>
        </w:r>
        <w:r>
          <w:rPr>
            <w:noProof/>
            <w:webHidden/>
            <w:rtl/>
          </w:rPr>
        </w:r>
        <w:r>
          <w:rPr>
            <w:noProof/>
            <w:webHidden/>
            <w:rtl/>
          </w:rPr>
          <w:fldChar w:fldCharType="separate"/>
        </w:r>
        <w:r w:rsidR="00B63DA5">
          <w:rPr>
            <w:noProof/>
            <w:webHidden/>
            <w:rtl/>
          </w:rPr>
          <w:t>427</w:t>
        </w:r>
        <w:r>
          <w:rPr>
            <w:noProof/>
            <w:webHidden/>
            <w:rtl/>
          </w:rPr>
          <w:fldChar w:fldCharType="end"/>
        </w:r>
      </w:hyperlink>
    </w:p>
    <w:p w:rsidR="00B63DA5" w:rsidRDefault="00531636" w:rsidP="003E5305">
      <w:pPr>
        <w:pStyle w:val="TOC1"/>
        <w:rPr>
          <w:rFonts w:asciiTheme="minorHAnsi" w:eastAsiaTheme="minorEastAsia" w:hAnsiTheme="minorHAnsi" w:cstheme="minorBidi"/>
          <w:bCs w:val="0"/>
          <w:noProof/>
          <w:color w:val="auto"/>
          <w:sz w:val="22"/>
          <w:szCs w:val="22"/>
          <w:rtl/>
        </w:rPr>
      </w:pPr>
      <w:hyperlink w:anchor="_Toc392502900"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السادس</w:t>
        </w:r>
        <w:r w:rsidR="00B63DA5" w:rsidRPr="00623D73">
          <w:rPr>
            <w:rStyle w:val="Hyperlink"/>
            <w:noProof/>
            <w:rtl/>
          </w:rPr>
          <w:t xml:space="preserve"> </w:t>
        </w:r>
        <w:r w:rsidR="003E5305">
          <w:rPr>
            <w:rStyle w:val="Hyperlink"/>
            <w:rFonts w:hint="cs"/>
            <w:noProof/>
            <w:rtl/>
          </w:rPr>
          <w:t xml:space="preserve">: </w:t>
        </w:r>
        <w:r w:rsidR="003E5305" w:rsidRPr="003E5305">
          <w:rPr>
            <w:rStyle w:val="Hyperlink"/>
            <w:rFonts w:hint="eastAsia"/>
            <w:noProof/>
            <w:rtl/>
          </w:rPr>
          <w:t>في</w:t>
        </w:r>
        <w:r w:rsidR="003E5305" w:rsidRPr="003E5305">
          <w:rPr>
            <w:rStyle w:val="Hyperlink"/>
            <w:noProof/>
            <w:rtl/>
          </w:rPr>
          <w:t xml:space="preserve"> </w:t>
        </w:r>
        <w:r w:rsidR="003E5305" w:rsidRPr="003E5305">
          <w:rPr>
            <w:rStyle w:val="Hyperlink"/>
            <w:rFonts w:hint="eastAsia"/>
            <w:noProof/>
            <w:rtl/>
          </w:rPr>
          <w:t>فضل</w:t>
        </w:r>
        <w:r w:rsidR="003E5305" w:rsidRPr="003E5305">
          <w:rPr>
            <w:rStyle w:val="Hyperlink"/>
            <w:noProof/>
            <w:rtl/>
          </w:rPr>
          <w:t xml:space="preserve"> </w:t>
        </w:r>
        <w:r w:rsidR="003E5305" w:rsidRPr="003E5305">
          <w:rPr>
            <w:rStyle w:val="Hyperlink"/>
            <w:rFonts w:hint="eastAsia"/>
            <w:noProof/>
            <w:rtl/>
          </w:rPr>
          <w:t>أذكارٍ</w:t>
        </w:r>
        <w:r w:rsidR="003E5305" w:rsidRPr="003E5305">
          <w:rPr>
            <w:rStyle w:val="Hyperlink"/>
            <w:noProof/>
            <w:rtl/>
          </w:rPr>
          <w:t xml:space="preserve"> </w:t>
        </w:r>
        <w:r w:rsidR="003E5305" w:rsidRPr="003E5305">
          <w:rPr>
            <w:rStyle w:val="Hyperlink"/>
            <w:rFonts w:hint="eastAsia"/>
            <w:noProof/>
            <w:rtl/>
          </w:rPr>
          <w:t>متفرقة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Toc392502900 \h</w:instrText>
        </w:r>
        <w:r w:rsidR="00B63DA5">
          <w:rPr>
            <w:noProof/>
            <w:webHidden/>
            <w:rtl/>
          </w:rPr>
          <w:instrText xml:space="preserve"> </w:instrText>
        </w:r>
        <w:r>
          <w:rPr>
            <w:noProof/>
            <w:webHidden/>
            <w:rtl/>
          </w:rPr>
        </w:r>
        <w:r>
          <w:rPr>
            <w:noProof/>
            <w:webHidden/>
            <w:rtl/>
          </w:rPr>
          <w:fldChar w:fldCharType="separate"/>
        </w:r>
        <w:r w:rsidR="00B63DA5">
          <w:rPr>
            <w:noProof/>
            <w:webHidden/>
            <w:rtl/>
          </w:rPr>
          <w:t>429</w:t>
        </w:r>
        <w:r>
          <w:rPr>
            <w:noProof/>
            <w:webHidden/>
            <w:rtl/>
          </w:rPr>
          <w:fldChar w:fldCharType="end"/>
        </w:r>
      </w:hyperlink>
    </w:p>
    <w:p w:rsidR="00B63DA5" w:rsidRDefault="00531636" w:rsidP="00821B6A">
      <w:pPr>
        <w:pStyle w:val="TOC1"/>
        <w:rPr>
          <w:rFonts w:asciiTheme="minorHAnsi" w:eastAsiaTheme="minorEastAsia" w:hAnsiTheme="minorHAnsi" w:cstheme="minorBidi"/>
          <w:bCs w:val="0"/>
          <w:noProof/>
          <w:color w:val="auto"/>
          <w:sz w:val="22"/>
          <w:szCs w:val="22"/>
          <w:rtl/>
        </w:rPr>
      </w:pPr>
      <w:hyperlink w:anchor="_Toc392502902" w:history="1">
        <w:r w:rsidR="00B63DA5" w:rsidRPr="00623D73">
          <w:rPr>
            <w:rStyle w:val="Hyperlink"/>
            <w:rFonts w:hint="eastAsia"/>
            <w:noProof/>
            <w:rtl/>
          </w:rPr>
          <w:t>الباب</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821B6A">
          <w:rPr>
            <w:rStyle w:val="Hyperlink"/>
            <w:rFonts w:hint="cs"/>
            <w:noProof/>
            <w:rtl/>
          </w:rPr>
          <w:t xml:space="preserve">: </w:t>
        </w:r>
        <w:r w:rsidR="00821B6A" w:rsidRPr="00821B6A">
          <w:rPr>
            <w:rStyle w:val="Hyperlink"/>
            <w:rFonts w:hint="eastAsia"/>
            <w:noProof/>
            <w:rtl/>
          </w:rPr>
          <w:t>في</w:t>
        </w:r>
        <w:r w:rsidR="00821B6A" w:rsidRPr="00821B6A">
          <w:rPr>
            <w:rStyle w:val="Hyperlink"/>
            <w:noProof/>
            <w:rtl/>
          </w:rPr>
          <w:t xml:space="preserve"> </w:t>
        </w:r>
        <w:r w:rsidR="00821B6A" w:rsidRPr="00821B6A">
          <w:rPr>
            <w:rStyle w:val="Hyperlink"/>
            <w:rFonts w:hint="eastAsia"/>
            <w:noProof/>
            <w:rtl/>
          </w:rPr>
          <w:t>أذكار</w:t>
        </w:r>
        <w:r w:rsidR="00821B6A" w:rsidRPr="00821B6A">
          <w:rPr>
            <w:rStyle w:val="Hyperlink"/>
            <w:noProof/>
            <w:rtl/>
          </w:rPr>
          <w:t xml:space="preserve"> </w:t>
        </w:r>
        <w:r w:rsidR="00821B6A" w:rsidRPr="00821B6A">
          <w:rPr>
            <w:rStyle w:val="Hyperlink"/>
            <w:rFonts w:hint="eastAsia"/>
            <w:noProof/>
            <w:rtl/>
          </w:rPr>
          <w:t>تختص</w:t>
        </w:r>
        <w:r w:rsidR="00821B6A" w:rsidRPr="00821B6A">
          <w:rPr>
            <w:rStyle w:val="Hyperlink"/>
            <w:noProof/>
            <w:rtl/>
          </w:rPr>
          <w:t xml:space="preserve"> </w:t>
        </w:r>
        <w:r w:rsidR="00821B6A" w:rsidRPr="00821B6A">
          <w:rPr>
            <w:rStyle w:val="Hyperlink"/>
            <w:rFonts w:hint="eastAsia"/>
            <w:noProof/>
            <w:rtl/>
          </w:rPr>
          <w:t>بأوقات</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Toc392502902 \h</w:instrText>
        </w:r>
        <w:r w:rsidR="00B63DA5">
          <w:rPr>
            <w:noProof/>
            <w:webHidden/>
            <w:rtl/>
          </w:rPr>
          <w:instrText xml:space="preserve"> </w:instrText>
        </w:r>
        <w:r>
          <w:rPr>
            <w:noProof/>
            <w:webHidden/>
            <w:rtl/>
          </w:rPr>
        </w:r>
        <w:r>
          <w:rPr>
            <w:noProof/>
            <w:webHidden/>
            <w:rtl/>
          </w:rPr>
          <w:fldChar w:fldCharType="separate"/>
        </w:r>
        <w:r w:rsidR="00B63DA5">
          <w:rPr>
            <w:noProof/>
            <w:webHidden/>
            <w:rtl/>
          </w:rPr>
          <w:t>434</w:t>
        </w:r>
        <w:r>
          <w:rPr>
            <w:noProof/>
            <w:webHidden/>
            <w:rtl/>
          </w:rPr>
          <w:fldChar w:fldCharType="end"/>
        </w:r>
      </w:hyperlink>
    </w:p>
    <w:p w:rsidR="00821B6A" w:rsidRDefault="00821B6A">
      <w:pPr>
        <w:bidi w:val="0"/>
        <w:spacing w:before="480" w:line="276" w:lineRule="auto"/>
        <w:ind w:firstLine="0"/>
        <w:jc w:val="center"/>
        <w:rPr>
          <w:rStyle w:val="Hyperlink"/>
          <w:bCs/>
          <w:noProof/>
        </w:rPr>
      </w:pPr>
      <w:r>
        <w:rPr>
          <w:rStyle w:val="Hyperlink"/>
          <w:noProof/>
        </w:rPr>
        <w:br w:type="page"/>
      </w:r>
    </w:p>
    <w:p w:rsidR="00B63DA5" w:rsidRDefault="00531636" w:rsidP="009649B9">
      <w:pPr>
        <w:pStyle w:val="TOC1"/>
        <w:rPr>
          <w:rFonts w:asciiTheme="minorHAnsi" w:eastAsiaTheme="minorEastAsia" w:hAnsiTheme="minorHAnsi" w:cstheme="minorBidi"/>
          <w:bCs w:val="0"/>
          <w:noProof/>
          <w:color w:val="auto"/>
          <w:sz w:val="22"/>
          <w:szCs w:val="22"/>
          <w:rtl/>
        </w:rPr>
      </w:pPr>
      <w:hyperlink w:anchor="_Toc392502904" w:history="1">
        <w:r w:rsidR="00B63DA5" w:rsidRPr="00002AD4">
          <w:rPr>
            <w:rStyle w:val="Hyperlink"/>
            <w:rFonts w:hint="eastAsia"/>
            <w:noProof/>
            <w:sz w:val="28"/>
            <w:szCs w:val="28"/>
            <w:rtl/>
          </w:rPr>
          <w:t>الفصل</w:t>
        </w:r>
        <w:r w:rsidR="00B63DA5" w:rsidRPr="00002AD4">
          <w:rPr>
            <w:rStyle w:val="Hyperlink"/>
            <w:noProof/>
            <w:sz w:val="28"/>
            <w:szCs w:val="28"/>
            <w:rtl/>
          </w:rPr>
          <w:t xml:space="preserve"> </w:t>
        </w:r>
        <w:r w:rsidR="00B63DA5" w:rsidRPr="00002AD4">
          <w:rPr>
            <w:rStyle w:val="Hyperlink"/>
            <w:rFonts w:hint="eastAsia"/>
            <w:noProof/>
            <w:sz w:val="28"/>
            <w:szCs w:val="28"/>
            <w:rtl/>
          </w:rPr>
          <w:t>الأول</w:t>
        </w:r>
        <w:r w:rsidR="00B63DA5" w:rsidRPr="00002AD4">
          <w:rPr>
            <w:rStyle w:val="Hyperlink"/>
            <w:noProof/>
            <w:sz w:val="28"/>
            <w:szCs w:val="28"/>
            <w:rtl/>
          </w:rPr>
          <w:t xml:space="preserve"> </w:t>
        </w:r>
        <w:r w:rsidR="009649B9" w:rsidRPr="00002AD4">
          <w:rPr>
            <w:rStyle w:val="Hyperlink"/>
            <w:noProof/>
            <w:sz w:val="28"/>
            <w:szCs w:val="28"/>
          </w:rPr>
          <w:t>:</w:t>
        </w:r>
        <w:r w:rsidR="009649B9" w:rsidRPr="00002AD4">
          <w:rPr>
            <w:rFonts w:hint="eastAsia"/>
            <w:sz w:val="28"/>
            <w:szCs w:val="28"/>
            <w:rtl/>
          </w:rPr>
          <w:t xml:space="preserve"> </w:t>
        </w:r>
        <w:r w:rsidR="009649B9" w:rsidRPr="00002AD4">
          <w:rPr>
            <w:rStyle w:val="Hyperlink"/>
            <w:rFonts w:hint="eastAsia"/>
            <w:noProof/>
            <w:sz w:val="28"/>
            <w:szCs w:val="28"/>
            <w:rtl/>
          </w:rPr>
          <w:t>في</w:t>
        </w:r>
        <w:r w:rsidR="009649B9" w:rsidRPr="00002AD4">
          <w:rPr>
            <w:rStyle w:val="Hyperlink"/>
            <w:noProof/>
            <w:sz w:val="28"/>
            <w:szCs w:val="28"/>
            <w:rtl/>
          </w:rPr>
          <w:t xml:space="preserve"> </w:t>
        </w:r>
        <w:r w:rsidR="009649B9" w:rsidRPr="00002AD4">
          <w:rPr>
            <w:rStyle w:val="Hyperlink"/>
            <w:rFonts w:hint="eastAsia"/>
            <w:noProof/>
            <w:sz w:val="28"/>
            <w:szCs w:val="28"/>
            <w:rtl/>
          </w:rPr>
          <w:t>تعقيب</w:t>
        </w:r>
        <w:r w:rsidR="009649B9" w:rsidRPr="00002AD4">
          <w:rPr>
            <w:rStyle w:val="Hyperlink"/>
            <w:noProof/>
            <w:sz w:val="28"/>
            <w:szCs w:val="28"/>
            <w:rtl/>
          </w:rPr>
          <w:t xml:space="preserve"> </w:t>
        </w:r>
        <w:r w:rsidR="009649B9" w:rsidRPr="00002AD4">
          <w:rPr>
            <w:rStyle w:val="Hyperlink"/>
            <w:rFonts w:hint="eastAsia"/>
            <w:noProof/>
            <w:sz w:val="28"/>
            <w:szCs w:val="28"/>
            <w:rtl/>
          </w:rPr>
          <w:t>صلاة</w:t>
        </w:r>
        <w:r w:rsidR="009649B9" w:rsidRPr="00002AD4">
          <w:rPr>
            <w:rStyle w:val="Hyperlink"/>
            <w:noProof/>
            <w:sz w:val="28"/>
            <w:szCs w:val="28"/>
            <w:rtl/>
          </w:rPr>
          <w:t xml:space="preserve"> </w:t>
        </w:r>
        <w:r w:rsidR="009649B9" w:rsidRPr="00002AD4">
          <w:rPr>
            <w:rStyle w:val="Hyperlink"/>
            <w:rFonts w:hint="eastAsia"/>
            <w:noProof/>
            <w:sz w:val="28"/>
            <w:szCs w:val="28"/>
            <w:rtl/>
          </w:rPr>
          <w:t>الصبح</w:t>
        </w:r>
        <w:r w:rsidR="009649B9" w:rsidRPr="00002AD4">
          <w:rPr>
            <w:rStyle w:val="Hyperlink"/>
            <w:noProof/>
            <w:sz w:val="28"/>
            <w:szCs w:val="28"/>
            <w:rtl/>
          </w:rPr>
          <w:t xml:space="preserve"> </w:t>
        </w:r>
        <w:r w:rsidR="009649B9" w:rsidRPr="00002AD4">
          <w:rPr>
            <w:rStyle w:val="Hyperlink"/>
            <w:rFonts w:hint="eastAsia"/>
            <w:noProof/>
            <w:sz w:val="28"/>
            <w:szCs w:val="28"/>
            <w:rtl/>
          </w:rPr>
          <w:t>والعشاء</w:t>
        </w:r>
        <w:r w:rsidR="009649B9" w:rsidRPr="00002AD4">
          <w:rPr>
            <w:rStyle w:val="Hyperlink"/>
            <w:noProof/>
            <w:sz w:val="28"/>
            <w:szCs w:val="28"/>
            <w:rtl/>
          </w:rPr>
          <w:t xml:space="preserve"> </w:t>
        </w:r>
        <w:r w:rsidR="009649B9" w:rsidRPr="00002AD4">
          <w:rPr>
            <w:rStyle w:val="Hyperlink"/>
            <w:rFonts w:hint="eastAsia"/>
            <w:noProof/>
            <w:sz w:val="28"/>
            <w:szCs w:val="28"/>
            <w:rtl/>
          </w:rPr>
          <w:t>والأذكار</w:t>
        </w:r>
        <w:r w:rsidR="009649B9" w:rsidRPr="00002AD4">
          <w:rPr>
            <w:rStyle w:val="Hyperlink"/>
            <w:noProof/>
            <w:sz w:val="28"/>
            <w:szCs w:val="28"/>
            <w:rtl/>
          </w:rPr>
          <w:t xml:space="preserve"> </w:t>
        </w:r>
        <w:r w:rsidR="009649B9" w:rsidRPr="00002AD4">
          <w:rPr>
            <w:rStyle w:val="Hyperlink"/>
            <w:rFonts w:hint="eastAsia"/>
            <w:noProof/>
            <w:sz w:val="28"/>
            <w:szCs w:val="28"/>
            <w:rtl/>
          </w:rPr>
          <w:t>التي</w:t>
        </w:r>
        <w:r w:rsidR="009649B9" w:rsidRPr="00002AD4">
          <w:rPr>
            <w:rStyle w:val="Hyperlink"/>
            <w:noProof/>
            <w:sz w:val="28"/>
            <w:szCs w:val="28"/>
            <w:rtl/>
          </w:rPr>
          <w:t xml:space="preserve"> </w:t>
        </w:r>
        <w:r w:rsidR="009649B9" w:rsidRPr="00002AD4">
          <w:rPr>
            <w:rStyle w:val="Hyperlink"/>
            <w:rFonts w:hint="eastAsia"/>
            <w:noProof/>
            <w:sz w:val="28"/>
            <w:szCs w:val="28"/>
            <w:rtl/>
          </w:rPr>
          <w:t>تقرأ</w:t>
        </w:r>
        <w:r w:rsidR="00002AD4" w:rsidRPr="00002AD4">
          <w:rPr>
            <w:rFonts w:hint="eastAsia"/>
            <w:sz w:val="28"/>
            <w:szCs w:val="28"/>
            <w:rtl/>
          </w:rPr>
          <w:t xml:space="preserve"> </w:t>
        </w:r>
        <w:r w:rsidR="00002AD4" w:rsidRPr="00002AD4">
          <w:rPr>
            <w:rStyle w:val="Hyperlink"/>
            <w:rFonts w:hint="eastAsia"/>
            <w:noProof/>
            <w:sz w:val="28"/>
            <w:szCs w:val="28"/>
            <w:rtl/>
          </w:rPr>
          <w:t>صباحاً</w:t>
        </w:r>
        <w:r w:rsidR="00002AD4" w:rsidRPr="00002AD4">
          <w:rPr>
            <w:rStyle w:val="Hyperlink"/>
            <w:noProof/>
            <w:sz w:val="28"/>
            <w:szCs w:val="28"/>
            <w:rtl/>
          </w:rPr>
          <w:t xml:space="preserve"> </w:t>
        </w:r>
        <w:r w:rsidR="00002AD4" w:rsidRPr="00002AD4">
          <w:rPr>
            <w:rStyle w:val="Hyperlink"/>
            <w:rFonts w:hint="eastAsia"/>
            <w:noProof/>
            <w:sz w:val="28"/>
            <w:szCs w:val="28"/>
            <w:rtl/>
          </w:rPr>
          <w:t>ومساءً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Toc392502904 \h</w:instrText>
        </w:r>
        <w:r w:rsidR="00B63DA5">
          <w:rPr>
            <w:noProof/>
            <w:webHidden/>
            <w:rtl/>
          </w:rPr>
          <w:instrText xml:space="preserve"> </w:instrText>
        </w:r>
        <w:r>
          <w:rPr>
            <w:noProof/>
            <w:webHidden/>
            <w:rtl/>
          </w:rPr>
        </w:r>
        <w:r>
          <w:rPr>
            <w:noProof/>
            <w:webHidden/>
            <w:rtl/>
          </w:rPr>
          <w:fldChar w:fldCharType="separate"/>
        </w:r>
        <w:r w:rsidR="00B63DA5">
          <w:rPr>
            <w:noProof/>
            <w:webHidden/>
            <w:rtl/>
          </w:rPr>
          <w:t>435</w:t>
        </w:r>
        <w:r>
          <w:rPr>
            <w:noProof/>
            <w:webHidden/>
            <w:rtl/>
          </w:rPr>
          <w:fldChar w:fldCharType="end"/>
        </w:r>
      </w:hyperlink>
    </w:p>
    <w:p w:rsidR="00B63DA5" w:rsidRDefault="00531636" w:rsidP="00BC70C4">
      <w:pPr>
        <w:pStyle w:val="TOC1"/>
        <w:rPr>
          <w:rFonts w:asciiTheme="minorHAnsi" w:eastAsiaTheme="minorEastAsia" w:hAnsiTheme="minorHAnsi" w:cstheme="minorBidi"/>
          <w:bCs w:val="0"/>
          <w:noProof/>
          <w:color w:val="auto"/>
          <w:sz w:val="22"/>
          <w:szCs w:val="22"/>
          <w:rtl/>
        </w:rPr>
      </w:pPr>
      <w:hyperlink w:anchor="_Toc392502907"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الثاني</w:t>
        </w:r>
        <w:r w:rsidR="00B63DA5" w:rsidRPr="00623D73">
          <w:rPr>
            <w:rStyle w:val="Hyperlink"/>
            <w:noProof/>
            <w:rtl/>
          </w:rPr>
          <w:t xml:space="preserve"> </w:t>
        </w:r>
        <w:r w:rsidR="00BC70C4">
          <w:rPr>
            <w:rStyle w:val="Hyperlink"/>
            <w:noProof/>
          </w:rPr>
          <w:t>:</w:t>
        </w:r>
        <w:r w:rsidR="00BC70C4" w:rsidRPr="00BC70C4">
          <w:rPr>
            <w:rFonts w:hint="eastAsia"/>
            <w:rtl/>
          </w:rPr>
          <w:t xml:space="preserve"> </w:t>
        </w:r>
        <w:r w:rsidR="00BC70C4" w:rsidRPr="00BC70C4">
          <w:rPr>
            <w:rStyle w:val="Hyperlink"/>
            <w:rFonts w:hint="eastAsia"/>
            <w:noProof/>
            <w:rtl/>
          </w:rPr>
          <w:t>في</w:t>
        </w:r>
        <w:r w:rsidR="00BC70C4" w:rsidRPr="00BC70C4">
          <w:rPr>
            <w:rStyle w:val="Hyperlink"/>
            <w:noProof/>
            <w:rtl/>
          </w:rPr>
          <w:t xml:space="preserve"> </w:t>
        </w:r>
        <w:r w:rsidR="00BC70C4" w:rsidRPr="00BC70C4">
          <w:rPr>
            <w:rStyle w:val="Hyperlink"/>
            <w:rFonts w:hint="eastAsia"/>
            <w:noProof/>
            <w:rtl/>
          </w:rPr>
          <w:t>ما</w:t>
        </w:r>
        <w:r w:rsidR="00BC70C4" w:rsidRPr="00BC70C4">
          <w:rPr>
            <w:rStyle w:val="Hyperlink"/>
            <w:noProof/>
            <w:rtl/>
          </w:rPr>
          <w:t xml:space="preserve"> </w:t>
        </w:r>
        <w:r w:rsidR="00BC70C4" w:rsidRPr="00BC70C4">
          <w:rPr>
            <w:rStyle w:val="Hyperlink"/>
            <w:rFonts w:hint="eastAsia"/>
            <w:noProof/>
            <w:rtl/>
          </w:rPr>
          <w:t>يقرأ</w:t>
        </w:r>
        <w:r w:rsidR="00BC70C4" w:rsidRPr="00BC70C4">
          <w:rPr>
            <w:rStyle w:val="Hyperlink"/>
            <w:noProof/>
            <w:rtl/>
          </w:rPr>
          <w:t xml:space="preserve"> </w:t>
        </w:r>
        <w:r w:rsidR="00BC70C4" w:rsidRPr="00BC70C4">
          <w:rPr>
            <w:rStyle w:val="Hyperlink"/>
            <w:rFonts w:hint="eastAsia"/>
            <w:noProof/>
            <w:rtl/>
          </w:rPr>
          <w:t>عقيب</w:t>
        </w:r>
        <w:r w:rsidR="00BC70C4" w:rsidRPr="00BC70C4">
          <w:rPr>
            <w:rStyle w:val="Hyperlink"/>
            <w:noProof/>
            <w:rtl/>
          </w:rPr>
          <w:t xml:space="preserve"> </w:t>
        </w:r>
        <w:r w:rsidR="00BC70C4" w:rsidRPr="00BC70C4">
          <w:rPr>
            <w:rStyle w:val="Hyperlink"/>
            <w:rFonts w:hint="eastAsia"/>
            <w:noProof/>
            <w:rtl/>
          </w:rPr>
          <w:t>كل</w:t>
        </w:r>
        <w:r w:rsidR="00BC70C4" w:rsidRPr="00BC70C4">
          <w:rPr>
            <w:rStyle w:val="Hyperlink"/>
            <w:noProof/>
            <w:rtl/>
          </w:rPr>
          <w:t xml:space="preserve"> </w:t>
        </w:r>
        <w:r w:rsidR="00BC70C4" w:rsidRPr="00BC70C4">
          <w:rPr>
            <w:rStyle w:val="Hyperlink"/>
            <w:rFonts w:hint="eastAsia"/>
            <w:noProof/>
            <w:rtl/>
          </w:rPr>
          <w:t>صلاة</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Toc392502907 \h</w:instrText>
        </w:r>
        <w:r w:rsidR="00B63DA5">
          <w:rPr>
            <w:noProof/>
            <w:webHidden/>
            <w:rtl/>
          </w:rPr>
          <w:instrText xml:space="preserve"> </w:instrText>
        </w:r>
        <w:r>
          <w:rPr>
            <w:noProof/>
            <w:webHidden/>
            <w:rtl/>
          </w:rPr>
        </w:r>
        <w:r>
          <w:rPr>
            <w:noProof/>
            <w:webHidden/>
            <w:rtl/>
          </w:rPr>
          <w:fldChar w:fldCharType="separate"/>
        </w:r>
        <w:r w:rsidR="00B63DA5">
          <w:rPr>
            <w:noProof/>
            <w:webHidden/>
            <w:rtl/>
          </w:rPr>
          <w:t>443</w:t>
        </w:r>
        <w:r>
          <w:rPr>
            <w:noProof/>
            <w:webHidden/>
            <w:rtl/>
          </w:rPr>
          <w:fldChar w:fldCharType="end"/>
        </w:r>
      </w:hyperlink>
    </w:p>
    <w:p w:rsidR="00B63DA5" w:rsidRDefault="00531636" w:rsidP="00971631">
      <w:pPr>
        <w:pStyle w:val="TOC1"/>
        <w:rPr>
          <w:rFonts w:asciiTheme="minorHAnsi" w:eastAsiaTheme="minorEastAsia" w:hAnsiTheme="minorHAnsi" w:cstheme="minorBidi"/>
          <w:bCs w:val="0"/>
          <w:noProof/>
          <w:color w:val="auto"/>
          <w:sz w:val="22"/>
          <w:szCs w:val="22"/>
          <w:rtl/>
        </w:rPr>
      </w:pPr>
      <w:hyperlink w:anchor="_Toc392502909"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الثالث</w:t>
        </w:r>
        <w:r w:rsidR="00B63DA5" w:rsidRPr="00623D73">
          <w:rPr>
            <w:rStyle w:val="Hyperlink"/>
            <w:noProof/>
            <w:rtl/>
          </w:rPr>
          <w:t xml:space="preserve"> </w:t>
        </w:r>
        <w:r w:rsidR="00971631">
          <w:rPr>
            <w:rStyle w:val="Hyperlink"/>
            <w:noProof/>
          </w:rPr>
          <w:t>:</w:t>
        </w:r>
        <w:r w:rsidR="00971631" w:rsidRPr="00971631">
          <w:rPr>
            <w:rFonts w:hint="eastAsia"/>
            <w:rtl/>
          </w:rPr>
          <w:t xml:space="preserve"> </w:t>
        </w:r>
        <w:r w:rsidR="00971631" w:rsidRPr="00971631">
          <w:rPr>
            <w:rStyle w:val="Hyperlink"/>
            <w:rFonts w:hint="eastAsia"/>
            <w:noProof/>
            <w:rtl/>
          </w:rPr>
          <w:t>التعقيب</w:t>
        </w:r>
        <w:r w:rsidR="00971631" w:rsidRPr="00971631">
          <w:rPr>
            <w:rStyle w:val="Hyperlink"/>
            <w:noProof/>
            <w:rtl/>
          </w:rPr>
          <w:t xml:space="preserve"> </w:t>
        </w:r>
        <w:r w:rsidR="00971631" w:rsidRPr="00971631">
          <w:rPr>
            <w:rStyle w:val="Hyperlink"/>
            <w:rFonts w:hint="eastAsia"/>
            <w:noProof/>
            <w:rtl/>
          </w:rPr>
          <w:t>المختص</w:t>
        </w:r>
        <w:r w:rsidR="00971631" w:rsidRPr="00971631">
          <w:rPr>
            <w:rStyle w:val="Hyperlink"/>
            <w:noProof/>
            <w:rtl/>
          </w:rPr>
          <w:t xml:space="preserve"> </w:t>
        </w:r>
        <w:r w:rsidR="00971631" w:rsidRPr="00971631">
          <w:rPr>
            <w:rStyle w:val="Hyperlink"/>
            <w:rFonts w:hint="eastAsia"/>
            <w:noProof/>
            <w:rtl/>
          </w:rPr>
          <w:t>بفريضة</w:t>
        </w:r>
        <w:r w:rsidR="00971631" w:rsidRPr="00971631">
          <w:rPr>
            <w:rStyle w:val="Hyperlink"/>
            <w:noProof/>
            <w:rtl/>
          </w:rPr>
          <w:t xml:space="preserve"> </w:t>
        </w:r>
        <w:r w:rsidR="00971631" w:rsidRPr="00971631">
          <w:rPr>
            <w:rStyle w:val="Hyperlink"/>
            <w:rFonts w:hint="eastAsia"/>
            <w:noProof/>
            <w:rtl/>
          </w:rPr>
          <w:t>الظهر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Toc392502909 \h</w:instrText>
        </w:r>
        <w:r w:rsidR="00B63DA5">
          <w:rPr>
            <w:noProof/>
            <w:webHidden/>
            <w:rtl/>
          </w:rPr>
          <w:instrText xml:space="preserve"> </w:instrText>
        </w:r>
        <w:r>
          <w:rPr>
            <w:noProof/>
            <w:webHidden/>
            <w:rtl/>
          </w:rPr>
        </w:r>
        <w:r>
          <w:rPr>
            <w:noProof/>
            <w:webHidden/>
            <w:rtl/>
          </w:rPr>
          <w:fldChar w:fldCharType="separate"/>
        </w:r>
        <w:r w:rsidR="00B63DA5">
          <w:rPr>
            <w:noProof/>
            <w:webHidden/>
            <w:rtl/>
          </w:rPr>
          <w:t>447</w:t>
        </w:r>
        <w:r>
          <w:rPr>
            <w:noProof/>
            <w:webHidden/>
            <w:rtl/>
          </w:rPr>
          <w:fldChar w:fldCharType="end"/>
        </w:r>
      </w:hyperlink>
    </w:p>
    <w:p w:rsidR="00B63DA5" w:rsidRDefault="00531636" w:rsidP="00971631">
      <w:pPr>
        <w:pStyle w:val="TOC1"/>
        <w:rPr>
          <w:rFonts w:asciiTheme="minorHAnsi" w:eastAsiaTheme="minorEastAsia" w:hAnsiTheme="minorHAnsi" w:cstheme="minorBidi"/>
          <w:bCs w:val="0"/>
          <w:noProof/>
          <w:color w:val="auto"/>
          <w:sz w:val="22"/>
          <w:szCs w:val="22"/>
          <w:rtl/>
        </w:rPr>
      </w:pPr>
      <w:hyperlink w:anchor="_Toc392502911"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الرابع</w:t>
        </w:r>
        <w:r w:rsidR="00B63DA5" w:rsidRPr="00623D73">
          <w:rPr>
            <w:rStyle w:val="Hyperlink"/>
            <w:noProof/>
            <w:rtl/>
          </w:rPr>
          <w:t xml:space="preserve"> </w:t>
        </w:r>
        <w:r w:rsidR="00971631">
          <w:rPr>
            <w:rStyle w:val="Hyperlink"/>
            <w:noProof/>
          </w:rPr>
          <w:t>:</w:t>
        </w:r>
        <w:r w:rsidR="00971631" w:rsidRPr="00971631">
          <w:rPr>
            <w:rFonts w:hint="eastAsia"/>
            <w:rtl/>
          </w:rPr>
          <w:t xml:space="preserve"> </w:t>
        </w:r>
        <w:r w:rsidR="00971631" w:rsidRPr="00971631">
          <w:rPr>
            <w:rStyle w:val="Hyperlink"/>
            <w:rFonts w:hint="eastAsia"/>
            <w:noProof/>
            <w:rtl/>
          </w:rPr>
          <w:t>في</w:t>
        </w:r>
        <w:r w:rsidR="00971631" w:rsidRPr="00971631">
          <w:rPr>
            <w:rStyle w:val="Hyperlink"/>
            <w:noProof/>
            <w:rtl/>
          </w:rPr>
          <w:t xml:space="preserve"> </w:t>
        </w:r>
        <w:r w:rsidR="00971631" w:rsidRPr="00971631">
          <w:rPr>
            <w:rStyle w:val="Hyperlink"/>
            <w:rFonts w:hint="eastAsia"/>
            <w:noProof/>
            <w:rtl/>
          </w:rPr>
          <w:t>تعقبيات</w:t>
        </w:r>
        <w:r w:rsidR="00971631" w:rsidRPr="00971631">
          <w:rPr>
            <w:rStyle w:val="Hyperlink"/>
            <w:noProof/>
            <w:rtl/>
          </w:rPr>
          <w:t xml:space="preserve"> </w:t>
        </w:r>
        <w:r w:rsidR="00971631" w:rsidRPr="00971631">
          <w:rPr>
            <w:rStyle w:val="Hyperlink"/>
            <w:rFonts w:hint="eastAsia"/>
            <w:noProof/>
            <w:rtl/>
          </w:rPr>
          <w:t>صلاة</w:t>
        </w:r>
        <w:r w:rsidR="00971631" w:rsidRPr="00971631">
          <w:rPr>
            <w:rStyle w:val="Hyperlink"/>
            <w:noProof/>
            <w:rtl/>
          </w:rPr>
          <w:t xml:space="preserve"> </w:t>
        </w:r>
        <w:r w:rsidR="00971631" w:rsidRPr="00971631">
          <w:rPr>
            <w:rStyle w:val="Hyperlink"/>
            <w:rFonts w:hint="eastAsia"/>
            <w:noProof/>
            <w:rtl/>
          </w:rPr>
          <w:t>العصر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Toc392502911 \h</w:instrText>
        </w:r>
        <w:r w:rsidR="00B63DA5">
          <w:rPr>
            <w:noProof/>
            <w:webHidden/>
            <w:rtl/>
          </w:rPr>
          <w:instrText xml:space="preserve"> </w:instrText>
        </w:r>
        <w:r>
          <w:rPr>
            <w:noProof/>
            <w:webHidden/>
            <w:rtl/>
          </w:rPr>
        </w:r>
        <w:r>
          <w:rPr>
            <w:noProof/>
            <w:webHidden/>
            <w:rtl/>
          </w:rPr>
          <w:fldChar w:fldCharType="separate"/>
        </w:r>
        <w:r w:rsidR="00B63DA5">
          <w:rPr>
            <w:noProof/>
            <w:webHidden/>
            <w:rtl/>
          </w:rPr>
          <w:t>448</w:t>
        </w:r>
        <w:r>
          <w:rPr>
            <w:noProof/>
            <w:webHidden/>
            <w:rtl/>
          </w:rPr>
          <w:fldChar w:fldCharType="end"/>
        </w:r>
      </w:hyperlink>
    </w:p>
    <w:p w:rsidR="00B63DA5" w:rsidRDefault="00531636" w:rsidP="0015058F">
      <w:pPr>
        <w:pStyle w:val="TOC1"/>
        <w:rPr>
          <w:rFonts w:asciiTheme="minorHAnsi" w:eastAsiaTheme="minorEastAsia" w:hAnsiTheme="minorHAnsi" w:cstheme="minorBidi"/>
          <w:bCs w:val="0"/>
          <w:noProof/>
          <w:color w:val="auto"/>
          <w:sz w:val="22"/>
          <w:szCs w:val="22"/>
          <w:rtl/>
        </w:rPr>
      </w:pPr>
      <w:hyperlink w:anchor="_Toc392502913"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الخامس</w:t>
        </w:r>
        <w:r w:rsidR="00B63DA5" w:rsidRPr="00623D73">
          <w:rPr>
            <w:rStyle w:val="Hyperlink"/>
            <w:noProof/>
            <w:rtl/>
          </w:rPr>
          <w:t xml:space="preserve"> </w:t>
        </w:r>
        <w:r w:rsidR="0015058F">
          <w:rPr>
            <w:rStyle w:val="Hyperlink"/>
            <w:noProof/>
          </w:rPr>
          <w:t>:</w:t>
        </w:r>
        <w:r w:rsidR="0015058F" w:rsidRPr="0015058F">
          <w:rPr>
            <w:rFonts w:hint="eastAsia"/>
            <w:rtl/>
          </w:rPr>
          <w:t xml:space="preserve"> </w:t>
        </w:r>
        <w:r w:rsidR="0015058F" w:rsidRPr="0015058F">
          <w:rPr>
            <w:rStyle w:val="Hyperlink"/>
            <w:rFonts w:hint="eastAsia"/>
            <w:noProof/>
            <w:rtl/>
          </w:rPr>
          <w:t>في</w:t>
        </w:r>
        <w:r w:rsidR="0015058F" w:rsidRPr="0015058F">
          <w:rPr>
            <w:rStyle w:val="Hyperlink"/>
            <w:noProof/>
            <w:rtl/>
          </w:rPr>
          <w:t xml:space="preserve"> </w:t>
        </w:r>
        <w:r w:rsidR="0015058F" w:rsidRPr="0015058F">
          <w:rPr>
            <w:rStyle w:val="Hyperlink"/>
            <w:rFonts w:hint="eastAsia"/>
            <w:noProof/>
            <w:rtl/>
          </w:rPr>
          <w:t>تعقيب</w:t>
        </w:r>
        <w:r w:rsidR="0015058F" w:rsidRPr="0015058F">
          <w:rPr>
            <w:rStyle w:val="Hyperlink"/>
            <w:noProof/>
            <w:rtl/>
          </w:rPr>
          <w:t xml:space="preserve"> </w:t>
        </w:r>
        <w:r w:rsidR="0015058F" w:rsidRPr="0015058F">
          <w:rPr>
            <w:rStyle w:val="Hyperlink"/>
            <w:rFonts w:hint="eastAsia"/>
            <w:noProof/>
            <w:rtl/>
          </w:rPr>
          <w:t>صلاة</w:t>
        </w:r>
        <w:r w:rsidR="0015058F" w:rsidRPr="0015058F">
          <w:rPr>
            <w:rStyle w:val="Hyperlink"/>
            <w:noProof/>
            <w:rtl/>
          </w:rPr>
          <w:t xml:space="preserve"> </w:t>
        </w:r>
        <w:r w:rsidR="0015058F" w:rsidRPr="0015058F">
          <w:rPr>
            <w:rStyle w:val="Hyperlink"/>
            <w:rFonts w:hint="eastAsia"/>
            <w:noProof/>
            <w:rtl/>
          </w:rPr>
          <w:t>العشاء</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Toc392502913 \h</w:instrText>
        </w:r>
        <w:r w:rsidR="00B63DA5">
          <w:rPr>
            <w:noProof/>
            <w:webHidden/>
            <w:rtl/>
          </w:rPr>
          <w:instrText xml:space="preserve"> </w:instrText>
        </w:r>
        <w:r>
          <w:rPr>
            <w:noProof/>
            <w:webHidden/>
            <w:rtl/>
          </w:rPr>
        </w:r>
        <w:r>
          <w:rPr>
            <w:noProof/>
            <w:webHidden/>
            <w:rtl/>
          </w:rPr>
          <w:fldChar w:fldCharType="separate"/>
        </w:r>
        <w:r w:rsidR="00B63DA5">
          <w:rPr>
            <w:noProof/>
            <w:webHidden/>
            <w:rtl/>
          </w:rPr>
          <w:t>448</w:t>
        </w:r>
        <w:r>
          <w:rPr>
            <w:noProof/>
            <w:webHidden/>
            <w:rtl/>
          </w:rPr>
          <w:fldChar w:fldCharType="end"/>
        </w:r>
      </w:hyperlink>
    </w:p>
    <w:p w:rsidR="00B63DA5" w:rsidRDefault="00531636" w:rsidP="00022826">
      <w:pPr>
        <w:pStyle w:val="TOC1"/>
        <w:rPr>
          <w:rFonts w:asciiTheme="minorHAnsi" w:eastAsiaTheme="minorEastAsia" w:hAnsiTheme="minorHAnsi" w:cstheme="minorBidi"/>
          <w:bCs w:val="0"/>
          <w:noProof/>
          <w:color w:val="auto"/>
          <w:sz w:val="22"/>
          <w:szCs w:val="22"/>
          <w:rtl/>
        </w:rPr>
      </w:pPr>
      <w:hyperlink w:anchor="_Toc392502915"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السادس</w:t>
        </w:r>
        <w:r w:rsidR="00B63DA5" w:rsidRPr="00623D73">
          <w:rPr>
            <w:rStyle w:val="Hyperlink"/>
            <w:noProof/>
            <w:rtl/>
          </w:rPr>
          <w:t xml:space="preserve"> </w:t>
        </w:r>
        <w:r w:rsidR="00022826">
          <w:rPr>
            <w:rStyle w:val="Hyperlink"/>
            <w:noProof/>
          </w:rPr>
          <w:t>:</w:t>
        </w:r>
        <w:r w:rsidR="00022826" w:rsidRPr="00022826">
          <w:rPr>
            <w:rFonts w:hint="eastAsia"/>
            <w:rtl/>
          </w:rPr>
          <w:t xml:space="preserve"> </w:t>
        </w:r>
        <w:r w:rsidR="00022826" w:rsidRPr="00022826">
          <w:rPr>
            <w:rStyle w:val="Hyperlink"/>
            <w:rFonts w:hint="eastAsia"/>
            <w:noProof/>
            <w:rtl/>
          </w:rPr>
          <w:t>في</w:t>
        </w:r>
        <w:r w:rsidR="00022826" w:rsidRPr="00022826">
          <w:rPr>
            <w:rStyle w:val="Hyperlink"/>
            <w:noProof/>
            <w:rtl/>
          </w:rPr>
          <w:t xml:space="preserve"> </w:t>
        </w:r>
        <w:r w:rsidR="00022826" w:rsidRPr="00022826">
          <w:rPr>
            <w:rStyle w:val="Hyperlink"/>
            <w:rFonts w:hint="eastAsia"/>
            <w:noProof/>
            <w:rtl/>
          </w:rPr>
          <w:t>سجدة</w:t>
        </w:r>
        <w:r w:rsidR="00022826" w:rsidRPr="00022826">
          <w:rPr>
            <w:rStyle w:val="Hyperlink"/>
            <w:noProof/>
            <w:rtl/>
          </w:rPr>
          <w:t xml:space="preserve"> </w:t>
        </w:r>
        <w:r w:rsidR="00022826" w:rsidRPr="00022826">
          <w:rPr>
            <w:rStyle w:val="Hyperlink"/>
            <w:rFonts w:hint="eastAsia"/>
            <w:noProof/>
            <w:rtl/>
          </w:rPr>
          <w:t>الشكر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Toc392502915 \h</w:instrText>
        </w:r>
        <w:r w:rsidR="00B63DA5">
          <w:rPr>
            <w:noProof/>
            <w:webHidden/>
            <w:rtl/>
          </w:rPr>
          <w:instrText xml:space="preserve"> </w:instrText>
        </w:r>
        <w:r>
          <w:rPr>
            <w:noProof/>
            <w:webHidden/>
            <w:rtl/>
          </w:rPr>
        </w:r>
        <w:r>
          <w:rPr>
            <w:noProof/>
            <w:webHidden/>
            <w:rtl/>
          </w:rPr>
          <w:fldChar w:fldCharType="separate"/>
        </w:r>
        <w:r w:rsidR="00B63DA5">
          <w:rPr>
            <w:noProof/>
            <w:webHidden/>
            <w:rtl/>
          </w:rPr>
          <w:t>449</w:t>
        </w:r>
        <w:r>
          <w:rPr>
            <w:noProof/>
            <w:webHidden/>
            <w:rtl/>
          </w:rPr>
          <w:fldChar w:fldCharType="end"/>
        </w:r>
      </w:hyperlink>
    </w:p>
    <w:p w:rsidR="00B63DA5" w:rsidRDefault="00531636" w:rsidP="00036FDE">
      <w:pPr>
        <w:pStyle w:val="TOC1"/>
        <w:rPr>
          <w:rFonts w:asciiTheme="minorHAnsi" w:eastAsiaTheme="minorEastAsia" w:hAnsiTheme="minorHAnsi" w:cstheme="minorBidi"/>
          <w:bCs w:val="0"/>
          <w:noProof/>
          <w:color w:val="auto"/>
          <w:sz w:val="22"/>
          <w:szCs w:val="22"/>
          <w:rtl/>
        </w:rPr>
      </w:pPr>
      <w:hyperlink w:anchor="_Toc392502917" w:history="1">
        <w:r w:rsidR="00B63DA5" w:rsidRPr="00623D73">
          <w:rPr>
            <w:rStyle w:val="Hyperlink"/>
            <w:rFonts w:hint="eastAsia"/>
            <w:noProof/>
            <w:rtl/>
          </w:rPr>
          <w:t>الفصل</w:t>
        </w:r>
        <w:r w:rsidR="00B63DA5" w:rsidRPr="00623D73">
          <w:rPr>
            <w:rStyle w:val="Hyperlink"/>
            <w:noProof/>
            <w:rtl/>
          </w:rPr>
          <w:t xml:space="preserve"> </w:t>
        </w:r>
        <w:r w:rsidR="00B63DA5" w:rsidRPr="00623D73">
          <w:rPr>
            <w:rStyle w:val="Hyperlink"/>
            <w:rFonts w:hint="eastAsia"/>
            <w:noProof/>
            <w:rtl/>
          </w:rPr>
          <w:t>السابع</w:t>
        </w:r>
        <w:r w:rsidR="00B63DA5" w:rsidRPr="00623D73">
          <w:rPr>
            <w:rStyle w:val="Hyperlink"/>
            <w:noProof/>
            <w:rtl/>
          </w:rPr>
          <w:t xml:space="preserve"> </w:t>
        </w:r>
        <w:r w:rsidR="00036FDE">
          <w:rPr>
            <w:rStyle w:val="Hyperlink"/>
            <w:noProof/>
          </w:rPr>
          <w:t>:</w:t>
        </w:r>
        <w:r w:rsidR="00036FDE" w:rsidRPr="00036FDE">
          <w:rPr>
            <w:rFonts w:hint="eastAsia"/>
            <w:rtl/>
          </w:rPr>
          <w:t xml:space="preserve"> </w:t>
        </w:r>
        <w:r w:rsidR="00036FDE" w:rsidRPr="00036FDE">
          <w:rPr>
            <w:rStyle w:val="Hyperlink"/>
            <w:rFonts w:hint="eastAsia"/>
            <w:noProof/>
            <w:rtl/>
          </w:rPr>
          <w:t>فيما</w:t>
        </w:r>
        <w:r w:rsidR="00036FDE" w:rsidRPr="00036FDE">
          <w:rPr>
            <w:rStyle w:val="Hyperlink"/>
            <w:noProof/>
            <w:rtl/>
          </w:rPr>
          <w:t xml:space="preserve"> </w:t>
        </w:r>
        <w:r w:rsidR="00036FDE" w:rsidRPr="00036FDE">
          <w:rPr>
            <w:rStyle w:val="Hyperlink"/>
            <w:rFonts w:hint="eastAsia"/>
            <w:noProof/>
            <w:rtl/>
          </w:rPr>
          <w:t>يقرأ</w:t>
        </w:r>
        <w:r w:rsidR="00036FDE" w:rsidRPr="00036FDE">
          <w:rPr>
            <w:rStyle w:val="Hyperlink"/>
            <w:noProof/>
            <w:rtl/>
          </w:rPr>
          <w:t xml:space="preserve"> </w:t>
        </w:r>
        <w:r w:rsidR="00036FDE" w:rsidRPr="00036FDE">
          <w:rPr>
            <w:rStyle w:val="Hyperlink"/>
            <w:rFonts w:hint="eastAsia"/>
            <w:noProof/>
            <w:rtl/>
          </w:rPr>
          <w:t>عند</w:t>
        </w:r>
        <w:r w:rsidR="00036FDE" w:rsidRPr="00036FDE">
          <w:rPr>
            <w:rStyle w:val="Hyperlink"/>
            <w:noProof/>
            <w:rtl/>
          </w:rPr>
          <w:t xml:space="preserve"> </w:t>
        </w:r>
        <w:r w:rsidR="00036FDE" w:rsidRPr="00036FDE">
          <w:rPr>
            <w:rStyle w:val="Hyperlink"/>
            <w:rFonts w:hint="eastAsia"/>
            <w:noProof/>
            <w:rtl/>
          </w:rPr>
          <w:t>النوم</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Toc392502917 \h</w:instrText>
        </w:r>
        <w:r w:rsidR="00B63DA5">
          <w:rPr>
            <w:noProof/>
            <w:webHidden/>
            <w:rtl/>
          </w:rPr>
          <w:instrText xml:space="preserve"> </w:instrText>
        </w:r>
        <w:r>
          <w:rPr>
            <w:noProof/>
            <w:webHidden/>
            <w:rtl/>
          </w:rPr>
        </w:r>
        <w:r>
          <w:rPr>
            <w:noProof/>
            <w:webHidden/>
            <w:rtl/>
          </w:rPr>
          <w:fldChar w:fldCharType="separate"/>
        </w:r>
        <w:r w:rsidR="00B63DA5">
          <w:rPr>
            <w:noProof/>
            <w:webHidden/>
            <w:rtl/>
          </w:rPr>
          <w:t>453</w:t>
        </w:r>
        <w:r>
          <w:rPr>
            <w:noProof/>
            <w:webHidden/>
            <w:rtl/>
          </w:rPr>
          <w:fldChar w:fldCharType="end"/>
        </w:r>
      </w:hyperlink>
    </w:p>
    <w:p w:rsidR="00B63DA5" w:rsidRDefault="00531636">
      <w:pPr>
        <w:pStyle w:val="TOC1"/>
        <w:rPr>
          <w:rFonts w:asciiTheme="minorHAnsi" w:eastAsiaTheme="minorEastAsia" w:hAnsiTheme="minorHAnsi" w:cstheme="minorBidi"/>
          <w:bCs w:val="0"/>
          <w:noProof/>
          <w:color w:val="auto"/>
          <w:sz w:val="22"/>
          <w:szCs w:val="22"/>
          <w:rtl/>
        </w:rPr>
      </w:pPr>
      <w:hyperlink w:anchor="_Toc392502919" w:history="1">
        <w:r w:rsidR="00B63DA5" w:rsidRPr="00623D73">
          <w:rPr>
            <w:rStyle w:val="Hyperlink"/>
            <w:rFonts w:hint="eastAsia"/>
            <w:b/>
            <w:noProof/>
            <w:rtl/>
          </w:rPr>
          <w:t>فهرس</w:t>
        </w:r>
        <w:r w:rsidR="00B63DA5" w:rsidRPr="00623D73">
          <w:rPr>
            <w:rStyle w:val="Hyperlink"/>
            <w:b/>
            <w:noProof/>
            <w:rtl/>
          </w:rPr>
          <w:t xml:space="preserve"> </w:t>
        </w:r>
        <w:r w:rsidR="00B63DA5" w:rsidRPr="00623D73">
          <w:rPr>
            <w:rStyle w:val="Hyperlink"/>
            <w:rFonts w:hint="eastAsia"/>
            <w:b/>
            <w:noProof/>
            <w:rtl/>
          </w:rPr>
          <w:t>المصادر</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Toc392502919 \h</w:instrText>
        </w:r>
        <w:r w:rsidR="00B63DA5">
          <w:rPr>
            <w:noProof/>
            <w:webHidden/>
            <w:rtl/>
          </w:rPr>
          <w:instrText xml:space="preserve"> </w:instrText>
        </w:r>
        <w:r>
          <w:rPr>
            <w:noProof/>
            <w:webHidden/>
            <w:rtl/>
          </w:rPr>
        </w:r>
        <w:r>
          <w:rPr>
            <w:noProof/>
            <w:webHidden/>
            <w:rtl/>
          </w:rPr>
          <w:fldChar w:fldCharType="separate"/>
        </w:r>
        <w:r w:rsidR="00B63DA5">
          <w:rPr>
            <w:noProof/>
            <w:webHidden/>
            <w:rtl/>
          </w:rPr>
          <w:t>461</w:t>
        </w:r>
        <w:r>
          <w:rPr>
            <w:noProof/>
            <w:webHidden/>
            <w:rtl/>
          </w:rPr>
          <w:fldChar w:fldCharType="end"/>
        </w:r>
      </w:hyperlink>
    </w:p>
    <w:p w:rsidR="00B63DA5" w:rsidRDefault="00531636">
      <w:pPr>
        <w:pStyle w:val="TOC1"/>
        <w:rPr>
          <w:rFonts w:asciiTheme="minorHAnsi" w:eastAsiaTheme="minorEastAsia" w:hAnsiTheme="minorHAnsi" w:cstheme="minorBidi"/>
          <w:bCs w:val="0"/>
          <w:noProof/>
          <w:color w:val="auto"/>
          <w:sz w:val="22"/>
          <w:szCs w:val="22"/>
          <w:rtl/>
        </w:rPr>
      </w:pPr>
      <w:hyperlink w:anchor="_Toc392502920" w:history="1">
        <w:r w:rsidR="00B63DA5" w:rsidRPr="00623D73">
          <w:rPr>
            <w:rStyle w:val="Hyperlink"/>
            <w:rFonts w:hint="eastAsia"/>
            <w:noProof/>
            <w:rtl/>
          </w:rPr>
          <w:t>فهرس</w:t>
        </w:r>
        <w:r w:rsidR="00B63DA5" w:rsidRPr="00623D73">
          <w:rPr>
            <w:rStyle w:val="Hyperlink"/>
            <w:noProof/>
            <w:rtl/>
          </w:rPr>
          <w:t xml:space="preserve"> </w:t>
        </w:r>
        <w:r w:rsidR="00B63DA5" w:rsidRPr="00623D73">
          <w:rPr>
            <w:rStyle w:val="Hyperlink"/>
            <w:rFonts w:hint="eastAsia"/>
            <w:noProof/>
            <w:rtl/>
          </w:rPr>
          <w:t>الموضوعات</w:t>
        </w:r>
        <w:r w:rsidR="00B63DA5">
          <w:rPr>
            <w:noProof/>
            <w:webHidden/>
            <w:rtl/>
          </w:rPr>
          <w:tab/>
        </w:r>
        <w:r>
          <w:rPr>
            <w:noProof/>
            <w:webHidden/>
            <w:rtl/>
          </w:rPr>
          <w:fldChar w:fldCharType="begin"/>
        </w:r>
        <w:r w:rsidR="00B63DA5">
          <w:rPr>
            <w:noProof/>
            <w:webHidden/>
            <w:rtl/>
          </w:rPr>
          <w:instrText xml:space="preserve"> </w:instrText>
        </w:r>
        <w:r w:rsidR="00B63DA5">
          <w:rPr>
            <w:noProof/>
            <w:webHidden/>
          </w:rPr>
          <w:instrText>PAGEREF</w:instrText>
        </w:r>
        <w:r w:rsidR="00B63DA5">
          <w:rPr>
            <w:noProof/>
            <w:webHidden/>
            <w:rtl/>
          </w:rPr>
          <w:instrText xml:space="preserve"> _</w:instrText>
        </w:r>
        <w:r w:rsidR="00B63DA5">
          <w:rPr>
            <w:noProof/>
            <w:webHidden/>
          </w:rPr>
          <w:instrText>Toc392502920 \h</w:instrText>
        </w:r>
        <w:r w:rsidR="00B63DA5">
          <w:rPr>
            <w:noProof/>
            <w:webHidden/>
            <w:rtl/>
          </w:rPr>
          <w:instrText xml:space="preserve"> </w:instrText>
        </w:r>
        <w:r>
          <w:rPr>
            <w:noProof/>
            <w:webHidden/>
            <w:rtl/>
          </w:rPr>
        </w:r>
        <w:r>
          <w:rPr>
            <w:noProof/>
            <w:webHidden/>
            <w:rtl/>
          </w:rPr>
          <w:fldChar w:fldCharType="separate"/>
        </w:r>
        <w:r w:rsidR="00B63DA5">
          <w:rPr>
            <w:noProof/>
            <w:webHidden/>
            <w:rtl/>
          </w:rPr>
          <w:t>467</w:t>
        </w:r>
        <w:r>
          <w:rPr>
            <w:noProof/>
            <w:webHidden/>
            <w:rtl/>
          </w:rPr>
          <w:fldChar w:fldCharType="end"/>
        </w:r>
      </w:hyperlink>
    </w:p>
    <w:p w:rsidR="00AA2ABC" w:rsidRDefault="00531636" w:rsidP="002704FD">
      <w:pPr>
        <w:pStyle w:val="libNormal"/>
        <w:rPr>
          <w:rtl/>
        </w:rPr>
      </w:pPr>
      <w:r>
        <w:rPr>
          <w:rtl/>
        </w:rPr>
        <w:fldChar w:fldCharType="end"/>
      </w:r>
    </w:p>
    <w:p w:rsidR="00AA2ABC" w:rsidRPr="00DC02A0" w:rsidRDefault="00AA2ABC" w:rsidP="002704FD">
      <w:pPr>
        <w:pStyle w:val="libNormal"/>
        <w:rPr>
          <w:rtl/>
        </w:rPr>
      </w:pPr>
    </w:p>
    <w:p w:rsidR="002045CF" w:rsidRPr="006D5976" w:rsidRDefault="002045CF" w:rsidP="0065290A">
      <w:pPr>
        <w:rPr>
          <w:rtl/>
        </w:rPr>
      </w:pPr>
    </w:p>
    <w:sectPr w:rsidR="002045CF" w:rsidRPr="006D597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11D" w:rsidRDefault="0016111D">
      <w:r>
        <w:separator/>
      </w:r>
    </w:p>
  </w:endnote>
  <w:endnote w:type="continuationSeparator" w:id="1">
    <w:p w:rsidR="0016111D" w:rsidRDefault="001611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4FD" w:rsidRPr="002045CF" w:rsidRDefault="00531636" w:rsidP="002045CF">
    <w:pPr>
      <w:jc w:val="center"/>
      <w:rPr>
        <w:rFonts w:cs="Times New Roman"/>
        <w:sz w:val="26"/>
        <w:szCs w:val="26"/>
      </w:rPr>
    </w:pPr>
    <w:r w:rsidRPr="002045CF">
      <w:rPr>
        <w:rFonts w:cs="Times New Roman"/>
        <w:sz w:val="26"/>
        <w:szCs w:val="26"/>
      </w:rPr>
      <w:fldChar w:fldCharType="begin"/>
    </w:r>
    <w:r w:rsidR="002704FD" w:rsidRPr="002045CF">
      <w:rPr>
        <w:rFonts w:cs="Times New Roman"/>
        <w:sz w:val="26"/>
        <w:szCs w:val="26"/>
      </w:rPr>
      <w:instrText xml:space="preserve"> PAGE   \* MERGEFORMAT </w:instrText>
    </w:r>
    <w:r w:rsidRPr="002045CF">
      <w:rPr>
        <w:rFonts w:cs="Times New Roman"/>
        <w:sz w:val="26"/>
        <w:szCs w:val="26"/>
      </w:rPr>
      <w:fldChar w:fldCharType="separate"/>
    </w:r>
    <w:r w:rsidR="00243A81">
      <w:rPr>
        <w:rFonts w:cs="Times New Roman"/>
        <w:noProof/>
        <w:sz w:val="26"/>
        <w:szCs w:val="26"/>
        <w:rtl/>
      </w:rPr>
      <w:t>468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4FD" w:rsidRPr="00900D4D" w:rsidRDefault="00531636" w:rsidP="0065290A">
    <w:pPr>
      <w:jc w:val="center"/>
      <w:rPr>
        <w:rFonts w:cs="Times New Roman"/>
      </w:rPr>
    </w:pPr>
    <w:r w:rsidRPr="00900D4D">
      <w:rPr>
        <w:rFonts w:cs="Times New Roman"/>
      </w:rPr>
      <w:fldChar w:fldCharType="begin"/>
    </w:r>
    <w:r w:rsidR="002704FD" w:rsidRPr="00900D4D">
      <w:rPr>
        <w:rFonts w:cs="Times New Roman"/>
      </w:rPr>
      <w:instrText xml:space="preserve"> PAGE   \* MERGEFORMAT </w:instrText>
    </w:r>
    <w:r w:rsidRPr="00900D4D">
      <w:rPr>
        <w:rFonts w:cs="Times New Roman"/>
      </w:rPr>
      <w:fldChar w:fldCharType="separate"/>
    </w:r>
    <w:r w:rsidR="00243A81">
      <w:rPr>
        <w:rFonts w:cs="Times New Roman"/>
        <w:noProof/>
        <w:rtl/>
      </w:rPr>
      <w:t>467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4FD" w:rsidRPr="002045CF" w:rsidRDefault="00531636" w:rsidP="002045CF">
    <w:pPr>
      <w:jc w:val="center"/>
      <w:rPr>
        <w:rFonts w:cs="Times New Roman"/>
        <w:sz w:val="26"/>
        <w:szCs w:val="26"/>
      </w:rPr>
    </w:pPr>
    <w:r w:rsidRPr="002045CF">
      <w:rPr>
        <w:rFonts w:cs="Times New Roman"/>
        <w:sz w:val="26"/>
        <w:szCs w:val="26"/>
      </w:rPr>
      <w:fldChar w:fldCharType="begin"/>
    </w:r>
    <w:r w:rsidR="002704FD" w:rsidRPr="002045CF">
      <w:rPr>
        <w:rFonts w:cs="Times New Roman"/>
        <w:sz w:val="26"/>
        <w:szCs w:val="26"/>
      </w:rPr>
      <w:instrText xml:space="preserve"> PAGE   \* MERGEFORMAT </w:instrText>
    </w:r>
    <w:r w:rsidRPr="002045CF">
      <w:rPr>
        <w:rFonts w:cs="Times New Roman"/>
        <w:sz w:val="26"/>
        <w:szCs w:val="26"/>
      </w:rPr>
      <w:fldChar w:fldCharType="separate"/>
    </w:r>
    <w:r w:rsidR="00243A81">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11D" w:rsidRDefault="0016111D">
      <w:r>
        <w:separator/>
      </w:r>
    </w:p>
  </w:footnote>
  <w:footnote w:type="continuationSeparator" w:id="1">
    <w:p w:rsidR="0016111D" w:rsidRDefault="001611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704FD"/>
    <w:rsid w:val="00002AD4"/>
    <w:rsid w:val="00005A19"/>
    <w:rsid w:val="00007412"/>
    <w:rsid w:val="00014562"/>
    <w:rsid w:val="00022826"/>
    <w:rsid w:val="00024DBC"/>
    <w:rsid w:val="000267FE"/>
    <w:rsid w:val="00034DB7"/>
    <w:rsid w:val="00036FD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073B"/>
    <w:rsid w:val="000A4996"/>
    <w:rsid w:val="000A7750"/>
    <w:rsid w:val="000B2E78"/>
    <w:rsid w:val="000B3A56"/>
    <w:rsid w:val="000B4F9A"/>
    <w:rsid w:val="000C0A89"/>
    <w:rsid w:val="000C36E5"/>
    <w:rsid w:val="000C7722"/>
    <w:rsid w:val="000D0932"/>
    <w:rsid w:val="000D1BDF"/>
    <w:rsid w:val="000D4AED"/>
    <w:rsid w:val="000D71B7"/>
    <w:rsid w:val="000E0153"/>
    <w:rsid w:val="000E1D61"/>
    <w:rsid w:val="000E3F3D"/>
    <w:rsid w:val="000E46E9"/>
    <w:rsid w:val="000E6824"/>
    <w:rsid w:val="000E77FC"/>
    <w:rsid w:val="000F43CB"/>
    <w:rsid w:val="0010049D"/>
    <w:rsid w:val="001008E4"/>
    <w:rsid w:val="00103118"/>
    <w:rsid w:val="0010315B"/>
    <w:rsid w:val="001033B6"/>
    <w:rsid w:val="00103495"/>
    <w:rsid w:val="00107A6B"/>
    <w:rsid w:val="001106A5"/>
    <w:rsid w:val="00111AE3"/>
    <w:rsid w:val="0011352E"/>
    <w:rsid w:val="00113B0B"/>
    <w:rsid w:val="00113CCC"/>
    <w:rsid w:val="00115473"/>
    <w:rsid w:val="00115A71"/>
    <w:rsid w:val="001162C9"/>
    <w:rsid w:val="0011643A"/>
    <w:rsid w:val="0012064D"/>
    <w:rsid w:val="00121E34"/>
    <w:rsid w:val="0012268F"/>
    <w:rsid w:val="0012315E"/>
    <w:rsid w:val="001243ED"/>
    <w:rsid w:val="00126471"/>
    <w:rsid w:val="00135E90"/>
    <w:rsid w:val="00136268"/>
    <w:rsid w:val="00136E6F"/>
    <w:rsid w:val="00136FE7"/>
    <w:rsid w:val="0014341C"/>
    <w:rsid w:val="00143EEA"/>
    <w:rsid w:val="00147ED8"/>
    <w:rsid w:val="0015058F"/>
    <w:rsid w:val="00151C03"/>
    <w:rsid w:val="001531AC"/>
    <w:rsid w:val="00153917"/>
    <w:rsid w:val="00157306"/>
    <w:rsid w:val="00160F76"/>
    <w:rsid w:val="0016111D"/>
    <w:rsid w:val="00163D83"/>
    <w:rsid w:val="00164767"/>
    <w:rsid w:val="00164810"/>
    <w:rsid w:val="001712E1"/>
    <w:rsid w:val="0017319C"/>
    <w:rsid w:val="001767EE"/>
    <w:rsid w:val="00182258"/>
    <w:rsid w:val="00182CD3"/>
    <w:rsid w:val="001843D4"/>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6614"/>
    <w:rsid w:val="001E016E"/>
    <w:rsid w:val="001E25DC"/>
    <w:rsid w:val="001F0713"/>
    <w:rsid w:val="001F24AA"/>
    <w:rsid w:val="001F3DB4"/>
    <w:rsid w:val="00202C7B"/>
    <w:rsid w:val="002045CF"/>
    <w:rsid w:val="002054C5"/>
    <w:rsid w:val="00206683"/>
    <w:rsid w:val="002139CB"/>
    <w:rsid w:val="00214077"/>
    <w:rsid w:val="00214801"/>
    <w:rsid w:val="00224964"/>
    <w:rsid w:val="00226098"/>
    <w:rsid w:val="002267C7"/>
    <w:rsid w:val="00227FEE"/>
    <w:rsid w:val="00241F59"/>
    <w:rsid w:val="0024265C"/>
    <w:rsid w:val="00243A81"/>
    <w:rsid w:val="00243D20"/>
    <w:rsid w:val="00244C2E"/>
    <w:rsid w:val="00250E0A"/>
    <w:rsid w:val="00251E02"/>
    <w:rsid w:val="002568DF"/>
    <w:rsid w:val="00257657"/>
    <w:rsid w:val="00260B26"/>
    <w:rsid w:val="00261F33"/>
    <w:rsid w:val="00263F56"/>
    <w:rsid w:val="00264C51"/>
    <w:rsid w:val="002704FD"/>
    <w:rsid w:val="00272450"/>
    <w:rsid w:val="0027369F"/>
    <w:rsid w:val="00275970"/>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0ED7"/>
    <w:rsid w:val="002D1638"/>
    <w:rsid w:val="002D19A9"/>
    <w:rsid w:val="002D2485"/>
    <w:rsid w:val="002D580E"/>
    <w:rsid w:val="002E19EE"/>
    <w:rsid w:val="002E4976"/>
    <w:rsid w:val="002E4D3D"/>
    <w:rsid w:val="002E5CA1"/>
    <w:rsid w:val="002E6022"/>
    <w:rsid w:val="002F3626"/>
    <w:rsid w:val="002F42E5"/>
    <w:rsid w:val="00301EBF"/>
    <w:rsid w:val="00306AA9"/>
    <w:rsid w:val="00307C3A"/>
    <w:rsid w:val="00310762"/>
    <w:rsid w:val="00310A38"/>
    <w:rsid w:val="00310D1D"/>
    <w:rsid w:val="003129CD"/>
    <w:rsid w:val="00317E22"/>
    <w:rsid w:val="00320644"/>
    <w:rsid w:val="003211ED"/>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934"/>
    <w:rsid w:val="00362F97"/>
    <w:rsid w:val="0036371E"/>
    <w:rsid w:val="00363C94"/>
    <w:rsid w:val="0036400D"/>
    <w:rsid w:val="00364867"/>
    <w:rsid w:val="00370223"/>
    <w:rsid w:val="00373085"/>
    <w:rsid w:val="003771B6"/>
    <w:rsid w:val="003836EF"/>
    <w:rsid w:val="003856BA"/>
    <w:rsid w:val="0038683D"/>
    <w:rsid w:val="00387F48"/>
    <w:rsid w:val="0039034B"/>
    <w:rsid w:val="003963F3"/>
    <w:rsid w:val="0039787F"/>
    <w:rsid w:val="003A1475"/>
    <w:rsid w:val="003A3298"/>
    <w:rsid w:val="003A4587"/>
    <w:rsid w:val="003A522E"/>
    <w:rsid w:val="003A533A"/>
    <w:rsid w:val="003A657A"/>
    <w:rsid w:val="003A661E"/>
    <w:rsid w:val="003B0913"/>
    <w:rsid w:val="003B20C5"/>
    <w:rsid w:val="003B5031"/>
    <w:rsid w:val="003B63EE"/>
    <w:rsid w:val="003B652F"/>
    <w:rsid w:val="003B6720"/>
    <w:rsid w:val="003B775B"/>
    <w:rsid w:val="003B7FA9"/>
    <w:rsid w:val="003C6EB9"/>
    <w:rsid w:val="003C7C08"/>
    <w:rsid w:val="003D0E9A"/>
    <w:rsid w:val="003D2459"/>
    <w:rsid w:val="003D28ED"/>
    <w:rsid w:val="003D3107"/>
    <w:rsid w:val="003E148D"/>
    <w:rsid w:val="003E173A"/>
    <w:rsid w:val="003E3600"/>
    <w:rsid w:val="003E5305"/>
    <w:rsid w:val="003E702A"/>
    <w:rsid w:val="003F133B"/>
    <w:rsid w:val="003F33DE"/>
    <w:rsid w:val="0040243A"/>
    <w:rsid w:val="00402C65"/>
    <w:rsid w:val="00404EB7"/>
    <w:rsid w:val="00407D56"/>
    <w:rsid w:val="004146B4"/>
    <w:rsid w:val="0041611D"/>
    <w:rsid w:val="00416E2B"/>
    <w:rsid w:val="004209BA"/>
    <w:rsid w:val="00420C44"/>
    <w:rsid w:val="00421958"/>
    <w:rsid w:val="004271BF"/>
    <w:rsid w:val="00430581"/>
    <w:rsid w:val="00434A97"/>
    <w:rsid w:val="00437035"/>
    <w:rsid w:val="00440771"/>
    <w:rsid w:val="00440C62"/>
    <w:rsid w:val="00441A2E"/>
    <w:rsid w:val="00443720"/>
    <w:rsid w:val="00446BBA"/>
    <w:rsid w:val="004537CB"/>
    <w:rsid w:val="004538D5"/>
    <w:rsid w:val="00453C50"/>
    <w:rsid w:val="00455A59"/>
    <w:rsid w:val="00461DAB"/>
    <w:rsid w:val="00463030"/>
    <w:rsid w:val="00464B21"/>
    <w:rsid w:val="0046634E"/>
    <w:rsid w:val="00467E54"/>
    <w:rsid w:val="00470378"/>
    <w:rsid w:val="004722F9"/>
    <w:rsid w:val="00475E99"/>
    <w:rsid w:val="00481D03"/>
    <w:rsid w:val="00481FD0"/>
    <w:rsid w:val="0048221F"/>
    <w:rsid w:val="0049103A"/>
    <w:rsid w:val="004919C3"/>
    <w:rsid w:val="00491B2A"/>
    <w:rsid w:val="0049223B"/>
    <w:rsid w:val="004953C3"/>
    <w:rsid w:val="00497042"/>
    <w:rsid w:val="004A0866"/>
    <w:rsid w:val="004A0AF4"/>
    <w:rsid w:val="004A0B9D"/>
    <w:rsid w:val="004A0E57"/>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4F7ED3"/>
    <w:rsid w:val="005022E5"/>
    <w:rsid w:val="00514000"/>
    <w:rsid w:val="005254BC"/>
    <w:rsid w:val="00526724"/>
    <w:rsid w:val="00531636"/>
    <w:rsid w:val="00531F07"/>
    <w:rsid w:val="00540F36"/>
    <w:rsid w:val="00542EEF"/>
    <w:rsid w:val="00545E1D"/>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4C6E"/>
    <w:rsid w:val="00585B8F"/>
    <w:rsid w:val="00590129"/>
    <w:rsid w:val="005923FF"/>
    <w:rsid w:val="005960AA"/>
    <w:rsid w:val="00597B34"/>
    <w:rsid w:val="005A00BB"/>
    <w:rsid w:val="005A1C39"/>
    <w:rsid w:val="005A43ED"/>
    <w:rsid w:val="005A4A76"/>
    <w:rsid w:val="005A6C74"/>
    <w:rsid w:val="005B0588"/>
    <w:rsid w:val="005B2DE4"/>
    <w:rsid w:val="005B56BE"/>
    <w:rsid w:val="005B68D5"/>
    <w:rsid w:val="005C0E2F"/>
    <w:rsid w:val="005C7719"/>
    <w:rsid w:val="005D2C72"/>
    <w:rsid w:val="005D692C"/>
    <w:rsid w:val="005E26AB"/>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1477B"/>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9BB"/>
    <w:rsid w:val="00640BB2"/>
    <w:rsid w:val="00641A2D"/>
    <w:rsid w:val="00643F5E"/>
    <w:rsid w:val="006449AF"/>
    <w:rsid w:val="00646C3A"/>
    <w:rsid w:val="00646D08"/>
    <w:rsid w:val="00647D24"/>
    <w:rsid w:val="00651640"/>
    <w:rsid w:val="00651ADF"/>
    <w:rsid w:val="0065290A"/>
    <w:rsid w:val="006574EA"/>
    <w:rsid w:val="00663284"/>
    <w:rsid w:val="0066396C"/>
    <w:rsid w:val="0066599B"/>
    <w:rsid w:val="00665B79"/>
    <w:rsid w:val="006726F6"/>
    <w:rsid w:val="00672E5A"/>
    <w:rsid w:val="00676B9C"/>
    <w:rsid w:val="0068115C"/>
    <w:rsid w:val="00682902"/>
    <w:rsid w:val="00683F3A"/>
    <w:rsid w:val="00684527"/>
    <w:rsid w:val="0068652E"/>
    <w:rsid w:val="00686E84"/>
    <w:rsid w:val="00687928"/>
    <w:rsid w:val="0069163F"/>
    <w:rsid w:val="00691DBB"/>
    <w:rsid w:val="006A09A5"/>
    <w:rsid w:val="006A79E7"/>
    <w:rsid w:val="006A7D4D"/>
    <w:rsid w:val="006B0E41"/>
    <w:rsid w:val="006B28B9"/>
    <w:rsid w:val="006B3031"/>
    <w:rsid w:val="006B5C71"/>
    <w:rsid w:val="006B7F0E"/>
    <w:rsid w:val="006C0E2A"/>
    <w:rsid w:val="006C4B43"/>
    <w:rsid w:val="006D0D07"/>
    <w:rsid w:val="006D36EC"/>
    <w:rsid w:val="006D3C3E"/>
    <w:rsid w:val="006D5976"/>
    <w:rsid w:val="006D6DC1"/>
    <w:rsid w:val="006D6F9A"/>
    <w:rsid w:val="006E0F1D"/>
    <w:rsid w:val="006E2C8E"/>
    <w:rsid w:val="006E446F"/>
    <w:rsid w:val="006E6291"/>
    <w:rsid w:val="006F7150"/>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AB0"/>
    <w:rsid w:val="00726FAE"/>
    <w:rsid w:val="0073042E"/>
    <w:rsid w:val="00730E45"/>
    <w:rsid w:val="00731AD7"/>
    <w:rsid w:val="0073350F"/>
    <w:rsid w:val="00740064"/>
    <w:rsid w:val="00740CF1"/>
    <w:rsid w:val="00740E77"/>
    <w:rsid w:val="00740E80"/>
    <w:rsid w:val="00741375"/>
    <w:rsid w:val="0074517B"/>
    <w:rsid w:val="00745E33"/>
    <w:rsid w:val="007565A3"/>
    <w:rsid w:val="007571E2"/>
    <w:rsid w:val="00757A95"/>
    <w:rsid w:val="00760354"/>
    <w:rsid w:val="00760E91"/>
    <w:rsid w:val="00762876"/>
    <w:rsid w:val="00763E2E"/>
    <w:rsid w:val="00765BEF"/>
    <w:rsid w:val="00773080"/>
    <w:rsid w:val="007735AB"/>
    <w:rsid w:val="00773927"/>
    <w:rsid w:val="00773E4E"/>
    <w:rsid w:val="00773EB5"/>
    <w:rsid w:val="00775FFA"/>
    <w:rsid w:val="00777AC5"/>
    <w:rsid w:val="00780989"/>
    <w:rsid w:val="0078259F"/>
    <w:rsid w:val="00782872"/>
    <w:rsid w:val="00783315"/>
    <w:rsid w:val="00784287"/>
    <w:rsid w:val="00791A39"/>
    <w:rsid w:val="00792322"/>
    <w:rsid w:val="00796941"/>
    <w:rsid w:val="00796AAA"/>
    <w:rsid w:val="007A6185"/>
    <w:rsid w:val="007B10B3"/>
    <w:rsid w:val="007B1D12"/>
    <w:rsid w:val="007B2F17"/>
    <w:rsid w:val="007B46B3"/>
    <w:rsid w:val="007B5CD8"/>
    <w:rsid w:val="007B602B"/>
    <w:rsid w:val="007B6D51"/>
    <w:rsid w:val="007C131B"/>
    <w:rsid w:val="007C3DC9"/>
    <w:rsid w:val="007C3F88"/>
    <w:rsid w:val="007D1123"/>
    <w:rsid w:val="007D1D2B"/>
    <w:rsid w:val="007D4FEB"/>
    <w:rsid w:val="007D5FD1"/>
    <w:rsid w:val="007E1442"/>
    <w:rsid w:val="007E18F3"/>
    <w:rsid w:val="007E2EBF"/>
    <w:rsid w:val="007E47E8"/>
    <w:rsid w:val="007E6DD9"/>
    <w:rsid w:val="007F4190"/>
    <w:rsid w:val="007F4E53"/>
    <w:rsid w:val="007F5ABC"/>
    <w:rsid w:val="008018D9"/>
    <w:rsid w:val="00806335"/>
    <w:rsid w:val="008105E2"/>
    <w:rsid w:val="008110DA"/>
    <w:rsid w:val="008128CA"/>
    <w:rsid w:val="00813440"/>
    <w:rsid w:val="00815EEB"/>
    <w:rsid w:val="00821493"/>
    <w:rsid w:val="00821B6A"/>
    <w:rsid w:val="00822733"/>
    <w:rsid w:val="00823380"/>
    <w:rsid w:val="00823B45"/>
    <w:rsid w:val="00826B87"/>
    <w:rsid w:val="00827EFD"/>
    <w:rsid w:val="00831B8F"/>
    <w:rsid w:val="00837259"/>
    <w:rsid w:val="0084238B"/>
    <w:rsid w:val="008430A5"/>
    <w:rsid w:val="0084318E"/>
    <w:rsid w:val="0084496F"/>
    <w:rsid w:val="00845BB2"/>
    <w:rsid w:val="00850983"/>
    <w:rsid w:val="00852889"/>
    <w:rsid w:val="00852998"/>
    <w:rsid w:val="00856941"/>
    <w:rsid w:val="00857A7C"/>
    <w:rsid w:val="00864864"/>
    <w:rsid w:val="0086546A"/>
    <w:rsid w:val="008661C0"/>
    <w:rsid w:val="008703F4"/>
    <w:rsid w:val="00870D4D"/>
    <w:rsid w:val="00872BAE"/>
    <w:rsid w:val="00873D57"/>
    <w:rsid w:val="00874112"/>
    <w:rsid w:val="008777DC"/>
    <w:rsid w:val="008778B5"/>
    <w:rsid w:val="00880BCE"/>
    <w:rsid w:val="008810AF"/>
    <w:rsid w:val="008830EF"/>
    <w:rsid w:val="00884773"/>
    <w:rsid w:val="00885077"/>
    <w:rsid w:val="008933CF"/>
    <w:rsid w:val="00895362"/>
    <w:rsid w:val="008A225D"/>
    <w:rsid w:val="008A4630"/>
    <w:rsid w:val="008B2927"/>
    <w:rsid w:val="008B57D8"/>
    <w:rsid w:val="008B5AE2"/>
    <w:rsid w:val="008B5B7E"/>
    <w:rsid w:val="008C0DB1"/>
    <w:rsid w:val="008C3327"/>
    <w:rsid w:val="008C510F"/>
    <w:rsid w:val="008C6CA6"/>
    <w:rsid w:val="008D1374"/>
    <w:rsid w:val="008D5874"/>
    <w:rsid w:val="008D5FE6"/>
    <w:rsid w:val="008D6657"/>
    <w:rsid w:val="008E014F"/>
    <w:rsid w:val="008E1FA7"/>
    <w:rsid w:val="008E4D2E"/>
    <w:rsid w:val="008E52ED"/>
    <w:rsid w:val="008E5EA9"/>
    <w:rsid w:val="008F1855"/>
    <w:rsid w:val="008F1A98"/>
    <w:rsid w:val="008F258C"/>
    <w:rsid w:val="008F3BB8"/>
    <w:rsid w:val="008F4513"/>
    <w:rsid w:val="008F5B45"/>
    <w:rsid w:val="008F6FA7"/>
    <w:rsid w:val="008F72BE"/>
    <w:rsid w:val="009006DA"/>
    <w:rsid w:val="00900D4D"/>
    <w:rsid w:val="00901417"/>
    <w:rsid w:val="009046DF"/>
    <w:rsid w:val="009076D1"/>
    <w:rsid w:val="00911C81"/>
    <w:rsid w:val="0091682D"/>
    <w:rsid w:val="00922370"/>
    <w:rsid w:val="0092388A"/>
    <w:rsid w:val="00924C6F"/>
    <w:rsid w:val="00924CF9"/>
    <w:rsid w:val="00925BE7"/>
    <w:rsid w:val="00927D0A"/>
    <w:rsid w:val="00927D62"/>
    <w:rsid w:val="00932192"/>
    <w:rsid w:val="00940B6B"/>
    <w:rsid w:val="00943412"/>
    <w:rsid w:val="00943B2E"/>
    <w:rsid w:val="00943C4B"/>
    <w:rsid w:val="0094536C"/>
    <w:rsid w:val="00945D11"/>
    <w:rsid w:val="009503E2"/>
    <w:rsid w:val="009507BD"/>
    <w:rsid w:val="009557F9"/>
    <w:rsid w:val="00960F67"/>
    <w:rsid w:val="00961CD2"/>
    <w:rsid w:val="00962B76"/>
    <w:rsid w:val="009649B9"/>
    <w:rsid w:val="009668BF"/>
    <w:rsid w:val="0097061F"/>
    <w:rsid w:val="00971631"/>
    <w:rsid w:val="00972C70"/>
    <w:rsid w:val="00974224"/>
    <w:rsid w:val="00974F8D"/>
    <w:rsid w:val="00974FF1"/>
    <w:rsid w:val="00975D34"/>
    <w:rsid w:val="009767D3"/>
    <w:rsid w:val="009819FB"/>
    <w:rsid w:val="00982080"/>
    <w:rsid w:val="00982BF2"/>
    <w:rsid w:val="00986F27"/>
    <w:rsid w:val="00987873"/>
    <w:rsid w:val="00992E31"/>
    <w:rsid w:val="009A53CC"/>
    <w:rsid w:val="009A7001"/>
    <w:rsid w:val="009A7DA5"/>
    <w:rsid w:val="009B01D4"/>
    <w:rsid w:val="009B0C22"/>
    <w:rsid w:val="009B18C7"/>
    <w:rsid w:val="009B36E8"/>
    <w:rsid w:val="009B7253"/>
    <w:rsid w:val="009C2E28"/>
    <w:rsid w:val="009C61D1"/>
    <w:rsid w:val="009D3969"/>
    <w:rsid w:val="009D4F53"/>
    <w:rsid w:val="009D5DD9"/>
    <w:rsid w:val="009D6CB0"/>
    <w:rsid w:val="009E03BE"/>
    <w:rsid w:val="009E07BB"/>
    <w:rsid w:val="009E4824"/>
    <w:rsid w:val="009E67C9"/>
    <w:rsid w:val="009E6DE8"/>
    <w:rsid w:val="009E7AB9"/>
    <w:rsid w:val="009F2C77"/>
    <w:rsid w:val="009F4224"/>
    <w:rsid w:val="009F4A72"/>
    <w:rsid w:val="009F5327"/>
    <w:rsid w:val="009F6DDF"/>
    <w:rsid w:val="00A00A9C"/>
    <w:rsid w:val="00A022D5"/>
    <w:rsid w:val="00A0400A"/>
    <w:rsid w:val="00A05A22"/>
    <w:rsid w:val="00A05F81"/>
    <w:rsid w:val="00A113A3"/>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A5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01FF"/>
    <w:rsid w:val="00A91F7E"/>
    <w:rsid w:val="00A93200"/>
    <w:rsid w:val="00A9330B"/>
    <w:rsid w:val="00A940EB"/>
    <w:rsid w:val="00A948BA"/>
    <w:rsid w:val="00A971B5"/>
    <w:rsid w:val="00AA18B0"/>
    <w:rsid w:val="00AA2ABC"/>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104"/>
    <w:rsid w:val="00AD365B"/>
    <w:rsid w:val="00AD5C3C"/>
    <w:rsid w:val="00AE0778"/>
    <w:rsid w:val="00AE1E35"/>
    <w:rsid w:val="00AE270B"/>
    <w:rsid w:val="00AE4D35"/>
    <w:rsid w:val="00AE5DAC"/>
    <w:rsid w:val="00AE6117"/>
    <w:rsid w:val="00AE64FD"/>
    <w:rsid w:val="00AE6F06"/>
    <w:rsid w:val="00AF00DF"/>
    <w:rsid w:val="00AF0A2F"/>
    <w:rsid w:val="00AF0BF8"/>
    <w:rsid w:val="00AF217C"/>
    <w:rsid w:val="00AF33DF"/>
    <w:rsid w:val="00B01257"/>
    <w:rsid w:val="00B036A0"/>
    <w:rsid w:val="00B0741E"/>
    <w:rsid w:val="00B1002E"/>
    <w:rsid w:val="00B11AF5"/>
    <w:rsid w:val="00B12ED2"/>
    <w:rsid w:val="00B17010"/>
    <w:rsid w:val="00B2067B"/>
    <w:rsid w:val="00B225D3"/>
    <w:rsid w:val="00B241CE"/>
    <w:rsid w:val="00B24ABA"/>
    <w:rsid w:val="00B325FE"/>
    <w:rsid w:val="00B329DF"/>
    <w:rsid w:val="00B32A1D"/>
    <w:rsid w:val="00B376D8"/>
    <w:rsid w:val="00B37FEA"/>
    <w:rsid w:val="00B4064C"/>
    <w:rsid w:val="00B41B2B"/>
    <w:rsid w:val="00B426ED"/>
    <w:rsid w:val="00B42E0C"/>
    <w:rsid w:val="00B46F70"/>
    <w:rsid w:val="00B47827"/>
    <w:rsid w:val="00B47FE1"/>
    <w:rsid w:val="00B506FA"/>
    <w:rsid w:val="00B537AD"/>
    <w:rsid w:val="00B54A4C"/>
    <w:rsid w:val="00B56365"/>
    <w:rsid w:val="00B60990"/>
    <w:rsid w:val="00B629FE"/>
    <w:rsid w:val="00B637B2"/>
    <w:rsid w:val="00B63DA5"/>
    <w:rsid w:val="00B65134"/>
    <w:rsid w:val="00B659B6"/>
    <w:rsid w:val="00B70AEE"/>
    <w:rsid w:val="00B71271"/>
    <w:rsid w:val="00B7160F"/>
    <w:rsid w:val="00B71692"/>
    <w:rsid w:val="00B7199B"/>
    <w:rsid w:val="00B71ADF"/>
    <w:rsid w:val="00B73110"/>
    <w:rsid w:val="00B731F9"/>
    <w:rsid w:val="00B7501C"/>
    <w:rsid w:val="00B76530"/>
    <w:rsid w:val="00B76B70"/>
    <w:rsid w:val="00B77A65"/>
    <w:rsid w:val="00B77EF4"/>
    <w:rsid w:val="00B81F23"/>
    <w:rsid w:val="00B82A3A"/>
    <w:rsid w:val="00B85BEB"/>
    <w:rsid w:val="00B87355"/>
    <w:rsid w:val="00B90A19"/>
    <w:rsid w:val="00B919D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0C4"/>
    <w:rsid w:val="00BC717E"/>
    <w:rsid w:val="00BD1CB7"/>
    <w:rsid w:val="00BD4DFE"/>
    <w:rsid w:val="00BD593F"/>
    <w:rsid w:val="00BD6706"/>
    <w:rsid w:val="00BE0D08"/>
    <w:rsid w:val="00BE719C"/>
    <w:rsid w:val="00BE7ED8"/>
    <w:rsid w:val="00BF0EA2"/>
    <w:rsid w:val="00BF36F6"/>
    <w:rsid w:val="00C0578C"/>
    <w:rsid w:val="00C13127"/>
    <w:rsid w:val="00C1570C"/>
    <w:rsid w:val="00C2177F"/>
    <w:rsid w:val="00C22361"/>
    <w:rsid w:val="00C2419C"/>
    <w:rsid w:val="00C26D89"/>
    <w:rsid w:val="00C31833"/>
    <w:rsid w:val="00C33018"/>
    <w:rsid w:val="00C33B4D"/>
    <w:rsid w:val="00C33FF8"/>
    <w:rsid w:val="00C35A49"/>
    <w:rsid w:val="00C36AF1"/>
    <w:rsid w:val="00C37458"/>
    <w:rsid w:val="00C37576"/>
    <w:rsid w:val="00C37AF7"/>
    <w:rsid w:val="00C45E29"/>
    <w:rsid w:val="00C478FD"/>
    <w:rsid w:val="00C53E39"/>
    <w:rsid w:val="00C617E5"/>
    <w:rsid w:val="00C62B77"/>
    <w:rsid w:val="00C64611"/>
    <w:rsid w:val="00C667E4"/>
    <w:rsid w:val="00C70C95"/>
    <w:rsid w:val="00C70D9D"/>
    <w:rsid w:val="00C76A9C"/>
    <w:rsid w:val="00C77054"/>
    <w:rsid w:val="00C80492"/>
    <w:rsid w:val="00C81C96"/>
    <w:rsid w:val="00C8734B"/>
    <w:rsid w:val="00C9021F"/>
    <w:rsid w:val="00C9028D"/>
    <w:rsid w:val="00C906FE"/>
    <w:rsid w:val="00C9389B"/>
    <w:rsid w:val="00CA2801"/>
    <w:rsid w:val="00CA41BF"/>
    <w:rsid w:val="00CA539C"/>
    <w:rsid w:val="00CA61C8"/>
    <w:rsid w:val="00CB1AF0"/>
    <w:rsid w:val="00CB22FF"/>
    <w:rsid w:val="00CB4647"/>
    <w:rsid w:val="00CB686E"/>
    <w:rsid w:val="00CC0833"/>
    <w:rsid w:val="00CC0D6C"/>
    <w:rsid w:val="00CC156E"/>
    <w:rsid w:val="00CC546F"/>
    <w:rsid w:val="00CD72D4"/>
    <w:rsid w:val="00CE30CD"/>
    <w:rsid w:val="00CE6DDA"/>
    <w:rsid w:val="00CF06A5"/>
    <w:rsid w:val="00CF137D"/>
    <w:rsid w:val="00CF4DEF"/>
    <w:rsid w:val="00D00008"/>
    <w:rsid w:val="00D032B6"/>
    <w:rsid w:val="00D05061"/>
    <w:rsid w:val="00D1038D"/>
    <w:rsid w:val="00D10971"/>
    <w:rsid w:val="00D11686"/>
    <w:rsid w:val="00D11AFF"/>
    <w:rsid w:val="00D1225E"/>
    <w:rsid w:val="00D1464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20A5"/>
    <w:rsid w:val="00D653D5"/>
    <w:rsid w:val="00D65909"/>
    <w:rsid w:val="00D66EE9"/>
    <w:rsid w:val="00D67101"/>
    <w:rsid w:val="00D671FA"/>
    <w:rsid w:val="00D70D85"/>
    <w:rsid w:val="00D718B1"/>
    <w:rsid w:val="00D71BAC"/>
    <w:rsid w:val="00D7331A"/>
    <w:rsid w:val="00D7499D"/>
    <w:rsid w:val="00D84ECA"/>
    <w:rsid w:val="00D854D7"/>
    <w:rsid w:val="00D91A3F"/>
    <w:rsid w:val="00D91B67"/>
    <w:rsid w:val="00D92CDF"/>
    <w:rsid w:val="00D9622A"/>
    <w:rsid w:val="00DA2789"/>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0ED3"/>
    <w:rsid w:val="00E022DC"/>
    <w:rsid w:val="00E024D3"/>
    <w:rsid w:val="00E0487B"/>
    <w:rsid w:val="00E07A7B"/>
    <w:rsid w:val="00E138BD"/>
    <w:rsid w:val="00E14435"/>
    <w:rsid w:val="00E206F5"/>
    <w:rsid w:val="00E21598"/>
    <w:rsid w:val="00E259BC"/>
    <w:rsid w:val="00E264A4"/>
    <w:rsid w:val="00E32E9A"/>
    <w:rsid w:val="00E35C78"/>
    <w:rsid w:val="00E36EBF"/>
    <w:rsid w:val="00E4017E"/>
    <w:rsid w:val="00E40FCC"/>
    <w:rsid w:val="00E43122"/>
    <w:rsid w:val="00E44003"/>
    <w:rsid w:val="00E456A5"/>
    <w:rsid w:val="00E470B1"/>
    <w:rsid w:val="00E50890"/>
    <w:rsid w:val="00E5110E"/>
    <w:rsid w:val="00E51F94"/>
    <w:rsid w:val="00E5452F"/>
    <w:rsid w:val="00E5512D"/>
    <w:rsid w:val="00E574E5"/>
    <w:rsid w:val="00E63C51"/>
    <w:rsid w:val="00E6671A"/>
    <w:rsid w:val="00E70BDA"/>
    <w:rsid w:val="00E71139"/>
    <w:rsid w:val="00E73E9D"/>
    <w:rsid w:val="00E73F1C"/>
    <w:rsid w:val="00E74F63"/>
    <w:rsid w:val="00E7602E"/>
    <w:rsid w:val="00E7712C"/>
    <w:rsid w:val="00E7773E"/>
    <w:rsid w:val="00E82E08"/>
    <w:rsid w:val="00E90664"/>
    <w:rsid w:val="00E92065"/>
    <w:rsid w:val="00E96F05"/>
    <w:rsid w:val="00EA340E"/>
    <w:rsid w:val="00EA34A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4331"/>
    <w:rsid w:val="00EE260F"/>
    <w:rsid w:val="00EE56E1"/>
    <w:rsid w:val="00EE604B"/>
    <w:rsid w:val="00EE6B33"/>
    <w:rsid w:val="00EF0462"/>
    <w:rsid w:val="00EF3F9B"/>
    <w:rsid w:val="00EF6505"/>
    <w:rsid w:val="00EF7A6F"/>
    <w:rsid w:val="00F02C57"/>
    <w:rsid w:val="00F03042"/>
    <w:rsid w:val="00F070E5"/>
    <w:rsid w:val="00F1517E"/>
    <w:rsid w:val="00F16678"/>
    <w:rsid w:val="00F17279"/>
    <w:rsid w:val="00F26388"/>
    <w:rsid w:val="00F31BE3"/>
    <w:rsid w:val="00F34B21"/>
    <w:rsid w:val="00F34CA5"/>
    <w:rsid w:val="00F41E90"/>
    <w:rsid w:val="00F436BF"/>
    <w:rsid w:val="00F527EE"/>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42B3"/>
    <w:rsid w:val="00F86C5B"/>
    <w:rsid w:val="00F91EB4"/>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203"/>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2ABC"/>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AA2ABC"/>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A2ABC"/>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A2ABC"/>
    <w:rPr>
      <w:rFonts w:cs="Traditional Arabic"/>
      <w:color w:val="000000"/>
      <w:sz w:val="26"/>
      <w:szCs w:val="26"/>
      <w:lang w:bidi="ar-SA"/>
    </w:rPr>
  </w:style>
  <w:style w:type="character" w:styleId="PageNumber">
    <w:name w:val="page number"/>
    <w:basedOn w:val="DefaultParagraphFont"/>
    <w:rsid w:val="00AA2ABC"/>
  </w:style>
  <w:style w:type="paragraph" w:styleId="TOC6">
    <w:name w:val="toc 6"/>
    <w:basedOn w:val="Normal"/>
    <w:next w:val="Normal"/>
    <w:autoRedefine/>
    <w:uiPriority w:val="39"/>
    <w:unhideWhenUsed/>
    <w:rsid w:val="000C36E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C36E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C36E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C36E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C36E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6169-B20F-4C5F-BDCE-E7F69957A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76</TotalTime>
  <Pages>470</Pages>
  <Words>87340</Words>
  <Characters>497839</Characters>
  <Application>Microsoft Office Word</Application>
  <DocSecurity>0</DocSecurity>
  <Lines>4148</Lines>
  <Paragraphs>1168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584011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139</cp:revision>
  <dcterms:created xsi:type="dcterms:W3CDTF">2014-07-07T08:09:00Z</dcterms:created>
  <dcterms:modified xsi:type="dcterms:W3CDTF">2014-07-08T08:51:00Z</dcterms:modified>
</cp:coreProperties>
</file>