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94" w:rsidRPr="00645494" w:rsidRDefault="00645494" w:rsidP="00645494">
      <w:pPr>
        <w:pStyle w:val="libTitr2"/>
        <w:rPr>
          <w:rtl/>
        </w:rPr>
      </w:pPr>
      <w:r w:rsidRPr="00B431B3">
        <w:rPr>
          <w:rtl/>
        </w:rPr>
        <w:t>ظرافة الأحلام</w:t>
      </w:r>
    </w:p>
    <w:p w:rsidR="00645494" w:rsidRPr="00645494" w:rsidRDefault="00645494" w:rsidP="00645494">
      <w:pPr>
        <w:pStyle w:val="libTitr2"/>
        <w:rPr>
          <w:rtl/>
        </w:rPr>
      </w:pPr>
      <w:r w:rsidRPr="00B431B3">
        <w:rPr>
          <w:rtl/>
        </w:rPr>
        <w:t>في النظام المتلو في المنام لأهل البيت الحرام</w:t>
      </w:r>
    </w:p>
    <w:p w:rsidR="00645494" w:rsidRPr="00645494" w:rsidRDefault="00645494" w:rsidP="00645494">
      <w:pPr>
        <w:pStyle w:val="libCenterBold1"/>
        <w:rPr>
          <w:rtl/>
        </w:rPr>
      </w:pPr>
      <w:r w:rsidRPr="00B431B3">
        <w:rPr>
          <w:rtl/>
        </w:rPr>
        <w:t>تأليف محمد بن الشيخ طاهر السماوى</w:t>
      </w:r>
    </w:p>
    <w:p w:rsidR="00645494" w:rsidRPr="00645494" w:rsidRDefault="00645494" w:rsidP="00645494">
      <w:pPr>
        <w:pStyle w:val="libCenterBold1"/>
        <w:rPr>
          <w:rtl/>
        </w:rPr>
      </w:pPr>
      <w:r w:rsidRPr="00B431B3">
        <w:rPr>
          <w:rtl/>
        </w:rPr>
        <w:t>عفا الله له عن المساوي</w:t>
      </w:r>
    </w:p>
    <w:p w:rsidR="00645494" w:rsidRDefault="00645494" w:rsidP="00645494">
      <w:pPr>
        <w:pStyle w:val="libNormal"/>
      </w:pPr>
      <w:r>
        <w:rPr>
          <w:rtl/>
        </w:rPr>
        <w:br w:type="page"/>
      </w:r>
    </w:p>
    <w:p w:rsidR="00645494" w:rsidRPr="00645494" w:rsidRDefault="00645494" w:rsidP="00645494">
      <w:pPr>
        <w:pStyle w:val="libCenterBold1"/>
        <w:rPr>
          <w:rtl/>
        </w:rPr>
      </w:pPr>
      <w:r w:rsidRPr="00E41435">
        <w:rPr>
          <w:rFonts w:hint="cs"/>
          <w:rtl/>
        </w:rPr>
        <w:lastRenderedPageBreak/>
        <w:t>بِسْمِ اللَّهِ الرَّحْمَنِ الرَّحِيمِ</w:t>
      </w:r>
    </w:p>
    <w:p w:rsidR="00645494" w:rsidRPr="00645494" w:rsidRDefault="00645494" w:rsidP="00645494">
      <w:pPr>
        <w:pStyle w:val="libCenterBold1"/>
        <w:rPr>
          <w:rtl/>
        </w:rPr>
      </w:pPr>
      <w:r w:rsidRPr="00E41435">
        <w:rPr>
          <w:rtl/>
        </w:rPr>
        <w:t>وبه نستعين</w:t>
      </w:r>
    </w:p>
    <w:p w:rsidR="00645494" w:rsidRPr="00E41435" w:rsidRDefault="00645494" w:rsidP="00554BFA">
      <w:pPr>
        <w:pStyle w:val="libNormal"/>
        <w:rPr>
          <w:rtl/>
        </w:rPr>
      </w:pPr>
      <w:r w:rsidRPr="00554BFA">
        <w:rPr>
          <w:rtl/>
        </w:rPr>
        <w:t>سبحان الله</w:t>
      </w:r>
      <w:r w:rsidR="00D0383A">
        <w:rPr>
          <w:rtl/>
        </w:rPr>
        <w:t>،</w:t>
      </w:r>
      <w:r w:rsidRPr="00554BFA">
        <w:rPr>
          <w:rtl/>
        </w:rPr>
        <w:t xml:space="preserve"> المنزَّه عن رؤية الخلق</w:t>
      </w:r>
      <w:r w:rsidR="00D0383A">
        <w:rPr>
          <w:rtl/>
        </w:rPr>
        <w:t>،</w:t>
      </w:r>
      <w:r w:rsidRPr="00554BFA">
        <w:rPr>
          <w:rtl/>
        </w:rPr>
        <w:t xml:space="preserve"> والحمد لله الّذي جعل رؤيا أوليائه جارية على منهج الصدق</w:t>
      </w:r>
      <w:r w:rsidR="00D0383A">
        <w:rPr>
          <w:rtl/>
        </w:rPr>
        <w:t>،</w:t>
      </w:r>
      <w:r w:rsidRPr="00554BFA">
        <w:rPr>
          <w:rtl/>
        </w:rPr>
        <w:t xml:space="preserve"> ولا إله إلاّ الله</w:t>
      </w:r>
      <w:r w:rsidR="00D0383A">
        <w:rPr>
          <w:rtl/>
        </w:rPr>
        <w:t>،</w:t>
      </w:r>
      <w:r w:rsidRPr="00554BFA">
        <w:rPr>
          <w:rtl/>
        </w:rPr>
        <w:t xml:space="preserve"> الّذي قال لنبيه</w:t>
      </w:r>
      <w:r w:rsidR="00554BFA">
        <w:rPr>
          <w:rtl/>
        </w:rPr>
        <w:t xml:space="preserve"> (</w:t>
      </w:r>
      <w:r w:rsidRPr="00554BFA">
        <w:rPr>
          <w:rtl/>
        </w:rPr>
        <w:t>صلّى الله عليه وآله):</w:t>
      </w:r>
      <w:r w:rsidR="00554BFA">
        <w:rPr>
          <w:rtl/>
        </w:rPr>
        <w:t xml:space="preserve"> </w:t>
      </w:r>
      <w:r w:rsidR="00554BFA" w:rsidRPr="00481088">
        <w:rPr>
          <w:rStyle w:val="libAlaemChar"/>
          <w:rtl/>
        </w:rPr>
        <w:t>(</w:t>
      </w:r>
      <w:r w:rsidRPr="00645494">
        <w:rPr>
          <w:rStyle w:val="libAieChar"/>
          <w:rFonts w:hint="cs"/>
          <w:rtl/>
        </w:rPr>
        <w:t>وَمَا جَعَلْنَا الرُّؤْيَا الَّتِي أَرَيْنَاكَ إِلاَّ فِتْنَةً لِلنَّاسِ</w:t>
      </w:r>
      <w:r w:rsidRPr="00481088">
        <w:rPr>
          <w:rStyle w:val="libAlaemChar"/>
          <w:rtl/>
        </w:rPr>
        <w:t>)</w:t>
      </w:r>
      <w:r w:rsidR="00D0383A">
        <w:rPr>
          <w:rtl/>
        </w:rPr>
        <w:t>،</w:t>
      </w:r>
      <w:r w:rsidRPr="00554BFA">
        <w:rPr>
          <w:rtl/>
        </w:rPr>
        <w:t>‌ والله أكبر</w:t>
      </w:r>
      <w:r w:rsidR="00D0383A">
        <w:rPr>
          <w:rtl/>
        </w:rPr>
        <w:t>؛</w:t>
      </w:r>
      <w:r w:rsidRPr="00554BFA">
        <w:rPr>
          <w:rtl/>
        </w:rPr>
        <w:t xml:space="preserve"> إعظاماً له وإكباراً على جميل الصنع، وجزيل اللطف وجليل الرفق</w:t>
      </w:r>
      <w:r w:rsidR="00D0383A">
        <w:rPr>
          <w:rtl/>
        </w:rPr>
        <w:t>،</w:t>
      </w:r>
      <w:r w:rsidRPr="00554BFA">
        <w:rPr>
          <w:rtl/>
        </w:rPr>
        <w:t xml:space="preserve"> وصلّى الله على محمد وآله</w:t>
      </w:r>
      <w:r w:rsidR="00D0383A">
        <w:rPr>
          <w:rtl/>
        </w:rPr>
        <w:t>،</w:t>
      </w:r>
      <w:r w:rsidRPr="00554BFA">
        <w:rPr>
          <w:rtl/>
        </w:rPr>
        <w:t xml:space="preserve"> هداة الأمم في الغرب والشرق القائل:</w:t>
      </w:r>
      <w:r w:rsidR="00554BFA">
        <w:rPr>
          <w:rtl/>
        </w:rPr>
        <w:t xml:space="preserve"> </w:t>
      </w:r>
      <w:r w:rsidR="00554BFA">
        <w:rPr>
          <w:rStyle w:val="libNormalChar"/>
          <w:rtl/>
        </w:rPr>
        <w:t>((</w:t>
      </w:r>
      <w:r w:rsidRPr="00645494">
        <w:rPr>
          <w:rStyle w:val="libNormalChar"/>
          <w:rtl/>
        </w:rPr>
        <w:t>جعلت الرؤيا الصادقة جزءاً من النبوة))</w:t>
      </w:r>
      <w:r w:rsidR="00D0383A">
        <w:rPr>
          <w:rtl/>
        </w:rPr>
        <w:t>،</w:t>
      </w:r>
      <w:r w:rsidRPr="00554BFA">
        <w:rPr>
          <w:rtl/>
        </w:rPr>
        <w:t xml:space="preserve"> والقائلين:</w:t>
      </w:r>
      <w:r w:rsidR="00554BFA">
        <w:rPr>
          <w:rtl/>
        </w:rPr>
        <w:t xml:space="preserve"> </w:t>
      </w:r>
      <w:r w:rsidR="00554BFA">
        <w:rPr>
          <w:rStyle w:val="libNormalChar"/>
          <w:rtl/>
        </w:rPr>
        <w:t>((</w:t>
      </w:r>
      <w:r w:rsidRPr="00645494">
        <w:rPr>
          <w:rStyle w:val="libNormalChar"/>
          <w:rtl/>
        </w:rPr>
        <w:t>من رآنا فقد رآنا حقاً، فإنَّ الشيطان لا يتمثّل بنا))</w:t>
      </w:r>
      <w:r w:rsidR="00D0383A">
        <w:rPr>
          <w:rtl/>
        </w:rPr>
        <w:t>،</w:t>
      </w:r>
      <w:r w:rsidRPr="00554BFA">
        <w:rPr>
          <w:rtl/>
        </w:rPr>
        <w:t xml:space="preserve"> وأين له تلك القوَّة</w:t>
      </w:r>
      <w:r w:rsidR="00D0383A">
        <w:rPr>
          <w:rtl/>
        </w:rPr>
        <w:t>،</w:t>
      </w:r>
      <w:r w:rsidRPr="00554BFA">
        <w:rPr>
          <w:rtl/>
        </w:rPr>
        <w:t xml:space="preserve"> وأنّى له ذلك الوفق.</w:t>
      </w:r>
    </w:p>
    <w:p w:rsidR="00645494" w:rsidRPr="00E41435" w:rsidRDefault="00645494" w:rsidP="00554BFA">
      <w:pPr>
        <w:pStyle w:val="libNormal"/>
        <w:rPr>
          <w:rtl/>
        </w:rPr>
      </w:pPr>
      <w:r w:rsidRPr="00554BFA">
        <w:rPr>
          <w:rtl/>
        </w:rPr>
        <w:t>أما بعد فهذا</w:t>
      </w:r>
      <w:r w:rsidR="00554BFA">
        <w:rPr>
          <w:rtl/>
        </w:rPr>
        <w:t xml:space="preserve"> (</w:t>
      </w:r>
      <w:r w:rsidRPr="00554BFA">
        <w:rPr>
          <w:rtl/>
        </w:rPr>
        <w:t>ظرافة الأحلام) في النظام المتلوّ في المنام</w:t>
      </w:r>
      <w:r w:rsidR="00D0383A">
        <w:rPr>
          <w:rtl/>
        </w:rPr>
        <w:t>،</w:t>
      </w:r>
      <w:r w:rsidRPr="00554BFA">
        <w:rPr>
          <w:rtl/>
        </w:rPr>
        <w:t xml:space="preserve"> لأهل</w:t>
      </w:r>
    </w:p>
    <w:p w:rsidR="00645494" w:rsidRDefault="00645494" w:rsidP="00645494">
      <w:pPr>
        <w:pStyle w:val="libNormal"/>
      </w:pPr>
      <w:r>
        <w:br w:type="page"/>
      </w:r>
    </w:p>
    <w:p w:rsidR="00645494" w:rsidRPr="00E41435" w:rsidRDefault="00645494" w:rsidP="00554BFA">
      <w:pPr>
        <w:pStyle w:val="libNormal"/>
        <w:rPr>
          <w:rtl/>
        </w:rPr>
      </w:pPr>
      <w:r w:rsidRPr="00554BFA">
        <w:rPr>
          <w:rtl/>
        </w:rPr>
        <w:lastRenderedPageBreak/>
        <w:t>البيت الحرام</w:t>
      </w:r>
      <w:r w:rsidR="00D0383A">
        <w:rPr>
          <w:rtl/>
        </w:rPr>
        <w:t>،</w:t>
      </w:r>
      <w:r w:rsidR="00554BFA">
        <w:rPr>
          <w:rtl/>
        </w:rPr>
        <w:t xml:space="preserve"> (</w:t>
      </w:r>
      <w:r w:rsidRPr="00554BFA">
        <w:rPr>
          <w:rtl/>
        </w:rPr>
        <w:t>عليهم السلام)</w:t>
      </w:r>
      <w:r w:rsidR="00D0383A">
        <w:rPr>
          <w:rtl/>
        </w:rPr>
        <w:t>،</w:t>
      </w:r>
      <w:r w:rsidRPr="00554BFA">
        <w:rPr>
          <w:rtl/>
        </w:rPr>
        <w:t xml:space="preserve"> جمعّته من كتب شتّى</w:t>
      </w:r>
      <w:r w:rsidR="00D0383A">
        <w:rPr>
          <w:rtl/>
        </w:rPr>
        <w:t>،</w:t>
      </w:r>
      <w:r w:rsidRPr="00554BFA">
        <w:rPr>
          <w:rtl/>
        </w:rPr>
        <w:t xml:space="preserve"> ومشافهة علماء صالحين، لا يسهل على كل أحد ولا يتأتّى</w:t>
      </w:r>
      <w:r w:rsidR="00D0383A">
        <w:rPr>
          <w:rtl/>
        </w:rPr>
        <w:t>،</w:t>
      </w:r>
      <w:r w:rsidRPr="00554BFA">
        <w:rPr>
          <w:rtl/>
        </w:rPr>
        <w:t xml:space="preserve"> وصرفت نحو عشرين سنة في التقاطه، وضم بعضه إلى بعض وقتاً فوقتاً</w:t>
      </w:r>
      <w:r w:rsidR="00D0383A">
        <w:rPr>
          <w:rtl/>
        </w:rPr>
        <w:t>،</w:t>
      </w:r>
      <w:r w:rsidRPr="00554BFA">
        <w:rPr>
          <w:rtl/>
        </w:rPr>
        <w:t xml:space="preserve"> ورتّبته على مقدمة وثمانية أبواب</w:t>
      </w:r>
      <w:r w:rsidR="00D0383A">
        <w:rPr>
          <w:rtl/>
        </w:rPr>
        <w:t>،</w:t>
      </w:r>
      <w:r w:rsidRPr="00554BFA">
        <w:rPr>
          <w:rtl/>
        </w:rPr>
        <w:t xml:space="preserve"> وخدمت به سيدي ومعاذي وكهفي وملاذي، أمير المؤمنين علي بن أبي طالب</w:t>
      </w:r>
      <w:r w:rsidR="00D0383A">
        <w:rPr>
          <w:rtl/>
        </w:rPr>
        <w:t>،</w:t>
      </w:r>
      <w:r w:rsidR="00554BFA">
        <w:rPr>
          <w:rtl/>
        </w:rPr>
        <w:t xml:space="preserve"> (</w:t>
      </w:r>
      <w:r w:rsidRPr="00554BFA">
        <w:rPr>
          <w:rtl/>
        </w:rPr>
        <w:t>عليه السلام) رجاء الثواب</w:t>
      </w:r>
      <w:r w:rsidR="00D0383A">
        <w:rPr>
          <w:rtl/>
        </w:rPr>
        <w:t>،</w:t>
      </w:r>
      <w:r w:rsidRPr="00554BFA">
        <w:rPr>
          <w:rtl/>
        </w:rPr>
        <w:t xml:space="preserve"> وأداءاً للواجب</w:t>
      </w:r>
      <w:r w:rsidR="00D0383A">
        <w:rPr>
          <w:rtl/>
        </w:rPr>
        <w:t>؛</w:t>
      </w:r>
      <w:r w:rsidRPr="00554BFA">
        <w:rPr>
          <w:rtl/>
        </w:rPr>
        <w:t xml:space="preserve"> إذ كنت لائذاً بحماه، نازلاً في مغناه ضيفاً على تلك السدة والأعتاب</w:t>
      </w:r>
      <w:r w:rsidR="00D0383A">
        <w:rPr>
          <w:rtl/>
        </w:rPr>
        <w:t>،</w:t>
      </w:r>
      <w:r w:rsidRPr="00554BFA">
        <w:rPr>
          <w:rtl/>
        </w:rPr>
        <w:t xml:space="preserve"> ورجوت أن يكون مقبولاً، فيكون كاسمه عند ذوي الآداب. إنَّه الكريم على الله</w:t>
      </w:r>
      <w:r w:rsidR="00D0383A">
        <w:rPr>
          <w:rtl/>
        </w:rPr>
        <w:t>،</w:t>
      </w:r>
      <w:r w:rsidRPr="00554BFA">
        <w:rPr>
          <w:rtl/>
        </w:rPr>
        <w:t xml:space="preserve"> ولا توفيق إلاّ بالله.</w:t>
      </w:r>
    </w:p>
    <w:p w:rsidR="00645494" w:rsidRPr="00554BFA" w:rsidRDefault="00645494" w:rsidP="00645494">
      <w:pPr>
        <w:pStyle w:val="Heading2Center"/>
        <w:rPr>
          <w:rtl/>
        </w:rPr>
      </w:pPr>
      <w:bookmarkStart w:id="0" w:name="_Toc491861285"/>
      <w:r w:rsidRPr="00E41435">
        <w:rPr>
          <w:rtl/>
        </w:rPr>
        <w:t>المقدمة</w:t>
      </w:r>
      <w:bookmarkStart w:id="1" w:name="المقدمة"/>
      <w:bookmarkEnd w:id="1"/>
      <w:bookmarkEnd w:id="0"/>
    </w:p>
    <w:p w:rsidR="00645494" w:rsidRPr="00554BFA" w:rsidRDefault="00645494" w:rsidP="00554BFA">
      <w:pPr>
        <w:pStyle w:val="libCenterBold2"/>
        <w:rPr>
          <w:rtl/>
        </w:rPr>
      </w:pPr>
      <w:r w:rsidRPr="00E41435">
        <w:rPr>
          <w:rtl/>
        </w:rPr>
        <w:t>وفيها ثلاثة فصول:</w:t>
      </w:r>
    </w:p>
    <w:p w:rsidR="00645494" w:rsidRPr="00554BFA" w:rsidRDefault="00645494" w:rsidP="00645494">
      <w:pPr>
        <w:pStyle w:val="Heading3"/>
        <w:rPr>
          <w:rtl/>
        </w:rPr>
      </w:pPr>
      <w:bookmarkStart w:id="2" w:name="_Toc491861286"/>
      <w:r w:rsidRPr="00E41435">
        <w:rPr>
          <w:rtl/>
        </w:rPr>
        <w:t>الفصل الأول: في أسماء الرؤيا</w:t>
      </w:r>
      <w:bookmarkStart w:id="3" w:name="الفصل_الأول:_في_أسماء_الرؤيا"/>
      <w:bookmarkEnd w:id="3"/>
      <w:r w:rsidRPr="00E41435">
        <w:rPr>
          <w:rtl/>
        </w:rPr>
        <w:t>.</w:t>
      </w:r>
      <w:bookmarkEnd w:id="2"/>
    </w:p>
    <w:p w:rsidR="00645494" w:rsidRPr="00E41435" w:rsidRDefault="00645494" w:rsidP="00554BFA">
      <w:pPr>
        <w:pStyle w:val="libNormal"/>
        <w:rPr>
          <w:rtl/>
        </w:rPr>
      </w:pPr>
      <w:r w:rsidRPr="00554BFA">
        <w:rPr>
          <w:rtl/>
        </w:rPr>
        <w:t>تقول العرب لما تراه في المنام: الرؤيا بالضم والهمز، والريا بلا همز وبتشديد الياء، والريا بكسر الراء، والحلم بضمتين، والحلم بضم وسكون، والاحتلام والخيال والطيف، فإنْ كان لا تأويل له فهو الأضغاث والهلج</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ويستعملان فيما لا خير فيه</w:t>
      </w:r>
      <w:r w:rsidR="00D0383A">
        <w:rPr>
          <w:rtl/>
        </w:rPr>
        <w:t>،</w:t>
      </w:r>
      <w:r w:rsidRPr="00554BFA">
        <w:rPr>
          <w:rtl/>
        </w:rPr>
        <w:t xml:space="preserve"> وتقول: رأى في منامه، وأُرْي رؤيا لا رؤية، فإنَّ الرؤيا في المنام والرؤية اليقظة، وتكلَّف المتنبي بقوله:</w:t>
      </w:r>
      <w:r w:rsidR="00554BFA">
        <w:rPr>
          <w:rtl/>
        </w:rPr>
        <w:t xml:space="preserve"> (</w:t>
      </w:r>
      <w:r w:rsidRPr="00554BFA">
        <w:rPr>
          <w:rtl/>
        </w:rPr>
        <w:t>ورؤياك أحلى في العيون من الغمض)، وتقول: حلم يحلم كقعد، واحتلم وتحلم حلماً واحتلاماً وتحلماً</w:t>
      </w:r>
      <w:r w:rsidR="00D0383A">
        <w:rPr>
          <w:rtl/>
        </w:rPr>
        <w:t>،</w:t>
      </w:r>
      <w:r w:rsidRPr="00554BFA">
        <w:rPr>
          <w:rtl/>
        </w:rPr>
        <w:t xml:space="preserve"> وتقول: طرق الخيال وطاف وأطاف وزار وسرى وعاه وتأوب، إذا تكرّر فهو طارق طائف مطيف زور زائر سارٍ عائد متأوب. قال البحتري:</w:t>
      </w:r>
      <w:r w:rsidR="00554BFA">
        <w:rPr>
          <w:rtl/>
        </w:rPr>
        <w:t xml:space="preserve"> (</w:t>
      </w:r>
      <w:r w:rsidRPr="00554BFA">
        <w:rPr>
          <w:rtl/>
        </w:rPr>
        <w:t>خيال ماوبة المطيف)، وقال المرتضى:</w:t>
      </w:r>
      <w:r w:rsidR="00554BFA">
        <w:rPr>
          <w:rtl/>
        </w:rPr>
        <w:t xml:space="preserve"> (</w:t>
      </w:r>
      <w:r w:rsidRPr="00554BFA">
        <w:rPr>
          <w:rtl/>
        </w:rPr>
        <w:t>وزور تخطى جنوب الفلا).</w:t>
      </w:r>
    </w:p>
    <w:p w:rsidR="00554BFA" w:rsidRPr="00554BFA" w:rsidRDefault="00645494" w:rsidP="00645494">
      <w:pPr>
        <w:pStyle w:val="Heading3"/>
        <w:rPr>
          <w:rtl/>
        </w:rPr>
      </w:pPr>
      <w:bookmarkStart w:id="4" w:name="_Toc491861287"/>
      <w:r w:rsidRPr="00E41435">
        <w:rPr>
          <w:rtl/>
        </w:rPr>
        <w:t>الفصل الثاني:</w:t>
      </w:r>
      <w:r w:rsidR="00554BFA">
        <w:rPr>
          <w:rtl/>
        </w:rPr>
        <w:t xml:space="preserve"> (</w:t>
      </w:r>
      <w:r w:rsidRPr="00E41435">
        <w:rPr>
          <w:rtl/>
        </w:rPr>
        <w:t>في معنى الرؤيا)</w:t>
      </w:r>
      <w:bookmarkStart w:id="5" w:name="الفصل_الثاني:(في_معنى_الرؤيا)"/>
      <w:bookmarkEnd w:id="5"/>
      <w:r w:rsidRPr="00E41435">
        <w:rPr>
          <w:rtl/>
        </w:rPr>
        <w:t>.</w:t>
      </w:r>
      <w:bookmarkEnd w:id="4"/>
    </w:p>
    <w:p w:rsidR="00D0383A" w:rsidRDefault="00645494" w:rsidP="00554BFA">
      <w:pPr>
        <w:pStyle w:val="libNormal"/>
        <w:rPr>
          <w:rtl/>
        </w:rPr>
      </w:pPr>
      <w:r w:rsidRPr="00554BFA">
        <w:rPr>
          <w:rtl/>
        </w:rPr>
        <w:t>الرؤيا هي ما تعرض للنائم، من أفعال وأقوال له أو لغيره</w:t>
      </w:r>
      <w:r w:rsidR="00D0383A">
        <w:rPr>
          <w:rtl/>
        </w:rPr>
        <w:t>،</w:t>
      </w:r>
      <w:r w:rsidRPr="00554BFA">
        <w:rPr>
          <w:rtl/>
        </w:rPr>
        <w:t xml:space="preserve"> مألوفة أو غير مألوفة</w:t>
      </w:r>
      <w:r w:rsidR="00D0383A">
        <w:rPr>
          <w:rtl/>
        </w:rPr>
        <w:t>،</w:t>
      </w:r>
      <w:r w:rsidRPr="00554BFA">
        <w:rPr>
          <w:rtl/>
        </w:rPr>
        <w:t xml:space="preserve"> فقد تكون من الله تعالى، وهي الحق والصادقة، قال الله تعالى:</w:t>
      </w:r>
      <w:r w:rsidR="00554BFA">
        <w:rPr>
          <w:rtl/>
        </w:rPr>
        <w:t xml:space="preserve"> </w:t>
      </w:r>
      <w:r w:rsidR="00554BFA" w:rsidRPr="00481088">
        <w:rPr>
          <w:rStyle w:val="libAlaemChar"/>
          <w:rtl/>
        </w:rPr>
        <w:t>(</w:t>
      </w:r>
      <w:r w:rsidRPr="00645494">
        <w:rPr>
          <w:rStyle w:val="libAieChar"/>
          <w:rFonts w:hint="cs"/>
          <w:rtl/>
        </w:rPr>
        <w:t>وَمَا جَعَلْنَا الرُّؤْيَا الَّتِي أَرَيْنَاكَ إِلاَّ فِتْنَةً لِلنَّاسِ</w:t>
      </w:r>
      <w:r w:rsidRPr="00481088">
        <w:rPr>
          <w:rStyle w:val="libAlaemChar"/>
          <w:rtl/>
        </w:rPr>
        <w:t>)</w:t>
      </w:r>
      <w:r w:rsidRPr="00554BFA">
        <w:rPr>
          <w:rtl/>
        </w:rPr>
        <w:t>، وقد تكون من الوسواس والتأثيرات والأخلاط، وهي الباطلة والأضغاث، قال تعالى:</w:t>
      </w:r>
      <w:r w:rsidR="00554BFA">
        <w:rPr>
          <w:rtl/>
        </w:rPr>
        <w:t xml:space="preserve"> </w:t>
      </w:r>
      <w:r w:rsidR="00554BFA" w:rsidRPr="00481088">
        <w:rPr>
          <w:rStyle w:val="libAlaemChar"/>
          <w:rtl/>
        </w:rPr>
        <w:t>(</w:t>
      </w:r>
      <w:r w:rsidRPr="00645494">
        <w:rPr>
          <w:rStyle w:val="libAieChar"/>
          <w:rFonts w:hint="cs"/>
          <w:rtl/>
        </w:rPr>
        <w:t>أَضْغَاثُ أَحْلاَمٍ</w:t>
      </w:r>
      <w:r w:rsidRPr="00481088">
        <w:rPr>
          <w:rStyle w:val="libAlaemChar"/>
          <w:rtl/>
        </w:rPr>
        <w:t>)</w:t>
      </w:r>
      <w:r w:rsidRPr="00554BFA">
        <w:rPr>
          <w:rtl/>
        </w:rPr>
        <w:t>،</w:t>
      </w:r>
      <w:r w:rsidR="00554BFA">
        <w:rPr>
          <w:rtl/>
        </w:rPr>
        <w:t xml:space="preserve"> (</w:t>
      </w:r>
      <w:r w:rsidRPr="00554BFA">
        <w:rPr>
          <w:rtl/>
        </w:rPr>
        <w:t xml:space="preserve">فإن قيل): إنّا نجد الصالحين وغير الصالحين يرون الرؤيا الصادقة، فكيف ذلك؟ </w:t>
      </w:r>
    </w:p>
    <w:p w:rsidR="00554BFA" w:rsidRDefault="00554BFA" w:rsidP="00554BFA">
      <w:pPr>
        <w:pStyle w:val="libNormal"/>
        <w:rPr>
          <w:rtl/>
        </w:rPr>
      </w:pPr>
      <w:r>
        <w:rPr>
          <w:rtl/>
        </w:rPr>
        <w:t>(</w:t>
      </w:r>
      <w:r w:rsidR="00645494" w:rsidRPr="00554BFA">
        <w:rPr>
          <w:rtl/>
        </w:rPr>
        <w:t xml:space="preserve">قلنا)‌: </w:t>
      </w:r>
    </w:p>
    <w:p w:rsidR="00D0383A" w:rsidRDefault="00645494" w:rsidP="00554BFA">
      <w:pPr>
        <w:pStyle w:val="libNormal"/>
        <w:rPr>
          <w:rtl/>
        </w:rPr>
      </w:pPr>
      <w:r w:rsidRPr="00645494">
        <w:rPr>
          <w:rStyle w:val="libBold2Char"/>
          <w:rtl/>
        </w:rPr>
        <w:t>أولاً:</w:t>
      </w:r>
      <w:r w:rsidRPr="00554BFA">
        <w:rPr>
          <w:rtl/>
        </w:rPr>
        <w:t xml:space="preserve"> إنَّ ألطاف الله سبحانه في الدنيا على جميع عباده دائمة دائبة‌، فلا فرق بين الصالح وغيره في لطفه، وأنعامه الجليّ والخفيّ. </w:t>
      </w:r>
    </w:p>
    <w:p w:rsidR="00645494" w:rsidRPr="00E41435" w:rsidRDefault="00554BFA" w:rsidP="00554BFA">
      <w:pPr>
        <w:pStyle w:val="libNormal"/>
        <w:rPr>
          <w:rtl/>
        </w:rPr>
      </w:pPr>
      <w:r>
        <w:rPr>
          <w:rStyle w:val="libBold2Char"/>
          <w:rtl/>
        </w:rPr>
        <w:t>(</w:t>
      </w:r>
      <w:r w:rsidR="00645494" w:rsidRPr="00645494">
        <w:rPr>
          <w:rStyle w:val="libBold2Char"/>
          <w:rtl/>
        </w:rPr>
        <w:t>وثانياً):</w:t>
      </w:r>
      <w:r w:rsidR="00645494" w:rsidRPr="00554BFA">
        <w:rPr>
          <w:rtl/>
        </w:rPr>
        <w:t xml:space="preserve"> إنَّ بعضاً يريه بقدرته وبعضاً بملائكته، وهذا الثاني داخل في الأول</w:t>
      </w:r>
      <w:r w:rsidR="00D0383A">
        <w:rPr>
          <w:rtl/>
        </w:rPr>
        <w:t>؛</w:t>
      </w:r>
      <w:r w:rsidR="00645494" w:rsidRPr="00554BFA">
        <w:rPr>
          <w:rtl/>
        </w:rPr>
        <w:t xml:space="preserve"> إذ هو لطف.</w:t>
      </w:r>
    </w:p>
    <w:p w:rsidR="00645494" w:rsidRDefault="00645494" w:rsidP="00645494">
      <w:pPr>
        <w:pStyle w:val="libNormal"/>
      </w:pPr>
      <w:r>
        <w:br w:type="page"/>
      </w:r>
    </w:p>
    <w:p w:rsidR="00D0383A" w:rsidRDefault="00645494" w:rsidP="00645494">
      <w:pPr>
        <w:pStyle w:val="Heading3"/>
        <w:rPr>
          <w:rtl/>
        </w:rPr>
      </w:pPr>
      <w:bookmarkStart w:id="6" w:name="_Toc491861288"/>
      <w:r w:rsidRPr="00E41435">
        <w:rPr>
          <w:rtl/>
        </w:rPr>
        <w:lastRenderedPageBreak/>
        <w:t>الفصل الثالث:</w:t>
      </w:r>
      <w:r w:rsidR="00554BFA">
        <w:rPr>
          <w:rtl/>
        </w:rPr>
        <w:t xml:space="preserve"> (</w:t>
      </w:r>
      <w:r w:rsidRPr="00E41435">
        <w:rPr>
          <w:rtl/>
        </w:rPr>
        <w:t>في ذكر أحاديث تتعلق بالرؤيا وما يقال عليها وفيها)</w:t>
      </w:r>
      <w:bookmarkStart w:id="7" w:name="الفصل_الثالث:_(في_ذكر_أحاديث_تتعلق_بالرؤ"/>
      <w:bookmarkEnd w:id="7"/>
      <w:r w:rsidRPr="00E41435">
        <w:rPr>
          <w:rtl/>
        </w:rPr>
        <w:t>.</w:t>
      </w:r>
      <w:bookmarkEnd w:id="6"/>
    </w:p>
    <w:p w:rsidR="00D0383A" w:rsidRDefault="00554BFA" w:rsidP="00554BFA">
      <w:pPr>
        <w:pStyle w:val="libNormal"/>
        <w:rPr>
          <w:rtl/>
        </w:rPr>
      </w:pPr>
      <w:r>
        <w:rPr>
          <w:rStyle w:val="libBold2Char"/>
          <w:rtl/>
        </w:rPr>
        <w:t>(</w:t>
      </w:r>
      <w:r w:rsidR="00645494" w:rsidRPr="00645494">
        <w:rPr>
          <w:rStyle w:val="libBold2Char"/>
          <w:rtl/>
        </w:rPr>
        <w:t>فمنها):</w:t>
      </w:r>
      <w:r w:rsidR="00645494" w:rsidRPr="00554BFA">
        <w:rPr>
          <w:rtl/>
        </w:rPr>
        <w:t xml:space="preserve"> ما روي عن النبي</w:t>
      </w:r>
      <w:r>
        <w:rPr>
          <w:rtl/>
        </w:rPr>
        <w:t xml:space="preserve"> (</w:t>
      </w:r>
      <w:r w:rsidR="00645494" w:rsidRPr="00554BFA">
        <w:rPr>
          <w:rtl/>
        </w:rPr>
        <w:t>صلّى الله عليه وآله وسلّم)، وعن الأئمة</w:t>
      </w:r>
      <w:r>
        <w:rPr>
          <w:rtl/>
        </w:rPr>
        <w:t xml:space="preserve"> (</w:t>
      </w:r>
      <w:r w:rsidR="00645494" w:rsidRPr="00554BFA">
        <w:rPr>
          <w:rtl/>
        </w:rPr>
        <w:t>عليهم السلام)، من قولهم:</w:t>
      </w:r>
      <w:r>
        <w:rPr>
          <w:rtl/>
        </w:rPr>
        <w:t xml:space="preserve"> </w:t>
      </w:r>
      <w:r>
        <w:rPr>
          <w:rStyle w:val="libNormalChar"/>
          <w:rtl/>
        </w:rPr>
        <w:t>((</w:t>
      </w:r>
      <w:r w:rsidR="00645494" w:rsidRPr="00645494">
        <w:rPr>
          <w:rStyle w:val="libNormalChar"/>
          <w:rtl/>
        </w:rPr>
        <w:t>من رآنا فقد رآنا حقاً، فإنَّ الشيطان لا يتمثّل بنا))</w:t>
      </w:r>
      <w:r w:rsidR="00645494" w:rsidRPr="00554BFA">
        <w:rPr>
          <w:rtl/>
        </w:rPr>
        <w:t>، فقد اعتُرض بأنَّ الصالحين والطالحين يرونهم</w:t>
      </w:r>
      <w:r>
        <w:rPr>
          <w:rtl/>
        </w:rPr>
        <w:t xml:space="preserve"> (</w:t>
      </w:r>
      <w:r w:rsidR="00645494" w:rsidRPr="00554BFA">
        <w:rPr>
          <w:rtl/>
        </w:rPr>
        <w:t>عليهم السلام)، بصور مختلفة وأوامر غير مؤتلفة، فكيف التوفيق؟</w:t>
      </w:r>
    </w:p>
    <w:p w:rsidR="00D0383A" w:rsidRDefault="00554BFA" w:rsidP="00554BFA">
      <w:pPr>
        <w:pStyle w:val="libNormal"/>
        <w:rPr>
          <w:rtl/>
        </w:rPr>
      </w:pPr>
      <w:r>
        <w:rPr>
          <w:rStyle w:val="libBold2Char"/>
          <w:rtl/>
        </w:rPr>
        <w:t>(</w:t>
      </w:r>
      <w:r w:rsidR="00645494" w:rsidRPr="00645494">
        <w:rPr>
          <w:rStyle w:val="libBold2Char"/>
          <w:rtl/>
        </w:rPr>
        <w:t>والجواب):</w:t>
      </w:r>
      <w:r w:rsidR="00645494" w:rsidRPr="00554BFA">
        <w:rPr>
          <w:rtl/>
        </w:rPr>
        <w:t xml:space="preserve"> أمّا عن الصور، فكل حالم يرى حَسْبَما يألف</w:t>
      </w:r>
      <w:r w:rsidR="00D0383A">
        <w:rPr>
          <w:rtl/>
        </w:rPr>
        <w:t>،</w:t>
      </w:r>
      <w:r w:rsidR="00645494" w:rsidRPr="00554BFA">
        <w:rPr>
          <w:rtl/>
        </w:rPr>
        <w:t xml:space="preserve"> وأمّا عن الأوامر، فيقال: إنَّ مصالح العبد لم يُحط بها إلاّ الله سبحانه، فلعلَّ ذلك الأمر كان من مصلحة ذلك العبد بعينه</w:t>
      </w:r>
      <w:r w:rsidR="00D0383A">
        <w:rPr>
          <w:rtl/>
        </w:rPr>
        <w:t>،</w:t>
      </w:r>
      <w:r w:rsidR="00645494" w:rsidRPr="00554BFA">
        <w:rPr>
          <w:rtl/>
        </w:rPr>
        <w:t xml:space="preserve"> أو يقال: إنَّها كالصور، فيرى كل ما يألفه من الأمر، على أنَّ بعضاً أنكر أن يكون ذلك.</w:t>
      </w:r>
    </w:p>
    <w:p w:rsidR="00D0383A" w:rsidRDefault="00554BFA" w:rsidP="00554BFA">
      <w:pPr>
        <w:pStyle w:val="libNormal"/>
        <w:rPr>
          <w:rtl/>
        </w:rPr>
      </w:pPr>
      <w:r>
        <w:rPr>
          <w:rStyle w:val="libBold2Char"/>
          <w:rtl/>
        </w:rPr>
        <w:t>(</w:t>
      </w:r>
      <w:r w:rsidR="00645494" w:rsidRPr="00645494">
        <w:rPr>
          <w:rStyle w:val="libBold2Char"/>
          <w:rtl/>
        </w:rPr>
        <w:t>ومنها):</w:t>
      </w:r>
      <w:r w:rsidR="00645494" w:rsidRPr="00554BFA">
        <w:rPr>
          <w:rtl/>
        </w:rPr>
        <w:t xml:space="preserve"> ما روي</w:t>
      </w:r>
      <w:r>
        <w:rPr>
          <w:rStyle w:val="libNormalChar"/>
          <w:rtl/>
        </w:rPr>
        <w:t xml:space="preserve"> ((</w:t>
      </w:r>
      <w:r w:rsidR="00645494" w:rsidRPr="00645494">
        <w:rPr>
          <w:rStyle w:val="libNormalChar"/>
          <w:rtl/>
        </w:rPr>
        <w:t xml:space="preserve"> إنَّ الرؤيا الصادقة جزء من سبعين جزءاً من النبوة‌ ))</w:t>
      </w:r>
      <w:r w:rsidR="00645494" w:rsidRPr="00554BFA">
        <w:rPr>
          <w:rtl/>
        </w:rPr>
        <w:t>،</w:t>
      </w:r>
      <w:r>
        <w:rPr>
          <w:rtl/>
        </w:rPr>
        <w:t xml:space="preserve"> (</w:t>
      </w:r>
      <w:r w:rsidR="00645494" w:rsidRPr="00554BFA">
        <w:rPr>
          <w:rtl/>
        </w:rPr>
        <w:t xml:space="preserve">فسُئل) عن تخصيص العدد بالسبعين. </w:t>
      </w:r>
    </w:p>
    <w:p w:rsidR="00D0383A" w:rsidRDefault="00554BFA" w:rsidP="00554BFA">
      <w:pPr>
        <w:pStyle w:val="libNormal"/>
        <w:rPr>
          <w:rtl/>
        </w:rPr>
      </w:pPr>
      <w:r>
        <w:rPr>
          <w:rStyle w:val="libBold2Char"/>
          <w:rtl/>
        </w:rPr>
        <w:t>(</w:t>
      </w:r>
      <w:r w:rsidR="00645494" w:rsidRPr="00645494">
        <w:rPr>
          <w:rStyle w:val="libBold2Char"/>
          <w:rtl/>
        </w:rPr>
        <w:t>وأجيب)</w:t>
      </w:r>
      <w:r w:rsidR="00645494" w:rsidRPr="00554BFA">
        <w:rPr>
          <w:rtl/>
        </w:rPr>
        <w:t xml:space="preserve"> </w:t>
      </w:r>
      <w:r w:rsidR="00645494" w:rsidRPr="00645494">
        <w:rPr>
          <w:rStyle w:val="libBold2Char"/>
          <w:rtl/>
        </w:rPr>
        <w:t>عنه:</w:t>
      </w:r>
      <w:r w:rsidR="00645494" w:rsidRPr="00554BFA">
        <w:rPr>
          <w:rtl/>
        </w:rPr>
        <w:t xml:space="preserve"> إنَّ ذلك العدد عند العرب كالمثل في الكثرة، فقد قال الله تعالى:</w:t>
      </w:r>
      <w:r>
        <w:rPr>
          <w:rtl/>
        </w:rPr>
        <w:t xml:space="preserve"> </w:t>
      </w:r>
      <w:r w:rsidRPr="00481088">
        <w:rPr>
          <w:rStyle w:val="libAlaemChar"/>
          <w:rtl/>
        </w:rPr>
        <w:t>(</w:t>
      </w:r>
      <w:r w:rsidR="00645494" w:rsidRPr="00645494">
        <w:rPr>
          <w:rStyle w:val="libAieChar"/>
          <w:rFonts w:hint="cs"/>
          <w:rtl/>
        </w:rPr>
        <w:t>إِنْ تَسْتَغْفِرْ لَهُمْ سَبْعِينَ مَرَّةً</w:t>
      </w:r>
      <w:r w:rsidR="00645494" w:rsidRPr="00481088">
        <w:rPr>
          <w:rStyle w:val="libAlaemChar"/>
          <w:rtl/>
        </w:rPr>
        <w:t>)</w:t>
      </w:r>
      <w:r w:rsidR="00645494" w:rsidRPr="00554BFA">
        <w:rPr>
          <w:rtl/>
        </w:rPr>
        <w:t>.</w:t>
      </w:r>
    </w:p>
    <w:p w:rsidR="00645494" w:rsidRPr="00E41435" w:rsidRDefault="00554BFA" w:rsidP="00554BFA">
      <w:pPr>
        <w:pStyle w:val="libNormal"/>
        <w:rPr>
          <w:rtl/>
        </w:rPr>
      </w:pPr>
      <w:r>
        <w:rPr>
          <w:rStyle w:val="libBold2Char"/>
          <w:rtl/>
        </w:rPr>
        <w:t>(</w:t>
      </w:r>
      <w:r w:rsidR="00645494" w:rsidRPr="00645494">
        <w:rPr>
          <w:rStyle w:val="libBold2Char"/>
          <w:rtl/>
        </w:rPr>
        <w:t>ومنها):</w:t>
      </w:r>
      <w:r w:rsidR="00645494" w:rsidRPr="00554BFA">
        <w:rPr>
          <w:rtl/>
        </w:rPr>
        <w:t xml:space="preserve"> ما روي</w:t>
      </w:r>
      <w:r>
        <w:rPr>
          <w:rtl/>
        </w:rPr>
        <w:t xml:space="preserve"> ((</w:t>
      </w:r>
      <w:r w:rsidR="00645494" w:rsidRPr="00554BFA">
        <w:rPr>
          <w:rtl/>
        </w:rPr>
        <w:t>إنَّ الرؤيا الصادقة جزء من ستة وأربعين جزءاً من النبوة))،</w:t>
      </w:r>
      <w:r>
        <w:rPr>
          <w:rtl/>
        </w:rPr>
        <w:t xml:space="preserve"> (</w:t>
      </w:r>
      <w:r w:rsidR="00645494" w:rsidRPr="00554BFA">
        <w:rPr>
          <w:rtl/>
        </w:rPr>
        <w:t>وسُئل) عن تخصيص العدد.</w:t>
      </w:r>
      <w:r>
        <w:rPr>
          <w:rtl/>
        </w:rPr>
        <w:t xml:space="preserve"> </w:t>
      </w:r>
      <w:r>
        <w:rPr>
          <w:rStyle w:val="libBold2Char"/>
          <w:rtl/>
        </w:rPr>
        <w:t>(</w:t>
      </w:r>
      <w:r w:rsidR="00645494" w:rsidRPr="00554BFA">
        <w:rPr>
          <w:rStyle w:val="libBold2Char"/>
          <w:rtl/>
        </w:rPr>
        <w:t>فأجيب</w:t>
      </w:r>
      <w:r w:rsidR="00645494" w:rsidRPr="00645494">
        <w:rPr>
          <w:rStyle w:val="libBold2Char"/>
          <w:rtl/>
        </w:rPr>
        <w:t>):</w:t>
      </w:r>
      <w:r w:rsidR="00645494" w:rsidRPr="00554BFA">
        <w:rPr>
          <w:rtl/>
        </w:rPr>
        <w:t xml:space="preserve"> بأنَّ الرؤيا عُني بها رؤيا النبي</w:t>
      </w:r>
      <w:r>
        <w:rPr>
          <w:rtl/>
        </w:rPr>
        <w:t xml:space="preserve"> (</w:t>
      </w:r>
      <w:r w:rsidR="00645494" w:rsidRPr="00554BFA">
        <w:rPr>
          <w:rtl/>
        </w:rPr>
        <w:t>صلّى الله عليه وآله وسلّم) قبل البعثة في جبل ح</w:t>
      </w:r>
      <w:r w:rsidR="00645494" w:rsidRPr="00554BFA">
        <w:rPr>
          <w:rFonts w:hint="cs"/>
          <w:rtl/>
        </w:rPr>
        <w:t>َ</w:t>
      </w:r>
      <w:r w:rsidR="00645494" w:rsidRPr="00554BFA">
        <w:rPr>
          <w:rtl/>
        </w:rPr>
        <w:t>رّاء، وهي ستة</w:t>
      </w:r>
    </w:p>
    <w:p w:rsidR="00554BFA" w:rsidRDefault="00645494" w:rsidP="00645494">
      <w:pPr>
        <w:pStyle w:val="libNormal"/>
      </w:pPr>
      <w:r>
        <w:br w:type="page"/>
      </w:r>
    </w:p>
    <w:p w:rsidR="00554BFA" w:rsidRPr="00D0383A" w:rsidRDefault="00645494" w:rsidP="00554BFA">
      <w:pPr>
        <w:pStyle w:val="libNormal"/>
        <w:rPr>
          <w:rtl/>
        </w:rPr>
      </w:pPr>
      <w:r w:rsidRPr="00E41435">
        <w:rPr>
          <w:rtl/>
        </w:rPr>
        <w:lastRenderedPageBreak/>
        <w:t>أشهر نصف سنة</w:t>
      </w:r>
      <w:r w:rsidR="00D0383A">
        <w:rPr>
          <w:rtl/>
        </w:rPr>
        <w:t>،</w:t>
      </w:r>
      <w:r w:rsidRPr="00E41435">
        <w:rPr>
          <w:rtl/>
        </w:rPr>
        <w:t xml:space="preserve"> والبعثة ثلاث وعشرون سنة، فتكون رؤياه في تلك النصف سنة جزءاً من ستة وأربعين نصف سنة التي تكون ثلاثاً وعشرين سنة. </w:t>
      </w:r>
    </w:p>
    <w:p w:rsidR="00554BFA" w:rsidRDefault="00645494" w:rsidP="00554BFA">
      <w:pPr>
        <w:pStyle w:val="libNormal"/>
        <w:rPr>
          <w:rtl/>
        </w:rPr>
      </w:pPr>
      <w:r w:rsidRPr="00554BFA">
        <w:rPr>
          <w:rtl/>
        </w:rPr>
        <w:t>هذا وللعلماء والحكماء في الرؤيا وحقيقتها وأحكامها كلام، إنْ ذكرناه طال، وخرجنا عما نحن بصدده من المقال، فمن شاء فليراجع كتبهم الموضوعة في ذلك.</w:t>
      </w:r>
    </w:p>
    <w:p w:rsidR="00645494" w:rsidRPr="00554BFA" w:rsidRDefault="00645494" w:rsidP="00645494">
      <w:pPr>
        <w:pStyle w:val="Heading2Center"/>
        <w:rPr>
          <w:rtl/>
        </w:rPr>
      </w:pPr>
      <w:bookmarkStart w:id="8" w:name="_Toc491861289"/>
      <w:r w:rsidRPr="00E41435">
        <w:rPr>
          <w:rtl/>
        </w:rPr>
        <w:t>الباب الأوّل:</w:t>
      </w:r>
      <w:bookmarkStart w:id="9" w:name="الباب_الأوّل"/>
      <w:bookmarkEnd w:id="9"/>
      <w:bookmarkEnd w:id="8"/>
    </w:p>
    <w:p w:rsidR="00645494" w:rsidRPr="00554BFA" w:rsidRDefault="00645494" w:rsidP="00645494">
      <w:pPr>
        <w:pStyle w:val="Heading2Center"/>
        <w:rPr>
          <w:rtl/>
        </w:rPr>
      </w:pPr>
      <w:bookmarkStart w:id="10" w:name="_Toc491861290"/>
      <w:r w:rsidRPr="00E41435">
        <w:rPr>
          <w:rtl/>
        </w:rPr>
        <w:t>فيما يتعلَّق بالنبي المصطفى</w:t>
      </w:r>
      <w:r w:rsidR="00554BFA">
        <w:rPr>
          <w:rtl/>
        </w:rPr>
        <w:t xml:space="preserve"> (</w:t>
      </w:r>
      <w:r w:rsidRPr="00E41435">
        <w:rPr>
          <w:rtl/>
        </w:rPr>
        <w:t>صلّى الله عليه وآله وسلّم) من النظام المتلو في المنام</w:t>
      </w:r>
      <w:bookmarkEnd w:id="10"/>
    </w:p>
    <w:p w:rsidR="00645494" w:rsidRPr="00554BFA" w:rsidRDefault="00645494" w:rsidP="00D0383A">
      <w:pPr>
        <w:pStyle w:val="libCenterBold2"/>
        <w:rPr>
          <w:rtl/>
        </w:rPr>
      </w:pPr>
      <w:r w:rsidRPr="00E41435">
        <w:rPr>
          <w:rtl/>
        </w:rPr>
        <w:t>وفيه عشر فصول:</w:t>
      </w:r>
    </w:p>
    <w:p w:rsidR="00645494" w:rsidRPr="00554BFA" w:rsidRDefault="00645494" w:rsidP="00645494">
      <w:pPr>
        <w:pStyle w:val="Heading3"/>
        <w:rPr>
          <w:rtl/>
        </w:rPr>
      </w:pPr>
      <w:bookmarkStart w:id="11" w:name="_Toc491861291"/>
      <w:r w:rsidRPr="00E41435">
        <w:rPr>
          <w:rtl/>
        </w:rPr>
        <w:t>الفصل الأول</w:t>
      </w:r>
      <w:bookmarkStart w:id="12" w:name="الفصل_الأول"/>
      <w:bookmarkEnd w:id="12"/>
      <w:r w:rsidRPr="00E41435">
        <w:rPr>
          <w:rtl/>
        </w:rPr>
        <w:t>:</w:t>
      </w:r>
      <w:bookmarkEnd w:id="11"/>
    </w:p>
    <w:p w:rsidR="00645494" w:rsidRPr="00E41435" w:rsidRDefault="00645494" w:rsidP="00554BFA">
      <w:pPr>
        <w:pStyle w:val="libNormal"/>
        <w:rPr>
          <w:rtl/>
        </w:rPr>
      </w:pPr>
      <w:r w:rsidRPr="00554BFA">
        <w:rPr>
          <w:rtl/>
        </w:rPr>
        <w:t>ذكر عبد الرحيم العباسي في كتابه</w:t>
      </w:r>
      <w:r w:rsidR="00554BFA">
        <w:rPr>
          <w:rtl/>
        </w:rPr>
        <w:t xml:space="preserve"> (</w:t>
      </w:r>
      <w:r w:rsidRPr="00554BFA">
        <w:rPr>
          <w:rtl/>
        </w:rPr>
        <w:t>معاهد التنصيص)، في ترجمة الكميت بن زيد الأسدي المُتوفَّى سنة 126 قتلاً بالكوفة، قال: إنَّ إبراهيم بن سعيد الأسدي، قال: سمعت أبي يقول: رأيت رسول الله</w:t>
      </w:r>
      <w:r w:rsidR="00554BFA">
        <w:rPr>
          <w:rtl/>
        </w:rPr>
        <w:t xml:space="preserve"> (</w:t>
      </w:r>
      <w:r w:rsidRPr="00554BFA">
        <w:rPr>
          <w:rtl/>
        </w:rPr>
        <w:t>صلّى الله عليه وآله) في يوم، فقال لي:</w:t>
      </w:r>
      <w:r w:rsidR="00554BFA">
        <w:rPr>
          <w:rtl/>
        </w:rPr>
        <w:t xml:space="preserve"> </w:t>
      </w:r>
      <w:r w:rsidR="00554BFA">
        <w:rPr>
          <w:rStyle w:val="libNormalChar"/>
          <w:rtl/>
        </w:rPr>
        <w:t>((</w:t>
      </w:r>
      <w:r w:rsidRPr="00645494">
        <w:rPr>
          <w:rStyle w:val="libNormalChar"/>
          <w:rtl/>
        </w:rPr>
        <w:t>من أي الناس أنت؟))</w:t>
      </w:r>
      <w:r w:rsidRPr="00554BFA">
        <w:rPr>
          <w:rtl/>
        </w:rPr>
        <w:t>، قلت: من العرب، فقال:</w:t>
      </w:r>
      <w:r w:rsidR="00554BFA">
        <w:rPr>
          <w:rtl/>
        </w:rPr>
        <w:t xml:space="preserve"> </w:t>
      </w:r>
      <w:r w:rsidR="00554BFA">
        <w:rPr>
          <w:rStyle w:val="libNormalChar"/>
          <w:rtl/>
        </w:rPr>
        <w:t>((</w:t>
      </w:r>
      <w:r w:rsidRPr="00645494">
        <w:rPr>
          <w:rStyle w:val="libNormalChar"/>
          <w:rtl/>
        </w:rPr>
        <w:t>أعلم</w:t>
      </w:r>
      <w:r w:rsidR="00D0383A">
        <w:rPr>
          <w:rStyle w:val="libNormalChar"/>
          <w:rtl/>
        </w:rPr>
        <w:t>،</w:t>
      </w:r>
      <w:r w:rsidRPr="00645494">
        <w:rPr>
          <w:rStyle w:val="libNormalChar"/>
          <w:rtl/>
        </w:rPr>
        <w:t xml:space="preserve"> من أي العرب؟))</w:t>
      </w:r>
      <w:r w:rsidRPr="00554BFA">
        <w:rPr>
          <w:rtl/>
        </w:rPr>
        <w:t>، قلت: من أسد بن خزيمة، فقال:</w:t>
      </w:r>
      <w:r w:rsidR="00554BFA">
        <w:rPr>
          <w:rtl/>
        </w:rPr>
        <w:t xml:space="preserve"> </w:t>
      </w:r>
      <w:r w:rsidR="00554BFA">
        <w:rPr>
          <w:rStyle w:val="libNormalChar"/>
          <w:rtl/>
        </w:rPr>
        <w:t>((</w:t>
      </w:r>
      <w:r w:rsidRPr="00645494">
        <w:rPr>
          <w:rStyle w:val="libNormalChar"/>
          <w:rtl/>
        </w:rPr>
        <w:t>أتعرف الكميت بن زيد؟))</w:t>
      </w:r>
      <w:r w:rsidRPr="00554BFA">
        <w:rPr>
          <w:rtl/>
        </w:rPr>
        <w:t>، قلت: يارسول الله، عمَّي ومن قبيلتي، فقال:</w:t>
      </w:r>
      <w:r w:rsidR="00554BFA">
        <w:rPr>
          <w:rtl/>
        </w:rPr>
        <w:t xml:space="preserve"> </w:t>
      </w:r>
      <w:r w:rsidR="00554BFA">
        <w:rPr>
          <w:rStyle w:val="libNormalChar"/>
          <w:rtl/>
        </w:rPr>
        <w:t>((</w:t>
      </w:r>
      <w:r w:rsidRPr="00645494">
        <w:rPr>
          <w:rStyle w:val="libNormalChar"/>
          <w:rtl/>
        </w:rPr>
        <w:t>أتحفظ من</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شعره شيئاً؟))، قلت: نعم، قال:</w:t>
      </w:r>
      <w:r w:rsidR="00554BFA">
        <w:rPr>
          <w:rtl/>
        </w:rPr>
        <w:t xml:space="preserve"> ((</w:t>
      </w:r>
      <w:r w:rsidRPr="00554BFA">
        <w:rPr>
          <w:rtl/>
        </w:rPr>
        <w:t>فأنشدني قوله:</w:t>
      </w:r>
    </w:p>
    <w:p w:rsidR="00645494" w:rsidRPr="00645494" w:rsidRDefault="00645494" w:rsidP="00FE2721">
      <w:pPr>
        <w:pStyle w:val="libPoemCenter"/>
        <w:rPr>
          <w:rtl/>
        </w:rPr>
      </w:pPr>
      <w:r w:rsidRPr="00E41435">
        <w:rPr>
          <w:rtl/>
        </w:rPr>
        <w:t>طربت</w:t>
      </w:r>
      <w:r w:rsidR="00554BFA">
        <w:rPr>
          <w:rtl/>
        </w:rPr>
        <w:t xml:space="preserve"> </w:t>
      </w:r>
      <w:r w:rsidRPr="00E41435">
        <w:rPr>
          <w:rtl/>
        </w:rPr>
        <w:t>وما</w:t>
      </w:r>
      <w:r w:rsidR="00554BFA">
        <w:rPr>
          <w:rtl/>
        </w:rPr>
        <w:t xml:space="preserve"> </w:t>
      </w:r>
      <w:r w:rsidRPr="00E41435">
        <w:rPr>
          <w:rtl/>
        </w:rPr>
        <w:t>شوقاً</w:t>
      </w:r>
      <w:r w:rsidR="00554BFA">
        <w:rPr>
          <w:rtl/>
        </w:rPr>
        <w:t xml:space="preserve"> </w:t>
      </w:r>
      <w:r w:rsidRPr="00E41435">
        <w:rPr>
          <w:rtl/>
        </w:rPr>
        <w:t>إلى</w:t>
      </w:r>
      <w:r w:rsidR="00554BFA">
        <w:rPr>
          <w:rtl/>
        </w:rPr>
        <w:t xml:space="preserve"> </w:t>
      </w:r>
      <w:r w:rsidRPr="00E41435">
        <w:rPr>
          <w:rtl/>
        </w:rPr>
        <w:t>البيض</w:t>
      </w:r>
      <w:r w:rsidR="00554BFA">
        <w:rPr>
          <w:rtl/>
        </w:rPr>
        <w:t xml:space="preserve"> </w:t>
      </w:r>
      <w:r w:rsidRPr="00E41435">
        <w:rPr>
          <w:rtl/>
        </w:rPr>
        <w:t>أطرب</w:t>
      </w:r>
      <w:r w:rsidR="00554BFA">
        <w:rPr>
          <w:rtl/>
        </w:rPr>
        <w:t xml:space="preserve"> </w:t>
      </w:r>
      <w:r w:rsidR="00554BFA" w:rsidRPr="00D0383A">
        <w:rPr>
          <w:rtl/>
        </w:rPr>
        <w:t>=</w:t>
      </w:r>
      <w:r w:rsidR="00554BFA">
        <w:rPr>
          <w:rtl/>
        </w:rPr>
        <w:t xml:space="preserve"> </w:t>
      </w:r>
      <w:r w:rsidRPr="00E41435">
        <w:rPr>
          <w:rtl/>
        </w:rPr>
        <w:t>ولا</w:t>
      </w:r>
      <w:r w:rsidR="00554BFA">
        <w:rPr>
          <w:rtl/>
        </w:rPr>
        <w:t xml:space="preserve"> </w:t>
      </w:r>
      <w:r w:rsidRPr="00E41435">
        <w:rPr>
          <w:rtl/>
        </w:rPr>
        <w:t>لعباً</w:t>
      </w:r>
      <w:r w:rsidR="00554BFA">
        <w:rPr>
          <w:rtl/>
        </w:rPr>
        <w:t xml:space="preserve"> </w:t>
      </w:r>
      <w:r w:rsidRPr="00E41435">
        <w:rPr>
          <w:rtl/>
        </w:rPr>
        <w:t>مني</w:t>
      </w:r>
      <w:r w:rsidR="00554BFA">
        <w:rPr>
          <w:rtl/>
        </w:rPr>
        <w:t xml:space="preserve"> </w:t>
      </w:r>
      <w:r w:rsidRPr="00E41435">
        <w:rPr>
          <w:rtl/>
        </w:rPr>
        <w:t>وذو</w:t>
      </w:r>
      <w:r w:rsidR="00554BFA">
        <w:rPr>
          <w:rtl/>
        </w:rPr>
        <w:t xml:space="preserve"> </w:t>
      </w:r>
      <w:r w:rsidRPr="00E41435">
        <w:rPr>
          <w:rtl/>
        </w:rPr>
        <w:t>الشيب</w:t>
      </w:r>
      <w:r w:rsidR="00554BFA">
        <w:rPr>
          <w:rtl/>
        </w:rPr>
        <w:t xml:space="preserve"> </w:t>
      </w:r>
      <w:r w:rsidRPr="00E41435">
        <w:rPr>
          <w:rtl/>
        </w:rPr>
        <w:t>يلعب</w:t>
      </w:r>
      <w:r w:rsidR="00554BFA">
        <w:rPr>
          <w:rtl/>
        </w:rPr>
        <w:t xml:space="preserve"> </w:t>
      </w:r>
    </w:p>
    <w:p w:rsidR="00554BFA" w:rsidRDefault="00645494" w:rsidP="00554BFA">
      <w:pPr>
        <w:pStyle w:val="libNormal"/>
        <w:rPr>
          <w:rtl/>
        </w:rPr>
      </w:pPr>
      <w:r w:rsidRPr="00554BFA">
        <w:rPr>
          <w:rtl/>
        </w:rPr>
        <w:t>فأنشدته حتى بلغت إلى قوله:</w:t>
      </w:r>
    </w:p>
    <w:p w:rsidR="00554BFA" w:rsidRDefault="00645494" w:rsidP="00FE2721">
      <w:pPr>
        <w:pStyle w:val="libPoemCenter"/>
        <w:rPr>
          <w:rtl/>
        </w:rPr>
      </w:pPr>
      <w:r w:rsidRPr="00E41435">
        <w:rPr>
          <w:rtl/>
        </w:rPr>
        <w:t>فمالي</w:t>
      </w:r>
      <w:r w:rsidR="00554BFA">
        <w:rPr>
          <w:rtl/>
        </w:rPr>
        <w:t xml:space="preserve"> </w:t>
      </w:r>
      <w:r w:rsidRPr="00E41435">
        <w:rPr>
          <w:rtl/>
        </w:rPr>
        <w:t>إلاّ</w:t>
      </w:r>
      <w:r w:rsidR="00554BFA">
        <w:rPr>
          <w:rtl/>
        </w:rPr>
        <w:t xml:space="preserve"> </w:t>
      </w:r>
      <w:r w:rsidRPr="00E41435">
        <w:rPr>
          <w:rtl/>
        </w:rPr>
        <w:t>آل</w:t>
      </w:r>
      <w:r w:rsidR="00554BFA">
        <w:rPr>
          <w:rtl/>
        </w:rPr>
        <w:t xml:space="preserve"> </w:t>
      </w:r>
      <w:r w:rsidRPr="00E41435">
        <w:rPr>
          <w:rtl/>
        </w:rPr>
        <w:t>أحمد</w:t>
      </w:r>
      <w:r w:rsidR="00554BFA">
        <w:rPr>
          <w:rtl/>
        </w:rPr>
        <w:t xml:space="preserve"> </w:t>
      </w:r>
      <w:r w:rsidRPr="00E41435">
        <w:rPr>
          <w:rtl/>
        </w:rPr>
        <w:t>شيعة</w:t>
      </w:r>
      <w:r w:rsidR="00554BFA">
        <w:rPr>
          <w:rtl/>
        </w:rPr>
        <w:t xml:space="preserve"> </w:t>
      </w:r>
      <w:r w:rsidR="00554BFA" w:rsidRPr="00D0383A">
        <w:rPr>
          <w:rtl/>
        </w:rPr>
        <w:t>=</w:t>
      </w:r>
      <w:r w:rsidR="00554BFA">
        <w:rPr>
          <w:rtl/>
        </w:rPr>
        <w:t xml:space="preserve"> </w:t>
      </w:r>
      <w:r w:rsidRPr="00E41435">
        <w:rPr>
          <w:rtl/>
        </w:rPr>
        <w:t>ومالي</w:t>
      </w:r>
      <w:r w:rsidR="00554BFA">
        <w:rPr>
          <w:rtl/>
        </w:rPr>
        <w:t xml:space="preserve"> </w:t>
      </w:r>
      <w:r w:rsidRPr="00E41435">
        <w:rPr>
          <w:rtl/>
        </w:rPr>
        <w:t>إلاّ</w:t>
      </w:r>
      <w:r w:rsidR="00554BFA">
        <w:rPr>
          <w:rtl/>
        </w:rPr>
        <w:t xml:space="preserve"> </w:t>
      </w:r>
      <w:r w:rsidRPr="00E41435">
        <w:rPr>
          <w:rtl/>
        </w:rPr>
        <w:t>مذهب</w:t>
      </w:r>
      <w:r w:rsidR="00554BFA">
        <w:rPr>
          <w:rtl/>
        </w:rPr>
        <w:t xml:space="preserve"> </w:t>
      </w:r>
      <w:r w:rsidRPr="00E41435">
        <w:rPr>
          <w:rtl/>
        </w:rPr>
        <w:t>الحق</w:t>
      </w:r>
      <w:r w:rsidR="00554BFA">
        <w:rPr>
          <w:rtl/>
        </w:rPr>
        <w:t xml:space="preserve"> </w:t>
      </w:r>
      <w:r w:rsidRPr="00E41435">
        <w:rPr>
          <w:rtl/>
        </w:rPr>
        <w:t>مذهب</w:t>
      </w:r>
      <w:r w:rsidR="00554BFA">
        <w:rPr>
          <w:rtl/>
        </w:rPr>
        <w:t xml:space="preserve"> </w:t>
      </w:r>
    </w:p>
    <w:p w:rsidR="00554BFA" w:rsidRDefault="00645494" w:rsidP="00554BFA">
      <w:pPr>
        <w:pStyle w:val="libNormal"/>
        <w:rPr>
          <w:rtl/>
        </w:rPr>
      </w:pPr>
      <w:r w:rsidRPr="00554BFA">
        <w:rPr>
          <w:rtl/>
        </w:rPr>
        <w:t>فقال:</w:t>
      </w:r>
      <w:r w:rsidR="00554BFA">
        <w:rPr>
          <w:rtl/>
        </w:rPr>
        <w:t xml:space="preserve"> (</w:t>
      </w:r>
      <w:r w:rsidRPr="00554BFA">
        <w:rPr>
          <w:rtl/>
        </w:rPr>
        <w:t>صلّى الله عليه وآله وسلّم):</w:t>
      </w:r>
      <w:r w:rsidR="00554BFA">
        <w:rPr>
          <w:rtl/>
        </w:rPr>
        <w:t xml:space="preserve"> </w:t>
      </w:r>
      <w:r w:rsidR="00554BFA">
        <w:rPr>
          <w:rStyle w:val="libNormalChar"/>
          <w:rtl/>
        </w:rPr>
        <w:t>((</w:t>
      </w:r>
      <w:r w:rsidRPr="00645494">
        <w:rPr>
          <w:rStyle w:val="libNormalChar"/>
          <w:rtl/>
        </w:rPr>
        <w:t>إذا أصبحت فاقرأ عليه السلام، وقل له: غفر الله تعالى لك بهذه القصيدة‌))</w:t>
      </w:r>
      <w:r w:rsidRPr="00554BFA">
        <w:rPr>
          <w:rtl/>
        </w:rPr>
        <w:t>.</w:t>
      </w:r>
      <w:r w:rsidR="00554BFA">
        <w:rPr>
          <w:rtl/>
        </w:rPr>
        <w:t xml:space="preserve"> </w:t>
      </w:r>
      <w:r w:rsidR="00554BFA">
        <w:rPr>
          <w:rStyle w:val="libBold2Char"/>
          <w:rtl/>
        </w:rPr>
        <w:t>(</w:t>
      </w:r>
      <w:r w:rsidRPr="00645494">
        <w:rPr>
          <w:rStyle w:val="libBold2Char"/>
          <w:rtl/>
        </w:rPr>
        <w:t>أقول):</w:t>
      </w:r>
      <w:r w:rsidRPr="00554BFA">
        <w:rPr>
          <w:rtl/>
        </w:rPr>
        <w:t xml:space="preserve"> وهذه القصيدة إحدى السبع التي تُسمَّى بالهاشميات، قد طبعت مراراً، وقد شرحهنَّ جماعة وخمَّسهنَّ آخرون، وآخر مَن خمَّس الشيخ عباس بن القاسم البغدادي الزيوري المُتوفَّى في طهران1315، بعدما زار الرضا</w:t>
      </w:r>
      <w:r w:rsidR="00554BFA">
        <w:rPr>
          <w:rtl/>
        </w:rPr>
        <w:t xml:space="preserve"> (</w:t>
      </w:r>
      <w:r w:rsidRPr="00554BFA">
        <w:rPr>
          <w:rtl/>
        </w:rPr>
        <w:t>عليه السلام)، وبعدما حجّ البيت الحرام عن عُمْر يناهز الثمانين.</w:t>
      </w:r>
    </w:p>
    <w:p w:rsidR="00554BFA" w:rsidRPr="00554BFA" w:rsidRDefault="00645494" w:rsidP="00645494">
      <w:pPr>
        <w:pStyle w:val="Heading3"/>
        <w:rPr>
          <w:rtl/>
        </w:rPr>
      </w:pPr>
      <w:bookmarkStart w:id="13" w:name="_Toc491861292"/>
      <w:r w:rsidRPr="00E41435">
        <w:rPr>
          <w:rtl/>
        </w:rPr>
        <w:t>الفصل الثاني</w:t>
      </w:r>
      <w:bookmarkStart w:id="14" w:name="الفصل_الثاني"/>
      <w:bookmarkEnd w:id="14"/>
      <w:r w:rsidRPr="00E41435">
        <w:rPr>
          <w:rtl/>
        </w:rPr>
        <w:t>:</w:t>
      </w:r>
      <w:bookmarkEnd w:id="13"/>
    </w:p>
    <w:p w:rsidR="00645494" w:rsidRPr="00E41435" w:rsidRDefault="00645494" w:rsidP="00554BFA">
      <w:pPr>
        <w:pStyle w:val="libNormal"/>
        <w:rPr>
          <w:rtl/>
        </w:rPr>
      </w:pPr>
      <w:r w:rsidRPr="00554BFA">
        <w:rPr>
          <w:rtl/>
        </w:rPr>
        <w:t>وذكر أيضاً عبد الرحيم في كتابه المذكور، عن نصر بن مزاحم أنَّه رأى النبي</w:t>
      </w:r>
      <w:r w:rsidR="00554BFA">
        <w:rPr>
          <w:rtl/>
        </w:rPr>
        <w:t xml:space="preserve"> (</w:t>
      </w:r>
      <w:r w:rsidRPr="00554BFA">
        <w:rPr>
          <w:rtl/>
        </w:rPr>
        <w:t>صلّى الله عليه وآله) في النوم ورجل ينُشده:</w:t>
      </w:r>
    </w:p>
    <w:p w:rsidR="00645494" w:rsidRPr="00645494" w:rsidRDefault="00645494" w:rsidP="00FE2721">
      <w:pPr>
        <w:pStyle w:val="libPoemCenter"/>
        <w:rPr>
          <w:rtl/>
        </w:rPr>
      </w:pPr>
      <w:r w:rsidRPr="00E41435">
        <w:rPr>
          <w:rtl/>
        </w:rPr>
        <w:t>من</w:t>
      </w:r>
      <w:r w:rsidR="00554BFA">
        <w:rPr>
          <w:rtl/>
        </w:rPr>
        <w:t xml:space="preserve"> </w:t>
      </w:r>
      <w:r w:rsidRPr="00E41435">
        <w:rPr>
          <w:rtl/>
        </w:rPr>
        <w:t>لقلب</w:t>
      </w:r>
      <w:r w:rsidR="00554BFA">
        <w:rPr>
          <w:rtl/>
        </w:rPr>
        <w:t xml:space="preserve"> </w:t>
      </w:r>
      <w:r w:rsidRPr="00E41435">
        <w:rPr>
          <w:rtl/>
        </w:rPr>
        <w:t>مُتيَّم</w:t>
      </w:r>
      <w:r w:rsidR="00554BFA">
        <w:rPr>
          <w:rtl/>
        </w:rPr>
        <w:t xml:space="preserve"> </w:t>
      </w:r>
      <w:r w:rsidRPr="00E41435">
        <w:rPr>
          <w:rtl/>
        </w:rPr>
        <w:t>مستهام</w:t>
      </w:r>
      <w:r w:rsidR="00554BFA">
        <w:rPr>
          <w:rtl/>
        </w:rPr>
        <w:t xml:space="preserve"> </w:t>
      </w:r>
      <w:r w:rsidR="00554BFA" w:rsidRPr="00D0383A">
        <w:rPr>
          <w:rtl/>
        </w:rPr>
        <w:t>=</w:t>
      </w:r>
      <w:r w:rsidR="00554BFA">
        <w:rPr>
          <w:rtl/>
        </w:rPr>
        <w:t xml:space="preserve"> </w:t>
      </w:r>
      <w:r w:rsidRPr="00E41435">
        <w:rPr>
          <w:rtl/>
        </w:rPr>
        <w:t>غير</w:t>
      </w:r>
      <w:r w:rsidR="00554BFA">
        <w:rPr>
          <w:rtl/>
        </w:rPr>
        <w:t xml:space="preserve"> </w:t>
      </w:r>
      <w:r w:rsidRPr="00E41435">
        <w:rPr>
          <w:rtl/>
        </w:rPr>
        <w:t>ما</w:t>
      </w:r>
      <w:r w:rsidR="00554BFA">
        <w:rPr>
          <w:rtl/>
        </w:rPr>
        <w:t xml:space="preserve"> </w:t>
      </w:r>
      <w:r w:rsidRPr="00E41435">
        <w:rPr>
          <w:rtl/>
        </w:rPr>
        <w:t>صبوة</w:t>
      </w:r>
      <w:r w:rsidR="00554BFA">
        <w:rPr>
          <w:rtl/>
        </w:rPr>
        <w:t xml:space="preserve"> </w:t>
      </w:r>
      <w:r w:rsidRPr="00E41435">
        <w:rPr>
          <w:rtl/>
        </w:rPr>
        <w:t>ولا</w:t>
      </w:r>
      <w:r w:rsidR="00554BFA">
        <w:rPr>
          <w:rtl/>
        </w:rPr>
        <w:t xml:space="preserve"> </w:t>
      </w:r>
      <w:r w:rsidRPr="00E41435">
        <w:rPr>
          <w:rtl/>
        </w:rPr>
        <w:t>أحلام</w:t>
      </w:r>
    </w:p>
    <w:p w:rsidR="00D0383A" w:rsidRDefault="00645494" w:rsidP="00554BFA">
      <w:pPr>
        <w:pStyle w:val="libNormal"/>
        <w:rPr>
          <w:rtl/>
        </w:rPr>
      </w:pPr>
      <w:r w:rsidRPr="00554BFA">
        <w:rPr>
          <w:rtl/>
        </w:rPr>
        <w:t>القصيدة</w:t>
      </w:r>
      <w:r w:rsidR="00D0383A">
        <w:rPr>
          <w:rtl/>
        </w:rPr>
        <w:t>،</w:t>
      </w:r>
      <w:r w:rsidRPr="00554BFA">
        <w:rPr>
          <w:rtl/>
        </w:rPr>
        <w:t xml:space="preserve"> فجعل النبي</w:t>
      </w:r>
      <w:r w:rsidR="00554BFA">
        <w:rPr>
          <w:rtl/>
        </w:rPr>
        <w:t xml:space="preserve"> (</w:t>
      </w:r>
      <w:r w:rsidRPr="00554BFA">
        <w:rPr>
          <w:rtl/>
        </w:rPr>
        <w:t>صلّى الله عليه وآله وسلّم) يقول له:</w:t>
      </w:r>
      <w:r w:rsidR="00554BFA">
        <w:rPr>
          <w:rtl/>
        </w:rPr>
        <w:t xml:space="preserve"> </w:t>
      </w:r>
      <w:r w:rsidR="00554BFA">
        <w:rPr>
          <w:rStyle w:val="libNormalChar"/>
          <w:rtl/>
        </w:rPr>
        <w:t>((</w:t>
      </w:r>
      <w:r w:rsidRPr="00645494">
        <w:rPr>
          <w:rStyle w:val="libNormalChar"/>
          <w:rtl/>
        </w:rPr>
        <w:t>جزاك الله خيراً))</w:t>
      </w:r>
      <w:r w:rsidRPr="00554BFA">
        <w:rPr>
          <w:rtl/>
        </w:rPr>
        <w:t>، ويُثني عليه فسألت في المنام عنه، فقيل لي: هذا الكميت.</w:t>
      </w:r>
    </w:p>
    <w:p w:rsidR="00645494" w:rsidRPr="00E41435"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وهذه القصيدة‌ أيضاً من السَبْع الهاشميات، ولا حاجة ‌إلى ذكرها</w:t>
      </w:r>
      <w:r w:rsidR="00D0383A">
        <w:rPr>
          <w:rtl/>
        </w:rPr>
        <w:t>؛</w:t>
      </w:r>
      <w:r w:rsidR="00645494" w:rsidRPr="00554BFA">
        <w:rPr>
          <w:rtl/>
        </w:rPr>
        <w:t xml:space="preserve"> لأنّها مطبوعة</w:t>
      </w:r>
    </w:p>
    <w:p w:rsidR="00645494" w:rsidRDefault="00645494" w:rsidP="00645494">
      <w:pPr>
        <w:pStyle w:val="libNormal"/>
      </w:pPr>
      <w:r>
        <w:br w:type="page"/>
      </w:r>
    </w:p>
    <w:p w:rsidR="00645494" w:rsidRPr="00554BFA" w:rsidRDefault="00645494" w:rsidP="00645494">
      <w:pPr>
        <w:pStyle w:val="Heading3"/>
        <w:rPr>
          <w:rtl/>
        </w:rPr>
      </w:pPr>
      <w:bookmarkStart w:id="15" w:name="_Toc491861293"/>
      <w:r w:rsidRPr="00E41435">
        <w:rPr>
          <w:rtl/>
        </w:rPr>
        <w:lastRenderedPageBreak/>
        <w:t>الفصل الثالث</w:t>
      </w:r>
      <w:bookmarkStart w:id="16" w:name="الفصل_الثالث"/>
      <w:bookmarkEnd w:id="16"/>
      <w:r w:rsidRPr="00E41435">
        <w:rPr>
          <w:rtl/>
        </w:rPr>
        <w:t>:</w:t>
      </w:r>
      <w:bookmarkEnd w:id="15"/>
    </w:p>
    <w:p w:rsidR="00554BFA" w:rsidRDefault="00645494" w:rsidP="00554BFA">
      <w:pPr>
        <w:pStyle w:val="libNormal"/>
        <w:rPr>
          <w:rtl/>
        </w:rPr>
      </w:pPr>
      <w:r w:rsidRPr="00554BFA">
        <w:rPr>
          <w:rtl/>
        </w:rPr>
        <w:t>ذكر السيّد نظام الدين علي بن السيّد صدر الدين محمد الحسني، المكّي الشيرازي صاحب السلافة وغيرها، المُتوفَّى بشيراز سنة 1219، في كتابه</w:t>
      </w:r>
      <w:r w:rsidR="00554BFA">
        <w:rPr>
          <w:rtl/>
        </w:rPr>
        <w:t xml:space="preserve"> (</w:t>
      </w:r>
      <w:r w:rsidRPr="00554BFA">
        <w:rPr>
          <w:rtl/>
        </w:rPr>
        <w:t>الدرجات الرفيعة في طبقات الشيعة)، في ترجمة الكميت، أنَّه قال: رأيت رسول الله</w:t>
      </w:r>
      <w:r w:rsidR="00554BFA">
        <w:rPr>
          <w:rtl/>
        </w:rPr>
        <w:t xml:space="preserve"> (</w:t>
      </w:r>
      <w:r w:rsidRPr="00554BFA">
        <w:rPr>
          <w:rtl/>
        </w:rPr>
        <w:t>صلّى الله عليه وآله وسلّم) في النوم، وأنا مُختفٍ عن بني أمية بعدما ظهرت الهاشميات، فقال لي:</w:t>
      </w:r>
      <w:r w:rsidR="00554BFA">
        <w:rPr>
          <w:rtl/>
        </w:rPr>
        <w:t xml:space="preserve"> </w:t>
      </w:r>
      <w:r w:rsidR="00554BFA">
        <w:rPr>
          <w:rStyle w:val="libNormalChar"/>
          <w:rtl/>
        </w:rPr>
        <w:t>((</w:t>
      </w:r>
      <w:r w:rsidRPr="00645494">
        <w:rPr>
          <w:rStyle w:val="libNormalChar"/>
          <w:rtl/>
        </w:rPr>
        <w:t>ممّ خوفك))</w:t>
      </w:r>
      <w:r w:rsidRPr="00554BFA">
        <w:rPr>
          <w:rtl/>
        </w:rPr>
        <w:t>، فقلت: يارسول الله من بني أمية وأنشدته:</w:t>
      </w:r>
    </w:p>
    <w:p w:rsidR="00645494" w:rsidRPr="00645494" w:rsidRDefault="00645494" w:rsidP="00645494">
      <w:pPr>
        <w:pStyle w:val="libPoemCenter"/>
        <w:rPr>
          <w:rtl/>
        </w:rPr>
      </w:pPr>
      <w:r w:rsidRPr="00E41435">
        <w:rPr>
          <w:rtl/>
        </w:rPr>
        <w:t>ألم</w:t>
      </w:r>
      <w:r w:rsidR="00554BFA">
        <w:rPr>
          <w:rtl/>
        </w:rPr>
        <w:t xml:space="preserve"> </w:t>
      </w:r>
      <w:r w:rsidRPr="00E41435">
        <w:rPr>
          <w:rtl/>
        </w:rPr>
        <w:t>ترنَي</w:t>
      </w:r>
      <w:r w:rsidR="00554BFA">
        <w:rPr>
          <w:rtl/>
        </w:rPr>
        <w:t xml:space="preserve"> </w:t>
      </w:r>
      <w:r w:rsidRPr="00E41435">
        <w:rPr>
          <w:rtl/>
        </w:rPr>
        <w:t>مِن</w:t>
      </w:r>
      <w:r w:rsidR="00554BFA">
        <w:rPr>
          <w:rtl/>
        </w:rPr>
        <w:t xml:space="preserve"> </w:t>
      </w:r>
      <w:r w:rsidRPr="00E41435">
        <w:rPr>
          <w:rtl/>
        </w:rPr>
        <w:t>حب</w:t>
      </w:r>
      <w:r w:rsidR="00554BFA">
        <w:rPr>
          <w:rtl/>
        </w:rPr>
        <w:t xml:space="preserve"> </w:t>
      </w:r>
      <w:r w:rsidRPr="00E41435">
        <w:rPr>
          <w:rtl/>
        </w:rPr>
        <w:t>آل</w:t>
      </w:r>
      <w:r w:rsidR="00554BFA">
        <w:rPr>
          <w:rtl/>
        </w:rPr>
        <w:t xml:space="preserve"> </w:t>
      </w:r>
      <w:r w:rsidRPr="00E41435">
        <w:rPr>
          <w:rtl/>
        </w:rPr>
        <w:t>محمد</w:t>
      </w:r>
      <w:r w:rsidR="00554BFA">
        <w:rPr>
          <w:rtl/>
        </w:rPr>
        <w:t xml:space="preserve"> </w:t>
      </w:r>
      <w:r w:rsidR="00554BFA" w:rsidRPr="00D0383A">
        <w:rPr>
          <w:rtl/>
        </w:rPr>
        <w:t>=</w:t>
      </w:r>
      <w:r w:rsidR="00554BFA">
        <w:rPr>
          <w:rtl/>
        </w:rPr>
        <w:t xml:space="preserve"> </w:t>
      </w:r>
      <w:r w:rsidRPr="00E41435">
        <w:rPr>
          <w:rtl/>
        </w:rPr>
        <w:t>أروح</w:t>
      </w:r>
      <w:r w:rsidR="00554BFA">
        <w:rPr>
          <w:rtl/>
        </w:rPr>
        <w:t xml:space="preserve"> </w:t>
      </w:r>
      <w:r w:rsidRPr="00E41435">
        <w:rPr>
          <w:rtl/>
        </w:rPr>
        <w:t>وأغدو</w:t>
      </w:r>
      <w:r w:rsidR="00554BFA">
        <w:rPr>
          <w:rtl/>
        </w:rPr>
        <w:t xml:space="preserve"> </w:t>
      </w:r>
      <w:r w:rsidRPr="00E41435">
        <w:rPr>
          <w:rtl/>
        </w:rPr>
        <w:t>خائفاً</w:t>
      </w:r>
      <w:r w:rsidR="00554BFA">
        <w:rPr>
          <w:rtl/>
        </w:rPr>
        <w:t xml:space="preserve"> </w:t>
      </w:r>
      <w:r w:rsidRPr="00E41435">
        <w:rPr>
          <w:rtl/>
        </w:rPr>
        <w:t>أترقب</w:t>
      </w:r>
      <w:r w:rsidR="00554BFA">
        <w:rPr>
          <w:rtl/>
        </w:rPr>
        <w:t xml:space="preserve"> </w:t>
      </w:r>
    </w:p>
    <w:p w:rsidR="00D0383A" w:rsidRDefault="00645494" w:rsidP="00554BFA">
      <w:pPr>
        <w:pStyle w:val="libNormal"/>
        <w:rPr>
          <w:rtl/>
        </w:rPr>
      </w:pPr>
      <w:r w:rsidRPr="00554BFA">
        <w:rPr>
          <w:rtl/>
        </w:rPr>
        <w:t>فقال لي:</w:t>
      </w:r>
      <w:r w:rsidR="00554BFA">
        <w:rPr>
          <w:rtl/>
        </w:rPr>
        <w:t xml:space="preserve"> </w:t>
      </w:r>
      <w:r w:rsidR="00554BFA">
        <w:rPr>
          <w:rStyle w:val="libNormalChar"/>
          <w:rtl/>
        </w:rPr>
        <w:t>((</w:t>
      </w:r>
      <w:r w:rsidRPr="00645494">
        <w:rPr>
          <w:rStyle w:val="libNormalChar"/>
          <w:rtl/>
        </w:rPr>
        <w:t>اظهر، فقد آمنك الله في الدنيا والآخرة))</w:t>
      </w:r>
      <w:r w:rsidRPr="00554BFA">
        <w:rPr>
          <w:rtl/>
        </w:rPr>
        <w:t xml:space="preserve">. </w:t>
      </w:r>
    </w:p>
    <w:p w:rsidR="00554BFA"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وهذا البيت من البائيّة المتقدمة التي أولها</w:t>
      </w:r>
      <w:r>
        <w:rPr>
          <w:rtl/>
        </w:rPr>
        <w:t xml:space="preserve"> (</w:t>
      </w:r>
      <w:r w:rsidR="00645494" w:rsidRPr="00554BFA">
        <w:rPr>
          <w:rtl/>
        </w:rPr>
        <w:t>طربت وما شوقاً إلى البيض أطرب).</w:t>
      </w:r>
    </w:p>
    <w:p w:rsidR="00554BFA" w:rsidRPr="00554BFA" w:rsidRDefault="00645494" w:rsidP="00645494">
      <w:pPr>
        <w:pStyle w:val="Heading3"/>
        <w:rPr>
          <w:rtl/>
        </w:rPr>
      </w:pPr>
      <w:bookmarkStart w:id="17" w:name="_Toc491861294"/>
      <w:r w:rsidRPr="00E41435">
        <w:rPr>
          <w:rtl/>
        </w:rPr>
        <w:t>الفصل الرابع</w:t>
      </w:r>
      <w:bookmarkStart w:id="18" w:name="الفصل_الرابع"/>
      <w:bookmarkEnd w:id="18"/>
      <w:r w:rsidRPr="00E41435">
        <w:rPr>
          <w:rtl/>
        </w:rPr>
        <w:t>:</w:t>
      </w:r>
      <w:bookmarkEnd w:id="17"/>
    </w:p>
    <w:p w:rsidR="00645494" w:rsidRPr="00E41435" w:rsidRDefault="00645494" w:rsidP="00554BFA">
      <w:pPr>
        <w:pStyle w:val="libNormal"/>
        <w:rPr>
          <w:rtl/>
        </w:rPr>
      </w:pPr>
      <w:r w:rsidRPr="00554BFA">
        <w:rPr>
          <w:rtl/>
        </w:rPr>
        <w:t>ذكر أيضاً السيّد نظام الدين المذكور في كتابه المزبور، عن محمد بن عقبة، قال: كانت بنو أسد تقول: فينا فضيلة ليست في العالم، ليس منا أحد إلاّ وفيه بركة</w:t>
      </w:r>
      <w:r w:rsidR="00D0383A">
        <w:rPr>
          <w:rtl/>
        </w:rPr>
        <w:t>؛</w:t>
      </w:r>
      <w:r w:rsidRPr="00554BFA">
        <w:rPr>
          <w:rtl/>
        </w:rPr>
        <w:t xml:space="preserve"> وذلك أنَّ الكميت بن زيد رأى النبي</w:t>
      </w:r>
      <w:r w:rsidR="00554BFA">
        <w:rPr>
          <w:rtl/>
        </w:rPr>
        <w:t xml:space="preserve"> (</w:t>
      </w:r>
      <w:r w:rsidRPr="00554BFA">
        <w:rPr>
          <w:rtl/>
        </w:rPr>
        <w:t>صلّى الله عليه وآله وسلّم) في المنام، فقال له:</w:t>
      </w:r>
      <w:r w:rsidR="00554BFA">
        <w:rPr>
          <w:rtl/>
        </w:rPr>
        <w:t xml:space="preserve"> </w:t>
      </w:r>
      <w:r w:rsidR="00554BFA">
        <w:rPr>
          <w:rStyle w:val="libNormalChar"/>
          <w:rtl/>
        </w:rPr>
        <w:t>((</w:t>
      </w:r>
      <w:r w:rsidRPr="00645494">
        <w:rPr>
          <w:rStyle w:val="libNormalChar"/>
          <w:rtl/>
        </w:rPr>
        <w:t>أنشدني قولك:</w:t>
      </w:r>
    </w:p>
    <w:p w:rsidR="00645494" w:rsidRDefault="00645494" w:rsidP="00645494">
      <w:pPr>
        <w:pStyle w:val="libNormal"/>
      </w:pPr>
      <w:r>
        <w:br w:type="page"/>
      </w:r>
    </w:p>
    <w:p w:rsidR="00554BFA" w:rsidRDefault="00645494" w:rsidP="00D0383A">
      <w:pPr>
        <w:pStyle w:val="libPoemCenter"/>
        <w:rPr>
          <w:rtl/>
        </w:rPr>
      </w:pPr>
      <w:r w:rsidRPr="00E41435">
        <w:rPr>
          <w:rtl/>
        </w:rPr>
        <w:lastRenderedPageBreak/>
        <w:t>طربت وما شوقاً إلى البيض أطرب=ولا لعباً مِني وذو الشيب يلعب))</w:t>
      </w:r>
    </w:p>
    <w:p w:rsidR="00554BFA" w:rsidRDefault="00645494" w:rsidP="00554BFA">
      <w:pPr>
        <w:pStyle w:val="libNormal"/>
        <w:rPr>
          <w:rtl/>
        </w:rPr>
      </w:pPr>
      <w:r w:rsidRPr="00554BFA">
        <w:rPr>
          <w:rtl/>
        </w:rPr>
        <w:t>فأنشده إياها، فقال</w:t>
      </w:r>
      <w:r w:rsidR="00554BFA">
        <w:rPr>
          <w:rtl/>
        </w:rPr>
        <w:t xml:space="preserve"> (</w:t>
      </w:r>
      <w:r w:rsidRPr="00554BFA">
        <w:rPr>
          <w:rtl/>
        </w:rPr>
        <w:t>صلّى الله عليه وآله وسلّم):</w:t>
      </w:r>
      <w:r w:rsidR="00554BFA">
        <w:rPr>
          <w:rtl/>
        </w:rPr>
        <w:t xml:space="preserve"> </w:t>
      </w:r>
      <w:r w:rsidR="00554BFA">
        <w:rPr>
          <w:rStyle w:val="libNormalChar"/>
          <w:rtl/>
        </w:rPr>
        <w:t>((</w:t>
      </w:r>
      <w:r w:rsidRPr="00645494">
        <w:rPr>
          <w:rStyle w:val="libNormalChar"/>
          <w:rtl/>
        </w:rPr>
        <w:t>بوركت وبورك قومك))</w:t>
      </w:r>
      <w:r w:rsidRPr="00554BFA">
        <w:rPr>
          <w:rtl/>
        </w:rPr>
        <w:t>.</w:t>
      </w:r>
    </w:p>
    <w:p w:rsidR="00554BFA" w:rsidRPr="00554BFA" w:rsidRDefault="00645494" w:rsidP="00645494">
      <w:pPr>
        <w:pStyle w:val="Heading3"/>
        <w:rPr>
          <w:rtl/>
        </w:rPr>
      </w:pPr>
      <w:bookmarkStart w:id="19" w:name="_Toc491861295"/>
      <w:r w:rsidRPr="00E41435">
        <w:rPr>
          <w:rtl/>
        </w:rPr>
        <w:t>الفصل الخامس</w:t>
      </w:r>
      <w:bookmarkStart w:id="20" w:name="الفصل_الخامس"/>
      <w:bookmarkEnd w:id="20"/>
      <w:r w:rsidRPr="00E41435">
        <w:rPr>
          <w:rtl/>
        </w:rPr>
        <w:t>:</w:t>
      </w:r>
      <w:bookmarkEnd w:id="19"/>
    </w:p>
    <w:p w:rsidR="00645494" w:rsidRPr="00E41435" w:rsidRDefault="00645494" w:rsidP="00FE2721">
      <w:pPr>
        <w:pStyle w:val="libNormal"/>
        <w:rPr>
          <w:rtl/>
        </w:rPr>
      </w:pPr>
      <w:r w:rsidRPr="00554BFA">
        <w:rPr>
          <w:rtl/>
        </w:rPr>
        <w:t>ذكر أبو الفرج في كتابه</w:t>
      </w:r>
      <w:r w:rsidR="00554BFA">
        <w:rPr>
          <w:rtl/>
        </w:rPr>
        <w:t xml:space="preserve"> (</w:t>
      </w:r>
      <w:r w:rsidRPr="00554BFA">
        <w:rPr>
          <w:rtl/>
        </w:rPr>
        <w:t xml:space="preserve"> الأغاني )، في ترجمة السيّد إسماعيل بن محمد الحميري، المُتوفَّى سنة 173 </w:t>
      </w:r>
      <w:r w:rsidR="00FE2721">
        <w:rPr>
          <w:rFonts w:hint="cs"/>
          <w:rtl/>
        </w:rPr>
        <w:t>-</w:t>
      </w:r>
      <w:r w:rsidRPr="00554BFA">
        <w:rPr>
          <w:rtl/>
        </w:rPr>
        <w:t xml:space="preserve"> 179، قال: أخبرني أحمد بن عبد العزيز، قال: حدَّثنا علي بن محمد النَوفلي، قال: حدثني إبراهيم بن هاشم العبدي البصري، قال: رأيت النبي</w:t>
      </w:r>
      <w:r w:rsidR="00554BFA">
        <w:rPr>
          <w:rtl/>
        </w:rPr>
        <w:t xml:space="preserve"> (</w:t>
      </w:r>
      <w:r w:rsidRPr="00554BFA">
        <w:rPr>
          <w:rtl/>
        </w:rPr>
        <w:t>صلّى الله عليه وآله وسلّم) في النوم، وبين يديه السيّد الحميري، وهو ينشده:</w:t>
      </w:r>
    </w:p>
    <w:p w:rsidR="00645494" w:rsidRPr="00645494" w:rsidRDefault="00645494" w:rsidP="00FE2721">
      <w:pPr>
        <w:pStyle w:val="libPoemCenter"/>
        <w:rPr>
          <w:rtl/>
        </w:rPr>
      </w:pPr>
      <w:r w:rsidRPr="00E41435">
        <w:rPr>
          <w:rtl/>
        </w:rPr>
        <w:t>أجِد</w:t>
      </w:r>
      <w:r w:rsidR="00554BFA">
        <w:rPr>
          <w:rtl/>
        </w:rPr>
        <w:t xml:space="preserve"> </w:t>
      </w:r>
      <w:r w:rsidRPr="00E41435">
        <w:rPr>
          <w:rtl/>
        </w:rPr>
        <w:t>بآل</w:t>
      </w:r>
      <w:r w:rsidR="00554BFA">
        <w:rPr>
          <w:rtl/>
        </w:rPr>
        <w:t xml:space="preserve"> </w:t>
      </w:r>
      <w:r w:rsidRPr="00E41435">
        <w:rPr>
          <w:rtl/>
        </w:rPr>
        <w:t>فاطمة</w:t>
      </w:r>
      <w:r w:rsidR="00554BFA">
        <w:rPr>
          <w:rtl/>
        </w:rPr>
        <w:t xml:space="preserve"> </w:t>
      </w:r>
      <w:r w:rsidRPr="00E41435">
        <w:rPr>
          <w:rtl/>
        </w:rPr>
        <w:t>البكور</w:t>
      </w:r>
      <w:r w:rsidR="00554BFA">
        <w:rPr>
          <w:rtl/>
        </w:rPr>
        <w:t xml:space="preserve"> </w:t>
      </w:r>
      <w:r w:rsidR="00554BFA" w:rsidRPr="00D0383A">
        <w:rPr>
          <w:rtl/>
        </w:rPr>
        <w:t>=</w:t>
      </w:r>
      <w:r w:rsidR="00554BFA">
        <w:rPr>
          <w:rtl/>
        </w:rPr>
        <w:t xml:space="preserve"> </w:t>
      </w:r>
      <w:r w:rsidRPr="00E41435">
        <w:rPr>
          <w:rtl/>
        </w:rPr>
        <w:t>فدمع</w:t>
      </w:r>
      <w:r w:rsidR="00554BFA">
        <w:rPr>
          <w:rtl/>
        </w:rPr>
        <w:t xml:space="preserve"> </w:t>
      </w:r>
      <w:r w:rsidRPr="00E41435">
        <w:rPr>
          <w:rtl/>
        </w:rPr>
        <w:t>العين</w:t>
      </w:r>
      <w:r w:rsidR="00554BFA">
        <w:rPr>
          <w:rtl/>
        </w:rPr>
        <w:t xml:space="preserve"> </w:t>
      </w:r>
      <w:r w:rsidRPr="00E41435">
        <w:rPr>
          <w:rtl/>
        </w:rPr>
        <w:t>منهمر</w:t>
      </w:r>
      <w:r w:rsidR="00554BFA">
        <w:rPr>
          <w:rtl/>
        </w:rPr>
        <w:t xml:space="preserve"> </w:t>
      </w:r>
      <w:r w:rsidRPr="00E41435">
        <w:rPr>
          <w:rtl/>
        </w:rPr>
        <w:t>غزير</w:t>
      </w:r>
      <w:r w:rsidR="00554BFA">
        <w:rPr>
          <w:rtl/>
        </w:rPr>
        <w:t xml:space="preserve"> </w:t>
      </w:r>
    </w:p>
    <w:p w:rsidR="00D0383A" w:rsidRDefault="00645494" w:rsidP="00554BFA">
      <w:pPr>
        <w:pStyle w:val="libNormal"/>
        <w:rPr>
          <w:rtl/>
        </w:rPr>
      </w:pPr>
      <w:r w:rsidRPr="00554BFA">
        <w:rPr>
          <w:rtl/>
        </w:rPr>
        <w:t>حتى أتى على آخرها وهو يسمع، قال: فحدَّثت بهذا الحديث رجلاً، جَمَعَتْني وإياه طوس عند قبر علي بن موسى الرضا</w:t>
      </w:r>
      <w:r w:rsidR="00554BFA">
        <w:rPr>
          <w:rtl/>
        </w:rPr>
        <w:t xml:space="preserve"> (</w:t>
      </w:r>
      <w:r w:rsidRPr="00554BFA">
        <w:rPr>
          <w:rtl/>
        </w:rPr>
        <w:t>عليه السلام)، فقال لي: لقد كنت على خلاف هذا المعتقد، فرأيت النبي</w:t>
      </w:r>
      <w:r w:rsidR="00554BFA">
        <w:rPr>
          <w:rtl/>
        </w:rPr>
        <w:t xml:space="preserve"> (</w:t>
      </w:r>
      <w:r w:rsidRPr="00554BFA">
        <w:rPr>
          <w:rtl/>
        </w:rPr>
        <w:t>صلّى الله عليه وآله) في المنام، ورجل يُنشده هذه القصيدة‌</w:t>
      </w:r>
      <w:r w:rsidR="00554BFA">
        <w:rPr>
          <w:rtl/>
        </w:rPr>
        <w:t xml:space="preserve"> (</w:t>
      </w:r>
      <w:r w:rsidRPr="00554BFA">
        <w:rPr>
          <w:rtl/>
        </w:rPr>
        <w:t>أجِد بآل فاطمة البكور)، حتى أتى على آخرها، فاستيقظت من نومي، وقد رشح في قلبي من حب علي بن أبي طالب</w:t>
      </w:r>
      <w:r w:rsidR="00554BFA">
        <w:rPr>
          <w:rtl/>
        </w:rPr>
        <w:t xml:space="preserve"> (</w:t>
      </w:r>
      <w:r w:rsidRPr="00554BFA">
        <w:rPr>
          <w:rtl/>
        </w:rPr>
        <w:t xml:space="preserve">عليه السلام) ما لم أكن أعتقده. </w:t>
      </w:r>
    </w:p>
    <w:p w:rsidR="00554BFA"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وهذه القصيدة من شِعر الحميري، عزيزة الوجود ولم أظفر منها إلاّ على ما سأذكره لك وهو:</w:t>
      </w:r>
    </w:p>
    <w:p w:rsidR="00645494" w:rsidRPr="00645494" w:rsidRDefault="00645494" w:rsidP="00645494">
      <w:pPr>
        <w:pStyle w:val="libPoemCenter"/>
        <w:rPr>
          <w:rtl/>
        </w:rPr>
      </w:pPr>
      <w:r w:rsidRPr="00E41435">
        <w:rPr>
          <w:rtl/>
        </w:rPr>
        <w:t>وصي</w:t>
      </w:r>
      <w:r w:rsidR="00554BFA">
        <w:rPr>
          <w:rtl/>
        </w:rPr>
        <w:t xml:space="preserve"> </w:t>
      </w:r>
      <w:r w:rsidRPr="00E41435">
        <w:rPr>
          <w:rtl/>
        </w:rPr>
        <w:t>محمد</w:t>
      </w:r>
      <w:r w:rsidR="00554BFA">
        <w:rPr>
          <w:rtl/>
        </w:rPr>
        <w:t xml:space="preserve"> </w:t>
      </w:r>
      <w:r w:rsidRPr="00E41435">
        <w:rPr>
          <w:rtl/>
        </w:rPr>
        <w:t>وأمين</w:t>
      </w:r>
      <w:r w:rsidR="00554BFA">
        <w:rPr>
          <w:rtl/>
        </w:rPr>
        <w:t xml:space="preserve"> </w:t>
      </w:r>
      <w:r w:rsidRPr="00E41435">
        <w:rPr>
          <w:rtl/>
        </w:rPr>
        <w:t>غيب</w:t>
      </w:r>
      <w:r w:rsidR="00554BFA">
        <w:rPr>
          <w:rtl/>
        </w:rPr>
        <w:t xml:space="preserve"> </w:t>
      </w:r>
      <w:r w:rsidR="00554BFA" w:rsidRPr="00D0383A">
        <w:rPr>
          <w:rtl/>
        </w:rPr>
        <w:t>=</w:t>
      </w:r>
      <w:r w:rsidR="00554BFA">
        <w:rPr>
          <w:rtl/>
        </w:rPr>
        <w:t xml:space="preserve"> </w:t>
      </w:r>
      <w:r w:rsidRPr="00E41435">
        <w:rPr>
          <w:rtl/>
        </w:rPr>
        <w:t>ونِعمَ</w:t>
      </w:r>
      <w:r w:rsidR="00554BFA">
        <w:rPr>
          <w:rtl/>
        </w:rPr>
        <w:t xml:space="preserve"> </w:t>
      </w:r>
      <w:r w:rsidRPr="00E41435">
        <w:rPr>
          <w:rtl/>
        </w:rPr>
        <w:t>أخو</w:t>
      </w:r>
      <w:r w:rsidR="00554BFA">
        <w:rPr>
          <w:rtl/>
        </w:rPr>
        <w:t xml:space="preserve"> </w:t>
      </w:r>
      <w:r w:rsidRPr="00E41435">
        <w:rPr>
          <w:rtl/>
        </w:rPr>
        <w:t>الأمانة</w:t>
      </w:r>
      <w:r w:rsidR="00554BFA">
        <w:rPr>
          <w:rtl/>
        </w:rPr>
        <w:t xml:space="preserve"> </w:t>
      </w:r>
      <w:r w:rsidRPr="00E41435">
        <w:rPr>
          <w:rtl/>
        </w:rPr>
        <w:t>والسفير</w:t>
      </w:r>
      <w:r w:rsidR="00554BFA">
        <w:rPr>
          <w:rtl/>
        </w:rPr>
        <w:t xml:space="preserve"> </w:t>
      </w:r>
    </w:p>
    <w:p w:rsidR="00645494" w:rsidRDefault="00645494" w:rsidP="00645494">
      <w:pPr>
        <w:pStyle w:val="libNormal"/>
      </w:pPr>
      <w:r>
        <w:br w:type="page"/>
      </w:r>
    </w:p>
    <w:p w:rsidR="00645494" w:rsidRDefault="00645494" w:rsidP="00FE2721">
      <w:pPr>
        <w:pStyle w:val="libPoemCenter"/>
        <w:rPr>
          <w:rtl/>
        </w:rPr>
      </w:pPr>
      <w:r w:rsidRPr="00E41435">
        <w:rPr>
          <w:rtl/>
        </w:rPr>
        <w:lastRenderedPageBreak/>
        <w:t>إذا</w:t>
      </w:r>
      <w:r w:rsidR="00554BFA">
        <w:rPr>
          <w:rtl/>
        </w:rPr>
        <w:t xml:space="preserve"> </w:t>
      </w:r>
      <w:r w:rsidRPr="00E41435">
        <w:rPr>
          <w:rtl/>
        </w:rPr>
        <w:t>ما</w:t>
      </w:r>
      <w:r w:rsidR="00554BFA">
        <w:rPr>
          <w:rtl/>
        </w:rPr>
        <w:t xml:space="preserve"> </w:t>
      </w:r>
      <w:r w:rsidRPr="00E41435">
        <w:rPr>
          <w:rtl/>
        </w:rPr>
        <w:t>آية</w:t>
      </w:r>
      <w:r w:rsidR="00554BFA">
        <w:rPr>
          <w:rtl/>
        </w:rPr>
        <w:t xml:space="preserve"> </w:t>
      </w:r>
      <w:r w:rsidRPr="00E41435">
        <w:rPr>
          <w:rtl/>
        </w:rPr>
        <w:t>نزلت</w:t>
      </w:r>
      <w:r w:rsidR="00554BFA">
        <w:rPr>
          <w:rtl/>
        </w:rPr>
        <w:t xml:space="preserve"> </w:t>
      </w:r>
      <w:r w:rsidRPr="00E41435">
        <w:rPr>
          <w:rtl/>
        </w:rPr>
        <w:t>عليه</w:t>
      </w:r>
      <w:r w:rsidR="00554BFA">
        <w:rPr>
          <w:rtl/>
        </w:rPr>
        <w:t xml:space="preserve"> </w:t>
      </w:r>
      <w:r w:rsidR="00554BFA" w:rsidRPr="00D0383A">
        <w:rPr>
          <w:rtl/>
        </w:rPr>
        <w:t>=</w:t>
      </w:r>
      <w:r w:rsidR="00554BFA">
        <w:rPr>
          <w:rtl/>
        </w:rPr>
        <w:t xml:space="preserve"> </w:t>
      </w:r>
      <w:r w:rsidRPr="00E41435">
        <w:rPr>
          <w:rtl/>
        </w:rPr>
        <w:t>تضيق</w:t>
      </w:r>
      <w:r w:rsidR="00554BFA">
        <w:rPr>
          <w:rtl/>
        </w:rPr>
        <w:t xml:space="preserve"> </w:t>
      </w:r>
      <w:r w:rsidRPr="00E41435">
        <w:rPr>
          <w:rtl/>
        </w:rPr>
        <w:t>بها</w:t>
      </w:r>
      <w:r w:rsidR="00554BFA">
        <w:rPr>
          <w:rtl/>
        </w:rPr>
        <w:t xml:space="preserve"> </w:t>
      </w:r>
      <w:r w:rsidRPr="00E41435">
        <w:rPr>
          <w:rtl/>
        </w:rPr>
        <w:t>مِن</w:t>
      </w:r>
      <w:r w:rsidR="00554BFA">
        <w:rPr>
          <w:rtl/>
        </w:rPr>
        <w:t xml:space="preserve"> </w:t>
      </w:r>
      <w:r w:rsidRPr="00E41435">
        <w:rPr>
          <w:rtl/>
        </w:rPr>
        <w:t>القوم</w:t>
      </w:r>
      <w:r w:rsidR="00554BFA">
        <w:rPr>
          <w:rtl/>
        </w:rPr>
        <w:t xml:space="preserve"> </w:t>
      </w:r>
      <w:r w:rsidRPr="00E41435">
        <w:rPr>
          <w:rtl/>
        </w:rPr>
        <w:t>الصدور</w:t>
      </w:r>
    </w:p>
    <w:p w:rsidR="00645494" w:rsidRDefault="00645494" w:rsidP="00FE2721">
      <w:pPr>
        <w:pStyle w:val="libPoemCenter"/>
        <w:rPr>
          <w:rtl/>
        </w:rPr>
      </w:pPr>
      <w:r w:rsidRPr="00E41435">
        <w:rPr>
          <w:rtl/>
        </w:rPr>
        <w:t>وعاها</w:t>
      </w:r>
      <w:r w:rsidR="00554BFA">
        <w:rPr>
          <w:rtl/>
        </w:rPr>
        <w:t xml:space="preserve"> </w:t>
      </w:r>
      <w:r w:rsidRPr="00E41435">
        <w:rPr>
          <w:rtl/>
        </w:rPr>
        <w:t>صدرُه</w:t>
      </w:r>
      <w:r w:rsidR="00554BFA">
        <w:rPr>
          <w:rtl/>
        </w:rPr>
        <w:t xml:space="preserve"> </w:t>
      </w:r>
      <w:r w:rsidRPr="00E41435">
        <w:rPr>
          <w:rtl/>
        </w:rPr>
        <w:t>وحَنَتْ</w:t>
      </w:r>
      <w:r w:rsidR="00554BFA">
        <w:rPr>
          <w:rtl/>
        </w:rPr>
        <w:t xml:space="preserve"> </w:t>
      </w:r>
      <w:r w:rsidRPr="00E41435">
        <w:rPr>
          <w:rtl/>
        </w:rPr>
        <w:t>عليه</w:t>
      </w:r>
      <w:r w:rsidR="00554BFA">
        <w:rPr>
          <w:rtl/>
        </w:rPr>
        <w:t xml:space="preserve"> </w:t>
      </w:r>
      <w:r w:rsidR="00554BFA" w:rsidRPr="00D0383A">
        <w:rPr>
          <w:rtl/>
        </w:rPr>
        <w:t>=</w:t>
      </w:r>
      <w:r w:rsidR="00554BFA">
        <w:rPr>
          <w:rtl/>
        </w:rPr>
        <w:t xml:space="preserve"> </w:t>
      </w:r>
      <w:r w:rsidRPr="00E41435">
        <w:rPr>
          <w:rtl/>
        </w:rPr>
        <w:t>أضالعُه</w:t>
      </w:r>
      <w:r w:rsidR="00554BFA">
        <w:rPr>
          <w:rtl/>
        </w:rPr>
        <w:t xml:space="preserve"> </w:t>
      </w:r>
      <w:r w:rsidRPr="00E41435">
        <w:rPr>
          <w:rtl/>
        </w:rPr>
        <w:t>وأحَكمَها</w:t>
      </w:r>
      <w:r w:rsidR="00554BFA">
        <w:rPr>
          <w:rtl/>
        </w:rPr>
        <w:t xml:space="preserve"> </w:t>
      </w:r>
      <w:r w:rsidRPr="00E41435">
        <w:rPr>
          <w:rtl/>
        </w:rPr>
        <w:t>الضمير</w:t>
      </w:r>
    </w:p>
    <w:p w:rsidR="00645494" w:rsidRDefault="00645494" w:rsidP="00FE2721">
      <w:pPr>
        <w:pStyle w:val="libPoemCenter"/>
        <w:rPr>
          <w:rtl/>
        </w:rPr>
      </w:pPr>
      <w:r w:rsidRPr="00E41435">
        <w:rPr>
          <w:rtl/>
        </w:rPr>
        <w:t>هما</w:t>
      </w:r>
      <w:r w:rsidR="00554BFA">
        <w:rPr>
          <w:rtl/>
        </w:rPr>
        <w:t xml:space="preserve"> </w:t>
      </w:r>
      <w:r w:rsidRPr="00E41435">
        <w:rPr>
          <w:rtl/>
        </w:rPr>
        <w:t>إخوان</w:t>
      </w:r>
      <w:r w:rsidR="00554BFA">
        <w:rPr>
          <w:rtl/>
        </w:rPr>
        <w:t xml:space="preserve"> </w:t>
      </w:r>
      <w:r w:rsidRPr="00E41435">
        <w:rPr>
          <w:rtl/>
        </w:rPr>
        <w:t>ذا</w:t>
      </w:r>
      <w:r w:rsidR="00554BFA">
        <w:rPr>
          <w:rtl/>
        </w:rPr>
        <w:t xml:space="preserve"> </w:t>
      </w:r>
      <w:r w:rsidRPr="00E41435">
        <w:rPr>
          <w:rtl/>
        </w:rPr>
        <w:t>هادٍ</w:t>
      </w:r>
      <w:r w:rsidR="00554BFA">
        <w:rPr>
          <w:rtl/>
        </w:rPr>
        <w:t xml:space="preserve"> </w:t>
      </w:r>
      <w:r w:rsidRPr="00E41435">
        <w:rPr>
          <w:rtl/>
        </w:rPr>
        <w:t>إلى</w:t>
      </w:r>
      <w:r w:rsidR="00554BFA">
        <w:rPr>
          <w:rtl/>
        </w:rPr>
        <w:t xml:space="preserve"> </w:t>
      </w:r>
      <w:r w:rsidRPr="00E41435">
        <w:rPr>
          <w:rtl/>
        </w:rPr>
        <w:t>ذِ</w:t>
      </w:r>
      <w:r w:rsidR="00554BFA">
        <w:rPr>
          <w:rtl/>
        </w:rPr>
        <w:t xml:space="preserve"> </w:t>
      </w:r>
      <w:r w:rsidR="00554BFA" w:rsidRPr="00D0383A">
        <w:rPr>
          <w:rtl/>
        </w:rPr>
        <w:t>=</w:t>
      </w:r>
      <w:r w:rsidR="00554BFA">
        <w:rPr>
          <w:rtl/>
        </w:rPr>
        <w:t xml:space="preserve"> </w:t>
      </w:r>
      <w:r w:rsidRPr="00E41435">
        <w:rPr>
          <w:rtl/>
        </w:rPr>
        <w:t>وذا</w:t>
      </w:r>
      <w:r w:rsidR="00554BFA">
        <w:rPr>
          <w:rtl/>
        </w:rPr>
        <w:t xml:space="preserve"> </w:t>
      </w:r>
      <w:r w:rsidRPr="00E41435">
        <w:rPr>
          <w:rtl/>
        </w:rPr>
        <w:t>فينا</w:t>
      </w:r>
      <w:r w:rsidR="00554BFA">
        <w:rPr>
          <w:rtl/>
        </w:rPr>
        <w:t xml:space="preserve"> </w:t>
      </w:r>
      <w:r w:rsidRPr="00E41435">
        <w:rPr>
          <w:rtl/>
        </w:rPr>
        <w:t>لأُمته</w:t>
      </w:r>
      <w:r w:rsidR="00554BFA">
        <w:rPr>
          <w:rtl/>
        </w:rPr>
        <w:t xml:space="preserve"> </w:t>
      </w:r>
      <w:r w:rsidRPr="00E41435">
        <w:rPr>
          <w:rtl/>
        </w:rPr>
        <w:t>نذير</w:t>
      </w:r>
    </w:p>
    <w:p w:rsidR="00645494" w:rsidRDefault="00645494" w:rsidP="00FE2721">
      <w:pPr>
        <w:pStyle w:val="libPoemCenter"/>
        <w:rPr>
          <w:rtl/>
        </w:rPr>
      </w:pPr>
      <w:r w:rsidRPr="00E41435">
        <w:rPr>
          <w:rtl/>
        </w:rPr>
        <w:t>فأحمدُ</w:t>
      </w:r>
      <w:r w:rsidR="00554BFA">
        <w:rPr>
          <w:rtl/>
        </w:rPr>
        <w:t xml:space="preserve"> </w:t>
      </w:r>
      <w:r w:rsidRPr="00E41435">
        <w:rPr>
          <w:rtl/>
        </w:rPr>
        <w:t>مُنذر</w:t>
      </w:r>
      <w:r w:rsidR="00554BFA">
        <w:rPr>
          <w:rtl/>
        </w:rPr>
        <w:t xml:space="preserve"> </w:t>
      </w:r>
      <w:r w:rsidRPr="00E41435">
        <w:rPr>
          <w:rtl/>
        </w:rPr>
        <w:t>وأخوه</w:t>
      </w:r>
      <w:r w:rsidR="00554BFA">
        <w:rPr>
          <w:rtl/>
        </w:rPr>
        <w:t xml:space="preserve"> </w:t>
      </w:r>
      <w:r w:rsidRPr="00E41435">
        <w:rPr>
          <w:rtl/>
        </w:rPr>
        <w:t>هادٍ</w:t>
      </w:r>
      <w:r w:rsidR="00554BFA">
        <w:rPr>
          <w:rtl/>
        </w:rPr>
        <w:t xml:space="preserve"> </w:t>
      </w:r>
      <w:r w:rsidR="00554BFA" w:rsidRPr="00D0383A">
        <w:rPr>
          <w:rtl/>
        </w:rPr>
        <w:t>=</w:t>
      </w:r>
      <w:r w:rsidR="00554BFA">
        <w:rPr>
          <w:rtl/>
        </w:rPr>
        <w:t xml:space="preserve"> </w:t>
      </w:r>
      <w:r w:rsidRPr="00E41435">
        <w:rPr>
          <w:rtl/>
        </w:rPr>
        <w:t>دليل</w:t>
      </w:r>
      <w:r w:rsidR="00554BFA">
        <w:rPr>
          <w:rtl/>
        </w:rPr>
        <w:t xml:space="preserve"> </w:t>
      </w:r>
      <w:r w:rsidRPr="00E41435">
        <w:rPr>
          <w:rtl/>
        </w:rPr>
        <w:t>لا</w:t>
      </w:r>
      <w:r w:rsidR="00554BFA">
        <w:rPr>
          <w:rtl/>
        </w:rPr>
        <w:t xml:space="preserve"> </w:t>
      </w:r>
      <w:r w:rsidRPr="00E41435">
        <w:rPr>
          <w:rtl/>
        </w:rPr>
        <w:t>يضل</w:t>
      </w:r>
      <w:r w:rsidR="00554BFA">
        <w:rPr>
          <w:rtl/>
        </w:rPr>
        <w:t xml:space="preserve"> </w:t>
      </w:r>
      <w:r w:rsidRPr="00E41435">
        <w:rPr>
          <w:rtl/>
        </w:rPr>
        <w:t>ولا</w:t>
      </w:r>
      <w:r w:rsidR="00554BFA">
        <w:rPr>
          <w:rtl/>
        </w:rPr>
        <w:t xml:space="preserve"> </w:t>
      </w:r>
      <w:r w:rsidRPr="00E41435">
        <w:rPr>
          <w:rtl/>
        </w:rPr>
        <w:t>يجور</w:t>
      </w:r>
    </w:p>
    <w:p w:rsidR="00645494" w:rsidRDefault="00645494" w:rsidP="00FE2721">
      <w:pPr>
        <w:pStyle w:val="libPoemCenter"/>
        <w:rPr>
          <w:rtl/>
        </w:rPr>
      </w:pPr>
      <w:r w:rsidRPr="00E41435">
        <w:rPr>
          <w:rtl/>
        </w:rPr>
        <w:t>كسابق</w:t>
      </w:r>
      <w:r w:rsidR="00554BFA">
        <w:rPr>
          <w:rtl/>
        </w:rPr>
        <w:t xml:space="preserve"> </w:t>
      </w:r>
      <w:r w:rsidRPr="00E41435">
        <w:rPr>
          <w:rtl/>
        </w:rPr>
        <w:t>حلْبة</w:t>
      </w:r>
      <w:r w:rsidR="00554BFA">
        <w:rPr>
          <w:rtl/>
        </w:rPr>
        <w:t xml:space="preserve"> </w:t>
      </w:r>
      <w:r w:rsidRPr="00E41435">
        <w:rPr>
          <w:rtl/>
        </w:rPr>
        <w:t>وله</w:t>
      </w:r>
      <w:r w:rsidR="00554BFA">
        <w:rPr>
          <w:rtl/>
        </w:rPr>
        <w:t xml:space="preserve"> </w:t>
      </w:r>
      <w:r w:rsidRPr="00E41435">
        <w:rPr>
          <w:rtl/>
        </w:rPr>
        <w:t>مصل</w:t>
      </w:r>
      <w:r w:rsidR="00554BFA">
        <w:rPr>
          <w:rtl/>
        </w:rPr>
        <w:t xml:space="preserve"> </w:t>
      </w:r>
      <w:r w:rsidR="00554BFA" w:rsidRPr="00D0383A">
        <w:rPr>
          <w:rtl/>
        </w:rPr>
        <w:t>=</w:t>
      </w:r>
      <w:r w:rsidR="00554BFA">
        <w:rPr>
          <w:rtl/>
        </w:rPr>
        <w:t xml:space="preserve"> </w:t>
      </w:r>
      <w:r w:rsidRPr="00E41435">
        <w:rPr>
          <w:rtl/>
        </w:rPr>
        <w:t>إمام</w:t>
      </w:r>
      <w:r w:rsidR="00554BFA">
        <w:rPr>
          <w:rtl/>
        </w:rPr>
        <w:t xml:space="preserve"> </w:t>
      </w:r>
      <w:r w:rsidRPr="00E41435">
        <w:rPr>
          <w:rtl/>
        </w:rPr>
        <w:t>الخيل</w:t>
      </w:r>
      <w:r w:rsidR="00554BFA">
        <w:rPr>
          <w:rtl/>
        </w:rPr>
        <w:t xml:space="preserve"> </w:t>
      </w:r>
      <w:r w:rsidRPr="00E41435">
        <w:rPr>
          <w:rtl/>
        </w:rPr>
        <w:t>حيثُ</w:t>
      </w:r>
      <w:r w:rsidR="00554BFA">
        <w:rPr>
          <w:rtl/>
        </w:rPr>
        <w:t xml:space="preserve"> </w:t>
      </w:r>
      <w:r w:rsidRPr="00E41435">
        <w:rPr>
          <w:rtl/>
        </w:rPr>
        <w:t>يَرى</w:t>
      </w:r>
      <w:r w:rsidR="00554BFA">
        <w:rPr>
          <w:rtl/>
        </w:rPr>
        <w:t xml:space="preserve"> </w:t>
      </w:r>
      <w:r w:rsidRPr="00E41435">
        <w:rPr>
          <w:rtl/>
        </w:rPr>
        <w:t>البصير</w:t>
      </w:r>
    </w:p>
    <w:p w:rsidR="00645494" w:rsidRDefault="00645494" w:rsidP="00FE2721">
      <w:pPr>
        <w:pStyle w:val="libPoemCenter"/>
        <w:rPr>
          <w:rtl/>
        </w:rPr>
      </w:pPr>
      <w:r w:rsidRPr="00E41435">
        <w:rPr>
          <w:rtl/>
        </w:rPr>
        <w:t>وهو</w:t>
      </w:r>
      <w:r w:rsidR="00554BFA">
        <w:rPr>
          <w:rtl/>
        </w:rPr>
        <w:t xml:space="preserve"> </w:t>
      </w:r>
      <w:r w:rsidRPr="00E41435">
        <w:rPr>
          <w:rtl/>
        </w:rPr>
        <w:t>فينا</w:t>
      </w:r>
      <w:r w:rsidR="00554BFA">
        <w:rPr>
          <w:rtl/>
        </w:rPr>
        <w:t xml:space="preserve"> </w:t>
      </w:r>
      <w:r w:rsidRPr="00E41435">
        <w:rPr>
          <w:rtl/>
        </w:rPr>
        <w:t>كذي</w:t>
      </w:r>
      <w:r w:rsidR="00554BFA">
        <w:rPr>
          <w:rtl/>
        </w:rPr>
        <w:t xml:space="preserve"> </w:t>
      </w:r>
      <w:r w:rsidRPr="00E41435">
        <w:rPr>
          <w:rtl/>
        </w:rPr>
        <w:t>القُرنين</w:t>
      </w:r>
      <w:r w:rsidR="00554BFA">
        <w:rPr>
          <w:rtl/>
        </w:rPr>
        <w:t xml:space="preserve"> </w:t>
      </w:r>
      <w:r w:rsidRPr="00E41435">
        <w:rPr>
          <w:rtl/>
        </w:rPr>
        <w:t>قبل</w:t>
      </w:r>
      <w:r w:rsidR="00554BFA">
        <w:rPr>
          <w:rtl/>
        </w:rPr>
        <w:t xml:space="preserve"> </w:t>
      </w:r>
      <w:r w:rsidR="00554BFA" w:rsidRPr="00D0383A">
        <w:rPr>
          <w:rtl/>
        </w:rPr>
        <w:t>=</w:t>
      </w:r>
      <w:r w:rsidR="00554BFA">
        <w:rPr>
          <w:rtl/>
        </w:rPr>
        <w:t xml:space="preserve"> </w:t>
      </w:r>
      <w:r w:rsidRPr="00E41435">
        <w:rPr>
          <w:rtl/>
        </w:rPr>
        <w:t>برجعته</w:t>
      </w:r>
      <w:r w:rsidR="00554BFA">
        <w:rPr>
          <w:rtl/>
        </w:rPr>
        <w:t xml:space="preserve"> </w:t>
      </w:r>
      <w:r w:rsidRPr="00E41435">
        <w:rPr>
          <w:rtl/>
        </w:rPr>
        <w:t>لنا</w:t>
      </w:r>
      <w:r w:rsidR="00554BFA">
        <w:rPr>
          <w:rtl/>
        </w:rPr>
        <w:t xml:space="preserve"> </w:t>
      </w:r>
      <w:r w:rsidRPr="00E41435">
        <w:rPr>
          <w:rtl/>
        </w:rPr>
        <w:t>فيه</w:t>
      </w:r>
      <w:r w:rsidR="00554BFA">
        <w:rPr>
          <w:rtl/>
        </w:rPr>
        <w:t xml:space="preserve"> </w:t>
      </w:r>
      <w:r w:rsidRPr="00E41435">
        <w:rPr>
          <w:rtl/>
        </w:rPr>
        <w:t>نظير</w:t>
      </w:r>
    </w:p>
    <w:p w:rsidR="00645494" w:rsidRDefault="00645494" w:rsidP="00FE2721">
      <w:pPr>
        <w:pStyle w:val="libPoemCenter"/>
        <w:rPr>
          <w:rtl/>
        </w:rPr>
      </w:pPr>
      <w:r w:rsidRPr="00E41435">
        <w:rPr>
          <w:rtl/>
        </w:rPr>
        <w:t>لقد</w:t>
      </w:r>
      <w:r w:rsidR="00554BFA">
        <w:rPr>
          <w:rtl/>
        </w:rPr>
        <w:t xml:space="preserve"> </w:t>
      </w:r>
      <w:r w:rsidRPr="00E41435">
        <w:rPr>
          <w:rtl/>
        </w:rPr>
        <w:t>سمعوا</w:t>
      </w:r>
      <w:r w:rsidR="00554BFA">
        <w:rPr>
          <w:rtl/>
        </w:rPr>
        <w:t xml:space="preserve"> </w:t>
      </w:r>
      <w:r w:rsidRPr="00E41435">
        <w:rPr>
          <w:rtl/>
        </w:rPr>
        <w:t>مقالته</w:t>
      </w:r>
      <w:r w:rsidR="00554BFA">
        <w:rPr>
          <w:rtl/>
        </w:rPr>
        <w:t xml:space="preserve"> </w:t>
      </w:r>
      <w:r w:rsidRPr="00E41435">
        <w:rPr>
          <w:rtl/>
        </w:rPr>
        <w:t>بخُمٍّ</w:t>
      </w:r>
      <w:r w:rsidR="00554BFA">
        <w:rPr>
          <w:rtl/>
        </w:rPr>
        <w:t xml:space="preserve"> </w:t>
      </w:r>
      <w:r w:rsidR="00554BFA" w:rsidRPr="00D0383A">
        <w:rPr>
          <w:rtl/>
        </w:rPr>
        <w:t>=</w:t>
      </w:r>
      <w:r w:rsidR="00554BFA">
        <w:rPr>
          <w:rtl/>
        </w:rPr>
        <w:t xml:space="preserve"> </w:t>
      </w:r>
      <w:r w:rsidRPr="00E41435">
        <w:rPr>
          <w:rtl/>
        </w:rPr>
        <w:t>غداة</w:t>
      </w:r>
      <w:r w:rsidR="00554BFA">
        <w:rPr>
          <w:rtl/>
        </w:rPr>
        <w:t xml:space="preserve"> </w:t>
      </w:r>
      <w:r w:rsidRPr="00E41435">
        <w:rPr>
          <w:rtl/>
        </w:rPr>
        <w:t>يضم</w:t>
      </w:r>
      <w:r w:rsidR="00554BFA">
        <w:rPr>
          <w:rtl/>
        </w:rPr>
        <w:t xml:space="preserve"> </w:t>
      </w:r>
      <w:r w:rsidRPr="00E41435">
        <w:rPr>
          <w:rtl/>
        </w:rPr>
        <w:t>جمعهم</w:t>
      </w:r>
      <w:r w:rsidR="00554BFA">
        <w:rPr>
          <w:rtl/>
        </w:rPr>
        <w:t xml:space="preserve"> </w:t>
      </w:r>
      <w:r w:rsidRPr="00E41435">
        <w:rPr>
          <w:rtl/>
        </w:rPr>
        <w:t>الغدير</w:t>
      </w:r>
    </w:p>
    <w:p w:rsidR="00645494" w:rsidRDefault="00645494" w:rsidP="00FE2721">
      <w:pPr>
        <w:pStyle w:val="libPoemCenter"/>
        <w:rPr>
          <w:rtl/>
        </w:rPr>
      </w:pPr>
      <w:r w:rsidRPr="00E41435">
        <w:rPr>
          <w:rtl/>
        </w:rPr>
        <w:t>فمَن</w:t>
      </w:r>
      <w:r w:rsidR="00554BFA">
        <w:rPr>
          <w:rtl/>
        </w:rPr>
        <w:t xml:space="preserve"> </w:t>
      </w:r>
      <w:r w:rsidRPr="00E41435">
        <w:rPr>
          <w:rtl/>
        </w:rPr>
        <w:t>أولى</w:t>
      </w:r>
      <w:r w:rsidR="00554BFA">
        <w:rPr>
          <w:rtl/>
        </w:rPr>
        <w:t xml:space="preserve"> </w:t>
      </w:r>
      <w:r w:rsidRPr="00E41435">
        <w:rPr>
          <w:rtl/>
        </w:rPr>
        <w:t>بكم</w:t>
      </w:r>
      <w:r w:rsidR="00554BFA">
        <w:rPr>
          <w:rtl/>
        </w:rPr>
        <w:t xml:space="preserve"> </w:t>
      </w:r>
      <w:r w:rsidRPr="00E41435">
        <w:rPr>
          <w:rtl/>
        </w:rPr>
        <w:t>مِنكم</w:t>
      </w:r>
      <w:r w:rsidR="00554BFA">
        <w:rPr>
          <w:rtl/>
        </w:rPr>
        <w:t xml:space="preserve"> </w:t>
      </w:r>
      <w:r w:rsidRPr="00E41435">
        <w:rPr>
          <w:rtl/>
        </w:rPr>
        <w:t>فقالو</w:t>
      </w:r>
      <w:r w:rsidR="00554BFA">
        <w:rPr>
          <w:rtl/>
        </w:rPr>
        <w:t xml:space="preserve"> </w:t>
      </w:r>
      <w:r w:rsidR="00554BFA" w:rsidRPr="00D0383A">
        <w:rPr>
          <w:rtl/>
        </w:rPr>
        <w:t>=</w:t>
      </w:r>
      <w:r w:rsidR="00554BFA">
        <w:rPr>
          <w:rtl/>
        </w:rPr>
        <w:t xml:space="preserve"> </w:t>
      </w:r>
      <w:r w:rsidRPr="00E41435">
        <w:rPr>
          <w:rtl/>
        </w:rPr>
        <w:t>مقالة</w:t>
      </w:r>
      <w:r w:rsidR="00554BFA">
        <w:rPr>
          <w:rtl/>
        </w:rPr>
        <w:t xml:space="preserve"> </w:t>
      </w:r>
      <w:r w:rsidRPr="00E41435">
        <w:rPr>
          <w:rtl/>
        </w:rPr>
        <w:t>واحدٍ</w:t>
      </w:r>
      <w:r w:rsidR="00554BFA">
        <w:rPr>
          <w:rtl/>
        </w:rPr>
        <w:t xml:space="preserve"> </w:t>
      </w:r>
      <w:r w:rsidRPr="00E41435">
        <w:rPr>
          <w:rtl/>
        </w:rPr>
        <w:t>وهمُ</w:t>
      </w:r>
      <w:r w:rsidR="00554BFA">
        <w:rPr>
          <w:rtl/>
        </w:rPr>
        <w:t xml:space="preserve"> </w:t>
      </w:r>
      <w:r w:rsidRPr="00E41435">
        <w:rPr>
          <w:rtl/>
        </w:rPr>
        <w:t>كثير</w:t>
      </w:r>
    </w:p>
    <w:p w:rsidR="00645494" w:rsidRDefault="00645494" w:rsidP="00FE2721">
      <w:pPr>
        <w:pStyle w:val="libPoemCenter"/>
        <w:rPr>
          <w:rtl/>
        </w:rPr>
      </w:pPr>
      <w:r w:rsidRPr="00E41435">
        <w:rPr>
          <w:rtl/>
        </w:rPr>
        <w:t>جميعاً</w:t>
      </w:r>
      <w:r w:rsidR="00554BFA">
        <w:rPr>
          <w:rtl/>
        </w:rPr>
        <w:t xml:space="preserve"> </w:t>
      </w:r>
      <w:r w:rsidRPr="00E41435">
        <w:rPr>
          <w:rtl/>
        </w:rPr>
        <w:t>أنت</w:t>
      </w:r>
      <w:r w:rsidR="00554BFA">
        <w:rPr>
          <w:rtl/>
        </w:rPr>
        <w:t xml:space="preserve"> </w:t>
      </w:r>
      <w:r w:rsidRPr="00E41435">
        <w:rPr>
          <w:rtl/>
        </w:rPr>
        <w:t>مولانا</w:t>
      </w:r>
      <w:r w:rsidR="00554BFA">
        <w:rPr>
          <w:rtl/>
        </w:rPr>
        <w:t xml:space="preserve"> </w:t>
      </w:r>
      <w:r w:rsidRPr="00E41435">
        <w:rPr>
          <w:rtl/>
        </w:rPr>
        <w:t>وأولى</w:t>
      </w:r>
      <w:r w:rsidR="00554BFA">
        <w:rPr>
          <w:rtl/>
        </w:rPr>
        <w:t xml:space="preserve"> </w:t>
      </w:r>
      <w:r w:rsidR="00554BFA" w:rsidRPr="00D0383A">
        <w:rPr>
          <w:rtl/>
        </w:rPr>
        <w:t>=</w:t>
      </w:r>
      <w:r w:rsidR="00554BFA">
        <w:rPr>
          <w:rtl/>
        </w:rPr>
        <w:t xml:space="preserve"> </w:t>
      </w:r>
      <w:r w:rsidRPr="00E41435">
        <w:rPr>
          <w:rtl/>
        </w:rPr>
        <w:t>بنا</w:t>
      </w:r>
      <w:r w:rsidR="00554BFA">
        <w:rPr>
          <w:rtl/>
        </w:rPr>
        <w:t xml:space="preserve"> </w:t>
      </w:r>
      <w:r w:rsidRPr="00E41435">
        <w:rPr>
          <w:rtl/>
        </w:rPr>
        <w:t>مِنا</w:t>
      </w:r>
      <w:r w:rsidR="00554BFA">
        <w:rPr>
          <w:rtl/>
        </w:rPr>
        <w:t xml:space="preserve"> </w:t>
      </w:r>
      <w:r w:rsidRPr="00E41435">
        <w:rPr>
          <w:rtl/>
        </w:rPr>
        <w:t>وأنت</w:t>
      </w:r>
      <w:r w:rsidR="00554BFA">
        <w:rPr>
          <w:rtl/>
        </w:rPr>
        <w:t xml:space="preserve"> </w:t>
      </w:r>
      <w:r w:rsidRPr="00E41435">
        <w:rPr>
          <w:rtl/>
        </w:rPr>
        <w:t>لنا</w:t>
      </w:r>
      <w:r w:rsidR="00554BFA">
        <w:rPr>
          <w:rtl/>
        </w:rPr>
        <w:t xml:space="preserve"> </w:t>
      </w:r>
      <w:r w:rsidRPr="00E41435">
        <w:rPr>
          <w:rtl/>
        </w:rPr>
        <w:t>البشير</w:t>
      </w:r>
    </w:p>
    <w:p w:rsidR="00645494" w:rsidRDefault="00645494" w:rsidP="00FE2721">
      <w:pPr>
        <w:pStyle w:val="libPoemCenter"/>
        <w:rPr>
          <w:rtl/>
        </w:rPr>
      </w:pPr>
      <w:r w:rsidRPr="00E41435">
        <w:rPr>
          <w:rtl/>
        </w:rPr>
        <w:t>فقال</w:t>
      </w:r>
      <w:r w:rsidR="00554BFA">
        <w:rPr>
          <w:rtl/>
        </w:rPr>
        <w:t xml:space="preserve"> </w:t>
      </w:r>
      <w:r w:rsidRPr="00E41435">
        <w:rPr>
          <w:rtl/>
        </w:rPr>
        <w:t>لهم</w:t>
      </w:r>
      <w:r w:rsidR="00554BFA">
        <w:rPr>
          <w:rtl/>
        </w:rPr>
        <w:t xml:space="preserve"> </w:t>
      </w:r>
      <w:r w:rsidRPr="00E41435">
        <w:rPr>
          <w:rtl/>
        </w:rPr>
        <w:t>علانيةً</w:t>
      </w:r>
      <w:r w:rsidR="00554BFA">
        <w:rPr>
          <w:rtl/>
        </w:rPr>
        <w:t xml:space="preserve"> </w:t>
      </w:r>
      <w:r w:rsidRPr="00E41435">
        <w:rPr>
          <w:rtl/>
        </w:rPr>
        <w:t>جهار</w:t>
      </w:r>
      <w:r w:rsidR="00554BFA">
        <w:rPr>
          <w:rtl/>
        </w:rPr>
        <w:t xml:space="preserve"> </w:t>
      </w:r>
      <w:r w:rsidR="00554BFA" w:rsidRPr="00D0383A">
        <w:rPr>
          <w:rtl/>
        </w:rPr>
        <w:t>=</w:t>
      </w:r>
      <w:r w:rsidR="00554BFA">
        <w:rPr>
          <w:rtl/>
        </w:rPr>
        <w:t xml:space="preserve"> </w:t>
      </w:r>
      <w:r w:rsidRPr="00E41435">
        <w:rPr>
          <w:rtl/>
        </w:rPr>
        <w:t>مقالةَ</w:t>
      </w:r>
      <w:r w:rsidR="00554BFA">
        <w:rPr>
          <w:rtl/>
        </w:rPr>
        <w:t xml:space="preserve"> </w:t>
      </w:r>
      <w:r w:rsidRPr="00E41435">
        <w:rPr>
          <w:rtl/>
        </w:rPr>
        <w:t>ناصح</w:t>
      </w:r>
      <w:r w:rsidR="00554BFA">
        <w:rPr>
          <w:rtl/>
        </w:rPr>
        <w:t xml:space="preserve"> </w:t>
      </w:r>
      <w:r w:rsidRPr="00E41435">
        <w:rPr>
          <w:rtl/>
        </w:rPr>
        <w:t>وهمُ</w:t>
      </w:r>
      <w:r w:rsidR="00554BFA">
        <w:rPr>
          <w:rtl/>
        </w:rPr>
        <w:t xml:space="preserve"> </w:t>
      </w:r>
      <w:r w:rsidRPr="00E41435">
        <w:rPr>
          <w:rtl/>
        </w:rPr>
        <w:t>حضور</w:t>
      </w:r>
    </w:p>
    <w:p w:rsidR="00645494" w:rsidRDefault="00645494" w:rsidP="00FE2721">
      <w:pPr>
        <w:pStyle w:val="libPoemCenter"/>
        <w:rPr>
          <w:rtl/>
        </w:rPr>
      </w:pPr>
      <w:r w:rsidRPr="00E41435">
        <w:rPr>
          <w:rtl/>
        </w:rPr>
        <w:t>فإنَّ</w:t>
      </w:r>
      <w:r w:rsidR="00554BFA">
        <w:rPr>
          <w:rtl/>
        </w:rPr>
        <w:t xml:space="preserve"> </w:t>
      </w:r>
      <w:r w:rsidRPr="00E41435">
        <w:rPr>
          <w:rtl/>
        </w:rPr>
        <w:t>وليكمُ</w:t>
      </w:r>
      <w:r w:rsidR="00554BFA">
        <w:rPr>
          <w:rtl/>
        </w:rPr>
        <w:t xml:space="preserve"> </w:t>
      </w:r>
      <w:r w:rsidRPr="00E41435">
        <w:rPr>
          <w:rtl/>
        </w:rPr>
        <w:t>بعدي</w:t>
      </w:r>
      <w:r w:rsidR="00554BFA">
        <w:rPr>
          <w:rtl/>
        </w:rPr>
        <w:t xml:space="preserve"> </w:t>
      </w:r>
      <w:r w:rsidRPr="00E41435">
        <w:rPr>
          <w:rtl/>
        </w:rPr>
        <w:t>علي</w:t>
      </w:r>
      <w:r w:rsidR="00554BFA">
        <w:rPr>
          <w:rtl/>
        </w:rPr>
        <w:t xml:space="preserve"> </w:t>
      </w:r>
      <w:r w:rsidR="00554BFA" w:rsidRPr="00D0383A">
        <w:rPr>
          <w:rtl/>
        </w:rPr>
        <w:t>=</w:t>
      </w:r>
      <w:r w:rsidR="00554BFA">
        <w:rPr>
          <w:rtl/>
        </w:rPr>
        <w:t xml:space="preserve"> </w:t>
      </w:r>
      <w:r w:rsidRPr="00E41435">
        <w:rPr>
          <w:rtl/>
        </w:rPr>
        <w:t>ومولاكم</w:t>
      </w:r>
      <w:r w:rsidR="00554BFA">
        <w:rPr>
          <w:rtl/>
        </w:rPr>
        <w:t xml:space="preserve"> </w:t>
      </w:r>
      <w:r w:rsidRPr="00E41435">
        <w:rPr>
          <w:rtl/>
        </w:rPr>
        <w:t>هو</w:t>
      </w:r>
      <w:r w:rsidR="00554BFA">
        <w:rPr>
          <w:rtl/>
        </w:rPr>
        <w:t xml:space="preserve"> </w:t>
      </w:r>
      <w:r w:rsidRPr="00E41435">
        <w:rPr>
          <w:rtl/>
        </w:rPr>
        <w:t>الهادي</w:t>
      </w:r>
      <w:r w:rsidR="00554BFA">
        <w:rPr>
          <w:rtl/>
        </w:rPr>
        <w:t xml:space="preserve"> </w:t>
      </w:r>
      <w:r w:rsidRPr="00E41435">
        <w:rPr>
          <w:rtl/>
        </w:rPr>
        <w:t>الوزير</w:t>
      </w:r>
    </w:p>
    <w:p w:rsidR="00645494" w:rsidRDefault="00645494" w:rsidP="00FE2721">
      <w:pPr>
        <w:pStyle w:val="libPoemCenter"/>
        <w:rPr>
          <w:rtl/>
        </w:rPr>
      </w:pPr>
      <w:r w:rsidRPr="00E41435">
        <w:rPr>
          <w:rtl/>
        </w:rPr>
        <w:t>وزيري</w:t>
      </w:r>
      <w:r w:rsidR="00554BFA">
        <w:rPr>
          <w:rtl/>
        </w:rPr>
        <w:t xml:space="preserve"> </w:t>
      </w:r>
      <w:r w:rsidRPr="00E41435">
        <w:rPr>
          <w:rtl/>
        </w:rPr>
        <w:t>في</w:t>
      </w:r>
      <w:r w:rsidR="00554BFA">
        <w:rPr>
          <w:rtl/>
        </w:rPr>
        <w:t xml:space="preserve"> </w:t>
      </w:r>
      <w:r w:rsidRPr="00E41435">
        <w:rPr>
          <w:rtl/>
        </w:rPr>
        <w:t>الحياة</w:t>
      </w:r>
      <w:r w:rsidR="00554BFA">
        <w:rPr>
          <w:rtl/>
        </w:rPr>
        <w:t xml:space="preserve"> </w:t>
      </w:r>
      <w:r w:rsidRPr="00E41435">
        <w:rPr>
          <w:rtl/>
        </w:rPr>
        <w:t>وبعد</w:t>
      </w:r>
      <w:r w:rsidR="00554BFA">
        <w:rPr>
          <w:rtl/>
        </w:rPr>
        <w:t xml:space="preserve"> </w:t>
      </w:r>
      <w:r w:rsidRPr="00E41435">
        <w:rPr>
          <w:rtl/>
        </w:rPr>
        <w:t>موتي</w:t>
      </w:r>
      <w:r w:rsidR="00554BFA">
        <w:rPr>
          <w:rtl/>
        </w:rPr>
        <w:t xml:space="preserve"> </w:t>
      </w:r>
      <w:r w:rsidR="00554BFA" w:rsidRPr="00D0383A">
        <w:rPr>
          <w:rtl/>
        </w:rPr>
        <w:t>=</w:t>
      </w:r>
      <w:r w:rsidR="00554BFA">
        <w:rPr>
          <w:rtl/>
        </w:rPr>
        <w:t xml:space="preserve"> </w:t>
      </w:r>
      <w:r w:rsidRPr="00E41435">
        <w:rPr>
          <w:rtl/>
        </w:rPr>
        <w:t>ومِن</w:t>
      </w:r>
      <w:r w:rsidR="00554BFA">
        <w:rPr>
          <w:rtl/>
        </w:rPr>
        <w:t xml:space="preserve"> </w:t>
      </w:r>
      <w:r w:rsidRPr="00E41435">
        <w:rPr>
          <w:rtl/>
        </w:rPr>
        <w:t>بعدي</w:t>
      </w:r>
      <w:r w:rsidR="00554BFA">
        <w:rPr>
          <w:rtl/>
        </w:rPr>
        <w:t xml:space="preserve"> </w:t>
      </w:r>
      <w:r w:rsidRPr="00E41435">
        <w:rPr>
          <w:rtl/>
        </w:rPr>
        <w:t>الخليفة</w:t>
      </w:r>
      <w:r w:rsidR="00554BFA">
        <w:rPr>
          <w:rtl/>
        </w:rPr>
        <w:t xml:space="preserve"> </w:t>
      </w:r>
      <w:r w:rsidRPr="00E41435">
        <w:rPr>
          <w:rtl/>
        </w:rPr>
        <w:t>والأمير</w:t>
      </w:r>
    </w:p>
    <w:p w:rsidR="00645494" w:rsidRDefault="00645494" w:rsidP="00FE2721">
      <w:pPr>
        <w:pStyle w:val="libPoemCenter"/>
        <w:rPr>
          <w:rtl/>
        </w:rPr>
      </w:pPr>
      <w:r w:rsidRPr="00E41435">
        <w:rPr>
          <w:rtl/>
        </w:rPr>
        <w:t>فوالى</w:t>
      </w:r>
      <w:r w:rsidR="00554BFA">
        <w:rPr>
          <w:rtl/>
        </w:rPr>
        <w:t xml:space="preserve"> </w:t>
      </w:r>
      <w:r w:rsidRPr="00E41435">
        <w:rPr>
          <w:rtl/>
        </w:rPr>
        <w:t>الله</w:t>
      </w:r>
      <w:r w:rsidR="00554BFA">
        <w:rPr>
          <w:rtl/>
        </w:rPr>
        <w:t xml:space="preserve"> </w:t>
      </w:r>
      <w:r w:rsidRPr="00E41435">
        <w:rPr>
          <w:rtl/>
        </w:rPr>
        <w:t>مَن</w:t>
      </w:r>
      <w:r w:rsidR="00554BFA">
        <w:rPr>
          <w:rtl/>
        </w:rPr>
        <w:t xml:space="preserve"> </w:t>
      </w:r>
      <w:r w:rsidRPr="00E41435">
        <w:rPr>
          <w:rtl/>
        </w:rPr>
        <w:t>والاه</w:t>
      </w:r>
      <w:r w:rsidR="00554BFA">
        <w:rPr>
          <w:rtl/>
        </w:rPr>
        <w:t xml:space="preserve"> </w:t>
      </w:r>
      <w:r w:rsidRPr="00E41435">
        <w:rPr>
          <w:rtl/>
        </w:rPr>
        <w:t>منكم</w:t>
      </w:r>
      <w:r w:rsidR="00554BFA">
        <w:rPr>
          <w:rtl/>
        </w:rPr>
        <w:t xml:space="preserve"> </w:t>
      </w:r>
      <w:r w:rsidR="00554BFA" w:rsidRPr="00D0383A">
        <w:rPr>
          <w:rtl/>
        </w:rPr>
        <w:t>=</w:t>
      </w:r>
      <w:r w:rsidR="00554BFA">
        <w:rPr>
          <w:rtl/>
        </w:rPr>
        <w:t xml:space="preserve"> </w:t>
      </w:r>
      <w:r w:rsidRPr="00E41435">
        <w:rPr>
          <w:rtl/>
        </w:rPr>
        <w:t>وقابله</w:t>
      </w:r>
      <w:r w:rsidR="00554BFA">
        <w:rPr>
          <w:rtl/>
        </w:rPr>
        <w:t xml:space="preserve"> </w:t>
      </w:r>
      <w:r w:rsidRPr="00E41435">
        <w:rPr>
          <w:rtl/>
        </w:rPr>
        <w:t>لَدى</w:t>
      </w:r>
      <w:r w:rsidR="00554BFA">
        <w:rPr>
          <w:rtl/>
        </w:rPr>
        <w:t xml:space="preserve"> </w:t>
      </w:r>
      <w:r w:rsidRPr="00E41435">
        <w:rPr>
          <w:rtl/>
        </w:rPr>
        <w:t>الموت</w:t>
      </w:r>
      <w:r w:rsidR="00554BFA">
        <w:rPr>
          <w:rtl/>
        </w:rPr>
        <w:t xml:space="preserve"> </w:t>
      </w:r>
      <w:r w:rsidRPr="00E41435">
        <w:rPr>
          <w:rtl/>
        </w:rPr>
        <w:t>السرور</w:t>
      </w:r>
    </w:p>
    <w:p w:rsidR="00645494" w:rsidRDefault="00645494" w:rsidP="00FE2721">
      <w:pPr>
        <w:pStyle w:val="libPoemCenter"/>
        <w:rPr>
          <w:rtl/>
        </w:rPr>
      </w:pPr>
      <w:r w:rsidRPr="00E41435">
        <w:rPr>
          <w:rtl/>
        </w:rPr>
        <w:t>وعادى</w:t>
      </w:r>
      <w:r w:rsidR="00554BFA">
        <w:rPr>
          <w:rtl/>
        </w:rPr>
        <w:t xml:space="preserve"> </w:t>
      </w:r>
      <w:r w:rsidRPr="00E41435">
        <w:rPr>
          <w:rtl/>
        </w:rPr>
        <w:t>الله</w:t>
      </w:r>
      <w:r w:rsidR="00554BFA">
        <w:rPr>
          <w:rtl/>
        </w:rPr>
        <w:t xml:space="preserve"> </w:t>
      </w:r>
      <w:r w:rsidRPr="00E41435">
        <w:rPr>
          <w:rtl/>
        </w:rPr>
        <w:t>مَن</w:t>
      </w:r>
      <w:r w:rsidR="00554BFA">
        <w:rPr>
          <w:rtl/>
        </w:rPr>
        <w:t xml:space="preserve"> </w:t>
      </w:r>
      <w:r w:rsidRPr="00E41435">
        <w:rPr>
          <w:rtl/>
        </w:rPr>
        <w:t>عاداه</w:t>
      </w:r>
      <w:r w:rsidR="00554BFA">
        <w:rPr>
          <w:rtl/>
        </w:rPr>
        <w:t xml:space="preserve"> </w:t>
      </w:r>
      <w:r w:rsidRPr="00E41435">
        <w:rPr>
          <w:rtl/>
        </w:rPr>
        <w:t>منكم</w:t>
      </w:r>
      <w:r w:rsidR="00554BFA">
        <w:rPr>
          <w:rtl/>
        </w:rPr>
        <w:t xml:space="preserve"> </w:t>
      </w:r>
      <w:r w:rsidR="00554BFA" w:rsidRPr="00D0383A">
        <w:rPr>
          <w:rtl/>
        </w:rPr>
        <w:t>=</w:t>
      </w:r>
      <w:r w:rsidR="00554BFA">
        <w:rPr>
          <w:rtl/>
        </w:rPr>
        <w:t xml:space="preserve"> </w:t>
      </w:r>
      <w:r w:rsidRPr="00E41435">
        <w:rPr>
          <w:rtl/>
        </w:rPr>
        <w:t>وحلَّ</w:t>
      </w:r>
      <w:r w:rsidR="00554BFA">
        <w:rPr>
          <w:rtl/>
        </w:rPr>
        <w:t xml:space="preserve"> </w:t>
      </w:r>
      <w:r w:rsidRPr="00E41435">
        <w:rPr>
          <w:rtl/>
        </w:rPr>
        <w:t>به</w:t>
      </w:r>
      <w:r w:rsidR="00554BFA">
        <w:rPr>
          <w:rtl/>
        </w:rPr>
        <w:t xml:space="preserve"> </w:t>
      </w:r>
      <w:r w:rsidRPr="00E41435">
        <w:rPr>
          <w:rtl/>
        </w:rPr>
        <w:t>لدى</w:t>
      </w:r>
      <w:r w:rsidR="00554BFA">
        <w:rPr>
          <w:rtl/>
        </w:rPr>
        <w:t xml:space="preserve"> </w:t>
      </w:r>
      <w:r w:rsidRPr="00E41435">
        <w:rPr>
          <w:rtl/>
        </w:rPr>
        <w:t>الموت</w:t>
      </w:r>
      <w:r w:rsidR="00554BFA">
        <w:rPr>
          <w:rtl/>
        </w:rPr>
        <w:t xml:space="preserve"> </w:t>
      </w:r>
      <w:r w:rsidRPr="00E41435">
        <w:rPr>
          <w:rtl/>
        </w:rPr>
        <w:t>الثُبور</w:t>
      </w:r>
    </w:p>
    <w:p w:rsidR="00645494" w:rsidRDefault="00645494" w:rsidP="00FE2721">
      <w:pPr>
        <w:pStyle w:val="libPoemCenter"/>
        <w:rPr>
          <w:rtl/>
        </w:rPr>
      </w:pPr>
      <w:r w:rsidRPr="00E41435">
        <w:rPr>
          <w:rtl/>
        </w:rPr>
        <w:t>وقد</w:t>
      </w:r>
      <w:r w:rsidR="00554BFA">
        <w:rPr>
          <w:rtl/>
        </w:rPr>
        <w:t xml:space="preserve"> </w:t>
      </w:r>
      <w:r w:rsidRPr="00E41435">
        <w:rPr>
          <w:rtl/>
        </w:rPr>
        <w:t>علموا</w:t>
      </w:r>
      <w:r w:rsidR="00554BFA">
        <w:rPr>
          <w:rtl/>
        </w:rPr>
        <w:t xml:space="preserve"> </w:t>
      </w:r>
      <w:r w:rsidRPr="00E41435">
        <w:rPr>
          <w:rtl/>
        </w:rPr>
        <w:t>شجاعته</w:t>
      </w:r>
      <w:r w:rsidR="00554BFA">
        <w:rPr>
          <w:rtl/>
        </w:rPr>
        <w:t xml:space="preserve"> </w:t>
      </w:r>
      <w:r w:rsidRPr="00E41435">
        <w:rPr>
          <w:rtl/>
        </w:rPr>
        <w:t>يقين</w:t>
      </w:r>
      <w:r w:rsidR="00554BFA">
        <w:rPr>
          <w:rtl/>
        </w:rPr>
        <w:t xml:space="preserve"> </w:t>
      </w:r>
      <w:r w:rsidR="00554BFA" w:rsidRPr="00D0383A">
        <w:rPr>
          <w:rtl/>
        </w:rPr>
        <w:t>=</w:t>
      </w:r>
      <w:r w:rsidR="00554BFA">
        <w:rPr>
          <w:rtl/>
        </w:rPr>
        <w:t xml:space="preserve"> </w:t>
      </w:r>
      <w:r w:rsidRPr="00E41435">
        <w:rPr>
          <w:rtl/>
        </w:rPr>
        <w:t>وأخبرهم</w:t>
      </w:r>
      <w:r w:rsidR="00554BFA">
        <w:rPr>
          <w:rtl/>
        </w:rPr>
        <w:t xml:space="preserve"> </w:t>
      </w:r>
      <w:r w:rsidRPr="00E41435">
        <w:rPr>
          <w:rtl/>
        </w:rPr>
        <w:t>بها</w:t>
      </w:r>
      <w:r w:rsidR="00554BFA">
        <w:rPr>
          <w:rtl/>
        </w:rPr>
        <w:t xml:space="preserve"> </w:t>
      </w:r>
      <w:r w:rsidRPr="00E41435">
        <w:rPr>
          <w:rtl/>
        </w:rPr>
        <w:t>الجمّ</w:t>
      </w:r>
      <w:r w:rsidR="00554BFA">
        <w:rPr>
          <w:rtl/>
        </w:rPr>
        <w:t xml:space="preserve"> </w:t>
      </w:r>
      <w:r w:rsidRPr="00E41435">
        <w:rPr>
          <w:rtl/>
        </w:rPr>
        <w:t>الغَفير</w:t>
      </w:r>
    </w:p>
    <w:p w:rsidR="00645494" w:rsidRDefault="00645494" w:rsidP="00FE2721">
      <w:pPr>
        <w:pStyle w:val="libPoemCenter"/>
        <w:rPr>
          <w:rtl/>
        </w:rPr>
      </w:pPr>
      <w:r w:rsidRPr="00E41435">
        <w:rPr>
          <w:rtl/>
        </w:rPr>
        <w:t>ففي</w:t>
      </w:r>
      <w:r w:rsidR="00554BFA">
        <w:rPr>
          <w:rtl/>
        </w:rPr>
        <w:t xml:space="preserve"> </w:t>
      </w:r>
      <w:r w:rsidRPr="00E41435">
        <w:rPr>
          <w:rtl/>
        </w:rPr>
        <w:t>سلع</w:t>
      </w:r>
      <w:r w:rsidR="00554BFA">
        <w:rPr>
          <w:rtl/>
        </w:rPr>
        <w:t xml:space="preserve"> </w:t>
      </w:r>
      <w:r w:rsidRPr="00E41435">
        <w:rPr>
          <w:rtl/>
        </w:rPr>
        <w:t>سقى</w:t>
      </w:r>
      <w:r w:rsidR="00554BFA">
        <w:rPr>
          <w:rtl/>
        </w:rPr>
        <w:t xml:space="preserve"> </w:t>
      </w:r>
      <w:r w:rsidRPr="00E41435">
        <w:rPr>
          <w:rtl/>
        </w:rPr>
        <w:t>عمراً</w:t>
      </w:r>
      <w:r w:rsidR="00554BFA">
        <w:rPr>
          <w:rtl/>
        </w:rPr>
        <w:t xml:space="preserve"> </w:t>
      </w:r>
      <w:r w:rsidRPr="00E41435">
        <w:rPr>
          <w:rtl/>
        </w:rPr>
        <w:t>بكأس</w:t>
      </w:r>
      <w:r w:rsidR="00554BFA">
        <w:rPr>
          <w:rtl/>
        </w:rPr>
        <w:t xml:space="preserve"> </w:t>
      </w:r>
      <w:r w:rsidR="00554BFA" w:rsidRPr="00D0383A">
        <w:rPr>
          <w:rtl/>
        </w:rPr>
        <w:t>=</w:t>
      </w:r>
      <w:r w:rsidR="00554BFA">
        <w:rPr>
          <w:rtl/>
        </w:rPr>
        <w:t xml:space="preserve"> </w:t>
      </w:r>
      <w:r w:rsidRPr="00E41435">
        <w:rPr>
          <w:rtl/>
        </w:rPr>
        <w:t>وكان</w:t>
      </w:r>
      <w:r w:rsidR="00554BFA">
        <w:rPr>
          <w:rtl/>
        </w:rPr>
        <w:t xml:space="preserve"> </w:t>
      </w:r>
      <w:r w:rsidRPr="00E41435">
        <w:rPr>
          <w:rtl/>
        </w:rPr>
        <w:t>كأنَّه</w:t>
      </w:r>
      <w:r w:rsidR="00554BFA">
        <w:rPr>
          <w:rtl/>
        </w:rPr>
        <w:t xml:space="preserve"> </w:t>
      </w:r>
      <w:r w:rsidRPr="00E41435">
        <w:rPr>
          <w:rtl/>
        </w:rPr>
        <w:t>أسد</w:t>
      </w:r>
      <w:r w:rsidR="00554BFA">
        <w:rPr>
          <w:rtl/>
        </w:rPr>
        <w:t xml:space="preserve"> </w:t>
      </w:r>
      <w:r w:rsidRPr="00E41435">
        <w:rPr>
          <w:rtl/>
        </w:rPr>
        <w:t>مُغير</w:t>
      </w:r>
    </w:p>
    <w:p w:rsidR="00645494" w:rsidRDefault="00645494" w:rsidP="00FE2721">
      <w:pPr>
        <w:pStyle w:val="libPoemCenter"/>
        <w:rPr>
          <w:rtl/>
        </w:rPr>
      </w:pPr>
      <w:r w:rsidRPr="00E41435">
        <w:rPr>
          <w:rtl/>
        </w:rPr>
        <w:t>ينادي</w:t>
      </w:r>
      <w:r w:rsidR="00554BFA">
        <w:rPr>
          <w:rtl/>
        </w:rPr>
        <w:t xml:space="preserve"> </w:t>
      </w:r>
      <w:r w:rsidRPr="00E41435">
        <w:rPr>
          <w:rtl/>
        </w:rPr>
        <w:t>هل</w:t>
      </w:r>
      <w:r w:rsidR="00554BFA">
        <w:rPr>
          <w:rtl/>
        </w:rPr>
        <w:t xml:space="preserve"> </w:t>
      </w:r>
      <w:r w:rsidRPr="00E41435">
        <w:rPr>
          <w:rtl/>
        </w:rPr>
        <w:t>يرى</w:t>
      </w:r>
      <w:r w:rsidR="00554BFA">
        <w:rPr>
          <w:rtl/>
        </w:rPr>
        <w:t xml:space="preserve"> </w:t>
      </w:r>
      <w:r w:rsidRPr="00E41435">
        <w:rPr>
          <w:rtl/>
        </w:rPr>
        <w:t>حسب</w:t>
      </w:r>
      <w:r w:rsidR="00554BFA">
        <w:rPr>
          <w:rtl/>
        </w:rPr>
        <w:t xml:space="preserve"> </w:t>
      </w:r>
      <w:r w:rsidRPr="00E41435">
        <w:rPr>
          <w:rtl/>
        </w:rPr>
        <w:t>بِرازي</w:t>
      </w:r>
      <w:r w:rsidR="00554BFA">
        <w:rPr>
          <w:rtl/>
        </w:rPr>
        <w:t xml:space="preserve"> </w:t>
      </w:r>
      <w:r w:rsidR="00554BFA" w:rsidRPr="00D0383A">
        <w:rPr>
          <w:rtl/>
        </w:rPr>
        <w:t>=</w:t>
      </w:r>
      <w:r w:rsidR="00554BFA">
        <w:rPr>
          <w:rtl/>
        </w:rPr>
        <w:t xml:space="preserve"> </w:t>
      </w:r>
      <w:r w:rsidRPr="00E41435">
        <w:rPr>
          <w:rtl/>
        </w:rPr>
        <w:t>وهل</w:t>
      </w:r>
      <w:r w:rsidR="00554BFA">
        <w:rPr>
          <w:rtl/>
        </w:rPr>
        <w:t xml:space="preserve"> </w:t>
      </w:r>
      <w:r w:rsidRPr="00E41435">
        <w:rPr>
          <w:rtl/>
        </w:rPr>
        <w:t>عند</w:t>
      </w:r>
      <w:r w:rsidR="00554BFA">
        <w:rPr>
          <w:rtl/>
        </w:rPr>
        <w:t xml:space="preserve"> </w:t>
      </w:r>
      <w:r w:rsidRPr="00E41435">
        <w:rPr>
          <w:rtl/>
        </w:rPr>
        <w:t>امرئ</w:t>
      </w:r>
      <w:r w:rsidR="00554BFA">
        <w:rPr>
          <w:rtl/>
        </w:rPr>
        <w:t xml:space="preserve"> </w:t>
      </w:r>
      <w:r w:rsidRPr="00E41435">
        <w:rPr>
          <w:rtl/>
        </w:rPr>
        <w:t>حُر</w:t>
      </w:r>
      <w:r w:rsidR="00554BFA">
        <w:rPr>
          <w:rtl/>
        </w:rPr>
        <w:t xml:space="preserve"> </w:t>
      </w:r>
      <w:r w:rsidRPr="00E41435">
        <w:rPr>
          <w:rtl/>
        </w:rPr>
        <w:t>نَكير</w:t>
      </w:r>
    </w:p>
    <w:p w:rsidR="00645494" w:rsidRDefault="00645494" w:rsidP="00FE2721">
      <w:pPr>
        <w:pStyle w:val="libPoemCenter"/>
        <w:rPr>
          <w:rtl/>
        </w:rPr>
      </w:pPr>
      <w:r w:rsidRPr="00E41435">
        <w:rPr>
          <w:rtl/>
        </w:rPr>
        <w:t>وفي</w:t>
      </w:r>
      <w:r w:rsidR="00554BFA">
        <w:rPr>
          <w:rtl/>
        </w:rPr>
        <w:t xml:space="preserve"> </w:t>
      </w:r>
      <w:r w:rsidRPr="00E41435">
        <w:rPr>
          <w:rtl/>
        </w:rPr>
        <w:t>ذات</w:t>
      </w:r>
      <w:r w:rsidR="00554BFA">
        <w:rPr>
          <w:rtl/>
        </w:rPr>
        <w:t xml:space="preserve"> </w:t>
      </w:r>
      <w:r w:rsidRPr="00E41435">
        <w:rPr>
          <w:rtl/>
        </w:rPr>
        <w:t>السلاسل</w:t>
      </w:r>
      <w:r w:rsidR="00554BFA">
        <w:rPr>
          <w:rtl/>
        </w:rPr>
        <w:t xml:space="preserve"> </w:t>
      </w:r>
      <w:r w:rsidRPr="00E41435">
        <w:rPr>
          <w:rtl/>
        </w:rPr>
        <w:t>من</w:t>
      </w:r>
      <w:r w:rsidR="00554BFA">
        <w:rPr>
          <w:rtl/>
        </w:rPr>
        <w:t xml:space="preserve"> </w:t>
      </w:r>
      <w:r w:rsidRPr="00E41435">
        <w:rPr>
          <w:rtl/>
        </w:rPr>
        <w:t>سَليم</w:t>
      </w:r>
      <w:r w:rsidR="00554BFA">
        <w:rPr>
          <w:rtl/>
        </w:rPr>
        <w:t xml:space="preserve"> </w:t>
      </w:r>
      <w:r w:rsidR="00554BFA" w:rsidRPr="00D0383A">
        <w:rPr>
          <w:rtl/>
        </w:rPr>
        <w:t>=</w:t>
      </w:r>
      <w:r w:rsidR="00554BFA">
        <w:rPr>
          <w:rtl/>
        </w:rPr>
        <w:t xml:space="preserve"> </w:t>
      </w:r>
      <w:r w:rsidRPr="00E41435">
        <w:rPr>
          <w:rtl/>
        </w:rPr>
        <w:t>غداة</w:t>
      </w:r>
      <w:r w:rsidR="00554BFA">
        <w:rPr>
          <w:rtl/>
        </w:rPr>
        <w:t xml:space="preserve"> </w:t>
      </w:r>
      <w:r w:rsidRPr="00E41435">
        <w:rPr>
          <w:rtl/>
        </w:rPr>
        <w:t>أتاهم</w:t>
      </w:r>
      <w:r w:rsidR="00554BFA">
        <w:rPr>
          <w:rtl/>
        </w:rPr>
        <w:t xml:space="preserve"> </w:t>
      </w:r>
      <w:r w:rsidRPr="00E41435">
        <w:rPr>
          <w:rtl/>
        </w:rPr>
        <w:t>الموت</w:t>
      </w:r>
      <w:r w:rsidR="00554BFA">
        <w:rPr>
          <w:rtl/>
        </w:rPr>
        <w:t xml:space="preserve"> </w:t>
      </w:r>
      <w:r w:rsidRPr="00E41435">
        <w:rPr>
          <w:rtl/>
        </w:rPr>
        <w:t>المُبير</w:t>
      </w:r>
    </w:p>
    <w:p w:rsidR="00554BFA" w:rsidRDefault="00645494" w:rsidP="00FE2721">
      <w:pPr>
        <w:pStyle w:val="libPoemCenter"/>
        <w:rPr>
          <w:rtl/>
        </w:rPr>
      </w:pPr>
      <w:r w:rsidRPr="00E41435">
        <w:rPr>
          <w:rtl/>
        </w:rPr>
        <w:t>قد</w:t>
      </w:r>
      <w:r w:rsidR="00554BFA">
        <w:rPr>
          <w:rtl/>
        </w:rPr>
        <w:t xml:space="preserve"> </w:t>
      </w:r>
      <w:r w:rsidRPr="00E41435">
        <w:rPr>
          <w:rtl/>
        </w:rPr>
        <w:t>قتلوا</w:t>
      </w:r>
      <w:r w:rsidR="00554BFA">
        <w:rPr>
          <w:rtl/>
        </w:rPr>
        <w:t xml:space="preserve"> </w:t>
      </w:r>
      <w:r w:rsidRPr="00E41435">
        <w:rPr>
          <w:rtl/>
        </w:rPr>
        <w:t>من</w:t>
      </w:r>
      <w:r w:rsidR="00554BFA">
        <w:rPr>
          <w:rtl/>
        </w:rPr>
        <w:t xml:space="preserve"> </w:t>
      </w:r>
      <w:r w:rsidRPr="00E41435">
        <w:rPr>
          <w:rtl/>
        </w:rPr>
        <w:t>الأنصار</w:t>
      </w:r>
      <w:r w:rsidR="00554BFA">
        <w:rPr>
          <w:rtl/>
        </w:rPr>
        <w:t xml:space="preserve"> </w:t>
      </w:r>
      <w:r w:rsidRPr="00E41435">
        <w:rPr>
          <w:rtl/>
        </w:rPr>
        <w:t>رَهْط</w:t>
      </w:r>
      <w:r w:rsidR="00554BFA">
        <w:rPr>
          <w:rtl/>
        </w:rPr>
        <w:t xml:space="preserve"> </w:t>
      </w:r>
      <w:r w:rsidR="00554BFA" w:rsidRPr="00D0383A">
        <w:rPr>
          <w:rtl/>
        </w:rPr>
        <w:t>=</w:t>
      </w:r>
      <w:r w:rsidR="00554BFA">
        <w:rPr>
          <w:rtl/>
        </w:rPr>
        <w:t xml:space="preserve"> </w:t>
      </w:r>
      <w:r w:rsidRPr="00E41435">
        <w:rPr>
          <w:rtl/>
        </w:rPr>
        <w:t>فحل</w:t>
      </w:r>
      <w:r w:rsidR="00554BFA">
        <w:rPr>
          <w:rtl/>
        </w:rPr>
        <w:t xml:space="preserve"> </w:t>
      </w:r>
      <w:r w:rsidRPr="00E41435">
        <w:rPr>
          <w:rtl/>
        </w:rPr>
        <w:t>النَذر</w:t>
      </w:r>
      <w:r w:rsidR="00554BFA">
        <w:rPr>
          <w:rtl/>
        </w:rPr>
        <w:t xml:space="preserve"> </w:t>
      </w:r>
      <w:r w:rsidRPr="00E41435">
        <w:rPr>
          <w:rtl/>
        </w:rPr>
        <w:t>أو</w:t>
      </w:r>
      <w:r w:rsidR="00554BFA">
        <w:rPr>
          <w:rtl/>
        </w:rPr>
        <w:t xml:space="preserve"> </w:t>
      </w:r>
      <w:r w:rsidRPr="00E41435">
        <w:rPr>
          <w:rtl/>
        </w:rPr>
        <w:t>وجبت</w:t>
      </w:r>
      <w:r w:rsidR="00554BFA">
        <w:rPr>
          <w:rtl/>
        </w:rPr>
        <w:t xml:space="preserve"> </w:t>
      </w:r>
      <w:r w:rsidRPr="00E41435">
        <w:rPr>
          <w:rtl/>
        </w:rPr>
        <w:t>نُذور</w:t>
      </w:r>
    </w:p>
    <w:p w:rsidR="00554BFA" w:rsidRDefault="00645494" w:rsidP="00645494">
      <w:pPr>
        <w:pStyle w:val="libNormal"/>
        <w:rPr>
          <w:rtl/>
        </w:rPr>
      </w:pPr>
      <w:r>
        <w:rPr>
          <w:rtl/>
        </w:rPr>
        <w:br w:type="page"/>
      </w:r>
    </w:p>
    <w:p w:rsidR="00645494" w:rsidRPr="00645494" w:rsidRDefault="00645494" w:rsidP="00FE2721">
      <w:pPr>
        <w:pStyle w:val="libPoemCenter"/>
        <w:rPr>
          <w:rtl/>
        </w:rPr>
      </w:pPr>
      <w:r w:rsidRPr="00FB42CD">
        <w:rPr>
          <w:rtl/>
        </w:rPr>
        <w:lastRenderedPageBreak/>
        <w:t>إزار</w:t>
      </w:r>
      <w:r w:rsidR="00554BFA">
        <w:rPr>
          <w:rtl/>
        </w:rPr>
        <w:t xml:space="preserve"> </w:t>
      </w:r>
      <w:r w:rsidRPr="00FB42CD">
        <w:rPr>
          <w:rtl/>
        </w:rPr>
        <w:t>الموت</w:t>
      </w:r>
      <w:r w:rsidR="00554BFA">
        <w:rPr>
          <w:rtl/>
        </w:rPr>
        <w:t xml:space="preserve"> </w:t>
      </w:r>
      <w:r w:rsidRPr="00FB42CD">
        <w:rPr>
          <w:rtl/>
        </w:rPr>
        <w:t>مشيخة</w:t>
      </w:r>
      <w:r w:rsidR="00554BFA">
        <w:rPr>
          <w:rtl/>
        </w:rPr>
        <w:t xml:space="preserve"> </w:t>
      </w:r>
      <w:r w:rsidRPr="00FB42CD">
        <w:rPr>
          <w:rtl/>
        </w:rPr>
        <w:t>ضخام</w:t>
      </w:r>
      <w:r w:rsidR="00554BFA">
        <w:rPr>
          <w:rtl/>
        </w:rPr>
        <w:t xml:space="preserve"> </w:t>
      </w:r>
      <w:r w:rsidR="00554BFA" w:rsidRPr="00D0383A">
        <w:rPr>
          <w:rtl/>
        </w:rPr>
        <w:t>=</w:t>
      </w:r>
      <w:r w:rsidR="00554BFA">
        <w:rPr>
          <w:rtl/>
        </w:rPr>
        <w:t xml:space="preserve"> </w:t>
      </w:r>
      <w:r w:rsidRPr="00FB42CD">
        <w:rPr>
          <w:rtl/>
        </w:rPr>
        <w:t>جحاجحة</w:t>
      </w:r>
      <w:r w:rsidR="00554BFA">
        <w:rPr>
          <w:rtl/>
        </w:rPr>
        <w:t xml:space="preserve"> </w:t>
      </w:r>
      <w:r w:rsidRPr="00FB42CD">
        <w:rPr>
          <w:rtl/>
        </w:rPr>
        <w:t>تسدُّ</w:t>
      </w:r>
      <w:r w:rsidR="00554BFA">
        <w:rPr>
          <w:rtl/>
        </w:rPr>
        <w:t xml:space="preserve"> </w:t>
      </w:r>
      <w:r w:rsidRPr="00FB42CD">
        <w:rPr>
          <w:rtl/>
        </w:rPr>
        <w:t>بها</w:t>
      </w:r>
      <w:r w:rsidR="00554BFA">
        <w:rPr>
          <w:rtl/>
        </w:rPr>
        <w:t xml:space="preserve"> </w:t>
      </w:r>
      <w:r w:rsidRPr="00FB42CD">
        <w:rPr>
          <w:rtl/>
        </w:rPr>
        <w:t>الثُغور</w:t>
      </w:r>
    </w:p>
    <w:p w:rsidR="00554BFA" w:rsidRDefault="00645494" w:rsidP="00554BFA">
      <w:pPr>
        <w:pStyle w:val="libNormal"/>
        <w:rPr>
          <w:rtl/>
        </w:rPr>
      </w:pPr>
      <w:r w:rsidRPr="00554BFA">
        <w:rPr>
          <w:rtl/>
        </w:rPr>
        <w:t>وتركت بعضاً يوجد في المناقب لابن شهرآشوب، المطبوع في إيران وفي الهند.</w:t>
      </w:r>
    </w:p>
    <w:p w:rsidR="00645494" w:rsidRPr="00554BFA" w:rsidRDefault="00645494" w:rsidP="00645494">
      <w:pPr>
        <w:pStyle w:val="Heading3"/>
        <w:rPr>
          <w:rtl/>
        </w:rPr>
      </w:pPr>
      <w:bookmarkStart w:id="21" w:name="_Toc491861296"/>
      <w:r w:rsidRPr="00FB42CD">
        <w:rPr>
          <w:rtl/>
        </w:rPr>
        <w:t>الفصل السادس</w:t>
      </w:r>
      <w:bookmarkStart w:id="22" w:name="الفصل_السادس"/>
      <w:bookmarkEnd w:id="22"/>
      <w:r w:rsidRPr="00FB42CD">
        <w:rPr>
          <w:rtl/>
        </w:rPr>
        <w:t>:</w:t>
      </w:r>
      <w:bookmarkEnd w:id="21"/>
    </w:p>
    <w:p w:rsidR="00645494" w:rsidRPr="00FB42CD" w:rsidRDefault="00645494" w:rsidP="00554BFA">
      <w:pPr>
        <w:pStyle w:val="libNormal"/>
        <w:rPr>
          <w:rtl/>
        </w:rPr>
      </w:pPr>
      <w:r w:rsidRPr="00554BFA">
        <w:rPr>
          <w:rtl/>
        </w:rPr>
        <w:t>وذكر أبو الفرج في الأغاني، في ترجمة السيّد المذكور، قال: روى محمد بن عاصم عن أبي داود المسترق، قال: رأى السيّد الحميري رسول الله</w:t>
      </w:r>
      <w:r w:rsidR="00554BFA">
        <w:rPr>
          <w:rtl/>
        </w:rPr>
        <w:t xml:space="preserve"> (</w:t>
      </w:r>
      <w:r w:rsidRPr="00554BFA">
        <w:rPr>
          <w:rtl/>
        </w:rPr>
        <w:t>صلّى الله عليه وآله وسلّم) في المنام، فاستنشده قوله:</w:t>
      </w:r>
    </w:p>
    <w:p w:rsidR="00645494" w:rsidRPr="00645494" w:rsidRDefault="00645494" w:rsidP="00FE2721">
      <w:pPr>
        <w:pStyle w:val="libPoemCenter"/>
        <w:rPr>
          <w:rtl/>
        </w:rPr>
      </w:pPr>
      <w:r w:rsidRPr="00FB42CD">
        <w:rPr>
          <w:rtl/>
        </w:rPr>
        <w:t>لأُم</w:t>
      </w:r>
      <w:r w:rsidR="00554BFA">
        <w:rPr>
          <w:rtl/>
        </w:rPr>
        <w:t xml:space="preserve"> </w:t>
      </w:r>
      <w:r w:rsidRPr="00FB42CD">
        <w:rPr>
          <w:rtl/>
        </w:rPr>
        <w:t>عمرو</w:t>
      </w:r>
      <w:r w:rsidR="00554BFA">
        <w:rPr>
          <w:rtl/>
        </w:rPr>
        <w:t xml:space="preserve"> </w:t>
      </w:r>
      <w:r w:rsidRPr="00FB42CD">
        <w:rPr>
          <w:rtl/>
        </w:rPr>
        <w:t>باللوى</w:t>
      </w:r>
      <w:r w:rsidR="00554BFA">
        <w:rPr>
          <w:rtl/>
        </w:rPr>
        <w:t xml:space="preserve"> </w:t>
      </w:r>
      <w:r w:rsidRPr="00FB42CD">
        <w:rPr>
          <w:rtl/>
        </w:rPr>
        <w:t>مَرْبعُ</w:t>
      </w:r>
      <w:r w:rsidR="00554BFA">
        <w:rPr>
          <w:rtl/>
        </w:rPr>
        <w:t xml:space="preserve"> </w:t>
      </w:r>
      <w:r w:rsidR="00554BFA" w:rsidRPr="00D0383A">
        <w:rPr>
          <w:rtl/>
        </w:rPr>
        <w:t>=</w:t>
      </w:r>
      <w:r w:rsidR="00554BFA">
        <w:rPr>
          <w:rtl/>
        </w:rPr>
        <w:t xml:space="preserve"> </w:t>
      </w:r>
      <w:r w:rsidRPr="00FB42CD">
        <w:rPr>
          <w:rtl/>
        </w:rPr>
        <w:t>طامسة</w:t>
      </w:r>
      <w:r w:rsidR="00554BFA">
        <w:rPr>
          <w:rtl/>
        </w:rPr>
        <w:t xml:space="preserve"> </w:t>
      </w:r>
      <w:r w:rsidRPr="00FB42CD">
        <w:rPr>
          <w:rtl/>
        </w:rPr>
        <w:t>أعلامه</w:t>
      </w:r>
      <w:r w:rsidR="00554BFA">
        <w:rPr>
          <w:rtl/>
        </w:rPr>
        <w:t xml:space="preserve"> </w:t>
      </w:r>
      <w:r w:rsidRPr="00FB42CD">
        <w:rPr>
          <w:rtl/>
        </w:rPr>
        <w:t>بَلْقع</w:t>
      </w:r>
    </w:p>
    <w:p w:rsidR="00645494" w:rsidRPr="00FB42CD" w:rsidRDefault="00645494" w:rsidP="00554BFA">
      <w:pPr>
        <w:pStyle w:val="libNormal"/>
        <w:rPr>
          <w:rtl/>
        </w:rPr>
      </w:pPr>
      <w:r w:rsidRPr="00554BFA">
        <w:rPr>
          <w:rtl/>
        </w:rPr>
        <w:t>ومرَّ فيها حتى انتهى إلى قوله:</w:t>
      </w:r>
    </w:p>
    <w:p w:rsidR="00645494" w:rsidRPr="00645494" w:rsidRDefault="00645494" w:rsidP="00645494">
      <w:pPr>
        <w:pStyle w:val="libPoemCenter"/>
        <w:rPr>
          <w:rtl/>
        </w:rPr>
      </w:pPr>
      <w:r w:rsidRPr="00FB42CD">
        <w:rPr>
          <w:rtl/>
        </w:rPr>
        <w:t>قالوا</w:t>
      </w:r>
      <w:r w:rsidR="00554BFA">
        <w:rPr>
          <w:rtl/>
        </w:rPr>
        <w:t xml:space="preserve"> </w:t>
      </w:r>
      <w:r w:rsidRPr="00FB42CD">
        <w:rPr>
          <w:rtl/>
        </w:rPr>
        <w:t>له</w:t>
      </w:r>
      <w:r w:rsidR="00554BFA">
        <w:rPr>
          <w:rtl/>
        </w:rPr>
        <w:t xml:space="preserve"> </w:t>
      </w:r>
      <w:r w:rsidRPr="00FB42CD">
        <w:rPr>
          <w:rtl/>
        </w:rPr>
        <w:t>لو</w:t>
      </w:r>
      <w:r w:rsidR="00554BFA">
        <w:rPr>
          <w:rtl/>
        </w:rPr>
        <w:t xml:space="preserve"> </w:t>
      </w:r>
      <w:r w:rsidRPr="00FB42CD">
        <w:rPr>
          <w:rtl/>
        </w:rPr>
        <w:t>شِئت</w:t>
      </w:r>
      <w:r w:rsidR="00554BFA">
        <w:rPr>
          <w:rtl/>
        </w:rPr>
        <w:t xml:space="preserve"> </w:t>
      </w:r>
      <w:r w:rsidRPr="00FB42CD">
        <w:rPr>
          <w:rtl/>
        </w:rPr>
        <w:t>أعلمتن</w:t>
      </w:r>
      <w:r w:rsidR="00554BFA">
        <w:rPr>
          <w:rtl/>
        </w:rPr>
        <w:t xml:space="preserve"> </w:t>
      </w:r>
      <w:r w:rsidR="00554BFA" w:rsidRPr="00D0383A">
        <w:rPr>
          <w:rtl/>
        </w:rPr>
        <w:t>=</w:t>
      </w:r>
      <w:r w:rsidR="00554BFA">
        <w:rPr>
          <w:rtl/>
        </w:rPr>
        <w:t xml:space="preserve"> </w:t>
      </w:r>
      <w:r w:rsidRPr="00FB42CD">
        <w:rPr>
          <w:rtl/>
        </w:rPr>
        <w:t>إلى</w:t>
      </w:r>
      <w:r w:rsidR="00554BFA">
        <w:rPr>
          <w:rtl/>
        </w:rPr>
        <w:t xml:space="preserve"> </w:t>
      </w:r>
      <w:r w:rsidRPr="00FB42CD">
        <w:rPr>
          <w:rtl/>
        </w:rPr>
        <w:t>مَن</w:t>
      </w:r>
      <w:r w:rsidR="00554BFA">
        <w:rPr>
          <w:rtl/>
        </w:rPr>
        <w:t xml:space="preserve"> </w:t>
      </w:r>
      <w:r w:rsidRPr="00FB42CD">
        <w:rPr>
          <w:rtl/>
        </w:rPr>
        <w:t>الغايةُ</w:t>
      </w:r>
      <w:r w:rsidR="00554BFA">
        <w:rPr>
          <w:rtl/>
        </w:rPr>
        <w:t xml:space="preserve"> </w:t>
      </w:r>
      <w:r w:rsidRPr="00FB42CD">
        <w:rPr>
          <w:rtl/>
        </w:rPr>
        <w:t>والمفزعُ</w:t>
      </w:r>
    </w:p>
    <w:p w:rsidR="00554BFA" w:rsidRDefault="00645494" w:rsidP="00554BFA">
      <w:pPr>
        <w:pStyle w:val="libNormal"/>
        <w:rPr>
          <w:rtl/>
        </w:rPr>
      </w:pPr>
      <w:r w:rsidRPr="00554BFA">
        <w:rPr>
          <w:rtl/>
        </w:rPr>
        <w:t>فقال</w:t>
      </w:r>
      <w:r w:rsidR="00554BFA">
        <w:rPr>
          <w:rtl/>
        </w:rPr>
        <w:t xml:space="preserve"> (</w:t>
      </w:r>
      <w:r w:rsidRPr="00554BFA">
        <w:rPr>
          <w:rtl/>
        </w:rPr>
        <w:t>صلّى الله عليه وآله):</w:t>
      </w:r>
      <w:r w:rsidR="00554BFA">
        <w:rPr>
          <w:rtl/>
        </w:rPr>
        <w:t xml:space="preserve"> </w:t>
      </w:r>
      <w:r w:rsidR="00554BFA">
        <w:rPr>
          <w:rStyle w:val="libNormalChar"/>
          <w:rtl/>
        </w:rPr>
        <w:t>((</w:t>
      </w:r>
      <w:r w:rsidRPr="00645494">
        <w:rPr>
          <w:rStyle w:val="libNormalChar"/>
          <w:rtl/>
        </w:rPr>
        <w:t>حَسبُك))</w:t>
      </w:r>
      <w:r w:rsidRPr="00554BFA">
        <w:rPr>
          <w:rtl/>
        </w:rPr>
        <w:t>، ثم نفض يده وقال:</w:t>
      </w:r>
      <w:r w:rsidR="00554BFA">
        <w:rPr>
          <w:rtl/>
        </w:rPr>
        <w:t xml:space="preserve"> </w:t>
      </w:r>
      <w:r w:rsidR="00554BFA">
        <w:rPr>
          <w:rStyle w:val="libNormalChar"/>
          <w:rtl/>
        </w:rPr>
        <w:t>((</w:t>
      </w:r>
      <w:r w:rsidRPr="00645494">
        <w:rPr>
          <w:rStyle w:val="libNormalChar"/>
          <w:rtl/>
        </w:rPr>
        <w:t>قد والله أعلمتهم))</w:t>
      </w:r>
      <w:r w:rsidRPr="00554BFA">
        <w:rPr>
          <w:rtl/>
        </w:rPr>
        <w:t>.</w:t>
      </w:r>
    </w:p>
    <w:p w:rsidR="00645494" w:rsidRPr="00554BFA" w:rsidRDefault="00645494" w:rsidP="00645494">
      <w:pPr>
        <w:pStyle w:val="Heading3"/>
        <w:rPr>
          <w:rtl/>
        </w:rPr>
      </w:pPr>
      <w:bookmarkStart w:id="23" w:name="_Toc491861297"/>
      <w:r w:rsidRPr="00FB42CD">
        <w:rPr>
          <w:rtl/>
        </w:rPr>
        <w:t>الفصل السابع</w:t>
      </w:r>
      <w:bookmarkStart w:id="24" w:name="الفصل_السابع"/>
      <w:bookmarkEnd w:id="24"/>
      <w:r w:rsidRPr="00FB42CD">
        <w:rPr>
          <w:rtl/>
        </w:rPr>
        <w:t>:</w:t>
      </w:r>
      <w:bookmarkEnd w:id="23"/>
    </w:p>
    <w:p w:rsidR="00645494" w:rsidRPr="00FB42CD" w:rsidRDefault="00645494" w:rsidP="00554BFA">
      <w:pPr>
        <w:pStyle w:val="libNormal"/>
        <w:rPr>
          <w:rtl/>
        </w:rPr>
      </w:pPr>
      <w:r w:rsidRPr="00554BFA">
        <w:rPr>
          <w:rtl/>
        </w:rPr>
        <w:t>ذكر أبو الفرج أيضاً في الأغاني في ترجمة السيّد، قال: وأخبرني أحمد بن علي الخفّاف، قال: حدَّثني أبو إسماعيل، إبراهيم بن أحمد بن إسماعيل بن إبراهيم بن طباطبا الحسني، قال: سمعت زيد بن موسى بن جعفر</w:t>
      </w:r>
      <w:r w:rsidR="00554BFA">
        <w:rPr>
          <w:rtl/>
        </w:rPr>
        <w:t xml:space="preserve"> (</w:t>
      </w:r>
      <w:r w:rsidRPr="00554BFA">
        <w:rPr>
          <w:rtl/>
        </w:rPr>
        <w:t>عليهما السلام) يقول: رأيت رسول الله</w:t>
      </w:r>
      <w:r w:rsidR="00554BFA">
        <w:rPr>
          <w:rtl/>
        </w:rPr>
        <w:t xml:space="preserve"> (</w:t>
      </w:r>
      <w:r w:rsidRPr="00554BFA">
        <w:rPr>
          <w:rtl/>
        </w:rPr>
        <w:t>صلّى الله عليه وآله وسلّم) في المنام وأمامه رجل جالس، عليه ثياب بيض،</w:t>
      </w:r>
      <w:r w:rsidR="00554BFA">
        <w:rPr>
          <w:rtl/>
        </w:rPr>
        <w:t xml:space="preserve"> </w:t>
      </w:r>
      <w:r w:rsidRPr="00554BFA">
        <w:rPr>
          <w:rtl/>
        </w:rPr>
        <w:t>فنظرت إليه فلم أعرِفه، فالتفت إليه رسول</w:t>
      </w:r>
    </w:p>
    <w:p w:rsidR="00645494" w:rsidRDefault="00645494" w:rsidP="00645494">
      <w:pPr>
        <w:pStyle w:val="libNormal"/>
      </w:pPr>
      <w:r>
        <w:br w:type="page"/>
      </w:r>
    </w:p>
    <w:p w:rsidR="00D0383A" w:rsidRDefault="00645494" w:rsidP="00554BFA">
      <w:pPr>
        <w:pStyle w:val="libNormal"/>
        <w:rPr>
          <w:rtl/>
        </w:rPr>
      </w:pPr>
      <w:r w:rsidRPr="00554BFA">
        <w:rPr>
          <w:rtl/>
        </w:rPr>
        <w:lastRenderedPageBreak/>
        <w:t>الله</w:t>
      </w:r>
      <w:r w:rsidR="00554BFA">
        <w:rPr>
          <w:rtl/>
        </w:rPr>
        <w:t xml:space="preserve"> (</w:t>
      </w:r>
      <w:r w:rsidRPr="00554BFA">
        <w:rPr>
          <w:rtl/>
        </w:rPr>
        <w:t>صلّى الله عليه وآله وسلّم)، فقال: ياسيد أنشدني قولك</w:t>
      </w:r>
      <w:r w:rsidR="00554BFA">
        <w:rPr>
          <w:rtl/>
        </w:rPr>
        <w:t xml:space="preserve"> (</w:t>
      </w:r>
      <w:r w:rsidRPr="00554BFA">
        <w:rPr>
          <w:rtl/>
        </w:rPr>
        <w:t>لأُم عمرو باللوى مَرْبعُ)، فأنشده إياها كلها ما غادر منها بيتاً واحداً، فحفظتها كلَّها في النوم، وسألت عنه، فقيل: هو السيّد إسماعيل الحميري</w:t>
      </w:r>
      <w:r w:rsidR="00D0383A">
        <w:rPr>
          <w:rtl/>
        </w:rPr>
        <w:t>،</w:t>
      </w:r>
      <w:r w:rsidRPr="00554BFA">
        <w:rPr>
          <w:rtl/>
        </w:rPr>
        <w:t xml:space="preserve"> قال أبو إسماعيل: وكان زيد لحّانة رديء الإنشاد، فكان إذا أنشد هذه القصيدة مرَّ فيها لم يتتعتع ولم يُلحن.</w:t>
      </w:r>
    </w:p>
    <w:p w:rsidR="00554BFA"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وهذه القصيدة العينية من مشهور شعر السيّد، مطبوعة مشروحة مراراً، ولكن فيها زيادات مِن النساخ الأعجمين يظهر ذلك من اللَحن</w:t>
      </w:r>
      <w:r w:rsidR="00D0383A">
        <w:rPr>
          <w:rtl/>
        </w:rPr>
        <w:t>،</w:t>
      </w:r>
      <w:r w:rsidR="00645494" w:rsidRPr="00554BFA">
        <w:rPr>
          <w:rtl/>
        </w:rPr>
        <w:t xml:space="preserve"> وما زِلت أنكر أنْ يكون بعض الأبيات منها، حتى عثرت بتوفيق الله تعالى على مجموع، مكتوب حوالي الستمائة من الهجرة، وفيه شعر للسيد يمدح أمير المؤمنين، ورثائه ورثاء ولده الحسين</w:t>
      </w:r>
      <w:r>
        <w:rPr>
          <w:rtl/>
        </w:rPr>
        <w:t xml:space="preserve"> (</w:t>
      </w:r>
      <w:r w:rsidR="00645494" w:rsidRPr="00554BFA">
        <w:rPr>
          <w:rtl/>
        </w:rPr>
        <w:t>عليهما السلام)، وفيه هذه القصيدة لم تكن فيها الأبيات التي أنُكرها، فأحببت ذكرها لتُعتبر وتركت الزيادات وهي هذه:</w:t>
      </w:r>
    </w:p>
    <w:p w:rsidR="00645494" w:rsidRDefault="00645494" w:rsidP="00FE2721">
      <w:pPr>
        <w:pStyle w:val="libPoemCenter"/>
        <w:rPr>
          <w:rtl/>
        </w:rPr>
      </w:pPr>
      <w:r w:rsidRPr="00FB42CD">
        <w:rPr>
          <w:rtl/>
        </w:rPr>
        <w:t>لأُمِّ</w:t>
      </w:r>
      <w:r w:rsidR="00554BFA">
        <w:rPr>
          <w:rtl/>
        </w:rPr>
        <w:t xml:space="preserve"> </w:t>
      </w:r>
      <w:r w:rsidRPr="00FB42CD">
        <w:rPr>
          <w:rtl/>
        </w:rPr>
        <w:t>عمرو</w:t>
      </w:r>
      <w:r w:rsidR="00554BFA">
        <w:rPr>
          <w:rtl/>
        </w:rPr>
        <w:t xml:space="preserve"> </w:t>
      </w:r>
      <w:r w:rsidRPr="00FB42CD">
        <w:rPr>
          <w:rtl/>
        </w:rPr>
        <w:t>باللِوى</w:t>
      </w:r>
      <w:r w:rsidR="00554BFA">
        <w:rPr>
          <w:rtl/>
        </w:rPr>
        <w:t xml:space="preserve"> </w:t>
      </w:r>
      <w:r w:rsidRPr="00FB42CD">
        <w:rPr>
          <w:rtl/>
        </w:rPr>
        <w:t>مَرْبعُ</w:t>
      </w:r>
      <w:r w:rsidR="00554BFA">
        <w:rPr>
          <w:rtl/>
        </w:rPr>
        <w:t xml:space="preserve"> </w:t>
      </w:r>
      <w:r w:rsidR="00554BFA" w:rsidRPr="00D0383A">
        <w:rPr>
          <w:rtl/>
        </w:rPr>
        <w:t>=</w:t>
      </w:r>
      <w:r w:rsidR="00554BFA">
        <w:rPr>
          <w:rtl/>
        </w:rPr>
        <w:t xml:space="preserve"> </w:t>
      </w:r>
      <w:r w:rsidRPr="00FB42CD">
        <w:rPr>
          <w:rtl/>
        </w:rPr>
        <w:t>طامسة‌</w:t>
      </w:r>
      <w:r w:rsidR="00554BFA">
        <w:rPr>
          <w:rtl/>
        </w:rPr>
        <w:t xml:space="preserve"> </w:t>
      </w:r>
      <w:r w:rsidRPr="00FB42CD">
        <w:rPr>
          <w:rtl/>
        </w:rPr>
        <w:t>أعلامه</w:t>
      </w:r>
      <w:r w:rsidR="00554BFA">
        <w:rPr>
          <w:rtl/>
        </w:rPr>
        <w:t xml:space="preserve"> </w:t>
      </w:r>
      <w:r w:rsidRPr="00FB42CD">
        <w:rPr>
          <w:rtl/>
        </w:rPr>
        <w:t>بَلْقع</w:t>
      </w:r>
    </w:p>
    <w:p w:rsidR="00645494" w:rsidRDefault="00645494" w:rsidP="00FE2721">
      <w:pPr>
        <w:pStyle w:val="libPoemCenter"/>
        <w:rPr>
          <w:rtl/>
        </w:rPr>
      </w:pPr>
      <w:r w:rsidRPr="00FB42CD">
        <w:rPr>
          <w:rtl/>
        </w:rPr>
        <w:t>لما</w:t>
      </w:r>
      <w:r w:rsidR="00554BFA">
        <w:rPr>
          <w:rtl/>
        </w:rPr>
        <w:t xml:space="preserve"> </w:t>
      </w:r>
      <w:r w:rsidRPr="00FB42CD">
        <w:rPr>
          <w:rtl/>
        </w:rPr>
        <w:t>وَقْفتُ</w:t>
      </w:r>
      <w:r w:rsidR="00554BFA">
        <w:rPr>
          <w:rtl/>
        </w:rPr>
        <w:t xml:space="preserve"> </w:t>
      </w:r>
      <w:r w:rsidRPr="00FB42CD">
        <w:rPr>
          <w:rtl/>
        </w:rPr>
        <w:t>العِيس</w:t>
      </w:r>
      <w:r w:rsidR="00554BFA">
        <w:rPr>
          <w:rtl/>
        </w:rPr>
        <w:t xml:space="preserve"> </w:t>
      </w:r>
      <w:r w:rsidRPr="00FB42CD">
        <w:rPr>
          <w:rtl/>
        </w:rPr>
        <w:t>في</w:t>
      </w:r>
      <w:r w:rsidR="00554BFA">
        <w:rPr>
          <w:rtl/>
        </w:rPr>
        <w:t xml:space="preserve"> </w:t>
      </w:r>
      <w:r w:rsidRPr="00FB42CD">
        <w:rPr>
          <w:rtl/>
        </w:rPr>
        <w:t>رسمه</w:t>
      </w:r>
      <w:r w:rsidR="00554BFA">
        <w:rPr>
          <w:rtl/>
        </w:rPr>
        <w:t xml:space="preserve"> </w:t>
      </w:r>
      <w:r w:rsidR="00554BFA" w:rsidRPr="00D0383A">
        <w:rPr>
          <w:rtl/>
        </w:rPr>
        <w:t>=</w:t>
      </w:r>
      <w:r w:rsidR="00554BFA">
        <w:rPr>
          <w:rtl/>
        </w:rPr>
        <w:t xml:space="preserve"> </w:t>
      </w:r>
      <w:r w:rsidRPr="00FB42CD">
        <w:rPr>
          <w:rtl/>
        </w:rPr>
        <w:t>والعين</w:t>
      </w:r>
      <w:r w:rsidR="00554BFA">
        <w:rPr>
          <w:rtl/>
        </w:rPr>
        <w:t xml:space="preserve"> </w:t>
      </w:r>
      <w:r w:rsidRPr="00FB42CD">
        <w:rPr>
          <w:rtl/>
        </w:rPr>
        <w:t>من</w:t>
      </w:r>
      <w:r w:rsidR="00554BFA">
        <w:rPr>
          <w:rtl/>
        </w:rPr>
        <w:t xml:space="preserve"> </w:t>
      </w:r>
      <w:r w:rsidRPr="00FB42CD">
        <w:rPr>
          <w:rtl/>
        </w:rPr>
        <w:t>عرفانه</w:t>
      </w:r>
      <w:r w:rsidR="00554BFA">
        <w:rPr>
          <w:rtl/>
        </w:rPr>
        <w:t xml:space="preserve"> </w:t>
      </w:r>
      <w:r w:rsidRPr="00FB42CD">
        <w:rPr>
          <w:rtl/>
        </w:rPr>
        <w:t>تَدْمَع</w:t>
      </w:r>
    </w:p>
    <w:p w:rsidR="00645494" w:rsidRDefault="00645494" w:rsidP="00FE2721">
      <w:pPr>
        <w:pStyle w:val="libPoemCenter"/>
        <w:rPr>
          <w:rtl/>
        </w:rPr>
      </w:pPr>
      <w:r w:rsidRPr="00FB42CD">
        <w:rPr>
          <w:rtl/>
        </w:rPr>
        <w:t>ذكرت</w:t>
      </w:r>
      <w:r w:rsidR="00554BFA">
        <w:rPr>
          <w:rtl/>
        </w:rPr>
        <w:t xml:space="preserve"> </w:t>
      </w:r>
      <w:r w:rsidRPr="00FB42CD">
        <w:rPr>
          <w:rtl/>
        </w:rPr>
        <w:t>مَن</w:t>
      </w:r>
      <w:r w:rsidR="00554BFA">
        <w:rPr>
          <w:rtl/>
        </w:rPr>
        <w:t xml:space="preserve"> </w:t>
      </w:r>
      <w:r w:rsidRPr="00FB42CD">
        <w:rPr>
          <w:rtl/>
        </w:rPr>
        <w:t>قد</w:t>
      </w:r>
      <w:r w:rsidR="00554BFA">
        <w:rPr>
          <w:rtl/>
        </w:rPr>
        <w:t xml:space="preserve"> </w:t>
      </w:r>
      <w:r w:rsidRPr="00FB42CD">
        <w:rPr>
          <w:rtl/>
        </w:rPr>
        <w:t>كنت</w:t>
      </w:r>
      <w:r w:rsidR="00554BFA">
        <w:rPr>
          <w:rtl/>
        </w:rPr>
        <w:t xml:space="preserve"> </w:t>
      </w:r>
      <w:r w:rsidRPr="00FB42CD">
        <w:rPr>
          <w:rtl/>
        </w:rPr>
        <w:t>أهوى</w:t>
      </w:r>
      <w:r w:rsidR="00554BFA">
        <w:rPr>
          <w:rtl/>
        </w:rPr>
        <w:t xml:space="preserve"> </w:t>
      </w:r>
      <w:r w:rsidRPr="00FB42CD">
        <w:rPr>
          <w:rtl/>
        </w:rPr>
        <w:t>به</w:t>
      </w:r>
      <w:r w:rsidR="00554BFA">
        <w:rPr>
          <w:rtl/>
        </w:rPr>
        <w:t xml:space="preserve"> </w:t>
      </w:r>
      <w:r w:rsidR="00554BFA" w:rsidRPr="00D0383A">
        <w:rPr>
          <w:rtl/>
        </w:rPr>
        <w:t>=</w:t>
      </w:r>
      <w:r w:rsidR="00554BFA">
        <w:rPr>
          <w:rtl/>
        </w:rPr>
        <w:t xml:space="preserve"> </w:t>
      </w:r>
      <w:r w:rsidRPr="00FB42CD">
        <w:rPr>
          <w:rtl/>
        </w:rPr>
        <w:t>فرِحتُ</w:t>
      </w:r>
      <w:r w:rsidR="00554BFA">
        <w:rPr>
          <w:rtl/>
        </w:rPr>
        <w:t xml:space="preserve"> </w:t>
      </w:r>
      <w:r w:rsidRPr="00FB42CD">
        <w:rPr>
          <w:rtl/>
        </w:rPr>
        <w:t>والقَلب</w:t>
      </w:r>
      <w:r w:rsidR="00554BFA">
        <w:rPr>
          <w:rtl/>
        </w:rPr>
        <w:t xml:space="preserve"> </w:t>
      </w:r>
      <w:r w:rsidRPr="00FB42CD">
        <w:rPr>
          <w:rtl/>
        </w:rPr>
        <w:t>شَجٍ</w:t>
      </w:r>
      <w:r w:rsidR="00554BFA">
        <w:rPr>
          <w:rtl/>
        </w:rPr>
        <w:t xml:space="preserve"> </w:t>
      </w:r>
      <w:r w:rsidRPr="00FB42CD">
        <w:rPr>
          <w:rtl/>
        </w:rPr>
        <w:t>مولَع</w:t>
      </w:r>
    </w:p>
    <w:p w:rsidR="00645494" w:rsidRDefault="00645494" w:rsidP="00FE2721">
      <w:pPr>
        <w:pStyle w:val="libPoemCenter"/>
        <w:rPr>
          <w:rtl/>
        </w:rPr>
      </w:pPr>
      <w:r w:rsidRPr="00FB42CD">
        <w:rPr>
          <w:rtl/>
        </w:rPr>
        <w:t>كأنَّ</w:t>
      </w:r>
      <w:r w:rsidR="00554BFA">
        <w:rPr>
          <w:rtl/>
        </w:rPr>
        <w:t xml:space="preserve"> </w:t>
      </w:r>
      <w:r w:rsidRPr="00FB42CD">
        <w:rPr>
          <w:rtl/>
        </w:rPr>
        <w:t>بالنار</w:t>
      </w:r>
      <w:r w:rsidR="00554BFA">
        <w:rPr>
          <w:rtl/>
        </w:rPr>
        <w:t xml:space="preserve"> </w:t>
      </w:r>
      <w:r w:rsidRPr="00FB42CD">
        <w:rPr>
          <w:rtl/>
        </w:rPr>
        <w:t>لِما</w:t>
      </w:r>
      <w:r w:rsidR="00554BFA">
        <w:rPr>
          <w:rtl/>
        </w:rPr>
        <w:t xml:space="preserve"> </w:t>
      </w:r>
      <w:r w:rsidRPr="00FB42CD">
        <w:rPr>
          <w:rtl/>
        </w:rPr>
        <w:t>شَفَّني</w:t>
      </w:r>
      <w:r w:rsidR="00554BFA">
        <w:rPr>
          <w:rtl/>
        </w:rPr>
        <w:t xml:space="preserve"> </w:t>
      </w:r>
      <w:r w:rsidR="00554BFA" w:rsidRPr="00D0383A">
        <w:rPr>
          <w:rtl/>
        </w:rPr>
        <w:t>=</w:t>
      </w:r>
      <w:r w:rsidR="00554BFA">
        <w:rPr>
          <w:rtl/>
        </w:rPr>
        <w:t xml:space="preserve"> </w:t>
      </w:r>
      <w:r w:rsidRPr="00FB42CD">
        <w:rPr>
          <w:rtl/>
        </w:rPr>
        <w:t>مِن</w:t>
      </w:r>
      <w:r w:rsidR="00554BFA">
        <w:rPr>
          <w:rtl/>
        </w:rPr>
        <w:t xml:space="preserve"> </w:t>
      </w:r>
      <w:r w:rsidRPr="00FB42CD">
        <w:rPr>
          <w:rtl/>
        </w:rPr>
        <w:t>حب</w:t>
      </w:r>
      <w:r w:rsidR="00554BFA">
        <w:rPr>
          <w:rtl/>
        </w:rPr>
        <w:t xml:space="preserve"> </w:t>
      </w:r>
      <w:r w:rsidRPr="00FB42CD">
        <w:rPr>
          <w:rtl/>
        </w:rPr>
        <w:t>أروى</w:t>
      </w:r>
      <w:r w:rsidR="00554BFA">
        <w:rPr>
          <w:rtl/>
        </w:rPr>
        <w:t xml:space="preserve"> </w:t>
      </w:r>
      <w:r w:rsidRPr="00FB42CD">
        <w:rPr>
          <w:rtl/>
        </w:rPr>
        <w:t>كَبدي</w:t>
      </w:r>
      <w:r w:rsidR="00554BFA">
        <w:rPr>
          <w:rtl/>
        </w:rPr>
        <w:t xml:space="preserve"> </w:t>
      </w:r>
      <w:r w:rsidRPr="00FB42CD">
        <w:rPr>
          <w:rtl/>
        </w:rPr>
        <w:t>تُلذع</w:t>
      </w:r>
    </w:p>
    <w:p w:rsidR="00645494" w:rsidRDefault="00645494" w:rsidP="00FE2721">
      <w:pPr>
        <w:pStyle w:val="libPoemCenter"/>
        <w:rPr>
          <w:rtl/>
        </w:rPr>
      </w:pPr>
      <w:r w:rsidRPr="00FB42CD">
        <w:rPr>
          <w:rtl/>
        </w:rPr>
        <w:t>عجبت</w:t>
      </w:r>
      <w:r w:rsidR="00554BFA">
        <w:rPr>
          <w:rtl/>
        </w:rPr>
        <w:t xml:space="preserve"> </w:t>
      </w:r>
      <w:r w:rsidRPr="00FB42CD">
        <w:rPr>
          <w:rtl/>
        </w:rPr>
        <w:t>مِن</w:t>
      </w:r>
      <w:r w:rsidR="00554BFA">
        <w:rPr>
          <w:rtl/>
        </w:rPr>
        <w:t xml:space="preserve"> </w:t>
      </w:r>
      <w:r w:rsidRPr="00FB42CD">
        <w:rPr>
          <w:rtl/>
        </w:rPr>
        <w:t>قوم</w:t>
      </w:r>
      <w:r w:rsidR="00554BFA">
        <w:rPr>
          <w:rtl/>
        </w:rPr>
        <w:t xml:space="preserve"> </w:t>
      </w:r>
      <w:r w:rsidRPr="00FB42CD">
        <w:rPr>
          <w:rtl/>
        </w:rPr>
        <w:t>أتوا</w:t>
      </w:r>
      <w:r w:rsidR="00554BFA">
        <w:rPr>
          <w:rtl/>
        </w:rPr>
        <w:t xml:space="preserve"> </w:t>
      </w:r>
      <w:r w:rsidRPr="00FB42CD">
        <w:rPr>
          <w:rtl/>
        </w:rPr>
        <w:t>أحمد</w:t>
      </w:r>
      <w:r w:rsidR="00554BFA">
        <w:rPr>
          <w:rtl/>
        </w:rPr>
        <w:t xml:space="preserve"> </w:t>
      </w:r>
      <w:r w:rsidR="00554BFA" w:rsidRPr="00D0383A">
        <w:rPr>
          <w:rtl/>
        </w:rPr>
        <w:t>=</w:t>
      </w:r>
      <w:r w:rsidR="00554BFA">
        <w:rPr>
          <w:rtl/>
        </w:rPr>
        <w:t xml:space="preserve"> </w:t>
      </w:r>
      <w:r w:rsidRPr="00FB42CD">
        <w:rPr>
          <w:rtl/>
        </w:rPr>
        <w:t>بخطة</w:t>
      </w:r>
      <w:r w:rsidR="00554BFA">
        <w:rPr>
          <w:rtl/>
        </w:rPr>
        <w:t xml:space="preserve"> </w:t>
      </w:r>
      <w:r w:rsidRPr="00FB42CD">
        <w:rPr>
          <w:rtl/>
        </w:rPr>
        <w:t>ليس</w:t>
      </w:r>
      <w:r w:rsidR="00554BFA">
        <w:rPr>
          <w:rtl/>
        </w:rPr>
        <w:t xml:space="preserve"> </w:t>
      </w:r>
      <w:r w:rsidRPr="00FB42CD">
        <w:rPr>
          <w:rtl/>
        </w:rPr>
        <w:t>لها</w:t>
      </w:r>
      <w:r w:rsidR="00554BFA">
        <w:rPr>
          <w:rtl/>
        </w:rPr>
        <w:t xml:space="preserve"> </w:t>
      </w:r>
      <w:r w:rsidRPr="00FB42CD">
        <w:rPr>
          <w:rtl/>
        </w:rPr>
        <w:t>موضع</w:t>
      </w:r>
    </w:p>
    <w:p w:rsidR="00645494" w:rsidRDefault="00645494" w:rsidP="00FE2721">
      <w:pPr>
        <w:pStyle w:val="libPoemCenter"/>
        <w:rPr>
          <w:rtl/>
        </w:rPr>
      </w:pPr>
      <w:r w:rsidRPr="00FB42CD">
        <w:rPr>
          <w:rtl/>
        </w:rPr>
        <w:t>قالوا</w:t>
      </w:r>
      <w:r w:rsidR="00554BFA">
        <w:rPr>
          <w:rtl/>
        </w:rPr>
        <w:t xml:space="preserve"> </w:t>
      </w:r>
      <w:r w:rsidRPr="00FB42CD">
        <w:rPr>
          <w:rtl/>
        </w:rPr>
        <w:t>له</w:t>
      </w:r>
      <w:r w:rsidR="00554BFA">
        <w:rPr>
          <w:rtl/>
        </w:rPr>
        <w:t xml:space="preserve"> </w:t>
      </w:r>
      <w:r w:rsidRPr="00FB42CD">
        <w:rPr>
          <w:rtl/>
        </w:rPr>
        <w:t>لو</w:t>
      </w:r>
      <w:r w:rsidR="00554BFA">
        <w:rPr>
          <w:rtl/>
        </w:rPr>
        <w:t xml:space="preserve"> </w:t>
      </w:r>
      <w:r w:rsidRPr="00FB42CD">
        <w:rPr>
          <w:rtl/>
        </w:rPr>
        <w:t>شِئت</w:t>
      </w:r>
      <w:r w:rsidR="00554BFA">
        <w:rPr>
          <w:rtl/>
        </w:rPr>
        <w:t xml:space="preserve"> </w:t>
      </w:r>
      <w:r w:rsidRPr="00FB42CD">
        <w:rPr>
          <w:rtl/>
        </w:rPr>
        <w:t>أعلمتن</w:t>
      </w:r>
      <w:r w:rsidR="00554BFA">
        <w:rPr>
          <w:rtl/>
        </w:rPr>
        <w:t xml:space="preserve"> </w:t>
      </w:r>
      <w:r w:rsidR="00554BFA" w:rsidRPr="00D0383A">
        <w:rPr>
          <w:rtl/>
        </w:rPr>
        <w:t>=</w:t>
      </w:r>
      <w:r w:rsidR="00554BFA">
        <w:rPr>
          <w:rtl/>
        </w:rPr>
        <w:t xml:space="preserve"> </w:t>
      </w:r>
      <w:r w:rsidRPr="00FB42CD">
        <w:rPr>
          <w:rtl/>
        </w:rPr>
        <w:t>إلى</w:t>
      </w:r>
      <w:r w:rsidR="00554BFA">
        <w:rPr>
          <w:rtl/>
        </w:rPr>
        <w:t xml:space="preserve"> </w:t>
      </w:r>
      <w:r w:rsidRPr="00FB42CD">
        <w:rPr>
          <w:rtl/>
        </w:rPr>
        <w:t>مَن</w:t>
      </w:r>
      <w:r w:rsidR="00554BFA">
        <w:rPr>
          <w:rtl/>
        </w:rPr>
        <w:t xml:space="preserve"> </w:t>
      </w:r>
      <w:r w:rsidRPr="00FB42CD">
        <w:rPr>
          <w:rtl/>
        </w:rPr>
        <w:t>الغايةُ</w:t>
      </w:r>
      <w:r w:rsidR="00554BFA">
        <w:rPr>
          <w:rtl/>
        </w:rPr>
        <w:t xml:space="preserve"> </w:t>
      </w:r>
      <w:r w:rsidRPr="00FB42CD">
        <w:rPr>
          <w:rtl/>
        </w:rPr>
        <w:t>والمفزعُ</w:t>
      </w:r>
    </w:p>
    <w:p w:rsidR="00645494" w:rsidRDefault="00645494" w:rsidP="00FE2721">
      <w:pPr>
        <w:pStyle w:val="libPoemCenter"/>
        <w:rPr>
          <w:rtl/>
        </w:rPr>
      </w:pPr>
      <w:r w:rsidRPr="00FB42CD">
        <w:rPr>
          <w:rtl/>
        </w:rPr>
        <w:t>إذا</w:t>
      </w:r>
      <w:r w:rsidR="00554BFA">
        <w:rPr>
          <w:rtl/>
        </w:rPr>
        <w:t xml:space="preserve"> </w:t>
      </w:r>
      <w:r w:rsidRPr="00FB42CD">
        <w:rPr>
          <w:rtl/>
        </w:rPr>
        <w:t>تُوفّيت</w:t>
      </w:r>
      <w:r w:rsidR="00554BFA">
        <w:rPr>
          <w:rtl/>
        </w:rPr>
        <w:t xml:space="preserve"> </w:t>
      </w:r>
      <w:r w:rsidRPr="00FB42CD">
        <w:rPr>
          <w:rtl/>
        </w:rPr>
        <w:t>وفارقتن</w:t>
      </w:r>
      <w:r w:rsidR="00554BFA">
        <w:rPr>
          <w:rtl/>
        </w:rPr>
        <w:t xml:space="preserve"> </w:t>
      </w:r>
      <w:r w:rsidR="00554BFA" w:rsidRPr="00D0383A">
        <w:rPr>
          <w:rtl/>
        </w:rPr>
        <w:t>=</w:t>
      </w:r>
      <w:r w:rsidR="00554BFA">
        <w:rPr>
          <w:rtl/>
        </w:rPr>
        <w:t xml:space="preserve"> </w:t>
      </w:r>
      <w:r w:rsidRPr="00FB42CD">
        <w:rPr>
          <w:rtl/>
        </w:rPr>
        <w:t>وفيهم</w:t>
      </w:r>
      <w:r w:rsidR="00554BFA">
        <w:rPr>
          <w:rtl/>
        </w:rPr>
        <w:t xml:space="preserve"> </w:t>
      </w:r>
      <w:r w:rsidRPr="00FB42CD">
        <w:rPr>
          <w:rtl/>
        </w:rPr>
        <w:t>في</w:t>
      </w:r>
      <w:r w:rsidR="00554BFA">
        <w:rPr>
          <w:rtl/>
        </w:rPr>
        <w:t xml:space="preserve"> </w:t>
      </w:r>
      <w:r w:rsidRPr="00FB42CD">
        <w:rPr>
          <w:rtl/>
        </w:rPr>
        <w:t>المُلك</w:t>
      </w:r>
      <w:r w:rsidR="00554BFA">
        <w:rPr>
          <w:rtl/>
        </w:rPr>
        <w:t xml:space="preserve"> </w:t>
      </w:r>
      <w:r w:rsidRPr="00FB42CD">
        <w:rPr>
          <w:rtl/>
        </w:rPr>
        <w:t>من</w:t>
      </w:r>
      <w:r w:rsidR="00554BFA">
        <w:rPr>
          <w:rtl/>
        </w:rPr>
        <w:t xml:space="preserve"> </w:t>
      </w:r>
      <w:r w:rsidRPr="00FB42CD">
        <w:rPr>
          <w:rtl/>
        </w:rPr>
        <w:t>يَطمع</w:t>
      </w:r>
    </w:p>
    <w:p w:rsidR="00645494" w:rsidRPr="00645494" w:rsidRDefault="00645494" w:rsidP="00FE2721">
      <w:pPr>
        <w:pStyle w:val="libPoemCenter"/>
        <w:rPr>
          <w:rtl/>
        </w:rPr>
      </w:pPr>
      <w:r w:rsidRPr="00FB42CD">
        <w:rPr>
          <w:rtl/>
        </w:rPr>
        <w:t>فقال</w:t>
      </w:r>
      <w:r w:rsidR="00554BFA">
        <w:rPr>
          <w:rtl/>
        </w:rPr>
        <w:t xml:space="preserve"> </w:t>
      </w:r>
      <w:r w:rsidRPr="00FB42CD">
        <w:rPr>
          <w:rtl/>
        </w:rPr>
        <w:t>لو</w:t>
      </w:r>
      <w:r w:rsidR="00554BFA">
        <w:rPr>
          <w:rtl/>
        </w:rPr>
        <w:t xml:space="preserve"> </w:t>
      </w:r>
      <w:r w:rsidRPr="00FB42CD">
        <w:rPr>
          <w:rtl/>
        </w:rPr>
        <w:t>أعلمتكم</w:t>
      </w:r>
      <w:r w:rsidR="00554BFA">
        <w:rPr>
          <w:rtl/>
        </w:rPr>
        <w:t xml:space="preserve"> </w:t>
      </w:r>
      <w:r w:rsidRPr="00FB42CD">
        <w:rPr>
          <w:rtl/>
        </w:rPr>
        <w:t>مفزع</w:t>
      </w:r>
      <w:r w:rsidR="00554BFA">
        <w:rPr>
          <w:rtl/>
        </w:rPr>
        <w:t xml:space="preserve"> </w:t>
      </w:r>
      <w:r w:rsidR="00554BFA" w:rsidRPr="00D0383A">
        <w:rPr>
          <w:rtl/>
        </w:rPr>
        <w:t>=</w:t>
      </w:r>
      <w:r w:rsidR="00554BFA">
        <w:rPr>
          <w:rtl/>
        </w:rPr>
        <w:t xml:space="preserve"> </w:t>
      </w:r>
      <w:r w:rsidRPr="00FB42CD">
        <w:rPr>
          <w:rtl/>
        </w:rPr>
        <w:t>ماذا</w:t>
      </w:r>
      <w:r w:rsidR="00554BFA">
        <w:rPr>
          <w:rtl/>
        </w:rPr>
        <w:t xml:space="preserve"> </w:t>
      </w:r>
      <w:r w:rsidRPr="00FB42CD">
        <w:rPr>
          <w:rtl/>
        </w:rPr>
        <w:t>عسيتم</w:t>
      </w:r>
      <w:r w:rsidR="00554BFA">
        <w:rPr>
          <w:rtl/>
        </w:rPr>
        <w:t xml:space="preserve"> </w:t>
      </w:r>
      <w:r w:rsidRPr="00FB42CD">
        <w:rPr>
          <w:rtl/>
        </w:rPr>
        <w:t>فيه</w:t>
      </w:r>
      <w:r w:rsidR="00554BFA">
        <w:rPr>
          <w:rtl/>
        </w:rPr>
        <w:t xml:space="preserve"> </w:t>
      </w:r>
      <w:r w:rsidRPr="00FB42CD">
        <w:rPr>
          <w:rtl/>
        </w:rPr>
        <w:t>أن</w:t>
      </w:r>
      <w:r w:rsidR="00554BFA">
        <w:rPr>
          <w:rtl/>
        </w:rPr>
        <w:t xml:space="preserve"> </w:t>
      </w:r>
      <w:r w:rsidRPr="00FB42CD">
        <w:rPr>
          <w:rtl/>
        </w:rPr>
        <w:t>تصنعوا</w:t>
      </w:r>
    </w:p>
    <w:p w:rsidR="00645494" w:rsidRDefault="00645494" w:rsidP="00645494">
      <w:pPr>
        <w:pStyle w:val="libNormal"/>
      </w:pPr>
      <w:r>
        <w:br w:type="page"/>
      </w:r>
    </w:p>
    <w:p w:rsidR="00645494" w:rsidRDefault="00645494" w:rsidP="00FE2721">
      <w:pPr>
        <w:pStyle w:val="libPoemCenter"/>
        <w:rPr>
          <w:rtl/>
        </w:rPr>
      </w:pPr>
      <w:r w:rsidRPr="00FB42CD">
        <w:rPr>
          <w:rtl/>
        </w:rPr>
        <w:lastRenderedPageBreak/>
        <w:t>صنيع</w:t>
      </w:r>
      <w:r w:rsidR="00554BFA">
        <w:rPr>
          <w:rtl/>
        </w:rPr>
        <w:t xml:space="preserve"> </w:t>
      </w:r>
      <w:r w:rsidRPr="00FB42CD">
        <w:rPr>
          <w:rtl/>
        </w:rPr>
        <w:t>أهل</w:t>
      </w:r>
      <w:r w:rsidR="00554BFA">
        <w:rPr>
          <w:rtl/>
        </w:rPr>
        <w:t xml:space="preserve"> </w:t>
      </w:r>
      <w:r w:rsidRPr="00FB42CD">
        <w:rPr>
          <w:rtl/>
        </w:rPr>
        <w:t>العِجل</w:t>
      </w:r>
      <w:r w:rsidR="00554BFA">
        <w:rPr>
          <w:rtl/>
        </w:rPr>
        <w:t xml:space="preserve"> </w:t>
      </w:r>
      <w:r w:rsidRPr="00FB42CD">
        <w:rPr>
          <w:rtl/>
        </w:rPr>
        <w:t>إذ</w:t>
      </w:r>
      <w:r w:rsidR="00554BFA">
        <w:rPr>
          <w:rtl/>
        </w:rPr>
        <w:t xml:space="preserve"> </w:t>
      </w:r>
      <w:r w:rsidRPr="00FB42CD">
        <w:rPr>
          <w:rtl/>
        </w:rPr>
        <w:t>فارقو</w:t>
      </w:r>
      <w:r w:rsidR="00554BFA">
        <w:rPr>
          <w:rtl/>
        </w:rPr>
        <w:t xml:space="preserve"> </w:t>
      </w:r>
      <w:r w:rsidR="00554BFA" w:rsidRPr="00D0383A">
        <w:rPr>
          <w:rtl/>
        </w:rPr>
        <w:t>=</w:t>
      </w:r>
      <w:r w:rsidR="00554BFA">
        <w:rPr>
          <w:rtl/>
        </w:rPr>
        <w:t xml:space="preserve"> </w:t>
      </w:r>
      <w:r w:rsidRPr="00FB42CD">
        <w:rPr>
          <w:rtl/>
        </w:rPr>
        <w:t>هارون</w:t>
      </w:r>
      <w:r w:rsidR="00554BFA">
        <w:rPr>
          <w:rtl/>
        </w:rPr>
        <w:t xml:space="preserve"> </w:t>
      </w:r>
      <w:r w:rsidRPr="00FB42CD">
        <w:rPr>
          <w:rtl/>
        </w:rPr>
        <w:t>فالتَرك</w:t>
      </w:r>
      <w:r w:rsidR="00554BFA">
        <w:rPr>
          <w:rtl/>
        </w:rPr>
        <w:t xml:space="preserve"> </w:t>
      </w:r>
      <w:r w:rsidRPr="00FB42CD">
        <w:rPr>
          <w:rtl/>
        </w:rPr>
        <w:t>له</w:t>
      </w:r>
      <w:r w:rsidR="00554BFA">
        <w:rPr>
          <w:rtl/>
        </w:rPr>
        <w:t xml:space="preserve"> </w:t>
      </w:r>
      <w:r w:rsidRPr="00FB42CD">
        <w:rPr>
          <w:rtl/>
        </w:rPr>
        <w:t>أوسع</w:t>
      </w:r>
    </w:p>
    <w:p w:rsidR="00645494" w:rsidRDefault="00645494" w:rsidP="00FE2721">
      <w:pPr>
        <w:pStyle w:val="libPoemCenter"/>
        <w:rPr>
          <w:rtl/>
        </w:rPr>
      </w:pPr>
      <w:r w:rsidRPr="00FB42CD">
        <w:rPr>
          <w:rtl/>
        </w:rPr>
        <w:t>وفي</w:t>
      </w:r>
      <w:r w:rsidR="00554BFA">
        <w:rPr>
          <w:rtl/>
        </w:rPr>
        <w:t xml:space="preserve"> </w:t>
      </w:r>
      <w:r w:rsidRPr="00FB42CD">
        <w:rPr>
          <w:rtl/>
        </w:rPr>
        <w:t>الّذي</w:t>
      </w:r>
      <w:r w:rsidR="00554BFA">
        <w:rPr>
          <w:rtl/>
        </w:rPr>
        <w:t xml:space="preserve"> </w:t>
      </w:r>
      <w:r w:rsidRPr="00FB42CD">
        <w:rPr>
          <w:rtl/>
        </w:rPr>
        <w:t>قال</w:t>
      </w:r>
      <w:r w:rsidR="00554BFA">
        <w:rPr>
          <w:rtl/>
        </w:rPr>
        <w:t xml:space="preserve"> </w:t>
      </w:r>
      <w:r w:rsidRPr="00FB42CD">
        <w:rPr>
          <w:rtl/>
        </w:rPr>
        <w:t>بيان</w:t>
      </w:r>
      <w:r w:rsidR="00554BFA">
        <w:rPr>
          <w:rtl/>
        </w:rPr>
        <w:t xml:space="preserve"> </w:t>
      </w:r>
      <w:r w:rsidRPr="00FB42CD">
        <w:rPr>
          <w:rtl/>
        </w:rPr>
        <w:t>لمَن</w:t>
      </w:r>
      <w:r w:rsidR="00554BFA">
        <w:rPr>
          <w:rtl/>
        </w:rPr>
        <w:t xml:space="preserve"> </w:t>
      </w:r>
      <w:r w:rsidR="00554BFA" w:rsidRPr="00D0383A">
        <w:rPr>
          <w:rtl/>
        </w:rPr>
        <w:t>=</w:t>
      </w:r>
      <w:r w:rsidR="00554BFA">
        <w:rPr>
          <w:rtl/>
        </w:rPr>
        <w:t xml:space="preserve"> </w:t>
      </w:r>
      <w:r w:rsidRPr="00FB42CD">
        <w:rPr>
          <w:rtl/>
        </w:rPr>
        <w:t>كانت</w:t>
      </w:r>
      <w:r w:rsidR="00554BFA">
        <w:rPr>
          <w:rtl/>
        </w:rPr>
        <w:t xml:space="preserve"> </w:t>
      </w:r>
      <w:r w:rsidRPr="00FB42CD">
        <w:rPr>
          <w:rtl/>
        </w:rPr>
        <w:t>له</w:t>
      </w:r>
      <w:r w:rsidR="00554BFA">
        <w:rPr>
          <w:rtl/>
        </w:rPr>
        <w:t xml:space="preserve"> </w:t>
      </w:r>
      <w:r w:rsidRPr="00FB42CD">
        <w:rPr>
          <w:rtl/>
        </w:rPr>
        <w:t>أذن</w:t>
      </w:r>
      <w:r w:rsidR="00554BFA">
        <w:rPr>
          <w:rtl/>
        </w:rPr>
        <w:t xml:space="preserve"> </w:t>
      </w:r>
      <w:r w:rsidRPr="00FB42CD">
        <w:rPr>
          <w:rtl/>
        </w:rPr>
        <w:t>بها</w:t>
      </w:r>
      <w:r w:rsidR="00554BFA">
        <w:rPr>
          <w:rtl/>
        </w:rPr>
        <w:t xml:space="preserve"> </w:t>
      </w:r>
      <w:r w:rsidRPr="00FB42CD">
        <w:rPr>
          <w:rtl/>
        </w:rPr>
        <w:t>يسمع</w:t>
      </w:r>
    </w:p>
    <w:p w:rsidR="00645494" w:rsidRDefault="00645494" w:rsidP="00FE2721">
      <w:pPr>
        <w:pStyle w:val="libPoemCenter"/>
        <w:rPr>
          <w:rtl/>
        </w:rPr>
      </w:pPr>
      <w:r w:rsidRPr="00FB42CD">
        <w:rPr>
          <w:rtl/>
        </w:rPr>
        <w:t>ثم</w:t>
      </w:r>
      <w:r w:rsidR="00554BFA">
        <w:rPr>
          <w:rtl/>
        </w:rPr>
        <w:t xml:space="preserve"> </w:t>
      </w:r>
      <w:r w:rsidRPr="00FB42CD">
        <w:rPr>
          <w:rtl/>
        </w:rPr>
        <w:t>أتته</w:t>
      </w:r>
      <w:r w:rsidR="00554BFA">
        <w:rPr>
          <w:rtl/>
        </w:rPr>
        <w:t xml:space="preserve"> </w:t>
      </w:r>
      <w:r w:rsidRPr="00FB42CD">
        <w:rPr>
          <w:rtl/>
        </w:rPr>
        <w:t>بعد</w:t>
      </w:r>
      <w:r w:rsidR="00554BFA">
        <w:rPr>
          <w:rtl/>
        </w:rPr>
        <w:t xml:space="preserve"> </w:t>
      </w:r>
      <w:r w:rsidRPr="00FB42CD">
        <w:rPr>
          <w:rtl/>
        </w:rPr>
        <w:t>ذا</w:t>
      </w:r>
      <w:r w:rsidR="00554BFA">
        <w:rPr>
          <w:rtl/>
        </w:rPr>
        <w:t xml:space="preserve"> </w:t>
      </w:r>
      <w:r w:rsidRPr="00FB42CD">
        <w:rPr>
          <w:rtl/>
        </w:rPr>
        <w:t>عَزمة</w:t>
      </w:r>
      <w:r w:rsidR="00554BFA">
        <w:rPr>
          <w:rtl/>
        </w:rPr>
        <w:t xml:space="preserve"> </w:t>
      </w:r>
      <w:r w:rsidR="00554BFA" w:rsidRPr="00D0383A">
        <w:rPr>
          <w:rtl/>
        </w:rPr>
        <w:t>=</w:t>
      </w:r>
      <w:r w:rsidR="00554BFA">
        <w:rPr>
          <w:rtl/>
        </w:rPr>
        <w:t xml:space="preserve"> </w:t>
      </w:r>
      <w:r w:rsidRPr="00FB42CD">
        <w:rPr>
          <w:rtl/>
        </w:rPr>
        <w:t>مِن</w:t>
      </w:r>
      <w:r w:rsidR="00554BFA">
        <w:rPr>
          <w:rtl/>
        </w:rPr>
        <w:t xml:space="preserve"> </w:t>
      </w:r>
      <w:r w:rsidRPr="00FB42CD">
        <w:rPr>
          <w:rtl/>
        </w:rPr>
        <w:t>ربه</w:t>
      </w:r>
      <w:r w:rsidR="00554BFA">
        <w:rPr>
          <w:rtl/>
        </w:rPr>
        <w:t xml:space="preserve"> </w:t>
      </w:r>
      <w:r w:rsidRPr="00FB42CD">
        <w:rPr>
          <w:rtl/>
        </w:rPr>
        <w:t>ليس</w:t>
      </w:r>
      <w:r w:rsidR="00554BFA">
        <w:rPr>
          <w:rtl/>
        </w:rPr>
        <w:t xml:space="preserve"> </w:t>
      </w:r>
      <w:r w:rsidRPr="00FB42CD">
        <w:rPr>
          <w:rtl/>
        </w:rPr>
        <w:t>لها</w:t>
      </w:r>
      <w:r w:rsidR="00554BFA">
        <w:rPr>
          <w:rtl/>
        </w:rPr>
        <w:t xml:space="preserve"> </w:t>
      </w:r>
      <w:r w:rsidRPr="00FB42CD">
        <w:rPr>
          <w:rtl/>
        </w:rPr>
        <w:t>مدفع</w:t>
      </w:r>
    </w:p>
    <w:p w:rsidR="00645494" w:rsidRDefault="00645494" w:rsidP="00FE2721">
      <w:pPr>
        <w:pStyle w:val="libPoemCenter"/>
        <w:rPr>
          <w:rtl/>
        </w:rPr>
      </w:pPr>
      <w:r w:rsidRPr="00FB42CD">
        <w:rPr>
          <w:rtl/>
        </w:rPr>
        <w:t>بلِّغ</w:t>
      </w:r>
      <w:r w:rsidR="00554BFA">
        <w:rPr>
          <w:rtl/>
        </w:rPr>
        <w:t xml:space="preserve"> </w:t>
      </w:r>
      <w:r w:rsidRPr="00FB42CD">
        <w:rPr>
          <w:rtl/>
        </w:rPr>
        <w:t>وإلاّ</w:t>
      </w:r>
      <w:r w:rsidR="00554BFA">
        <w:rPr>
          <w:rtl/>
        </w:rPr>
        <w:t xml:space="preserve"> </w:t>
      </w:r>
      <w:r w:rsidRPr="00FB42CD">
        <w:rPr>
          <w:rtl/>
        </w:rPr>
        <w:t>لم</w:t>
      </w:r>
      <w:r w:rsidR="00554BFA">
        <w:rPr>
          <w:rtl/>
        </w:rPr>
        <w:t xml:space="preserve"> </w:t>
      </w:r>
      <w:r w:rsidRPr="00FB42CD">
        <w:rPr>
          <w:rtl/>
        </w:rPr>
        <w:t>تكن</w:t>
      </w:r>
      <w:r w:rsidR="00554BFA">
        <w:rPr>
          <w:rtl/>
        </w:rPr>
        <w:t xml:space="preserve"> </w:t>
      </w:r>
      <w:r w:rsidRPr="00FB42CD">
        <w:rPr>
          <w:rtl/>
        </w:rPr>
        <w:t>مُبلِغ</w:t>
      </w:r>
      <w:r w:rsidR="00554BFA">
        <w:rPr>
          <w:rtl/>
        </w:rPr>
        <w:t xml:space="preserve"> </w:t>
      </w:r>
      <w:r w:rsidR="00554BFA" w:rsidRPr="00D0383A">
        <w:rPr>
          <w:rtl/>
        </w:rPr>
        <w:t>=</w:t>
      </w:r>
      <w:r w:rsidR="00554BFA">
        <w:rPr>
          <w:rtl/>
        </w:rPr>
        <w:t xml:space="preserve"> </w:t>
      </w:r>
      <w:r w:rsidRPr="00FB42CD">
        <w:rPr>
          <w:rtl/>
        </w:rPr>
        <w:t>والله</w:t>
      </w:r>
      <w:r w:rsidR="00554BFA">
        <w:rPr>
          <w:rtl/>
        </w:rPr>
        <w:t xml:space="preserve"> </w:t>
      </w:r>
      <w:r w:rsidRPr="00FB42CD">
        <w:rPr>
          <w:rtl/>
        </w:rPr>
        <w:t>منهم</w:t>
      </w:r>
      <w:r w:rsidR="00554BFA">
        <w:rPr>
          <w:rtl/>
        </w:rPr>
        <w:t xml:space="preserve"> </w:t>
      </w:r>
      <w:r w:rsidRPr="00FB42CD">
        <w:rPr>
          <w:rtl/>
        </w:rPr>
        <w:t>عاصم</w:t>
      </w:r>
      <w:r w:rsidR="00554BFA">
        <w:rPr>
          <w:rtl/>
        </w:rPr>
        <w:t xml:space="preserve"> </w:t>
      </w:r>
      <w:r w:rsidRPr="00FB42CD">
        <w:rPr>
          <w:rtl/>
        </w:rPr>
        <w:t>يمنع</w:t>
      </w:r>
    </w:p>
    <w:p w:rsidR="00645494" w:rsidRDefault="00645494" w:rsidP="00FE2721">
      <w:pPr>
        <w:pStyle w:val="libPoemCenter"/>
        <w:rPr>
          <w:rtl/>
        </w:rPr>
      </w:pPr>
      <w:r w:rsidRPr="00FB42CD">
        <w:rPr>
          <w:rtl/>
        </w:rPr>
        <w:t>فقام</w:t>
      </w:r>
      <w:r w:rsidR="00554BFA">
        <w:rPr>
          <w:rtl/>
        </w:rPr>
        <w:t xml:space="preserve"> </w:t>
      </w:r>
      <w:r w:rsidRPr="00FB42CD">
        <w:rPr>
          <w:rtl/>
        </w:rPr>
        <w:t>في</w:t>
      </w:r>
      <w:r w:rsidR="00554BFA">
        <w:rPr>
          <w:rtl/>
        </w:rPr>
        <w:t xml:space="preserve"> </w:t>
      </w:r>
      <w:r w:rsidRPr="00FB42CD">
        <w:rPr>
          <w:rtl/>
        </w:rPr>
        <w:t>الناس</w:t>
      </w:r>
      <w:r w:rsidR="00554BFA">
        <w:rPr>
          <w:rtl/>
        </w:rPr>
        <w:t xml:space="preserve"> </w:t>
      </w:r>
      <w:r w:rsidRPr="00FB42CD">
        <w:rPr>
          <w:rtl/>
        </w:rPr>
        <w:t>النبي</w:t>
      </w:r>
      <w:r w:rsidR="00554BFA">
        <w:rPr>
          <w:rtl/>
        </w:rPr>
        <w:t xml:space="preserve"> </w:t>
      </w:r>
      <w:r w:rsidRPr="00FB42CD">
        <w:rPr>
          <w:rtl/>
        </w:rPr>
        <w:t>الّذي</w:t>
      </w:r>
      <w:r w:rsidR="00554BFA">
        <w:rPr>
          <w:rtl/>
        </w:rPr>
        <w:t xml:space="preserve"> </w:t>
      </w:r>
      <w:r w:rsidR="00554BFA" w:rsidRPr="00D0383A">
        <w:rPr>
          <w:rtl/>
        </w:rPr>
        <w:t>=</w:t>
      </w:r>
      <w:r w:rsidR="00554BFA">
        <w:rPr>
          <w:rtl/>
        </w:rPr>
        <w:t xml:space="preserve"> </w:t>
      </w:r>
      <w:r w:rsidRPr="00FB42CD">
        <w:rPr>
          <w:rtl/>
        </w:rPr>
        <w:t>كان</w:t>
      </w:r>
      <w:r w:rsidR="00554BFA">
        <w:rPr>
          <w:rtl/>
        </w:rPr>
        <w:t xml:space="preserve"> </w:t>
      </w:r>
      <w:r w:rsidRPr="00FB42CD">
        <w:rPr>
          <w:rtl/>
        </w:rPr>
        <w:t>بما</w:t>
      </w:r>
      <w:r w:rsidR="00554BFA">
        <w:rPr>
          <w:rtl/>
        </w:rPr>
        <w:t xml:space="preserve"> </w:t>
      </w:r>
      <w:r w:rsidRPr="00FB42CD">
        <w:rPr>
          <w:rtl/>
        </w:rPr>
        <w:t>قيل</w:t>
      </w:r>
      <w:r w:rsidR="00554BFA">
        <w:rPr>
          <w:rtl/>
        </w:rPr>
        <w:t xml:space="preserve"> </w:t>
      </w:r>
      <w:r w:rsidRPr="00FB42CD">
        <w:rPr>
          <w:rtl/>
        </w:rPr>
        <w:t>له</w:t>
      </w:r>
      <w:r w:rsidR="00554BFA">
        <w:rPr>
          <w:rtl/>
        </w:rPr>
        <w:t xml:space="preserve"> </w:t>
      </w:r>
      <w:r w:rsidRPr="00FB42CD">
        <w:rPr>
          <w:rtl/>
        </w:rPr>
        <w:t>يَصدع</w:t>
      </w:r>
    </w:p>
    <w:p w:rsidR="00645494" w:rsidRDefault="00645494" w:rsidP="00FE2721">
      <w:pPr>
        <w:pStyle w:val="libPoemCenter"/>
        <w:rPr>
          <w:rtl/>
        </w:rPr>
      </w:pPr>
      <w:r w:rsidRPr="00FB42CD">
        <w:rPr>
          <w:rtl/>
        </w:rPr>
        <w:t>وقال</w:t>
      </w:r>
      <w:r w:rsidR="00554BFA">
        <w:rPr>
          <w:rtl/>
        </w:rPr>
        <w:t xml:space="preserve"> </w:t>
      </w:r>
      <w:r w:rsidRPr="00FB42CD">
        <w:rPr>
          <w:rtl/>
        </w:rPr>
        <w:t>مأموراً</w:t>
      </w:r>
      <w:r w:rsidR="00554BFA">
        <w:rPr>
          <w:rtl/>
        </w:rPr>
        <w:t xml:space="preserve"> </w:t>
      </w:r>
      <w:r w:rsidRPr="00FB42CD">
        <w:rPr>
          <w:rtl/>
        </w:rPr>
        <w:t>وفي</w:t>
      </w:r>
      <w:r w:rsidR="00554BFA">
        <w:rPr>
          <w:rtl/>
        </w:rPr>
        <w:t xml:space="preserve"> </w:t>
      </w:r>
      <w:r w:rsidRPr="00FB42CD">
        <w:rPr>
          <w:rtl/>
        </w:rPr>
        <w:t>كفِّه</w:t>
      </w:r>
      <w:r w:rsidR="00554BFA">
        <w:rPr>
          <w:rtl/>
        </w:rPr>
        <w:t xml:space="preserve"> </w:t>
      </w:r>
      <w:r w:rsidR="00554BFA" w:rsidRPr="00D0383A">
        <w:rPr>
          <w:rtl/>
        </w:rPr>
        <w:t>=</w:t>
      </w:r>
      <w:r w:rsidR="00554BFA">
        <w:rPr>
          <w:rtl/>
        </w:rPr>
        <w:t xml:space="preserve"> </w:t>
      </w:r>
      <w:r w:rsidRPr="00FB42CD">
        <w:rPr>
          <w:rtl/>
        </w:rPr>
        <w:t>كفُّ</w:t>
      </w:r>
      <w:r w:rsidR="00554BFA">
        <w:rPr>
          <w:rtl/>
        </w:rPr>
        <w:t xml:space="preserve"> </w:t>
      </w:r>
      <w:r w:rsidRPr="00FB42CD">
        <w:rPr>
          <w:rtl/>
        </w:rPr>
        <w:t>علي</w:t>
      </w:r>
      <w:r w:rsidR="00554BFA">
        <w:rPr>
          <w:rtl/>
        </w:rPr>
        <w:t xml:space="preserve"> </w:t>
      </w:r>
      <w:r w:rsidRPr="00FB42CD">
        <w:rPr>
          <w:rtl/>
        </w:rPr>
        <w:t>لهم</w:t>
      </w:r>
      <w:r w:rsidR="00554BFA">
        <w:rPr>
          <w:rtl/>
        </w:rPr>
        <w:t xml:space="preserve"> </w:t>
      </w:r>
      <w:r w:rsidRPr="00FB42CD">
        <w:rPr>
          <w:rtl/>
        </w:rPr>
        <w:t>تَلمع</w:t>
      </w:r>
    </w:p>
    <w:p w:rsidR="00645494" w:rsidRDefault="00645494" w:rsidP="00FE2721">
      <w:pPr>
        <w:pStyle w:val="libPoemCenter"/>
        <w:rPr>
          <w:rtl/>
        </w:rPr>
      </w:pPr>
      <w:r w:rsidRPr="00FB42CD">
        <w:rPr>
          <w:rtl/>
        </w:rPr>
        <w:t>يرفعها</w:t>
      </w:r>
      <w:r w:rsidR="00554BFA">
        <w:rPr>
          <w:rtl/>
        </w:rPr>
        <w:t xml:space="preserve"> </w:t>
      </w:r>
      <w:r w:rsidRPr="00FB42CD">
        <w:rPr>
          <w:rtl/>
        </w:rPr>
        <w:t>أكْرمِ</w:t>
      </w:r>
      <w:r w:rsidR="00554BFA">
        <w:rPr>
          <w:rtl/>
        </w:rPr>
        <w:t xml:space="preserve"> </w:t>
      </w:r>
      <w:r w:rsidRPr="00FB42CD">
        <w:rPr>
          <w:rtl/>
        </w:rPr>
        <w:t>بِكَف</w:t>
      </w:r>
      <w:r w:rsidR="00554BFA">
        <w:rPr>
          <w:rtl/>
        </w:rPr>
        <w:t xml:space="preserve"> </w:t>
      </w:r>
      <w:r w:rsidRPr="00FB42CD">
        <w:rPr>
          <w:rtl/>
        </w:rPr>
        <w:t>الّذي</w:t>
      </w:r>
      <w:r w:rsidR="00554BFA">
        <w:rPr>
          <w:rtl/>
        </w:rPr>
        <w:t xml:space="preserve"> </w:t>
      </w:r>
      <w:r w:rsidR="00554BFA" w:rsidRPr="00D0383A">
        <w:rPr>
          <w:rtl/>
        </w:rPr>
        <w:t>=</w:t>
      </w:r>
      <w:r w:rsidR="00554BFA">
        <w:rPr>
          <w:rtl/>
        </w:rPr>
        <w:t xml:space="preserve"> </w:t>
      </w:r>
      <w:r w:rsidRPr="00FB42CD">
        <w:rPr>
          <w:rtl/>
        </w:rPr>
        <w:t>يرفع</w:t>
      </w:r>
      <w:r w:rsidR="00554BFA">
        <w:rPr>
          <w:rtl/>
        </w:rPr>
        <w:t xml:space="preserve"> </w:t>
      </w:r>
      <w:r w:rsidRPr="00FB42CD">
        <w:rPr>
          <w:rtl/>
        </w:rPr>
        <w:t>والكفِ</w:t>
      </w:r>
      <w:r w:rsidR="00554BFA">
        <w:rPr>
          <w:rtl/>
        </w:rPr>
        <w:t xml:space="preserve"> </w:t>
      </w:r>
      <w:r w:rsidRPr="00FB42CD">
        <w:rPr>
          <w:rtl/>
        </w:rPr>
        <w:t>التي</w:t>
      </w:r>
      <w:r w:rsidR="00554BFA">
        <w:rPr>
          <w:rtl/>
        </w:rPr>
        <w:t xml:space="preserve"> </w:t>
      </w:r>
      <w:r w:rsidRPr="00FB42CD">
        <w:rPr>
          <w:rtl/>
        </w:rPr>
        <w:t>تُرفع</w:t>
      </w:r>
    </w:p>
    <w:p w:rsidR="00645494" w:rsidRDefault="00645494" w:rsidP="00FE2721">
      <w:pPr>
        <w:pStyle w:val="libPoemCenter"/>
        <w:rPr>
          <w:rtl/>
        </w:rPr>
      </w:pPr>
      <w:r w:rsidRPr="00FB42CD">
        <w:rPr>
          <w:rtl/>
        </w:rPr>
        <w:t>مَن</w:t>
      </w:r>
      <w:r w:rsidR="00554BFA">
        <w:rPr>
          <w:rtl/>
        </w:rPr>
        <w:t xml:space="preserve"> </w:t>
      </w:r>
      <w:r w:rsidRPr="00FB42CD">
        <w:rPr>
          <w:rtl/>
        </w:rPr>
        <w:t>كنت</w:t>
      </w:r>
      <w:r w:rsidR="00554BFA">
        <w:rPr>
          <w:rtl/>
        </w:rPr>
        <w:t xml:space="preserve"> </w:t>
      </w:r>
      <w:r w:rsidRPr="00FB42CD">
        <w:rPr>
          <w:rtl/>
        </w:rPr>
        <w:t>مولاه</w:t>
      </w:r>
      <w:r w:rsidR="00554BFA">
        <w:rPr>
          <w:rtl/>
        </w:rPr>
        <w:t xml:space="preserve"> </w:t>
      </w:r>
      <w:r w:rsidRPr="00FB42CD">
        <w:rPr>
          <w:rtl/>
        </w:rPr>
        <w:t>فهذا</w:t>
      </w:r>
      <w:r w:rsidR="00554BFA">
        <w:rPr>
          <w:rtl/>
        </w:rPr>
        <w:t xml:space="preserve"> </w:t>
      </w:r>
      <w:r w:rsidRPr="00FB42CD">
        <w:rPr>
          <w:rtl/>
        </w:rPr>
        <w:t>له</w:t>
      </w:r>
      <w:r w:rsidR="00554BFA">
        <w:rPr>
          <w:rtl/>
        </w:rPr>
        <w:t xml:space="preserve"> </w:t>
      </w:r>
      <w:r w:rsidR="00554BFA" w:rsidRPr="00D0383A">
        <w:rPr>
          <w:rtl/>
        </w:rPr>
        <w:t>=</w:t>
      </w:r>
      <w:r w:rsidR="00554BFA">
        <w:rPr>
          <w:rtl/>
        </w:rPr>
        <w:t xml:space="preserve"> </w:t>
      </w:r>
      <w:r w:rsidRPr="00FB42CD">
        <w:rPr>
          <w:rtl/>
        </w:rPr>
        <w:t>مولىً</w:t>
      </w:r>
      <w:r w:rsidR="00554BFA">
        <w:rPr>
          <w:rtl/>
        </w:rPr>
        <w:t xml:space="preserve"> </w:t>
      </w:r>
      <w:r w:rsidRPr="00FB42CD">
        <w:rPr>
          <w:rtl/>
        </w:rPr>
        <w:t>فلم</w:t>
      </w:r>
      <w:r w:rsidR="00554BFA">
        <w:rPr>
          <w:rtl/>
        </w:rPr>
        <w:t xml:space="preserve"> </w:t>
      </w:r>
      <w:r w:rsidRPr="00FB42CD">
        <w:rPr>
          <w:rtl/>
        </w:rPr>
        <w:t>يَرضوا</w:t>
      </w:r>
      <w:r w:rsidR="00554BFA">
        <w:rPr>
          <w:rtl/>
        </w:rPr>
        <w:t xml:space="preserve"> </w:t>
      </w:r>
      <w:r w:rsidRPr="00FB42CD">
        <w:rPr>
          <w:rtl/>
        </w:rPr>
        <w:t>ولم</w:t>
      </w:r>
      <w:r w:rsidR="00554BFA">
        <w:rPr>
          <w:rtl/>
        </w:rPr>
        <w:t xml:space="preserve"> </w:t>
      </w:r>
      <w:r w:rsidRPr="00FB42CD">
        <w:rPr>
          <w:rtl/>
        </w:rPr>
        <w:t>يَقنعوا</w:t>
      </w:r>
    </w:p>
    <w:p w:rsidR="00645494" w:rsidRDefault="00645494" w:rsidP="00FE2721">
      <w:pPr>
        <w:pStyle w:val="libPoemCenter"/>
        <w:rPr>
          <w:rtl/>
        </w:rPr>
      </w:pPr>
      <w:r w:rsidRPr="00FB42CD">
        <w:rPr>
          <w:rtl/>
        </w:rPr>
        <w:t>واتهموه</w:t>
      </w:r>
      <w:r w:rsidR="00554BFA">
        <w:rPr>
          <w:rtl/>
        </w:rPr>
        <w:t xml:space="preserve"> </w:t>
      </w:r>
      <w:r w:rsidRPr="00FB42CD">
        <w:rPr>
          <w:rtl/>
        </w:rPr>
        <w:t>وحَنْت</w:t>
      </w:r>
      <w:r w:rsidR="00554BFA">
        <w:rPr>
          <w:rtl/>
        </w:rPr>
        <w:t xml:space="preserve"> </w:t>
      </w:r>
      <w:r w:rsidRPr="00FB42CD">
        <w:rPr>
          <w:rtl/>
        </w:rPr>
        <w:t>منهم</w:t>
      </w:r>
      <w:r w:rsidR="00554BFA">
        <w:rPr>
          <w:rtl/>
        </w:rPr>
        <w:t xml:space="preserve"> </w:t>
      </w:r>
      <w:r w:rsidR="00554BFA" w:rsidRPr="00D0383A">
        <w:rPr>
          <w:rtl/>
        </w:rPr>
        <w:t>=</w:t>
      </w:r>
      <w:r w:rsidR="00554BFA">
        <w:rPr>
          <w:rtl/>
        </w:rPr>
        <w:t xml:space="preserve"> </w:t>
      </w:r>
      <w:r w:rsidRPr="00FB42CD">
        <w:rPr>
          <w:rtl/>
        </w:rPr>
        <w:t>على</w:t>
      </w:r>
      <w:r w:rsidR="00554BFA">
        <w:rPr>
          <w:rtl/>
        </w:rPr>
        <w:t xml:space="preserve"> </w:t>
      </w:r>
      <w:r w:rsidRPr="00FB42CD">
        <w:rPr>
          <w:rtl/>
        </w:rPr>
        <w:t>خلاف</w:t>
      </w:r>
      <w:r w:rsidR="00554BFA">
        <w:rPr>
          <w:rtl/>
        </w:rPr>
        <w:t xml:space="preserve"> </w:t>
      </w:r>
      <w:r w:rsidRPr="00FB42CD">
        <w:rPr>
          <w:rtl/>
        </w:rPr>
        <w:t>الصادق</w:t>
      </w:r>
      <w:r w:rsidR="00554BFA">
        <w:rPr>
          <w:rtl/>
        </w:rPr>
        <w:t xml:space="preserve"> </w:t>
      </w:r>
      <w:r w:rsidRPr="00FB42CD">
        <w:rPr>
          <w:rtl/>
        </w:rPr>
        <w:t>الأضلُع</w:t>
      </w:r>
    </w:p>
    <w:p w:rsidR="00645494" w:rsidRDefault="00645494" w:rsidP="00FE2721">
      <w:pPr>
        <w:pStyle w:val="libPoemCenter"/>
        <w:rPr>
          <w:rtl/>
        </w:rPr>
      </w:pPr>
      <w:r w:rsidRPr="00FB42CD">
        <w:rPr>
          <w:rtl/>
        </w:rPr>
        <w:t>وضل</w:t>
      </w:r>
      <w:r w:rsidR="00554BFA">
        <w:rPr>
          <w:rtl/>
        </w:rPr>
        <w:t xml:space="preserve"> </w:t>
      </w:r>
      <w:r w:rsidRPr="00FB42CD">
        <w:rPr>
          <w:rtl/>
        </w:rPr>
        <w:t>قوم</w:t>
      </w:r>
      <w:r w:rsidR="00554BFA">
        <w:rPr>
          <w:rtl/>
        </w:rPr>
        <w:t xml:space="preserve"> </w:t>
      </w:r>
      <w:r w:rsidRPr="00FB42CD">
        <w:rPr>
          <w:rtl/>
        </w:rPr>
        <w:t>غاظهم</w:t>
      </w:r>
      <w:r w:rsidR="00554BFA">
        <w:rPr>
          <w:rtl/>
        </w:rPr>
        <w:t xml:space="preserve"> </w:t>
      </w:r>
      <w:r w:rsidRPr="00FB42CD">
        <w:rPr>
          <w:rtl/>
        </w:rPr>
        <w:t>قوله</w:t>
      </w:r>
      <w:r w:rsidR="00554BFA">
        <w:rPr>
          <w:rtl/>
        </w:rPr>
        <w:t xml:space="preserve"> </w:t>
      </w:r>
      <w:r w:rsidR="00554BFA" w:rsidRPr="00D0383A">
        <w:rPr>
          <w:rtl/>
        </w:rPr>
        <w:t>=</w:t>
      </w:r>
      <w:r w:rsidR="00554BFA">
        <w:rPr>
          <w:rtl/>
        </w:rPr>
        <w:t xml:space="preserve"> </w:t>
      </w:r>
      <w:r w:rsidRPr="00FB42CD">
        <w:rPr>
          <w:rtl/>
        </w:rPr>
        <w:t>كأنَّما</w:t>
      </w:r>
      <w:r w:rsidR="00554BFA">
        <w:rPr>
          <w:rtl/>
        </w:rPr>
        <w:t xml:space="preserve"> </w:t>
      </w:r>
      <w:r w:rsidRPr="00FB42CD">
        <w:rPr>
          <w:rtl/>
        </w:rPr>
        <w:t>آنافهم</w:t>
      </w:r>
      <w:r w:rsidR="00554BFA">
        <w:rPr>
          <w:rtl/>
        </w:rPr>
        <w:t xml:space="preserve"> </w:t>
      </w:r>
      <w:r w:rsidRPr="00FB42CD">
        <w:rPr>
          <w:rtl/>
        </w:rPr>
        <w:t>تُجدع</w:t>
      </w:r>
    </w:p>
    <w:p w:rsidR="00645494" w:rsidRDefault="00645494" w:rsidP="00FE2721">
      <w:pPr>
        <w:pStyle w:val="libPoemCenter"/>
        <w:rPr>
          <w:rtl/>
        </w:rPr>
      </w:pPr>
      <w:r w:rsidRPr="00FB42CD">
        <w:rPr>
          <w:rtl/>
        </w:rPr>
        <w:t>وأزمعوا</w:t>
      </w:r>
      <w:r w:rsidR="00554BFA">
        <w:rPr>
          <w:rtl/>
        </w:rPr>
        <w:t xml:space="preserve"> </w:t>
      </w:r>
      <w:r w:rsidRPr="00FB42CD">
        <w:rPr>
          <w:rtl/>
        </w:rPr>
        <w:t>غدراً</w:t>
      </w:r>
      <w:r w:rsidR="00554BFA">
        <w:rPr>
          <w:rtl/>
        </w:rPr>
        <w:t xml:space="preserve"> </w:t>
      </w:r>
      <w:r w:rsidRPr="00FB42CD">
        <w:rPr>
          <w:rtl/>
        </w:rPr>
        <w:t>لمولاهم</w:t>
      </w:r>
      <w:r w:rsidR="00554BFA">
        <w:rPr>
          <w:rtl/>
        </w:rPr>
        <w:t xml:space="preserve"> </w:t>
      </w:r>
      <w:r w:rsidR="00554BFA" w:rsidRPr="00D0383A">
        <w:rPr>
          <w:rtl/>
        </w:rPr>
        <w:t>=</w:t>
      </w:r>
      <w:r w:rsidR="00554BFA">
        <w:rPr>
          <w:rtl/>
        </w:rPr>
        <w:t xml:space="preserve"> </w:t>
      </w:r>
      <w:r w:rsidRPr="00FB42CD">
        <w:rPr>
          <w:rtl/>
        </w:rPr>
        <w:t>تبّاً</w:t>
      </w:r>
      <w:r w:rsidR="00554BFA">
        <w:rPr>
          <w:rtl/>
        </w:rPr>
        <w:t xml:space="preserve"> </w:t>
      </w:r>
      <w:r w:rsidRPr="00FB42CD">
        <w:rPr>
          <w:rtl/>
        </w:rPr>
        <w:t>لما</w:t>
      </w:r>
      <w:r w:rsidR="00554BFA">
        <w:rPr>
          <w:rtl/>
        </w:rPr>
        <w:t xml:space="preserve"> </w:t>
      </w:r>
      <w:r w:rsidRPr="00FB42CD">
        <w:rPr>
          <w:rtl/>
        </w:rPr>
        <w:t>كانوا</w:t>
      </w:r>
      <w:r w:rsidR="00554BFA">
        <w:rPr>
          <w:rtl/>
        </w:rPr>
        <w:t xml:space="preserve"> </w:t>
      </w:r>
      <w:r w:rsidRPr="00FB42CD">
        <w:rPr>
          <w:rtl/>
        </w:rPr>
        <w:t>به</w:t>
      </w:r>
      <w:r w:rsidR="00554BFA">
        <w:rPr>
          <w:rtl/>
        </w:rPr>
        <w:t xml:space="preserve"> </w:t>
      </w:r>
      <w:r w:rsidRPr="00FB42CD">
        <w:rPr>
          <w:rtl/>
        </w:rPr>
        <w:t>أزمعوا</w:t>
      </w:r>
    </w:p>
    <w:p w:rsidR="00645494" w:rsidRDefault="00645494" w:rsidP="00FE2721">
      <w:pPr>
        <w:pStyle w:val="libPoemCenter"/>
        <w:rPr>
          <w:rtl/>
        </w:rPr>
      </w:pPr>
      <w:r w:rsidRPr="00FB42CD">
        <w:rPr>
          <w:rtl/>
        </w:rPr>
        <w:t>حتى</w:t>
      </w:r>
      <w:r w:rsidR="00554BFA">
        <w:rPr>
          <w:rtl/>
        </w:rPr>
        <w:t xml:space="preserve"> </w:t>
      </w:r>
      <w:r w:rsidRPr="00FB42CD">
        <w:rPr>
          <w:rtl/>
        </w:rPr>
        <w:t>إذا</w:t>
      </w:r>
      <w:r w:rsidR="00554BFA">
        <w:rPr>
          <w:rtl/>
        </w:rPr>
        <w:t xml:space="preserve"> </w:t>
      </w:r>
      <w:r w:rsidRPr="00FB42CD">
        <w:rPr>
          <w:rtl/>
        </w:rPr>
        <w:t>واروه</w:t>
      </w:r>
      <w:r w:rsidR="00554BFA">
        <w:rPr>
          <w:rtl/>
        </w:rPr>
        <w:t xml:space="preserve"> </w:t>
      </w:r>
      <w:r w:rsidRPr="00FB42CD">
        <w:rPr>
          <w:rtl/>
        </w:rPr>
        <w:t>في</w:t>
      </w:r>
      <w:r w:rsidR="00554BFA">
        <w:rPr>
          <w:rtl/>
        </w:rPr>
        <w:t xml:space="preserve"> </w:t>
      </w:r>
      <w:r w:rsidRPr="00FB42CD">
        <w:rPr>
          <w:rtl/>
        </w:rPr>
        <w:t>لحده</w:t>
      </w:r>
      <w:r w:rsidR="00554BFA">
        <w:rPr>
          <w:rtl/>
        </w:rPr>
        <w:t xml:space="preserve"> </w:t>
      </w:r>
      <w:r w:rsidR="00554BFA" w:rsidRPr="00D0383A">
        <w:rPr>
          <w:rtl/>
        </w:rPr>
        <w:t>=</w:t>
      </w:r>
      <w:r w:rsidR="00554BFA">
        <w:rPr>
          <w:rtl/>
        </w:rPr>
        <w:t xml:space="preserve"> </w:t>
      </w:r>
      <w:r w:rsidRPr="00FB42CD">
        <w:rPr>
          <w:rtl/>
        </w:rPr>
        <w:t>وانصرفوا</w:t>
      </w:r>
      <w:r w:rsidR="00554BFA">
        <w:rPr>
          <w:rtl/>
        </w:rPr>
        <w:t xml:space="preserve"> </w:t>
      </w:r>
      <w:r w:rsidRPr="00FB42CD">
        <w:rPr>
          <w:rtl/>
        </w:rPr>
        <w:t>عن</w:t>
      </w:r>
      <w:r w:rsidR="00554BFA">
        <w:rPr>
          <w:rtl/>
        </w:rPr>
        <w:t xml:space="preserve"> </w:t>
      </w:r>
      <w:r w:rsidRPr="00FB42CD">
        <w:rPr>
          <w:rtl/>
        </w:rPr>
        <w:t>قبره</w:t>
      </w:r>
      <w:r w:rsidR="00554BFA">
        <w:rPr>
          <w:rtl/>
        </w:rPr>
        <w:t xml:space="preserve"> </w:t>
      </w:r>
      <w:r w:rsidRPr="00FB42CD">
        <w:rPr>
          <w:rtl/>
        </w:rPr>
        <w:t>ضيَّعوا</w:t>
      </w:r>
    </w:p>
    <w:p w:rsidR="00645494" w:rsidRDefault="00645494" w:rsidP="00FE2721">
      <w:pPr>
        <w:pStyle w:val="libPoemCenter"/>
        <w:rPr>
          <w:rtl/>
        </w:rPr>
      </w:pPr>
      <w:r w:rsidRPr="00FB42CD">
        <w:rPr>
          <w:rtl/>
        </w:rPr>
        <w:t>ما</w:t>
      </w:r>
      <w:r w:rsidR="00554BFA">
        <w:rPr>
          <w:rtl/>
        </w:rPr>
        <w:t xml:space="preserve"> </w:t>
      </w:r>
      <w:r w:rsidRPr="00FB42CD">
        <w:rPr>
          <w:rtl/>
        </w:rPr>
        <w:t>قال</w:t>
      </w:r>
      <w:r w:rsidR="00554BFA">
        <w:rPr>
          <w:rtl/>
        </w:rPr>
        <w:t xml:space="preserve"> </w:t>
      </w:r>
      <w:r w:rsidRPr="00FB42CD">
        <w:rPr>
          <w:rtl/>
        </w:rPr>
        <w:t>بالأمس</w:t>
      </w:r>
      <w:r w:rsidR="00554BFA">
        <w:rPr>
          <w:rtl/>
        </w:rPr>
        <w:t xml:space="preserve"> </w:t>
      </w:r>
      <w:r w:rsidRPr="00FB42CD">
        <w:rPr>
          <w:rtl/>
        </w:rPr>
        <w:t>وأوصى</w:t>
      </w:r>
      <w:r w:rsidR="00554BFA">
        <w:rPr>
          <w:rtl/>
        </w:rPr>
        <w:t xml:space="preserve"> </w:t>
      </w:r>
      <w:r w:rsidRPr="00FB42CD">
        <w:rPr>
          <w:rtl/>
        </w:rPr>
        <w:t>به</w:t>
      </w:r>
      <w:r w:rsidR="00554BFA">
        <w:rPr>
          <w:rtl/>
        </w:rPr>
        <w:t xml:space="preserve"> </w:t>
      </w:r>
      <w:r w:rsidR="00554BFA" w:rsidRPr="00D0383A">
        <w:rPr>
          <w:rtl/>
        </w:rPr>
        <w:t>=</w:t>
      </w:r>
      <w:r w:rsidR="00554BFA">
        <w:rPr>
          <w:rtl/>
        </w:rPr>
        <w:t xml:space="preserve"> </w:t>
      </w:r>
      <w:r w:rsidRPr="00FB42CD">
        <w:rPr>
          <w:rtl/>
        </w:rPr>
        <w:t>واشتروا</w:t>
      </w:r>
      <w:r w:rsidR="00554BFA">
        <w:rPr>
          <w:rtl/>
        </w:rPr>
        <w:t xml:space="preserve"> </w:t>
      </w:r>
      <w:r w:rsidRPr="00FB42CD">
        <w:rPr>
          <w:rtl/>
        </w:rPr>
        <w:t>الضُر</w:t>
      </w:r>
      <w:r w:rsidR="00554BFA">
        <w:rPr>
          <w:rtl/>
        </w:rPr>
        <w:t xml:space="preserve"> </w:t>
      </w:r>
      <w:r w:rsidRPr="00FB42CD">
        <w:rPr>
          <w:rtl/>
        </w:rPr>
        <w:t>بما</w:t>
      </w:r>
      <w:r w:rsidR="00554BFA">
        <w:rPr>
          <w:rtl/>
        </w:rPr>
        <w:t xml:space="preserve"> </w:t>
      </w:r>
      <w:r w:rsidRPr="00FB42CD">
        <w:rPr>
          <w:rtl/>
        </w:rPr>
        <w:t>ينفع</w:t>
      </w:r>
    </w:p>
    <w:p w:rsidR="00645494" w:rsidRDefault="00645494" w:rsidP="00FE2721">
      <w:pPr>
        <w:pStyle w:val="libPoemCenter"/>
        <w:rPr>
          <w:rtl/>
        </w:rPr>
      </w:pPr>
      <w:r w:rsidRPr="00FB42CD">
        <w:rPr>
          <w:rtl/>
        </w:rPr>
        <w:t>وقطعَّوا</w:t>
      </w:r>
      <w:r w:rsidR="00554BFA">
        <w:rPr>
          <w:rtl/>
        </w:rPr>
        <w:t xml:space="preserve"> </w:t>
      </w:r>
      <w:r w:rsidRPr="00FB42CD">
        <w:rPr>
          <w:rtl/>
        </w:rPr>
        <w:t>أرحامه</w:t>
      </w:r>
      <w:r w:rsidR="00554BFA">
        <w:rPr>
          <w:rtl/>
        </w:rPr>
        <w:t xml:space="preserve"> </w:t>
      </w:r>
      <w:r w:rsidRPr="00FB42CD">
        <w:rPr>
          <w:rtl/>
        </w:rPr>
        <w:t>بعده</w:t>
      </w:r>
      <w:r w:rsidR="00554BFA">
        <w:rPr>
          <w:rtl/>
        </w:rPr>
        <w:t xml:space="preserve"> </w:t>
      </w:r>
      <w:r w:rsidR="00554BFA" w:rsidRPr="00D0383A">
        <w:rPr>
          <w:rtl/>
        </w:rPr>
        <w:t>=</w:t>
      </w:r>
      <w:r w:rsidR="00554BFA">
        <w:rPr>
          <w:rtl/>
        </w:rPr>
        <w:t xml:space="preserve"> </w:t>
      </w:r>
      <w:r w:rsidRPr="00FB42CD">
        <w:rPr>
          <w:rtl/>
        </w:rPr>
        <w:t>فسوف</w:t>
      </w:r>
      <w:r w:rsidR="00554BFA">
        <w:rPr>
          <w:rtl/>
        </w:rPr>
        <w:t xml:space="preserve"> </w:t>
      </w:r>
      <w:r w:rsidRPr="00FB42CD">
        <w:rPr>
          <w:rtl/>
        </w:rPr>
        <w:t>يجزون</w:t>
      </w:r>
      <w:r w:rsidR="00554BFA">
        <w:rPr>
          <w:rtl/>
        </w:rPr>
        <w:t xml:space="preserve"> </w:t>
      </w:r>
      <w:r w:rsidRPr="00FB42CD">
        <w:rPr>
          <w:rtl/>
        </w:rPr>
        <w:t>بما</w:t>
      </w:r>
      <w:r w:rsidR="00554BFA">
        <w:rPr>
          <w:rtl/>
        </w:rPr>
        <w:t xml:space="preserve"> </w:t>
      </w:r>
      <w:r w:rsidRPr="00FB42CD">
        <w:rPr>
          <w:rtl/>
        </w:rPr>
        <w:t>قطعَّوا</w:t>
      </w:r>
    </w:p>
    <w:p w:rsidR="00645494" w:rsidRDefault="00645494" w:rsidP="00FE2721">
      <w:pPr>
        <w:pStyle w:val="libPoemCenter"/>
        <w:rPr>
          <w:rtl/>
        </w:rPr>
      </w:pPr>
      <w:r w:rsidRPr="00FB42CD">
        <w:rPr>
          <w:rtl/>
        </w:rPr>
        <w:t>لا</w:t>
      </w:r>
      <w:r w:rsidR="00554BFA">
        <w:rPr>
          <w:rtl/>
        </w:rPr>
        <w:t xml:space="preserve"> </w:t>
      </w:r>
      <w:r w:rsidRPr="00FB42CD">
        <w:rPr>
          <w:rtl/>
        </w:rPr>
        <w:t>هم</w:t>
      </w:r>
      <w:r w:rsidR="00554BFA">
        <w:rPr>
          <w:rtl/>
        </w:rPr>
        <w:t xml:space="preserve"> </w:t>
      </w:r>
      <w:r w:rsidRPr="00FB42CD">
        <w:rPr>
          <w:rtl/>
        </w:rPr>
        <w:t>غداً</w:t>
      </w:r>
      <w:r w:rsidR="00554BFA">
        <w:rPr>
          <w:rtl/>
        </w:rPr>
        <w:t xml:space="preserve"> </w:t>
      </w:r>
      <w:r w:rsidRPr="00FB42CD">
        <w:rPr>
          <w:rtl/>
        </w:rPr>
        <w:t>مِن</w:t>
      </w:r>
      <w:r w:rsidR="00554BFA">
        <w:rPr>
          <w:rtl/>
        </w:rPr>
        <w:t xml:space="preserve"> </w:t>
      </w:r>
      <w:r w:rsidRPr="00FB42CD">
        <w:rPr>
          <w:rtl/>
        </w:rPr>
        <w:t>واردي</w:t>
      </w:r>
      <w:r w:rsidR="00554BFA">
        <w:rPr>
          <w:rtl/>
        </w:rPr>
        <w:t xml:space="preserve"> </w:t>
      </w:r>
      <w:r w:rsidRPr="00FB42CD">
        <w:rPr>
          <w:rtl/>
        </w:rPr>
        <w:t>حوضه</w:t>
      </w:r>
      <w:r w:rsidR="00554BFA">
        <w:rPr>
          <w:rtl/>
        </w:rPr>
        <w:t xml:space="preserve"> </w:t>
      </w:r>
      <w:r w:rsidR="00554BFA" w:rsidRPr="00D0383A">
        <w:rPr>
          <w:rtl/>
        </w:rPr>
        <w:t>=</w:t>
      </w:r>
      <w:r w:rsidR="00554BFA">
        <w:rPr>
          <w:rtl/>
        </w:rPr>
        <w:t xml:space="preserve"> </w:t>
      </w:r>
      <w:r w:rsidRPr="00FB42CD">
        <w:rPr>
          <w:rtl/>
        </w:rPr>
        <w:t>ولا</w:t>
      </w:r>
      <w:r w:rsidR="00554BFA">
        <w:rPr>
          <w:rtl/>
        </w:rPr>
        <w:t xml:space="preserve"> </w:t>
      </w:r>
      <w:r w:rsidRPr="00FB42CD">
        <w:rPr>
          <w:rtl/>
        </w:rPr>
        <w:t>هم</w:t>
      </w:r>
      <w:r w:rsidR="00554BFA">
        <w:rPr>
          <w:rtl/>
        </w:rPr>
        <w:t xml:space="preserve"> </w:t>
      </w:r>
      <w:r w:rsidRPr="00FB42CD">
        <w:rPr>
          <w:rtl/>
        </w:rPr>
        <w:t>فيمَن</w:t>
      </w:r>
      <w:r w:rsidR="00554BFA">
        <w:rPr>
          <w:rtl/>
        </w:rPr>
        <w:t xml:space="preserve"> </w:t>
      </w:r>
      <w:r w:rsidRPr="00FB42CD">
        <w:rPr>
          <w:rtl/>
        </w:rPr>
        <w:t>له</w:t>
      </w:r>
      <w:r w:rsidR="00554BFA">
        <w:rPr>
          <w:rtl/>
        </w:rPr>
        <w:t xml:space="preserve"> </w:t>
      </w:r>
      <w:r w:rsidRPr="00FB42CD">
        <w:rPr>
          <w:rtl/>
        </w:rPr>
        <w:t>يشفع</w:t>
      </w:r>
    </w:p>
    <w:p w:rsidR="00645494" w:rsidRDefault="00645494" w:rsidP="00645494">
      <w:pPr>
        <w:pStyle w:val="libPoemCenter"/>
        <w:rPr>
          <w:rtl/>
        </w:rPr>
      </w:pPr>
      <w:r w:rsidRPr="00FB42CD">
        <w:rPr>
          <w:rtl/>
        </w:rPr>
        <w:t>حوض</w:t>
      </w:r>
      <w:r w:rsidR="00554BFA">
        <w:rPr>
          <w:rtl/>
        </w:rPr>
        <w:t xml:space="preserve"> </w:t>
      </w:r>
      <w:r w:rsidRPr="00FB42CD">
        <w:rPr>
          <w:rtl/>
        </w:rPr>
        <w:t>له</w:t>
      </w:r>
      <w:r w:rsidR="00554BFA">
        <w:rPr>
          <w:rtl/>
        </w:rPr>
        <w:t xml:space="preserve"> </w:t>
      </w:r>
      <w:r w:rsidRPr="00FB42CD">
        <w:rPr>
          <w:rtl/>
        </w:rPr>
        <w:t>ما</w:t>
      </w:r>
      <w:r w:rsidR="00554BFA">
        <w:rPr>
          <w:rtl/>
        </w:rPr>
        <w:t xml:space="preserve"> </w:t>
      </w:r>
      <w:r w:rsidRPr="00FB42CD">
        <w:rPr>
          <w:rtl/>
        </w:rPr>
        <w:t>بين</w:t>
      </w:r>
      <w:r w:rsidR="00554BFA">
        <w:rPr>
          <w:rtl/>
        </w:rPr>
        <w:t xml:space="preserve"> </w:t>
      </w:r>
      <w:r w:rsidRPr="00FB42CD">
        <w:rPr>
          <w:rtl/>
        </w:rPr>
        <w:t>بصرى</w:t>
      </w:r>
      <w:r w:rsidR="00554BFA">
        <w:rPr>
          <w:rtl/>
        </w:rPr>
        <w:t xml:space="preserve"> </w:t>
      </w:r>
      <w:r w:rsidRPr="00FB42CD">
        <w:rPr>
          <w:rtl/>
        </w:rPr>
        <w:t>إلى</w:t>
      </w:r>
      <w:r w:rsidR="00554BFA">
        <w:rPr>
          <w:rtl/>
        </w:rPr>
        <w:t xml:space="preserve"> </w:t>
      </w:r>
      <w:r w:rsidR="00554BFA" w:rsidRPr="00D0383A">
        <w:rPr>
          <w:rtl/>
        </w:rPr>
        <w:t>=</w:t>
      </w:r>
      <w:r w:rsidR="00554BFA">
        <w:rPr>
          <w:rtl/>
        </w:rPr>
        <w:t xml:space="preserve"> </w:t>
      </w:r>
      <w:r w:rsidRPr="00FB42CD">
        <w:rPr>
          <w:rtl/>
        </w:rPr>
        <w:t>صنعاء</w:t>
      </w:r>
      <w:r w:rsidR="00554BFA">
        <w:rPr>
          <w:rtl/>
        </w:rPr>
        <w:t xml:space="preserve"> </w:t>
      </w:r>
      <w:r w:rsidRPr="00FB42CD">
        <w:rPr>
          <w:rtl/>
        </w:rPr>
        <w:t>يوم</w:t>
      </w:r>
      <w:r w:rsidR="00554BFA">
        <w:rPr>
          <w:rtl/>
        </w:rPr>
        <w:t xml:space="preserve"> </w:t>
      </w:r>
      <w:r w:rsidRPr="00FB42CD">
        <w:rPr>
          <w:rtl/>
        </w:rPr>
        <w:t>الجَمْع</w:t>
      </w:r>
      <w:r w:rsidR="00554BFA">
        <w:rPr>
          <w:rtl/>
        </w:rPr>
        <w:t xml:space="preserve"> </w:t>
      </w:r>
      <w:r w:rsidRPr="00FB42CD">
        <w:rPr>
          <w:rtl/>
        </w:rPr>
        <w:t>بل</w:t>
      </w:r>
      <w:r w:rsidR="00554BFA">
        <w:rPr>
          <w:rtl/>
        </w:rPr>
        <w:t xml:space="preserve"> </w:t>
      </w:r>
      <w:r w:rsidRPr="00FB42CD">
        <w:rPr>
          <w:rtl/>
        </w:rPr>
        <w:t>أوسع</w:t>
      </w:r>
    </w:p>
    <w:p w:rsidR="00645494" w:rsidRDefault="00645494" w:rsidP="00FE2721">
      <w:pPr>
        <w:pStyle w:val="libPoemCenter"/>
        <w:rPr>
          <w:rtl/>
        </w:rPr>
      </w:pPr>
      <w:r w:rsidRPr="00FB42CD">
        <w:rPr>
          <w:rtl/>
        </w:rPr>
        <w:t>يُنصب</w:t>
      </w:r>
      <w:r w:rsidR="00554BFA">
        <w:rPr>
          <w:rtl/>
        </w:rPr>
        <w:t xml:space="preserve"> </w:t>
      </w:r>
      <w:r w:rsidRPr="00FB42CD">
        <w:rPr>
          <w:rtl/>
        </w:rPr>
        <w:t>فيه</w:t>
      </w:r>
      <w:r w:rsidR="00554BFA">
        <w:rPr>
          <w:rtl/>
        </w:rPr>
        <w:t xml:space="preserve"> </w:t>
      </w:r>
      <w:r w:rsidRPr="00FB42CD">
        <w:rPr>
          <w:rtl/>
        </w:rPr>
        <w:t>علم</w:t>
      </w:r>
      <w:r w:rsidR="00554BFA">
        <w:rPr>
          <w:rtl/>
        </w:rPr>
        <w:t xml:space="preserve"> </w:t>
      </w:r>
      <w:r w:rsidRPr="00FB42CD">
        <w:rPr>
          <w:rtl/>
        </w:rPr>
        <w:t>للهدى</w:t>
      </w:r>
      <w:r w:rsidR="00554BFA">
        <w:rPr>
          <w:rtl/>
        </w:rPr>
        <w:t xml:space="preserve"> </w:t>
      </w:r>
      <w:r w:rsidR="00554BFA" w:rsidRPr="00D0383A">
        <w:rPr>
          <w:rtl/>
        </w:rPr>
        <w:t>=</w:t>
      </w:r>
      <w:r w:rsidR="00554BFA">
        <w:rPr>
          <w:rtl/>
        </w:rPr>
        <w:t xml:space="preserve"> </w:t>
      </w:r>
      <w:r w:rsidRPr="00FB42CD">
        <w:rPr>
          <w:rtl/>
        </w:rPr>
        <w:t>والحوضُ</w:t>
      </w:r>
      <w:r w:rsidR="00554BFA">
        <w:rPr>
          <w:rtl/>
        </w:rPr>
        <w:t xml:space="preserve"> </w:t>
      </w:r>
      <w:r w:rsidRPr="00FB42CD">
        <w:rPr>
          <w:rtl/>
        </w:rPr>
        <w:t>من</w:t>
      </w:r>
      <w:r w:rsidR="00554BFA">
        <w:rPr>
          <w:rtl/>
        </w:rPr>
        <w:t xml:space="preserve"> </w:t>
      </w:r>
      <w:r w:rsidRPr="00FB42CD">
        <w:rPr>
          <w:rtl/>
        </w:rPr>
        <w:t>ماء</w:t>
      </w:r>
      <w:r w:rsidR="00554BFA">
        <w:rPr>
          <w:rtl/>
        </w:rPr>
        <w:t xml:space="preserve"> </w:t>
      </w:r>
      <w:r w:rsidRPr="00FB42CD">
        <w:rPr>
          <w:rtl/>
        </w:rPr>
        <w:t>له</w:t>
      </w:r>
      <w:r w:rsidR="00554BFA">
        <w:rPr>
          <w:rtl/>
        </w:rPr>
        <w:t xml:space="preserve"> </w:t>
      </w:r>
      <w:r w:rsidRPr="00FB42CD">
        <w:rPr>
          <w:rtl/>
        </w:rPr>
        <w:t>مُترع</w:t>
      </w:r>
    </w:p>
    <w:p w:rsidR="00645494" w:rsidRDefault="00645494" w:rsidP="00FE2721">
      <w:pPr>
        <w:pStyle w:val="libPoemCenter"/>
        <w:rPr>
          <w:rtl/>
        </w:rPr>
      </w:pPr>
      <w:r w:rsidRPr="00FB42CD">
        <w:rPr>
          <w:rtl/>
        </w:rPr>
        <w:t>يفيض</w:t>
      </w:r>
      <w:r w:rsidR="00554BFA">
        <w:rPr>
          <w:rtl/>
        </w:rPr>
        <w:t xml:space="preserve"> </w:t>
      </w:r>
      <w:r w:rsidRPr="00FB42CD">
        <w:rPr>
          <w:rtl/>
        </w:rPr>
        <w:t>من</w:t>
      </w:r>
      <w:r w:rsidR="00554BFA">
        <w:rPr>
          <w:rtl/>
        </w:rPr>
        <w:t xml:space="preserve"> </w:t>
      </w:r>
      <w:r w:rsidRPr="00FB42CD">
        <w:rPr>
          <w:rtl/>
        </w:rPr>
        <w:t>رحمته</w:t>
      </w:r>
      <w:r w:rsidR="00554BFA">
        <w:rPr>
          <w:rtl/>
        </w:rPr>
        <w:t xml:space="preserve"> </w:t>
      </w:r>
      <w:r w:rsidRPr="00FB42CD">
        <w:rPr>
          <w:rtl/>
        </w:rPr>
        <w:t>كوثر</w:t>
      </w:r>
      <w:r w:rsidR="00554BFA">
        <w:rPr>
          <w:rtl/>
        </w:rPr>
        <w:t xml:space="preserve"> </w:t>
      </w:r>
      <w:r w:rsidR="00554BFA" w:rsidRPr="00D0383A">
        <w:rPr>
          <w:rtl/>
        </w:rPr>
        <w:t>=</w:t>
      </w:r>
      <w:r w:rsidR="00554BFA">
        <w:rPr>
          <w:rtl/>
        </w:rPr>
        <w:t xml:space="preserve"> </w:t>
      </w:r>
      <w:r w:rsidRPr="00FB42CD">
        <w:rPr>
          <w:rtl/>
        </w:rPr>
        <w:t>أبيض</w:t>
      </w:r>
      <w:r w:rsidR="00554BFA">
        <w:rPr>
          <w:rtl/>
        </w:rPr>
        <w:t xml:space="preserve"> </w:t>
      </w:r>
      <w:r w:rsidRPr="00FB42CD">
        <w:rPr>
          <w:rtl/>
        </w:rPr>
        <w:t>كالفضة</w:t>
      </w:r>
      <w:r w:rsidR="00554BFA">
        <w:rPr>
          <w:rtl/>
        </w:rPr>
        <w:t xml:space="preserve"> </w:t>
      </w:r>
      <w:r w:rsidRPr="00FB42CD">
        <w:rPr>
          <w:rtl/>
        </w:rPr>
        <w:t>أو</w:t>
      </w:r>
      <w:r w:rsidR="00554BFA">
        <w:rPr>
          <w:rtl/>
        </w:rPr>
        <w:t xml:space="preserve"> </w:t>
      </w:r>
      <w:r w:rsidRPr="00FB42CD">
        <w:rPr>
          <w:rtl/>
        </w:rPr>
        <w:t>أنصع</w:t>
      </w:r>
    </w:p>
    <w:p w:rsidR="00645494" w:rsidRPr="00645494" w:rsidRDefault="00645494" w:rsidP="00FE2721">
      <w:pPr>
        <w:pStyle w:val="libPoemCenter"/>
        <w:rPr>
          <w:rtl/>
        </w:rPr>
      </w:pPr>
      <w:r w:rsidRPr="00FB42CD">
        <w:rPr>
          <w:rtl/>
        </w:rPr>
        <w:t>حصاه</w:t>
      </w:r>
      <w:r w:rsidR="00554BFA">
        <w:rPr>
          <w:rtl/>
        </w:rPr>
        <w:t xml:space="preserve"> </w:t>
      </w:r>
      <w:r w:rsidRPr="00FB42CD">
        <w:rPr>
          <w:rtl/>
        </w:rPr>
        <w:t>ياقوت</w:t>
      </w:r>
      <w:r w:rsidR="00554BFA">
        <w:rPr>
          <w:rtl/>
        </w:rPr>
        <w:t xml:space="preserve"> </w:t>
      </w:r>
      <w:r w:rsidRPr="00FB42CD">
        <w:rPr>
          <w:rtl/>
        </w:rPr>
        <w:t>كجمر</w:t>
      </w:r>
      <w:r w:rsidR="00554BFA">
        <w:rPr>
          <w:rtl/>
        </w:rPr>
        <w:t xml:space="preserve"> </w:t>
      </w:r>
      <w:r w:rsidRPr="00FB42CD">
        <w:rPr>
          <w:rtl/>
        </w:rPr>
        <w:t>الغضا</w:t>
      </w:r>
      <w:r w:rsidR="00554BFA">
        <w:rPr>
          <w:rtl/>
        </w:rPr>
        <w:t xml:space="preserve"> </w:t>
      </w:r>
      <w:r w:rsidR="00554BFA" w:rsidRPr="00D0383A">
        <w:rPr>
          <w:rtl/>
        </w:rPr>
        <w:t>=</w:t>
      </w:r>
      <w:r w:rsidR="00554BFA">
        <w:rPr>
          <w:rtl/>
        </w:rPr>
        <w:t xml:space="preserve"> </w:t>
      </w:r>
      <w:r w:rsidRPr="00FB42CD">
        <w:rPr>
          <w:rtl/>
        </w:rPr>
        <w:t>ولؤلؤ</w:t>
      </w:r>
      <w:r w:rsidR="00554BFA">
        <w:rPr>
          <w:rtl/>
        </w:rPr>
        <w:t xml:space="preserve"> </w:t>
      </w:r>
      <w:r w:rsidRPr="00FB42CD">
        <w:rPr>
          <w:rtl/>
        </w:rPr>
        <w:t>لم</w:t>
      </w:r>
      <w:r w:rsidR="00554BFA">
        <w:rPr>
          <w:rtl/>
        </w:rPr>
        <w:t xml:space="preserve"> </w:t>
      </w:r>
      <w:r w:rsidRPr="00FB42CD">
        <w:rPr>
          <w:rtl/>
        </w:rPr>
        <w:t>يَجنِه</w:t>
      </w:r>
      <w:r w:rsidR="00554BFA">
        <w:rPr>
          <w:rtl/>
        </w:rPr>
        <w:t xml:space="preserve"> </w:t>
      </w:r>
      <w:r w:rsidRPr="00FB42CD">
        <w:rPr>
          <w:rtl/>
        </w:rPr>
        <w:t>إصبع</w:t>
      </w:r>
    </w:p>
    <w:p w:rsidR="00645494" w:rsidRDefault="00645494" w:rsidP="00645494">
      <w:pPr>
        <w:pStyle w:val="libNormal"/>
      </w:pPr>
      <w:r>
        <w:br w:type="page"/>
      </w:r>
    </w:p>
    <w:p w:rsidR="00645494" w:rsidRDefault="00645494" w:rsidP="00FE2721">
      <w:pPr>
        <w:pStyle w:val="libPoemCenter"/>
        <w:rPr>
          <w:rtl/>
        </w:rPr>
      </w:pPr>
      <w:r w:rsidRPr="00FB42CD">
        <w:rPr>
          <w:rtl/>
        </w:rPr>
        <w:lastRenderedPageBreak/>
        <w:t>بطحاؤه</w:t>
      </w:r>
      <w:r w:rsidR="00554BFA">
        <w:rPr>
          <w:rtl/>
        </w:rPr>
        <w:t xml:space="preserve"> </w:t>
      </w:r>
      <w:r w:rsidRPr="00FB42CD">
        <w:rPr>
          <w:rtl/>
        </w:rPr>
        <w:t>مسك</w:t>
      </w:r>
      <w:r w:rsidR="00554BFA">
        <w:rPr>
          <w:rtl/>
        </w:rPr>
        <w:t xml:space="preserve"> </w:t>
      </w:r>
      <w:r w:rsidRPr="00FB42CD">
        <w:rPr>
          <w:rtl/>
        </w:rPr>
        <w:t>وحافاته</w:t>
      </w:r>
      <w:r w:rsidR="00554BFA">
        <w:rPr>
          <w:rtl/>
        </w:rPr>
        <w:t xml:space="preserve"> </w:t>
      </w:r>
      <w:r w:rsidR="00554BFA" w:rsidRPr="00D0383A">
        <w:rPr>
          <w:rtl/>
        </w:rPr>
        <w:t>=</w:t>
      </w:r>
      <w:r w:rsidR="00554BFA">
        <w:rPr>
          <w:rtl/>
        </w:rPr>
        <w:t xml:space="preserve"> </w:t>
      </w:r>
      <w:r w:rsidRPr="00FB42CD">
        <w:rPr>
          <w:rtl/>
        </w:rPr>
        <w:t>يهتزُّ</w:t>
      </w:r>
      <w:r w:rsidR="00554BFA">
        <w:rPr>
          <w:rtl/>
        </w:rPr>
        <w:t xml:space="preserve"> </w:t>
      </w:r>
      <w:r w:rsidRPr="00FB42CD">
        <w:rPr>
          <w:rtl/>
        </w:rPr>
        <w:t>فيها</w:t>
      </w:r>
      <w:r w:rsidR="00554BFA">
        <w:rPr>
          <w:rtl/>
        </w:rPr>
        <w:t xml:space="preserve"> </w:t>
      </w:r>
      <w:r w:rsidRPr="00FB42CD">
        <w:rPr>
          <w:rtl/>
        </w:rPr>
        <w:t>مونق</w:t>
      </w:r>
      <w:r w:rsidR="00554BFA">
        <w:rPr>
          <w:rtl/>
        </w:rPr>
        <w:t xml:space="preserve"> </w:t>
      </w:r>
      <w:r w:rsidRPr="00FB42CD">
        <w:rPr>
          <w:rtl/>
        </w:rPr>
        <w:t>مونع</w:t>
      </w:r>
    </w:p>
    <w:p w:rsidR="00645494" w:rsidRDefault="00645494" w:rsidP="00FE2721">
      <w:pPr>
        <w:pStyle w:val="libPoemCenter"/>
        <w:rPr>
          <w:rtl/>
        </w:rPr>
      </w:pPr>
      <w:r w:rsidRPr="00FB42CD">
        <w:rPr>
          <w:rtl/>
        </w:rPr>
        <w:t>أخضر</w:t>
      </w:r>
      <w:r w:rsidR="00554BFA">
        <w:rPr>
          <w:rtl/>
        </w:rPr>
        <w:t xml:space="preserve"> </w:t>
      </w:r>
      <w:r w:rsidRPr="00FB42CD">
        <w:rPr>
          <w:rtl/>
        </w:rPr>
        <w:t>ما</w:t>
      </w:r>
      <w:r w:rsidR="00554BFA">
        <w:rPr>
          <w:rtl/>
        </w:rPr>
        <w:t xml:space="preserve"> </w:t>
      </w:r>
      <w:r w:rsidRPr="00FB42CD">
        <w:rPr>
          <w:rtl/>
        </w:rPr>
        <w:t>دون</w:t>
      </w:r>
      <w:r w:rsidR="00554BFA">
        <w:rPr>
          <w:rtl/>
        </w:rPr>
        <w:t xml:space="preserve"> </w:t>
      </w:r>
      <w:r w:rsidRPr="00FB42CD">
        <w:rPr>
          <w:rtl/>
        </w:rPr>
        <w:t>الجني</w:t>
      </w:r>
      <w:r w:rsidR="00554BFA">
        <w:rPr>
          <w:rtl/>
        </w:rPr>
        <w:t xml:space="preserve"> </w:t>
      </w:r>
      <w:r w:rsidRPr="00FB42CD">
        <w:rPr>
          <w:rtl/>
        </w:rPr>
        <w:t>ناضر</w:t>
      </w:r>
      <w:r w:rsidR="00554BFA">
        <w:rPr>
          <w:rtl/>
        </w:rPr>
        <w:t xml:space="preserve"> </w:t>
      </w:r>
      <w:r w:rsidR="00554BFA" w:rsidRPr="00D0383A">
        <w:rPr>
          <w:rtl/>
        </w:rPr>
        <w:t>=</w:t>
      </w:r>
      <w:r w:rsidR="00554BFA">
        <w:rPr>
          <w:rtl/>
        </w:rPr>
        <w:t xml:space="preserve"> </w:t>
      </w:r>
      <w:r w:rsidRPr="00FB42CD">
        <w:rPr>
          <w:rtl/>
        </w:rPr>
        <w:t>وفاقع</w:t>
      </w:r>
      <w:r w:rsidR="00554BFA">
        <w:rPr>
          <w:rtl/>
        </w:rPr>
        <w:t xml:space="preserve"> </w:t>
      </w:r>
      <w:r w:rsidRPr="00FB42CD">
        <w:rPr>
          <w:rtl/>
        </w:rPr>
        <w:t>أصفر</w:t>
      </w:r>
      <w:r w:rsidR="00554BFA">
        <w:rPr>
          <w:rtl/>
        </w:rPr>
        <w:t xml:space="preserve"> </w:t>
      </w:r>
      <w:r w:rsidRPr="00FB42CD">
        <w:rPr>
          <w:rtl/>
        </w:rPr>
        <w:t>ما</w:t>
      </w:r>
      <w:r w:rsidR="00554BFA">
        <w:rPr>
          <w:rtl/>
        </w:rPr>
        <w:t xml:space="preserve"> </w:t>
      </w:r>
      <w:r w:rsidRPr="00FB42CD">
        <w:rPr>
          <w:rtl/>
        </w:rPr>
        <w:t>يطلع</w:t>
      </w:r>
    </w:p>
    <w:p w:rsidR="00645494" w:rsidRDefault="00645494" w:rsidP="00FE2721">
      <w:pPr>
        <w:pStyle w:val="libPoemCenter"/>
        <w:rPr>
          <w:rtl/>
        </w:rPr>
      </w:pPr>
      <w:r w:rsidRPr="00FB42CD">
        <w:rPr>
          <w:rtl/>
        </w:rPr>
        <w:t>والعطر</w:t>
      </w:r>
      <w:r w:rsidR="00554BFA">
        <w:rPr>
          <w:rtl/>
        </w:rPr>
        <w:t xml:space="preserve"> </w:t>
      </w:r>
      <w:r w:rsidRPr="00FB42CD">
        <w:rPr>
          <w:rtl/>
        </w:rPr>
        <w:t>والريحان</w:t>
      </w:r>
      <w:r w:rsidR="00554BFA">
        <w:rPr>
          <w:rtl/>
        </w:rPr>
        <w:t xml:space="preserve"> </w:t>
      </w:r>
      <w:r w:rsidRPr="00FB42CD">
        <w:rPr>
          <w:rtl/>
        </w:rPr>
        <w:t>أنواعه</w:t>
      </w:r>
      <w:r w:rsidR="00554BFA">
        <w:rPr>
          <w:rtl/>
        </w:rPr>
        <w:t xml:space="preserve"> </w:t>
      </w:r>
      <w:r w:rsidR="00554BFA" w:rsidRPr="00D0383A">
        <w:rPr>
          <w:rtl/>
        </w:rPr>
        <w:t>=</w:t>
      </w:r>
      <w:r w:rsidR="00554BFA">
        <w:rPr>
          <w:rtl/>
        </w:rPr>
        <w:t xml:space="preserve"> </w:t>
      </w:r>
      <w:r w:rsidRPr="00FB42CD">
        <w:rPr>
          <w:rtl/>
        </w:rPr>
        <w:t>تسطع</w:t>
      </w:r>
      <w:r w:rsidR="00554BFA">
        <w:rPr>
          <w:rtl/>
        </w:rPr>
        <w:t xml:space="preserve"> </w:t>
      </w:r>
      <w:r w:rsidRPr="00FB42CD">
        <w:rPr>
          <w:rtl/>
        </w:rPr>
        <w:t>إن</w:t>
      </w:r>
      <w:r w:rsidR="00554BFA">
        <w:rPr>
          <w:rtl/>
        </w:rPr>
        <w:t xml:space="preserve"> </w:t>
      </w:r>
      <w:r w:rsidRPr="00FB42CD">
        <w:rPr>
          <w:rtl/>
        </w:rPr>
        <w:t>هبّت</w:t>
      </w:r>
      <w:r w:rsidR="00554BFA">
        <w:rPr>
          <w:rtl/>
        </w:rPr>
        <w:t xml:space="preserve"> </w:t>
      </w:r>
      <w:r w:rsidRPr="00FB42CD">
        <w:rPr>
          <w:rtl/>
        </w:rPr>
        <w:t>له</w:t>
      </w:r>
      <w:r w:rsidR="00554BFA">
        <w:rPr>
          <w:rtl/>
        </w:rPr>
        <w:t xml:space="preserve"> </w:t>
      </w:r>
      <w:r w:rsidRPr="00FB42CD">
        <w:rPr>
          <w:rtl/>
        </w:rPr>
        <w:t>زعزع</w:t>
      </w:r>
    </w:p>
    <w:p w:rsidR="00645494" w:rsidRDefault="00645494" w:rsidP="00FE2721">
      <w:pPr>
        <w:pStyle w:val="libPoemCenter"/>
        <w:rPr>
          <w:rtl/>
        </w:rPr>
      </w:pPr>
      <w:r w:rsidRPr="00FB42CD">
        <w:rPr>
          <w:rtl/>
        </w:rPr>
        <w:t>ريح</w:t>
      </w:r>
      <w:r w:rsidR="00554BFA">
        <w:rPr>
          <w:rtl/>
        </w:rPr>
        <w:t xml:space="preserve"> </w:t>
      </w:r>
      <w:r w:rsidRPr="00FB42CD">
        <w:rPr>
          <w:rtl/>
        </w:rPr>
        <w:t>من</w:t>
      </w:r>
      <w:r w:rsidR="00554BFA">
        <w:rPr>
          <w:rtl/>
        </w:rPr>
        <w:t xml:space="preserve"> </w:t>
      </w:r>
      <w:r w:rsidRPr="00FB42CD">
        <w:rPr>
          <w:rtl/>
        </w:rPr>
        <w:t>الجنة</w:t>
      </w:r>
      <w:r w:rsidR="00554BFA">
        <w:rPr>
          <w:rtl/>
        </w:rPr>
        <w:t xml:space="preserve"> </w:t>
      </w:r>
      <w:r w:rsidRPr="00FB42CD">
        <w:rPr>
          <w:rtl/>
        </w:rPr>
        <w:t>مأمورة</w:t>
      </w:r>
      <w:r w:rsidR="00554BFA">
        <w:rPr>
          <w:rtl/>
        </w:rPr>
        <w:t xml:space="preserve"> </w:t>
      </w:r>
      <w:r w:rsidR="00554BFA" w:rsidRPr="00D0383A">
        <w:rPr>
          <w:rtl/>
        </w:rPr>
        <w:t>=</w:t>
      </w:r>
      <w:r w:rsidR="00554BFA">
        <w:rPr>
          <w:rtl/>
        </w:rPr>
        <w:t xml:space="preserve"> </w:t>
      </w:r>
      <w:r w:rsidRPr="00FB42CD">
        <w:rPr>
          <w:rtl/>
        </w:rPr>
        <w:t>دائمة</w:t>
      </w:r>
      <w:r w:rsidR="00554BFA">
        <w:rPr>
          <w:rtl/>
        </w:rPr>
        <w:t xml:space="preserve"> </w:t>
      </w:r>
      <w:r w:rsidRPr="00FB42CD">
        <w:rPr>
          <w:rtl/>
        </w:rPr>
        <w:t>ليس</w:t>
      </w:r>
      <w:r w:rsidR="00554BFA">
        <w:rPr>
          <w:rtl/>
        </w:rPr>
        <w:t xml:space="preserve"> </w:t>
      </w:r>
      <w:r w:rsidRPr="00FB42CD">
        <w:rPr>
          <w:rtl/>
        </w:rPr>
        <w:t>لها</w:t>
      </w:r>
      <w:r w:rsidR="00554BFA">
        <w:rPr>
          <w:rtl/>
        </w:rPr>
        <w:t xml:space="preserve"> </w:t>
      </w:r>
      <w:r w:rsidRPr="00FB42CD">
        <w:rPr>
          <w:rtl/>
        </w:rPr>
        <w:t>منزع</w:t>
      </w:r>
    </w:p>
    <w:p w:rsidR="00645494" w:rsidRDefault="00645494" w:rsidP="00FE2721">
      <w:pPr>
        <w:pStyle w:val="libPoemCenter"/>
        <w:rPr>
          <w:rtl/>
        </w:rPr>
      </w:pPr>
      <w:r w:rsidRPr="00FB42CD">
        <w:rPr>
          <w:rtl/>
        </w:rPr>
        <w:t>إذا</w:t>
      </w:r>
      <w:r w:rsidR="00554BFA">
        <w:rPr>
          <w:rtl/>
        </w:rPr>
        <w:t xml:space="preserve"> </w:t>
      </w:r>
      <w:r w:rsidRPr="00FB42CD">
        <w:rPr>
          <w:rtl/>
        </w:rPr>
        <w:t>مرته</w:t>
      </w:r>
      <w:r w:rsidR="00554BFA">
        <w:rPr>
          <w:rtl/>
        </w:rPr>
        <w:t xml:space="preserve"> </w:t>
      </w:r>
      <w:r w:rsidRPr="00FB42CD">
        <w:rPr>
          <w:rtl/>
        </w:rPr>
        <w:t>فاح</w:t>
      </w:r>
      <w:r w:rsidR="00554BFA">
        <w:rPr>
          <w:rtl/>
        </w:rPr>
        <w:t xml:space="preserve"> </w:t>
      </w:r>
      <w:r w:rsidRPr="00FB42CD">
        <w:rPr>
          <w:rtl/>
        </w:rPr>
        <w:t>مِن</w:t>
      </w:r>
      <w:r w:rsidR="00554BFA">
        <w:rPr>
          <w:rtl/>
        </w:rPr>
        <w:t xml:space="preserve"> </w:t>
      </w:r>
      <w:r w:rsidRPr="00FB42CD">
        <w:rPr>
          <w:rtl/>
        </w:rPr>
        <w:t>ريحه</w:t>
      </w:r>
      <w:r w:rsidR="00554BFA">
        <w:rPr>
          <w:rtl/>
        </w:rPr>
        <w:t xml:space="preserve"> </w:t>
      </w:r>
      <w:r w:rsidR="00554BFA" w:rsidRPr="00D0383A">
        <w:rPr>
          <w:rtl/>
        </w:rPr>
        <w:t>=</w:t>
      </w:r>
      <w:r w:rsidR="00554BFA">
        <w:rPr>
          <w:rtl/>
        </w:rPr>
        <w:t xml:space="preserve"> </w:t>
      </w:r>
      <w:r w:rsidRPr="00FB42CD">
        <w:rPr>
          <w:rtl/>
        </w:rPr>
        <w:t>أذكى</w:t>
      </w:r>
      <w:r w:rsidR="00554BFA">
        <w:rPr>
          <w:rtl/>
        </w:rPr>
        <w:t xml:space="preserve"> </w:t>
      </w:r>
      <w:r w:rsidRPr="00FB42CD">
        <w:rPr>
          <w:rtl/>
        </w:rPr>
        <w:t>مِن</w:t>
      </w:r>
      <w:r w:rsidR="00554BFA">
        <w:rPr>
          <w:rtl/>
        </w:rPr>
        <w:t xml:space="preserve"> </w:t>
      </w:r>
      <w:r w:rsidRPr="00FB42CD">
        <w:rPr>
          <w:rtl/>
        </w:rPr>
        <w:t>المسك</w:t>
      </w:r>
      <w:r w:rsidR="00554BFA">
        <w:rPr>
          <w:rtl/>
        </w:rPr>
        <w:t xml:space="preserve"> </w:t>
      </w:r>
      <w:r w:rsidRPr="00FB42CD">
        <w:rPr>
          <w:rtl/>
        </w:rPr>
        <w:t>إذا</w:t>
      </w:r>
      <w:r w:rsidR="00554BFA">
        <w:rPr>
          <w:rtl/>
        </w:rPr>
        <w:t xml:space="preserve"> </w:t>
      </w:r>
      <w:r w:rsidRPr="00FB42CD">
        <w:rPr>
          <w:rtl/>
        </w:rPr>
        <w:t>يسطع</w:t>
      </w:r>
    </w:p>
    <w:p w:rsidR="00645494" w:rsidRDefault="00645494" w:rsidP="00FE2721">
      <w:pPr>
        <w:pStyle w:val="libPoemCenter"/>
        <w:rPr>
          <w:rtl/>
        </w:rPr>
      </w:pPr>
      <w:r w:rsidRPr="00FB42CD">
        <w:rPr>
          <w:rtl/>
        </w:rPr>
        <w:t>فيه</w:t>
      </w:r>
      <w:r w:rsidR="00554BFA">
        <w:rPr>
          <w:rtl/>
        </w:rPr>
        <w:t xml:space="preserve"> </w:t>
      </w:r>
      <w:r w:rsidRPr="00FB42CD">
        <w:rPr>
          <w:rtl/>
        </w:rPr>
        <w:t>أبريق</w:t>
      </w:r>
      <w:r w:rsidR="00554BFA">
        <w:rPr>
          <w:rtl/>
        </w:rPr>
        <w:t xml:space="preserve"> </w:t>
      </w:r>
      <w:r w:rsidRPr="00FB42CD">
        <w:rPr>
          <w:rtl/>
        </w:rPr>
        <w:t>وقد</w:t>
      </w:r>
      <w:r w:rsidR="00554BFA">
        <w:rPr>
          <w:rtl/>
        </w:rPr>
        <w:t xml:space="preserve"> </w:t>
      </w:r>
      <w:r w:rsidRPr="00FB42CD">
        <w:rPr>
          <w:rtl/>
        </w:rPr>
        <w:t>حانه</w:t>
      </w:r>
      <w:r w:rsidR="00554BFA">
        <w:rPr>
          <w:rtl/>
        </w:rPr>
        <w:t xml:space="preserve"> </w:t>
      </w:r>
      <w:r w:rsidR="00554BFA" w:rsidRPr="00D0383A">
        <w:rPr>
          <w:rtl/>
        </w:rPr>
        <w:t>=</w:t>
      </w:r>
      <w:r w:rsidR="00554BFA">
        <w:rPr>
          <w:rtl/>
        </w:rPr>
        <w:t xml:space="preserve"> </w:t>
      </w:r>
      <w:r w:rsidRPr="00FB42CD">
        <w:rPr>
          <w:rtl/>
        </w:rPr>
        <w:t>يذبُّ</w:t>
      </w:r>
      <w:r w:rsidR="00554BFA">
        <w:rPr>
          <w:rtl/>
        </w:rPr>
        <w:t xml:space="preserve"> </w:t>
      </w:r>
      <w:r w:rsidRPr="00FB42CD">
        <w:rPr>
          <w:rtl/>
        </w:rPr>
        <w:t>عنها</w:t>
      </w:r>
      <w:r w:rsidR="00554BFA">
        <w:rPr>
          <w:rtl/>
        </w:rPr>
        <w:t xml:space="preserve"> </w:t>
      </w:r>
      <w:r w:rsidRPr="00FB42CD">
        <w:rPr>
          <w:rtl/>
        </w:rPr>
        <w:t>الأنزع</w:t>
      </w:r>
      <w:r w:rsidR="00554BFA">
        <w:rPr>
          <w:rtl/>
        </w:rPr>
        <w:t xml:space="preserve"> </w:t>
      </w:r>
      <w:r w:rsidRPr="00FB42CD">
        <w:rPr>
          <w:rtl/>
        </w:rPr>
        <w:t>الأصلع</w:t>
      </w:r>
    </w:p>
    <w:p w:rsidR="00645494" w:rsidRDefault="00645494" w:rsidP="00FE2721">
      <w:pPr>
        <w:pStyle w:val="libPoemCenter"/>
        <w:rPr>
          <w:rtl/>
        </w:rPr>
      </w:pPr>
      <w:r w:rsidRPr="00FB42CD">
        <w:rPr>
          <w:rtl/>
        </w:rPr>
        <w:t>يذبُّ</w:t>
      </w:r>
      <w:r w:rsidR="00554BFA">
        <w:rPr>
          <w:rtl/>
        </w:rPr>
        <w:t xml:space="preserve"> </w:t>
      </w:r>
      <w:r w:rsidRPr="00FB42CD">
        <w:rPr>
          <w:rtl/>
        </w:rPr>
        <w:t>عنها</w:t>
      </w:r>
      <w:r w:rsidR="00554BFA">
        <w:rPr>
          <w:rtl/>
        </w:rPr>
        <w:t xml:space="preserve"> </w:t>
      </w:r>
      <w:r w:rsidRPr="00FB42CD">
        <w:rPr>
          <w:rtl/>
        </w:rPr>
        <w:t>ابن</w:t>
      </w:r>
      <w:r w:rsidR="00554BFA">
        <w:rPr>
          <w:rtl/>
        </w:rPr>
        <w:t xml:space="preserve"> </w:t>
      </w:r>
      <w:r w:rsidRPr="00FB42CD">
        <w:rPr>
          <w:rtl/>
        </w:rPr>
        <w:t>أبي</w:t>
      </w:r>
      <w:r w:rsidR="00554BFA">
        <w:rPr>
          <w:rtl/>
        </w:rPr>
        <w:t xml:space="preserve"> </w:t>
      </w:r>
      <w:r w:rsidRPr="00FB42CD">
        <w:rPr>
          <w:rtl/>
        </w:rPr>
        <w:t>طالب</w:t>
      </w:r>
      <w:r w:rsidR="00554BFA">
        <w:rPr>
          <w:rtl/>
        </w:rPr>
        <w:t xml:space="preserve"> </w:t>
      </w:r>
      <w:r w:rsidR="00554BFA" w:rsidRPr="00D0383A">
        <w:rPr>
          <w:rtl/>
        </w:rPr>
        <w:t>=</w:t>
      </w:r>
      <w:r w:rsidR="00554BFA">
        <w:rPr>
          <w:rtl/>
        </w:rPr>
        <w:t xml:space="preserve"> </w:t>
      </w:r>
      <w:r w:rsidRPr="00FB42CD">
        <w:rPr>
          <w:rtl/>
        </w:rPr>
        <w:t>ذبَّك</w:t>
      </w:r>
      <w:r w:rsidR="00554BFA">
        <w:rPr>
          <w:rtl/>
        </w:rPr>
        <w:t xml:space="preserve"> </w:t>
      </w:r>
      <w:r w:rsidRPr="00FB42CD">
        <w:rPr>
          <w:rtl/>
        </w:rPr>
        <w:t>جربى</w:t>
      </w:r>
      <w:r w:rsidR="00554BFA">
        <w:rPr>
          <w:rtl/>
        </w:rPr>
        <w:t xml:space="preserve"> </w:t>
      </w:r>
      <w:r w:rsidRPr="00FB42CD">
        <w:rPr>
          <w:rtl/>
        </w:rPr>
        <w:t>إبل</w:t>
      </w:r>
      <w:r w:rsidR="00554BFA">
        <w:rPr>
          <w:rtl/>
        </w:rPr>
        <w:t xml:space="preserve"> </w:t>
      </w:r>
      <w:r w:rsidRPr="00FB42CD">
        <w:rPr>
          <w:rtl/>
        </w:rPr>
        <w:t>تشرع</w:t>
      </w:r>
    </w:p>
    <w:p w:rsidR="00645494" w:rsidRDefault="00645494" w:rsidP="00FE2721">
      <w:pPr>
        <w:pStyle w:val="libPoemCenter"/>
        <w:rPr>
          <w:rtl/>
        </w:rPr>
      </w:pPr>
      <w:r w:rsidRPr="00FB42CD">
        <w:rPr>
          <w:rtl/>
        </w:rPr>
        <w:t>إذا</w:t>
      </w:r>
      <w:r w:rsidR="00554BFA">
        <w:rPr>
          <w:rtl/>
        </w:rPr>
        <w:t xml:space="preserve"> </w:t>
      </w:r>
      <w:r w:rsidRPr="00FB42CD">
        <w:rPr>
          <w:rtl/>
        </w:rPr>
        <w:t>دنوا</w:t>
      </w:r>
      <w:r w:rsidR="00554BFA">
        <w:rPr>
          <w:rtl/>
        </w:rPr>
        <w:t xml:space="preserve"> </w:t>
      </w:r>
      <w:r w:rsidRPr="00FB42CD">
        <w:rPr>
          <w:rtl/>
        </w:rPr>
        <w:t>منه</w:t>
      </w:r>
      <w:r w:rsidR="00554BFA">
        <w:rPr>
          <w:rtl/>
        </w:rPr>
        <w:t xml:space="preserve"> </w:t>
      </w:r>
      <w:r w:rsidRPr="00FB42CD">
        <w:rPr>
          <w:rtl/>
        </w:rPr>
        <w:t>لكي</w:t>
      </w:r>
      <w:r w:rsidR="00554BFA">
        <w:rPr>
          <w:rtl/>
        </w:rPr>
        <w:t xml:space="preserve"> </w:t>
      </w:r>
      <w:r w:rsidRPr="00FB42CD">
        <w:rPr>
          <w:rtl/>
        </w:rPr>
        <w:t>يشربوا</w:t>
      </w:r>
      <w:r w:rsidR="00554BFA">
        <w:rPr>
          <w:rtl/>
        </w:rPr>
        <w:t xml:space="preserve"> </w:t>
      </w:r>
      <w:r w:rsidR="00554BFA" w:rsidRPr="00D0383A">
        <w:rPr>
          <w:rtl/>
        </w:rPr>
        <w:t>=</w:t>
      </w:r>
      <w:r w:rsidR="00554BFA">
        <w:rPr>
          <w:rtl/>
        </w:rPr>
        <w:t xml:space="preserve"> </w:t>
      </w:r>
      <w:r w:rsidRPr="00FB42CD">
        <w:rPr>
          <w:rtl/>
        </w:rPr>
        <w:t>قيل</w:t>
      </w:r>
      <w:r w:rsidR="00554BFA">
        <w:rPr>
          <w:rtl/>
        </w:rPr>
        <w:t xml:space="preserve"> </w:t>
      </w:r>
      <w:r w:rsidRPr="00FB42CD">
        <w:rPr>
          <w:rtl/>
        </w:rPr>
        <w:t>لهم</w:t>
      </w:r>
      <w:r w:rsidR="00554BFA">
        <w:rPr>
          <w:rtl/>
        </w:rPr>
        <w:t xml:space="preserve"> </w:t>
      </w:r>
      <w:r w:rsidRPr="00FB42CD">
        <w:rPr>
          <w:rtl/>
        </w:rPr>
        <w:t>تبَّاً</w:t>
      </w:r>
      <w:r w:rsidR="00554BFA">
        <w:rPr>
          <w:rtl/>
        </w:rPr>
        <w:t xml:space="preserve"> </w:t>
      </w:r>
      <w:r w:rsidRPr="00FB42CD">
        <w:rPr>
          <w:rtl/>
        </w:rPr>
        <w:t>لكم</w:t>
      </w:r>
      <w:r w:rsidR="00554BFA">
        <w:rPr>
          <w:rtl/>
        </w:rPr>
        <w:t xml:space="preserve"> </w:t>
      </w:r>
      <w:r w:rsidRPr="00FB42CD">
        <w:rPr>
          <w:rtl/>
        </w:rPr>
        <w:t>فارجعوا</w:t>
      </w:r>
    </w:p>
    <w:p w:rsidR="00645494" w:rsidRDefault="00645494" w:rsidP="00FE2721">
      <w:pPr>
        <w:pStyle w:val="libPoemCenter"/>
        <w:rPr>
          <w:rtl/>
        </w:rPr>
      </w:pPr>
      <w:r w:rsidRPr="00FB42CD">
        <w:rPr>
          <w:rtl/>
        </w:rPr>
        <w:t>ورائكم</w:t>
      </w:r>
      <w:r w:rsidR="00554BFA">
        <w:rPr>
          <w:rtl/>
        </w:rPr>
        <w:t xml:space="preserve"> </w:t>
      </w:r>
      <w:r w:rsidRPr="00FB42CD">
        <w:rPr>
          <w:rtl/>
        </w:rPr>
        <w:t>فالتمسوا</w:t>
      </w:r>
      <w:r w:rsidR="00554BFA">
        <w:rPr>
          <w:rtl/>
        </w:rPr>
        <w:t xml:space="preserve"> </w:t>
      </w:r>
      <w:r w:rsidRPr="00FB42CD">
        <w:rPr>
          <w:rtl/>
        </w:rPr>
        <w:t>مشرباً</w:t>
      </w:r>
      <w:r w:rsidR="00554BFA">
        <w:rPr>
          <w:rtl/>
        </w:rPr>
        <w:t xml:space="preserve"> </w:t>
      </w:r>
      <w:r w:rsidR="00554BFA" w:rsidRPr="00D0383A">
        <w:rPr>
          <w:rtl/>
        </w:rPr>
        <w:t>=</w:t>
      </w:r>
      <w:r w:rsidR="00554BFA">
        <w:rPr>
          <w:rtl/>
        </w:rPr>
        <w:t xml:space="preserve"> </w:t>
      </w:r>
      <w:r w:rsidRPr="00FB42CD">
        <w:rPr>
          <w:rtl/>
        </w:rPr>
        <w:t>يرويكم</w:t>
      </w:r>
      <w:r w:rsidR="00554BFA">
        <w:rPr>
          <w:rtl/>
        </w:rPr>
        <w:t xml:space="preserve"> </w:t>
      </w:r>
      <w:r w:rsidRPr="00FB42CD">
        <w:rPr>
          <w:rtl/>
        </w:rPr>
        <w:t>أو</w:t>
      </w:r>
      <w:r w:rsidR="00554BFA">
        <w:rPr>
          <w:rtl/>
        </w:rPr>
        <w:t xml:space="preserve"> </w:t>
      </w:r>
      <w:r w:rsidRPr="00FB42CD">
        <w:rPr>
          <w:rtl/>
        </w:rPr>
        <w:t>مطعماً</w:t>
      </w:r>
      <w:r w:rsidR="00554BFA">
        <w:rPr>
          <w:rtl/>
        </w:rPr>
        <w:t xml:space="preserve"> </w:t>
      </w:r>
      <w:r w:rsidRPr="00FB42CD">
        <w:rPr>
          <w:rtl/>
        </w:rPr>
        <w:t>يشبع</w:t>
      </w:r>
    </w:p>
    <w:p w:rsidR="00645494" w:rsidRDefault="00645494" w:rsidP="00FE2721">
      <w:pPr>
        <w:pStyle w:val="libPoemCenter"/>
        <w:rPr>
          <w:rtl/>
        </w:rPr>
      </w:pPr>
      <w:r w:rsidRPr="00FB42CD">
        <w:rPr>
          <w:rtl/>
        </w:rPr>
        <w:t>فالفوز</w:t>
      </w:r>
      <w:r w:rsidR="00554BFA">
        <w:rPr>
          <w:rtl/>
        </w:rPr>
        <w:t xml:space="preserve"> </w:t>
      </w:r>
      <w:r w:rsidRPr="00FB42CD">
        <w:rPr>
          <w:rtl/>
        </w:rPr>
        <w:t>للشارب</w:t>
      </w:r>
      <w:r w:rsidR="00554BFA">
        <w:rPr>
          <w:rtl/>
        </w:rPr>
        <w:t xml:space="preserve"> </w:t>
      </w:r>
      <w:r w:rsidRPr="00FB42CD">
        <w:rPr>
          <w:rtl/>
        </w:rPr>
        <w:t>مِن</w:t>
      </w:r>
      <w:r w:rsidR="00554BFA">
        <w:rPr>
          <w:rtl/>
        </w:rPr>
        <w:t xml:space="preserve"> </w:t>
      </w:r>
      <w:r w:rsidRPr="00FB42CD">
        <w:rPr>
          <w:rtl/>
        </w:rPr>
        <w:t>حوضه</w:t>
      </w:r>
      <w:r w:rsidR="00554BFA">
        <w:rPr>
          <w:rtl/>
        </w:rPr>
        <w:t xml:space="preserve"> </w:t>
      </w:r>
      <w:r w:rsidR="00554BFA" w:rsidRPr="00D0383A">
        <w:rPr>
          <w:rtl/>
        </w:rPr>
        <w:t>=</w:t>
      </w:r>
      <w:r w:rsidR="00554BFA">
        <w:rPr>
          <w:rtl/>
        </w:rPr>
        <w:t xml:space="preserve"> </w:t>
      </w:r>
      <w:r w:rsidRPr="00FB42CD">
        <w:rPr>
          <w:rtl/>
        </w:rPr>
        <w:t>والويل</w:t>
      </w:r>
      <w:r w:rsidR="00554BFA">
        <w:rPr>
          <w:rtl/>
        </w:rPr>
        <w:t xml:space="preserve"> </w:t>
      </w:r>
      <w:r w:rsidRPr="00FB42CD">
        <w:rPr>
          <w:rtl/>
        </w:rPr>
        <w:t>والخزي</w:t>
      </w:r>
      <w:r w:rsidR="00554BFA">
        <w:rPr>
          <w:rtl/>
        </w:rPr>
        <w:t xml:space="preserve"> </w:t>
      </w:r>
      <w:r w:rsidRPr="00FB42CD">
        <w:rPr>
          <w:rtl/>
        </w:rPr>
        <w:t>لمَن</w:t>
      </w:r>
      <w:r w:rsidR="00554BFA">
        <w:rPr>
          <w:rtl/>
        </w:rPr>
        <w:t xml:space="preserve"> </w:t>
      </w:r>
      <w:r w:rsidRPr="00FB42CD">
        <w:rPr>
          <w:rtl/>
        </w:rPr>
        <w:t>يمنع</w:t>
      </w:r>
    </w:p>
    <w:p w:rsidR="00645494" w:rsidRDefault="00645494" w:rsidP="00FE2721">
      <w:pPr>
        <w:pStyle w:val="libPoemCenter"/>
        <w:rPr>
          <w:rtl/>
        </w:rPr>
      </w:pPr>
      <w:r w:rsidRPr="00FB42CD">
        <w:rPr>
          <w:rtl/>
        </w:rPr>
        <w:t>هذا</w:t>
      </w:r>
      <w:r w:rsidR="00554BFA">
        <w:rPr>
          <w:rtl/>
        </w:rPr>
        <w:t xml:space="preserve"> </w:t>
      </w:r>
      <w:r w:rsidRPr="00FB42CD">
        <w:rPr>
          <w:rtl/>
        </w:rPr>
        <w:t>لمَن</w:t>
      </w:r>
      <w:r w:rsidR="00554BFA">
        <w:rPr>
          <w:rtl/>
        </w:rPr>
        <w:t xml:space="preserve"> </w:t>
      </w:r>
      <w:r w:rsidRPr="00FB42CD">
        <w:rPr>
          <w:rtl/>
        </w:rPr>
        <w:t>والى</w:t>
      </w:r>
      <w:r w:rsidR="00554BFA">
        <w:rPr>
          <w:rtl/>
        </w:rPr>
        <w:t xml:space="preserve"> </w:t>
      </w:r>
      <w:r w:rsidRPr="00FB42CD">
        <w:rPr>
          <w:rtl/>
        </w:rPr>
        <w:t>بني</w:t>
      </w:r>
      <w:r w:rsidR="00554BFA">
        <w:rPr>
          <w:rtl/>
        </w:rPr>
        <w:t xml:space="preserve"> </w:t>
      </w:r>
      <w:r w:rsidRPr="00FB42CD">
        <w:rPr>
          <w:rtl/>
        </w:rPr>
        <w:t>أحمد</w:t>
      </w:r>
      <w:r w:rsidR="00554BFA">
        <w:rPr>
          <w:rtl/>
        </w:rPr>
        <w:t xml:space="preserve"> </w:t>
      </w:r>
      <w:r w:rsidR="00554BFA" w:rsidRPr="00D0383A">
        <w:rPr>
          <w:rtl/>
        </w:rPr>
        <w:t>=</w:t>
      </w:r>
      <w:r w:rsidR="00554BFA">
        <w:rPr>
          <w:rtl/>
        </w:rPr>
        <w:t xml:space="preserve"> </w:t>
      </w:r>
      <w:r w:rsidRPr="00FB42CD">
        <w:rPr>
          <w:rtl/>
        </w:rPr>
        <w:t>ولم</w:t>
      </w:r>
      <w:r w:rsidR="00554BFA">
        <w:rPr>
          <w:rtl/>
        </w:rPr>
        <w:t xml:space="preserve"> </w:t>
      </w:r>
      <w:r w:rsidRPr="00FB42CD">
        <w:rPr>
          <w:rtl/>
        </w:rPr>
        <w:t>يكن</w:t>
      </w:r>
      <w:r w:rsidR="00554BFA">
        <w:rPr>
          <w:rtl/>
        </w:rPr>
        <w:t xml:space="preserve"> </w:t>
      </w:r>
      <w:r w:rsidRPr="00FB42CD">
        <w:rPr>
          <w:rtl/>
        </w:rPr>
        <w:t>غيرهم</w:t>
      </w:r>
      <w:r w:rsidR="00554BFA">
        <w:rPr>
          <w:rtl/>
        </w:rPr>
        <w:t xml:space="preserve"> </w:t>
      </w:r>
      <w:r w:rsidRPr="00FB42CD">
        <w:rPr>
          <w:rtl/>
        </w:rPr>
        <w:t>يتبع</w:t>
      </w:r>
    </w:p>
    <w:p w:rsidR="00645494" w:rsidRDefault="00645494" w:rsidP="00FE2721">
      <w:pPr>
        <w:pStyle w:val="libPoemCenter"/>
        <w:rPr>
          <w:rtl/>
        </w:rPr>
      </w:pPr>
      <w:r w:rsidRPr="00FB42CD">
        <w:rPr>
          <w:rtl/>
        </w:rPr>
        <w:t>والناس</w:t>
      </w:r>
      <w:r w:rsidR="00554BFA">
        <w:rPr>
          <w:rtl/>
        </w:rPr>
        <w:t xml:space="preserve"> </w:t>
      </w:r>
      <w:r w:rsidRPr="00FB42CD">
        <w:rPr>
          <w:rtl/>
        </w:rPr>
        <w:t>يوم</w:t>
      </w:r>
      <w:r w:rsidR="00554BFA">
        <w:rPr>
          <w:rtl/>
        </w:rPr>
        <w:t xml:space="preserve"> </w:t>
      </w:r>
      <w:r w:rsidRPr="00FB42CD">
        <w:rPr>
          <w:rtl/>
        </w:rPr>
        <w:t>البعث</w:t>
      </w:r>
      <w:r w:rsidR="00554BFA">
        <w:rPr>
          <w:rtl/>
        </w:rPr>
        <w:t xml:space="preserve"> </w:t>
      </w:r>
      <w:r w:rsidRPr="00FB42CD">
        <w:rPr>
          <w:rtl/>
        </w:rPr>
        <w:t>راياتهم</w:t>
      </w:r>
      <w:r w:rsidR="00554BFA">
        <w:rPr>
          <w:rtl/>
        </w:rPr>
        <w:t xml:space="preserve"> </w:t>
      </w:r>
      <w:r w:rsidR="00554BFA" w:rsidRPr="00D0383A">
        <w:rPr>
          <w:rtl/>
        </w:rPr>
        <w:t>=</w:t>
      </w:r>
      <w:r w:rsidR="00554BFA">
        <w:rPr>
          <w:rtl/>
        </w:rPr>
        <w:t xml:space="preserve"> </w:t>
      </w:r>
      <w:r w:rsidRPr="00FB42CD">
        <w:rPr>
          <w:rtl/>
        </w:rPr>
        <w:t>خمس</w:t>
      </w:r>
      <w:r w:rsidR="00554BFA">
        <w:rPr>
          <w:rtl/>
        </w:rPr>
        <w:t xml:space="preserve"> </w:t>
      </w:r>
      <w:r w:rsidRPr="00FB42CD">
        <w:rPr>
          <w:rtl/>
        </w:rPr>
        <w:t>فمنها</w:t>
      </w:r>
      <w:r w:rsidR="00554BFA">
        <w:rPr>
          <w:rtl/>
        </w:rPr>
        <w:t xml:space="preserve"> </w:t>
      </w:r>
      <w:r w:rsidRPr="00FB42CD">
        <w:rPr>
          <w:rtl/>
        </w:rPr>
        <w:t>هالك</w:t>
      </w:r>
      <w:r w:rsidR="00554BFA">
        <w:rPr>
          <w:rtl/>
        </w:rPr>
        <w:t xml:space="preserve"> </w:t>
      </w:r>
      <w:r w:rsidRPr="00FB42CD">
        <w:rPr>
          <w:rtl/>
        </w:rPr>
        <w:t>أربع</w:t>
      </w:r>
    </w:p>
    <w:p w:rsidR="00645494" w:rsidRDefault="00645494" w:rsidP="00FE2721">
      <w:pPr>
        <w:pStyle w:val="libPoemCenter"/>
        <w:rPr>
          <w:rtl/>
        </w:rPr>
      </w:pPr>
      <w:r w:rsidRPr="00FB42CD">
        <w:rPr>
          <w:rtl/>
        </w:rPr>
        <w:t>قائدها</w:t>
      </w:r>
      <w:r w:rsidR="00554BFA">
        <w:rPr>
          <w:rtl/>
        </w:rPr>
        <w:t xml:space="preserve"> </w:t>
      </w:r>
      <w:r w:rsidRPr="00FB42CD">
        <w:rPr>
          <w:rtl/>
        </w:rPr>
        <w:t>العِجل</w:t>
      </w:r>
      <w:r w:rsidR="00554BFA">
        <w:rPr>
          <w:rtl/>
        </w:rPr>
        <w:t xml:space="preserve"> </w:t>
      </w:r>
      <w:r w:rsidRPr="00FB42CD">
        <w:rPr>
          <w:rtl/>
        </w:rPr>
        <w:t>وفرعونه</w:t>
      </w:r>
      <w:r w:rsidR="00554BFA">
        <w:rPr>
          <w:rtl/>
        </w:rPr>
        <w:t xml:space="preserve"> </w:t>
      </w:r>
      <w:r w:rsidR="00554BFA" w:rsidRPr="00D0383A">
        <w:rPr>
          <w:rtl/>
        </w:rPr>
        <w:t>=</w:t>
      </w:r>
      <w:r w:rsidR="00554BFA">
        <w:rPr>
          <w:rtl/>
        </w:rPr>
        <w:t xml:space="preserve"> </w:t>
      </w:r>
      <w:r w:rsidRPr="00FB42CD">
        <w:rPr>
          <w:rtl/>
        </w:rPr>
        <w:t>وسامري</w:t>
      </w:r>
      <w:r w:rsidR="00554BFA">
        <w:rPr>
          <w:rtl/>
        </w:rPr>
        <w:t xml:space="preserve"> </w:t>
      </w:r>
      <w:r w:rsidRPr="00FB42CD">
        <w:rPr>
          <w:rtl/>
        </w:rPr>
        <w:t>الأمة</w:t>
      </w:r>
      <w:r w:rsidR="00554BFA">
        <w:rPr>
          <w:rtl/>
        </w:rPr>
        <w:t xml:space="preserve"> </w:t>
      </w:r>
      <w:r w:rsidRPr="00FB42CD">
        <w:rPr>
          <w:rtl/>
        </w:rPr>
        <w:t>الأشنع</w:t>
      </w:r>
    </w:p>
    <w:p w:rsidR="00645494" w:rsidRDefault="00645494" w:rsidP="00FE2721">
      <w:pPr>
        <w:pStyle w:val="libPoemCenter"/>
        <w:rPr>
          <w:rtl/>
        </w:rPr>
      </w:pPr>
      <w:r w:rsidRPr="00FB42CD">
        <w:rPr>
          <w:rtl/>
        </w:rPr>
        <w:t>ومارق</w:t>
      </w:r>
      <w:r w:rsidR="00554BFA">
        <w:rPr>
          <w:rtl/>
        </w:rPr>
        <w:t xml:space="preserve"> </w:t>
      </w:r>
      <w:r w:rsidRPr="00FB42CD">
        <w:rPr>
          <w:rtl/>
        </w:rPr>
        <w:t>مِن</w:t>
      </w:r>
      <w:r w:rsidR="00554BFA">
        <w:rPr>
          <w:rtl/>
        </w:rPr>
        <w:t xml:space="preserve"> </w:t>
      </w:r>
      <w:r w:rsidRPr="00FB42CD">
        <w:rPr>
          <w:rtl/>
        </w:rPr>
        <w:t>دينه</w:t>
      </w:r>
      <w:r w:rsidR="00554BFA">
        <w:rPr>
          <w:rtl/>
        </w:rPr>
        <w:t xml:space="preserve"> </w:t>
      </w:r>
      <w:r w:rsidRPr="00FB42CD">
        <w:rPr>
          <w:rtl/>
        </w:rPr>
        <w:t>مخدج</w:t>
      </w:r>
      <w:r w:rsidR="00554BFA">
        <w:rPr>
          <w:rtl/>
        </w:rPr>
        <w:t xml:space="preserve"> </w:t>
      </w:r>
      <w:r w:rsidR="00554BFA" w:rsidRPr="00D0383A">
        <w:rPr>
          <w:rtl/>
        </w:rPr>
        <w:t>=</w:t>
      </w:r>
      <w:r w:rsidR="00554BFA">
        <w:rPr>
          <w:rtl/>
        </w:rPr>
        <w:t xml:space="preserve"> </w:t>
      </w:r>
      <w:r w:rsidRPr="00FB42CD">
        <w:rPr>
          <w:rtl/>
        </w:rPr>
        <w:t>أسود</w:t>
      </w:r>
      <w:r w:rsidR="00554BFA">
        <w:rPr>
          <w:rtl/>
        </w:rPr>
        <w:t xml:space="preserve"> </w:t>
      </w:r>
      <w:r w:rsidRPr="00FB42CD">
        <w:rPr>
          <w:rtl/>
        </w:rPr>
        <w:t>عبد</w:t>
      </w:r>
      <w:r w:rsidR="00554BFA">
        <w:rPr>
          <w:rtl/>
        </w:rPr>
        <w:t xml:space="preserve"> </w:t>
      </w:r>
      <w:r w:rsidRPr="00FB42CD">
        <w:rPr>
          <w:rtl/>
        </w:rPr>
        <w:t>لُكْع</w:t>
      </w:r>
      <w:r w:rsidR="00554BFA">
        <w:rPr>
          <w:rtl/>
        </w:rPr>
        <w:t xml:space="preserve"> </w:t>
      </w:r>
      <w:r w:rsidRPr="00FB42CD">
        <w:rPr>
          <w:rtl/>
        </w:rPr>
        <w:t>أوكع</w:t>
      </w:r>
    </w:p>
    <w:p w:rsidR="00645494" w:rsidRDefault="00645494" w:rsidP="00FE2721">
      <w:pPr>
        <w:pStyle w:val="libPoemCenter"/>
        <w:rPr>
          <w:rtl/>
        </w:rPr>
      </w:pPr>
      <w:r w:rsidRPr="00FB42CD">
        <w:rPr>
          <w:rtl/>
        </w:rPr>
        <w:t>وراية</w:t>
      </w:r>
      <w:r w:rsidR="00554BFA">
        <w:rPr>
          <w:rtl/>
        </w:rPr>
        <w:t xml:space="preserve"> </w:t>
      </w:r>
      <w:r w:rsidRPr="00FB42CD">
        <w:rPr>
          <w:rtl/>
        </w:rPr>
        <w:t>قائدها</w:t>
      </w:r>
      <w:r w:rsidR="00554BFA">
        <w:rPr>
          <w:rtl/>
        </w:rPr>
        <w:t xml:space="preserve"> </w:t>
      </w:r>
      <w:r w:rsidRPr="00FB42CD">
        <w:rPr>
          <w:rtl/>
        </w:rPr>
        <w:t>حيدر</w:t>
      </w:r>
      <w:r w:rsidR="00554BFA">
        <w:rPr>
          <w:rtl/>
        </w:rPr>
        <w:t xml:space="preserve"> </w:t>
      </w:r>
      <w:r w:rsidR="00554BFA" w:rsidRPr="00D0383A">
        <w:rPr>
          <w:rtl/>
        </w:rPr>
        <w:t>=</w:t>
      </w:r>
      <w:r w:rsidR="00554BFA">
        <w:rPr>
          <w:rtl/>
        </w:rPr>
        <w:t xml:space="preserve"> </w:t>
      </w:r>
      <w:r w:rsidRPr="00FB42CD">
        <w:rPr>
          <w:rtl/>
        </w:rPr>
        <w:t>ووجهه</w:t>
      </w:r>
      <w:r w:rsidR="00554BFA">
        <w:rPr>
          <w:rtl/>
        </w:rPr>
        <w:t xml:space="preserve"> </w:t>
      </w:r>
      <w:r w:rsidRPr="00FB42CD">
        <w:rPr>
          <w:rtl/>
        </w:rPr>
        <w:t>كالشمس</w:t>
      </w:r>
      <w:r w:rsidR="00554BFA">
        <w:rPr>
          <w:rtl/>
        </w:rPr>
        <w:t xml:space="preserve"> </w:t>
      </w:r>
      <w:r w:rsidRPr="00FB42CD">
        <w:rPr>
          <w:rtl/>
        </w:rPr>
        <w:t>إذ</w:t>
      </w:r>
      <w:r w:rsidR="00554BFA">
        <w:rPr>
          <w:rtl/>
        </w:rPr>
        <w:t xml:space="preserve"> </w:t>
      </w:r>
      <w:r w:rsidRPr="00FB42CD">
        <w:rPr>
          <w:rtl/>
        </w:rPr>
        <w:t>تطلع</w:t>
      </w:r>
    </w:p>
    <w:p w:rsidR="00645494" w:rsidRPr="00645494" w:rsidRDefault="00645494" w:rsidP="00FE2721">
      <w:pPr>
        <w:pStyle w:val="libPoemCenter"/>
        <w:rPr>
          <w:rtl/>
        </w:rPr>
      </w:pPr>
      <w:r w:rsidRPr="00FB42CD">
        <w:rPr>
          <w:rtl/>
        </w:rPr>
        <w:t>إمام</w:t>
      </w:r>
      <w:r w:rsidR="00554BFA">
        <w:rPr>
          <w:rtl/>
        </w:rPr>
        <w:t xml:space="preserve"> </w:t>
      </w:r>
      <w:r w:rsidRPr="00FB42CD">
        <w:rPr>
          <w:rtl/>
        </w:rPr>
        <w:t>حق</w:t>
      </w:r>
      <w:r w:rsidR="00554BFA">
        <w:rPr>
          <w:rtl/>
        </w:rPr>
        <w:t xml:space="preserve"> </w:t>
      </w:r>
      <w:r w:rsidRPr="00FB42CD">
        <w:rPr>
          <w:rtl/>
        </w:rPr>
        <w:t>وله</w:t>
      </w:r>
      <w:r w:rsidR="00554BFA">
        <w:rPr>
          <w:rtl/>
        </w:rPr>
        <w:t xml:space="preserve"> </w:t>
      </w:r>
      <w:r w:rsidRPr="00FB42CD">
        <w:rPr>
          <w:rtl/>
        </w:rPr>
        <w:t>شيعة</w:t>
      </w:r>
      <w:r w:rsidR="00554BFA">
        <w:rPr>
          <w:rtl/>
        </w:rPr>
        <w:t xml:space="preserve"> </w:t>
      </w:r>
      <w:r w:rsidR="00554BFA" w:rsidRPr="00D0383A">
        <w:rPr>
          <w:rtl/>
        </w:rPr>
        <w:t>=</w:t>
      </w:r>
      <w:r w:rsidR="00554BFA">
        <w:rPr>
          <w:rtl/>
        </w:rPr>
        <w:t xml:space="preserve"> </w:t>
      </w:r>
      <w:r w:rsidRPr="00FB42CD">
        <w:rPr>
          <w:rtl/>
        </w:rPr>
        <w:t>تشرب</w:t>
      </w:r>
      <w:r w:rsidR="00554BFA">
        <w:rPr>
          <w:rtl/>
        </w:rPr>
        <w:t xml:space="preserve"> </w:t>
      </w:r>
      <w:r w:rsidRPr="00FB42CD">
        <w:rPr>
          <w:rtl/>
        </w:rPr>
        <w:t>ماء</w:t>
      </w:r>
      <w:r w:rsidR="00554BFA">
        <w:rPr>
          <w:rtl/>
        </w:rPr>
        <w:t xml:space="preserve"> </w:t>
      </w:r>
      <w:r w:rsidRPr="00FB42CD">
        <w:rPr>
          <w:rtl/>
        </w:rPr>
        <w:t>الحوض</w:t>
      </w:r>
      <w:r w:rsidR="00554BFA">
        <w:rPr>
          <w:rtl/>
        </w:rPr>
        <w:t xml:space="preserve"> </w:t>
      </w:r>
      <w:r w:rsidRPr="00FB42CD">
        <w:rPr>
          <w:rtl/>
        </w:rPr>
        <w:t>لا</w:t>
      </w:r>
      <w:r w:rsidR="00554BFA">
        <w:rPr>
          <w:rtl/>
        </w:rPr>
        <w:t xml:space="preserve"> </w:t>
      </w:r>
      <w:r w:rsidRPr="00FB42CD">
        <w:rPr>
          <w:rtl/>
        </w:rPr>
        <w:t>تمنع</w:t>
      </w:r>
    </w:p>
    <w:p w:rsidR="00645494" w:rsidRPr="00554BFA" w:rsidRDefault="00645494" w:rsidP="00554BFA">
      <w:pPr>
        <w:pStyle w:val="libNormal"/>
        <w:rPr>
          <w:rtl/>
        </w:rPr>
      </w:pPr>
      <w:r w:rsidRPr="00FB42CD">
        <w:rPr>
          <w:rtl/>
        </w:rPr>
        <w:t>انتهى ما وجدته في ذلك المجموع من القصيدة وهي ثلاثة وأربعون بيتاً لا غير.</w:t>
      </w:r>
    </w:p>
    <w:p w:rsidR="00645494" w:rsidRPr="00554BFA" w:rsidRDefault="00554BFA" w:rsidP="00554BFA">
      <w:pPr>
        <w:pStyle w:val="libCenter"/>
        <w:rPr>
          <w:rtl/>
        </w:rPr>
      </w:pPr>
      <w:r>
        <w:rPr>
          <w:rtl/>
        </w:rPr>
        <w:t>* * *</w:t>
      </w:r>
    </w:p>
    <w:p w:rsidR="00645494" w:rsidRDefault="00645494" w:rsidP="00645494">
      <w:pPr>
        <w:pStyle w:val="libNormal"/>
      </w:pPr>
      <w:r>
        <w:br w:type="page"/>
      </w:r>
    </w:p>
    <w:p w:rsidR="00645494" w:rsidRPr="00554BFA" w:rsidRDefault="00645494" w:rsidP="00645494">
      <w:pPr>
        <w:pStyle w:val="Heading3"/>
        <w:rPr>
          <w:rtl/>
        </w:rPr>
      </w:pPr>
      <w:bookmarkStart w:id="25" w:name="_Toc491861298"/>
      <w:r w:rsidRPr="00FB42CD">
        <w:rPr>
          <w:rtl/>
        </w:rPr>
        <w:lastRenderedPageBreak/>
        <w:t>الفصل الثامن</w:t>
      </w:r>
      <w:bookmarkStart w:id="26" w:name="الفصل_الثامن"/>
      <w:bookmarkEnd w:id="26"/>
      <w:r w:rsidRPr="00FB42CD">
        <w:rPr>
          <w:rtl/>
        </w:rPr>
        <w:t>:</w:t>
      </w:r>
      <w:bookmarkEnd w:id="25"/>
    </w:p>
    <w:p w:rsidR="00554BFA" w:rsidRDefault="00645494" w:rsidP="00554BFA">
      <w:pPr>
        <w:pStyle w:val="libNormal"/>
        <w:rPr>
          <w:rtl/>
        </w:rPr>
      </w:pPr>
      <w:r w:rsidRPr="00554BFA">
        <w:rPr>
          <w:rtl/>
        </w:rPr>
        <w:t>وذكر أبو الفرج في الأغاني، في ترجمة السيّد أيضاً، راوياً عن العَبدي، أنَّه قال: رأيت النبي</w:t>
      </w:r>
      <w:r w:rsidR="00554BFA">
        <w:rPr>
          <w:rtl/>
        </w:rPr>
        <w:t xml:space="preserve"> (</w:t>
      </w:r>
      <w:r w:rsidRPr="00554BFA">
        <w:rPr>
          <w:rtl/>
        </w:rPr>
        <w:t>صلّى الله عليه وآله وسلّم) في المنام، وبين يديه السيّد وهو ينشده قوله:</w:t>
      </w:r>
    </w:p>
    <w:p w:rsidR="00645494" w:rsidRPr="00645494" w:rsidRDefault="00645494" w:rsidP="00645494">
      <w:pPr>
        <w:pStyle w:val="libPoemCenter"/>
        <w:rPr>
          <w:rtl/>
        </w:rPr>
      </w:pPr>
      <w:r w:rsidRPr="00FB42CD">
        <w:rPr>
          <w:rtl/>
        </w:rPr>
        <w:t>أجِد</w:t>
      </w:r>
      <w:r w:rsidR="00554BFA">
        <w:rPr>
          <w:rtl/>
        </w:rPr>
        <w:t xml:space="preserve"> </w:t>
      </w:r>
      <w:r w:rsidRPr="00FB42CD">
        <w:rPr>
          <w:rtl/>
        </w:rPr>
        <w:t>بآل</w:t>
      </w:r>
      <w:r w:rsidR="00554BFA">
        <w:rPr>
          <w:rtl/>
        </w:rPr>
        <w:t xml:space="preserve"> </w:t>
      </w:r>
      <w:r w:rsidRPr="00FB42CD">
        <w:rPr>
          <w:rtl/>
        </w:rPr>
        <w:t>فاطمة</w:t>
      </w:r>
      <w:r w:rsidR="00554BFA">
        <w:rPr>
          <w:rtl/>
        </w:rPr>
        <w:t xml:space="preserve"> </w:t>
      </w:r>
      <w:r w:rsidRPr="00FB42CD">
        <w:rPr>
          <w:rtl/>
        </w:rPr>
        <w:t>البكور</w:t>
      </w:r>
      <w:r w:rsidR="00554BFA">
        <w:rPr>
          <w:rtl/>
        </w:rPr>
        <w:t xml:space="preserve"> </w:t>
      </w:r>
      <w:r w:rsidR="00554BFA" w:rsidRPr="00D0383A">
        <w:rPr>
          <w:rtl/>
        </w:rPr>
        <w:t>=</w:t>
      </w:r>
      <w:r w:rsidR="00554BFA">
        <w:rPr>
          <w:rtl/>
        </w:rPr>
        <w:t xml:space="preserve"> </w:t>
      </w:r>
      <w:r w:rsidRPr="00FB42CD">
        <w:rPr>
          <w:rtl/>
        </w:rPr>
        <w:t>فدمع</w:t>
      </w:r>
      <w:r w:rsidR="00554BFA">
        <w:rPr>
          <w:rtl/>
        </w:rPr>
        <w:t xml:space="preserve"> </w:t>
      </w:r>
      <w:r w:rsidRPr="00FB42CD">
        <w:rPr>
          <w:rtl/>
        </w:rPr>
        <w:t>العين</w:t>
      </w:r>
      <w:r w:rsidR="00554BFA">
        <w:rPr>
          <w:rtl/>
        </w:rPr>
        <w:t xml:space="preserve"> </w:t>
      </w:r>
      <w:r w:rsidRPr="00FB42CD">
        <w:rPr>
          <w:rtl/>
        </w:rPr>
        <w:t>منهلٌّ</w:t>
      </w:r>
      <w:r w:rsidR="00554BFA">
        <w:rPr>
          <w:rtl/>
        </w:rPr>
        <w:t xml:space="preserve"> </w:t>
      </w:r>
      <w:r w:rsidRPr="00FB42CD">
        <w:rPr>
          <w:rtl/>
        </w:rPr>
        <w:t>غزير</w:t>
      </w:r>
    </w:p>
    <w:p w:rsidR="00554BFA" w:rsidRDefault="00645494" w:rsidP="00554BFA">
      <w:pPr>
        <w:pStyle w:val="libNormal"/>
        <w:rPr>
          <w:rtl/>
        </w:rPr>
      </w:pPr>
      <w:r w:rsidRPr="00554BFA">
        <w:rPr>
          <w:rtl/>
        </w:rPr>
        <w:t>حتى أتى على آخرها، وهو صلوات الله عليه وآله يسمع.</w:t>
      </w:r>
    </w:p>
    <w:p w:rsidR="00645494" w:rsidRPr="00554BFA" w:rsidRDefault="00645494" w:rsidP="00645494">
      <w:pPr>
        <w:pStyle w:val="Heading3"/>
        <w:rPr>
          <w:rtl/>
        </w:rPr>
      </w:pPr>
      <w:bookmarkStart w:id="27" w:name="_Toc491861299"/>
      <w:r w:rsidRPr="00FB42CD">
        <w:rPr>
          <w:rtl/>
        </w:rPr>
        <w:t>الفصل التاسع</w:t>
      </w:r>
      <w:bookmarkStart w:id="28" w:name="الفصل_التاسع"/>
      <w:bookmarkEnd w:id="28"/>
      <w:r w:rsidRPr="00FB42CD">
        <w:rPr>
          <w:rtl/>
        </w:rPr>
        <w:t>:</w:t>
      </w:r>
      <w:bookmarkEnd w:id="27"/>
    </w:p>
    <w:p w:rsidR="00645494" w:rsidRPr="00FB42CD" w:rsidRDefault="00645494" w:rsidP="00554BFA">
      <w:pPr>
        <w:pStyle w:val="libNormal"/>
        <w:rPr>
          <w:rtl/>
        </w:rPr>
      </w:pPr>
      <w:r w:rsidRPr="00554BFA">
        <w:rPr>
          <w:rtl/>
        </w:rPr>
        <w:t>روى الشيخ الصدوق، ابن بابويه رضوان الله عليه، المُتوفَّى سنة 383، في كتابه عيون أخبار الرضا</w:t>
      </w:r>
      <w:r w:rsidR="00554BFA">
        <w:rPr>
          <w:rtl/>
        </w:rPr>
        <w:t xml:space="preserve"> (</w:t>
      </w:r>
      <w:r w:rsidRPr="00554BFA">
        <w:rPr>
          <w:rtl/>
        </w:rPr>
        <w:t>المطبوع مراراً) قال: حدَّثنا أبو علي أحمد بن محمد بن أحمد بن إبراهيم الهرمزي البيهقي، قال: سمعت داود البكري، يقول: سمعت علي بن دعبل بن علي الخزاعي، يقول: لما حضرت أبي الوفاة تغيَّر لونه، وانعقد لسانه، واسودَّ وجهه، فكدت أعزم على الرجوع عن مذهبه، فرأيته بعد ثلاث فيما يرى النائم، وعليه ثياب بيض، وقلنسوة بيضاء، فقلت له: ياأبتَ، ما فعل الله بك، فقال: يا بني، إنَّ الّذي رأيته من سواد وجهي، وانعقاد لساني</w:t>
      </w:r>
      <w:r w:rsidR="00D0383A">
        <w:rPr>
          <w:rtl/>
        </w:rPr>
        <w:t>؛</w:t>
      </w:r>
      <w:r w:rsidRPr="00554BFA">
        <w:rPr>
          <w:rtl/>
        </w:rPr>
        <w:t xml:space="preserve"> كان من شرب الخمر في دار الدنيا، ولم أزل كذلك حتى لقيت رسول الله</w:t>
      </w:r>
      <w:r w:rsidR="00554BFA">
        <w:rPr>
          <w:rtl/>
        </w:rPr>
        <w:t xml:space="preserve"> (</w:t>
      </w:r>
      <w:r w:rsidRPr="00554BFA">
        <w:rPr>
          <w:rtl/>
        </w:rPr>
        <w:t>صلّى الله عليه وآله وسلّم) وعليه ثياب بيض، وقلنسوة بيضاء، فقال لي:</w:t>
      </w:r>
      <w:r w:rsidR="00554BFA">
        <w:rPr>
          <w:rtl/>
        </w:rPr>
        <w:t xml:space="preserve"> </w:t>
      </w:r>
      <w:r w:rsidR="00554BFA">
        <w:rPr>
          <w:rStyle w:val="libNormalChar"/>
          <w:rtl/>
        </w:rPr>
        <w:t>((</w:t>
      </w:r>
      <w:r w:rsidRPr="00645494">
        <w:rPr>
          <w:rStyle w:val="libNormalChar"/>
          <w:rtl/>
        </w:rPr>
        <w:t>أنت دعبل؟))</w:t>
      </w:r>
      <w:r w:rsidRPr="00554BFA">
        <w:rPr>
          <w:rtl/>
        </w:rPr>
        <w:t xml:space="preserve"> فقلت: نعم، قال:</w:t>
      </w:r>
      <w:r w:rsidR="00554BFA">
        <w:rPr>
          <w:rStyle w:val="libNormalChar"/>
          <w:rtl/>
        </w:rPr>
        <w:t xml:space="preserve"> ((</w:t>
      </w:r>
      <w:r w:rsidRPr="00645494">
        <w:rPr>
          <w:rStyle w:val="libNormalChar"/>
          <w:rtl/>
        </w:rPr>
        <w:t xml:space="preserve"> فأنشدني</w:t>
      </w:r>
    </w:p>
    <w:p w:rsidR="00645494" w:rsidRDefault="00645494" w:rsidP="00645494">
      <w:pPr>
        <w:pStyle w:val="libNormal"/>
      </w:pPr>
      <w:r>
        <w:br w:type="page"/>
      </w:r>
    </w:p>
    <w:p w:rsidR="00645494" w:rsidRPr="00554BFA" w:rsidRDefault="00645494" w:rsidP="00554BFA">
      <w:pPr>
        <w:pStyle w:val="libNormal"/>
        <w:rPr>
          <w:rtl/>
        </w:rPr>
      </w:pPr>
      <w:r w:rsidRPr="00554BFA">
        <w:rPr>
          <w:rtl/>
        </w:rPr>
        <w:lastRenderedPageBreak/>
        <w:t>قولك في أولادي))</w:t>
      </w:r>
      <w:r w:rsidR="00D0383A">
        <w:rPr>
          <w:rtl/>
        </w:rPr>
        <w:t>،</w:t>
      </w:r>
      <w:r w:rsidRPr="00554BFA">
        <w:rPr>
          <w:rtl/>
        </w:rPr>
        <w:t xml:space="preserve"> فأنشدته قولي:</w:t>
      </w:r>
    </w:p>
    <w:p w:rsidR="00645494" w:rsidRDefault="00645494" w:rsidP="00FE2721">
      <w:pPr>
        <w:pStyle w:val="libPoemCenter"/>
        <w:rPr>
          <w:rtl/>
        </w:rPr>
      </w:pPr>
      <w:r w:rsidRPr="00FB42CD">
        <w:rPr>
          <w:rtl/>
        </w:rPr>
        <w:t>لا</w:t>
      </w:r>
      <w:r w:rsidR="00554BFA">
        <w:rPr>
          <w:rtl/>
        </w:rPr>
        <w:t xml:space="preserve"> </w:t>
      </w:r>
      <w:r w:rsidRPr="00FB42CD">
        <w:rPr>
          <w:rtl/>
        </w:rPr>
        <w:t>أضحك</w:t>
      </w:r>
      <w:r w:rsidR="00554BFA">
        <w:rPr>
          <w:rtl/>
        </w:rPr>
        <w:t xml:space="preserve"> </w:t>
      </w:r>
      <w:r w:rsidRPr="00FB42CD">
        <w:rPr>
          <w:rtl/>
        </w:rPr>
        <w:t>الله</w:t>
      </w:r>
      <w:r w:rsidR="00554BFA">
        <w:rPr>
          <w:rtl/>
        </w:rPr>
        <w:t xml:space="preserve"> </w:t>
      </w:r>
      <w:r w:rsidRPr="00FB42CD">
        <w:rPr>
          <w:rtl/>
        </w:rPr>
        <w:t>سن</w:t>
      </w:r>
      <w:r w:rsidR="00554BFA">
        <w:rPr>
          <w:rtl/>
        </w:rPr>
        <w:t xml:space="preserve"> </w:t>
      </w:r>
      <w:r w:rsidRPr="00FB42CD">
        <w:rPr>
          <w:rtl/>
        </w:rPr>
        <w:t>الدهر</w:t>
      </w:r>
      <w:r w:rsidR="00554BFA">
        <w:rPr>
          <w:rtl/>
        </w:rPr>
        <w:t xml:space="preserve"> </w:t>
      </w:r>
      <w:r w:rsidRPr="00FB42CD">
        <w:rPr>
          <w:rtl/>
        </w:rPr>
        <w:t>إنْ</w:t>
      </w:r>
      <w:r w:rsidR="00554BFA">
        <w:rPr>
          <w:rtl/>
        </w:rPr>
        <w:t xml:space="preserve"> </w:t>
      </w:r>
      <w:r w:rsidRPr="00FB42CD">
        <w:rPr>
          <w:rtl/>
        </w:rPr>
        <w:t>ضحكت</w:t>
      </w:r>
      <w:r w:rsidR="00554BFA">
        <w:rPr>
          <w:rtl/>
        </w:rPr>
        <w:t xml:space="preserve"> </w:t>
      </w:r>
      <w:r w:rsidR="00554BFA" w:rsidRPr="00D0383A">
        <w:rPr>
          <w:rtl/>
        </w:rPr>
        <w:t>=</w:t>
      </w:r>
      <w:r w:rsidR="00554BFA">
        <w:rPr>
          <w:rtl/>
        </w:rPr>
        <w:t xml:space="preserve"> </w:t>
      </w:r>
      <w:r w:rsidRPr="00FB42CD">
        <w:rPr>
          <w:rtl/>
        </w:rPr>
        <w:t>وآل</w:t>
      </w:r>
      <w:r w:rsidR="00554BFA">
        <w:rPr>
          <w:rtl/>
        </w:rPr>
        <w:t xml:space="preserve"> </w:t>
      </w:r>
      <w:r w:rsidRPr="00FB42CD">
        <w:rPr>
          <w:rtl/>
        </w:rPr>
        <w:t>أحمدٍ</w:t>
      </w:r>
      <w:r w:rsidR="00554BFA">
        <w:rPr>
          <w:rtl/>
        </w:rPr>
        <w:t xml:space="preserve"> </w:t>
      </w:r>
      <w:r w:rsidRPr="00FB42CD">
        <w:rPr>
          <w:rtl/>
        </w:rPr>
        <w:t>مظلومون</w:t>
      </w:r>
      <w:r w:rsidR="00554BFA">
        <w:rPr>
          <w:rtl/>
        </w:rPr>
        <w:t xml:space="preserve"> </w:t>
      </w:r>
      <w:r w:rsidRPr="00FB42CD">
        <w:rPr>
          <w:rtl/>
        </w:rPr>
        <w:t>قد</w:t>
      </w:r>
      <w:r w:rsidR="00554BFA">
        <w:rPr>
          <w:rtl/>
        </w:rPr>
        <w:t xml:space="preserve"> </w:t>
      </w:r>
      <w:r w:rsidRPr="00FB42CD">
        <w:rPr>
          <w:rtl/>
        </w:rPr>
        <w:t>قُهروا</w:t>
      </w:r>
    </w:p>
    <w:p w:rsidR="00645494" w:rsidRPr="00645494" w:rsidRDefault="00645494" w:rsidP="00FE2721">
      <w:pPr>
        <w:pStyle w:val="libPoemCenter"/>
        <w:rPr>
          <w:rtl/>
        </w:rPr>
      </w:pPr>
      <w:r w:rsidRPr="00FB42CD">
        <w:rPr>
          <w:rtl/>
        </w:rPr>
        <w:t>مشرَّدون</w:t>
      </w:r>
      <w:r w:rsidR="00554BFA">
        <w:rPr>
          <w:rtl/>
        </w:rPr>
        <w:t xml:space="preserve"> </w:t>
      </w:r>
      <w:r w:rsidRPr="00FB42CD">
        <w:rPr>
          <w:rtl/>
        </w:rPr>
        <w:t>نُفوا</w:t>
      </w:r>
      <w:r w:rsidR="00554BFA">
        <w:rPr>
          <w:rtl/>
        </w:rPr>
        <w:t xml:space="preserve"> </w:t>
      </w:r>
      <w:r w:rsidRPr="00FB42CD">
        <w:rPr>
          <w:rtl/>
        </w:rPr>
        <w:t>عن</w:t>
      </w:r>
      <w:r w:rsidR="00554BFA">
        <w:rPr>
          <w:rtl/>
        </w:rPr>
        <w:t xml:space="preserve"> </w:t>
      </w:r>
      <w:r w:rsidRPr="00FB42CD">
        <w:rPr>
          <w:rtl/>
        </w:rPr>
        <w:t>عَقر</w:t>
      </w:r>
      <w:r w:rsidR="00554BFA">
        <w:rPr>
          <w:rtl/>
        </w:rPr>
        <w:t xml:space="preserve"> </w:t>
      </w:r>
      <w:r w:rsidRPr="00FB42CD">
        <w:rPr>
          <w:rtl/>
        </w:rPr>
        <w:t>دارهم</w:t>
      </w:r>
      <w:r w:rsidR="00554BFA">
        <w:rPr>
          <w:rtl/>
        </w:rPr>
        <w:t xml:space="preserve"> </w:t>
      </w:r>
      <w:r w:rsidR="00554BFA" w:rsidRPr="00D0383A">
        <w:rPr>
          <w:rtl/>
        </w:rPr>
        <w:t>=</w:t>
      </w:r>
      <w:r w:rsidR="00554BFA">
        <w:rPr>
          <w:rtl/>
        </w:rPr>
        <w:t xml:space="preserve"> </w:t>
      </w:r>
      <w:r w:rsidRPr="00FB42CD">
        <w:rPr>
          <w:rtl/>
        </w:rPr>
        <w:t>كأنَّهم</w:t>
      </w:r>
      <w:r w:rsidR="00554BFA">
        <w:rPr>
          <w:rtl/>
        </w:rPr>
        <w:t xml:space="preserve"> </w:t>
      </w:r>
      <w:r w:rsidRPr="00FB42CD">
        <w:rPr>
          <w:rtl/>
        </w:rPr>
        <w:t>قد</w:t>
      </w:r>
      <w:r w:rsidR="00554BFA">
        <w:rPr>
          <w:rtl/>
        </w:rPr>
        <w:t xml:space="preserve"> </w:t>
      </w:r>
      <w:r w:rsidRPr="00FB42CD">
        <w:rPr>
          <w:rtl/>
        </w:rPr>
        <w:t>جنوا</w:t>
      </w:r>
      <w:r w:rsidR="00554BFA">
        <w:rPr>
          <w:rtl/>
        </w:rPr>
        <w:t xml:space="preserve"> </w:t>
      </w:r>
      <w:r w:rsidRPr="00FB42CD">
        <w:rPr>
          <w:rtl/>
        </w:rPr>
        <w:t>ما</w:t>
      </w:r>
      <w:r w:rsidR="00554BFA">
        <w:rPr>
          <w:rtl/>
        </w:rPr>
        <w:t xml:space="preserve"> </w:t>
      </w:r>
      <w:r w:rsidRPr="00FB42CD">
        <w:rPr>
          <w:rtl/>
        </w:rPr>
        <w:t>ليس</w:t>
      </w:r>
      <w:r w:rsidR="00554BFA">
        <w:rPr>
          <w:rtl/>
        </w:rPr>
        <w:t xml:space="preserve"> </w:t>
      </w:r>
      <w:r w:rsidRPr="00FB42CD">
        <w:rPr>
          <w:rtl/>
        </w:rPr>
        <w:t>يُغتفر</w:t>
      </w:r>
    </w:p>
    <w:p w:rsidR="00D0383A" w:rsidRDefault="00645494" w:rsidP="00554BFA">
      <w:pPr>
        <w:pStyle w:val="libNormal"/>
        <w:rPr>
          <w:rtl/>
        </w:rPr>
      </w:pPr>
      <w:r w:rsidRPr="00554BFA">
        <w:rPr>
          <w:rtl/>
        </w:rPr>
        <w:t>فقال لي:</w:t>
      </w:r>
      <w:r w:rsidR="00554BFA">
        <w:rPr>
          <w:rStyle w:val="libNormalChar"/>
          <w:rtl/>
        </w:rPr>
        <w:t xml:space="preserve"> ((</w:t>
      </w:r>
      <w:r w:rsidRPr="00645494">
        <w:rPr>
          <w:rStyle w:val="libNormalChar"/>
          <w:rtl/>
        </w:rPr>
        <w:t xml:space="preserve"> أحسنت ))</w:t>
      </w:r>
      <w:r w:rsidRPr="00554BFA">
        <w:rPr>
          <w:rtl/>
        </w:rPr>
        <w:t>، وشفع بي، وأعطاني ثيابه، وها هي التي عليّ</w:t>
      </w:r>
      <w:r w:rsidR="00D0383A">
        <w:rPr>
          <w:rtl/>
        </w:rPr>
        <w:t>،</w:t>
      </w:r>
      <w:r w:rsidRPr="00554BFA">
        <w:rPr>
          <w:rtl/>
        </w:rPr>
        <w:t xml:space="preserve"> وأشار إلى ثياب بدنه.</w:t>
      </w:r>
    </w:p>
    <w:p w:rsidR="00554BFA" w:rsidRDefault="00554BFA" w:rsidP="00FE2721">
      <w:pPr>
        <w:pStyle w:val="libNormal"/>
        <w:rPr>
          <w:rtl/>
        </w:rPr>
      </w:pPr>
      <w:r>
        <w:rPr>
          <w:rStyle w:val="libBold2Char"/>
          <w:rtl/>
        </w:rPr>
        <w:t>(</w:t>
      </w:r>
      <w:r w:rsidR="00645494" w:rsidRPr="00645494">
        <w:rPr>
          <w:rStyle w:val="libBold2Char"/>
          <w:rtl/>
        </w:rPr>
        <w:t>أقول):</w:t>
      </w:r>
      <w:r w:rsidR="00645494" w:rsidRPr="00554BFA">
        <w:rPr>
          <w:rtl/>
        </w:rPr>
        <w:t xml:space="preserve"> ودِعبل</w:t>
      </w:r>
      <w:r w:rsidR="00FE2721">
        <w:rPr>
          <w:rtl/>
        </w:rPr>
        <w:t xml:space="preserve"> - </w:t>
      </w:r>
      <w:r w:rsidR="00645494" w:rsidRPr="00554BFA">
        <w:rPr>
          <w:rtl/>
        </w:rPr>
        <w:t>بكسر الدال</w:t>
      </w:r>
      <w:r w:rsidR="00FE2721">
        <w:rPr>
          <w:rtl/>
        </w:rPr>
        <w:t xml:space="preserve"> - </w:t>
      </w:r>
      <w:r w:rsidR="00645494" w:rsidRPr="00554BFA">
        <w:rPr>
          <w:rtl/>
        </w:rPr>
        <w:t>هو ابن علي بن رزين بن عثمان بن عبد الرحمان بن عبد الله بن بديل بن ورقاء الخزاعي، من العلماء بأيام العرب المصنفين، لم يَكد يمدح غير آل محمد</w:t>
      </w:r>
      <w:r>
        <w:rPr>
          <w:rtl/>
        </w:rPr>
        <w:t xml:space="preserve"> (</w:t>
      </w:r>
      <w:r w:rsidR="00645494" w:rsidRPr="00554BFA">
        <w:rPr>
          <w:rtl/>
        </w:rPr>
        <w:t>عليهم السلام) وهو ابن عم أبي الشيص الشاعر، ولد سنة 148 وتُوفّي مسموماً بالأهواز سنة 240، وشعره منتشر في المناقب</w:t>
      </w:r>
      <w:r w:rsidR="00D0383A">
        <w:rPr>
          <w:rtl/>
        </w:rPr>
        <w:t>؛</w:t>
      </w:r>
      <w:r w:rsidR="00645494" w:rsidRPr="00554BFA">
        <w:rPr>
          <w:rtl/>
        </w:rPr>
        <w:t xml:space="preserve"> ولولاها لذهب منه الكثير. ولم أجد لهذين البيتين بقايا فيما تفحَّصت.</w:t>
      </w:r>
    </w:p>
    <w:p w:rsidR="00645494" w:rsidRPr="00554BFA" w:rsidRDefault="00645494" w:rsidP="00645494">
      <w:pPr>
        <w:pStyle w:val="Heading3"/>
        <w:rPr>
          <w:rtl/>
        </w:rPr>
      </w:pPr>
      <w:bookmarkStart w:id="29" w:name="_Toc491861300"/>
      <w:r w:rsidRPr="00FB42CD">
        <w:rPr>
          <w:rtl/>
        </w:rPr>
        <w:t>الفصل العاشر</w:t>
      </w:r>
      <w:bookmarkStart w:id="30" w:name="الفصل_العاشر"/>
      <w:bookmarkEnd w:id="30"/>
      <w:r w:rsidRPr="00FB42CD">
        <w:rPr>
          <w:rtl/>
        </w:rPr>
        <w:t>:</w:t>
      </w:r>
      <w:bookmarkEnd w:id="29"/>
    </w:p>
    <w:p w:rsidR="00645494" w:rsidRPr="00FB42CD" w:rsidRDefault="00645494" w:rsidP="00554BFA">
      <w:pPr>
        <w:pStyle w:val="libNormal"/>
        <w:rPr>
          <w:rtl/>
        </w:rPr>
      </w:pPr>
      <w:r w:rsidRPr="00554BFA">
        <w:rPr>
          <w:rtl/>
        </w:rPr>
        <w:t>ذكر الشيخ محمد الحسين النوري، المُتوفَّى سنة 1320 في النجف، في كتابه دار السلام</w:t>
      </w:r>
      <w:r w:rsidR="00554BFA">
        <w:rPr>
          <w:rtl/>
        </w:rPr>
        <w:t xml:space="preserve"> (</w:t>
      </w:r>
      <w:r w:rsidRPr="00554BFA">
        <w:rPr>
          <w:rtl/>
        </w:rPr>
        <w:t>المطبوع) عن صاحب وسيلة‌ المآل</w:t>
      </w:r>
      <w:r w:rsidR="00D0383A">
        <w:rPr>
          <w:rtl/>
        </w:rPr>
        <w:t>،</w:t>
      </w:r>
      <w:r w:rsidRPr="00554BFA">
        <w:rPr>
          <w:rtl/>
        </w:rPr>
        <w:t xml:space="preserve"> قال: إنَّ الشيخ عبدالرؤوف شيخ الشرف المناوي، قال: إنَّ شيخي الشريف الطباطبائي، كان يُقيم في مصر، في خلوته التي بجامع عمرو بن العاص، فتسلَّط عليه رجل من أمراء الأتراك، يُقال له: قرقماس الشعباني، وأخرجه منها فأصبح الشريف يوماً، وأتاه رجل، فقال له: رأيتك الليلة في المنام، جالساً بين يدي رسول الله</w:t>
      </w:r>
      <w:r w:rsidR="00554BFA">
        <w:rPr>
          <w:rtl/>
        </w:rPr>
        <w:t xml:space="preserve"> (</w:t>
      </w:r>
      <w:r w:rsidRPr="00554BFA">
        <w:rPr>
          <w:rtl/>
        </w:rPr>
        <w:t>صلّى الله عليه وآله وسلّم) وهو ينشدك:</w:t>
      </w:r>
    </w:p>
    <w:p w:rsidR="00645494" w:rsidRDefault="00645494" w:rsidP="00645494">
      <w:pPr>
        <w:pStyle w:val="libNormal"/>
      </w:pPr>
      <w:r>
        <w:br w:type="page"/>
      </w:r>
    </w:p>
    <w:p w:rsidR="00645494" w:rsidRDefault="00645494" w:rsidP="00FE2721">
      <w:pPr>
        <w:pStyle w:val="libPoemCenter"/>
        <w:rPr>
          <w:rtl/>
        </w:rPr>
      </w:pPr>
      <w:r w:rsidRPr="00FB42CD">
        <w:rPr>
          <w:rtl/>
        </w:rPr>
        <w:lastRenderedPageBreak/>
        <w:t>يا</w:t>
      </w:r>
      <w:r w:rsidR="00554BFA">
        <w:rPr>
          <w:rtl/>
        </w:rPr>
        <w:t xml:space="preserve"> </w:t>
      </w:r>
      <w:r w:rsidRPr="00FB42CD">
        <w:rPr>
          <w:rtl/>
        </w:rPr>
        <w:t>بَني</w:t>
      </w:r>
      <w:r w:rsidR="00554BFA">
        <w:rPr>
          <w:rtl/>
        </w:rPr>
        <w:t xml:space="preserve"> </w:t>
      </w:r>
      <w:r w:rsidRPr="00FB42CD">
        <w:rPr>
          <w:rtl/>
        </w:rPr>
        <w:t>الزهراء</w:t>
      </w:r>
      <w:r w:rsidR="00554BFA">
        <w:rPr>
          <w:rtl/>
        </w:rPr>
        <w:t xml:space="preserve"> </w:t>
      </w:r>
      <w:r w:rsidRPr="00FB42CD">
        <w:rPr>
          <w:rtl/>
        </w:rPr>
        <w:t>والنور</w:t>
      </w:r>
      <w:r w:rsidR="00554BFA">
        <w:rPr>
          <w:rtl/>
        </w:rPr>
        <w:t xml:space="preserve"> </w:t>
      </w:r>
      <w:r w:rsidRPr="00FB42CD">
        <w:rPr>
          <w:rtl/>
        </w:rPr>
        <w:t>الّذي</w:t>
      </w:r>
      <w:r w:rsidR="00554BFA">
        <w:rPr>
          <w:rtl/>
        </w:rPr>
        <w:t xml:space="preserve"> </w:t>
      </w:r>
      <w:r w:rsidR="00554BFA" w:rsidRPr="00D0383A">
        <w:rPr>
          <w:rtl/>
        </w:rPr>
        <w:t>=</w:t>
      </w:r>
      <w:r w:rsidR="00554BFA">
        <w:rPr>
          <w:rtl/>
        </w:rPr>
        <w:t xml:space="preserve"> </w:t>
      </w:r>
      <w:r w:rsidRPr="00FB42CD">
        <w:rPr>
          <w:rtl/>
        </w:rPr>
        <w:t>ظنَّ</w:t>
      </w:r>
      <w:r w:rsidR="00554BFA">
        <w:rPr>
          <w:rtl/>
        </w:rPr>
        <w:t xml:space="preserve"> </w:t>
      </w:r>
      <w:r w:rsidRPr="00FB42CD">
        <w:rPr>
          <w:rtl/>
        </w:rPr>
        <w:t>موسى</w:t>
      </w:r>
      <w:r w:rsidR="00554BFA">
        <w:rPr>
          <w:rtl/>
        </w:rPr>
        <w:t xml:space="preserve"> </w:t>
      </w:r>
      <w:r w:rsidRPr="00FB42CD">
        <w:rPr>
          <w:rtl/>
        </w:rPr>
        <w:t>أنَّه</w:t>
      </w:r>
      <w:r w:rsidR="00554BFA">
        <w:rPr>
          <w:rtl/>
        </w:rPr>
        <w:t xml:space="preserve"> </w:t>
      </w:r>
      <w:r w:rsidRPr="00FB42CD">
        <w:rPr>
          <w:rtl/>
        </w:rPr>
        <w:t>نار</w:t>
      </w:r>
      <w:r w:rsidR="00554BFA">
        <w:rPr>
          <w:rtl/>
        </w:rPr>
        <w:t xml:space="preserve"> </w:t>
      </w:r>
      <w:r w:rsidRPr="00FB42CD">
        <w:rPr>
          <w:rtl/>
        </w:rPr>
        <w:t>قبس</w:t>
      </w:r>
    </w:p>
    <w:p w:rsidR="00645494" w:rsidRPr="00645494" w:rsidRDefault="00645494" w:rsidP="00FE2721">
      <w:pPr>
        <w:pStyle w:val="libPoemCenter"/>
        <w:rPr>
          <w:rtl/>
        </w:rPr>
      </w:pPr>
      <w:r w:rsidRPr="00FB42CD">
        <w:rPr>
          <w:rtl/>
        </w:rPr>
        <w:t>صح</w:t>
      </w:r>
      <w:r w:rsidR="00554BFA">
        <w:rPr>
          <w:rtl/>
        </w:rPr>
        <w:t xml:space="preserve"> </w:t>
      </w:r>
      <w:r w:rsidRPr="00FB42CD">
        <w:rPr>
          <w:rtl/>
        </w:rPr>
        <w:t>عندي</w:t>
      </w:r>
      <w:r w:rsidR="00554BFA">
        <w:rPr>
          <w:rtl/>
        </w:rPr>
        <w:t xml:space="preserve"> </w:t>
      </w:r>
      <w:r w:rsidRPr="00FB42CD">
        <w:rPr>
          <w:rtl/>
        </w:rPr>
        <w:t>أنَّ</w:t>
      </w:r>
      <w:r w:rsidR="00554BFA">
        <w:rPr>
          <w:rtl/>
        </w:rPr>
        <w:t xml:space="preserve"> </w:t>
      </w:r>
      <w:r w:rsidRPr="00FB42CD">
        <w:rPr>
          <w:rtl/>
        </w:rPr>
        <w:t>مَن</w:t>
      </w:r>
      <w:r w:rsidR="00554BFA">
        <w:rPr>
          <w:rtl/>
        </w:rPr>
        <w:t xml:space="preserve"> </w:t>
      </w:r>
      <w:r w:rsidRPr="00FB42CD">
        <w:rPr>
          <w:rtl/>
        </w:rPr>
        <w:t>عاداكم</w:t>
      </w:r>
      <w:r w:rsidR="00554BFA">
        <w:rPr>
          <w:rtl/>
        </w:rPr>
        <w:t xml:space="preserve"> </w:t>
      </w:r>
      <w:r w:rsidR="00554BFA" w:rsidRPr="00D0383A">
        <w:rPr>
          <w:rtl/>
        </w:rPr>
        <w:t>=</w:t>
      </w:r>
      <w:r w:rsidR="00554BFA">
        <w:rPr>
          <w:rtl/>
        </w:rPr>
        <w:t xml:space="preserve"> </w:t>
      </w:r>
      <w:r w:rsidRPr="00FB42CD">
        <w:rPr>
          <w:rtl/>
        </w:rPr>
        <w:t>إنَّه</w:t>
      </w:r>
      <w:r w:rsidR="00554BFA">
        <w:rPr>
          <w:rtl/>
        </w:rPr>
        <w:t xml:space="preserve"> </w:t>
      </w:r>
      <w:r w:rsidRPr="00FB42CD">
        <w:rPr>
          <w:rtl/>
        </w:rPr>
        <w:t>آخر</w:t>
      </w:r>
      <w:r w:rsidR="00554BFA">
        <w:rPr>
          <w:rtl/>
        </w:rPr>
        <w:t xml:space="preserve"> </w:t>
      </w:r>
      <w:r w:rsidRPr="00FB42CD">
        <w:rPr>
          <w:rtl/>
        </w:rPr>
        <w:t>سطر</w:t>
      </w:r>
      <w:r w:rsidR="00554BFA">
        <w:rPr>
          <w:rtl/>
        </w:rPr>
        <w:t xml:space="preserve"> </w:t>
      </w:r>
      <w:r w:rsidRPr="00FB42CD">
        <w:rPr>
          <w:rtl/>
        </w:rPr>
        <w:t>في</w:t>
      </w:r>
      <w:r w:rsidR="00554BFA">
        <w:rPr>
          <w:rtl/>
        </w:rPr>
        <w:t xml:space="preserve"> </w:t>
      </w:r>
      <w:r w:rsidRPr="00FB42CD">
        <w:rPr>
          <w:rtl/>
        </w:rPr>
        <w:t>عبس</w:t>
      </w:r>
    </w:p>
    <w:p w:rsidR="00645494" w:rsidRPr="00FB42CD" w:rsidRDefault="00645494" w:rsidP="00554BFA">
      <w:pPr>
        <w:pStyle w:val="libNormal"/>
        <w:rPr>
          <w:rtl/>
        </w:rPr>
      </w:pPr>
      <w:r w:rsidRPr="00554BFA">
        <w:rPr>
          <w:rtl/>
        </w:rPr>
        <w:t>قال: ثم أخذ النبي</w:t>
      </w:r>
      <w:r w:rsidR="00554BFA">
        <w:rPr>
          <w:rtl/>
        </w:rPr>
        <w:t xml:space="preserve"> (</w:t>
      </w:r>
      <w:r w:rsidRPr="00554BFA">
        <w:rPr>
          <w:rtl/>
        </w:rPr>
        <w:t>صلوات الله وسلامه عليه) عذبة سوط، كان في يده الشريفة، فعقدها ثلاث عَقَدات</w:t>
      </w:r>
      <w:r w:rsidR="00D0383A">
        <w:rPr>
          <w:rtl/>
        </w:rPr>
        <w:t>،</w:t>
      </w:r>
      <w:r w:rsidRPr="00554BFA">
        <w:rPr>
          <w:rtl/>
        </w:rPr>
        <w:t xml:space="preserve"> قال شيخ الشريف: فكان من تقدير الله تعالى أنْ ضرب رأس قرقماس، فلم يُضرب إلاّ بثلاث ضربات، وكان ذلك من قبيل قوله تعالى:</w:t>
      </w:r>
      <w:r w:rsidR="00554BFA">
        <w:rPr>
          <w:rtl/>
        </w:rPr>
        <w:t xml:space="preserve"> </w:t>
      </w:r>
      <w:r w:rsidR="00554BFA" w:rsidRPr="00481088">
        <w:rPr>
          <w:rStyle w:val="libAlaemChar"/>
          <w:rtl/>
        </w:rPr>
        <w:t>(</w:t>
      </w:r>
      <w:r w:rsidRPr="00645494">
        <w:rPr>
          <w:rStyle w:val="libAieChar"/>
          <w:rFonts w:hint="cs"/>
          <w:rtl/>
        </w:rPr>
        <w:t>فَصَبَّ عَلَيْهِمْ رَبُّكَ سَوْطَ عَذَابٍ</w:t>
      </w:r>
      <w:r w:rsidRPr="00481088">
        <w:rPr>
          <w:rStyle w:val="libAlaemChar"/>
          <w:rtl/>
        </w:rPr>
        <w:t>)</w:t>
      </w:r>
      <w:r w:rsidRPr="00554BFA">
        <w:rPr>
          <w:rtl/>
        </w:rPr>
        <w:t>، قال: والإشارة بقوله:</w:t>
      </w:r>
      <w:r w:rsidR="00554BFA">
        <w:rPr>
          <w:rtl/>
        </w:rPr>
        <w:t xml:space="preserve"> (</w:t>
      </w:r>
      <w:r w:rsidRPr="00554BFA">
        <w:rPr>
          <w:rtl/>
        </w:rPr>
        <w:t>آخر سطر في عبس) إلى قوله تعالى:</w:t>
      </w:r>
      <w:r w:rsidR="00554BFA">
        <w:rPr>
          <w:rtl/>
        </w:rPr>
        <w:t xml:space="preserve"> </w:t>
      </w:r>
      <w:r w:rsidR="00554BFA" w:rsidRPr="00481088">
        <w:rPr>
          <w:rStyle w:val="libAlaemChar"/>
          <w:rtl/>
        </w:rPr>
        <w:t>(</w:t>
      </w:r>
      <w:r w:rsidRPr="00645494">
        <w:rPr>
          <w:rStyle w:val="libAieChar"/>
          <w:rFonts w:hint="cs"/>
          <w:rtl/>
        </w:rPr>
        <w:t>أُوْلَئِكَ هُمُ الْكَفَرَةُ الْفَجَرَةُ</w:t>
      </w:r>
      <w:r w:rsidRPr="00481088">
        <w:rPr>
          <w:rStyle w:val="libAlaemChar"/>
          <w:rtl/>
        </w:rPr>
        <w:t>)</w:t>
      </w:r>
      <w:r w:rsidRPr="00554BFA">
        <w:rPr>
          <w:rtl/>
        </w:rPr>
        <w:t xml:space="preserve">. </w:t>
      </w:r>
    </w:p>
    <w:p w:rsidR="00554BFA" w:rsidRDefault="00645494" w:rsidP="00554BFA">
      <w:pPr>
        <w:pStyle w:val="libNormal"/>
        <w:rPr>
          <w:rtl/>
        </w:rPr>
      </w:pPr>
      <w:r w:rsidRPr="00554BFA">
        <w:rPr>
          <w:rStyle w:val="libBold2Char"/>
          <w:rtl/>
        </w:rPr>
        <w:t>أقول:</w:t>
      </w:r>
      <w:r w:rsidR="00FE2721">
        <w:rPr>
          <w:rtl/>
        </w:rPr>
        <w:t xml:space="preserve"> - </w:t>
      </w:r>
      <w:r w:rsidRPr="00554BFA">
        <w:rPr>
          <w:rtl/>
        </w:rPr>
        <w:t>وهذان البيتان شطَّرهما، وخمَّسهما جماعة من الأُدباء، فمِمَن خمَّسهما الكاظم بن محمد بن عبد الصمد بن مراد البغدادي، الشهير بالأزري المُتوفَّى سنة 1201، المدفون في بلد الكاظمين خارج باب الصحن الشريف بقوله:</w:t>
      </w:r>
    </w:p>
    <w:p w:rsidR="00645494" w:rsidRDefault="00645494" w:rsidP="00FE2721">
      <w:pPr>
        <w:pStyle w:val="libPoemCenter"/>
        <w:rPr>
          <w:rtl/>
        </w:rPr>
      </w:pPr>
      <w:r w:rsidRPr="00FB42CD">
        <w:rPr>
          <w:rtl/>
        </w:rPr>
        <w:t>يا</w:t>
      </w:r>
      <w:r w:rsidR="00554BFA">
        <w:rPr>
          <w:rtl/>
        </w:rPr>
        <w:t xml:space="preserve"> </w:t>
      </w:r>
      <w:r w:rsidRPr="00FB42CD">
        <w:rPr>
          <w:rtl/>
        </w:rPr>
        <w:t>كِراماً</w:t>
      </w:r>
      <w:r w:rsidR="00554BFA">
        <w:rPr>
          <w:rtl/>
        </w:rPr>
        <w:t xml:space="preserve"> </w:t>
      </w:r>
      <w:r w:rsidRPr="00FB42CD">
        <w:rPr>
          <w:rtl/>
        </w:rPr>
        <w:t>هم</w:t>
      </w:r>
      <w:r w:rsidR="00554BFA">
        <w:rPr>
          <w:rtl/>
        </w:rPr>
        <w:t xml:space="preserve"> </w:t>
      </w:r>
      <w:r w:rsidRPr="00FB42CD">
        <w:rPr>
          <w:rtl/>
        </w:rPr>
        <w:t>غذاء</w:t>
      </w:r>
      <w:r w:rsidR="00554BFA">
        <w:rPr>
          <w:rtl/>
        </w:rPr>
        <w:t xml:space="preserve"> </w:t>
      </w:r>
      <w:r w:rsidRPr="00FB42CD">
        <w:rPr>
          <w:rtl/>
        </w:rPr>
        <w:t>المغتذي</w:t>
      </w:r>
      <w:r w:rsidR="00554BFA">
        <w:rPr>
          <w:rtl/>
        </w:rPr>
        <w:t xml:space="preserve"> </w:t>
      </w:r>
      <w:r w:rsidR="00554BFA" w:rsidRPr="00D0383A">
        <w:rPr>
          <w:rtl/>
        </w:rPr>
        <w:t>=</w:t>
      </w:r>
      <w:r w:rsidR="00554BFA">
        <w:rPr>
          <w:rtl/>
        </w:rPr>
        <w:t xml:space="preserve"> </w:t>
      </w:r>
      <w:r w:rsidRPr="00FB42CD">
        <w:rPr>
          <w:rtl/>
        </w:rPr>
        <w:t>بثراهم</w:t>
      </w:r>
      <w:r w:rsidR="00554BFA">
        <w:rPr>
          <w:rtl/>
        </w:rPr>
        <w:t xml:space="preserve"> </w:t>
      </w:r>
      <w:r w:rsidRPr="00FB42CD">
        <w:rPr>
          <w:rtl/>
        </w:rPr>
        <w:t>ينجلي</w:t>
      </w:r>
      <w:r w:rsidR="00554BFA">
        <w:rPr>
          <w:rtl/>
        </w:rPr>
        <w:t xml:space="preserve"> </w:t>
      </w:r>
      <w:r w:rsidRPr="00FB42CD">
        <w:rPr>
          <w:rtl/>
        </w:rPr>
        <w:t>الطرف</w:t>
      </w:r>
      <w:r w:rsidR="00554BFA">
        <w:rPr>
          <w:rtl/>
        </w:rPr>
        <w:t xml:space="preserve"> </w:t>
      </w:r>
      <w:r w:rsidRPr="00FB42CD">
        <w:rPr>
          <w:rtl/>
        </w:rPr>
        <w:t>القَذي</w:t>
      </w:r>
    </w:p>
    <w:p w:rsidR="00645494" w:rsidRPr="00645494" w:rsidRDefault="00645494" w:rsidP="00554BFA">
      <w:pPr>
        <w:pStyle w:val="libPoemCenter"/>
        <w:rPr>
          <w:rtl/>
        </w:rPr>
      </w:pPr>
      <w:r w:rsidRPr="00FB42CD">
        <w:rPr>
          <w:rtl/>
        </w:rPr>
        <w:t>كيف</w:t>
      </w:r>
      <w:r w:rsidR="00554BFA">
        <w:rPr>
          <w:rtl/>
        </w:rPr>
        <w:t xml:space="preserve"> </w:t>
      </w:r>
      <w:r w:rsidRPr="00FB42CD">
        <w:rPr>
          <w:rtl/>
        </w:rPr>
        <w:t>أخشى</w:t>
      </w:r>
      <w:r w:rsidR="00554BFA">
        <w:rPr>
          <w:rtl/>
        </w:rPr>
        <w:t xml:space="preserve"> </w:t>
      </w:r>
      <w:r w:rsidRPr="00FB42CD">
        <w:rPr>
          <w:rtl/>
        </w:rPr>
        <w:t>وولاكم</w:t>
      </w:r>
      <w:r w:rsidR="00554BFA">
        <w:rPr>
          <w:rtl/>
        </w:rPr>
        <w:t xml:space="preserve"> </w:t>
      </w:r>
      <w:r w:rsidRPr="00FB42CD">
        <w:rPr>
          <w:rtl/>
        </w:rPr>
        <w:t>مُنقذي</w:t>
      </w:r>
      <w:r w:rsidR="00554BFA">
        <w:rPr>
          <w:rtl/>
        </w:rPr>
        <w:t xml:space="preserve"> </w:t>
      </w:r>
      <w:r w:rsidR="00554BFA" w:rsidRPr="00D0383A">
        <w:rPr>
          <w:rtl/>
        </w:rPr>
        <w:t>=</w:t>
      </w:r>
      <w:r w:rsidR="00554BFA">
        <w:rPr>
          <w:rtl/>
        </w:rPr>
        <w:t xml:space="preserve"> </w:t>
      </w:r>
      <w:r w:rsidRPr="00FB42CD">
        <w:rPr>
          <w:rtl/>
        </w:rPr>
        <w:t>يابَني</w:t>
      </w:r>
      <w:r w:rsidR="00554BFA">
        <w:rPr>
          <w:rtl/>
        </w:rPr>
        <w:t xml:space="preserve"> </w:t>
      </w:r>
      <w:r w:rsidRPr="00FB42CD">
        <w:rPr>
          <w:rtl/>
        </w:rPr>
        <w:t>الزهراء</w:t>
      </w:r>
      <w:r w:rsidR="00554BFA">
        <w:rPr>
          <w:rtl/>
        </w:rPr>
        <w:t xml:space="preserve"> </w:t>
      </w:r>
      <w:r w:rsidRPr="00FB42CD">
        <w:rPr>
          <w:rtl/>
        </w:rPr>
        <w:t>والنور</w:t>
      </w:r>
      <w:r w:rsidR="00554BFA">
        <w:rPr>
          <w:rtl/>
        </w:rPr>
        <w:t xml:space="preserve"> </w:t>
      </w:r>
      <w:r w:rsidRPr="00FB42CD">
        <w:rPr>
          <w:rtl/>
        </w:rPr>
        <w:t>الّذي</w:t>
      </w:r>
    </w:p>
    <w:p w:rsidR="00645494" w:rsidRPr="00554BFA" w:rsidRDefault="00645494" w:rsidP="00554BFA">
      <w:pPr>
        <w:pStyle w:val="libPoemCenter"/>
        <w:rPr>
          <w:rtl/>
        </w:rPr>
      </w:pPr>
      <w:r w:rsidRPr="00FB42CD">
        <w:rPr>
          <w:rtl/>
        </w:rPr>
        <w:t>ظنَّ موسى أنَّه نار قبس</w:t>
      </w:r>
    </w:p>
    <w:p w:rsidR="00645494" w:rsidRDefault="00645494" w:rsidP="00FE2721">
      <w:pPr>
        <w:pStyle w:val="libPoemCenter"/>
        <w:rPr>
          <w:rtl/>
        </w:rPr>
      </w:pPr>
      <w:r w:rsidRPr="00FB42CD">
        <w:rPr>
          <w:rtl/>
        </w:rPr>
        <w:t>قد</w:t>
      </w:r>
      <w:r w:rsidR="00554BFA">
        <w:rPr>
          <w:rtl/>
        </w:rPr>
        <w:t xml:space="preserve"> </w:t>
      </w:r>
      <w:r w:rsidRPr="00FB42CD">
        <w:rPr>
          <w:rtl/>
        </w:rPr>
        <w:t>أخذتم</w:t>
      </w:r>
      <w:r w:rsidR="00554BFA">
        <w:rPr>
          <w:rtl/>
        </w:rPr>
        <w:t xml:space="preserve"> </w:t>
      </w:r>
      <w:r w:rsidRPr="00FB42CD">
        <w:rPr>
          <w:rtl/>
        </w:rPr>
        <w:t>مِن</w:t>
      </w:r>
      <w:r w:rsidR="00554BFA">
        <w:rPr>
          <w:rtl/>
        </w:rPr>
        <w:t xml:space="preserve"> </w:t>
      </w:r>
      <w:r w:rsidRPr="00FB42CD">
        <w:rPr>
          <w:rtl/>
        </w:rPr>
        <w:t>يدي</w:t>
      </w:r>
      <w:r w:rsidR="00554BFA">
        <w:rPr>
          <w:rtl/>
        </w:rPr>
        <w:t xml:space="preserve"> </w:t>
      </w:r>
      <w:r w:rsidRPr="00FB42CD">
        <w:rPr>
          <w:rtl/>
        </w:rPr>
        <w:t>مولاكم</w:t>
      </w:r>
      <w:r w:rsidR="00554BFA">
        <w:rPr>
          <w:rtl/>
        </w:rPr>
        <w:t xml:space="preserve"> </w:t>
      </w:r>
      <w:r w:rsidR="00554BFA" w:rsidRPr="00D0383A">
        <w:rPr>
          <w:rtl/>
        </w:rPr>
        <w:t>=</w:t>
      </w:r>
      <w:r w:rsidR="00554BFA">
        <w:rPr>
          <w:rtl/>
        </w:rPr>
        <w:t xml:space="preserve"> </w:t>
      </w:r>
      <w:r w:rsidRPr="00FB42CD">
        <w:rPr>
          <w:rtl/>
        </w:rPr>
        <w:t>حجزة</w:t>
      </w:r>
      <w:r w:rsidR="00554BFA">
        <w:rPr>
          <w:rtl/>
        </w:rPr>
        <w:t xml:space="preserve"> </w:t>
      </w:r>
      <w:r w:rsidRPr="00FB42CD">
        <w:rPr>
          <w:rtl/>
        </w:rPr>
        <w:t>الأمَن</w:t>
      </w:r>
      <w:r w:rsidR="00554BFA">
        <w:rPr>
          <w:rtl/>
        </w:rPr>
        <w:t xml:space="preserve"> </w:t>
      </w:r>
      <w:r w:rsidRPr="00FB42CD">
        <w:rPr>
          <w:rtl/>
        </w:rPr>
        <w:t>لمَن</w:t>
      </w:r>
      <w:r w:rsidR="00554BFA">
        <w:rPr>
          <w:rtl/>
        </w:rPr>
        <w:t xml:space="preserve"> </w:t>
      </w:r>
      <w:r w:rsidRPr="00FB42CD">
        <w:rPr>
          <w:rtl/>
        </w:rPr>
        <w:t>والاكم</w:t>
      </w:r>
    </w:p>
    <w:p w:rsidR="00645494" w:rsidRPr="00645494" w:rsidRDefault="00645494" w:rsidP="00FE2721">
      <w:pPr>
        <w:pStyle w:val="libPoemCenter"/>
        <w:rPr>
          <w:rtl/>
        </w:rPr>
      </w:pPr>
      <w:r w:rsidRPr="00FB42CD">
        <w:rPr>
          <w:rtl/>
        </w:rPr>
        <w:t>وبهذا</w:t>
      </w:r>
      <w:r w:rsidR="00554BFA">
        <w:rPr>
          <w:rtl/>
        </w:rPr>
        <w:t xml:space="preserve"> </w:t>
      </w:r>
      <w:r w:rsidRPr="00FB42CD">
        <w:rPr>
          <w:rtl/>
        </w:rPr>
        <w:t>الشأن</w:t>
      </w:r>
      <w:r w:rsidR="00554BFA">
        <w:rPr>
          <w:rtl/>
        </w:rPr>
        <w:t xml:space="preserve"> </w:t>
      </w:r>
      <w:r w:rsidRPr="00FB42CD">
        <w:rPr>
          <w:rtl/>
        </w:rPr>
        <w:t>مذ</w:t>
      </w:r>
      <w:r w:rsidR="00554BFA">
        <w:rPr>
          <w:rtl/>
        </w:rPr>
        <w:t xml:space="preserve"> </w:t>
      </w:r>
      <w:r w:rsidRPr="00FB42CD">
        <w:rPr>
          <w:rtl/>
        </w:rPr>
        <w:t>أولاكم</w:t>
      </w:r>
      <w:r w:rsidR="00554BFA">
        <w:rPr>
          <w:rtl/>
        </w:rPr>
        <w:t xml:space="preserve"> </w:t>
      </w:r>
      <w:r w:rsidR="00554BFA" w:rsidRPr="00D0383A">
        <w:rPr>
          <w:rtl/>
        </w:rPr>
        <w:t>=</w:t>
      </w:r>
      <w:r w:rsidR="00554BFA">
        <w:rPr>
          <w:rtl/>
        </w:rPr>
        <w:t xml:space="preserve"> </w:t>
      </w:r>
      <w:r w:rsidRPr="00FB42CD">
        <w:rPr>
          <w:rtl/>
        </w:rPr>
        <w:t>صح</w:t>
      </w:r>
      <w:r w:rsidR="00554BFA">
        <w:rPr>
          <w:rtl/>
        </w:rPr>
        <w:t xml:space="preserve"> </w:t>
      </w:r>
      <w:r w:rsidRPr="00FB42CD">
        <w:rPr>
          <w:rtl/>
        </w:rPr>
        <w:t>عندي</w:t>
      </w:r>
      <w:r w:rsidR="00554BFA">
        <w:rPr>
          <w:rtl/>
        </w:rPr>
        <w:t xml:space="preserve"> </w:t>
      </w:r>
      <w:r w:rsidRPr="00FB42CD">
        <w:rPr>
          <w:rtl/>
        </w:rPr>
        <w:t>أنَّ</w:t>
      </w:r>
      <w:r w:rsidR="00554BFA">
        <w:rPr>
          <w:rtl/>
        </w:rPr>
        <w:t xml:space="preserve"> </w:t>
      </w:r>
      <w:r w:rsidRPr="00FB42CD">
        <w:rPr>
          <w:rtl/>
        </w:rPr>
        <w:t>من</w:t>
      </w:r>
      <w:r w:rsidR="00554BFA">
        <w:rPr>
          <w:rtl/>
        </w:rPr>
        <w:t xml:space="preserve"> </w:t>
      </w:r>
      <w:r w:rsidRPr="00FB42CD">
        <w:rPr>
          <w:rtl/>
        </w:rPr>
        <w:t>عاداكم</w:t>
      </w:r>
    </w:p>
    <w:p w:rsidR="00554BFA" w:rsidRDefault="00645494" w:rsidP="00554BFA">
      <w:pPr>
        <w:pStyle w:val="libPoemCenter"/>
        <w:rPr>
          <w:rtl/>
        </w:rPr>
      </w:pPr>
      <w:r w:rsidRPr="00FB42CD">
        <w:rPr>
          <w:rtl/>
        </w:rPr>
        <w:t>إنَّه آخر سطر في عبس</w:t>
      </w:r>
    </w:p>
    <w:p w:rsidR="00645494" w:rsidRPr="00554BFA" w:rsidRDefault="00645494" w:rsidP="00554BFA">
      <w:pPr>
        <w:pStyle w:val="libNormal"/>
        <w:rPr>
          <w:rtl/>
        </w:rPr>
      </w:pPr>
      <w:r w:rsidRPr="00554BFA">
        <w:rPr>
          <w:rtl/>
        </w:rPr>
        <w:t>ومِمَن شطَّرهما مؤلف هذا الكتاب، فقال:</w:t>
      </w:r>
    </w:p>
    <w:p w:rsidR="00645494" w:rsidRPr="00645494" w:rsidRDefault="00645494" w:rsidP="00FE2721">
      <w:pPr>
        <w:pStyle w:val="libPoemCenter"/>
        <w:rPr>
          <w:rtl/>
        </w:rPr>
      </w:pPr>
      <w:r w:rsidRPr="00FB42CD">
        <w:rPr>
          <w:rtl/>
        </w:rPr>
        <w:t>يا</w:t>
      </w:r>
      <w:r w:rsidR="00554BFA">
        <w:rPr>
          <w:rtl/>
        </w:rPr>
        <w:t xml:space="preserve"> </w:t>
      </w:r>
      <w:r w:rsidRPr="00FB42CD">
        <w:rPr>
          <w:rtl/>
        </w:rPr>
        <w:t>بَني</w:t>
      </w:r>
      <w:r w:rsidR="00554BFA">
        <w:rPr>
          <w:rtl/>
        </w:rPr>
        <w:t xml:space="preserve"> </w:t>
      </w:r>
      <w:r w:rsidRPr="00FB42CD">
        <w:rPr>
          <w:rtl/>
        </w:rPr>
        <w:t>الزهراء</w:t>
      </w:r>
      <w:r w:rsidR="00554BFA">
        <w:rPr>
          <w:rtl/>
        </w:rPr>
        <w:t xml:space="preserve"> </w:t>
      </w:r>
      <w:r w:rsidRPr="00FB42CD">
        <w:rPr>
          <w:rtl/>
        </w:rPr>
        <w:t>والنور</w:t>
      </w:r>
      <w:r w:rsidR="00554BFA">
        <w:rPr>
          <w:rtl/>
        </w:rPr>
        <w:t xml:space="preserve"> </w:t>
      </w:r>
      <w:r w:rsidRPr="00FB42CD">
        <w:rPr>
          <w:rtl/>
        </w:rPr>
        <w:t>الّذي</w:t>
      </w:r>
      <w:r w:rsidR="00554BFA">
        <w:rPr>
          <w:rtl/>
        </w:rPr>
        <w:t xml:space="preserve"> </w:t>
      </w:r>
      <w:r w:rsidR="00554BFA" w:rsidRPr="00D0383A">
        <w:rPr>
          <w:rtl/>
        </w:rPr>
        <w:t>=</w:t>
      </w:r>
      <w:r w:rsidR="00554BFA">
        <w:rPr>
          <w:rtl/>
        </w:rPr>
        <w:t xml:space="preserve"> </w:t>
      </w:r>
      <w:r w:rsidRPr="00FB42CD">
        <w:rPr>
          <w:rtl/>
        </w:rPr>
        <w:t>قد</w:t>
      </w:r>
      <w:r w:rsidR="00554BFA">
        <w:rPr>
          <w:rtl/>
        </w:rPr>
        <w:t xml:space="preserve"> </w:t>
      </w:r>
      <w:r w:rsidRPr="00FB42CD">
        <w:rPr>
          <w:rtl/>
        </w:rPr>
        <w:t>تجلَّى</w:t>
      </w:r>
      <w:r w:rsidR="00554BFA">
        <w:rPr>
          <w:rtl/>
        </w:rPr>
        <w:t xml:space="preserve"> </w:t>
      </w:r>
      <w:r w:rsidRPr="00FB42CD">
        <w:rPr>
          <w:rtl/>
        </w:rPr>
        <w:t>فانجلى</w:t>
      </w:r>
      <w:r w:rsidR="00554BFA">
        <w:rPr>
          <w:rtl/>
        </w:rPr>
        <w:t xml:space="preserve"> </w:t>
      </w:r>
      <w:r w:rsidRPr="00FB42CD">
        <w:rPr>
          <w:rtl/>
        </w:rPr>
        <w:t>كل</w:t>
      </w:r>
      <w:r w:rsidR="00554BFA">
        <w:rPr>
          <w:rtl/>
        </w:rPr>
        <w:t xml:space="preserve"> </w:t>
      </w:r>
      <w:r w:rsidRPr="00FB42CD">
        <w:rPr>
          <w:rtl/>
        </w:rPr>
        <w:t>غلس</w:t>
      </w:r>
    </w:p>
    <w:p w:rsidR="00645494" w:rsidRDefault="00645494" w:rsidP="00645494">
      <w:pPr>
        <w:pStyle w:val="libNormal"/>
      </w:pPr>
      <w:r>
        <w:br w:type="page"/>
      </w:r>
    </w:p>
    <w:p w:rsidR="00D0383A" w:rsidRDefault="00645494" w:rsidP="00645494">
      <w:pPr>
        <w:pStyle w:val="libPoemCenter"/>
        <w:rPr>
          <w:rtl/>
        </w:rPr>
      </w:pPr>
      <w:r w:rsidRPr="00FB42CD">
        <w:rPr>
          <w:rtl/>
        </w:rPr>
        <w:lastRenderedPageBreak/>
        <w:t>وازدهى</w:t>
      </w:r>
      <w:r w:rsidR="00554BFA">
        <w:rPr>
          <w:rtl/>
        </w:rPr>
        <w:t xml:space="preserve"> </w:t>
      </w:r>
      <w:r w:rsidRPr="00FB42CD">
        <w:rPr>
          <w:rtl/>
        </w:rPr>
        <w:t>الطور</w:t>
      </w:r>
      <w:r w:rsidR="00554BFA">
        <w:rPr>
          <w:rtl/>
        </w:rPr>
        <w:t xml:space="preserve"> </w:t>
      </w:r>
      <w:r w:rsidRPr="00FB42CD">
        <w:rPr>
          <w:rtl/>
        </w:rPr>
        <w:t>به</w:t>
      </w:r>
      <w:r w:rsidR="00554BFA">
        <w:rPr>
          <w:rtl/>
        </w:rPr>
        <w:t xml:space="preserve"> </w:t>
      </w:r>
      <w:r w:rsidRPr="00FB42CD">
        <w:rPr>
          <w:rtl/>
        </w:rPr>
        <w:t>حتّى</w:t>
      </w:r>
      <w:r w:rsidR="00554BFA">
        <w:rPr>
          <w:rtl/>
        </w:rPr>
        <w:t xml:space="preserve"> </w:t>
      </w:r>
      <w:r w:rsidRPr="00FB42CD">
        <w:rPr>
          <w:rtl/>
        </w:rPr>
        <w:t>لقد</w:t>
      </w:r>
      <w:r w:rsidR="00554BFA">
        <w:rPr>
          <w:rtl/>
        </w:rPr>
        <w:t xml:space="preserve"> </w:t>
      </w:r>
      <w:r w:rsidR="00554BFA" w:rsidRPr="00D0383A">
        <w:rPr>
          <w:rtl/>
        </w:rPr>
        <w:t>=</w:t>
      </w:r>
      <w:r w:rsidR="00554BFA">
        <w:rPr>
          <w:rtl/>
        </w:rPr>
        <w:t xml:space="preserve"> (</w:t>
      </w:r>
      <w:r w:rsidRPr="00FB42CD">
        <w:rPr>
          <w:rtl/>
        </w:rPr>
        <w:t>ظنَّ</w:t>
      </w:r>
      <w:r w:rsidR="00554BFA">
        <w:rPr>
          <w:rtl/>
        </w:rPr>
        <w:t xml:space="preserve"> </w:t>
      </w:r>
      <w:r w:rsidRPr="00FB42CD">
        <w:rPr>
          <w:rtl/>
        </w:rPr>
        <w:t>موسى</w:t>
      </w:r>
      <w:r w:rsidR="00554BFA">
        <w:rPr>
          <w:rtl/>
        </w:rPr>
        <w:t xml:space="preserve"> </w:t>
      </w:r>
      <w:r w:rsidRPr="00FB42CD">
        <w:rPr>
          <w:rtl/>
        </w:rPr>
        <w:t>أنَّه</w:t>
      </w:r>
      <w:r w:rsidR="00554BFA">
        <w:rPr>
          <w:rtl/>
        </w:rPr>
        <w:t xml:space="preserve"> </w:t>
      </w:r>
      <w:r w:rsidRPr="00FB42CD">
        <w:rPr>
          <w:rtl/>
        </w:rPr>
        <w:t>نار</w:t>
      </w:r>
      <w:r w:rsidR="00554BFA">
        <w:rPr>
          <w:rtl/>
        </w:rPr>
        <w:t xml:space="preserve"> </w:t>
      </w:r>
      <w:r w:rsidRPr="00FB42CD">
        <w:rPr>
          <w:rtl/>
        </w:rPr>
        <w:t>قبس)</w:t>
      </w:r>
    </w:p>
    <w:p w:rsidR="00645494" w:rsidRDefault="00554BFA" w:rsidP="00645494">
      <w:pPr>
        <w:pStyle w:val="libPoemCenter"/>
        <w:rPr>
          <w:rtl/>
        </w:rPr>
      </w:pPr>
      <w:r>
        <w:rPr>
          <w:rtl/>
        </w:rPr>
        <w:t>(</w:t>
      </w:r>
      <w:r w:rsidR="00645494" w:rsidRPr="00FB42CD">
        <w:rPr>
          <w:rtl/>
        </w:rPr>
        <w:t>صح</w:t>
      </w:r>
      <w:r>
        <w:rPr>
          <w:rtl/>
        </w:rPr>
        <w:t xml:space="preserve"> </w:t>
      </w:r>
      <w:r w:rsidR="00645494" w:rsidRPr="00FB42CD">
        <w:rPr>
          <w:rtl/>
        </w:rPr>
        <w:t>عندي</w:t>
      </w:r>
      <w:r>
        <w:rPr>
          <w:rtl/>
        </w:rPr>
        <w:t xml:space="preserve"> </w:t>
      </w:r>
      <w:r w:rsidR="00645494" w:rsidRPr="00FB42CD">
        <w:rPr>
          <w:rtl/>
        </w:rPr>
        <w:t>أنَّ</w:t>
      </w:r>
      <w:r>
        <w:rPr>
          <w:rtl/>
        </w:rPr>
        <w:t xml:space="preserve"> </w:t>
      </w:r>
      <w:r w:rsidR="00645494" w:rsidRPr="00FB42CD">
        <w:rPr>
          <w:rtl/>
        </w:rPr>
        <w:t>مَن</w:t>
      </w:r>
      <w:r>
        <w:rPr>
          <w:rtl/>
        </w:rPr>
        <w:t xml:space="preserve"> </w:t>
      </w:r>
      <w:r w:rsidR="00645494" w:rsidRPr="00FB42CD">
        <w:rPr>
          <w:rtl/>
        </w:rPr>
        <w:t>عاداكم)</w:t>
      </w:r>
      <w:r>
        <w:rPr>
          <w:rtl/>
        </w:rPr>
        <w:t xml:space="preserve"> </w:t>
      </w:r>
      <w:r w:rsidRPr="00D0383A">
        <w:rPr>
          <w:rtl/>
        </w:rPr>
        <w:t>=</w:t>
      </w:r>
      <w:r>
        <w:rPr>
          <w:rtl/>
        </w:rPr>
        <w:t xml:space="preserve"> </w:t>
      </w:r>
      <w:r w:rsidR="00645494" w:rsidRPr="00FB42CD">
        <w:rPr>
          <w:rtl/>
        </w:rPr>
        <w:t>هاد</w:t>
      </w:r>
      <w:r>
        <w:rPr>
          <w:rtl/>
        </w:rPr>
        <w:t xml:space="preserve"> </w:t>
      </w:r>
      <w:r w:rsidR="00645494" w:rsidRPr="00FB42CD">
        <w:rPr>
          <w:rtl/>
        </w:rPr>
        <w:t>أو</w:t>
      </w:r>
      <w:r>
        <w:rPr>
          <w:rtl/>
        </w:rPr>
        <w:t xml:space="preserve"> </w:t>
      </w:r>
      <w:r w:rsidR="00645494" w:rsidRPr="00FB42CD">
        <w:rPr>
          <w:rtl/>
        </w:rPr>
        <w:t>ناصرُ</w:t>
      </w:r>
      <w:r>
        <w:rPr>
          <w:rtl/>
        </w:rPr>
        <w:t xml:space="preserve"> </w:t>
      </w:r>
      <w:r w:rsidR="00645494" w:rsidRPr="00FB42CD">
        <w:rPr>
          <w:rtl/>
        </w:rPr>
        <w:t>ديناً</w:t>
      </w:r>
      <w:r>
        <w:rPr>
          <w:rtl/>
        </w:rPr>
        <w:t xml:space="preserve"> </w:t>
      </w:r>
      <w:r w:rsidR="00645494" w:rsidRPr="00FB42CD">
        <w:rPr>
          <w:rtl/>
        </w:rPr>
        <w:t>أو</w:t>
      </w:r>
      <w:r>
        <w:rPr>
          <w:rtl/>
        </w:rPr>
        <w:t xml:space="preserve"> </w:t>
      </w:r>
      <w:r w:rsidR="00645494" w:rsidRPr="00FB42CD">
        <w:rPr>
          <w:rtl/>
        </w:rPr>
        <w:t>مَجَس</w:t>
      </w:r>
    </w:p>
    <w:p w:rsidR="00645494" w:rsidRPr="00645494" w:rsidRDefault="00645494" w:rsidP="00FE2721">
      <w:pPr>
        <w:pStyle w:val="libPoemCenter"/>
        <w:rPr>
          <w:rtl/>
        </w:rPr>
      </w:pPr>
      <w:r w:rsidRPr="00FB42CD">
        <w:rPr>
          <w:rtl/>
        </w:rPr>
        <w:t>لا</w:t>
      </w:r>
      <w:r w:rsidR="00554BFA">
        <w:rPr>
          <w:rtl/>
        </w:rPr>
        <w:t xml:space="preserve"> </w:t>
      </w:r>
      <w:r w:rsidRPr="00FB42CD">
        <w:rPr>
          <w:rtl/>
        </w:rPr>
        <w:t>يُرجى</w:t>
      </w:r>
      <w:r w:rsidR="00554BFA">
        <w:rPr>
          <w:rtl/>
        </w:rPr>
        <w:t xml:space="preserve"> </w:t>
      </w:r>
      <w:r w:rsidRPr="00FB42CD">
        <w:rPr>
          <w:rtl/>
        </w:rPr>
        <w:t>لفلاح</w:t>
      </w:r>
      <w:r w:rsidR="00554BFA">
        <w:rPr>
          <w:rtl/>
        </w:rPr>
        <w:t xml:space="preserve"> </w:t>
      </w:r>
      <w:r w:rsidRPr="00FB42CD">
        <w:rPr>
          <w:rtl/>
        </w:rPr>
        <w:t>بعده</w:t>
      </w:r>
      <w:r w:rsidR="00554BFA">
        <w:rPr>
          <w:rtl/>
        </w:rPr>
        <w:t xml:space="preserve"> </w:t>
      </w:r>
      <w:r w:rsidR="00554BFA" w:rsidRPr="00D0383A">
        <w:rPr>
          <w:rtl/>
        </w:rPr>
        <w:t>=</w:t>
      </w:r>
      <w:r w:rsidR="00554BFA">
        <w:rPr>
          <w:rtl/>
        </w:rPr>
        <w:t xml:space="preserve"> (</w:t>
      </w:r>
      <w:r w:rsidRPr="00FB42CD">
        <w:rPr>
          <w:rtl/>
        </w:rPr>
        <w:t>إنَّه</w:t>
      </w:r>
      <w:r w:rsidR="00554BFA">
        <w:rPr>
          <w:rtl/>
        </w:rPr>
        <w:t xml:space="preserve"> </w:t>
      </w:r>
      <w:r w:rsidRPr="00FB42CD">
        <w:rPr>
          <w:rtl/>
        </w:rPr>
        <w:t>آخر</w:t>
      </w:r>
      <w:r w:rsidR="00554BFA">
        <w:rPr>
          <w:rtl/>
        </w:rPr>
        <w:t xml:space="preserve"> </w:t>
      </w:r>
      <w:r w:rsidRPr="00FB42CD">
        <w:rPr>
          <w:rtl/>
        </w:rPr>
        <w:t>سطر</w:t>
      </w:r>
      <w:r w:rsidR="00554BFA">
        <w:rPr>
          <w:rtl/>
        </w:rPr>
        <w:t xml:space="preserve"> </w:t>
      </w:r>
      <w:r w:rsidRPr="00FB42CD">
        <w:rPr>
          <w:rtl/>
        </w:rPr>
        <w:t>في</w:t>
      </w:r>
      <w:r w:rsidR="00554BFA">
        <w:rPr>
          <w:rtl/>
        </w:rPr>
        <w:t xml:space="preserve"> </w:t>
      </w:r>
      <w:r w:rsidRPr="00FB42CD">
        <w:rPr>
          <w:rtl/>
        </w:rPr>
        <w:t>عبس)</w:t>
      </w:r>
    </w:p>
    <w:p w:rsidR="00645494" w:rsidRPr="00554BFA" w:rsidRDefault="00645494" w:rsidP="00645494">
      <w:pPr>
        <w:pStyle w:val="Heading2Center"/>
        <w:rPr>
          <w:rtl/>
        </w:rPr>
      </w:pPr>
      <w:bookmarkStart w:id="31" w:name="_Toc491861301"/>
      <w:r w:rsidRPr="00FB42CD">
        <w:rPr>
          <w:rtl/>
        </w:rPr>
        <w:t>الباب الثاني:</w:t>
      </w:r>
      <w:bookmarkStart w:id="32" w:name="الباب_الثاني"/>
      <w:bookmarkEnd w:id="32"/>
      <w:bookmarkEnd w:id="31"/>
    </w:p>
    <w:p w:rsidR="00554BFA" w:rsidRPr="00554BFA" w:rsidRDefault="00645494" w:rsidP="00645494">
      <w:pPr>
        <w:pStyle w:val="Heading2Center"/>
        <w:rPr>
          <w:rtl/>
        </w:rPr>
      </w:pPr>
      <w:bookmarkStart w:id="33" w:name="_Toc491861302"/>
      <w:r w:rsidRPr="00FB42CD">
        <w:rPr>
          <w:rtl/>
        </w:rPr>
        <w:t>فيما يتعلَّق بأمير المؤمنين علي بن أبي طالب</w:t>
      </w:r>
      <w:r w:rsidR="00554BFA">
        <w:rPr>
          <w:rtl/>
        </w:rPr>
        <w:t xml:space="preserve"> (</w:t>
      </w:r>
      <w:r w:rsidRPr="00FB42CD">
        <w:rPr>
          <w:rtl/>
        </w:rPr>
        <w:t>عليه السلام) من النظام المتلو</w:t>
      </w:r>
      <w:bookmarkEnd w:id="33"/>
    </w:p>
    <w:p w:rsidR="00554BFA" w:rsidRPr="00554BFA" w:rsidRDefault="00645494" w:rsidP="00D0383A">
      <w:pPr>
        <w:pStyle w:val="libCenterBold2"/>
        <w:rPr>
          <w:rtl/>
        </w:rPr>
      </w:pPr>
      <w:r w:rsidRPr="00FB42CD">
        <w:rPr>
          <w:rtl/>
        </w:rPr>
        <w:t>وفيه عشر فصول:</w:t>
      </w:r>
    </w:p>
    <w:p w:rsidR="00645494" w:rsidRPr="00554BFA" w:rsidRDefault="00645494" w:rsidP="00645494">
      <w:pPr>
        <w:pStyle w:val="Heading3"/>
        <w:rPr>
          <w:rtl/>
        </w:rPr>
      </w:pPr>
      <w:bookmarkStart w:id="34" w:name="_Toc491861303"/>
      <w:r w:rsidRPr="00FB42CD">
        <w:rPr>
          <w:rtl/>
        </w:rPr>
        <w:t>الفصل الأول:</w:t>
      </w:r>
      <w:bookmarkEnd w:id="34"/>
    </w:p>
    <w:p w:rsidR="00645494" w:rsidRPr="00FB42CD" w:rsidRDefault="00645494" w:rsidP="00554BFA">
      <w:pPr>
        <w:pStyle w:val="libNormal"/>
        <w:rPr>
          <w:rtl/>
        </w:rPr>
      </w:pPr>
      <w:r w:rsidRPr="00554BFA">
        <w:rPr>
          <w:rtl/>
        </w:rPr>
        <w:t>ذكر الثعالبي المُتوفَّى في حدود سنة 429، في كتابه يَتيمة الدهر</w:t>
      </w:r>
      <w:r w:rsidR="00554BFA">
        <w:rPr>
          <w:rtl/>
        </w:rPr>
        <w:t xml:space="preserve"> (</w:t>
      </w:r>
      <w:r w:rsidRPr="00554BFA">
        <w:rPr>
          <w:rtl/>
        </w:rPr>
        <w:t>المطبوع مراراً) في ترجمة أبي القاسم بن علي ابن بشر، قال: أخبرني الزاهد</w:t>
      </w:r>
      <w:r w:rsidR="00FE2721">
        <w:rPr>
          <w:rtl/>
        </w:rPr>
        <w:t xml:space="preserve"> - </w:t>
      </w:r>
      <w:r w:rsidRPr="00554BFA">
        <w:rPr>
          <w:rtl/>
        </w:rPr>
        <w:t>يعني محمد بن عمر</w:t>
      </w:r>
      <w:r w:rsidR="00FE2721">
        <w:rPr>
          <w:rtl/>
        </w:rPr>
        <w:t xml:space="preserve"> - </w:t>
      </w:r>
      <w:r w:rsidRPr="00554BFA">
        <w:rPr>
          <w:rtl/>
        </w:rPr>
        <w:t>قال: أخبرني أبو القاسم بن علي بن بشر، أنَّه كان له جد لأم يُعرف بكولان، وكان من أهل الأدب، والكتابة، وحَسَنَ الشعر والخطابة، قال: حججت سنةً من السنين، وجاورت بمكة حرسها الله، فاعتللت علَّة تطاولت بي، وضاق معها خُلُقي، ثم صلحت منها بعض الصلاح، ففكَّرت في أنّي عملت في أهل البيت تسعاً وأربعين قصيدة، مدحاً، فقلت: أُكملها خمسين، ثم ابتدأت بها، فقلت:</w:t>
      </w:r>
      <w:r w:rsidR="00554BFA">
        <w:rPr>
          <w:rtl/>
        </w:rPr>
        <w:t xml:space="preserve"> (</w:t>
      </w:r>
      <w:r w:rsidRPr="00554BFA">
        <w:rPr>
          <w:rtl/>
        </w:rPr>
        <w:t>بَني أحمد يا بَني أحمد) وأرتجَّ عليَّ فلم أقدر على زيادة، فعظُم ذلك عليَّ، واجتهدت في أنْ أُكمل البيت فلم أقدر، فحدَث لي من الهم بهذه الحالة ما زاد على</w:t>
      </w:r>
      <w:r w:rsidR="00554BFA">
        <w:rPr>
          <w:rtl/>
        </w:rPr>
        <w:t xml:space="preserve"> </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غمّي باضاقتي وعلتي، فنمت اهتماماً بالحال، فرأيت النبي</w:t>
      </w:r>
      <w:r w:rsidR="00554BFA">
        <w:rPr>
          <w:rtl/>
        </w:rPr>
        <w:t xml:space="preserve"> (</w:t>
      </w:r>
      <w:r w:rsidRPr="00554BFA">
        <w:rPr>
          <w:rtl/>
        </w:rPr>
        <w:t>صلّى الله عليه وآله) في النوم، فجئت إليه وسلَّمت عليه وشكوت إليه ما أنا فيه</w:t>
      </w:r>
      <w:r w:rsidR="00D0383A">
        <w:rPr>
          <w:rtl/>
        </w:rPr>
        <w:t>؛</w:t>
      </w:r>
      <w:r w:rsidRPr="00554BFA">
        <w:rPr>
          <w:rtl/>
        </w:rPr>
        <w:t xml:space="preserve"> من الإضاقة، ‌وما أجده من العلَّة، وأخرى من القلَّة، فقال لي:</w:t>
      </w:r>
      <w:r w:rsidR="00554BFA">
        <w:rPr>
          <w:rStyle w:val="libNormalChar"/>
          <w:rtl/>
        </w:rPr>
        <w:t xml:space="preserve"> ((</w:t>
      </w:r>
      <w:r w:rsidRPr="00645494">
        <w:rPr>
          <w:rStyle w:val="libNormalChar"/>
          <w:rtl/>
        </w:rPr>
        <w:t xml:space="preserve"> تصدَّق يوسِّع الله عليك، وصم يصحّ جسمك! ))</w:t>
      </w:r>
      <w:r w:rsidRPr="00554BFA">
        <w:rPr>
          <w:rtl/>
        </w:rPr>
        <w:t>، فقلت يا رسول الله، وأعظم ما أشكوه إليك</w:t>
      </w:r>
      <w:r w:rsidR="00D0383A">
        <w:rPr>
          <w:rtl/>
        </w:rPr>
        <w:t>؛</w:t>
      </w:r>
      <w:r w:rsidRPr="00554BFA">
        <w:rPr>
          <w:rtl/>
        </w:rPr>
        <w:t xml:space="preserve"> أنَّي شاعر أتشيَّع، وأَخص بالمحبة ولدك الحسين</w:t>
      </w:r>
      <w:r w:rsidR="00554BFA">
        <w:rPr>
          <w:rtl/>
        </w:rPr>
        <w:t xml:space="preserve"> (</w:t>
      </w:r>
      <w:r w:rsidRPr="00554BFA">
        <w:rPr>
          <w:rtl/>
        </w:rPr>
        <w:t>عليه السلام) وتداخلني له رحمة</w:t>
      </w:r>
      <w:r w:rsidR="00D0383A">
        <w:rPr>
          <w:rtl/>
        </w:rPr>
        <w:t>؛</w:t>
      </w:r>
      <w:r w:rsidRPr="00554BFA">
        <w:rPr>
          <w:rtl/>
        </w:rPr>
        <w:t xml:space="preserve"> لِما جرى عليه من القتل</w:t>
      </w:r>
      <w:r w:rsidR="00D0383A">
        <w:rPr>
          <w:rtl/>
        </w:rPr>
        <w:t>،</w:t>
      </w:r>
      <w:r w:rsidRPr="00554BFA">
        <w:rPr>
          <w:rtl/>
        </w:rPr>
        <w:t xml:space="preserve"> وكنت قد عملت في أهل بيتك تسعاً وأربعين قصيدة، فلمّا خلوت بنفسي في هذا الموضع</w:t>
      </w:r>
      <w:r w:rsidR="00D0383A">
        <w:rPr>
          <w:rtl/>
        </w:rPr>
        <w:t>،</w:t>
      </w:r>
      <w:r w:rsidRPr="00554BFA">
        <w:rPr>
          <w:rtl/>
        </w:rPr>
        <w:t xml:space="preserve"> حاولت أنْ أُكملها خمسين، فبدأت بقصيدة، وقلت: مُصراعاً منها وارتجَّ عليَّ اجازته، ونفر عني كل ما كنت أعرفه، فما أقدر على قول حرف</w:t>
      </w:r>
      <w:r w:rsidR="00D0383A">
        <w:rPr>
          <w:rtl/>
        </w:rPr>
        <w:t>،</w:t>
      </w:r>
      <w:r w:rsidRPr="00554BFA">
        <w:rPr>
          <w:rtl/>
        </w:rPr>
        <w:t xml:space="preserve"> فلو أكملتَه يا رسول الله! فتبسّم</w:t>
      </w:r>
      <w:r w:rsidR="00554BFA">
        <w:rPr>
          <w:rtl/>
        </w:rPr>
        <w:t xml:space="preserve"> (</w:t>
      </w:r>
      <w:r w:rsidRPr="00554BFA">
        <w:rPr>
          <w:rtl/>
        </w:rPr>
        <w:t>صلّى الله عليه وآله) وقال لي:</w:t>
      </w:r>
      <w:r w:rsidR="00554BFA">
        <w:rPr>
          <w:rStyle w:val="libNormalChar"/>
          <w:rtl/>
        </w:rPr>
        <w:t xml:space="preserve"> ((</w:t>
      </w:r>
      <w:r w:rsidRPr="00645494">
        <w:rPr>
          <w:rStyle w:val="libNormalChar"/>
          <w:rtl/>
        </w:rPr>
        <w:t xml:space="preserve"> إذهب إلى صاحبك ))</w:t>
      </w:r>
      <w:r w:rsidRPr="00554BFA">
        <w:rPr>
          <w:rtl/>
        </w:rPr>
        <w:t>، وأومأ بيده الشريفة‌ إلى ناحية من نواحي المسجد، وأمر رسولاً يمضي بيَّ إلى حيث أومأ فمضى بي الرسول إلى أُناس فيهم علي بن أبي طالب</w:t>
      </w:r>
      <w:r w:rsidR="00554BFA">
        <w:rPr>
          <w:rtl/>
        </w:rPr>
        <w:t xml:space="preserve"> (</w:t>
      </w:r>
      <w:r w:rsidRPr="00554BFA">
        <w:rPr>
          <w:rtl/>
        </w:rPr>
        <w:t>عليه السلام) فقال له الرسول: أخوك وجَّه إليك بهذا الرجل</w:t>
      </w:r>
      <w:r w:rsidR="00D0383A">
        <w:rPr>
          <w:rtl/>
        </w:rPr>
        <w:t>،</w:t>
      </w:r>
      <w:r w:rsidRPr="00554BFA">
        <w:rPr>
          <w:rtl/>
        </w:rPr>
        <w:t xml:space="preserve"> فاسمع ما يقوله! فسلَّمت عليه، وقصصت عليه قصَّتي، كما قصصتها على النبي</w:t>
      </w:r>
      <w:r w:rsidR="00554BFA">
        <w:rPr>
          <w:rtl/>
        </w:rPr>
        <w:t xml:space="preserve"> (</w:t>
      </w:r>
      <w:r w:rsidRPr="00554BFA">
        <w:rPr>
          <w:rtl/>
        </w:rPr>
        <w:t>عليه السلام) فقال لي</w:t>
      </w:r>
      <w:r w:rsidR="00D0383A">
        <w:rPr>
          <w:rtl/>
        </w:rPr>
        <w:t>؛</w:t>
      </w:r>
      <w:r w:rsidRPr="00554BFA">
        <w:rPr>
          <w:rtl/>
        </w:rPr>
        <w:t xml:space="preserve"> اعتذاراً عن النبي</w:t>
      </w:r>
      <w:r w:rsidR="00554BFA">
        <w:rPr>
          <w:rtl/>
        </w:rPr>
        <w:t xml:space="preserve"> (</w:t>
      </w:r>
      <w:r w:rsidRPr="00554BFA">
        <w:rPr>
          <w:rtl/>
        </w:rPr>
        <w:t>صلّى الله عليه وآله وسلّم):</w:t>
      </w:r>
      <w:r w:rsidR="00554BFA">
        <w:rPr>
          <w:rFonts w:hint="cs"/>
          <w:rtl/>
        </w:rPr>
        <w:t xml:space="preserve"> </w:t>
      </w:r>
      <w:r w:rsidR="00554BFA">
        <w:rPr>
          <w:rStyle w:val="libNormalChar"/>
          <w:rtl/>
        </w:rPr>
        <w:t>((</w:t>
      </w:r>
      <w:r w:rsidRPr="00645494">
        <w:rPr>
          <w:rStyle w:val="libNormalChar"/>
          <w:rtl/>
        </w:rPr>
        <w:t xml:space="preserve"> أما قرأت قول الله تبارك وتعالى:</w:t>
      </w:r>
      <w:r w:rsidR="00554BFA">
        <w:rPr>
          <w:rStyle w:val="libNormalChar"/>
          <w:rtl/>
        </w:rPr>
        <w:t xml:space="preserve"> (</w:t>
      </w:r>
      <w:r w:rsidRPr="00645494">
        <w:rPr>
          <w:rStyle w:val="libNormalChar"/>
          <w:rFonts w:hint="cs"/>
          <w:rtl/>
        </w:rPr>
        <w:t>وَمَا عَلَّمْنَاهُ الشِّعْرَ</w:t>
      </w:r>
      <w:r w:rsidR="00554BFA">
        <w:rPr>
          <w:rStyle w:val="libNormalChar"/>
          <w:rtl/>
        </w:rPr>
        <w:t>))</w:t>
      </w:r>
      <w:r w:rsidRPr="00645494">
        <w:rPr>
          <w:rStyle w:val="libNormalChar"/>
          <w:rtl/>
        </w:rPr>
        <w:t>)</w:t>
      </w:r>
      <w:r w:rsidRPr="00554BFA">
        <w:rPr>
          <w:rtl/>
        </w:rPr>
        <w:t>، ثم قال:</w:t>
      </w:r>
      <w:r w:rsidR="00554BFA">
        <w:rPr>
          <w:rStyle w:val="libNormalChar"/>
          <w:rtl/>
        </w:rPr>
        <w:t xml:space="preserve"> ((</w:t>
      </w:r>
      <w:r w:rsidRPr="00645494">
        <w:rPr>
          <w:rStyle w:val="libNormalChar"/>
          <w:rtl/>
        </w:rPr>
        <w:t xml:space="preserve"> فما المصراع الّذي قلت؟ ))</w:t>
      </w:r>
      <w:r w:rsidRPr="00554BFA">
        <w:rPr>
          <w:rtl/>
        </w:rPr>
        <w:t xml:space="preserve"> فقلت:</w:t>
      </w:r>
    </w:p>
    <w:p w:rsidR="00645494" w:rsidRPr="00554BFA" w:rsidRDefault="00645494" w:rsidP="00645494">
      <w:pPr>
        <w:pStyle w:val="libNormal"/>
        <w:rPr>
          <w:rtl/>
        </w:rPr>
      </w:pPr>
      <w:r w:rsidRPr="00FB42CD">
        <w:rPr>
          <w:rtl/>
        </w:rPr>
        <w:t>بني أحمد يا بني أحمد: فقال:</w:t>
      </w:r>
      <w:r w:rsidR="00554BFA">
        <w:rPr>
          <w:rFonts w:hint="cs"/>
          <w:rtl/>
        </w:rPr>
        <w:t xml:space="preserve"> </w:t>
      </w:r>
      <w:r w:rsidR="00554BFA">
        <w:rPr>
          <w:rtl/>
        </w:rPr>
        <w:t>((</w:t>
      </w:r>
      <w:r w:rsidRPr="00645494">
        <w:rPr>
          <w:rtl/>
        </w:rPr>
        <w:t xml:space="preserve"> بكت لكم عَمَد المَسجد</w:t>
      </w:r>
    </w:p>
    <w:p w:rsidR="00645494" w:rsidRPr="00645494" w:rsidRDefault="00645494" w:rsidP="00645494">
      <w:pPr>
        <w:pStyle w:val="libPoemCenter"/>
        <w:rPr>
          <w:rtl/>
        </w:rPr>
      </w:pPr>
      <w:r w:rsidRPr="00FB42CD">
        <w:rPr>
          <w:rtl/>
        </w:rPr>
        <w:t>بيثرب</w:t>
      </w:r>
      <w:r w:rsidR="00554BFA">
        <w:rPr>
          <w:rtl/>
        </w:rPr>
        <w:t xml:space="preserve"> </w:t>
      </w:r>
      <w:r w:rsidRPr="00FB42CD">
        <w:rPr>
          <w:rtl/>
        </w:rPr>
        <w:t>واهتزَّ</w:t>
      </w:r>
      <w:r w:rsidR="00554BFA">
        <w:rPr>
          <w:rtl/>
        </w:rPr>
        <w:t xml:space="preserve"> </w:t>
      </w:r>
      <w:r w:rsidRPr="00FB42CD">
        <w:rPr>
          <w:rtl/>
        </w:rPr>
        <w:t>قبر</w:t>
      </w:r>
      <w:r w:rsidR="00554BFA">
        <w:rPr>
          <w:rtl/>
        </w:rPr>
        <w:t xml:space="preserve"> </w:t>
      </w:r>
      <w:r w:rsidRPr="00FB42CD">
        <w:rPr>
          <w:rtl/>
        </w:rPr>
        <w:t>النبي</w:t>
      </w:r>
      <w:r w:rsidR="00554BFA">
        <w:rPr>
          <w:rtl/>
        </w:rPr>
        <w:t xml:space="preserve"> </w:t>
      </w:r>
      <w:r w:rsidR="00554BFA" w:rsidRPr="00D0383A">
        <w:rPr>
          <w:rtl/>
        </w:rPr>
        <w:t>=</w:t>
      </w:r>
      <w:r w:rsidR="00554BFA">
        <w:rPr>
          <w:rtl/>
        </w:rPr>
        <w:t xml:space="preserve"> </w:t>
      </w:r>
      <w:r w:rsidRPr="00FB42CD">
        <w:rPr>
          <w:rtl/>
        </w:rPr>
        <w:t>أبي</w:t>
      </w:r>
      <w:r w:rsidR="00554BFA">
        <w:rPr>
          <w:rtl/>
        </w:rPr>
        <w:t xml:space="preserve"> </w:t>
      </w:r>
      <w:r w:rsidRPr="00FB42CD">
        <w:rPr>
          <w:rtl/>
        </w:rPr>
        <w:t>القاسم</w:t>
      </w:r>
      <w:r w:rsidR="00554BFA">
        <w:rPr>
          <w:rtl/>
        </w:rPr>
        <w:t xml:space="preserve"> </w:t>
      </w:r>
      <w:r w:rsidRPr="00FB42CD">
        <w:rPr>
          <w:rtl/>
        </w:rPr>
        <w:t>السيّد</w:t>
      </w:r>
      <w:r w:rsidR="00554BFA">
        <w:rPr>
          <w:rtl/>
        </w:rPr>
        <w:t xml:space="preserve"> </w:t>
      </w:r>
      <w:r w:rsidRPr="00FB42CD">
        <w:rPr>
          <w:rtl/>
        </w:rPr>
        <w:t>الأصيد</w:t>
      </w:r>
    </w:p>
    <w:p w:rsidR="00645494" w:rsidRDefault="00645494" w:rsidP="00645494">
      <w:pPr>
        <w:pStyle w:val="libNormal"/>
      </w:pPr>
      <w:r>
        <w:br w:type="page"/>
      </w:r>
    </w:p>
    <w:p w:rsidR="00645494" w:rsidRDefault="00645494" w:rsidP="00FE2721">
      <w:pPr>
        <w:pStyle w:val="libPoemCenter"/>
        <w:rPr>
          <w:rtl/>
        </w:rPr>
      </w:pPr>
      <w:r w:rsidRPr="00FB42CD">
        <w:rPr>
          <w:rtl/>
        </w:rPr>
        <w:lastRenderedPageBreak/>
        <w:t>ومكة</w:t>
      </w:r>
      <w:r w:rsidR="00554BFA">
        <w:rPr>
          <w:rtl/>
        </w:rPr>
        <w:t xml:space="preserve"> </w:t>
      </w:r>
      <w:r w:rsidRPr="00FB42CD">
        <w:rPr>
          <w:rtl/>
        </w:rPr>
        <w:t>مارت</w:t>
      </w:r>
      <w:r w:rsidR="00554BFA">
        <w:rPr>
          <w:rtl/>
        </w:rPr>
        <w:t xml:space="preserve"> </w:t>
      </w:r>
      <w:r w:rsidRPr="00FB42CD">
        <w:rPr>
          <w:rtl/>
        </w:rPr>
        <w:t>ببطحائها</w:t>
      </w:r>
      <w:r w:rsidR="00554BFA">
        <w:rPr>
          <w:rtl/>
        </w:rPr>
        <w:t xml:space="preserve"> </w:t>
      </w:r>
      <w:r w:rsidR="00554BFA" w:rsidRPr="00D0383A">
        <w:rPr>
          <w:rtl/>
        </w:rPr>
        <w:t>=</w:t>
      </w:r>
      <w:r w:rsidR="00554BFA">
        <w:rPr>
          <w:rtl/>
        </w:rPr>
        <w:t xml:space="preserve"> </w:t>
      </w:r>
      <w:r w:rsidRPr="00FB42CD">
        <w:rPr>
          <w:rtl/>
        </w:rPr>
        <w:t>لإعظام</w:t>
      </w:r>
      <w:r w:rsidR="00554BFA">
        <w:rPr>
          <w:rtl/>
        </w:rPr>
        <w:t xml:space="preserve"> </w:t>
      </w:r>
      <w:r w:rsidRPr="00FB42CD">
        <w:rPr>
          <w:rtl/>
        </w:rPr>
        <w:t>فعل</w:t>
      </w:r>
      <w:r w:rsidR="00554BFA">
        <w:rPr>
          <w:rtl/>
        </w:rPr>
        <w:t xml:space="preserve"> </w:t>
      </w:r>
      <w:r w:rsidRPr="00FB42CD">
        <w:rPr>
          <w:rtl/>
        </w:rPr>
        <w:t>بَني</w:t>
      </w:r>
      <w:r w:rsidR="00554BFA">
        <w:rPr>
          <w:rtl/>
        </w:rPr>
        <w:t xml:space="preserve"> </w:t>
      </w:r>
      <w:r w:rsidRPr="00FB42CD">
        <w:rPr>
          <w:rtl/>
        </w:rPr>
        <w:t>الأعبد</w:t>
      </w:r>
    </w:p>
    <w:p w:rsidR="00645494" w:rsidRDefault="00645494" w:rsidP="00FE2721">
      <w:pPr>
        <w:pStyle w:val="libPoemCenter"/>
        <w:rPr>
          <w:rtl/>
        </w:rPr>
      </w:pPr>
      <w:r w:rsidRPr="00FB42CD">
        <w:rPr>
          <w:rtl/>
        </w:rPr>
        <w:t>ومال</w:t>
      </w:r>
      <w:r w:rsidR="00554BFA">
        <w:rPr>
          <w:rtl/>
        </w:rPr>
        <w:t xml:space="preserve"> </w:t>
      </w:r>
      <w:r w:rsidRPr="00FB42CD">
        <w:rPr>
          <w:rtl/>
        </w:rPr>
        <w:t>الحطيم</w:t>
      </w:r>
      <w:r w:rsidR="00554BFA">
        <w:rPr>
          <w:rtl/>
        </w:rPr>
        <w:t xml:space="preserve"> </w:t>
      </w:r>
      <w:r w:rsidRPr="00FB42CD">
        <w:rPr>
          <w:rtl/>
        </w:rPr>
        <w:t>بأركانه</w:t>
      </w:r>
      <w:r w:rsidR="00554BFA">
        <w:rPr>
          <w:rtl/>
        </w:rPr>
        <w:t xml:space="preserve"> </w:t>
      </w:r>
      <w:r w:rsidR="00554BFA" w:rsidRPr="00D0383A">
        <w:rPr>
          <w:rtl/>
        </w:rPr>
        <w:t>=</w:t>
      </w:r>
      <w:r w:rsidR="00554BFA">
        <w:rPr>
          <w:rtl/>
        </w:rPr>
        <w:t xml:space="preserve"> </w:t>
      </w:r>
      <w:r w:rsidRPr="00FB42CD">
        <w:rPr>
          <w:rtl/>
        </w:rPr>
        <w:t>وما</w:t>
      </w:r>
      <w:r w:rsidR="00554BFA">
        <w:rPr>
          <w:rtl/>
        </w:rPr>
        <w:t xml:space="preserve"> </w:t>
      </w:r>
      <w:r w:rsidRPr="00FB42CD">
        <w:rPr>
          <w:rtl/>
        </w:rPr>
        <w:t>بالبنية</w:t>
      </w:r>
      <w:r w:rsidR="00554BFA">
        <w:rPr>
          <w:rtl/>
        </w:rPr>
        <w:t xml:space="preserve"> </w:t>
      </w:r>
      <w:r w:rsidRPr="00FB42CD">
        <w:rPr>
          <w:rtl/>
        </w:rPr>
        <w:t>مِن</w:t>
      </w:r>
      <w:r w:rsidR="00554BFA">
        <w:rPr>
          <w:rtl/>
        </w:rPr>
        <w:t xml:space="preserve"> </w:t>
      </w:r>
      <w:r w:rsidRPr="00FB42CD">
        <w:rPr>
          <w:rtl/>
        </w:rPr>
        <w:t>جَلمد</w:t>
      </w:r>
    </w:p>
    <w:p w:rsidR="00645494" w:rsidRDefault="00645494" w:rsidP="00645494">
      <w:pPr>
        <w:pStyle w:val="libPoemCenter"/>
        <w:rPr>
          <w:rtl/>
        </w:rPr>
      </w:pPr>
      <w:r w:rsidRPr="00FB42CD">
        <w:rPr>
          <w:rtl/>
        </w:rPr>
        <w:t>وأظلمت</w:t>
      </w:r>
      <w:r w:rsidR="00554BFA">
        <w:rPr>
          <w:rtl/>
        </w:rPr>
        <w:t xml:space="preserve"> </w:t>
      </w:r>
      <w:r w:rsidRPr="00FB42CD">
        <w:rPr>
          <w:rtl/>
        </w:rPr>
        <w:t>الأُفق</w:t>
      </w:r>
      <w:r w:rsidR="00554BFA">
        <w:rPr>
          <w:rtl/>
        </w:rPr>
        <w:t xml:space="preserve"> </w:t>
      </w:r>
      <w:r w:rsidRPr="00FB42CD">
        <w:rPr>
          <w:rtl/>
        </w:rPr>
        <w:t>أُفق</w:t>
      </w:r>
      <w:r w:rsidR="00554BFA">
        <w:rPr>
          <w:rtl/>
        </w:rPr>
        <w:t xml:space="preserve"> </w:t>
      </w:r>
      <w:r w:rsidRPr="00FB42CD">
        <w:rPr>
          <w:rtl/>
        </w:rPr>
        <w:t>البلاد</w:t>
      </w:r>
      <w:r w:rsidR="00554BFA">
        <w:rPr>
          <w:rtl/>
        </w:rPr>
        <w:t xml:space="preserve"> </w:t>
      </w:r>
      <w:r w:rsidR="00554BFA" w:rsidRPr="00D0383A">
        <w:rPr>
          <w:rtl/>
        </w:rPr>
        <w:t>=</w:t>
      </w:r>
      <w:r w:rsidR="00554BFA">
        <w:rPr>
          <w:rtl/>
        </w:rPr>
        <w:t xml:space="preserve"> </w:t>
      </w:r>
      <w:r w:rsidRPr="00FB42CD">
        <w:rPr>
          <w:rtl/>
        </w:rPr>
        <w:t>وذرَّ</w:t>
      </w:r>
      <w:r w:rsidR="00554BFA">
        <w:rPr>
          <w:rtl/>
        </w:rPr>
        <w:t xml:space="preserve"> </w:t>
      </w:r>
      <w:r w:rsidRPr="00FB42CD">
        <w:rPr>
          <w:rtl/>
        </w:rPr>
        <w:t>على</w:t>
      </w:r>
      <w:r w:rsidR="00554BFA">
        <w:rPr>
          <w:rtl/>
        </w:rPr>
        <w:t xml:space="preserve"> </w:t>
      </w:r>
      <w:r w:rsidRPr="00FB42CD">
        <w:rPr>
          <w:rtl/>
        </w:rPr>
        <w:t>الأرض</w:t>
      </w:r>
      <w:r w:rsidR="00554BFA">
        <w:rPr>
          <w:rtl/>
        </w:rPr>
        <w:t xml:space="preserve"> </w:t>
      </w:r>
      <w:r w:rsidRPr="00FB42CD">
        <w:rPr>
          <w:rtl/>
        </w:rPr>
        <w:t>كالإثمد</w:t>
      </w:r>
    </w:p>
    <w:p w:rsidR="00645494" w:rsidRPr="00645494" w:rsidRDefault="00645494" w:rsidP="00FE2721">
      <w:pPr>
        <w:pStyle w:val="libPoemCenter"/>
        <w:rPr>
          <w:rtl/>
        </w:rPr>
      </w:pPr>
      <w:r w:rsidRPr="00FB42CD">
        <w:rPr>
          <w:rtl/>
        </w:rPr>
        <w:t>وكان</w:t>
      </w:r>
      <w:r w:rsidR="00554BFA">
        <w:rPr>
          <w:rtl/>
        </w:rPr>
        <w:t xml:space="preserve"> </w:t>
      </w:r>
      <w:r w:rsidRPr="00FB42CD">
        <w:rPr>
          <w:rtl/>
        </w:rPr>
        <w:t>وليكم</w:t>
      </w:r>
      <w:r w:rsidR="00554BFA">
        <w:rPr>
          <w:rtl/>
        </w:rPr>
        <w:t xml:space="preserve"> </w:t>
      </w:r>
      <w:r w:rsidRPr="00FB42CD">
        <w:rPr>
          <w:rtl/>
        </w:rPr>
        <w:t>خاذلاً</w:t>
      </w:r>
      <w:r w:rsidR="00554BFA">
        <w:rPr>
          <w:rtl/>
        </w:rPr>
        <w:t xml:space="preserve"> </w:t>
      </w:r>
      <w:r w:rsidR="00554BFA" w:rsidRPr="00D0383A">
        <w:rPr>
          <w:rtl/>
        </w:rPr>
        <w:t>=</w:t>
      </w:r>
      <w:r w:rsidR="00554BFA">
        <w:rPr>
          <w:rtl/>
        </w:rPr>
        <w:t xml:space="preserve"> </w:t>
      </w:r>
      <w:r w:rsidRPr="00FB42CD">
        <w:rPr>
          <w:rtl/>
        </w:rPr>
        <w:t>ولو</w:t>
      </w:r>
      <w:r w:rsidR="00554BFA">
        <w:rPr>
          <w:rtl/>
        </w:rPr>
        <w:t xml:space="preserve"> </w:t>
      </w:r>
      <w:r w:rsidRPr="00FB42CD">
        <w:rPr>
          <w:rtl/>
        </w:rPr>
        <w:t>شاء</w:t>
      </w:r>
      <w:r w:rsidR="00554BFA">
        <w:rPr>
          <w:rtl/>
        </w:rPr>
        <w:t xml:space="preserve"> </w:t>
      </w:r>
      <w:r w:rsidRPr="00FB42CD">
        <w:rPr>
          <w:rtl/>
        </w:rPr>
        <w:t>كان</w:t>
      </w:r>
      <w:r w:rsidR="00554BFA">
        <w:rPr>
          <w:rtl/>
        </w:rPr>
        <w:t xml:space="preserve"> </w:t>
      </w:r>
      <w:r w:rsidRPr="00FB42CD">
        <w:rPr>
          <w:rtl/>
        </w:rPr>
        <w:t>طويل</w:t>
      </w:r>
      <w:r w:rsidR="00554BFA">
        <w:rPr>
          <w:rtl/>
        </w:rPr>
        <w:t xml:space="preserve"> </w:t>
      </w:r>
      <w:r w:rsidRPr="00FB42CD">
        <w:rPr>
          <w:rtl/>
        </w:rPr>
        <w:t>اليد))</w:t>
      </w:r>
    </w:p>
    <w:p w:rsidR="00554BFA" w:rsidRDefault="00645494" w:rsidP="00554BFA">
      <w:pPr>
        <w:pStyle w:val="libNormal"/>
        <w:rPr>
          <w:rtl/>
        </w:rPr>
      </w:pPr>
      <w:r w:rsidRPr="00554BFA">
        <w:rPr>
          <w:rtl/>
        </w:rPr>
        <w:t>وردَّدها عليّ ثلاث مرات</w:t>
      </w:r>
      <w:r w:rsidR="00D0383A">
        <w:rPr>
          <w:rtl/>
        </w:rPr>
        <w:t>،</w:t>
      </w:r>
      <w:r w:rsidRPr="00554BFA">
        <w:rPr>
          <w:rtl/>
        </w:rPr>
        <w:t xml:space="preserve"> فانتبهت، وقد حفظتها وفتح الله تعالى عليَّ فاتممتها.</w:t>
      </w:r>
    </w:p>
    <w:p w:rsidR="00554BFA" w:rsidRPr="00554BFA" w:rsidRDefault="00645494" w:rsidP="00645494">
      <w:pPr>
        <w:pStyle w:val="Heading3"/>
        <w:rPr>
          <w:rtl/>
        </w:rPr>
      </w:pPr>
      <w:bookmarkStart w:id="35" w:name="_Toc491861304"/>
      <w:r w:rsidRPr="00FB42CD">
        <w:rPr>
          <w:rtl/>
        </w:rPr>
        <w:t>الفصل الثاني:</w:t>
      </w:r>
      <w:bookmarkEnd w:id="35"/>
    </w:p>
    <w:p w:rsidR="00645494" w:rsidRPr="00FB42CD" w:rsidRDefault="00645494" w:rsidP="00554BFA">
      <w:pPr>
        <w:pStyle w:val="libNormal"/>
        <w:rPr>
          <w:rtl/>
        </w:rPr>
      </w:pPr>
      <w:r w:rsidRPr="00554BFA">
        <w:rPr>
          <w:rtl/>
        </w:rPr>
        <w:t>ذكر ابن خلكان المُتوفَّى سنة 681، في وفيات الأعيان، في ترجمة أبي الفوارس سعد بن محمد الصيفي، المُتوفَّى سنة 574 المعروف بحيص بيص</w:t>
      </w:r>
      <w:r w:rsidR="00D0383A">
        <w:rPr>
          <w:rtl/>
        </w:rPr>
        <w:t>،</w:t>
      </w:r>
      <w:r w:rsidRPr="00554BFA">
        <w:rPr>
          <w:rtl/>
        </w:rPr>
        <w:t xml:space="preserve"> قال: قال الشيخ نصر الله بن مجلي، مشارف الصناعة بالمخزن، وكان من ثقات أهل السُنَّة: رأيت علي بن أبي طالب</w:t>
      </w:r>
      <w:r w:rsidR="00554BFA">
        <w:rPr>
          <w:rtl/>
        </w:rPr>
        <w:t xml:space="preserve"> (</w:t>
      </w:r>
      <w:r w:rsidRPr="00554BFA">
        <w:rPr>
          <w:rtl/>
        </w:rPr>
        <w:t>عليه السلام) فقلت له: يا أمير المؤمنين، تفتحون مكة، وتقولون:</w:t>
      </w:r>
      <w:r w:rsidR="00554BFA">
        <w:rPr>
          <w:rStyle w:val="libNormalChar"/>
          <w:rtl/>
        </w:rPr>
        <w:t xml:space="preserve"> ((</w:t>
      </w:r>
      <w:r w:rsidRPr="00645494">
        <w:rPr>
          <w:rStyle w:val="libNormalChar"/>
          <w:rtl/>
        </w:rPr>
        <w:t xml:space="preserve"> من دخل دار أبي سفيان فهو آمن ))</w:t>
      </w:r>
      <w:r w:rsidR="00D0383A">
        <w:rPr>
          <w:rtl/>
        </w:rPr>
        <w:t>،</w:t>
      </w:r>
      <w:r w:rsidRPr="00554BFA">
        <w:rPr>
          <w:rtl/>
        </w:rPr>
        <w:t xml:space="preserve"> ثم يَتمُّ على ولدك الحسين</w:t>
      </w:r>
      <w:r w:rsidR="00554BFA">
        <w:rPr>
          <w:rtl/>
        </w:rPr>
        <w:t xml:space="preserve"> (</w:t>
      </w:r>
      <w:r w:rsidRPr="00554BFA">
        <w:rPr>
          <w:rtl/>
        </w:rPr>
        <w:t>عليه السلام) يوم الطف ما تمَّ، فقال:</w:t>
      </w:r>
      <w:r w:rsidR="00554BFA">
        <w:rPr>
          <w:rStyle w:val="libNormalChar"/>
          <w:rtl/>
        </w:rPr>
        <w:t xml:space="preserve"> ((</w:t>
      </w:r>
      <w:r w:rsidRPr="00645494">
        <w:rPr>
          <w:rStyle w:val="libNormalChar"/>
          <w:rtl/>
        </w:rPr>
        <w:t xml:space="preserve"> أمَا سمعت أبيات ابن الصيفي ))</w:t>
      </w:r>
      <w:r w:rsidRPr="00554BFA">
        <w:rPr>
          <w:rtl/>
        </w:rPr>
        <w:t xml:space="preserve"> قلت: لا، قال:</w:t>
      </w:r>
      <w:r w:rsidR="00554BFA">
        <w:rPr>
          <w:rStyle w:val="libNormalChar"/>
          <w:rtl/>
        </w:rPr>
        <w:t xml:space="preserve"> ((</w:t>
      </w:r>
      <w:r w:rsidRPr="00645494">
        <w:rPr>
          <w:rStyle w:val="libNormalChar"/>
          <w:rtl/>
        </w:rPr>
        <w:t xml:space="preserve"> فاسمعها منه! ))</w:t>
      </w:r>
      <w:r w:rsidRPr="00554BFA">
        <w:rPr>
          <w:rtl/>
        </w:rPr>
        <w:t>، قال: فاستيقظت، وبادرت إلى دار الحيص بيص</w:t>
      </w:r>
      <w:r w:rsidR="00D0383A">
        <w:rPr>
          <w:rtl/>
        </w:rPr>
        <w:t>،</w:t>
      </w:r>
      <w:r w:rsidRPr="00554BFA">
        <w:rPr>
          <w:rtl/>
        </w:rPr>
        <w:t xml:space="preserve"> فخرج إليَّ، فذكرت له الرؤيا، فشهق وأجهش بالبكاء، وحلف بالله تعالى إنْ كانت خرجت مِن فَمِه، أو خطِّه إلى أحد، وإنْ كان نظمها إلاّ في ليلته هذه وأنشدنيها، وهي قوله:</w:t>
      </w:r>
    </w:p>
    <w:p w:rsidR="00645494" w:rsidRDefault="00645494" w:rsidP="00645494">
      <w:pPr>
        <w:pStyle w:val="libNormal"/>
      </w:pPr>
      <w:r>
        <w:rPr>
          <w:rtl/>
        </w:rPr>
        <w:br w:type="page"/>
      </w:r>
    </w:p>
    <w:p w:rsidR="00645494" w:rsidRDefault="00645494" w:rsidP="00FE2721">
      <w:pPr>
        <w:pStyle w:val="libPoemCenter"/>
        <w:rPr>
          <w:rtl/>
        </w:rPr>
      </w:pPr>
      <w:r w:rsidRPr="00F5415E">
        <w:rPr>
          <w:rtl/>
        </w:rPr>
        <w:lastRenderedPageBreak/>
        <w:t>ملكنا</w:t>
      </w:r>
      <w:r w:rsidR="00554BFA">
        <w:rPr>
          <w:rtl/>
        </w:rPr>
        <w:t xml:space="preserve"> </w:t>
      </w:r>
      <w:r w:rsidRPr="00F5415E">
        <w:rPr>
          <w:rtl/>
        </w:rPr>
        <w:t>وكان</w:t>
      </w:r>
      <w:r w:rsidR="00554BFA">
        <w:rPr>
          <w:rtl/>
        </w:rPr>
        <w:t xml:space="preserve"> </w:t>
      </w:r>
      <w:r w:rsidRPr="00F5415E">
        <w:rPr>
          <w:rtl/>
        </w:rPr>
        <w:t>العفو</w:t>
      </w:r>
      <w:r w:rsidR="00554BFA">
        <w:rPr>
          <w:rtl/>
        </w:rPr>
        <w:t xml:space="preserve"> </w:t>
      </w:r>
      <w:r w:rsidRPr="00F5415E">
        <w:rPr>
          <w:rtl/>
        </w:rPr>
        <w:t>منّا</w:t>
      </w:r>
      <w:r w:rsidR="00554BFA">
        <w:rPr>
          <w:rtl/>
        </w:rPr>
        <w:t xml:space="preserve"> </w:t>
      </w:r>
      <w:r w:rsidRPr="00F5415E">
        <w:rPr>
          <w:rtl/>
        </w:rPr>
        <w:t>سجية</w:t>
      </w:r>
      <w:r w:rsidR="00554BFA">
        <w:rPr>
          <w:rtl/>
        </w:rPr>
        <w:t xml:space="preserve"> </w:t>
      </w:r>
      <w:r w:rsidR="00554BFA" w:rsidRPr="00D0383A">
        <w:rPr>
          <w:rtl/>
        </w:rPr>
        <w:t>=</w:t>
      </w:r>
      <w:r w:rsidR="00554BFA">
        <w:rPr>
          <w:rtl/>
        </w:rPr>
        <w:t xml:space="preserve"> </w:t>
      </w:r>
      <w:r w:rsidRPr="00F5415E">
        <w:rPr>
          <w:rtl/>
        </w:rPr>
        <w:t>فلمَّا</w:t>
      </w:r>
      <w:r w:rsidR="00554BFA">
        <w:rPr>
          <w:rtl/>
        </w:rPr>
        <w:t xml:space="preserve"> </w:t>
      </w:r>
      <w:r w:rsidRPr="00F5415E">
        <w:rPr>
          <w:rtl/>
        </w:rPr>
        <w:t>ملكتم</w:t>
      </w:r>
      <w:r w:rsidR="00554BFA">
        <w:rPr>
          <w:rtl/>
        </w:rPr>
        <w:t xml:space="preserve"> </w:t>
      </w:r>
      <w:r w:rsidRPr="00F5415E">
        <w:rPr>
          <w:rtl/>
        </w:rPr>
        <w:t>سال</w:t>
      </w:r>
      <w:r w:rsidR="00554BFA">
        <w:rPr>
          <w:rtl/>
        </w:rPr>
        <w:t xml:space="preserve"> </w:t>
      </w:r>
      <w:r w:rsidRPr="00F5415E">
        <w:rPr>
          <w:rtl/>
        </w:rPr>
        <w:t>بالدَم</w:t>
      </w:r>
      <w:r w:rsidR="00554BFA">
        <w:rPr>
          <w:rtl/>
        </w:rPr>
        <w:t xml:space="preserve"> </w:t>
      </w:r>
      <w:r w:rsidRPr="00F5415E">
        <w:rPr>
          <w:rtl/>
        </w:rPr>
        <w:t>أبطح</w:t>
      </w:r>
    </w:p>
    <w:p w:rsidR="00645494" w:rsidRDefault="00645494" w:rsidP="00FE2721">
      <w:pPr>
        <w:pStyle w:val="libPoemCenter"/>
        <w:rPr>
          <w:rtl/>
        </w:rPr>
      </w:pPr>
      <w:r w:rsidRPr="00F5415E">
        <w:rPr>
          <w:rtl/>
        </w:rPr>
        <w:t>وحلَّلتم</w:t>
      </w:r>
      <w:r w:rsidR="00554BFA">
        <w:rPr>
          <w:rtl/>
        </w:rPr>
        <w:t xml:space="preserve"> </w:t>
      </w:r>
      <w:r w:rsidRPr="00F5415E">
        <w:rPr>
          <w:rtl/>
        </w:rPr>
        <w:t>قتل</w:t>
      </w:r>
      <w:r w:rsidR="00554BFA">
        <w:rPr>
          <w:rtl/>
        </w:rPr>
        <w:t xml:space="preserve"> </w:t>
      </w:r>
      <w:r w:rsidRPr="00F5415E">
        <w:rPr>
          <w:rtl/>
        </w:rPr>
        <w:t>أُسارى</w:t>
      </w:r>
      <w:r w:rsidR="00554BFA">
        <w:rPr>
          <w:rtl/>
        </w:rPr>
        <w:t xml:space="preserve"> </w:t>
      </w:r>
      <w:r w:rsidRPr="00F5415E">
        <w:rPr>
          <w:rtl/>
        </w:rPr>
        <w:t>وطالما</w:t>
      </w:r>
      <w:r w:rsidR="00554BFA">
        <w:rPr>
          <w:rtl/>
        </w:rPr>
        <w:t xml:space="preserve"> </w:t>
      </w:r>
      <w:r w:rsidR="00554BFA" w:rsidRPr="00D0383A">
        <w:rPr>
          <w:rtl/>
        </w:rPr>
        <w:t>=</w:t>
      </w:r>
      <w:r w:rsidR="00554BFA">
        <w:rPr>
          <w:rtl/>
        </w:rPr>
        <w:t xml:space="preserve"> </w:t>
      </w:r>
      <w:r w:rsidRPr="00F5415E">
        <w:rPr>
          <w:rtl/>
        </w:rPr>
        <w:t>غدونا</w:t>
      </w:r>
      <w:r w:rsidR="00554BFA">
        <w:rPr>
          <w:rtl/>
        </w:rPr>
        <w:t xml:space="preserve"> </w:t>
      </w:r>
      <w:r w:rsidRPr="00F5415E">
        <w:rPr>
          <w:rtl/>
        </w:rPr>
        <w:t>عن</w:t>
      </w:r>
      <w:r w:rsidR="00554BFA">
        <w:rPr>
          <w:rtl/>
        </w:rPr>
        <w:t xml:space="preserve"> </w:t>
      </w:r>
      <w:r w:rsidRPr="00F5415E">
        <w:rPr>
          <w:rtl/>
        </w:rPr>
        <w:t>الأسرى</w:t>
      </w:r>
      <w:r w:rsidR="00554BFA">
        <w:rPr>
          <w:rtl/>
        </w:rPr>
        <w:t xml:space="preserve"> </w:t>
      </w:r>
      <w:r w:rsidRPr="00F5415E">
        <w:rPr>
          <w:rtl/>
        </w:rPr>
        <w:t>نعفُّ</w:t>
      </w:r>
      <w:r w:rsidR="00554BFA">
        <w:rPr>
          <w:rtl/>
        </w:rPr>
        <w:t xml:space="preserve"> </w:t>
      </w:r>
      <w:r w:rsidRPr="00F5415E">
        <w:rPr>
          <w:rtl/>
        </w:rPr>
        <w:t>ونَصفح</w:t>
      </w:r>
    </w:p>
    <w:p w:rsidR="00D0383A" w:rsidRDefault="00645494" w:rsidP="00FE2721">
      <w:pPr>
        <w:pStyle w:val="libPoemCenter"/>
        <w:rPr>
          <w:rtl/>
        </w:rPr>
      </w:pPr>
      <w:r w:rsidRPr="00F5415E">
        <w:rPr>
          <w:rtl/>
        </w:rPr>
        <w:t>فحسبكم</w:t>
      </w:r>
      <w:r w:rsidR="00554BFA">
        <w:rPr>
          <w:rtl/>
        </w:rPr>
        <w:t xml:space="preserve"> </w:t>
      </w:r>
      <w:r w:rsidRPr="00F5415E">
        <w:rPr>
          <w:rtl/>
        </w:rPr>
        <w:t>هذا</w:t>
      </w:r>
      <w:r w:rsidR="00554BFA">
        <w:rPr>
          <w:rtl/>
        </w:rPr>
        <w:t xml:space="preserve"> </w:t>
      </w:r>
      <w:r w:rsidRPr="00F5415E">
        <w:rPr>
          <w:rtl/>
        </w:rPr>
        <w:t>التفاوت</w:t>
      </w:r>
      <w:r w:rsidR="00554BFA">
        <w:rPr>
          <w:rtl/>
        </w:rPr>
        <w:t xml:space="preserve"> </w:t>
      </w:r>
      <w:r w:rsidRPr="00F5415E">
        <w:rPr>
          <w:rtl/>
        </w:rPr>
        <w:t>بيننا</w:t>
      </w:r>
      <w:r w:rsidR="00554BFA">
        <w:rPr>
          <w:rtl/>
        </w:rPr>
        <w:t xml:space="preserve"> </w:t>
      </w:r>
      <w:r w:rsidR="00554BFA" w:rsidRPr="00D0383A">
        <w:rPr>
          <w:rtl/>
        </w:rPr>
        <w:t>=</w:t>
      </w:r>
      <w:r w:rsidR="00554BFA">
        <w:rPr>
          <w:rtl/>
        </w:rPr>
        <w:t xml:space="preserve"> </w:t>
      </w:r>
      <w:r w:rsidRPr="00F5415E">
        <w:rPr>
          <w:rtl/>
        </w:rPr>
        <w:t>وكل</w:t>
      </w:r>
      <w:r w:rsidR="00554BFA">
        <w:rPr>
          <w:rtl/>
        </w:rPr>
        <w:t xml:space="preserve"> </w:t>
      </w:r>
      <w:r w:rsidRPr="00F5415E">
        <w:rPr>
          <w:rtl/>
        </w:rPr>
        <w:t>إناءٍ</w:t>
      </w:r>
      <w:r w:rsidR="00554BFA">
        <w:rPr>
          <w:rtl/>
        </w:rPr>
        <w:t xml:space="preserve"> </w:t>
      </w:r>
      <w:r w:rsidRPr="00F5415E">
        <w:rPr>
          <w:rtl/>
        </w:rPr>
        <w:t>بالّذي</w:t>
      </w:r>
      <w:r w:rsidR="00554BFA">
        <w:rPr>
          <w:rtl/>
        </w:rPr>
        <w:t xml:space="preserve"> </w:t>
      </w:r>
      <w:r w:rsidRPr="00F5415E">
        <w:rPr>
          <w:rtl/>
        </w:rPr>
        <w:t>فيه</w:t>
      </w:r>
      <w:r w:rsidR="00554BFA">
        <w:rPr>
          <w:rtl/>
        </w:rPr>
        <w:t xml:space="preserve"> </w:t>
      </w:r>
      <w:r w:rsidRPr="00F5415E">
        <w:rPr>
          <w:rtl/>
        </w:rPr>
        <w:t>يرشح</w:t>
      </w:r>
    </w:p>
    <w:p w:rsidR="00645494" w:rsidRP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وقد خمّس هذه الأبيات جماعة، وشطَّروها، فمِمَن خمَّسها السيّد الراضي بن السيّد صالح، القزويني البغدادي المُتوفَّى في تبريز، سنة 1287، قبل وفاة أبيه بنحو عشرين سنة، فقال:</w:t>
      </w:r>
    </w:p>
    <w:p w:rsidR="00645494" w:rsidRDefault="00645494" w:rsidP="00554BFA">
      <w:pPr>
        <w:pStyle w:val="libPoemCenter"/>
        <w:rPr>
          <w:rtl/>
        </w:rPr>
      </w:pPr>
      <w:r w:rsidRPr="00F5415E">
        <w:rPr>
          <w:rtl/>
        </w:rPr>
        <w:t>سَلوا</w:t>
      </w:r>
      <w:r w:rsidR="00554BFA">
        <w:rPr>
          <w:rtl/>
        </w:rPr>
        <w:t xml:space="preserve"> </w:t>
      </w:r>
      <w:r w:rsidRPr="00F5415E">
        <w:rPr>
          <w:rtl/>
        </w:rPr>
        <w:t>الحرب</w:t>
      </w:r>
      <w:r w:rsidR="00554BFA">
        <w:rPr>
          <w:rtl/>
        </w:rPr>
        <w:t xml:space="preserve"> </w:t>
      </w:r>
      <w:r w:rsidRPr="00F5415E">
        <w:rPr>
          <w:rtl/>
        </w:rPr>
        <w:t>عنّا</w:t>
      </w:r>
      <w:r w:rsidR="00554BFA">
        <w:rPr>
          <w:rtl/>
        </w:rPr>
        <w:t xml:space="preserve"> </w:t>
      </w:r>
      <w:r w:rsidRPr="00F5415E">
        <w:rPr>
          <w:rtl/>
        </w:rPr>
        <w:t>هل</w:t>
      </w:r>
      <w:r w:rsidR="00554BFA">
        <w:rPr>
          <w:rtl/>
        </w:rPr>
        <w:t xml:space="preserve"> </w:t>
      </w:r>
      <w:r w:rsidRPr="00F5415E">
        <w:rPr>
          <w:rtl/>
        </w:rPr>
        <w:t>الفنا</w:t>
      </w:r>
      <w:r w:rsidR="00554BFA">
        <w:rPr>
          <w:rtl/>
        </w:rPr>
        <w:t xml:space="preserve"> </w:t>
      </w:r>
      <w:r w:rsidRPr="00F5415E">
        <w:rPr>
          <w:rtl/>
        </w:rPr>
        <w:t>دنية</w:t>
      </w:r>
      <w:r w:rsidR="00554BFA">
        <w:rPr>
          <w:rtl/>
        </w:rPr>
        <w:t xml:space="preserve"> </w:t>
      </w:r>
      <w:r w:rsidR="00554BFA" w:rsidRPr="00D0383A">
        <w:rPr>
          <w:rtl/>
        </w:rPr>
        <w:t>=</w:t>
      </w:r>
      <w:r w:rsidR="00554BFA">
        <w:rPr>
          <w:rtl/>
        </w:rPr>
        <w:t xml:space="preserve"> </w:t>
      </w:r>
      <w:r w:rsidRPr="00F5415E">
        <w:rPr>
          <w:rtl/>
        </w:rPr>
        <w:t>سوى</w:t>
      </w:r>
      <w:r w:rsidR="00554BFA">
        <w:rPr>
          <w:rtl/>
        </w:rPr>
        <w:t xml:space="preserve"> </w:t>
      </w:r>
      <w:r w:rsidRPr="00F5415E">
        <w:rPr>
          <w:rtl/>
        </w:rPr>
        <w:t>ما</w:t>
      </w:r>
      <w:r w:rsidR="00554BFA">
        <w:rPr>
          <w:rtl/>
        </w:rPr>
        <w:t xml:space="preserve"> </w:t>
      </w:r>
      <w:r w:rsidRPr="00F5415E">
        <w:rPr>
          <w:rtl/>
        </w:rPr>
        <w:t>روت</w:t>
      </w:r>
      <w:r w:rsidR="00554BFA">
        <w:rPr>
          <w:rtl/>
        </w:rPr>
        <w:t xml:space="preserve"> </w:t>
      </w:r>
      <w:r w:rsidRPr="00F5415E">
        <w:rPr>
          <w:rtl/>
        </w:rPr>
        <w:t>عنّا</w:t>
      </w:r>
      <w:r w:rsidR="00554BFA">
        <w:rPr>
          <w:rtl/>
        </w:rPr>
        <w:t xml:space="preserve"> </w:t>
      </w:r>
      <w:r w:rsidRPr="00F5415E">
        <w:rPr>
          <w:rtl/>
        </w:rPr>
        <w:t>سجايا</w:t>
      </w:r>
      <w:r w:rsidR="00554BFA">
        <w:rPr>
          <w:rtl/>
        </w:rPr>
        <w:t xml:space="preserve"> </w:t>
      </w:r>
      <w:r w:rsidRPr="00F5415E">
        <w:rPr>
          <w:rtl/>
        </w:rPr>
        <w:t>سنية</w:t>
      </w:r>
    </w:p>
    <w:p w:rsidR="00554BFA" w:rsidRDefault="00645494" w:rsidP="00FE2721">
      <w:pPr>
        <w:pStyle w:val="libPoemCenter"/>
        <w:rPr>
          <w:rtl/>
        </w:rPr>
      </w:pPr>
      <w:r w:rsidRPr="00F5415E">
        <w:rPr>
          <w:rtl/>
        </w:rPr>
        <w:t>كفى</w:t>
      </w:r>
      <w:r w:rsidR="00554BFA">
        <w:rPr>
          <w:rtl/>
        </w:rPr>
        <w:t xml:space="preserve"> </w:t>
      </w:r>
      <w:r w:rsidRPr="00F5415E">
        <w:rPr>
          <w:rtl/>
        </w:rPr>
        <w:t>عفونا</w:t>
      </w:r>
      <w:r w:rsidR="00554BFA">
        <w:rPr>
          <w:rtl/>
        </w:rPr>
        <w:t xml:space="preserve"> </w:t>
      </w:r>
      <w:r w:rsidRPr="00F5415E">
        <w:rPr>
          <w:rtl/>
        </w:rPr>
        <w:t>عمّا</w:t>
      </w:r>
      <w:r w:rsidR="00554BFA">
        <w:rPr>
          <w:rtl/>
        </w:rPr>
        <w:t xml:space="preserve"> </w:t>
      </w:r>
      <w:r w:rsidRPr="00F5415E">
        <w:rPr>
          <w:rtl/>
        </w:rPr>
        <w:t>جنيتم</w:t>
      </w:r>
      <w:r w:rsidR="00554BFA">
        <w:rPr>
          <w:rtl/>
        </w:rPr>
        <w:t xml:space="preserve"> </w:t>
      </w:r>
      <w:r w:rsidRPr="00F5415E">
        <w:rPr>
          <w:rtl/>
        </w:rPr>
        <w:t>مزية</w:t>
      </w:r>
      <w:r w:rsidR="00554BFA">
        <w:rPr>
          <w:rtl/>
        </w:rPr>
        <w:t xml:space="preserve"> </w:t>
      </w:r>
      <w:r w:rsidR="00554BFA" w:rsidRPr="00D0383A">
        <w:rPr>
          <w:rtl/>
        </w:rPr>
        <w:t>=</w:t>
      </w:r>
      <w:r w:rsidR="00554BFA">
        <w:rPr>
          <w:rtl/>
        </w:rPr>
        <w:t xml:space="preserve"> </w:t>
      </w:r>
      <w:r w:rsidRPr="00F5415E">
        <w:rPr>
          <w:rtl/>
        </w:rPr>
        <w:t>ملكنا</w:t>
      </w:r>
      <w:r w:rsidR="00554BFA">
        <w:rPr>
          <w:rtl/>
        </w:rPr>
        <w:t xml:space="preserve"> </w:t>
      </w:r>
      <w:r w:rsidRPr="00F5415E">
        <w:rPr>
          <w:rtl/>
        </w:rPr>
        <w:t>فكان</w:t>
      </w:r>
      <w:r w:rsidR="00554BFA">
        <w:rPr>
          <w:rtl/>
        </w:rPr>
        <w:t xml:space="preserve"> </w:t>
      </w:r>
      <w:r w:rsidRPr="00F5415E">
        <w:rPr>
          <w:rtl/>
        </w:rPr>
        <w:t>العفو</w:t>
      </w:r>
      <w:r w:rsidR="00554BFA">
        <w:rPr>
          <w:rtl/>
        </w:rPr>
        <w:t xml:space="preserve"> </w:t>
      </w:r>
      <w:r w:rsidRPr="00F5415E">
        <w:rPr>
          <w:rtl/>
        </w:rPr>
        <w:t>منّا</w:t>
      </w:r>
      <w:r w:rsidR="00554BFA">
        <w:rPr>
          <w:rtl/>
        </w:rPr>
        <w:t xml:space="preserve"> </w:t>
      </w:r>
      <w:r w:rsidRPr="00F5415E">
        <w:rPr>
          <w:rtl/>
        </w:rPr>
        <w:t>سجية</w:t>
      </w:r>
    </w:p>
    <w:p w:rsidR="00645494" w:rsidRPr="00554BFA" w:rsidRDefault="00645494" w:rsidP="00554BFA">
      <w:pPr>
        <w:pStyle w:val="libPoemCenter"/>
        <w:rPr>
          <w:rtl/>
        </w:rPr>
      </w:pPr>
      <w:r w:rsidRPr="00F5415E">
        <w:rPr>
          <w:rtl/>
        </w:rPr>
        <w:t>فلما ملكتم سال بالدم أبطح</w:t>
      </w:r>
    </w:p>
    <w:p w:rsidR="00645494" w:rsidRDefault="00645494" w:rsidP="00554BFA">
      <w:pPr>
        <w:pStyle w:val="libPoemCenter"/>
        <w:rPr>
          <w:rtl/>
        </w:rPr>
      </w:pPr>
      <w:r w:rsidRPr="00F5415E">
        <w:rPr>
          <w:rtl/>
        </w:rPr>
        <w:t>ويا</w:t>
      </w:r>
      <w:r w:rsidR="00554BFA">
        <w:rPr>
          <w:rtl/>
        </w:rPr>
        <w:t xml:space="preserve"> </w:t>
      </w:r>
      <w:r w:rsidRPr="00F5415E">
        <w:rPr>
          <w:rtl/>
        </w:rPr>
        <w:t>طالما</w:t>
      </w:r>
      <w:r w:rsidR="00554BFA">
        <w:rPr>
          <w:rtl/>
        </w:rPr>
        <w:t xml:space="preserve"> </w:t>
      </w:r>
      <w:r w:rsidRPr="00F5415E">
        <w:rPr>
          <w:rtl/>
        </w:rPr>
        <w:t>بالطف</w:t>
      </w:r>
      <w:r w:rsidR="00554BFA">
        <w:rPr>
          <w:rtl/>
        </w:rPr>
        <w:t xml:space="preserve"> </w:t>
      </w:r>
      <w:r w:rsidRPr="00F5415E">
        <w:rPr>
          <w:rtl/>
        </w:rPr>
        <w:t>منّا</w:t>
      </w:r>
      <w:r w:rsidR="00554BFA">
        <w:rPr>
          <w:rtl/>
        </w:rPr>
        <w:t xml:space="preserve"> </w:t>
      </w:r>
      <w:r w:rsidRPr="00F5415E">
        <w:rPr>
          <w:rtl/>
        </w:rPr>
        <w:t>على</w:t>
      </w:r>
      <w:r w:rsidR="00554BFA">
        <w:rPr>
          <w:rtl/>
        </w:rPr>
        <w:t xml:space="preserve"> </w:t>
      </w:r>
      <w:r w:rsidRPr="00F5415E">
        <w:rPr>
          <w:rtl/>
        </w:rPr>
        <w:t>الظما</w:t>
      </w:r>
      <w:r w:rsidR="00554BFA">
        <w:rPr>
          <w:rtl/>
        </w:rPr>
        <w:t xml:space="preserve"> </w:t>
      </w:r>
      <w:r w:rsidR="00554BFA" w:rsidRPr="00D0383A">
        <w:rPr>
          <w:rtl/>
        </w:rPr>
        <w:t>=</w:t>
      </w:r>
      <w:r w:rsidR="00554BFA">
        <w:rPr>
          <w:rtl/>
        </w:rPr>
        <w:t xml:space="preserve"> </w:t>
      </w:r>
      <w:r w:rsidRPr="00F5415E">
        <w:rPr>
          <w:rtl/>
        </w:rPr>
        <w:t>تركتم</w:t>
      </w:r>
      <w:r w:rsidR="00554BFA">
        <w:rPr>
          <w:rtl/>
        </w:rPr>
        <w:t xml:space="preserve"> </w:t>
      </w:r>
      <w:r w:rsidRPr="00F5415E">
        <w:rPr>
          <w:rtl/>
        </w:rPr>
        <w:t>سيوف</w:t>
      </w:r>
      <w:r w:rsidR="00554BFA">
        <w:rPr>
          <w:rtl/>
        </w:rPr>
        <w:t xml:space="preserve"> </w:t>
      </w:r>
      <w:r w:rsidRPr="00F5415E">
        <w:rPr>
          <w:rtl/>
        </w:rPr>
        <w:t>الهند</w:t>
      </w:r>
      <w:r w:rsidR="00554BFA">
        <w:rPr>
          <w:rtl/>
        </w:rPr>
        <w:t xml:space="preserve"> </w:t>
      </w:r>
      <w:r w:rsidRPr="00F5415E">
        <w:rPr>
          <w:rtl/>
        </w:rPr>
        <w:t>تَقطر</w:t>
      </w:r>
      <w:r w:rsidR="00554BFA">
        <w:rPr>
          <w:rtl/>
        </w:rPr>
        <w:t xml:space="preserve"> </w:t>
      </w:r>
      <w:r w:rsidRPr="00F5415E">
        <w:rPr>
          <w:rtl/>
        </w:rPr>
        <w:t>بالدما</w:t>
      </w:r>
    </w:p>
    <w:p w:rsidR="00645494" w:rsidRPr="00645494" w:rsidRDefault="00645494" w:rsidP="00FE2721">
      <w:pPr>
        <w:pStyle w:val="libPoemCenter"/>
        <w:rPr>
          <w:rtl/>
        </w:rPr>
      </w:pPr>
      <w:r w:rsidRPr="00F5415E">
        <w:rPr>
          <w:rtl/>
        </w:rPr>
        <w:t>وحرّمتم</w:t>
      </w:r>
      <w:r w:rsidR="00554BFA">
        <w:rPr>
          <w:rtl/>
        </w:rPr>
        <w:t xml:space="preserve"> </w:t>
      </w:r>
      <w:r w:rsidRPr="00F5415E">
        <w:rPr>
          <w:rtl/>
        </w:rPr>
        <w:t>الماء</w:t>
      </w:r>
      <w:r w:rsidR="00554BFA">
        <w:rPr>
          <w:rtl/>
        </w:rPr>
        <w:t xml:space="preserve"> </w:t>
      </w:r>
      <w:r w:rsidRPr="00F5415E">
        <w:rPr>
          <w:rtl/>
        </w:rPr>
        <w:t>المباح</w:t>
      </w:r>
      <w:r w:rsidR="00554BFA">
        <w:rPr>
          <w:rtl/>
        </w:rPr>
        <w:t xml:space="preserve"> </w:t>
      </w:r>
      <w:r w:rsidRPr="00F5415E">
        <w:rPr>
          <w:rtl/>
        </w:rPr>
        <w:t>وقد</w:t>
      </w:r>
      <w:r w:rsidR="00554BFA">
        <w:rPr>
          <w:rtl/>
        </w:rPr>
        <w:t xml:space="preserve"> </w:t>
      </w:r>
      <w:r w:rsidRPr="00F5415E">
        <w:rPr>
          <w:rtl/>
        </w:rPr>
        <w:t>طما</w:t>
      </w:r>
      <w:r w:rsidR="00554BFA">
        <w:rPr>
          <w:rtl/>
        </w:rPr>
        <w:t xml:space="preserve"> </w:t>
      </w:r>
      <w:r w:rsidR="00554BFA" w:rsidRPr="00D0383A">
        <w:rPr>
          <w:rtl/>
        </w:rPr>
        <w:t>=</w:t>
      </w:r>
      <w:r w:rsidR="00554BFA">
        <w:rPr>
          <w:rtl/>
        </w:rPr>
        <w:t xml:space="preserve"> </w:t>
      </w:r>
      <w:r w:rsidRPr="00F5415E">
        <w:rPr>
          <w:rtl/>
        </w:rPr>
        <w:t>وحلَّلتم</w:t>
      </w:r>
      <w:r w:rsidR="00554BFA">
        <w:rPr>
          <w:rtl/>
        </w:rPr>
        <w:t xml:space="preserve"> </w:t>
      </w:r>
      <w:r w:rsidRPr="00F5415E">
        <w:rPr>
          <w:rtl/>
        </w:rPr>
        <w:t>قتل</w:t>
      </w:r>
      <w:r w:rsidR="00554BFA">
        <w:rPr>
          <w:rtl/>
        </w:rPr>
        <w:t xml:space="preserve"> </w:t>
      </w:r>
      <w:r w:rsidRPr="00F5415E">
        <w:rPr>
          <w:rtl/>
        </w:rPr>
        <w:t>الأسارى</w:t>
      </w:r>
      <w:r w:rsidR="00554BFA">
        <w:rPr>
          <w:rtl/>
        </w:rPr>
        <w:t xml:space="preserve"> </w:t>
      </w:r>
      <w:r w:rsidRPr="00F5415E">
        <w:rPr>
          <w:rtl/>
        </w:rPr>
        <w:t>وطالما</w:t>
      </w:r>
    </w:p>
    <w:p w:rsidR="00645494" w:rsidRPr="00554BFA" w:rsidRDefault="00645494" w:rsidP="00554BFA">
      <w:pPr>
        <w:pStyle w:val="libPoemCenter"/>
        <w:rPr>
          <w:rtl/>
        </w:rPr>
      </w:pPr>
      <w:r w:rsidRPr="00F5415E">
        <w:rPr>
          <w:rtl/>
        </w:rPr>
        <w:t>غدونا عن الأسرى نعفُّ ونَصفح</w:t>
      </w:r>
    </w:p>
    <w:p w:rsidR="00645494" w:rsidRDefault="00645494" w:rsidP="00554BFA">
      <w:pPr>
        <w:pStyle w:val="libPoemCenter"/>
        <w:rPr>
          <w:rtl/>
        </w:rPr>
      </w:pPr>
      <w:r w:rsidRPr="00F5415E">
        <w:rPr>
          <w:rtl/>
        </w:rPr>
        <w:t>قضيتم</w:t>
      </w:r>
      <w:r w:rsidR="00554BFA">
        <w:rPr>
          <w:rtl/>
        </w:rPr>
        <w:t xml:space="preserve"> </w:t>
      </w:r>
      <w:r w:rsidRPr="00F5415E">
        <w:rPr>
          <w:rtl/>
        </w:rPr>
        <w:t>لكم</w:t>
      </w:r>
      <w:r w:rsidR="00554BFA">
        <w:rPr>
          <w:rtl/>
        </w:rPr>
        <w:t xml:space="preserve"> </w:t>
      </w:r>
      <w:r w:rsidRPr="00F5415E">
        <w:rPr>
          <w:rtl/>
        </w:rPr>
        <w:t>ديناً</w:t>
      </w:r>
      <w:r w:rsidR="00554BFA">
        <w:rPr>
          <w:rtl/>
        </w:rPr>
        <w:t xml:space="preserve"> </w:t>
      </w:r>
      <w:r w:rsidRPr="00F5415E">
        <w:rPr>
          <w:rtl/>
        </w:rPr>
        <w:t>ولم</w:t>
      </w:r>
      <w:r w:rsidR="00554BFA">
        <w:rPr>
          <w:rtl/>
        </w:rPr>
        <w:t xml:space="preserve"> </w:t>
      </w:r>
      <w:r w:rsidRPr="00F5415E">
        <w:rPr>
          <w:rtl/>
        </w:rPr>
        <w:t>نفض</w:t>
      </w:r>
      <w:r w:rsidR="00554BFA">
        <w:rPr>
          <w:rtl/>
        </w:rPr>
        <w:t xml:space="preserve"> </w:t>
      </w:r>
      <w:r w:rsidRPr="00F5415E">
        <w:rPr>
          <w:rtl/>
        </w:rPr>
        <w:t>ديننا</w:t>
      </w:r>
      <w:r w:rsidR="00554BFA">
        <w:rPr>
          <w:rtl/>
        </w:rPr>
        <w:t xml:space="preserve"> </w:t>
      </w:r>
      <w:r w:rsidR="00554BFA" w:rsidRPr="00D0383A">
        <w:rPr>
          <w:rtl/>
        </w:rPr>
        <w:t>=</w:t>
      </w:r>
      <w:r w:rsidR="00554BFA">
        <w:rPr>
          <w:rtl/>
        </w:rPr>
        <w:t xml:space="preserve"> </w:t>
      </w:r>
      <w:r w:rsidRPr="00F5415E">
        <w:rPr>
          <w:rtl/>
        </w:rPr>
        <w:t>غداة‌</w:t>
      </w:r>
      <w:r w:rsidR="00554BFA">
        <w:rPr>
          <w:rtl/>
        </w:rPr>
        <w:t xml:space="preserve"> </w:t>
      </w:r>
      <w:r w:rsidRPr="00F5415E">
        <w:rPr>
          <w:rtl/>
        </w:rPr>
        <w:t>أطال</w:t>
      </w:r>
      <w:r w:rsidR="00554BFA">
        <w:rPr>
          <w:rtl/>
        </w:rPr>
        <w:t xml:space="preserve"> </w:t>
      </w:r>
      <w:r w:rsidRPr="00F5415E">
        <w:rPr>
          <w:rtl/>
        </w:rPr>
        <w:t>الدهر</w:t>
      </w:r>
      <w:r w:rsidR="00554BFA">
        <w:rPr>
          <w:rtl/>
        </w:rPr>
        <w:t xml:space="preserve"> </w:t>
      </w:r>
      <w:r w:rsidRPr="00F5415E">
        <w:rPr>
          <w:rtl/>
        </w:rPr>
        <w:t>بالغدر</w:t>
      </w:r>
      <w:r w:rsidR="00554BFA">
        <w:rPr>
          <w:rtl/>
        </w:rPr>
        <w:t xml:space="preserve"> </w:t>
      </w:r>
      <w:r w:rsidRPr="00F5415E">
        <w:rPr>
          <w:rtl/>
        </w:rPr>
        <w:t>بيننا</w:t>
      </w:r>
    </w:p>
    <w:p w:rsidR="00554BFA" w:rsidRDefault="00645494" w:rsidP="00FE2721">
      <w:pPr>
        <w:pStyle w:val="libPoemCenter"/>
        <w:rPr>
          <w:rtl/>
        </w:rPr>
      </w:pPr>
      <w:r w:rsidRPr="00F5415E">
        <w:rPr>
          <w:rtl/>
        </w:rPr>
        <w:t>كفى</w:t>
      </w:r>
      <w:r w:rsidR="00554BFA">
        <w:rPr>
          <w:rtl/>
        </w:rPr>
        <w:t xml:space="preserve"> </w:t>
      </w:r>
      <w:r w:rsidRPr="00F5415E">
        <w:rPr>
          <w:rtl/>
        </w:rPr>
        <w:t>بيننا</w:t>
      </w:r>
      <w:r w:rsidR="00554BFA">
        <w:rPr>
          <w:rtl/>
        </w:rPr>
        <w:t xml:space="preserve"> </w:t>
      </w:r>
      <w:r w:rsidRPr="00F5415E">
        <w:rPr>
          <w:rtl/>
        </w:rPr>
        <w:t>فرقاً</w:t>
      </w:r>
      <w:r w:rsidR="00554BFA">
        <w:rPr>
          <w:rtl/>
        </w:rPr>
        <w:t xml:space="preserve"> </w:t>
      </w:r>
      <w:r w:rsidRPr="00F5415E">
        <w:rPr>
          <w:rtl/>
        </w:rPr>
        <w:t>بما</w:t>
      </w:r>
      <w:r w:rsidR="00554BFA">
        <w:rPr>
          <w:rtl/>
        </w:rPr>
        <w:t xml:space="preserve"> </w:t>
      </w:r>
      <w:r w:rsidRPr="00F5415E">
        <w:rPr>
          <w:rtl/>
        </w:rPr>
        <w:t>قد</w:t>
      </w:r>
      <w:r w:rsidR="00554BFA">
        <w:rPr>
          <w:rtl/>
        </w:rPr>
        <w:t xml:space="preserve"> </w:t>
      </w:r>
      <w:r w:rsidRPr="00F5415E">
        <w:rPr>
          <w:rtl/>
        </w:rPr>
        <w:t>تبيَّنا</w:t>
      </w:r>
      <w:r w:rsidR="00554BFA">
        <w:rPr>
          <w:rtl/>
        </w:rPr>
        <w:t xml:space="preserve"> </w:t>
      </w:r>
      <w:r w:rsidR="00554BFA" w:rsidRPr="00D0383A">
        <w:rPr>
          <w:rtl/>
        </w:rPr>
        <w:t>=</w:t>
      </w:r>
      <w:r w:rsidR="00554BFA">
        <w:rPr>
          <w:rtl/>
        </w:rPr>
        <w:t xml:space="preserve"> </w:t>
      </w:r>
      <w:r w:rsidRPr="00F5415E">
        <w:rPr>
          <w:rtl/>
        </w:rPr>
        <w:t>فحسبكم</w:t>
      </w:r>
      <w:r w:rsidR="00554BFA">
        <w:rPr>
          <w:rtl/>
        </w:rPr>
        <w:t xml:space="preserve"> </w:t>
      </w:r>
      <w:r w:rsidRPr="00F5415E">
        <w:rPr>
          <w:rtl/>
        </w:rPr>
        <w:t>هذا</w:t>
      </w:r>
      <w:r w:rsidR="00554BFA">
        <w:rPr>
          <w:rtl/>
        </w:rPr>
        <w:t xml:space="preserve"> </w:t>
      </w:r>
      <w:r w:rsidRPr="00F5415E">
        <w:rPr>
          <w:rtl/>
        </w:rPr>
        <w:t>التفاوت</w:t>
      </w:r>
      <w:r w:rsidR="00554BFA">
        <w:rPr>
          <w:rtl/>
        </w:rPr>
        <w:t xml:space="preserve"> </w:t>
      </w:r>
      <w:r w:rsidRPr="00F5415E">
        <w:rPr>
          <w:rtl/>
        </w:rPr>
        <w:t>بيننا</w:t>
      </w:r>
    </w:p>
    <w:p w:rsidR="00645494" w:rsidRPr="00554BFA" w:rsidRDefault="00645494" w:rsidP="00554BFA">
      <w:pPr>
        <w:pStyle w:val="libPoemCenter"/>
        <w:rPr>
          <w:rtl/>
        </w:rPr>
      </w:pPr>
      <w:r w:rsidRPr="00F5415E">
        <w:rPr>
          <w:rtl/>
        </w:rPr>
        <w:t>وكل إناء بالّذي فيه يرشح</w:t>
      </w:r>
    </w:p>
    <w:p w:rsidR="00645494" w:rsidRPr="00F5415E" w:rsidRDefault="00645494" w:rsidP="00554BFA">
      <w:pPr>
        <w:pStyle w:val="libNormal"/>
        <w:rPr>
          <w:rtl/>
        </w:rPr>
      </w:pPr>
      <w:r w:rsidRPr="00554BFA">
        <w:rPr>
          <w:rtl/>
        </w:rPr>
        <w:t>ومِمَن خمَّسها السيّد الشريف، العالم الجليل، السيّد ناصر بن السيّد أحمد بن السيّد عبد الصمد، الحسيني الغريفي البحراني البصري، المُتوفَّى سنة 1331، فقال:</w:t>
      </w:r>
    </w:p>
    <w:p w:rsidR="00645494" w:rsidRPr="00645494" w:rsidRDefault="00645494" w:rsidP="00645494">
      <w:pPr>
        <w:pStyle w:val="libPoemCenter"/>
        <w:rPr>
          <w:rtl/>
        </w:rPr>
      </w:pPr>
      <w:r w:rsidRPr="00F5415E">
        <w:rPr>
          <w:rtl/>
        </w:rPr>
        <w:t>نعم</w:t>
      </w:r>
      <w:r w:rsidR="00554BFA">
        <w:rPr>
          <w:rtl/>
        </w:rPr>
        <w:t xml:space="preserve"> </w:t>
      </w:r>
      <w:r w:rsidRPr="00F5415E">
        <w:rPr>
          <w:rtl/>
        </w:rPr>
        <w:t>جدُّنا</w:t>
      </w:r>
      <w:r w:rsidR="00554BFA">
        <w:rPr>
          <w:rtl/>
        </w:rPr>
        <w:t xml:space="preserve"> </w:t>
      </w:r>
      <w:r w:rsidRPr="00F5415E">
        <w:rPr>
          <w:rtl/>
        </w:rPr>
        <w:t>المختار</w:t>
      </w:r>
      <w:r w:rsidR="00554BFA">
        <w:rPr>
          <w:rtl/>
        </w:rPr>
        <w:t xml:space="preserve"> </w:t>
      </w:r>
      <w:r w:rsidRPr="00F5415E">
        <w:rPr>
          <w:rtl/>
        </w:rPr>
        <w:t>ليس</w:t>
      </w:r>
      <w:r w:rsidR="00554BFA">
        <w:rPr>
          <w:rtl/>
        </w:rPr>
        <w:t xml:space="preserve"> </w:t>
      </w:r>
      <w:r w:rsidRPr="00F5415E">
        <w:rPr>
          <w:rtl/>
        </w:rPr>
        <w:t>أُمية</w:t>
      </w:r>
      <w:r w:rsidR="00554BFA">
        <w:rPr>
          <w:rtl/>
        </w:rPr>
        <w:t xml:space="preserve"> </w:t>
      </w:r>
      <w:r w:rsidR="00554BFA" w:rsidRPr="00D0383A">
        <w:rPr>
          <w:rtl/>
        </w:rPr>
        <w:t>=</w:t>
      </w:r>
      <w:r w:rsidR="00554BFA">
        <w:rPr>
          <w:rtl/>
        </w:rPr>
        <w:t xml:space="preserve"> </w:t>
      </w:r>
      <w:r w:rsidRPr="00F5415E">
        <w:rPr>
          <w:rtl/>
        </w:rPr>
        <w:t>وجدّتنا</w:t>
      </w:r>
      <w:r w:rsidR="00554BFA">
        <w:rPr>
          <w:rtl/>
        </w:rPr>
        <w:t xml:space="preserve"> </w:t>
      </w:r>
      <w:r w:rsidRPr="00F5415E">
        <w:rPr>
          <w:rtl/>
        </w:rPr>
        <w:t>الزهراء</w:t>
      </w:r>
      <w:r w:rsidR="00554BFA">
        <w:rPr>
          <w:rtl/>
        </w:rPr>
        <w:t xml:space="preserve"> </w:t>
      </w:r>
      <w:r w:rsidRPr="00F5415E">
        <w:rPr>
          <w:rtl/>
        </w:rPr>
        <w:t>ليست</w:t>
      </w:r>
      <w:r w:rsidR="00554BFA">
        <w:rPr>
          <w:rtl/>
        </w:rPr>
        <w:t xml:space="preserve"> </w:t>
      </w:r>
      <w:r w:rsidRPr="00F5415E">
        <w:rPr>
          <w:rtl/>
        </w:rPr>
        <w:t>سمية</w:t>
      </w:r>
    </w:p>
    <w:p w:rsidR="00645494" w:rsidRDefault="00645494" w:rsidP="00645494">
      <w:pPr>
        <w:pStyle w:val="libNormal"/>
      </w:pPr>
      <w:r>
        <w:br w:type="page"/>
      </w:r>
    </w:p>
    <w:p w:rsidR="00554BFA" w:rsidRDefault="00645494" w:rsidP="00554BFA">
      <w:pPr>
        <w:pStyle w:val="libPoemCenter"/>
        <w:rPr>
          <w:rtl/>
        </w:rPr>
      </w:pPr>
      <w:r w:rsidRPr="00F5415E">
        <w:rPr>
          <w:rtl/>
        </w:rPr>
        <w:lastRenderedPageBreak/>
        <w:t>ونحن</w:t>
      </w:r>
      <w:r w:rsidR="00554BFA">
        <w:rPr>
          <w:rtl/>
        </w:rPr>
        <w:t xml:space="preserve"> </w:t>
      </w:r>
      <w:r w:rsidRPr="00F5415E">
        <w:rPr>
          <w:rtl/>
        </w:rPr>
        <w:t>ولاة</w:t>
      </w:r>
      <w:r w:rsidR="00554BFA">
        <w:rPr>
          <w:rtl/>
        </w:rPr>
        <w:t xml:space="preserve"> </w:t>
      </w:r>
      <w:r w:rsidRPr="00F5415E">
        <w:rPr>
          <w:rtl/>
        </w:rPr>
        <w:t>الأمر</w:t>
      </w:r>
      <w:r w:rsidR="00554BFA">
        <w:rPr>
          <w:rtl/>
        </w:rPr>
        <w:t xml:space="preserve"> </w:t>
      </w:r>
      <w:r w:rsidRPr="00F5415E">
        <w:rPr>
          <w:rtl/>
        </w:rPr>
        <w:t>لسنا</w:t>
      </w:r>
      <w:r w:rsidR="00554BFA">
        <w:rPr>
          <w:rtl/>
        </w:rPr>
        <w:t xml:space="preserve"> </w:t>
      </w:r>
      <w:r w:rsidRPr="00F5415E">
        <w:rPr>
          <w:rtl/>
        </w:rPr>
        <w:t>رعيّة</w:t>
      </w:r>
      <w:r w:rsidR="00554BFA">
        <w:rPr>
          <w:rtl/>
        </w:rPr>
        <w:t xml:space="preserve"> </w:t>
      </w:r>
      <w:r w:rsidR="00554BFA" w:rsidRPr="00D0383A">
        <w:rPr>
          <w:rtl/>
        </w:rPr>
        <w:t>=</w:t>
      </w:r>
      <w:r w:rsidR="00554BFA">
        <w:rPr>
          <w:rtl/>
        </w:rPr>
        <w:t xml:space="preserve"> </w:t>
      </w:r>
      <w:r w:rsidRPr="00F5415E">
        <w:rPr>
          <w:rtl/>
        </w:rPr>
        <w:t>ملكنا</w:t>
      </w:r>
      <w:r w:rsidR="00554BFA">
        <w:rPr>
          <w:rtl/>
        </w:rPr>
        <w:t xml:space="preserve"> </w:t>
      </w:r>
      <w:r w:rsidRPr="00F5415E">
        <w:rPr>
          <w:rtl/>
        </w:rPr>
        <w:t>فكان</w:t>
      </w:r>
      <w:r w:rsidR="00554BFA">
        <w:rPr>
          <w:rtl/>
        </w:rPr>
        <w:t xml:space="preserve"> </w:t>
      </w:r>
      <w:r w:rsidRPr="00F5415E">
        <w:rPr>
          <w:rtl/>
        </w:rPr>
        <w:t>العفو</w:t>
      </w:r>
      <w:r w:rsidR="00554BFA">
        <w:rPr>
          <w:rtl/>
        </w:rPr>
        <w:t xml:space="preserve"> </w:t>
      </w:r>
      <w:r w:rsidRPr="00F5415E">
        <w:rPr>
          <w:rtl/>
        </w:rPr>
        <w:t>منّا</w:t>
      </w:r>
      <w:r w:rsidR="00554BFA">
        <w:rPr>
          <w:rtl/>
        </w:rPr>
        <w:t xml:space="preserve"> </w:t>
      </w:r>
      <w:r w:rsidRPr="00F5415E">
        <w:rPr>
          <w:rtl/>
        </w:rPr>
        <w:t>سجية</w:t>
      </w:r>
    </w:p>
    <w:p w:rsidR="00645494" w:rsidRPr="00554BFA" w:rsidRDefault="00645494" w:rsidP="00554BFA">
      <w:pPr>
        <w:pStyle w:val="libPoemCenter"/>
        <w:rPr>
          <w:rtl/>
        </w:rPr>
      </w:pPr>
      <w:r w:rsidRPr="00F5415E">
        <w:rPr>
          <w:rtl/>
        </w:rPr>
        <w:t>فلمّا ملكتم سال بالدم أبطح</w:t>
      </w:r>
    </w:p>
    <w:p w:rsidR="00645494" w:rsidRDefault="00645494" w:rsidP="00FE2721">
      <w:pPr>
        <w:pStyle w:val="libPoemCenter"/>
        <w:rPr>
          <w:rtl/>
        </w:rPr>
      </w:pPr>
      <w:r w:rsidRPr="00F5415E">
        <w:rPr>
          <w:rtl/>
        </w:rPr>
        <w:t>أما</w:t>
      </w:r>
      <w:r w:rsidR="00554BFA">
        <w:rPr>
          <w:rtl/>
        </w:rPr>
        <w:t xml:space="preserve"> </w:t>
      </w:r>
      <w:r w:rsidRPr="00F5415E">
        <w:rPr>
          <w:rtl/>
        </w:rPr>
        <w:t>نحن</w:t>
      </w:r>
      <w:r w:rsidR="00554BFA">
        <w:rPr>
          <w:rtl/>
        </w:rPr>
        <w:t xml:space="preserve"> </w:t>
      </w:r>
      <w:r w:rsidRPr="00F5415E">
        <w:rPr>
          <w:rtl/>
        </w:rPr>
        <w:t>يا</w:t>
      </w:r>
      <w:r w:rsidR="00554BFA">
        <w:rPr>
          <w:rtl/>
        </w:rPr>
        <w:t xml:space="preserve"> </w:t>
      </w:r>
      <w:r w:rsidRPr="00F5415E">
        <w:rPr>
          <w:rtl/>
        </w:rPr>
        <w:t>أهل</w:t>
      </w:r>
      <w:r w:rsidR="00554BFA">
        <w:rPr>
          <w:rtl/>
        </w:rPr>
        <w:t xml:space="preserve"> </w:t>
      </w:r>
      <w:r w:rsidRPr="00F5415E">
        <w:rPr>
          <w:rtl/>
        </w:rPr>
        <w:t>الضلالة</w:t>
      </w:r>
      <w:r w:rsidR="00554BFA">
        <w:rPr>
          <w:rtl/>
        </w:rPr>
        <w:t xml:space="preserve"> </w:t>
      </w:r>
      <w:r w:rsidRPr="00F5415E">
        <w:rPr>
          <w:rtl/>
        </w:rPr>
        <w:t>والعمى</w:t>
      </w:r>
      <w:r w:rsidR="00554BFA">
        <w:rPr>
          <w:rtl/>
        </w:rPr>
        <w:t xml:space="preserve"> </w:t>
      </w:r>
      <w:r w:rsidR="00554BFA" w:rsidRPr="00D0383A">
        <w:rPr>
          <w:rtl/>
        </w:rPr>
        <w:t>=</w:t>
      </w:r>
      <w:r w:rsidR="00554BFA">
        <w:rPr>
          <w:rtl/>
        </w:rPr>
        <w:t xml:space="preserve"> </w:t>
      </w:r>
      <w:r w:rsidRPr="00F5415E">
        <w:rPr>
          <w:rtl/>
        </w:rPr>
        <w:t>عفونا</w:t>
      </w:r>
      <w:r w:rsidR="00554BFA">
        <w:rPr>
          <w:rtl/>
        </w:rPr>
        <w:t xml:space="preserve"> </w:t>
      </w:r>
      <w:r w:rsidRPr="00F5415E">
        <w:rPr>
          <w:rtl/>
        </w:rPr>
        <w:t>بيوم</w:t>
      </w:r>
      <w:r w:rsidR="00554BFA">
        <w:rPr>
          <w:rtl/>
        </w:rPr>
        <w:t xml:space="preserve"> </w:t>
      </w:r>
      <w:r w:rsidRPr="00F5415E">
        <w:rPr>
          <w:rtl/>
        </w:rPr>
        <w:t>الفتح</w:t>
      </w:r>
      <w:r w:rsidR="00554BFA">
        <w:rPr>
          <w:rtl/>
        </w:rPr>
        <w:t xml:space="preserve"> </w:t>
      </w:r>
      <w:r w:rsidRPr="00F5415E">
        <w:rPr>
          <w:rtl/>
        </w:rPr>
        <w:t>عنكم</w:t>
      </w:r>
      <w:r w:rsidR="00554BFA">
        <w:rPr>
          <w:rtl/>
        </w:rPr>
        <w:t xml:space="preserve"> </w:t>
      </w:r>
      <w:r w:rsidRPr="00F5415E">
        <w:rPr>
          <w:rtl/>
        </w:rPr>
        <w:t>تكرّما</w:t>
      </w:r>
    </w:p>
    <w:p w:rsidR="00554BFA" w:rsidRDefault="00645494" w:rsidP="00FE2721">
      <w:pPr>
        <w:pStyle w:val="libPoemCenter"/>
        <w:rPr>
          <w:rtl/>
        </w:rPr>
      </w:pPr>
      <w:r w:rsidRPr="00F5415E">
        <w:rPr>
          <w:rtl/>
        </w:rPr>
        <w:t>فمِمَ</w:t>
      </w:r>
      <w:r w:rsidR="00554BFA">
        <w:rPr>
          <w:rtl/>
        </w:rPr>
        <w:t xml:space="preserve"> </w:t>
      </w:r>
      <w:r w:rsidRPr="00F5415E">
        <w:rPr>
          <w:rtl/>
        </w:rPr>
        <w:t>أبحتم</w:t>
      </w:r>
      <w:r w:rsidR="00554BFA">
        <w:rPr>
          <w:rtl/>
        </w:rPr>
        <w:t xml:space="preserve"> </w:t>
      </w:r>
      <w:r w:rsidRPr="00F5415E">
        <w:rPr>
          <w:rtl/>
        </w:rPr>
        <w:t>بالطفوف</w:t>
      </w:r>
      <w:r w:rsidR="00554BFA">
        <w:rPr>
          <w:rtl/>
        </w:rPr>
        <w:t xml:space="preserve"> </w:t>
      </w:r>
      <w:r w:rsidRPr="00F5415E">
        <w:rPr>
          <w:rtl/>
        </w:rPr>
        <w:t>لنا</w:t>
      </w:r>
      <w:r w:rsidR="00554BFA">
        <w:rPr>
          <w:rtl/>
        </w:rPr>
        <w:t xml:space="preserve"> </w:t>
      </w:r>
      <w:r w:rsidRPr="00F5415E">
        <w:rPr>
          <w:rtl/>
        </w:rPr>
        <w:t>دماً</w:t>
      </w:r>
      <w:r w:rsidR="00554BFA">
        <w:rPr>
          <w:rtl/>
        </w:rPr>
        <w:t xml:space="preserve"> </w:t>
      </w:r>
      <w:r w:rsidR="00554BFA" w:rsidRPr="00D0383A">
        <w:rPr>
          <w:rtl/>
        </w:rPr>
        <w:t>=</w:t>
      </w:r>
      <w:r w:rsidR="00554BFA">
        <w:rPr>
          <w:rtl/>
        </w:rPr>
        <w:t xml:space="preserve"> </w:t>
      </w:r>
      <w:r w:rsidRPr="00F5415E">
        <w:rPr>
          <w:rtl/>
        </w:rPr>
        <w:t>وحلَّلتم</w:t>
      </w:r>
      <w:r w:rsidR="00554BFA">
        <w:rPr>
          <w:rtl/>
        </w:rPr>
        <w:t xml:space="preserve"> </w:t>
      </w:r>
      <w:r w:rsidRPr="00F5415E">
        <w:rPr>
          <w:rtl/>
        </w:rPr>
        <w:t>قتل</w:t>
      </w:r>
      <w:r w:rsidR="00554BFA">
        <w:rPr>
          <w:rtl/>
        </w:rPr>
        <w:t xml:space="preserve"> </w:t>
      </w:r>
      <w:r w:rsidRPr="00F5415E">
        <w:rPr>
          <w:rtl/>
        </w:rPr>
        <w:t>الأُسارى</w:t>
      </w:r>
      <w:r w:rsidR="00554BFA">
        <w:rPr>
          <w:rtl/>
        </w:rPr>
        <w:t xml:space="preserve"> </w:t>
      </w:r>
      <w:r w:rsidRPr="00F5415E">
        <w:rPr>
          <w:rtl/>
        </w:rPr>
        <w:t>وطالما</w:t>
      </w:r>
    </w:p>
    <w:p w:rsidR="00645494" w:rsidRPr="00554BFA" w:rsidRDefault="00645494" w:rsidP="00554BFA">
      <w:pPr>
        <w:pStyle w:val="libPoemCenter"/>
        <w:rPr>
          <w:rtl/>
        </w:rPr>
      </w:pPr>
      <w:r w:rsidRPr="00F5415E">
        <w:rPr>
          <w:rtl/>
        </w:rPr>
        <w:t>غدونا عن الأسرى نعفُّ ونَصفح</w:t>
      </w:r>
    </w:p>
    <w:p w:rsidR="00645494" w:rsidRDefault="00645494" w:rsidP="00554BFA">
      <w:pPr>
        <w:pStyle w:val="libPoemCenter"/>
        <w:rPr>
          <w:rtl/>
        </w:rPr>
      </w:pPr>
      <w:r w:rsidRPr="00F5415E">
        <w:rPr>
          <w:rtl/>
        </w:rPr>
        <w:t>فنحن</w:t>
      </w:r>
      <w:r w:rsidR="00554BFA">
        <w:rPr>
          <w:rtl/>
        </w:rPr>
        <w:t xml:space="preserve"> </w:t>
      </w:r>
      <w:r w:rsidRPr="00F5415E">
        <w:rPr>
          <w:rtl/>
        </w:rPr>
        <w:t>أناس</w:t>
      </w:r>
      <w:r w:rsidR="00554BFA">
        <w:rPr>
          <w:rtl/>
        </w:rPr>
        <w:t xml:space="preserve"> </w:t>
      </w:r>
      <w:r w:rsidRPr="00F5415E">
        <w:rPr>
          <w:rtl/>
        </w:rPr>
        <w:t>لم</w:t>
      </w:r>
      <w:r w:rsidR="00554BFA">
        <w:rPr>
          <w:rtl/>
        </w:rPr>
        <w:t xml:space="preserve"> </w:t>
      </w:r>
      <w:r w:rsidRPr="00F5415E">
        <w:rPr>
          <w:rtl/>
        </w:rPr>
        <w:t>يكُ</w:t>
      </w:r>
      <w:r w:rsidR="00554BFA">
        <w:rPr>
          <w:rtl/>
        </w:rPr>
        <w:t xml:space="preserve"> </w:t>
      </w:r>
      <w:r w:rsidRPr="00F5415E">
        <w:rPr>
          <w:rtl/>
        </w:rPr>
        <w:t>الغدر</w:t>
      </w:r>
      <w:r w:rsidR="00554BFA">
        <w:rPr>
          <w:rtl/>
        </w:rPr>
        <w:t xml:space="preserve"> </w:t>
      </w:r>
      <w:r w:rsidRPr="00F5415E">
        <w:rPr>
          <w:rtl/>
        </w:rPr>
        <w:t>شأننا</w:t>
      </w:r>
      <w:r w:rsidR="00554BFA">
        <w:rPr>
          <w:rtl/>
        </w:rPr>
        <w:t xml:space="preserve"> </w:t>
      </w:r>
      <w:r w:rsidR="00554BFA" w:rsidRPr="00D0383A">
        <w:rPr>
          <w:rtl/>
        </w:rPr>
        <w:t>=</w:t>
      </w:r>
      <w:r w:rsidR="00554BFA">
        <w:rPr>
          <w:rtl/>
        </w:rPr>
        <w:t xml:space="preserve"> </w:t>
      </w:r>
      <w:r w:rsidRPr="00F5415E">
        <w:rPr>
          <w:rtl/>
        </w:rPr>
        <w:t>ولا</w:t>
      </w:r>
      <w:r w:rsidR="00554BFA">
        <w:rPr>
          <w:rtl/>
        </w:rPr>
        <w:t xml:space="preserve"> </w:t>
      </w:r>
      <w:r w:rsidRPr="00F5415E">
        <w:rPr>
          <w:rtl/>
        </w:rPr>
        <w:t>الأخذ</w:t>
      </w:r>
      <w:r w:rsidR="00554BFA">
        <w:rPr>
          <w:rtl/>
        </w:rPr>
        <w:t xml:space="preserve"> </w:t>
      </w:r>
      <w:r w:rsidRPr="00F5415E">
        <w:rPr>
          <w:rtl/>
        </w:rPr>
        <w:t>بالثأر</w:t>
      </w:r>
      <w:r w:rsidR="00554BFA">
        <w:rPr>
          <w:rtl/>
        </w:rPr>
        <w:t xml:space="preserve"> </w:t>
      </w:r>
      <w:r w:rsidRPr="00F5415E">
        <w:rPr>
          <w:rtl/>
        </w:rPr>
        <w:t>الّذي</w:t>
      </w:r>
      <w:r w:rsidR="00554BFA">
        <w:rPr>
          <w:rtl/>
        </w:rPr>
        <w:t xml:space="preserve"> </w:t>
      </w:r>
      <w:r w:rsidRPr="00F5415E">
        <w:rPr>
          <w:rtl/>
        </w:rPr>
        <w:t>كان</w:t>
      </w:r>
      <w:r w:rsidR="00554BFA">
        <w:rPr>
          <w:rtl/>
        </w:rPr>
        <w:t xml:space="preserve"> </w:t>
      </w:r>
      <w:r w:rsidRPr="00F5415E">
        <w:rPr>
          <w:rtl/>
        </w:rPr>
        <w:t>دَيننا</w:t>
      </w:r>
    </w:p>
    <w:p w:rsidR="00645494" w:rsidRPr="00645494" w:rsidRDefault="00645494" w:rsidP="00FE2721">
      <w:pPr>
        <w:pStyle w:val="libPoemCenter"/>
        <w:rPr>
          <w:rtl/>
        </w:rPr>
      </w:pPr>
      <w:r w:rsidRPr="00F5415E">
        <w:rPr>
          <w:rtl/>
        </w:rPr>
        <w:t>ولكنّنا</w:t>
      </w:r>
      <w:r w:rsidR="00554BFA">
        <w:rPr>
          <w:rtl/>
        </w:rPr>
        <w:t xml:space="preserve"> </w:t>
      </w:r>
      <w:r w:rsidRPr="00F5415E">
        <w:rPr>
          <w:rtl/>
        </w:rPr>
        <w:t>نعفُّو</w:t>
      </w:r>
      <w:r w:rsidR="00554BFA">
        <w:rPr>
          <w:rtl/>
        </w:rPr>
        <w:t xml:space="preserve"> </w:t>
      </w:r>
      <w:r w:rsidRPr="00F5415E">
        <w:rPr>
          <w:rtl/>
        </w:rPr>
        <w:t>ونكظم</w:t>
      </w:r>
      <w:r w:rsidR="00554BFA">
        <w:rPr>
          <w:rtl/>
        </w:rPr>
        <w:t xml:space="preserve"> </w:t>
      </w:r>
      <w:r w:rsidRPr="00F5415E">
        <w:rPr>
          <w:rtl/>
        </w:rPr>
        <w:t>غيظنا</w:t>
      </w:r>
      <w:r w:rsidR="00554BFA">
        <w:rPr>
          <w:rtl/>
        </w:rPr>
        <w:t xml:space="preserve"> </w:t>
      </w:r>
      <w:r w:rsidR="00554BFA" w:rsidRPr="00D0383A">
        <w:rPr>
          <w:rtl/>
        </w:rPr>
        <w:t>=</w:t>
      </w:r>
      <w:r w:rsidR="00554BFA">
        <w:rPr>
          <w:rtl/>
        </w:rPr>
        <w:t xml:space="preserve"> </w:t>
      </w:r>
      <w:r w:rsidRPr="00F5415E">
        <w:rPr>
          <w:rtl/>
        </w:rPr>
        <w:t>فحسبكمُ</w:t>
      </w:r>
      <w:r w:rsidR="00554BFA">
        <w:rPr>
          <w:rtl/>
        </w:rPr>
        <w:t xml:space="preserve"> </w:t>
      </w:r>
      <w:r w:rsidRPr="00F5415E">
        <w:rPr>
          <w:rtl/>
        </w:rPr>
        <w:t>هذا</w:t>
      </w:r>
      <w:r w:rsidR="00554BFA">
        <w:rPr>
          <w:rtl/>
        </w:rPr>
        <w:t xml:space="preserve"> </w:t>
      </w:r>
      <w:r w:rsidRPr="00F5415E">
        <w:rPr>
          <w:rtl/>
        </w:rPr>
        <w:t>التفاوت</w:t>
      </w:r>
      <w:r w:rsidR="00554BFA">
        <w:rPr>
          <w:rtl/>
        </w:rPr>
        <w:t xml:space="preserve"> </w:t>
      </w:r>
      <w:r w:rsidRPr="00F5415E">
        <w:rPr>
          <w:rtl/>
        </w:rPr>
        <w:t>بيننا</w:t>
      </w:r>
    </w:p>
    <w:p w:rsidR="00645494" w:rsidRPr="00554BFA" w:rsidRDefault="00645494" w:rsidP="00554BFA">
      <w:pPr>
        <w:pStyle w:val="libPoemCenter"/>
        <w:rPr>
          <w:rtl/>
        </w:rPr>
      </w:pPr>
      <w:r w:rsidRPr="00F5415E">
        <w:rPr>
          <w:rtl/>
        </w:rPr>
        <w:t>وكل إناء بالّذي فيه يرشح</w:t>
      </w:r>
    </w:p>
    <w:p w:rsidR="00645494" w:rsidRPr="00F5415E" w:rsidRDefault="00645494" w:rsidP="00554BFA">
      <w:pPr>
        <w:pStyle w:val="libNormal"/>
        <w:rPr>
          <w:rtl/>
        </w:rPr>
      </w:pPr>
      <w:r w:rsidRPr="00554BFA">
        <w:rPr>
          <w:rtl/>
        </w:rPr>
        <w:t>ومِمَن خمّسها الشيخ العالم، الفاضل الأديب، الشيخ عبد الحسين بن القاسم بن صالح، الحلّي النجفي المولود بالحلّة سنة 1301، القاضي في البحرين اليوم سلّمه الله، فقال:</w:t>
      </w:r>
    </w:p>
    <w:p w:rsidR="00645494" w:rsidRDefault="00645494" w:rsidP="00FE2721">
      <w:pPr>
        <w:pStyle w:val="libPoemCenter"/>
        <w:rPr>
          <w:rtl/>
        </w:rPr>
      </w:pPr>
      <w:r w:rsidRPr="00F5415E">
        <w:rPr>
          <w:rtl/>
        </w:rPr>
        <w:t>جعلنا</w:t>
      </w:r>
      <w:r w:rsidR="00554BFA">
        <w:rPr>
          <w:rtl/>
        </w:rPr>
        <w:t xml:space="preserve"> </w:t>
      </w:r>
      <w:r w:rsidRPr="00F5415E">
        <w:rPr>
          <w:rtl/>
        </w:rPr>
        <w:t>بيوم</w:t>
      </w:r>
      <w:r w:rsidR="00554BFA">
        <w:rPr>
          <w:rtl/>
        </w:rPr>
        <w:t xml:space="preserve"> </w:t>
      </w:r>
      <w:r w:rsidRPr="00F5415E">
        <w:rPr>
          <w:rtl/>
        </w:rPr>
        <w:t>السبق</w:t>
      </w:r>
      <w:r w:rsidR="00554BFA">
        <w:rPr>
          <w:rtl/>
        </w:rPr>
        <w:t xml:space="preserve"> </w:t>
      </w:r>
      <w:r w:rsidRPr="00F5415E">
        <w:rPr>
          <w:rtl/>
        </w:rPr>
        <w:t>عبدا</w:t>
      </w:r>
      <w:r w:rsidR="00554BFA">
        <w:rPr>
          <w:rtl/>
        </w:rPr>
        <w:t xml:space="preserve"> </w:t>
      </w:r>
      <w:r w:rsidRPr="00F5415E">
        <w:rPr>
          <w:rtl/>
        </w:rPr>
        <w:t>أمية</w:t>
      </w:r>
      <w:r w:rsidR="00554BFA">
        <w:rPr>
          <w:rtl/>
        </w:rPr>
        <w:t xml:space="preserve"> </w:t>
      </w:r>
      <w:r w:rsidR="00554BFA" w:rsidRPr="00D0383A">
        <w:rPr>
          <w:rtl/>
        </w:rPr>
        <w:t>=</w:t>
      </w:r>
      <w:r w:rsidR="00554BFA">
        <w:rPr>
          <w:rtl/>
        </w:rPr>
        <w:t xml:space="preserve"> </w:t>
      </w:r>
      <w:r w:rsidRPr="00F5415E">
        <w:rPr>
          <w:rtl/>
        </w:rPr>
        <w:t>وحرب</w:t>
      </w:r>
      <w:r w:rsidR="00554BFA">
        <w:rPr>
          <w:rtl/>
        </w:rPr>
        <w:t xml:space="preserve"> </w:t>
      </w:r>
      <w:r w:rsidRPr="00F5415E">
        <w:rPr>
          <w:rtl/>
        </w:rPr>
        <w:t>زوى</w:t>
      </w:r>
      <w:r w:rsidR="00554BFA">
        <w:rPr>
          <w:rtl/>
        </w:rPr>
        <w:t xml:space="preserve"> </w:t>
      </w:r>
      <w:r w:rsidRPr="00F5415E">
        <w:rPr>
          <w:rtl/>
        </w:rPr>
        <w:t>عنه</w:t>
      </w:r>
      <w:r w:rsidR="00554BFA">
        <w:rPr>
          <w:rtl/>
        </w:rPr>
        <w:t xml:space="preserve"> </w:t>
      </w:r>
      <w:r w:rsidRPr="00F5415E">
        <w:rPr>
          <w:rtl/>
        </w:rPr>
        <w:t>أنانا</w:t>
      </w:r>
      <w:r w:rsidR="00554BFA">
        <w:rPr>
          <w:rtl/>
        </w:rPr>
        <w:t xml:space="preserve"> </w:t>
      </w:r>
      <w:r w:rsidRPr="00F5415E">
        <w:rPr>
          <w:rtl/>
        </w:rPr>
        <w:t>منيةً</w:t>
      </w:r>
    </w:p>
    <w:p w:rsidR="00645494" w:rsidRPr="00645494" w:rsidRDefault="00645494" w:rsidP="00FE2721">
      <w:pPr>
        <w:pStyle w:val="libPoemCenter"/>
        <w:rPr>
          <w:rtl/>
        </w:rPr>
      </w:pPr>
      <w:r w:rsidRPr="00F5415E">
        <w:rPr>
          <w:rtl/>
        </w:rPr>
        <w:t>وصخر</w:t>
      </w:r>
      <w:r w:rsidR="00554BFA">
        <w:rPr>
          <w:rtl/>
        </w:rPr>
        <w:t xml:space="preserve"> </w:t>
      </w:r>
      <w:r w:rsidRPr="00F5415E">
        <w:rPr>
          <w:rtl/>
        </w:rPr>
        <w:t>أصفحنا</w:t>
      </w:r>
      <w:r w:rsidR="00554BFA">
        <w:rPr>
          <w:rtl/>
        </w:rPr>
        <w:t xml:space="preserve"> </w:t>
      </w:r>
      <w:r w:rsidRPr="00F5415E">
        <w:rPr>
          <w:rtl/>
        </w:rPr>
        <w:t>عن</w:t>
      </w:r>
      <w:r w:rsidR="00554BFA">
        <w:rPr>
          <w:rtl/>
        </w:rPr>
        <w:t xml:space="preserve"> </w:t>
      </w:r>
      <w:r w:rsidRPr="00F5415E">
        <w:rPr>
          <w:rtl/>
        </w:rPr>
        <w:t>حماه</w:t>
      </w:r>
      <w:r w:rsidR="00554BFA">
        <w:rPr>
          <w:rtl/>
        </w:rPr>
        <w:t xml:space="preserve"> </w:t>
      </w:r>
      <w:r w:rsidRPr="00F5415E">
        <w:rPr>
          <w:rtl/>
        </w:rPr>
        <w:t>حمية</w:t>
      </w:r>
      <w:r w:rsidR="00554BFA">
        <w:rPr>
          <w:rtl/>
        </w:rPr>
        <w:t xml:space="preserve"> </w:t>
      </w:r>
      <w:r w:rsidR="00554BFA" w:rsidRPr="00D0383A">
        <w:rPr>
          <w:rtl/>
        </w:rPr>
        <w:t>=</w:t>
      </w:r>
      <w:r w:rsidR="00554BFA">
        <w:rPr>
          <w:rtl/>
        </w:rPr>
        <w:t xml:space="preserve"> </w:t>
      </w:r>
      <w:r w:rsidRPr="00F5415E">
        <w:rPr>
          <w:rtl/>
        </w:rPr>
        <w:t>ملكنا</w:t>
      </w:r>
      <w:r w:rsidR="00554BFA">
        <w:rPr>
          <w:rtl/>
        </w:rPr>
        <w:t xml:space="preserve"> </w:t>
      </w:r>
      <w:r w:rsidRPr="00F5415E">
        <w:rPr>
          <w:rtl/>
        </w:rPr>
        <w:t>فكان</w:t>
      </w:r>
      <w:r w:rsidR="00554BFA">
        <w:rPr>
          <w:rtl/>
        </w:rPr>
        <w:t xml:space="preserve"> </w:t>
      </w:r>
      <w:r w:rsidRPr="00F5415E">
        <w:rPr>
          <w:rtl/>
        </w:rPr>
        <w:t>العفو</w:t>
      </w:r>
      <w:r w:rsidR="00554BFA">
        <w:rPr>
          <w:rtl/>
        </w:rPr>
        <w:t xml:space="preserve"> </w:t>
      </w:r>
      <w:r w:rsidRPr="00F5415E">
        <w:rPr>
          <w:rtl/>
        </w:rPr>
        <w:t>مِنّا</w:t>
      </w:r>
      <w:r w:rsidR="00554BFA">
        <w:rPr>
          <w:rtl/>
        </w:rPr>
        <w:t xml:space="preserve"> </w:t>
      </w:r>
      <w:r w:rsidRPr="00F5415E">
        <w:rPr>
          <w:rtl/>
        </w:rPr>
        <w:t>سجية</w:t>
      </w:r>
    </w:p>
    <w:p w:rsidR="00645494" w:rsidRPr="00554BFA" w:rsidRDefault="00645494" w:rsidP="00554BFA">
      <w:pPr>
        <w:pStyle w:val="libPoemCenter"/>
        <w:rPr>
          <w:rtl/>
        </w:rPr>
      </w:pPr>
      <w:r w:rsidRPr="00F5415E">
        <w:rPr>
          <w:rtl/>
        </w:rPr>
        <w:t>فلمّا ملكتم سال بالدم أبطح</w:t>
      </w:r>
    </w:p>
    <w:p w:rsidR="00645494" w:rsidRDefault="00645494" w:rsidP="00FE2721">
      <w:pPr>
        <w:pStyle w:val="libPoemCenter"/>
        <w:rPr>
          <w:rtl/>
        </w:rPr>
      </w:pPr>
      <w:r w:rsidRPr="00F5415E">
        <w:rPr>
          <w:rtl/>
        </w:rPr>
        <w:t>كرهتم</w:t>
      </w:r>
      <w:r w:rsidR="00554BFA">
        <w:rPr>
          <w:rtl/>
        </w:rPr>
        <w:t xml:space="preserve"> </w:t>
      </w:r>
      <w:r w:rsidRPr="00F5415E">
        <w:rPr>
          <w:rtl/>
        </w:rPr>
        <w:t>لنا</w:t>
      </w:r>
      <w:r w:rsidR="00554BFA">
        <w:rPr>
          <w:rtl/>
        </w:rPr>
        <w:t xml:space="preserve"> </w:t>
      </w:r>
      <w:r w:rsidRPr="00F5415E">
        <w:rPr>
          <w:rtl/>
        </w:rPr>
        <w:t>أمراً</w:t>
      </w:r>
      <w:r w:rsidR="00554BFA">
        <w:rPr>
          <w:rtl/>
        </w:rPr>
        <w:t xml:space="preserve"> </w:t>
      </w:r>
      <w:r w:rsidRPr="00F5415E">
        <w:rPr>
          <w:rtl/>
        </w:rPr>
        <w:t>به</w:t>
      </w:r>
      <w:r w:rsidR="00554BFA">
        <w:rPr>
          <w:rtl/>
        </w:rPr>
        <w:t xml:space="preserve"> </w:t>
      </w:r>
      <w:r w:rsidRPr="00F5415E">
        <w:rPr>
          <w:rtl/>
        </w:rPr>
        <w:t>شأنكم</w:t>
      </w:r>
      <w:r w:rsidR="00554BFA">
        <w:rPr>
          <w:rtl/>
        </w:rPr>
        <w:t xml:space="preserve"> </w:t>
      </w:r>
      <w:r w:rsidRPr="00F5415E">
        <w:rPr>
          <w:rtl/>
        </w:rPr>
        <w:t>سما</w:t>
      </w:r>
      <w:r w:rsidR="00554BFA">
        <w:rPr>
          <w:rtl/>
        </w:rPr>
        <w:t xml:space="preserve"> </w:t>
      </w:r>
      <w:r w:rsidR="00554BFA" w:rsidRPr="00D0383A">
        <w:rPr>
          <w:rtl/>
        </w:rPr>
        <w:t>=</w:t>
      </w:r>
      <w:r w:rsidR="00554BFA">
        <w:rPr>
          <w:rtl/>
        </w:rPr>
        <w:t xml:space="preserve"> </w:t>
      </w:r>
      <w:r w:rsidRPr="00F5415E">
        <w:rPr>
          <w:rtl/>
        </w:rPr>
        <w:t>وحرّم</w:t>
      </w:r>
      <w:r w:rsidR="00554BFA">
        <w:rPr>
          <w:rtl/>
        </w:rPr>
        <w:t xml:space="preserve"> </w:t>
      </w:r>
      <w:r w:rsidRPr="00F5415E">
        <w:rPr>
          <w:rtl/>
        </w:rPr>
        <w:t>أنْ</w:t>
      </w:r>
      <w:r w:rsidR="00554BFA">
        <w:rPr>
          <w:rtl/>
        </w:rPr>
        <w:t xml:space="preserve"> </w:t>
      </w:r>
      <w:r w:rsidRPr="00F5415E">
        <w:rPr>
          <w:rtl/>
        </w:rPr>
        <w:t>تسموا</w:t>
      </w:r>
      <w:r w:rsidR="00554BFA">
        <w:rPr>
          <w:rtl/>
        </w:rPr>
        <w:t xml:space="preserve"> </w:t>
      </w:r>
      <w:r w:rsidRPr="00F5415E">
        <w:rPr>
          <w:rtl/>
        </w:rPr>
        <w:t>به</w:t>
      </w:r>
      <w:r w:rsidR="00554BFA">
        <w:rPr>
          <w:rtl/>
        </w:rPr>
        <w:t xml:space="preserve"> </w:t>
      </w:r>
      <w:r w:rsidRPr="00F5415E">
        <w:rPr>
          <w:rtl/>
        </w:rPr>
        <w:t>خالق</w:t>
      </w:r>
      <w:r w:rsidR="00554BFA">
        <w:rPr>
          <w:rtl/>
        </w:rPr>
        <w:t xml:space="preserve"> </w:t>
      </w:r>
      <w:r w:rsidRPr="00F5415E">
        <w:rPr>
          <w:rtl/>
        </w:rPr>
        <w:t>السما</w:t>
      </w:r>
    </w:p>
    <w:p w:rsidR="00645494" w:rsidRPr="00645494" w:rsidRDefault="00645494" w:rsidP="00FE2721">
      <w:pPr>
        <w:pStyle w:val="libPoemCenter"/>
        <w:rPr>
          <w:rtl/>
        </w:rPr>
      </w:pPr>
      <w:r w:rsidRPr="00F5415E">
        <w:rPr>
          <w:rtl/>
        </w:rPr>
        <w:t>فأوجبتمُ</w:t>
      </w:r>
      <w:r w:rsidR="00554BFA">
        <w:rPr>
          <w:rtl/>
        </w:rPr>
        <w:t xml:space="preserve"> </w:t>
      </w:r>
      <w:r w:rsidRPr="00F5415E">
        <w:rPr>
          <w:rtl/>
        </w:rPr>
        <w:t>سبي</w:t>
      </w:r>
      <w:r w:rsidR="00554BFA">
        <w:rPr>
          <w:rtl/>
        </w:rPr>
        <w:t xml:space="preserve"> </w:t>
      </w:r>
      <w:r w:rsidRPr="00F5415E">
        <w:rPr>
          <w:rtl/>
        </w:rPr>
        <w:t>العذاري</w:t>
      </w:r>
      <w:r w:rsidR="00554BFA">
        <w:rPr>
          <w:rtl/>
        </w:rPr>
        <w:t xml:space="preserve"> </w:t>
      </w:r>
      <w:r w:rsidRPr="00F5415E">
        <w:rPr>
          <w:rtl/>
        </w:rPr>
        <w:t>من</w:t>
      </w:r>
      <w:r w:rsidR="00554BFA">
        <w:rPr>
          <w:rtl/>
        </w:rPr>
        <w:t xml:space="preserve"> </w:t>
      </w:r>
      <w:r w:rsidRPr="00F5415E">
        <w:rPr>
          <w:rtl/>
        </w:rPr>
        <w:t>الحمى</w:t>
      </w:r>
      <w:r w:rsidR="00554BFA">
        <w:rPr>
          <w:rtl/>
        </w:rPr>
        <w:t xml:space="preserve"> </w:t>
      </w:r>
      <w:r w:rsidR="00554BFA" w:rsidRPr="00D0383A">
        <w:rPr>
          <w:rtl/>
        </w:rPr>
        <w:t>=</w:t>
      </w:r>
      <w:r w:rsidR="00554BFA">
        <w:rPr>
          <w:rtl/>
        </w:rPr>
        <w:t xml:space="preserve"> </w:t>
      </w:r>
      <w:r w:rsidRPr="00F5415E">
        <w:rPr>
          <w:rtl/>
        </w:rPr>
        <w:t>وحلَّلتم</w:t>
      </w:r>
      <w:r w:rsidR="00554BFA">
        <w:rPr>
          <w:rtl/>
        </w:rPr>
        <w:t xml:space="preserve"> </w:t>
      </w:r>
      <w:r w:rsidRPr="00F5415E">
        <w:rPr>
          <w:rtl/>
        </w:rPr>
        <w:t>قتل</w:t>
      </w:r>
      <w:r w:rsidR="00554BFA">
        <w:rPr>
          <w:rtl/>
        </w:rPr>
        <w:t xml:space="preserve"> </w:t>
      </w:r>
      <w:r w:rsidRPr="00F5415E">
        <w:rPr>
          <w:rtl/>
        </w:rPr>
        <w:t>الأُسارى</w:t>
      </w:r>
      <w:r w:rsidR="00554BFA">
        <w:rPr>
          <w:rtl/>
        </w:rPr>
        <w:t xml:space="preserve"> </w:t>
      </w:r>
      <w:r w:rsidRPr="00F5415E">
        <w:rPr>
          <w:rtl/>
        </w:rPr>
        <w:t>وطالما</w:t>
      </w:r>
    </w:p>
    <w:p w:rsidR="00645494" w:rsidRPr="00554BFA" w:rsidRDefault="00645494" w:rsidP="00554BFA">
      <w:pPr>
        <w:pStyle w:val="libPoemCenter"/>
        <w:rPr>
          <w:rtl/>
        </w:rPr>
      </w:pPr>
      <w:r w:rsidRPr="00F5415E">
        <w:rPr>
          <w:rtl/>
        </w:rPr>
        <w:t>غدونا عن الأسرى نعفُّ ونَصفح</w:t>
      </w:r>
    </w:p>
    <w:p w:rsidR="00645494" w:rsidRDefault="00645494" w:rsidP="00554BFA">
      <w:pPr>
        <w:pStyle w:val="libPoemCenter"/>
        <w:rPr>
          <w:rtl/>
        </w:rPr>
      </w:pPr>
      <w:r w:rsidRPr="00F5415E">
        <w:rPr>
          <w:rtl/>
        </w:rPr>
        <w:t>حكمتم</w:t>
      </w:r>
      <w:r w:rsidR="00554BFA">
        <w:rPr>
          <w:rtl/>
        </w:rPr>
        <w:t xml:space="preserve"> </w:t>
      </w:r>
      <w:r w:rsidRPr="00F5415E">
        <w:rPr>
          <w:rtl/>
        </w:rPr>
        <w:t>علينا</w:t>
      </w:r>
      <w:r w:rsidR="00554BFA">
        <w:rPr>
          <w:rtl/>
        </w:rPr>
        <w:t xml:space="preserve"> </w:t>
      </w:r>
      <w:r w:rsidRPr="00F5415E">
        <w:rPr>
          <w:rtl/>
        </w:rPr>
        <w:t>بالدمار</w:t>
      </w:r>
      <w:r w:rsidR="00554BFA">
        <w:rPr>
          <w:rtl/>
        </w:rPr>
        <w:t xml:space="preserve"> </w:t>
      </w:r>
      <w:r w:rsidRPr="00F5415E">
        <w:rPr>
          <w:rtl/>
        </w:rPr>
        <w:t>وبالفنا</w:t>
      </w:r>
      <w:r w:rsidR="00554BFA">
        <w:rPr>
          <w:rtl/>
        </w:rPr>
        <w:t xml:space="preserve"> </w:t>
      </w:r>
      <w:r w:rsidR="00554BFA" w:rsidRPr="00D0383A">
        <w:rPr>
          <w:rtl/>
        </w:rPr>
        <w:t>=</w:t>
      </w:r>
      <w:r w:rsidR="00554BFA">
        <w:rPr>
          <w:rtl/>
        </w:rPr>
        <w:t xml:space="preserve"> </w:t>
      </w:r>
      <w:r w:rsidRPr="00F5415E">
        <w:rPr>
          <w:rtl/>
        </w:rPr>
        <w:t>وفينا</w:t>
      </w:r>
      <w:r w:rsidR="00554BFA">
        <w:rPr>
          <w:rtl/>
        </w:rPr>
        <w:t xml:space="preserve"> </w:t>
      </w:r>
      <w:r w:rsidRPr="00F5415E">
        <w:rPr>
          <w:rtl/>
        </w:rPr>
        <w:t>ومنّا</w:t>
      </w:r>
      <w:r w:rsidR="00554BFA">
        <w:rPr>
          <w:rtl/>
        </w:rPr>
        <w:t xml:space="preserve"> </w:t>
      </w:r>
      <w:r w:rsidRPr="00F5415E">
        <w:rPr>
          <w:rtl/>
        </w:rPr>
        <w:t>نلتم</w:t>
      </w:r>
      <w:r w:rsidR="00554BFA">
        <w:rPr>
          <w:rtl/>
        </w:rPr>
        <w:t xml:space="preserve"> </w:t>
      </w:r>
      <w:r w:rsidRPr="00F5415E">
        <w:rPr>
          <w:rtl/>
        </w:rPr>
        <w:t>غاية</w:t>
      </w:r>
      <w:r w:rsidR="00554BFA">
        <w:rPr>
          <w:rtl/>
        </w:rPr>
        <w:t xml:space="preserve"> </w:t>
      </w:r>
      <w:r w:rsidRPr="00F5415E">
        <w:rPr>
          <w:rtl/>
        </w:rPr>
        <w:t>المُنى</w:t>
      </w:r>
    </w:p>
    <w:p w:rsidR="00645494" w:rsidRPr="00645494" w:rsidRDefault="00645494" w:rsidP="00554BFA">
      <w:pPr>
        <w:pStyle w:val="libPoemCenter"/>
        <w:rPr>
          <w:rtl/>
        </w:rPr>
      </w:pPr>
      <w:r w:rsidRPr="00F5415E">
        <w:rPr>
          <w:rtl/>
        </w:rPr>
        <w:t>عفونا</w:t>
      </w:r>
      <w:r w:rsidR="00554BFA">
        <w:rPr>
          <w:rtl/>
        </w:rPr>
        <w:t xml:space="preserve"> </w:t>
      </w:r>
      <w:r w:rsidRPr="00F5415E">
        <w:rPr>
          <w:rtl/>
        </w:rPr>
        <w:t>وبعد</w:t>
      </w:r>
      <w:r w:rsidR="00554BFA">
        <w:rPr>
          <w:rtl/>
        </w:rPr>
        <w:t xml:space="preserve"> </w:t>
      </w:r>
      <w:r w:rsidRPr="00F5415E">
        <w:rPr>
          <w:rtl/>
        </w:rPr>
        <w:t>العفو</w:t>
      </w:r>
      <w:r w:rsidR="00554BFA">
        <w:rPr>
          <w:rtl/>
        </w:rPr>
        <w:t xml:space="preserve"> </w:t>
      </w:r>
      <w:r w:rsidRPr="00F5415E">
        <w:rPr>
          <w:rtl/>
        </w:rPr>
        <w:t>مثّلتم</w:t>
      </w:r>
      <w:r w:rsidR="00554BFA">
        <w:rPr>
          <w:rtl/>
        </w:rPr>
        <w:t xml:space="preserve"> </w:t>
      </w:r>
      <w:r w:rsidRPr="00F5415E">
        <w:rPr>
          <w:rtl/>
        </w:rPr>
        <w:t>بنا</w:t>
      </w:r>
      <w:r w:rsidR="00554BFA">
        <w:rPr>
          <w:rtl/>
        </w:rPr>
        <w:t xml:space="preserve"> </w:t>
      </w:r>
      <w:r w:rsidR="00554BFA" w:rsidRPr="00D0383A">
        <w:rPr>
          <w:rtl/>
        </w:rPr>
        <w:t>=</w:t>
      </w:r>
      <w:r w:rsidR="00554BFA">
        <w:rPr>
          <w:rtl/>
        </w:rPr>
        <w:t xml:space="preserve"> </w:t>
      </w:r>
      <w:r w:rsidRPr="00F5415E">
        <w:rPr>
          <w:rtl/>
        </w:rPr>
        <w:t>فحسبكمُ</w:t>
      </w:r>
      <w:r w:rsidR="00554BFA">
        <w:rPr>
          <w:rtl/>
        </w:rPr>
        <w:t xml:space="preserve"> </w:t>
      </w:r>
      <w:r w:rsidRPr="00F5415E">
        <w:rPr>
          <w:rtl/>
        </w:rPr>
        <w:t>هذا</w:t>
      </w:r>
      <w:r w:rsidR="00554BFA">
        <w:rPr>
          <w:rtl/>
        </w:rPr>
        <w:t xml:space="preserve"> </w:t>
      </w:r>
      <w:r w:rsidRPr="00F5415E">
        <w:rPr>
          <w:rtl/>
        </w:rPr>
        <w:t>التفاوت</w:t>
      </w:r>
      <w:r w:rsidR="00554BFA">
        <w:rPr>
          <w:rtl/>
        </w:rPr>
        <w:t xml:space="preserve"> </w:t>
      </w:r>
      <w:r w:rsidRPr="00F5415E">
        <w:rPr>
          <w:rtl/>
        </w:rPr>
        <w:t>بيننا</w:t>
      </w:r>
    </w:p>
    <w:p w:rsidR="00554BFA" w:rsidRDefault="00645494" w:rsidP="00645494">
      <w:pPr>
        <w:pStyle w:val="libNormal"/>
      </w:pPr>
      <w:r>
        <w:br w:type="page"/>
      </w:r>
    </w:p>
    <w:p w:rsidR="00645494" w:rsidRPr="00554BFA" w:rsidRDefault="00645494" w:rsidP="00554BFA">
      <w:pPr>
        <w:pStyle w:val="libPoemCenter"/>
        <w:rPr>
          <w:rtl/>
        </w:rPr>
      </w:pPr>
      <w:r w:rsidRPr="00F5415E">
        <w:rPr>
          <w:rtl/>
        </w:rPr>
        <w:lastRenderedPageBreak/>
        <w:t>وكل إناء بالّذي فيه ينضح</w:t>
      </w:r>
    </w:p>
    <w:p w:rsidR="00D0383A" w:rsidRDefault="00645494" w:rsidP="00554BFA">
      <w:pPr>
        <w:pStyle w:val="libNormal"/>
        <w:rPr>
          <w:rtl/>
        </w:rPr>
      </w:pPr>
      <w:r w:rsidRPr="00554BFA">
        <w:rPr>
          <w:rtl/>
        </w:rPr>
        <w:t>ومِمَن شطَّرها الشيخ عبد الحسين الحلّي، المخمِّس لها، فقال في التشطير:</w:t>
      </w:r>
    </w:p>
    <w:p w:rsidR="00645494" w:rsidRDefault="00554BFA" w:rsidP="00FE2721">
      <w:pPr>
        <w:pStyle w:val="libPoemCenter"/>
        <w:rPr>
          <w:rtl/>
        </w:rPr>
      </w:pPr>
      <w:r>
        <w:rPr>
          <w:rtl/>
        </w:rPr>
        <w:t>(</w:t>
      </w:r>
      <w:r w:rsidR="00645494" w:rsidRPr="00F5415E">
        <w:rPr>
          <w:rtl/>
        </w:rPr>
        <w:t>ملكنا</w:t>
      </w:r>
      <w:r>
        <w:rPr>
          <w:rtl/>
        </w:rPr>
        <w:t xml:space="preserve"> </w:t>
      </w:r>
      <w:r w:rsidR="00645494" w:rsidRPr="00F5415E">
        <w:rPr>
          <w:rtl/>
        </w:rPr>
        <w:t>فكان</w:t>
      </w:r>
      <w:r>
        <w:rPr>
          <w:rtl/>
        </w:rPr>
        <w:t xml:space="preserve"> </w:t>
      </w:r>
      <w:r w:rsidR="00645494" w:rsidRPr="00F5415E">
        <w:rPr>
          <w:rtl/>
        </w:rPr>
        <w:t>العفو</w:t>
      </w:r>
      <w:r>
        <w:rPr>
          <w:rtl/>
        </w:rPr>
        <w:t xml:space="preserve"> </w:t>
      </w:r>
      <w:r w:rsidR="00645494" w:rsidRPr="00F5415E">
        <w:rPr>
          <w:rtl/>
        </w:rPr>
        <w:t>مِنّا</w:t>
      </w:r>
      <w:r>
        <w:rPr>
          <w:rtl/>
        </w:rPr>
        <w:t xml:space="preserve"> </w:t>
      </w:r>
      <w:r w:rsidR="00645494" w:rsidRPr="00F5415E">
        <w:rPr>
          <w:rtl/>
        </w:rPr>
        <w:t>سجية)</w:t>
      </w:r>
      <w:r>
        <w:rPr>
          <w:rtl/>
        </w:rPr>
        <w:t xml:space="preserve"> </w:t>
      </w:r>
      <w:r w:rsidRPr="00D0383A">
        <w:rPr>
          <w:rtl/>
        </w:rPr>
        <w:t>=</w:t>
      </w:r>
      <w:r>
        <w:rPr>
          <w:rtl/>
        </w:rPr>
        <w:t xml:space="preserve"> </w:t>
      </w:r>
      <w:r w:rsidR="00645494" w:rsidRPr="00F5415E">
        <w:rPr>
          <w:rtl/>
        </w:rPr>
        <w:t>بيوم</w:t>
      </w:r>
      <w:r>
        <w:rPr>
          <w:rtl/>
        </w:rPr>
        <w:t xml:space="preserve"> </w:t>
      </w:r>
      <w:r w:rsidR="00645494" w:rsidRPr="00F5415E">
        <w:rPr>
          <w:rtl/>
        </w:rPr>
        <w:t>به</w:t>
      </w:r>
      <w:r>
        <w:rPr>
          <w:rtl/>
        </w:rPr>
        <w:t xml:space="preserve"> </w:t>
      </w:r>
      <w:r w:rsidR="00645494" w:rsidRPr="00F5415E">
        <w:rPr>
          <w:rtl/>
        </w:rPr>
        <w:t>بطحاء</w:t>
      </w:r>
      <w:r>
        <w:rPr>
          <w:rtl/>
        </w:rPr>
        <w:t xml:space="preserve"> </w:t>
      </w:r>
      <w:r w:rsidR="00645494" w:rsidRPr="00F5415E">
        <w:rPr>
          <w:rtl/>
        </w:rPr>
        <w:t>مكة</w:t>
      </w:r>
      <w:r>
        <w:rPr>
          <w:rtl/>
        </w:rPr>
        <w:t xml:space="preserve"> </w:t>
      </w:r>
      <w:r w:rsidR="00645494" w:rsidRPr="00F5415E">
        <w:rPr>
          <w:rtl/>
        </w:rPr>
        <w:t>تُفتح</w:t>
      </w:r>
    </w:p>
    <w:p w:rsidR="00D0383A" w:rsidRDefault="00645494" w:rsidP="00FE2721">
      <w:pPr>
        <w:pStyle w:val="libPoemCenter"/>
        <w:rPr>
          <w:rtl/>
        </w:rPr>
      </w:pPr>
      <w:r w:rsidRPr="00F5415E">
        <w:rPr>
          <w:rtl/>
        </w:rPr>
        <w:t>فسالت</w:t>
      </w:r>
      <w:r w:rsidR="00554BFA">
        <w:rPr>
          <w:rtl/>
        </w:rPr>
        <w:t xml:space="preserve"> </w:t>
      </w:r>
      <w:r w:rsidRPr="00F5415E">
        <w:rPr>
          <w:rtl/>
        </w:rPr>
        <w:t>بفيض</w:t>
      </w:r>
      <w:r w:rsidR="00554BFA">
        <w:rPr>
          <w:rtl/>
        </w:rPr>
        <w:t xml:space="preserve"> </w:t>
      </w:r>
      <w:r w:rsidRPr="00F5415E">
        <w:rPr>
          <w:rtl/>
        </w:rPr>
        <w:t>العفو</w:t>
      </w:r>
      <w:r w:rsidR="00554BFA">
        <w:rPr>
          <w:rtl/>
        </w:rPr>
        <w:t xml:space="preserve"> </w:t>
      </w:r>
      <w:r w:rsidRPr="00F5415E">
        <w:rPr>
          <w:rtl/>
        </w:rPr>
        <w:t>مِنّا</w:t>
      </w:r>
      <w:r w:rsidR="00554BFA">
        <w:rPr>
          <w:rtl/>
        </w:rPr>
        <w:t xml:space="preserve"> </w:t>
      </w:r>
      <w:r w:rsidRPr="00F5415E">
        <w:rPr>
          <w:rtl/>
        </w:rPr>
        <w:t>بطاحكم</w:t>
      </w:r>
      <w:r w:rsidR="00554BFA">
        <w:rPr>
          <w:rtl/>
        </w:rPr>
        <w:t xml:space="preserve"> </w:t>
      </w:r>
      <w:r w:rsidR="00554BFA" w:rsidRPr="00D0383A">
        <w:rPr>
          <w:rtl/>
        </w:rPr>
        <w:t>=</w:t>
      </w:r>
      <w:r w:rsidR="00554BFA">
        <w:rPr>
          <w:rtl/>
        </w:rPr>
        <w:t xml:space="preserve"> (</w:t>
      </w:r>
      <w:r w:rsidRPr="00F5415E">
        <w:rPr>
          <w:rtl/>
        </w:rPr>
        <w:t>ولمّا</w:t>
      </w:r>
      <w:r w:rsidR="00554BFA">
        <w:rPr>
          <w:rtl/>
        </w:rPr>
        <w:t xml:space="preserve"> </w:t>
      </w:r>
      <w:r w:rsidRPr="00F5415E">
        <w:rPr>
          <w:rtl/>
        </w:rPr>
        <w:t>ملكتم</w:t>
      </w:r>
      <w:r w:rsidR="00554BFA">
        <w:rPr>
          <w:rtl/>
        </w:rPr>
        <w:t xml:space="preserve"> </w:t>
      </w:r>
      <w:r w:rsidRPr="00F5415E">
        <w:rPr>
          <w:rtl/>
        </w:rPr>
        <w:t>سال</w:t>
      </w:r>
      <w:r w:rsidR="00554BFA">
        <w:rPr>
          <w:rtl/>
        </w:rPr>
        <w:t xml:space="preserve"> </w:t>
      </w:r>
      <w:r w:rsidRPr="00F5415E">
        <w:rPr>
          <w:rtl/>
        </w:rPr>
        <w:t>بالدم</w:t>
      </w:r>
      <w:r w:rsidR="00554BFA">
        <w:rPr>
          <w:rtl/>
        </w:rPr>
        <w:t xml:space="preserve"> </w:t>
      </w:r>
      <w:r w:rsidRPr="00F5415E">
        <w:rPr>
          <w:rtl/>
        </w:rPr>
        <w:t>أبطح)</w:t>
      </w:r>
    </w:p>
    <w:p w:rsidR="00645494" w:rsidRDefault="00554BFA" w:rsidP="00FE2721">
      <w:pPr>
        <w:pStyle w:val="libPoemCenter"/>
        <w:rPr>
          <w:rtl/>
        </w:rPr>
      </w:pPr>
      <w:r>
        <w:rPr>
          <w:rtl/>
        </w:rPr>
        <w:t>(</w:t>
      </w:r>
      <w:r w:rsidR="00645494" w:rsidRPr="00F5415E">
        <w:rPr>
          <w:rtl/>
        </w:rPr>
        <w:t>وحلَّلتم</w:t>
      </w:r>
      <w:r>
        <w:rPr>
          <w:rtl/>
        </w:rPr>
        <w:t xml:space="preserve"> </w:t>
      </w:r>
      <w:r w:rsidR="00645494" w:rsidRPr="00F5415E">
        <w:rPr>
          <w:rtl/>
        </w:rPr>
        <w:t>قتل</w:t>
      </w:r>
      <w:r>
        <w:rPr>
          <w:rtl/>
        </w:rPr>
        <w:t xml:space="preserve"> </w:t>
      </w:r>
      <w:r w:rsidR="00645494" w:rsidRPr="00F5415E">
        <w:rPr>
          <w:rtl/>
        </w:rPr>
        <w:t>أُسارى</w:t>
      </w:r>
      <w:r>
        <w:rPr>
          <w:rtl/>
        </w:rPr>
        <w:t xml:space="preserve"> </w:t>
      </w:r>
      <w:r w:rsidR="00645494" w:rsidRPr="00F5415E">
        <w:rPr>
          <w:rtl/>
        </w:rPr>
        <w:t>وطالما)</w:t>
      </w:r>
      <w:r>
        <w:rPr>
          <w:rtl/>
        </w:rPr>
        <w:t xml:space="preserve"> </w:t>
      </w:r>
      <w:r w:rsidRPr="00D0383A">
        <w:rPr>
          <w:rtl/>
        </w:rPr>
        <w:t>=</w:t>
      </w:r>
      <w:r>
        <w:rPr>
          <w:rtl/>
        </w:rPr>
        <w:t xml:space="preserve"> </w:t>
      </w:r>
      <w:r w:rsidR="00645494" w:rsidRPr="00F5415E">
        <w:rPr>
          <w:rtl/>
        </w:rPr>
        <w:t>فككنا</w:t>
      </w:r>
      <w:r>
        <w:rPr>
          <w:rtl/>
        </w:rPr>
        <w:t xml:space="preserve"> </w:t>
      </w:r>
      <w:r w:rsidR="00645494" w:rsidRPr="00F5415E">
        <w:rPr>
          <w:rtl/>
        </w:rPr>
        <w:t>أسيراً</w:t>
      </w:r>
      <w:r>
        <w:rPr>
          <w:rtl/>
        </w:rPr>
        <w:t xml:space="preserve"> </w:t>
      </w:r>
      <w:r w:rsidR="00645494" w:rsidRPr="00F5415E">
        <w:rPr>
          <w:rtl/>
        </w:rPr>
        <w:t>منكم</w:t>
      </w:r>
      <w:r>
        <w:rPr>
          <w:rtl/>
        </w:rPr>
        <w:t xml:space="preserve"> </w:t>
      </w:r>
      <w:r w:rsidR="00645494" w:rsidRPr="00F5415E">
        <w:rPr>
          <w:rtl/>
        </w:rPr>
        <w:t>كاد</w:t>
      </w:r>
      <w:r>
        <w:rPr>
          <w:rtl/>
        </w:rPr>
        <w:t xml:space="preserve"> </w:t>
      </w:r>
      <w:r w:rsidR="00645494" w:rsidRPr="00F5415E">
        <w:rPr>
          <w:rtl/>
        </w:rPr>
        <w:t>يُذبح</w:t>
      </w:r>
    </w:p>
    <w:p w:rsidR="00D0383A" w:rsidRDefault="00645494" w:rsidP="00FE2721">
      <w:pPr>
        <w:pStyle w:val="libPoemCenter"/>
        <w:rPr>
          <w:rtl/>
        </w:rPr>
      </w:pPr>
      <w:r w:rsidRPr="00F5415E">
        <w:rPr>
          <w:rtl/>
        </w:rPr>
        <w:t>وفي</w:t>
      </w:r>
      <w:r w:rsidR="00554BFA">
        <w:rPr>
          <w:rtl/>
        </w:rPr>
        <w:t xml:space="preserve"> </w:t>
      </w:r>
      <w:r w:rsidRPr="00F5415E">
        <w:rPr>
          <w:rtl/>
        </w:rPr>
        <w:t>يوم</w:t>
      </w:r>
      <w:r w:rsidR="00554BFA">
        <w:rPr>
          <w:rtl/>
        </w:rPr>
        <w:t xml:space="preserve"> </w:t>
      </w:r>
      <w:r w:rsidRPr="00F5415E">
        <w:rPr>
          <w:rtl/>
        </w:rPr>
        <w:t>بدر</w:t>
      </w:r>
      <w:r w:rsidR="00554BFA">
        <w:rPr>
          <w:rtl/>
        </w:rPr>
        <w:t xml:space="preserve"> </w:t>
      </w:r>
      <w:r w:rsidRPr="00F5415E">
        <w:rPr>
          <w:rtl/>
        </w:rPr>
        <w:t>مذ</w:t>
      </w:r>
      <w:r w:rsidR="00554BFA">
        <w:rPr>
          <w:rtl/>
        </w:rPr>
        <w:t xml:space="preserve"> </w:t>
      </w:r>
      <w:r w:rsidRPr="00F5415E">
        <w:rPr>
          <w:rtl/>
        </w:rPr>
        <w:t>أسرنا</w:t>
      </w:r>
      <w:r w:rsidR="00554BFA">
        <w:rPr>
          <w:rtl/>
        </w:rPr>
        <w:t xml:space="preserve"> </w:t>
      </w:r>
      <w:r w:rsidRPr="00F5415E">
        <w:rPr>
          <w:rtl/>
        </w:rPr>
        <w:t>رجالكم</w:t>
      </w:r>
      <w:r w:rsidR="00554BFA">
        <w:rPr>
          <w:rtl/>
        </w:rPr>
        <w:t xml:space="preserve"> </w:t>
      </w:r>
      <w:r w:rsidR="00554BFA" w:rsidRPr="00D0383A">
        <w:rPr>
          <w:rtl/>
        </w:rPr>
        <w:t>=</w:t>
      </w:r>
      <w:r w:rsidR="00554BFA">
        <w:rPr>
          <w:rtl/>
        </w:rPr>
        <w:t xml:space="preserve"> (</w:t>
      </w:r>
      <w:r w:rsidRPr="00F5415E">
        <w:rPr>
          <w:rtl/>
        </w:rPr>
        <w:t>غدونا</w:t>
      </w:r>
      <w:r w:rsidR="00554BFA">
        <w:rPr>
          <w:rtl/>
        </w:rPr>
        <w:t xml:space="preserve"> </w:t>
      </w:r>
      <w:r w:rsidRPr="00F5415E">
        <w:rPr>
          <w:rtl/>
        </w:rPr>
        <w:t>عن</w:t>
      </w:r>
      <w:r w:rsidR="00554BFA">
        <w:rPr>
          <w:rtl/>
        </w:rPr>
        <w:t xml:space="preserve"> </w:t>
      </w:r>
      <w:r w:rsidRPr="00F5415E">
        <w:rPr>
          <w:rtl/>
        </w:rPr>
        <w:t>الأسرى</w:t>
      </w:r>
      <w:r w:rsidR="00554BFA">
        <w:rPr>
          <w:rtl/>
        </w:rPr>
        <w:t xml:space="preserve"> </w:t>
      </w:r>
      <w:r w:rsidRPr="00F5415E">
        <w:rPr>
          <w:rtl/>
        </w:rPr>
        <w:t>نعفُّ</w:t>
      </w:r>
      <w:r w:rsidR="00554BFA">
        <w:rPr>
          <w:rtl/>
        </w:rPr>
        <w:t xml:space="preserve"> </w:t>
      </w:r>
      <w:r w:rsidRPr="00F5415E">
        <w:rPr>
          <w:rtl/>
        </w:rPr>
        <w:t>ونَصفح)</w:t>
      </w:r>
    </w:p>
    <w:p w:rsidR="00645494" w:rsidRDefault="00554BFA" w:rsidP="00FE2721">
      <w:pPr>
        <w:pStyle w:val="libPoemCenter"/>
        <w:rPr>
          <w:rtl/>
        </w:rPr>
      </w:pPr>
      <w:r>
        <w:rPr>
          <w:rtl/>
        </w:rPr>
        <w:t>(</w:t>
      </w:r>
      <w:r w:rsidR="00645494" w:rsidRPr="00F5415E">
        <w:rPr>
          <w:rtl/>
        </w:rPr>
        <w:t>فحسبكمُ</w:t>
      </w:r>
      <w:r>
        <w:rPr>
          <w:rtl/>
        </w:rPr>
        <w:t xml:space="preserve"> </w:t>
      </w:r>
      <w:r w:rsidR="00645494" w:rsidRPr="00F5415E">
        <w:rPr>
          <w:rtl/>
        </w:rPr>
        <w:t>هذا</w:t>
      </w:r>
      <w:r>
        <w:rPr>
          <w:rtl/>
        </w:rPr>
        <w:t xml:space="preserve"> </w:t>
      </w:r>
      <w:r w:rsidR="00645494" w:rsidRPr="00F5415E">
        <w:rPr>
          <w:rtl/>
        </w:rPr>
        <w:t>التفاوت</w:t>
      </w:r>
      <w:r>
        <w:rPr>
          <w:rtl/>
        </w:rPr>
        <w:t xml:space="preserve"> </w:t>
      </w:r>
      <w:r w:rsidR="00645494" w:rsidRPr="00F5415E">
        <w:rPr>
          <w:rtl/>
        </w:rPr>
        <w:t>بيننا)</w:t>
      </w:r>
      <w:r>
        <w:rPr>
          <w:rtl/>
        </w:rPr>
        <w:t xml:space="preserve"> </w:t>
      </w:r>
      <w:r w:rsidRPr="00D0383A">
        <w:rPr>
          <w:rtl/>
        </w:rPr>
        <w:t>=</w:t>
      </w:r>
      <w:r>
        <w:rPr>
          <w:rtl/>
        </w:rPr>
        <w:t xml:space="preserve"> </w:t>
      </w:r>
      <w:r w:rsidR="00645494" w:rsidRPr="00F5415E">
        <w:rPr>
          <w:rtl/>
        </w:rPr>
        <w:t>فأي</w:t>
      </w:r>
      <w:r>
        <w:rPr>
          <w:rtl/>
        </w:rPr>
        <w:t xml:space="preserve"> </w:t>
      </w:r>
      <w:r w:rsidR="00645494" w:rsidRPr="00F5415E">
        <w:rPr>
          <w:rtl/>
        </w:rPr>
        <w:t>قبيل</w:t>
      </w:r>
      <w:r>
        <w:rPr>
          <w:rtl/>
        </w:rPr>
        <w:t xml:space="preserve"> </w:t>
      </w:r>
      <w:r w:rsidR="00645494" w:rsidRPr="00F5415E">
        <w:rPr>
          <w:rtl/>
        </w:rPr>
        <w:t>فيه</w:t>
      </w:r>
      <w:r>
        <w:rPr>
          <w:rtl/>
        </w:rPr>
        <w:t xml:space="preserve"> </w:t>
      </w:r>
      <w:r w:rsidR="00645494" w:rsidRPr="00F5415E">
        <w:rPr>
          <w:rtl/>
        </w:rPr>
        <w:t>أربى</w:t>
      </w:r>
      <w:r>
        <w:rPr>
          <w:rtl/>
        </w:rPr>
        <w:t xml:space="preserve"> </w:t>
      </w:r>
      <w:r w:rsidR="00645494" w:rsidRPr="00F5415E">
        <w:rPr>
          <w:rtl/>
        </w:rPr>
        <w:t>وأربح</w:t>
      </w:r>
    </w:p>
    <w:p w:rsidR="00645494" w:rsidRPr="00645494" w:rsidRDefault="00645494" w:rsidP="00FE2721">
      <w:pPr>
        <w:pStyle w:val="libPoemCenter"/>
        <w:rPr>
          <w:rtl/>
        </w:rPr>
      </w:pPr>
      <w:r w:rsidRPr="00F5415E">
        <w:rPr>
          <w:rtl/>
        </w:rPr>
        <w:t>ولا</w:t>
      </w:r>
      <w:r w:rsidR="00554BFA">
        <w:rPr>
          <w:rtl/>
        </w:rPr>
        <w:t xml:space="preserve"> </w:t>
      </w:r>
      <w:r w:rsidRPr="00F5415E">
        <w:rPr>
          <w:rtl/>
        </w:rPr>
        <w:t>غرو</w:t>
      </w:r>
      <w:r w:rsidR="00554BFA">
        <w:rPr>
          <w:rtl/>
        </w:rPr>
        <w:t xml:space="preserve"> </w:t>
      </w:r>
      <w:r w:rsidRPr="00F5415E">
        <w:rPr>
          <w:rtl/>
        </w:rPr>
        <w:t>إذ</w:t>
      </w:r>
      <w:r w:rsidR="00554BFA">
        <w:rPr>
          <w:rtl/>
        </w:rPr>
        <w:t xml:space="preserve"> </w:t>
      </w:r>
      <w:r w:rsidRPr="00F5415E">
        <w:rPr>
          <w:rtl/>
        </w:rPr>
        <w:t>كنا</w:t>
      </w:r>
      <w:r w:rsidR="00554BFA">
        <w:rPr>
          <w:rtl/>
        </w:rPr>
        <w:t xml:space="preserve"> </w:t>
      </w:r>
      <w:r w:rsidRPr="00F5415E">
        <w:rPr>
          <w:rtl/>
        </w:rPr>
        <w:t>صفحنا</w:t>
      </w:r>
      <w:r w:rsidR="00554BFA">
        <w:rPr>
          <w:rtl/>
        </w:rPr>
        <w:t xml:space="preserve"> </w:t>
      </w:r>
      <w:r w:rsidRPr="00F5415E">
        <w:rPr>
          <w:rtl/>
        </w:rPr>
        <w:t>وجُرتم</w:t>
      </w:r>
      <w:r w:rsidR="00554BFA">
        <w:rPr>
          <w:rtl/>
        </w:rPr>
        <w:t xml:space="preserve"> </w:t>
      </w:r>
      <w:r w:rsidR="00554BFA" w:rsidRPr="00D0383A">
        <w:rPr>
          <w:rtl/>
        </w:rPr>
        <w:t>=</w:t>
      </w:r>
      <w:r w:rsidR="00554BFA">
        <w:rPr>
          <w:rtl/>
        </w:rPr>
        <w:t xml:space="preserve"> (</w:t>
      </w:r>
      <w:r w:rsidRPr="00F5415E">
        <w:rPr>
          <w:rtl/>
        </w:rPr>
        <w:t>فكل</w:t>
      </w:r>
      <w:r w:rsidR="00554BFA">
        <w:rPr>
          <w:rtl/>
        </w:rPr>
        <w:t xml:space="preserve"> </w:t>
      </w:r>
      <w:r w:rsidRPr="00F5415E">
        <w:rPr>
          <w:rtl/>
        </w:rPr>
        <w:t>إناء</w:t>
      </w:r>
      <w:r w:rsidR="00554BFA">
        <w:rPr>
          <w:rtl/>
        </w:rPr>
        <w:t xml:space="preserve"> </w:t>
      </w:r>
      <w:r w:rsidRPr="00F5415E">
        <w:rPr>
          <w:rtl/>
        </w:rPr>
        <w:t>بالّذي</w:t>
      </w:r>
      <w:r w:rsidR="00554BFA">
        <w:rPr>
          <w:rtl/>
        </w:rPr>
        <w:t xml:space="preserve"> </w:t>
      </w:r>
      <w:r w:rsidRPr="00F5415E">
        <w:rPr>
          <w:rtl/>
        </w:rPr>
        <w:t>فيه</w:t>
      </w:r>
      <w:r w:rsidR="00554BFA">
        <w:rPr>
          <w:rtl/>
        </w:rPr>
        <w:t xml:space="preserve"> </w:t>
      </w:r>
      <w:r w:rsidRPr="00F5415E">
        <w:rPr>
          <w:rtl/>
        </w:rPr>
        <w:t>ينضح)</w:t>
      </w:r>
    </w:p>
    <w:p w:rsidR="00645494" w:rsidRPr="00554BFA" w:rsidRDefault="00645494" w:rsidP="00645494">
      <w:pPr>
        <w:pStyle w:val="Heading3"/>
        <w:rPr>
          <w:rtl/>
        </w:rPr>
      </w:pPr>
      <w:bookmarkStart w:id="36" w:name="_Toc491861305"/>
      <w:r w:rsidRPr="00F5415E">
        <w:rPr>
          <w:rtl/>
        </w:rPr>
        <w:t>الفصل الثالث:</w:t>
      </w:r>
      <w:bookmarkEnd w:id="36"/>
    </w:p>
    <w:p w:rsidR="00645494" w:rsidRPr="00F5415E" w:rsidRDefault="00645494" w:rsidP="00554BFA">
      <w:pPr>
        <w:pStyle w:val="libNormal"/>
        <w:rPr>
          <w:rtl/>
        </w:rPr>
      </w:pPr>
      <w:r w:rsidRPr="00554BFA">
        <w:rPr>
          <w:rtl/>
        </w:rPr>
        <w:t>ذكر الشيخ أبو الفتح، محمد بن علي بن عثمان الكراجكي، المُتوفَّى سنة 449، في كتابه كنز الفوائد</w:t>
      </w:r>
      <w:r w:rsidR="00554BFA">
        <w:rPr>
          <w:rtl/>
        </w:rPr>
        <w:t xml:space="preserve"> (</w:t>
      </w:r>
      <w:r w:rsidRPr="00554BFA">
        <w:rPr>
          <w:rtl/>
        </w:rPr>
        <w:t>المطبوع) قال: حدثني أبو الحسن علي بن أحمد اللغوي، المعروف بابن ركاز، سنة 399 بميا فارقين، قال: دخلت على أبي الحسن علي بن السلماسي، في مرضه الّذي تُوفِّي فيه، فسألته عن حاله، فقال: لحقتني غشية أُغمي عليَّ فيها، فرأيت مولاي أمير المؤمنين، علي بن أبي طالب</w:t>
      </w:r>
      <w:r w:rsidR="00554BFA">
        <w:rPr>
          <w:rtl/>
        </w:rPr>
        <w:t xml:space="preserve"> (</w:t>
      </w:r>
      <w:r w:rsidRPr="00554BFA">
        <w:rPr>
          <w:rtl/>
        </w:rPr>
        <w:t>عليه السلام) فأخذ بيدي، وأنشأ يقول:</w:t>
      </w:r>
      <w:r w:rsidR="00554BFA">
        <w:rPr>
          <w:rFonts w:hint="cs"/>
          <w:rtl/>
        </w:rPr>
        <w:t xml:space="preserve"> </w:t>
      </w:r>
      <w:r w:rsidR="00554BFA">
        <w:rPr>
          <w:rStyle w:val="libNormalChar"/>
          <w:rtl/>
        </w:rPr>
        <w:t>((</w:t>
      </w:r>
    </w:p>
    <w:p w:rsidR="00645494" w:rsidRDefault="00645494" w:rsidP="00FE2721">
      <w:pPr>
        <w:pStyle w:val="libPoemCenter"/>
        <w:rPr>
          <w:rtl/>
        </w:rPr>
      </w:pPr>
      <w:r w:rsidRPr="00F5415E">
        <w:rPr>
          <w:rtl/>
        </w:rPr>
        <w:t>طوفان</w:t>
      </w:r>
      <w:r w:rsidR="00554BFA">
        <w:rPr>
          <w:rtl/>
        </w:rPr>
        <w:t xml:space="preserve"> </w:t>
      </w:r>
      <w:r w:rsidRPr="00F5415E">
        <w:rPr>
          <w:rtl/>
        </w:rPr>
        <w:t>آل</w:t>
      </w:r>
      <w:r w:rsidR="00554BFA">
        <w:rPr>
          <w:rtl/>
        </w:rPr>
        <w:t xml:space="preserve"> </w:t>
      </w:r>
      <w:r w:rsidRPr="00F5415E">
        <w:rPr>
          <w:rtl/>
        </w:rPr>
        <w:t>محمد</w:t>
      </w:r>
      <w:r w:rsidR="00554BFA">
        <w:rPr>
          <w:rtl/>
        </w:rPr>
        <w:t xml:space="preserve"> </w:t>
      </w:r>
      <w:r w:rsidR="00554BFA" w:rsidRPr="00D0383A">
        <w:rPr>
          <w:rtl/>
        </w:rPr>
        <w:t>=</w:t>
      </w:r>
      <w:r w:rsidR="00554BFA">
        <w:rPr>
          <w:rtl/>
        </w:rPr>
        <w:t xml:space="preserve"> </w:t>
      </w:r>
      <w:r w:rsidRPr="00F5415E">
        <w:rPr>
          <w:rtl/>
        </w:rPr>
        <w:t>في</w:t>
      </w:r>
      <w:r w:rsidR="00554BFA">
        <w:rPr>
          <w:rtl/>
        </w:rPr>
        <w:t xml:space="preserve"> </w:t>
      </w:r>
      <w:r w:rsidRPr="00F5415E">
        <w:rPr>
          <w:rtl/>
        </w:rPr>
        <w:t>الأرض</w:t>
      </w:r>
      <w:r w:rsidR="00554BFA">
        <w:rPr>
          <w:rtl/>
        </w:rPr>
        <w:t xml:space="preserve"> </w:t>
      </w:r>
      <w:r w:rsidRPr="00F5415E">
        <w:rPr>
          <w:rtl/>
        </w:rPr>
        <w:t>أغرق</w:t>
      </w:r>
      <w:r w:rsidR="00554BFA">
        <w:rPr>
          <w:rtl/>
        </w:rPr>
        <w:t xml:space="preserve"> </w:t>
      </w:r>
      <w:r w:rsidRPr="00F5415E">
        <w:rPr>
          <w:rtl/>
        </w:rPr>
        <w:t>جهلها</w:t>
      </w:r>
    </w:p>
    <w:p w:rsidR="00645494" w:rsidRDefault="00645494" w:rsidP="00FE2721">
      <w:pPr>
        <w:pStyle w:val="libPoemCenter"/>
        <w:rPr>
          <w:rtl/>
        </w:rPr>
      </w:pPr>
      <w:r w:rsidRPr="00F5415E">
        <w:rPr>
          <w:rtl/>
        </w:rPr>
        <w:t>وسفينهم</w:t>
      </w:r>
      <w:r w:rsidR="00554BFA">
        <w:rPr>
          <w:rtl/>
        </w:rPr>
        <w:t xml:space="preserve"> </w:t>
      </w:r>
      <w:r w:rsidRPr="00F5415E">
        <w:rPr>
          <w:rtl/>
        </w:rPr>
        <w:t>حَمَلَ</w:t>
      </w:r>
      <w:r w:rsidR="00554BFA">
        <w:rPr>
          <w:rtl/>
        </w:rPr>
        <w:t xml:space="preserve"> </w:t>
      </w:r>
      <w:r w:rsidRPr="00F5415E">
        <w:rPr>
          <w:rtl/>
        </w:rPr>
        <w:t>الّذي</w:t>
      </w:r>
      <w:r w:rsidR="00554BFA">
        <w:rPr>
          <w:rtl/>
        </w:rPr>
        <w:t xml:space="preserve"> </w:t>
      </w:r>
      <w:r w:rsidR="00554BFA" w:rsidRPr="00D0383A">
        <w:rPr>
          <w:rtl/>
        </w:rPr>
        <w:t>=</w:t>
      </w:r>
      <w:r w:rsidR="00554BFA">
        <w:rPr>
          <w:rtl/>
        </w:rPr>
        <w:t xml:space="preserve"> </w:t>
      </w:r>
      <w:r w:rsidRPr="00F5415E">
        <w:rPr>
          <w:rtl/>
        </w:rPr>
        <w:t>طلب</w:t>
      </w:r>
      <w:r w:rsidR="00554BFA">
        <w:rPr>
          <w:rtl/>
        </w:rPr>
        <w:t xml:space="preserve"> </w:t>
      </w:r>
      <w:r w:rsidRPr="00F5415E">
        <w:rPr>
          <w:rtl/>
        </w:rPr>
        <w:t>النجاة</w:t>
      </w:r>
      <w:r w:rsidR="00554BFA">
        <w:rPr>
          <w:rtl/>
        </w:rPr>
        <w:t xml:space="preserve"> </w:t>
      </w:r>
      <w:r w:rsidRPr="00F5415E">
        <w:rPr>
          <w:rtl/>
        </w:rPr>
        <w:t>وأهلها</w:t>
      </w:r>
    </w:p>
    <w:p w:rsidR="00645494" w:rsidRPr="00645494" w:rsidRDefault="00645494" w:rsidP="00FE2721">
      <w:pPr>
        <w:pStyle w:val="libPoemCenter"/>
        <w:rPr>
          <w:rtl/>
        </w:rPr>
      </w:pPr>
      <w:r w:rsidRPr="00F5415E">
        <w:rPr>
          <w:rtl/>
        </w:rPr>
        <w:t>فاقبض</w:t>
      </w:r>
      <w:r w:rsidR="00554BFA">
        <w:rPr>
          <w:rtl/>
        </w:rPr>
        <w:t xml:space="preserve"> </w:t>
      </w:r>
      <w:r w:rsidRPr="00F5415E">
        <w:rPr>
          <w:rtl/>
        </w:rPr>
        <w:t>بكفِّك</w:t>
      </w:r>
      <w:r w:rsidR="00554BFA">
        <w:rPr>
          <w:rtl/>
        </w:rPr>
        <w:t xml:space="preserve"> </w:t>
      </w:r>
      <w:r w:rsidRPr="00F5415E">
        <w:rPr>
          <w:rtl/>
        </w:rPr>
        <w:t>عروة</w:t>
      </w:r>
      <w:r w:rsidR="00554BFA">
        <w:rPr>
          <w:rtl/>
        </w:rPr>
        <w:t xml:space="preserve"> </w:t>
      </w:r>
      <w:r w:rsidR="00554BFA" w:rsidRPr="00D0383A">
        <w:rPr>
          <w:rtl/>
        </w:rPr>
        <w:t>=</w:t>
      </w:r>
      <w:r w:rsidR="00554BFA">
        <w:rPr>
          <w:rtl/>
        </w:rPr>
        <w:t xml:space="preserve"> </w:t>
      </w:r>
      <w:r w:rsidRPr="00F5415E">
        <w:rPr>
          <w:rtl/>
        </w:rPr>
        <w:t>لا</w:t>
      </w:r>
      <w:r w:rsidR="00554BFA">
        <w:rPr>
          <w:rtl/>
        </w:rPr>
        <w:t xml:space="preserve"> </w:t>
      </w:r>
      <w:r w:rsidRPr="00F5415E">
        <w:rPr>
          <w:rtl/>
        </w:rPr>
        <w:t>تخشَ</w:t>
      </w:r>
      <w:r w:rsidR="00554BFA">
        <w:rPr>
          <w:rtl/>
        </w:rPr>
        <w:t xml:space="preserve"> </w:t>
      </w:r>
      <w:r w:rsidRPr="00F5415E">
        <w:rPr>
          <w:rtl/>
        </w:rPr>
        <w:t>منها</w:t>
      </w:r>
      <w:r w:rsidR="00554BFA">
        <w:rPr>
          <w:rtl/>
        </w:rPr>
        <w:t xml:space="preserve"> </w:t>
      </w:r>
      <w:r w:rsidRPr="00F5415E">
        <w:rPr>
          <w:rtl/>
        </w:rPr>
        <w:t>فصلها))</w:t>
      </w:r>
    </w:p>
    <w:p w:rsidR="00D0383A" w:rsidRDefault="00645494" w:rsidP="00645494">
      <w:pPr>
        <w:pStyle w:val="libNormal"/>
      </w:pPr>
      <w:r>
        <w:br w:type="page"/>
      </w:r>
    </w:p>
    <w:p w:rsidR="00D0383A" w:rsidRDefault="00554BFA" w:rsidP="00554BFA">
      <w:pPr>
        <w:pStyle w:val="libNormal"/>
        <w:rPr>
          <w:rtl/>
        </w:rPr>
      </w:pPr>
      <w:r>
        <w:rPr>
          <w:rStyle w:val="libBold2Char"/>
          <w:rtl/>
        </w:rPr>
        <w:lastRenderedPageBreak/>
        <w:t>(</w:t>
      </w:r>
      <w:r w:rsidR="00645494" w:rsidRPr="00554BFA">
        <w:rPr>
          <w:rStyle w:val="libBold2Char"/>
          <w:rtl/>
        </w:rPr>
        <w:t>أقول):</w:t>
      </w:r>
      <w:r w:rsidR="00645494" w:rsidRPr="00554BFA">
        <w:rPr>
          <w:rtl/>
        </w:rPr>
        <w:t xml:space="preserve"> كنت يوم رأيت هذه الأبيات طربت لها</w:t>
      </w:r>
      <w:r w:rsidR="00D0383A">
        <w:rPr>
          <w:rtl/>
        </w:rPr>
        <w:t>،</w:t>
      </w:r>
      <w:r w:rsidR="00645494" w:rsidRPr="00554BFA">
        <w:rPr>
          <w:rtl/>
        </w:rPr>
        <w:t xml:space="preserve"> فشطَّرتها، وخمَّستها، وأسبغتها بالتطريز لأبياتها الثلاثة، وطرَّفتها بأربعة تطاريف</w:t>
      </w:r>
      <w:r w:rsidR="00D0383A">
        <w:rPr>
          <w:rtl/>
        </w:rPr>
        <w:t>؛</w:t>
      </w:r>
      <w:r w:rsidR="00645494" w:rsidRPr="00554BFA">
        <w:rPr>
          <w:rtl/>
        </w:rPr>
        <w:t xml:space="preserve"> لأشطرها الستة</w:t>
      </w:r>
      <w:r w:rsidR="00D0383A">
        <w:rPr>
          <w:rtl/>
        </w:rPr>
        <w:t>،</w:t>
      </w:r>
      <w:r w:rsidR="00645494" w:rsidRPr="00554BFA">
        <w:rPr>
          <w:rtl/>
        </w:rPr>
        <w:t xml:space="preserve"> وأنا أذكرها لك</w:t>
      </w:r>
      <w:r w:rsidR="00D0383A">
        <w:rPr>
          <w:rtl/>
        </w:rPr>
        <w:t>،</w:t>
      </w:r>
      <w:r w:rsidR="00645494" w:rsidRPr="00554BFA">
        <w:rPr>
          <w:rtl/>
        </w:rPr>
        <w:t xml:space="preserve"> فالتشطير قولي:</w:t>
      </w:r>
    </w:p>
    <w:p w:rsidR="00645494" w:rsidRDefault="00554BFA" w:rsidP="00FE2721">
      <w:pPr>
        <w:pStyle w:val="libPoemCenter"/>
        <w:rPr>
          <w:rtl/>
        </w:rPr>
      </w:pPr>
      <w:r>
        <w:rPr>
          <w:rtl/>
        </w:rPr>
        <w:t>(</w:t>
      </w:r>
      <w:r w:rsidR="00645494" w:rsidRPr="00F5415E">
        <w:rPr>
          <w:rtl/>
        </w:rPr>
        <w:t>طوفان</w:t>
      </w:r>
      <w:r>
        <w:rPr>
          <w:rtl/>
        </w:rPr>
        <w:t xml:space="preserve"> </w:t>
      </w:r>
      <w:r w:rsidR="00645494" w:rsidRPr="00F5415E">
        <w:rPr>
          <w:rtl/>
        </w:rPr>
        <w:t>آل</w:t>
      </w:r>
      <w:r>
        <w:rPr>
          <w:rtl/>
        </w:rPr>
        <w:t xml:space="preserve"> </w:t>
      </w:r>
      <w:r w:rsidR="00645494" w:rsidRPr="00F5415E">
        <w:rPr>
          <w:rtl/>
        </w:rPr>
        <w:t>محمد)</w:t>
      </w:r>
      <w:r>
        <w:rPr>
          <w:rtl/>
        </w:rPr>
        <w:t xml:space="preserve"> </w:t>
      </w:r>
      <w:r w:rsidRPr="00D0383A">
        <w:rPr>
          <w:rtl/>
        </w:rPr>
        <w:t>=</w:t>
      </w:r>
      <w:r>
        <w:rPr>
          <w:rtl/>
        </w:rPr>
        <w:t xml:space="preserve"> </w:t>
      </w:r>
      <w:r w:rsidR="00645494" w:rsidRPr="00F5415E">
        <w:rPr>
          <w:rtl/>
        </w:rPr>
        <w:t>أعطى</w:t>
      </w:r>
      <w:r>
        <w:rPr>
          <w:rtl/>
        </w:rPr>
        <w:t xml:space="preserve"> </w:t>
      </w:r>
      <w:r w:rsidR="00645494" w:rsidRPr="00F5415E">
        <w:rPr>
          <w:rtl/>
        </w:rPr>
        <w:t>البرية</w:t>
      </w:r>
      <w:r>
        <w:rPr>
          <w:rtl/>
        </w:rPr>
        <w:t xml:space="preserve"> </w:t>
      </w:r>
      <w:r w:rsidR="00645494" w:rsidRPr="00F5415E">
        <w:rPr>
          <w:rtl/>
        </w:rPr>
        <w:t>فضلها</w:t>
      </w:r>
    </w:p>
    <w:p w:rsidR="00D0383A" w:rsidRDefault="00645494" w:rsidP="00FE2721">
      <w:pPr>
        <w:pStyle w:val="libPoemCenter"/>
        <w:rPr>
          <w:rtl/>
        </w:rPr>
      </w:pPr>
      <w:r w:rsidRPr="00F5415E">
        <w:rPr>
          <w:rtl/>
        </w:rPr>
        <w:t>وهدى</w:t>
      </w:r>
      <w:r w:rsidR="00554BFA">
        <w:rPr>
          <w:rtl/>
        </w:rPr>
        <w:t xml:space="preserve"> </w:t>
      </w:r>
      <w:r w:rsidRPr="00F5415E">
        <w:rPr>
          <w:rtl/>
        </w:rPr>
        <w:t>ولمّا</w:t>
      </w:r>
      <w:r w:rsidR="00554BFA">
        <w:rPr>
          <w:rtl/>
        </w:rPr>
        <w:t xml:space="preserve"> </w:t>
      </w:r>
      <w:r w:rsidRPr="00F5415E">
        <w:rPr>
          <w:rtl/>
        </w:rPr>
        <w:t>أنْ</w:t>
      </w:r>
      <w:r w:rsidR="00554BFA">
        <w:rPr>
          <w:rtl/>
        </w:rPr>
        <w:t xml:space="preserve"> </w:t>
      </w:r>
      <w:r w:rsidRPr="00F5415E">
        <w:rPr>
          <w:rtl/>
        </w:rPr>
        <w:t>جرى</w:t>
      </w:r>
      <w:r w:rsidR="00554BFA">
        <w:rPr>
          <w:rtl/>
        </w:rPr>
        <w:t xml:space="preserve"> </w:t>
      </w:r>
      <w:r w:rsidR="00554BFA" w:rsidRPr="00D0383A">
        <w:rPr>
          <w:rtl/>
        </w:rPr>
        <w:t>=</w:t>
      </w:r>
      <w:r w:rsidR="00554BFA">
        <w:rPr>
          <w:rtl/>
        </w:rPr>
        <w:t xml:space="preserve"> (</w:t>
      </w:r>
      <w:r w:rsidRPr="00F5415E">
        <w:rPr>
          <w:rtl/>
        </w:rPr>
        <w:t>في</w:t>
      </w:r>
      <w:r w:rsidR="00554BFA">
        <w:rPr>
          <w:rtl/>
        </w:rPr>
        <w:t xml:space="preserve"> </w:t>
      </w:r>
      <w:r w:rsidRPr="00F5415E">
        <w:rPr>
          <w:rtl/>
        </w:rPr>
        <w:t>الأرض</w:t>
      </w:r>
      <w:r w:rsidR="00554BFA">
        <w:rPr>
          <w:rtl/>
        </w:rPr>
        <w:t xml:space="preserve"> </w:t>
      </w:r>
      <w:r w:rsidRPr="00F5415E">
        <w:rPr>
          <w:rtl/>
        </w:rPr>
        <w:t>أغرق</w:t>
      </w:r>
      <w:r w:rsidR="00554BFA">
        <w:rPr>
          <w:rtl/>
        </w:rPr>
        <w:t xml:space="preserve"> </w:t>
      </w:r>
      <w:r w:rsidRPr="00F5415E">
        <w:rPr>
          <w:rtl/>
        </w:rPr>
        <w:t>جهلها)</w:t>
      </w:r>
    </w:p>
    <w:p w:rsidR="00645494" w:rsidRDefault="00554BFA" w:rsidP="00FE2721">
      <w:pPr>
        <w:pStyle w:val="libPoemCenter"/>
        <w:rPr>
          <w:rtl/>
        </w:rPr>
      </w:pPr>
      <w:r>
        <w:rPr>
          <w:rtl/>
        </w:rPr>
        <w:t>(</w:t>
      </w:r>
      <w:r w:rsidR="00645494" w:rsidRPr="00F5415E">
        <w:rPr>
          <w:rtl/>
        </w:rPr>
        <w:t>وسفينهم</w:t>
      </w:r>
      <w:r>
        <w:rPr>
          <w:rtl/>
        </w:rPr>
        <w:t xml:space="preserve"> </w:t>
      </w:r>
      <w:r w:rsidR="00645494" w:rsidRPr="00F5415E">
        <w:rPr>
          <w:rtl/>
        </w:rPr>
        <w:t>حَمَلَ</w:t>
      </w:r>
      <w:r>
        <w:rPr>
          <w:rtl/>
        </w:rPr>
        <w:t xml:space="preserve"> </w:t>
      </w:r>
      <w:r w:rsidR="00645494" w:rsidRPr="00F5415E">
        <w:rPr>
          <w:rtl/>
        </w:rPr>
        <w:t>الّذي)</w:t>
      </w:r>
      <w:r>
        <w:rPr>
          <w:rtl/>
        </w:rPr>
        <w:t xml:space="preserve"> </w:t>
      </w:r>
      <w:r w:rsidRPr="00D0383A">
        <w:rPr>
          <w:rtl/>
        </w:rPr>
        <w:t>=</w:t>
      </w:r>
      <w:r>
        <w:rPr>
          <w:rtl/>
        </w:rPr>
        <w:t xml:space="preserve"> </w:t>
      </w:r>
      <w:r w:rsidR="00645494" w:rsidRPr="00F5415E">
        <w:rPr>
          <w:rtl/>
        </w:rPr>
        <w:t>خاف</w:t>
      </w:r>
      <w:r>
        <w:rPr>
          <w:rtl/>
        </w:rPr>
        <w:t xml:space="preserve"> </w:t>
      </w:r>
      <w:r w:rsidR="00645494" w:rsidRPr="00F5415E">
        <w:rPr>
          <w:rtl/>
        </w:rPr>
        <w:t>الجحيم</w:t>
      </w:r>
      <w:r>
        <w:rPr>
          <w:rtl/>
        </w:rPr>
        <w:t xml:space="preserve"> </w:t>
      </w:r>
      <w:r w:rsidR="00645494" w:rsidRPr="00F5415E">
        <w:rPr>
          <w:rtl/>
        </w:rPr>
        <w:t>وغلَّها</w:t>
      </w:r>
    </w:p>
    <w:p w:rsidR="00D0383A" w:rsidRDefault="00645494" w:rsidP="00FE2721">
      <w:pPr>
        <w:pStyle w:val="libPoemCenter"/>
        <w:rPr>
          <w:rtl/>
        </w:rPr>
      </w:pPr>
      <w:r w:rsidRPr="00F5415E">
        <w:rPr>
          <w:rtl/>
        </w:rPr>
        <w:t>فنجا</w:t>
      </w:r>
      <w:r w:rsidR="00554BFA">
        <w:rPr>
          <w:rtl/>
        </w:rPr>
        <w:t xml:space="preserve"> </w:t>
      </w:r>
      <w:r w:rsidRPr="00F5415E">
        <w:rPr>
          <w:rtl/>
        </w:rPr>
        <w:t>بهم</w:t>
      </w:r>
      <w:r w:rsidR="00554BFA">
        <w:rPr>
          <w:rtl/>
        </w:rPr>
        <w:t xml:space="preserve"> </w:t>
      </w:r>
      <w:r w:rsidRPr="00F5415E">
        <w:rPr>
          <w:rtl/>
        </w:rPr>
        <w:t>في</w:t>
      </w:r>
      <w:r w:rsidR="00554BFA">
        <w:rPr>
          <w:rtl/>
        </w:rPr>
        <w:t xml:space="preserve"> </w:t>
      </w:r>
      <w:r w:rsidRPr="00F5415E">
        <w:rPr>
          <w:rtl/>
        </w:rPr>
        <w:t>الفوز</w:t>
      </w:r>
      <w:r w:rsidR="00554BFA">
        <w:rPr>
          <w:rtl/>
        </w:rPr>
        <w:t xml:space="preserve"> </w:t>
      </w:r>
      <w:r w:rsidRPr="00F5415E">
        <w:rPr>
          <w:rtl/>
        </w:rPr>
        <w:t>إذ</w:t>
      </w:r>
      <w:r w:rsidR="00554BFA">
        <w:rPr>
          <w:rtl/>
        </w:rPr>
        <w:t xml:space="preserve"> </w:t>
      </w:r>
      <w:r w:rsidR="00554BFA" w:rsidRPr="00D0383A">
        <w:rPr>
          <w:rtl/>
        </w:rPr>
        <w:t>=</w:t>
      </w:r>
      <w:r w:rsidR="00554BFA">
        <w:rPr>
          <w:rtl/>
        </w:rPr>
        <w:t xml:space="preserve"> (</w:t>
      </w:r>
      <w:r w:rsidRPr="00F5415E">
        <w:rPr>
          <w:rtl/>
        </w:rPr>
        <w:t>طلب</w:t>
      </w:r>
      <w:r w:rsidR="00554BFA">
        <w:rPr>
          <w:rtl/>
        </w:rPr>
        <w:t xml:space="preserve"> </w:t>
      </w:r>
      <w:r w:rsidRPr="00F5415E">
        <w:rPr>
          <w:rtl/>
        </w:rPr>
        <w:t>النجاة</w:t>
      </w:r>
      <w:r w:rsidR="00554BFA">
        <w:rPr>
          <w:rtl/>
        </w:rPr>
        <w:t xml:space="preserve"> </w:t>
      </w:r>
      <w:r w:rsidRPr="00F5415E">
        <w:rPr>
          <w:rtl/>
        </w:rPr>
        <w:t>وأهلها)</w:t>
      </w:r>
    </w:p>
    <w:p w:rsidR="00645494" w:rsidRDefault="00554BFA" w:rsidP="00FE2721">
      <w:pPr>
        <w:pStyle w:val="libPoemCenter"/>
        <w:rPr>
          <w:rtl/>
        </w:rPr>
      </w:pPr>
      <w:r>
        <w:rPr>
          <w:rtl/>
        </w:rPr>
        <w:t>(</w:t>
      </w:r>
      <w:r w:rsidR="00645494" w:rsidRPr="00F5415E">
        <w:rPr>
          <w:rtl/>
        </w:rPr>
        <w:t>فاقبض</w:t>
      </w:r>
      <w:r>
        <w:rPr>
          <w:rtl/>
        </w:rPr>
        <w:t xml:space="preserve"> </w:t>
      </w:r>
      <w:r w:rsidR="00645494" w:rsidRPr="00F5415E">
        <w:rPr>
          <w:rtl/>
        </w:rPr>
        <w:t>بكفِّك</w:t>
      </w:r>
      <w:r>
        <w:rPr>
          <w:rtl/>
        </w:rPr>
        <w:t xml:space="preserve"> </w:t>
      </w:r>
      <w:r w:rsidR="00645494" w:rsidRPr="00F5415E">
        <w:rPr>
          <w:rtl/>
        </w:rPr>
        <w:t>عروةً)</w:t>
      </w:r>
      <w:r>
        <w:rPr>
          <w:rtl/>
        </w:rPr>
        <w:t xml:space="preserve"> </w:t>
      </w:r>
      <w:r w:rsidRPr="00D0383A">
        <w:rPr>
          <w:rtl/>
        </w:rPr>
        <w:t>=</w:t>
      </w:r>
      <w:r>
        <w:rPr>
          <w:rtl/>
        </w:rPr>
        <w:t xml:space="preserve"> </w:t>
      </w:r>
      <w:r w:rsidR="00645494" w:rsidRPr="00F5415E">
        <w:rPr>
          <w:rtl/>
        </w:rPr>
        <w:t>وِثقى</w:t>
      </w:r>
      <w:r>
        <w:rPr>
          <w:rtl/>
        </w:rPr>
        <w:t xml:space="preserve"> </w:t>
      </w:r>
      <w:r w:rsidR="00645494" w:rsidRPr="00F5415E">
        <w:rPr>
          <w:rtl/>
        </w:rPr>
        <w:t>وحاذر</w:t>
      </w:r>
      <w:r>
        <w:rPr>
          <w:rtl/>
        </w:rPr>
        <w:t xml:space="preserve"> </w:t>
      </w:r>
      <w:r w:rsidR="00645494" w:rsidRPr="00F5415E">
        <w:rPr>
          <w:rtl/>
        </w:rPr>
        <w:t>حلَّها</w:t>
      </w:r>
    </w:p>
    <w:p w:rsidR="00645494" w:rsidRPr="00645494" w:rsidRDefault="00645494" w:rsidP="00FE2721">
      <w:pPr>
        <w:pStyle w:val="libPoemCenter"/>
        <w:rPr>
          <w:rtl/>
        </w:rPr>
      </w:pPr>
      <w:r w:rsidRPr="00F5415E">
        <w:rPr>
          <w:rtl/>
        </w:rPr>
        <w:t>موصولةً</w:t>
      </w:r>
      <w:r w:rsidR="00554BFA">
        <w:rPr>
          <w:rtl/>
        </w:rPr>
        <w:t xml:space="preserve"> </w:t>
      </w:r>
      <w:r w:rsidRPr="00F5415E">
        <w:rPr>
          <w:rtl/>
        </w:rPr>
        <w:t>بمحمد</w:t>
      </w:r>
      <w:r w:rsidR="00554BFA">
        <w:rPr>
          <w:rtl/>
        </w:rPr>
        <w:t xml:space="preserve"> </w:t>
      </w:r>
      <w:r w:rsidR="00554BFA" w:rsidRPr="00D0383A">
        <w:rPr>
          <w:rtl/>
        </w:rPr>
        <w:t>=</w:t>
      </w:r>
      <w:r w:rsidR="00554BFA">
        <w:rPr>
          <w:rtl/>
        </w:rPr>
        <w:t xml:space="preserve"> (</w:t>
      </w:r>
      <w:r w:rsidRPr="00F5415E">
        <w:rPr>
          <w:rtl/>
        </w:rPr>
        <w:t>لا</w:t>
      </w:r>
      <w:r w:rsidR="00554BFA">
        <w:rPr>
          <w:rtl/>
        </w:rPr>
        <w:t xml:space="preserve"> </w:t>
      </w:r>
      <w:r w:rsidRPr="00F5415E">
        <w:rPr>
          <w:rtl/>
        </w:rPr>
        <w:t>تخشَ</w:t>
      </w:r>
      <w:r w:rsidR="00554BFA">
        <w:rPr>
          <w:rtl/>
        </w:rPr>
        <w:t xml:space="preserve"> </w:t>
      </w:r>
      <w:r w:rsidRPr="00F5415E">
        <w:rPr>
          <w:rtl/>
        </w:rPr>
        <w:t>منها</w:t>
      </w:r>
      <w:r w:rsidR="00554BFA">
        <w:rPr>
          <w:rtl/>
        </w:rPr>
        <w:t xml:space="preserve"> </w:t>
      </w:r>
      <w:r w:rsidRPr="00F5415E">
        <w:rPr>
          <w:rtl/>
        </w:rPr>
        <w:t>فصلها)</w:t>
      </w:r>
    </w:p>
    <w:p w:rsidR="00645494" w:rsidRPr="00F5415E" w:rsidRDefault="00645494" w:rsidP="00554BFA">
      <w:pPr>
        <w:pStyle w:val="libNormal"/>
        <w:rPr>
          <w:rtl/>
        </w:rPr>
      </w:pPr>
      <w:r w:rsidRPr="00554BFA">
        <w:rPr>
          <w:rtl/>
        </w:rPr>
        <w:t>والتخميس قولي:</w:t>
      </w:r>
    </w:p>
    <w:p w:rsidR="00645494" w:rsidRDefault="00645494" w:rsidP="00FE2721">
      <w:pPr>
        <w:pStyle w:val="libPoemCenter"/>
        <w:rPr>
          <w:rtl/>
        </w:rPr>
      </w:pPr>
      <w:r w:rsidRPr="00F5415E">
        <w:rPr>
          <w:rtl/>
        </w:rPr>
        <w:t>يا</w:t>
      </w:r>
      <w:r w:rsidR="00554BFA">
        <w:rPr>
          <w:rtl/>
        </w:rPr>
        <w:t xml:space="preserve"> </w:t>
      </w:r>
      <w:r w:rsidRPr="00F5415E">
        <w:rPr>
          <w:rtl/>
        </w:rPr>
        <w:t>حائراً</w:t>
      </w:r>
      <w:r w:rsidR="00554BFA">
        <w:rPr>
          <w:rtl/>
        </w:rPr>
        <w:t xml:space="preserve"> </w:t>
      </w:r>
      <w:r w:rsidRPr="00F5415E">
        <w:rPr>
          <w:rtl/>
        </w:rPr>
        <w:t>بتردُّد</w:t>
      </w:r>
      <w:r w:rsidR="00554BFA">
        <w:rPr>
          <w:rtl/>
        </w:rPr>
        <w:t xml:space="preserve"> </w:t>
      </w:r>
      <w:r w:rsidR="00554BFA" w:rsidRPr="00D0383A">
        <w:rPr>
          <w:rtl/>
        </w:rPr>
        <w:t>=</w:t>
      </w:r>
      <w:r w:rsidR="00554BFA">
        <w:rPr>
          <w:rtl/>
        </w:rPr>
        <w:t xml:space="preserve"> </w:t>
      </w:r>
      <w:r w:rsidRPr="00F5415E">
        <w:rPr>
          <w:rtl/>
        </w:rPr>
        <w:t>أقصد</w:t>
      </w:r>
      <w:r w:rsidR="00554BFA">
        <w:rPr>
          <w:rtl/>
        </w:rPr>
        <w:t xml:space="preserve"> </w:t>
      </w:r>
      <w:r w:rsidRPr="00F5415E">
        <w:rPr>
          <w:rtl/>
        </w:rPr>
        <w:t>لعترة‌</w:t>
      </w:r>
      <w:r w:rsidR="00554BFA">
        <w:rPr>
          <w:rtl/>
        </w:rPr>
        <w:t xml:space="preserve"> </w:t>
      </w:r>
      <w:r w:rsidRPr="00F5415E">
        <w:rPr>
          <w:rtl/>
        </w:rPr>
        <w:t>أحمد</w:t>
      </w:r>
    </w:p>
    <w:p w:rsidR="00645494" w:rsidRPr="00645494" w:rsidRDefault="00645494" w:rsidP="00FE2721">
      <w:pPr>
        <w:pStyle w:val="libPoemCenter"/>
        <w:rPr>
          <w:rtl/>
        </w:rPr>
      </w:pPr>
      <w:r w:rsidRPr="00F5415E">
        <w:rPr>
          <w:rtl/>
        </w:rPr>
        <w:t>فلقد</w:t>
      </w:r>
      <w:r w:rsidR="00554BFA">
        <w:rPr>
          <w:rtl/>
        </w:rPr>
        <w:t xml:space="preserve"> </w:t>
      </w:r>
      <w:r w:rsidRPr="00F5415E">
        <w:rPr>
          <w:rtl/>
        </w:rPr>
        <w:t>غدا</w:t>
      </w:r>
      <w:r w:rsidR="00554BFA">
        <w:rPr>
          <w:rtl/>
        </w:rPr>
        <w:t xml:space="preserve"> </w:t>
      </w:r>
      <w:r w:rsidRPr="00F5415E">
        <w:rPr>
          <w:rtl/>
        </w:rPr>
        <w:t>بتودُّد</w:t>
      </w:r>
      <w:r w:rsidR="00554BFA">
        <w:rPr>
          <w:rtl/>
        </w:rPr>
        <w:t xml:space="preserve"> </w:t>
      </w:r>
      <w:r w:rsidR="00554BFA" w:rsidRPr="00D0383A">
        <w:rPr>
          <w:rtl/>
        </w:rPr>
        <w:t>=</w:t>
      </w:r>
      <w:r w:rsidR="00554BFA">
        <w:rPr>
          <w:rtl/>
        </w:rPr>
        <w:t xml:space="preserve"> </w:t>
      </w:r>
      <w:r w:rsidRPr="00F5415E">
        <w:rPr>
          <w:rtl/>
        </w:rPr>
        <w:t>طوفان</w:t>
      </w:r>
      <w:r w:rsidR="00554BFA">
        <w:rPr>
          <w:rtl/>
        </w:rPr>
        <w:t xml:space="preserve"> </w:t>
      </w:r>
      <w:r w:rsidRPr="00F5415E">
        <w:rPr>
          <w:rtl/>
        </w:rPr>
        <w:t>آل</w:t>
      </w:r>
      <w:r w:rsidR="00554BFA">
        <w:rPr>
          <w:rtl/>
        </w:rPr>
        <w:t xml:space="preserve"> </w:t>
      </w:r>
      <w:r w:rsidRPr="00F5415E">
        <w:rPr>
          <w:rtl/>
        </w:rPr>
        <w:t>محمد</w:t>
      </w:r>
    </w:p>
    <w:p w:rsidR="00645494" w:rsidRPr="00554BFA" w:rsidRDefault="00645494" w:rsidP="00554BFA">
      <w:pPr>
        <w:pStyle w:val="libPoemCenter"/>
        <w:rPr>
          <w:rtl/>
        </w:rPr>
      </w:pPr>
      <w:r w:rsidRPr="00F5415E">
        <w:rPr>
          <w:rtl/>
        </w:rPr>
        <w:t>في الأرض أغرق جهلها</w:t>
      </w:r>
    </w:p>
    <w:p w:rsidR="00645494" w:rsidRDefault="00645494" w:rsidP="00554BFA">
      <w:pPr>
        <w:pStyle w:val="libPoemCenter"/>
        <w:rPr>
          <w:rtl/>
        </w:rPr>
      </w:pPr>
      <w:r w:rsidRPr="00F5415E">
        <w:rPr>
          <w:rtl/>
        </w:rPr>
        <w:t>فهم</w:t>
      </w:r>
      <w:r w:rsidR="00554BFA">
        <w:rPr>
          <w:rtl/>
        </w:rPr>
        <w:t xml:space="preserve"> </w:t>
      </w:r>
      <w:r w:rsidRPr="00F5415E">
        <w:rPr>
          <w:rtl/>
        </w:rPr>
        <w:t>الحياة</w:t>
      </w:r>
      <w:r w:rsidR="00554BFA">
        <w:rPr>
          <w:rtl/>
        </w:rPr>
        <w:t xml:space="preserve"> </w:t>
      </w:r>
      <w:r w:rsidRPr="00F5415E">
        <w:rPr>
          <w:rtl/>
        </w:rPr>
        <w:t>لكل</w:t>
      </w:r>
      <w:r w:rsidR="00554BFA">
        <w:rPr>
          <w:rtl/>
        </w:rPr>
        <w:t xml:space="preserve"> </w:t>
      </w:r>
      <w:r w:rsidRPr="00F5415E">
        <w:rPr>
          <w:rtl/>
        </w:rPr>
        <w:t>ذي</w:t>
      </w:r>
      <w:r w:rsidR="00554BFA">
        <w:rPr>
          <w:rtl/>
        </w:rPr>
        <w:t xml:space="preserve"> </w:t>
      </w:r>
      <w:r w:rsidR="00554BFA" w:rsidRPr="00D0383A">
        <w:rPr>
          <w:rtl/>
        </w:rPr>
        <w:t>=</w:t>
      </w:r>
      <w:r w:rsidR="00554BFA">
        <w:rPr>
          <w:rtl/>
        </w:rPr>
        <w:t xml:space="preserve"> </w:t>
      </w:r>
      <w:r w:rsidRPr="00F5415E">
        <w:rPr>
          <w:rtl/>
        </w:rPr>
        <w:t>روح</w:t>
      </w:r>
      <w:r w:rsidR="00554BFA">
        <w:rPr>
          <w:rtl/>
        </w:rPr>
        <w:t xml:space="preserve"> </w:t>
      </w:r>
      <w:r w:rsidRPr="00F5415E">
        <w:rPr>
          <w:rtl/>
        </w:rPr>
        <w:t>ومنهم</w:t>
      </w:r>
      <w:r w:rsidR="00554BFA">
        <w:rPr>
          <w:rtl/>
        </w:rPr>
        <w:t xml:space="preserve"> </w:t>
      </w:r>
      <w:r w:rsidRPr="00F5415E">
        <w:rPr>
          <w:rtl/>
        </w:rPr>
        <w:t>يغتذي</w:t>
      </w:r>
    </w:p>
    <w:p w:rsidR="00554BFA" w:rsidRDefault="00645494" w:rsidP="00554BFA">
      <w:pPr>
        <w:pStyle w:val="libPoemCenter"/>
        <w:rPr>
          <w:rtl/>
        </w:rPr>
      </w:pPr>
      <w:r w:rsidRPr="00F5415E">
        <w:rPr>
          <w:rtl/>
        </w:rPr>
        <w:t>وهم</w:t>
      </w:r>
      <w:r w:rsidR="00554BFA">
        <w:rPr>
          <w:rtl/>
        </w:rPr>
        <w:t xml:space="preserve"> </w:t>
      </w:r>
      <w:r w:rsidRPr="00F5415E">
        <w:rPr>
          <w:rtl/>
        </w:rPr>
        <w:t>النجاة</w:t>
      </w:r>
      <w:r w:rsidR="00554BFA">
        <w:rPr>
          <w:rtl/>
        </w:rPr>
        <w:t xml:space="preserve"> </w:t>
      </w:r>
      <w:r w:rsidRPr="00F5415E">
        <w:rPr>
          <w:rtl/>
        </w:rPr>
        <w:t>لِذا</w:t>
      </w:r>
      <w:r w:rsidR="00554BFA">
        <w:rPr>
          <w:rtl/>
        </w:rPr>
        <w:t xml:space="preserve"> </w:t>
      </w:r>
      <w:r w:rsidRPr="00F5415E">
        <w:rPr>
          <w:rtl/>
        </w:rPr>
        <w:t>وذي</w:t>
      </w:r>
      <w:r w:rsidR="00554BFA">
        <w:rPr>
          <w:rtl/>
        </w:rPr>
        <w:t xml:space="preserve"> </w:t>
      </w:r>
      <w:r w:rsidR="00554BFA" w:rsidRPr="00D0383A">
        <w:rPr>
          <w:rtl/>
        </w:rPr>
        <w:t>=</w:t>
      </w:r>
      <w:r w:rsidR="00554BFA">
        <w:rPr>
          <w:rtl/>
        </w:rPr>
        <w:t xml:space="preserve"> </w:t>
      </w:r>
      <w:r w:rsidRPr="00F5415E">
        <w:rPr>
          <w:rtl/>
        </w:rPr>
        <w:t>وسفينهم</w:t>
      </w:r>
      <w:r w:rsidR="00554BFA">
        <w:rPr>
          <w:rtl/>
        </w:rPr>
        <w:t xml:space="preserve"> </w:t>
      </w:r>
      <w:r w:rsidRPr="00F5415E">
        <w:rPr>
          <w:rtl/>
        </w:rPr>
        <w:t>حَمَلَ</w:t>
      </w:r>
      <w:r w:rsidR="00554BFA">
        <w:rPr>
          <w:rtl/>
        </w:rPr>
        <w:t xml:space="preserve"> </w:t>
      </w:r>
      <w:r w:rsidRPr="00F5415E">
        <w:rPr>
          <w:rtl/>
        </w:rPr>
        <w:t>الّذي</w:t>
      </w:r>
    </w:p>
    <w:p w:rsidR="00645494" w:rsidRPr="00554BFA" w:rsidRDefault="00645494" w:rsidP="00554BFA">
      <w:pPr>
        <w:pStyle w:val="libPoemCenter"/>
        <w:rPr>
          <w:rtl/>
        </w:rPr>
      </w:pPr>
      <w:r w:rsidRPr="00F5415E">
        <w:rPr>
          <w:rtl/>
        </w:rPr>
        <w:t>طلب النجاة وأهلها</w:t>
      </w:r>
    </w:p>
    <w:p w:rsidR="00645494" w:rsidRDefault="00645494" w:rsidP="00554BFA">
      <w:pPr>
        <w:pStyle w:val="libPoemCenter"/>
        <w:rPr>
          <w:rtl/>
        </w:rPr>
      </w:pPr>
      <w:r w:rsidRPr="00F5415E">
        <w:rPr>
          <w:rtl/>
        </w:rPr>
        <w:t>إنْ</w:t>
      </w:r>
      <w:r w:rsidR="00554BFA">
        <w:rPr>
          <w:rtl/>
        </w:rPr>
        <w:t xml:space="preserve"> </w:t>
      </w:r>
      <w:r w:rsidRPr="00F5415E">
        <w:rPr>
          <w:rtl/>
        </w:rPr>
        <w:t>شِئت</w:t>
      </w:r>
      <w:r w:rsidR="00554BFA">
        <w:rPr>
          <w:rtl/>
        </w:rPr>
        <w:t xml:space="preserve"> </w:t>
      </w:r>
      <w:r w:rsidRPr="00F5415E">
        <w:rPr>
          <w:rtl/>
        </w:rPr>
        <w:t>ترفع</w:t>
      </w:r>
      <w:r w:rsidR="00554BFA">
        <w:rPr>
          <w:rtl/>
        </w:rPr>
        <w:t xml:space="preserve"> </w:t>
      </w:r>
      <w:r w:rsidRPr="00F5415E">
        <w:rPr>
          <w:rtl/>
        </w:rPr>
        <w:t>سروة</w:t>
      </w:r>
      <w:r w:rsidR="00554BFA">
        <w:rPr>
          <w:rtl/>
        </w:rPr>
        <w:t xml:space="preserve"> </w:t>
      </w:r>
      <w:r w:rsidR="00554BFA" w:rsidRPr="00D0383A">
        <w:rPr>
          <w:rtl/>
        </w:rPr>
        <w:t>=</w:t>
      </w:r>
      <w:r w:rsidR="00554BFA">
        <w:rPr>
          <w:rtl/>
        </w:rPr>
        <w:t xml:space="preserve"> </w:t>
      </w:r>
      <w:r w:rsidRPr="00F5415E">
        <w:rPr>
          <w:rtl/>
        </w:rPr>
        <w:t>أو</w:t>
      </w:r>
      <w:r w:rsidR="00554BFA">
        <w:rPr>
          <w:rtl/>
        </w:rPr>
        <w:t xml:space="preserve"> </w:t>
      </w:r>
      <w:r w:rsidRPr="00F5415E">
        <w:rPr>
          <w:rtl/>
        </w:rPr>
        <w:t>شِئت</w:t>
      </w:r>
      <w:r w:rsidR="00554BFA">
        <w:rPr>
          <w:rtl/>
        </w:rPr>
        <w:t xml:space="preserve"> </w:t>
      </w:r>
      <w:r w:rsidRPr="00F5415E">
        <w:rPr>
          <w:rtl/>
        </w:rPr>
        <w:t>تنصب</w:t>
      </w:r>
      <w:r w:rsidR="00554BFA">
        <w:rPr>
          <w:rtl/>
        </w:rPr>
        <w:t xml:space="preserve"> </w:t>
      </w:r>
      <w:r w:rsidRPr="00F5415E">
        <w:rPr>
          <w:rtl/>
        </w:rPr>
        <w:t>ذروة</w:t>
      </w:r>
    </w:p>
    <w:p w:rsidR="00554BFA" w:rsidRDefault="00645494" w:rsidP="00FE2721">
      <w:pPr>
        <w:pStyle w:val="libPoemCenter"/>
        <w:rPr>
          <w:rtl/>
        </w:rPr>
      </w:pPr>
      <w:r w:rsidRPr="00F5415E">
        <w:rPr>
          <w:rtl/>
        </w:rPr>
        <w:t>أو</w:t>
      </w:r>
      <w:r w:rsidR="00554BFA">
        <w:rPr>
          <w:rtl/>
        </w:rPr>
        <w:t xml:space="preserve"> </w:t>
      </w:r>
      <w:r w:rsidRPr="00F5415E">
        <w:rPr>
          <w:rtl/>
        </w:rPr>
        <w:t>شِئت</w:t>
      </w:r>
      <w:r w:rsidR="00554BFA">
        <w:rPr>
          <w:rtl/>
        </w:rPr>
        <w:t xml:space="preserve"> </w:t>
      </w:r>
      <w:r w:rsidRPr="00F5415E">
        <w:rPr>
          <w:rtl/>
        </w:rPr>
        <w:t>تلقى</w:t>
      </w:r>
      <w:r w:rsidR="00554BFA">
        <w:rPr>
          <w:rtl/>
        </w:rPr>
        <w:t xml:space="preserve"> </w:t>
      </w:r>
      <w:r w:rsidRPr="00F5415E">
        <w:rPr>
          <w:rtl/>
        </w:rPr>
        <w:t>ثروة</w:t>
      </w:r>
      <w:r w:rsidR="00554BFA">
        <w:rPr>
          <w:rtl/>
        </w:rPr>
        <w:t xml:space="preserve"> </w:t>
      </w:r>
      <w:r w:rsidR="00554BFA" w:rsidRPr="00D0383A">
        <w:rPr>
          <w:rtl/>
        </w:rPr>
        <w:t>=</w:t>
      </w:r>
      <w:r w:rsidR="00554BFA">
        <w:rPr>
          <w:rtl/>
        </w:rPr>
        <w:t xml:space="preserve"> </w:t>
      </w:r>
      <w:r w:rsidRPr="00F5415E">
        <w:rPr>
          <w:rtl/>
        </w:rPr>
        <w:t>فاقبض</w:t>
      </w:r>
      <w:r w:rsidR="00554BFA">
        <w:rPr>
          <w:rtl/>
        </w:rPr>
        <w:t xml:space="preserve"> </w:t>
      </w:r>
      <w:r w:rsidRPr="00F5415E">
        <w:rPr>
          <w:rtl/>
        </w:rPr>
        <w:t>بكفِّك</w:t>
      </w:r>
      <w:r w:rsidR="00554BFA">
        <w:rPr>
          <w:rtl/>
        </w:rPr>
        <w:t xml:space="preserve"> </w:t>
      </w:r>
      <w:r w:rsidRPr="00F5415E">
        <w:rPr>
          <w:rtl/>
        </w:rPr>
        <w:t>عروة</w:t>
      </w:r>
    </w:p>
    <w:p w:rsidR="00554BFA" w:rsidRDefault="00645494" w:rsidP="00554BFA">
      <w:pPr>
        <w:pStyle w:val="libPoemCenter"/>
        <w:rPr>
          <w:rtl/>
        </w:rPr>
      </w:pPr>
      <w:r w:rsidRPr="00F5415E">
        <w:rPr>
          <w:rtl/>
        </w:rPr>
        <w:t>لا تخشَ منها فصلها</w:t>
      </w:r>
    </w:p>
    <w:p w:rsidR="00D0383A" w:rsidRDefault="00645494" w:rsidP="00554BFA">
      <w:pPr>
        <w:pStyle w:val="libNormal"/>
        <w:rPr>
          <w:rtl/>
        </w:rPr>
      </w:pPr>
      <w:r w:rsidRPr="00554BFA">
        <w:rPr>
          <w:rtl/>
        </w:rPr>
        <w:t>والاسباغ بالتطريز قولي:</w:t>
      </w:r>
    </w:p>
    <w:p w:rsidR="00D0383A" w:rsidRDefault="00554BFA" w:rsidP="00FE2721">
      <w:pPr>
        <w:pStyle w:val="libPoemCenter"/>
        <w:rPr>
          <w:rtl/>
        </w:rPr>
      </w:pPr>
      <w:r>
        <w:rPr>
          <w:rtl/>
        </w:rPr>
        <w:t>(</w:t>
      </w:r>
      <w:r w:rsidR="00645494" w:rsidRPr="00F5415E">
        <w:rPr>
          <w:rtl/>
        </w:rPr>
        <w:t>طوفان</w:t>
      </w:r>
      <w:r>
        <w:rPr>
          <w:rtl/>
        </w:rPr>
        <w:t xml:space="preserve"> </w:t>
      </w:r>
      <w:r w:rsidR="00645494" w:rsidRPr="00F5415E">
        <w:rPr>
          <w:rtl/>
        </w:rPr>
        <w:t>آل</w:t>
      </w:r>
      <w:r>
        <w:rPr>
          <w:rtl/>
        </w:rPr>
        <w:t xml:space="preserve"> </w:t>
      </w:r>
      <w:r w:rsidR="00645494" w:rsidRPr="00F5415E">
        <w:rPr>
          <w:rtl/>
        </w:rPr>
        <w:t>محمد</w:t>
      </w:r>
      <w:r>
        <w:rPr>
          <w:rtl/>
        </w:rPr>
        <w:t xml:space="preserve"> </w:t>
      </w:r>
      <w:r w:rsidR="00645494" w:rsidRPr="00F5415E">
        <w:rPr>
          <w:rtl/>
        </w:rPr>
        <w:t>في</w:t>
      </w:r>
      <w:r>
        <w:rPr>
          <w:rtl/>
        </w:rPr>
        <w:t xml:space="preserve"> </w:t>
      </w:r>
      <w:r w:rsidR="00645494" w:rsidRPr="00F5415E">
        <w:rPr>
          <w:rtl/>
        </w:rPr>
        <w:t>الأرض</w:t>
      </w:r>
      <w:r>
        <w:rPr>
          <w:rtl/>
        </w:rPr>
        <w:t xml:space="preserve"> </w:t>
      </w:r>
      <w:r w:rsidR="00645494" w:rsidRPr="00F5415E">
        <w:rPr>
          <w:rtl/>
        </w:rPr>
        <w:t>أغ</w:t>
      </w:r>
      <w:r>
        <w:rPr>
          <w:rtl/>
        </w:rPr>
        <w:t xml:space="preserve"> </w:t>
      </w:r>
      <w:r w:rsidRPr="00D0383A">
        <w:rPr>
          <w:rtl/>
        </w:rPr>
        <w:t>=</w:t>
      </w:r>
      <w:r>
        <w:rPr>
          <w:rtl/>
        </w:rPr>
        <w:t xml:space="preserve"> </w:t>
      </w:r>
      <w:r w:rsidR="00645494" w:rsidRPr="00F5415E">
        <w:rPr>
          <w:rtl/>
        </w:rPr>
        <w:t>رق</w:t>
      </w:r>
      <w:r>
        <w:rPr>
          <w:rtl/>
        </w:rPr>
        <w:t xml:space="preserve"> </w:t>
      </w:r>
      <w:r w:rsidR="00645494" w:rsidRPr="00F5415E">
        <w:rPr>
          <w:rtl/>
        </w:rPr>
        <w:t>جهلها)</w:t>
      </w:r>
      <w:r>
        <w:rPr>
          <w:rtl/>
        </w:rPr>
        <w:t xml:space="preserve"> </w:t>
      </w:r>
      <w:r w:rsidR="00645494" w:rsidRPr="00F5415E">
        <w:rPr>
          <w:rtl/>
        </w:rPr>
        <w:t>لمَّا</w:t>
      </w:r>
      <w:r>
        <w:rPr>
          <w:rtl/>
        </w:rPr>
        <w:t xml:space="preserve"> </w:t>
      </w:r>
      <w:r w:rsidR="00645494" w:rsidRPr="00F5415E">
        <w:rPr>
          <w:rtl/>
        </w:rPr>
        <w:t>تطاول</w:t>
      </w:r>
      <w:r>
        <w:rPr>
          <w:rtl/>
        </w:rPr>
        <w:t xml:space="preserve"> </w:t>
      </w:r>
      <w:r w:rsidR="00645494" w:rsidRPr="00F5415E">
        <w:rPr>
          <w:rtl/>
        </w:rPr>
        <w:t>يختصم</w:t>
      </w:r>
    </w:p>
    <w:p w:rsidR="00D0383A" w:rsidRDefault="00554BFA" w:rsidP="00645494">
      <w:pPr>
        <w:pStyle w:val="libPoemCenter"/>
        <w:rPr>
          <w:rtl/>
        </w:rPr>
      </w:pPr>
      <w:r>
        <w:rPr>
          <w:rtl/>
        </w:rPr>
        <w:t>(</w:t>
      </w:r>
      <w:r w:rsidR="00645494" w:rsidRPr="00F5415E">
        <w:rPr>
          <w:rtl/>
        </w:rPr>
        <w:t>وسفينهم</w:t>
      </w:r>
      <w:r>
        <w:rPr>
          <w:rtl/>
        </w:rPr>
        <w:t xml:space="preserve"> </w:t>
      </w:r>
      <w:r w:rsidR="00645494" w:rsidRPr="00F5415E">
        <w:rPr>
          <w:rtl/>
        </w:rPr>
        <w:t>حَمَلَ</w:t>
      </w:r>
      <w:r>
        <w:rPr>
          <w:rtl/>
        </w:rPr>
        <w:t xml:space="preserve"> </w:t>
      </w:r>
      <w:r w:rsidR="00645494" w:rsidRPr="00F5415E">
        <w:rPr>
          <w:rtl/>
        </w:rPr>
        <w:t>الّذي</w:t>
      </w:r>
      <w:r>
        <w:rPr>
          <w:rtl/>
        </w:rPr>
        <w:t xml:space="preserve"> </w:t>
      </w:r>
      <w:r w:rsidR="00645494" w:rsidRPr="00F5415E">
        <w:rPr>
          <w:rtl/>
        </w:rPr>
        <w:t>طلب</w:t>
      </w:r>
      <w:r>
        <w:rPr>
          <w:rtl/>
        </w:rPr>
        <w:t xml:space="preserve"> </w:t>
      </w:r>
      <w:r w:rsidR="00645494" w:rsidRPr="00F5415E">
        <w:rPr>
          <w:rtl/>
        </w:rPr>
        <w:t>النجا</w:t>
      </w:r>
      <w:r>
        <w:rPr>
          <w:rtl/>
        </w:rPr>
        <w:t xml:space="preserve"> </w:t>
      </w:r>
      <w:r w:rsidRPr="00D0383A">
        <w:rPr>
          <w:rtl/>
        </w:rPr>
        <w:t>=</w:t>
      </w:r>
      <w:r>
        <w:rPr>
          <w:rtl/>
        </w:rPr>
        <w:t xml:space="preserve"> </w:t>
      </w:r>
      <w:r w:rsidR="00645494" w:rsidRPr="00F5415E">
        <w:rPr>
          <w:rtl/>
        </w:rPr>
        <w:t>ة</w:t>
      </w:r>
      <w:r>
        <w:rPr>
          <w:rtl/>
        </w:rPr>
        <w:t xml:space="preserve"> </w:t>
      </w:r>
      <w:r w:rsidR="00645494" w:rsidRPr="00F5415E">
        <w:rPr>
          <w:rtl/>
        </w:rPr>
        <w:t>وأهلها)</w:t>
      </w:r>
      <w:r>
        <w:rPr>
          <w:rtl/>
        </w:rPr>
        <w:t xml:space="preserve"> </w:t>
      </w:r>
      <w:r w:rsidR="00645494" w:rsidRPr="00F5415E">
        <w:rPr>
          <w:rtl/>
        </w:rPr>
        <w:t>إذ</w:t>
      </w:r>
      <w:r>
        <w:rPr>
          <w:rtl/>
        </w:rPr>
        <w:t xml:space="preserve"> </w:t>
      </w:r>
      <w:r w:rsidR="00645494" w:rsidRPr="00F5415E">
        <w:rPr>
          <w:rtl/>
        </w:rPr>
        <w:t>مَن</w:t>
      </w:r>
      <w:r>
        <w:rPr>
          <w:rtl/>
        </w:rPr>
        <w:t xml:space="preserve"> </w:t>
      </w:r>
      <w:r w:rsidR="00645494" w:rsidRPr="00F5415E">
        <w:rPr>
          <w:rtl/>
        </w:rPr>
        <w:t>يكون</w:t>
      </w:r>
      <w:r>
        <w:rPr>
          <w:rtl/>
        </w:rPr>
        <w:t xml:space="preserve"> </w:t>
      </w:r>
      <w:r w:rsidR="00645494" w:rsidRPr="00F5415E">
        <w:rPr>
          <w:rtl/>
        </w:rPr>
        <w:t>بها</w:t>
      </w:r>
      <w:r>
        <w:rPr>
          <w:rtl/>
        </w:rPr>
        <w:t xml:space="preserve"> </w:t>
      </w:r>
      <w:r w:rsidR="00645494" w:rsidRPr="00F5415E">
        <w:rPr>
          <w:rtl/>
        </w:rPr>
        <w:t>عُصم</w:t>
      </w:r>
    </w:p>
    <w:p w:rsidR="00645494" w:rsidRPr="00645494" w:rsidRDefault="00554BFA" w:rsidP="00FE2721">
      <w:pPr>
        <w:pStyle w:val="libPoemCenter"/>
        <w:rPr>
          <w:rtl/>
        </w:rPr>
      </w:pPr>
      <w:r>
        <w:rPr>
          <w:rtl/>
        </w:rPr>
        <w:t>(</w:t>
      </w:r>
      <w:r w:rsidR="00645494" w:rsidRPr="00F5415E">
        <w:rPr>
          <w:rtl/>
        </w:rPr>
        <w:t>فاقبض</w:t>
      </w:r>
      <w:r>
        <w:rPr>
          <w:rtl/>
        </w:rPr>
        <w:t xml:space="preserve"> </w:t>
      </w:r>
      <w:r w:rsidR="00645494" w:rsidRPr="00F5415E">
        <w:rPr>
          <w:rtl/>
        </w:rPr>
        <w:t>بكفِّك</w:t>
      </w:r>
      <w:r>
        <w:rPr>
          <w:rtl/>
        </w:rPr>
        <w:t xml:space="preserve"> </w:t>
      </w:r>
      <w:r w:rsidR="00645494" w:rsidRPr="00F5415E">
        <w:rPr>
          <w:rtl/>
        </w:rPr>
        <w:t>عروة</w:t>
      </w:r>
      <w:r>
        <w:rPr>
          <w:rtl/>
        </w:rPr>
        <w:t xml:space="preserve"> </w:t>
      </w:r>
      <w:r w:rsidR="00645494" w:rsidRPr="00F5415E">
        <w:rPr>
          <w:rtl/>
        </w:rPr>
        <w:t>لا</w:t>
      </w:r>
      <w:r>
        <w:rPr>
          <w:rtl/>
        </w:rPr>
        <w:t xml:space="preserve"> </w:t>
      </w:r>
      <w:r w:rsidR="00645494" w:rsidRPr="00F5415E">
        <w:rPr>
          <w:rtl/>
        </w:rPr>
        <w:t>تخشَ</w:t>
      </w:r>
      <w:r>
        <w:rPr>
          <w:rtl/>
        </w:rPr>
        <w:t xml:space="preserve"> </w:t>
      </w:r>
      <w:r w:rsidR="00645494" w:rsidRPr="00F5415E">
        <w:rPr>
          <w:rtl/>
        </w:rPr>
        <w:t>مِن</w:t>
      </w:r>
      <w:r>
        <w:rPr>
          <w:rtl/>
        </w:rPr>
        <w:t xml:space="preserve"> </w:t>
      </w:r>
      <w:r w:rsidRPr="00D0383A">
        <w:rPr>
          <w:rtl/>
        </w:rPr>
        <w:t>=</w:t>
      </w:r>
      <w:r>
        <w:rPr>
          <w:rtl/>
        </w:rPr>
        <w:t xml:space="preserve"> </w:t>
      </w:r>
      <w:r w:rsidR="00645494" w:rsidRPr="00F5415E">
        <w:rPr>
          <w:rtl/>
        </w:rPr>
        <w:t>ها</w:t>
      </w:r>
      <w:r>
        <w:rPr>
          <w:rtl/>
        </w:rPr>
        <w:t xml:space="preserve"> </w:t>
      </w:r>
      <w:r w:rsidR="00645494" w:rsidRPr="00F5415E">
        <w:rPr>
          <w:rtl/>
        </w:rPr>
        <w:t>فصلها)</w:t>
      </w:r>
      <w:r>
        <w:rPr>
          <w:rtl/>
        </w:rPr>
        <w:t xml:space="preserve"> </w:t>
      </w:r>
      <w:r w:rsidR="00645494" w:rsidRPr="00F5415E">
        <w:rPr>
          <w:rtl/>
        </w:rPr>
        <w:t>فهي</w:t>
      </w:r>
      <w:r>
        <w:rPr>
          <w:rtl/>
        </w:rPr>
        <w:t xml:space="preserve"> </w:t>
      </w:r>
      <w:r w:rsidR="00645494" w:rsidRPr="00F5415E">
        <w:rPr>
          <w:rtl/>
        </w:rPr>
        <w:t>التي</w:t>
      </w:r>
      <w:r>
        <w:rPr>
          <w:rtl/>
        </w:rPr>
        <w:t xml:space="preserve"> </w:t>
      </w:r>
      <w:r w:rsidR="00645494" w:rsidRPr="00F5415E">
        <w:rPr>
          <w:rtl/>
        </w:rPr>
        <w:t>لا</w:t>
      </w:r>
      <w:r>
        <w:rPr>
          <w:rtl/>
        </w:rPr>
        <w:t xml:space="preserve"> </w:t>
      </w:r>
      <w:r w:rsidR="00645494" w:rsidRPr="00F5415E">
        <w:rPr>
          <w:rtl/>
        </w:rPr>
        <w:t>تنفصم</w:t>
      </w:r>
    </w:p>
    <w:p w:rsidR="00645494" w:rsidRPr="00F5415E" w:rsidRDefault="00645494" w:rsidP="00554BFA">
      <w:pPr>
        <w:pStyle w:val="libNormal"/>
        <w:rPr>
          <w:rtl/>
        </w:rPr>
      </w:pPr>
      <w:r w:rsidRPr="00554BFA">
        <w:rPr>
          <w:rtl/>
        </w:rPr>
        <w:t>والتطريف من الطرفين وهو التجنيح قولي:</w:t>
      </w:r>
    </w:p>
    <w:p w:rsidR="00645494" w:rsidRDefault="00645494" w:rsidP="00FE2721">
      <w:pPr>
        <w:pStyle w:val="libPoemCenter"/>
        <w:rPr>
          <w:rtl/>
        </w:rPr>
      </w:pPr>
      <w:r w:rsidRPr="00F5415E">
        <w:rPr>
          <w:rtl/>
        </w:rPr>
        <w:t>إمَّا</w:t>
      </w:r>
      <w:r w:rsidR="00554BFA">
        <w:rPr>
          <w:rtl/>
        </w:rPr>
        <w:t xml:space="preserve"> </w:t>
      </w:r>
      <w:r w:rsidRPr="00F5415E">
        <w:rPr>
          <w:rtl/>
        </w:rPr>
        <w:t>يُفض</w:t>
      </w:r>
      <w:r w:rsidR="00554BFA">
        <w:rPr>
          <w:rtl/>
        </w:rPr>
        <w:t xml:space="preserve"> (</w:t>
      </w:r>
      <w:r w:rsidRPr="00F5415E">
        <w:rPr>
          <w:rtl/>
        </w:rPr>
        <w:t>طوفان</w:t>
      </w:r>
      <w:r w:rsidR="00554BFA">
        <w:rPr>
          <w:rtl/>
        </w:rPr>
        <w:t xml:space="preserve"> </w:t>
      </w:r>
      <w:r w:rsidRPr="00F5415E">
        <w:rPr>
          <w:rtl/>
        </w:rPr>
        <w:t>آل</w:t>
      </w:r>
      <w:r w:rsidR="00554BFA">
        <w:rPr>
          <w:rtl/>
        </w:rPr>
        <w:t xml:space="preserve"> </w:t>
      </w:r>
      <w:r w:rsidRPr="00F5415E">
        <w:rPr>
          <w:rtl/>
        </w:rPr>
        <w:t>محمد</w:t>
      </w:r>
      <w:r w:rsidR="00554BFA">
        <w:rPr>
          <w:rtl/>
        </w:rPr>
        <w:t xml:space="preserve"> </w:t>
      </w:r>
      <w:r w:rsidR="00554BFA" w:rsidRPr="00D0383A">
        <w:rPr>
          <w:rtl/>
        </w:rPr>
        <w:t>=</w:t>
      </w:r>
      <w:r w:rsidR="00554BFA">
        <w:rPr>
          <w:rtl/>
        </w:rPr>
        <w:t xml:space="preserve"> </w:t>
      </w:r>
      <w:r w:rsidRPr="00F5415E">
        <w:rPr>
          <w:rtl/>
        </w:rPr>
        <w:t>في</w:t>
      </w:r>
      <w:r w:rsidR="00554BFA">
        <w:rPr>
          <w:rtl/>
        </w:rPr>
        <w:t xml:space="preserve"> </w:t>
      </w:r>
      <w:r w:rsidRPr="00F5415E">
        <w:rPr>
          <w:rtl/>
        </w:rPr>
        <w:t>الأرض</w:t>
      </w:r>
      <w:r w:rsidR="00554BFA">
        <w:rPr>
          <w:rtl/>
        </w:rPr>
        <w:t xml:space="preserve"> </w:t>
      </w:r>
      <w:r w:rsidRPr="00F5415E">
        <w:rPr>
          <w:rtl/>
        </w:rPr>
        <w:t>أغرق</w:t>
      </w:r>
      <w:r w:rsidR="00554BFA">
        <w:rPr>
          <w:rtl/>
        </w:rPr>
        <w:t xml:space="preserve"> </w:t>
      </w:r>
      <w:r w:rsidRPr="00F5415E">
        <w:rPr>
          <w:rtl/>
        </w:rPr>
        <w:t>جهلها)</w:t>
      </w:r>
      <w:r w:rsidR="00554BFA">
        <w:rPr>
          <w:rtl/>
        </w:rPr>
        <w:t xml:space="preserve"> </w:t>
      </w:r>
      <w:r w:rsidRPr="00F5415E">
        <w:rPr>
          <w:rtl/>
        </w:rPr>
        <w:t>بهدى</w:t>
      </w:r>
      <w:r w:rsidR="00554BFA">
        <w:rPr>
          <w:rtl/>
        </w:rPr>
        <w:t xml:space="preserve"> </w:t>
      </w:r>
      <w:r w:rsidRPr="00F5415E">
        <w:rPr>
          <w:rtl/>
        </w:rPr>
        <w:t>الرَشاد</w:t>
      </w:r>
    </w:p>
    <w:p w:rsidR="00645494" w:rsidRDefault="00645494" w:rsidP="00FE2721">
      <w:pPr>
        <w:pStyle w:val="libPoemCenter"/>
        <w:rPr>
          <w:rtl/>
        </w:rPr>
      </w:pPr>
      <w:r w:rsidRPr="00F5415E">
        <w:rPr>
          <w:rtl/>
        </w:rPr>
        <w:t>تنجو</w:t>
      </w:r>
      <w:r w:rsidR="00554BFA">
        <w:rPr>
          <w:rtl/>
        </w:rPr>
        <w:t xml:space="preserve"> </w:t>
      </w:r>
      <w:r w:rsidRPr="00F5415E">
        <w:rPr>
          <w:rtl/>
        </w:rPr>
        <w:t>الورى</w:t>
      </w:r>
      <w:r w:rsidR="00554BFA">
        <w:rPr>
          <w:rtl/>
        </w:rPr>
        <w:t xml:space="preserve"> (</w:t>
      </w:r>
      <w:r w:rsidRPr="00F5415E">
        <w:rPr>
          <w:rtl/>
        </w:rPr>
        <w:t>وسفينهم</w:t>
      </w:r>
      <w:r w:rsidR="00554BFA">
        <w:rPr>
          <w:rtl/>
        </w:rPr>
        <w:t xml:space="preserve"> </w:t>
      </w:r>
      <w:r w:rsidRPr="00F5415E">
        <w:rPr>
          <w:rtl/>
        </w:rPr>
        <w:t>حَمَلَ</w:t>
      </w:r>
      <w:r w:rsidR="00554BFA">
        <w:rPr>
          <w:rtl/>
        </w:rPr>
        <w:t xml:space="preserve"> </w:t>
      </w:r>
      <w:r w:rsidRPr="00F5415E">
        <w:rPr>
          <w:rtl/>
        </w:rPr>
        <w:t>الّذي</w:t>
      </w:r>
      <w:r w:rsidR="00554BFA">
        <w:rPr>
          <w:rtl/>
        </w:rPr>
        <w:t xml:space="preserve"> </w:t>
      </w:r>
      <w:r w:rsidR="00554BFA" w:rsidRPr="00D0383A">
        <w:rPr>
          <w:rtl/>
        </w:rPr>
        <w:t>=</w:t>
      </w:r>
      <w:r w:rsidR="00554BFA">
        <w:rPr>
          <w:rtl/>
        </w:rPr>
        <w:t xml:space="preserve"> </w:t>
      </w:r>
      <w:r w:rsidRPr="00F5415E">
        <w:rPr>
          <w:rtl/>
        </w:rPr>
        <w:t>طلب</w:t>
      </w:r>
      <w:r w:rsidR="00554BFA">
        <w:rPr>
          <w:rtl/>
        </w:rPr>
        <w:t xml:space="preserve"> </w:t>
      </w:r>
      <w:r w:rsidRPr="00F5415E">
        <w:rPr>
          <w:rtl/>
        </w:rPr>
        <w:t>النجاة</w:t>
      </w:r>
      <w:r w:rsidR="00554BFA">
        <w:rPr>
          <w:rtl/>
        </w:rPr>
        <w:t xml:space="preserve"> </w:t>
      </w:r>
      <w:r w:rsidRPr="00F5415E">
        <w:rPr>
          <w:rtl/>
        </w:rPr>
        <w:t>وأهلها)</w:t>
      </w:r>
      <w:r w:rsidR="00554BFA">
        <w:rPr>
          <w:rtl/>
        </w:rPr>
        <w:t xml:space="preserve"> </w:t>
      </w:r>
      <w:r w:rsidRPr="00F5415E">
        <w:rPr>
          <w:rtl/>
        </w:rPr>
        <w:t>بين</w:t>
      </w:r>
      <w:r w:rsidR="00554BFA">
        <w:rPr>
          <w:rtl/>
        </w:rPr>
        <w:t xml:space="preserve"> </w:t>
      </w:r>
      <w:r w:rsidRPr="00F5415E">
        <w:rPr>
          <w:rtl/>
        </w:rPr>
        <w:t>العِباد</w:t>
      </w:r>
    </w:p>
    <w:p w:rsidR="00645494" w:rsidRPr="00645494" w:rsidRDefault="00645494" w:rsidP="00FE2721">
      <w:pPr>
        <w:pStyle w:val="libPoemCenter"/>
        <w:rPr>
          <w:rtl/>
        </w:rPr>
      </w:pPr>
      <w:r w:rsidRPr="00F5415E">
        <w:rPr>
          <w:rtl/>
        </w:rPr>
        <w:t>يا</w:t>
      </w:r>
      <w:r w:rsidR="00554BFA">
        <w:rPr>
          <w:rtl/>
        </w:rPr>
        <w:t xml:space="preserve"> </w:t>
      </w:r>
      <w:r w:rsidRPr="00F5415E">
        <w:rPr>
          <w:rtl/>
        </w:rPr>
        <w:t>خائفاً</w:t>
      </w:r>
      <w:r w:rsidR="00554BFA">
        <w:rPr>
          <w:rtl/>
        </w:rPr>
        <w:t xml:space="preserve"> (</w:t>
      </w:r>
      <w:r w:rsidRPr="00F5415E">
        <w:rPr>
          <w:rtl/>
        </w:rPr>
        <w:t>فاقبض</w:t>
      </w:r>
      <w:r w:rsidR="00554BFA">
        <w:rPr>
          <w:rtl/>
        </w:rPr>
        <w:t xml:space="preserve"> </w:t>
      </w:r>
      <w:r w:rsidRPr="00F5415E">
        <w:rPr>
          <w:rtl/>
        </w:rPr>
        <w:t>بكفِّك</w:t>
      </w:r>
      <w:r w:rsidR="00554BFA">
        <w:rPr>
          <w:rtl/>
        </w:rPr>
        <w:t xml:space="preserve"> </w:t>
      </w:r>
      <w:r w:rsidRPr="00F5415E">
        <w:rPr>
          <w:rtl/>
        </w:rPr>
        <w:t>عروة</w:t>
      </w:r>
      <w:r w:rsidR="00554BFA">
        <w:rPr>
          <w:rtl/>
        </w:rPr>
        <w:t xml:space="preserve"> </w:t>
      </w:r>
      <w:r w:rsidR="00554BFA" w:rsidRPr="00D0383A">
        <w:rPr>
          <w:rtl/>
        </w:rPr>
        <w:t>=</w:t>
      </w:r>
      <w:r w:rsidR="00554BFA">
        <w:rPr>
          <w:rtl/>
        </w:rPr>
        <w:t xml:space="preserve"> </w:t>
      </w:r>
      <w:r w:rsidRPr="00F5415E">
        <w:rPr>
          <w:rtl/>
        </w:rPr>
        <w:t>لا</w:t>
      </w:r>
      <w:r w:rsidR="00554BFA">
        <w:rPr>
          <w:rtl/>
        </w:rPr>
        <w:t xml:space="preserve"> </w:t>
      </w:r>
      <w:r w:rsidRPr="00F5415E">
        <w:rPr>
          <w:rtl/>
        </w:rPr>
        <w:t>تخشَ</w:t>
      </w:r>
      <w:r w:rsidR="00554BFA">
        <w:rPr>
          <w:rtl/>
        </w:rPr>
        <w:t xml:space="preserve"> </w:t>
      </w:r>
      <w:r w:rsidRPr="00F5415E">
        <w:rPr>
          <w:rtl/>
        </w:rPr>
        <w:t>مِنها</w:t>
      </w:r>
      <w:r w:rsidR="00554BFA">
        <w:rPr>
          <w:rtl/>
        </w:rPr>
        <w:t xml:space="preserve"> </w:t>
      </w:r>
      <w:r w:rsidRPr="00F5415E">
        <w:rPr>
          <w:rtl/>
        </w:rPr>
        <w:t>فصلها)</w:t>
      </w:r>
      <w:r w:rsidR="00554BFA">
        <w:rPr>
          <w:rtl/>
        </w:rPr>
        <w:t xml:space="preserve"> </w:t>
      </w:r>
      <w:r w:rsidRPr="00F5415E">
        <w:rPr>
          <w:rtl/>
        </w:rPr>
        <w:t>يوم</w:t>
      </w:r>
      <w:r w:rsidR="00554BFA">
        <w:rPr>
          <w:rtl/>
        </w:rPr>
        <w:t xml:space="preserve"> </w:t>
      </w:r>
      <w:r w:rsidRPr="00F5415E">
        <w:rPr>
          <w:rtl/>
        </w:rPr>
        <w:t>المَعاد</w:t>
      </w:r>
    </w:p>
    <w:p w:rsidR="00D0383A" w:rsidRDefault="00D0383A" w:rsidP="00D0383A">
      <w:pPr>
        <w:pStyle w:val="libNormal"/>
        <w:rPr>
          <w:rtl/>
        </w:rPr>
      </w:pPr>
      <w:r>
        <w:br w:type="page"/>
      </w:r>
    </w:p>
    <w:p w:rsidR="00D0383A" w:rsidRDefault="00645494" w:rsidP="00554BFA">
      <w:pPr>
        <w:pStyle w:val="libNormal"/>
        <w:rPr>
          <w:rtl/>
        </w:rPr>
      </w:pPr>
      <w:r w:rsidRPr="00554BFA">
        <w:rPr>
          <w:rtl/>
        </w:rPr>
        <w:lastRenderedPageBreak/>
        <w:t>والتطريف من الوسطين، وهو التقاصير قولي:</w:t>
      </w:r>
    </w:p>
    <w:p w:rsidR="00D0383A" w:rsidRDefault="00554BFA" w:rsidP="00FE2721">
      <w:pPr>
        <w:pStyle w:val="libPoemCenter"/>
        <w:rPr>
          <w:rtl/>
        </w:rPr>
      </w:pPr>
      <w:r>
        <w:rPr>
          <w:rtl/>
        </w:rPr>
        <w:t>(</w:t>
      </w:r>
      <w:r w:rsidR="00645494" w:rsidRPr="00F5415E">
        <w:rPr>
          <w:rtl/>
        </w:rPr>
        <w:t>طوفان</w:t>
      </w:r>
      <w:r>
        <w:rPr>
          <w:rtl/>
        </w:rPr>
        <w:t xml:space="preserve"> </w:t>
      </w:r>
      <w:r w:rsidR="00645494" w:rsidRPr="00F5415E">
        <w:rPr>
          <w:rtl/>
        </w:rPr>
        <w:t>آل</w:t>
      </w:r>
      <w:r>
        <w:rPr>
          <w:rtl/>
        </w:rPr>
        <w:t xml:space="preserve"> </w:t>
      </w:r>
      <w:r w:rsidR="00645494" w:rsidRPr="00F5415E">
        <w:rPr>
          <w:rtl/>
        </w:rPr>
        <w:t>محمد)</w:t>
      </w:r>
      <w:r>
        <w:rPr>
          <w:rtl/>
        </w:rPr>
        <w:t xml:space="preserve"> </w:t>
      </w:r>
      <w:r w:rsidR="00645494" w:rsidRPr="00F5415E">
        <w:rPr>
          <w:rtl/>
        </w:rPr>
        <w:t>خير</w:t>
      </w:r>
      <w:r>
        <w:rPr>
          <w:rtl/>
        </w:rPr>
        <w:t xml:space="preserve"> </w:t>
      </w:r>
      <w:r w:rsidR="00645494" w:rsidRPr="00F5415E">
        <w:rPr>
          <w:rtl/>
        </w:rPr>
        <w:t>الورى</w:t>
      </w:r>
      <w:r>
        <w:rPr>
          <w:rtl/>
        </w:rPr>
        <w:t xml:space="preserve"> </w:t>
      </w:r>
      <w:r w:rsidRPr="00D0383A">
        <w:rPr>
          <w:rtl/>
        </w:rPr>
        <w:t>=</w:t>
      </w:r>
      <w:r>
        <w:rPr>
          <w:rtl/>
        </w:rPr>
        <w:t xml:space="preserve"> </w:t>
      </w:r>
      <w:r w:rsidR="00645494" w:rsidRPr="00F5415E">
        <w:rPr>
          <w:rtl/>
        </w:rPr>
        <w:t>لمّا</w:t>
      </w:r>
      <w:r>
        <w:rPr>
          <w:rtl/>
        </w:rPr>
        <w:t xml:space="preserve"> </w:t>
      </w:r>
      <w:r w:rsidR="00645494" w:rsidRPr="00F5415E">
        <w:rPr>
          <w:rtl/>
        </w:rPr>
        <w:t>جرى</w:t>
      </w:r>
      <w:r>
        <w:rPr>
          <w:rtl/>
        </w:rPr>
        <w:t xml:space="preserve"> (</w:t>
      </w:r>
      <w:r w:rsidR="00645494" w:rsidRPr="00F5415E">
        <w:rPr>
          <w:rtl/>
        </w:rPr>
        <w:t>في</w:t>
      </w:r>
      <w:r>
        <w:rPr>
          <w:rtl/>
        </w:rPr>
        <w:t xml:space="preserve"> </w:t>
      </w:r>
      <w:r w:rsidR="00645494" w:rsidRPr="00F5415E">
        <w:rPr>
          <w:rtl/>
        </w:rPr>
        <w:t>الأرض</w:t>
      </w:r>
      <w:r>
        <w:rPr>
          <w:rtl/>
        </w:rPr>
        <w:t xml:space="preserve"> </w:t>
      </w:r>
      <w:r w:rsidR="00645494" w:rsidRPr="00F5415E">
        <w:rPr>
          <w:rtl/>
        </w:rPr>
        <w:t>أغرق</w:t>
      </w:r>
      <w:r>
        <w:rPr>
          <w:rtl/>
        </w:rPr>
        <w:t xml:space="preserve"> </w:t>
      </w:r>
      <w:r w:rsidR="00645494" w:rsidRPr="00F5415E">
        <w:rPr>
          <w:rtl/>
        </w:rPr>
        <w:t>جهلها)</w:t>
      </w:r>
    </w:p>
    <w:p w:rsidR="00D0383A" w:rsidRDefault="00554BFA" w:rsidP="00FE2721">
      <w:pPr>
        <w:pStyle w:val="libPoemCenter"/>
        <w:rPr>
          <w:rtl/>
        </w:rPr>
      </w:pPr>
      <w:r>
        <w:rPr>
          <w:rtl/>
        </w:rPr>
        <w:t>(</w:t>
      </w:r>
      <w:r w:rsidR="00645494" w:rsidRPr="00F5415E">
        <w:rPr>
          <w:rtl/>
        </w:rPr>
        <w:t>وسفينهم</w:t>
      </w:r>
      <w:r>
        <w:rPr>
          <w:rtl/>
        </w:rPr>
        <w:t xml:space="preserve"> </w:t>
      </w:r>
      <w:r w:rsidR="00645494" w:rsidRPr="00F5415E">
        <w:rPr>
          <w:rtl/>
        </w:rPr>
        <w:t>حَمَلَ</w:t>
      </w:r>
      <w:r>
        <w:rPr>
          <w:rtl/>
        </w:rPr>
        <w:t xml:space="preserve"> </w:t>
      </w:r>
      <w:r w:rsidR="00645494" w:rsidRPr="00F5415E">
        <w:rPr>
          <w:rtl/>
        </w:rPr>
        <w:t>الّذي)</w:t>
      </w:r>
      <w:r>
        <w:rPr>
          <w:rtl/>
        </w:rPr>
        <w:t xml:space="preserve"> </w:t>
      </w:r>
      <w:r w:rsidR="00645494" w:rsidRPr="00F5415E">
        <w:rPr>
          <w:rtl/>
        </w:rPr>
        <w:t>والاهم</w:t>
      </w:r>
      <w:r>
        <w:rPr>
          <w:rtl/>
        </w:rPr>
        <w:t xml:space="preserve"> </w:t>
      </w:r>
      <w:r w:rsidRPr="00D0383A">
        <w:rPr>
          <w:rtl/>
        </w:rPr>
        <w:t>=</w:t>
      </w:r>
      <w:r>
        <w:rPr>
          <w:rtl/>
        </w:rPr>
        <w:t xml:space="preserve"> </w:t>
      </w:r>
      <w:r w:rsidR="00645494" w:rsidRPr="00F5415E">
        <w:rPr>
          <w:rtl/>
        </w:rPr>
        <w:t>مِمَن</w:t>
      </w:r>
      <w:r>
        <w:rPr>
          <w:rtl/>
        </w:rPr>
        <w:t xml:space="preserve"> </w:t>
      </w:r>
      <w:r w:rsidR="00645494" w:rsidRPr="00F5415E">
        <w:rPr>
          <w:rtl/>
        </w:rPr>
        <w:t>بهم</w:t>
      </w:r>
      <w:r>
        <w:rPr>
          <w:rtl/>
        </w:rPr>
        <w:t xml:space="preserve"> (</w:t>
      </w:r>
      <w:r w:rsidR="00645494" w:rsidRPr="00F5415E">
        <w:rPr>
          <w:rtl/>
        </w:rPr>
        <w:t>طلب</w:t>
      </w:r>
      <w:r>
        <w:rPr>
          <w:rtl/>
        </w:rPr>
        <w:t xml:space="preserve"> </w:t>
      </w:r>
      <w:r w:rsidR="00645494" w:rsidRPr="00F5415E">
        <w:rPr>
          <w:rtl/>
        </w:rPr>
        <w:t>النجاة</w:t>
      </w:r>
      <w:r>
        <w:rPr>
          <w:rtl/>
        </w:rPr>
        <w:t xml:space="preserve"> </w:t>
      </w:r>
      <w:r w:rsidR="00645494" w:rsidRPr="00F5415E">
        <w:rPr>
          <w:rtl/>
        </w:rPr>
        <w:t>وأهلها)</w:t>
      </w:r>
    </w:p>
    <w:p w:rsidR="00645494" w:rsidRPr="00645494" w:rsidRDefault="00554BFA" w:rsidP="00FE2721">
      <w:pPr>
        <w:pStyle w:val="libPoemCenter"/>
        <w:rPr>
          <w:rtl/>
        </w:rPr>
      </w:pPr>
      <w:r>
        <w:rPr>
          <w:rtl/>
        </w:rPr>
        <w:t>(</w:t>
      </w:r>
      <w:r w:rsidR="00645494" w:rsidRPr="00F5415E">
        <w:rPr>
          <w:rtl/>
        </w:rPr>
        <w:t>فاقبض</w:t>
      </w:r>
      <w:r>
        <w:rPr>
          <w:rtl/>
        </w:rPr>
        <w:t xml:space="preserve"> </w:t>
      </w:r>
      <w:r w:rsidR="00645494" w:rsidRPr="00F5415E">
        <w:rPr>
          <w:rtl/>
        </w:rPr>
        <w:t>بكفِّك</w:t>
      </w:r>
      <w:r>
        <w:rPr>
          <w:rtl/>
        </w:rPr>
        <w:t xml:space="preserve"> </w:t>
      </w:r>
      <w:r w:rsidR="00645494" w:rsidRPr="00F5415E">
        <w:rPr>
          <w:rtl/>
        </w:rPr>
        <w:t>عروة)</w:t>
      </w:r>
      <w:r>
        <w:rPr>
          <w:rtl/>
        </w:rPr>
        <w:t xml:space="preserve"> </w:t>
      </w:r>
      <w:r w:rsidR="00645494" w:rsidRPr="00F5415E">
        <w:rPr>
          <w:rtl/>
        </w:rPr>
        <w:t>وِثقى</w:t>
      </w:r>
      <w:r>
        <w:rPr>
          <w:rtl/>
        </w:rPr>
        <w:t xml:space="preserve"> </w:t>
      </w:r>
      <w:r w:rsidR="00645494" w:rsidRPr="00F5415E">
        <w:rPr>
          <w:rtl/>
        </w:rPr>
        <w:t>إذا</w:t>
      </w:r>
      <w:r>
        <w:rPr>
          <w:rtl/>
        </w:rPr>
        <w:t xml:space="preserve"> </w:t>
      </w:r>
      <w:r w:rsidRPr="00D0383A">
        <w:rPr>
          <w:rtl/>
        </w:rPr>
        <w:t>=</w:t>
      </w:r>
      <w:r>
        <w:rPr>
          <w:rtl/>
        </w:rPr>
        <w:t xml:space="preserve"> </w:t>
      </w:r>
      <w:r w:rsidR="00645494" w:rsidRPr="00F5415E">
        <w:rPr>
          <w:rtl/>
        </w:rPr>
        <w:t>أمسكتها</w:t>
      </w:r>
      <w:r>
        <w:rPr>
          <w:rtl/>
        </w:rPr>
        <w:t xml:space="preserve"> (</w:t>
      </w:r>
      <w:r w:rsidR="00645494" w:rsidRPr="00F5415E">
        <w:rPr>
          <w:rtl/>
        </w:rPr>
        <w:t>لا</w:t>
      </w:r>
      <w:r>
        <w:rPr>
          <w:rtl/>
        </w:rPr>
        <w:t xml:space="preserve"> </w:t>
      </w:r>
      <w:r w:rsidR="00645494" w:rsidRPr="00F5415E">
        <w:rPr>
          <w:rtl/>
        </w:rPr>
        <w:t>تخشَ</w:t>
      </w:r>
      <w:r>
        <w:rPr>
          <w:rtl/>
        </w:rPr>
        <w:t xml:space="preserve"> </w:t>
      </w:r>
      <w:r w:rsidR="00645494" w:rsidRPr="00F5415E">
        <w:rPr>
          <w:rtl/>
        </w:rPr>
        <w:t>مِنها</w:t>
      </w:r>
      <w:r>
        <w:rPr>
          <w:rtl/>
        </w:rPr>
        <w:t xml:space="preserve"> </w:t>
      </w:r>
      <w:r w:rsidR="00645494" w:rsidRPr="00F5415E">
        <w:rPr>
          <w:rtl/>
        </w:rPr>
        <w:t>فصلها)</w:t>
      </w:r>
    </w:p>
    <w:p w:rsidR="00645494" w:rsidRPr="00F5415E" w:rsidRDefault="00645494" w:rsidP="00554BFA">
      <w:pPr>
        <w:pStyle w:val="libNormal"/>
        <w:rPr>
          <w:rtl/>
        </w:rPr>
      </w:pPr>
      <w:r w:rsidRPr="00554BFA">
        <w:rPr>
          <w:rtl/>
        </w:rPr>
        <w:t>والتطريف من الصدرين، وهو التقليد قولي:</w:t>
      </w:r>
    </w:p>
    <w:p w:rsidR="00645494" w:rsidRDefault="00645494" w:rsidP="00FE2721">
      <w:pPr>
        <w:pStyle w:val="libPoemCenter"/>
        <w:rPr>
          <w:rtl/>
        </w:rPr>
      </w:pPr>
      <w:r w:rsidRPr="00F5415E">
        <w:rPr>
          <w:rtl/>
        </w:rPr>
        <w:t>إنْ</w:t>
      </w:r>
      <w:r w:rsidR="00554BFA">
        <w:rPr>
          <w:rtl/>
        </w:rPr>
        <w:t xml:space="preserve"> </w:t>
      </w:r>
      <w:r w:rsidRPr="00F5415E">
        <w:rPr>
          <w:rtl/>
        </w:rPr>
        <w:t>يَستفض</w:t>
      </w:r>
      <w:r w:rsidR="00554BFA">
        <w:rPr>
          <w:rtl/>
        </w:rPr>
        <w:t xml:space="preserve"> (</w:t>
      </w:r>
      <w:r w:rsidRPr="00F5415E">
        <w:rPr>
          <w:rtl/>
        </w:rPr>
        <w:t>طوفان</w:t>
      </w:r>
      <w:r w:rsidR="00554BFA">
        <w:rPr>
          <w:rtl/>
        </w:rPr>
        <w:t xml:space="preserve"> </w:t>
      </w:r>
      <w:r w:rsidRPr="00F5415E">
        <w:rPr>
          <w:rtl/>
        </w:rPr>
        <w:t>آل</w:t>
      </w:r>
      <w:r w:rsidR="00554BFA">
        <w:rPr>
          <w:rtl/>
        </w:rPr>
        <w:t xml:space="preserve"> </w:t>
      </w:r>
      <w:r w:rsidRPr="00F5415E">
        <w:rPr>
          <w:rtl/>
        </w:rPr>
        <w:t>محمد)</w:t>
      </w:r>
      <w:r w:rsidR="00554BFA">
        <w:rPr>
          <w:rtl/>
        </w:rPr>
        <w:t xml:space="preserve"> </w:t>
      </w:r>
      <w:r w:rsidR="00554BFA" w:rsidRPr="00D0383A">
        <w:rPr>
          <w:rtl/>
        </w:rPr>
        <w:t>=</w:t>
      </w:r>
      <w:r w:rsidR="00554BFA">
        <w:rPr>
          <w:rtl/>
        </w:rPr>
        <w:t xml:space="preserve"> </w:t>
      </w:r>
      <w:r w:rsidRPr="00F5415E">
        <w:rPr>
          <w:rtl/>
        </w:rPr>
        <w:t>بين</w:t>
      </w:r>
      <w:r w:rsidR="00554BFA">
        <w:rPr>
          <w:rtl/>
        </w:rPr>
        <w:t xml:space="preserve"> </w:t>
      </w:r>
      <w:r w:rsidRPr="00F5415E">
        <w:rPr>
          <w:rtl/>
        </w:rPr>
        <w:t>الورى</w:t>
      </w:r>
      <w:r w:rsidR="00554BFA">
        <w:rPr>
          <w:rtl/>
        </w:rPr>
        <w:t xml:space="preserve"> (</w:t>
      </w:r>
      <w:r w:rsidRPr="00F5415E">
        <w:rPr>
          <w:rtl/>
        </w:rPr>
        <w:t>في</w:t>
      </w:r>
      <w:r w:rsidR="00554BFA">
        <w:rPr>
          <w:rtl/>
        </w:rPr>
        <w:t xml:space="preserve"> </w:t>
      </w:r>
      <w:r w:rsidRPr="00F5415E">
        <w:rPr>
          <w:rtl/>
        </w:rPr>
        <w:t>الأرض</w:t>
      </w:r>
      <w:r w:rsidR="00554BFA">
        <w:rPr>
          <w:rtl/>
        </w:rPr>
        <w:t xml:space="preserve"> </w:t>
      </w:r>
      <w:r w:rsidRPr="00F5415E">
        <w:rPr>
          <w:rtl/>
        </w:rPr>
        <w:t>أغرق</w:t>
      </w:r>
      <w:r w:rsidR="00554BFA">
        <w:rPr>
          <w:rtl/>
        </w:rPr>
        <w:t xml:space="preserve"> </w:t>
      </w:r>
      <w:r w:rsidRPr="00F5415E">
        <w:rPr>
          <w:rtl/>
        </w:rPr>
        <w:t>جهلها)</w:t>
      </w:r>
    </w:p>
    <w:p w:rsidR="00645494" w:rsidRDefault="00645494" w:rsidP="00FE2721">
      <w:pPr>
        <w:pStyle w:val="libPoemCenter"/>
        <w:rPr>
          <w:rtl/>
        </w:rPr>
      </w:pPr>
      <w:r w:rsidRPr="00F5415E">
        <w:rPr>
          <w:rtl/>
        </w:rPr>
        <w:t>هم</w:t>
      </w:r>
      <w:r w:rsidR="00554BFA">
        <w:rPr>
          <w:rtl/>
        </w:rPr>
        <w:t xml:space="preserve"> </w:t>
      </w:r>
      <w:r w:rsidRPr="00F5415E">
        <w:rPr>
          <w:rtl/>
        </w:rPr>
        <w:t>أبحُر</w:t>
      </w:r>
      <w:r w:rsidR="00554BFA">
        <w:rPr>
          <w:rtl/>
        </w:rPr>
        <w:t xml:space="preserve"> (</w:t>
      </w:r>
      <w:r w:rsidRPr="00F5415E">
        <w:rPr>
          <w:rtl/>
        </w:rPr>
        <w:t>وسفينهم</w:t>
      </w:r>
      <w:r w:rsidR="00554BFA">
        <w:rPr>
          <w:rtl/>
        </w:rPr>
        <w:t xml:space="preserve"> </w:t>
      </w:r>
      <w:r w:rsidRPr="00F5415E">
        <w:rPr>
          <w:rtl/>
        </w:rPr>
        <w:t>حَمَلَ</w:t>
      </w:r>
      <w:r w:rsidR="00554BFA">
        <w:rPr>
          <w:rtl/>
        </w:rPr>
        <w:t xml:space="preserve"> </w:t>
      </w:r>
      <w:r w:rsidRPr="00F5415E">
        <w:rPr>
          <w:rtl/>
        </w:rPr>
        <w:t>الّذي)</w:t>
      </w:r>
      <w:r w:rsidR="00554BFA">
        <w:rPr>
          <w:rtl/>
        </w:rPr>
        <w:t xml:space="preserve"> </w:t>
      </w:r>
      <w:r w:rsidR="00554BFA" w:rsidRPr="00D0383A">
        <w:rPr>
          <w:rtl/>
        </w:rPr>
        <w:t>=</w:t>
      </w:r>
      <w:r w:rsidR="00554BFA">
        <w:rPr>
          <w:rtl/>
        </w:rPr>
        <w:t xml:space="preserve"> </w:t>
      </w:r>
      <w:r w:rsidRPr="00F5415E">
        <w:rPr>
          <w:rtl/>
        </w:rPr>
        <w:t>مِن</w:t>
      </w:r>
      <w:r w:rsidR="00554BFA">
        <w:rPr>
          <w:rtl/>
        </w:rPr>
        <w:t xml:space="preserve"> </w:t>
      </w:r>
      <w:r w:rsidRPr="00F5415E">
        <w:rPr>
          <w:rtl/>
        </w:rPr>
        <w:t>خوفه</w:t>
      </w:r>
      <w:r w:rsidR="00554BFA">
        <w:rPr>
          <w:rtl/>
        </w:rPr>
        <w:t xml:space="preserve"> (</w:t>
      </w:r>
      <w:r w:rsidRPr="00F5415E">
        <w:rPr>
          <w:rtl/>
        </w:rPr>
        <w:t>طلب</w:t>
      </w:r>
      <w:r w:rsidR="00554BFA">
        <w:rPr>
          <w:rtl/>
        </w:rPr>
        <w:t xml:space="preserve"> </w:t>
      </w:r>
      <w:r w:rsidRPr="00F5415E">
        <w:rPr>
          <w:rtl/>
        </w:rPr>
        <w:t>النجاة</w:t>
      </w:r>
      <w:r w:rsidR="00554BFA">
        <w:rPr>
          <w:rtl/>
        </w:rPr>
        <w:t xml:space="preserve"> </w:t>
      </w:r>
      <w:r w:rsidRPr="00F5415E">
        <w:rPr>
          <w:rtl/>
        </w:rPr>
        <w:t>وأهلها)</w:t>
      </w:r>
    </w:p>
    <w:p w:rsidR="00645494" w:rsidRPr="00645494" w:rsidRDefault="00645494" w:rsidP="00FE2721">
      <w:pPr>
        <w:pStyle w:val="libPoemCenter"/>
        <w:rPr>
          <w:rtl/>
        </w:rPr>
      </w:pPr>
      <w:r w:rsidRPr="00F5415E">
        <w:rPr>
          <w:rtl/>
        </w:rPr>
        <w:t>مهما</w:t>
      </w:r>
      <w:r w:rsidR="00554BFA">
        <w:rPr>
          <w:rtl/>
        </w:rPr>
        <w:t xml:space="preserve"> </w:t>
      </w:r>
      <w:r w:rsidRPr="00F5415E">
        <w:rPr>
          <w:rtl/>
        </w:rPr>
        <w:t>تَخف</w:t>
      </w:r>
      <w:r w:rsidR="00554BFA">
        <w:rPr>
          <w:rtl/>
        </w:rPr>
        <w:t xml:space="preserve"> (</w:t>
      </w:r>
      <w:r w:rsidRPr="00F5415E">
        <w:rPr>
          <w:rtl/>
        </w:rPr>
        <w:t>فاقبض</w:t>
      </w:r>
      <w:r w:rsidR="00554BFA">
        <w:rPr>
          <w:rtl/>
        </w:rPr>
        <w:t xml:space="preserve"> </w:t>
      </w:r>
      <w:r w:rsidRPr="00F5415E">
        <w:rPr>
          <w:rtl/>
        </w:rPr>
        <w:t>بكفِّك</w:t>
      </w:r>
      <w:r w:rsidR="00554BFA">
        <w:rPr>
          <w:rtl/>
        </w:rPr>
        <w:t xml:space="preserve"> </w:t>
      </w:r>
      <w:r w:rsidRPr="00F5415E">
        <w:rPr>
          <w:rtl/>
        </w:rPr>
        <w:t>عروة)</w:t>
      </w:r>
      <w:r w:rsidR="00554BFA">
        <w:rPr>
          <w:rtl/>
        </w:rPr>
        <w:t xml:space="preserve"> </w:t>
      </w:r>
      <w:r w:rsidR="00554BFA" w:rsidRPr="00D0383A">
        <w:rPr>
          <w:rtl/>
        </w:rPr>
        <w:t>=</w:t>
      </w:r>
      <w:r w:rsidR="00554BFA">
        <w:rPr>
          <w:rtl/>
        </w:rPr>
        <w:t xml:space="preserve"> </w:t>
      </w:r>
      <w:r w:rsidRPr="00F5415E">
        <w:rPr>
          <w:rtl/>
        </w:rPr>
        <w:t>وِثقى</w:t>
      </w:r>
      <w:r w:rsidR="00554BFA">
        <w:rPr>
          <w:rtl/>
        </w:rPr>
        <w:t xml:space="preserve"> </w:t>
      </w:r>
      <w:r w:rsidRPr="00F5415E">
        <w:rPr>
          <w:rtl/>
        </w:rPr>
        <w:t>لهم</w:t>
      </w:r>
      <w:r w:rsidR="00554BFA">
        <w:rPr>
          <w:rtl/>
        </w:rPr>
        <w:t xml:space="preserve"> (</w:t>
      </w:r>
      <w:r w:rsidRPr="00F5415E">
        <w:rPr>
          <w:rtl/>
        </w:rPr>
        <w:t>لا</w:t>
      </w:r>
      <w:r w:rsidR="00554BFA">
        <w:rPr>
          <w:rtl/>
        </w:rPr>
        <w:t xml:space="preserve"> </w:t>
      </w:r>
      <w:r w:rsidRPr="00F5415E">
        <w:rPr>
          <w:rtl/>
        </w:rPr>
        <w:t>تخشَ</w:t>
      </w:r>
      <w:r w:rsidR="00554BFA">
        <w:rPr>
          <w:rtl/>
        </w:rPr>
        <w:t xml:space="preserve"> </w:t>
      </w:r>
      <w:r w:rsidRPr="00F5415E">
        <w:rPr>
          <w:rtl/>
        </w:rPr>
        <w:t>مِنها</w:t>
      </w:r>
      <w:r w:rsidR="00554BFA">
        <w:rPr>
          <w:rtl/>
        </w:rPr>
        <w:t xml:space="preserve"> </w:t>
      </w:r>
      <w:r w:rsidRPr="00F5415E">
        <w:rPr>
          <w:rtl/>
        </w:rPr>
        <w:t>فصلها)</w:t>
      </w:r>
    </w:p>
    <w:p w:rsidR="00645494" w:rsidRPr="00F5415E" w:rsidRDefault="00645494" w:rsidP="00554BFA">
      <w:pPr>
        <w:pStyle w:val="libNormal"/>
        <w:rPr>
          <w:rtl/>
        </w:rPr>
      </w:pPr>
      <w:r w:rsidRPr="00554BFA">
        <w:rPr>
          <w:rtl/>
        </w:rPr>
        <w:t>والتطريف من الغايتين، وهو التحجيل قولي:</w:t>
      </w:r>
    </w:p>
    <w:p w:rsidR="00645494" w:rsidRDefault="00645494" w:rsidP="00FE2721">
      <w:pPr>
        <w:pStyle w:val="libPoemCenter"/>
        <w:rPr>
          <w:rtl/>
        </w:rPr>
      </w:pPr>
      <w:r w:rsidRPr="00F5415E">
        <w:rPr>
          <w:rtl/>
        </w:rPr>
        <w:t>إمّا</w:t>
      </w:r>
      <w:r w:rsidR="00554BFA">
        <w:rPr>
          <w:rtl/>
        </w:rPr>
        <w:t xml:space="preserve"> </w:t>
      </w:r>
      <w:r w:rsidRPr="00F5415E">
        <w:rPr>
          <w:rtl/>
        </w:rPr>
        <w:t>يفض</w:t>
      </w:r>
      <w:r w:rsidR="00554BFA">
        <w:rPr>
          <w:rtl/>
        </w:rPr>
        <w:t xml:space="preserve"> (</w:t>
      </w:r>
      <w:r w:rsidRPr="00F5415E">
        <w:rPr>
          <w:rtl/>
        </w:rPr>
        <w:t>طوفان</w:t>
      </w:r>
      <w:r w:rsidR="00554BFA">
        <w:rPr>
          <w:rtl/>
        </w:rPr>
        <w:t xml:space="preserve"> </w:t>
      </w:r>
      <w:r w:rsidRPr="00F5415E">
        <w:rPr>
          <w:rtl/>
        </w:rPr>
        <w:t>آل</w:t>
      </w:r>
      <w:r w:rsidR="00554BFA">
        <w:rPr>
          <w:rtl/>
        </w:rPr>
        <w:t xml:space="preserve"> </w:t>
      </w:r>
      <w:r w:rsidRPr="00F5415E">
        <w:rPr>
          <w:rtl/>
        </w:rPr>
        <w:t>محمد</w:t>
      </w:r>
      <w:r w:rsidR="00554BFA">
        <w:rPr>
          <w:rtl/>
        </w:rPr>
        <w:t xml:space="preserve"> </w:t>
      </w:r>
      <w:r w:rsidR="00554BFA" w:rsidRPr="00D0383A">
        <w:rPr>
          <w:rtl/>
        </w:rPr>
        <w:t>=</w:t>
      </w:r>
      <w:r w:rsidR="00554BFA">
        <w:rPr>
          <w:rtl/>
        </w:rPr>
        <w:t xml:space="preserve"> </w:t>
      </w:r>
      <w:r w:rsidRPr="00F5415E">
        <w:rPr>
          <w:rtl/>
        </w:rPr>
        <w:t>في</w:t>
      </w:r>
      <w:r w:rsidR="00554BFA">
        <w:rPr>
          <w:rtl/>
        </w:rPr>
        <w:t xml:space="preserve"> </w:t>
      </w:r>
      <w:r w:rsidRPr="00F5415E">
        <w:rPr>
          <w:rtl/>
        </w:rPr>
        <w:t>الأرض</w:t>
      </w:r>
      <w:r w:rsidR="00554BFA">
        <w:rPr>
          <w:rtl/>
        </w:rPr>
        <w:t xml:space="preserve"> </w:t>
      </w:r>
      <w:r w:rsidRPr="00F5415E">
        <w:rPr>
          <w:rtl/>
        </w:rPr>
        <w:t>أغرق</w:t>
      </w:r>
      <w:r w:rsidR="00554BFA">
        <w:rPr>
          <w:rtl/>
        </w:rPr>
        <w:t xml:space="preserve"> </w:t>
      </w:r>
      <w:r w:rsidRPr="00F5415E">
        <w:rPr>
          <w:rtl/>
        </w:rPr>
        <w:t>جهلها)</w:t>
      </w:r>
      <w:r w:rsidR="00554BFA">
        <w:rPr>
          <w:rtl/>
        </w:rPr>
        <w:t xml:space="preserve"> </w:t>
      </w:r>
      <w:r w:rsidRPr="00F5415E">
        <w:rPr>
          <w:rtl/>
        </w:rPr>
        <w:t>بهدى</w:t>
      </w:r>
      <w:r w:rsidR="00554BFA">
        <w:rPr>
          <w:rtl/>
        </w:rPr>
        <w:t xml:space="preserve"> </w:t>
      </w:r>
      <w:r w:rsidRPr="00F5415E">
        <w:rPr>
          <w:rtl/>
        </w:rPr>
        <w:t>الرَشاد</w:t>
      </w:r>
    </w:p>
    <w:p w:rsidR="00645494" w:rsidRDefault="00645494" w:rsidP="00FE2721">
      <w:pPr>
        <w:pStyle w:val="libPoemCenter"/>
        <w:rPr>
          <w:rtl/>
        </w:rPr>
      </w:pPr>
      <w:r w:rsidRPr="00F5415E">
        <w:rPr>
          <w:rtl/>
        </w:rPr>
        <w:t>تنجو</w:t>
      </w:r>
      <w:r w:rsidR="00554BFA">
        <w:rPr>
          <w:rtl/>
        </w:rPr>
        <w:t xml:space="preserve"> </w:t>
      </w:r>
      <w:r w:rsidRPr="00F5415E">
        <w:rPr>
          <w:rtl/>
        </w:rPr>
        <w:t>الورى</w:t>
      </w:r>
      <w:r w:rsidR="00554BFA">
        <w:rPr>
          <w:rtl/>
        </w:rPr>
        <w:t xml:space="preserve"> (</w:t>
      </w:r>
      <w:r w:rsidRPr="00F5415E">
        <w:rPr>
          <w:rtl/>
        </w:rPr>
        <w:t>وسفينهم</w:t>
      </w:r>
      <w:r w:rsidR="00554BFA">
        <w:rPr>
          <w:rtl/>
        </w:rPr>
        <w:t xml:space="preserve"> </w:t>
      </w:r>
      <w:r w:rsidRPr="00F5415E">
        <w:rPr>
          <w:rtl/>
        </w:rPr>
        <w:t>حَمَلَ</w:t>
      </w:r>
      <w:r w:rsidR="00554BFA">
        <w:rPr>
          <w:rtl/>
        </w:rPr>
        <w:t xml:space="preserve"> </w:t>
      </w:r>
      <w:r w:rsidRPr="00F5415E">
        <w:rPr>
          <w:rtl/>
        </w:rPr>
        <w:t>الّذي</w:t>
      </w:r>
      <w:r w:rsidR="00554BFA">
        <w:rPr>
          <w:rtl/>
        </w:rPr>
        <w:t xml:space="preserve"> </w:t>
      </w:r>
      <w:r w:rsidR="00554BFA" w:rsidRPr="00D0383A">
        <w:rPr>
          <w:rtl/>
        </w:rPr>
        <w:t>=</w:t>
      </w:r>
      <w:r w:rsidR="00554BFA">
        <w:rPr>
          <w:rtl/>
        </w:rPr>
        <w:t xml:space="preserve"> </w:t>
      </w:r>
      <w:r w:rsidRPr="00F5415E">
        <w:rPr>
          <w:rtl/>
        </w:rPr>
        <w:t>طلب</w:t>
      </w:r>
      <w:r w:rsidR="00554BFA">
        <w:rPr>
          <w:rtl/>
        </w:rPr>
        <w:t xml:space="preserve"> </w:t>
      </w:r>
      <w:r w:rsidRPr="00F5415E">
        <w:rPr>
          <w:rtl/>
        </w:rPr>
        <w:t>النجاة</w:t>
      </w:r>
      <w:r w:rsidR="00554BFA">
        <w:rPr>
          <w:rtl/>
        </w:rPr>
        <w:t xml:space="preserve"> </w:t>
      </w:r>
      <w:r w:rsidRPr="00F5415E">
        <w:rPr>
          <w:rtl/>
        </w:rPr>
        <w:t>وأهلها)</w:t>
      </w:r>
      <w:r w:rsidR="00554BFA">
        <w:rPr>
          <w:rtl/>
        </w:rPr>
        <w:t xml:space="preserve"> </w:t>
      </w:r>
      <w:r w:rsidRPr="00F5415E">
        <w:rPr>
          <w:rtl/>
        </w:rPr>
        <w:t>بين</w:t>
      </w:r>
      <w:r w:rsidR="00554BFA">
        <w:rPr>
          <w:rtl/>
        </w:rPr>
        <w:t xml:space="preserve"> </w:t>
      </w:r>
      <w:r w:rsidRPr="00F5415E">
        <w:rPr>
          <w:rtl/>
        </w:rPr>
        <w:t>العِباد</w:t>
      </w:r>
    </w:p>
    <w:p w:rsidR="00645494" w:rsidRPr="00645494" w:rsidRDefault="00645494" w:rsidP="00FE2721">
      <w:pPr>
        <w:pStyle w:val="libPoemCenter"/>
        <w:rPr>
          <w:rtl/>
        </w:rPr>
      </w:pPr>
      <w:r w:rsidRPr="00F5415E">
        <w:rPr>
          <w:rtl/>
        </w:rPr>
        <w:t>يا</w:t>
      </w:r>
      <w:r w:rsidR="00554BFA">
        <w:rPr>
          <w:rtl/>
        </w:rPr>
        <w:t xml:space="preserve"> </w:t>
      </w:r>
      <w:r w:rsidRPr="00F5415E">
        <w:rPr>
          <w:rtl/>
        </w:rPr>
        <w:t>خائفاً</w:t>
      </w:r>
      <w:r w:rsidR="00554BFA">
        <w:rPr>
          <w:rtl/>
        </w:rPr>
        <w:t xml:space="preserve"> (</w:t>
      </w:r>
      <w:r w:rsidRPr="00F5415E">
        <w:rPr>
          <w:rtl/>
        </w:rPr>
        <w:t>فاقبض</w:t>
      </w:r>
      <w:r w:rsidR="00554BFA">
        <w:rPr>
          <w:rtl/>
        </w:rPr>
        <w:t xml:space="preserve"> </w:t>
      </w:r>
      <w:r w:rsidRPr="00F5415E">
        <w:rPr>
          <w:rtl/>
        </w:rPr>
        <w:t>بكفِّك</w:t>
      </w:r>
      <w:r w:rsidR="00554BFA">
        <w:rPr>
          <w:rtl/>
        </w:rPr>
        <w:t xml:space="preserve"> </w:t>
      </w:r>
      <w:r w:rsidRPr="00F5415E">
        <w:rPr>
          <w:rtl/>
        </w:rPr>
        <w:t>عروة</w:t>
      </w:r>
      <w:r w:rsidR="00554BFA">
        <w:rPr>
          <w:rtl/>
        </w:rPr>
        <w:t xml:space="preserve"> </w:t>
      </w:r>
      <w:r w:rsidR="00554BFA" w:rsidRPr="00D0383A">
        <w:rPr>
          <w:rtl/>
        </w:rPr>
        <w:t>=</w:t>
      </w:r>
      <w:r w:rsidR="00554BFA">
        <w:rPr>
          <w:rtl/>
        </w:rPr>
        <w:t xml:space="preserve"> </w:t>
      </w:r>
      <w:r w:rsidRPr="00F5415E">
        <w:rPr>
          <w:rtl/>
        </w:rPr>
        <w:t>لا</w:t>
      </w:r>
      <w:r w:rsidR="00554BFA">
        <w:rPr>
          <w:rtl/>
        </w:rPr>
        <w:t xml:space="preserve"> </w:t>
      </w:r>
      <w:r w:rsidRPr="00F5415E">
        <w:rPr>
          <w:rtl/>
        </w:rPr>
        <w:t>تخشَ</w:t>
      </w:r>
      <w:r w:rsidR="00554BFA">
        <w:rPr>
          <w:rtl/>
        </w:rPr>
        <w:t xml:space="preserve"> </w:t>
      </w:r>
      <w:r w:rsidRPr="00F5415E">
        <w:rPr>
          <w:rtl/>
        </w:rPr>
        <w:t>مِنها</w:t>
      </w:r>
      <w:r w:rsidR="00554BFA">
        <w:rPr>
          <w:rtl/>
        </w:rPr>
        <w:t xml:space="preserve"> </w:t>
      </w:r>
      <w:r w:rsidRPr="00F5415E">
        <w:rPr>
          <w:rtl/>
        </w:rPr>
        <w:t>فصلها)</w:t>
      </w:r>
      <w:r w:rsidR="00554BFA">
        <w:rPr>
          <w:rtl/>
        </w:rPr>
        <w:t xml:space="preserve"> </w:t>
      </w:r>
      <w:r w:rsidRPr="00F5415E">
        <w:rPr>
          <w:rtl/>
        </w:rPr>
        <w:t>يوم</w:t>
      </w:r>
      <w:r w:rsidR="00554BFA">
        <w:rPr>
          <w:rtl/>
        </w:rPr>
        <w:t xml:space="preserve"> </w:t>
      </w:r>
      <w:r w:rsidRPr="00F5415E">
        <w:rPr>
          <w:rtl/>
        </w:rPr>
        <w:t>المَعاد</w:t>
      </w:r>
    </w:p>
    <w:p w:rsidR="00D0383A" w:rsidRDefault="00645494" w:rsidP="00554BFA">
      <w:pPr>
        <w:pStyle w:val="libNormal"/>
        <w:rPr>
          <w:rtl/>
        </w:rPr>
      </w:pPr>
      <w:r w:rsidRPr="00554BFA">
        <w:rPr>
          <w:rtl/>
        </w:rPr>
        <w:t>والتطريف من الوسطين، وهو التقاصير قولي:</w:t>
      </w:r>
    </w:p>
    <w:p w:rsidR="00D0383A" w:rsidRDefault="00554BFA" w:rsidP="00FE2721">
      <w:pPr>
        <w:pStyle w:val="libPoemCenter"/>
        <w:rPr>
          <w:rtl/>
        </w:rPr>
      </w:pPr>
      <w:r>
        <w:rPr>
          <w:rtl/>
        </w:rPr>
        <w:t>(</w:t>
      </w:r>
      <w:r w:rsidR="00645494" w:rsidRPr="00F5415E">
        <w:rPr>
          <w:rtl/>
        </w:rPr>
        <w:t>طوفان</w:t>
      </w:r>
      <w:r>
        <w:rPr>
          <w:rtl/>
        </w:rPr>
        <w:t xml:space="preserve"> </w:t>
      </w:r>
      <w:r w:rsidR="00645494" w:rsidRPr="00F5415E">
        <w:rPr>
          <w:rtl/>
        </w:rPr>
        <w:t>آل</w:t>
      </w:r>
      <w:r>
        <w:rPr>
          <w:rtl/>
        </w:rPr>
        <w:t xml:space="preserve"> </w:t>
      </w:r>
      <w:r w:rsidR="00645494" w:rsidRPr="00F5415E">
        <w:rPr>
          <w:rtl/>
        </w:rPr>
        <w:t>محمد)</w:t>
      </w:r>
      <w:r>
        <w:rPr>
          <w:rtl/>
        </w:rPr>
        <w:t xml:space="preserve"> </w:t>
      </w:r>
      <w:r w:rsidR="00645494" w:rsidRPr="00F5415E">
        <w:rPr>
          <w:rtl/>
        </w:rPr>
        <w:t>خير</w:t>
      </w:r>
      <w:r>
        <w:rPr>
          <w:rtl/>
        </w:rPr>
        <w:t xml:space="preserve"> </w:t>
      </w:r>
      <w:r w:rsidR="00645494" w:rsidRPr="00F5415E">
        <w:rPr>
          <w:rtl/>
        </w:rPr>
        <w:t>الورى</w:t>
      </w:r>
      <w:r>
        <w:rPr>
          <w:rtl/>
        </w:rPr>
        <w:t xml:space="preserve"> </w:t>
      </w:r>
      <w:r w:rsidRPr="00D0383A">
        <w:rPr>
          <w:rtl/>
        </w:rPr>
        <w:t>=</w:t>
      </w:r>
      <w:r>
        <w:rPr>
          <w:rtl/>
        </w:rPr>
        <w:t xml:space="preserve"> </w:t>
      </w:r>
      <w:r w:rsidR="00645494" w:rsidRPr="00F5415E">
        <w:rPr>
          <w:rtl/>
        </w:rPr>
        <w:t>لمّا</w:t>
      </w:r>
      <w:r>
        <w:rPr>
          <w:rtl/>
        </w:rPr>
        <w:t xml:space="preserve"> </w:t>
      </w:r>
      <w:r w:rsidR="00645494" w:rsidRPr="00F5415E">
        <w:rPr>
          <w:rtl/>
        </w:rPr>
        <w:t>جرى</w:t>
      </w:r>
      <w:r>
        <w:rPr>
          <w:rtl/>
        </w:rPr>
        <w:t xml:space="preserve"> (</w:t>
      </w:r>
      <w:r w:rsidR="00645494" w:rsidRPr="00F5415E">
        <w:rPr>
          <w:rtl/>
        </w:rPr>
        <w:t>في</w:t>
      </w:r>
      <w:r>
        <w:rPr>
          <w:rtl/>
        </w:rPr>
        <w:t xml:space="preserve"> </w:t>
      </w:r>
      <w:r w:rsidR="00645494" w:rsidRPr="00F5415E">
        <w:rPr>
          <w:rtl/>
        </w:rPr>
        <w:t>الأرض</w:t>
      </w:r>
      <w:r>
        <w:rPr>
          <w:rtl/>
        </w:rPr>
        <w:t xml:space="preserve"> </w:t>
      </w:r>
      <w:r w:rsidR="00645494" w:rsidRPr="00F5415E">
        <w:rPr>
          <w:rtl/>
        </w:rPr>
        <w:t>أغرق</w:t>
      </w:r>
      <w:r>
        <w:rPr>
          <w:rtl/>
        </w:rPr>
        <w:t xml:space="preserve"> </w:t>
      </w:r>
      <w:r w:rsidR="00645494" w:rsidRPr="00F5415E">
        <w:rPr>
          <w:rtl/>
        </w:rPr>
        <w:t>جهلها)</w:t>
      </w:r>
    </w:p>
    <w:p w:rsidR="00D0383A" w:rsidRDefault="00554BFA" w:rsidP="00FE2721">
      <w:pPr>
        <w:pStyle w:val="libPoemCenter"/>
        <w:rPr>
          <w:rtl/>
        </w:rPr>
      </w:pPr>
      <w:r>
        <w:rPr>
          <w:rtl/>
        </w:rPr>
        <w:t>(</w:t>
      </w:r>
      <w:r w:rsidR="00645494" w:rsidRPr="00F5415E">
        <w:rPr>
          <w:rtl/>
        </w:rPr>
        <w:t>وسفينهم</w:t>
      </w:r>
      <w:r>
        <w:rPr>
          <w:rtl/>
        </w:rPr>
        <w:t xml:space="preserve"> </w:t>
      </w:r>
      <w:r w:rsidR="00645494" w:rsidRPr="00F5415E">
        <w:rPr>
          <w:rtl/>
        </w:rPr>
        <w:t>حَمَلَ</w:t>
      </w:r>
      <w:r>
        <w:rPr>
          <w:rtl/>
        </w:rPr>
        <w:t xml:space="preserve"> </w:t>
      </w:r>
      <w:r w:rsidR="00645494" w:rsidRPr="00F5415E">
        <w:rPr>
          <w:rtl/>
        </w:rPr>
        <w:t>الّذي)</w:t>
      </w:r>
      <w:r>
        <w:rPr>
          <w:rtl/>
        </w:rPr>
        <w:t xml:space="preserve"> </w:t>
      </w:r>
      <w:r w:rsidR="00645494" w:rsidRPr="00F5415E">
        <w:rPr>
          <w:rtl/>
        </w:rPr>
        <w:t>والاهم</w:t>
      </w:r>
      <w:r>
        <w:rPr>
          <w:rtl/>
        </w:rPr>
        <w:t xml:space="preserve"> </w:t>
      </w:r>
      <w:r w:rsidRPr="00D0383A">
        <w:rPr>
          <w:rtl/>
        </w:rPr>
        <w:t>=</w:t>
      </w:r>
      <w:r>
        <w:rPr>
          <w:rtl/>
        </w:rPr>
        <w:t xml:space="preserve"> </w:t>
      </w:r>
      <w:r w:rsidR="00645494" w:rsidRPr="00F5415E">
        <w:rPr>
          <w:rtl/>
        </w:rPr>
        <w:t>مِمَن</w:t>
      </w:r>
      <w:r>
        <w:rPr>
          <w:rtl/>
        </w:rPr>
        <w:t xml:space="preserve"> </w:t>
      </w:r>
      <w:r w:rsidR="00645494" w:rsidRPr="00F5415E">
        <w:rPr>
          <w:rtl/>
        </w:rPr>
        <w:t>بهم</w:t>
      </w:r>
      <w:r>
        <w:rPr>
          <w:rtl/>
        </w:rPr>
        <w:t xml:space="preserve"> (</w:t>
      </w:r>
      <w:r w:rsidR="00645494" w:rsidRPr="00F5415E">
        <w:rPr>
          <w:rtl/>
        </w:rPr>
        <w:t>طلب</w:t>
      </w:r>
      <w:r>
        <w:rPr>
          <w:rtl/>
        </w:rPr>
        <w:t xml:space="preserve"> </w:t>
      </w:r>
      <w:r w:rsidR="00645494" w:rsidRPr="00F5415E">
        <w:rPr>
          <w:rtl/>
        </w:rPr>
        <w:t>النجاة</w:t>
      </w:r>
      <w:r>
        <w:rPr>
          <w:rtl/>
        </w:rPr>
        <w:t xml:space="preserve"> </w:t>
      </w:r>
      <w:r w:rsidR="00645494" w:rsidRPr="00F5415E">
        <w:rPr>
          <w:rtl/>
        </w:rPr>
        <w:t>وأهلها)</w:t>
      </w:r>
    </w:p>
    <w:p w:rsidR="00645494" w:rsidRPr="00645494" w:rsidRDefault="00554BFA" w:rsidP="00FE2721">
      <w:pPr>
        <w:pStyle w:val="libPoemCenter"/>
        <w:rPr>
          <w:rtl/>
        </w:rPr>
      </w:pPr>
      <w:r>
        <w:rPr>
          <w:rtl/>
        </w:rPr>
        <w:t>(</w:t>
      </w:r>
      <w:r w:rsidR="00645494" w:rsidRPr="00F5415E">
        <w:rPr>
          <w:rtl/>
        </w:rPr>
        <w:t>فاقبض</w:t>
      </w:r>
      <w:r>
        <w:rPr>
          <w:rtl/>
        </w:rPr>
        <w:t xml:space="preserve"> </w:t>
      </w:r>
      <w:r w:rsidR="00645494" w:rsidRPr="00F5415E">
        <w:rPr>
          <w:rtl/>
        </w:rPr>
        <w:t>بكفِّك</w:t>
      </w:r>
      <w:r>
        <w:rPr>
          <w:rtl/>
        </w:rPr>
        <w:t xml:space="preserve"> </w:t>
      </w:r>
      <w:r w:rsidR="00645494" w:rsidRPr="00F5415E">
        <w:rPr>
          <w:rtl/>
        </w:rPr>
        <w:t>عروة)</w:t>
      </w:r>
      <w:r>
        <w:rPr>
          <w:rtl/>
        </w:rPr>
        <w:t xml:space="preserve"> </w:t>
      </w:r>
      <w:r w:rsidR="00645494" w:rsidRPr="00F5415E">
        <w:rPr>
          <w:rtl/>
        </w:rPr>
        <w:t>وِثقى</w:t>
      </w:r>
      <w:r>
        <w:rPr>
          <w:rtl/>
        </w:rPr>
        <w:t xml:space="preserve"> </w:t>
      </w:r>
      <w:r w:rsidR="00645494" w:rsidRPr="00F5415E">
        <w:rPr>
          <w:rtl/>
        </w:rPr>
        <w:t>إذا</w:t>
      </w:r>
      <w:r>
        <w:rPr>
          <w:rtl/>
        </w:rPr>
        <w:t xml:space="preserve"> </w:t>
      </w:r>
      <w:r w:rsidRPr="00D0383A">
        <w:rPr>
          <w:rtl/>
        </w:rPr>
        <w:t>=</w:t>
      </w:r>
      <w:r>
        <w:rPr>
          <w:rtl/>
        </w:rPr>
        <w:t xml:space="preserve"> </w:t>
      </w:r>
      <w:r w:rsidR="00645494" w:rsidRPr="00F5415E">
        <w:rPr>
          <w:rtl/>
        </w:rPr>
        <w:t>أمسكتها</w:t>
      </w:r>
      <w:r>
        <w:rPr>
          <w:rtl/>
        </w:rPr>
        <w:t xml:space="preserve"> (</w:t>
      </w:r>
      <w:r w:rsidR="00645494" w:rsidRPr="00F5415E">
        <w:rPr>
          <w:rtl/>
        </w:rPr>
        <w:t>لا</w:t>
      </w:r>
      <w:r>
        <w:rPr>
          <w:rtl/>
        </w:rPr>
        <w:t xml:space="preserve"> </w:t>
      </w:r>
      <w:r w:rsidR="00645494" w:rsidRPr="00F5415E">
        <w:rPr>
          <w:rtl/>
        </w:rPr>
        <w:t>تخشَ</w:t>
      </w:r>
      <w:r>
        <w:rPr>
          <w:rtl/>
        </w:rPr>
        <w:t xml:space="preserve"> </w:t>
      </w:r>
      <w:r w:rsidR="00645494" w:rsidRPr="00F5415E">
        <w:rPr>
          <w:rtl/>
        </w:rPr>
        <w:t>منها</w:t>
      </w:r>
      <w:r>
        <w:rPr>
          <w:rtl/>
        </w:rPr>
        <w:t xml:space="preserve"> </w:t>
      </w:r>
      <w:r w:rsidR="00645494" w:rsidRPr="00F5415E">
        <w:rPr>
          <w:rtl/>
        </w:rPr>
        <w:t>فصلها)</w:t>
      </w:r>
    </w:p>
    <w:p w:rsidR="00645494" w:rsidRPr="00F5415E" w:rsidRDefault="00645494" w:rsidP="00554BFA">
      <w:pPr>
        <w:pStyle w:val="libNormal"/>
        <w:rPr>
          <w:rtl/>
        </w:rPr>
      </w:pPr>
      <w:r w:rsidRPr="00554BFA">
        <w:rPr>
          <w:rtl/>
        </w:rPr>
        <w:t>والتطريف من الصدرين، وهو التقليد قولي:</w:t>
      </w:r>
    </w:p>
    <w:p w:rsidR="00645494" w:rsidRDefault="00645494" w:rsidP="00FE2721">
      <w:pPr>
        <w:pStyle w:val="libPoemCenter"/>
        <w:rPr>
          <w:rtl/>
        </w:rPr>
      </w:pPr>
      <w:r w:rsidRPr="00F5415E">
        <w:rPr>
          <w:rtl/>
        </w:rPr>
        <w:t>إن</w:t>
      </w:r>
      <w:r w:rsidR="00554BFA">
        <w:rPr>
          <w:rtl/>
        </w:rPr>
        <w:t xml:space="preserve"> </w:t>
      </w:r>
      <w:r w:rsidRPr="00F5415E">
        <w:rPr>
          <w:rtl/>
        </w:rPr>
        <w:t>يستفض</w:t>
      </w:r>
      <w:r w:rsidR="00554BFA">
        <w:rPr>
          <w:rtl/>
        </w:rPr>
        <w:t xml:space="preserve"> (</w:t>
      </w:r>
      <w:r w:rsidRPr="00F5415E">
        <w:rPr>
          <w:rtl/>
        </w:rPr>
        <w:t>طوفان</w:t>
      </w:r>
      <w:r w:rsidR="00554BFA">
        <w:rPr>
          <w:rtl/>
        </w:rPr>
        <w:t xml:space="preserve"> </w:t>
      </w:r>
      <w:r w:rsidRPr="00F5415E">
        <w:rPr>
          <w:rtl/>
        </w:rPr>
        <w:t>آل</w:t>
      </w:r>
      <w:r w:rsidR="00554BFA">
        <w:rPr>
          <w:rtl/>
        </w:rPr>
        <w:t xml:space="preserve"> </w:t>
      </w:r>
      <w:r w:rsidRPr="00F5415E">
        <w:rPr>
          <w:rtl/>
        </w:rPr>
        <w:t>محمد)</w:t>
      </w:r>
      <w:r w:rsidR="00554BFA">
        <w:rPr>
          <w:rtl/>
        </w:rPr>
        <w:t xml:space="preserve"> </w:t>
      </w:r>
      <w:r w:rsidR="00554BFA" w:rsidRPr="00D0383A">
        <w:rPr>
          <w:rtl/>
        </w:rPr>
        <w:t>=</w:t>
      </w:r>
      <w:r w:rsidR="00554BFA">
        <w:rPr>
          <w:rtl/>
        </w:rPr>
        <w:t xml:space="preserve"> </w:t>
      </w:r>
      <w:r w:rsidRPr="00F5415E">
        <w:rPr>
          <w:rtl/>
        </w:rPr>
        <w:t>بين</w:t>
      </w:r>
      <w:r w:rsidR="00554BFA">
        <w:rPr>
          <w:rtl/>
        </w:rPr>
        <w:t xml:space="preserve"> </w:t>
      </w:r>
      <w:r w:rsidRPr="00F5415E">
        <w:rPr>
          <w:rtl/>
        </w:rPr>
        <w:t>الورى</w:t>
      </w:r>
      <w:r w:rsidR="00554BFA">
        <w:rPr>
          <w:rtl/>
        </w:rPr>
        <w:t xml:space="preserve"> (</w:t>
      </w:r>
      <w:r w:rsidRPr="00F5415E">
        <w:rPr>
          <w:rtl/>
        </w:rPr>
        <w:t>في</w:t>
      </w:r>
      <w:r w:rsidR="00554BFA">
        <w:rPr>
          <w:rtl/>
        </w:rPr>
        <w:t xml:space="preserve"> </w:t>
      </w:r>
      <w:r w:rsidRPr="00F5415E">
        <w:rPr>
          <w:rtl/>
        </w:rPr>
        <w:t>الأرض</w:t>
      </w:r>
      <w:r w:rsidR="00554BFA">
        <w:rPr>
          <w:rtl/>
        </w:rPr>
        <w:t xml:space="preserve"> </w:t>
      </w:r>
      <w:r w:rsidRPr="00F5415E">
        <w:rPr>
          <w:rtl/>
        </w:rPr>
        <w:t>أغرق</w:t>
      </w:r>
      <w:r w:rsidR="00554BFA">
        <w:rPr>
          <w:rtl/>
        </w:rPr>
        <w:t xml:space="preserve"> </w:t>
      </w:r>
      <w:r w:rsidRPr="00F5415E">
        <w:rPr>
          <w:rtl/>
        </w:rPr>
        <w:t>جهلها)</w:t>
      </w:r>
    </w:p>
    <w:p w:rsidR="00645494" w:rsidRDefault="00645494" w:rsidP="00FE2721">
      <w:pPr>
        <w:pStyle w:val="libPoemCenter"/>
        <w:rPr>
          <w:rtl/>
        </w:rPr>
      </w:pPr>
      <w:r w:rsidRPr="00F5415E">
        <w:rPr>
          <w:rtl/>
        </w:rPr>
        <w:t>هم</w:t>
      </w:r>
      <w:r w:rsidR="00554BFA">
        <w:rPr>
          <w:rtl/>
        </w:rPr>
        <w:t xml:space="preserve"> </w:t>
      </w:r>
      <w:r w:rsidRPr="00F5415E">
        <w:rPr>
          <w:rtl/>
        </w:rPr>
        <w:t>أبحر</w:t>
      </w:r>
      <w:r w:rsidR="00554BFA">
        <w:rPr>
          <w:rtl/>
        </w:rPr>
        <w:t xml:space="preserve"> (</w:t>
      </w:r>
      <w:r w:rsidRPr="00F5415E">
        <w:rPr>
          <w:rtl/>
        </w:rPr>
        <w:t>وسفينهم</w:t>
      </w:r>
      <w:r w:rsidR="00554BFA">
        <w:rPr>
          <w:rtl/>
        </w:rPr>
        <w:t xml:space="preserve"> </w:t>
      </w:r>
      <w:r w:rsidRPr="00F5415E">
        <w:rPr>
          <w:rtl/>
        </w:rPr>
        <w:t>حَمَلَ</w:t>
      </w:r>
      <w:r w:rsidR="00554BFA">
        <w:rPr>
          <w:rtl/>
        </w:rPr>
        <w:t xml:space="preserve"> </w:t>
      </w:r>
      <w:r w:rsidRPr="00F5415E">
        <w:rPr>
          <w:rtl/>
        </w:rPr>
        <w:t>الّذي)</w:t>
      </w:r>
      <w:r w:rsidR="00554BFA">
        <w:rPr>
          <w:rtl/>
        </w:rPr>
        <w:t xml:space="preserve"> </w:t>
      </w:r>
      <w:r w:rsidR="00554BFA" w:rsidRPr="00D0383A">
        <w:rPr>
          <w:rtl/>
        </w:rPr>
        <w:t>=</w:t>
      </w:r>
      <w:r w:rsidR="00554BFA">
        <w:rPr>
          <w:rtl/>
        </w:rPr>
        <w:t xml:space="preserve"> </w:t>
      </w:r>
      <w:r w:rsidRPr="00F5415E">
        <w:rPr>
          <w:rtl/>
        </w:rPr>
        <w:t>مِن</w:t>
      </w:r>
      <w:r w:rsidR="00554BFA">
        <w:rPr>
          <w:rtl/>
        </w:rPr>
        <w:t xml:space="preserve"> </w:t>
      </w:r>
      <w:r w:rsidRPr="00F5415E">
        <w:rPr>
          <w:rtl/>
        </w:rPr>
        <w:t>خوفه</w:t>
      </w:r>
      <w:r w:rsidR="00554BFA">
        <w:rPr>
          <w:rtl/>
        </w:rPr>
        <w:t xml:space="preserve"> (</w:t>
      </w:r>
      <w:r w:rsidRPr="00F5415E">
        <w:rPr>
          <w:rtl/>
        </w:rPr>
        <w:t>طلب</w:t>
      </w:r>
      <w:r w:rsidR="00554BFA">
        <w:rPr>
          <w:rtl/>
        </w:rPr>
        <w:t xml:space="preserve"> </w:t>
      </w:r>
      <w:r w:rsidRPr="00F5415E">
        <w:rPr>
          <w:rtl/>
        </w:rPr>
        <w:t>النجاة</w:t>
      </w:r>
      <w:r w:rsidR="00554BFA">
        <w:rPr>
          <w:rtl/>
        </w:rPr>
        <w:t xml:space="preserve"> </w:t>
      </w:r>
      <w:r w:rsidRPr="00F5415E">
        <w:rPr>
          <w:rtl/>
        </w:rPr>
        <w:t>وأهلها)</w:t>
      </w:r>
    </w:p>
    <w:p w:rsidR="00645494" w:rsidRPr="00645494" w:rsidRDefault="00645494" w:rsidP="00FE2721">
      <w:pPr>
        <w:pStyle w:val="libPoemCenter"/>
        <w:rPr>
          <w:rtl/>
        </w:rPr>
      </w:pPr>
      <w:r w:rsidRPr="00F5415E">
        <w:rPr>
          <w:rtl/>
        </w:rPr>
        <w:t>مهما</w:t>
      </w:r>
      <w:r w:rsidR="00554BFA">
        <w:rPr>
          <w:rtl/>
        </w:rPr>
        <w:t xml:space="preserve"> </w:t>
      </w:r>
      <w:r w:rsidRPr="00F5415E">
        <w:rPr>
          <w:rtl/>
        </w:rPr>
        <w:t>تَخف</w:t>
      </w:r>
      <w:r w:rsidR="00554BFA">
        <w:rPr>
          <w:rtl/>
        </w:rPr>
        <w:t xml:space="preserve"> (</w:t>
      </w:r>
      <w:r w:rsidRPr="00F5415E">
        <w:rPr>
          <w:rtl/>
        </w:rPr>
        <w:t>فاقبض</w:t>
      </w:r>
      <w:r w:rsidR="00554BFA">
        <w:rPr>
          <w:rtl/>
        </w:rPr>
        <w:t xml:space="preserve"> </w:t>
      </w:r>
      <w:r w:rsidRPr="00F5415E">
        <w:rPr>
          <w:rtl/>
        </w:rPr>
        <w:t>بكفِّك</w:t>
      </w:r>
      <w:r w:rsidR="00554BFA">
        <w:rPr>
          <w:rtl/>
        </w:rPr>
        <w:t xml:space="preserve"> </w:t>
      </w:r>
      <w:r w:rsidRPr="00F5415E">
        <w:rPr>
          <w:rtl/>
        </w:rPr>
        <w:t>عروة)</w:t>
      </w:r>
      <w:r w:rsidR="00554BFA">
        <w:rPr>
          <w:rtl/>
        </w:rPr>
        <w:t xml:space="preserve"> </w:t>
      </w:r>
      <w:r w:rsidR="00554BFA" w:rsidRPr="00D0383A">
        <w:rPr>
          <w:rtl/>
        </w:rPr>
        <w:t>=</w:t>
      </w:r>
      <w:r w:rsidR="00554BFA">
        <w:rPr>
          <w:rtl/>
        </w:rPr>
        <w:t xml:space="preserve"> </w:t>
      </w:r>
      <w:r w:rsidRPr="00F5415E">
        <w:rPr>
          <w:rtl/>
        </w:rPr>
        <w:t>وِثقى</w:t>
      </w:r>
      <w:r w:rsidR="00554BFA">
        <w:rPr>
          <w:rtl/>
        </w:rPr>
        <w:t xml:space="preserve"> </w:t>
      </w:r>
      <w:r w:rsidRPr="00F5415E">
        <w:rPr>
          <w:rtl/>
        </w:rPr>
        <w:t>لهم</w:t>
      </w:r>
      <w:r w:rsidR="00554BFA">
        <w:rPr>
          <w:rtl/>
        </w:rPr>
        <w:t xml:space="preserve"> (</w:t>
      </w:r>
      <w:r w:rsidRPr="00F5415E">
        <w:rPr>
          <w:rtl/>
        </w:rPr>
        <w:t>لا</w:t>
      </w:r>
      <w:r w:rsidR="00554BFA">
        <w:rPr>
          <w:rtl/>
        </w:rPr>
        <w:t xml:space="preserve"> </w:t>
      </w:r>
      <w:r w:rsidRPr="00F5415E">
        <w:rPr>
          <w:rtl/>
        </w:rPr>
        <w:t>تخشَ</w:t>
      </w:r>
      <w:r w:rsidR="00554BFA">
        <w:rPr>
          <w:rtl/>
        </w:rPr>
        <w:t xml:space="preserve"> </w:t>
      </w:r>
      <w:r w:rsidRPr="00F5415E">
        <w:rPr>
          <w:rtl/>
        </w:rPr>
        <w:t>مِنها</w:t>
      </w:r>
      <w:r w:rsidR="00554BFA">
        <w:rPr>
          <w:rtl/>
        </w:rPr>
        <w:t xml:space="preserve"> </w:t>
      </w:r>
      <w:r w:rsidRPr="00F5415E">
        <w:rPr>
          <w:rtl/>
        </w:rPr>
        <w:t>فصلها)</w:t>
      </w:r>
    </w:p>
    <w:p w:rsidR="00D0383A" w:rsidRDefault="00645494" w:rsidP="00554BFA">
      <w:pPr>
        <w:pStyle w:val="libNormal"/>
        <w:rPr>
          <w:rtl/>
        </w:rPr>
      </w:pPr>
      <w:r w:rsidRPr="00554BFA">
        <w:rPr>
          <w:rtl/>
        </w:rPr>
        <w:t>والتطريف من الغايتين، وهو التحجيل قولي:</w:t>
      </w:r>
    </w:p>
    <w:p w:rsidR="00D0383A" w:rsidRDefault="00554BFA" w:rsidP="00FE2721">
      <w:pPr>
        <w:pStyle w:val="libPoemCenter"/>
        <w:rPr>
          <w:rtl/>
        </w:rPr>
      </w:pPr>
      <w:r>
        <w:rPr>
          <w:rtl/>
        </w:rPr>
        <w:t>(</w:t>
      </w:r>
      <w:r w:rsidR="00645494" w:rsidRPr="00F5415E">
        <w:rPr>
          <w:rtl/>
        </w:rPr>
        <w:t>طوفان</w:t>
      </w:r>
      <w:r>
        <w:rPr>
          <w:rtl/>
        </w:rPr>
        <w:t xml:space="preserve"> </w:t>
      </w:r>
      <w:r w:rsidR="00645494" w:rsidRPr="00F5415E">
        <w:rPr>
          <w:rtl/>
        </w:rPr>
        <w:t>آل</w:t>
      </w:r>
      <w:r>
        <w:rPr>
          <w:rtl/>
        </w:rPr>
        <w:t xml:space="preserve"> </w:t>
      </w:r>
      <w:r w:rsidR="00645494" w:rsidRPr="00F5415E">
        <w:rPr>
          <w:rtl/>
        </w:rPr>
        <w:t>محمد)</w:t>
      </w:r>
      <w:r>
        <w:rPr>
          <w:rtl/>
        </w:rPr>
        <w:t xml:space="preserve"> </w:t>
      </w:r>
      <w:r w:rsidR="00645494" w:rsidRPr="00F5415E">
        <w:rPr>
          <w:rtl/>
        </w:rPr>
        <w:t>أهل</w:t>
      </w:r>
      <w:r>
        <w:rPr>
          <w:rtl/>
        </w:rPr>
        <w:t xml:space="preserve"> </w:t>
      </w:r>
      <w:r w:rsidR="00645494" w:rsidRPr="00F5415E">
        <w:rPr>
          <w:rtl/>
        </w:rPr>
        <w:t>الهدى</w:t>
      </w:r>
      <w:r>
        <w:rPr>
          <w:rtl/>
        </w:rPr>
        <w:t xml:space="preserve"> </w:t>
      </w:r>
      <w:r w:rsidRPr="00D0383A">
        <w:rPr>
          <w:rtl/>
        </w:rPr>
        <w:t>=</w:t>
      </w:r>
      <w:r>
        <w:rPr>
          <w:rtl/>
        </w:rPr>
        <w:t xml:space="preserve"> (</w:t>
      </w:r>
      <w:r w:rsidR="00645494" w:rsidRPr="00F5415E">
        <w:rPr>
          <w:rtl/>
        </w:rPr>
        <w:t>في</w:t>
      </w:r>
      <w:r>
        <w:rPr>
          <w:rtl/>
        </w:rPr>
        <w:t xml:space="preserve"> </w:t>
      </w:r>
      <w:r w:rsidR="00645494" w:rsidRPr="00F5415E">
        <w:rPr>
          <w:rtl/>
        </w:rPr>
        <w:t>الأرض</w:t>
      </w:r>
      <w:r>
        <w:rPr>
          <w:rtl/>
        </w:rPr>
        <w:t xml:space="preserve"> </w:t>
      </w:r>
      <w:r w:rsidR="00645494" w:rsidRPr="00F5415E">
        <w:rPr>
          <w:rtl/>
        </w:rPr>
        <w:t>أغرق</w:t>
      </w:r>
      <w:r>
        <w:rPr>
          <w:rtl/>
        </w:rPr>
        <w:t xml:space="preserve"> </w:t>
      </w:r>
      <w:r w:rsidR="00645494" w:rsidRPr="00F5415E">
        <w:rPr>
          <w:rtl/>
        </w:rPr>
        <w:t>جهلها)</w:t>
      </w:r>
      <w:r>
        <w:rPr>
          <w:rtl/>
        </w:rPr>
        <w:t xml:space="preserve"> </w:t>
      </w:r>
      <w:r w:rsidR="00645494" w:rsidRPr="00F5415E">
        <w:rPr>
          <w:rtl/>
        </w:rPr>
        <w:t>إذ</w:t>
      </w:r>
      <w:r>
        <w:rPr>
          <w:rtl/>
        </w:rPr>
        <w:t xml:space="preserve"> </w:t>
      </w:r>
      <w:r w:rsidR="00645494" w:rsidRPr="00F5415E">
        <w:rPr>
          <w:rtl/>
        </w:rPr>
        <w:t>أطبقا</w:t>
      </w:r>
    </w:p>
    <w:p w:rsidR="00554BFA" w:rsidRDefault="00554BFA" w:rsidP="00FE2721">
      <w:pPr>
        <w:pStyle w:val="libPoemCenter"/>
        <w:rPr>
          <w:rtl/>
        </w:rPr>
      </w:pPr>
      <w:r>
        <w:rPr>
          <w:rtl/>
        </w:rPr>
        <w:t>(</w:t>
      </w:r>
      <w:r w:rsidR="00645494" w:rsidRPr="00F5415E">
        <w:rPr>
          <w:rtl/>
        </w:rPr>
        <w:t>وسفينهم</w:t>
      </w:r>
      <w:r>
        <w:rPr>
          <w:rtl/>
        </w:rPr>
        <w:t xml:space="preserve"> </w:t>
      </w:r>
      <w:r w:rsidR="00645494" w:rsidRPr="00F5415E">
        <w:rPr>
          <w:rtl/>
        </w:rPr>
        <w:t>حَمَلَ</w:t>
      </w:r>
      <w:r>
        <w:rPr>
          <w:rtl/>
        </w:rPr>
        <w:t xml:space="preserve"> </w:t>
      </w:r>
      <w:r w:rsidR="00645494" w:rsidRPr="00F5415E">
        <w:rPr>
          <w:rtl/>
        </w:rPr>
        <w:t>الّذي)</w:t>
      </w:r>
      <w:r>
        <w:rPr>
          <w:rtl/>
        </w:rPr>
        <w:t xml:space="preserve"> </w:t>
      </w:r>
      <w:r w:rsidR="00645494" w:rsidRPr="00F5415E">
        <w:rPr>
          <w:rtl/>
        </w:rPr>
        <w:t>في</w:t>
      </w:r>
      <w:r>
        <w:rPr>
          <w:rtl/>
        </w:rPr>
        <w:t xml:space="preserve"> </w:t>
      </w:r>
      <w:r w:rsidR="00645494" w:rsidRPr="00F5415E">
        <w:rPr>
          <w:rtl/>
        </w:rPr>
        <w:t>حبهم</w:t>
      </w:r>
      <w:r>
        <w:rPr>
          <w:rtl/>
        </w:rPr>
        <w:t xml:space="preserve"> </w:t>
      </w:r>
      <w:r w:rsidRPr="00D0383A">
        <w:rPr>
          <w:rtl/>
        </w:rPr>
        <w:t>=</w:t>
      </w:r>
      <w:r>
        <w:rPr>
          <w:rtl/>
        </w:rPr>
        <w:t xml:space="preserve"> (</w:t>
      </w:r>
      <w:r w:rsidR="00645494" w:rsidRPr="00F5415E">
        <w:rPr>
          <w:rtl/>
        </w:rPr>
        <w:t>طلب</w:t>
      </w:r>
      <w:r>
        <w:rPr>
          <w:rtl/>
        </w:rPr>
        <w:t xml:space="preserve"> </w:t>
      </w:r>
      <w:r w:rsidR="00645494" w:rsidRPr="00F5415E">
        <w:rPr>
          <w:rtl/>
        </w:rPr>
        <w:t>النجاة</w:t>
      </w:r>
      <w:r>
        <w:rPr>
          <w:rtl/>
        </w:rPr>
        <w:t xml:space="preserve"> </w:t>
      </w:r>
      <w:r w:rsidR="00645494" w:rsidRPr="00F5415E">
        <w:rPr>
          <w:rtl/>
        </w:rPr>
        <w:t>وأهلها)</w:t>
      </w:r>
      <w:r>
        <w:rPr>
          <w:rtl/>
        </w:rPr>
        <w:t xml:space="preserve"> </w:t>
      </w:r>
      <w:r w:rsidR="00645494" w:rsidRPr="00F5415E">
        <w:rPr>
          <w:rtl/>
        </w:rPr>
        <w:t>مِمّا</w:t>
      </w:r>
      <w:r>
        <w:rPr>
          <w:rtl/>
        </w:rPr>
        <w:t xml:space="preserve"> </w:t>
      </w:r>
      <w:r w:rsidR="00645494" w:rsidRPr="00F5415E">
        <w:rPr>
          <w:rtl/>
        </w:rPr>
        <w:t>اتقى</w:t>
      </w:r>
    </w:p>
    <w:p w:rsidR="00D0383A" w:rsidRDefault="00645494" w:rsidP="00645494">
      <w:pPr>
        <w:pStyle w:val="libNormal"/>
        <w:rPr>
          <w:rtl/>
        </w:rPr>
      </w:pPr>
      <w:r>
        <w:rPr>
          <w:rtl/>
        </w:rPr>
        <w:br w:type="page"/>
      </w:r>
    </w:p>
    <w:p w:rsidR="00645494" w:rsidRPr="00645494" w:rsidRDefault="00554BFA" w:rsidP="00645494">
      <w:pPr>
        <w:pStyle w:val="libPoemCenter"/>
        <w:rPr>
          <w:rtl/>
        </w:rPr>
      </w:pPr>
      <w:r>
        <w:rPr>
          <w:rtl/>
        </w:rPr>
        <w:lastRenderedPageBreak/>
        <w:t>(</w:t>
      </w:r>
      <w:r w:rsidR="00645494" w:rsidRPr="001033B0">
        <w:rPr>
          <w:rtl/>
        </w:rPr>
        <w:t>فاقبض</w:t>
      </w:r>
      <w:r>
        <w:rPr>
          <w:rtl/>
        </w:rPr>
        <w:t xml:space="preserve"> </w:t>
      </w:r>
      <w:r w:rsidR="00645494" w:rsidRPr="001033B0">
        <w:rPr>
          <w:rtl/>
        </w:rPr>
        <w:t>بكفِّك</w:t>
      </w:r>
      <w:r>
        <w:rPr>
          <w:rtl/>
        </w:rPr>
        <w:t xml:space="preserve"> </w:t>
      </w:r>
      <w:r w:rsidR="00645494" w:rsidRPr="001033B0">
        <w:rPr>
          <w:rtl/>
        </w:rPr>
        <w:t>عروة)</w:t>
      </w:r>
      <w:r>
        <w:rPr>
          <w:rtl/>
        </w:rPr>
        <w:t xml:space="preserve"> </w:t>
      </w:r>
      <w:r w:rsidR="00645494" w:rsidRPr="001033B0">
        <w:rPr>
          <w:rtl/>
        </w:rPr>
        <w:t>موصولة</w:t>
      </w:r>
      <w:r>
        <w:rPr>
          <w:rtl/>
        </w:rPr>
        <w:t xml:space="preserve"> </w:t>
      </w:r>
      <w:r w:rsidRPr="00D0383A">
        <w:rPr>
          <w:rtl/>
        </w:rPr>
        <w:t>=</w:t>
      </w:r>
      <w:r>
        <w:rPr>
          <w:rtl/>
        </w:rPr>
        <w:t xml:space="preserve"> (</w:t>
      </w:r>
      <w:r w:rsidR="00645494" w:rsidRPr="001033B0">
        <w:rPr>
          <w:rtl/>
        </w:rPr>
        <w:t>لا</w:t>
      </w:r>
      <w:r>
        <w:rPr>
          <w:rtl/>
        </w:rPr>
        <w:t xml:space="preserve"> </w:t>
      </w:r>
      <w:r w:rsidR="00645494" w:rsidRPr="001033B0">
        <w:rPr>
          <w:rtl/>
        </w:rPr>
        <w:t>تخشَ</w:t>
      </w:r>
      <w:r>
        <w:rPr>
          <w:rtl/>
        </w:rPr>
        <w:t xml:space="preserve"> </w:t>
      </w:r>
      <w:r w:rsidR="00645494" w:rsidRPr="001033B0">
        <w:rPr>
          <w:rtl/>
        </w:rPr>
        <w:t>مِنها</w:t>
      </w:r>
      <w:r>
        <w:rPr>
          <w:rtl/>
        </w:rPr>
        <w:t xml:space="preserve"> </w:t>
      </w:r>
      <w:r w:rsidR="00645494" w:rsidRPr="001033B0">
        <w:rPr>
          <w:rtl/>
        </w:rPr>
        <w:t>فصلها)</w:t>
      </w:r>
      <w:r>
        <w:rPr>
          <w:rtl/>
        </w:rPr>
        <w:t xml:space="preserve"> </w:t>
      </w:r>
      <w:r w:rsidR="00645494" w:rsidRPr="001033B0">
        <w:rPr>
          <w:rtl/>
        </w:rPr>
        <w:t>يوم</w:t>
      </w:r>
      <w:r>
        <w:rPr>
          <w:rtl/>
        </w:rPr>
        <w:t xml:space="preserve"> </w:t>
      </w:r>
      <w:r w:rsidR="00645494" w:rsidRPr="001033B0">
        <w:rPr>
          <w:rtl/>
        </w:rPr>
        <w:t>اللِقى</w:t>
      </w:r>
    </w:p>
    <w:p w:rsidR="00645494" w:rsidRPr="00554BFA" w:rsidRDefault="00645494" w:rsidP="00645494">
      <w:pPr>
        <w:pStyle w:val="Heading3"/>
        <w:rPr>
          <w:rtl/>
        </w:rPr>
      </w:pPr>
      <w:bookmarkStart w:id="37" w:name="_Toc491861306"/>
      <w:r w:rsidRPr="001033B0">
        <w:rPr>
          <w:rtl/>
        </w:rPr>
        <w:t>الفصل الرابع:</w:t>
      </w:r>
      <w:bookmarkEnd w:id="37"/>
    </w:p>
    <w:p w:rsidR="00554BFA" w:rsidRDefault="00645494" w:rsidP="00554BFA">
      <w:pPr>
        <w:pStyle w:val="libNormal"/>
        <w:rPr>
          <w:rtl/>
        </w:rPr>
      </w:pPr>
      <w:r w:rsidRPr="00554BFA">
        <w:rPr>
          <w:rtl/>
        </w:rPr>
        <w:t>وذكر الشيخ الكراجكي، في كنز الفوائد أيضاً</w:t>
      </w:r>
      <w:r w:rsidR="00D0383A">
        <w:rPr>
          <w:rtl/>
        </w:rPr>
        <w:t>،</w:t>
      </w:r>
      <w:r w:rsidRPr="00554BFA">
        <w:rPr>
          <w:rtl/>
        </w:rPr>
        <w:t xml:space="preserve"> قال حدَّثني الشريف أبو عبد الله محمد بن عبيد الله بن طاهر الحسيني</w:t>
      </w:r>
      <w:r w:rsidR="00D0383A">
        <w:rPr>
          <w:rtl/>
        </w:rPr>
        <w:t>،</w:t>
      </w:r>
      <w:r w:rsidRPr="00554BFA">
        <w:rPr>
          <w:rtl/>
        </w:rPr>
        <w:t xml:space="preserve"> قال: حدَّثني أبي عن أبي الحسن أحمد بن محبوب</w:t>
      </w:r>
      <w:r w:rsidR="00D0383A">
        <w:rPr>
          <w:rtl/>
        </w:rPr>
        <w:t>،</w:t>
      </w:r>
      <w:r w:rsidRPr="00554BFA">
        <w:rPr>
          <w:rtl/>
        </w:rPr>
        <w:t xml:space="preserve"> قال: سمعت أبا جعفر الطَبري</w:t>
      </w:r>
      <w:r w:rsidR="00D0383A">
        <w:rPr>
          <w:rtl/>
        </w:rPr>
        <w:t>،</w:t>
      </w:r>
      <w:r w:rsidRPr="00554BFA">
        <w:rPr>
          <w:rtl/>
        </w:rPr>
        <w:t xml:space="preserve"> يقول: حدَّثنا هناد بن السري</w:t>
      </w:r>
      <w:r w:rsidR="00D0383A">
        <w:rPr>
          <w:rtl/>
        </w:rPr>
        <w:t>،</w:t>
      </w:r>
      <w:r w:rsidRPr="00554BFA">
        <w:rPr>
          <w:rtl/>
        </w:rPr>
        <w:t xml:space="preserve"> قال: رأيت أمير المؤمنين</w:t>
      </w:r>
      <w:r w:rsidR="00554BFA">
        <w:rPr>
          <w:rtl/>
        </w:rPr>
        <w:t xml:space="preserve"> (</w:t>
      </w:r>
      <w:r w:rsidRPr="00554BFA">
        <w:rPr>
          <w:rtl/>
        </w:rPr>
        <w:t>عليه السلام) في النوم، فقال:</w:t>
      </w:r>
      <w:r w:rsidR="00554BFA">
        <w:rPr>
          <w:rStyle w:val="libNormalChar"/>
          <w:rtl/>
        </w:rPr>
        <w:t xml:space="preserve"> ((</w:t>
      </w:r>
      <w:r w:rsidRPr="00645494">
        <w:rPr>
          <w:rStyle w:val="libNormalChar"/>
          <w:rtl/>
        </w:rPr>
        <w:t xml:space="preserve"> يا هناد، ))</w:t>
      </w:r>
      <w:r w:rsidRPr="00554BFA">
        <w:rPr>
          <w:rtl/>
        </w:rPr>
        <w:t xml:space="preserve"> قلت: لبيك يا أمير المؤمنين</w:t>
      </w:r>
      <w:r w:rsidR="00D0383A">
        <w:rPr>
          <w:rtl/>
        </w:rPr>
        <w:t>،</w:t>
      </w:r>
      <w:r w:rsidRPr="00554BFA">
        <w:rPr>
          <w:rtl/>
        </w:rPr>
        <w:t xml:space="preserve"> قال:</w:t>
      </w:r>
      <w:r w:rsidR="00554BFA">
        <w:rPr>
          <w:rtl/>
        </w:rPr>
        <w:t xml:space="preserve"> </w:t>
      </w:r>
      <w:r w:rsidR="00554BFA">
        <w:rPr>
          <w:rStyle w:val="libNormalChar"/>
          <w:rtl/>
        </w:rPr>
        <w:t>((</w:t>
      </w:r>
      <w:r w:rsidRPr="00645494">
        <w:rPr>
          <w:rStyle w:val="libNormalChar"/>
          <w:rtl/>
        </w:rPr>
        <w:t>أنشدني قول الكميت:</w:t>
      </w:r>
    </w:p>
    <w:p w:rsidR="00645494" w:rsidRDefault="00645494" w:rsidP="00645494">
      <w:pPr>
        <w:pStyle w:val="libPoemCenter"/>
        <w:rPr>
          <w:rtl/>
        </w:rPr>
      </w:pPr>
      <w:r w:rsidRPr="001033B0">
        <w:rPr>
          <w:rtl/>
        </w:rPr>
        <w:t>ويوم</w:t>
      </w:r>
      <w:r w:rsidR="00554BFA">
        <w:rPr>
          <w:rtl/>
        </w:rPr>
        <w:t xml:space="preserve"> </w:t>
      </w:r>
      <w:r w:rsidRPr="001033B0">
        <w:rPr>
          <w:rtl/>
        </w:rPr>
        <w:t>الدوح</w:t>
      </w:r>
      <w:r w:rsidR="00554BFA">
        <w:rPr>
          <w:rtl/>
        </w:rPr>
        <w:t xml:space="preserve"> </w:t>
      </w:r>
      <w:r w:rsidRPr="001033B0">
        <w:rPr>
          <w:rtl/>
        </w:rPr>
        <w:t>يوم</w:t>
      </w:r>
      <w:r w:rsidR="00554BFA">
        <w:rPr>
          <w:rtl/>
        </w:rPr>
        <w:t xml:space="preserve"> </w:t>
      </w:r>
      <w:r w:rsidRPr="001033B0">
        <w:rPr>
          <w:rtl/>
        </w:rPr>
        <w:t>غدير</w:t>
      </w:r>
      <w:r w:rsidR="00554BFA">
        <w:rPr>
          <w:rtl/>
        </w:rPr>
        <w:t xml:space="preserve"> </w:t>
      </w:r>
      <w:r w:rsidRPr="001033B0">
        <w:rPr>
          <w:rtl/>
        </w:rPr>
        <w:t>خُمٍّ</w:t>
      </w:r>
      <w:r w:rsidR="00554BFA">
        <w:rPr>
          <w:rtl/>
        </w:rPr>
        <w:t xml:space="preserve"> </w:t>
      </w:r>
      <w:r w:rsidR="00554BFA" w:rsidRPr="00D0383A">
        <w:rPr>
          <w:rtl/>
        </w:rPr>
        <w:t>=</w:t>
      </w:r>
      <w:r w:rsidR="00554BFA">
        <w:rPr>
          <w:rtl/>
        </w:rPr>
        <w:t xml:space="preserve"> </w:t>
      </w:r>
      <w:r w:rsidRPr="001033B0">
        <w:rPr>
          <w:rtl/>
        </w:rPr>
        <w:t>أبان</w:t>
      </w:r>
      <w:r w:rsidR="00554BFA">
        <w:rPr>
          <w:rtl/>
        </w:rPr>
        <w:t xml:space="preserve"> </w:t>
      </w:r>
      <w:r w:rsidRPr="001033B0">
        <w:rPr>
          <w:rtl/>
        </w:rPr>
        <w:t>له</w:t>
      </w:r>
      <w:r w:rsidR="00554BFA">
        <w:rPr>
          <w:rtl/>
        </w:rPr>
        <w:t xml:space="preserve"> </w:t>
      </w:r>
      <w:r w:rsidRPr="001033B0">
        <w:rPr>
          <w:rtl/>
        </w:rPr>
        <w:t>الخلافة</w:t>
      </w:r>
      <w:r w:rsidR="00554BFA">
        <w:rPr>
          <w:rtl/>
        </w:rPr>
        <w:t xml:space="preserve"> </w:t>
      </w:r>
      <w:r w:rsidRPr="001033B0">
        <w:rPr>
          <w:rtl/>
        </w:rPr>
        <w:t>لو</w:t>
      </w:r>
      <w:r w:rsidR="00554BFA">
        <w:rPr>
          <w:rtl/>
        </w:rPr>
        <w:t xml:space="preserve"> </w:t>
      </w:r>
      <w:r w:rsidRPr="001033B0">
        <w:rPr>
          <w:rtl/>
        </w:rPr>
        <w:t>أُطيعا</w:t>
      </w:r>
    </w:p>
    <w:p w:rsidR="00645494" w:rsidRPr="00645494" w:rsidRDefault="00645494" w:rsidP="00FE2721">
      <w:pPr>
        <w:pStyle w:val="libPoemCenter"/>
        <w:rPr>
          <w:rtl/>
        </w:rPr>
      </w:pPr>
      <w:r w:rsidRPr="001033B0">
        <w:rPr>
          <w:rtl/>
        </w:rPr>
        <w:t>ولكنَّ</w:t>
      </w:r>
      <w:r w:rsidR="00554BFA">
        <w:rPr>
          <w:rtl/>
        </w:rPr>
        <w:t xml:space="preserve"> </w:t>
      </w:r>
      <w:r w:rsidRPr="001033B0">
        <w:rPr>
          <w:rtl/>
        </w:rPr>
        <w:t>الرجال</w:t>
      </w:r>
      <w:r w:rsidR="00554BFA">
        <w:rPr>
          <w:rtl/>
        </w:rPr>
        <w:t xml:space="preserve"> </w:t>
      </w:r>
      <w:r w:rsidRPr="001033B0">
        <w:rPr>
          <w:rtl/>
        </w:rPr>
        <w:t>تداولوه</w:t>
      </w:r>
      <w:r w:rsidR="00554BFA">
        <w:rPr>
          <w:rtl/>
        </w:rPr>
        <w:t xml:space="preserve"> </w:t>
      </w:r>
      <w:r w:rsidR="00554BFA" w:rsidRPr="00D0383A">
        <w:rPr>
          <w:rtl/>
        </w:rPr>
        <w:t>=</w:t>
      </w:r>
      <w:r w:rsidR="00554BFA">
        <w:rPr>
          <w:rtl/>
        </w:rPr>
        <w:t xml:space="preserve"> </w:t>
      </w:r>
      <w:r w:rsidRPr="001033B0">
        <w:rPr>
          <w:rtl/>
        </w:rPr>
        <w:t>فلم</w:t>
      </w:r>
      <w:r w:rsidR="00554BFA">
        <w:rPr>
          <w:rtl/>
        </w:rPr>
        <w:t xml:space="preserve"> </w:t>
      </w:r>
      <w:r w:rsidRPr="001033B0">
        <w:rPr>
          <w:rtl/>
        </w:rPr>
        <w:t>أرَ</w:t>
      </w:r>
      <w:r w:rsidR="00554BFA">
        <w:rPr>
          <w:rtl/>
        </w:rPr>
        <w:t xml:space="preserve"> </w:t>
      </w:r>
      <w:r w:rsidRPr="001033B0">
        <w:rPr>
          <w:rtl/>
        </w:rPr>
        <w:t>مثلها</w:t>
      </w:r>
      <w:r w:rsidR="00554BFA">
        <w:rPr>
          <w:rtl/>
        </w:rPr>
        <w:t xml:space="preserve"> </w:t>
      </w:r>
      <w:r w:rsidRPr="001033B0">
        <w:rPr>
          <w:rtl/>
        </w:rPr>
        <w:t>أمراً</w:t>
      </w:r>
      <w:r w:rsidR="00554BFA">
        <w:rPr>
          <w:rtl/>
        </w:rPr>
        <w:t xml:space="preserve"> </w:t>
      </w:r>
      <w:r w:rsidRPr="001033B0">
        <w:rPr>
          <w:rtl/>
        </w:rPr>
        <w:t>شنيعا))</w:t>
      </w:r>
    </w:p>
    <w:p w:rsidR="00D0383A" w:rsidRDefault="00645494" w:rsidP="00554BFA">
      <w:pPr>
        <w:pStyle w:val="libNormal"/>
        <w:rPr>
          <w:rtl/>
        </w:rPr>
      </w:pPr>
      <w:r w:rsidRPr="00554BFA">
        <w:rPr>
          <w:rtl/>
        </w:rPr>
        <w:t>فأنشدته، فقال</w:t>
      </w:r>
      <w:r w:rsidR="00554BFA">
        <w:rPr>
          <w:rtl/>
        </w:rPr>
        <w:t xml:space="preserve"> (</w:t>
      </w:r>
      <w:r w:rsidRPr="00554BFA">
        <w:rPr>
          <w:rtl/>
        </w:rPr>
        <w:t>عليه السلام):</w:t>
      </w:r>
      <w:r w:rsidR="00554BFA">
        <w:rPr>
          <w:rStyle w:val="libNormalChar"/>
          <w:rtl/>
        </w:rPr>
        <w:t xml:space="preserve"> ((</w:t>
      </w:r>
      <w:r w:rsidRPr="00645494">
        <w:rPr>
          <w:rStyle w:val="libNormalChar"/>
          <w:rtl/>
        </w:rPr>
        <w:t xml:space="preserve"> خُذ إليك يا هناد))</w:t>
      </w:r>
      <w:r w:rsidRPr="00554BFA">
        <w:rPr>
          <w:rtl/>
        </w:rPr>
        <w:t>، فقلت: هات يا سيدي، فقال</w:t>
      </w:r>
      <w:r w:rsidR="00554BFA">
        <w:rPr>
          <w:rtl/>
        </w:rPr>
        <w:t xml:space="preserve"> (</w:t>
      </w:r>
      <w:r w:rsidRPr="00554BFA">
        <w:rPr>
          <w:rtl/>
        </w:rPr>
        <w:t>عليه السلام):</w:t>
      </w:r>
    </w:p>
    <w:p w:rsidR="00D0383A" w:rsidRDefault="00554BFA" w:rsidP="00FE2721">
      <w:pPr>
        <w:pStyle w:val="libPoemCenter"/>
        <w:rPr>
          <w:rtl/>
        </w:rPr>
      </w:pPr>
      <w:r>
        <w:rPr>
          <w:rtl/>
        </w:rPr>
        <w:t>((</w:t>
      </w:r>
      <w:r w:rsidR="00645494" w:rsidRPr="00645494">
        <w:rPr>
          <w:rtl/>
        </w:rPr>
        <w:t>ولم</w:t>
      </w:r>
      <w:r>
        <w:rPr>
          <w:rtl/>
        </w:rPr>
        <w:t xml:space="preserve"> </w:t>
      </w:r>
      <w:r w:rsidR="00645494" w:rsidRPr="00645494">
        <w:rPr>
          <w:rtl/>
        </w:rPr>
        <w:t>أرَ</w:t>
      </w:r>
      <w:r>
        <w:rPr>
          <w:rtl/>
        </w:rPr>
        <w:t xml:space="preserve"> </w:t>
      </w:r>
      <w:r w:rsidR="00645494" w:rsidRPr="00645494">
        <w:rPr>
          <w:rtl/>
        </w:rPr>
        <w:t>مِثل</w:t>
      </w:r>
      <w:r>
        <w:rPr>
          <w:rtl/>
        </w:rPr>
        <w:t xml:space="preserve"> </w:t>
      </w:r>
      <w:r w:rsidR="00645494" w:rsidRPr="00645494">
        <w:rPr>
          <w:rtl/>
        </w:rPr>
        <w:t>ذاك</w:t>
      </w:r>
      <w:r>
        <w:rPr>
          <w:rtl/>
        </w:rPr>
        <w:t xml:space="preserve"> </w:t>
      </w:r>
      <w:r w:rsidR="00645494" w:rsidRPr="00645494">
        <w:rPr>
          <w:rtl/>
        </w:rPr>
        <w:t>اليوم</w:t>
      </w:r>
      <w:r>
        <w:rPr>
          <w:rtl/>
        </w:rPr>
        <w:t xml:space="preserve"> </w:t>
      </w:r>
      <w:r w:rsidR="00645494" w:rsidRPr="00645494">
        <w:rPr>
          <w:rtl/>
        </w:rPr>
        <w:t>يوماً</w:t>
      </w:r>
      <w:r>
        <w:rPr>
          <w:rtl/>
        </w:rPr>
        <w:t xml:space="preserve"> = </w:t>
      </w:r>
      <w:r w:rsidR="00645494" w:rsidRPr="00645494">
        <w:rPr>
          <w:rtl/>
        </w:rPr>
        <w:t>ولم</w:t>
      </w:r>
      <w:r>
        <w:rPr>
          <w:rtl/>
        </w:rPr>
        <w:t xml:space="preserve"> </w:t>
      </w:r>
      <w:r w:rsidR="00645494" w:rsidRPr="00645494">
        <w:rPr>
          <w:rtl/>
        </w:rPr>
        <w:t>أرَ</w:t>
      </w:r>
      <w:r>
        <w:rPr>
          <w:rtl/>
        </w:rPr>
        <w:t xml:space="preserve"> </w:t>
      </w:r>
      <w:r w:rsidR="00645494" w:rsidRPr="00645494">
        <w:rPr>
          <w:rtl/>
        </w:rPr>
        <w:t>مثله</w:t>
      </w:r>
      <w:r>
        <w:rPr>
          <w:rtl/>
        </w:rPr>
        <w:t xml:space="preserve"> </w:t>
      </w:r>
      <w:r w:rsidR="00645494" w:rsidRPr="00645494">
        <w:rPr>
          <w:rtl/>
        </w:rPr>
        <w:t>خَطباً</w:t>
      </w:r>
      <w:r>
        <w:rPr>
          <w:rtl/>
        </w:rPr>
        <w:t xml:space="preserve"> </w:t>
      </w:r>
      <w:r w:rsidR="00645494" w:rsidRPr="00645494">
        <w:rPr>
          <w:rtl/>
        </w:rPr>
        <w:t>فظيعا</w:t>
      </w:r>
      <w:r w:rsidR="00645494" w:rsidRPr="001033B0">
        <w:rPr>
          <w:rtl/>
        </w:rPr>
        <w:t>))</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وهذان البيتان الأولان من قصيدة الكميت، من إحدى الهاشميات السبع</w:t>
      </w:r>
      <w:r>
        <w:rPr>
          <w:rtl/>
        </w:rPr>
        <w:t xml:space="preserve"> (</w:t>
      </w:r>
      <w:r w:rsidR="00645494" w:rsidRPr="00554BFA">
        <w:rPr>
          <w:rtl/>
        </w:rPr>
        <w:t>المطبوعة) وأولها:</w:t>
      </w:r>
    </w:p>
    <w:p w:rsidR="00645494" w:rsidRPr="00645494" w:rsidRDefault="00645494" w:rsidP="00FE2721">
      <w:pPr>
        <w:pStyle w:val="libPoemCenter"/>
        <w:rPr>
          <w:rtl/>
        </w:rPr>
      </w:pPr>
      <w:r w:rsidRPr="001033B0">
        <w:rPr>
          <w:rtl/>
        </w:rPr>
        <w:t>نفى</w:t>
      </w:r>
      <w:r w:rsidR="00554BFA">
        <w:rPr>
          <w:rtl/>
        </w:rPr>
        <w:t xml:space="preserve"> </w:t>
      </w:r>
      <w:r w:rsidRPr="001033B0">
        <w:rPr>
          <w:rtl/>
        </w:rPr>
        <w:t>عن</w:t>
      </w:r>
      <w:r w:rsidR="00554BFA">
        <w:rPr>
          <w:rtl/>
        </w:rPr>
        <w:t xml:space="preserve"> </w:t>
      </w:r>
      <w:r w:rsidRPr="001033B0">
        <w:rPr>
          <w:rtl/>
        </w:rPr>
        <w:t>عينك</w:t>
      </w:r>
      <w:r w:rsidR="00554BFA">
        <w:rPr>
          <w:rtl/>
        </w:rPr>
        <w:t xml:space="preserve"> </w:t>
      </w:r>
      <w:r w:rsidRPr="001033B0">
        <w:rPr>
          <w:rtl/>
        </w:rPr>
        <w:t>الأرَق</w:t>
      </w:r>
      <w:r w:rsidR="00554BFA">
        <w:rPr>
          <w:rtl/>
        </w:rPr>
        <w:t xml:space="preserve"> </w:t>
      </w:r>
      <w:r w:rsidRPr="001033B0">
        <w:rPr>
          <w:rtl/>
        </w:rPr>
        <w:t>الهجوعا</w:t>
      </w:r>
      <w:r w:rsidR="00554BFA">
        <w:rPr>
          <w:rtl/>
        </w:rPr>
        <w:t xml:space="preserve"> </w:t>
      </w:r>
      <w:r w:rsidR="00554BFA" w:rsidRPr="00D0383A">
        <w:rPr>
          <w:rtl/>
        </w:rPr>
        <w:t>=</w:t>
      </w:r>
      <w:r w:rsidR="00554BFA">
        <w:rPr>
          <w:rtl/>
        </w:rPr>
        <w:t xml:space="preserve"> </w:t>
      </w:r>
      <w:r w:rsidRPr="001033B0">
        <w:rPr>
          <w:rtl/>
        </w:rPr>
        <w:t>وهمٌّ</w:t>
      </w:r>
      <w:r w:rsidR="00554BFA">
        <w:rPr>
          <w:rtl/>
        </w:rPr>
        <w:t xml:space="preserve"> </w:t>
      </w:r>
      <w:r w:rsidRPr="001033B0">
        <w:rPr>
          <w:rtl/>
        </w:rPr>
        <w:t>يمتري</w:t>
      </w:r>
      <w:r w:rsidR="00554BFA">
        <w:rPr>
          <w:rtl/>
        </w:rPr>
        <w:t xml:space="preserve"> </w:t>
      </w:r>
      <w:r w:rsidRPr="001033B0">
        <w:rPr>
          <w:rtl/>
        </w:rPr>
        <w:t>منها</w:t>
      </w:r>
      <w:r w:rsidR="00554BFA">
        <w:rPr>
          <w:rtl/>
        </w:rPr>
        <w:t xml:space="preserve"> </w:t>
      </w:r>
      <w:r w:rsidRPr="001033B0">
        <w:rPr>
          <w:rtl/>
        </w:rPr>
        <w:t>الدموعا</w:t>
      </w:r>
    </w:p>
    <w:p w:rsidR="00645494" w:rsidRPr="001033B0" w:rsidRDefault="00645494" w:rsidP="00554BFA">
      <w:pPr>
        <w:pStyle w:val="libNormal"/>
        <w:rPr>
          <w:rtl/>
        </w:rPr>
      </w:pPr>
      <w:r w:rsidRPr="00554BFA">
        <w:rPr>
          <w:rtl/>
        </w:rPr>
        <w:t>والنسخ المطبوعة والمخطوطة، كثيرة التحريف، ولكن النسخة المطبوعة في</w:t>
      </w:r>
      <w:r w:rsidR="00554BFA">
        <w:rPr>
          <w:rtl/>
        </w:rPr>
        <w:t xml:space="preserve"> (</w:t>
      </w:r>
      <w:r w:rsidRPr="00554BFA">
        <w:rPr>
          <w:rtl/>
        </w:rPr>
        <w:t>برلين) أصحهنَّ</w:t>
      </w:r>
      <w:r w:rsidR="00D0383A">
        <w:rPr>
          <w:rtl/>
        </w:rPr>
        <w:t>،</w:t>
      </w:r>
      <w:r w:rsidRPr="00554BFA">
        <w:rPr>
          <w:rtl/>
        </w:rPr>
        <w:t xml:space="preserve"> والبيت الثالث لم يوجد في النسخ كلها.</w:t>
      </w:r>
    </w:p>
    <w:p w:rsidR="00554BFA" w:rsidRDefault="00645494" w:rsidP="00645494">
      <w:pPr>
        <w:pStyle w:val="libNormal"/>
      </w:pPr>
      <w:r>
        <w:br w:type="page"/>
      </w:r>
    </w:p>
    <w:p w:rsidR="00554BFA" w:rsidRPr="00554BFA" w:rsidRDefault="00645494" w:rsidP="00645494">
      <w:pPr>
        <w:pStyle w:val="Heading3"/>
        <w:rPr>
          <w:rtl/>
        </w:rPr>
      </w:pPr>
      <w:bookmarkStart w:id="38" w:name="_Toc491861307"/>
      <w:r w:rsidRPr="001033B0">
        <w:rPr>
          <w:rtl/>
        </w:rPr>
        <w:lastRenderedPageBreak/>
        <w:t>الفصل الخامس:</w:t>
      </w:r>
      <w:bookmarkEnd w:id="38"/>
    </w:p>
    <w:p w:rsidR="00554BFA" w:rsidRDefault="00645494" w:rsidP="00554BFA">
      <w:pPr>
        <w:pStyle w:val="libNormal"/>
        <w:rPr>
          <w:rtl/>
        </w:rPr>
      </w:pPr>
      <w:r w:rsidRPr="00554BFA">
        <w:rPr>
          <w:rtl/>
        </w:rPr>
        <w:t>أخبرني السيّد الأديب المعمّر، السيّد محسن بن السيّد هاشم، الحسيني الصائغ الكاظمي، المُتوفَّى سنة 1337</w:t>
      </w:r>
      <w:r w:rsidR="00D0383A">
        <w:rPr>
          <w:rtl/>
        </w:rPr>
        <w:t>،</w:t>
      </w:r>
      <w:r w:rsidRPr="00554BFA">
        <w:rPr>
          <w:rtl/>
        </w:rPr>
        <w:t xml:space="preserve"> قال: أخبرني أبي السيّد هاشم</w:t>
      </w:r>
      <w:r w:rsidR="00FE2721">
        <w:rPr>
          <w:rtl/>
        </w:rPr>
        <w:t xml:space="preserve"> - </w:t>
      </w:r>
      <w:r w:rsidRPr="00554BFA">
        <w:rPr>
          <w:rtl/>
        </w:rPr>
        <w:t>وكان معمّراً أيضاً</w:t>
      </w:r>
      <w:r w:rsidR="00FE2721">
        <w:rPr>
          <w:rtl/>
        </w:rPr>
        <w:t xml:space="preserve"> - </w:t>
      </w:r>
      <w:r w:rsidRPr="00554BFA">
        <w:rPr>
          <w:rtl/>
        </w:rPr>
        <w:t>قال: أخبرني الشيخ محمد علي النجفي، المعروف بالقارئ، مصنِّف كتب التعازي الحسينية الثلاثة</w:t>
      </w:r>
      <w:r w:rsidR="00D0383A">
        <w:rPr>
          <w:rtl/>
        </w:rPr>
        <w:t>،</w:t>
      </w:r>
      <w:r w:rsidRPr="00554BFA">
        <w:rPr>
          <w:rtl/>
        </w:rPr>
        <w:t xml:space="preserve"> قال: نظم الشيخ العالم الفاضل، الشيخ محمد علي بن الحسين الأعسم النجفي، المُتوفَّى سنة 1233</w:t>
      </w:r>
      <w:r w:rsidR="00D0383A">
        <w:rPr>
          <w:rtl/>
        </w:rPr>
        <w:t>،</w:t>
      </w:r>
      <w:r w:rsidRPr="00554BFA">
        <w:rPr>
          <w:rtl/>
        </w:rPr>
        <w:t xml:space="preserve"> قصيدة في رثاء سيدنا الحسين</w:t>
      </w:r>
      <w:r w:rsidR="00554BFA">
        <w:rPr>
          <w:rtl/>
        </w:rPr>
        <w:t xml:space="preserve"> (</w:t>
      </w:r>
      <w:r w:rsidRPr="00554BFA">
        <w:rPr>
          <w:rtl/>
        </w:rPr>
        <w:t>عليه السلام) أولها:</w:t>
      </w:r>
    </w:p>
    <w:p w:rsidR="00645494" w:rsidRPr="00645494" w:rsidRDefault="00645494" w:rsidP="00FE2721">
      <w:pPr>
        <w:pStyle w:val="libPoemCenter"/>
        <w:rPr>
          <w:rtl/>
        </w:rPr>
      </w:pPr>
      <w:r w:rsidRPr="001033B0">
        <w:rPr>
          <w:rtl/>
        </w:rPr>
        <w:t>قد</w:t>
      </w:r>
      <w:r w:rsidR="00554BFA">
        <w:rPr>
          <w:rtl/>
        </w:rPr>
        <w:t xml:space="preserve"> </w:t>
      </w:r>
      <w:r w:rsidRPr="001033B0">
        <w:rPr>
          <w:rtl/>
        </w:rPr>
        <w:t>أوهنت</w:t>
      </w:r>
      <w:r w:rsidR="00554BFA">
        <w:rPr>
          <w:rtl/>
        </w:rPr>
        <w:t xml:space="preserve"> </w:t>
      </w:r>
      <w:r w:rsidRPr="001033B0">
        <w:rPr>
          <w:rtl/>
        </w:rPr>
        <w:t>جَلَدي</w:t>
      </w:r>
      <w:r w:rsidR="00554BFA">
        <w:rPr>
          <w:rtl/>
        </w:rPr>
        <w:t xml:space="preserve"> </w:t>
      </w:r>
      <w:r w:rsidRPr="001033B0">
        <w:rPr>
          <w:rtl/>
        </w:rPr>
        <w:t>الديار</w:t>
      </w:r>
      <w:r w:rsidR="00554BFA">
        <w:rPr>
          <w:rtl/>
        </w:rPr>
        <w:t xml:space="preserve"> </w:t>
      </w:r>
      <w:r w:rsidRPr="001033B0">
        <w:rPr>
          <w:rtl/>
        </w:rPr>
        <w:t>الخالية</w:t>
      </w:r>
      <w:r w:rsidR="00554BFA">
        <w:rPr>
          <w:rtl/>
        </w:rPr>
        <w:t xml:space="preserve"> </w:t>
      </w:r>
      <w:r w:rsidR="00554BFA" w:rsidRPr="00D0383A">
        <w:rPr>
          <w:rtl/>
        </w:rPr>
        <w:t>=</w:t>
      </w:r>
      <w:r w:rsidR="00554BFA">
        <w:rPr>
          <w:rtl/>
        </w:rPr>
        <w:t xml:space="preserve"> </w:t>
      </w:r>
      <w:r w:rsidRPr="001033B0">
        <w:rPr>
          <w:rtl/>
        </w:rPr>
        <w:t>مِن</w:t>
      </w:r>
      <w:r w:rsidR="00554BFA">
        <w:rPr>
          <w:rtl/>
        </w:rPr>
        <w:t xml:space="preserve"> </w:t>
      </w:r>
      <w:r w:rsidRPr="001033B0">
        <w:rPr>
          <w:rtl/>
        </w:rPr>
        <w:t>أهلها</w:t>
      </w:r>
      <w:r w:rsidR="00554BFA">
        <w:rPr>
          <w:rtl/>
        </w:rPr>
        <w:t xml:space="preserve"> </w:t>
      </w:r>
      <w:r w:rsidRPr="001033B0">
        <w:rPr>
          <w:rtl/>
        </w:rPr>
        <w:t>ما</w:t>
      </w:r>
      <w:r w:rsidR="00554BFA">
        <w:rPr>
          <w:rtl/>
        </w:rPr>
        <w:t xml:space="preserve"> </w:t>
      </w:r>
      <w:r w:rsidRPr="001033B0">
        <w:rPr>
          <w:rtl/>
        </w:rPr>
        <w:t>للديار</w:t>
      </w:r>
      <w:r w:rsidR="00554BFA">
        <w:rPr>
          <w:rtl/>
        </w:rPr>
        <w:t xml:space="preserve"> </w:t>
      </w:r>
      <w:r w:rsidRPr="001033B0">
        <w:rPr>
          <w:rtl/>
        </w:rPr>
        <w:t>وماليه</w:t>
      </w:r>
    </w:p>
    <w:p w:rsidR="00645494" w:rsidRPr="001033B0" w:rsidRDefault="00645494" w:rsidP="00554BFA">
      <w:pPr>
        <w:pStyle w:val="libNormal"/>
        <w:rPr>
          <w:rtl/>
        </w:rPr>
      </w:pPr>
      <w:r w:rsidRPr="00554BFA">
        <w:rPr>
          <w:rtl/>
        </w:rPr>
        <w:t>ومنها:</w:t>
      </w:r>
    </w:p>
    <w:p w:rsidR="00645494" w:rsidRPr="00645494" w:rsidRDefault="00645494" w:rsidP="00FE2721">
      <w:pPr>
        <w:pStyle w:val="libPoemCenter"/>
        <w:rPr>
          <w:rtl/>
        </w:rPr>
      </w:pPr>
      <w:r w:rsidRPr="001033B0">
        <w:rPr>
          <w:rtl/>
        </w:rPr>
        <w:t>قست</w:t>
      </w:r>
      <w:r w:rsidR="00554BFA">
        <w:rPr>
          <w:rtl/>
        </w:rPr>
        <w:t xml:space="preserve"> </w:t>
      </w:r>
      <w:r w:rsidRPr="001033B0">
        <w:rPr>
          <w:rtl/>
        </w:rPr>
        <w:t>القلوب</w:t>
      </w:r>
      <w:r w:rsidR="00554BFA">
        <w:rPr>
          <w:rtl/>
        </w:rPr>
        <w:t xml:space="preserve"> </w:t>
      </w:r>
      <w:r w:rsidRPr="001033B0">
        <w:rPr>
          <w:rtl/>
        </w:rPr>
        <w:t>فلم</w:t>
      </w:r>
      <w:r w:rsidR="00554BFA">
        <w:rPr>
          <w:rtl/>
        </w:rPr>
        <w:t xml:space="preserve"> </w:t>
      </w:r>
      <w:r w:rsidRPr="001033B0">
        <w:rPr>
          <w:rtl/>
        </w:rPr>
        <w:t>تَلن</w:t>
      </w:r>
      <w:r w:rsidR="00554BFA">
        <w:rPr>
          <w:rtl/>
        </w:rPr>
        <w:t xml:space="preserve"> </w:t>
      </w:r>
      <w:r w:rsidRPr="001033B0">
        <w:rPr>
          <w:rtl/>
        </w:rPr>
        <w:t>لهداية</w:t>
      </w:r>
      <w:r w:rsidR="00554BFA">
        <w:rPr>
          <w:rtl/>
        </w:rPr>
        <w:t xml:space="preserve"> </w:t>
      </w:r>
      <w:r w:rsidR="00554BFA" w:rsidRPr="00D0383A">
        <w:rPr>
          <w:rtl/>
        </w:rPr>
        <w:t>=</w:t>
      </w:r>
      <w:r w:rsidR="00554BFA">
        <w:rPr>
          <w:rtl/>
        </w:rPr>
        <w:t xml:space="preserve"> </w:t>
      </w:r>
      <w:r w:rsidRPr="001033B0">
        <w:rPr>
          <w:rtl/>
        </w:rPr>
        <w:t>تبَّاً</w:t>
      </w:r>
      <w:r w:rsidR="00554BFA">
        <w:rPr>
          <w:rtl/>
        </w:rPr>
        <w:t xml:space="preserve"> </w:t>
      </w:r>
      <w:r w:rsidRPr="001033B0">
        <w:rPr>
          <w:rtl/>
        </w:rPr>
        <w:t>لهاتيك</w:t>
      </w:r>
      <w:r w:rsidR="00554BFA">
        <w:rPr>
          <w:rtl/>
        </w:rPr>
        <w:t xml:space="preserve"> </w:t>
      </w:r>
      <w:r w:rsidRPr="001033B0">
        <w:rPr>
          <w:rtl/>
        </w:rPr>
        <w:t>القلوب</w:t>
      </w:r>
      <w:r w:rsidR="00554BFA">
        <w:rPr>
          <w:rtl/>
        </w:rPr>
        <w:t xml:space="preserve"> </w:t>
      </w:r>
      <w:r w:rsidRPr="001033B0">
        <w:rPr>
          <w:rtl/>
        </w:rPr>
        <w:t>القاسيه</w:t>
      </w:r>
    </w:p>
    <w:p w:rsidR="00645494" w:rsidRPr="001033B0" w:rsidRDefault="00645494" w:rsidP="00554BFA">
      <w:pPr>
        <w:pStyle w:val="libNormal"/>
        <w:rPr>
          <w:rtl/>
        </w:rPr>
      </w:pPr>
      <w:r w:rsidRPr="00554BFA">
        <w:rPr>
          <w:rtl/>
        </w:rPr>
        <w:t>فعرضه على ولده الفاضل الأديب، الشيخ عبد الحسين المُتوفَّى سنة 1247، وقال له: كيف تراها؟ فقال له: قافية قاسية</w:t>
      </w:r>
      <w:r w:rsidR="00D0383A">
        <w:rPr>
          <w:rtl/>
        </w:rPr>
        <w:t>،</w:t>
      </w:r>
      <w:r w:rsidRPr="00554BFA">
        <w:rPr>
          <w:rtl/>
        </w:rPr>
        <w:t xml:space="preserve"> تأخذ بحُلقوم قارئها</w:t>
      </w:r>
      <w:r w:rsidR="00D0383A">
        <w:rPr>
          <w:rtl/>
        </w:rPr>
        <w:t>،</w:t>
      </w:r>
      <w:r w:rsidRPr="00554BFA">
        <w:rPr>
          <w:rtl/>
        </w:rPr>
        <w:t xml:space="preserve"> فاستحيى وأخذها من يده، ووضعها تحت مصلاّه فلمَّا كان الليل، رأى الشيخ محمد علي القارئ في النوم، أمير المؤمنين</w:t>
      </w:r>
      <w:r w:rsidR="00554BFA">
        <w:rPr>
          <w:rtl/>
        </w:rPr>
        <w:t xml:space="preserve"> (</w:t>
      </w:r>
      <w:r w:rsidRPr="00554BFA">
        <w:rPr>
          <w:rtl/>
        </w:rPr>
        <w:t>عليه السلام) في الروضة، جالساً على كرسي، قال: فسلَّمت عليه، فأعطاني ورقة كانت في يده، وقال:</w:t>
      </w:r>
      <w:r w:rsidR="00554BFA">
        <w:rPr>
          <w:rStyle w:val="libNormalChar"/>
          <w:rtl/>
        </w:rPr>
        <w:t xml:space="preserve"> ((</w:t>
      </w:r>
      <w:r w:rsidRPr="00645494">
        <w:rPr>
          <w:rStyle w:val="libNormalChar"/>
          <w:rtl/>
        </w:rPr>
        <w:t xml:space="preserve"> إقرأ هذه القصيدة في رثاء وَلدي الحسين ))</w:t>
      </w:r>
      <w:r w:rsidR="00D0383A">
        <w:rPr>
          <w:rtl/>
        </w:rPr>
        <w:t>،</w:t>
      </w:r>
      <w:r w:rsidRPr="00554BFA">
        <w:rPr>
          <w:rtl/>
        </w:rPr>
        <w:t xml:space="preserve"> فقرأتها له، فجعل يبكي، وأنا أقرأ وأبكي</w:t>
      </w:r>
      <w:r w:rsidR="00D0383A">
        <w:rPr>
          <w:rtl/>
        </w:rPr>
        <w:t>،</w:t>
      </w:r>
      <w:r w:rsidRPr="00554BFA">
        <w:rPr>
          <w:rtl/>
        </w:rPr>
        <w:t xml:space="preserve"> فانتبهت بتلك الحالة، وأنا أتلو منها بيتاً، وهو:</w:t>
      </w:r>
    </w:p>
    <w:p w:rsidR="00645494" w:rsidRPr="00645494" w:rsidRDefault="00645494" w:rsidP="00FE2721">
      <w:pPr>
        <w:pStyle w:val="libPoemCenter"/>
        <w:rPr>
          <w:rtl/>
        </w:rPr>
      </w:pPr>
      <w:r w:rsidRPr="001033B0">
        <w:rPr>
          <w:rtl/>
        </w:rPr>
        <w:t>قَست</w:t>
      </w:r>
      <w:r w:rsidR="00554BFA">
        <w:rPr>
          <w:rtl/>
        </w:rPr>
        <w:t xml:space="preserve"> </w:t>
      </w:r>
      <w:r w:rsidRPr="001033B0">
        <w:rPr>
          <w:rtl/>
        </w:rPr>
        <w:t>القلوب</w:t>
      </w:r>
      <w:r w:rsidR="00554BFA">
        <w:rPr>
          <w:rtl/>
        </w:rPr>
        <w:t xml:space="preserve"> </w:t>
      </w:r>
      <w:r w:rsidRPr="001033B0">
        <w:rPr>
          <w:rtl/>
        </w:rPr>
        <w:t>فلم</w:t>
      </w:r>
      <w:r w:rsidR="00554BFA">
        <w:rPr>
          <w:rtl/>
        </w:rPr>
        <w:t xml:space="preserve"> </w:t>
      </w:r>
      <w:r w:rsidRPr="001033B0">
        <w:rPr>
          <w:rtl/>
        </w:rPr>
        <w:t>تَلن</w:t>
      </w:r>
      <w:r w:rsidR="00554BFA">
        <w:rPr>
          <w:rtl/>
        </w:rPr>
        <w:t xml:space="preserve"> </w:t>
      </w:r>
      <w:r w:rsidRPr="001033B0">
        <w:rPr>
          <w:rtl/>
        </w:rPr>
        <w:t>لهداية</w:t>
      </w:r>
      <w:r w:rsidR="00554BFA">
        <w:rPr>
          <w:rtl/>
        </w:rPr>
        <w:t xml:space="preserve"> </w:t>
      </w:r>
      <w:r w:rsidR="00554BFA" w:rsidRPr="00D0383A">
        <w:rPr>
          <w:rtl/>
        </w:rPr>
        <w:t>=</w:t>
      </w:r>
      <w:r w:rsidR="00554BFA">
        <w:rPr>
          <w:rtl/>
        </w:rPr>
        <w:t xml:space="preserve"> </w:t>
      </w:r>
      <w:r w:rsidRPr="001033B0">
        <w:rPr>
          <w:rtl/>
        </w:rPr>
        <w:t>تبَّاً</w:t>
      </w:r>
      <w:r w:rsidR="00554BFA">
        <w:rPr>
          <w:rtl/>
        </w:rPr>
        <w:t xml:space="preserve"> </w:t>
      </w:r>
      <w:r w:rsidRPr="001033B0">
        <w:rPr>
          <w:rtl/>
        </w:rPr>
        <w:t>لهاتيك</w:t>
      </w:r>
      <w:r w:rsidR="00554BFA">
        <w:rPr>
          <w:rtl/>
        </w:rPr>
        <w:t xml:space="preserve"> </w:t>
      </w:r>
      <w:r w:rsidRPr="001033B0">
        <w:rPr>
          <w:rtl/>
        </w:rPr>
        <w:t>القلوب</w:t>
      </w:r>
      <w:r w:rsidR="00554BFA">
        <w:rPr>
          <w:rtl/>
        </w:rPr>
        <w:t xml:space="preserve"> </w:t>
      </w:r>
      <w:r w:rsidRPr="001033B0">
        <w:rPr>
          <w:rtl/>
        </w:rPr>
        <w:t>القاسيه</w:t>
      </w:r>
    </w:p>
    <w:p w:rsidR="00645494" w:rsidRDefault="00645494" w:rsidP="00645494">
      <w:pPr>
        <w:pStyle w:val="libNormal"/>
      </w:pPr>
      <w:r>
        <w:br w:type="page"/>
      </w:r>
    </w:p>
    <w:p w:rsidR="00D0383A" w:rsidRDefault="00645494" w:rsidP="00554BFA">
      <w:pPr>
        <w:pStyle w:val="libNormal"/>
        <w:rPr>
          <w:rtl/>
        </w:rPr>
      </w:pPr>
      <w:r w:rsidRPr="00554BFA">
        <w:rPr>
          <w:rtl/>
        </w:rPr>
        <w:lastRenderedPageBreak/>
        <w:t>قال: ولمّا انتبهت رأيت الوقت سحراً، فتوضأت</w:t>
      </w:r>
      <w:r w:rsidR="00D0383A">
        <w:rPr>
          <w:rtl/>
        </w:rPr>
        <w:t>؛</w:t>
      </w:r>
      <w:r w:rsidRPr="00554BFA">
        <w:rPr>
          <w:rtl/>
        </w:rPr>
        <w:t xml:space="preserve"> وخرجت لأزور أمير المؤمنين</w:t>
      </w:r>
      <w:r w:rsidR="00554BFA">
        <w:rPr>
          <w:rtl/>
        </w:rPr>
        <w:t xml:space="preserve"> (</w:t>
      </w:r>
      <w:r w:rsidRPr="00554BFA">
        <w:rPr>
          <w:rtl/>
        </w:rPr>
        <w:t>عليه السلام) على عادتي</w:t>
      </w:r>
      <w:r w:rsidR="00D0383A">
        <w:rPr>
          <w:rtl/>
        </w:rPr>
        <w:t>،</w:t>
      </w:r>
      <w:r w:rsidRPr="00554BFA">
        <w:rPr>
          <w:rtl/>
        </w:rPr>
        <w:t xml:space="preserve"> فمررت في طريقي على الشيخ محمد علي الأعسم، فرأيت في روشن داره ضياءً، فعلمت أنَّه جالس، فأحببت أنْ أكلِّفه بنظم قصيدة، في رثاء الحسين</w:t>
      </w:r>
      <w:r w:rsidR="00554BFA">
        <w:rPr>
          <w:rtl/>
        </w:rPr>
        <w:t xml:space="preserve"> (</w:t>
      </w:r>
      <w:r w:rsidRPr="00554BFA">
        <w:rPr>
          <w:rtl/>
        </w:rPr>
        <w:t>عليه السلام) تتضمن البيت الّذي حفظته عند انتباهي من النوم، فطرقت الباب، فنزل من عليَّته فقصصت عليه قصَّتي، وذكرت له البيت</w:t>
      </w:r>
      <w:r w:rsidR="00554BFA">
        <w:rPr>
          <w:rtl/>
        </w:rPr>
        <w:t xml:space="preserve"> (</w:t>
      </w:r>
      <w:r w:rsidRPr="00554BFA">
        <w:rPr>
          <w:rtl/>
        </w:rPr>
        <w:t>قست القلوب</w:t>
      </w:r>
      <w:r w:rsidR="00D0383A">
        <w:rPr>
          <w:rtl/>
        </w:rPr>
        <w:t>،</w:t>
      </w:r>
      <w:r w:rsidRPr="00554BFA">
        <w:rPr>
          <w:rtl/>
        </w:rPr>
        <w:t xml:space="preserve"> إلخ) فبكى حتى غلبه البكاء، ثم أصعدني إلى مَحلِّه، ورفع طرف مصلاَّه، فأخرج لي ورقة، فلمَّا رأيتها علمت أنَّها هي الورقة التي أعطانيها أمير المؤمنين</w:t>
      </w:r>
      <w:r w:rsidR="00554BFA">
        <w:rPr>
          <w:rtl/>
        </w:rPr>
        <w:t xml:space="preserve"> (</w:t>
      </w:r>
      <w:r w:rsidRPr="00554BFA">
        <w:rPr>
          <w:rtl/>
        </w:rPr>
        <w:t>عليه السلام) وفيها تلك القصيدة، التي قرأتها مِن أوّلها إلى ذلك البيت</w:t>
      </w:r>
      <w:r w:rsidR="00D0383A">
        <w:rPr>
          <w:rtl/>
        </w:rPr>
        <w:t>،</w:t>
      </w:r>
      <w:r w:rsidRPr="00554BFA">
        <w:rPr>
          <w:rtl/>
        </w:rPr>
        <w:t xml:space="preserve"> فعجبت من ذلك وسألته عنها</w:t>
      </w:r>
      <w:r w:rsidR="00D0383A">
        <w:rPr>
          <w:rtl/>
        </w:rPr>
        <w:t>،</w:t>
      </w:r>
      <w:r w:rsidRPr="00554BFA">
        <w:rPr>
          <w:rtl/>
        </w:rPr>
        <w:t xml:space="preserve"> فحلف أنَّه نظمها أمس، وعرضها على ولده ليلاً، وحكى لي قصته، وأنَّه وضعها تحت مصلاَّه، ولم يَطَّلع عليها أحدٌ غيرهما.</w:t>
      </w:r>
    </w:p>
    <w:p w:rsidR="00554BFA"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وهذه القصيدة من مشهور شعر الشيخ محمد علي الأعسم، وهي قصيدة جَزلة الألفاظ، فَخمة المعاني محفوظة للقرّاء، وأنا أذكر أبياتاً منها، وأترك باقيها لشهرتها</w:t>
      </w:r>
      <w:r w:rsidR="00D0383A">
        <w:rPr>
          <w:rtl/>
        </w:rPr>
        <w:t>،</w:t>
      </w:r>
      <w:r w:rsidR="00645494" w:rsidRPr="00554BFA">
        <w:rPr>
          <w:rtl/>
        </w:rPr>
        <w:t xml:space="preserve"> فمنها قوله:</w:t>
      </w:r>
    </w:p>
    <w:p w:rsidR="00645494" w:rsidRDefault="00645494" w:rsidP="00645494">
      <w:pPr>
        <w:pStyle w:val="libPoemCenter"/>
        <w:rPr>
          <w:rtl/>
        </w:rPr>
      </w:pPr>
      <w:r w:rsidRPr="001033B0">
        <w:rPr>
          <w:rtl/>
        </w:rPr>
        <w:t>ورد</w:t>
      </w:r>
      <w:r w:rsidR="00554BFA">
        <w:rPr>
          <w:rtl/>
        </w:rPr>
        <w:t xml:space="preserve"> </w:t>
      </w:r>
      <w:r w:rsidRPr="001033B0">
        <w:rPr>
          <w:rtl/>
        </w:rPr>
        <w:t>الحسين</w:t>
      </w:r>
      <w:r w:rsidR="00554BFA">
        <w:rPr>
          <w:rtl/>
        </w:rPr>
        <w:t xml:space="preserve"> </w:t>
      </w:r>
      <w:r w:rsidRPr="001033B0">
        <w:rPr>
          <w:rtl/>
        </w:rPr>
        <w:t>إلى</w:t>
      </w:r>
      <w:r w:rsidR="00554BFA">
        <w:rPr>
          <w:rtl/>
        </w:rPr>
        <w:t xml:space="preserve"> </w:t>
      </w:r>
      <w:r w:rsidRPr="001033B0">
        <w:rPr>
          <w:rtl/>
        </w:rPr>
        <w:t>العراق</w:t>
      </w:r>
      <w:r w:rsidR="00554BFA">
        <w:rPr>
          <w:rtl/>
        </w:rPr>
        <w:t xml:space="preserve"> </w:t>
      </w:r>
      <w:r w:rsidRPr="001033B0">
        <w:rPr>
          <w:rtl/>
        </w:rPr>
        <w:t>وظنَّهم</w:t>
      </w:r>
      <w:r w:rsidR="00554BFA">
        <w:rPr>
          <w:rtl/>
        </w:rPr>
        <w:t xml:space="preserve"> </w:t>
      </w:r>
      <w:r w:rsidR="00554BFA" w:rsidRPr="00D0383A">
        <w:rPr>
          <w:rtl/>
        </w:rPr>
        <w:t>=</w:t>
      </w:r>
      <w:r w:rsidR="00554BFA">
        <w:rPr>
          <w:rtl/>
        </w:rPr>
        <w:t xml:space="preserve"> </w:t>
      </w:r>
      <w:r w:rsidRPr="001033B0">
        <w:rPr>
          <w:rtl/>
        </w:rPr>
        <w:t>تركوا</w:t>
      </w:r>
      <w:r w:rsidR="00554BFA">
        <w:rPr>
          <w:rtl/>
        </w:rPr>
        <w:t xml:space="preserve"> </w:t>
      </w:r>
      <w:r w:rsidRPr="001033B0">
        <w:rPr>
          <w:rtl/>
        </w:rPr>
        <w:t>النفاق</w:t>
      </w:r>
      <w:r w:rsidR="00554BFA">
        <w:rPr>
          <w:rtl/>
        </w:rPr>
        <w:t xml:space="preserve"> </w:t>
      </w:r>
      <w:r w:rsidRPr="001033B0">
        <w:rPr>
          <w:rtl/>
        </w:rPr>
        <w:t>إذا</w:t>
      </w:r>
      <w:r w:rsidR="00554BFA">
        <w:rPr>
          <w:rtl/>
        </w:rPr>
        <w:t xml:space="preserve"> </w:t>
      </w:r>
      <w:r w:rsidRPr="001033B0">
        <w:rPr>
          <w:rtl/>
        </w:rPr>
        <w:t>القلوب</w:t>
      </w:r>
      <w:r w:rsidR="00554BFA">
        <w:rPr>
          <w:rtl/>
        </w:rPr>
        <w:t xml:space="preserve"> </w:t>
      </w:r>
      <w:r w:rsidRPr="001033B0">
        <w:rPr>
          <w:rtl/>
        </w:rPr>
        <w:t>كَما</w:t>
      </w:r>
      <w:r w:rsidR="00554BFA">
        <w:rPr>
          <w:rtl/>
        </w:rPr>
        <w:t xml:space="preserve"> </w:t>
      </w:r>
      <w:r w:rsidRPr="001033B0">
        <w:rPr>
          <w:rtl/>
        </w:rPr>
        <w:t>هيه</w:t>
      </w:r>
    </w:p>
    <w:p w:rsidR="00645494" w:rsidRDefault="00645494" w:rsidP="00FE2721">
      <w:pPr>
        <w:pStyle w:val="libPoemCenter"/>
        <w:rPr>
          <w:rtl/>
        </w:rPr>
      </w:pPr>
      <w:r w:rsidRPr="001033B0">
        <w:rPr>
          <w:rtl/>
        </w:rPr>
        <w:t>ولقد</w:t>
      </w:r>
      <w:r w:rsidR="00554BFA">
        <w:rPr>
          <w:rtl/>
        </w:rPr>
        <w:t xml:space="preserve"> </w:t>
      </w:r>
      <w:r w:rsidRPr="001033B0">
        <w:rPr>
          <w:rtl/>
        </w:rPr>
        <w:t>دعوهُ</w:t>
      </w:r>
      <w:r w:rsidR="00554BFA">
        <w:rPr>
          <w:rtl/>
        </w:rPr>
        <w:t xml:space="preserve"> </w:t>
      </w:r>
      <w:r w:rsidRPr="001033B0">
        <w:rPr>
          <w:rtl/>
        </w:rPr>
        <w:t>للفَنا</w:t>
      </w:r>
      <w:r w:rsidR="00554BFA">
        <w:rPr>
          <w:rtl/>
        </w:rPr>
        <w:t xml:space="preserve"> </w:t>
      </w:r>
      <w:r w:rsidRPr="001033B0">
        <w:rPr>
          <w:rtl/>
        </w:rPr>
        <w:t>فأجابهم</w:t>
      </w:r>
      <w:r w:rsidR="00554BFA">
        <w:rPr>
          <w:rtl/>
        </w:rPr>
        <w:t xml:space="preserve"> </w:t>
      </w:r>
      <w:r w:rsidR="00554BFA" w:rsidRPr="00D0383A">
        <w:rPr>
          <w:rtl/>
        </w:rPr>
        <w:t>=</w:t>
      </w:r>
      <w:r w:rsidR="00554BFA">
        <w:rPr>
          <w:rtl/>
        </w:rPr>
        <w:t xml:space="preserve"> </w:t>
      </w:r>
      <w:r w:rsidRPr="001033B0">
        <w:rPr>
          <w:rtl/>
        </w:rPr>
        <w:t>ودعاهمُ</w:t>
      </w:r>
      <w:r w:rsidR="00554BFA">
        <w:rPr>
          <w:rtl/>
        </w:rPr>
        <w:t xml:space="preserve"> </w:t>
      </w:r>
      <w:r w:rsidRPr="001033B0">
        <w:rPr>
          <w:rtl/>
        </w:rPr>
        <w:t>لهدى</w:t>
      </w:r>
      <w:r w:rsidR="00554BFA">
        <w:rPr>
          <w:rtl/>
        </w:rPr>
        <w:t xml:space="preserve"> </w:t>
      </w:r>
      <w:r w:rsidRPr="001033B0">
        <w:rPr>
          <w:rtl/>
        </w:rPr>
        <w:t>فردّوا</w:t>
      </w:r>
      <w:r w:rsidR="00554BFA">
        <w:rPr>
          <w:rtl/>
        </w:rPr>
        <w:t xml:space="preserve"> </w:t>
      </w:r>
      <w:r w:rsidRPr="001033B0">
        <w:rPr>
          <w:rtl/>
        </w:rPr>
        <w:t>داعيه</w:t>
      </w:r>
    </w:p>
    <w:p w:rsidR="00645494" w:rsidRDefault="00645494" w:rsidP="00FE2721">
      <w:pPr>
        <w:pStyle w:val="libPoemCenter"/>
        <w:rPr>
          <w:rtl/>
        </w:rPr>
      </w:pPr>
      <w:r w:rsidRPr="001033B0">
        <w:rPr>
          <w:rtl/>
        </w:rPr>
        <w:t>قست</w:t>
      </w:r>
      <w:r w:rsidR="00554BFA">
        <w:rPr>
          <w:rtl/>
        </w:rPr>
        <w:t xml:space="preserve"> </w:t>
      </w:r>
      <w:r w:rsidRPr="001033B0">
        <w:rPr>
          <w:rtl/>
        </w:rPr>
        <w:t>القلوب</w:t>
      </w:r>
      <w:r w:rsidR="00554BFA">
        <w:rPr>
          <w:rtl/>
        </w:rPr>
        <w:t xml:space="preserve"> </w:t>
      </w:r>
      <w:r w:rsidRPr="001033B0">
        <w:rPr>
          <w:rtl/>
        </w:rPr>
        <w:t>فلم</w:t>
      </w:r>
      <w:r w:rsidR="00554BFA">
        <w:rPr>
          <w:rtl/>
        </w:rPr>
        <w:t xml:space="preserve"> </w:t>
      </w:r>
      <w:r w:rsidRPr="001033B0">
        <w:rPr>
          <w:rtl/>
        </w:rPr>
        <w:t>تَلن</w:t>
      </w:r>
      <w:r w:rsidR="00554BFA">
        <w:rPr>
          <w:rtl/>
        </w:rPr>
        <w:t xml:space="preserve"> </w:t>
      </w:r>
      <w:r w:rsidRPr="001033B0">
        <w:rPr>
          <w:rtl/>
        </w:rPr>
        <w:t>لهداية</w:t>
      </w:r>
      <w:r w:rsidR="00554BFA">
        <w:rPr>
          <w:rtl/>
        </w:rPr>
        <w:t xml:space="preserve"> </w:t>
      </w:r>
      <w:r w:rsidR="00554BFA" w:rsidRPr="00D0383A">
        <w:rPr>
          <w:rtl/>
        </w:rPr>
        <w:t>=</w:t>
      </w:r>
      <w:r w:rsidR="00554BFA">
        <w:rPr>
          <w:rtl/>
        </w:rPr>
        <w:t xml:space="preserve"> </w:t>
      </w:r>
      <w:r w:rsidRPr="001033B0">
        <w:rPr>
          <w:rtl/>
        </w:rPr>
        <w:t>تبَّاً</w:t>
      </w:r>
      <w:r w:rsidR="00554BFA">
        <w:rPr>
          <w:rtl/>
        </w:rPr>
        <w:t xml:space="preserve"> </w:t>
      </w:r>
      <w:r w:rsidRPr="001033B0">
        <w:rPr>
          <w:rtl/>
        </w:rPr>
        <w:t>لهاتيك</w:t>
      </w:r>
      <w:r w:rsidR="00554BFA">
        <w:rPr>
          <w:rtl/>
        </w:rPr>
        <w:t xml:space="preserve"> </w:t>
      </w:r>
      <w:r w:rsidRPr="001033B0">
        <w:rPr>
          <w:rtl/>
        </w:rPr>
        <w:t>القلوب</w:t>
      </w:r>
      <w:r w:rsidR="00554BFA">
        <w:rPr>
          <w:rtl/>
        </w:rPr>
        <w:t xml:space="preserve"> </w:t>
      </w:r>
      <w:r w:rsidRPr="001033B0">
        <w:rPr>
          <w:rtl/>
        </w:rPr>
        <w:t>القاسيه</w:t>
      </w:r>
    </w:p>
    <w:p w:rsidR="00645494" w:rsidRDefault="00645494" w:rsidP="00FE2721">
      <w:pPr>
        <w:pStyle w:val="libPoemCenter"/>
        <w:rPr>
          <w:rtl/>
        </w:rPr>
      </w:pPr>
      <w:r w:rsidRPr="001033B0">
        <w:rPr>
          <w:rtl/>
        </w:rPr>
        <w:t>يابن</w:t>
      </w:r>
      <w:r w:rsidR="00554BFA">
        <w:rPr>
          <w:rtl/>
        </w:rPr>
        <w:t xml:space="preserve"> </w:t>
      </w:r>
      <w:r w:rsidRPr="001033B0">
        <w:rPr>
          <w:rtl/>
        </w:rPr>
        <w:t>النبي</w:t>
      </w:r>
      <w:r w:rsidR="00554BFA">
        <w:rPr>
          <w:rtl/>
        </w:rPr>
        <w:t xml:space="preserve"> </w:t>
      </w:r>
      <w:r w:rsidRPr="001033B0">
        <w:rPr>
          <w:rtl/>
        </w:rPr>
        <w:t>المصطفى</w:t>
      </w:r>
      <w:r w:rsidR="00554BFA">
        <w:rPr>
          <w:rtl/>
        </w:rPr>
        <w:t xml:space="preserve"> </w:t>
      </w:r>
      <w:r w:rsidRPr="001033B0">
        <w:rPr>
          <w:rtl/>
        </w:rPr>
        <w:t>ووصيّه</w:t>
      </w:r>
      <w:r w:rsidR="00554BFA">
        <w:rPr>
          <w:rtl/>
        </w:rPr>
        <w:t xml:space="preserve"> </w:t>
      </w:r>
      <w:r w:rsidR="00554BFA" w:rsidRPr="00D0383A">
        <w:rPr>
          <w:rtl/>
        </w:rPr>
        <w:t>=</w:t>
      </w:r>
      <w:r w:rsidR="00554BFA">
        <w:rPr>
          <w:rtl/>
        </w:rPr>
        <w:t xml:space="preserve"> </w:t>
      </w:r>
      <w:r w:rsidRPr="001033B0">
        <w:rPr>
          <w:rtl/>
        </w:rPr>
        <w:t>وأخا</w:t>
      </w:r>
      <w:r w:rsidR="00554BFA">
        <w:rPr>
          <w:rtl/>
        </w:rPr>
        <w:t xml:space="preserve"> </w:t>
      </w:r>
      <w:r w:rsidRPr="001033B0">
        <w:rPr>
          <w:rtl/>
        </w:rPr>
        <w:t>الزكي</w:t>
      </w:r>
      <w:r w:rsidR="00554BFA">
        <w:rPr>
          <w:rtl/>
        </w:rPr>
        <w:t xml:space="preserve"> </w:t>
      </w:r>
      <w:r w:rsidRPr="001033B0">
        <w:rPr>
          <w:rtl/>
        </w:rPr>
        <w:t>يابن</w:t>
      </w:r>
      <w:r w:rsidR="00554BFA">
        <w:rPr>
          <w:rtl/>
        </w:rPr>
        <w:t xml:space="preserve"> </w:t>
      </w:r>
      <w:r w:rsidRPr="001033B0">
        <w:rPr>
          <w:rtl/>
        </w:rPr>
        <w:t>البتول</w:t>
      </w:r>
      <w:r w:rsidR="00554BFA">
        <w:rPr>
          <w:rtl/>
        </w:rPr>
        <w:t xml:space="preserve"> </w:t>
      </w:r>
      <w:r w:rsidRPr="001033B0">
        <w:rPr>
          <w:rtl/>
        </w:rPr>
        <w:t>الزاكيه</w:t>
      </w:r>
    </w:p>
    <w:p w:rsidR="00645494" w:rsidRPr="00645494" w:rsidRDefault="00645494" w:rsidP="00FE2721">
      <w:pPr>
        <w:pStyle w:val="libPoemCenter"/>
        <w:rPr>
          <w:rtl/>
        </w:rPr>
      </w:pPr>
      <w:r w:rsidRPr="001033B0">
        <w:rPr>
          <w:rtl/>
        </w:rPr>
        <w:t>تبكيك</w:t>
      </w:r>
      <w:r w:rsidR="00554BFA">
        <w:rPr>
          <w:rtl/>
        </w:rPr>
        <w:t xml:space="preserve"> </w:t>
      </w:r>
      <w:r w:rsidRPr="001033B0">
        <w:rPr>
          <w:rtl/>
        </w:rPr>
        <w:t>عيني</w:t>
      </w:r>
      <w:r w:rsidR="00554BFA">
        <w:rPr>
          <w:rtl/>
        </w:rPr>
        <w:t xml:space="preserve"> </w:t>
      </w:r>
      <w:r w:rsidRPr="001033B0">
        <w:rPr>
          <w:rtl/>
        </w:rPr>
        <w:t>لا</w:t>
      </w:r>
      <w:r w:rsidR="00554BFA">
        <w:rPr>
          <w:rtl/>
        </w:rPr>
        <w:t xml:space="preserve"> </w:t>
      </w:r>
      <w:r w:rsidRPr="001033B0">
        <w:rPr>
          <w:rtl/>
        </w:rPr>
        <w:t>لأجل</w:t>
      </w:r>
      <w:r w:rsidR="00554BFA">
        <w:rPr>
          <w:rtl/>
        </w:rPr>
        <w:t xml:space="preserve"> </w:t>
      </w:r>
      <w:r w:rsidRPr="001033B0">
        <w:rPr>
          <w:rtl/>
        </w:rPr>
        <w:t>مثوبة</w:t>
      </w:r>
      <w:r w:rsidR="00554BFA">
        <w:rPr>
          <w:rtl/>
        </w:rPr>
        <w:t xml:space="preserve"> </w:t>
      </w:r>
      <w:r w:rsidR="00554BFA" w:rsidRPr="00D0383A">
        <w:rPr>
          <w:rtl/>
        </w:rPr>
        <w:t>=</w:t>
      </w:r>
      <w:r w:rsidR="00554BFA">
        <w:rPr>
          <w:rtl/>
        </w:rPr>
        <w:t xml:space="preserve"> </w:t>
      </w:r>
      <w:r w:rsidRPr="001033B0">
        <w:rPr>
          <w:rtl/>
        </w:rPr>
        <w:t>لكنَّما</w:t>
      </w:r>
      <w:r w:rsidR="00554BFA">
        <w:rPr>
          <w:rtl/>
        </w:rPr>
        <w:t xml:space="preserve"> </w:t>
      </w:r>
      <w:r w:rsidRPr="001033B0">
        <w:rPr>
          <w:rtl/>
        </w:rPr>
        <w:t>عيني</w:t>
      </w:r>
      <w:r w:rsidR="00554BFA">
        <w:rPr>
          <w:rtl/>
        </w:rPr>
        <w:t xml:space="preserve"> </w:t>
      </w:r>
      <w:r w:rsidRPr="001033B0">
        <w:rPr>
          <w:rtl/>
        </w:rPr>
        <w:t>لأجلك</w:t>
      </w:r>
      <w:r w:rsidR="00554BFA">
        <w:rPr>
          <w:rtl/>
        </w:rPr>
        <w:t xml:space="preserve"> </w:t>
      </w:r>
      <w:r w:rsidRPr="001033B0">
        <w:rPr>
          <w:rtl/>
        </w:rPr>
        <w:t>باكيه</w:t>
      </w:r>
    </w:p>
    <w:p w:rsidR="00645494" w:rsidRDefault="00645494" w:rsidP="00645494">
      <w:pPr>
        <w:pStyle w:val="libNormal"/>
      </w:pPr>
      <w:r>
        <w:br w:type="page"/>
      </w:r>
    </w:p>
    <w:p w:rsidR="00645494" w:rsidRDefault="00645494" w:rsidP="00FE2721">
      <w:pPr>
        <w:pStyle w:val="libPoemCenter"/>
        <w:rPr>
          <w:rtl/>
        </w:rPr>
      </w:pPr>
      <w:r w:rsidRPr="001033B0">
        <w:rPr>
          <w:rtl/>
        </w:rPr>
        <w:lastRenderedPageBreak/>
        <w:t>تبتلُّ</w:t>
      </w:r>
      <w:r w:rsidR="00554BFA">
        <w:rPr>
          <w:rtl/>
        </w:rPr>
        <w:t xml:space="preserve"> </w:t>
      </w:r>
      <w:r w:rsidRPr="001033B0">
        <w:rPr>
          <w:rtl/>
        </w:rPr>
        <w:t>منكم</w:t>
      </w:r>
      <w:r w:rsidR="00554BFA">
        <w:rPr>
          <w:rtl/>
        </w:rPr>
        <w:t xml:space="preserve"> </w:t>
      </w:r>
      <w:r w:rsidRPr="001033B0">
        <w:rPr>
          <w:rtl/>
        </w:rPr>
        <w:t>كربلا</w:t>
      </w:r>
      <w:r w:rsidR="00554BFA">
        <w:rPr>
          <w:rtl/>
        </w:rPr>
        <w:t xml:space="preserve"> </w:t>
      </w:r>
      <w:r w:rsidRPr="001033B0">
        <w:rPr>
          <w:rtl/>
        </w:rPr>
        <w:t>بدم</w:t>
      </w:r>
      <w:r w:rsidR="00554BFA">
        <w:rPr>
          <w:rtl/>
        </w:rPr>
        <w:t xml:space="preserve"> </w:t>
      </w:r>
      <w:r w:rsidRPr="001033B0">
        <w:rPr>
          <w:rtl/>
        </w:rPr>
        <w:t>ولا</w:t>
      </w:r>
      <w:r w:rsidR="00554BFA">
        <w:rPr>
          <w:rtl/>
        </w:rPr>
        <w:t xml:space="preserve"> </w:t>
      </w:r>
      <w:r w:rsidR="00554BFA" w:rsidRPr="00D0383A">
        <w:rPr>
          <w:rtl/>
        </w:rPr>
        <w:t>=</w:t>
      </w:r>
      <w:r w:rsidR="00554BFA">
        <w:rPr>
          <w:rtl/>
        </w:rPr>
        <w:t xml:space="preserve"> </w:t>
      </w:r>
      <w:r w:rsidRPr="001033B0">
        <w:rPr>
          <w:rtl/>
        </w:rPr>
        <w:t>تبتلُّ</w:t>
      </w:r>
      <w:r w:rsidR="00554BFA">
        <w:rPr>
          <w:rtl/>
        </w:rPr>
        <w:t xml:space="preserve"> </w:t>
      </w:r>
      <w:r w:rsidRPr="001033B0">
        <w:rPr>
          <w:rtl/>
        </w:rPr>
        <w:t>مِنّي</w:t>
      </w:r>
      <w:r w:rsidR="00554BFA">
        <w:rPr>
          <w:rtl/>
        </w:rPr>
        <w:t xml:space="preserve"> </w:t>
      </w:r>
      <w:r w:rsidRPr="001033B0">
        <w:rPr>
          <w:rtl/>
        </w:rPr>
        <w:t>بالدموع</w:t>
      </w:r>
      <w:r w:rsidR="00554BFA">
        <w:rPr>
          <w:rtl/>
        </w:rPr>
        <w:t xml:space="preserve"> </w:t>
      </w:r>
      <w:r w:rsidRPr="001033B0">
        <w:rPr>
          <w:rtl/>
        </w:rPr>
        <w:t>الجاريه</w:t>
      </w:r>
    </w:p>
    <w:p w:rsidR="00645494" w:rsidRDefault="00645494" w:rsidP="00645494">
      <w:pPr>
        <w:pStyle w:val="libPoemCenter"/>
        <w:rPr>
          <w:rtl/>
        </w:rPr>
      </w:pPr>
      <w:r w:rsidRPr="001033B0">
        <w:rPr>
          <w:rtl/>
        </w:rPr>
        <w:t>أنست</w:t>
      </w:r>
      <w:r w:rsidR="00554BFA">
        <w:rPr>
          <w:rtl/>
        </w:rPr>
        <w:t xml:space="preserve"> </w:t>
      </w:r>
      <w:r w:rsidRPr="001033B0">
        <w:rPr>
          <w:rtl/>
        </w:rPr>
        <w:t>رزاياكم</w:t>
      </w:r>
      <w:r w:rsidR="00554BFA">
        <w:rPr>
          <w:rtl/>
        </w:rPr>
        <w:t xml:space="preserve"> </w:t>
      </w:r>
      <w:r w:rsidRPr="001033B0">
        <w:rPr>
          <w:rtl/>
        </w:rPr>
        <w:t>رزايانا</w:t>
      </w:r>
      <w:r w:rsidR="00554BFA">
        <w:rPr>
          <w:rtl/>
        </w:rPr>
        <w:t xml:space="preserve"> </w:t>
      </w:r>
      <w:r w:rsidRPr="001033B0">
        <w:rPr>
          <w:rtl/>
        </w:rPr>
        <w:t>الأُوْلى</w:t>
      </w:r>
      <w:r w:rsidR="00554BFA">
        <w:rPr>
          <w:rtl/>
        </w:rPr>
        <w:t xml:space="preserve"> </w:t>
      </w:r>
      <w:r w:rsidR="00554BFA" w:rsidRPr="00D0383A">
        <w:rPr>
          <w:rtl/>
        </w:rPr>
        <w:t>=</w:t>
      </w:r>
      <w:r w:rsidR="00554BFA">
        <w:rPr>
          <w:rtl/>
        </w:rPr>
        <w:t xml:space="preserve"> </w:t>
      </w:r>
      <w:r w:rsidRPr="001033B0">
        <w:rPr>
          <w:rtl/>
        </w:rPr>
        <w:t>سلفت</w:t>
      </w:r>
      <w:r w:rsidR="00554BFA">
        <w:rPr>
          <w:rtl/>
        </w:rPr>
        <w:t xml:space="preserve"> </w:t>
      </w:r>
      <w:r w:rsidRPr="001033B0">
        <w:rPr>
          <w:rtl/>
        </w:rPr>
        <w:t>وهوّنت</w:t>
      </w:r>
      <w:r w:rsidR="00554BFA">
        <w:rPr>
          <w:rtl/>
        </w:rPr>
        <w:t xml:space="preserve"> </w:t>
      </w:r>
      <w:r w:rsidRPr="001033B0">
        <w:rPr>
          <w:rtl/>
        </w:rPr>
        <w:t>الرزايا</w:t>
      </w:r>
      <w:r w:rsidR="00554BFA">
        <w:rPr>
          <w:rtl/>
        </w:rPr>
        <w:t xml:space="preserve"> </w:t>
      </w:r>
      <w:r w:rsidRPr="001033B0">
        <w:rPr>
          <w:rtl/>
        </w:rPr>
        <w:t>الآتيه</w:t>
      </w:r>
    </w:p>
    <w:p w:rsidR="00645494" w:rsidRPr="00645494" w:rsidRDefault="00645494" w:rsidP="00FE2721">
      <w:pPr>
        <w:pStyle w:val="libPoemCenter"/>
        <w:rPr>
          <w:rtl/>
        </w:rPr>
      </w:pPr>
      <w:r w:rsidRPr="001033B0">
        <w:rPr>
          <w:rtl/>
        </w:rPr>
        <w:t>وفجائع</w:t>
      </w:r>
      <w:r w:rsidR="00554BFA">
        <w:rPr>
          <w:rtl/>
        </w:rPr>
        <w:t xml:space="preserve"> </w:t>
      </w:r>
      <w:r w:rsidRPr="001033B0">
        <w:rPr>
          <w:rtl/>
        </w:rPr>
        <w:t>الأيام</w:t>
      </w:r>
      <w:r w:rsidR="00554BFA">
        <w:rPr>
          <w:rtl/>
        </w:rPr>
        <w:t xml:space="preserve"> </w:t>
      </w:r>
      <w:r w:rsidRPr="001033B0">
        <w:rPr>
          <w:rtl/>
        </w:rPr>
        <w:t>تبقى</w:t>
      </w:r>
      <w:r w:rsidR="00554BFA">
        <w:rPr>
          <w:rtl/>
        </w:rPr>
        <w:t xml:space="preserve"> </w:t>
      </w:r>
      <w:r w:rsidRPr="001033B0">
        <w:rPr>
          <w:rtl/>
        </w:rPr>
        <w:t>مدةً</w:t>
      </w:r>
      <w:r w:rsidR="00554BFA">
        <w:rPr>
          <w:rtl/>
        </w:rPr>
        <w:t xml:space="preserve"> </w:t>
      </w:r>
      <w:r w:rsidR="00554BFA" w:rsidRPr="00D0383A">
        <w:rPr>
          <w:rtl/>
        </w:rPr>
        <w:t>=</w:t>
      </w:r>
      <w:r w:rsidR="00554BFA">
        <w:rPr>
          <w:rtl/>
        </w:rPr>
        <w:t xml:space="preserve"> </w:t>
      </w:r>
      <w:r w:rsidRPr="001033B0">
        <w:rPr>
          <w:rtl/>
        </w:rPr>
        <w:t>وتزول</w:t>
      </w:r>
      <w:r w:rsidR="00554BFA">
        <w:rPr>
          <w:rtl/>
        </w:rPr>
        <w:t xml:space="preserve"> </w:t>
      </w:r>
      <w:r w:rsidRPr="001033B0">
        <w:rPr>
          <w:rtl/>
        </w:rPr>
        <w:t>وهي</w:t>
      </w:r>
      <w:r w:rsidR="00554BFA">
        <w:rPr>
          <w:rtl/>
        </w:rPr>
        <w:t xml:space="preserve"> </w:t>
      </w:r>
      <w:r w:rsidRPr="001033B0">
        <w:rPr>
          <w:rtl/>
        </w:rPr>
        <w:t>إلى</w:t>
      </w:r>
      <w:r w:rsidR="00554BFA">
        <w:rPr>
          <w:rtl/>
        </w:rPr>
        <w:t xml:space="preserve"> </w:t>
      </w:r>
      <w:r w:rsidRPr="001033B0">
        <w:rPr>
          <w:rtl/>
        </w:rPr>
        <w:t>القيامة</w:t>
      </w:r>
      <w:r w:rsidR="00554BFA">
        <w:rPr>
          <w:rtl/>
        </w:rPr>
        <w:t xml:space="preserve"> </w:t>
      </w:r>
      <w:r w:rsidRPr="001033B0">
        <w:rPr>
          <w:rtl/>
        </w:rPr>
        <w:t>باقيه</w:t>
      </w:r>
    </w:p>
    <w:p w:rsidR="00554BFA" w:rsidRPr="00554BFA" w:rsidRDefault="00645494" w:rsidP="00645494">
      <w:pPr>
        <w:pStyle w:val="Heading3"/>
        <w:rPr>
          <w:rtl/>
        </w:rPr>
      </w:pPr>
      <w:bookmarkStart w:id="39" w:name="_Toc491861308"/>
      <w:r w:rsidRPr="001033B0">
        <w:rPr>
          <w:rtl/>
        </w:rPr>
        <w:t>الفصل السادس:</w:t>
      </w:r>
      <w:bookmarkEnd w:id="39"/>
    </w:p>
    <w:p w:rsidR="00554BFA" w:rsidRDefault="00645494" w:rsidP="00554BFA">
      <w:pPr>
        <w:pStyle w:val="libNormal"/>
        <w:rPr>
          <w:rtl/>
        </w:rPr>
      </w:pPr>
      <w:r w:rsidRPr="00554BFA">
        <w:rPr>
          <w:rtl/>
        </w:rPr>
        <w:t>ذكر الشيخ الجليل، محمد بن علي بن شهرآشوب السروي، المُتوفَّى سنة 588، في كتاب المناقب</w:t>
      </w:r>
      <w:r w:rsidR="00554BFA">
        <w:rPr>
          <w:rtl/>
        </w:rPr>
        <w:t xml:space="preserve"> (</w:t>
      </w:r>
      <w:r w:rsidRPr="00554BFA">
        <w:rPr>
          <w:rtl/>
        </w:rPr>
        <w:t>المطبوع مراراً) أنَّ بعض الصلحاء رأى أمير المؤمنين</w:t>
      </w:r>
      <w:r w:rsidR="00554BFA">
        <w:rPr>
          <w:rtl/>
        </w:rPr>
        <w:t xml:space="preserve"> (</w:t>
      </w:r>
      <w:r w:rsidRPr="00554BFA">
        <w:rPr>
          <w:rtl/>
        </w:rPr>
        <w:t>عليه السلام) في المنام، فأنشده</w:t>
      </w:r>
      <w:r w:rsidR="00554BFA">
        <w:rPr>
          <w:rtl/>
        </w:rPr>
        <w:t xml:space="preserve"> (</w:t>
      </w:r>
      <w:r w:rsidRPr="00554BFA">
        <w:rPr>
          <w:rtl/>
        </w:rPr>
        <w:t>عليه السلام):</w:t>
      </w:r>
    </w:p>
    <w:p w:rsidR="00645494" w:rsidRDefault="00645494" w:rsidP="00FE2721">
      <w:pPr>
        <w:pStyle w:val="libPoemCenter"/>
        <w:rPr>
          <w:rtl/>
        </w:rPr>
      </w:pPr>
      <w:r w:rsidRPr="001033B0">
        <w:rPr>
          <w:rtl/>
        </w:rPr>
        <w:t>إذا</w:t>
      </w:r>
      <w:r w:rsidR="00554BFA">
        <w:rPr>
          <w:rtl/>
        </w:rPr>
        <w:t xml:space="preserve"> </w:t>
      </w:r>
      <w:r w:rsidRPr="001033B0">
        <w:rPr>
          <w:rtl/>
        </w:rPr>
        <w:t>ذكر</w:t>
      </w:r>
      <w:r w:rsidR="00554BFA">
        <w:rPr>
          <w:rtl/>
        </w:rPr>
        <w:t xml:space="preserve"> </w:t>
      </w:r>
      <w:r w:rsidRPr="001033B0">
        <w:rPr>
          <w:rtl/>
        </w:rPr>
        <w:t>القلب</w:t>
      </w:r>
      <w:r w:rsidR="00554BFA">
        <w:rPr>
          <w:rtl/>
        </w:rPr>
        <w:t xml:space="preserve"> </w:t>
      </w:r>
      <w:r w:rsidRPr="001033B0">
        <w:rPr>
          <w:rtl/>
        </w:rPr>
        <w:t>رهط</w:t>
      </w:r>
      <w:r w:rsidR="00554BFA">
        <w:rPr>
          <w:rtl/>
        </w:rPr>
        <w:t xml:space="preserve"> </w:t>
      </w:r>
      <w:r w:rsidRPr="001033B0">
        <w:rPr>
          <w:rtl/>
        </w:rPr>
        <w:t>النبيّ</w:t>
      </w:r>
      <w:r w:rsidR="00554BFA">
        <w:rPr>
          <w:rtl/>
        </w:rPr>
        <w:t xml:space="preserve"> </w:t>
      </w:r>
      <w:r w:rsidR="00554BFA" w:rsidRPr="00D0383A">
        <w:rPr>
          <w:rtl/>
        </w:rPr>
        <w:t>=</w:t>
      </w:r>
      <w:r w:rsidR="00554BFA">
        <w:rPr>
          <w:rtl/>
        </w:rPr>
        <w:t xml:space="preserve"> </w:t>
      </w:r>
      <w:r w:rsidRPr="001033B0">
        <w:rPr>
          <w:rtl/>
        </w:rPr>
        <w:t>وسبي</w:t>
      </w:r>
      <w:r w:rsidR="00554BFA">
        <w:rPr>
          <w:rtl/>
        </w:rPr>
        <w:t xml:space="preserve"> </w:t>
      </w:r>
      <w:r w:rsidRPr="001033B0">
        <w:rPr>
          <w:rtl/>
        </w:rPr>
        <w:t>النساء</w:t>
      </w:r>
      <w:r w:rsidR="00554BFA">
        <w:rPr>
          <w:rtl/>
        </w:rPr>
        <w:t xml:space="preserve"> </w:t>
      </w:r>
      <w:r w:rsidRPr="001033B0">
        <w:rPr>
          <w:rtl/>
        </w:rPr>
        <w:t>وهتك</w:t>
      </w:r>
      <w:r w:rsidR="00554BFA">
        <w:rPr>
          <w:rtl/>
        </w:rPr>
        <w:t xml:space="preserve"> </w:t>
      </w:r>
      <w:r w:rsidRPr="001033B0">
        <w:rPr>
          <w:rtl/>
        </w:rPr>
        <w:t>الستر</w:t>
      </w:r>
    </w:p>
    <w:p w:rsidR="00645494" w:rsidRDefault="00645494" w:rsidP="00FE2721">
      <w:pPr>
        <w:pStyle w:val="libPoemCenter"/>
        <w:rPr>
          <w:rtl/>
        </w:rPr>
      </w:pPr>
      <w:r w:rsidRPr="001033B0">
        <w:rPr>
          <w:rtl/>
        </w:rPr>
        <w:t>وسلب</w:t>
      </w:r>
      <w:r w:rsidR="00554BFA">
        <w:rPr>
          <w:rtl/>
        </w:rPr>
        <w:t xml:space="preserve"> </w:t>
      </w:r>
      <w:r w:rsidRPr="001033B0">
        <w:rPr>
          <w:rtl/>
        </w:rPr>
        <w:t>السبيّ</w:t>
      </w:r>
      <w:r w:rsidR="00554BFA">
        <w:rPr>
          <w:rtl/>
        </w:rPr>
        <w:t xml:space="preserve"> </w:t>
      </w:r>
      <w:r w:rsidRPr="001033B0">
        <w:rPr>
          <w:rtl/>
        </w:rPr>
        <w:t>وذبح</w:t>
      </w:r>
      <w:r w:rsidR="00554BFA">
        <w:rPr>
          <w:rtl/>
        </w:rPr>
        <w:t xml:space="preserve"> </w:t>
      </w:r>
      <w:r w:rsidRPr="001033B0">
        <w:rPr>
          <w:rtl/>
        </w:rPr>
        <w:t>الصبيّ</w:t>
      </w:r>
      <w:r w:rsidR="00554BFA">
        <w:rPr>
          <w:rtl/>
        </w:rPr>
        <w:t xml:space="preserve"> </w:t>
      </w:r>
      <w:r w:rsidR="00554BFA" w:rsidRPr="00D0383A">
        <w:rPr>
          <w:rtl/>
        </w:rPr>
        <w:t>=</w:t>
      </w:r>
      <w:r w:rsidR="00554BFA">
        <w:rPr>
          <w:rtl/>
        </w:rPr>
        <w:t xml:space="preserve"> </w:t>
      </w:r>
      <w:r w:rsidRPr="001033B0">
        <w:rPr>
          <w:rtl/>
        </w:rPr>
        <w:t>وقتل</w:t>
      </w:r>
      <w:r w:rsidR="00554BFA">
        <w:rPr>
          <w:rtl/>
        </w:rPr>
        <w:t xml:space="preserve"> </w:t>
      </w:r>
      <w:r w:rsidRPr="001033B0">
        <w:rPr>
          <w:rtl/>
        </w:rPr>
        <w:t>الشبير</w:t>
      </w:r>
      <w:r w:rsidR="00554BFA">
        <w:rPr>
          <w:rtl/>
        </w:rPr>
        <w:t xml:space="preserve"> </w:t>
      </w:r>
      <w:r w:rsidRPr="001033B0">
        <w:rPr>
          <w:rtl/>
        </w:rPr>
        <w:t>وسم</w:t>
      </w:r>
      <w:r w:rsidR="00554BFA">
        <w:rPr>
          <w:rtl/>
        </w:rPr>
        <w:t xml:space="preserve"> </w:t>
      </w:r>
      <w:r w:rsidRPr="001033B0">
        <w:rPr>
          <w:rtl/>
        </w:rPr>
        <w:t>الشبر</w:t>
      </w:r>
    </w:p>
    <w:p w:rsidR="00645494" w:rsidRDefault="00645494" w:rsidP="00FE2721">
      <w:pPr>
        <w:pStyle w:val="libPoemCenter"/>
        <w:rPr>
          <w:rtl/>
        </w:rPr>
      </w:pPr>
      <w:r w:rsidRPr="001033B0">
        <w:rPr>
          <w:rtl/>
        </w:rPr>
        <w:t>ترقرق</w:t>
      </w:r>
      <w:r w:rsidR="00554BFA">
        <w:rPr>
          <w:rtl/>
        </w:rPr>
        <w:t xml:space="preserve"> </w:t>
      </w:r>
      <w:r w:rsidRPr="001033B0">
        <w:rPr>
          <w:rtl/>
        </w:rPr>
        <w:t>في</w:t>
      </w:r>
      <w:r w:rsidR="00554BFA">
        <w:rPr>
          <w:rtl/>
        </w:rPr>
        <w:t xml:space="preserve"> </w:t>
      </w:r>
      <w:r w:rsidRPr="001033B0">
        <w:rPr>
          <w:rtl/>
        </w:rPr>
        <w:t>العين</w:t>
      </w:r>
      <w:r w:rsidR="00554BFA">
        <w:rPr>
          <w:rtl/>
        </w:rPr>
        <w:t xml:space="preserve"> </w:t>
      </w:r>
      <w:r w:rsidRPr="001033B0">
        <w:rPr>
          <w:rtl/>
        </w:rPr>
        <w:t>ماء</w:t>
      </w:r>
      <w:r w:rsidR="00554BFA">
        <w:rPr>
          <w:rtl/>
        </w:rPr>
        <w:t xml:space="preserve"> </w:t>
      </w:r>
      <w:r w:rsidRPr="001033B0">
        <w:rPr>
          <w:rtl/>
        </w:rPr>
        <w:t>الفؤا</w:t>
      </w:r>
      <w:r w:rsidR="00554BFA">
        <w:rPr>
          <w:rtl/>
        </w:rPr>
        <w:t xml:space="preserve"> </w:t>
      </w:r>
      <w:r w:rsidR="00554BFA" w:rsidRPr="00D0383A">
        <w:rPr>
          <w:rtl/>
        </w:rPr>
        <w:t>=</w:t>
      </w:r>
      <w:r w:rsidR="00554BFA">
        <w:rPr>
          <w:rtl/>
        </w:rPr>
        <w:t xml:space="preserve"> </w:t>
      </w:r>
      <w:r w:rsidRPr="001033B0">
        <w:rPr>
          <w:rtl/>
        </w:rPr>
        <w:t>د</w:t>
      </w:r>
      <w:r w:rsidR="00554BFA">
        <w:rPr>
          <w:rtl/>
        </w:rPr>
        <w:t xml:space="preserve"> </w:t>
      </w:r>
      <w:r w:rsidRPr="001033B0">
        <w:rPr>
          <w:rtl/>
        </w:rPr>
        <w:t>وفاض</w:t>
      </w:r>
      <w:r w:rsidR="00554BFA">
        <w:rPr>
          <w:rtl/>
        </w:rPr>
        <w:t xml:space="preserve"> </w:t>
      </w:r>
      <w:r w:rsidRPr="001033B0">
        <w:rPr>
          <w:rtl/>
        </w:rPr>
        <w:t>على</w:t>
      </w:r>
      <w:r w:rsidR="00554BFA">
        <w:rPr>
          <w:rtl/>
        </w:rPr>
        <w:t xml:space="preserve"> </w:t>
      </w:r>
      <w:r w:rsidRPr="001033B0">
        <w:rPr>
          <w:rtl/>
        </w:rPr>
        <w:t>الخدِّ</w:t>
      </w:r>
      <w:r w:rsidR="00554BFA">
        <w:rPr>
          <w:rtl/>
        </w:rPr>
        <w:t xml:space="preserve"> </w:t>
      </w:r>
      <w:r w:rsidRPr="001033B0">
        <w:rPr>
          <w:rtl/>
        </w:rPr>
        <w:t>مِنه</w:t>
      </w:r>
      <w:r w:rsidR="00554BFA">
        <w:rPr>
          <w:rtl/>
        </w:rPr>
        <w:t xml:space="preserve"> </w:t>
      </w:r>
      <w:r w:rsidRPr="001033B0">
        <w:rPr>
          <w:rtl/>
        </w:rPr>
        <w:t>درَر</w:t>
      </w:r>
    </w:p>
    <w:p w:rsidR="00D0383A" w:rsidRDefault="00645494" w:rsidP="00FE2721">
      <w:pPr>
        <w:pStyle w:val="libPoemCenter"/>
        <w:rPr>
          <w:rtl/>
        </w:rPr>
      </w:pPr>
      <w:r w:rsidRPr="001033B0">
        <w:rPr>
          <w:rtl/>
        </w:rPr>
        <w:t>فيا</w:t>
      </w:r>
      <w:r w:rsidR="00554BFA">
        <w:rPr>
          <w:rtl/>
        </w:rPr>
        <w:t xml:space="preserve"> </w:t>
      </w:r>
      <w:r w:rsidRPr="001033B0">
        <w:rPr>
          <w:rtl/>
        </w:rPr>
        <w:t>قلبُ</w:t>
      </w:r>
      <w:r w:rsidR="00554BFA">
        <w:rPr>
          <w:rtl/>
        </w:rPr>
        <w:t xml:space="preserve"> </w:t>
      </w:r>
      <w:r w:rsidRPr="001033B0">
        <w:rPr>
          <w:rtl/>
        </w:rPr>
        <w:t>صبراً</w:t>
      </w:r>
      <w:r w:rsidR="00554BFA">
        <w:rPr>
          <w:rtl/>
        </w:rPr>
        <w:t xml:space="preserve"> </w:t>
      </w:r>
      <w:r w:rsidRPr="001033B0">
        <w:rPr>
          <w:rtl/>
        </w:rPr>
        <w:t>على</w:t>
      </w:r>
      <w:r w:rsidR="00554BFA">
        <w:rPr>
          <w:rtl/>
        </w:rPr>
        <w:t xml:space="preserve"> </w:t>
      </w:r>
      <w:r w:rsidRPr="001033B0">
        <w:rPr>
          <w:rtl/>
        </w:rPr>
        <w:t>حزنهم</w:t>
      </w:r>
      <w:r w:rsidR="00554BFA">
        <w:rPr>
          <w:rtl/>
        </w:rPr>
        <w:t xml:space="preserve"> </w:t>
      </w:r>
      <w:r w:rsidR="00554BFA" w:rsidRPr="00D0383A">
        <w:rPr>
          <w:rtl/>
        </w:rPr>
        <w:t>=</w:t>
      </w:r>
      <w:r w:rsidR="00554BFA">
        <w:rPr>
          <w:rtl/>
        </w:rPr>
        <w:t xml:space="preserve"> </w:t>
      </w:r>
      <w:r w:rsidRPr="001033B0">
        <w:rPr>
          <w:rtl/>
        </w:rPr>
        <w:t>فعند</w:t>
      </w:r>
      <w:r w:rsidR="00554BFA">
        <w:rPr>
          <w:rtl/>
        </w:rPr>
        <w:t xml:space="preserve"> </w:t>
      </w:r>
      <w:r w:rsidRPr="001033B0">
        <w:rPr>
          <w:rtl/>
        </w:rPr>
        <w:t>البلاء</w:t>
      </w:r>
      <w:r w:rsidR="00554BFA">
        <w:rPr>
          <w:rtl/>
        </w:rPr>
        <w:t xml:space="preserve"> </w:t>
      </w:r>
      <w:r w:rsidRPr="001033B0">
        <w:rPr>
          <w:rtl/>
        </w:rPr>
        <w:t>تكون</w:t>
      </w:r>
      <w:r w:rsidR="00554BFA">
        <w:rPr>
          <w:rtl/>
        </w:rPr>
        <w:t xml:space="preserve"> </w:t>
      </w:r>
      <w:r w:rsidRPr="001033B0">
        <w:rPr>
          <w:rtl/>
        </w:rPr>
        <w:t>العبَر</w:t>
      </w:r>
    </w:p>
    <w:p w:rsidR="00D0383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وهذه الأبيات حرّة الألفاظ رقيقة المعاني</w:t>
      </w:r>
      <w:r w:rsidR="00D0383A">
        <w:rPr>
          <w:rtl/>
        </w:rPr>
        <w:t>،</w:t>
      </w:r>
      <w:r w:rsidR="00645494" w:rsidRPr="00554BFA">
        <w:rPr>
          <w:rtl/>
        </w:rPr>
        <w:t xml:space="preserve"> وكنت قد شطَّرتها</w:t>
      </w:r>
      <w:r w:rsidR="00D0383A">
        <w:rPr>
          <w:rtl/>
        </w:rPr>
        <w:t>؛</w:t>
      </w:r>
      <w:r w:rsidR="00645494" w:rsidRPr="00554BFA">
        <w:rPr>
          <w:rtl/>
        </w:rPr>
        <w:t xml:space="preserve"> لرقتها وللتبرُّك بمنشدها، فأنا أذكر تشطيري هنا، عسى أن تنالني الرِّقة</w:t>
      </w:r>
      <w:r w:rsidR="00D0383A">
        <w:rPr>
          <w:rtl/>
        </w:rPr>
        <w:t>،</w:t>
      </w:r>
      <w:r w:rsidR="00645494" w:rsidRPr="00554BFA">
        <w:rPr>
          <w:rtl/>
        </w:rPr>
        <w:t xml:space="preserve"> وهو:</w:t>
      </w:r>
    </w:p>
    <w:p w:rsidR="00645494" w:rsidRDefault="00554BFA" w:rsidP="00FE2721">
      <w:pPr>
        <w:pStyle w:val="libPoemCenter"/>
      </w:pPr>
      <w:r>
        <w:rPr>
          <w:rtl/>
        </w:rPr>
        <w:t>(</w:t>
      </w:r>
      <w:r w:rsidR="00645494" w:rsidRPr="001033B0">
        <w:rPr>
          <w:rtl/>
        </w:rPr>
        <w:t>إذا</w:t>
      </w:r>
      <w:r>
        <w:rPr>
          <w:rtl/>
        </w:rPr>
        <w:t xml:space="preserve"> </w:t>
      </w:r>
      <w:r w:rsidR="00645494" w:rsidRPr="001033B0">
        <w:rPr>
          <w:rtl/>
        </w:rPr>
        <w:t>ذكر</w:t>
      </w:r>
      <w:r>
        <w:rPr>
          <w:rtl/>
        </w:rPr>
        <w:t xml:space="preserve"> </w:t>
      </w:r>
      <w:r w:rsidR="00645494" w:rsidRPr="001033B0">
        <w:rPr>
          <w:rtl/>
        </w:rPr>
        <w:t>القلب</w:t>
      </w:r>
      <w:r>
        <w:rPr>
          <w:rtl/>
        </w:rPr>
        <w:t xml:space="preserve"> </w:t>
      </w:r>
      <w:r w:rsidR="00645494" w:rsidRPr="001033B0">
        <w:rPr>
          <w:rtl/>
        </w:rPr>
        <w:t>رهط</w:t>
      </w:r>
      <w:r>
        <w:rPr>
          <w:rtl/>
        </w:rPr>
        <w:t xml:space="preserve"> </w:t>
      </w:r>
      <w:r w:rsidR="00645494" w:rsidRPr="001033B0">
        <w:rPr>
          <w:rtl/>
        </w:rPr>
        <w:t>النبيّ)</w:t>
      </w:r>
      <w:r>
        <w:rPr>
          <w:rtl/>
        </w:rPr>
        <w:t xml:space="preserve"> </w:t>
      </w:r>
      <w:r w:rsidRPr="00D0383A">
        <w:rPr>
          <w:rtl/>
        </w:rPr>
        <w:t>=</w:t>
      </w:r>
      <w:r>
        <w:rPr>
          <w:rtl/>
        </w:rPr>
        <w:t xml:space="preserve"> </w:t>
      </w:r>
      <w:r w:rsidR="00645494" w:rsidRPr="001033B0">
        <w:rPr>
          <w:rtl/>
        </w:rPr>
        <w:t>وما</w:t>
      </w:r>
      <w:r>
        <w:rPr>
          <w:rtl/>
        </w:rPr>
        <w:t xml:space="preserve"> </w:t>
      </w:r>
      <w:r w:rsidR="00645494" w:rsidRPr="001033B0">
        <w:rPr>
          <w:rtl/>
        </w:rPr>
        <w:t>نالهم</w:t>
      </w:r>
      <w:r>
        <w:rPr>
          <w:rtl/>
        </w:rPr>
        <w:t xml:space="preserve"> </w:t>
      </w:r>
      <w:r w:rsidR="00645494" w:rsidRPr="001033B0">
        <w:rPr>
          <w:rtl/>
        </w:rPr>
        <w:t>بعده</w:t>
      </w:r>
      <w:r>
        <w:rPr>
          <w:rtl/>
        </w:rPr>
        <w:t xml:space="preserve"> </w:t>
      </w:r>
      <w:r w:rsidR="00645494" w:rsidRPr="001033B0">
        <w:rPr>
          <w:rtl/>
        </w:rPr>
        <w:t>مِن</w:t>
      </w:r>
      <w:r>
        <w:rPr>
          <w:rtl/>
        </w:rPr>
        <w:t xml:space="preserve"> </w:t>
      </w:r>
      <w:r w:rsidR="00645494" w:rsidRPr="001033B0">
        <w:rPr>
          <w:rtl/>
        </w:rPr>
        <w:t>غِير</w:t>
      </w:r>
    </w:p>
    <w:p w:rsidR="00D0383A" w:rsidRDefault="00645494" w:rsidP="00FE2721">
      <w:pPr>
        <w:pStyle w:val="libPoemCenter"/>
      </w:pPr>
      <w:r w:rsidRPr="001033B0">
        <w:rPr>
          <w:rtl/>
        </w:rPr>
        <w:t>وناظر</w:t>
      </w:r>
      <w:r w:rsidR="00554BFA">
        <w:rPr>
          <w:rtl/>
        </w:rPr>
        <w:t xml:space="preserve"> </w:t>
      </w:r>
      <w:r w:rsidRPr="001033B0">
        <w:rPr>
          <w:rtl/>
        </w:rPr>
        <w:t>مقتل</w:t>
      </w:r>
      <w:r w:rsidR="00554BFA">
        <w:rPr>
          <w:rtl/>
        </w:rPr>
        <w:t xml:space="preserve"> </w:t>
      </w:r>
      <w:r w:rsidRPr="001033B0">
        <w:rPr>
          <w:rtl/>
        </w:rPr>
        <w:t>فتيانه</w:t>
      </w:r>
      <w:r w:rsidR="00554BFA">
        <w:rPr>
          <w:rtl/>
        </w:rPr>
        <w:t xml:space="preserve"> </w:t>
      </w:r>
      <w:r w:rsidR="00554BFA" w:rsidRPr="00D0383A">
        <w:rPr>
          <w:rtl/>
        </w:rPr>
        <w:t>=</w:t>
      </w:r>
      <w:r w:rsidR="00554BFA">
        <w:rPr>
          <w:rtl/>
        </w:rPr>
        <w:t xml:space="preserve"> (</w:t>
      </w:r>
      <w:r w:rsidRPr="001033B0">
        <w:rPr>
          <w:rtl/>
        </w:rPr>
        <w:t>وسبي</w:t>
      </w:r>
      <w:r w:rsidR="00554BFA">
        <w:rPr>
          <w:rtl/>
        </w:rPr>
        <w:t xml:space="preserve"> </w:t>
      </w:r>
      <w:r w:rsidRPr="001033B0">
        <w:rPr>
          <w:rtl/>
        </w:rPr>
        <w:t>النساء</w:t>
      </w:r>
      <w:r w:rsidR="00554BFA">
        <w:rPr>
          <w:rtl/>
        </w:rPr>
        <w:t xml:space="preserve"> </w:t>
      </w:r>
      <w:r w:rsidRPr="001033B0">
        <w:rPr>
          <w:rtl/>
        </w:rPr>
        <w:t>وهتك</w:t>
      </w:r>
      <w:r w:rsidR="00554BFA">
        <w:rPr>
          <w:rtl/>
        </w:rPr>
        <w:t xml:space="preserve"> </w:t>
      </w:r>
      <w:r w:rsidRPr="001033B0">
        <w:rPr>
          <w:rtl/>
        </w:rPr>
        <w:t>السُتر</w:t>
      </w:r>
      <w:r w:rsidRPr="001033B0">
        <w:t>)</w:t>
      </w:r>
    </w:p>
    <w:p w:rsidR="00645494" w:rsidRDefault="00554BFA" w:rsidP="00FE2721">
      <w:pPr>
        <w:pStyle w:val="libPoemCenter"/>
      </w:pPr>
      <w:r>
        <w:rPr>
          <w:rtl/>
        </w:rPr>
        <w:t>(</w:t>
      </w:r>
      <w:r w:rsidR="00645494" w:rsidRPr="001033B0">
        <w:rPr>
          <w:rtl/>
        </w:rPr>
        <w:t>وسلب</w:t>
      </w:r>
      <w:r>
        <w:rPr>
          <w:rtl/>
        </w:rPr>
        <w:t xml:space="preserve"> </w:t>
      </w:r>
      <w:r w:rsidR="00645494" w:rsidRPr="001033B0">
        <w:rPr>
          <w:rtl/>
        </w:rPr>
        <w:t>السبيِّ</w:t>
      </w:r>
      <w:r>
        <w:rPr>
          <w:rtl/>
        </w:rPr>
        <w:t xml:space="preserve"> </w:t>
      </w:r>
      <w:r w:rsidR="00645494" w:rsidRPr="001033B0">
        <w:rPr>
          <w:rtl/>
        </w:rPr>
        <w:t>وذبح</w:t>
      </w:r>
      <w:r>
        <w:rPr>
          <w:rtl/>
        </w:rPr>
        <w:t xml:space="preserve"> </w:t>
      </w:r>
      <w:r w:rsidR="00645494" w:rsidRPr="001033B0">
        <w:rPr>
          <w:rtl/>
        </w:rPr>
        <w:t>الصبيّ)</w:t>
      </w:r>
      <w:r>
        <w:rPr>
          <w:rtl/>
        </w:rPr>
        <w:t xml:space="preserve"> </w:t>
      </w:r>
      <w:r w:rsidRPr="00D0383A">
        <w:rPr>
          <w:rtl/>
        </w:rPr>
        <w:t>=</w:t>
      </w:r>
      <w:r>
        <w:rPr>
          <w:rtl/>
        </w:rPr>
        <w:t xml:space="preserve"> </w:t>
      </w:r>
      <w:r w:rsidR="00645494" w:rsidRPr="001033B0">
        <w:rPr>
          <w:rtl/>
        </w:rPr>
        <w:t>بحضن</w:t>
      </w:r>
      <w:r>
        <w:rPr>
          <w:rtl/>
        </w:rPr>
        <w:t xml:space="preserve"> </w:t>
      </w:r>
      <w:r w:rsidR="00645494" w:rsidRPr="001033B0">
        <w:rPr>
          <w:rtl/>
        </w:rPr>
        <w:t>أبيه</w:t>
      </w:r>
      <w:r>
        <w:rPr>
          <w:rtl/>
        </w:rPr>
        <w:t xml:space="preserve"> </w:t>
      </w:r>
      <w:r w:rsidR="00645494" w:rsidRPr="001033B0">
        <w:rPr>
          <w:rtl/>
        </w:rPr>
        <w:t>الأبيّ</w:t>
      </w:r>
      <w:r>
        <w:rPr>
          <w:rtl/>
        </w:rPr>
        <w:t xml:space="preserve"> </w:t>
      </w:r>
      <w:r w:rsidR="00645494" w:rsidRPr="001033B0">
        <w:rPr>
          <w:rtl/>
        </w:rPr>
        <w:t>الأبر</w:t>
      </w:r>
    </w:p>
    <w:p w:rsidR="00645494" w:rsidRPr="00645494" w:rsidRDefault="00645494" w:rsidP="00FE2721">
      <w:pPr>
        <w:pStyle w:val="libPoemCenter"/>
        <w:rPr>
          <w:rtl/>
        </w:rPr>
      </w:pPr>
      <w:r w:rsidRPr="001033B0">
        <w:rPr>
          <w:rtl/>
        </w:rPr>
        <w:t>وقتل</w:t>
      </w:r>
      <w:r w:rsidR="00554BFA">
        <w:rPr>
          <w:rtl/>
        </w:rPr>
        <w:t xml:space="preserve"> </w:t>
      </w:r>
      <w:r w:rsidRPr="001033B0">
        <w:rPr>
          <w:rtl/>
        </w:rPr>
        <w:t>الوصيّ</w:t>
      </w:r>
      <w:r w:rsidR="00554BFA">
        <w:rPr>
          <w:rtl/>
        </w:rPr>
        <w:t xml:space="preserve"> </w:t>
      </w:r>
      <w:r w:rsidRPr="001033B0">
        <w:rPr>
          <w:rtl/>
        </w:rPr>
        <w:t>وظلم</w:t>
      </w:r>
      <w:r w:rsidR="00554BFA">
        <w:rPr>
          <w:rtl/>
        </w:rPr>
        <w:t xml:space="preserve"> </w:t>
      </w:r>
      <w:r w:rsidRPr="001033B0">
        <w:rPr>
          <w:rtl/>
        </w:rPr>
        <w:t>الرضيّ</w:t>
      </w:r>
      <w:r w:rsidR="00554BFA">
        <w:rPr>
          <w:rtl/>
        </w:rPr>
        <w:t xml:space="preserve"> </w:t>
      </w:r>
      <w:r w:rsidR="00554BFA" w:rsidRPr="00D0383A">
        <w:rPr>
          <w:rtl/>
        </w:rPr>
        <w:t>=</w:t>
      </w:r>
      <w:r w:rsidR="00554BFA">
        <w:rPr>
          <w:rtl/>
        </w:rPr>
        <w:t xml:space="preserve"> (</w:t>
      </w:r>
      <w:r w:rsidRPr="001033B0">
        <w:rPr>
          <w:rtl/>
        </w:rPr>
        <w:t>وقتل</w:t>
      </w:r>
      <w:r w:rsidR="00554BFA">
        <w:rPr>
          <w:rtl/>
        </w:rPr>
        <w:t xml:space="preserve"> </w:t>
      </w:r>
      <w:r w:rsidRPr="001033B0">
        <w:rPr>
          <w:rtl/>
        </w:rPr>
        <w:t>الشبير</w:t>
      </w:r>
      <w:r w:rsidR="00554BFA">
        <w:rPr>
          <w:rtl/>
        </w:rPr>
        <w:t xml:space="preserve"> </w:t>
      </w:r>
      <w:r w:rsidRPr="001033B0">
        <w:rPr>
          <w:rtl/>
        </w:rPr>
        <w:t>وسم</w:t>
      </w:r>
      <w:r w:rsidR="00554BFA">
        <w:rPr>
          <w:rtl/>
        </w:rPr>
        <w:t xml:space="preserve"> </w:t>
      </w:r>
      <w:r w:rsidRPr="001033B0">
        <w:rPr>
          <w:rtl/>
        </w:rPr>
        <w:t>الشَبر</w:t>
      </w:r>
      <w:r w:rsidRPr="001033B0">
        <w:t>)</w:t>
      </w:r>
    </w:p>
    <w:p w:rsidR="00D0383A" w:rsidRDefault="00645494" w:rsidP="00645494">
      <w:pPr>
        <w:pStyle w:val="libNormal"/>
      </w:pPr>
      <w:r>
        <w:rPr>
          <w:rtl/>
        </w:rPr>
        <w:br w:type="page"/>
      </w:r>
    </w:p>
    <w:p w:rsidR="00645494" w:rsidRDefault="00554BFA" w:rsidP="00645494">
      <w:pPr>
        <w:pStyle w:val="libPoemCenter"/>
        <w:rPr>
          <w:rtl/>
        </w:rPr>
      </w:pPr>
      <w:r>
        <w:rPr>
          <w:rtl/>
        </w:rPr>
        <w:lastRenderedPageBreak/>
        <w:t>(</w:t>
      </w:r>
      <w:r w:rsidR="00645494" w:rsidRPr="00F05117">
        <w:rPr>
          <w:rtl/>
        </w:rPr>
        <w:t>ترقرق</w:t>
      </w:r>
      <w:r>
        <w:rPr>
          <w:rtl/>
        </w:rPr>
        <w:t xml:space="preserve"> </w:t>
      </w:r>
      <w:r w:rsidR="00645494" w:rsidRPr="00F05117">
        <w:rPr>
          <w:rtl/>
        </w:rPr>
        <w:t>في</w:t>
      </w:r>
      <w:r>
        <w:rPr>
          <w:rtl/>
        </w:rPr>
        <w:t xml:space="preserve"> </w:t>
      </w:r>
      <w:r w:rsidR="00645494" w:rsidRPr="00F05117">
        <w:rPr>
          <w:rtl/>
        </w:rPr>
        <w:t>العين</w:t>
      </w:r>
      <w:r>
        <w:rPr>
          <w:rtl/>
        </w:rPr>
        <w:t xml:space="preserve"> </w:t>
      </w:r>
      <w:r w:rsidR="00645494" w:rsidRPr="00F05117">
        <w:rPr>
          <w:rtl/>
        </w:rPr>
        <w:t>ماء</w:t>
      </w:r>
      <w:r>
        <w:rPr>
          <w:rtl/>
        </w:rPr>
        <w:t xml:space="preserve"> </w:t>
      </w:r>
      <w:r w:rsidR="00645494" w:rsidRPr="00F05117">
        <w:rPr>
          <w:rtl/>
        </w:rPr>
        <w:t>الفؤاد)</w:t>
      </w:r>
      <w:r>
        <w:rPr>
          <w:rtl/>
        </w:rPr>
        <w:t xml:space="preserve"> </w:t>
      </w:r>
      <w:r w:rsidRPr="00D0383A">
        <w:rPr>
          <w:rtl/>
        </w:rPr>
        <w:t>=</w:t>
      </w:r>
      <w:r>
        <w:rPr>
          <w:rtl/>
        </w:rPr>
        <w:t xml:space="preserve"> </w:t>
      </w:r>
      <w:r w:rsidR="00645494" w:rsidRPr="00F05117">
        <w:rPr>
          <w:rtl/>
        </w:rPr>
        <w:t>وذاب</w:t>
      </w:r>
      <w:r>
        <w:rPr>
          <w:rtl/>
        </w:rPr>
        <w:t xml:space="preserve"> </w:t>
      </w:r>
      <w:r w:rsidR="00645494" w:rsidRPr="00F05117">
        <w:rPr>
          <w:rtl/>
        </w:rPr>
        <w:t>الحشا</w:t>
      </w:r>
      <w:r>
        <w:rPr>
          <w:rtl/>
        </w:rPr>
        <w:t xml:space="preserve"> </w:t>
      </w:r>
      <w:r w:rsidR="00645494" w:rsidRPr="00F05117">
        <w:rPr>
          <w:rtl/>
        </w:rPr>
        <w:t>مِن</w:t>
      </w:r>
      <w:r>
        <w:rPr>
          <w:rtl/>
        </w:rPr>
        <w:t xml:space="preserve"> </w:t>
      </w:r>
      <w:r w:rsidR="00645494" w:rsidRPr="00F05117">
        <w:rPr>
          <w:rtl/>
        </w:rPr>
        <w:t>جوى</w:t>
      </w:r>
      <w:r>
        <w:rPr>
          <w:rtl/>
        </w:rPr>
        <w:t xml:space="preserve"> </w:t>
      </w:r>
      <w:r w:rsidR="00645494" w:rsidRPr="00F05117">
        <w:rPr>
          <w:rtl/>
        </w:rPr>
        <w:t>واستَعَر</w:t>
      </w:r>
    </w:p>
    <w:p w:rsidR="00D0383A" w:rsidRDefault="00645494" w:rsidP="00FE2721">
      <w:pPr>
        <w:pStyle w:val="libPoemCenter"/>
        <w:rPr>
          <w:rtl/>
        </w:rPr>
      </w:pPr>
      <w:r w:rsidRPr="00F05117">
        <w:rPr>
          <w:rtl/>
        </w:rPr>
        <w:t>فكفكفت</w:t>
      </w:r>
      <w:r w:rsidR="00554BFA">
        <w:rPr>
          <w:rtl/>
        </w:rPr>
        <w:t xml:space="preserve"> </w:t>
      </w:r>
      <w:r w:rsidRPr="00F05117">
        <w:rPr>
          <w:rtl/>
        </w:rPr>
        <w:t>النار</w:t>
      </w:r>
      <w:r w:rsidR="00554BFA">
        <w:rPr>
          <w:rtl/>
        </w:rPr>
        <w:t xml:space="preserve"> </w:t>
      </w:r>
      <w:r w:rsidRPr="00F05117">
        <w:rPr>
          <w:rtl/>
        </w:rPr>
        <w:t>دفاعه</w:t>
      </w:r>
      <w:r w:rsidR="00554BFA">
        <w:rPr>
          <w:rtl/>
        </w:rPr>
        <w:t xml:space="preserve"> </w:t>
      </w:r>
      <w:r w:rsidR="00554BFA" w:rsidRPr="00D0383A">
        <w:rPr>
          <w:rtl/>
        </w:rPr>
        <w:t>=</w:t>
      </w:r>
      <w:r w:rsidR="00554BFA">
        <w:rPr>
          <w:rtl/>
        </w:rPr>
        <w:t xml:space="preserve"> (</w:t>
      </w:r>
      <w:r w:rsidRPr="00F05117">
        <w:rPr>
          <w:rtl/>
        </w:rPr>
        <w:t>وفاض</w:t>
      </w:r>
      <w:r w:rsidR="00554BFA">
        <w:rPr>
          <w:rtl/>
        </w:rPr>
        <w:t xml:space="preserve"> </w:t>
      </w:r>
      <w:r w:rsidRPr="00F05117">
        <w:rPr>
          <w:rtl/>
        </w:rPr>
        <w:t>على</w:t>
      </w:r>
      <w:r w:rsidR="00554BFA">
        <w:rPr>
          <w:rtl/>
        </w:rPr>
        <w:t xml:space="preserve"> </w:t>
      </w:r>
      <w:r w:rsidRPr="00F05117">
        <w:rPr>
          <w:rtl/>
        </w:rPr>
        <w:t>الخدِّ</w:t>
      </w:r>
      <w:r w:rsidR="00554BFA">
        <w:rPr>
          <w:rtl/>
        </w:rPr>
        <w:t xml:space="preserve"> </w:t>
      </w:r>
      <w:r w:rsidRPr="00F05117">
        <w:rPr>
          <w:rtl/>
        </w:rPr>
        <w:t>منه</w:t>
      </w:r>
      <w:r w:rsidR="00554BFA">
        <w:rPr>
          <w:rtl/>
        </w:rPr>
        <w:t xml:space="preserve"> </w:t>
      </w:r>
      <w:r w:rsidRPr="00F05117">
        <w:rPr>
          <w:rtl/>
        </w:rPr>
        <w:t>دُرر)</w:t>
      </w:r>
    </w:p>
    <w:p w:rsidR="00645494" w:rsidRDefault="00554BFA" w:rsidP="00FE2721">
      <w:pPr>
        <w:pStyle w:val="libPoemCenter"/>
        <w:rPr>
          <w:rtl/>
        </w:rPr>
      </w:pPr>
      <w:r>
        <w:rPr>
          <w:rtl/>
        </w:rPr>
        <w:t>(</w:t>
      </w:r>
      <w:r w:rsidR="00645494" w:rsidRPr="00F05117">
        <w:rPr>
          <w:rtl/>
        </w:rPr>
        <w:t>فيا</w:t>
      </w:r>
      <w:r>
        <w:rPr>
          <w:rtl/>
        </w:rPr>
        <w:t xml:space="preserve"> </w:t>
      </w:r>
      <w:r w:rsidR="00645494" w:rsidRPr="00F05117">
        <w:rPr>
          <w:rtl/>
        </w:rPr>
        <w:t>قلبُ</w:t>
      </w:r>
      <w:r>
        <w:rPr>
          <w:rtl/>
        </w:rPr>
        <w:t xml:space="preserve"> </w:t>
      </w:r>
      <w:r w:rsidR="00645494" w:rsidRPr="00F05117">
        <w:rPr>
          <w:rtl/>
        </w:rPr>
        <w:t>صبراً</w:t>
      </w:r>
      <w:r>
        <w:rPr>
          <w:rtl/>
        </w:rPr>
        <w:t xml:space="preserve"> </w:t>
      </w:r>
      <w:r w:rsidR="00645494" w:rsidRPr="00F05117">
        <w:rPr>
          <w:rtl/>
        </w:rPr>
        <w:t>على</w:t>
      </w:r>
      <w:r>
        <w:rPr>
          <w:rtl/>
        </w:rPr>
        <w:t xml:space="preserve"> </w:t>
      </w:r>
      <w:r w:rsidR="00645494" w:rsidRPr="00F05117">
        <w:rPr>
          <w:rtl/>
        </w:rPr>
        <w:t>حزنهم)</w:t>
      </w:r>
      <w:r>
        <w:rPr>
          <w:rtl/>
        </w:rPr>
        <w:t xml:space="preserve"> </w:t>
      </w:r>
      <w:r w:rsidRPr="00D0383A">
        <w:rPr>
          <w:rtl/>
        </w:rPr>
        <w:t>=</w:t>
      </w:r>
      <w:r>
        <w:rPr>
          <w:rtl/>
        </w:rPr>
        <w:t xml:space="preserve"> </w:t>
      </w:r>
      <w:r w:rsidR="00645494" w:rsidRPr="00F05117">
        <w:rPr>
          <w:rtl/>
        </w:rPr>
        <w:t>وإنْ</w:t>
      </w:r>
      <w:r>
        <w:rPr>
          <w:rtl/>
        </w:rPr>
        <w:t xml:space="preserve"> </w:t>
      </w:r>
      <w:r w:rsidR="00645494" w:rsidRPr="00F05117">
        <w:rPr>
          <w:rtl/>
        </w:rPr>
        <w:t>كنت</w:t>
      </w:r>
      <w:r>
        <w:rPr>
          <w:rtl/>
        </w:rPr>
        <w:t xml:space="preserve"> </w:t>
      </w:r>
      <w:r w:rsidR="00645494" w:rsidRPr="00F05117">
        <w:rPr>
          <w:rtl/>
        </w:rPr>
        <w:t>لم</w:t>
      </w:r>
      <w:r>
        <w:rPr>
          <w:rtl/>
        </w:rPr>
        <w:t xml:space="preserve"> </w:t>
      </w:r>
      <w:r w:rsidR="00645494" w:rsidRPr="00F05117">
        <w:rPr>
          <w:rtl/>
        </w:rPr>
        <w:t>تُطق</w:t>
      </w:r>
      <w:r>
        <w:rPr>
          <w:rtl/>
        </w:rPr>
        <w:t xml:space="preserve"> </w:t>
      </w:r>
      <w:r w:rsidR="00645494" w:rsidRPr="00F05117">
        <w:rPr>
          <w:rtl/>
        </w:rPr>
        <w:t>المصطبر</w:t>
      </w:r>
    </w:p>
    <w:p w:rsidR="00645494" w:rsidRPr="00645494" w:rsidRDefault="00645494" w:rsidP="00FE2721">
      <w:pPr>
        <w:pStyle w:val="libPoemCenter"/>
        <w:rPr>
          <w:rtl/>
        </w:rPr>
      </w:pPr>
      <w:r w:rsidRPr="00F05117">
        <w:rPr>
          <w:rtl/>
        </w:rPr>
        <w:t>ونهنه</w:t>
      </w:r>
      <w:r w:rsidR="00554BFA">
        <w:rPr>
          <w:rtl/>
        </w:rPr>
        <w:t xml:space="preserve"> </w:t>
      </w:r>
      <w:r w:rsidRPr="00F05117">
        <w:rPr>
          <w:rtl/>
        </w:rPr>
        <w:t>على</w:t>
      </w:r>
      <w:r w:rsidR="00554BFA">
        <w:rPr>
          <w:rtl/>
        </w:rPr>
        <w:t xml:space="preserve"> </w:t>
      </w:r>
      <w:r w:rsidRPr="00F05117">
        <w:rPr>
          <w:rtl/>
        </w:rPr>
        <w:t>ما</w:t>
      </w:r>
      <w:r w:rsidR="00554BFA">
        <w:rPr>
          <w:rtl/>
        </w:rPr>
        <w:t xml:space="preserve"> </w:t>
      </w:r>
      <w:r w:rsidRPr="00F05117">
        <w:rPr>
          <w:rtl/>
        </w:rPr>
        <w:t>ترى</w:t>
      </w:r>
      <w:r w:rsidR="00554BFA">
        <w:rPr>
          <w:rtl/>
        </w:rPr>
        <w:t xml:space="preserve"> </w:t>
      </w:r>
      <w:r w:rsidRPr="00F05117">
        <w:rPr>
          <w:rtl/>
        </w:rPr>
        <w:t>عَبرة</w:t>
      </w:r>
      <w:r w:rsidR="00554BFA">
        <w:rPr>
          <w:rtl/>
        </w:rPr>
        <w:t xml:space="preserve"> </w:t>
      </w:r>
      <w:r w:rsidR="00554BFA" w:rsidRPr="00D0383A">
        <w:rPr>
          <w:rtl/>
        </w:rPr>
        <w:t>=</w:t>
      </w:r>
      <w:r w:rsidR="00554BFA">
        <w:rPr>
          <w:rtl/>
        </w:rPr>
        <w:t xml:space="preserve"> (</w:t>
      </w:r>
      <w:r w:rsidRPr="00F05117">
        <w:rPr>
          <w:rtl/>
        </w:rPr>
        <w:t>فعند</w:t>
      </w:r>
      <w:r w:rsidR="00554BFA">
        <w:rPr>
          <w:rtl/>
        </w:rPr>
        <w:t xml:space="preserve"> </w:t>
      </w:r>
      <w:r w:rsidRPr="00F05117">
        <w:rPr>
          <w:rtl/>
        </w:rPr>
        <w:t>البلاء</w:t>
      </w:r>
      <w:r w:rsidR="00554BFA">
        <w:rPr>
          <w:rtl/>
        </w:rPr>
        <w:t xml:space="preserve"> </w:t>
      </w:r>
      <w:r w:rsidRPr="00F05117">
        <w:rPr>
          <w:rtl/>
        </w:rPr>
        <w:t>تكون</w:t>
      </w:r>
      <w:r w:rsidR="00554BFA">
        <w:rPr>
          <w:rtl/>
        </w:rPr>
        <w:t xml:space="preserve"> </w:t>
      </w:r>
      <w:r w:rsidRPr="00F05117">
        <w:rPr>
          <w:rtl/>
        </w:rPr>
        <w:t>العِبر)</w:t>
      </w:r>
    </w:p>
    <w:p w:rsidR="00645494" w:rsidRPr="00554BFA" w:rsidRDefault="00645494" w:rsidP="00645494">
      <w:pPr>
        <w:pStyle w:val="Heading3"/>
        <w:rPr>
          <w:rtl/>
        </w:rPr>
      </w:pPr>
      <w:bookmarkStart w:id="40" w:name="_Toc491861309"/>
      <w:r w:rsidRPr="00F05117">
        <w:rPr>
          <w:rtl/>
        </w:rPr>
        <w:t>الفصل السابع:</w:t>
      </w:r>
      <w:bookmarkEnd w:id="40"/>
    </w:p>
    <w:p w:rsidR="00554BFA" w:rsidRDefault="00645494" w:rsidP="00554BFA">
      <w:pPr>
        <w:pStyle w:val="libNormal"/>
        <w:rPr>
          <w:rtl/>
        </w:rPr>
      </w:pPr>
      <w:r w:rsidRPr="00554BFA">
        <w:rPr>
          <w:rtl/>
        </w:rPr>
        <w:t>ذكر الشيخ محمد الحسين النوري، في كتابه دار السلام، الّذي ذكرنا عنه قبلاً عن خط بعض العلماء</w:t>
      </w:r>
      <w:r w:rsidR="00D0383A">
        <w:rPr>
          <w:rtl/>
        </w:rPr>
        <w:t>،</w:t>
      </w:r>
      <w:r w:rsidRPr="00554BFA">
        <w:rPr>
          <w:rtl/>
        </w:rPr>
        <w:t xml:space="preserve"> أنَّ بعض علماء خوارزم نذر أنْ يَحج، فجاء حتى وصل إلى قنطرة في شط النيل من الحلَّة</w:t>
      </w:r>
      <w:r w:rsidR="00FE2721">
        <w:rPr>
          <w:rtl/>
        </w:rPr>
        <w:t xml:space="preserve"> - </w:t>
      </w:r>
      <w:r w:rsidRPr="00554BFA">
        <w:rPr>
          <w:rtl/>
        </w:rPr>
        <w:t>وكانت له زمن بني العباس قنطرة عليها طريق الحاج وبقيت بعدهم مدة</w:t>
      </w:r>
      <w:r w:rsidR="00FE2721">
        <w:rPr>
          <w:rtl/>
        </w:rPr>
        <w:t xml:space="preserve"> - </w:t>
      </w:r>
      <w:r w:rsidRPr="00554BFA">
        <w:rPr>
          <w:rtl/>
        </w:rPr>
        <w:t>فرأى الشيخ الفقيه ابن نما الحلِّي أميرَ المؤمنين في المنام، فقال</w:t>
      </w:r>
      <w:r w:rsidR="00554BFA">
        <w:rPr>
          <w:rtl/>
        </w:rPr>
        <w:t xml:space="preserve"> (</w:t>
      </w:r>
      <w:r w:rsidRPr="00554BFA">
        <w:rPr>
          <w:rtl/>
        </w:rPr>
        <w:t>عليه السلام) له:</w:t>
      </w:r>
      <w:r w:rsidR="00554BFA">
        <w:rPr>
          <w:rtl/>
        </w:rPr>
        <w:t xml:space="preserve"> </w:t>
      </w:r>
      <w:r w:rsidR="00554BFA">
        <w:rPr>
          <w:rStyle w:val="libNormalChar"/>
          <w:rtl/>
        </w:rPr>
        <w:t>((</w:t>
      </w:r>
      <w:r w:rsidRPr="00645494">
        <w:rPr>
          <w:rStyle w:val="libNormalChar"/>
          <w:rtl/>
        </w:rPr>
        <w:t xml:space="preserve"> إنَّ عالِم خوارزم قد ورد إلى هذه البلدة، وقد أشرف أنْ يَعبر، فارسل إليه أحد أصحابك بهذين البيتين</w:t>
      </w:r>
      <w:r w:rsidR="00D0383A">
        <w:rPr>
          <w:rStyle w:val="libNormalChar"/>
          <w:rtl/>
        </w:rPr>
        <w:t>؛</w:t>
      </w:r>
      <w:r w:rsidRPr="00645494">
        <w:rPr>
          <w:rStyle w:val="libNormalChar"/>
          <w:rtl/>
        </w:rPr>
        <w:t xml:space="preserve"> ليسأله فيهما ويعزم عليه أنْ لا يعبر حتى يجيبه عنهما ))</w:t>
      </w:r>
      <w:r w:rsidR="00D0383A">
        <w:rPr>
          <w:rtl/>
        </w:rPr>
        <w:t>،</w:t>
      </w:r>
      <w:r w:rsidRPr="00554BFA">
        <w:rPr>
          <w:rtl/>
        </w:rPr>
        <w:t xml:space="preserve"> وتلا له البيتين وهما:</w:t>
      </w:r>
    </w:p>
    <w:p w:rsidR="00645494" w:rsidRDefault="00645494" w:rsidP="00645494">
      <w:pPr>
        <w:pStyle w:val="libPoemCenter"/>
        <w:rPr>
          <w:rtl/>
        </w:rPr>
      </w:pPr>
      <w:r w:rsidRPr="00F05117">
        <w:rPr>
          <w:rtl/>
        </w:rPr>
        <w:t>إذا</w:t>
      </w:r>
      <w:r w:rsidR="00554BFA">
        <w:rPr>
          <w:rtl/>
        </w:rPr>
        <w:t xml:space="preserve"> </w:t>
      </w:r>
      <w:r w:rsidRPr="00F05117">
        <w:rPr>
          <w:rtl/>
        </w:rPr>
        <w:t>اختلفت</w:t>
      </w:r>
      <w:r w:rsidR="00554BFA">
        <w:rPr>
          <w:rtl/>
        </w:rPr>
        <w:t xml:space="preserve"> </w:t>
      </w:r>
      <w:r w:rsidRPr="00F05117">
        <w:rPr>
          <w:rtl/>
        </w:rPr>
        <w:t>في</w:t>
      </w:r>
      <w:r w:rsidR="00554BFA">
        <w:rPr>
          <w:rtl/>
        </w:rPr>
        <w:t xml:space="preserve"> </w:t>
      </w:r>
      <w:r w:rsidRPr="00F05117">
        <w:rPr>
          <w:rtl/>
        </w:rPr>
        <w:t>الدين</w:t>
      </w:r>
      <w:r w:rsidR="00554BFA">
        <w:rPr>
          <w:rtl/>
        </w:rPr>
        <w:t xml:space="preserve"> </w:t>
      </w:r>
      <w:r w:rsidRPr="00F05117">
        <w:rPr>
          <w:rtl/>
        </w:rPr>
        <w:t>سبعون</w:t>
      </w:r>
      <w:r w:rsidR="00554BFA">
        <w:rPr>
          <w:rtl/>
        </w:rPr>
        <w:t xml:space="preserve"> </w:t>
      </w:r>
      <w:r w:rsidRPr="00F05117">
        <w:rPr>
          <w:rtl/>
        </w:rPr>
        <w:t>فرقة</w:t>
      </w:r>
      <w:r w:rsidR="00554BFA">
        <w:rPr>
          <w:rtl/>
        </w:rPr>
        <w:t xml:space="preserve"> </w:t>
      </w:r>
      <w:r w:rsidR="00554BFA" w:rsidRPr="00D0383A">
        <w:rPr>
          <w:rtl/>
        </w:rPr>
        <w:t>=</w:t>
      </w:r>
      <w:r w:rsidR="00554BFA">
        <w:rPr>
          <w:rtl/>
        </w:rPr>
        <w:t xml:space="preserve"> </w:t>
      </w:r>
      <w:r w:rsidRPr="00F05117">
        <w:rPr>
          <w:rtl/>
        </w:rPr>
        <w:t>ونيِّف</w:t>
      </w:r>
      <w:r w:rsidR="00554BFA">
        <w:rPr>
          <w:rtl/>
        </w:rPr>
        <w:t xml:space="preserve"> </w:t>
      </w:r>
      <w:r w:rsidRPr="00F05117">
        <w:rPr>
          <w:rtl/>
        </w:rPr>
        <w:t>كما</w:t>
      </w:r>
      <w:r w:rsidR="00554BFA">
        <w:rPr>
          <w:rtl/>
        </w:rPr>
        <w:t xml:space="preserve"> </w:t>
      </w:r>
      <w:r w:rsidRPr="00F05117">
        <w:rPr>
          <w:rtl/>
        </w:rPr>
        <w:t>قد</w:t>
      </w:r>
      <w:r w:rsidR="00554BFA">
        <w:rPr>
          <w:rtl/>
        </w:rPr>
        <w:t xml:space="preserve"> </w:t>
      </w:r>
      <w:r w:rsidRPr="00F05117">
        <w:rPr>
          <w:rtl/>
        </w:rPr>
        <w:t>صح</w:t>
      </w:r>
      <w:r w:rsidR="00554BFA">
        <w:rPr>
          <w:rtl/>
        </w:rPr>
        <w:t xml:space="preserve"> </w:t>
      </w:r>
      <w:r w:rsidRPr="00F05117">
        <w:rPr>
          <w:rtl/>
        </w:rPr>
        <w:t>عن</w:t>
      </w:r>
      <w:r w:rsidR="00554BFA">
        <w:rPr>
          <w:rtl/>
        </w:rPr>
        <w:t xml:space="preserve"> </w:t>
      </w:r>
      <w:r w:rsidRPr="00F05117">
        <w:rPr>
          <w:rtl/>
        </w:rPr>
        <w:t>سيد</w:t>
      </w:r>
      <w:r w:rsidR="00554BFA">
        <w:rPr>
          <w:rtl/>
        </w:rPr>
        <w:t xml:space="preserve"> </w:t>
      </w:r>
      <w:r w:rsidRPr="00F05117">
        <w:rPr>
          <w:rtl/>
        </w:rPr>
        <w:t>الرُسل</w:t>
      </w:r>
    </w:p>
    <w:p w:rsidR="00645494" w:rsidRPr="00645494" w:rsidRDefault="00645494" w:rsidP="00FE2721">
      <w:pPr>
        <w:pStyle w:val="libPoemCenter"/>
        <w:rPr>
          <w:rtl/>
        </w:rPr>
      </w:pPr>
      <w:r w:rsidRPr="00F05117">
        <w:rPr>
          <w:rtl/>
        </w:rPr>
        <w:t>أ</w:t>
      </w:r>
      <w:r w:rsidR="00554BFA">
        <w:rPr>
          <w:rtl/>
        </w:rPr>
        <w:t xml:space="preserve"> </w:t>
      </w:r>
      <w:r w:rsidRPr="00F05117">
        <w:rPr>
          <w:rtl/>
        </w:rPr>
        <w:t>في</w:t>
      </w:r>
      <w:r w:rsidR="00554BFA">
        <w:rPr>
          <w:rtl/>
        </w:rPr>
        <w:t xml:space="preserve"> </w:t>
      </w:r>
      <w:r w:rsidRPr="00F05117">
        <w:rPr>
          <w:rtl/>
        </w:rPr>
        <w:t>الفرقة</w:t>
      </w:r>
      <w:r w:rsidR="00554BFA">
        <w:rPr>
          <w:rtl/>
        </w:rPr>
        <w:t xml:space="preserve"> </w:t>
      </w:r>
      <w:r w:rsidRPr="00F05117">
        <w:rPr>
          <w:rtl/>
        </w:rPr>
        <w:t>الهُلاَّك</w:t>
      </w:r>
      <w:r w:rsidR="00554BFA">
        <w:rPr>
          <w:rtl/>
        </w:rPr>
        <w:t xml:space="preserve"> </w:t>
      </w:r>
      <w:r w:rsidRPr="00F05117">
        <w:rPr>
          <w:rtl/>
        </w:rPr>
        <w:t>آل</w:t>
      </w:r>
      <w:r w:rsidR="00554BFA">
        <w:rPr>
          <w:rtl/>
        </w:rPr>
        <w:t xml:space="preserve"> </w:t>
      </w:r>
      <w:r w:rsidRPr="00F05117">
        <w:rPr>
          <w:rtl/>
        </w:rPr>
        <w:t>محمد</w:t>
      </w:r>
      <w:r w:rsidR="00554BFA">
        <w:rPr>
          <w:rtl/>
        </w:rPr>
        <w:t xml:space="preserve"> </w:t>
      </w:r>
      <w:r w:rsidR="00554BFA" w:rsidRPr="00D0383A">
        <w:rPr>
          <w:rtl/>
        </w:rPr>
        <w:t>=</w:t>
      </w:r>
      <w:r w:rsidR="00554BFA">
        <w:rPr>
          <w:rtl/>
        </w:rPr>
        <w:t xml:space="preserve"> </w:t>
      </w:r>
      <w:r w:rsidRPr="00F05117">
        <w:rPr>
          <w:rtl/>
        </w:rPr>
        <w:t>أم</w:t>
      </w:r>
      <w:r w:rsidR="00554BFA">
        <w:rPr>
          <w:rtl/>
        </w:rPr>
        <w:t xml:space="preserve"> </w:t>
      </w:r>
      <w:r w:rsidRPr="00F05117">
        <w:rPr>
          <w:rtl/>
        </w:rPr>
        <w:t>الفرقة</w:t>
      </w:r>
      <w:r w:rsidR="00554BFA">
        <w:rPr>
          <w:rtl/>
        </w:rPr>
        <w:t xml:space="preserve"> </w:t>
      </w:r>
      <w:r w:rsidRPr="00F05117">
        <w:rPr>
          <w:rtl/>
        </w:rPr>
        <w:t>الناجين</w:t>
      </w:r>
      <w:r w:rsidR="00554BFA">
        <w:rPr>
          <w:rtl/>
        </w:rPr>
        <w:t xml:space="preserve"> </w:t>
      </w:r>
      <w:r w:rsidRPr="00F05117">
        <w:rPr>
          <w:rtl/>
        </w:rPr>
        <w:t>ماذا</w:t>
      </w:r>
      <w:r w:rsidR="00554BFA">
        <w:rPr>
          <w:rtl/>
        </w:rPr>
        <w:t xml:space="preserve"> </w:t>
      </w:r>
      <w:r w:rsidRPr="00F05117">
        <w:rPr>
          <w:rtl/>
        </w:rPr>
        <w:t>ترى</w:t>
      </w:r>
      <w:r w:rsidR="00554BFA">
        <w:rPr>
          <w:rtl/>
        </w:rPr>
        <w:t xml:space="preserve"> </w:t>
      </w:r>
      <w:r w:rsidRPr="00F05117">
        <w:rPr>
          <w:rtl/>
        </w:rPr>
        <w:t>قُلْ</w:t>
      </w:r>
      <w:r w:rsidR="00554BFA">
        <w:rPr>
          <w:rtl/>
        </w:rPr>
        <w:t xml:space="preserve"> </w:t>
      </w:r>
      <w:r w:rsidRPr="00F05117">
        <w:rPr>
          <w:rtl/>
        </w:rPr>
        <w:t>لي</w:t>
      </w:r>
    </w:p>
    <w:p w:rsidR="00D0383A" w:rsidRDefault="00645494" w:rsidP="00554BFA">
      <w:pPr>
        <w:pStyle w:val="libNormal"/>
        <w:rPr>
          <w:rtl/>
        </w:rPr>
      </w:pPr>
      <w:r w:rsidRPr="00554BFA">
        <w:rPr>
          <w:rtl/>
        </w:rPr>
        <w:t>فانتبه الشيخ وهو يحفظهما</w:t>
      </w:r>
      <w:r w:rsidR="00D0383A">
        <w:rPr>
          <w:rtl/>
        </w:rPr>
        <w:t>،</w:t>
      </w:r>
      <w:r w:rsidRPr="00554BFA">
        <w:rPr>
          <w:rtl/>
        </w:rPr>
        <w:t xml:space="preserve"> وأرسل أحد تلامذته بالبيتين إليه، وسأله أنْ لا يعبر إلاّ بعد الجواب</w:t>
      </w:r>
      <w:r w:rsidR="00D0383A">
        <w:rPr>
          <w:rtl/>
        </w:rPr>
        <w:t>،</w:t>
      </w:r>
      <w:r w:rsidRPr="00554BFA">
        <w:rPr>
          <w:rtl/>
        </w:rPr>
        <w:t xml:space="preserve"> فلمّا سمع البيتين والسؤال أنْ لا يعبر إلاّ بعد الجواب، رجع إلى بغداد ولم يعبر.</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قد ذكر السروي المذكور</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قبلاً في المناقب، أبياتاً لشرف الدولة مسلم بن قريش العقيلي المسيَّبي ملك الموصل الّذي عمّر في الكاظميين، والّذي قُتل سنة 478 وقد ذكرت عمارته في</w:t>
      </w:r>
      <w:r w:rsidR="00554BFA">
        <w:rPr>
          <w:rtl/>
        </w:rPr>
        <w:t xml:space="preserve"> (</w:t>
      </w:r>
      <w:r w:rsidRPr="00554BFA">
        <w:rPr>
          <w:rtl/>
        </w:rPr>
        <w:t>صدا الفؤاد) وفي الأبيات هذان البيتان، وهي قوله:</w:t>
      </w:r>
    </w:p>
    <w:p w:rsidR="00645494" w:rsidRDefault="00645494" w:rsidP="00FE2721">
      <w:pPr>
        <w:pStyle w:val="libPoemCenter"/>
        <w:rPr>
          <w:rtl/>
        </w:rPr>
      </w:pPr>
      <w:r w:rsidRPr="00F05117">
        <w:rPr>
          <w:rtl/>
        </w:rPr>
        <w:t>إذا</w:t>
      </w:r>
      <w:r w:rsidR="00554BFA">
        <w:rPr>
          <w:rtl/>
        </w:rPr>
        <w:t xml:space="preserve"> </w:t>
      </w:r>
      <w:r w:rsidRPr="00F05117">
        <w:rPr>
          <w:rtl/>
        </w:rPr>
        <w:t>اختلفت</w:t>
      </w:r>
      <w:r w:rsidR="00554BFA">
        <w:rPr>
          <w:rtl/>
        </w:rPr>
        <w:t xml:space="preserve"> </w:t>
      </w:r>
      <w:r w:rsidRPr="00F05117">
        <w:rPr>
          <w:rtl/>
        </w:rPr>
        <w:t>في</w:t>
      </w:r>
      <w:r w:rsidR="00554BFA">
        <w:rPr>
          <w:rtl/>
        </w:rPr>
        <w:t xml:space="preserve"> </w:t>
      </w:r>
      <w:r w:rsidRPr="00F05117">
        <w:rPr>
          <w:rtl/>
        </w:rPr>
        <w:t>الدين</w:t>
      </w:r>
      <w:r w:rsidR="00554BFA">
        <w:rPr>
          <w:rtl/>
        </w:rPr>
        <w:t xml:space="preserve"> </w:t>
      </w:r>
      <w:r w:rsidRPr="00F05117">
        <w:rPr>
          <w:rtl/>
        </w:rPr>
        <w:t>سبعون</w:t>
      </w:r>
      <w:r w:rsidR="00554BFA">
        <w:rPr>
          <w:rtl/>
        </w:rPr>
        <w:t xml:space="preserve"> </w:t>
      </w:r>
      <w:r w:rsidRPr="00F05117">
        <w:rPr>
          <w:rtl/>
        </w:rPr>
        <w:t>فرقة</w:t>
      </w:r>
      <w:r w:rsidR="00554BFA">
        <w:rPr>
          <w:rtl/>
        </w:rPr>
        <w:t xml:space="preserve"> </w:t>
      </w:r>
      <w:r w:rsidR="00554BFA" w:rsidRPr="00D0383A">
        <w:rPr>
          <w:rtl/>
        </w:rPr>
        <w:t>=</w:t>
      </w:r>
      <w:r w:rsidR="00554BFA">
        <w:rPr>
          <w:rtl/>
        </w:rPr>
        <w:t xml:space="preserve"> </w:t>
      </w:r>
      <w:r w:rsidRPr="00F05117">
        <w:rPr>
          <w:rtl/>
        </w:rPr>
        <w:t>ونيِّف</w:t>
      </w:r>
      <w:r w:rsidR="00554BFA">
        <w:rPr>
          <w:rtl/>
        </w:rPr>
        <w:t xml:space="preserve"> </w:t>
      </w:r>
      <w:r w:rsidRPr="00F05117">
        <w:rPr>
          <w:rtl/>
        </w:rPr>
        <w:t>كما</w:t>
      </w:r>
      <w:r w:rsidR="00554BFA">
        <w:rPr>
          <w:rtl/>
        </w:rPr>
        <w:t xml:space="preserve"> </w:t>
      </w:r>
      <w:r w:rsidRPr="00F05117">
        <w:rPr>
          <w:rtl/>
        </w:rPr>
        <w:t>قد</w:t>
      </w:r>
      <w:r w:rsidR="00554BFA">
        <w:rPr>
          <w:rtl/>
        </w:rPr>
        <w:t xml:space="preserve"> </w:t>
      </w:r>
      <w:r w:rsidRPr="00F05117">
        <w:rPr>
          <w:rtl/>
        </w:rPr>
        <w:t>صح</w:t>
      </w:r>
      <w:r w:rsidR="00554BFA">
        <w:rPr>
          <w:rtl/>
        </w:rPr>
        <w:t xml:space="preserve"> </w:t>
      </w:r>
      <w:r w:rsidRPr="00F05117">
        <w:rPr>
          <w:rtl/>
        </w:rPr>
        <w:t>عن</w:t>
      </w:r>
      <w:r w:rsidR="00554BFA">
        <w:rPr>
          <w:rtl/>
        </w:rPr>
        <w:t xml:space="preserve"> </w:t>
      </w:r>
      <w:r w:rsidRPr="00F05117">
        <w:rPr>
          <w:rtl/>
        </w:rPr>
        <w:t>سيد</w:t>
      </w:r>
      <w:r w:rsidR="00554BFA">
        <w:rPr>
          <w:rtl/>
        </w:rPr>
        <w:t xml:space="preserve"> </w:t>
      </w:r>
      <w:r w:rsidRPr="00F05117">
        <w:rPr>
          <w:rtl/>
        </w:rPr>
        <w:t>الرسل</w:t>
      </w:r>
    </w:p>
    <w:p w:rsidR="00645494" w:rsidRDefault="00645494" w:rsidP="00FE2721">
      <w:pPr>
        <w:pStyle w:val="libPoemCenter"/>
        <w:rPr>
          <w:rtl/>
        </w:rPr>
      </w:pPr>
      <w:r w:rsidRPr="00F05117">
        <w:rPr>
          <w:rtl/>
        </w:rPr>
        <w:t>ولم</w:t>
      </w:r>
      <w:r w:rsidR="00554BFA">
        <w:rPr>
          <w:rtl/>
        </w:rPr>
        <w:t xml:space="preserve"> </w:t>
      </w:r>
      <w:r w:rsidRPr="00F05117">
        <w:rPr>
          <w:rtl/>
        </w:rPr>
        <w:t>يكُ</w:t>
      </w:r>
      <w:r w:rsidR="00554BFA">
        <w:rPr>
          <w:rtl/>
        </w:rPr>
        <w:t xml:space="preserve"> </w:t>
      </w:r>
      <w:r w:rsidRPr="00F05117">
        <w:rPr>
          <w:rtl/>
        </w:rPr>
        <w:t>منها</w:t>
      </w:r>
      <w:r w:rsidR="00554BFA">
        <w:rPr>
          <w:rtl/>
        </w:rPr>
        <w:t xml:space="preserve"> </w:t>
      </w:r>
      <w:r w:rsidRPr="00F05117">
        <w:rPr>
          <w:rtl/>
        </w:rPr>
        <w:t>ناجياً</w:t>
      </w:r>
      <w:r w:rsidR="00554BFA">
        <w:rPr>
          <w:rtl/>
        </w:rPr>
        <w:t xml:space="preserve"> </w:t>
      </w:r>
      <w:r w:rsidRPr="00F05117">
        <w:rPr>
          <w:rtl/>
        </w:rPr>
        <w:t>غير</w:t>
      </w:r>
      <w:r w:rsidR="00554BFA">
        <w:rPr>
          <w:rtl/>
        </w:rPr>
        <w:t xml:space="preserve"> </w:t>
      </w:r>
      <w:r w:rsidRPr="00F05117">
        <w:rPr>
          <w:rtl/>
        </w:rPr>
        <w:t>فرقة</w:t>
      </w:r>
      <w:r w:rsidR="00554BFA">
        <w:rPr>
          <w:rtl/>
        </w:rPr>
        <w:t xml:space="preserve"> </w:t>
      </w:r>
      <w:r w:rsidR="00554BFA" w:rsidRPr="00D0383A">
        <w:rPr>
          <w:rtl/>
        </w:rPr>
        <w:t>=</w:t>
      </w:r>
      <w:r w:rsidR="00554BFA">
        <w:rPr>
          <w:rtl/>
        </w:rPr>
        <w:t xml:space="preserve"> </w:t>
      </w:r>
      <w:r w:rsidRPr="00F05117">
        <w:rPr>
          <w:rtl/>
        </w:rPr>
        <w:t>فماذا</w:t>
      </w:r>
      <w:r w:rsidR="00554BFA">
        <w:rPr>
          <w:rtl/>
        </w:rPr>
        <w:t xml:space="preserve"> </w:t>
      </w:r>
      <w:r w:rsidRPr="00F05117">
        <w:rPr>
          <w:rtl/>
        </w:rPr>
        <w:t>ترى</w:t>
      </w:r>
      <w:r w:rsidR="00554BFA">
        <w:rPr>
          <w:rtl/>
        </w:rPr>
        <w:t xml:space="preserve"> </w:t>
      </w:r>
      <w:r w:rsidRPr="00F05117">
        <w:rPr>
          <w:rtl/>
        </w:rPr>
        <w:t>ياذا</w:t>
      </w:r>
      <w:r w:rsidR="00554BFA">
        <w:rPr>
          <w:rtl/>
        </w:rPr>
        <w:t xml:space="preserve"> </w:t>
      </w:r>
      <w:r w:rsidRPr="00F05117">
        <w:rPr>
          <w:rtl/>
        </w:rPr>
        <w:t>البصيرة</w:t>
      </w:r>
      <w:r w:rsidR="00554BFA">
        <w:rPr>
          <w:rtl/>
        </w:rPr>
        <w:t xml:space="preserve"> </w:t>
      </w:r>
      <w:r w:rsidRPr="00F05117">
        <w:rPr>
          <w:rtl/>
        </w:rPr>
        <w:t>والعَقل</w:t>
      </w:r>
    </w:p>
    <w:p w:rsidR="00645494" w:rsidRDefault="00645494" w:rsidP="00FE2721">
      <w:pPr>
        <w:pStyle w:val="libPoemCenter"/>
        <w:rPr>
          <w:rtl/>
        </w:rPr>
      </w:pPr>
      <w:r w:rsidRPr="00F05117">
        <w:rPr>
          <w:rtl/>
        </w:rPr>
        <w:t>أفي</w:t>
      </w:r>
      <w:r w:rsidR="00554BFA">
        <w:rPr>
          <w:rtl/>
        </w:rPr>
        <w:t xml:space="preserve"> </w:t>
      </w:r>
      <w:r w:rsidRPr="00F05117">
        <w:rPr>
          <w:rtl/>
        </w:rPr>
        <w:t>الفرقة</w:t>
      </w:r>
      <w:r w:rsidR="00554BFA">
        <w:rPr>
          <w:rtl/>
        </w:rPr>
        <w:t xml:space="preserve"> </w:t>
      </w:r>
      <w:r w:rsidRPr="00F05117">
        <w:rPr>
          <w:rtl/>
        </w:rPr>
        <w:t>الهُلاّك</w:t>
      </w:r>
      <w:r w:rsidR="00554BFA">
        <w:rPr>
          <w:rtl/>
        </w:rPr>
        <w:t xml:space="preserve"> </w:t>
      </w:r>
      <w:r w:rsidRPr="00F05117">
        <w:rPr>
          <w:rtl/>
        </w:rPr>
        <w:t>آل</w:t>
      </w:r>
      <w:r w:rsidR="00554BFA">
        <w:rPr>
          <w:rtl/>
        </w:rPr>
        <w:t xml:space="preserve"> </w:t>
      </w:r>
      <w:r w:rsidRPr="00F05117">
        <w:rPr>
          <w:rtl/>
        </w:rPr>
        <w:t>محمد</w:t>
      </w:r>
      <w:r w:rsidR="00554BFA">
        <w:rPr>
          <w:rtl/>
        </w:rPr>
        <w:t xml:space="preserve"> </w:t>
      </w:r>
      <w:r w:rsidR="00554BFA" w:rsidRPr="00D0383A">
        <w:rPr>
          <w:rtl/>
        </w:rPr>
        <w:t>=</w:t>
      </w:r>
      <w:r w:rsidR="00554BFA">
        <w:rPr>
          <w:rtl/>
        </w:rPr>
        <w:t xml:space="preserve"> </w:t>
      </w:r>
      <w:r w:rsidRPr="00F05117">
        <w:rPr>
          <w:rtl/>
        </w:rPr>
        <w:t>أم</w:t>
      </w:r>
      <w:r w:rsidR="00554BFA">
        <w:rPr>
          <w:rtl/>
        </w:rPr>
        <w:t xml:space="preserve"> </w:t>
      </w:r>
      <w:r w:rsidRPr="00F05117">
        <w:rPr>
          <w:rtl/>
        </w:rPr>
        <w:t>الفرقة</w:t>
      </w:r>
      <w:r w:rsidR="00554BFA">
        <w:rPr>
          <w:rtl/>
        </w:rPr>
        <w:t xml:space="preserve"> </w:t>
      </w:r>
      <w:r w:rsidRPr="00F05117">
        <w:rPr>
          <w:rtl/>
        </w:rPr>
        <w:t>الناجين</w:t>
      </w:r>
      <w:r w:rsidR="00554BFA">
        <w:rPr>
          <w:rtl/>
        </w:rPr>
        <w:t xml:space="preserve"> </w:t>
      </w:r>
      <w:r w:rsidRPr="00F05117">
        <w:rPr>
          <w:rtl/>
        </w:rPr>
        <w:t>ماذا</w:t>
      </w:r>
      <w:r w:rsidR="00554BFA">
        <w:rPr>
          <w:rtl/>
        </w:rPr>
        <w:t xml:space="preserve"> </w:t>
      </w:r>
      <w:r w:rsidRPr="00F05117">
        <w:rPr>
          <w:rtl/>
        </w:rPr>
        <w:t>ترى</w:t>
      </w:r>
      <w:r w:rsidR="00554BFA">
        <w:rPr>
          <w:rtl/>
        </w:rPr>
        <w:t xml:space="preserve"> </w:t>
      </w:r>
      <w:r w:rsidRPr="00F05117">
        <w:rPr>
          <w:rtl/>
        </w:rPr>
        <w:t>قُلْ</w:t>
      </w:r>
      <w:r w:rsidR="00554BFA">
        <w:rPr>
          <w:rtl/>
        </w:rPr>
        <w:t xml:space="preserve"> </w:t>
      </w:r>
      <w:r w:rsidRPr="00F05117">
        <w:rPr>
          <w:rtl/>
        </w:rPr>
        <w:t>لي</w:t>
      </w:r>
    </w:p>
    <w:p w:rsidR="00645494" w:rsidRDefault="00645494" w:rsidP="00FE2721">
      <w:pPr>
        <w:pStyle w:val="libPoemCenter"/>
        <w:rPr>
          <w:rtl/>
        </w:rPr>
      </w:pPr>
      <w:r w:rsidRPr="00F05117">
        <w:rPr>
          <w:rtl/>
        </w:rPr>
        <w:t>فإنْ</w:t>
      </w:r>
      <w:r w:rsidR="00554BFA">
        <w:rPr>
          <w:rtl/>
        </w:rPr>
        <w:t xml:space="preserve"> </w:t>
      </w:r>
      <w:r w:rsidRPr="00F05117">
        <w:rPr>
          <w:rtl/>
        </w:rPr>
        <w:t>قلت</w:t>
      </w:r>
      <w:r w:rsidR="00554BFA">
        <w:rPr>
          <w:rtl/>
        </w:rPr>
        <w:t xml:space="preserve"> </w:t>
      </w:r>
      <w:r w:rsidRPr="00F05117">
        <w:rPr>
          <w:rtl/>
        </w:rPr>
        <w:t>هُلاّك</w:t>
      </w:r>
      <w:r w:rsidR="00554BFA">
        <w:rPr>
          <w:rtl/>
        </w:rPr>
        <w:t xml:space="preserve"> </w:t>
      </w:r>
      <w:r w:rsidRPr="00F05117">
        <w:rPr>
          <w:rtl/>
        </w:rPr>
        <w:t>كفرت</w:t>
      </w:r>
      <w:r w:rsidR="00554BFA">
        <w:rPr>
          <w:rtl/>
        </w:rPr>
        <w:t xml:space="preserve"> </w:t>
      </w:r>
      <w:r w:rsidRPr="00F05117">
        <w:rPr>
          <w:rtl/>
        </w:rPr>
        <w:t>وأنْ</w:t>
      </w:r>
      <w:r w:rsidR="00554BFA">
        <w:rPr>
          <w:rtl/>
        </w:rPr>
        <w:t xml:space="preserve"> </w:t>
      </w:r>
      <w:r w:rsidRPr="00F05117">
        <w:rPr>
          <w:rtl/>
        </w:rPr>
        <w:t>تَقل</w:t>
      </w:r>
      <w:r w:rsidR="00554BFA">
        <w:rPr>
          <w:rtl/>
        </w:rPr>
        <w:t xml:space="preserve"> </w:t>
      </w:r>
      <w:r w:rsidR="00554BFA" w:rsidRPr="00D0383A">
        <w:rPr>
          <w:rtl/>
        </w:rPr>
        <w:t>=</w:t>
      </w:r>
      <w:r w:rsidR="00554BFA">
        <w:rPr>
          <w:rtl/>
        </w:rPr>
        <w:t xml:space="preserve"> </w:t>
      </w:r>
      <w:r w:rsidRPr="00F05117">
        <w:rPr>
          <w:rtl/>
        </w:rPr>
        <w:t>نُجّاة</w:t>
      </w:r>
      <w:r w:rsidR="00554BFA">
        <w:rPr>
          <w:rtl/>
        </w:rPr>
        <w:t xml:space="preserve"> </w:t>
      </w:r>
      <w:r w:rsidRPr="00F05117">
        <w:rPr>
          <w:rtl/>
        </w:rPr>
        <w:t>فحالفهم</w:t>
      </w:r>
      <w:r w:rsidR="00554BFA">
        <w:rPr>
          <w:rtl/>
        </w:rPr>
        <w:t xml:space="preserve"> </w:t>
      </w:r>
      <w:r w:rsidRPr="00F05117">
        <w:rPr>
          <w:rtl/>
        </w:rPr>
        <w:t>وخالف</w:t>
      </w:r>
      <w:r w:rsidR="00554BFA">
        <w:rPr>
          <w:rtl/>
        </w:rPr>
        <w:t xml:space="preserve"> </w:t>
      </w:r>
      <w:r w:rsidRPr="00F05117">
        <w:rPr>
          <w:rtl/>
        </w:rPr>
        <w:t>ذوي</w:t>
      </w:r>
      <w:r w:rsidR="00554BFA">
        <w:rPr>
          <w:rtl/>
        </w:rPr>
        <w:t xml:space="preserve"> </w:t>
      </w:r>
      <w:r w:rsidRPr="00F05117">
        <w:rPr>
          <w:rtl/>
        </w:rPr>
        <w:t>الجهل</w:t>
      </w:r>
    </w:p>
    <w:p w:rsidR="00645494" w:rsidRDefault="00645494" w:rsidP="00FE2721">
      <w:pPr>
        <w:pStyle w:val="libPoemCenter"/>
        <w:rPr>
          <w:rtl/>
        </w:rPr>
      </w:pPr>
      <w:r w:rsidRPr="00F05117">
        <w:rPr>
          <w:rtl/>
        </w:rPr>
        <w:t>لَئن</w:t>
      </w:r>
      <w:r w:rsidR="00554BFA">
        <w:rPr>
          <w:rtl/>
        </w:rPr>
        <w:t xml:space="preserve"> </w:t>
      </w:r>
      <w:r w:rsidRPr="00F05117">
        <w:rPr>
          <w:rtl/>
        </w:rPr>
        <w:t>كان</w:t>
      </w:r>
      <w:r w:rsidR="00554BFA">
        <w:rPr>
          <w:rtl/>
        </w:rPr>
        <w:t xml:space="preserve"> </w:t>
      </w:r>
      <w:r w:rsidRPr="00F05117">
        <w:rPr>
          <w:rtl/>
        </w:rPr>
        <w:t>مولى</w:t>
      </w:r>
      <w:r w:rsidR="00554BFA">
        <w:rPr>
          <w:rtl/>
        </w:rPr>
        <w:t xml:space="preserve"> </w:t>
      </w:r>
      <w:r w:rsidRPr="00F05117">
        <w:rPr>
          <w:rtl/>
        </w:rPr>
        <w:t>القوم</w:t>
      </w:r>
      <w:r w:rsidR="00554BFA">
        <w:rPr>
          <w:rtl/>
        </w:rPr>
        <w:t xml:space="preserve"> </w:t>
      </w:r>
      <w:r w:rsidRPr="00F05117">
        <w:rPr>
          <w:rtl/>
        </w:rPr>
        <w:t>منهم</w:t>
      </w:r>
      <w:r w:rsidR="00554BFA">
        <w:rPr>
          <w:rtl/>
        </w:rPr>
        <w:t xml:space="preserve"> </w:t>
      </w:r>
      <w:r w:rsidRPr="00F05117">
        <w:rPr>
          <w:rtl/>
        </w:rPr>
        <w:t>فإنَّني</w:t>
      </w:r>
      <w:r w:rsidR="00554BFA">
        <w:rPr>
          <w:rtl/>
        </w:rPr>
        <w:t xml:space="preserve"> </w:t>
      </w:r>
      <w:r w:rsidR="00554BFA" w:rsidRPr="00D0383A">
        <w:rPr>
          <w:rtl/>
        </w:rPr>
        <w:t>=</w:t>
      </w:r>
      <w:r w:rsidR="00554BFA">
        <w:rPr>
          <w:rtl/>
        </w:rPr>
        <w:t xml:space="preserve"> </w:t>
      </w:r>
      <w:r w:rsidRPr="00F05117">
        <w:rPr>
          <w:rtl/>
        </w:rPr>
        <w:t>رَضيت</w:t>
      </w:r>
      <w:r w:rsidR="00554BFA">
        <w:rPr>
          <w:rtl/>
        </w:rPr>
        <w:t xml:space="preserve"> </w:t>
      </w:r>
      <w:r w:rsidRPr="00F05117">
        <w:rPr>
          <w:rtl/>
        </w:rPr>
        <w:t>بهم</w:t>
      </w:r>
      <w:r w:rsidR="00554BFA">
        <w:rPr>
          <w:rtl/>
        </w:rPr>
        <w:t xml:space="preserve"> </w:t>
      </w:r>
      <w:r w:rsidRPr="00F05117">
        <w:rPr>
          <w:rtl/>
        </w:rPr>
        <w:t>في</w:t>
      </w:r>
      <w:r w:rsidR="00554BFA">
        <w:rPr>
          <w:rtl/>
        </w:rPr>
        <w:t xml:space="preserve"> </w:t>
      </w:r>
      <w:r w:rsidRPr="00F05117">
        <w:rPr>
          <w:rtl/>
        </w:rPr>
        <w:t>الدين</w:t>
      </w:r>
      <w:r w:rsidR="00554BFA">
        <w:rPr>
          <w:rtl/>
        </w:rPr>
        <w:t xml:space="preserve"> </w:t>
      </w:r>
      <w:r w:rsidRPr="00F05117">
        <w:rPr>
          <w:rtl/>
        </w:rPr>
        <w:t>بالقول</w:t>
      </w:r>
      <w:r w:rsidR="00554BFA">
        <w:rPr>
          <w:rtl/>
        </w:rPr>
        <w:t xml:space="preserve"> </w:t>
      </w:r>
      <w:r w:rsidRPr="00F05117">
        <w:rPr>
          <w:rtl/>
        </w:rPr>
        <w:t>والفعل</w:t>
      </w:r>
    </w:p>
    <w:p w:rsidR="00645494" w:rsidRPr="00645494" w:rsidRDefault="00645494" w:rsidP="00FE2721">
      <w:pPr>
        <w:pStyle w:val="libPoemCenter"/>
        <w:rPr>
          <w:rtl/>
        </w:rPr>
      </w:pPr>
      <w:r w:rsidRPr="00F05117">
        <w:rPr>
          <w:rtl/>
        </w:rPr>
        <w:t>فخلِّ</w:t>
      </w:r>
      <w:r w:rsidR="00554BFA">
        <w:rPr>
          <w:rtl/>
        </w:rPr>
        <w:t xml:space="preserve"> </w:t>
      </w:r>
      <w:r w:rsidRPr="00F05117">
        <w:rPr>
          <w:rtl/>
        </w:rPr>
        <w:t>عليّاً</w:t>
      </w:r>
      <w:r w:rsidR="00554BFA">
        <w:rPr>
          <w:rtl/>
        </w:rPr>
        <w:t xml:space="preserve"> </w:t>
      </w:r>
      <w:r w:rsidRPr="00F05117">
        <w:rPr>
          <w:rtl/>
        </w:rPr>
        <w:t>لي</w:t>
      </w:r>
      <w:r w:rsidR="00554BFA">
        <w:rPr>
          <w:rtl/>
        </w:rPr>
        <w:t xml:space="preserve"> </w:t>
      </w:r>
      <w:r w:rsidRPr="00F05117">
        <w:rPr>
          <w:rtl/>
        </w:rPr>
        <w:t>إماماً</w:t>
      </w:r>
      <w:r w:rsidR="00554BFA">
        <w:rPr>
          <w:rtl/>
        </w:rPr>
        <w:t xml:space="preserve"> </w:t>
      </w:r>
      <w:r w:rsidRPr="00F05117">
        <w:rPr>
          <w:rtl/>
        </w:rPr>
        <w:t>وولده</w:t>
      </w:r>
      <w:r w:rsidR="00554BFA">
        <w:rPr>
          <w:rtl/>
        </w:rPr>
        <w:t xml:space="preserve"> </w:t>
      </w:r>
      <w:r w:rsidR="00554BFA" w:rsidRPr="00D0383A">
        <w:rPr>
          <w:rtl/>
        </w:rPr>
        <w:t>=</w:t>
      </w:r>
      <w:r w:rsidR="00554BFA">
        <w:rPr>
          <w:rtl/>
        </w:rPr>
        <w:t xml:space="preserve"> </w:t>
      </w:r>
      <w:r w:rsidRPr="00F05117">
        <w:rPr>
          <w:rtl/>
        </w:rPr>
        <w:t>وأنت</w:t>
      </w:r>
      <w:r w:rsidR="00554BFA">
        <w:rPr>
          <w:rtl/>
        </w:rPr>
        <w:t xml:space="preserve"> </w:t>
      </w:r>
      <w:r w:rsidRPr="00F05117">
        <w:rPr>
          <w:rtl/>
        </w:rPr>
        <w:t>مِن</w:t>
      </w:r>
      <w:r w:rsidR="00554BFA">
        <w:rPr>
          <w:rtl/>
        </w:rPr>
        <w:t xml:space="preserve"> </w:t>
      </w:r>
      <w:r w:rsidRPr="00F05117">
        <w:rPr>
          <w:rtl/>
        </w:rPr>
        <w:t>الباقين</w:t>
      </w:r>
      <w:r w:rsidR="00554BFA">
        <w:rPr>
          <w:rtl/>
        </w:rPr>
        <w:t xml:space="preserve"> </w:t>
      </w:r>
      <w:r w:rsidRPr="00F05117">
        <w:rPr>
          <w:rtl/>
        </w:rPr>
        <w:t>في</w:t>
      </w:r>
      <w:r w:rsidR="00554BFA">
        <w:rPr>
          <w:rtl/>
        </w:rPr>
        <w:t xml:space="preserve"> </w:t>
      </w:r>
      <w:r w:rsidRPr="00F05117">
        <w:rPr>
          <w:rtl/>
        </w:rPr>
        <w:t>أوسع</w:t>
      </w:r>
      <w:r w:rsidR="00554BFA">
        <w:rPr>
          <w:rtl/>
        </w:rPr>
        <w:t xml:space="preserve"> </w:t>
      </w:r>
      <w:r w:rsidRPr="00F05117">
        <w:rPr>
          <w:rtl/>
        </w:rPr>
        <w:t>الحلِّ</w:t>
      </w:r>
    </w:p>
    <w:p w:rsidR="00554BFA" w:rsidRDefault="00645494" w:rsidP="00554BFA">
      <w:pPr>
        <w:pStyle w:val="libNormal"/>
        <w:rPr>
          <w:rtl/>
        </w:rPr>
      </w:pPr>
      <w:r w:rsidRPr="00554BFA">
        <w:rPr>
          <w:rStyle w:val="libBold2Char"/>
          <w:rtl/>
        </w:rPr>
        <w:t>أقول:</w:t>
      </w:r>
      <w:r w:rsidRPr="00554BFA">
        <w:rPr>
          <w:rtl/>
        </w:rPr>
        <w:t xml:space="preserve"> وابن نما المذكور لم يعيّنه الناقل، فإنَّ آل نما سلسلة علماء في الحلَّة، من الأربعمائة إلى نحو الثمانمائة</w:t>
      </w:r>
      <w:r w:rsidR="00D0383A">
        <w:rPr>
          <w:rtl/>
        </w:rPr>
        <w:t>،</w:t>
      </w:r>
      <w:r w:rsidRPr="00554BFA">
        <w:rPr>
          <w:rtl/>
        </w:rPr>
        <w:t xml:space="preserve"> منهم جعفر بن محمد بن هبة الله بن نما بن علي بن حمدون الربعي</w:t>
      </w:r>
      <w:r w:rsidR="00D0383A">
        <w:rPr>
          <w:rtl/>
        </w:rPr>
        <w:t>،</w:t>
      </w:r>
      <w:r w:rsidRPr="00554BFA">
        <w:rPr>
          <w:rtl/>
        </w:rPr>
        <w:t xml:space="preserve"> فكلُّ هؤلاء علماء في الحلَّة</w:t>
      </w:r>
      <w:r w:rsidR="00D0383A">
        <w:rPr>
          <w:rtl/>
        </w:rPr>
        <w:t>،</w:t>
      </w:r>
      <w:r w:rsidRPr="00554BFA">
        <w:rPr>
          <w:rtl/>
        </w:rPr>
        <w:t xml:space="preserve"> فإنْ كانت الواقعة لمتقدمي آل نما، فلعلَّ شرف الدولة قد ذيَّلها، وإنْ كانت لأحد متأخريهم، فلعلَّ أمير المؤمنين</w:t>
      </w:r>
      <w:r w:rsidR="00554BFA">
        <w:rPr>
          <w:rtl/>
        </w:rPr>
        <w:t xml:space="preserve"> (</w:t>
      </w:r>
      <w:r w:rsidRPr="00554BFA">
        <w:rPr>
          <w:rtl/>
        </w:rPr>
        <w:t>عليه السلام) أنشد منها موضع الحاجة.</w:t>
      </w:r>
    </w:p>
    <w:p w:rsidR="00645494" w:rsidRPr="00554BFA" w:rsidRDefault="00645494" w:rsidP="00645494">
      <w:pPr>
        <w:pStyle w:val="Heading3"/>
        <w:rPr>
          <w:rtl/>
        </w:rPr>
      </w:pPr>
      <w:bookmarkStart w:id="41" w:name="_Toc491861310"/>
      <w:r w:rsidRPr="00F05117">
        <w:rPr>
          <w:rtl/>
        </w:rPr>
        <w:t>الفصل الثامن:</w:t>
      </w:r>
      <w:bookmarkEnd w:id="41"/>
    </w:p>
    <w:p w:rsidR="00645494" w:rsidRPr="00F05117" w:rsidRDefault="00645494" w:rsidP="00554BFA">
      <w:pPr>
        <w:pStyle w:val="libNormal"/>
        <w:rPr>
          <w:rtl/>
        </w:rPr>
      </w:pPr>
      <w:r w:rsidRPr="00554BFA">
        <w:rPr>
          <w:rtl/>
        </w:rPr>
        <w:t>أخبرني السيّد الشريف العلاَّمة، السيّد حسين بن مُعزِّ الدين السيّد مهدي بن السيّد حسن بن السيّد أحمد بن السيّد محمد الحسيني القزويني النجفي، المُتوفَّى سنة 1340، قال: رأيت أمير المؤمنين</w:t>
      </w:r>
      <w:r w:rsidR="00554BFA">
        <w:rPr>
          <w:rtl/>
        </w:rPr>
        <w:t xml:space="preserve"> (</w:t>
      </w:r>
      <w:r w:rsidRPr="00554BFA">
        <w:rPr>
          <w:rtl/>
        </w:rPr>
        <w:t>عليه السلام) في</w:t>
      </w:r>
      <w:r w:rsidR="00554BFA">
        <w:rPr>
          <w:rtl/>
        </w:rPr>
        <w:t xml:space="preserve"> </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المنام، ذات ليلة مباركة من ليالي رجب 1312، جالساً في مقبرة والدي على كرسي، وبين يديه والدي متأدب</w:t>
      </w:r>
      <w:r w:rsidR="00D0383A">
        <w:rPr>
          <w:rtl/>
        </w:rPr>
        <w:t>،</w:t>
      </w:r>
      <w:r w:rsidRPr="00554BFA">
        <w:rPr>
          <w:rtl/>
        </w:rPr>
        <w:t xml:space="preserve"> وكأنَّ المقبرة روضة متسعة، فجئت وسلَّمت عليه وأردت تقبيل يديه</w:t>
      </w:r>
      <w:r w:rsidR="00D0383A">
        <w:rPr>
          <w:rtl/>
        </w:rPr>
        <w:t>،</w:t>
      </w:r>
      <w:r w:rsidRPr="00554BFA">
        <w:rPr>
          <w:rtl/>
        </w:rPr>
        <w:t xml:space="preserve"> فقال لي أبي: امدحه أولاً، ثم قبّل يديه</w:t>
      </w:r>
      <w:r w:rsidR="00D0383A">
        <w:rPr>
          <w:rtl/>
        </w:rPr>
        <w:t>،</w:t>
      </w:r>
      <w:r w:rsidRPr="00554BFA">
        <w:rPr>
          <w:rtl/>
        </w:rPr>
        <w:t xml:space="preserve"> فأنشدته:</w:t>
      </w:r>
    </w:p>
    <w:p w:rsidR="00645494" w:rsidRDefault="00645494" w:rsidP="00FE2721">
      <w:pPr>
        <w:pStyle w:val="libPoemCenter"/>
        <w:rPr>
          <w:rtl/>
        </w:rPr>
      </w:pPr>
      <w:r w:rsidRPr="00F05117">
        <w:rPr>
          <w:rtl/>
        </w:rPr>
        <w:t>أبا</w:t>
      </w:r>
      <w:r w:rsidR="00554BFA">
        <w:rPr>
          <w:rtl/>
        </w:rPr>
        <w:t xml:space="preserve"> </w:t>
      </w:r>
      <w:r w:rsidRPr="00F05117">
        <w:rPr>
          <w:rtl/>
        </w:rPr>
        <w:t>حسن</w:t>
      </w:r>
      <w:r w:rsidR="00554BFA">
        <w:rPr>
          <w:rtl/>
        </w:rPr>
        <w:t xml:space="preserve"> </w:t>
      </w:r>
      <w:r w:rsidRPr="00F05117">
        <w:rPr>
          <w:rtl/>
        </w:rPr>
        <w:t>أنت</w:t>
      </w:r>
      <w:r w:rsidR="00554BFA">
        <w:rPr>
          <w:rtl/>
        </w:rPr>
        <w:t xml:space="preserve"> </w:t>
      </w:r>
      <w:r w:rsidRPr="00F05117">
        <w:rPr>
          <w:rtl/>
        </w:rPr>
        <w:t>عين</w:t>
      </w:r>
      <w:r w:rsidR="00554BFA">
        <w:rPr>
          <w:rtl/>
        </w:rPr>
        <w:t xml:space="preserve"> </w:t>
      </w:r>
      <w:r w:rsidRPr="00F05117">
        <w:rPr>
          <w:rtl/>
        </w:rPr>
        <w:t>الإله</w:t>
      </w:r>
      <w:r w:rsidR="00554BFA">
        <w:rPr>
          <w:rtl/>
        </w:rPr>
        <w:t xml:space="preserve"> </w:t>
      </w:r>
      <w:r w:rsidR="00554BFA" w:rsidRPr="00D0383A">
        <w:rPr>
          <w:rtl/>
        </w:rPr>
        <w:t>=</w:t>
      </w:r>
      <w:r w:rsidR="00554BFA">
        <w:rPr>
          <w:rtl/>
        </w:rPr>
        <w:t xml:space="preserve"> </w:t>
      </w:r>
      <w:r w:rsidRPr="00F05117">
        <w:rPr>
          <w:rtl/>
        </w:rPr>
        <w:t>فهل</w:t>
      </w:r>
      <w:r w:rsidR="00554BFA">
        <w:rPr>
          <w:rtl/>
        </w:rPr>
        <w:t xml:space="preserve"> </w:t>
      </w:r>
      <w:r w:rsidRPr="00F05117">
        <w:rPr>
          <w:rtl/>
        </w:rPr>
        <w:t>عنك</w:t>
      </w:r>
      <w:r w:rsidR="00554BFA">
        <w:rPr>
          <w:rtl/>
        </w:rPr>
        <w:t xml:space="preserve"> </w:t>
      </w:r>
      <w:r w:rsidRPr="00F05117">
        <w:rPr>
          <w:rtl/>
        </w:rPr>
        <w:t>تعزُب</w:t>
      </w:r>
      <w:r w:rsidR="00554BFA">
        <w:rPr>
          <w:rtl/>
        </w:rPr>
        <w:t xml:space="preserve"> </w:t>
      </w:r>
      <w:r w:rsidRPr="00F05117">
        <w:rPr>
          <w:rtl/>
        </w:rPr>
        <w:t>مِن</w:t>
      </w:r>
      <w:r w:rsidR="00554BFA">
        <w:rPr>
          <w:rtl/>
        </w:rPr>
        <w:t xml:space="preserve"> </w:t>
      </w:r>
      <w:r w:rsidRPr="00F05117">
        <w:rPr>
          <w:rtl/>
        </w:rPr>
        <w:t>خافيه</w:t>
      </w:r>
    </w:p>
    <w:p w:rsidR="00645494" w:rsidRDefault="00645494" w:rsidP="00645494">
      <w:pPr>
        <w:pStyle w:val="libPoemCenter"/>
        <w:rPr>
          <w:rtl/>
        </w:rPr>
      </w:pPr>
      <w:r w:rsidRPr="00F05117">
        <w:rPr>
          <w:rtl/>
        </w:rPr>
        <w:t>وأنت</w:t>
      </w:r>
      <w:r w:rsidR="00554BFA">
        <w:rPr>
          <w:rtl/>
        </w:rPr>
        <w:t xml:space="preserve"> </w:t>
      </w:r>
      <w:r w:rsidRPr="00F05117">
        <w:rPr>
          <w:rtl/>
        </w:rPr>
        <w:t>مُدير</w:t>
      </w:r>
      <w:r w:rsidR="00554BFA">
        <w:rPr>
          <w:rtl/>
        </w:rPr>
        <w:t xml:space="preserve"> </w:t>
      </w:r>
      <w:r w:rsidRPr="00F05117">
        <w:rPr>
          <w:rtl/>
        </w:rPr>
        <w:t>رَحى</w:t>
      </w:r>
      <w:r w:rsidR="00554BFA">
        <w:rPr>
          <w:rtl/>
        </w:rPr>
        <w:t xml:space="preserve"> </w:t>
      </w:r>
      <w:r w:rsidRPr="00F05117">
        <w:rPr>
          <w:rtl/>
        </w:rPr>
        <w:t>الكائنات</w:t>
      </w:r>
      <w:r w:rsidR="00554BFA">
        <w:rPr>
          <w:rtl/>
        </w:rPr>
        <w:t xml:space="preserve"> </w:t>
      </w:r>
      <w:r w:rsidR="00554BFA" w:rsidRPr="00D0383A">
        <w:rPr>
          <w:rtl/>
        </w:rPr>
        <w:t>=</w:t>
      </w:r>
      <w:r w:rsidR="00554BFA">
        <w:rPr>
          <w:rtl/>
        </w:rPr>
        <w:t xml:space="preserve"> </w:t>
      </w:r>
      <w:r w:rsidRPr="00F05117">
        <w:rPr>
          <w:rtl/>
        </w:rPr>
        <w:t>وإنْ</w:t>
      </w:r>
      <w:r w:rsidR="00554BFA">
        <w:rPr>
          <w:rtl/>
        </w:rPr>
        <w:t xml:space="preserve"> </w:t>
      </w:r>
      <w:r w:rsidRPr="00F05117">
        <w:rPr>
          <w:rtl/>
        </w:rPr>
        <w:t>شِئت</w:t>
      </w:r>
      <w:r w:rsidR="00554BFA">
        <w:rPr>
          <w:rtl/>
        </w:rPr>
        <w:t xml:space="preserve"> </w:t>
      </w:r>
      <w:r w:rsidRPr="00F05117">
        <w:rPr>
          <w:rtl/>
        </w:rPr>
        <w:t>تسفع</w:t>
      </w:r>
      <w:r w:rsidR="00554BFA">
        <w:rPr>
          <w:rtl/>
        </w:rPr>
        <w:t xml:space="preserve"> </w:t>
      </w:r>
      <w:r w:rsidRPr="00F05117">
        <w:rPr>
          <w:rtl/>
        </w:rPr>
        <w:t>بالناصيه</w:t>
      </w:r>
    </w:p>
    <w:p w:rsidR="00645494" w:rsidRDefault="00645494" w:rsidP="00FE2721">
      <w:pPr>
        <w:pStyle w:val="libPoemCenter"/>
        <w:rPr>
          <w:rtl/>
        </w:rPr>
      </w:pPr>
      <w:r w:rsidRPr="00F05117">
        <w:rPr>
          <w:rtl/>
        </w:rPr>
        <w:t>وأنت</w:t>
      </w:r>
      <w:r w:rsidR="00554BFA">
        <w:rPr>
          <w:rtl/>
        </w:rPr>
        <w:t xml:space="preserve"> </w:t>
      </w:r>
      <w:r w:rsidRPr="00F05117">
        <w:rPr>
          <w:rtl/>
        </w:rPr>
        <w:t>الّذي</w:t>
      </w:r>
      <w:r w:rsidR="00554BFA">
        <w:rPr>
          <w:rtl/>
        </w:rPr>
        <w:t xml:space="preserve"> </w:t>
      </w:r>
      <w:r w:rsidRPr="00F05117">
        <w:rPr>
          <w:rtl/>
        </w:rPr>
        <w:t>أُمم</w:t>
      </w:r>
      <w:r w:rsidR="00554BFA">
        <w:rPr>
          <w:rtl/>
        </w:rPr>
        <w:t xml:space="preserve"> </w:t>
      </w:r>
      <w:r w:rsidRPr="00F05117">
        <w:rPr>
          <w:rtl/>
        </w:rPr>
        <w:t>الأنبياء</w:t>
      </w:r>
      <w:r w:rsidR="00554BFA">
        <w:rPr>
          <w:rtl/>
        </w:rPr>
        <w:t xml:space="preserve"> </w:t>
      </w:r>
      <w:r w:rsidR="00554BFA" w:rsidRPr="00D0383A">
        <w:rPr>
          <w:rtl/>
        </w:rPr>
        <w:t>=</w:t>
      </w:r>
      <w:r w:rsidR="00554BFA">
        <w:rPr>
          <w:rtl/>
        </w:rPr>
        <w:t xml:space="preserve"> </w:t>
      </w:r>
      <w:r w:rsidRPr="00F05117">
        <w:rPr>
          <w:rtl/>
        </w:rPr>
        <w:t>لديك</w:t>
      </w:r>
      <w:r w:rsidR="00554BFA">
        <w:rPr>
          <w:rtl/>
        </w:rPr>
        <w:t xml:space="preserve"> </w:t>
      </w:r>
      <w:r w:rsidRPr="00F05117">
        <w:rPr>
          <w:rtl/>
        </w:rPr>
        <w:t>إذا</w:t>
      </w:r>
      <w:r w:rsidR="00554BFA">
        <w:rPr>
          <w:rtl/>
        </w:rPr>
        <w:t xml:space="preserve"> </w:t>
      </w:r>
      <w:r w:rsidRPr="00F05117">
        <w:rPr>
          <w:rtl/>
        </w:rPr>
        <w:t>حُشرتْ</w:t>
      </w:r>
      <w:r w:rsidR="00554BFA">
        <w:rPr>
          <w:rtl/>
        </w:rPr>
        <w:t xml:space="preserve"> </w:t>
      </w:r>
      <w:r w:rsidRPr="00F05117">
        <w:rPr>
          <w:rtl/>
        </w:rPr>
        <w:t>جاثيه</w:t>
      </w:r>
    </w:p>
    <w:p w:rsidR="00645494" w:rsidRDefault="00645494" w:rsidP="00FE2721">
      <w:pPr>
        <w:pStyle w:val="libPoemCenter"/>
        <w:rPr>
          <w:rtl/>
        </w:rPr>
      </w:pPr>
      <w:r w:rsidRPr="00F05117">
        <w:rPr>
          <w:rtl/>
        </w:rPr>
        <w:t>فمَن</w:t>
      </w:r>
      <w:r w:rsidR="00554BFA">
        <w:rPr>
          <w:rtl/>
        </w:rPr>
        <w:t xml:space="preserve"> </w:t>
      </w:r>
      <w:r w:rsidRPr="00F05117">
        <w:rPr>
          <w:rtl/>
        </w:rPr>
        <w:t>بك</w:t>
      </w:r>
      <w:r w:rsidR="00554BFA">
        <w:rPr>
          <w:rtl/>
        </w:rPr>
        <w:t xml:space="preserve"> </w:t>
      </w:r>
      <w:r w:rsidRPr="00F05117">
        <w:rPr>
          <w:rtl/>
        </w:rPr>
        <w:t>قد</w:t>
      </w:r>
      <w:r w:rsidR="00554BFA">
        <w:rPr>
          <w:rtl/>
        </w:rPr>
        <w:t xml:space="preserve"> </w:t>
      </w:r>
      <w:r w:rsidRPr="00F05117">
        <w:rPr>
          <w:rtl/>
        </w:rPr>
        <w:t>تمَّ</w:t>
      </w:r>
      <w:r w:rsidR="00554BFA">
        <w:rPr>
          <w:rtl/>
        </w:rPr>
        <w:t xml:space="preserve"> </w:t>
      </w:r>
      <w:r w:rsidRPr="00F05117">
        <w:rPr>
          <w:rtl/>
        </w:rPr>
        <w:t>إيمانه</w:t>
      </w:r>
      <w:r w:rsidR="00554BFA">
        <w:rPr>
          <w:rtl/>
        </w:rPr>
        <w:t xml:space="preserve"> </w:t>
      </w:r>
      <w:r w:rsidR="00554BFA" w:rsidRPr="00D0383A">
        <w:rPr>
          <w:rtl/>
        </w:rPr>
        <w:t>=</w:t>
      </w:r>
      <w:r w:rsidR="00554BFA">
        <w:rPr>
          <w:rtl/>
        </w:rPr>
        <w:t xml:space="preserve"> </w:t>
      </w:r>
      <w:r w:rsidRPr="00F05117">
        <w:rPr>
          <w:rtl/>
        </w:rPr>
        <w:t>يُساق</w:t>
      </w:r>
      <w:r w:rsidR="00554BFA">
        <w:rPr>
          <w:rtl/>
        </w:rPr>
        <w:t xml:space="preserve"> </w:t>
      </w:r>
      <w:r w:rsidRPr="00F05117">
        <w:rPr>
          <w:rtl/>
        </w:rPr>
        <w:t>إلى</w:t>
      </w:r>
      <w:r w:rsidR="00554BFA">
        <w:rPr>
          <w:rtl/>
        </w:rPr>
        <w:t xml:space="preserve"> </w:t>
      </w:r>
      <w:r w:rsidRPr="00F05117">
        <w:rPr>
          <w:rtl/>
        </w:rPr>
        <w:t>جنة</w:t>
      </w:r>
      <w:r w:rsidR="00554BFA">
        <w:rPr>
          <w:rtl/>
        </w:rPr>
        <w:t xml:space="preserve"> </w:t>
      </w:r>
      <w:r w:rsidRPr="00F05117">
        <w:rPr>
          <w:rtl/>
        </w:rPr>
        <w:t>عاليه</w:t>
      </w:r>
    </w:p>
    <w:p w:rsidR="00645494" w:rsidRPr="00645494" w:rsidRDefault="00645494" w:rsidP="00FE2721">
      <w:pPr>
        <w:pStyle w:val="libPoemCenter"/>
        <w:rPr>
          <w:rtl/>
        </w:rPr>
      </w:pPr>
      <w:r w:rsidRPr="00F05117">
        <w:rPr>
          <w:rtl/>
        </w:rPr>
        <w:t>وأما</w:t>
      </w:r>
      <w:r w:rsidR="00554BFA">
        <w:rPr>
          <w:rtl/>
        </w:rPr>
        <w:t xml:space="preserve"> </w:t>
      </w:r>
      <w:r w:rsidRPr="00F05117">
        <w:rPr>
          <w:rtl/>
        </w:rPr>
        <w:t>الّذين</w:t>
      </w:r>
      <w:r w:rsidR="00554BFA">
        <w:rPr>
          <w:rtl/>
        </w:rPr>
        <w:t xml:space="preserve"> </w:t>
      </w:r>
      <w:r w:rsidRPr="00F05117">
        <w:rPr>
          <w:rtl/>
        </w:rPr>
        <w:t>تولَّوا</w:t>
      </w:r>
      <w:r w:rsidR="00554BFA">
        <w:rPr>
          <w:rtl/>
        </w:rPr>
        <w:t xml:space="preserve"> </w:t>
      </w:r>
      <w:r w:rsidRPr="00F05117">
        <w:rPr>
          <w:rtl/>
        </w:rPr>
        <w:t>سواك</w:t>
      </w:r>
      <w:r w:rsidR="00554BFA">
        <w:rPr>
          <w:rtl/>
        </w:rPr>
        <w:t xml:space="preserve"> </w:t>
      </w:r>
      <w:r w:rsidR="00554BFA" w:rsidRPr="00D0383A">
        <w:rPr>
          <w:rtl/>
        </w:rPr>
        <w:t>=</w:t>
      </w:r>
      <w:r w:rsidR="00554BFA">
        <w:rPr>
          <w:rtl/>
        </w:rPr>
        <w:t xml:space="preserve"> </w:t>
      </w:r>
      <w:r w:rsidRPr="00F05117">
        <w:rPr>
          <w:rtl/>
        </w:rPr>
        <w:t>يساقون</w:t>
      </w:r>
      <w:r w:rsidR="00554BFA">
        <w:rPr>
          <w:rtl/>
        </w:rPr>
        <w:t xml:space="preserve"> </w:t>
      </w:r>
      <w:r w:rsidRPr="00F05117">
        <w:rPr>
          <w:rtl/>
        </w:rPr>
        <w:t>دعّاً</w:t>
      </w:r>
      <w:r w:rsidR="00554BFA">
        <w:rPr>
          <w:rtl/>
        </w:rPr>
        <w:t xml:space="preserve"> </w:t>
      </w:r>
      <w:r w:rsidRPr="00F05117">
        <w:rPr>
          <w:rtl/>
        </w:rPr>
        <w:t>إلى</w:t>
      </w:r>
      <w:r w:rsidR="00554BFA">
        <w:rPr>
          <w:rtl/>
        </w:rPr>
        <w:t xml:space="preserve"> </w:t>
      </w:r>
      <w:r w:rsidRPr="00F05117">
        <w:rPr>
          <w:rtl/>
        </w:rPr>
        <w:t>الهاويه</w:t>
      </w:r>
    </w:p>
    <w:p w:rsidR="00554BFA" w:rsidRDefault="00645494" w:rsidP="00554BFA">
      <w:pPr>
        <w:pStyle w:val="libNormal"/>
        <w:rPr>
          <w:rtl/>
        </w:rPr>
      </w:pPr>
      <w:r w:rsidRPr="00554BFA">
        <w:rPr>
          <w:rtl/>
        </w:rPr>
        <w:t>قال: فتبسَّم</w:t>
      </w:r>
      <w:r w:rsidR="00554BFA">
        <w:rPr>
          <w:rtl/>
        </w:rPr>
        <w:t xml:space="preserve"> (</w:t>
      </w:r>
      <w:r w:rsidRPr="00554BFA">
        <w:rPr>
          <w:rtl/>
        </w:rPr>
        <w:t>عليه السلام) وقال لي أبي: أحسنت</w:t>
      </w:r>
      <w:r w:rsidR="00D0383A">
        <w:rPr>
          <w:rtl/>
        </w:rPr>
        <w:t>،</w:t>
      </w:r>
      <w:r w:rsidRPr="00554BFA">
        <w:rPr>
          <w:rtl/>
        </w:rPr>
        <w:t xml:space="preserve"> فدنوت منه</w:t>
      </w:r>
      <w:r w:rsidR="00554BFA">
        <w:rPr>
          <w:rtl/>
        </w:rPr>
        <w:t xml:space="preserve"> (</w:t>
      </w:r>
      <w:r w:rsidRPr="00554BFA">
        <w:rPr>
          <w:rtl/>
        </w:rPr>
        <w:t>عليه السلام) وقبّلت يديه</w:t>
      </w:r>
      <w:r w:rsidR="00D0383A">
        <w:rPr>
          <w:rtl/>
        </w:rPr>
        <w:t>،</w:t>
      </w:r>
      <w:r w:rsidRPr="00554BFA">
        <w:rPr>
          <w:rtl/>
        </w:rPr>
        <w:t xml:space="preserve"> وانتبهت وأنا أحفظ الأبيات</w:t>
      </w:r>
      <w:r w:rsidR="00D0383A">
        <w:rPr>
          <w:rtl/>
        </w:rPr>
        <w:t>،</w:t>
      </w:r>
      <w:r w:rsidRPr="00554BFA">
        <w:rPr>
          <w:rtl/>
        </w:rPr>
        <w:t xml:space="preserve"> ولما أصبحت حضر المجلس على العادة جماعة من فضلاء الأدباء، فذكرت لهم الطيف، وقلت لهم:</w:t>
      </w:r>
    </w:p>
    <w:p w:rsidR="00645494" w:rsidRDefault="00645494" w:rsidP="00FE2721">
      <w:pPr>
        <w:pStyle w:val="libPoemCenter"/>
        <w:rPr>
          <w:rtl/>
        </w:rPr>
      </w:pPr>
      <w:r w:rsidRPr="00F05117">
        <w:rPr>
          <w:rFonts w:hint="cs"/>
          <w:rtl/>
        </w:rPr>
        <w:t>م</w:t>
      </w:r>
      <w:r w:rsidRPr="00F05117">
        <w:rPr>
          <w:rtl/>
        </w:rPr>
        <w:t>َن</w:t>
      </w:r>
      <w:r w:rsidR="00554BFA">
        <w:rPr>
          <w:rtl/>
        </w:rPr>
        <w:t xml:space="preserve"> </w:t>
      </w:r>
      <w:r w:rsidRPr="00F05117">
        <w:rPr>
          <w:rtl/>
        </w:rPr>
        <w:t>كان</w:t>
      </w:r>
      <w:r w:rsidR="00554BFA">
        <w:rPr>
          <w:rtl/>
        </w:rPr>
        <w:t xml:space="preserve"> </w:t>
      </w:r>
      <w:r w:rsidRPr="00F05117">
        <w:rPr>
          <w:rtl/>
        </w:rPr>
        <w:t>يَهوى</w:t>
      </w:r>
      <w:r w:rsidR="00554BFA">
        <w:rPr>
          <w:rtl/>
        </w:rPr>
        <w:t xml:space="preserve"> </w:t>
      </w:r>
      <w:r w:rsidRPr="00F05117">
        <w:rPr>
          <w:rtl/>
        </w:rPr>
        <w:t>قلبه</w:t>
      </w:r>
      <w:r w:rsidR="00554BFA">
        <w:rPr>
          <w:rtl/>
        </w:rPr>
        <w:t xml:space="preserve"> </w:t>
      </w:r>
      <w:r w:rsidR="00554BFA" w:rsidRPr="00D0383A">
        <w:rPr>
          <w:rtl/>
        </w:rPr>
        <w:t>=</w:t>
      </w:r>
      <w:r w:rsidR="00554BFA">
        <w:rPr>
          <w:rtl/>
        </w:rPr>
        <w:t xml:space="preserve"> </w:t>
      </w:r>
      <w:r w:rsidRPr="00F05117">
        <w:rPr>
          <w:rtl/>
        </w:rPr>
        <w:t>ثاني</w:t>
      </w:r>
      <w:r w:rsidR="00554BFA">
        <w:rPr>
          <w:rtl/>
        </w:rPr>
        <w:t xml:space="preserve"> </w:t>
      </w:r>
      <w:r w:rsidRPr="00F05117">
        <w:rPr>
          <w:rtl/>
        </w:rPr>
        <w:t>أصحاب</w:t>
      </w:r>
      <w:r w:rsidR="00554BFA">
        <w:rPr>
          <w:rtl/>
        </w:rPr>
        <w:t xml:space="preserve"> </w:t>
      </w:r>
      <w:r w:rsidRPr="00F05117">
        <w:rPr>
          <w:rtl/>
        </w:rPr>
        <w:t>الكسا</w:t>
      </w:r>
    </w:p>
    <w:p w:rsidR="00645494" w:rsidRPr="00645494" w:rsidRDefault="00645494" w:rsidP="00FE2721">
      <w:pPr>
        <w:pStyle w:val="libPoemCenter"/>
        <w:rPr>
          <w:rtl/>
        </w:rPr>
      </w:pPr>
      <w:r w:rsidRPr="00F05117">
        <w:rPr>
          <w:rtl/>
        </w:rPr>
        <w:t>فلينتدب</w:t>
      </w:r>
      <w:r w:rsidR="00554BFA">
        <w:rPr>
          <w:rtl/>
        </w:rPr>
        <w:t xml:space="preserve"> </w:t>
      </w:r>
      <w:r w:rsidRPr="00F05117">
        <w:rPr>
          <w:rtl/>
        </w:rPr>
        <w:t>لمدحه</w:t>
      </w:r>
      <w:r w:rsidR="00554BFA">
        <w:rPr>
          <w:rtl/>
        </w:rPr>
        <w:t xml:space="preserve"> </w:t>
      </w:r>
      <w:r w:rsidR="00554BFA" w:rsidRPr="00D0383A">
        <w:rPr>
          <w:rtl/>
        </w:rPr>
        <w:t>=</w:t>
      </w:r>
      <w:r w:rsidR="00554BFA">
        <w:rPr>
          <w:rtl/>
        </w:rPr>
        <w:t xml:space="preserve"> </w:t>
      </w:r>
      <w:r w:rsidRPr="00F05117">
        <w:rPr>
          <w:rtl/>
        </w:rPr>
        <w:t>مشطِّراً</w:t>
      </w:r>
      <w:r w:rsidR="00554BFA">
        <w:rPr>
          <w:rtl/>
        </w:rPr>
        <w:t xml:space="preserve"> </w:t>
      </w:r>
      <w:r w:rsidRPr="00F05117">
        <w:rPr>
          <w:rtl/>
        </w:rPr>
        <w:t>مخمِّسا</w:t>
      </w:r>
    </w:p>
    <w:p w:rsidR="00D0383A" w:rsidRDefault="00645494" w:rsidP="00554BFA">
      <w:pPr>
        <w:pStyle w:val="libNormal"/>
        <w:rPr>
          <w:rtl/>
        </w:rPr>
      </w:pPr>
      <w:r w:rsidRPr="00554BFA">
        <w:rPr>
          <w:rtl/>
        </w:rPr>
        <w:t>فانتدب الجماعة للتشطير والتخميس</w:t>
      </w:r>
      <w:r w:rsidR="00D0383A">
        <w:rPr>
          <w:rtl/>
        </w:rPr>
        <w:t>،</w:t>
      </w:r>
      <w:r w:rsidRPr="00554BFA">
        <w:rPr>
          <w:rtl/>
        </w:rPr>
        <w:t xml:space="preserve"> فمِمَن شطَّر وخمَّس التشطير، السيّد الفاضل الأديب السيّد جعفر بن السيّد حمد الحسيني الحلِّي، المُتوفَّى سنة 1315، فقال في التشطير:</w:t>
      </w:r>
    </w:p>
    <w:p w:rsidR="00645494" w:rsidRDefault="00554BFA" w:rsidP="00FE2721">
      <w:pPr>
        <w:pStyle w:val="libPoemCenter"/>
        <w:rPr>
          <w:rtl/>
        </w:rPr>
      </w:pPr>
      <w:r>
        <w:rPr>
          <w:rtl/>
        </w:rPr>
        <w:t>(</w:t>
      </w:r>
      <w:r w:rsidR="00645494" w:rsidRPr="00F05117">
        <w:rPr>
          <w:rtl/>
        </w:rPr>
        <w:t>أبا</w:t>
      </w:r>
      <w:r>
        <w:rPr>
          <w:rtl/>
        </w:rPr>
        <w:t xml:space="preserve"> </w:t>
      </w:r>
      <w:r w:rsidR="00645494" w:rsidRPr="00F05117">
        <w:rPr>
          <w:rtl/>
        </w:rPr>
        <w:t>حسن</w:t>
      </w:r>
      <w:r>
        <w:rPr>
          <w:rtl/>
        </w:rPr>
        <w:t xml:space="preserve"> </w:t>
      </w:r>
      <w:r w:rsidR="00645494" w:rsidRPr="00F05117">
        <w:rPr>
          <w:rtl/>
        </w:rPr>
        <w:t>أنت</w:t>
      </w:r>
      <w:r>
        <w:rPr>
          <w:rtl/>
        </w:rPr>
        <w:t xml:space="preserve"> </w:t>
      </w:r>
      <w:r w:rsidR="00645494" w:rsidRPr="00F05117">
        <w:rPr>
          <w:rtl/>
        </w:rPr>
        <w:t>عَين</w:t>
      </w:r>
      <w:r>
        <w:rPr>
          <w:rtl/>
        </w:rPr>
        <w:t xml:space="preserve"> </w:t>
      </w:r>
      <w:r w:rsidR="00645494" w:rsidRPr="00F05117">
        <w:rPr>
          <w:rtl/>
        </w:rPr>
        <w:t>الإله)</w:t>
      </w:r>
      <w:r>
        <w:rPr>
          <w:rtl/>
        </w:rPr>
        <w:t xml:space="preserve"> </w:t>
      </w:r>
      <w:r w:rsidRPr="00D0383A">
        <w:rPr>
          <w:rtl/>
        </w:rPr>
        <w:t>=</w:t>
      </w:r>
      <w:r>
        <w:rPr>
          <w:rtl/>
        </w:rPr>
        <w:t xml:space="preserve"> </w:t>
      </w:r>
      <w:r w:rsidR="00645494" w:rsidRPr="00F05117">
        <w:rPr>
          <w:rtl/>
        </w:rPr>
        <w:t>على</w:t>
      </w:r>
      <w:r>
        <w:rPr>
          <w:rtl/>
        </w:rPr>
        <w:t xml:space="preserve"> </w:t>
      </w:r>
      <w:r w:rsidR="00645494" w:rsidRPr="00F05117">
        <w:rPr>
          <w:rtl/>
        </w:rPr>
        <w:t>الخلق</w:t>
      </w:r>
      <w:r>
        <w:rPr>
          <w:rtl/>
        </w:rPr>
        <w:t xml:space="preserve"> </w:t>
      </w:r>
      <w:r w:rsidR="00645494" w:rsidRPr="00F05117">
        <w:rPr>
          <w:rtl/>
        </w:rPr>
        <w:t>والأُذن</w:t>
      </w:r>
      <w:r>
        <w:rPr>
          <w:rtl/>
        </w:rPr>
        <w:t xml:space="preserve"> </w:t>
      </w:r>
      <w:r w:rsidR="00645494" w:rsidRPr="00F05117">
        <w:rPr>
          <w:rtl/>
        </w:rPr>
        <w:t>الواعيه</w:t>
      </w:r>
    </w:p>
    <w:p w:rsidR="00645494" w:rsidRPr="00645494" w:rsidRDefault="00645494" w:rsidP="00FE2721">
      <w:pPr>
        <w:pStyle w:val="libPoemCenter"/>
        <w:rPr>
          <w:rtl/>
        </w:rPr>
      </w:pPr>
      <w:r w:rsidRPr="00F05117">
        <w:rPr>
          <w:rtl/>
        </w:rPr>
        <w:t>تراهم</w:t>
      </w:r>
      <w:r w:rsidR="00554BFA">
        <w:rPr>
          <w:rtl/>
        </w:rPr>
        <w:t xml:space="preserve"> </w:t>
      </w:r>
      <w:r w:rsidRPr="00F05117">
        <w:rPr>
          <w:rtl/>
        </w:rPr>
        <w:t>وتسمع</w:t>
      </w:r>
      <w:r w:rsidR="00554BFA">
        <w:rPr>
          <w:rtl/>
        </w:rPr>
        <w:t xml:space="preserve"> </w:t>
      </w:r>
      <w:r w:rsidRPr="00F05117">
        <w:rPr>
          <w:rtl/>
        </w:rPr>
        <w:t>نجواهم</w:t>
      </w:r>
      <w:r w:rsidR="00554BFA">
        <w:rPr>
          <w:rtl/>
        </w:rPr>
        <w:t xml:space="preserve"> </w:t>
      </w:r>
      <w:r w:rsidR="00554BFA" w:rsidRPr="00D0383A">
        <w:rPr>
          <w:rtl/>
        </w:rPr>
        <w:t>=</w:t>
      </w:r>
      <w:r w:rsidR="00554BFA">
        <w:rPr>
          <w:rtl/>
        </w:rPr>
        <w:t xml:space="preserve"> (</w:t>
      </w:r>
      <w:r w:rsidRPr="00F05117">
        <w:rPr>
          <w:rtl/>
        </w:rPr>
        <w:t>فهل</w:t>
      </w:r>
      <w:r w:rsidR="00554BFA">
        <w:rPr>
          <w:rtl/>
        </w:rPr>
        <w:t xml:space="preserve"> </w:t>
      </w:r>
      <w:r w:rsidRPr="00F05117">
        <w:rPr>
          <w:rtl/>
        </w:rPr>
        <w:t>عنك</w:t>
      </w:r>
      <w:r w:rsidR="00554BFA">
        <w:rPr>
          <w:rtl/>
        </w:rPr>
        <w:t xml:space="preserve"> </w:t>
      </w:r>
      <w:r w:rsidRPr="00F05117">
        <w:rPr>
          <w:rtl/>
        </w:rPr>
        <w:t>تَعزُب</w:t>
      </w:r>
      <w:r w:rsidR="00554BFA">
        <w:rPr>
          <w:rtl/>
        </w:rPr>
        <w:t xml:space="preserve"> </w:t>
      </w:r>
      <w:r w:rsidRPr="00F05117">
        <w:rPr>
          <w:rtl/>
        </w:rPr>
        <w:t>مِن</w:t>
      </w:r>
      <w:r w:rsidR="00554BFA">
        <w:rPr>
          <w:rtl/>
        </w:rPr>
        <w:t xml:space="preserve"> </w:t>
      </w:r>
      <w:r w:rsidRPr="00F05117">
        <w:rPr>
          <w:rtl/>
        </w:rPr>
        <w:t>خافيه)</w:t>
      </w:r>
    </w:p>
    <w:p w:rsidR="00D0383A" w:rsidRDefault="00645494" w:rsidP="00645494">
      <w:pPr>
        <w:pStyle w:val="libNormal"/>
      </w:pPr>
      <w:r>
        <w:br w:type="page"/>
      </w:r>
    </w:p>
    <w:p w:rsidR="00645494" w:rsidRDefault="00554BFA" w:rsidP="00FE2721">
      <w:pPr>
        <w:pStyle w:val="libPoemCenter"/>
        <w:rPr>
          <w:rtl/>
        </w:rPr>
      </w:pPr>
      <w:r>
        <w:rPr>
          <w:rtl/>
        </w:rPr>
        <w:lastRenderedPageBreak/>
        <w:t>(</w:t>
      </w:r>
      <w:r w:rsidR="00645494" w:rsidRPr="00F05117">
        <w:rPr>
          <w:rtl/>
        </w:rPr>
        <w:t>وأنت</w:t>
      </w:r>
      <w:r>
        <w:rPr>
          <w:rtl/>
        </w:rPr>
        <w:t xml:space="preserve"> </w:t>
      </w:r>
      <w:r w:rsidR="00645494" w:rsidRPr="00F05117">
        <w:rPr>
          <w:rtl/>
        </w:rPr>
        <w:t>مُدير</w:t>
      </w:r>
      <w:r>
        <w:rPr>
          <w:rtl/>
        </w:rPr>
        <w:t xml:space="preserve"> </w:t>
      </w:r>
      <w:r w:rsidR="00645494" w:rsidRPr="00F05117">
        <w:rPr>
          <w:rtl/>
        </w:rPr>
        <w:t>رَحى</w:t>
      </w:r>
      <w:r>
        <w:rPr>
          <w:rtl/>
        </w:rPr>
        <w:t xml:space="preserve"> </w:t>
      </w:r>
      <w:r w:rsidR="00645494" w:rsidRPr="00F05117">
        <w:rPr>
          <w:rtl/>
        </w:rPr>
        <w:t>الكائنات)</w:t>
      </w:r>
      <w:r>
        <w:rPr>
          <w:rtl/>
        </w:rPr>
        <w:t xml:space="preserve"> </w:t>
      </w:r>
      <w:r w:rsidRPr="00D0383A">
        <w:rPr>
          <w:rtl/>
        </w:rPr>
        <w:t>=</w:t>
      </w:r>
      <w:r>
        <w:rPr>
          <w:rtl/>
        </w:rPr>
        <w:t xml:space="preserve"> </w:t>
      </w:r>
      <w:r w:rsidR="00645494" w:rsidRPr="00F05117">
        <w:rPr>
          <w:rtl/>
        </w:rPr>
        <w:t>وقُطبٌ</w:t>
      </w:r>
      <w:r>
        <w:rPr>
          <w:rtl/>
        </w:rPr>
        <w:t xml:space="preserve"> </w:t>
      </w:r>
      <w:r w:rsidR="00645494" w:rsidRPr="00F05117">
        <w:rPr>
          <w:rtl/>
        </w:rPr>
        <w:t>لأفلاكها</w:t>
      </w:r>
      <w:r>
        <w:rPr>
          <w:rtl/>
        </w:rPr>
        <w:t xml:space="preserve"> </w:t>
      </w:r>
      <w:r w:rsidR="00645494" w:rsidRPr="00F05117">
        <w:rPr>
          <w:rtl/>
        </w:rPr>
        <w:t>الجاريه</w:t>
      </w:r>
    </w:p>
    <w:p w:rsidR="00D0383A" w:rsidRDefault="00645494" w:rsidP="00FE2721">
      <w:pPr>
        <w:pStyle w:val="libPoemCenter"/>
        <w:rPr>
          <w:rtl/>
        </w:rPr>
      </w:pPr>
      <w:r w:rsidRPr="00F05117">
        <w:rPr>
          <w:rtl/>
        </w:rPr>
        <w:t>فإنْ</w:t>
      </w:r>
      <w:r w:rsidR="00554BFA">
        <w:rPr>
          <w:rtl/>
        </w:rPr>
        <w:t xml:space="preserve"> </w:t>
      </w:r>
      <w:r w:rsidRPr="00F05117">
        <w:rPr>
          <w:rtl/>
        </w:rPr>
        <w:t>شِئت</w:t>
      </w:r>
      <w:r w:rsidR="00554BFA">
        <w:rPr>
          <w:rtl/>
        </w:rPr>
        <w:t xml:space="preserve"> </w:t>
      </w:r>
      <w:r w:rsidRPr="00F05117">
        <w:rPr>
          <w:rtl/>
        </w:rPr>
        <w:t>تَشفع</w:t>
      </w:r>
      <w:r w:rsidR="00554BFA">
        <w:rPr>
          <w:rtl/>
        </w:rPr>
        <w:t xml:space="preserve"> </w:t>
      </w:r>
      <w:r w:rsidRPr="00F05117">
        <w:rPr>
          <w:rtl/>
        </w:rPr>
        <w:t>يوم</w:t>
      </w:r>
      <w:r w:rsidR="00554BFA">
        <w:rPr>
          <w:rtl/>
        </w:rPr>
        <w:t xml:space="preserve"> </w:t>
      </w:r>
      <w:r w:rsidRPr="00F05117">
        <w:rPr>
          <w:rtl/>
        </w:rPr>
        <w:t>الحساب</w:t>
      </w:r>
      <w:r w:rsidR="00554BFA">
        <w:rPr>
          <w:rtl/>
        </w:rPr>
        <w:t xml:space="preserve"> </w:t>
      </w:r>
      <w:r w:rsidR="00554BFA" w:rsidRPr="00D0383A">
        <w:rPr>
          <w:rtl/>
        </w:rPr>
        <w:t>=</w:t>
      </w:r>
      <w:r w:rsidR="00554BFA">
        <w:rPr>
          <w:rtl/>
        </w:rPr>
        <w:t xml:space="preserve"> (</w:t>
      </w:r>
      <w:r w:rsidRPr="00F05117">
        <w:rPr>
          <w:rtl/>
        </w:rPr>
        <w:t>وإنْ</w:t>
      </w:r>
      <w:r w:rsidR="00554BFA">
        <w:rPr>
          <w:rtl/>
        </w:rPr>
        <w:t xml:space="preserve"> </w:t>
      </w:r>
      <w:r w:rsidRPr="00F05117">
        <w:rPr>
          <w:rtl/>
        </w:rPr>
        <w:t>شِئت</w:t>
      </w:r>
      <w:r w:rsidR="00554BFA">
        <w:rPr>
          <w:rtl/>
        </w:rPr>
        <w:t xml:space="preserve"> </w:t>
      </w:r>
      <w:r w:rsidRPr="00F05117">
        <w:rPr>
          <w:rtl/>
        </w:rPr>
        <w:t>تسفع</w:t>
      </w:r>
      <w:r w:rsidR="00554BFA">
        <w:rPr>
          <w:rtl/>
        </w:rPr>
        <w:t xml:space="preserve"> </w:t>
      </w:r>
      <w:r w:rsidRPr="00F05117">
        <w:rPr>
          <w:rtl/>
        </w:rPr>
        <w:t>بالناصيه)</w:t>
      </w:r>
    </w:p>
    <w:p w:rsidR="00645494" w:rsidRDefault="00554BFA" w:rsidP="00FE2721">
      <w:pPr>
        <w:pStyle w:val="libPoemCenter"/>
        <w:rPr>
          <w:rtl/>
        </w:rPr>
      </w:pPr>
      <w:r>
        <w:rPr>
          <w:rtl/>
        </w:rPr>
        <w:t>(</w:t>
      </w:r>
      <w:r w:rsidR="00645494" w:rsidRPr="00F05117">
        <w:rPr>
          <w:rtl/>
        </w:rPr>
        <w:t>وأنت</w:t>
      </w:r>
      <w:r>
        <w:rPr>
          <w:rtl/>
        </w:rPr>
        <w:t xml:space="preserve"> </w:t>
      </w:r>
      <w:r w:rsidR="00645494" w:rsidRPr="00F05117">
        <w:rPr>
          <w:rtl/>
        </w:rPr>
        <w:t>الّذي</w:t>
      </w:r>
      <w:r>
        <w:rPr>
          <w:rtl/>
        </w:rPr>
        <w:t xml:space="preserve"> </w:t>
      </w:r>
      <w:r w:rsidR="00645494" w:rsidRPr="00F05117">
        <w:rPr>
          <w:rtl/>
        </w:rPr>
        <w:t>أُمم</w:t>
      </w:r>
      <w:r>
        <w:rPr>
          <w:rtl/>
        </w:rPr>
        <w:t xml:space="preserve"> </w:t>
      </w:r>
      <w:r w:rsidR="00645494" w:rsidRPr="00F05117">
        <w:rPr>
          <w:rtl/>
        </w:rPr>
        <w:t>الأنبياء)</w:t>
      </w:r>
      <w:r>
        <w:rPr>
          <w:rtl/>
        </w:rPr>
        <w:t xml:space="preserve"> </w:t>
      </w:r>
      <w:r w:rsidRPr="00D0383A">
        <w:rPr>
          <w:rtl/>
        </w:rPr>
        <w:t>=</w:t>
      </w:r>
      <w:r>
        <w:rPr>
          <w:rtl/>
        </w:rPr>
        <w:t xml:space="preserve"> </w:t>
      </w:r>
      <w:r w:rsidR="00645494" w:rsidRPr="00F05117">
        <w:rPr>
          <w:rtl/>
        </w:rPr>
        <w:t>تولتك</w:t>
      </w:r>
      <w:r>
        <w:rPr>
          <w:rtl/>
        </w:rPr>
        <w:t xml:space="preserve"> </w:t>
      </w:r>
      <w:r w:rsidR="00645494" w:rsidRPr="00F05117">
        <w:rPr>
          <w:rtl/>
        </w:rPr>
        <w:t>في</w:t>
      </w:r>
      <w:r>
        <w:rPr>
          <w:rtl/>
        </w:rPr>
        <w:t xml:space="preserve"> </w:t>
      </w:r>
      <w:r w:rsidR="00645494" w:rsidRPr="00F05117">
        <w:rPr>
          <w:rtl/>
        </w:rPr>
        <w:t>الأعصر</w:t>
      </w:r>
      <w:r>
        <w:rPr>
          <w:rtl/>
        </w:rPr>
        <w:t xml:space="preserve"> </w:t>
      </w:r>
      <w:r w:rsidR="00645494" w:rsidRPr="00F05117">
        <w:rPr>
          <w:rtl/>
        </w:rPr>
        <w:t>الخاليه</w:t>
      </w:r>
    </w:p>
    <w:p w:rsidR="00D0383A" w:rsidRDefault="00645494" w:rsidP="00FE2721">
      <w:pPr>
        <w:pStyle w:val="libPoemCenter"/>
        <w:rPr>
          <w:rtl/>
        </w:rPr>
      </w:pPr>
      <w:r w:rsidRPr="00F05117">
        <w:rPr>
          <w:rtl/>
        </w:rPr>
        <w:t>وكل</w:t>
      </w:r>
      <w:r w:rsidR="00554BFA">
        <w:rPr>
          <w:rtl/>
        </w:rPr>
        <w:t xml:space="preserve"> </w:t>
      </w:r>
      <w:r w:rsidRPr="00F05117">
        <w:rPr>
          <w:rtl/>
        </w:rPr>
        <w:t>الخلائق</w:t>
      </w:r>
      <w:r w:rsidR="00554BFA">
        <w:rPr>
          <w:rtl/>
        </w:rPr>
        <w:t xml:space="preserve"> </w:t>
      </w:r>
      <w:r w:rsidRPr="00F05117">
        <w:rPr>
          <w:rtl/>
        </w:rPr>
        <w:t>يوم</w:t>
      </w:r>
      <w:r w:rsidR="00554BFA">
        <w:rPr>
          <w:rtl/>
        </w:rPr>
        <w:t xml:space="preserve"> </w:t>
      </w:r>
      <w:r w:rsidRPr="00F05117">
        <w:rPr>
          <w:rtl/>
        </w:rPr>
        <w:t>النشور</w:t>
      </w:r>
      <w:r w:rsidR="00554BFA">
        <w:rPr>
          <w:rtl/>
        </w:rPr>
        <w:t xml:space="preserve"> </w:t>
      </w:r>
      <w:r w:rsidR="00554BFA" w:rsidRPr="00D0383A">
        <w:rPr>
          <w:rtl/>
        </w:rPr>
        <w:t>=</w:t>
      </w:r>
      <w:r w:rsidR="00554BFA">
        <w:rPr>
          <w:rtl/>
        </w:rPr>
        <w:t xml:space="preserve"> (</w:t>
      </w:r>
      <w:r w:rsidRPr="00F05117">
        <w:rPr>
          <w:rtl/>
        </w:rPr>
        <w:t>لديك</w:t>
      </w:r>
      <w:r w:rsidR="00554BFA">
        <w:rPr>
          <w:rtl/>
        </w:rPr>
        <w:t xml:space="preserve"> </w:t>
      </w:r>
      <w:r w:rsidRPr="00F05117">
        <w:rPr>
          <w:rtl/>
        </w:rPr>
        <w:t>إذا</w:t>
      </w:r>
      <w:r w:rsidR="00554BFA">
        <w:rPr>
          <w:rtl/>
        </w:rPr>
        <w:t xml:space="preserve"> </w:t>
      </w:r>
      <w:r w:rsidRPr="00F05117">
        <w:rPr>
          <w:rtl/>
        </w:rPr>
        <w:t>حُشرت</w:t>
      </w:r>
      <w:r w:rsidR="00554BFA">
        <w:rPr>
          <w:rtl/>
        </w:rPr>
        <w:t xml:space="preserve"> </w:t>
      </w:r>
      <w:r w:rsidRPr="00F05117">
        <w:rPr>
          <w:rtl/>
        </w:rPr>
        <w:t>جاثيه)</w:t>
      </w:r>
    </w:p>
    <w:p w:rsidR="00645494" w:rsidRDefault="00554BFA" w:rsidP="00FE2721">
      <w:pPr>
        <w:pStyle w:val="libPoemCenter"/>
        <w:rPr>
          <w:rtl/>
        </w:rPr>
      </w:pPr>
      <w:r>
        <w:rPr>
          <w:rtl/>
        </w:rPr>
        <w:t>(</w:t>
      </w:r>
      <w:r w:rsidR="00645494" w:rsidRPr="00F05117">
        <w:rPr>
          <w:rtl/>
        </w:rPr>
        <w:t>فمَن</w:t>
      </w:r>
      <w:r>
        <w:rPr>
          <w:rtl/>
        </w:rPr>
        <w:t xml:space="preserve"> </w:t>
      </w:r>
      <w:r w:rsidR="00645494" w:rsidRPr="00F05117">
        <w:rPr>
          <w:rtl/>
        </w:rPr>
        <w:t>بك</w:t>
      </w:r>
      <w:r>
        <w:rPr>
          <w:rtl/>
        </w:rPr>
        <w:t xml:space="preserve"> </w:t>
      </w:r>
      <w:r w:rsidR="00645494" w:rsidRPr="00F05117">
        <w:rPr>
          <w:rtl/>
        </w:rPr>
        <w:t>قد</w:t>
      </w:r>
      <w:r>
        <w:rPr>
          <w:rtl/>
        </w:rPr>
        <w:t xml:space="preserve"> </w:t>
      </w:r>
      <w:r w:rsidR="00645494" w:rsidRPr="00F05117">
        <w:rPr>
          <w:rtl/>
        </w:rPr>
        <w:t>تمَّ</w:t>
      </w:r>
      <w:r>
        <w:rPr>
          <w:rtl/>
        </w:rPr>
        <w:t xml:space="preserve"> </w:t>
      </w:r>
      <w:r w:rsidR="00645494" w:rsidRPr="00F05117">
        <w:rPr>
          <w:rtl/>
        </w:rPr>
        <w:t>إيمانه)</w:t>
      </w:r>
      <w:r>
        <w:rPr>
          <w:rtl/>
        </w:rPr>
        <w:t xml:space="preserve"> </w:t>
      </w:r>
      <w:r w:rsidRPr="00D0383A">
        <w:rPr>
          <w:rtl/>
        </w:rPr>
        <w:t>=</w:t>
      </w:r>
      <w:r>
        <w:rPr>
          <w:rtl/>
        </w:rPr>
        <w:t xml:space="preserve"> </w:t>
      </w:r>
      <w:r w:rsidR="00645494" w:rsidRPr="00F05117">
        <w:rPr>
          <w:rtl/>
        </w:rPr>
        <w:t>فبُشراه</w:t>
      </w:r>
      <w:r>
        <w:rPr>
          <w:rtl/>
        </w:rPr>
        <w:t xml:space="preserve"> </w:t>
      </w:r>
      <w:r w:rsidR="00645494" w:rsidRPr="00F05117">
        <w:rPr>
          <w:rtl/>
        </w:rPr>
        <w:t>في</w:t>
      </w:r>
      <w:r>
        <w:rPr>
          <w:rtl/>
        </w:rPr>
        <w:t xml:space="preserve"> </w:t>
      </w:r>
      <w:r w:rsidR="00645494" w:rsidRPr="00F05117">
        <w:rPr>
          <w:rtl/>
        </w:rPr>
        <w:t>عيشة</w:t>
      </w:r>
      <w:r>
        <w:rPr>
          <w:rtl/>
        </w:rPr>
        <w:t xml:space="preserve"> </w:t>
      </w:r>
      <w:r w:rsidR="00645494" w:rsidRPr="00F05117">
        <w:rPr>
          <w:rtl/>
        </w:rPr>
        <w:t>راضيه</w:t>
      </w:r>
    </w:p>
    <w:p w:rsidR="00D0383A" w:rsidRDefault="00645494" w:rsidP="00FE2721">
      <w:pPr>
        <w:pStyle w:val="libPoemCenter"/>
        <w:rPr>
          <w:rtl/>
        </w:rPr>
      </w:pPr>
      <w:r w:rsidRPr="00F05117">
        <w:rPr>
          <w:rtl/>
        </w:rPr>
        <w:t>بحوضك</w:t>
      </w:r>
      <w:r w:rsidR="00554BFA">
        <w:rPr>
          <w:rtl/>
        </w:rPr>
        <w:t xml:space="preserve"> </w:t>
      </w:r>
      <w:r w:rsidRPr="00F05117">
        <w:rPr>
          <w:rtl/>
        </w:rPr>
        <w:t>يُسقى</w:t>
      </w:r>
      <w:r w:rsidR="00554BFA">
        <w:rPr>
          <w:rtl/>
        </w:rPr>
        <w:t xml:space="preserve"> </w:t>
      </w:r>
      <w:r w:rsidRPr="00F05117">
        <w:rPr>
          <w:rtl/>
        </w:rPr>
        <w:t>ومِن</w:t>
      </w:r>
      <w:r w:rsidR="00554BFA">
        <w:rPr>
          <w:rtl/>
        </w:rPr>
        <w:t xml:space="preserve"> </w:t>
      </w:r>
      <w:r w:rsidRPr="00F05117">
        <w:rPr>
          <w:rtl/>
        </w:rPr>
        <w:t>بَعد</w:t>
      </w:r>
      <w:r w:rsidR="00554BFA">
        <w:rPr>
          <w:rtl/>
        </w:rPr>
        <w:t xml:space="preserve"> </w:t>
      </w:r>
      <w:r w:rsidRPr="00F05117">
        <w:rPr>
          <w:rtl/>
        </w:rPr>
        <w:t>ذا</w:t>
      </w:r>
      <w:r w:rsidR="00554BFA">
        <w:rPr>
          <w:rtl/>
        </w:rPr>
        <w:t xml:space="preserve"> </w:t>
      </w:r>
      <w:r w:rsidR="00554BFA" w:rsidRPr="00D0383A">
        <w:rPr>
          <w:rtl/>
        </w:rPr>
        <w:t>=</w:t>
      </w:r>
      <w:r w:rsidR="00554BFA">
        <w:rPr>
          <w:rtl/>
        </w:rPr>
        <w:t xml:space="preserve"> (</w:t>
      </w:r>
      <w:r w:rsidRPr="00F05117">
        <w:rPr>
          <w:rtl/>
        </w:rPr>
        <w:t>يُساق</w:t>
      </w:r>
      <w:r w:rsidR="00554BFA">
        <w:rPr>
          <w:rtl/>
        </w:rPr>
        <w:t xml:space="preserve"> </w:t>
      </w:r>
      <w:r w:rsidRPr="00F05117">
        <w:rPr>
          <w:rtl/>
        </w:rPr>
        <w:t>إلى</w:t>
      </w:r>
      <w:r w:rsidR="00554BFA">
        <w:rPr>
          <w:rtl/>
        </w:rPr>
        <w:t xml:space="preserve"> </w:t>
      </w:r>
      <w:r w:rsidRPr="00F05117">
        <w:rPr>
          <w:rtl/>
        </w:rPr>
        <w:t>جنة</w:t>
      </w:r>
      <w:r w:rsidR="00554BFA">
        <w:rPr>
          <w:rtl/>
        </w:rPr>
        <w:t xml:space="preserve"> </w:t>
      </w:r>
      <w:r w:rsidRPr="00F05117">
        <w:rPr>
          <w:rtl/>
        </w:rPr>
        <w:t>عاليه)</w:t>
      </w:r>
    </w:p>
    <w:p w:rsidR="00645494" w:rsidRDefault="00554BFA" w:rsidP="00FE2721">
      <w:pPr>
        <w:pStyle w:val="libPoemCenter"/>
        <w:rPr>
          <w:rtl/>
        </w:rPr>
      </w:pPr>
      <w:r>
        <w:rPr>
          <w:rtl/>
        </w:rPr>
        <w:t>(</w:t>
      </w:r>
      <w:r w:rsidR="00645494" w:rsidRPr="00F05117">
        <w:rPr>
          <w:rtl/>
        </w:rPr>
        <w:t>وأمَّا</w:t>
      </w:r>
      <w:r>
        <w:rPr>
          <w:rtl/>
        </w:rPr>
        <w:t xml:space="preserve"> </w:t>
      </w:r>
      <w:r w:rsidR="00645494" w:rsidRPr="00F05117">
        <w:rPr>
          <w:rtl/>
        </w:rPr>
        <w:t>الّذين</w:t>
      </w:r>
      <w:r>
        <w:rPr>
          <w:rtl/>
        </w:rPr>
        <w:t xml:space="preserve"> </w:t>
      </w:r>
      <w:r w:rsidR="00645494" w:rsidRPr="00F05117">
        <w:rPr>
          <w:rtl/>
        </w:rPr>
        <w:t>تولَّوا</w:t>
      </w:r>
      <w:r>
        <w:rPr>
          <w:rtl/>
        </w:rPr>
        <w:t xml:space="preserve"> </w:t>
      </w:r>
      <w:r w:rsidR="00645494" w:rsidRPr="00F05117">
        <w:rPr>
          <w:rtl/>
        </w:rPr>
        <w:t>سواك)</w:t>
      </w:r>
      <w:r>
        <w:rPr>
          <w:rtl/>
        </w:rPr>
        <w:t xml:space="preserve"> </w:t>
      </w:r>
      <w:r w:rsidRPr="00D0383A">
        <w:rPr>
          <w:rtl/>
        </w:rPr>
        <w:t>=</w:t>
      </w:r>
      <w:r>
        <w:rPr>
          <w:rtl/>
        </w:rPr>
        <w:t xml:space="preserve"> </w:t>
      </w:r>
      <w:r w:rsidR="00645494" w:rsidRPr="00F05117">
        <w:rPr>
          <w:rtl/>
        </w:rPr>
        <w:t>فما</w:t>
      </w:r>
      <w:r>
        <w:rPr>
          <w:rtl/>
        </w:rPr>
        <w:t xml:space="preserve"> </w:t>
      </w:r>
      <w:r w:rsidR="00645494" w:rsidRPr="00F05117">
        <w:rPr>
          <w:rtl/>
        </w:rPr>
        <w:t>هم</w:t>
      </w:r>
      <w:r>
        <w:rPr>
          <w:rtl/>
        </w:rPr>
        <w:t xml:space="preserve"> </w:t>
      </w:r>
      <w:r w:rsidR="00645494" w:rsidRPr="00F05117">
        <w:rPr>
          <w:rtl/>
        </w:rPr>
        <w:t>مِن</w:t>
      </w:r>
      <w:r>
        <w:rPr>
          <w:rtl/>
        </w:rPr>
        <w:t xml:space="preserve"> </w:t>
      </w:r>
      <w:r w:rsidR="00645494" w:rsidRPr="00F05117">
        <w:rPr>
          <w:rtl/>
        </w:rPr>
        <w:t>الفِرقة</w:t>
      </w:r>
      <w:r>
        <w:rPr>
          <w:rtl/>
        </w:rPr>
        <w:t xml:space="preserve"> </w:t>
      </w:r>
      <w:r w:rsidR="00645494" w:rsidRPr="00F05117">
        <w:rPr>
          <w:rtl/>
        </w:rPr>
        <w:t>الناجيه</w:t>
      </w:r>
    </w:p>
    <w:p w:rsidR="00645494" w:rsidRPr="00645494" w:rsidRDefault="00645494" w:rsidP="00FE2721">
      <w:pPr>
        <w:pStyle w:val="libPoemCenter"/>
        <w:rPr>
          <w:rtl/>
        </w:rPr>
      </w:pPr>
      <w:r w:rsidRPr="00F05117">
        <w:rPr>
          <w:rtl/>
        </w:rPr>
        <w:t>يجيئون</w:t>
      </w:r>
      <w:r w:rsidR="00554BFA">
        <w:rPr>
          <w:rtl/>
        </w:rPr>
        <w:t xml:space="preserve"> </w:t>
      </w:r>
      <w:r w:rsidRPr="00F05117">
        <w:rPr>
          <w:rtl/>
        </w:rPr>
        <w:t>في</w:t>
      </w:r>
      <w:r w:rsidR="00554BFA">
        <w:rPr>
          <w:rtl/>
        </w:rPr>
        <w:t xml:space="preserve"> </w:t>
      </w:r>
      <w:r w:rsidRPr="00F05117">
        <w:rPr>
          <w:rtl/>
        </w:rPr>
        <w:t>الحشر</w:t>
      </w:r>
      <w:r w:rsidR="00554BFA">
        <w:rPr>
          <w:rtl/>
        </w:rPr>
        <w:t xml:space="preserve"> </w:t>
      </w:r>
      <w:r w:rsidRPr="00F05117">
        <w:rPr>
          <w:rtl/>
        </w:rPr>
        <w:t>سود</w:t>
      </w:r>
      <w:r w:rsidR="00554BFA">
        <w:rPr>
          <w:rtl/>
        </w:rPr>
        <w:t xml:space="preserve"> </w:t>
      </w:r>
      <w:r w:rsidRPr="00F05117">
        <w:rPr>
          <w:rtl/>
        </w:rPr>
        <w:t>الوجوه</w:t>
      </w:r>
      <w:r w:rsidR="00554BFA">
        <w:rPr>
          <w:rtl/>
        </w:rPr>
        <w:t xml:space="preserve"> </w:t>
      </w:r>
      <w:r w:rsidR="00554BFA" w:rsidRPr="00D0383A">
        <w:rPr>
          <w:rtl/>
        </w:rPr>
        <w:t>=</w:t>
      </w:r>
      <w:r w:rsidR="00554BFA">
        <w:rPr>
          <w:rtl/>
        </w:rPr>
        <w:t xml:space="preserve"> (</w:t>
      </w:r>
      <w:r w:rsidRPr="00F05117">
        <w:rPr>
          <w:rtl/>
        </w:rPr>
        <w:t>يُساقون</w:t>
      </w:r>
      <w:r w:rsidR="00554BFA">
        <w:rPr>
          <w:rtl/>
        </w:rPr>
        <w:t xml:space="preserve"> </w:t>
      </w:r>
      <w:r w:rsidRPr="00F05117">
        <w:rPr>
          <w:rtl/>
        </w:rPr>
        <w:t>دعّاً</w:t>
      </w:r>
      <w:r w:rsidR="00554BFA">
        <w:rPr>
          <w:rtl/>
        </w:rPr>
        <w:t xml:space="preserve"> </w:t>
      </w:r>
      <w:r w:rsidRPr="00F05117">
        <w:rPr>
          <w:rtl/>
        </w:rPr>
        <w:t>إلى</w:t>
      </w:r>
      <w:r w:rsidR="00554BFA">
        <w:rPr>
          <w:rtl/>
        </w:rPr>
        <w:t xml:space="preserve"> </w:t>
      </w:r>
      <w:r w:rsidRPr="00F05117">
        <w:rPr>
          <w:rtl/>
        </w:rPr>
        <w:t>الهاويه)</w:t>
      </w:r>
    </w:p>
    <w:p w:rsidR="00554BFA" w:rsidRDefault="00645494" w:rsidP="00554BFA">
      <w:pPr>
        <w:pStyle w:val="libNormal"/>
        <w:rPr>
          <w:rtl/>
        </w:rPr>
      </w:pPr>
      <w:r w:rsidRPr="00554BFA">
        <w:rPr>
          <w:rtl/>
        </w:rPr>
        <w:t>وقال في تخميس التشطير:</w:t>
      </w:r>
    </w:p>
    <w:p w:rsidR="00645494" w:rsidRDefault="00645494" w:rsidP="00FE2721">
      <w:pPr>
        <w:pStyle w:val="libPoemCenter"/>
        <w:rPr>
          <w:rtl/>
        </w:rPr>
      </w:pPr>
      <w:r w:rsidRPr="00F05117">
        <w:rPr>
          <w:rtl/>
        </w:rPr>
        <w:t>بَراك</w:t>
      </w:r>
      <w:r w:rsidR="00554BFA">
        <w:rPr>
          <w:rtl/>
        </w:rPr>
        <w:t xml:space="preserve"> </w:t>
      </w:r>
      <w:r w:rsidRPr="00F05117">
        <w:rPr>
          <w:rtl/>
        </w:rPr>
        <w:t>المهيمن</w:t>
      </w:r>
      <w:r w:rsidR="00554BFA">
        <w:rPr>
          <w:rtl/>
        </w:rPr>
        <w:t xml:space="preserve"> </w:t>
      </w:r>
      <w:r w:rsidRPr="00F05117">
        <w:rPr>
          <w:rtl/>
        </w:rPr>
        <w:t>إذ</w:t>
      </w:r>
      <w:r w:rsidR="00554BFA">
        <w:rPr>
          <w:rtl/>
        </w:rPr>
        <w:t xml:space="preserve"> </w:t>
      </w:r>
      <w:r w:rsidRPr="00F05117">
        <w:rPr>
          <w:rtl/>
        </w:rPr>
        <w:t>لا</w:t>
      </w:r>
      <w:r w:rsidR="00554BFA">
        <w:rPr>
          <w:rtl/>
        </w:rPr>
        <w:t xml:space="preserve"> </w:t>
      </w:r>
      <w:r w:rsidRPr="00F05117">
        <w:rPr>
          <w:rtl/>
        </w:rPr>
        <w:t>سِواه</w:t>
      </w:r>
      <w:r w:rsidR="00554BFA">
        <w:rPr>
          <w:rtl/>
        </w:rPr>
        <w:t xml:space="preserve"> </w:t>
      </w:r>
      <w:r w:rsidR="00554BFA" w:rsidRPr="00D0383A">
        <w:rPr>
          <w:rtl/>
        </w:rPr>
        <w:t>=</w:t>
      </w:r>
      <w:r w:rsidR="00554BFA">
        <w:rPr>
          <w:rtl/>
        </w:rPr>
        <w:t xml:space="preserve"> </w:t>
      </w:r>
      <w:r w:rsidRPr="00F05117">
        <w:rPr>
          <w:rtl/>
        </w:rPr>
        <w:t>وبيَّن</w:t>
      </w:r>
      <w:r w:rsidR="00554BFA">
        <w:rPr>
          <w:rtl/>
        </w:rPr>
        <w:t xml:space="preserve"> </w:t>
      </w:r>
      <w:r w:rsidRPr="00F05117">
        <w:rPr>
          <w:rtl/>
        </w:rPr>
        <w:t>باسمك</w:t>
      </w:r>
      <w:r w:rsidR="00554BFA">
        <w:rPr>
          <w:rtl/>
        </w:rPr>
        <w:t xml:space="preserve"> </w:t>
      </w:r>
      <w:r w:rsidRPr="00F05117">
        <w:rPr>
          <w:rtl/>
        </w:rPr>
        <w:t>معنى</w:t>
      </w:r>
      <w:r w:rsidR="00554BFA">
        <w:rPr>
          <w:rtl/>
        </w:rPr>
        <w:t xml:space="preserve"> </w:t>
      </w:r>
      <w:r w:rsidRPr="00F05117">
        <w:rPr>
          <w:rtl/>
        </w:rPr>
        <w:t>عُلاه</w:t>
      </w:r>
    </w:p>
    <w:p w:rsidR="00645494" w:rsidRPr="00645494" w:rsidRDefault="00645494" w:rsidP="00FE2721">
      <w:pPr>
        <w:pStyle w:val="libPoemCenter"/>
        <w:rPr>
          <w:rtl/>
        </w:rPr>
      </w:pPr>
      <w:r w:rsidRPr="00F05117">
        <w:rPr>
          <w:rtl/>
        </w:rPr>
        <w:t>فكنت</w:t>
      </w:r>
      <w:r w:rsidR="00554BFA">
        <w:rPr>
          <w:rtl/>
        </w:rPr>
        <w:t xml:space="preserve"> </w:t>
      </w:r>
      <w:r w:rsidRPr="00F05117">
        <w:rPr>
          <w:rtl/>
        </w:rPr>
        <w:t>تَرى</w:t>
      </w:r>
      <w:r w:rsidR="00554BFA">
        <w:rPr>
          <w:rtl/>
        </w:rPr>
        <w:t xml:space="preserve"> </w:t>
      </w:r>
      <w:r w:rsidRPr="00F05117">
        <w:rPr>
          <w:rtl/>
        </w:rPr>
        <w:t>الغَيب</w:t>
      </w:r>
      <w:r w:rsidR="00554BFA">
        <w:rPr>
          <w:rtl/>
        </w:rPr>
        <w:t xml:space="preserve"> </w:t>
      </w:r>
      <w:r w:rsidRPr="00F05117">
        <w:rPr>
          <w:rtl/>
        </w:rPr>
        <w:t>لا</w:t>
      </w:r>
      <w:r w:rsidR="00554BFA">
        <w:rPr>
          <w:rtl/>
        </w:rPr>
        <w:t xml:space="preserve"> </w:t>
      </w:r>
      <w:r w:rsidRPr="00F05117">
        <w:rPr>
          <w:rtl/>
        </w:rPr>
        <w:t>باشتباه</w:t>
      </w:r>
      <w:r w:rsidR="00554BFA">
        <w:rPr>
          <w:rtl/>
        </w:rPr>
        <w:t xml:space="preserve"> </w:t>
      </w:r>
      <w:r w:rsidR="00554BFA" w:rsidRPr="00D0383A">
        <w:rPr>
          <w:rtl/>
        </w:rPr>
        <w:t>=</w:t>
      </w:r>
      <w:r w:rsidR="00554BFA">
        <w:rPr>
          <w:rtl/>
        </w:rPr>
        <w:t xml:space="preserve"> </w:t>
      </w:r>
      <w:r w:rsidRPr="00F05117">
        <w:rPr>
          <w:rtl/>
        </w:rPr>
        <w:t>أبا</w:t>
      </w:r>
      <w:r w:rsidR="00554BFA">
        <w:rPr>
          <w:rtl/>
        </w:rPr>
        <w:t xml:space="preserve"> </w:t>
      </w:r>
      <w:r w:rsidRPr="00F05117">
        <w:rPr>
          <w:rtl/>
        </w:rPr>
        <w:t>حسن</w:t>
      </w:r>
      <w:r w:rsidR="00554BFA">
        <w:rPr>
          <w:rtl/>
        </w:rPr>
        <w:t xml:space="preserve"> </w:t>
      </w:r>
      <w:r w:rsidRPr="00F05117">
        <w:rPr>
          <w:rtl/>
        </w:rPr>
        <w:t>أنت</w:t>
      </w:r>
      <w:r w:rsidR="00554BFA">
        <w:rPr>
          <w:rtl/>
        </w:rPr>
        <w:t xml:space="preserve"> </w:t>
      </w:r>
      <w:r w:rsidRPr="00F05117">
        <w:rPr>
          <w:rtl/>
        </w:rPr>
        <w:t>عَين</w:t>
      </w:r>
      <w:r w:rsidR="00554BFA">
        <w:rPr>
          <w:rtl/>
        </w:rPr>
        <w:t xml:space="preserve"> </w:t>
      </w:r>
      <w:r w:rsidRPr="00F05117">
        <w:rPr>
          <w:rtl/>
        </w:rPr>
        <w:t>الإله</w:t>
      </w:r>
    </w:p>
    <w:p w:rsidR="00645494" w:rsidRPr="00554BFA" w:rsidRDefault="00645494" w:rsidP="00554BFA">
      <w:pPr>
        <w:pStyle w:val="libPoemCenter"/>
        <w:rPr>
          <w:rtl/>
        </w:rPr>
      </w:pPr>
      <w:r w:rsidRPr="00F05117">
        <w:rPr>
          <w:rtl/>
        </w:rPr>
        <w:t>على الخلق والأُذن الواعيه</w:t>
      </w:r>
    </w:p>
    <w:p w:rsidR="00645494" w:rsidRDefault="00645494" w:rsidP="00554BFA">
      <w:pPr>
        <w:pStyle w:val="libPoemCenter"/>
        <w:rPr>
          <w:rtl/>
        </w:rPr>
      </w:pPr>
      <w:r w:rsidRPr="00F05117">
        <w:rPr>
          <w:rtl/>
        </w:rPr>
        <w:t>تَرى</w:t>
      </w:r>
      <w:r w:rsidR="00554BFA">
        <w:rPr>
          <w:rtl/>
        </w:rPr>
        <w:t xml:space="preserve"> </w:t>
      </w:r>
      <w:r w:rsidRPr="00F05117">
        <w:rPr>
          <w:rtl/>
        </w:rPr>
        <w:t>الناس</w:t>
      </w:r>
      <w:r w:rsidR="00554BFA">
        <w:rPr>
          <w:rtl/>
        </w:rPr>
        <w:t xml:space="preserve"> </w:t>
      </w:r>
      <w:r w:rsidRPr="00F05117">
        <w:rPr>
          <w:rtl/>
        </w:rPr>
        <w:t>طُراً</w:t>
      </w:r>
      <w:r w:rsidR="00554BFA">
        <w:rPr>
          <w:rtl/>
        </w:rPr>
        <w:t xml:space="preserve"> </w:t>
      </w:r>
      <w:r w:rsidRPr="00F05117">
        <w:rPr>
          <w:rtl/>
        </w:rPr>
        <w:t>وترعاهم</w:t>
      </w:r>
      <w:r w:rsidR="00554BFA">
        <w:rPr>
          <w:rtl/>
        </w:rPr>
        <w:t xml:space="preserve"> </w:t>
      </w:r>
      <w:r w:rsidR="00554BFA" w:rsidRPr="00D0383A">
        <w:rPr>
          <w:rtl/>
        </w:rPr>
        <w:t>=</w:t>
      </w:r>
      <w:r w:rsidR="00554BFA">
        <w:rPr>
          <w:rtl/>
        </w:rPr>
        <w:t xml:space="preserve"> </w:t>
      </w:r>
      <w:r w:rsidRPr="00F05117">
        <w:rPr>
          <w:rtl/>
        </w:rPr>
        <w:t>وأقصى</w:t>
      </w:r>
      <w:r w:rsidR="00554BFA">
        <w:rPr>
          <w:rtl/>
        </w:rPr>
        <w:t xml:space="preserve"> </w:t>
      </w:r>
      <w:r w:rsidRPr="00F05117">
        <w:rPr>
          <w:rtl/>
        </w:rPr>
        <w:t>الورى</w:t>
      </w:r>
      <w:r w:rsidR="00554BFA">
        <w:rPr>
          <w:rtl/>
        </w:rPr>
        <w:t xml:space="preserve"> </w:t>
      </w:r>
      <w:r w:rsidRPr="00F05117">
        <w:rPr>
          <w:rtl/>
        </w:rPr>
        <w:t>منك</w:t>
      </w:r>
      <w:r w:rsidR="00554BFA">
        <w:rPr>
          <w:rtl/>
        </w:rPr>
        <w:t xml:space="preserve"> </w:t>
      </w:r>
      <w:r w:rsidRPr="00F05117">
        <w:rPr>
          <w:rtl/>
        </w:rPr>
        <w:t>أدناهم</w:t>
      </w:r>
    </w:p>
    <w:p w:rsidR="00645494" w:rsidRPr="00645494" w:rsidRDefault="00645494" w:rsidP="00FE2721">
      <w:pPr>
        <w:pStyle w:val="libPoemCenter"/>
        <w:rPr>
          <w:rtl/>
        </w:rPr>
      </w:pPr>
      <w:r w:rsidRPr="00F05117">
        <w:rPr>
          <w:rtl/>
        </w:rPr>
        <w:t>ومهما</w:t>
      </w:r>
      <w:r w:rsidR="00554BFA">
        <w:rPr>
          <w:rtl/>
        </w:rPr>
        <w:t xml:space="preserve"> </w:t>
      </w:r>
      <w:r w:rsidRPr="00F05117">
        <w:rPr>
          <w:rtl/>
        </w:rPr>
        <w:t>أسرّوا</w:t>
      </w:r>
      <w:r w:rsidR="00554BFA">
        <w:rPr>
          <w:rtl/>
        </w:rPr>
        <w:t xml:space="preserve"> </w:t>
      </w:r>
      <w:r w:rsidRPr="00F05117">
        <w:rPr>
          <w:rtl/>
        </w:rPr>
        <w:t>خفاياهم</w:t>
      </w:r>
      <w:r w:rsidR="00554BFA">
        <w:rPr>
          <w:rtl/>
        </w:rPr>
        <w:t xml:space="preserve"> </w:t>
      </w:r>
      <w:r w:rsidR="00554BFA" w:rsidRPr="00D0383A">
        <w:rPr>
          <w:rtl/>
        </w:rPr>
        <w:t>=</w:t>
      </w:r>
      <w:r w:rsidR="00554BFA">
        <w:rPr>
          <w:rtl/>
        </w:rPr>
        <w:t xml:space="preserve"> </w:t>
      </w:r>
      <w:r w:rsidRPr="00F05117">
        <w:rPr>
          <w:rtl/>
        </w:rPr>
        <w:t>تراهم</w:t>
      </w:r>
      <w:r w:rsidR="00554BFA">
        <w:rPr>
          <w:rtl/>
        </w:rPr>
        <w:t xml:space="preserve"> </w:t>
      </w:r>
      <w:r w:rsidRPr="00F05117">
        <w:rPr>
          <w:rtl/>
        </w:rPr>
        <w:t>وتسمع</w:t>
      </w:r>
      <w:r w:rsidR="00554BFA">
        <w:rPr>
          <w:rtl/>
        </w:rPr>
        <w:t xml:space="preserve"> </w:t>
      </w:r>
      <w:r w:rsidRPr="00F05117">
        <w:rPr>
          <w:rtl/>
        </w:rPr>
        <w:t>نجواهم</w:t>
      </w:r>
    </w:p>
    <w:p w:rsidR="00645494" w:rsidRPr="00554BFA" w:rsidRDefault="00645494" w:rsidP="00554BFA">
      <w:pPr>
        <w:pStyle w:val="libPoemCenter"/>
        <w:rPr>
          <w:rtl/>
        </w:rPr>
      </w:pPr>
      <w:r w:rsidRPr="00F05117">
        <w:rPr>
          <w:rtl/>
        </w:rPr>
        <w:t>فهل عنك تَعزُب من خافيه</w:t>
      </w:r>
    </w:p>
    <w:p w:rsidR="00645494" w:rsidRDefault="00645494" w:rsidP="00FE2721">
      <w:pPr>
        <w:pStyle w:val="libPoemCenter"/>
        <w:rPr>
          <w:rtl/>
        </w:rPr>
      </w:pPr>
      <w:r w:rsidRPr="00F05117">
        <w:rPr>
          <w:rtl/>
        </w:rPr>
        <w:t>أَقلُّ</w:t>
      </w:r>
      <w:r w:rsidR="00554BFA">
        <w:rPr>
          <w:rtl/>
        </w:rPr>
        <w:t xml:space="preserve"> </w:t>
      </w:r>
      <w:r w:rsidRPr="00F05117">
        <w:rPr>
          <w:rtl/>
        </w:rPr>
        <w:t>معاجزك</w:t>
      </w:r>
      <w:r w:rsidR="00554BFA">
        <w:rPr>
          <w:rtl/>
        </w:rPr>
        <w:t xml:space="preserve"> </w:t>
      </w:r>
      <w:r w:rsidRPr="00F05117">
        <w:rPr>
          <w:rtl/>
        </w:rPr>
        <w:t>الخارقات</w:t>
      </w:r>
      <w:r w:rsidR="00554BFA">
        <w:rPr>
          <w:rtl/>
        </w:rPr>
        <w:t xml:space="preserve"> </w:t>
      </w:r>
      <w:r w:rsidR="00554BFA" w:rsidRPr="00D0383A">
        <w:rPr>
          <w:rtl/>
        </w:rPr>
        <w:t>=</w:t>
      </w:r>
      <w:r w:rsidR="00554BFA">
        <w:rPr>
          <w:rtl/>
        </w:rPr>
        <w:t xml:space="preserve"> </w:t>
      </w:r>
      <w:r w:rsidRPr="00F05117">
        <w:rPr>
          <w:rtl/>
        </w:rPr>
        <w:t>حضورك</w:t>
      </w:r>
      <w:r w:rsidR="00554BFA">
        <w:rPr>
          <w:rtl/>
        </w:rPr>
        <w:t xml:space="preserve"> </w:t>
      </w:r>
      <w:r w:rsidRPr="00F05117">
        <w:rPr>
          <w:rtl/>
        </w:rPr>
        <w:t>للشخص</w:t>
      </w:r>
      <w:r w:rsidR="00554BFA">
        <w:rPr>
          <w:rtl/>
        </w:rPr>
        <w:t xml:space="preserve"> </w:t>
      </w:r>
      <w:r w:rsidRPr="00F05117">
        <w:rPr>
          <w:rtl/>
        </w:rPr>
        <w:t>حين</w:t>
      </w:r>
      <w:r w:rsidR="00554BFA">
        <w:rPr>
          <w:rtl/>
        </w:rPr>
        <w:t xml:space="preserve"> </w:t>
      </w:r>
      <w:r w:rsidRPr="00F05117">
        <w:rPr>
          <w:rtl/>
        </w:rPr>
        <w:t>المَمات</w:t>
      </w:r>
    </w:p>
    <w:p w:rsidR="00554BFA" w:rsidRDefault="00645494" w:rsidP="00FE2721">
      <w:pPr>
        <w:pStyle w:val="libPoemCenter"/>
        <w:rPr>
          <w:rtl/>
        </w:rPr>
      </w:pPr>
      <w:r w:rsidRPr="00F05117">
        <w:rPr>
          <w:rtl/>
        </w:rPr>
        <w:t>فأنت</w:t>
      </w:r>
      <w:r w:rsidR="00554BFA">
        <w:rPr>
          <w:rtl/>
        </w:rPr>
        <w:t xml:space="preserve"> </w:t>
      </w:r>
      <w:r w:rsidRPr="00F05117">
        <w:rPr>
          <w:rtl/>
        </w:rPr>
        <w:t>المحيط</w:t>
      </w:r>
      <w:r w:rsidR="00554BFA">
        <w:rPr>
          <w:rtl/>
        </w:rPr>
        <w:t xml:space="preserve"> </w:t>
      </w:r>
      <w:r w:rsidRPr="00F05117">
        <w:rPr>
          <w:rtl/>
        </w:rPr>
        <w:t>بست</w:t>
      </w:r>
      <w:r w:rsidR="00554BFA">
        <w:rPr>
          <w:rtl/>
        </w:rPr>
        <w:t xml:space="preserve"> </w:t>
      </w:r>
      <w:r w:rsidRPr="00F05117">
        <w:rPr>
          <w:rtl/>
        </w:rPr>
        <w:t>الجهات</w:t>
      </w:r>
      <w:r w:rsidR="00554BFA">
        <w:rPr>
          <w:rtl/>
        </w:rPr>
        <w:t xml:space="preserve"> </w:t>
      </w:r>
      <w:r w:rsidR="00554BFA" w:rsidRPr="00D0383A">
        <w:rPr>
          <w:rtl/>
        </w:rPr>
        <w:t>=</w:t>
      </w:r>
      <w:r w:rsidR="00554BFA">
        <w:rPr>
          <w:rtl/>
        </w:rPr>
        <w:t xml:space="preserve"> </w:t>
      </w:r>
      <w:r w:rsidRPr="00F05117">
        <w:rPr>
          <w:rtl/>
        </w:rPr>
        <w:t>وأنت</w:t>
      </w:r>
      <w:r w:rsidR="00554BFA">
        <w:rPr>
          <w:rtl/>
        </w:rPr>
        <w:t xml:space="preserve"> </w:t>
      </w:r>
      <w:r w:rsidRPr="00F05117">
        <w:rPr>
          <w:rtl/>
        </w:rPr>
        <w:t>مدبِّر</w:t>
      </w:r>
      <w:r w:rsidR="00554BFA">
        <w:rPr>
          <w:rtl/>
        </w:rPr>
        <w:t xml:space="preserve"> </w:t>
      </w:r>
      <w:r w:rsidRPr="00F05117">
        <w:rPr>
          <w:rtl/>
        </w:rPr>
        <w:t>رَحى</w:t>
      </w:r>
      <w:r w:rsidR="00554BFA">
        <w:rPr>
          <w:rtl/>
        </w:rPr>
        <w:t xml:space="preserve"> </w:t>
      </w:r>
      <w:r w:rsidRPr="00F05117">
        <w:rPr>
          <w:rtl/>
        </w:rPr>
        <w:t>الكائنات</w:t>
      </w:r>
    </w:p>
    <w:p w:rsidR="00645494" w:rsidRPr="00554BFA" w:rsidRDefault="00645494" w:rsidP="00554BFA">
      <w:pPr>
        <w:pStyle w:val="libPoemCenter"/>
        <w:rPr>
          <w:rtl/>
        </w:rPr>
      </w:pPr>
      <w:r w:rsidRPr="00F05117">
        <w:rPr>
          <w:rtl/>
        </w:rPr>
        <w:t>وقُطب لأفلاكها الجاريه</w:t>
      </w:r>
    </w:p>
    <w:p w:rsidR="00645494" w:rsidRPr="00645494" w:rsidRDefault="00645494" w:rsidP="00FE2721">
      <w:pPr>
        <w:pStyle w:val="libPoemCenter"/>
        <w:rPr>
          <w:rtl/>
        </w:rPr>
      </w:pPr>
      <w:r w:rsidRPr="00F05117">
        <w:rPr>
          <w:rtl/>
        </w:rPr>
        <w:t>لك</w:t>
      </w:r>
      <w:r w:rsidR="00554BFA">
        <w:rPr>
          <w:rtl/>
        </w:rPr>
        <w:t xml:space="preserve"> </w:t>
      </w:r>
      <w:r w:rsidRPr="00F05117">
        <w:rPr>
          <w:rtl/>
        </w:rPr>
        <w:t>الناس</w:t>
      </w:r>
      <w:r w:rsidR="00554BFA">
        <w:rPr>
          <w:rtl/>
        </w:rPr>
        <w:t xml:space="preserve"> </w:t>
      </w:r>
      <w:r w:rsidRPr="00F05117">
        <w:rPr>
          <w:rtl/>
        </w:rPr>
        <w:t>تُحشر</w:t>
      </w:r>
      <w:r w:rsidR="00554BFA">
        <w:rPr>
          <w:rtl/>
        </w:rPr>
        <w:t xml:space="preserve"> </w:t>
      </w:r>
      <w:r w:rsidRPr="00F05117">
        <w:rPr>
          <w:rtl/>
        </w:rPr>
        <w:t>يوم</w:t>
      </w:r>
      <w:r w:rsidR="00554BFA">
        <w:rPr>
          <w:rtl/>
        </w:rPr>
        <w:t xml:space="preserve"> </w:t>
      </w:r>
      <w:r w:rsidRPr="00F05117">
        <w:rPr>
          <w:rtl/>
        </w:rPr>
        <w:t>المآب</w:t>
      </w:r>
      <w:r w:rsidR="00554BFA">
        <w:rPr>
          <w:rtl/>
        </w:rPr>
        <w:t xml:space="preserve"> </w:t>
      </w:r>
      <w:r w:rsidR="00554BFA" w:rsidRPr="00D0383A">
        <w:rPr>
          <w:rtl/>
        </w:rPr>
        <w:t>=</w:t>
      </w:r>
      <w:r w:rsidR="00554BFA">
        <w:rPr>
          <w:rtl/>
        </w:rPr>
        <w:t xml:space="preserve"> </w:t>
      </w:r>
      <w:r w:rsidRPr="00F05117">
        <w:rPr>
          <w:rtl/>
        </w:rPr>
        <w:t>مطئطِأة</w:t>
      </w:r>
      <w:r w:rsidR="00554BFA">
        <w:rPr>
          <w:rtl/>
        </w:rPr>
        <w:t xml:space="preserve"> </w:t>
      </w:r>
      <w:r w:rsidRPr="00F05117">
        <w:rPr>
          <w:rtl/>
        </w:rPr>
        <w:t>الرؤوس</w:t>
      </w:r>
      <w:r w:rsidR="00554BFA">
        <w:rPr>
          <w:rtl/>
        </w:rPr>
        <w:t xml:space="preserve"> </w:t>
      </w:r>
      <w:r w:rsidRPr="00F05117">
        <w:rPr>
          <w:rtl/>
        </w:rPr>
        <w:t>خوف</w:t>
      </w:r>
      <w:r w:rsidR="00554BFA">
        <w:rPr>
          <w:rtl/>
        </w:rPr>
        <w:t xml:space="preserve"> </w:t>
      </w:r>
      <w:r w:rsidRPr="00F05117">
        <w:rPr>
          <w:rtl/>
        </w:rPr>
        <w:t>العذاب</w:t>
      </w:r>
    </w:p>
    <w:p w:rsidR="00645494" w:rsidRDefault="00645494" w:rsidP="00645494">
      <w:pPr>
        <w:pStyle w:val="libNormal"/>
      </w:pPr>
      <w:r>
        <w:br w:type="page"/>
      </w:r>
    </w:p>
    <w:p w:rsidR="00554BFA" w:rsidRDefault="00645494" w:rsidP="00FE2721">
      <w:pPr>
        <w:pStyle w:val="libPoemCenter"/>
        <w:rPr>
          <w:rtl/>
        </w:rPr>
      </w:pPr>
      <w:r w:rsidRPr="00F05117">
        <w:rPr>
          <w:rtl/>
        </w:rPr>
        <w:lastRenderedPageBreak/>
        <w:t>فمنك</w:t>
      </w:r>
      <w:r w:rsidR="00554BFA">
        <w:rPr>
          <w:rtl/>
        </w:rPr>
        <w:t xml:space="preserve"> </w:t>
      </w:r>
      <w:r w:rsidRPr="00F05117">
        <w:rPr>
          <w:rtl/>
        </w:rPr>
        <w:t>الثواب</w:t>
      </w:r>
      <w:r w:rsidR="00554BFA">
        <w:rPr>
          <w:rtl/>
        </w:rPr>
        <w:t xml:space="preserve"> </w:t>
      </w:r>
      <w:r w:rsidRPr="00F05117">
        <w:rPr>
          <w:rtl/>
        </w:rPr>
        <w:t>ومنك</w:t>
      </w:r>
      <w:r w:rsidR="00554BFA">
        <w:rPr>
          <w:rtl/>
        </w:rPr>
        <w:t xml:space="preserve"> </w:t>
      </w:r>
      <w:r w:rsidRPr="00F05117">
        <w:rPr>
          <w:rtl/>
        </w:rPr>
        <w:t>العقاب</w:t>
      </w:r>
      <w:r w:rsidR="00554BFA">
        <w:rPr>
          <w:rtl/>
        </w:rPr>
        <w:t xml:space="preserve"> </w:t>
      </w:r>
      <w:r w:rsidR="00554BFA" w:rsidRPr="00D0383A">
        <w:rPr>
          <w:rtl/>
        </w:rPr>
        <w:t>=</w:t>
      </w:r>
      <w:r w:rsidR="00554BFA">
        <w:rPr>
          <w:rtl/>
        </w:rPr>
        <w:t xml:space="preserve"> </w:t>
      </w:r>
      <w:r w:rsidRPr="00F05117">
        <w:rPr>
          <w:rtl/>
        </w:rPr>
        <w:t>فإنْ</w:t>
      </w:r>
      <w:r w:rsidR="00554BFA">
        <w:rPr>
          <w:rtl/>
        </w:rPr>
        <w:t xml:space="preserve"> </w:t>
      </w:r>
      <w:r w:rsidRPr="00F05117">
        <w:rPr>
          <w:rtl/>
        </w:rPr>
        <w:t>شِئت</w:t>
      </w:r>
      <w:r w:rsidR="00554BFA">
        <w:rPr>
          <w:rtl/>
        </w:rPr>
        <w:t xml:space="preserve"> </w:t>
      </w:r>
      <w:r w:rsidRPr="00F05117">
        <w:rPr>
          <w:rtl/>
        </w:rPr>
        <w:t>تَشفع</w:t>
      </w:r>
      <w:r w:rsidR="00554BFA">
        <w:rPr>
          <w:rtl/>
        </w:rPr>
        <w:t xml:space="preserve"> </w:t>
      </w:r>
      <w:r w:rsidRPr="00F05117">
        <w:rPr>
          <w:rtl/>
        </w:rPr>
        <w:t>يوم</w:t>
      </w:r>
      <w:r w:rsidR="00554BFA">
        <w:rPr>
          <w:rtl/>
        </w:rPr>
        <w:t xml:space="preserve"> </w:t>
      </w:r>
      <w:r w:rsidRPr="00F05117">
        <w:rPr>
          <w:rtl/>
        </w:rPr>
        <w:t>الحساب</w:t>
      </w:r>
    </w:p>
    <w:p w:rsidR="00645494" w:rsidRPr="00554BFA" w:rsidRDefault="00645494" w:rsidP="00554BFA">
      <w:pPr>
        <w:pStyle w:val="libPoemCenter"/>
        <w:rPr>
          <w:rtl/>
        </w:rPr>
      </w:pPr>
      <w:r w:rsidRPr="00F05117">
        <w:rPr>
          <w:rtl/>
        </w:rPr>
        <w:t>وإن شِئت تَسفع بالناصيه</w:t>
      </w:r>
    </w:p>
    <w:p w:rsidR="00645494" w:rsidRDefault="00645494" w:rsidP="00FE2721">
      <w:pPr>
        <w:pStyle w:val="libPoemCenter"/>
        <w:rPr>
          <w:rtl/>
        </w:rPr>
      </w:pPr>
      <w:r w:rsidRPr="00F05117">
        <w:rPr>
          <w:rtl/>
        </w:rPr>
        <w:t>بك</w:t>
      </w:r>
      <w:r w:rsidR="00554BFA">
        <w:rPr>
          <w:rtl/>
        </w:rPr>
        <w:t xml:space="preserve"> </w:t>
      </w:r>
      <w:r w:rsidRPr="00F05117">
        <w:rPr>
          <w:rtl/>
        </w:rPr>
        <w:t>العرش</w:t>
      </w:r>
      <w:r w:rsidR="00554BFA">
        <w:rPr>
          <w:rtl/>
        </w:rPr>
        <w:t xml:space="preserve"> </w:t>
      </w:r>
      <w:r w:rsidRPr="00F05117">
        <w:rPr>
          <w:rtl/>
        </w:rPr>
        <w:t>مُهِّد</w:t>
      </w:r>
      <w:r w:rsidR="00554BFA">
        <w:rPr>
          <w:rtl/>
        </w:rPr>
        <w:t xml:space="preserve"> </w:t>
      </w:r>
      <w:r w:rsidRPr="00F05117">
        <w:rPr>
          <w:rtl/>
        </w:rPr>
        <w:t>للاستواء</w:t>
      </w:r>
      <w:r w:rsidR="00554BFA">
        <w:rPr>
          <w:rtl/>
        </w:rPr>
        <w:t xml:space="preserve"> </w:t>
      </w:r>
      <w:r w:rsidR="00554BFA" w:rsidRPr="00D0383A">
        <w:rPr>
          <w:rtl/>
        </w:rPr>
        <w:t>=</w:t>
      </w:r>
      <w:r w:rsidR="00554BFA">
        <w:rPr>
          <w:rtl/>
        </w:rPr>
        <w:t xml:space="preserve"> </w:t>
      </w:r>
      <w:r w:rsidRPr="00F05117">
        <w:rPr>
          <w:rtl/>
        </w:rPr>
        <w:t>وباسمك</w:t>
      </w:r>
      <w:r w:rsidR="00554BFA">
        <w:rPr>
          <w:rtl/>
        </w:rPr>
        <w:t xml:space="preserve"> </w:t>
      </w:r>
      <w:r w:rsidRPr="00F05117">
        <w:rPr>
          <w:rtl/>
        </w:rPr>
        <w:t>قامت</w:t>
      </w:r>
      <w:r w:rsidR="00554BFA">
        <w:rPr>
          <w:rtl/>
        </w:rPr>
        <w:t xml:space="preserve"> </w:t>
      </w:r>
      <w:r w:rsidRPr="00F05117">
        <w:rPr>
          <w:rtl/>
        </w:rPr>
        <w:t>طباق</w:t>
      </w:r>
      <w:r w:rsidR="00554BFA">
        <w:rPr>
          <w:rtl/>
        </w:rPr>
        <w:t xml:space="preserve"> </w:t>
      </w:r>
      <w:r w:rsidRPr="00F05117">
        <w:rPr>
          <w:rtl/>
        </w:rPr>
        <w:t>السماء</w:t>
      </w:r>
    </w:p>
    <w:p w:rsidR="00554BFA" w:rsidRDefault="00645494" w:rsidP="00FE2721">
      <w:pPr>
        <w:pStyle w:val="libPoemCenter"/>
        <w:rPr>
          <w:rtl/>
        </w:rPr>
      </w:pPr>
      <w:r w:rsidRPr="00F05117">
        <w:rPr>
          <w:rtl/>
        </w:rPr>
        <w:t>فأنت</w:t>
      </w:r>
      <w:r w:rsidR="00554BFA">
        <w:rPr>
          <w:rtl/>
        </w:rPr>
        <w:t xml:space="preserve"> </w:t>
      </w:r>
      <w:r w:rsidRPr="00F05117">
        <w:rPr>
          <w:rtl/>
        </w:rPr>
        <w:t>المحكِّم</w:t>
      </w:r>
      <w:r w:rsidR="00554BFA">
        <w:rPr>
          <w:rtl/>
        </w:rPr>
        <w:t xml:space="preserve"> </w:t>
      </w:r>
      <w:r w:rsidRPr="00F05117">
        <w:rPr>
          <w:rtl/>
        </w:rPr>
        <w:t>يوم</w:t>
      </w:r>
      <w:r w:rsidR="00554BFA">
        <w:rPr>
          <w:rtl/>
        </w:rPr>
        <w:t xml:space="preserve"> </w:t>
      </w:r>
      <w:r w:rsidRPr="00F05117">
        <w:rPr>
          <w:rtl/>
        </w:rPr>
        <w:t>الجزاء</w:t>
      </w:r>
      <w:r w:rsidR="00554BFA">
        <w:rPr>
          <w:rtl/>
        </w:rPr>
        <w:t xml:space="preserve"> </w:t>
      </w:r>
      <w:r w:rsidR="00554BFA" w:rsidRPr="00D0383A">
        <w:rPr>
          <w:rtl/>
        </w:rPr>
        <w:t>=</w:t>
      </w:r>
      <w:r w:rsidR="00554BFA">
        <w:rPr>
          <w:rtl/>
        </w:rPr>
        <w:t xml:space="preserve"> </w:t>
      </w:r>
      <w:r w:rsidRPr="00F05117">
        <w:rPr>
          <w:rtl/>
        </w:rPr>
        <w:t>وأنت</w:t>
      </w:r>
      <w:r w:rsidR="00554BFA">
        <w:rPr>
          <w:rtl/>
        </w:rPr>
        <w:t xml:space="preserve"> </w:t>
      </w:r>
      <w:r w:rsidRPr="00F05117">
        <w:rPr>
          <w:rtl/>
        </w:rPr>
        <w:t>الّذي</w:t>
      </w:r>
      <w:r w:rsidR="00554BFA">
        <w:rPr>
          <w:rtl/>
        </w:rPr>
        <w:t xml:space="preserve"> </w:t>
      </w:r>
      <w:r w:rsidRPr="00F05117">
        <w:rPr>
          <w:rtl/>
        </w:rPr>
        <w:t>أُمم</w:t>
      </w:r>
      <w:r w:rsidR="00554BFA">
        <w:rPr>
          <w:rtl/>
        </w:rPr>
        <w:t xml:space="preserve"> </w:t>
      </w:r>
      <w:r w:rsidRPr="00F05117">
        <w:rPr>
          <w:rtl/>
        </w:rPr>
        <w:t>الأنبياء</w:t>
      </w:r>
    </w:p>
    <w:p w:rsidR="00645494" w:rsidRPr="00645494" w:rsidRDefault="00645494" w:rsidP="00554BFA">
      <w:pPr>
        <w:pStyle w:val="libPoemCenter"/>
        <w:rPr>
          <w:rtl/>
        </w:rPr>
      </w:pPr>
      <w:r w:rsidRPr="00F05117">
        <w:rPr>
          <w:rtl/>
        </w:rPr>
        <w:t>تولتك في الأعصر الخاليه</w:t>
      </w:r>
    </w:p>
    <w:p w:rsidR="00645494" w:rsidRDefault="00645494" w:rsidP="00FE2721">
      <w:pPr>
        <w:pStyle w:val="libPoemCenter"/>
        <w:rPr>
          <w:rtl/>
        </w:rPr>
      </w:pPr>
      <w:r w:rsidRPr="00F05117">
        <w:rPr>
          <w:rtl/>
        </w:rPr>
        <w:t>إذا</w:t>
      </w:r>
      <w:r w:rsidR="00554BFA">
        <w:rPr>
          <w:rtl/>
        </w:rPr>
        <w:t xml:space="preserve"> </w:t>
      </w:r>
      <w:r w:rsidRPr="00F05117">
        <w:rPr>
          <w:rtl/>
        </w:rPr>
        <w:t>بعث</w:t>
      </w:r>
      <w:r w:rsidR="00554BFA">
        <w:rPr>
          <w:rtl/>
        </w:rPr>
        <w:t xml:space="preserve"> </w:t>
      </w:r>
      <w:r w:rsidRPr="00F05117">
        <w:rPr>
          <w:rtl/>
        </w:rPr>
        <w:t>الله</w:t>
      </w:r>
      <w:r w:rsidR="00554BFA">
        <w:rPr>
          <w:rtl/>
        </w:rPr>
        <w:t xml:space="preserve"> </w:t>
      </w:r>
      <w:r w:rsidRPr="00F05117">
        <w:rPr>
          <w:rtl/>
        </w:rPr>
        <w:t>مَن</w:t>
      </w:r>
      <w:r w:rsidR="00554BFA">
        <w:rPr>
          <w:rtl/>
        </w:rPr>
        <w:t xml:space="preserve"> </w:t>
      </w:r>
      <w:r w:rsidRPr="00F05117">
        <w:rPr>
          <w:rtl/>
        </w:rPr>
        <w:t>في</w:t>
      </w:r>
      <w:r w:rsidR="00554BFA">
        <w:rPr>
          <w:rtl/>
        </w:rPr>
        <w:t xml:space="preserve"> </w:t>
      </w:r>
      <w:r w:rsidRPr="00F05117">
        <w:rPr>
          <w:rtl/>
        </w:rPr>
        <w:t>القبور</w:t>
      </w:r>
      <w:r w:rsidR="00554BFA">
        <w:rPr>
          <w:rtl/>
        </w:rPr>
        <w:t xml:space="preserve"> </w:t>
      </w:r>
      <w:r w:rsidR="00554BFA" w:rsidRPr="00D0383A">
        <w:rPr>
          <w:rtl/>
        </w:rPr>
        <w:t>=</w:t>
      </w:r>
      <w:r w:rsidR="00554BFA">
        <w:rPr>
          <w:rtl/>
        </w:rPr>
        <w:t xml:space="preserve"> </w:t>
      </w:r>
      <w:r w:rsidRPr="00F05117">
        <w:rPr>
          <w:rtl/>
        </w:rPr>
        <w:t>ومِن</w:t>
      </w:r>
      <w:r w:rsidR="00554BFA">
        <w:rPr>
          <w:rtl/>
        </w:rPr>
        <w:t xml:space="preserve"> </w:t>
      </w:r>
      <w:r w:rsidRPr="00F05117">
        <w:rPr>
          <w:rtl/>
        </w:rPr>
        <w:t>سفر</w:t>
      </w:r>
      <w:r w:rsidR="00554BFA">
        <w:rPr>
          <w:rtl/>
        </w:rPr>
        <w:t xml:space="preserve"> </w:t>
      </w:r>
      <w:r w:rsidRPr="00F05117">
        <w:rPr>
          <w:rtl/>
        </w:rPr>
        <w:t>الموت</w:t>
      </w:r>
      <w:r w:rsidR="00554BFA">
        <w:rPr>
          <w:rtl/>
        </w:rPr>
        <w:t xml:space="preserve"> </w:t>
      </w:r>
      <w:r w:rsidRPr="00F05117">
        <w:rPr>
          <w:rtl/>
        </w:rPr>
        <w:t>أضحوا</w:t>
      </w:r>
      <w:r w:rsidR="00554BFA">
        <w:rPr>
          <w:rtl/>
        </w:rPr>
        <w:t xml:space="preserve"> </w:t>
      </w:r>
      <w:r w:rsidRPr="00F05117">
        <w:rPr>
          <w:rtl/>
        </w:rPr>
        <w:t>حضور</w:t>
      </w:r>
    </w:p>
    <w:p w:rsidR="00554BFA" w:rsidRDefault="00645494" w:rsidP="00FE2721">
      <w:pPr>
        <w:pStyle w:val="libPoemCenter"/>
        <w:rPr>
          <w:rtl/>
        </w:rPr>
      </w:pPr>
      <w:r w:rsidRPr="00F05117">
        <w:rPr>
          <w:rtl/>
        </w:rPr>
        <w:t>فأنت</w:t>
      </w:r>
      <w:r w:rsidR="00554BFA">
        <w:rPr>
          <w:rtl/>
        </w:rPr>
        <w:t xml:space="preserve"> </w:t>
      </w:r>
      <w:r w:rsidRPr="00F05117">
        <w:rPr>
          <w:rtl/>
        </w:rPr>
        <w:t>الأمير</w:t>
      </w:r>
      <w:r w:rsidR="00554BFA">
        <w:rPr>
          <w:rtl/>
        </w:rPr>
        <w:t xml:space="preserve"> </w:t>
      </w:r>
      <w:r w:rsidRPr="00F05117">
        <w:rPr>
          <w:rtl/>
        </w:rPr>
        <w:t>بكلِّ</w:t>
      </w:r>
      <w:r w:rsidR="00554BFA">
        <w:rPr>
          <w:rtl/>
        </w:rPr>
        <w:t xml:space="preserve"> </w:t>
      </w:r>
      <w:r w:rsidRPr="00F05117">
        <w:rPr>
          <w:rtl/>
        </w:rPr>
        <w:t>الأمور</w:t>
      </w:r>
      <w:r w:rsidR="00554BFA">
        <w:rPr>
          <w:rtl/>
        </w:rPr>
        <w:t xml:space="preserve"> </w:t>
      </w:r>
      <w:r w:rsidR="00554BFA" w:rsidRPr="00D0383A">
        <w:rPr>
          <w:rtl/>
        </w:rPr>
        <w:t>=</w:t>
      </w:r>
      <w:r w:rsidR="00554BFA">
        <w:rPr>
          <w:rtl/>
        </w:rPr>
        <w:t xml:space="preserve"> </w:t>
      </w:r>
      <w:r w:rsidRPr="00F05117">
        <w:rPr>
          <w:rtl/>
        </w:rPr>
        <w:t>وكلُّ</w:t>
      </w:r>
      <w:r w:rsidR="00554BFA">
        <w:rPr>
          <w:rtl/>
        </w:rPr>
        <w:t xml:space="preserve"> </w:t>
      </w:r>
      <w:r w:rsidRPr="00F05117">
        <w:rPr>
          <w:rtl/>
        </w:rPr>
        <w:t>الخلائق</w:t>
      </w:r>
      <w:r w:rsidR="00554BFA">
        <w:rPr>
          <w:rtl/>
        </w:rPr>
        <w:t xml:space="preserve"> </w:t>
      </w:r>
      <w:r w:rsidRPr="00F05117">
        <w:rPr>
          <w:rtl/>
        </w:rPr>
        <w:t>يوم</w:t>
      </w:r>
      <w:r w:rsidR="00554BFA">
        <w:rPr>
          <w:rtl/>
        </w:rPr>
        <w:t xml:space="preserve"> </w:t>
      </w:r>
      <w:r w:rsidRPr="00F05117">
        <w:rPr>
          <w:rtl/>
        </w:rPr>
        <w:t>النشور</w:t>
      </w:r>
    </w:p>
    <w:p w:rsidR="00645494" w:rsidRPr="00554BFA" w:rsidRDefault="00645494" w:rsidP="00554BFA">
      <w:pPr>
        <w:pStyle w:val="libPoemCenter"/>
        <w:rPr>
          <w:rtl/>
        </w:rPr>
      </w:pPr>
      <w:r w:rsidRPr="00F05117">
        <w:rPr>
          <w:rtl/>
        </w:rPr>
        <w:t>لديك إذا حُشرت جاثيه</w:t>
      </w:r>
    </w:p>
    <w:p w:rsidR="00645494" w:rsidRDefault="00645494" w:rsidP="00FE2721">
      <w:pPr>
        <w:pStyle w:val="libPoemCenter"/>
        <w:rPr>
          <w:rtl/>
        </w:rPr>
      </w:pPr>
      <w:r w:rsidRPr="00F05117">
        <w:rPr>
          <w:rtl/>
        </w:rPr>
        <w:t>مُحِبك</w:t>
      </w:r>
      <w:r w:rsidR="00554BFA">
        <w:rPr>
          <w:rtl/>
        </w:rPr>
        <w:t xml:space="preserve"> </w:t>
      </w:r>
      <w:r w:rsidRPr="00F05117">
        <w:rPr>
          <w:rtl/>
        </w:rPr>
        <w:t>يثقُل</w:t>
      </w:r>
      <w:r w:rsidR="00554BFA">
        <w:rPr>
          <w:rtl/>
        </w:rPr>
        <w:t xml:space="preserve"> </w:t>
      </w:r>
      <w:r w:rsidRPr="00F05117">
        <w:rPr>
          <w:rtl/>
        </w:rPr>
        <w:t>ميزانه</w:t>
      </w:r>
      <w:r w:rsidR="00554BFA">
        <w:rPr>
          <w:rtl/>
        </w:rPr>
        <w:t xml:space="preserve"> </w:t>
      </w:r>
      <w:r w:rsidR="00554BFA" w:rsidRPr="00D0383A">
        <w:rPr>
          <w:rtl/>
        </w:rPr>
        <w:t>=</w:t>
      </w:r>
      <w:r w:rsidR="00554BFA">
        <w:rPr>
          <w:rtl/>
        </w:rPr>
        <w:t xml:space="preserve"> </w:t>
      </w:r>
      <w:r w:rsidRPr="00F05117">
        <w:rPr>
          <w:rtl/>
        </w:rPr>
        <w:t>ويعلو</w:t>
      </w:r>
      <w:r w:rsidR="00554BFA">
        <w:rPr>
          <w:rtl/>
        </w:rPr>
        <w:t xml:space="preserve"> </w:t>
      </w:r>
      <w:r w:rsidRPr="00F05117">
        <w:rPr>
          <w:rtl/>
        </w:rPr>
        <w:t>بيوم</w:t>
      </w:r>
      <w:r w:rsidR="00554BFA">
        <w:rPr>
          <w:rtl/>
        </w:rPr>
        <w:t xml:space="preserve"> </w:t>
      </w:r>
      <w:r w:rsidRPr="00F05117">
        <w:rPr>
          <w:rtl/>
        </w:rPr>
        <w:t>الجزا</w:t>
      </w:r>
      <w:r w:rsidR="00554BFA">
        <w:rPr>
          <w:rtl/>
        </w:rPr>
        <w:t xml:space="preserve"> </w:t>
      </w:r>
      <w:r w:rsidRPr="00F05117">
        <w:rPr>
          <w:rtl/>
        </w:rPr>
        <w:t>شأنه</w:t>
      </w:r>
    </w:p>
    <w:p w:rsidR="00645494" w:rsidRPr="00645494" w:rsidRDefault="00645494" w:rsidP="00FE2721">
      <w:pPr>
        <w:pStyle w:val="libPoemCenter"/>
        <w:rPr>
          <w:rtl/>
        </w:rPr>
      </w:pPr>
      <w:r w:rsidRPr="00F05117">
        <w:rPr>
          <w:rtl/>
        </w:rPr>
        <w:t>وَهبْ</w:t>
      </w:r>
      <w:r w:rsidR="00554BFA">
        <w:rPr>
          <w:rtl/>
        </w:rPr>
        <w:t xml:space="preserve"> </w:t>
      </w:r>
      <w:r w:rsidRPr="00F05117">
        <w:rPr>
          <w:rtl/>
        </w:rPr>
        <w:t>فرضه</w:t>
      </w:r>
      <w:r w:rsidR="00554BFA">
        <w:rPr>
          <w:rtl/>
        </w:rPr>
        <w:t xml:space="preserve"> </w:t>
      </w:r>
      <w:r w:rsidRPr="00F05117">
        <w:rPr>
          <w:rtl/>
        </w:rPr>
        <w:t>بأنْ</w:t>
      </w:r>
      <w:r w:rsidR="00554BFA">
        <w:rPr>
          <w:rtl/>
        </w:rPr>
        <w:t xml:space="preserve"> </w:t>
      </w:r>
      <w:r w:rsidRPr="00F05117">
        <w:rPr>
          <w:rtl/>
        </w:rPr>
        <w:t>نقصانه</w:t>
      </w:r>
      <w:r w:rsidR="00554BFA">
        <w:rPr>
          <w:rtl/>
        </w:rPr>
        <w:t xml:space="preserve"> </w:t>
      </w:r>
      <w:r w:rsidR="00554BFA" w:rsidRPr="00D0383A">
        <w:rPr>
          <w:rtl/>
        </w:rPr>
        <w:t>=</w:t>
      </w:r>
      <w:r w:rsidR="00554BFA">
        <w:rPr>
          <w:rtl/>
        </w:rPr>
        <w:t xml:space="preserve"> </w:t>
      </w:r>
      <w:r w:rsidRPr="00F05117">
        <w:rPr>
          <w:rtl/>
        </w:rPr>
        <w:t>فمَن</w:t>
      </w:r>
      <w:r w:rsidR="00554BFA">
        <w:rPr>
          <w:rtl/>
        </w:rPr>
        <w:t xml:space="preserve"> </w:t>
      </w:r>
      <w:r w:rsidRPr="00F05117">
        <w:rPr>
          <w:rtl/>
        </w:rPr>
        <w:t>بك</w:t>
      </w:r>
      <w:r w:rsidR="00554BFA">
        <w:rPr>
          <w:rtl/>
        </w:rPr>
        <w:t xml:space="preserve"> </w:t>
      </w:r>
      <w:r w:rsidRPr="00F05117">
        <w:rPr>
          <w:rtl/>
        </w:rPr>
        <w:t>قد</w:t>
      </w:r>
      <w:r w:rsidR="00554BFA">
        <w:rPr>
          <w:rtl/>
        </w:rPr>
        <w:t xml:space="preserve"> </w:t>
      </w:r>
      <w:r w:rsidRPr="00F05117">
        <w:rPr>
          <w:rtl/>
        </w:rPr>
        <w:t>تمّ</w:t>
      </w:r>
      <w:r w:rsidR="00554BFA">
        <w:rPr>
          <w:rtl/>
        </w:rPr>
        <w:t xml:space="preserve"> </w:t>
      </w:r>
      <w:r w:rsidRPr="00F05117">
        <w:rPr>
          <w:rtl/>
        </w:rPr>
        <w:t>إيمانه</w:t>
      </w:r>
    </w:p>
    <w:p w:rsidR="00645494" w:rsidRPr="00554BFA" w:rsidRDefault="00645494" w:rsidP="00554BFA">
      <w:pPr>
        <w:pStyle w:val="libPoemCenter"/>
        <w:rPr>
          <w:rtl/>
        </w:rPr>
      </w:pPr>
      <w:r w:rsidRPr="00F05117">
        <w:rPr>
          <w:rtl/>
        </w:rPr>
        <w:t>فبشراه في عيشة راضيه</w:t>
      </w:r>
    </w:p>
    <w:p w:rsidR="00645494" w:rsidRDefault="00645494" w:rsidP="00FE2721">
      <w:pPr>
        <w:pStyle w:val="libPoemCenter"/>
        <w:rPr>
          <w:rtl/>
        </w:rPr>
      </w:pPr>
      <w:r w:rsidRPr="00F05117">
        <w:rPr>
          <w:rtl/>
        </w:rPr>
        <w:t>ينال</w:t>
      </w:r>
      <w:r w:rsidR="00554BFA">
        <w:rPr>
          <w:rtl/>
        </w:rPr>
        <w:t xml:space="preserve"> </w:t>
      </w:r>
      <w:r w:rsidRPr="00F05117">
        <w:rPr>
          <w:rtl/>
        </w:rPr>
        <w:t>الكرامة</w:t>
      </w:r>
      <w:r w:rsidR="00554BFA">
        <w:rPr>
          <w:rtl/>
        </w:rPr>
        <w:t xml:space="preserve"> </w:t>
      </w:r>
      <w:r w:rsidRPr="00F05117">
        <w:rPr>
          <w:rtl/>
        </w:rPr>
        <w:t>غَبُ</w:t>
      </w:r>
      <w:r w:rsidR="00554BFA">
        <w:rPr>
          <w:rtl/>
        </w:rPr>
        <w:t xml:space="preserve"> </w:t>
      </w:r>
      <w:r w:rsidRPr="00F05117">
        <w:rPr>
          <w:rtl/>
        </w:rPr>
        <w:t>الأذى</w:t>
      </w:r>
      <w:r w:rsidR="00554BFA">
        <w:rPr>
          <w:rtl/>
        </w:rPr>
        <w:t xml:space="preserve"> </w:t>
      </w:r>
      <w:r w:rsidR="00554BFA" w:rsidRPr="00D0383A">
        <w:rPr>
          <w:rtl/>
        </w:rPr>
        <w:t>=</w:t>
      </w:r>
      <w:r w:rsidR="00554BFA">
        <w:rPr>
          <w:rtl/>
        </w:rPr>
        <w:t xml:space="preserve"> </w:t>
      </w:r>
      <w:r w:rsidRPr="00F05117">
        <w:rPr>
          <w:rtl/>
        </w:rPr>
        <w:t>وعن</w:t>
      </w:r>
      <w:r w:rsidR="00554BFA">
        <w:rPr>
          <w:rtl/>
        </w:rPr>
        <w:t xml:space="preserve"> </w:t>
      </w:r>
      <w:r w:rsidRPr="00F05117">
        <w:rPr>
          <w:rtl/>
        </w:rPr>
        <w:t>ناظريه</w:t>
      </w:r>
      <w:r w:rsidR="00554BFA">
        <w:rPr>
          <w:rtl/>
        </w:rPr>
        <w:t xml:space="preserve"> </w:t>
      </w:r>
      <w:r w:rsidRPr="00F05117">
        <w:rPr>
          <w:rtl/>
        </w:rPr>
        <w:t>يُماط</w:t>
      </w:r>
      <w:r w:rsidR="00554BFA">
        <w:rPr>
          <w:rtl/>
        </w:rPr>
        <w:t xml:space="preserve"> </w:t>
      </w:r>
      <w:r w:rsidRPr="00F05117">
        <w:rPr>
          <w:rtl/>
        </w:rPr>
        <w:t>القذى</w:t>
      </w:r>
    </w:p>
    <w:p w:rsidR="00645494" w:rsidRPr="00645494" w:rsidRDefault="00645494" w:rsidP="00FE2721">
      <w:pPr>
        <w:pStyle w:val="libPoemCenter"/>
        <w:rPr>
          <w:rtl/>
        </w:rPr>
      </w:pPr>
      <w:r w:rsidRPr="00F05117">
        <w:rPr>
          <w:rtl/>
        </w:rPr>
        <w:t>فما</w:t>
      </w:r>
      <w:r w:rsidR="00554BFA">
        <w:rPr>
          <w:rtl/>
        </w:rPr>
        <w:t xml:space="preserve"> </w:t>
      </w:r>
      <w:r w:rsidRPr="00F05117">
        <w:rPr>
          <w:rtl/>
        </w:rPr>
        <w:t>بعدُ</w:t>
      </w:r>
      <w:r w:rsidR="00554BFA">
        <w:rPr>
          <w:rtl/>
        </w:rPr>
        <w:t xml:space="preserve"> </w:t>
      </w:r>
      <w:r w:rsidRPr="00F05117">
        <w:rPr>
          <w:rtl/>
        </w:rPr>
        <w:t>يشكو</w:t>
      </w:r>
      <w:r w:rsidR="00554BFA">
        <w:rPr>
          <w:rtl/>
        </w:rPr>
        <w:t xml:space="preserve"> </w:t>
      </w:r>
      <w:r w:rsidRPr="00F05117">
        <w:rPr>
          <w:rtl/>
        </w:rPr>
        <w:t>ظماه</w:t>
      </w:r>
      <w:r w:rsidR="00554BFA">
        <w:rPr>
          <w:rtl/>
        </w:rPr>
        <w:t xml:space="preserve"> </w:t>
      </w:r>
      <w:r w:rsidRPr="00F05117">
        <w:rPr>
          <w:rtl/>
        </w:rPr>
        <w:t>إذا</w:t>
      </w:r>
      <w:r w:rsidR="00554BFA">
        <w:rPr>
          <w:rtl/>
        </w:rPr>
        <w:t xml:space="preserve"> </w:t>
      </w:r>
      <w:r w:rsidR="00554BFA" w:rsidRPr="00D0383A">
        <w:rPr>
          <w:rtl/>
        </w:rPr>
        <w:t>=</w:t>
      </w:r>
      <w:r w:rsidR="00554BFA">
        <w:rPr>
          <w:rtl/>
        </w:rPr>
        <w:t xml:space="preserve"> </w:t>
      </w:r>
      <w:r w:rsidRPr="00F05117">
        <w:rPr>
          <w:rtl/>
        </w:rPr>
        <w:t>بحوضك</w:t>
      </w:r>
      <w:r w:rsidR="00554BFA">
        <w:rPr>
          <w:rtl/>
        </w:rPr>
        <w:t xml:space="preserve"> </w:t>
      </w:r>
      <w:r w:rsidRPr="00F05117">
        <w:rPr>
          <w:rtl/>
        </w:rPr>
        <w:t>يُسقى</w:t>
      </w:r>
      <w:r w:rsidR="00554BFA">
        <w:rPr>
          <w:rtl/>
        </w:rPr>
        <w:t xml:space="preserve"> </w:t>
      </w:r>
      <w:r w:rsidRPr="00F05117">
        <w:rPr>
          <w:rtl/>
        </w:rPr>
        <w:t>ومِن</w:t>
      </w:r>
      <w:r w:rsidR="00554BFA">
        <w:rPr>
          <w:rtl/>
        </w:rPr>
        <w:t xml:space="preserve"> </w:t>
      </w:r>
      <w:r w:rsidRPr="00F05117">
        <w:rPr>
          <w:rtl/>
        </w:rPr>
        <w:t>بعد</w:t>
      </w:r>
      <w:r w:rsidR="00554BFA">
        <w:rPr>
          <w:rtl/>
        </w:rPr>
        <w:t xml:space="preserve"> </w:t>
      </w:r>
      <w:r w:rsidRPr="00F05117">
        <w:rPr>
          <w:rtl/>
        </w:rPr>
        <w:t>ذا</w:t>
      </w:r>
    </w:p>
    <w:p w:rsidR="00645494" w:rsidRPr="00554BFA" w:rsidRDefault="00645494" w:rsidP="00554BFA">
      <w:pPr>
        <w:pStyle w:val="libPoemCenter"/>
        <w:rPr>
          <w:rtl/>
        </w:rPr>
      </w:pPr>
      <w:r w:rsidRPr="00F05117">
        <w:rPr>
          <w:rtl/>
        </w:rPr>
        <w:t>يُساق إلى جنة عاليه</w:t>
      </w:r>
    </w:p>
    <w:p w:rsidR="00645494" w:rsidRDefault="00645494" w:rsidP="00FE2721">
      <w:pPr>
        <w:pStyle w:val="libPoemCenter"/>
        <w:rPr>
          <w:rtl/>
        </w:rPr>
      </w:pPr>
      <w:r w:rsidRPr="00F05117">
        <w:rPr>
          <w:rtl/>
        </w:rPr>
        <w:t>أبا</w:t>
      </w:r>
      <w:r w:rsidR="00554BFA">
        <w:rPr>
          <w:rtl/>
        </w:rPr>
        <w:t xml:space="preserve"> </w:t>
      </w:r>
      <w:r w:rsidRPr="00F05117">
        <w:rPr>
          <w:rtl/>
        </w:rPr>
        <w:t>حسن</w:t>
      </w:r>
      <w:r w:rsidR="00554BFA">
        <w:rPr>
          <w:rtl/>
        </w:rPr>
        <w:t xml:space="preserve"> </w:t>
      </w:r>
      <w:r w:rsidRPr="00F05117">
        <w:rPr>
          <w:rtl/>
        </w:rPr>
        <w:t>بك</w:t>
      </w:r>
      <w:r w:rsidR="00554BFA">
        <w:rPr>
          <w:rtl/>
        </w:rPr>
        <w:t xml:space="preserve"> </w:t>
      </w:r>
      <w:r w:rsidRPr="00F05117">
        <w:rPr>
          <w:rtl/>
        </w:rPr>
        <w:t>أنجو</w:t>
      </w:r>
      <w:r w:rsidR="00554BFA">
        <w:rPr>
          <w:rtl/>
        </w:rPr>
        <w:t xml:space="preserve"> </w:t>
      </w:r>
      <w:r w:rsidRPr="00F05117">
        <w:rPr>
          <w:rtl/>
        </w:rPr>
        <w:t>هناك</w:t>
      </w:r>
      <w:r w:rsidR="00554BFA">
        <w:rPr>
          <w:rtl/>
        </w:rPr>
        <w:t xml:space="preserve"> </w:t>
      </w:r>
      <w:r w:rsidR="00554BFA" w:rsidRPr="00D0383A">
        <w:rPr>
          <w:rtl/>
        </w:rPr>
        <w:t>=</w:t>
      </w:r>
      <w:r w:rsidR="00554BFA">
        <w:rPr>
          <w:rtl/>
        </w:rPr>
        <w:t xml:space="preserve"> </w:t>
      </w:r>
      <w:r w:rsidRPr="00F05117">
        <w:rPr>
          <w:rtl/>
        </w:rPr>
        <w:t>وأرجو</w:t>
      </w:r>
      <w:r w:rsidR="00554BFA">
        <w:rPr>
          <w:rtl/>
        </w:rPr>
        <w:t xml:space="preserve"> </w:t>
      </w:r>
      <w:r w:rsidRPr="00F05117">
        <w:rPr>
          <w:rtl/>
        </w:rPr>
        <w:t>رضا</w:t>
      </w:r>
      <w:r w:rsidR="00554BFA">
        <w:rPr>
          <w:rtl/>
        </w:rPr>
        <w:t xml:space="preserve"> </w:t>
      </w:r>
      <w:r w:rsidRPr="00F05117">
        <w:rPr>
          <w:rtl/>
        </w:rPr>
        <w:t>خالقي</w:t>
      </w:r>
      <w:r w:rsidR="00554BFA">
        <w:rPr>
          <w:rtl/>
        </w:rPr>
        <w:t xml:space="preserve"> </w:t>
      </w:r>
      <w:r w:rsidRPr="00F05117">
        <w:rPr>
          <w:rtl/>
        </w:rPr>
        <w:t>في</w:t>
      </w:r>
      <w:r w:rsidR="00554BFA">
        <w:rPr>
          <w:rtl/>
        </w:rPr>
        <w:t xml:space="preserve"> </w:t>
      </w:r>
      <w:r w:rsidRPr="00F05117">
        <w:rPr>
          <w:rtl/>
        </w:rPr>
        <w:t>رضاك</w:t>
      </w:r>
    </w:p>
    <w:p w:rsidR="00645494" w:rsidRPr="00645494" w:rsidRDefault="00645494" w:rsidP="00FE2721">
      <w:pPr>
        <w:pStyle w:val="libPoemCenter"/>
        <w:rPr>
          <w:rtl/>
        </w:rPr>
      </w:pPr>
      <w:r w:rsidRPr="00F05117">
        <w:rPr>
          <w:rtl/>
        </w:rPr>
        <w:t>فلم</w:t>
      </w:r>
      <w:r w:rsidR="00554BFA">
        <w:rPr>
          <w:rtl/>
        </w:rPr>
        <w:t xml:space="preserve"> </w:t>
      </w:r>
      <w:r w:rsidRPr="00F05117">
        <w:rPr>
          <w:rtl/>
        </w:rPr>
        <w:t>ينجُ</w:t>
      </w:r>
      <w:r w:rsidR="00554BFA">
        <w:rPr>
          <w:rtl/>
        </w:rPr>
        <w:t xml:space="preserve"> </w:t>
      </w:r>
      <w:r w:rsidRPr="00F05117">
        <w:rPr>
          <w:rtl/>
        </w:rPr>
        <w:t>في</w:t>
      </w:r>
      <w:r w:rsidR="00554BFA">
        <w:rPr>
          <w:rtl/>
        </w:rPr>
        <w:t xml:space="preserve"> </w:t>
      </w:r>
      <w:r w:rsidRPr="00F05117">
        <w:rPr>
          <w:rtl/>
        </w:rPr>
        <w:t>الحشر</w:t>
      </w:r>
      <w:r w:rsidR="00554BFA">
        <w:rPr>
          <w:rtl/>
        </w:rPr>
        <w:t xml:space="preserve"> </w:t>
      </w:r>
      <w:r w:rsidRPr="00F05117">
        <w:rPr>
          <w:rtl/>
        </w:rPr>
        <w:t>إلاّ</w:t>
      </w:r>
      <w:r w:rsidR="00554BFA">
        <w:rPr>
          <w:rtl/>
        </w:rPr>
        <w:t xml:space="preserve"> </w:t>
      </w:r>
      <w:r w:rsidRPr="00F05117">
        <w:rPr>
          <w:rtl/>
        </w:rPr>
        <w:t>ولاك</w:t>
      </w:r>
      <w:r w:rsidR="00554BFA">
        <w:rPr>
          <w:rtl/>
        </w:rPr>
        <w:t xml:space="preserve"> </w:t>
      </w:r>
      <w:r w:rsidR="00554BFA" w:rsidRPr="00D0383A">
        <w:rPr>
          <w:rtl/>
        </w:rPr>
        <w:t>=</w:t>
      </w:r>
      <w:r w:rsidR="00554BFA">
        <w:rPr>
          <w:rtl/>
        </w:rPr>
        <w:t xml:space="preserve"> </w:t>
      </w:r>
      <w:r w:rsidRPr="00F05117">
        <w:rPr>
          <w:rtl/>
        </w:rPr>
        <w:t>وأمّا</w:t>
      </w:r>
      <w:r w:rsidR="00554BFA">
        <w:rPr>
          <w:rtl/>
        </w:rPr>
        <w:t xml:space="preserve"> </w:t>
      </w:r>
      <w:r w:rsidRPr="00F05117">
        <w:rPr>
          <w:rtl/>
        </w:rPr>
        <w:t>الّذين</w:t>
      </w:r>
      <w:r w:rsidR="00554BFA">
        <w:rPr>
          <w:rtl/>
        </w:rPr>
        <w:t xml:space="preserve"> </w:t>
      </w:r>
      <w:r w:rsidRPr="00F05117">
        <w:rPr>
          <w:rtl/>
        </w:rPr>
        <w:t>تولّوا</w:t>
      </w:r>
      <w:r w:rsidR="00554BFA">
        <w:rPr>
          <w:rtl/>
        </w:rPr>
        <w:t xml:space="preserve"> </w:t>
      </w:r>
      <w:r w:rsidRPr="00F05117">
        <w:rPr>
          <w:rtl/>
        </w:rPr>
        <w:t>سواك</w:t>
      </w:r>
    </w:p>
    <w:p w:rsidR="00645494" w:rsidRPr="00554BFA" w:rsidRDefault="00645494" w:rsidP="00554BFA">
      <w:pPr>
        <w:pStyle w:val="libPoemCenter"/>
        <w:rPr>
          <w:rtl/>
        </w:rPr>
      </w:pPr>
      <w:r w:rsidRPr="00F05117">
        <w:rPr>
          <w:rtl/>
        </w:rPr>
        <w:t>فما هم مِن الفرقة الناجيه</w:t>
      </w:r>
    </w:p>
    <w:p w:rsidR="00645494" w:rsidRDefault="00645494" w:rsidP="00FE2721">
      <w:pPr>
        <w:pStyle w:val="libPoemCenter"/>
      </w:pPr>
      <w:r w:rsidRPr="00F05117">
        <w:rPr>
          <w:rtl/>
        </w:rPr>
        <w:t>سيأتي</w:t>
      </w:r>
      <w:r w:rsidR="00554BFA">
        <w:rPr>
          <w:rtl/>
        </w:rPr>
        <w:t xml:space="preserve"> </w:t>
      </w:r>
      <w:r w:rsidRPr="00F05117">
        <w:rPr>
          <w:rtl/>
        </w:rPr>
        <w:t>العدوّ</w:t>
      </w:r>
      <w:r w:rsidR="00554BFA">
        <w:rPr>
          <w:rtl/>
        </w:rPr>
        <w:t xml:space="preserve"> </w:t>
      </w:r>
      <w:r w:rsidRPr="00F05117">
        <w:rPr>
          <w:rtl/>
        </w:rPr>
        <w:t>ومَن</w:t>
      </w:r>
      <w:r w:rsidR="00554BFA">
        <w:rPr>
          <w:rtl/>
        </w:rPr>
        <w:t xml:space="preserve"> </w:t>
      </w:r>
      <w:r w:rsidRPr="00F05117">
        <w:rPr>
          <w:rtl/>
        </w:rPr>
        <w:t>تابعوه</w:t>
      </w:r>
      <w:r w:rsidR="00554BFA">
        <w:rPr>
          <w:rtl/>
        </w:rPr>
        <w:t xml:space="preserve"> </w:t>
      </w:r>
      <w:r w:rsidR="00554BFA" w:rsidRPr="00D0383A">
        <w:rPr>
          <w:rtl/>
        </w:rPr>
        <w:t>=</w:t>
      </w:r>
      <w:r w:rsidR="00554BFA">
        <w:rPr>
          <w:rtl/>
        </w:rPr>
        <w:t xml:space="preserve"> </w:t>
      </w:r>
      <w:r w:rsidRPr="00F05117">
        <w:rPr>
          <w:rtl/>
        </w:rPr>
        <w:t>بجَمع</w:t>
      </w:r>
      <w:r w:rsidR="00554BFA">
        <w:rPr>
          <w:rtl/>
        </w:rPr>
        <w:t xml:space="preserve"> </w:t>
      </w:r>
      <w:r w:rsidRPr="00F05117">
        <w:rPr>
          <w:rtl/>
        </w:rPr>
        <w:t>عن</w:t>
      </w:r>
      <w:r w:rsidR="00554BFA">
        <w:rPr>
          <w:rtl/>
        </w:rPr>
        <w:t xml:space="preserve"> </w:t>
      </w:r>
      <w:r w:rsidRPr="00F05117">
        <w:rPr>
          <w:rtl/>
        </w:rPr>
        <w:t>الحوض</w:t>
      </w:r>
      <w:r w:rsidR="00554BFA">
        <w:rPr>
          <w:rtl/>
        </w:rPr>
        <w:t xml:space="preserve"> </w:t>
      </w:r>
      <w:r w:rsidRPr="00F05117">
        <w:rPr>
          <w:rtl/>
        </w:rPr>
        <w:t>قد</w:t>
      </w:r>
      <w:r w:rsidR="00554BFA">
        <w:rPr>
          <w:rtl/>
        </w:rPr>
        <w:t xml:space="preserve"> </w:t>
      </w:r>
      <w:r w:rsidRPr="00F05117">
        <w:rPr>
          <w:rtl/>
        </w:rPr>
        <w:t>حلئوه</w:t>
      </w:r>
    </w:p>
    <w:p w:rsidR="00645494" w:rsidRPr="00645494" w:rsidRDefault="00645494" w:rsidP="00FE2721">
      <w:pPr>
        <w:pStyle w:val="libPoemCenter"/>
        <w:rPr>
          <w:rtl/>
        </w:rPr>
      </w:pPr>
      <w:r w:rsidRPr="00F05117">
        <w:rPr>
          <w:rtl/>
        </w:rPr>
        <w:t>جُفاة</w:t>
      </w:r>
      <w:r w:rsidR="00554BFA">
        <w:rPr>
          <w:rtl/>
        </w:rPr>
        <w:t xml:space="preserve"> </w:t>
      </w:r>
      <w:r w:rsidRPr="00F05117">
        <w:rPr>
          <w:rtl/>
        </w:rPr>
        <w:t>لحقك</w:t>
      </w:r>
      <w:r w:rsidR="00554BFA">
        <w:rPr>
          <w:rtl/>
        </w:rPr>
        <w:t xml:space="preserve"> </w:t>
      </w:r>
      <w:r w:rsidRPr="00F05117">
        <w:rPr>
          <w:rtl/>
        </w:rPr>
        <w:t>قد</w:t>
      </w:r>
      <w:r w:rsidR="00554BFA">
        <w:rPr>
          <w:rtl/>
        </w:rPr>
        <w:t xml:space="preserve"> </w:t>
      </w:r>
      <w:r w:rsidRPr="00F05117">
        <w:rPr>
          <w:rtl/>
        </w:rPr>
        <w:t>ضيَّعوه</w:t>
      </w:r>
      <w:r w:rsidR="00554BFA">
        <w:rPr>
          <w:rtl/>
        </w:rPr>
        <w:t xml:space="preserve"> </w:t>
      </w:r>
      <w:r w:rsidR="00554BFA" w:rsidRPr="00D0383A">
        <w:rPr>
          <w:rtl/>
        </w:rPr>
        <w:t>=</w:t>
      </w:r>
      <w:r w:rsidR="00554BFA">
        <w:rPr>
          <w:rtl/>
        </w:rPr>
        <w:t xml:space="preserve"> </w:t>
      </w:r>
      <w:r w:rsidRPr="00F05117">
        <w:rPr>
          <w:rtl/>
        </w:rPr>
        <w:t>يجيئون</w:t>
      </w:r>
      <w:r w:rsidR="00554BFA">
        <w:rPr>
          <w:rtl/>
        </w:rPr>
        <w:t xml:space="preserve"> </w:t>
      </w:r>
      <w:r w:rsidRPr="00F05117">
        <w:rPr>
          <w:rtl/>
        </w:rPr>
        <w:t>للحشر</w:t>
      </w:r>
      <w:r w:rsidR="00554BFA">
        <w:rPr>
          <w:rtl/>
        </w:rPr>
        <w:t xml:space="preserve"> </w:t>
      </w:r>
      <w:r w:rsidRPr="00F05117">
        <w:rPr>
          <w:rtl/>
        </w:rPr>
        <w:t>سود</w:t>
      </w:r>
      <w:r w:rsidR="00554BFA">
        <w:rPr>
          <w:rtl/>
        </w:rPr>
        <w:t xml:space="preserve"> </w:t>
      </w:r>
      <w:r w:rsidRPr="00F05117">
        <w:rPr>
          <w:rtl/>
        </w:rPr>
        <w:t>الوجوه</w:t>
      </w:r>
    </w:p>
    <w:p w:rsidR="00645494" w:rsidRDefault="00645494" w:rsidP="00645494">
      <w:pPr>
        <w:pStyle w:val="libNormal"/>
      </w:pPr>
      <w:r>
        <w:rPr>
          <w:rtl/>
        </w:rPr>
        <w:br w:type="page"/>
      </w:r>
    </w:p>
    <w:p w:rsidR="00645494" w:rsidRPr="00554BFA" w:rsidRDefault="00645494" w:rsidP="00554BFA">
      <w:pPr>
        <w:pStyle w:val="libPoemCenter"/>
        <w:rPr>
          <w:rtl/>
        </w:rPr>
      </w:pPr>
      <w:r w:rsidRPr="001126C4">
        <w:rPr>
          <w:rtl/>
        </w:rPr>
        <w:lastRenderedPageBreak/>
        <w:t>يُساقون دعّاً إلى الهاويه</w:t>
      </w:r>
    </w:p>
    <w:p w:rsidR="00D0383A" w:rsidRDefault="00645494" w:rsidP="00554BFA">
      <w:pPr>
        <w:pStyle w:val="libNormal"/>
        <w:rPr>
          <w:rtl/>
        </w:rPr>
      </w:pPr>
      <w:r w:rsidRPr="00554BFA">
        <w:rPr>
          <w:rtl/>
        </w:rPr>
        <w:t>ومِمَن شطَّر وخمَّس الأصل، الشيخ العالم الفاضل الشيخ جواد بن الشيخ محمد الشبيبي النجفي، المولود سنة 1280 فقال سلَّمه الله في التشطير:</w:t>
      </w:r>
    </w:p>
    <w:p w:rsidR="00645494" w:rsidRDefault="00554BFA" w:rsidP="00FE2721">
      <w:pPr>
        <w:pStyle w:val="libPoemCenter"/>
        <w:rPr>
          <w:rtl/>
        </w:rPr>
      </w:pPr>
      <w:r>
        <w:rPr>
          <w:rtl/>
        </w:rPr>
        <w:t>(</w:t>
      </w:r>
      <w:r w:rsidR="00645494" w:rsidRPr="001126C4">
        <w:rPr>
          <w:rtl/>
        </w:rPr>
        <w:t>أبا</w:t>
      </w:r>
      <w:r>
        <w:rPr>
          <w:rtl/>
        </w:rPr>
        <w:t xml:space="preserve"> </w:t>
      </w:r>
      <w:r w:rsidR="00645494" w:rsidRPr="001126C4">
        <w:rPr>
          <w:rtl/>
        </w:rPr>
        <w:t>حسن</w:t>
      </w:r>
      <w:r>
        <w:rPr>
          <w:rtl/>
        </w:rPr>
        <w:t xml:space="preserve"> </w:t>
      </w:r>
      <w:r w:rsidR="00645494" w:rsidRPr="001126C4">
        <w:rPr>
          <w:rtl/>
        </w:rPr>
        <w:t>أنت</w:t>
      </w:r>
      <w:r>
        <w:rPr>
          <w:rtl/>
        </w:rPr>
        <w:t xml:space="preserve"> </w:t>
      </w:r>
      <w:r w:rsidR="00645494" w:rsidRPr="001126C4">
        <w:rPr>
          <w:rtl/>
        </w:rPr>
        <w:t>عَين</w:t>
      </w:r>
      <w:r>
        <w:rPr>
          <w:rtl/>
        </w:rPr>
        <w:t xml:space="preserve"> </w:t>
      </w:r>
      <w:r w:rsidR="00645494" w:rsidRPr="001126C4">
        <w:rPr>
          <w:rtl/>
        </w:rPr>
        <w:t>الإله)</w:t>
      </w:r>
      <w:r>
        <w:rPr>
          <w:rtl/>
        </w:rPr>
        <w:t xml:space="preserve"> </w:t>
      </w:r>
      <w:r w:rsidRPr="00D0383A">
        <w:rPr>
          <w:rtl/>
        </w:rPr>
        <w:t>=</w:t>
      </w:r>
      <w:r>
        <w:rPr>
          <w:rtl/>
        </w:rPr>
        <w:t xml:space="preserve"> </w:t>
      </w:r>
      <w:r w:rsidR="00645494" w:rsidRPr="001126C4">
        <w:rPr>
          <w:rtl/>
        </w:rPr>
        <w:t>ولُجّة</w:t>
      </w:r>
      <w:r>
        <w:rPr>
          <w:rtl/>
        </w:rPr>
        <w:t xml:space="preserve"> </w:t>
      </w:r>
      <w:r w:rsidR="00645494" w:rsidRPr="001126C4">
        <w:rPr>
          <w:rtl/>
        </w:rPr>
        <w:t>قدرته</w:t>
      </w:r>
      <w:r>
        <w:rPr>
          <w:rtl/>
        </w:rPr>
        <w:t xml:space="preserve"> </w:t>
      </w:r>
      <w:r w:rsidR="00645494" w:rsidRPr="001126C4">
        <w:rPr>
          <w:rtl/>
        </w:rPr>
        <w:t>الطاميه</w:t>
      </w:r>
    </w:p>
    <w:p w:rsidR="00D0383A" w:rsidRDefault="00645494" w:rsidP="00645494">
      <w:pPr>
        <w:pStyle w:val="libPoemCenter"/>
        <w:rPr>
          <w:rtl/>
        </w:rPr>
      </w:pPr>
      <w:r w:rsidRPr="001126C4">
        <w:rPr>
          <w:rtl/>
        </w:rPr>
        <w:t>وأنت</w:t>
      </w:r>
      <w:r w:rsidR="00554BFA">
        <w:rPr>
          <w:rtl/>
        </w:rPr>
        <w:t xml:space="preserve"> </w:t>
      </w:r>
      <w:r w:rsidRPr="001126C4">
        <w:rPr>
          <w:rtl/>
        </w:rPr>
        <w:t>المحيط</w:t>
      </w:r>
      <w:r w:rsidR="00554BFA">
        <w:rPr>
          <w:rtl/>
        </w:rPr>
        <w:t xml:space="preserve"> </w:t>
      </w:r>
      <w:r w:rsidRPr="001126C4">
        <w:rPr>
          <w:rtl/>
        </w:rPr>
        <w:t>بما</w:t>
      </w:r>
      <w:r w:rsidR="00554BFA">
        <w:rPr>
          <w:rtl/>
        </w:rPr>
        <w:t xml:space="preserve"> </w:t>
      </w:r>
      <w:r w:rsidRPr="001126C4">
        <w:rPr>
          <w:rtl/>
        </w:rPr>
        <w:t>في</w:t>
      </w:r>
      <w:r w:rsidR="00554BFA">
        <w:rPr>
          <w:rtl/>
        </w:rPr>
        <w:t xml:space="preserve"> </w:t>
      </w:r>
      <w:r w:rsidRPr="001126C4">
        <w:rPr>
          <w:rtl/>
        </w:rPr>
        <w:t>الوجود</w:t>
      </w:r>
      <w:r w:rsidR="00554BFA">
        <w:rPr>
          <w:rtl/>
        </w:rPr>
        <w:t xml:space="preserve"> </w:t>
      </w:r>
      <w:r w:rsidR="00554BFA" w:rsidRPr="00D0383A">
        <w:rPr>
          <w:rtl/>
        </w:rPr>
        <w:t>=</w:t>
      </w:r>
      <w:r w:rsidR="00554BFA">
        <w:rPr>
          <w:rtl/>
        </w:rPr>
        <w:t xml:space="preserve"> (</w:t>
      </w:r>
      <w:r w:rsidRPr="001126C4">
        <w:rPr>
          <w:rtl/>
        </w:rPr>
        <w:t>فهل</w:t>
      </w:r>
      <w:r w:rsidR="00554BFA">
        <w:rPr>
          <w:rtl/>
        </w:rPr>
        <w:t xml:space="preserve"> </w:t>
      </w:r>
      <w:r w:rsidRPr="001126C4">
        <w:rPr>
          <w:rtl/>
        </w:rPr>
        <w:t>عنك</w:t>
      </w:r>
      <w:r w:rsidR="00554BFA">
        <w:rPr>
          <w:rtl/>
        </w:rPr>
        <w:t xml:space="preserve"> </w:t>
      </w:r>
      <w:r w:rsidRPr="001126C4">
        <w:rPr>
          <w:rtl/>
        </w:rPr>
        <w:t>تَعزُب</w:t>
      </w:r>
      <w:r w:rsidR="00554BFA">
        <w:rPr>
          <w:rtl/>
        </w:rPr>
        <w:t xml:space="preserve"> </w:t>
      </w:r>
      <w:r w:rsidRPr="001126C4">
        <w:rPr>
          <w:rtl/>
        </w:rPr>
        <w:t>مِن</w:t>
      </w:r>
      <w:r w:rsidR="00554BFA">
        <w:rPr>
          <w:rtl/>
        </w:rPr>
        <w:t xml:space="preserve"> </w:t>
      </w:r>
      <w:r w:rsidRPr="001126C4">
        <w:rPr>
          <w:rtl/>
        </w:rPr>
        <w:t>خافيه)</w:t>
      </w:r>
    </w:p>
    <w:p w:rsidR="00645494" w:rsidRDefault="00554BFA" w:rsidP="00FE2721">
      <w:pPr>
        <w:pStyle w:val="libPoemCenter"/>
        <w:rPr>
          <w:rtl/>
        </w:rPr>
      </w:pPr>
      <w:r>
        <w:rPr>
          <w:rtl/>
        </w:rPr>
        <w:t>(</w:t>
      </w:r>
      <w:r w:rsidR="00645494" w:rsidRPr="001126C4">
        <w:rPr>
          <w:rtl/>
        </w:rPr>
        <w:t>وأنت</w:t>
      </w:r>
      <w:r>
        <w:rPr>
          <w:rtl/>
        </w:rPr>
        <w:t xml:space="preserve"> </w:t>
      </w:r>
      <w:r w:rsidR="00645494" w:rsidRPr="001126C4">
        <w:rPr>
          <w:rtl/>
        </w:rPr>
        <w:t>مُدير</w:t>
      </w:r>
      <w:r>
        <w:rPr>
          <w:rtl/>
        </w:rPr>
        <w:t xml:space="preserve"> </w:t>
      </w:r>
      <w:r w:rsidR="00645494" w:rsidRPr="001126C4">
        <w:rPr>
          <w:rtl/>
        </w:rPr>
        <w:t>رَحى</w:t>
      </w:r>
      <w:r>
        <w:rPr>
          <w:rtl/>
        </w:rPr>
        <w:t xml:space="preserve"> </w:t>
      </w:r>
      <w:r w:rsidR="00645494" w:rsidRPr="001126C4">
        <w:rPr>
          <w:rtl/>
        </w:rPr>
        <w:t>الكائنات)</w:t>
      </w:r>
      <w:r>
        <w:rPr>
          <w:rtl/>
        </w:rPr>
        <w:t xml:space="preserve"> </w:t>
      </w:r>
      <w:r w:rsidRPr="00D0383A">
        <w:rPr>
          <w:rtl/>
        </w:rPr>
        <w:t>=</w:t>
      </w:r>
      <w:r>
        <w:rPr>
          <w:rtl/>
        </w:rPr>
        <w:t xml:space="preserve"> </w:t>
      </w:r>
      <w:r w:rsidR="00645494" w:rsidRPr="001126C4">
        <w:rPr>
          <w:rtl/>
        </w:rPr>
        <w:t>ودارة</w:t>
      </w:r>
      <w:r>
        <w:rPr>
          <w:rtl/>
        </w:rPr>
        <w:t xml:space="preserve"> </w:t>
      </w:r>
      <w:r w:rsidR="00645494" w:rsidRPr="001126C4">
        <w:rPr>
          <w:rtl/>
        </w:rPr>
        <w:t>أنوارها</w:t>
      </w:r>
      <w:r>
        <w:rPr>
          <w:rtl/>
        </w:rPr>
        <w:t xml:space="preserve"> </w:t>
      </w:r>
      <w:r w:rsidR="00645494" w:rsidRPr="001126C4">
        <w:rPr>
          <w:rtl/>
        </w:rPr>
        <w:t>الساريه</w:t>
      </w:r>
    </w:p>
    <w:p w:rsidR="00D0383A" w:rsidRDefault="00645494" w:rsidP="00FE2721">
      <w:pPr>
        <w:pStyle w:val="libPoemCenter"/>
        <w:rPr>
          <w:rtl/>
        </w:rPr>
      </w:pPr>
      <w:r w:rsidRPr="001126C4">
        <w:rPr>
          <w:rtl/>
        </w:rPr>
        <w:t>بأمرك</w:t>
      </w:r>
      <w:r w:rsidR="00554BFA">
        <w:rPr>
          <w:rtl/>
        </w:rPr>
        <w:t xml:space="preserve"> </w:t>
      </w:r>
      <w:r w:rsidRPr="001126C4">
        <w:rPr>
          <w:rtl/>
        </w:rPr>
        <w:t>إنْ</w:t>
      </w:r>
      <w:r w:rsidR="00554BFA">
        <w:rPr>
          <w:rtl/>
        </w:rPr>
        <w:t xml:space="preserve"> </w:t>
      </w:r>
      <w:r w:rsidRPr="001126C4">
        <w:rPr>
          <w:rtl/>
        </w:rPr>
        <w:t>شِئت</w:t>
      </w:r>
      <w:r w:rsidR="00554BFA">
        <w:rPr>
          <w:rtl/>
        </w:rPr>
        <w:t xml:space="preserve"> </w:t>
      </w:r>
      <w:r w:rsidRPr="001126C4">
        <w:rPr>
          <w:rtl/>
        </w:rPr>
        <w:t>تُنجي</w:t>
      </w:r>
      <w:r w:rsidR="00554BFA">
        <w:rPr>
          <w:rtl/>
        </w:rPr>
        <w:t xml:space="preserve"> </w:t>
      </w:r>
      <w:r w:rsidRPr="001126C4">
        <w:rPr>
          <w:rtl/>
        </w:rPr>
        <w:t>العباد</w:t>
      </w:r>
      <w:r w:rsidR="00554BFA">
        <w:rPr>
          <w:rtl/>
        </w:rPr>
        <w:t xml:space="preserve"> </w:t>
      </w:r>
      <w:r w:rsidR="00554BFA" w:rsidRPr="00D0383A">
        <w:rPr>
          <w:rtl/>
        </w:rPr>
        <w:t>=</w:t>
      </w:r>
      <w:r w:rsidR="00554BFA">
        <w:rPr>
          <w:rtl/>
        </w:rPr>
        <w:t xml:space="preserve"> (</w:t>
      </w:r>
      <w:r w:rsidRPr="001126C4">
        <w:rPr>
          <w:rtl/>
        </w:rPr>
        <w:t>وإنْ</w:t>
      </w:r>
      <w:r w:rsidR="00554BFA">
        <w:rPr>
          <w:rtl/>
        </w:rPr>
        <w:t xml:space="preserve"> </w:t>
      </w:r>
      <w:r w:rsidRPr="001126C4">
        <w:rPr>
          <w:rtl/>
        </w:rPr>
        <w:t>شِئت</w:t>
      </w:r>
      <w:r w:rsidR="00554BFA">
        <w:rPr>
          <w:rtl/>
        </w:rPr>
        <w:t xml:space="preserve"> </w:t>
      </w:r>
      <w:r w:rsidRPr="001126C4">
        <w:rPr>
          <w:rtl/>
        </w:rPr>
        <w:t>تَسفع</w:t>
      </w:r>
      <w:r w:rsidR="00554BFA">
        <w:rPr>
          <w:rtl/>
        </w:rPr>
        <w:t xml:space="preserve"> </w:t>
      </w:r>
      <w:r w:rsidRPr="001126C4">
        <w:rPr>
          <w:rtl/>
        </w:rPr>
        <w:t>بالناصيه</w:t>
      </w:r>
    </w:p>
    <w:p w:rsidR="00645494" w:rsidRDefault="00554BFA" w:rsidP="00FE2721">
      <w:pPr>
        <w:pStyle w:val="libPoemCenter"/>
        <w:rPr>
          <w:rtl/>
        </w:rPr>
      </w:pPr>
      <w:r>
        <w:rPr>
          <w:rtl/>
        </w:rPr>
        <w:t>(</w:t>
      </w:r>
      <w:r w:rsidR="00645494" w:rsidRPr="001126C4">
        <w:rPr>
          <w:rtl/>
        </w:rPr>
        <w:t>وأنت</w:t>
      </w:r>
      <w:r>
        <w:rPr>
          <w:rtl/>
        </w:rPr>
        <w:t xml:space="preserve"> </w:t>
      </w:r>
      <w:r w:rsidR="00645494" w:rsidRPr="001126C4">
        <w:rPr>
          <w:rtl/>
        </w:rPr>
        <w:t>الّذي</w:t>
      </w:r>
      <w:r>
        <w:rPr>
          <w:rtl/>
        </w:rPr>
        <w:t xml:space="preserve"> </w:t>
      </w:r>
      <w:r w:rsidR="00645494" w:rsidRPr="001126C4">
        <w:rPr>
          <w:rtl/>
        </w:rPr>
        <w:t>أُمم</w:t>
      </w:r>
      <w:r>
        <w:rPr>
          <w:rtl/>
        </w:rPr>
        <w:t xml:space="preserve"> </w:t>
      </w:r>
      <w:r w:rsidR="00645494" w:rsidRPr="001126C4">
        <w:rPr>
          <w:rtl/>
        </w:rPr>
        <w:t>الأنبياء)</w:t>
      </w:r>
      <w:r>
        <w:rPr>
          <w:rtl/>
        </w:rPr>
        <w:t xml:space="preserve"> </w:t>
      </w:r>
      <w:r w:rsidRPr="00D0383A">
        <w:rPr>
          <w:rtl/>
        </w:rPr>
        <w:t>=</w:t>
      </w:r>
      <w:r>
        <w:rPr>
          <w:rtl/>
        </w:rPr>
        <w:t xml:space="preserve"> </w:t>
      </w:r>
      <w:r w:rsidR="00645494" w:rsidRPr="001126C4">
        <w:rPr>
          <w:rtl/>
        </w:rPr>
        <w:t>تفيئ</w:t>
      </w:r>
      <w:r>
        <w:rPr>
          <w:rtl/>
        </w:rPr>
        <w:t xml:space="preserve"> </w:t>
      </w:r>
      <w:r w:rsidR="00645494" w:rsidRPr="001126C4">
        <w:rPr>
          <w:rtl/>
        </w:rPr>
        <w:t>لرأفتك</w:t>
      </w:r>
      <w:r>
        <w:rPr>
          <w:rtl/>
        </w:rPr>
        <w:t xml:space="preserve"> </w:t>
      </w:r>
      <w:r w:rsidR="00645494" w:rsidRPr="001126C4">
        <w:rPr>
          <w:rtl/>
        </w:rPr>
        <w:t>الضافيه</w:t>
      </w:r>
    </w:p>
    <w:p w:rsidR="00D0383A" w:rsidRDefault="00645494" w:rsidP="00FE2721">
      <w:pPr>
        <w:pStyle w:val="libPoemCenter"/>
        <w:rPr>
          <w:rtl/>
        </w:rPr>
      </w:pPr>
      <w:r w:rsidRPr="001126C4">
        <w:rPr>
          <w:rtl/>
        </w:rPr>
        <w:t>ترى</w:t>
      </w:r>
      <w:r w:rsidR="00554BFA">
        <w:rPr>
          <w:rtl/>
        </w:rPr>
        <w:t xml:space="preserve"> </w:t>
      </w:r>
      <w:r w:rsidRPr="001126C4">
        <w:rPr>
          <w:rtl/>
        </w:rPr>
        <w:t>زُمراً</w:t>
      </w:r>
      <w:r w:rsidR="00554BFA">
        <w:rPr>
          <w:rtl/>
        </w:rPr>
        <w:t xml:space="preserve"> </w:t>
      </w:r>
      <w:r w:rsidRPr="001126C4">
        <w:rPr>
          <w:rtl/>
        </w:rPr>
        <w:t>شيع</w:t>
      </w:r>
      <w:r w:rsidR="00554BFA">
        <w:rPr>
          <w:rtl/>
        </w:rPr>
        <w:t xml:space="preserve"> </w:t>
      </w:r>
      <w:r w:rsidRPr="001126C4">
        <w:rPr>
          <w:rtl/>
        </w:rPr>
        <w:t>المرسلين</w:t>
      </w:r>
      <w:r w:rsidR="00554BFA">
        <w:rPr>
          <w:rtl/>
        </w:rPr>
        <w:t xml:space="preserve"> </w:t>
      </w:r>
      <w:r w:rsidR="00554BFA" w:rsidRPr="00D0383A">
        <w:rPr>
          <w:rtl/>
        </w:rPr>
        <w:t>=</w:t>
      </w:r>
      <w:r w:rsidR="00554BFA">
        <w:rPr>
          <w:rtl/>
        </w:rPr>
        <w:t xml:space="preserve"> (</w:t>
      </w:r>
      <w:r w:rsidRPr="001126C4">
        <w:rPr>
          <w:rtl/>
        </w:rPr>
        <w:t>لَديك</w:t>
      </w:r>
      <w:r w:rsidR="00554BFA">
        <w:rPr>
          <w:rtl/>
        </w:rPr>
        <w:t xml:space="preserve"> </w:t>
      </w:r>
      <w:r w:rsidRPr="001126C4">
        <w:rPr>
          <w:rtl/>
        </w:rPr>
        <w:t>إذا</w:t>
      </w:r>
      <w:r w:rsidR="00554BFA">
        <w:rPr>
          <w:rtl/>
        </w:rPr>
        <w:t xml:space="preserve"> </w:t>
      </w:r>
      <w:r w:rsidRPr="001126C4">
        <w:rPr>
          <w:rtl/>
        </w:rPr>
        <w:t>حُشرت</w:t>
      </w:r>
      <w:r w:rsidR="00554BFA">
        <w:rPr>
          <w:rtl/>
        </w:rPr>
        <w:t xml:space="preserve"> </w:t>
      </w:r>
      <w:r w:rsidRPr="001126C4">
        <w:rPr>
          <w:rtl/>
        </w:rPr>
        <w:t>حاشيه)</w:t>
      </w:r>
    </w:p>
    <w:p w:rsidR="00645494" w:rsidRDefault="00554BFA" w:rsidP="00FE2721">
      <w:pPr>
        <w:pStyle w:val="libPoemCenter"/>
        <w:rPr>
          <w:rtl/>
        </w:rPr>
      </w:pPr>
      <w:r>
        <w:rPr>
          <w:rtl/>
        </w:rPr>
        <w:t>(</w:t>
      </w:r>
      <w:r w:rsidR="00645494" w:rsidRPr="001126C4">
        <w:rPr>
          <w:rtl/>
        </w:rPr>
        <w:t>فمَن</w:t>
      </w:r>
      <w:r>
        <w:rPr>
          <w:rtl/>
        </w:rPr>
        <w:t xml:space="preserve"> </w:t>
      </w:r>
      <w:r w:rsidR="00645494" w:rsidRPr="001126C4">
        <w:rPr>
          <w:rtl/>
        </w:rPr>
        <w:t>بك</w:t>
      </w:r>
      <w:r>
        <w:rPr>
          <w:rtl/>
        </w:rPr>
        <w:t xml:space="preserve"> </w:t>
      </w:r>
      <w:r w:rsidR="00645494" w:rsidRPr="001126C4">
        <w:rPr>
          <w:rtl/>
        </w:rPr>
        <w:t>قد</w:t>
      </w:r>
      <w:r>
        <w:rPr>
          <w:rtl/>
        </w:rPr>
        <w:t xml:space="preserve"> </w:t>
      </w:r>
      <w:r w:rsidR="00645494" w:rsidRPr="001126C4">
        <w:rPr>
          <w:rtl/>
        </w:rPr>
        <w:t>تمَّ</w:t>
      </w:r>
      <w:r>
        <w:rPr>
          <w:rtl/>
        </w:rPr>
        <w:t xml:space="preserve"> </w:t>
      </w:r>
      <w:r w:rsidR="00645494" w:rsidRPr="001126C4">
        <w:rPr>
          <w:rtl/>
        </w:rPr>
        <w:t>إيمانه)</w:t>
      </w:r>
      <w:r>
        <w:rPr>
          <w:rtl/>
        </w:rPr>
        <w:t xml:space="preserve"> </w:t>
      </w:r>
      <w:r w:rsidRPr="00D0383A">
        <w:rPr>
          <w:rtl/>
        </w:rPr>
        <w:t>=</w:t>
      </w:r>
      <w:r>
        <w:rPr>
          <w:rtl/>
        </w:rPr>
        <w:t xml:space="preserve"> </w:t>
      </w:r>
      <w:r w:rsidR="00645494" w:rsidRPr="001126C4">
        <w:rPr>
          <w:rtl/>
        </w:rPr>
        <w:t>وفيك</w:t>
      </w:r>
      <w:r>
        <w:rPr>
          <w:rtl/>
        </w:rPr>
        <w:t xml:space="preserve"> </w:t>
      </w:r>
      <w:r w:rsidR="00645494" w:rsidRPr="001126C4">
        <w:rPr>
          <w:rtl/>
        </w:rPr>
        <w:t>غدت</w:t>
      </w:r>
      <w:r>
        <w:rPr>
          <w:rtl/>
        </w:rPr>
        <w:t xml:space="preserve"> </w:t>
      </w:r>
      <w:r w:rsidR="00645494" w:rsidRPr="001126C4">
        <w:rPr>
          <w:rtl/>
        </w:rPr>
        <w:t>نفسه</w:t>
      </w:r>
      <w:r>
        <w:rPr>
          <w:rtl/>
        </w:rPr>
        <w:t xml:space="preserve"> </w:t>
      </w:r>
      <w:r w:rsidR="00645494" w:rsidRPr="001126C4">
        <w:rPr>
          <w:rtl/>
        </w:rPr>
        <w:t>راضيه</w:t>
      </w:r>
    </w:p>
    <w:p w:rsidR="00D0383A" w:rsidRDefault="00645494" w:rsidP="00FE2721">
      <w:pPr>
        <w:pStyle w:val="libPoemCenter"/>
        <w:rPr>
          <w:rtl/>
        </w:rPr>
      </w:pPr>
      <w:r w:rsidRPr="001126C4">
        <w:rPr>
          <w:rtl/>
        </w:rPr>
        <w:t>وراح</w:t>
      </w:r>
      <w:r w:rsidR="00554BFA">
        <w:rPr>
          <w:rtl/>
        </w:rPr>
        <w:t xml:space="preserve"> </w:t>
      </w:r>
      <w:r w:rsidRPr="001126C4">
        <w:rPr>
          <w:rtl/>
        </w:rPr>
        <w:t>ولاِك</w:t>
      </w:r>
      <w:r w:rsidR="00554BFA">
        <w:rPr>
          <w:rtl/>
        </w:rPr>
        <w:t xml:space="preserve"> </w:t>
      </w:r>
      <w:r w:rsidRPr="001126C4">
        <w:rPr>
          <w:rtl/>
        </w:rPr>
        <w:t>له</w:t>
      </w:r>
      <w:r w:rsidR="00554BFA">
        <w:rPr>
          <w:rtl/>
        </w:rPr>
        <w:t xml:space="preserve"> </w:t>
      </w:r>
      <w:r w:rsidRPr="001126C4">
        <w:rPr>
          <w:rtl/>
        </w:rPr>
        <w:t>سلماً</w:t>
      </w:r>
      <w:r w:rsidR="00554BFA">
        <w:rPr>
          <w:rtl/>
        </w:rPr>
        <w:t xml:space="preserve"> </w:t>
      </w:r>
      <w:r w:rsidR="00554BFA" w:rsidRPr="00D0383A">
        <w:rPr>
          <w:rtl/>
        </w:rPr>
        <w:t>=</w:t>
      </w:r>
      <w:r w:rsidR="00554BFA">
        <w:rPr>
          <w:rtl/>
        </w:rPr>
        <w:t xml:space="preserve"> (</w:t>
      </w:r>
      <w:r w:rsidRPr="001126C4">
        <w:rPr>
          <w:rtl/>
        </w:rPr>
        <w:t>يساق</w:t>
      </w:r>
      <w:r w:rsidR="00554BFA">
        <w:rPr>
          <w:rtl/>
        </w:rPr>
        <w:t xml:space="preserve"> </w:t>
      </w:r>
      <w:r w:rsidRPr="001126C4">
        <w:rPr>
          <w:rtl/>
        </w:rPr>
        <w:t>إلى</w:t>
      </w:r>
      <w:r w:rsidR="00554BFA">
        <w:rPr>
          <w:rtl/>
        </w:rPr>
        <w:t xml:space="preserve"> </w:t>
      </w:r>
      <w:r w:rsidRPr="001126C4">
        <w:rPr>
          <w:rtl/>
        </w:rPr>
        <w:t>جَنَّة</w:t>
      </w:r>
      <w:r w:rsidR="00554BFA">
        <w:rPr>
          <w:rtl/>
        </w:rPr>
        <w:t xml:space="preserve"> </w:t>
      </w:r>
      <w:r w:rsidRPr="001126C4">
        <w:rPr>
          <w:rtl/>
        </w:rPr>
        <w:t>عاليه)</w:t>
      </w:r>
    </w:p>
    <w:p w:rsidR="00645494" w:rsidRDefault="00554BFA" w:rsidP="00FE2721">
      <w:pPr>
        <w:pStyle w:val="libPoemCenter"/>
        <w:rPr>
          <w:rtl/>
        </w:rPr>
      </w:pPr>
      <w:r>
        <w:rPr>
          <w:rtl/>
        </w:rPr>
        <w:t>(</w:t>
      </w:r>
      <w:r w:rsidR="00645494" w:rsidRPr="001126C4">
        <w:rPr>
          <w:rtl/>
        </w:rPr>
        <w:t>وأمَّا</w:t>
      </w:r>
      <w:r>
        <w:rPr>
          <w:rtl/>
        </w:rPr>
        <w:t xml:space="preserve"> </w:t>
      </w:r>
      <w:r w:rsidR="00645494" w:rsidRPr="001126C4">
        <w:rPr>
          <w:rtl/>
        </w:rPr>
        <w:t>الّذين</w:t>
      </w:r>
      <w:r>
        <w:rPr>
          <w:rtl/>
        </w:rPr>
        <w:t xml:space="preserve"> </w:t>
      </w:r>
      <w:r w:rsidR="00645494" w:rsidRPr="001126C4">
        <w:rPr>
          <w:rtl/>
        </w:rPr>
        <w:t>تولَّوا</w:t>
      </w:r>
      <w:r>
        <w:rPr>
          <w:rtl/>
        </w:rPr>
        <w:t xml:space="preserve"> </w:t>
      </w:r>
      <w:r w:rsidR="00645494" w:rsidRPr="001126C4">
        <w:rPr>
          <w:rtl/>
        </w:rPr>
        <w:t>سواك)</w:t>
      </w:r>
      <w:r>
        <w:rPr>
          <w:rtl/>
        </w:rPr>
        <w:t xml:space="preserve"> </w:t>
      </w:r>
      <w:r w:rsidRPr="00D0383A">
        <w:rPr>
          <w:rtl/>
        </w:rPr>
        <w:t>=</w:t>
      </w:r>
      <w:r>
        <w:rPr>
          <w:rtl/>
        </w:rPr>
        <w:t xml:space="preserve"> </w:t>
      </w:r>
      <w:r w:rsidR="00645494" w:rsidRPr="001126C4">
        <w:rPr>
          <w:rtl/>
        </w:rPr>
        <w:t>وساروا</w:t>
      </w:r>
      <w:r>
        <w:rPr>
          <w:rtl/>
        </w:rPr>
        <w:t xml:space="preserve"> </w:t>
      </w:r>
      <w:r w:rsidR="00645494" w:rsidRPr="001126C4">
        <w:rPr>
          <w:rtl/>
        </w:rPr>
        <w:t>مِن</w:t>
      </w:r>
      <w:r>
        <w:rPr>
          <w:rtl/>
        </w:rPr>
        <w:t xml:space="preserve"> </w:t>
      </w:r>
      <w:r w:rsidR="00645494" w:rsidRPr="001126C4">
        <w:rPr>
          <w:rtl/>
        </w:rPr>
        <w:t>الغيِّ</w:t>
      </w:r>
      <w:r>
        <w:rPr>
          <w:rtl/>
        </w:rPr>
        <w:t xml:space="preserve"> </w:t>
      </w:r>
      <w:r w:rsidR="00645494" w:rsidRPr="001126C4">
        <w:rPr>
          <w:rtl/>
        </w:rPr>
        <w:t>في</w:t>
      </w:r>
      <w:r>
        <w:rPr>
          <w:rtl/>
        </w:rPr>
        <w:t xml:space="preserve"> </w:t>
      </w:r>
      <w:r w:rsidR="00645494" w:rsidRPr="001126C4">
        <w:rPr>
          <w:rtl/>
        </w:rPr>
        <w:t>غاشيه</w:t>
      </w:r>
    </w:p>
    <w:p w:rsidR="00645494" w:rsidRPr="00645494" w:rsidRDefault="00645494" w:rsidP="00FE2721">
      <w:pPr>
        <w:pStyle w:val="libPoemCenter"/>
        <w:rPr>
          <w:rtl/>
        </w:rPr>
      </w:pPr>
      <w:r w:rsidRPr="001126C4">
        <w:rPr>
          <w:rtl/>
        </w:rPr>
        <w:t>وضلّوا</w:t>
      </w:r>
      <w:r w:rsidR="00554BFA">
        <w:rPr>
          <w:rtl/>
        </w:rPr>
        <w:t xml:space="preserve"> </w:t>
      </w:r>
      <w:r w:rsidRPr="001126C4">
        <w:rPr>
          <w:rtl/>
        </w:rPr>
        <w:t>ضلالاً</w:t>
      </w:r>
      <w:r w:rsidR="00554BFA">
        <w:rPr>
          <w:rtl/>
        </w:rPr>
        <w:t xml:space="preserve"> </w:t>
      </w:r>
      <w:r w:rsidRPr="001126C4">
        <w:rPr>
          <w:rtl/>
        </w:rPr>
        <w:t>بعيد</w:t>
      </w:r>
      <w:r w:rsidR="00554BFA">
        <w:rPr>
          <w:rtl/>
        </w:rPr>
        <w:t xml:space="preserve"> </w:t>
      </w:r>
      <w:r w:rsidRPr="001126C4">
        <w:rPr>
          <w:rtl/>
        </w:rPr>
        <w:t>الهدى</w:t>
      </w:r>
      <w:r w:rsidR="00554BFA">
        <w:rPr>
          <w:rtl/>
        </w:rPr>
        <w:t xml:space="preserve"> </w:t>
      </w:r>
      <w:r w:rsidR="00554BFA" w:rsidRPr="00D0383A">
        <w:rPr>
          <w:rtl/>
        </w:rPr>
        <w:t>=</w:t>
      </w:r>
      <w:r w:rsidR="00554BFA">
        <w:rPr>
          <w:rtl/>
        </w:rPr>
        <w:t xml:space="preserve"> (</w:t>
      </w:r>
      <w:r w:rsidRPr="001126C4">
        <w:rPr>
          <w:rtl/>
        </w:rPr>
        <w:t>يُساقون</w:t>
      </w:r>
      <w:r w:rsidR="00554BFA">
        <w:rPr>
          <w:rtl/>
        </w:rPr>
        <w:t xml:space="preserve"> </w:t>
      </w:r>
      <w:r w:rsidRPr="001126C4">
        <w:rPr>
          <w:rtl/>
        </w:rPr>
        <w:t>دعَّاً</w:t>
      </w:r>
      <w:r w:rsidR="00554BFA">
        <w:rPr>
          <w:rtl/>
        </w:rPr>
        <w:t xml:space="preserve"> </w:t>
      </w:r>
      <w:r w:rsidRPr="001126C4">
        <w:rPr>
          <w:rtl/>
        </w:rPr>
        <w:t>إلى</w:t>
      </w:r>
      <w:r w:rsidR="00554BFA">
        <w:rPr>
          <w:rtl/>
        </w:rPr>
        <w:t xml:space="preserve"> </w:t>
      </w:r>
      <w:r w:rsidRPr="001126C4">
        <w:rPr>
          <w:rtl/>
        </w:rPr>
        <w:t>الهاويه)</w:t>
      </w:r>
    </w:p>
    <w:p w:rsidR="00645494" w:rsidRPr="001126C4" w:rsidRDefault="00645494" w:rsidP="00554BFA">
      <w:pPr>
        <w:pStyle w:val="libNormal"/>
        <w:rPr>
          <w:rtl/>
        </w:rPr>
      </w:pPr>
      <w:r w:rsidRPr="00554BFA">
        <w:rPr>
          <w:rtl/>
        </w:rPr>
        <w:t>وقال سلَّمه الله في تخميس الأصل:</w:t>
      </w:r>
    </w:p>
    <w:p w:rsidR="00645494" w:rsidRDefault="00645494" w:rsidP="00FE2721">
      <w:pPr>
        <w:pStyle w:val="libPoemCenter"/>
        <w:rPr>
          <w:rtl/>
        </w:rPr>
      </w:pPr>
      <w:r w:rsidRPr="001126C4">
        <w:rPr>
          <w:rtl/>
        </w:rPr>
        <w:t>بمدحك</w:t>
      </w:r>
      <w:r w:rsidR="00554BFA">
        <w:rPr>
          <w:rtl/>
        </w:rPr>
        <w:t xml:space="preserve"> </w:t>
      </w:r>
      <w:r w:rsidRPr="001126C4">
        <w:rPr>
          <w:rtl/>
        </w:rPr>
        <w:t>نصَّاً</w:t>
      </w:r>
      <w:r w:rsidR="00554BFA">
        <w:rPr>
          <w:rtl/>
        </w:rPr>
        <w:t xml:space="preserve"> </w:t>
      </w:r>
      <w:r w:rsidRPr="001126C4">
        <w:rPr>
          <w:rtl/>
        </w:rPr>
        <w:t>فَمُ</w:t>
      </w:r>
      <w:r w:rsidR="00554BFA">
        <w:rPr>
          <w:rtl/>
        </w:rPr>
        <w:t xml:space="preserve"> </w:t>
      </w:r>
      <w:r w:rsidRPr="001126C4">
        <w:rPr>
          <w:rtl/>
        </w:rPr>
        <w:t>الذِكر</w:t>
      </w:r>
      <w:r w:rsidR="00554BFA">
        <w:rPr>
          <w:rtl/>
        </w:rPr>
        <w:t xml:space="preserve"> </w:t>
      </w:r>
      <w:r w:rsidRPr="001126C4">
        <w:rPr>
          <w:rtl/>
        </w:rPr>
        <w:t>فاه</w:t>
      </w:r>
      <w:r w:rsidR="00554BFA">
        <w:rPr>
          <w:rtl/>
        </w:rPr>
        <w:t xml:space="preserve"> </w:t>
      </w:r>
      <w:r w:rsidR="00554BFA" w:rsidRPr="00D0383A">
        <w:rPr>
          <w:rtl/>
        </w:rPr>
        <w:t>=</w:t>
      </w:r>
      <w:r w:rsidR="00554BFA">
        <w:rPr>
          <w:rtl/>
        </w:rPr>
        <w:t xml:space="preserve"> </w:t>
      </w:r>
      <w:r w:rsidRPr="001126C4">
        <w:rPr>
          <w:rtl/>
        </w:rPr>
        <w:t>فكنت</w:t>
      </w:r>
      <w:r w:rsidR="00554BFA">
        <w:rPr>
          <w:rtl/>
        </w:rPr>
        <w:t xml:space="preserve"> </w:t>
      </w:r>
      <w:r w:rsidRPr="001126C4">
        <w:rPr>
          <w:rtl/>
        </w:rPr>
        <w:t>المصبَّ</w:t>
      </w:r>
      <w:r w:rsidR="00554BFA">
        <w:rPr>
          <w:rtl/>
        </w:rPr>
        <w:t xml:space="preserve"> </w:t>
      </w:r>
      <w:r w:rsidRPr="001126C4">
        <w:rPr>
          <w:rtl/>
        </w:rPr>
        <w:t>لمجرى</w:t>
      </w:r>
      <w:r w:rsidR="00554BFA">
        <w:rPr>
          <w:rtl/>
        </w:rPr>
        <w:t xml:space="preserve"> </w:t>
      </w:r>
      <w:r w:rsidRPr="001126C4">
        <w:rPr>
          <w:rtl/>
        </w:rPr>
        <w:t>ثناه</w:t>
      </w:r>
    </w:p>
    <w:p w:rsidR="00645494" w:rsidRPr="00645494" w:rsidRDefault="00645494" w:rsidP="00FE2721">
      <w:pPr>
        <w:pStyle w:val="libPoemCenter"/>
        <w:rPr>
          <w:rtl/>
        </w:rPr>
      </w:pPr>
      <w:r w:rsidRPr="001126C4">
        <w:rPr>
          <w:rtl/>
        </w:rPr>
        <w:t>ترى</w:t>
      </w:r>
      <w:r w:rsidR="00554BFA">
        <w:rPr>
          <w:rtl/>
        </w:rPr>
        <w:t xml:space="preserve"> </w:t>
      </w:r>
      <w:r w:rsidRPr="001126C4">
        <w:rPr>
          <w:rtl/>
        </w:rPr>
        <w:t>ما</w:t>
      </w:r>
      <w:r w:rsidR="00554BFA">
        <w:rPr>
          <w:rtl/>
        </w:rPr>
        <w:t xml:space="preserve"> </w:t>
      </w:r>
      <w:r w:rsidRPr="001126C4">
        <w:rPr>
          <w:rtl/>
        </w:rPr>
        <w:t>يرى</w:t>
      </w:r>
      <w:r w:rsidR="00554BFA">
        <w:rPr>
          <w:rtl/>
        </w:rPr>
        <w:t xml:space="preserve"> </w:t>
      </w:r>
      <w:r w:rsidRPr="001126C4">
        <w:rPr>
          <w:rtl/>
        </w:rPr>
        <w:t>الله</w:t>
      </w:r>
      <w:r w:rsidR="00554BFA">
        <w:rPr>
          <w:rtl/>
        </w:rPr>
        <w:t xml:space="preserve"> </w:t>
      </w:r>
      <w:r w:rsidRPr="001126C4">
        <w:rPr>
          <w:rtl/>
        </w:rPr>
        <w:t>فيما</w:t>
      </w:r>
      <w:r w:rsidR="00554BFA">
        <w:rPr>
          <w:rtl/>
        </w:rPr>
        <w:t xml:space="preserve"> </w:t>
      </w:r>
      <w:r w:rsidRPr="001126C4">
        <w:rPr>
          <w:rtl/>
        </w:rPr>
        <w:t>براه</w:t>
      </w:r>
      <w:r w:rsidR="00554BFA">
        <w:rPr>
          <w:rtl/>
        </w:rPr>
        <w:t xml:space="preserve"> </w:t>
      </w:r>
      <w:r w:rsidR="00554BFA" w:rsidRPr="00D0383A">
        <w:rPr>
          <w:rtl/>
        </w:rPr>
        <w:t>=</w:t>
      </w:r>
      <w:r w:rsidR="00554BFA">
        <w:rPr>
          <w:rtl/>
        </w:rPr>
        <w:t xml:space="preserve"> </w:t>
      </w:r>
      <w:r w:rsidRPr="001126C4">
        <w:rPr>
          <w:rtl/>
        </w:rPr>
        <w:t>أبا</w:t>
      </w:r>
      <w:r w:rsidR="00554BFA">
        <w:rPr>
          <w:rtl/>
        </w:rPr>
        <w:t xml:space="preserve"> </w:t>
      </w:r>
      <w:r w:rsidRPr="001126C4">
        <w:rPr>
          <w:rtl/>
        </w:rPr>
        <w:t>حسن</w:t>
      </w:r>
      <w:r w:rsidR="00554BFA">
        <w:rPr>
          <w:rtl/>
        </w:rPr>
        <w:t xml:space="preserve"> </w:t>
      </w:r>
      <w:r w:rsidRPr="001126C4">
        <w:rPr>
          <w:rtl/>
        </w:rPr>
        <w:t>أنت</w:t>
      </w:r>
      <w:r w:rsidR="00554BFA">
        <w:rPr>
          <w:rtl/>
        </w:rPr>
        <w:t xml:space="preserve"> </w:t>
      </w:r>
      <w:r w:rsidRPr="001126C4">
        <w:rPr>
          <w:rtl/>
        </w:rPr>
        <w:t>عَين</w:t>
      </w:r>
      <w:r w:rsidR="00554BFA">
        <w:rPr>
          <w:rtl/>
        </w:rPr>
        <w:t xml:space="preserve"> </w:t>
      </w:r>
      <w:r w:rsidRPr="001126C4">
        <w:rPr>
          <w:rtl/>
        </w:rPr>
        <w:t>الإله</w:t>
      </w:r>
    </w:p>
    <w:p w:rsidR="00645494" w:rsidRPr="00554BFA" w:rsidRDefault="00645494" w:rsidP="00554BFA">
      <w:pPr>
        <w:pStyle w:val="libPoemCenter"/>
        <w:rPr>
          <w:rtl/>
        </w:rPr>
      </w:pPr>
      <w:r w:rsidRPr="001126C4">
        <w:rPr>
          <w:rtl/>
        </w:rPr>
        <w:t>فهل عنك تَعزُب مِن خافيه</w:t>
      </w:r>
    </w:p>
    <w:p w:rsidR="00645494" w:rsidRDefault="00645494" w:rsidP="00FE2721">
      <w:pPr>
        <w:pStyle w:val="libPoemCenter"/>
        <w:rPr>
          <w:rtl/>
        </w:rPr>
      </w:pPr>
      <w:r w:rsidRPr="001126C4">
        <w:rPr>
          <w:rtl/>
        </w:rPr>
        <w:t>بك</w:t>
      </w:r>
      <w:r w:rsidR="00554BFA">
        <w:rPr>
          <w:rtl/>
        </w:rPr>
        <w:t xml:space="preserve"> </w:t>
      </w:r>
      <w:r w:rsidRPr="001126C4">
        <w:rPr>
          <w:rtl/>
        </w:rPr>
        <w:t>اجتمع</w:t>
      </w:r>
      <w:r w:rsidR="00554BFA">
        <w:rPr>
          <w:rtl/>
        </w:rPr>
        <w:t xml:space="preserve"> </w:t>
      </w:r>
      <w:r w:rsidRPr="001126C4">
        <w:rPr>
          <w:rtl/>
        </w:rPr>
        <w:t>الدين</w:t>
      </w:r>
      <w:r w:rsidR="00554BFA">
        <w:rPr>
          <w:rtl/>
        </w:rPr>
        <w:t xml:space="preserve"> </w:t>
      </w:r>
      <w:r w:rsidRPr="001126C4">
        <w:rPr>
          <w:rtl/>
        </w:rPr>
        <w:t>بعد</w:t>
      </w:r>
      <w:r w:rsidR="00554BFA">
        <w:rPr>
          <w:rtl/>
        </w:rPr>
        <w:t xml:space="preserve"> </w:t>
      </w:r>
      <w:r w:rsidRPr="001126C4">
        <w:rPr>
          <w:rtl/>
        </w:rPr>
        <w:t>الشَتات</w:t>
      </w:r>
      <w:r w:rsidR="00554BFA">
        <w:rPr>
          <w:rtl/>
        </w:rPr>
        <w:t xml:space="preserve"> </w:t>
      </w:r>
      <w:r w:rsidR="00554BFA" w:rsidRPr="00D0383A">
        <w:rPr>
          <w:rtl/>
        </w:rPr>
        <w:t>=</w:t>
      </w:r>
      <w:r w:rsidR="00554BFA">
        <w:rPr>
          <w:rtl/>
        </w:rPr>
        <w:t xml:space="preserve"> </w:t>
      </w:r>
      <w:r w:rsidRPr="001126C4">
        <w:rPr>
          <w:rtl/>
        </w:rPr>
        <w:t>ولاَنَ</w:t>
      </w:r>
      <w:r w:rsidR="00554BFA">
        <w:rPr>
          <w:rtl/>
        </w:rPr>
        <w:t xml:space="preserve"> </w:t>
      </w:r>
      <w:r w:rsidRPr="001126C4">
        <w:rPr>
          <w:rtl/>
        </w:rPr>
        <w:t>لك</w:t>
      </w:r>
      <w:r w:rsidR="00554BFA">
        <w:rPr>
          <w:rtl/>
        </w:rPr>
        <w:t xml:space="preserve"> </w:t>
      </w:r>
      <w:r w:rsidRPr="001126C4">
        <w:rPr>
          <w:rtl/>
        </w:rPr>
        <w:t>الشرك</w:t>
      </w:r>
      <w:r w:rsidR="00554BFA">
        <w:rPr>
          <w:rtl/>
        </w:rPr>
        <w:t xml:space="preserve"> </w:t>
      </w:r>
      <w:r w:rsidRPr="001126C4">
        <w:rPr>
          <w:rtl/>
        </w:rPr>
        <w:t>ليَن</w:t>
      </w:r>
      <w:r w:rsidR="00554BFA">
        <w:rPr>
          <w:rtl/>
        </w:rPr>
        <w:t xml:space="preserve"> </w:t>
      </w:r>
      <w:r w:rsidRPr="001126C4">
        <w:rPr>
          <w:rtl/>
        </w:rPr>
        <w:t>القناة</w:t>
      </w:r>
    </w:p>
    <w:p w:rsidR="00645494" w:rsidRPr="00645494" w:rsidRDefault="00645494" w:rsidP="00FE2721">
      <w:pPr>
        <w:pStyle w:val="libPoemCenter"/>
        <w:rPr>
          <w:rtl/>
        </w:rPr>
      </w:pPr>
      <w:r w:rsidRPr="001126C4">
        <w:rPr>
          <w:rtl/>
        </w:rPr>
        <w:t>وِلاك</w:t>
      </w:r>
      <w:r w:rsidR="00554BFA">
        <w:rPr>
          <w:rtl/>
        </w:rPr>
        <w:t xml:space="preserve"> </w:t>
      </w:r>
      <w:r w:rsidRPr="001126C4">
        <w:rPr>
          <w:rtl/>
        </w:rPr>
        <w:t>المفاز</w:t>
      </w:r>
      <w:r w:rsidR="00554BFA">
        <w:rPr>
          <w:rtl/>
        </w:rPr>
        <w:t xml:space="preserve"> </w:t>
      </w:r>
      <w:r w:rsidRPr="001126C4">
        <w:rPr>
          <w:rtl/>
        </w:rPr>
        <w:t>فأنت</w:t>
      </w:r>
      <w:r w:rsidR="00554BFA">
        <w:rPr>
          <w:rtl/>
        </w:rPr>
        <w:t xml:space="preserve"> </w:t>
      </w:r>
      <w:r w:rsidRPr="001126C4">
        <w:rPr>
          <w:rtl/>
        </w:rPr>
        <w:t>النّجاة</w:t>
      </w:r>
      <w:r w:rsidR="00554BFA">
        <w:rPr>
          <w:rtl/>
        </w:rPr>
        <w:t xml:space="preserve"> </w:t>
      </w:r>
      <w:r w:rsidR="00554BFA" w:rsidRPr="00D0383A">
        <w:rPr>
          <w:rtl/>
        </w:rPr>
        <w:t>=</w:t>
      </w:r>
      <w:r w:rsidR="00554BFA">
        <w:rPr>
          <w:rtl/>
        </w:rPr>
        <w:t xml:space="preserve"> </w:t>
      </w:r>
      <w:r w:rsidRPr="001126C4">
        <w:rPr>
          <w:rtl/>
        </w:rPr>
        <w:t>وأنت</w:t>
      </w:r>
      <w:r w:rsidR="00554BFA">
        <w:rPr>
          <w:rtl/>
        </w:rPr>
        <w:t xml:space="preserve"> </w:t>
      </w:r>
      <w:r w:rsidRPr="001126C4">
        <w:rPr>
          <w:rtl/>
        </w:rPr>
        <w:t>مُدير</w:t>
      </w:r>
      <w:r w:rsidR="00554BFA">
        <w:rPr>
          <w:rtl/>
        </w:rPr>
        <w:t xml:space="preserve"> </w:t>
      </w:r>
      <w:r w:rsidRPr="001126C4">
        <w:rPr>
          <w:rtl/>
        </w:rPr>
        <w:t>رَحى</w:t>
      </w:r>
      <w:r w:rsidR="00554BFA">
        <w:rPr>
          <w:rtl/>
        </w:rPr>
        <w:t xml:space="preserve"> </w:t>
      </w:r>
      <w:r w:rsidRPr="001126C4">
        <w:rPr>
          <w:rtl/>
        </w:rPr>
        <w:t>الكائنات</w:t>
      </w:r>
    </w:p>
    <w:p w:rsidR="00645494" w:rsidRDefault="00645494" w:rsidP="00645494">
      <w:pPr>
        <w:pStyle w:val="libNormal"/>
      </w:pPr>
      <w:r>
        <w:br w:type="page"/>
      </w:r>
    </w:p>
    <w:p w:rsidR="00645494" w:rsidRPr="00554BFA" w:rsidRDefault="00645494" w:rsidP="00554BFA">
      <w:pPr>
        <w:pStyle w:val="libPoemCenter"/>
        <w:rPr>
          <w:rtl/>
        </w:rPr>
      </w:pPr>
      <w:r w:rsidRPr="001126C4">
        <w:rPr>
          <w:rtl/>
        </w:rPr>
        <w:lastRenderedPageBreak/>
        <w:t>وإنْ شِئت تَسفع بالناصيه</w:t>
      </w:r>
    </w:p>
    <w:p w:rsidR="00645494" w:rsidRPr="00554BFA" w:rsidRDefault="00645494" w:rsidP="00554BFA">
      <w:pPr>
        <w:pStyle w:val="libPoemCenter"/>
        <w:rPr>
          <w:rtl/>
        </w:rPr>
      </w:pPr>
      <w:r w:rsidRPr="001126C4">
        <w:rPr>
          <w:rtl/>
        </w:rPr>
        <w:t>وأنت المصرِّف مجرى القضاء</w:t>
      </w:r>
      <w:r w:rsidRPr="00D0383A">
        <w:rPr>
          <w:rtl/>
        </w:rPr>
        <w:t>=</w:t>
      </w:r>
      <w:r w:rsidRPr="001126C4">
        <w:rPr>
          <w:rtl/>
        </w:rPr>
        <w:t>فتَمحو وتُثبت أنّى تَشاء</w:t>
      </w:r>
    </w:p>
    <w:p w:rsidR="00645494" w:rsidRPr="00554BFA" w:rsidRDefault="00645494" w:rsidP="00554BFA">
      <w:pPr>
        <w:pStyle w:val="libPoemCenter"/>
        <w:rPr>
          <w:rtl/>
        </w:rPr>
      </w:pPr>
      <w:r w:rsidRPr="001126C4">
        <w:rPr>
          <w:rtl/>
        </w:rPr>
        <w:t>وأنت المشفَّع يوم الجزاء</w:t>
      </w:r>
      <w:r w:rsidRPr="00D0383A">
        <w:rPr>
          <w:rtl/>
        </w:rPr>
        <w:t>=</w:t>
      </w:r>
      <w:r w:rsidRPr="001126C4">
        <w:rPr>
          <w:rtl/>
        </w:rPr>
        <w:t>وأنت الّذي أُمم الأنبياء</w:t>
      </w:r>
    </w:p>
    <w:p w:rsidR="00645494" w:rsidRPr="00554BFA" w:rsidRDefault="00645494" w:rsidP="00554BFA">
      <w:pPr>
        <w:pStyle w:val="libPoemCenter"/>
        <w:rPr>
          <w:rtl/>
        </w:rPr>
      </w:pPr>
      <w:r w:rsidRPr="001126C4">
        <w:rPr>
          <w:rtl/>
        </w:rPr>
        <w:t>لَديك إذا حُشرت جاثيه</w:t>
      </w:r>
    </w:p>
    <w:p w:rsidR="00645494" w:rsidRPr="00554BFA" w:rsidRDefault="00645494" w:rsidP="00554BFA">
      <w:pPr>
        <w:pStyle w:val="libPoemCenter"/>
        <w:rPr>
          <w:rtl/>
        </w:rPr>
      </w:pPr>
      <w:r w:rsidRPr="001126C4">
        <w:rPr>
          <w:rtl/>
        </w:rPr>
        <w:t>بك الحق أَسس بنيانَه</w:t>
      </w:r>
      <w:r w:rsidRPr="00D0383A">
        <w:rPr>
          <w:rtl/>
        </w:rPr>
        <w:t>=</w:t>
      </w:r>
      <w:r w:rsidRPr="001126C4">
        <w:rPr>
          <w:rtl/>
        </w:rPr>
        <w:t>وعَنك الهدى شعَّ برهانُه</w:t>
      </w:r>
    </w:p>
    <w:p w:rsidR="00645494" w:rsidRPr="00554BFA" w:rsidRDefault="00645494" w:rsidP="00554BFA">
      <w:pPr>
        <w:pStyle w:val="libPoemCenter"/>
        <w:rPr>
          <w:rtl/>
        </w:rPr>
      </w:pPr>
      <w:r w:rsidRPr="001126C4">
        <w:rPr>
          <w:rtl/>
        </w:rPr>
        <w:t>معادُ الوَرى أنت عنوانه</w:t>
      </w:r>
      <w:r w:rsidRPr="00D0383A">
        <w:rPr>
          <w:rtl/>
        </w:rPr>
        <w:t>=</w:t>
      </w:r>
      <w:r w:rsidRPr="001126C4">
        <w:rPr>
          <w:rtl/>
        </w:rPr>
        <w:t>فمَن بك قد تمَّ إيمانه</w:t>
      </w:r>
    </w:p>
    <w:p w:rsidR="00645494" w:rsidRPr="00554BFA" w:rsidRDefault="00645494" w:rsidP="00554BFA">
      <w:pPr>
        <w:pStyle w:val="libPoemCenter"/>
        <w:rPr>
          <w:rtl/>
        </w:rPr>
      </w:pPr>
      <w:r w:rsidRPr="001126C4">
        <w:rPr>
          <w:rtl/>
        </w:rPr>
        <w:t>يُساق إلى جَنَّة عاليه</w:t>
      </w:r>
    </w:p>
    <w:p w:rsidR="00645494" w:rsidRPr="00554BFA" w:rsidRDefault="00645494" w:rsidP="00554BFA">
      <w:pPr>
        <w:pStyle w:val="libPoemCenter"/>
        <w:rPr>
          <w:rtl/>
        </w:rPr>
      </w:pPr>
      <w:r w:rsidRPr="001126C4">
        <w:rPr>
          <w:rtl/>
        </w:rPr>
        <w:t>حَباك الإله بما قد حَباك</w:t>
      </w:r>
      <w:r w:rsidRPr="00D0383A">
        <w:rPr>
          <w:rtl/>
        </w:rPr>
        <w:t>=</w:t>
      </w:r>
      <w:r w:rsidRPr="001126C4">
        <w:rPr>
          <w:rtl/>
        </w:rPr>
        <w:t>فأسرى بقوم تحلّوا وِلاك</w:t>
      </w:r>
    </w:p>
    <w:p w:rsidR="00645494" w:rsidRPr="00554BFA" w:rsidRDefault="00645494" w:rsidP="00554BFA">
      <w:pPr>
        <w:pStyle w:val="libPoemCenter"/>
        <w:rPr>
          <w:rtl/>
        </w:rPr>
      </w:pPr>
      <w:r w:rsidRPr="001126C4">
        <w:rPr>
          <w:rtl/>
        </w:rPr>
        <w:t>إلى جَنَّة زُخرفت فى رضاك</w:t>
      </w:r>
      <w:r w:rsidRPr="00D0383A">
        <w:rPr>
          <w:rtl/>
        </w:rPr>
        <w:t>=</w:t>
      </w:r>
      <w:r w:rsidRPr="001126C4">
        <w:rPr>
          <w:rtl/>
        </w:rPr>
        <w:t>وأمَّا الّذين تولّوا سِواك</w:t>
      </w:r>
    </w:p>
    <w:p w:rsidR="00645494" w:rsidRPr="00554BFA" w:rsidRDefault="00645494" w:rsidP="00554BFA">
      <w:pPr>
        <w:pStyle w:val="libPoemCenter"/>
        <w:rPr>
          <w:rtl/>
        </w:rPr>
      </w:pPr>
      <w:r w:rsidRPr="001126C4">
        <w:rPr>
          <w:rtl/>
        </w:rPr>
        <w:t>يُساقون دعَّاً إلى الهاويه</w:t>
      </w:r>
    </w:p>
    <w:p w:rsidR="00D0383A" w:rsidRDefault="00645494" w:rsidP="00554BFA">
      <w:pPr>
        <w:pStyle w:val="libNormal"/>
        <w:rPr>
          <w:rtl/>
        </w:rPr>
      </w:pPr>
      <w:r w:rsidRPr="00554BFA">
        <w:rPr>
          <w:rtl/>
        </w:rPr>
        <w:t>ومِمَن شطَّر وخمَّس التشطير، السيّد السعيد العالم المتفنّن، السيّد عدنان بن السيّد شبَّر الحسيني الغريفي البحراني البصري، المُتوفَّى سنة 1336، فقال في التشطير:</w:t>
      </w:r>
    </w:p>
    <w:p w:rsidR="00645494" w:rsidRDefault="00554BFA" w:rsidP="00FE2721">
      <w:pPr>
        <w:pStyle w:val="libPoemCenter"/>
        <w:rPr>
          <w:rtl/>
        </w:rPr>
      </w:pPr>
      <w:r>
        <w:rPr>
          <w:rtl/>
        </w:rPr>
        <w:t>(</w:t>
      </w:r>
      <w:r w:rsidR="00645494" w:rsidRPr="001126C4">
        <w:rPr>
          <w:rtl/>
        </w:rPr>
        <w:t>أبا</w:t>
      </w:r>
      <w:r>
        <w:rPr>
          <w:rtl/>
        </w:rPr>
        <w:t xml:space="preserve"> </w:t>
      </w:r>
      <w:r w:rsidR="00645494" w:rsidRPr="001126C4">
        <w:rPr>
          <w:rtl/>
        </w:rPr>
        <w:t>حسن</w:t>
      </w:r>
      <w:r>
        <w:rPr>
          <w:rtl/>
        </w:rPr>
        <w:t xml:space="preserve"> </w:t>
      </w:r>
      <w:r w:rsidR="00645494" w:rsidRPr="001126C4">
        <w:rPr>
          <w:rtl/>
        </w:rPr>
        <w:t>أنت</w:t>
      </w:r>
      <w:r>
        <w:rPr>
          <w:rtl/>
        </w:rPr>
        <w:t xml:space="preserve"> </w:t>
      </w:r>
      <w:r w:rsidR="00645494" w:rsidRPr="001126C4">
        <w:rPr>
          <w:rtl/>
        </w:rPr>
        <w:t>عَين</w:t>
      </w:r>
      <w:r>
        <w:rPr>
          <w:rtl/>
        </w:rPr>
        <w:t xml:space="preserve"> </w:t>
      </w:r>
      <w:r w:rsidR="00645494" w:rsidRPr="001126C4">
        <w:rPr>
          <w:rtl/>
        </w:rPr>
        <w:t>الإله)</w:t>
      </w:r>
      <w:r>
        <w:rPr>
          <w:rtl/>
        </w:rPr>
        <w:t xml:space="preserve"> </w:t>
      </w:r>
      <w:r w:rsidRPr="00D0383A">
        <w:rPr>
          <w:rtl/>
        </w:rPr>
        <w:t>=</w:t>
      </w:r>
      <w:r>
        <w:rPr>
          <w:rtl/>
        </w:rPr>
        <w:t xml:space="preserve"> </w:t>
      </w:r>
      <w:r w:rsidR="00645494" w:rsidRPr="001126C4">
        <w:rPr>
          <w:rtl/>
        </w:rPr>
        <w:t>وأنت</w:t>
      </w:r>
      <w:r>
        <w:rPr>
          <w:rtl/>
        </w:rPr>
        <w:t xml:space="preserve"> </w:t>
      </w:r>
      <w:r w:rsidR="00645494" w:rsidRPr="001126C4">
        <w:rPr>
          <w:rtl/>
        </w:rPr>
        <w:t>له</w:t>
      </w:r>
      <w:r>
        <w:rPr>
          <w:rtl/>
        </w:rPr>
        <w:t xml:space="preserve"> </w:t>
      </w:r>
      <w:r w:rsidR="00645494" w:rsidRPr="001126C4">
        <w:rPr>
          <w:rtl/>
        </w:rPr>
        <w:t>أُذُن</w:t>
      </w:r>
      <w:r>
        <w:rPr>
          <w:rtl/>
        </w:rPr>
        <w:t xml:space="preserve"> </w:t>
      </w:r>
      <w:r w:rsidR="00645494" w:rsidRPr="001126C4">
        <w:rPr>
          <w:rtl/>
        </w:rPr>
        <w:t>واعيه</w:t>
      </w:r>
    </w:p>
    <w:p w:rsidR="00D0383A" w:rsidRDefault="00645494" w:rsidP="00FE2721">
      <w:pPr>
        <w:pStyle w:val="libPoemCenter"/>
        <w:rPr>
          <w:rtl/>
        </w:rPr>
      </w:pPr>
      <w:r w:rsidRPr="001126C4">
        <w:rPr>
          <w:rtl/>
        </w:rPr>
        <w:t>وباب</w:t>
      </w:r>
      <w:r w:rsidR="00554BFA">
        <w:rPr>
          <w:rtl/>
        </w:rPr>
        <w:t xml:space="preserve"> </w:t>
      </w:r>
      <w:r w:rsidRPr="001126C4">
        <w:rPr>
          <w:rtl/>
        </w:rPr>
        <w:t>مدينة</w:t>
      </w:r>
      <w:r w:rsidR="00554BFA">
        <w:rPr>
          <w:rtl/>
        </w:rPr>
        <w:t xml:space="preserve"> </w:t>
      </w:r>
      <w:r w:rsidRPr="001126C4">
        <w:rPr>
          <w:rtl/>
        </w:rPr>
        <w:t>عِلم</w:t>
      </w:r>
      <w:r w:rsidR="00554BFA">
        <w:rPr>
          <w:rtl/>
        </w:rPr>
        <w:t xml:space="preserve"> </w:t>
      </w:r>
      <w:r w:rsidRPr="001126C4">
        <w:rPr>
          <w:rtl/>
        </w:rPr>
        <w:t>الغُيوب</w:t>
      </w:r>
      <w:r w:rsidR="00554BFA">
        <w:rPr>
          <w:rtl/>
        </w:rPr>
        <w:t xml:space="preserve"> </w:t>
      </w:r>
      <w:r w:rsidR="00554BFA" w:rsidRPr="00D0383A">
        <w:rPr>
          <w:rtl/>
        </w:rPr>
        <w:t>=</w:t>
      </w:r>
      <w:r w:rsidR="00554BFA">
        <w:rPr>
          <w:rtl/>
        </w:rPr>
        <w:t xml:space="preserve"> (</w:t>
      </w:r>
      <w:r w:rsidRPr="001126C4">
        <w:rPr>
          <w:rtl/>
        </w:rPr>
        <w:t>فهل</w:t>
      </w:r>
      <w:r w:rsidR="00554BFA">
        <w:rPr>
          <w:rtl/>
        </w:rPr>
        <w:t xml:space="preserve"> </w:t>
      </w:r>
      <w:r w:rsidRPr="001126C4">
        <w:rPr>
          <w:rtl/>
        </w:rPr>
        <w:t>عنك</w:t>
      </w:r>
      <w:r w:rsidR="00554BFA">
        <w:rPr>
          <w:rtl/>
        </w:rPr>
        <w:t xml:space="preserve"> </w:t>
      </w:r>
      <w:r w:rsidRPr="001126C4">
        <w:rPr>
          <w:rtl/>
        </w:rPr>
        <w:t>تَعزُب</w:t>
      </w:r>
      <w:r w:rsidR="00554BFA">
        <w:rPr>
          <w:rtl/>
        </w:rPr>
        <w:t xml:space="preserve"> </w:t>
      </w:r>
      <w:r w:rsidRPr="001126C4">
        <w:rPr>
          <w:rtl/>
        </w:rPr>
        <w:t>مِن</w:t>
      </w:r>
      <w:r w:rsidR="00554BFA">
        <w:rPr>
          <w:rtl/>
        </w:rPr>
        <w:t xml:space="preserve"> </w:t>
      </w:r>
      <w:r w:rsidRPr="001126C4">
        <w:rPr>
          <w:rtl/>
        </w:rPr>
        <w:t>خافيه)</w:t>
      </w:r>
    </w:p>
    <w:p w:rsidR="00645494" w:rsidRDefault="00554BFA" w:rsidP="00FE2721">
      <w:pPr>
        <w:pStyle w:val="libPoemCenter"/>
        <w:rPr>
          <w:rtl/>
        </w:rPr>
      </w:pPr>
      <w:r>
        <w:rPr>
          <w:rtl/>
        </w:rPr>
        <w:t>(</w:t>
      </w:r>
      <w:r w:rsidR="00645494" w:rsidRPr="001126C4">
        <w:rPr>
          <w:rtl/>
        </w:rPr>
        <w:t>وأنت</w:t>
      </w:r>
      <w:r>
        <w:rPr>
          <w:rtl/>
        </w:rPr>
        <w:t xml:space="preserve"> </w:t>
      </w:r>
      <w:r w:rsidR="00645494" w:rsidRPr="001126C4">
        <w:rPr>
          <w:rtl/>
        </w:rPr>
        <w:t>مُدير</w:t>
      </w:r>
      <w:r>
        <w:rPr>
          <w:rtl/>
        </w:rPr>
        <w:t xml:space="preserve"> </w:t>
      </w:r>
      <w:r w:rsidR="00645494" w:rsidRPr="001126C4">
        <w:rPr>
          <w:rtl/>
        </w:rPr>
        <w:t>رَحى</w:t>
      </w:r>
      <w:r>
        <w:rPr>
          <w:rtl/>
        </w:rPr>
        <w:t xml:space="preserve"> </w:t>
      </w:r>
      <w:r w:rsidR="00645494" w:rsidRPr="001126C4">
        <w:rPr>
          <w:rtl/>
        </w:rPr>
        <w:t>الكائنات</w:t>
      </w:r>
      <w:r>
        <w:rPr>
          <w:rtl/>
        </w:rPr>
        <w:t xml:space="preserve"> </w:t>
      </w:r>
      <w:r w:rsidRPr="00D0383A">
        <w:rPr>
          <w:rtl/>
        </w:rPr>
        <w:t>=</w:t>
      </w:r>
      <w:r>
        <w:rPr>
          <w:rtl/>
        </w:rPr>
        <w:t xml:space="preserve"> </w:t>
      </w:r>
      <w:r w:rsidR="00645494" w:rsidRPr="001126C4">
        <w:rPr>
          <w:rtl/>
        </w:rPr>
        <w:t>بيُمنى</w:t>
      </w:r>
      <w:r>
        <w:rPr>
          <w:rtl/>
        </w:rPr>
        <w:t xml:space="preserve"> </w:t>
      </w:r>
      <w:r w:rsidR="00645494" w:rsidRPr="001126C4">
        <w:rPr>
          <w:rtl/>
        </w:rPr>
        <w:t>مَشيئتك</w:t>
      </w:r>
      <w:r>
        <w:rPr>
          <w:rtl/>
        </w:rPr>
        <w:t xml:space="preserve"> </w:t>
      </w:r>
      <w:r w:rsidR="00645494" w:rsidRPr="001126C4">
        <w:rPr>
          <w:rtl/>
        </w:rPr>
        <w:t>القاضيه</w:t>
      </w:r>
    </w:p>
    <w:p w:rsidR="00D0383A" w:rsidRDefault="00645494" w:rsidP="00645494">
      <w:pPr>
        <w:pStyle w:val="libPoemCenter"/>
        <w:rPr>
          <w:rtl/>
        </w:rPr>
      </w:pPr>
      <w:r w:rsidRPr="001126C4">
        <w:rPr>
          <w:rtl/>
        </w:rPr>
        <w:t>فإنْ</w:t>
      </w:r>
      <w:r w:rsidR="00554BFA">
        <w:rPr>
          <w:rtl/>
        </w:rPr>
        <w:t xml:space="preserve"> </w:t>
      </w:r>
      <w:r w:rsidRPr="001126C4">
        <w:rPr>
          <w:rtl/>
        </w:rPr>
        <w:t>شِئت</w:t>
      </w:r>
      <w:r w:rsidR="00554BFA">
        <w:rPr>
          <w:rtl/>
        </w:rPr>
        <w:t xml:space="preserve"> </w:t>
      </w:r>
      <w:r w:rsidRPr="001126C4">
        <w:rPr>
          <w:rtl/>
        </w:rPr>
        <w:t>تُنقذ</w:t>
      </w:r>
      <w:r w:rsidR="00554BFA">
        <w:rPr>
          <w:rtl/>
        </w:rPr>
        <w:t xml:space="preserve"> </w:t>
      </w:r>
      <w:r w:rsidRPr="001126C4">
        <w:rPr>
          <w:rtl/>
        </w:rPr>
        <w:t>مَن</w:t>
      </w:r>
      <w:r w:rsidR="00554BFA">
        <w:rPr>
          <w:rtl/>
        </w:rPr>
        <w:t xml:space="preserve"> </w:t>
      </w:r>
      <w:r w:rsidRPr="001126C4">
        <w:rPr>
          <w:rtl/>
        </w:rPr>
        <w:t>في</w:t>
      </w:r>
      <w:r w:rsidR="00554BFA">
        <w:rPr>
          <w:rtl/>
        </w:rPr>
        <w:t xml:space="preserve"> </w:t>
      </w:r>
      <w:r w:rsidRPr="001126C4">
        <w:rPr>
          <w:rtl/>
        </w:rPr>
        <w:t>الجحيم</w:t>
      </w:r>
      <w:r w:rsidR="00554BFA">
        <w:rPr>
          <w:rtl/>
        </w:rPr>
        <w:t xml:space="preserve"> </w:t>
      </w:r>
      <w:r w:rsidR="00554BFA" w:rsidRPr="00D0383A">
        <w:rPr>
          <w:rtl/>
        </w:rPr>
        <w:t>=</w:t>
      </w:r>
      <w:r w:rsidR="00554BFA">
        <w:rPr>
          <w:rtl/>
        </w:rPr>
        <w:t xml:space="preserve"> (</w:t>
      </w:r>
      <w:r w:rsidRPr="001126C4">
        <w:rPr>
          <w:rtl/>
        </w:rPr>
        <w:t>وإنْ</w:t>
      </w:r>
      <w:r w:rsidR="00554BFA">
        <w:rPr>
          <w:rtl/>
        </w:rPr>
        <w:t xml:space="preserve"> </w:t>
      </w:r>
      <w:r w:rsidRPr="001126C4">
        <w:rPr>
          <w:rtl/>
        </w:rPr>
        <w:t>شِئت</w:t>
      </w:r>
      <w:r w:rsidR="00554BFA">
        <w:rPr>
          <w:rtl/>
        </w:rPr>
        <w:t xml:space="preserve"> </w:t>
      </w:r>
      <w:r w:rsidRPr="001126C4">
        <w:rPr>
          <w:rtl/>
        </w:rPr>
        <w:t>تَسفع</w:t>
      </w:r>
      <w:r w:rsidR="00554BFA">
        <w:rPr>
          <w:rtl/>
        </w:rPr>
        <w:t xml:space="preserve"> </w:t>
      </w:r>
      <w:r w:rsidRPr="001126C4">
        <w:rPr>
          <w:rtl/>
        </w:rPr>
        <w:t>بالناصيه)</w:t>
      </w:r>
    </w:p>
    <w:p w:rsidR="00645494" w:rsidRDefault="00554BFA" w:rsidP="00FE2721">
      <w:pPr>
        <w:pStyle w:val="libPoemCenter"/>
        <w:rPr>
          <w:rtl/>
        </w:rPr>
      </w:pPr>
      <w:r>
        <w:rPr>
          <w:rtl/>
        </w:rPr>
        <w:t>(</w:t>
      </w:r>
      <w:r w:rsidR="00645494" w:rsidRPr="001126C4">
        <w:rPr>
          <w:rtl/>
        </w:rPr>
        <w:t>وأنت</w:t>
      </w:r>
      <w:r>
        <w:rPr>
          <w:rtl/>
        </w:rPr>
        <w:t xml:space="preserve"> </w:t>
      </w:r>
      <w:r w:rsidR="00645494" w:rsidRPr="001126C4">
        <w:rPr>
          <w:rtl/>
        </w:rPr>
        <w:t>الّذي</w:t>
      </w:r>
      <w:r>
        <w:rPr>
          <w:rtl/>
        </w:rPr>
        <w:t xml:space="preserve"> </w:t>
      </w:r>
      <w:r w:rsidR="00645494" w:rsidRPr="001126C4">
        <w:rPr>
          <w:rtl/>
        </w:rPr>
        <w:t>أُمم</w:t>
      </w:r>
      <w:r>
        <w:rPr>
          <w:rtl/>
        </w:rPr>
        <w:t xml:space="preserve"> </w:t>
      </w:r>
      <w:r w:rsidR="00645494" w:rsidRPr="001126C4">
        <w:rPr>
          <w:rtl/>
        </w:rPr>
        <w:t>الأنبياء)</w:t>
      </w:r>
      <w:r>
        <w:rPr>
          <w:rtl/>
        </w:rPr>
        <w:t xml:space="preserve"> </w:t>
      </w:r>
      <w:r w:rsidRPr="00D0383A">
        <w:rPr>
          <w:rtl/>
        </w:rPr>
        <w:t>=</w:t>
      </w:r>
      <w:r>
        <w:rPr>
          <w:rtl/>
        </w:rPr>
        <w:t xml:space="preserve"> </w:t>
      </w:r>
      <w:r w:rsidR="00645494" w:rsidRPr="001126C4">
        <w:rPr>
          <w:rtl/>
        </w:rPr>
        <w:t>أُنيلت</w:t>
      </w:r>
      <w:r>
        <w:rPr>
          <w:rtl/>
        </w:rPr>
        <w:t xml:space="preserve"> </w:t>
      </w:r>
      <w:r w:rsidR="00645494" w:rsidRPr="001126C4">
        <w:rPr>
          <w:rtl/>
        </w:rPr>
        <w:t>بك</w:t>
      </w:r>
      <w:r>
        <w:rPr>
          <w:rtl/>
        </w:rPr>
        <w:t xml:space="preserve"> </w:t>
      </w:r>
      <w:r w:rsidR="00645494" w:rsidRPr="001126C4">
        <w:rPr>
          <w:rtl/>
        </w:rPr>
        <w:t>الرُتبة</w:t>
      </w:r>
      <w:r>
        <w:rPr>
          <w:rtl/>
        </w:rPr>
        <w:t xml:space="preserve"> </w:t>
      </w:r>
      <w:r w:rsidR="00645494" w:rsidRPr="001126C4">
        <w:rPr>
          <w:rtl/>
        </w:rPr>
        <w:t>الساميه</w:t>
      </w:r>
    </w:p>
    <w:p w:rsidR="00645494" w:rsidRPr="00645494" w:rsidRDefault="00645494" w:rsidP="00FE2721">
      <w:pPr>
        <w:pStyle w:val="libPoemCenter"/>
        <w:rPr>
          <w:rtl/>
        </w:rPr>
      </w:pPr>
      <w:r w:rsidRPr="001126C4">
        <w:rPr>
          <w:rtl/>
        </w:rPr>
        <w:t>وكلُّ</w:t>
      </w:r>
      <w:r w:rsidR="00554BFA">
        <w:rPr>
          <w:rtl/>
        </w:rPr>
        <w:t xml:space="preserve"> </w:t>
      </w:r>
      <w:r w:rsidRPr="001126C4">
        <w:rPr>
          <w:rtl/>
        </w:rPr>
        <w:t>الخَلائق</w:t>
      </w:r>
      <w:r w:rsidR="00554BFA">
        <w:rPr>
          <w:rtl/>
        </w:rPr>
        <w:t xml:space="preserve"> </w:t>
      </w:r>
      <w:r w:rsidRPr="001126C4">
        <w:rPr>
          <w:rtl/>
        </w:rPr>
        <w:t>يَوم</w:t>
      </w:r>
      <w:r w:rsidR="00554BFA">
        <w:rPr>
          <w:rtl/>
        </w:rPr>
        <w:t xml:space="preserve"> </w:t>
      </w:r>
      <w:r w:rsidRPr="001126C4">
        <w:rPr>
          <w:rtl/>
        </w:rPr>
        <w:t>الحساب</w:t>
      </w:r>
      <w:r w:rsidR="00554BFA">
        <w:rPr>
          <w:rtl/>
        </w:rPr>
        <w:t xml:space="preserve"> </w:t>
      </w:r>
      <w:r w:rsidR="00554BFA" w:rsidRPr="00D0383A">
        <w:rPr>
          <w:rtl/>
        </w:rPr>
        <w:t>=</w:t>
      </w:r>
      <w:r w:rsidR="00554BFA">
        <w:rPr>
          <w:rtl/>
        </w:rPr>
        <w:t xml:space="preserve"> (</w:t>
      </w:r>
      <w:r w:rsidRPr="001126C4">
        <w:rPr>
          <w:rtl/>
        </w:rPr>
        <w:t>لَديك</w:t>
      </w:r>
      <w:r w:rsidR="00554BFA">
        <w:rPr>
          <w:rtl/>
        </w:rPr>
        <w:t xml:space="preserve"> </w:t>
      </w:r>
      <w:r w:rsidRPr="001126C4">
        <w:rPr>
          <w:rtl/>
        </w:rPr>
        <w:t>إذا</w:t>
      </w:r>
      <w:r w:rsidR="00554BFA">
        <w:rPr>
          <w:rtl/>
        </w:rPr>
        <w:t xml:space="preserve"> </w:t>
      </w:r>
      <w:r w:rsidRPr="001126C4">
        <w:rPr>
          <w:rtl/>
        </w:rPr>
        <w:t>حُشرت</w:t>
      </w:r>
      <w:r w:rsidR="00554BFA">
        <w:rPr>
          <w:rtl/>
        </w:rPr>
        <w:t xml:space="preserve"> </w:t>
      </w:r>
      <w:r w:rsidRPr="001126C4">
        <w:rPr>
          <w:rtl/>
        </w:rPr>
        <w:t>جاثيه)</w:t>
      </w:r>
    </w:p>
    <w:p w:rsidR="00D0383A" w:rsidRDefault="00645494" w:rsidP="00645494">
      <w:pPr>
        <w:pStyle w:val="libNormal"/>
      </w:pPr>
      <w:r>
        <w:br w:type="page"/>
      </w:r>
    </w:p>
    <w:p w:rsidR="00645494" w:rsidRDefault="00554BFA" w:rsidP="00FE2721">
      <w:pPr>
        <w:pStyle w:val="libPoemCenter"/>
        <w:rPr>
          <w:rtl/>
        </w:rPr>
      </w:pPr>
      <w:r>
        <w:rPr>
          <w:rtl/>
        </w:rPr>
        <w:lastRenderedPageBreak/>
        <w:t>(</w:t>
      </w:r>
      <w:r w:rsidR="00645494" w:rsidRPr="001126C4">
        <w:rPr>
          <w:rtl/>
        </w:rPr>
        <w:t>فمَن</w:t>
      </w:r>
      <w:r>
        <w:rPr>
          <w:rtl/>
        </w:rPr>
        <w:t xml:space="preserve"> </w:t>
      </w:r>
      <w:r w:rsidR="00645494" w:rsidRPr="001126C4">
        <w:rPr>
          <w:rtl/>
        </w:rPr>
        <w:t>بك</w:t>
      </w:r>
      <w:r>
        <w:rPr>
          <w:rtl/>
        </w:rPr>
        <w:t xml:space="preserve"> </w:t>
      </w:r>
      <w:r w:rsidR="00645494" w:rsidRPr="001126C4">
        <w:rPr>
          <w:rtl/>
        </w:rPr>
        <w:t>قد</w:t>
      </w:r>
      <w:r>
        <w:rPr>
          <w:rtl/>
        </w:rPr>
        <w:t xml:space="preserve"> </w:t>
      </w:r>
      <w:r w:rsidR="00645494" w:rsidRPr="001126C4">
        <w:rPr>
          <w:rtl/>
        </w:rPr>
        <w:t>تمَّ</w:t>
      </w:r>
      <w:r>
        <w:rPr>
          <w:rtl/>
        </w:rPr>
        <w:t xml:space="preserve"> </w:t>
      </w:r>
      <w:r w:rsidR="00645494" w:rsidRPr="001126C4">
        <w:rPr>
          <w:rtl/>
        </w:rPr>
        <w:t>إيمانه)</w:t>
      </w:r>
      <w:r>
        <w:rPr>
          <w:rtl/>
        </w:rPr>
        <w:t xml:space="preserve"> </w:t>
      </w:r>
      <w:r w:rsidRPr="00D0383A">
        <w:rPr>
          <w:rtl/>
        </w:rPr>
        <w:t>=</w:t>
      </w:r>
      <w:r>
        <w:rPr>
          <w:rtl/>
        </w:rPr>
        <w:t xml:space="preserve"> </w:t>
      </w:r>
      <w:r w:rsidR="00645494" w:rsidRPr="001126C4">
        <w:rPr>
          <w:rtl/>
        </w:rPr>
        <w:t>فذلك</w:t>
      </w:r>
      <w:r>
        <w:rPr>
          <w:rtl/>
        </w:rPr>
        <w:t xml:space="preserve"> </w:t>
      </w:r>
      <w:r w:rsidR="00645494" w:rsidRPr="001126C4">
        <w:rPr>
          <w:rtl/>
        </w:rPr>
        <w:t>في</w:t>
      </w:r>
      <w:r>
        <w:rPr>
          <w:rtl/>
        </w:rPr>
        <w:t xml:space="preserve"> </w:t>
      </w:r>
      <w:r w:rsidR="00645494" w:rsidRPr="001126C4">
        <w:rPr>
          <w:rtl/>
        </w:rPr>
        <w:t>عِيشة</w:t>
      </w:r>
      <w:r>
        <w:rPr>
          <w:rtl/>
        </w:rPr>
        <w:t xml:space="preserve"> </w:t>
      </w:r>
      <w:r w:rsidR="00645494" w:rsidRPr="001126C4">
        <w:rPr>
          <w:rtl/>
        </w:rPr>
        <w:t>راضيه</w:t>
      </w:r>
    </w:p>
    <w:p w:rsidR="00D0383A" w:rsidRDefault="00645494" w:rsidP="00FE2721">
      <w:pPr>
        <w:pStyle w:val="libPoemCenter"/>
        <w:rPr>
          <w:rtl/>
        </w:rPr>
      </w:pPr>
      <w:r w:rsidRPr="001126C4">
        <w:rPr>
          <w:rtl/>
        </w:rPr>
        <w:t>إذا</w:t>
      </w:r>
      <w:r w:rsidR="00554BFA">
        <w:rPr>
          <w:rtl/>
        </w:rPr>
        <w:t xml:space="preserve"> </w:t>
      </w:r>
      <w:r w:rsidRPr="001126C4">
        <w:rPr>
          <w:rtl/>
        </w:rPr>
        <w:t>بَعثر</w:t>
      </w:r>
      <w:r w:rsidR="00554BFA">
        <w:rPr>
          <w:rtl/>
        </w:rPr>
        <w:t xml:space="preserve"> </w:t>
      </w:r>
      <w:r w:rsidRPr="001126C4">
        <w:rPr>
          <w:rtl/>
        </w:rPr>
        <w:t>الله</w:t>
      </w:r>
      <w:r w:rsidR="00554BFA">
        <w:rPr>
          <w:rtl/>
        </w:rPr>
        <w:t xml:space="preserve"> </w:t>
      </w:r>
      <w:r w:rsidRPr="001126C4">
        <w:rPr>
          <w:rtl/>
        </w:rPr>
        <w:t>مَن</w:t>
      </w:r>
      <w:r w:rsidR="00554BFA">
        <w:rPr>
          <w:rtl/>
        </w:rPr>
        <w:t xml:space="preserve"> </w:t>
      </w:r>
      <w:r w:rsidRPr="001126C4">
        <w:rPr>
          <w:rtl/>
        </w:rPr>
        <w:t>في</w:t>
      </w:r>
      <w:r w:rsidR="00554BFA">
        <w:rPr>
          <w:rtl/>
        </w:rPr>
        <w:t xml:space="preserve"> </w:t>
      </w:r>
      <w:r w:rsidRPr="001126C4">
        <w:rPr>
          <w:rtl/>
        </w:rPr>
        <w:t>القبور</w:t>
      </w:r>
      <w:r w:rsidR="00554BFA">
        <w:rPr>
          <w:rtl/>
        </w:rPr>
        <w:t xml:space="preserve"> </w:t>
      </w:r>
      <w:r w:rsidR="00554BFA" w:rsidRPr="00D0383A">
        <w:rPr>
          <w:rtl/>
        </w:rPr>
        <w:t>=</w:t>
      </w:r>
      <w:r w:rsidR="00554BFA">
        <w:rPr>
          <w:rtl/>
        </w:rPr>
        <w:t xml:space="preserve"> (</w:t>
      </w:r>
      <w:r w:rsidRPr="001126C4">
        <w:rPr>
          <w:rtl/>
        </w:rPr>
        <w:t>يُساق</w:t>
      </w:r>
      <w:r w:rsidR="00554BFA">
        <w:rPr>
          <w:rtl/>
        </w:rPr>
        <w:t xml:space="preserve"> </w:t>
      </w:r>
      <w:r w:rsidRPr="001126C4">
        <w:rPr>
          <w:rtl/>
        </w:rPr>
        <w:t>إلى</w:t>
      </w:r>
      <w:r w:rsidR="00554BFA">
        <w:rPr>
          <w:rtl/>
        </w:rPr>
        <w:t xml:space="preserve"> </w:t>
      </w:r>
      <w:r w:rsidRPr="001126C4">
        <w:rPr>
          <w:rtl/>
        </w:rPr>
        <w:t>جَنَّةٍ</w:t>
      </w:r>
      <w:r w:rsidR="00554BFA">
        <w:rPr>
          <w:rtl/>
        </w:rPr>
        <w:t xml:space="preserve"> </w:t>
      </w:r>
      <w:r w:rsidRPr="001126C4">
        <w:rPr>
          <w:rtl/>
        </w:rPr>
        <w:t>عاليه)</w:t>
      </w:r>
    </w:p>
    <w:p w:rsidR="00645494" w:rsidRDefault="00554BFA" w:rsidP="00FE2721">
      <w:pPr>
        <w:pStyle w:val="libPoemCenter"/>
        <w:rPr>
          <w:rtl/>
        </w:rPr>
      </w:pPr>
      <w:r>
        <w:rPr>
          <w:rtl/>
        </w:rPr>
        <w:t>(</w:t>
      </w:r>
      <w:r w:rsidR="00645494" w:rsidRPr="001126C4">
        <w:rPr>
          <w:rtl/>
        </w:rPr>
        <w:t>وأمَّا</w:t>
      </w:r>
      <w:r>
        <w:rPr>
          <w:rtl/>
        </w:rPr>
        <w:t xml:space="preserve"> </w:t>
      </w:r>
      <w:r w:rsidR="00645494" w:rsidRPr="001126C4">
        <w:rPr>
          <w:rtl/>
        </w:rPr>
        <w:t>الّذين</w:t>
      </w:r>
      <w:r>
        <w:rPr>
          <w:rtl/>
        </w:rPr>
        <w:t xml:space="preserve"> </w:t>
      </w:r>
      <w:r w:rsidR="00645494" w:rsidRPr="001126C4">
        <w:rPr>
          <w:rtl/>
        </w:rPr>
        <w:t>تولّوا</w:t>
      </w:r>
      <w:r>
        <w:rPr>
          <w:rtl/>
        </w:rPr>
        <w:t xml:space="preserve"> </w:t>
      </w:r>
      <w:r w:rsidR="00645494" w:rsidRPr="001126C4">
        <w:rPr>
          <w:rtl/>
        </w:rPr>
        <w:t>سِواك)</w:t>
      </w:r>
      <w:r>
        <w:rPr>
          <w:rtl/>
        </w:rPr>
        <w:t xml:space="preserve"> </w:t>
      </w:r>
      <w:r w:rsidRPr="00D0383A">
        <w:rPr>
          <w:rtl/>
        </w:rPr>
        <w:t>=</w:t>
      </w:r>
      <w:r>
        <w:rPr>
          <w:rtl/>
        </w:rPr>
        <w:t xml:space="preserve"> </w:t>
      </w:r>
      <w:r w:rsidR="00645494" w:rsidRPr="001126C4">
        <w:rPr>
          <w:rtl/>
        </w:rPr>
        <w:t>وخاضوا</w:t>
      </w:r>
      <w:r>
        <w:rPr>
          <w:rtl/>
        </w:rPr>
        <w:t xml:space="preserve"> </w:t>
      </w:r>
      <w:r w:rsidR="00645494" w:rsidRPr="001126C4">
        <w:rPr>
          <w:rtl/>
        </w:rPr>
        <w:t>غمار</w:t>
      </w:r>
      <w:r>
        <w:rPr>
          <w:rtl/>
        </w:rPr>
        <w:t xml:space="preserve"> </w:t>
      </w:r>
      <w:r w:rsidR="00645494" w:rsidRPr="001126C4">
        <w:rPr>
          <w:rtl/>
        </w:rPr>
        <w:t>العَمى</w:t>
      </w:r>
      <w:r>
        <w:rPr>
          <w:rtl/>
        </w:rPr>
        <w:t xml:space="preserve"> </w:t>
      </w:r>
      <w:r w:rsidR="00645494" w:rsidRPr="001126C4">
        <w:rPr>
          <w:rtl/>
        </w:rPr>
        <w:t>الداجيه</w:t>
      </w:r>
    </w:p>
    <w:p w:rsidR="00645494" w:rsidRPr="00645494" w:rsidRDefault="00645494" w:rsidP="00FE2721">
      <w:pPr>
        <w:pStyle w:val="libPoemCenter"/>
        <w:rPr>
          <w:rtl/>
        </w:rPr>
      </w:pPr>
      <w:r w:rsidRPr="001126C4">
        <w:rPr>
          <w:rtl/>
        </w:rPr>
        <w:t>فإنَّهم</w:t>
      </w:r>
      <w:r w:rsidR="00554BFA">
        <w:rPr>
          <w:rtl/>
        </w:rPr>
        <w:t xml:space="preserve"> </w:t>
      </w:r>
      <w:r w:rsidRPr="001126C4">
        <w:rPr>
          <w:rtl/>
        </w:rPr>
        <w:t>والّذي</w:t>
      </w:r>
      <w:r w:rsidR="00554BFA">
        <w:rPr>
          <w:rtl/>
        </w:rPr>
        <w:t xml:space="preserve"> </w:t>
      </w:r>
      <w:r w:rsidRPr="001126C4">
        <w:rPr>
          <w:rtl/>
        </w:rPr>
        <w:t>حكَّموا</w:t>
      </w:r>
      <w:r w:rsidR="00554BFA">
        <w:rPr>
          <w:rtl/>
        </w:rPr>
        <w:t xml:space="preserve"> </w:t>
      </w:r>
      <w:r w:rsidR="00554BFA" w:rsidRPr="00D0383A">
        <w:rPr>
          <w:rtl/>
        </w:rPr>
        <w:t>=</w:t>
      </w:r>
      <w:r w:rsidR="00554BFA">
        <w:rPr>
          <w:rtl/>
        </w:rPr>
        <w:t xml:space="preserve"> (</w:t>
      </w:r>
      <w:r w:rsidRPr="001126C4">
        <w:rPr>
          <w:rtl/>
        </w:rPr>
        <w:t>يُساقون</w:t>
      </w:r>
      <w:r w:rsidR="00554BFA">
        <w:rPr>
          <w:rtl/>
        </w:rPr>
        <w:t xml:space="preserve"> </w:t>
      </w:r>
      <w:r w:rsidRPr="001126C4">
        <w:rPr>
          <w:rtl/>
        </w:rPr>
        <w:t>دعَّاً</w:t>
      </w:r>
      <w:r w:rsidR="00554BFA">
        <w:rPr>
          <w:rtl/>
        </w:rPr>
        <w:t xml:space="preserve"> </w:t>
      </w:r>
      <w:r w:rsidRPr="001126C4">
        <w:rPr>
          <w:rtl/>
        </w:rPr>
        <w:t>إلى</w:t>
      </w:r>
      <w:r w:rsidR="00554BFA">
        <w:rPr>
          <w:rtl/>
        </w:rPr>
        <w:t xml:space="preserve"> </w:t>
      </w:r>
      <w:r w:rsidRPr="001126C4">
        <w:rPr>
          <w:rtl/>
        </w:rPr>
        <w:t>الهاويه)</w:t>
      </w:r>
    </w:p>
    <w:p w:rsidR="00645494" w:rsidRPr="001126C4" w:rsidRDefault="00645494" w:rsidP="00554BFA">
      <w:pPr>
        <w:pStyle w:val="libNormal"/>
        <w:rPr>
          <w:rtl/>
        </w:rPr>
      </w:pPr>
      <w:r w:rsidRPr="00554BFA">
        <w:rPr>
          <w:rtl/>
        </w:rPr>
        <w:t>وقال في تخميس التشطير:</w:t>
      </w:r>
    </w:p>
    <w:p w:rsidR="00645494" w:rsidRDefault="00645494" w:rsidP="00FE2721">
      <w:pPr>
        <w:pStyle w:val="libPoemCenter"/>
        <w:rPr>
          <w:rtl/>
        </w:rPr>
      </w:pPr>
      <w:r w:rsidRPr="001126C4">
        <w:rPr>
          <w:rtl/>
        </w:rPr>
        <w:t>لِوادي</w:t>
      </w:r>
      <w:r w:rsidR="00554BFA">
        <w:rPr>
          <w:rtl/>
        </w:rPr>
        <w:t xml:space="preserve"> </w:t>
      </w:r>
      <w:r w:rsidRPr="001126C4">
        <w:rPr>
          <w:rtl/>
        </w:rPr>
        <w:t>الغريِّ</w:t>
      </w:r>
      <w:r w:rsidR="00554BFA">
        <w:rPr>
          <w:rtl/>
        </w:rPr>
        <w:t xml:space="preserve"> </w:t>
      </w:r>
      <w:r w:rsidRPr="001126C4">
        <w:rPr>
          <w:rtl/>
        </w:rPr>
        <w:t>مَقام</w:t>
      </w:r>
      <w:r w:rsidR="00554BFA">
        <w:rPr>
          <w:rtl/>
        </w:rPr>
        <w:t xml:space="preserve"> </w:t>
      </w:r>
      <w:r w:rsidRPr="001126C4">
        <w:rPr>
          <w:rtl/>
        </w:rPr>
        <w:t>حواه</w:t>
      </w:r>
      <w:r w:rsidR="00554BFA">
        <w:rPr>
          <w:rtl/>
        </w:rPr>
        <w:t xml:space="preserve"> </w:t>
      </w:r>
      <w:r w:rsidR="00554BFA" w:rsidRPr="00D0383A">
        <w:rPr>
          <w:rtl/>
        </w:rPr>
        <w:t>=</w:t>
      </w:r>
      <w:r w:rsidR="00554BFA">
        <w:rPr>
          <w:rtl/>
        </w:rPr>
        <w:t xml:space="preserve"> </w:t>
      </w:r>
      <w:r w:rsidRPr="001126C4">
        <w:rPr>
          <w:rtl/>
        </w:rPr>
        <w:t>وسرُّ</w:t>
      </w:r>
      <w:r w:rsidR="00554BFA">
        <w:rPr>
          <w:rtl/>
        </w:rPr>
        <w:t xml:space="preserve"> </w:t>
      </w:r>
      <w:r w:rsidRPr="001126C4">
        <w:rPr>
          <w:rtl/>
        </w:rPr>
        <w:t>طواه</w:t>
      </w:r>
      <w:r w:rsidR="00554BFA">
        <w:rPr>
          <w:rtl/>
        </w:rPr>
        <w:t xml:space="preserve"> </w:t>
      </w:r>
      <w:r w:rsidRPr="001126C4">
        <w:rPr>
          <w:rtl/>
        </w:rPr>
        <w:t>بوادي</w:t>
      </w:r>
      <w:r w:rsidR="00554BFA">
        <w:rPr>
          <w:rtl/>
        </w:rPr>
        <w:t xml:space="preserve"> </w:t>
      </w:r>
      <w:r w:rsidRPr="001126C4">
        <w:rPr>
          <w:rtl/>
        </w:rPr>
        <w:t>طواه</w:t>
      </w:r>
    </w:p>
    <w:p w:rsidR="00645494" w:rsidRPr="00645494" w:rsidRDefault="00645494" w:rsidP="00FE2721">
      <w:pPr>
        <w:pStyle w:val="libPoemCenter"/>
        <w:rPr>
          <w:rtl/>
        </w:rPr>
      </w:pPr>
      <w:r w:rsidRPr="001126C4">
        <w:rPr>
          <w:rtl/>
        </w:rPr>
        <w:t>فقُل</w:t>
      </w:r>
      <w:r w:rsidR="00554BFA">
        <w:rPr>
          <w:rtl/>
        </w:rPr>
        <w:t xml:space="preserve"> </w:t>
      </w:r>
      <w:r w:rsidRPr="001126C4">
        <w:rPr>
          <w:rtl/>
        </w:rPr>
        <w:t>إنْ</w:t>
      </w:r>
      <w:r w:rsidR="00554BFA">
        <w:rPr>
          <w:rtl/>
        </w:rPr>
        <w:t xml:space="preserve"> </w:t>
      </w:r>
      <w:r w:rsidRPr="001126C4">
        <w:rPr>
          <w:rtl/>
        </w:rPr>
        <w:t>نَزلْتَ</w:t>
      </w:r>
      <w:r w:rsidR="00554BFA">
        <w:rPr>
          <w:rtl/>
        </w:rPr>
        <w:t xml:space="preserve"> </w:t>
      </w:r>
      <w:r w:rsidRPr="001126C4">
        <w:rPr>
          <w:rtl/>
        </w:rPr>
        <w:t>بمولىً</w:t>
      </w:r>
      <w:r w:rsidR="00554BFA">
        <w:rPr>
          <w:rtl/>
        </w:rPr>
        <w:t xml:space="preserve"> </w:t>
      </w:r>
      <w:r w:rsidRPr="001126C4">
        <w:rPr>
          <w:rtl/>
        </w:rPr>
        <w:t>ثَواه</w:t>
      </w:r>
      <w:r w:rsidR="00554BFA">
        <w:rPr>
          <w:rtl/>
        </w:rPr>
        <w:t xml:space="preserve"> </w:t>
      </w:r>
      <w:r w:rsidR="00554BFA" w:rsidRPr="00D0383A">
        <w:rPr>
          <w:rtl/>
        </w:rPr>
        <w:t>=</w:t>
      </w:r>
      <w:r w:rsidR="00554BFA">
        <w:rPr>
          <w:rtl/>
        </w:rPr>
        <w:t xml:space="preserve"> </w:t>
      </w:r>
      <w:r w:rsidRPr="001126C4">
        <w:rPr>
          <w:rtl/>
        </w:rPr>
        <w:t>أبا</w:t>
      </w:r>
      <w:r w:rsidR="00554BFA">
        <w:rPr>
          <w:rtl/>
        </w:rPr>
        <w:t xml:space="preserve"> </w:t>
      </w:r>
      <w:r w:rsidRPr="001126C4">
        <w:rPr>
          <w:rtl/>
        </w:rPr>
        <w:t>حسن</w:t>
      </w:r>
      <w:r w:rsidR="00554BFA">
        <w:rPr>
          <w:rtl/>
        </w:rPr>
        <w:t xml:space="preserve"> </w:t>
      </w:r>
      <w:r w:rsidRPr="001126C4">
        <w:rPr>
          <w:rtl/>
        </w:rPr>
        <w:t>أنت</w:t>
      </w:r>
      <w:r w:rsidR="00554BFA">
        <w:rPr>
          <w:rtl/>
        </w:rPr>
        <w:t xml:space="preserve"> </w:t>
      </w:r>
      <w:r w:rsidRPr="001126C4">
        <w:rPr>
          <w:rtl/>
        </w:rPr>
        <w:t>عَين</w:t>
      </w:r>
      <w:r w:rsidR="00554BFA">
        <w:rPr>
          <w:rtl/>
        </w:rPr>
        <w:t xml:space="preserve"> </w:t>
      </w:r>
      <w:r w:rsidRPr="001126C4">
        <w:rPr>
          <w:rtl/>
        </w:rPr>
        <w:t>الإله</w:t>
      </w:r>
    </w:p>
    <w:p w:rsidR="00645494" w:rsidRPr="00554BFA" w:rsidRDefault="00645494" w:rsidP="00554BFA">
      <w:pPr>
        <w:pStyle w:val="libPoemCenter"/>
        <w:rPr>
          <w:rtl/>
        </w:rPr>
      </w:pPr>
      <w:r w:rsidRPr="001126C4">
        <w:rPr>
          <w:rtl/>
        </w:rPr>
        <w:t>وأنت له أُذُن واعيه</w:t>
      </w:r>
    </w:p>
    <w:p w:rsidR="00645494" w:rsidRDefault="00645494" w:rsidP="00FE2721">
      <w:pPr>
        <w:pStyle w:val="libPoemCenter"/>
        <w:rPr>
          <w:rtl/>
        </w:rPr>
      </w:pPr>
      <w:r w:rsidRPr="001126C4">
        <w:rPr>
          <w:rtl/>
        </w:rPr>
        <w:t>بأمرك</w:t>
      </w:r>
      <w:r w:rsidR="00554BFA">
        <w:rPr>
          <w:rtl/>
        </w:rPr>
        <w:t xml:space="preserve"> </w:t>
      </w:r>
      <w:r w:rsidRPr="001126C4">
        <w:rPr>
          <w:rtl/>
        </w:rPr>
        <w:t>مَرَّ</w:t>
      </w:r>
      <w:r w:rsidR="00554BFA">
        <w:rPr>
          <w:rtl/>
        </w:rPr>
        <w:t xml:space="preserve"> </w:t>
      </w:r>
      <w:r w:rsidRPr="001126C4">
        <w:rPr>
          <w:rtl/>
        </w:rPr>
        <w:t>الصَبا</w:t>
      </w:r>
      <w:r w:rsidR="00554BFA">
        <w:rPr>
          <w:rtl/>
        </w:rPr>
        <w:t xml:space="preserve"> </w:t>
      </w:r>
      <w:r w:rsidRPr="001126C4">
        <w:rPr>
          <w:rtl/>
        </w:rPr>
        <w:t>والجَنوب</w:t>
      </w:r>
      <w:r w:rsidR="00554BFA">
        <w:rPr>
          <w:rtl/>
        </w:rPr>
        <w:t xml:space="preserve"> </w:t>
      </w:r>
      <w:r w:rsidR="00554BFA" w:rsidRPr="00D0383A">
        <w:rPr>
          <w:rtl/>
        </w:rPr>
        <w:t>=</w:t>
      </w:r>
      <w:r w:rsidR="00554BFA">
        <w:rPr>
          <w:rtl/>
        </w:rPr>
        <w:t xml:space="preserve"> </w:t>
      </w:r>
      <w:r w:rsidRPr="001126C4">
        <w:rPr>
          <w:rtl/>
        </w:rPr>
        <w:t>ومِنك</w:t>
      </w:r>
      <w:r w:rsidR="00554BFA">
        <w:rPr>
          <w:rtl/>
        </w:rPr>
        <w:t xml:space="preserve"> </w:t>
      </w:r>
      <w:r w:rsidRPr="001126C4">
        <w:rPr>
          <w:rtl/>
        </w:rPr>
        <w:t>الطُلوع</w:t>
      </w:r>
      <w:r w:rsidR="00554BFA">
        <w:rPr>
          <w:rtl/>
        </w:rPr>
        <w:t xml:space="preserve"> </w:t>
      </w:r>
      <w:r w:rsidRPr="001126C4">
        <w:rPr>
          <w:rtl/>
        </w:rPr>
        <w:t>ومِنك</w:t>
      </w:r>
      <w:r w:rsidR="00554BFA">
        <w:rPr>
          <w:rtl/>
        </w:rPr>
        <w:t xml:space="preserve"> </w:t>
      </w:r>
      <w:r w:rsidRPr="001126C4">
        <w:rPr>
          <w:rtl/>
        </w:rPr>
        <w:t>الغُروب</w:t>
      </w:r>
    </w:p>
    <w:p w:rsidR="00645494" w:rsidRPr="00645494" w:rsidRDefault="00645494" w:rsidP="00FE2721">
      <w:pPr>
        <w:pStyle w:val="libPoemCenter"/>
        <w:rPr>
          <w:rtl/>
        </w:rPr>
      </w:pPr>
      <w:r w:rsidRPr="001126C4">
        <w:rPr>
          <w:rtl/>
        </w:rPr>
        <w:t>وقلبك</w:t>
      </w:r>
      <w:r w:rsidR="00554BFA">
        <w:rPr>
          <w:rtl/>
        </w:rPr>
        <w:t xml:space="preserve"> </w:t>
      </w:r>
      <w:r w:rsidRPr="001126C4">
        <w:rPr>
          <w:rtl/>
        </w:rPr>
        <w:t>مِرآة</w:t>
      </w:r>
      <w:r w:rsidR="00554BFA">
        <w:rPr>
          <w:rtl/>
        </w:rPr>
        <w:t xml:space="preserve"> </w:t>
      </w:r>
      <w:r w:rsidRPr="001126C4">
        <w:rPr>
          <w:rtl/>
        </w:rPr>
        <w:t>كلِّ</w:t>
      </w:r>
      <w:r w:rsidR="00554BFA">
        <w:rPr>
          <w:rtl/>
        </w:rPr>
        <w:t xml:space="preserve"> </w:t>
      </w:r>
      <w:r w:rsidRPr="001126C4">
        <w:rPr>
          <w:rtl/>
        </w:rPr>
        <w:t>القلوب</w:t>
      </w:r>
      <w:r w:rsidR="00554BFA">
        <w:rPr>
          <w:rtl/>
        </w:rPr>
        <w:t xml:space="preserve"> </w:t>
      </w:r>
      <w:r w:rsidR="00554BFA" w:rsidRPr="00D0383A">
        <w:rPr>
          <w:rtl/>
        </w:rPr>
        <w:t>=</w:t>
      </w:r>
      <w:r w:rsidR="00554BFA">
        <w:rPr>
          <w:rtl/>
        </w:rPr>
        <w:t xml:space="preserve"> </w:t>
      </w:r>
      <w:r w:rsidRPr="001126C4">
        <w:rPr>
          <w:rtl/>
        </w:rPr>
        <w:t>وباب</w:t>
      </w:r>
      <w:r w:rsidR="00554BFA">
        <w:rPr>
          <w:rtl/>
        </w:rPr>
        <w:t xml:space="preserve"> </w:t>
      </w:r>
      <w:r w:rsidRPr="001126C4">
        <w:rPr>
          <w:rtl/>
        </w:rPr>
        <w:t>مدينة</w:t>
      </w:r>
      <w:r w:rsidR="00554BFA">
        <w:rPr>
          <w:rtl/>
        </w:rPr>
        <w:t xml:space="preserve"> </w:t>
      </w:r>
      <w:r w:rsidRPr="001126C4">
        <w:rPr>
          <w:rtl/>
        </w:rPr>
        <w:t>عِلم</w:t>
      </w:r>
      <w:r w:rsidR="00554BFA">
        <w:rPr>
          <w:rtl/>
        </w:rPr>
        <w:t xml:space="preserve"> </w:t>
      </w:r>
      <w:r w:rsidRPr="001126C4">
        <w:rPr>
          <w:rtl/>
        </w:rPr>
        <w:t>الغُيوب</w:t>
      </w:r>
    </w:p>
    <w:p w:rsidR="00645494" w:rsidRPr="00554BFA" w:rsidRDefault="00645494" w:rsidP="00554BFA">
      <w:pPr>
        <w:pStyle w:val="libPoemCenter"/>
        <w:rPr>
          <w:rtl/>
        </w:rPr>
      </w:pPr>
      <w:r w:rsidRPr="001126C4">
        <w:rPr>
          <w:rtl/>
        </w:rPr>
        <w:t>فهل عنك تَعزُب مِن خافيه</w:t>
      </w:r>
    </w:p>
    <w:p w:rsidR="00645494" w:rsidRDefault="00645494" w:rsidP="00FE2721">
      <w:pPr>
        <w:pStyle w:val="libPoemCenter"/>
        <w:rPr>
          <w:rtl/>
        </w:rPr>
      </w:pPr>
      <w:r w:rsidRPr="001126C4">
        <w:rPr>
          <w:rtl/>
        </w:rPr>
        <w:t>أتَعزُب</w:t>
      </w:r>
      <w:r w:rsidR="00554BFA">
        <w:rPr>
          <w:rtl/>
        </w:rPr>
        <w:t xml:space="preserve"> </w:t>
      </w:r>
      <w:r w:rsidRPr="001126C4">
        <w:rPr>
          <w:rtl/>
        </w:rPr>
        <w:t>عن</w:t>
      </w:r>
      <w:r w:rsidR="00554BFA">
        <w:rPr>
          <w:rtl/>
        </w:rPr>
        <w:t xml:space="preserve"> </w:t>
      </w:r>
      <w:r w:rsidRPr="001126C4">
        <w:rPr>
          <w:rtl/>
        </w:rPr>
        <w:t>عِلمك</w:t>
      </w:r>
      <w:r w:rsidR="00554BFA">
        <w:rPr>
          <w:rtl/>
        </w:rPr>
        <w:t xml:space="preserve"> </w:t>
      </w:r>
      <w:r w:rsidRPr="001126C4">
        <w:rPr>
          <w:rtl/>
        </w:rPr>
        <w:t>الجَامدِات</w:t>
      </w:r>
      <w:r w:rsidR="00554BFA">
        <w:rPr>
          <w:rtl/>
        </w:rPr>
        <w:t xml:space="preserve"> </w:t>
      </w:r>
      <w:r w:rsidR="00554BFA" w:rsidRPr="00D0383A">
        <w:rPr>
          <w:rtl/>
        </w:rPr>
        <w:t>=</w:t>
      </w:r>
      <w:r w:rsidR="00554BFA">
        <w:rPr>
          <w:rtl/>
        </w:rPr>
        <w:t xml:space="preserve"> </w:t>
      </w:r>
      <w:r w:rsidRPr="001126C4">
        <w:rPr>
          <w:rtl/>
        </w:rPr>
        <w:t>أم</w:t>
      </w:r>
      <w:r w:rsidR="00554BFA">
        <w:rPr>
          <w:rtl/>
        </w:rPr>
        <w:t xml:space="preserve"> </w:t>
      </w:r>
      <w:r w:rsidRPr="001126C4">
        <w:rPr>
          <w:rtl/>
        </w:rPr>
        <w:t>النَاطِقات</w:t>
      </w:r>
      <w:r w:rsidR="00554BFA">
        <w:rPr>
          <w:rtl/>
        </w:rPr>
        <w:t xml:space="preserve"> </w:t>
      </w:r>
      <w:r w:rsidRPr="001126C4">
        <w:rPr>
          <w:rtl/>
        </w:rPr>
        <w:t>أم</w:t>
      </w:r>
      <w:r w:rsidR="00554BFA">
        <w:rPr>
          <w:rtl/>
        </w:rPr>
        <w:t xml:space="preserve"> </w:t>
      </w:r>
      <w:r w:rsidRPr="001126C4">
        <w:rPr>
          <w:rtl/>
        </w:rPr>
        <w:t>النَاميات</w:t>
      </w:r>
    </w:p>
    <w:p w:rsidR="00645494" w:rsidRPr="00645494" w:rsidRDefault="00645494" w:rsidP="00FE2721">
      <w:pPr>
        <w:pStyle w:val="libPoemCenter"/>
        <w:rPr>
          <w:rtl/>
        </w:rPr>
      </w:pPr>
      <w:r w:rsidRPr="001126C4">
        <w:rPr>
          <w:rtl/>
        </w:rPr>
        <w:t>أم</w:t>
      </w:r>
      <w:r w:rsidR="00554BFA">
        <w:rPr>
          <w:rtl/>
        </w:rPr>
        <w:t xml:space="preserve"> </w:t>
      </w:r>
      <w:r w:rsidRPr="001126C4">
        <w:rPr>
          <w:rtl/>
        </w:rPr>
        <w:t>الجِن</w:t>
      </w:r>
      <w:r w:rsidR="00554BFA">
        <w:rPr>
          <w:rtl/>
        </w:rPr>
        <w:t xml:space="preserve"> </w:t>
      </w:r>
      <w:r w:rsidRPr="001126C4">
        <w:rPr>
          <w:rtl/>
        </w:rPr>
        <w:t>أم</w:t>
      </w:r>
      <w:r w:rsidR="00554BFA">
        <w:rPr>
          <w:rtl/>
        </w:rPr>
        <w:t xml:space="preserve"> </w:t>
      </w:r>
      <w:r w:rsidRPr="001126C4">
        <w:rPr>
          <w:rtl/>
        </w:rPr>
        <w:t>جُملة</w:t>
      </w:r>
      <w:r w:rsidR="00554BFA">
        <w:rPr>
          <w:rtl/>
        </w:rPr>
        <w:t xml:space="preserve"> </w:t>
      </w:r>
      <w:r w:rsidRPr="001126C4">
        <w:rPr>
          <w:rtl/>
        </w:rPr>
        <w:t>الحَادِثات</w:t>
      </w:r>
      <w:r w:rsidR="00554BFA">
        <w:rPr>
          <w:rtl/>
        </w:rPr>
        <w:t xml:space="preserve"> </w:t>
      </w:r>
      <w:r w:rsidR="00554BFA" w:rsidRPr="00D0383A">
        <w:rPr>
          <w:rtl/>
        </w:rPr>
        <w:t>=</w:t>
      </w:r>
      <w:r w:rsidR="00554BFA">
        <w:rPr>
          <w:rtl/>
        </w:rPr>
        <w:t xml:space="preserve"> </w:t>
      </w:r>
      <w:r w:rsidRPr="001126C4">
        <w:rPr>
          <w:rtl/>
        </w:rPr>
        <w:t>وأنت</w:t>
      </w:r>
      <w:r w:rsidR="00554BFA">
        <w:rPr>
          <w:rtl/>
        </w:rPr>
        <w:t xml:space="preserve"> </w:t>
      </w:r>
      <w:r w:rsidRPr="001126C4">
        <w:rPr>
          <w:rtl/>
        </w:rPr>
        <w:t>مُدير</w:t>
      </w:r>
      <w:r w:rsidR="00554BFA">
        <w:rPr>
          <w:rtl/>
        </w:rPr>
        <w:t xml:space="preserve"> </w:t>
      </w:r>
      <w:r w:rsidRPr="001126C4">
        <w:rPr>
          <w:rtl/>
        </w:rPr>
        <w:t>رَحى</w:t>
      </w:r>
      <w:r w:rsidR="00554BFA">
        <w:rPr>
          <w:rtl/>
        </w:rPr>
        <w:t xml:space="preserve"> </w:t>
      </w:r>
      <w:r w:rsidRPr="001126C4">
        <w:rPr>
          <w:rtl/>
        </w:rPr>
        <w:t>الكائِنات</w:t>
      </w:r>
    </w:p>
    <w:p w:rsidR="00645494" w:rsidRPr="00554BFA" w:rsidRDefault="00645494" w:rsidP="00554BFA">
      <w:pPr>
        <w:pStyle w:val="libPoemCenter"/>
        <w:rPr>
          <w:rtl/>
        </w:rPr>
      </w:pPr>
      <w:r w:rsidRPr="001126C4">
        <w:rPr>
          <w:rtl/>
        </w:rPr>
        <w:t>بيُمني مشيئتك القاضيه</w:t>
      </w:r>
    </w:p>
    <w:p w:rsidR="00645494" w:rsidRDefault="00645494" w:rsidP="00FE2721">
      <w:pPr>
        <w:pStyle w:val="libPoemCenter"/>
        <w:rPr>
          <w:rtl/>
        </w:rPr>
      </w:pPr>
      <w:r w:rsidRPr="001126C4">
        <w:rPr>
          <w:rtl/>
        </w:rPr>
        <w:t>يَراك</w:t>
      </w:r>
      <w:r w:rsidR="00554BFA">
        <w:rPr>
          <w:rtl/>
        </w:rPr>
        <w:t xml:space="preserve"> </w:t>
      </w:r>
      <w:r w:rsidRPr="001126C4">
        <w:rPr>
          <w:rtl/>
        </w:rPr>
        <w:t>العَظيم</w:t>
      </w:r>
      <w:r w:rsidR="00554BFA">
        <w:rPr>
          <w:rtl/>
        </w:rPr>
        <w:t xml:space="preserve"> </w:t>
      </w:r>
      <w:r w:rsidRPr="001126C4">
        <w:rPr>
          <w:rtl/>
        </w:rPr>
        <w:t>لأمر</w:t>
      </w:r>
      <w:r w:rsidR="00554BFA">
        <w:rPr>
          <w:rtl/>
        </w:rPr>
        <w:t xml:space="preserve"> </w:t>
      </w:r>
      <w:r w:rsidRPr="001126C4">
        <w:rPr>
          <w:rtl/>
        </w:rPr>
        <w:t>عَظيم</w:t>
      </w:r>
      <w:r w:rsidR="00554BFA">
        <w:rPr>
          <w:rtl/>
        </w:rPr>
        <w:t xml:space="preserve"> </w:t>
      </w:r>
      <w:r w:rsidR="00554BFA" w:rsidRPr="00D0383A">
        <w:rPr>
          <w:rtl/>
        </w:rPr>
        <w:t>=</w:t>
      </w:r>
      <w:r w:rsidR="00554BFA">
        <w:rPr>
          <w:rtl/>
        </w:rPr>
        <w:t xml:space="preserve"> </w:t>
      </w:r>
      <w:r w:rsidRPr="001126C4">
        <w:rPr>
          <w:rtl/>
        </w:rPr>
        <w:t>وخَصَّك</w:t>
      </w:r>
      <w:r w:rsidR="00554BFA">
        <w:rPr>
          <w:rtl/>
        </w:rPr>
        <w:t xml:space="preserve"> </w:t>
      </w:r>
      <w:r w:rsidRPr="001126C4">
        <w:rPr>
          <w:rtl/>
        </w:rPr>
        <w:t>مِنه</w:t>
      </w:r>
      <w:r w:rsidR="00554BFA">
        <w:rPr>
          <w:rtl/>
        </w:rPr>
        <w:t xml:space="preserve"> </w:t>
      </w:r>
      <w:r w:rsidRPr="001126C4">
        <w:rPr>
          <w:rtl/>
        </w:rPr>
        <w:t>بفَضل</w:t>
      </w:r>
      <w:r w:rsidR="00554BFA">
        <w:rPr>
          <w:rtl/>
        </w:rPr>
        <w:t xml:space="preserve"> </w:t>
      </w:r>
      <w:r w:rsidRPr="001126C4">
        <w:rPr>
          <w:rtl/>
        </w:rPr>
        <w:t>عَميم</w:t>
      </w:r>
    </w:p>
    <w:p w:rsidR="00645494" w:rsidRPr="00645494" w:rsidRDefault="00645494" w:rsidP="00FE2721">
      <w:pPr>
        <w:pStyle w:val="libPoemCenter"/>
        <w:rPr>
          <w:rtl/>
        </w:rPr>
      </w:pPr>
      <w:r w:rsidRPr="001126C4">
        <w:rPr>
          <w:rtl/>
        </w:rPr>
        <w:t>وأنفذ</w:t>
      </w:r>
      <w:r w:rsidR="00554BFA">
        <w:rPr>
          <w:rtl/>
        </w:rPr>
        <w:t xml:space="preserve"> </w:t>
      </w:r>
      <w:r w:rsidRPr="001126C4">
        <w:rPr>
          <w:rtl/>
        </w:rPr>
        <w:t>حُكمك</w:t>
      </w:r>
      <w:r w:rsidR="00554BFA">
        <w:rPr>
          <w:rtl/>
        </w:rPr>
        <w:t xml:space="preserve"> </w:t>
      </w:r>
      <w:r w:rsidRPr="001126C4">
        <w:rPr>
          <w:rtl/>
        </w:rPr>
        <w:t>وهو</w:t>
      </w:r>
      <w:r w:rsidR="00554BFA">
        <w:rPr>
          <w:rtl/>
        </w:rPr>
        <w:t xml:space="preserve"> </w:t>
      </w:r>
      <w:r w:rsidRPr="001126C4">
        <w:rPr>
          <w:rtl/>
        </w:rPr>
        <w:t>الحَكيم</w:t>
      </w:r>
      <w:r w:rsidR="00554BFA">
        <w:rPr>
          <w:rtl/>
        </w:rPr>
        <w:t xml:space="preserve"> </w:t>
      </w:r>
      <w:r w:rsidR="00554BFA" w:rsidRPr="00D0383A">
        <w:rPr>
          <w:rtl/>
        </w:rPr>
        <w:t>=</w:t>
      </w:r>
      <w:r w:rsidR="00554BFA">
        <w:rPr>
          <w:rtl/>
        </w:rPr>
        <w:t xml:space="preserve"> </w:t>
      </w:r>
      <w:r w:rsidRPr="001126C4">
        <w:rPr>
          <w:rtl/>
        </w:rPr>
        <w:t>فإنْ</w:t>
      </w:r>
      <w:r w:rsidR="00554BFA">
        <w:rPr>
          <w:rtl/>
        </w:rPr>
        <w:t xml:space="preserve"> </w:t>
      </w:r>
      <w:r w:rsidRPr="001126C4">
        <w:rPr>
          <w:rtl/>
        </w:rPr>
        <w:t>شِئت</w:t>
      </w:r>
      <w:r w:rsidR="00554BFA">
        <w:rPr>
          <w:rtl/>
        </w:rPr>
        <w:t xml:space="preserve"> </w:t>
      </w:r>
      <w:r w:rsidRPr="001126C4">
        <w:rPr>
          <w:rtl/>
        </w:rPr>
        <w:t>تُنقذ</w:t>
      </w:r>
      <w:r w:rsidR="00554BFA">
        <w:rPr>
          <w:rtl/>
        </w:rPr>
        <w:t xml:space="preserve"> </w:t>
      </w:r>
      <w:r w:rsidRPr="001126C4">
        <w:rPr>
          <w:rtl/>
        </w:rPr>
        <w:t>مَن</w:t>
      </w:r>
      <w:r w:rsidR="00554BFA">
        <w:rPr>
          <w:rtl/>
        </w:rPr>
        <w:t xml:space="preserve"> </w:t>
      </w:r>
      <w:r w:rsidRPr="001126C4">
        <w:rPr>
          <w:rtl/>
        </w:rPr>
        <w:t>في</w:t>
      </w:r>
      <w:r w:rsidR="00554BFA">
        <w:rPr>
          <w:rtl/>
        </w:rPr>
        <w:t xml:space="preserve"> </w:t>
      </w:r>
      <w:r w:rsidRPr="001126C4">
        <w:rPr>
          <w:rtl/>
        </w:rPr>
        <w:t>الجَحيم</w:t>
      </w:r>
    </w:p>
    <w:p w:rsidR="00645494" w:rsidRPr="00554BFA" w:rsidRDefault="00645494" w:rsidP="00554BFA">
      <w:pPr>
        <w:pStyle w:val="libPoemCenter"/>
        <w:rPr>
          <w:rtl/>
        </w:rPr>
      </w:pPr>
      <w:r w:rsidRPr="001126C4">
        <w:rPr>
          <w:rtl/>
        </w:rPr>
        <w:t>وإن شِئت تَسفع بالناصيه</w:t>
      </w:r>
    </w:p>
    <w:p w:rsidR="00645494" w:rsidRDefault="00645494" w:rsidP="00FE2721">
      <w:pPr>
        <w:pStyle w:val="libPoemCenter"/>
        <w:rPr>
          <w:rtl/>
        </w:rPr>
      </w:pPr>
      <w:r w:rsidRPr="001126C4">
        <w:rPr>
          <w:rtl/>
        </w:rPr>
        <w:t>بنورك</w:t>
      </w:r>
      <w:r w:rsidR="00554BFA">
        <w:rPr>
          <w:rtl/>
        </w:rPr>
        <w:t xml:space="preserve"> </w:t>
      </w:r>
      <w:r w:rsidRPr="001126C4">
        <w:rPr>
          <w:rtl/>
        </w:rPr>
        <w:t>يا</w:t>
      </w:r>
      <w:r w:rsidR="00554BFA">
        <w:rPr>
          <w:rtl/>
        </w:rPr>
        <w:t xml:space="preserve"> </w:t>
      </w:r>
      <w:r w:rsidRPr="001126C4">
        <w:rPr>
          <w:rtl/>
        </w:rPr>
        <w:t>سيِّد</w:t>
      </w:r>
      <w:r w:rsidR="00554BFA">
        <w:rPr>
          <w:rtl/>
        </w:rPr>
        <w:t xml:space="preserve"> </w:t>
      </w:r>
      <w:r w:rsidRPr="001126C4">
        <w:rPr>
          <w:rtl/>
        </w:rPr>
        <w:t>الأصفياء</w:t>
      </w:r>
      <w:r w:rsidR="00554BFA">
        <w:rPr>
          <w:rtl/>
        </w:rPr>
        <w:t xml:space="preserve"> </w:t>
      </w:r>
      <w:r w:rsidR="00554BFA" w:rsidRPr="00D0383A">
        <w:rPr>
          <w:rtl/>
        </w:rPr>
        <w:t>=</w:t>
      </w:r>
      <w:r w:rsidR="00554BFA">
        <w:rPr>
          <w:rtl/>
        </w:rPr>
        <w:t xml:space="preserve"> </w:t>
      </w:r>
      <w:r w:rsidRPr="001126C4">
        <w:rPr>
          <w:rtl/>
        </w:rPr>
        <w:t>تَنور</w:t>
      </w:r>
      <w:r w:rsidR="00554BFA">
        <w:rPr>
          <w:rtl/>
        </w:rPr>
        <w:t xml:space="preserve"> </w:t>
      </w:r>
      <w:r w:rsidRPr="001126C4">
        <w:rPr>
          <w:rtl/>
        </w:rPr>
        <w:t>أفئدة</w:t>
      </w:r>
      <w:r w:rsidR="00554BFA">
        <w:rPr>
          <w:rtl/>
        </w:rPr>
        <w:t xml:space="preserve"> </w:t>
      </w:r>
      <w:r w:rsidRPr="001126C4">
        <w:rPr>
          <w:rtl/>
        </w:rPr>
        <w:t>الأولياء</w:t>
      </w:r>
    </w:p>
    <w:p w:rsidR="00645494" w:rsidRPr="00645494" w:rsidRDefault="00645494" w:rsidP="00FE2721">
      <w:pPr>
        <w:pStyle w:val="libPoemCenter"/>
        <w:rPr>
          <w:rtl/>
        </w:rPr>
      </w:pPr>
      <w:r w:rsidRPr="001126C4">
        <w:rPr>
          <w:rtl/>
        </w:rPr>
        <w:t>لأنَّك</w:t>
      </w:r>
      <w:r w:rsidR="00554BFA">
        <w:rPr>
          <w:rtl/>
        </w:rPr>
        <w:t xml:space="preserve"> </w:t>
      </w:r>
      <w:r w:rsidRPr="001126C4">
        <w:rPr>
          <w:rtl/>
        </w:rPr>
        <w:t>مِشكاة</w:t>
      </w:r>
      <w:r w:rsidR="00554BFA">
        <w:rPr>
          <w:rtl/>
        </w:rPr>
        <w:t xml:space="preserve"> </w:t>
      </w:r>
      <w:r w:rsidRPr="001126C4">
        <w:rPr>
          <w:rtl/>
        </w:rPr>
        <w:t>لَمع</w:t>
      </w:r>
      <w:r w:rsidR="00554BFA">
        <w:rPr>
          <w:rtl/>
        </w:rPr>
        <w:t xml:space="preserve"> </w:t>
      </w:r>
      <w:r w:rsidRPr="001126C4">
        <w:rPr>
          <w:rtl/>
        </w:rPr>
        <w:t>الضياء</w:t>
      </w:r>
      <w:r w:rsidR="00554BFA">
        <w:rPr>
          <w:rtl/>
        </w:rPr>
        <w:t xml:space="preserve"> </w:t>
      </w:r>
      <w:r w:rsidR="00554BFA" w:rsidRPr="00D0383A">
        <w:rPr>
          <w:rtl/>
        </w:rPr>
        <w:t>=</w:t>
      </w:r>
      <w:r w:rsidR="00554BFA">
        <w:rPr>
          <w:rtl/>
        </w:rPr>
        <w:t xml:space="preserve"> </w:t>
      </w:r>
      <w:r w:rsidRPr="001126C4">
        <w:rPr>
          <w:rtl/>
        </w:rPr>
        <w:t>وأنت</w:t>
      </w:r>
      <w:r w:rsidR="00554BFA">
        <w:rPr>
          <w:rtl/>
        </w:rPr>
        <w:t xml:space="preserve"> </w:t>
      </w:r>
      <w:r w:rsidRPr="001126C4">
        <w:rPr>
          <w:rtl/>
        </w:rPr>
        <w:t>الّذي</w:t>
      </w:r>
      <w:r w:rsidR="00554BFA">
        <w:rPr>
          <w:rtl/>
        </w:rPr>
        <w:t xml:space="preserve"> </w:t>
      </w:r>
      <w:r w:rsidRPr="001126C4">
        <w:rPr>
          <w:rtl/>
        </w:rPr>
        <w:t>أمم</w:t>
      </w:r>
      <w:r w:rsidR="00554BFA">
        <w:rPr>
          <w:rtl/>
        </w:rPr>
        <w:t xml:space="preserve"> </w:t>
      </w:r>
      <w:r w:rsidRPr="001126C4">
        <w:rPr>
          <w:rtl/>
        </w:rPr>
        <w:t>الأنبياء</w:t>
      </w:r>
    </w:p>
    <w:p w:rsidR="00645494" w:rsidRDefault="00645494" w:rsidP="00645494">
      <w:pPr>
        <w:pStyle w:val="libNormal"/>
      </w:pPr>
      <w:r>
        <w:br w:type="page"/>
      </w:r>
    </w:p>
    <w:p w:rsidR="00645494" w:rsidRPr="00554BFA" w:rsidRDefault="00645494" w:rsidP="00554BFA">
      <w:pPr>
        <w:pStyle w:val="libPoemCenter"/>
        <w:rPr>
          <w:rtl/>
        </w:rPr>
      </w:pPr>
      <w:r w:rsidRPr="001126C4">
        <w:rPr>
          <w:rtl/>
        </w:rPr>
        <w:lastRenderedPageBreak/>
        <w:t>أُنيلت بك الرُتب الساميه</w:t>
      </w:r>
    </w:p>
    <w:p w:rsidR="00645494" w:rsidRDefault="00645494" w:rsidP="00FE2721">
      <w:pPr>
        <w:pStyle w:val="libPoemCenter"/>
        <w:rPr>
          <w:rtl/>
        </w:rPr>
      </w:pPr>
      <w:r w:rsidRPr="001126C4">
        <w:rPr>
          <w:rtl/>
        </w:rPr>
        <w:t>ستَجلس</w:t>
      </w:r>
      <w:r w:rsidR="00554BFA">
        <w:rPr>
          <w:rtl/>
        </w:rPr>
        <w:t xml:space="preserve"> </w:t>
      </w:r>
      <w:r w:rsidRPr="001126C4">
        <w:rPr>
          <w:rtl/>
        </w:rPr>
        <w:t>في</w:t>
      </w:r>
      <w:r w:rsidR="00554BFA">
        <w:rPr>
          <w:rtl/>
        </w:rPr>
        <w:t xml:space="preserve"> </w:t>
      </w:r>
      <w:r w:rsidRPr="001126C4">
        <w:rPr>
          <w:rtl/>
        </w:rPr>
        <w:t>يوم</w:t>
      </w:r>
      <w:r w:rsidR="00554BFA">
        <w:rPr>
          <w:rtl/>
        </w:rPr>
        <w:t xml:space="preserve"> </w:t>
      </w:r>
      <w:r w:rsidRPr="001126C4">
        <w:rPr>
          <w:rtl/>
        </w:rPr>
        <w:t>فَصل</w:t>
      </w:r>
      <w:r w:rsidR="00554BFA">
        <w:rPr>
          <w:rtl/>
        </w:rPr>
        <w:t xml:space="preserve"> </w:t>
      </w:r>
      <w:r w:rsidRPr="001126C4">
        <w:rPr>
          <w:rtl/>
        </w:rPr>
        <w:t>الخِطاب</w:t>
      </w:r>
      <w:r w:rsidR="00554BFA">
        <w:rPr>
          <w:rtl/>
        </w:rPr>
        <w:t xml:space="preserve"> </w:t>
      </w:r>
      <w:r w:rsidR="00554BFA" w:rsidRPr="00D0383A">
        <w:rPr>
          <w:rtl/>
        </w:rPr>
        <w:t>=</w:t>
      </w:r>
      <w:r w:rsidR="00554BFA">
        <w:rPr>
          <w:rtl/>
        </w:rPr>
        <w:t xml:space="preserve"> </w:t>
      </w:r>
      <w:r w:rsidRPr="001126C4">
        <w:rPr>
          <w:rtl/>
        </w:rPr>
        <w:t>لتُعطي</w:t>
      </w:r>
      <w:r w:rsidR="00554BFA">
        <w:rPr>
          <w:rtl/>
        </w:rPr>
        <w:t xml:space="preserve"> </w:t>
      </w:r>
      <w:r w:rsidRPr="001126C4">
        <w:rPr>
          <w:rtl/>
        </w:rPr>
        <w:t>الثواب</w:t>
      </w:r>
      <w:r w:rsidR="00554BFA">
        <w:rPr>
          <w:rtl/>
        </w:rPr>
        <w:t xml:space="preserve"> </w:t>
      </w:r>
      <w:r w:rsidRPr="001126C4">
        <w:rPr>
          <w:rtl/>
        </w:rPr>
        <w:t>وتُلقي</w:t>
      </w:r>
      <w:r w:rsidR="00554BFA">
        <w:rPr>
          <w:rtl/>
        </w:rPr>
        <w:t xml:space="preserve"> </w:t>
      </w:r>
      <w:r w:rsidRPr="001126C4">
        <w:rPr>
          <w:rtl/>
        </w:rPr>
        <w:t>العقاب</w:t>
      </w:r>
    </w:p>
    <w:p w:rsidR="00645494" w:rsidRPr="00645494" w:rsidRDefault="00645494" w:rsidP="00FE2721">
      <w:pPr>
        <w:pStyle w:val="libPoemCenter"/>
        <w:rPr>
          <w:rtl/>
        </w:rPr>
      </w:pPr>
      <w:r w:rsidRPr="001126C4">
        <w:rPr>
          <w:rtl/>
        </w:rPr>
        <w:t>فأنت</w:t>
      </w:r>
      <w:r w:rsidR="00554BFA">
        <w:rPr>
          <w:rtl/>
        </w:rPr>
        <w:t xml:space="preserve"> </w:t>
      </w:r>
      <w:r w:rsidRPr="001126C4">
        <w:rPr>
          <w:rtl/>
        </w:rPr>
        <w:t>المحكِّم</w:t>
      </w:r>
      <w:r w:rsidR="00554BFA">
        <w:rPr>
          <w:rtl/>
        </w:rPr>
        <w:t xml:space="preserve"> </w:t>
      </w:r>
      <w:r w:rsidRPr="001126C4">
        <w:rPr>
          <w:rtl/>
        </w:rPr>
        <w:t>دون</w:t>
      </w:r>
      <w:r w:rsidR="00554BFA">
        <w:rPr>
          <w:rtl/>
        </w:rPr>
        <w:t xml:space="preserve"> </w:t>
      </w:r>
      <w:r w:rsidRPr="001126C4">
        <w:rPr>
          <w:rtl/>
        </w:rPr>
        <w:t>ارتياب</w:t>
      </w:r>
      <w:r w:rsidR="00554BFA">
        <w:rPr>
          <w:rtl/>
        </w:rPr>
        <w:t xml:space="preserve"> </w:t>
      </w:r>
      <w:r w:rsidR="00554BFA" w:rsidRPr="00D0383A">
        <w:rPr>
          <w:rtl/>
        </w:rPr>
        <w:t>=</w:t>
      </w:r>
      <w:r w:rsidR="00554BFA">
        <w:rPr>
          <w:rtl/>
        </w:rPr>
        <w:t xml:space="preserve"> </w:t>
      </w:r>
      <w:r w:rsidRPr="001126C4">
        <w:rPr>
          <w:rtl/>
        </w:rPr>
        <w:t>وكلُّ</w:t>
      </w:r>
      <w:r w:rsidR="00554BFA">
        <w:rPr>
          <w:rtl/>
        </w:rPr>
        <w:t xml:space="preserve"> </w:t>
      </w:r>
      <w:r w:rsidRPr="001126C4">
        <w:rPr>
          <w:rtl/>
        </w:rPr>
        <w:t>الخلائق</w:t>
      </w:r>
      <w:r w:rsidR="00554BFA">
        <w:rPr>
          <w:rtl/>
        </w:rPr>
        <w:t xml:space="preserve"> </w:t>
      </w:r>
      <w:r w:rsidRPr="001126C4">
        <w:rPr>
          <w:rtl/>
        </w:rPr>
        <w:t>يوم</w:t>
      </w:r>
      <w:r w:rsidR="00554BFA">
        <w:rPr>
          <w:rtl/>
        </w:rPr>
        <w:t xml:space="preserve"> </w:t>
      </w:r>
      <w:r w:rsidRPr="001126C4">
        <w:rPr>
          <w:rtl/>
        </w:rPr>
        <w:t>الحساب</w:t>
      </w:r>
    </w:p>
    <w:p w:rsidR="00645494" w:rsidRPr="00554BFA" w:rsidRDefault="00645494" w:rsidP="00554BFA">
      <w:pPr>
        <w:pStyle w:val="libPoemCenter"/>
        <w:rPr>
          <w:rtl/>
        </w:rPr>
      </w:pPr>
      <w:r w:rsidRPr="001126C4">
        <w:rPr>
          <w:rtl/>
        </w:rPr>
        <w:t>لديك إذا حُشرت جاثيه</w:t>
      </w:r>
    </w:p>
    <w:p w:rsidR="00645494" w:rsidRDefault="00645494" w:rsidP="00FE2721">
      <w:pPr>
        <w:pStyle w:val="libPoemCenter"/>
        <w:rPr>
          <w:rtl/>
        </w:rPr>
      </w:pPr>
      <w:r w:rsidRPr="001126C4">
        <w:rPr>
          <w:rtl/>
        </w:rPr>
        <w:t>فمِنك</w:t>
      </w:r>
      <w:r w:rsidR="00554BFA">
        <w:rPr>
          <w:rtl/>
        </w:rPr>
        <w:t xml:space="preserve"> </w:t>
      </w:r>
      <w:r w:rsidRPr="001126C4">
        <w:rPr>
          <w:rtl/>
        </w:rPr>
        <w:t>النَعيم</w:t>
      </w:r>
      <w:r w:rsidR="00554BFA">
        <w:rPr>
          <w:rtl/>
        </w:rPr>
        <w:t xml:space="preserve"> </w:t>
      </w:r>
      <w:r w:rsidRPr="001126C4">
        <w:rPr>
          <w:rtl/>
        </w:rPr>
        <w:t>ورِضوانه</w:t>
      </w:r>
      <w:r w:rsidR="00554BFA">
        <w:rPr>
          <w:rtl/>
        </w:rPr>
        <w:t xml:space="preserve"> </w:t>
      </w:r>
      <w:r w:rsidR="00554BFA" w:rsidRPr="00D0383A">
        <w:rPr>
          <w:rtl/>
        </w:rPr>
        <w:t>=</w:t>
      </w:r>
      <w:r w:rsidR="00554BFA">
        <w:rPr>
          <w:rtl/>
        </w:rPr>
        <w:t xml:space="preserve"> </w:t>
      </w:r>
      <w:r w:rsidRPr="001126C4">
        <w:rPr>
          <w:rtl/>
        </w:rPr>
        <w:t>وعَنك</w:t>
      </w:r>
      <w:r w:rsidR="00554BFA">
        <w:rPr>
          <w:rtl/>
        </w:rPr>
        <w:t xml:space="preserve"> </w:t>
      </w:r>
      <w:r w:rsidRPr="001126C4">
        <w:rPr>
          <w:rtl/>
        </w:rPr>
        <w:t>الجَحيم</w:t>
      </w:r>
      <w:r w:rsidR="00554BFA">
        <w:rPr>
          <w:rtl/>
        </w:rPr>
        <w:t xml:space="preserve"> </w:t>
      </w:r>
      <w:r w:rsidRPr="001126C4">
        <w:rPr>
          <w:rtl/>
        </w:rPr>
        <w:t>وخُزّانه</w:t>
      </w:r>
    </w:p>
    <w:p w:rsidR="00645494" w:rsidRPr="00645494" w:rsidRDefault="00645494" w:rsidP="00FE2721">
      <w:pPr>
        <w:pStyle w:val="libPoemCenter"/>
        <w:rPr>
          <w:rtl/>
        </w:rPr>
      </w:pPr>
      <w:r w:rsidRPr="001126C4">
        <w:rPr>
          <w:rtl/>
        </w:rPr>
        <w:t>وأنت</w:t>
      </w:r>
      <w:r w:rsidR="00554BFA">
        <w:rPr>
          <w:rtl/>
        </w:rPr>
        <w:t xml:space="preserve"> </w:t>
      </w:r>
      <w:r w:rsidRPr="001126C4">
        <w:rPr>
          <w:rtl/>
        </w:rPr>
        <w:t>الصِراط</w:t>
      </w:r>
      <w:r w:rsidR="00554BFA">
        <w:rPr>
          <w:rtl/>
        </w:rPr>
        <w:t xml:space="preserve"> </w:t>
      </w:r>
      <w:r w:rsidRPr="001126C4">
        <w:rPr>
          <w:rtl/>
        </w:rPr>
        <w:t>ومِيزانه</w:t>
      </w:r>
      <w:r w:rsidR="00554BFA">
        <w:rPr>
          <w:rtl/>
        </w:rPr>
        <w:t xml:space="preserve"> </w:t>
      </w:r>
      <w:r w:rsidR="00554BFA" w:rsidRPr="00D0383A">
        <w:rPr>
          <w:rtl/>
        </w:rPr>
        <w:t>=</w:t>
      </w:r>
      <w:r w:rsidR="00554BFA">
        <w:rPr>
          <w:rtl/>
        </w:rPr>
        <w:t xml:space="preserve"> </w:t>
      </w:r>
      <w:r w:rsidRPr="001126C4">
        <w:rPr>
          <w:rtl/>
        </w:rPr>
        <w:t>فمَن</w:t>
      </w:r>
      <w:r w:rsidR="00554BFA">
        <w:rPr>
          <w:rtl/>
        </w:rPr>
        <w:t xml:space="preserve"> </w:t>
      </w:r>
      <w:r w:rsidRPr="001126C4">
        <w:rPr>
          <w:rtl/>
        </w:rPr>
        <w:t>بك</w:t>
      </w:r>
      <w:r w:rsidR="00554BFA">
        <w:rPr>
          <w:rtl/>
        </w:rPr>
        <w:t xml:space="preserve"> </w:t>
      </w:r>
      <w:r w:rsidRPr="001126C4">
        <w:rPr>
          <w:rtl/>
        </w:rPr>
        <w:t>قد</w:t>
      </w:r>
      <w:r w:rsidR="00554BFA">
        <w:rPr>
          <w:rtl/>
        </w:rPr>
        <w:t xml:space="preserve"> </w:t>
      </w:r>
      <w:r w:rsidRPr="001126C4">
        <w:rPr>
          <w:rtl/>
        </w:rPr>
        <w:t>تمَّ</w:t>
      </w:r>
      <w:r w:rsidR="00554BFA">
        <w:rPr>
          <w:rtl/>
        </w:rPr>
        <w:t xml:space="preserve"> </w:t>
      </w:r>
      <w:r w:rsidRPr="001126C4">
        <w:rPr>
          <w:rtl/>
        </w:rPr>
        <w:t>إيمانه</w:t>
      </w:r>
    </w:p>
    <w:p w:rsidR="00645494" w:rsidRPr="00554BFA" w:rsidRDefault="00645494" w:rsidP="00554BFA">
      <w:pPr>
        <w:pStyle w:val="libPoemCenter"/>
        <w:rPr>
          <w:rtl/>
        </w:rPr>
      </w:pPr>
      <w:r w:rsidRPr="001126C4">
        <w:rPr>
          <w:rtl/>
        </w:rPr>
        <w:t>فذلك في عِيشة راضيه</w:t>
      </w:r>
    </w:p>
    <w:p w:rsidR="00645494" w:rsidRDefault="00645494" w:rsidP="00FE2721">
      <w:pPr>
        <w:pStyle w:val="libPoemCenter"/>
        <w:rPr>
          <w:rtl/>
        </w:rPr>
      </w:pPr>
      <w:r w:rsidRPr="001126C4">
        <w:rPr>
          <w:rtl/>
        </w:rPr>
        <w:t>له</w:t>
      </w:r>
      <w:r w:rsidR="00554BFA">
        <w:rPr>
          <w:rtl/>
        </w:rPr>
        <w:t xml:space="preserve"> </w:t>
      </w:r>
      <w:r w:rsidRPr="001126C4">
        <w:rPr>
          <w:rtl/>
        </w:rPr>
        <w:t>القَبر</w:t>
      </w:r>
      <w:r w:rsidR="00554BFA">
        <w:rPr>
          <w:rtl/>
        </w:rPr>
        <w:t xml:space="preserve"> </w:t>
      </w:r>
      <w:r w:rsidRPr="001126C4">
        <w:rPr>
          <w:rtl/>
        </w:rPr>
        <w:t>جَنَّة</w:t>
      </w:r>
      <w:r w:rsidR="00554BFA">
        <w:rPr>
          <w:rtl/>
        </w:rPr>
        <w:t xml:space="preserve"> </w:t>
      </w:r>
      <w:r w:rsidRPr="001126C4">
        <w:rPr>
          <w:rtl/>
        </w:rPr>
        <w:t>نور</w:t>
      </w:r>
      <w:r w:rsidR="00554BFA">
        <w:rPr>
          <w:rtl/>
        </w:rPr>
        <w:t xml:space="preserve"> </w:t>
      </w:r>
      <w:r w:rsidRPr="001126C4">
        <w:rPr>
          <w:rtl/>
        </w:rPr>
        <w:t>ونور</w:t>
      </w:r>
      <w:r w:rsidR="00554BFA">
        <w:rPr>
          <w:rtl/>
        </w:rPr>
        <w:t xml:space="preserve"> </w:t>
      </w:r>
      <w:r w:rsidR="00554BFA" w:rsidRPr="00D0383A">
        <w:rPr>
          <w:rtl/>
        </w:rPr>
        <w:t>=</w:t>
      </w:r>
      <w:r w:rsidR="00554BFA">
        <w:rPr>
          <w:rtl/>
        </w:rPr>
        <w:t xml:space="preserve"> </w:t>
      </w:r>
      <w:r w:rsidRPr="001126C4">
        <w:rPr>
          <w:rtl/>
        </w:rPr>
        <w:t>وضَنك</w:t>
      </w:r>
      <w:r w:rsidR="00554BFA">
        <w:rPr>
          <w:rtl/>
        </w:rPr>
        <w:t xml:space="preserve"> </w:t>
      </w:r>
      <w:r w:rsidRPr="001126C4">
        <w:rPr>
          <w:rtl/>
        </w:rPr>
        <w:t>اللُحود</w:t>
      </w:r>
      <w:r w:rsidR="00554BFA">
        <w:rPr>
          <w:rtl/>
        </w:rPr>
        <w:t xml:space="preserve"> </w:t>
      </w:r>
      <w:r w:rsidRPr="001126C4">
        <w:rPr>
          <w:rtl/>
        </w:rPr>
        <w:t>فَسيح</w:t>
      </w:r>
      <w:r w:rsidR="00554BFA">
        <w:rPr>
          <w:rtl/>
        </w:rPr>
        <w:t xml:space="preserve"> </w:t>
      </w:r>
      <w:r w:rsidRPr="001126C4">
        <w:rPr>
          <w:rtl/>
        </w:rPr>
        <w:t>القُصور</w:t>
      </w:r>
    </w:p>
    <w:p w:rsidR="00645494" w:rsidRPr="00645494" w:rsidRDefault="00645494" w:rsidP="00FE2721">
      <w:pPr>
        <w:pStyle w:val="libPoemCenter"/>
        <w:rPr>
          <w:rtl/>
        </w:rPr>
      </w:pPr>
      <w:r w:rsidRPr="001126C4">
        <w:rPr>
          <w:rtl/>
        </w:rPr>
        <w:t>ويَوم</w:t>
      </w:r>
      <w:r w:rsidR="00554BFA">
        <w:rPr>
          <w:rtl/>
        </w:rPr>
        <w:t xml:space="preserve"> </w:t>
      </w:r>
      <w:r w:rsidRPr="001126C4">
        <w:rPr>
          <w:rtl/>
        </w:rPr>
        <w:t>القِيمة</w:t>
      </w:r>
      <w:r w:rsidR="00554BFA">
        <w:rPr>
          <w:rtl/>
        </w:rPr>
        <w:t xml:space="preserve"> </w:t>
      </w:r>
      <w:r w:rsidRPr="001126C4">
        <w:rPr>
          <w:rtl/>
        </w:rPr>
        <w:t>عند</w:t>
      </w:r>
      <w:r w:rsidR="00554BFA">
        <w:rPr>
          <w:rtl/>
        </w:rPr>
        <w:t xml:space="preserve"> </w:t>
      </w:r>
      <w:r w:rsidRPr="001126C4">
        <w:rPr>
          <w:rtl/>
        </w:rPr>
        <w:t>النُشور</w:t>
      </w:r>
      <w:r w:rsidR="00554BFA">
        <w:rPr>
          <w:rtl/>
        </w:rPr>
        <w:t xml:space="preserve"> </w:t>
      </w:r>
      <w:r w:rsidR="00554BFA" w:rsidRPr="00D0383A">
        <w:rPr>
          <w:rtl/>
        </w:rPr>
        <w:t>=</w:t>
      </w:r>
      <w:r w:rsidR="00554BFA">
        <w:rPr>
          <w:rtl/>
        </w:rPr>
        <w:t xml:space="preserve"> </w:t>
      </w:r>
      <w:r w:rsidRPr="001126C4">
        <w:rPr>
          <w:rtl/>
        </w:rPr>
        <w:t>إذا</w:t>
      </w:r>
      <w:r w:rsidR="00554BFA">
        <w:rPr>
          <w:rtl/>
        </w:rPr>
        <w:t xml:space="preserve"> </w:t>
      </w:r>
      <w:r w:rsidRPr="001126C4">
        <w:rPr>
          <w:rtl/>
        </w:rPr>
        <w:t>بَعثر</w:t>
      </w:r>
      <w:r w:rsidR="00554BFA">
        <w:rPr>
          <w:rtl/>
        </w:rPr>
        <w:t xml:space="preserve"> </w:t>
      </w:r>
      <w:r w:rsidRPr="001126C4">
        <w:rPr>
          <w:rtl/>
        </w:rPr>
        <w:t>الله</w:t>
      </w:r>
      <w:r w:rsidR="00554BFA">
        <w:rPr>
          <w:rtl/>
        </w:rPr>
        <w:t xml:space="preserve"> </w:t>
      </w:r>
      <w:r w:rsidRPr="001126C4">
        <w:rPr>
          <w:rtl/>
        </w:rPr>
        <w:t>مَن</w:t>
      </w:r>
      <w:r w:rsidR="00554BFA">
        <w:rPr>
          <w:rtl/>
        </w:rPr>
        <w:t xml:space="preserve"> </w:t>
      </w:r>
      <w:r w:rsidRPr="001126C4">
        <w:rPr>
          <w:rtl/>
        </w:rPr>
        <w:t>في</w:t>
      </w:r>
      <w:r w:rsidR="00554BFA">
        <w:rPr>
          <w:rtl/>
        </w:rPr>
        <w:t xml:space="preserve"> </w:t>
      </w:r>
      <w:r w:rsidRPr="001126C4">
        <w:rPr>
          <w:rtl/>
        </w:rPr>
        <w:t>القُبور</w:t>
      </w:r>
    </w:p>
    <w:p w:rsidR="00645494" w:rsidRPr="00554BFA" w:rsidRDefault="00645494" w:rsidP="00554BFA">
      <w:pPr>
        <w:pStyle w:val="libPoemCenter"/>
        <w:rPr>
          <w:rtl/>
        </w:rPr>
      </w:pPr>
      <w:r w:rsidRPr="001126C4">
        <w:rPr>
          <w:rtl/>
        </w:rPr>
        <w:t>يُساق إلى جَنَّة عاليه</w:t>
      </w:r>
    </w:p>
    <w:p w:rsidR="00645494" w:rsidRDefault="00645494" w:rsidP="00FE2721">
      <w:pPr>
        <w:pStyle w:val="libPoemCenter"/>
        <w:rPr>
          <w:rtl/>
        </w:rPr>
      </w:pPr>
      <w:r w:rsidRPr="001126C4">
        <w:rPr>
          <w:rtl/>
        </w:rPr>
        <w:t>أولئك</w:t>
      </w:r>
      <w:r w:rsidR="00554BFA">
        <w:rPr>
          <w:rtl/>
        </w:rPr>
        <w:t xml:space="preserve"> </w:t>
      </w:r>
      <w:r w:rsidRPr="001126C4">
        <w:rPr>
          <w:rtl/>
        </w:rPr>
        <w:t>قوم</w:t>
      </w:r>
      <w:r w:rsidR="00554BFA">
        <w:rPr>
          <w:rtl/>
        </w:rPr>
        <w:t xml:space="preserve"> </w:t>
      </w:r>
      <w:r w:rsidRPr="001126C4">
        <w:rPr>
          <w:rtl/>
        </w:rPr>
        <w:t>وِلاهم</w:t>
      </w:r>
      <w:r w:rsidR="00554BFA">
        <w:rPr>
          <w:rtl/>
        </w:rPr>
        <w:t xml:space="preserve"> </w:t>
      </w:r>
      <w:r w:rsidRPr="001126C4">
        <w:rPr>
          <w:rtl/>
        </w:rPr>
        <w:t>وِلاك</w:t>
      </w:r>
      <w:r w:rsidR="00554BFA">
        <w:rPr>
          <w:rtl/>
        </w:rPr>
        <w:t xml:space="preserve"> </w:t>
      </w:r>
      <w:r w:rsidR="00554BFA" w:rsidRPr="00D0383A">
        <w:rPr>
          <w:rtl/>
        </w:rPr>
        <w:t>=</w:t>
      </w:r>
      <w:r w:rsidR="00554BFA">
        <w:rPr>
          <w:rtl/>
        </w:rPr>
        <w:t xml:space="preserve"> </w:t>
      </w:r>
      <w:r w:rsidRPr="001126C4">
        <w:rPr>
          <w:rtl/>
        </w:rPr>
        <w:t>وإنْ</w:t>
      </w:r>
      <w:r w:rsidR="00554BFA">
        <w:rPr>
          <w:rtl/>
        </w:rPr>
        <w:t xml:space="preserve"> </w:t>
      </w:r>
      <w:r w:rsidRPr="001126C4">
        <w:rPr>
          <w:rtl/>
        </w:rPr>
        <w:t>أذنبوا</w:t>
      </w:r>
      <w:r w:rsidR="00554BFA">
        <w:rPr>
          <w:rtl/>
        </w:rPr>
        <w:t xml:space="preserve"> </w:t>
      </w:r>
      <w:r w:rsidRPr="001126C4">
        <w:rPr>
          <w:rtl/>
        </w:rPr>
        <w:t>وعِداهم</w:t>
      </w:r>
      <w:r w:rsidR="00554BFA">
        <w:rPr>
          <w:rtl/>
        </w:rPr>
        <w:t xml:space="preserve"> </w:t>
      </w:r>
      <w:r w:rsidRPr="001126C4">
        <w:rPr>
          <w:rtl/>
        </w:rPr>
        <w:t>عِداك</w:t>
      </w:r>
    </w:p>
    <w:p w:rsidR="00645494" w:rsidRPr="00645494" w:rsidRDefault="00645494" w:rsidP="00FE2721">
      <w:pPr>
        <w:pStyle w:val="libPoemCenter"/>
        <w:rPr>
          <w:rtl/>
        </w:rPr>
      </w:pPr>
      <w:r w:rsidRPr="001126C4">
        <w:rPr>
          <w:rtl/>
        </w:rPr>
        <w:t>فسوف</w:t>
      </w:r>
      <w:r w:rsidR="00554BFA">
        <w:rPr>
          <w:rtl/>
        </w:rPr>
        <w:t xml:space="preserve"> </w:t>
      </w:r>
      <w:r w:rsidRPr="001126C4">
        <w:rPr>
          <w:rtl/>
        </w:rPr>
        <w:t>يُجازون</w:t>
      </w:r>
      <w:r w:rsidR="00554BFA">
        <w:rPr>
          <w:rtl/>
        </w:rPr>
        <w:t xml:space="preserve"> </w:t>
      </w:r>
      <w:r w:rsidRPr="001126C4">
        <w:rPr>
          <w:rtl/>
        </w:rPr>
        <w:t>هذا</w:t>
      </w:r>
      <w:r w:rsidR="00554BFA">
        <w:rPr>
          <w:rtl/>
        </w:rPr>
        <w:t xml:space="preserve"> </w:t>
      </w:r>
      <w:r w:rsidRPr="001126C4">
        <w:rPr>
          <w:rtl/>
        </w:rPr>
        <w:t>بذاك</w:t>
      </w:r>
      <w:r w:rsidR="00554BFA">
        <w:rPr>
          <w:rtl/>
        </w:rPr>
        <w:t xml:space="preserve"> </w:t>
      </w:r>
      <w:r w:rsidR="00554BFA" w:rsidRPr="00D0383A">
        <w:rPr>
          <w:rtl/>
        </w:rPr>
        <w:t>=</w:t>
      </w:r>
      <w:r w:rsidR="00554BFA">
        <w:rPr>
          <w:rtl/>
        </w:rPr>
        <w:t xml:space="preserve"> </w:t>
      </w:r>
      <w:r w:rsidRPr="001126C4">
        <w:rPr>
          <w:rtl/>
        </w:rPr>
        <w:t>وأمَّا</w:t>
      </w:r>
      <w:r w:rsidR="00554BFA">
        <w:rPr>
          <w:rtl/>
        </w:rPr>
        <w:t xml:space="preserve"> </w:t>
      </w:r>
      <w:r w:rsidRPr="001126C4">
        <w:rPr>
          <w:rtl/>
        </w:rPr>
        <w:t>الّذين</w:t>
      </w:r>
      <w:r w:rsidR="00554BFA">
        <w:rPr>
          <w:rtl/>
        </w:rPr>
        <w:t xml:space="preserve"> </w:t>
      </w:r>
      <w:r w:rsidRPr="001126C4">
        <w:rPr>
          <w:rtl/>
        </w:rPr>
        <w:t>تولَّوا</w:t>
      </w:r>
      <w:r w:rsidR="00554BFA">
        <w:rPr>
          <w:rtl/>
        </w:rPr>
        <w:t xml:space="preserve"> </w:t>
      </w:r>
      <w:r w:rsidRPr="001126C4">
        <w:rPr>
          <w:rtl/>
        </w:rPr>
        <w:t>سِواك</w:t>
      </w:r>
    </w:p>
    <w:p w:rsidR="00645494" w:rsidRPr="00554BFA" w:rsidRDefault="00645494" w:rsidP="00554BFA">
      <w:pPr>
        <w:pStyle w:val="libPoemCenter"/>
        <w:rPr>
          <w:rtl/>
        </w:rPr>
      </w:pPr>
      <w:r w:rsidRPr="001126C4">
        <w:rPr>
          <w:rtl/>
        </w:rPr>
        <w:t>وخاضوا غِمار العَمى الداجيه</w:t>
      </w:r>
    </w:p>
    <w:p w:rsidR="00645494" w:rsidRDefault="00645494" w:rsidP="00FE2721">
      <w:pPr>
        <w:pStyle w:val="libPoemCenter"/>
        <w:rPr>
          <w:rtl/>
        </w:rPr>
      </w:pPr>
      <w:r w:rsidRPr="001126C4">
        <w:rPr>
          <w:rtl/>
        </w:rPr>
        <w:t>فمَوئلُهم</w:t>
      </w:r>
      <w:r w:rsidR="00554BFA">
        <w:rPr>
          <w:rtl/>
        </w:rPr>
        <w:t xml:space="preserve"> </w:t>
      </w:r>
      <w:r w:rsidRPr="001126C4">
        <w:rPr>
          <w:rtl/>
        </w:rPr>
        <w:t>لَهَب</w:t>
      </w:r>
      <w:r w:rsidR="00554BFA">
        <w:rPr>
          <w:rtl/>
        </w:rPr>
        <w:t xml:space="preserve"> </w:t>
      </w:r>
      <w:r w:rsidRPr="001126C4">
        <w:rPr>
          <w:rtl/>
        </w:rPr>
        <w:t>مُضرم</w:t>
      </w:r>
      <w:r w:rsidR="00554BFA">
        <w:rPr>
          <w:rtl/>
        </w:rPr>
        <w:t xml:space="preserve"> </w:t>
      </w:r>
      <w:r w:rsidR="00554BFA" w:rsidRPr="00D0383A">
        <w:rPr>
          <w:rtl/>
        </w:rPr>
        <w:t>=</w:t>
      </w:r>
      <w:r w:rsidR="00554BFA">
        <w:rPr>
          <w:rtl/>
        </w:rPr>
        <w:t xml:space="preserve"> </w:t>
      </w:r>
      <w:r w:rsidRPr="001126C4">
        <w:rPr>
          <w:rtl/>
        </w:rPr>
        <w:t>بمَا</w:t>
      </w:r>
      <w:r w:rsidR="00554BFA">
        <w:rPr>
          <w:rtl/>
        </w:rPr>
        <w:t xml:space="preserve"> </w:t>
      </w:r>
      <w:r w:rsidRPr="001126C4">
        <w:rPr>
          <w:rtl/>
        </w:rPr>
        <w:t>أخَّروا</w:t>
      </w:r>
      <w:r w:rsidR="00554BFA">
        <w:rPr>
          <w:rtl/>
        </w:rPr>
        <w:t xml:space="preserve"> </w:t>
      </w:r>
      <w:r w:rsidRPr="001126C4">
        <w:rPr>
          <w:rtl/>
        </w:rPr>
        <w:t>وبمَا</w:t>
      </w:r>
      <w:r w:rsidR="00554BFA">
        <w:rPr>
          <w:rtl/>
        </w:rPr>
        <w:t xml:space="preserve"> </w:t>
      </w:r>
      <w:r w:rsidRPr="001126C4">
        <w:rPr>
          <w:rtl/>
        </w:rPr>
        <w:t>قدَّموا</w:t>
      </w:r>
    </w:p>
    <w:p w:rsidR="00645494" w:rsidRPr="00645494" w:rsidRDefault="00645494" w:rsidP="00FE2721">
      <w:pPr>
        <w:pStyle w:val="libPoemCenter"/>
        <w:rPr>
          <w:rtl/>
        </w:rPr>
      </w:pPr>
      <w:r w:rsidRPr="001126C4">
        <w:rPr>
          <w:rtl/>
        </w:rPr>
        <w:t>وإنْ</w:t>
      </w:r>
      <w:r w:rsidR="00554BFA">
        <w:rPr>
          <w:rtl/>
        </w:rPr>
        <w:t xml:space="preserve"> </w:t>
      </w:r>
      <w:r w:rsidRPr="001126C4">
        <w:rPr>
          <w:rtl/>
        </w:rPr>
        <w:t>لجأوا</w:t>
      </w:r>
      <w:r w:rsidR="00554BFA">
        <w:rPr>
          <w:rtl/>
        </w:rPr>
        <w:t xml:space="preserve"> </w:t>
      </w:r>
      <w:r w:rsidRPr="001126C4">
        <w:rPr>
          <w:rtl/>
        </w:rPr>
        <w:t>للّذي</w:t>
      </w:r>
      <w:r w:rsidR="00554BFA">
        <w:rPr>
          <w:rtl/>
        </w:rPr>
        <w:t xml:space="preserve"> </w:t>
      </w:r>
      <w:r w:rsidRPr="001126C4">
        <w:rPr>
          <w:rtl/>
        </w:rPr>
        <w:t>يمموا</w:t>
      </w:r>
      <w:r w:rsidR="00554BFA">
        <w:rPr>
          <w:rtl/>
        </w:rPr>
        <w:t xml:space="preserve"> </w:t>
      </w:r>
      <w:r w:rsidR="00554BFA" w:rsidRPr="00D0383A">
        <w:rPr>
          <w:rtl/>
        </w:rPr>
        <w:t>=</w:t>
      </w:r>
      <w:r w:rsidR="00554BFA">
        <w:rPr>
          <w:rtl/>
        </w:rPr>
        <w:t xml:space="preserve"> </w:t>
      </w:r>
      <w:r w:rsidRPr="001126C4">
        <w:rPr>
          <w:rtl/>
        </w:rPr>
        <w:t>فإنَّهم</w:t>
      </w:r>
      <w:r w:rsidR="00554BFA">
        <w:rPr>
          <w:rtl/>
        </w:rPr>
        <w:t xml:space="preserve"> </w:t>
      </w:r>
      <w:r w:rsidRPr="001126C4">
        <w:rPr>
          <w:rtl/>
        </w:rPr>
        <w:t>والّذي</w:t>
      </w:r>
      <w:r w:rsidR="00554BFA">
        <w:rPr>
          <w:rtl/>
        </w:rPr>
        <w:t xml:space="preserve"> </w:t>
      </w:r>
      <w:r w:rsidRPr="001126C4">
        <w:rPr>
          <w:rtl/>
        </w:rPr>
        <w:t>حكَّموا</w:t>
      </w:r>
    </w:p>
    <w:p w:rsidR="00645494" w:rsidRPr="00554BFA" w:rsidRDefault="00645494" w:rsidP="00554BFA">
      <w:pPr>
        <w:pStyle w:val="libPoemCenter"/>
        <w:rPr>
          <w:rtl/>
        </w:rPr>
      </w:pPr>
      <w:r w:rsidRPr="001126C4">
        <w:rPr>
          <w:rtl/>
        </w:rPr>
        <w:t>يُساقون دعّاً إلى الهاويه</w:t>
      </w:r>
    </w:p>
    <w:p w:rsidR="00645494" w:rsidRPr="001126C4" w:rsidRDefault="00645494" w:rsidP="00554BFA">
      <w:pPr>
        <w:pStyle w:val="libNormal"/>
        <w:rPr>
          <w:rtl/>
        </w:rPr>
      </w:pPr>
      <w:r w:rsidRPr="00554BFA">
        <w:rPr>
          <w:rtl/>
        </w:rPr>
        <w:t>ومِمَن خمَّس الأصل</w:t>
      </w:r>
      <w:r w:rsidR="00D0383A">
        <w:rPr>
          <w:rtl/>
        </w:rPr>
        <w:t>،</w:t>
      </w:r>
      <w:r w:rsidRPr="00554BFA">
        <w:rPr>
          <w:rtl/>
        </w:rPr>
        <w:t xml:space="preserve"> السيّد سعيد العالِم الفاضل، السيّد علي بن السيّد محمود الأمين العاملي الحسيني، المُتوفَّى سنة 1328 في جبل عامل </w:t>
      </w:r>
      <w:r w:rsidR="00D0383A">
        <w:rPr>
          <w:rtl/>
        </w:rPr>
        <w:t>،</w:t>
      </w:r>
      <w:r w:rsidRPr="00554BFA">
        <w:rPr>
          <w:rtl/>
        </w:rPr>
        <w:t xml:space="preserve"> وقد نقل المدح إلى رثاء الحسين</w:t>
      </w:r>
      <w:r w:rsidR="00554BFA">
        <w:rPr>
          <w:rtl/>
        </w:rPr>
        <w:t xml:space="preserve"> (</w:t>
      </w:r>
      <w:r w:rsidRPr="00554BFA">
        <w:rPr>
          <w:rtl/>
        </w:rPr>
        <w:t>عليه السلام)</w:t>
      </w:r>
      <w:r w:rsidR="00D0383A">
        <w:rPr>
          <w:rtl/>
        </w:rPr>
        <w:t>؛</w:t>
      </w:r>
      <w:r w:rsidRPr="00554BFA">
        <w:rPr>
          <w:rtl/>
        </w:rPr>
        <w:t xml:space="preserve"> إذ وافق تخميسه أيام المُحرَّم</w:t>
      </w:r>
      <w:r w:rsidR="00D0383A">
        <w:rPr>
          <w:rtl/>
        </w:rPr>
        <w:t>،</w:t>
      </w:r>
      <w:r w:rsidRPr="00554BFA">
        <w:rPr>
          <w:rtl/>
        </w:rPr>
        <w:t xml:space="preserve"> فقال:</w:t>
      </w:r>
    </w:p>
    <w:p w:rsidR="00645494" w:rsidRDefault="00645494" w:rsidP="00645494">
      <w:pPr>
        <w:pStyle w:val="libNormal"/>
      </w:pPr>
      <w:r>
        <w:br w:type="page"/>
      </w:r>
    </w:p>
    <w:p w:rsidR="00645494" w:rsidRDefault="00645494" w:rsidP="00FE2721">
      <w:pPr>
        <w:pStyle w:val="libPoemCenter"/>
        <w:rPr>
          <w:rtl/>
        </w:rPr>
      </w:pPr>
      <w:r w:rsidRPr="001126C4">
        <w:rPr>
          <w:rtl/>
        </w:rPr>
        <w:lastRenderedPageBreak/>
        <w:t>بنفسي</w:t>
      </w:r>
      <w:r w:rsidR="00554BFA">
        <w:rPr>
          <w:rtl/>
        </w:rPr>
        <w:t xml:space="preserve"> </w:t>
      </w:r>
      <w:r w:rsidRPr="001126C4">
        <w:rPr>
          <w:rtl/>
        </w:rPr>
        <w:t>الحسين</w:t>
      </w:r>
      <w:r w:rsidR="00554BFA">
        <w:rPr>
          <w:rtl/>
        </w:rPr>
        <w:t xml:space="preserve"> </w:t>
      </w:r>
      <w:r w:rsidRPr="001126C4">
        <w:rPr>
          <w:rtl/>
        </w:rPr>
        <w:t>سقته</w:t>
      </w:r>
      <w:r w:rsidR="00554BFA">
        <w:rPr>
          <w:rtl/>
        </w:rPr>
        <w:t xml:space="preserve"> </w:t>
      </w:r>
      <w:r w:rsidRPr="001126C4">
        <w:rPr>
          <w:rtl/>
        </w:rPr>
        <w:t>عِداه</w:t>
      </w:r>
      <w:r w:rsidR="00554BFA">
        <w:rPr>
          <w:rtl/>
        </w:rPr>
        <w:t xml:space="preserve"> </w:t>
      </w:r>
      <w:r w:rsidR="00554BFA" w:rsidRPr="00D0383A">
        <w:rPr>
          <w:rtl/>
        </w:rPr>
        <w:t>=</w:t>
      </w:r>
      <w:r w:rsidR="00554BFA">
        <w:rPr>
          <w:rtl/>
        </w:rPr>
        <w:t xml:space="preserve"> </w:t>
      </w:r>
      <w:r w:rsidRPr="001126C4">
        <w:rPr>
          <w:rtl/>
        </w:rPr>
        <w:t>كؤوس</w:t>
      </w:r>
      <w:r w:rsidR="00554BFA">
        <w:rPr>
          <w:rtl/>
        </w:rPr>
        <w:t xml:space="preserve"> </w:t>
      </w:r>
      <w:r w:rsidRPr="001126C4">
        <w:rPr>
          <w:rtl/>
        </w:rPr>
        <w:t>المَنون</w:t>
      </w:r>
      <w:r w:rsidR="00554BFA">
        <w:rPr>
          <w:rtl/>
        </w:rPr>
        <w:t xml:space="preserve"> </w:t>
      </w:r>
      <w:r w:rsidRPr="001126C4">
        <w:rPr>
          <w:rtl/>
        </w:rPr>
        <w:t>وساقات</w:t>
      </w:r>
      <w:r w:rsidR="00554BFA">
        <w:rPr>
          <w:rtl/>
        </w:rPr>
        <w:t xml:space="preserve"> </w:t>
      </w:r>
      <w:r w:rsidRPr="001126C4">
        <w:rPr>
          <w:rtl/>
        </w:rPr>
        <w:t>نِساه</w:t>
      </w:r>
    </w:p>
    <w:p w:rsidR="00645494" w:rsidRPr="00645494" w:rsidRDefault="00645494" w:rsidP="00FE2721">
      <w:pPr>
        <w:pStyle w:val="libPoemCenter"/>
        <w:rPr>
          <w:rtl/>
        </w:rPr>
      </w:pPr>
      <w:r w:rsidRPr="001126C4">
        <w:rPr>
          <w:rtl/>
        </w:rPr>
        <w:t>فقُل</w:t>
      </w:r>
      <w:r w:rsidR="00554BFA">
        <w:rPr>
          <w:rtl/>
        </w:rPr>
        <w:t xml:space="preserve"> </w:t>
      </w:r>
      <w:r w:rsidRPr="001126C4">
        <w:rPr>
          <w:rtl/>
        </w:rPr>
        <w:t>للوصي</w:t>
      </w:r>
      <w:r w:rsidR="00554BFA">
        <w:rPr>
          <w:rtl/>
        </w:rPr>
        <w:t xml:space="preserve"> </w:t>
      </w:r>
      <w:r w:rsidRPr="001126C4">
        <w:rPr>
          <w:rtl/>
        </w:rPr>
        <w:t>وحامي</w:t>
      </w:r>
      <w:r w:rsidR="00554BFA">
        <w:rPr>
          <w:rtl/>
        </w:rPr>
        <w:t xml:space="preserve"> </w:t>
      </w:r>
      <w:r w:rsidRPr="001126C4">
        <w:rPr>
          <w:rtl/>
        </w:rPr>
        <w:t>حِماه</w:t>
      </w:r>
      <w:r w:rsidR="00554BFA">
        <w:rPr>
          <w:rtl/>
        </w:rPr>
        <w:t xml:space="preserve"> </w:t>
      </w:r>
      <w:r w:rsidR="00554BFA" w:rsidRPr="00D0383A">
        <w:rPr>
          <w:rtl/>
        </w:rPr>
        <w:t>=</w:t>
      </w:r>
      <w:r w:rsidR="00554BFA">
        <w:rPr>
          <w:rtl/>
        </w:rPr>
        <w:t xml:space="preserve"> </w:t>
      </w:r>
      <w:r w:rsidRPr="001126C4">
        <w:rPr>
          <w:rtl/>
        </w:rPr>
        <w:t>أبا</w:t>
      </w:r>
      <w:r w:rsidR="00554BFA">
        <w:rPr>
          <w:rtl/>
        </w:rPr>
        <w:t xml:space="preserve"> </w:t>
      </w:r>
      <w:r w:rsidRPr="001126C4">
        <w:rPr>
          <w:rtl/>
        </w:rPr>
        <w:t>حسن</w:t>
      </w:r>
      <w:r w:rsidR="00554BFA">
        <w:rPr>
          <w:rtl/>
        </w:rPr>
        <w:t xml:space="preserve"> </w:t>
      </w:r>
      <w:r w:rsidRPr="001126C4">
        <w:rPr>
          <w:rtl/>
        </w:rPr>
        <w:t>أنت</w:t>
      </w:r>
      <w:r w:rsidR="00554BFA">
        <w:rPr>
          <w:rtl/>
        </w:rPr>
        <w:t xml:space="preserve"> </w:t>
      </w:r>
      <w:r w:rsidRPr="001126C4">
        <w:rPr>
          <w:rtl/>
        </w:rPr>
        <w:t>عين</w:t>
      </w:r>
      <w:r w:rsidR="00554BFA">
        <w:rPr>
          <w:rtl/>
        </w:rPr>
        <w:t xml:space="preserve"> </w:t>
      </w:r>
      <w:r w:rsidRPr="001126C4">
        <w:rPr>
          <w:rtl/>
        </w:rPr>
        <w:t>الإله</w:t>
      </w:r>
    </w:p>
    <w:p w:rsidR="00645494" w:rsidRPr="00554BFA" w:rsidRDefault="00645494" w:rsidP="00554BFA">
      <w:pPr>
        <w:pStyle w:val="libPoemCenter"/>
        <w:rPr>
          <w:rtl/>
        </w:rPr>
      </w:pPr>
      <w:r w:rsidRPr="001126C4">
        <w:rPr>
          <w:rtl/>
        </w:rPr>
        <w:t>فهل عنك تَعزُب مِن خافيه</w:t>
      </w:r>
    </w:p>
    <w:p w:rsidR="00645494" w:rsidRDefault="00645494" w:rsidP="00FE2721">
      <w:pPr>
        <w:pStyle w:val="libPoemCenter"/>
        <w:rPr>
          <w:rtl/>
        </w:rPr>
      </w:pPr>
      <w:r w:rsidRPr="001126C4">
        <w:rPr>
          <w:rtl/>
        </w:rPr>
        <w:t>أمَا</w:t>
      </w:r>
      <w:r w:rsidR="00554BFA">
        <w:rPr>
          <w:rtl/>
        </w:rPr>
        <w:t xml:space="preserve"> </w:t>
      </w:r>
      <w:r w:rsidRPr="001126C4">
        <w:rPr>
          <w:rtl/>
        </w:rPr>
        <w:t>هَتفتْ</w:t>
      </w:r>
      <w:r w:rsidR="00554BFA">
        <w:rPr>
          <w:rtl/>
        </w:rPr>
        <w:t xml:space="preserve"> </w:t>
      </w:r>
      <w:r w:rsidRPr="001126C4">
        <w:rPr>
          <w:rtl/>
        </w:rPr>
        <w:t>بك</w:t>
      </w:r>
      <w:r w:rsidR="00554BFA">
        <w:rPr>
          <w:rtl/>
        </w:rPr>
        <w:t xml:space="preserve"> </w:t>
      </w:r>
      <w:r w:rsidRPr="001126C4">
        <w:rPr>
          <w:rtl/>
        </w:rPr>
        <w:t>بين</w:t>
      </w:r>
      <w:r w:rsidR="00554BFA">
        <w:rPr>
          <w:rtl/>
        </w:rPr>
        <w:t xml:space="preserve"> </w:t>
      </w:r>
      <w:r w:rsidRPr="001126C4">
        <w:rPr>
          <w:rtl/>
        </w:rPr>
        <w:t>الطغاة</w:t>
      </w:r>
      <w:r w:rsidR="00554BFA">
        <w:rPr>
          <w:rtl/>
        </w:rPr>
        <w:t xml:space="preserve"> </w:t>
      </w:r>
      <w:r w:rsidR="00554BFA" w:rsidRPr="00D0383A">
        <w:rPr>
          <w:rtl/>
        </w:rPr>
        <w:t>=</w:t>
      </w:r>
      <w:r w:rsidR="00554BFA">
        <w:rPr>
          <w:rtl/>
        </w:rPr>
        <w:t xml:space="preserve"> </w:t>
      </w:r>
      <w:r w:rsidRPr="001126C4">
        <w:rPr>
          <w:rtl/>
        </w:rPr>
        <w:t>نِساك</w:t>
      </w:r>
      <w:r w:rsidR="00554BFA">
        <w:rPr>
          <w:rtl/>
        </w:rPr>
        <w:t xml:space="preserve"> </w:t>
      </w:r>
      <w:r w:rsidRPr="001126C4">
        <w:rPr>
          <w:rtl/>
        </w:rPr>
        <w:t>وأنت</w:t>
      </w:r>
      <w:r w:rsidR="00554BFA">
        <w:rPr>
          <w:rtl/>
        </w:rPr>
        <w:t xml:space="preserve"> </w:t>
      </w:r>
      <w:r w:rsidRPr="001126C4">
        <w:rPr>
          <w:rtl/>
        </w:rPr>
        <w:t>حِمى</w:t>
      </w:r>
      <w:r w:rsidR="00554BFA">
        <w:rPr>
          <w:rtl/>
        </w:rPr>
        <w:t xml:space="preserve"> </w:t>
      </w:r>
      <w:r w:rsidRPr="001126C4">
        <w:rPr>
          <w:rtl/>
        </w:rPr>
        <w:t>الضائعات</w:t>
      </w:r>
    </w:p>
    <w:p w:rsidR="00645494" w:rsidRPr="00645494" w:rsidRDefault="00645494" w:rsidP="00FE2721">
      <w:pPr>
        <w:pStyle w:val="libPoemCenter"/>
        <w:rPr>
          <w:rtl/>
        </w:rPr>
      </w:pPr>
      <w:r w:rsidRPr="001126C4">
        <w:rPr>
          <w:rtl/>
        </w:rPr>
        <w:t>وأنت</w:t>
      </w:r>
      <w:r w:rsidR="00554BFA">
        <w:rPr>
          <w:rtl/>
        </w:rPr>
        <w:t xml:space="preserve"> </w:t>
      </w:r>
      <w:r w:rsidRPr="001126C4">
        <w:rPr>
          <w:rtl/>
        </w:rPr>
        <w:t>المرجّى</w:t>
      </w:r>
      <w:r w:rsidR="00554BFA">
        <w:rPr>
          <w:rtl/>
        </w:rPr>
        <w:t xml:space="preserve"> </w:t>
      </w:r>
      <w:r w:rsidRPr="001126C4">
        <w:rPr>
          <w:rtl/>
        </w:rPr>
        <w:t>لدى</w:t>
      </w:r>
      <w:r w:rsidR="00554BFA">
        <w:rPr>
          <w:rtl/>
        </w:rPr>
        <w:t xml:space="preserve"> </w:t>
      </w:r>
      <w:r w:rsidRPr="001126C4">
        <w:rPr>
          <w:rtl/>
        </w:rPr>
        <w:t>النائبات</w:t>
      </w:r>
      <w:r w:rsidR="00554BFA">
        <w:rPr>
          <w:rtl/>
        </w:rPr>
        <w:t xml:space="preserve"> </w:t>
      </w:r>
      <w:r w:rsidR="00554BFA" w:rsidRPr="00D0383A">
        <w:rPr>
          <w:rtl/>
        </w:rPr>
        <w:t>=</w:t>
      </w:r>
      <w:r w:rsidR="00554BFA">
        <w:rPr>
          <w:rtl/>
        </w:rPr>
        <w:t xml:space="preserve"> </w:t>
      </w:r>
      <w:r w:rsidRPr="001126C4">
        <w:rPr>
          <w:rtl/>
        </w:rPr>
        <w:t>وأنت</w:t>
      </w:r>
      <w:r w:rsidR="00554BFA">
        <w:rPr>
          <w:rtl/>
        </w:rPr>
        <w:t xml:space="preserve"> </w:t>
      </w:r>
      <w:r w:rsidRPr="001126C4">
        <w:rPr>
          <w:rtl/>
        </w:rPr>
        <w:t>مُدير</w:t>
      </w:r>
      <w:r w:rsidR="00554BFA">
        <w:rPr>
          <w:rtl/>
        </w:rPr>
        <w:t xml:space="preserve"> </w:t>
      </w:r>
      <w:r w:rsidRPr="001126C4">
        <w:rPr>
          <w:rtl/>
        </w:rPr>
        <w:t>رَحى</w:t>
      </w:r>
      <w:r w:rsidR="00554BFA">
        <w:rPr>
          <w:rtl/>
        </w:rPr>
        <w:t xml:space="preserve"> </w:t>
      </w:r>
      <w:r w:rsidRPr="001126C4">
        <w:rPr>
          <w:rtl/>
        </w:rPr>
        <w:t>الكائنات</w:t>
      </w:r>
    </w:p>
    <w:p w:rsidR="00645494" w:rsidRPr="00554BFA" w:rsidRDefault="00645494" w:rsidP="00554BFA">
      <w:pPr>
        <w:pStyle w:val="libPoemCenter"/>
        <w:rPr>
          <w:rtl/>
        </w:rPr>
      </w:pPr>
      <w:r w:rsidRPr="001126C4">
        <w:rPr>
          <w:rtl/>
        </w:rPr>
        <w:t>وإنْ شِئت تَسفع بالناصيه</w:t>
      </w:r>
    </w:p>
    <w:p w:rsidR="00645494" w:rsidRDefault="00645494" w:rsidP="00FE2721">
      <w:pPr>
        <w:pStyle w:val="libPoemCenter"/>
        <w:rPr>
          <w:rtl/>
        </w:rPr>
      </w:pPr>
      <w:r w:rsidRPr="001126C4">
        <w:rPr>
          <w:rtl/>
        </w:rPr>
        <w:t>أتَقعد</w:t>
      </w:r>
      <w:r w:rsidR="00554BFA">
        <w:rPr>
          <w:rtl/>
        </w:rPr>
        <w:t xml:space="preserve"> </w:t>
      </w:r>
      <w:r w:rsidRPr="001126C4">
        <w:rPr>
          <w:rtl/>
        </w:rPr>
        <w:t>ياسيّد</w:t>
      </w:r>
      <w:r w:rsidR="00554BFA">
        <w:rPr>
          <w:rtl/>
        </w:rPr>
        <w:t xml:space="preserve"> </w:t>
      </w:r>
      <w:r w:rsidRPr="001126C4">
        <w:rPr>
          <w:rtl/>
        </w:rPr>
        <w:t>الأوصياء</w:t>
      </w:r>
      <w:r w:rsidR="00554BFA">
        <w:rPr>
          <w:rtl/>
        </w:rPr>
        <w:t xml:space="preserve"> </w:t>
      </w:r>
      <w:r w:rsidR="00554BFA" w:rsidRPr="00D0383A">
        <w:rPr>
          <w:rtl/>
        </w:rPr>
        <w:t>=</w:t>
      </w:r>
      <w:r w:rsidR="00554BFA">
        <w:rPr>
          <w:rtl/>
        </w:rPr>
        <w:t xml:space="preserve"> </w:t>
      </w:r>
      <w:r w:rsidRPr="001126C4">
        <w:rPr>
          <w:rtl/>
        </w:rPr>
        <w:t>ووِترك</w:t>
      </w:r>
      <w:r w:rsidR="00554BFA">
        <w:rPr>
          <w:rtl/>
        </w:rPr>
        <w:t xml:space="preserve"> </w:t>
      </w:r>
      <w:r w:rsidRPr="001126C4">
        <w:rPr>
          <w:rtl/>
        </w:rPr>
        <w:t>بين</w:t>
      </w:r>
      <w:r w:rsidR="00554BFA">
        <w:rPr>
          <w:rtl/>
        </w:rPr>
        <w:t xml:space="preserve"> </w:t>
      </w:r>
      <w:r w:rsidRPr="001126C4">
        <w:rPr>
          <w:rtl/>
        </w:rPr>
        <w:t>بَني</w:t>
      </w:r>
      <w:r w:rsidR="00554BFA">
        <w:rPr>
          <w:rtl/>
        </w:rPr>
        <w:t xml:space="preserve"> </w:t>
      </w:r>
      <w:r w:rsidRPr="001126C4">
        <w:rPr>
          <w:rtl/>
        </w:rPr>
        <w:t>الأدعياء</w:t>
      </w:r>
    </w:p>
    <w:p w:rsidR="00645494" w:rsidRPr="00645494" w:rsidRDefault="00645494" w:rsidP="00FE2721">
      <w:pPr>
        <w:pStyle w:val="libPoemCenter"/>
        <w:rPr>
          <w:rtl/>
        </w:rPr>
      </w:pPr>
      <w:r w:rsidRPr="001126C4">
        <w:rPr>
          <w:rtl/>
        </w:rPr>
        <w:t>وتَجثو</w:t>
      </w:r>
      <w:r w:rsidR="00554BFA">
        <w:rPr>
          <w:rtl/>
        </w:rPr>
        <w:t xml:space="preserve"> </w:t>
      </w:r>
      <w:r w:rsidRPr="001126C4">
        <w:rPr>
          <w:rtl/>
        </w:rPr>
        <w:t>وذا</w:t>
      </w:r>
      <w:r w:rsidR="00554BFA">
        <w:rPr>
          <w:rtl/>
        </w:rPr>
        <w:t xml:space="preserve"> </w:t>
      </w:r>
      <w:r w:rsidRPr="001126C4">
        <w:rPr>
          <w:rtl/>
        </w:rPr>
        <w:t>الكَرب</w:t>
      </w:r>
      <w:r w:rsidR="00554BFA">
        <w:rPr>
          <w:rtl/>
        </w:rPr>
        <w:t xml:space="preserve"> </w:t>
      </w:r>
      <w:r w:rsidRPr="001126C4">
        <w:rPr>
          <w:rtl/>
        </w:rPr>
        <w:t>يَقفو</w:t>
      </w:r>
      <w:r w:rsidR="00554BFA">
        <w:rPr>
          <w:rtl/>
        </w:rPr>
        <w:t xml:space="preserve"> </w:t>
      </w:r>
      <w:r w:rsidRPr="001126C4">
        <w:rPr>
          <w:rtl/>
        </w:rPr>
        <w:t>البَلاء</w:t>
      </w:r>
      <w:r w:rsidR="00554BFA">
        <w:rPr>
          <w:rtl/>
        </w:rPr>
        <w:t xml:space="preserve"> </w:t>
      </w:r>
      <w:r w:rsidR="00554BFA" w:rsidRPr="00D0383A">
        <w:rPr>
          <w:rtl/>
        </w:rPr>
        <w:t>=</w:t>
      </w:r>
      <w:r w:rsidR="00554BFA">
        <w:rPr>
          <w:rtl/>
        </w:rPr>
        <w:t xml:space="preserve"> </w:t>
      </w:r>
      <w:r w:rsidRPr="001126C4">
        <w:rPr>
          <w:rtl/>
        </w:rPr>
        <w:t>وأنت</w:t>
      </w:r>
      <w:r w:rsidR="00554BFA">
        <w:rPr>
          <w:rtl/>
        </w:rPr>
        <w:t xml:space="preserve"> </w:t>
      </w:r>
      <w:r w:rsidRPr="001126C4">
        <w:rPr>
          <w:rtl/>
        </w:rPr>
        <w:t>الّذي</w:t>
      </w:r>
      <w:r w:rsidR="00554BFA">
        <w:rPr>
          <w:rtl/>
        </w:rPr>
        <w:t xml:space="preserve"> </w:t>
      </w:r>
      <w:r w:rsidRPr="001126C4">
        <w:rPr>
          <w:rtl/>
        </w:rPr>
        <w:t>أُمم</w:t>
      </w:r>
      <w:r w:rsidR="00554BFA">
        <w:rPr>
          <w:rtl/>
        </w:rPr>
        <w:t xml:space="preserve"> </w:t>
      </w:r>
      <w:r w:rsidRPr="001126C4">
        <w:rPr>
          <w:rtl/>
        </w:rPr>
        <w:t>الأنبياء</w:t>
      </w:r>
    </w:p>
    <w:p w:rsidR="00645494" w:rsidRPr="00554BFA" w:rsidRDefault="00645494" w:rsidP="00554BFA">
      <w:pPr>
        <w:pStyle w:val="libPoemCenter"/>
        <w:rPr>
          <w:rtl/>
        </w:rPr>
      </w:pPr>
      <w:r w:rsidRPr="001126C4">
        <w:rPr>
          <w:rtl/>
        </w:rPr>
        <w:t>لَديك إذا حُشرت جاثيه</w:t>
      </w:r>
    </w:p>
    <w:p w:rsidR="00645494" w:rsidRDefault="00645494" w:rsidP="00FE2721">
      <w:pPr>
        <w:pStyle w:val="libPoemCenter"/>
        <w:rPr>
          <w:rtl/>
        </w:rPr>
      </w:pPr>
      <w:r w:rsidRPr="001126C4">
        <w:rPr>
          <w:rtl/>
        </w:rPr>
        <w:t>بَراك</w:t>
      </w:r>
      <w:r w:rsidR="00554BFA">
        <w:rPr>
          <w:rtl/>
        </w:rPr>
        <w:t xml:space="preserve"> </w:t>
      </w:r>
      <w:r w:rsidRPr="001126C4">
        <w:rPr>
          <w:rtl/>
        </w:rPr>
        <w:t>وإنَّك</w:t>
      </w:r>
      <w:r w:rsidR="00554BFA">
        <w:rPr>
          <w:rtl/>
        </w:rPr>
        <w:t xml:space="preserve"> </w:t>
      </w:r>
      <w:r w:rsidRPr="001126C4">
        <w:rPr>
          <w:rtl/>
        </w:rPr>
        <w:t>بُرهانه</w:t>
      </w:r>
      <w:r w:rsidR="00554BFA">
        <w:rPr>
          <w:rtl/>
        </w:rPr>
        <w:t xml:space="preserve"> </w:t>
      </w:r>
      <w:r w:rsidR="00554BFA" w:rsidRPr="00D0383A">
        <w:rPr>
          <w:rtl/>
        </w:rPr>
        <w:t>=</w:t>
      </w:r>
      <w:r w:rsidR="00554BFA">
        <w:rPr>
          <w:rtl/>
        </w:rPr>
        <w:t xml:space="preserve"> </w:t>
      </w:r>
      <w:r w:rsidRPr="001126C4">
        <w:rPr>
          <w:rtl/>
        </w:rPr>
        <w:t>آله</w:t>
      </w:r>
      <w:r w:rsidR="00554BFA">
        <w:rPr>
          <w:rtl/>
        </w:rPr>
        <w:t xml:space="preserve"> </w:t>
      </w:r>
      <w:r w:rsidRPr="001126C4">
        <w:rPr>
          <w:rtl/>
        </w:rPr>
        <w:t>الأنام</w:t>
      </w:r>
      <w:r w:rsidR="00554BFA">
        <w:rPr>
          <w:rtl/>
        </w:rPr>
        <w:t xml:space="preserve"> </w:t>
      </w:r>
      <w:r w:rsidRPr="001126C4">
        <w:rPr>
          <w:rtl/>
        </w:rPr>
        <w:t>عَلا</w:t>
      </w:r>
      <w:r w:rsidR="00554BFA">
        <w:rPr>
          <w:rtl/>
        </w:rPr>
        <w:t xml:space="preserve"> </w:t>
      </w:r>
      <w:r w:rsidRPr="001126C4">
        <w:rPr>
          <w:rtl/>
        </w:rPr>
        <w:t>شانه</w:t>
      </w:r>
    </w:p>
    <w:p w:rsidR="00645494" w:rsidRPr="00645494" w:rsidRDefault="00645494" w:rsidP="00FE2721">
      <w:pPr>
        <w:pStyle w:val="libPoemCenter"/>
        <w:rPr>
          <w:rtl/>
        </w:rPr>
      </w:pPr>
      <w:r w:rsidRPr="001126C4">
        <w:rPr>
          <w:rtl/>
        </w:rPr>
        <w:t>وإنَّك</w:t>
      </w:r>
      <w:r w:rsidR="00554BFA">
        <w:rPr>
          <w:rtl/>
        </w:rPr>
        <w:t xml:space="preserve"> </w:t>
      </w:r>
      <w:r w:rsidRPr="001126C4">
        <w:rPr>
          <w:rtl/>
        </w:rPr>
        <w:t>في</w:t>
      </w:r>
      <w:r w:rsidR="00554BFA">
        <w:rPr>
          <w:rtl/>
        </w:rPr>
        <w:t xml:space="preserve"> </w:t>
      </w:r>
      <w:r w:rsidRPr="001126C4">
        <w:rPr>
          <w:rtl/>
        </w:rPr>
        <w:t>الحَشر</w:t>
      </w:r>
      <w:r w:rsidR="00554BFA">
        <w:rPr>
          <w:rtl/>
        </w:rPr>
        <w:t xml:space="preserve"> </w:t>
      </w:r>
      <w:r w:rsidRPr="001126C4">
        <w:rPr>
          <w:rtl/>
        </w:rPr>
        <w:t>مِيزانه</w:t>
      </w:r>
      <w:r w:rsidR="00554BFA">
        <w:rPr>
          <w:rtl/>
        </w:rPr>
        <w:t xml:space="preserve"> </w:t>
      </w:r>
      <w:r w:rsidR="00554BFA" w:rsidRPr="00D0383A">
        <w:rPr>
          <w:rtl/>
        </w:rPr>
        <w:t>=</w:t>
      </w:r>
      <w:r w:rsidR="00554BFA">
        <w:rPr>
          <w:rtl/>
        </w:rPr>
        <w:t xml:space="preserve"> </w:t>
      </w:r>
      <w:r w:rsidRPr="001126C4">
        <w:rPr>
          <w:rtl/>
        </w:rPr>
        <w:t>فمَن</w:t>
      </w:r>
      <w:r w:rsidR="00554BFA">
        <w:rPr>
          <w:rtl/>
        </w:rPr>
        <w:t xml:space="preserve"> </w:t>
      </w:r>
      <w:r w:rsidRPr="001126C4">
        <w:rPr>
          <w:rtl/>
        </w:rPr>
        <w:t>بك</w:t>
      </w:r>
      <w:r w:rsidR="00554BFA">
        <w:rPr>
          <w:rtl/>
        </w:rPr>
        <w:t xml:space="preserve"> </w:t>
      </w:r>
      <w:r w:rsidRPr="001126C4">
        <w:rPr>
          <w:rtl/>
        </w:rPr>
        <w:t>قد</w:t>
      </w:r>
      <w:r w:rsidR="00554BFA">
        <w:rPr>
          <w:rtl/>
        </w:rPr>
        <w:t xml:space="preserve"> </w:t>
      </w:r>
      <w:r w:rsidRPr="001126C4">
        <w:rPr>
          <w:rtl/>
        </w:rPr>
        <w:t>تمَّ</w:t>
      </w:r>
      <w:r w:rsidR="00554BFA">
        <w:rPr>
          <w:rtl/>
        </w:rPr>
        <w:t xml:space="preserve"> </w:t>
      </w:r>
      <w:r w:rsidRPr="001126C4">
        <w:rPr>
          <w:rtl/>
        </w:rPr>
        <w:t>إيمانه</w:t>
      </w:r>
    </w:p>
    <w:p w:rsidR="00645494" w:rsidRPr="00554BFA" w:rsidRDefault="00645494" w:rsidP="00554BFA">
      <w:pPr>
        <w:pStyle w:val="libPoemCenter"/>
        <w:rPr>
          <w:rtl/>
        </w:rPr>
      </w:pPr>
      <w:r w:rsidRPr="001126C4">
        <w:rPr>
          <w:rtl/>
        </w:rPr>
        <w:t>يُساق إلى جَنَّة عاليه</w:t>
      </w:r>
    </w:p>
    <w:p w:rsidR="00645494" w:rsidRDefault="00645494" w:rsidP="00FE2721">
      <w:pPr>
        <w:pStyle w:val="libPoemCenter"/>
        <w:rPr>
          <w:rtl/>
        </w:rPr>
      </w:pPr>
      <w:r w:rsidRPr="001126C4">
        <w:rPr>
          <w:rtl/>
        </w:rPr>
        <w:t>فدِيني</w:t>
      </w:r>
      <w:r w:rsidR="00554BFA">
        <w:rPr>
          <w:rtl/>
        </w:rPr>
        <w:t xml:space="preserve"> </w:t>
      </w:r>
      <w:r w:rsidRPr="001126C4">
        <w:rPr>
          <w:rtl/>
        </w:rPr>
        <w:t>وِلاك</w:t>
      </w:r>
      <w:r w:rsidR="00554BFA">
        <w:rPr>
          <w:rtl/>
        </w:rPr>
        <w:t xml:space="preserve"> </w:t>
      </w:r>
      <w:r w:rsidRPr="001126C4">
        <w:rPr>
          <w:rtl/>
        </w:rPr>
        <w:t>وبُغض</w:t>
      </w:r>
      <w:r w:rsidR="00554BFA">
        <w:rPr>
          <w:rtl/>
        </w:rPr>
        <w:t xml:space="preserve"> </w:t>
      </w:r>
      <w:r w:rsidRPr="001126C4">
        <w:rPr>
          <w:rtl/>
        </w:rPr>
        <w:t>عِداك</w:t>
      </w:r>
      <w:r w:rsidR="00554BFA">
        <w:rPr>
          <w:rtl/>
        </w:rPr>
        <w:t xml:space="preserve"> </w:t>
      </w:r>
      <w:r w:rsidR="00554BFA" w:rsidRPr="00D0383A">
        <w:rPr>
          <w:rtl/>
        </w:rPr>
        <w:t>=</w:t>
      </w:r>
      <w:r w:rsidR="00554BFA">
        <w:rPr>
          <w:rtl/>
        </w:rPr>
        <w:t xml:space="preserve"> </w:t>
      </w:r>
      <w:r w:rsidRPr="001126C4">
        <w:rPr>
          <w:rtl/>
        </w:rPr>
        <w:t>ولي</w:t>
      </w:r>
      <w:r w:rsidR="00554BFA">
        <w:rPr>
          <w:rtl/>
        </w:rPr>
        <w:t xml:space="preserve"> </w:t>
      </w:r>
      <w:r w:rsidRPr="001126C4">
        <w:rPr>
          <w:rtl/>
        </w:rPr>
        <w:t>نَسب</w:t>
      </w:r>
      <w:r w:rsidR="00554BFA">
        <w:rPr>
          <w:rtl/>
        </w:rPr>
        <w:t xml:space="preserve"> </w:t>
      </w:r>
      <w:r w:rsidRPr="001126C4">
        <w:rPr>
          <w:rtl/>
        </w:rPr>
        <w:t>ضارِب</w:t>
      </w:r>
      <w:r w:rsidR="00554BFA">
        <w:rPr>
          <w:rtl/>
        </w:rPr>
        <w:t xml:space="preserve"> </w:t>
      </w:r>
      <w:r w:rsidRPr="001126C4">
        <w:rPr>
          <w:rtl/>
        </w:rPr>
        <w:t>في</w:t>
      </w:r>
      <w:r w:rsidR="00554BFA">
        <w:rPr>
          <w:rtl/>
        </w:rPr>
        <w:t xml:space="preserve"> </w:t>
      </w:r>
      <w:r w:rsidRPr="001126C4">
        <w:rPr>
          <w:rtl/>
        </w:rPr>
        <w:t>عُلاك</w:t>
      </w:r>
    </w:p>
    <w:p w:rsidR="00645494" w:rsidRPr="00645494" w:rsidRDefault="00645494" w:rsidP="00FE2721">
      <w:pPr>
        <w:pStyle w:val="libPoemCenter"/>
        <w:rPr>
          <w:rtl/>
        </w:rPr>
      </w:pPr>
      <w:r w:rsidRPr="001126C4">
        <w:rPr>
          <w:rtl/>
        </w:rPr>
        <w:t>فمولاك</w:t>
      </w:r>
      <w:r w:rsidR="00554BFA">
        <w:rPr>
          <w:rtl/>
        </w:rPr>
        <w:t xml:space="preserve"> </w:t>
      </w:r>
      <w:r w:rsidRPr="001126C4">
        <w:rPr>
          <w:rtl/>
        </w:rPr>
        <w:t>في</w:t>
      </w:r>
      <w:r w:rsidR="00554BFA">
        <w:rPr>
          <w:rtl/>
        </w:rPr>
        <w:t xml:space="preserve"> </w:t>
      </w:r>
      <w:r w:rsidRPr="001126C4">
        <w:rPr>
          <w:rtl/>
        </w:rPr>
        <w:t>الحشر</w:t>
      </w:r>
      <w:r w:rsidR="00554BFA">
        <w:rPr>
          <w:rtl/>
        </w:rPr>
        <w:t xml:space="preserve"> </w:t>
      </w:r>
      <w:r w:rsidRPr="001126C4">
        <w:rPr>
          <w:rtl/>
        </w:rPr>
        <w:t>تحت</w:t>
      </w:r>
      <w:r w:rsidR="00554BFA">
        <w:rPr>
          <w:rtl/>
        </w:rPr>
        <w:t xml:space="preserve"> </w:t>
      </w:r>
      <w:r w:rsidRPr="001126C4">
        <w:rPr>
          <w:rtl/>
        </w:rPr>
        <w:t>لِواك</w:t>
      </w:r>
      <w:r w:rsidR="00554BFA">
        <w:rPr>
          <w:rtl/>
        </w:rPr>
        <w:t xml:space="preserve"> </w:t>
      </w:r>
      <w:r w:rsidR="00554BFA" w:rsidRPr="00D0383A">
        <w:rPr>
          <w:rtl/>
        </w:rPr>
        <w:t>=</w:t>
      </w:r>
      <w:r w:rsidR="00554BFA">
        <w:rPr>
          <w:rtl/>
        </w:rPr>
        <w:t xml:space="preserve"> </w:t>
      </w:r>
      <w:r w:rsidRPr="001126C4">
        <w:rPr>
          <w:rtl/>
        </w:rPr>
        <w:t>وأمَّا</w:t>
      </w:r>
      <w:r w:rsidR="00554BFA">
        <w:rPr>
          <w:rtl/>
        </w:rPr>
        <w:t xml:space="preserve"> </w:t>
      </w:r>
      <w:r w:rsidRPr="001126C4">
        <w:rPr>
          <w:rtl/>
        </w:rPr>
        <w:t>الّذين</w:t>
      </w:r>
      <w:r w:rsidR="00554BFA">
        <w:rPr>
          <w:rtl/>
        </w:rPr>
        <w:t xml:space="preserve"> </w:t>
      </w:r>
      <w:r w:rsidRPr="001126C4">
        <w:rPr>
          <w:rtl/>
        </w:rPr>
        <w:t>تولّوا</w:t>
      </w:r>
      <w:r w:rsidR="00554BFA">
        <w:rPr>
          <w:rtl/>
        </w:rPr>
        <w:t xml:space="preserve"> </w:t>
      </w:r>
      <w:r w:rsidRPr="001126C4">
        <w:rPr>
          <w:rtl/>
        </w:rPr>
        <w:t>سِواك</w:t>
      </w:r>
    </w:p>
    <w:p w:rsidR="00645494" w:rsidRPr="00554BFA" w:rsidRDefault="00645494" w:rsidP="00554BFA">
      <w:pPr>
        <w:pStyle w:val="libPoemCenter"/>
        <w:rPr>
          <w:rtl/>
        </w:rPr>
      </w:pPr>
      <w:r w:rsidRPr="001126C4">
        <w:rPr>
          <w:rtl/>
        </w:rPr>
        <w:t>يُساقون دعاً إلى الهاويه</w:t>
      </w:r>
    </w:p>
    <w:p w:rsidR="00D0383A" w:rsidRDefault="00645494" w:rsidP="00554BFA">
      <w:pPr>
        <w:pStyle w:val="libNormal"/>
        <w:rPr>
          <w:rtl/>
        </w:rPr>
      </w:pPr>
      <w:r w:rsidRPr="00554BFA">
        <w:rPr>
          <w:rtl/>
        </w:rPr>
        <w:t>ومِمَن شطَّر فقط</w:t>
      </w:r>
      <w:r w:rsidR="00D0383A">
        <w:rPr>
          <w:rtl/>
        </w:rPr>
        <w:t>،</w:t>
      </w:r>
      <w:r w:rsidRPr="00554BFA">
        <w:rPr>
          <w:rtl/>
        </w:rPr>
        <w:t xml:space="preserve"> العلاَّمة السيّد محسن بن السيّد عبد الكريم الأمين العاملي، المولود حدود سنة 1283، فقال سلَّمه الله تعالى:</w:t>
      </w:r>
    </w:p>
    <w:p w:rsidR="00645494" w:rsidRDefault="00554BFA" w:rsidP="00FE2721">
      <w:pPr>
        <w:pStyle w:val="libPoemCenter"/>
      </w:pPr>
      <w:r>
        <w:rPr>
          <w:rtl/>
        </w:rPr>
        <w:t>(</w:t>
      </w:r>
      <w:r w:rsidR="00645494" w:rsidRPr="001126C4">
        <w:rPr>
          <w:rtl/>
        </w:rPr>
        <w:t>أبا</w:t>
      </w:r>
      <w:r>
        <w:rPr>
          <w:rtl/>
        </w:rPr>
        <w:t xml:space="preserve"> </w:t>
      </w:r>
      <w:r w:rsidR="00645494" w:rsidRPr="001126C4">
        <w:rPr>
          <w:rtl/>
        </w:rPr>
        <w:t>حسن</w:t>
      </w:r>
      <w:r>
        <w:rPr>
          <w:rtl/>
        </w:rPr>
        <w:t xml:space="preserve"> </w:t>
      </w:r>
      <w:r w:rsidR="00645494" w:rsidRPr="001126C4">
        <w:rPr>
          <w:rtl/>
        </w:rPr>
        <w:t>أنت</w:t>
      </w:r>
      <w:r>
        <w:rPr>
          <w:rtl/>
        </w:rPr>
        <w:t xml:space="preserve"> </w:t>
      </w:r>
      <w:r w:rsidR="00645494" w:rsidRPr="001126C4">
        <w:rPr>
          <w:rtl/>
        </w:rPr>
        <w:t>عَين</w:t>
      </w:r>
      <w:r>
        <w:rPr>
          <w:rtl/>
        </w:rPr>
        <w:t xml:space="preserve"> </w:t>
      </w:r>
      <w:r w:rsidR="00645494" w:rsidRPr="001126C4">
        <w:rPr>
          <w:rtl/>
        </w:rPr>
        <w:t>الإله)</w:t>
      </w:r>
      <w:r>
        <w:rPr>
          <w:rtl/>
        </w:rPr>
        <w:t xml:space="preserve"> </w:t>
      </w:r>
      <w:r w:rsidRPr="00D0383A">
        <w:rPr>
          <w:rtl/>
        </w:rPr>
        <w:t>=</w:t>
      </w:r>
      <w:r>
        <w:rPr>
          <w:rtl/>
        </w:rPr>
        <w:t xml:space="preserve"> </w:t>
      </w:r>
      <w:r w:rsidR="00645494" w:rsidRPr="001126C4">
        <w:rPr>
          <w:rtl/>
        </w:rPr>
        <w:t>ومَعدِن</w:t>
      </w:r>
      <w:r>
        <w:rPr>
          <w:rtl/>
        </w:rPr>
        <w:t xml:space="preserve"> </w:t>
      </w:r>
      <w:r w:rsidR="00645494" w:rsidRPr="001126C4">
        <w:rPr>
          <w:rtl/>
        </w:rPr>
        <w:t>حِكمته</w:t>
      </w:r>
      <w:r>
        <w:rPr>
          <w:rtl/>
        </w:rPr>
        <w:t xml:space="preserve"> </w:t>
      </w:r>
      <w:r w:rsidR="00645494" w:rsidRPr="001126C4">
        <w:rPr>
          <w:rtl/>
        </w:rPr>
        <w:t>الساميه</w:t>
      </w:r>
    </w:p>
    <w:p w:rsidR="00645494" w:rsidRPr="00645494" w:rsidRDefault="00645494" w:rsidP="00FE2721">
      <w:pPr>
        <w:pStyle w:val="libPoemCenter"/>
        <w:rPr>
          <w:rtl/>
        </w:rPr>
      </w:pPr>
      <w:r w:rsidRPr="001126C4">
        <w:rPr>
          <w:rtl/>
        </w:rPr>
        <w:t>يُريك</w:t>
      </w:r>
      <w:r w:rsidR="00554BFA">
        <w:rPr>
          <w:rtl/>
        </w:rPr>
        <w:t xml:space="preserve"> </w:t>
      </w:r>
      <w:r w:rsidRPr="001126C4">
        <w:rPr>
          <w:rtl/>
        </w:rPr>
        <w:t>بها</w:t>
      </w:r>
      <w:r w:rsidR="00554BFA">
        <w:rPr>
          <w:rtl/>
        </w:rPr>
        <w:t xml:space="preserve"> </w:t>
      </w:r>
      <w:r w:rsidRPr="001126C4">
        <w:rPr>
          <w:rtl/>
        </w:rPr>
        <w:t>ما</w:t>
      </w:r>
      <w:r w:rsidR="00554BFA">
        <w:rPr>
          <w:rtl/>
        </w:rPr>
        <w:t xml:space="preserve"> </w:t>
      </w:r>
      <w:r w:rsidRPr="001126C4">
        <w:rPr>
          <w:rtl/>
        </w:rPr>
        <w:t>وراء</w:t>
      </w:r>
      <w:r w:rsidR="00554BFA">
        <w:rPr>
          <w:rtl/>
        </w:rPr>
        <w:t xml:space="preserve"> </w:t>
      </w:r>
      <w:r w:rsidRPr="001126C4">
        <w:rPr>
          <w:rtl/>
        </w:rPr>
        <w:t>الغُيوب</w:t>
      </w:r>
      <w:r w:rsidR="00554BFA">
        <w:rPr>
          <w:rtl/>
        </w:rPr>
        <w:t xml:space="preserve"> </w:t>
      </w:r>
      <w:r w:rsidR="00554BFA" w:rsidRPr="00D0383A">
        <w:rPr>
          <w:rtl/>
        </w:rPr>
        <w:t>=</w:t>
      </w:r>
      <w:r w:rsidR="00554BFA">
        <w:rPr>
          <w:rtl/>
        </w:rPr>
        <w:t xml:space="preserve"> (</w:t>
      </w:r>
      <w:r w:rsidRPr="001126C4">
        <w:rPr>
          <w:rtl/>
        </w:rPr>
        <w:t>فهل</w:t>
      </w:r>
      <w:r w:rsidR="00554BFA">
        <w:rPr>
          <w:rtl/>
        </w:rPr>
        <w:t xml:space="preserve"> </w:t>
      </w:r>
      <w:r w:rsidRPr="001126C4">
        <w:rPr>
          <w:rtl/>
        </w:rPr>
        <w:t>عنك</w:t>
      </w:r>
      <w:r w:rsidR="00554BFA">
        <w:rPr>
          <w:rtl/>
        </w:rPr>
        <w:t xml:space="preserve"> </w:t>
      </w:r>
      <w:r w:rsidRPr="001126C4">
        <w:rPr>
          <w:rtl/>
        </w:rPr>
        <w:t>تَعزُب</w:t>
      </w:r>
      <w:r w:rsidR="00554BFA">
        <w:rPr>
          <w:rtl/>
        </w:rPr>
        <w:t xml:space="preserve"> </w:t>
      </w:r>
      <w:r w:rsidRPr="001126C4">
        <w:rPr>
          <w:rtl/>
        </w:rPr>
        <w:t>مِن</w:t>
      </w:r>
      <w:r w:rsidR="00554BFA">
        <w:rPr>
          <w:rtl/>
        </w:rPr>
        <w:t xml:space="preserve"> </w:t>
      </w:r>
      <w:r w:rsidRPr="001126C4">
        <w:rPr>
          <w:rtl/>
        </w:rPr>
        <w:t>خافيه</w:t>
      </w:r>
      <w:r w:rsidRPr="001126C4">
        <w:t>)</w:t>
      </w:r>
    </w:p>
    <w:p w:rsidR="00D0383A" w:rsidRDefault="00645494" w:rsidP="00645494">
      <w:pPr>
        <w:pStyle w:val="libNormal"/>
      </w:pPr>
      <w:r>
        <w:rPr>
          <w:rtl/>
        </w:rPr>
        <w:br w:type="page"/>
      </w:r>
    </w:p>
    <w:p w:rsidR="00645494" w:rsidRDefault="00554BFA" w:rsidP="00FE2721">
      <w:pPr>
        <w:pStyle w:val="libPoemCenter"/>
        <w:rPr>
          <w:rtl/>
        </w:rPr>
      </w:pPr>
      <w:r>
        <w:rPr>
          <w:rtl/>
        </w:rPr>
        <w:lastRenderedPageBreak/>
        <w:t>(</w:t>
      </w:r>
      <w:r w:rsidR="00645494" w:rsidRPr="0034155E">
        <w:rPr>
          <w:rtl/>
        </w:rPr>
        <w:t>وأنت</w:t>
      </w:r>
      <w:r>
        <w:rPr>
          <w:rtl/>
        </w:rPr>
        <w:t xml:space="preserve"> </w:t>
      </w:r>
      <w:r w:rsidR="00645494" w:rsidRPr="0034155E">
        <w:rPr>
          <w:rtl/>
        </w:rPr>
        <w:t>مُدير</w:t>
      </w:r>
      <w:r>
        <w:rPr>
          <w:rtl/>
        </w:rPr>
        <w:t xml:space="preserve"> </w:t>
      </w:r>
      <w:r w:rsidR="00645494" w:rsidRPr="0034155E">
        <w:rPr>
          <w:rtl/>
        </w:rPr>
        <w:t>رَحى</w:t>
      </w:r>
      <w:r>
        <w:rPr>
          <w:rtl/>
        </w:rPr>
        <w:t xml:space="preserve"> </w:t>
      </w:r>
      <w:r w:rsidR="00645494" w:rsidRPr="0034155E">
        <w:rPr>
          <w:rtl/>
        </w:rPr>
        <w:t>الكائنات)</w:t>
      </w:r>
      <w:r>
        <w:rPr>
          <w:rtl/>
        </w:rPr>
        <w:t xml:space="preserve"> </w:t>
      </w:r>
      <w:r w:rsidRPr="00D0383A">
        <w:rPr>
          <w:rtl/>
        </w:rPr>
        <w:t>=</w:t>
      </w:r>
      <w:r>
        <w:rPr>
          <w:rtl/>
        </w:rPr>
        <w:t xml:space="preserve"> </w:t>
      </w:r>
      <w:r w:rsidR="00645494" w:rsidRPr="0034155E">
        <w:rPr>
          <w:rtl/>
        </w:rPr>
        <w:t>وقُطب</w:t>
      </w:r>
      <w:r>
        <w:rPr>
          <w:rtl/>
        </w:rPr>
        <w:t xml:space="preserve"> </w:t>
      </w:r>
      <w:r w:rsidR="00645494" w:rsidRPr="0034155E">
        <w:rPr>
          <w:rtl/>
        </w:rPr>
        <w:t>رَحى</w:t>
      </w:r>
      <w:r>
        <w:rPr>
          <w:rtl/>
        </w:rPr>
        <w:t xml:space="preserve"> </w:t>
      </w:r>
      <w:r w:rsidR="00645494" w:rsidRPr="0034155E">
        <w:rPr>
          <w:rtl/>
        </w:rPr>
        <w:t>النشأة</w:t>
      </w:r>
      <w:r>
        <w:rPr>
          <w:rtl/>
        </w:rPr>
        <w:t xml:space="preserve"> </w:t>
      </w:r>
      <w:r w:rsidR="00645494" w:rsidRPr="0034155E">
        <w:rPr>
          <w:rtl/>
        </w:rPr>
        <w:t>الثانيه</w:t>
      </w:r>
    </w:p>
    <w:p w:rsidR="00D0383A" w:rsidRDefault="00645494" w:rsidP="00FE2721">
      <w:pPr>
        <w:pStyle w:val="libPoemCenter"/>
        <w:rPr>
          <w:rtl/>
        </w:rPr>
      </w:pPr>
      <w:r w:rsidRPr="0034155E">
        <w:rPr>
          <w:rtl/>
        </w:rPr>
        <w:t>فإنْ</w:t>
      </w:r>
      <w:r w:rsidR="00554BFA">
        <w:rPr>
          <w:rtl/>
        </w:rPr>
        <w:t xml:space="preserve"> </w:t>
      </w:r>
      <w:r w:rsidRPr="0034155E">
        <w:rPr>
          <w:rtl/>
        </w:rPr>
        <w:t>شِئت</w:t>
      </w:r>
      <w:r w:rsidR="00554BFA">
        <w:rPr>
          <w:rtl/>
        </w:rPr>
        <w:t xml:space="preserve"> </w:t>
      </w:r>
      <w:r w:rsidRPr="0034155E">
        <w:rPr>
          <w:rtl/>
        </w:rPr>
        <w:t>تَشفع</w:t>
      </w:r>
      <w:r w:rsidR="00554BFA">
        <w:rPr>
          <w:rtl/>
        </w:rPr>
        <w:t xml:space="preserve"> </w:t>
      </w:r>
      <w:r w:rsidRPr="0034155E">
        <w:rPr>
          <w:rtl/>
        </w:rPr>
        <w:t>للمذنبين</w:t>
      </w:r>
      <w:r w:rsidR="00554BFA">
        <w:rPr>
          <w:rtl/>
        </w:rPr>
        <w:t xml:space="preserve"> </w:t>
      </w:r>
      <w:r w:rsidR="00554BFA" w:rsidRPr="00D0383A">
        <w:rPr>
          <w:rtl/>
        </w:rPr>
        <w:t>=</w:t>
      </w:r>
      <w:r w:rsidR="00554BFA">
        <w:rPr>
          <w:rtl/>
        </w:rPr>
        <w:t xml:space="preserve"> (</w:t>
      </w:r>
      <w:r w:rsidRPr="0034155E">
        <w:rPr>
          <w:rtl/>
        </w:rPr>
        <w:t>وإنْ</w:t>
      </w:r>
      <w:r w:rsidR="00554BFA">
        <w:rPr>
          <w:rtl/>
        </w:rPr>
        <w:t xml:space="preserve"> </w:t>
      </w:r>
      <w:r w:rsidRPr="0034155E">
        <w:rPr>
          <w:rtl/>
        </w:rPr>
        <w:t>شِئت</w:t>
      </w:r>
      <w:r w:rsidR="00554BFA">
        <w:rPr>
          <w:rtl/>
        </w:rPr>
        <w:t xml:space="preserve"> </w:t>
      </w:r>
      <w:r w:rsidRPr="0034155E">
        <w:rPr>
          <w:rtl/>
        </w:rPr>
        <w:t>تَسفع</w:t>
      </w:r>
      <w:r w:rsidR="00554BFA">
        <w:rPr>
          <w:rtl/>
        </w:rPr>
        <w:t xml:space="preserve"> </w:t>
      </w:r>
      <w:r w:rsidRPr="0034155E">
        <w:rPr>
          <w:rtl/>
        </w:rPr>
        <w:t>بالناصيه)</w:t>
      </w:r>
    </w:p>
    <w:p w:rsidR="00645494" w:rsidRDefault="00554BFA" w:rsidP="00FE2721">
      <w:pPr>
        <w:pStyle w:val="libPoemCenter"/>
        <w:rPr>
          <w:rtl/>
        </w:rPr>
      </w:pPr>
      <w:r>
        <w:rPr>
          <w:rtl/>
        </w:rPr>
        <w:t>(</w:t>
      </w:r>
      <w:r w:rsidR="00645494" w:rsidRPr="0034155E">
        <w:rPr>
          <w:rtl/>
        </w:rPr>
        <w:t>وأنت</w:t>
      </w:r>
      <w:r>
        <w:rPr>
          <w:rtl/>
        </w:rPr>
        <w:t xml:space="preserve"> </w:t>
      </w:r>
      <w:r w:rsidR="00645494" w:rsidRPr="0034155E">
        <w:rPr>
          <w:rtl/>
        </w:rPr>
        <w:t>الّذي</w:t>
      </w:r>
      <w:r>
        <w:rPr>
          <w:rtl/>
        </w:rPr>
        <w:t xml:space="preserve"> </w:t>
      </w:r>
      <w:r w:rsidR="00645494" w:rsidRPr="0034155E">
        <w:rPr>
          <w:rtl/>
        </w:rPr>
        <w:t>أُمم</w:t>
      </w:r>
      <w:r>
        <w:rPr>
          <w:rtl/>
        </w:rPr>
        <w:t xml:space="preserve"> </w:t>
      </w:r>
      <w:r w:rsidR="00645494" w:rsidRPr="0034155E">
        <w:rPr>
          <w:rtl/>
        </w:rPr>
        <w:t>الأنبياء)</w:t>
      </w:r>
      <w:r>
        <w:rPr>
          <w:rtl/>
        </w:rPr>
        <w:t xml:space="preserve"> </w:t>
      </w:r>
      <w:r w:rsidRPr="00D0383A">
        <w:rPr>
          <w:rtl/>
        </w:rPr>
        <w:t>=</w:t>
      </w:r>
      <w:r>
        <w:rPr>
          <w:rtl/>
        </w:rPr>
        <w:t xml:space="preserve"> </w:t>
      </w:r>
      <w:r w:rsidR="00645494" w:rsidRPr="0034155E">
        <w:rPr>
          <w:rtl/>
        </w:rPr>
        <w:t>بِحُبك</w:t>
      </w:r>
      <w:r>
        <w:rPr>
          <w:rtl/>
        </w:rPr>
        <w:t xml:space="preserve"> </w:t>
      </w:r>
      <w:r w:rsidR="00645494" w:rsidRPr="0034155E">
        <w:rPr>
          <w:rtl/>
        </w:rPr>
        <w:t>في</w:t>
      </w:r>
      <w:r>
        <w:rPr>
          <w:rtl/>
        </w:rPr>
        <w:t xml:space="preserve"> </w:t>
      </w:r>
      <w:r w:rsidR="00645494" w:rsidRPr="0034155E">
        <w:rPr>
          <w:rtl/>
        </w:rPr>
        <w:t>حَشرها</w:t>
      </w:r>
      <w:r>
        <w:rPr>
          <w:rtl/>
        </w:rPr>
        <w:t xml:space="preserve"> </w:t>
      </w:r>
      <w:r w:rsidR="00645494" w:rsidRPr="0034155E">
        <w:rPr>
          <w:rtl/>
        </w:rPr>
        <w:t>ناجيه</w:t>
      </w:r>
    </w:p>
    <w:p w:rsidR="00D0383A" w:rsidRDefault="00645494" w:rsidP="00FE2721">
      <w:pPr>
        <w:pStyle w:val="libPoemCenter"/>
        <w:rPr>
          <w:rtl/>
        </w:rPr>
      </w:pPr>
      <w:r w:rsidRPr="0034155E">
        <w:rPr>
          <w:rtl/>
        </w:rPr>
        <w:t>قَسيم</w:t>
      </w:r>
      <w:r w:rsidR="00554BFA">
        <w:rPr>
          <w:rtl/>
        </w:rPr>
        <w:t xml:space="preserve"> </w:t>
      </w:r>
      <w:r w:rsidRPr="0034155E">
        <w:rPr>
          <w:rtl/>
        </w:rPr>
        <w:t>لظىً</w:t>
      </w:r>
      <w:r w:rsidR="00554BFA">
        <w:rPr>
          <w:rtl/>
        </w:rPr>
        <w:t xml:space="preserve"> </w:t>
      </w:r>
      <w:r w:rsidRPr="0034155E">
        <w:rPr>
          <w:rtl/>
        </w:rPr>
        <w:t>أنت</w:t>
      </w:r>
      <w:r w:rsidR="00554BFA">
        <w:rPr>
          <w:rtl/>
        </w:rPr>
        <w:t xml:space="preserve"> </w:t>
      </w:r>
      <w:r w:rsidRPr="0034155E">
        <w:rPr>
          <w:rtl/>
        </w:rPr>
        <w:t>والعالمون</w:t>
      </w:r>
      <w:r w:rsidR="00554BFA">
        <w:rPr>
          <w:rtl/>
        </w:rPr>
        <w:t xml:space="preserve"> </w:t>
      </w:r>
      <w:r w:rsidR="00554BFA" w:rsidRPr="00D0383A">
        <w:rPr>
          <w:rtl/>
        </w:rPr>
        <w:t>=</w:t>
      </w:r>
      <w:r w:rsidR="00554BFA">
        <w:rPr>
          <w:rtl/>
        </w:rPr>
        <w:t xml:space="preserve"> (</w:t>
      </w:r>
      <w:r w:rsidRPr="0034155E">
        <w:rPr>
          <w:rtl/>
        </w:rPr>
        <w:t>لَديك</w:t>
      </w:r>
      <w:r w:rsidR="00554BFA">
        <w:rPr>
          <w:rtl/>
        </w:rPr>
        <w:t xml:space="preserve"> </w:t>
      </w:r>
      <w:r w:rsidRPr="0034155E">
        <w:rPr>
          <w:rtl/>
        </w:rPr>
        <w:t>إذا</w:t>
      </w:r>
      <w:r w:rsidR="00554BFA">
        <w:rPr>
          <w:rtl/>
        </w:rPr>
        <w:t xml:space="preserve"> </w:t>
      </w:r>
      <w:r w:rsidRPr="0034155E">
        <w:rPr>
          <w:rtl/>
        </w:rPr>
        <w:t>حُشرت</w:t>
      </w:r>
      <w:r w:rsidR="00554BFA">
        <w:rPr>
          <w:rtl/>
        </w:rPr>
        <w:t xml:space="preserve"> </w:t>
      </w:r>
      <w:r w:rsidRPr="0034155E">
        <w:rPr>
          <w:rtl/>
        </w:rPr>
        <w:t>جاثيه)</w:t>
      </w:r>
    </w:p>
    <w:p w:rsidR="00645494" w:rsidRDefault="00554BFA" w:rsidP="00FE2721">
      <w:pPr>
        <w:pStyle w:val="libPoemCenter"/>
        <w:rPr>
          <w:rtl/>
        </w:rPr>
      </w:pPr>
      <w:r>
        <w:rPr>
          <w:rtl/>
        </w:rPr>
        <w:t>(</w:t>
      </w:r>
      <w:r w:rsidR="00645494" w:rsidRPr="0034155E">
        <w:rPr>
          <w:rtl/>
        </w:rPr>
        <w:t>فمَن</w:t>
      </w:r>
      <w:r>
        <w:rPr>
          <w:rtl/>
        </w:rPr>
        <w:t xml:space="preserve"> </w:t>
      </w:r>
      <w:r w:rsidR="00645494" w:rsidRPr="0034155E">
        <w:rPr>
          <w:rtl/>
        </w:rPr>
        <w:t>بك</w:t>
      </w:r>
      <w:r>
        <w:rPr>
          <w:rtl/>
        </w:rPr>
        <w:t xml:space="preserve"> </w:t>
      </w:r>
      <w:r w:rsidR="00645494" w:rsidRPr="0034155E">
        <w:rPr>
          <w:rtl/>
        </w:rPr>
        <w:t>قد</w:t>
      </w:r>
      <w:r>
        <w:rPr>
          <w:rtl/>
        </w:rPr>
        <w:t xml:space="preserve"> </w:t>
      </w:r>
      <w:r w:rsidR="00645494" w:rsidRPr="0034155E">
        <w:rPr>
          <w:rtl/>
        </w:rPr>
        <w:t>تمَّ</w:t>
      </w:r>
      <w:r>
        <w:rPr>
          <w:rtl/>
        </w:rPr>
        <w:t xml:space="preserve"> </w:t>
      </w:r>
      <w:r w:rsidR="00645494" w:rsidRPr="0034155E">
        <w:rPr>
          <w:rtl/>
        </w:rPr>
        <w:t>إيمانه)</w:t>
      </w:r>
      <w:r>
        <w:rPr>
          <w:rtl/>
        </w:rPr>
        <w:t xml:space="preserve"> </w:t>
      </w:r>
      <w:r w:rsidRPr="00D0383A">
        <w:rPr>
          <w:rtl/>
        </w:rPr>
        <w:t>=</w:t>
      </w:r>
      <w:r>
        <w:rPr>
          <w:rtl/>
        </w:rPr>
        <w:t xml:space="preserve"> </w:t>
      </w:r>
      <w:r w:rsidR="00645494" w:rsidRPr="0034155E">
        <w:rPr>
          <w:rtl/>
        </w:rPr>
        <w:t>وبابنَيك</w:t>
      </w:r>
      <w:r>
        <w:rPr>
          <w:rtl/>
        </w:rPr>
        <w:t xml:space="preserve"> </w:t>
      </w:r>
      <w:r w:rsidR="00645494" w:rsidRPr="0034155E">
        <w:rPr>
          <w:rtl/>
        </w:rPr>
        <w:t>والعِترة</w:t>
      </w:r>
      <w:r>
        <w:rPr>
          <w:rtl/>
        </w:rPr>
        <w:t xml:space="preserve"> </w:t>
      </w:r>
      <w:r w:rsidR="00645494" w:rsidRPr="0034155E">
        <w:rPr>
          <w:rtl/>
        </w:rPr>
        <w:t>الزاكيه</w:t>
      </w:r>
    </w:p>
    <w:p w:rsidR="00D0383A" w:rsidRDefault="00645494" w:rsidP="00FE2721">
      <w:pPr>
        <w:pStyle w:val="libPoemCenter"/>
        <w:rPr>
          <w:rtl/>
        </w:rPr>
      </w:pPr>
      <w:r w:rsidRPr="0034155E">
        <w:rPr>
          <w:rtl/>
        </w:rPr>
        <w:t>فلا</w:t>
      </w:r>
      <w:r w:rsidR="00554BFA">
        <w:rPr>
          <w:rtl/>
        </w:rPr>
        <w:t xml:space="preserve"> </w:t>
      </w:r>
      <w:r w:rsidRPr="0034155E">
        <w:rPr>
          <w:rtl/>
        </w:rPr>
        <w:t>هَول</w:t>
      </w:r>
      <w:r w:rsidR="00554BFA">
        <w:rPr>
          <w:rtl/>
        </w:rPr>
        <w:t xml:space="preserve"> </w:t>
      </w:r>
      <w:r w:rsidRPr="0034155E">
        <w:rPr>
          <w:rtl/>
        </w:rPr>
        <w:t>يَخشى</w:t>
      </w:r>
      <w:r w:rsidR="00554BFA">
        <w:rPr>
          <w:rtl/>
        </w:rPr>
        <w:t xml:space="preserve"> </w:t>
      </w:r>
      <w:r w:rsidRPr="0034155E">
        <w:rPr>
          <w:rtl/>
        </w:rPr>
        <w:t>ويوم</w:t>
      </w:r>
      <w:r w:rsidR="00554BFA">
        <w:rPr>
          <w:rtl/>
        </w:rPr>
        <w:t xml:space="preserve"> </w:t>
      </w:r>
      <w:r w:rsidRPr="0034155E">
        <w:rPr>
          <w:rtl/>
        </w:rPr>
        <w:t>المَعاد</w:t>
      </w:r>
      <w:r w:rsidR="00554BFA">
        <w:rPr>
          <w:rtl/>
        </w:rPr>
        <w:t xml:space="preserve"> </w:t>
      </w:r>
      <w:r w:rsidR="00554BFA" w:rsidRPr="00D0383A">
        <w:rPr>
          <w:rtl/>
        </w:rPr>
        <w:t>=</w:t>
      </w:r>
      <w:r w:rsidR="00554BFA">
        <w:rPr>
          <w:rtl/>
        </w:rPr>
        <w:t xml:space="preserve"> (</w:t>
      </w:r>
      <w:r w:rsidRPr="0034155E">
        <w:rPr>
          <w:rtl/>
        </w:rPr>
        <w:t>يُساق</w:t>
      </w:r>
      <w:r w:rsidR="00554BFA">
        <w:rPr>
          <w:rtl/>
        </w:rPr>
        <w:t xml:space="preserve"> </w:t>
      </w:r>
      <w:r w:rsidRPr="0034155E">
        <w:rPr>
          <w:rtl/>
        </w:rPr>
        <w:t>إلى</w:t>
      </w:r>
      <w:r w:rsidR="00554BFA">
        <w:rPr>
          <w:rtl/>
        </w:rPr>
        <w:t xml:space="preserve"> </w:t>
      </w:r>
      <w:r w:rsidRPr="0034155E">
        <w:rPr>
          <w:rtl/>
        </w:rPr>
        <w:t>جَنَّة</w:t>
      </w:r>
      <w:r w:rsidR="00554BFA">
        <w:rPr>
          <w:rtl/>
        </w:rPr>
        <w:t xml:space="preserve"> </w:t>
      </w:r>
      <w:r w:rsidRPr="0034155E">
        <w:rPr>
          <w:rtl/>
        </w:rPr>
        <w:t>عاليه)</w:t>
      </w:r>
    </w:p>
    <w:p w:rsidR="00645494" w:rsidRDefault="00554BFA" w:rsidP="00FE2721">
      <w:pPr>
        <w:pStyle w:val="libPoemCenter"/>
        <w:rPr>
          <w:rtl/>
        </w:rPr>
      </w:pPr>
      <w:r>
        <w:rPr>
          <w:rtl/>
        </w:rPr>
        <w:t>(</w:t>
      </w:r>
      <w:r w:rsidR="00645494" w:rsidRPr="0034155E">
        <w:rPr>
          <w:rtl/>
        </w:rPr>
        <w:t>وأمَّا</w:t>
      </w:r>
      <w:r>
        <w:rPr>
          <w:rtl/>
        </w:rPr>
        <w:t xml:space="preserve"> </w:t>
      </w:r>
      <w:r w:rsidR="00645494" w:rsidRPr="0034155E">
        <w:rPr>
          <w:rtl/>
        </w:rPr>
        <w:t>الّذين</w:t>
      </w:r>
      <w:r>
        <w:rPr>
          <w:rtl/>
        </w:rPr>
        <w:t xml:space="preserve"> </w:t>
      </w:r>
      <w:r w:rsidR="00645494" w:rsidRPr="0034155E">
        <w:rPr>
          <w:rtl/>
        </w:rPr>
        <w:t>تولَّوا</w:t>
      </w:r>
      <w:r>
        <w:rPr>
          <w:rtl/>
        </w:rPr>
        <w:t xml:space="preserve"> </w:t>
      </w:r>
      <w:r w:rsidR="00645494" w:rsidRPr="0034155E">
        <w:rPr>
          <w:rtl/>
        </w:rPr>
        <w:t>سِواك)</w:t>
      </w:r>
      <w:r>
        <w:rPr>
          <w:rtl/>
        </w:rPr>
        <w:t xml:space="preserve"> </w:t>
      </w:r>
      <w:r w:rsidRPr="00D0383A">
        <w:rPr>
          <w:rtl/>
        </w:rPr>
        <w:t>=</w:t>
      </w:r>
      <w:r>
        <w:rPr>
          <w:rtl/>
        </w:rPr>
        <w:t xml:space="preserve"> </w:t>
      </w:r>
      <w:r w:rsidR="00645494" w:rsidRPr="0034155E">
        <w:rPr>
          <w:rtl/>
        </w:rPr>
        <w:t>وضلّوا</w:t>
      </w:r>
      <w:r>
        <w:rPr>
          <w:rtl/>
        </w:rPr>
        <w:t xml:space="preserve"> </w:t>
      </w:r>
      <w:r w:rsidR="00645494" w:rsidRPr="0034155E">
        <w:rPr>
          <w:rtl/>
        </w:rPr>
        <w:t>عن</w:t>
      </w:r>
      <w:r>
        <w:rPr>
          <w:rtl/>
        </w:rPr>
        <w:t xml:space="preserve"> </w:t>
      </w:r>
      <w:r w:rsidR="00645494" w:rsidRPr="0034155E">
        <w:rPr>
          <w:rtl/>
        </w:rPr>
        <w:t>الطرق</w:t>
      </w:r>
      <w:r>
        <w:rPr>
          <w:rtl/>
        </w:rPr>
        <w:t xml:space="preserve"> </w:t>
      </w:r>
      <w:r w:rsidR="00645494" w:rsidRPr="0034155E">
        <w:rPr>
          <w:rtl/>
        </w:rPr>
        <w:t>الهاديه</w:t>
      </w:r>
    </w:p>
    <w:p w:rsidR="00645494" w:rsidRPr="00645494" w:rsidRDefault="00645494" w:rsidP="00FE2721">
      <w:pPr>
        <w:pStyle w:val="libPoemCenter"/>
        <w:rPr>
          <w:rtl/>
        </w:rPr>
      </w:pPr>
      <w:r w:rsidRPr="0034155E">
        <w:rPr>
          <w:rtl/>
        </w:rPr>
        <w:t>فهم</w:t>
      </w:r>
      <w:r w:rsidR="00554BFA">
        <w:rPr>
          <w:rtl/>
        </w:rPr>
        <w:t xml:space="preserve"> </w:t>
      </w:r>
      <w:r w:rsidRPr="0034155E">
        <w:rPr>
          <w:rtl/>
        </w:rPr>
        <w:t>والّذين</w:t>
      </w:r>
      <w:r w:rsidR="00554BFA">
        <w:rPr>
          <w:rtl/>
        </w:rPr>
        <w:t xml:space="preserve"> </w:t>
      </w:r>
      <w:r w:rsidRPr="0034155E">
        <w:rPr>
          <w:rtl/>
        </w:rPr>
        <w:t>تولّوهم</w:t>
      </w:r>
      <w:r w:rsidR="00554BFA">
        <w:rPr>
          <w:rtl/>
        </w:rPr>
        <w:t xml:space="preserve"> </w:t>
      </w:r>
      <w:r w:rsidR="00554BFA" w:rsidRPr="00D0383A">
        <w:rPr>
          <w:rtl/>
        </w:rPr>
        <w:t>=</w:t>
      </w:r>
      <w:r w:rsidR="00554BFA">
        <w:rPr>
          <w:rtl/>
        </w:rPr>
        <w:t xml:space="preserve"> (</w:t>
      </w:r>
      <w:r w:rsidRPr="0034155E">
        <w:rPr>
          <w:rtl/>
        </w:rPr>
        <w:t>يُساقون</w:t>
      </w:r>
      <w:r w:rsidR="00554BFA">
        <w:rPr>
          <w:rtl/>
        </w:rPr>
        <w:t xml:space="preserve"> </w:t>
      </w:r>
      <w:r w:rsidRPr="0034155E">
        <w:rPr>
          <w:rtl/>
        </w:rPr>
        <w:t>دعَّاً</w:t>
      </w:r>
      <w:r w:rsidR="00554BFA">
        <w:rPr>
          <w:rtl/>
        </w:rPr>
        <w:t xml:space="preserve"> </w:t>
      </w:r>
      <w:r w:rsidRPr="0034155E">
        <w:rPr>
          <w:rtl/>
        </w:rPr>
        <w:t>إلى</w:t>
      </w:r>
      <w:r w:rsidR="00554BFA">
        <w:rPr>
          <w:rtl/>
        </w:rPr>
        <w:t xml:space="preserve"> </w:t>
      </w:r>
      <w:r w:rsidRPr="0034155E">
        <w:rPr>
          <w:rtl/>
        </w:rPr>
        <w:t>هاويه)</w:t>
      </w:r>
    </w:p>
    <w:p w:rsidR="00D0383A" w:rsidRDefault="00645494" w:rsidP="00554BFA">
      <w:pPr>
        <w:pStyle w:val="libNormal"/>
        <w:rPr>
          <w:rtl/>
        </w:rPr>
      </w:pPr>
      <w:r w:rsidRPr="00554BFA">
        <w:rPr>
          <w:rtl/>
        </w:rPr>
        <w:t>ومِمَن شطَّر وخمَّس التشطير، مصنف هذا الكتاب، فقال في التشطير:</w:t>
      </w:r>
    </w:p>
    <w:p w:rsidR="00645494" w:rsidRDefault="00554BFA" w:rsidP="00FE2721">
      <w:pPr>
        <w:pStyle w:val="libPoemCenter"/>
        <w:rPr>
          <w:rtl/>
        </w:rPr>
      </w:pPr>
      <w:r>
        <w:rPr>
          <w:rtl/>
        </w:rPr>
        <w:t>(</w:t>
      </w:r>
      <w:r w:rsidR="00645494" w:rsidRPr="0034155E">
        <w:rPr>
          <w:rtl/>
        </w:rPr>
        <w:t>أبا</w:t>
      </w:r>
      <w:r>
        <w:rPr>
          <w:rtl/>
        </w:rPr>
        <w:t xml:space="preserve"> </w:t>
      </w:r>
      <w:r w:rsidR="00645494" w:rsidRPr="0034155E">
        <w:rPr>
          <w:rtl/>
        </w:rPr>
        <w:t>حسن</w:t>
      </w:r>
      <w:r>
        <w:rPr>
          <w:rtl/>
        </w:rPr>
        <w:t xml:space="preserve"> </w:t>
      </w:r>
      <w:r w:rsidR="00645494" w:rsidRPr="0034155E">
        <w:rPr>
          <w:rtl/>
        </w:rPr>
        <w:t>أنت</w:t>
      </w:r>
      <w:r>
        <w:rPr>
          <w:rtl/>
        </w:rPr>
        <w:t xml:space="preserve"> </w:t>
      </w:r>
      <w:r w:rsidR="00645494" w:rsidRPr="0034155E">
        <w:rPr>
          <w:rtl/>
        </w:rPr>
        <w:t>عَين</w:t>
      </w:r>
      <w:r>
        <w:rPr>
          <w:rtl/>
        </w:rPr>
        <w:t xml:space="preserve"> </w:t>
      </w:r>
      <w:r w:rsidR="00645494" w:rsidRPr="0034155E">
        <w:rPr>
          <w:rtl/>
        </w:rPr>
        <w:t>الإله)</w:t>
      </w:r>
      <w:r>
        <w:rPr>
          <w:rtl/>
        </w:rPr>
        <w:t xml:space="preserve"> </w:t>
      </w:r>
      <w:r w:rsidRPr="00D0383A">
        <w:rPr>
          <w:rtl/>
        </w:rPr>
        <w:t>=</w:t>
      </w:r>
      <w:r>
        <w:rPr>
          <w:rtl/>
        </w:rPr>
        <w:t xml:space="preserve"> </w:t>
      </w:r>
      <w:r w:rsidR="00645494" w:rsidRPr="0034155E">
        <w:rPr>
          <w:rtl/>
        </w:rPr>
        <w:t>وأُذُن</w:t>
      </w:r>
      <w:r>
        <w:rPr>
          <w:rtl/>
        </w:rPr>
        <w:t xml:space="preserve"> </w:t>
      </w:r>
      <w:r w:rsidR="00645494" w:rsidRPr="0034155E">
        <w:rPr>
          <w:rtl/>
        </w:rPr>
        <w:t>إرادته</w:t>
      </w:r>
      <w:r>
        <w:rPr>
          <w:rtl/>
        </w:rPr>
        <w:t xml:space="preserve"> </w:t>
      </w:r>
      <w:r w:rsidR="00645494" w:rsidRPr="0034155E">
        <w:rPr>
          <w:rtl/>
        </w:rPr>
        <w:t>الواعيه</w:t>
      </w:r>
    </w:p>
    <w:p w:rsidR="00D0383A" w:rsidRDefault="00645494" w:rsidP="00FE2721">
      <w:pPr>
        <w:pStyle w:val="libPoemCenter"/>
        <w:rPr>
          <w:rtl/>
        </w:rPr>
      </w:pPr>
      <w:r w:rsidRPr="0034155E">
        <w:rPr>
          <w:rtl/>
        </w:rPr>
        <w:t>ظهرت</w:t>
      </w:r>
      <w:r w:rsidR="00554BFA">
        <w:rPr>
          <w:rtl/>
        </w:rPr>
        <w:t xml:space="preserve"> </w:t>
      </w:r>
      <w:r w:rsidRPr="0034155E">
        <w:rPr>
          <w:rtl/>
        </w:rPr>
        <w:t>على</w:t>
      </w:r>
      <w:r w:rsidR="00554BFA">
        <w:rPr>
          <w:rtl/>
        </w:rPr>
        <w:t xml:space="preserve"> </w:t>
      </w:r>
      <w:r w:rsidRPr="0034155E">
        <w:rPr>
          <w:rtl/>
        </w:rPr>
        <w:t>ما</w:t>
      </w:r>
      <w:r w:rsidR="00554BFA">
        <w:rPr>
          <w:rtl/>
        </w:rPr>
        <w:t xml:space="preserve"> </w:t>
      </w:r>
      <w:r w:rsidRPr="0034155E">
        <w:rPr>
          <w:rtl/>
        </w:rPr>
        <w:t>تسرُّ</w:t>
      </w:r>
      <w:r w:rsidR="00554BFA">
        <w:rPr>
          <w:rtl/>
        </w:rPr>
        <w:t xml:space="preserve"> </w:t>
      </w:r>
      <w:r w:rsidRPr="0034155E">
        <w:rPr>
          <w:rtl/>
        </w:rPr>
        <w:t>القُلوب</w:t>
      </w:r>
      <w:r w:rsidR="00554BFA">
        <w:rPr>
          <w:rtl/>
        </w:rPr>
        <w:t xml:space="preserve"> </w:t>
      </w:r>
      <w:r w:rsidR="00554BFA" w:rsidRPr="00D0383A">
        <w:rPr>
          <w:rtl/>
        </w:rPr>
        <w:t>=</w:t>
      </w:r>
      <w:r w:rsidR="00554BFA">
        <w:rPr>
          <w:rtl/>
        </w:rPr>
        <w:t xml:space="preserve"> (</w:t>
      </w:r>
      <w:r w:rsidRPr="0034155E">
        <w:rPr>
          <w:rtl/>
        </w:rPr>
        <w:t>فهل</w:t>
      </w:r>
      <w:r w:rsidR="00554BFA">
        <w:rPr>
          <w:rtl/>
        </w:rPr>
        <w:t xml:space="preserve"> </w:t>
      </w:r>
      <w:r w:rsidRPr="0034155E">
        <w:rPr>
          <w:rtl/>
        </w:rPr>
        <w:t>عنك</w:t>
      </w:r>
      <w:r w:rsidR="00554BFA">
        <w:rPr>
          <w:rtl/>
        </w:rPr>
        <w:t xml:space="preserve"> </w:t>
      </w:r>
      <w:r w:rsidRPr="0034155E">
        <w:rPr>
          <w:rtl/>
        </w:rPr>
        <w:t>تَعزُب</w:t>
      </w:r>
      <w:r w:rsidR="00554BFA">
        <w:rPr>
          <w:rtl/>
        </w:rPr>
        <w:t xml:space="preserve"> </w:t>
      </w:r>
      <w:r w:rsidRPr="0034155E">
        <w:rPr>
          <w:rtl/>
        </w:rPr>
        <w:t>مِن</w:t>
      </w:r>
      <w:r w:rsidR="00554BFA">
        <w:rPr>
          <w:rtl/>
        </w:rPr>
        <w:t xml:space="preserve"> </w:t>
      </w:r>
      <w:r w:rsidRPr="0034155E">
        <w:rPr>
          <w:rtl/>
        </w:rPr>
        <w:t>خافيه)</w:t>
      </w:r>
    </w:p>
    <w:p w:rsidR="00645494" w:rsidRDefault="00554BFA" w:rsidP="00FE2721">
      <w:pPr>
        <w:pStyle w:val="libPoemCenter"/>
        <w:rPr>
          <w:rtl/>
        </w:rPr>
      </w:pPr>
      <w:r>
        <w:rPr>
          <w:rtl/>
        </w:rPr>
        <w:t>(</w:t>
      </w:r>
      <w:r w:rsidR="00645494" w:rsidRPr="0034155E">
        <w:rPr>
          <w:rtl/>
        </w:rPr>
        <w:t>وأنت</w:t>
      </w:r>
      <w:r>
        <w:rPr>
          <w:rtl/>
        </w:rPr>
        <w:t xml:space="preserve"> </w:t>
      </w:r>
      <w:r w:rsidR="00645494" w:rsidRPr="0034155E">
        <w:rPr>
          <w:rtl/>
        </w:rPr>
        <w:t>مُدير</w:t>
      </w:r>
      <w:r>
        <w:rPr>
          <w:rtl/>
        </w:rPr>
        <w:t xml:space="preserve"> </w:t>
      </w:r>
      <w:r w:rsidR="00645494" w:rsidRPr="0034155E">
        <w:rPr>
          <w:rtl/>
        </w:rPr>
        <w:t>رَحى</w:t>
      </w:r>
      <w:r>
        <w:rPr>
          <w:rtl/>
        </w:rPr>
        <w:t xml:space="preserve"> </w:t>
      </w:r>
      <w:r w:rsidR="00645494" w:rsidRPr="0034155E">
        <w:rPr>
          <w:rtl/>
        </w:rPr>
        <w:t>الكائنات)</w:t>
      </w:r>
      <w:r>
        <w:rPr>
          <w:rtl/>
        </w:rPr>
        <w:t xml:space="preserve"> </w:t>
      </w:r>
      <w:r w:rsidRPr="00D0383A">
        <w:rPr>
          <w:rtl/>
        </w:rPr>
        <w:t>=</w:t>
      </w:r>
      <w:r>
        <w:rPr>
          <w:rtl/>
        </w:rPr>
        <w:t xml:space="preserve"> </w:t>
      </w:r>
      <w:r w:rsidR="00645494" w:rsidRPr="0034155E">
        <w:rPr>
          <w:rtl/>
        </w:rPr>
        <w:t>ومُمسك</w:t>
      </w:r>
      <w:r>
        <w:rPr>
          <w:rtl/>
        </w:rPr>
        <w:t xml:space="preserve"> </w:t>
      </w:r>
      <w:r w:rsidR="00645494" w:rsidRPr="0034155E">
        <w:rPr>
          <w:rtl/>
        </w:rPr>
        <w:t>أفلاكها</w:t>
      </w:r>
      <w:r>
        <w:rPr>
          <w:rtl/>
        </w:rPr>
        <w:t xml:space="preserve"> </w:t>
      </w:r>
      <w:r w:rsidR="00645494" w:rsidRPr="0034155E">
        <w:rPr>
          <w:rtl/>
        </w:rPr>
        <w:t>الجاريه</w:t>
      </w:r>
    </w:p>
    <w:p w:rsidR="00D0383A" w:rsidRDefault="00645494" w:rsidP="00FE2721">
      <w:pPr>
        <w:pStyle w:val="libPoemCenter"/>
        <w:rPr>
          <w:rtl/>
        </w:rPr>
      </w:pPr>
      <w:r w:rsidRPr="0034155E">
        <w:rPr>
          <w:rtl/>
        </w:rPr>
        <w:t>فإنْ</w:t>
      </w:r>
      <w:r w:rsidR="00554BFA">
        <w:rPr>
          <w:rtl/>
        </w:rPr>
        <w:t xml:space="preserve"> </w:t>
      </w:r>
      <w:r w:rsidRPr="0034155E">
        <w:rPr>
          <w:rtl/>
        </w:rPr>
        <w:t>شِئت</w:t>
      </w:r>
      <w:r w:rsidR="00554BFA">
        <w:rPr>
          <w:rtl/>
        </w:rPr>
        <w:t xml:space="preserve"> </w:t>
      </w:r>
      <w:r w:rsidRPr="0034155E">
        <w:rPr>
          <w:rtl/>
        </w:rPr>
        <w:t>تَرفع</w:t>
      </w:r>
      <w:r w:rsidR="00554BFA">
        <w:rPr>
          <w:rtl/>
        </w:rPr>
        <w:t xml:space="preserve"> </w:t>
      </w:r>
      <w:r w:rsidRPr="0034155E">
        <w:rPr>
          <w:rtl/>
        </w:rPr>
        <w:t>نحو</w:t>
      </w:r>
      <w:r w:rsidR="00554BFA">
        <w:rPr>
          <w:rtl/>
        </w:rPr>
        <w:t xml:space="preserve"> </w:t>
      </w:r>
      <w:r w:rsidRPr="0034155E">
        <w:rPr>
          <w:rtl/>
        </w:rPr>
        <w:t>الجِنان</w:t>
      </w:r>
      <w:r w:rsidR="00554BFA">
        <w:rPr>
          <w:rtl/>
        </w:rPr>
        <w:t xml:space="preserve"> </w:t>
      </w:r>
      <w:r w:rsidR="00554BFA" w:rsidRPr="00D0383A">
        <w:rPr>
          <w:rtl/>
        </w:rPr>
        <w:t>=</w:t>
      </w:r>
      <w:r w:rsidR="00554BFA">
        <w:rPr>
          <w:rtl/>
        </w:rPr>
        <w:t xml:space="preserve"> (</w:t>
      </w:r>
      <w:r w:rsidRPr="0034155E">
        <w:rPr>
          <w:rtl/>
        </w:rPr>
        <w:t>وإنْ</w:t>
      </w:r>
      <w:r w:rsidR="00554BFA">
        <w:rPr>
          <w:rtl/>
        </w:rPr>
        <w:t xml:space="preserve"> </w:t>
      </w:r>
      <w:r w:rsidRPr="0034155E">
        <w:rPr>
          <w:rtl/>
        </w:rPr>
        <w:t>شِئت</w:t>
      </w:r>
      <w:r w:rsidR="00554BFA">
        <w:rPr>
          <w:rtl/>
        </w:rPr>
        <w:t xml:space="preserve"> </w:t>
      </w:r>
      <w:r w:rsidRPr="0034155E">
        <w:rPr>
          <w:rtl/>
        </w:rPr>
        <w:t>تَسفع</w:t>
      </w:r>
      <w:r w:rsidR="00554BFA">
        <w:rPr>
          <w:rtl/>
        </w:rPr>
        <w:t xml:space="preserve"> </w:t>
      </w:r>
      <w:r w:rsidRPr="0034155E">
        <w:rPr>
          <w:rtl/>
        </w:rPr>
        <w:t>بالناصيه)</w:t>
      </w:r>
    </w:p>
    <w:p w:rsidR="00645494" w:rsidRDefault="00554BFA" w:rsidP="00FE2721">
      <w:pPr>
        <w:pStyle w:val="libPoemCenter"/>
        <w:rPr>
          <w:rtl/>
        </w:rPr>
      </w:pPr>
      <w:r>
        <w:rPr>
          <w:rtl/>
        </w:rPr>
        <w:t>(</w:t>
      </w:r>
      <w:r w:rsidR="00645494" w:rsidRPr="0034155E">
        <w:rPr>
          <w:rtl/>
        </w:rPr>
        <w:t>وأنت</w:t>
      </w:r>
      <w:r>
        <w:rPr>
          <w:rtl/>
        </w:rPr>
        <w:t xml:space="preserve"> </w:t>
      </w:r>
      <w:r w:rsidR="00645494" w:rsidRPr="0034155E">
        <w:rPr>
          <w:rtl/>
        </w:rPr>
        <w:t>الّذي</w:t>
      </w:r>
      <w:r>
        <w:rPr>
          <w:rtl/>
        </w:rPr>
        <w:t xml:space="preserve"> </w:t>
      </w:r>
      <w:r w:rsidR="00645494" w:rsidRPr="0034155E">
        <w:rPr>
          <w:rtl/>
        </w:rPr>
        <w:t>أُمم</w:t>
      </w:r>
      <w:r>
        <w:rPr>
          <w:rtl/>
        </w:rPr>
        <w:t xml:space="preserve"> </w:t>
      </w:r>
      <w:r w:rsidR="00645494" w:rsidRPr="0034155E">
        <w:rPr>
          <w:rtl/>
        </w:rPr>
        <w:t>الأنبياء)</w:t>
      </w:r>
      <w:r>
        <w:rPr>
          <w:rtl/>
        </w:rPr>
        <w:t xml:space="preserve"> </w:t>
      </w:r>
      <w:r w:rsidRPr="00D0383A">
        <w:rPr>
          <w:rtl/>
        </w:rPr>
        <w:t>=</w:t>
      </w:r>
      <w:r>
        <w:rPr>
          <w:rtl/>
        </w:rPr>
        <w:t xml:space="preserve"> </w:t>
      </w:r>
      <w:r w:rsidR="00645494" w:rsidRPr="0034155E">
        <w:rPr>
          <w:rtl/>
        </w:rPr>
        <w:t>أعدَّت</w:t>
      </w:r>
      <w:r>
        <w:rPr>
          <w:rtl/>
        </w:rPr>
        <w:t xml:space="preserve"> </w:t>
      </w:r>
      <w:r w:rsidR="00645494" w:rsidRPr="0034155E">
        <w:rPr>
          <w:rtl/>
        </w:rPr>
        <w:t>وِلاك</w:t>
      </w:r>
      <w:r>
        <w:rPr>
          <w:rtl/>
        </w:rPr>
        <w:t xml:space="preserve"> </w:t>
      </w:r>
      <w:r w:rsidR="00645494" w:rsidRPr="0034155E">
        <w:rPr>
          <w:rtl/>
        </w:rPr>
        <w:t>لها</w:t>
      </w:r>
      <w:r>
        <w:rPr>
          <w:rtl/>
        </w:rPr>
        <w:t xml:space="preserve"> </w:t>
      </w:r>
      <w:r w:rsidR="00645494" w:rsidRPr="0034155E">
        <w:rPr>
          <w:rtl/>
        </w:rPr>
        <w:t>واقيه</w:t>
      </w:r>
    </w:p>
    <w:p w:rsidR="00D0383A" w:rsidRDefault="00645494" w:rsidP="00FE2721">
      <w:pPr>
        <w:pStyle w:val="libPoemCenter"/>
        <w:rPr>
          <w:rtl/>
        </w:rPr>
      </w:pPr>
      <w:r w:rsidRPr="0034155E">
        <w:rPr>
          <w:rtl/>
        </w:rPr>
        <w:t>فَقد</w:t>
      </w:r>
      <w:r w:rsidR="00554BFA">
        <w:rPr>
          <w:rtl/>
        </w:rPr>
        <w:t xml:space="preserve"> </w:t>
      </w:r>
      <w:r w:rsidRPr="0034155E">
        <w:rPr>
          <w:rtl/>
        </w:rPr>
        <w:t>أنبأوها</w:t>
      </w:r>
      <w:r w:rsidR="00554BFA">
        <w:rPr>
          <w:rtl/>
        </w:rPr>
        <w:t xml:space="preserve"> </w:t>
      </w:r>
      <w:r w:rsidRPr="0034155E">
        <w:rPr>
          <w:rtl/>
        </w:rPr>
        <w:t>بأنْ</w:t>
      </w:r>
      <w:r w:rsidR="00554BFA">
        <w:rPr>
          <w:rtl/>
        </w:rPr>
        <w:t xml:space="preserve"> </w:t>
      </w:r>
      <w:r w:rsidRPr="0034155E">
        <w:rPr>
          <w:rtl/>
        </w:rPr>
        <w:t>تَغتدي</w:t>
      </w:r>
      <w:r w:rsidR="00554BFA">
        <w:rPr>
          <w:rtl/>
        </w:rPr>
        <w:t xml:space="preserve"> </w:t>
      </w:r>
      <w:r w:rsidR="00554BFA" w:rsidRPr="00D0383A">
        <w:rPr>
          <w:rtl/>
        </w:rPr>
        <w:t>=</w:t>
      </w:r>
      <w:r w:rsidR="00554BFA">
        <w:rPr>
          <w:rtl/>
        </w:rPr>
        <w:t xml:space="preserve"> (</w:t>
      </w:r>
      <w:r w:rsidRPr="0034155E">
        <w:rPr>
          <w:rtl/>
        </w:rPr>
        <w:t>لَديك</w:t>
      </w:r>
      <w:r w:rsidR="00554BFA">
        <w:rPr>
          <w:rtl/>
        </w:rPr>
        <w:t xml:space="preserve"> </w:t>
      </w:r>
      <w:r w:rsidRPr="0034155E">
        <w:rPr>
          <w:rtl/>
        </w:rPr>
        <w:t>إذا</w:t>
      </w:r>
      <w:r w:rsidR="00554BFA">
        <w:rPr>
          <w:rtl/>
        </w:rPr>
        <w:t xml:space="preserve"> </w:t>
      </w:r>
      <w:r w:rsidRPr="0034155E">
        <w:rPr>
          <w:rtl/>
        </w:rPr>
        <w:t>حُشرت</w:t>
      </w:r>
      <w:r w:rsidR="00554BFA">
        <w:rPr>
          <w:rtl/>
        </w:rPr>
        <w:t xml:space="preserve"> </w:t>
      </w:r>
      <w:r w:rsidRPr="0034155E">
        <w:rPr>
          <w:rtl/>
        </w:rPr>
        <w:t>جاثيه)</w:t>
      </w:r>
    </w:p>
    <w:p w:rsidR="00645494" w:rsidRDefault="00554BFA" w:rsidP="00FE2721">
      <w:pPr>
        <w:pStyle w:val="libPoemCenter"/>
        <w:rPr>
          <w:rtl/>
        </w:rPr>
      </w:pPr>
      <w:r>
        <w:rPr>
          <w:rtl/>
        </w:rPr>
        <w:t>(</w:t>
      </w:r>
      <w:r w:rsidR="00645494" w:rsidRPr="0034155E">
        <w:rPr>
          <w:rtl/>
        </w:rPr>
        <w:t>فمَن</w:t>
      </w:r>
      <w:r>
        <w:rPr>
          <w:rtl/>
        </w:rPr>
        <w:t xml:space="preserve"> </w:t>
      </w:r>
      <w:r w:rsidR="00645494" w:rsidRPr="0034155E">
        <w:rPr>
          <w:rtl/>
        </w:rPr>
        <w:t>بك</w:t>
      </w:r>
      <w:r>
        <w:rPr>
          <w:rtl/>
        </w:rPr>
        <w:t xml:space="preserve"> </w:t>
      </w:r>
      <w:r w:rsidR="00645494" w:rsidRPr="0034155E">
        <w:rPr>
          <w:rtl/>
        </w:rPr>
        <w:t>قد</w:t>
      </w:r>
      <w:r>
        <w:rPr>
          <w:rtl/>
        </w:rPr>
        <w:t xml:space="preserve"> </w:t>
      </w:r>
      <w:r w:rsidR="00645494" w:rsidRPr="0034155E">
        <w:rPr>
          <w:rtl/>
        </w:rPr>
        <w:t>تمَّ</w:t>
      </w:r>
      <w:r>
        <w:rPr>
          <w:rtl/>
        </w:rPr>
        <w:t xml:space="preserve"> </w:t>
      </w:r>
      <w:r w:rsidR="00645494" w:rsidRPr="0034155E">
        <w:rPr>
          <w:rtl/>
        </w:rPr>
        <w:t>إيمانه)</w:t>
      </w:r>
      <w:r>
        <w:rPr>
          <w:rtl/>
        </w:rPr>
        <w:t xml:space="preserve"> </w:t>
      </w:r>
      <w:r w:rsidRPr="00D0383A">
        <w:rPr>
          <w:rtl/>
        </w:rPr>
        <w:t>=</w:t>
      </w:r>
      <w:r>
        <w:rPr>
          <w:rtl/>
        </w:rPr>
        <w:t xml:space="preserve"> </w:t>
      </w:r>
      <w:r w:rsidR="00645494" w:rsidRPr="0034155E">
        <w:rPr>
          <w:rtl/>
        </w:rPr>
        <w:t>أصاب</w:t>
      </w:r>
      <w:r>
        <w:rPr>
          <w:rtl/>
        </w:rPr>
        <w:t xml:space="preserve"> </w:t>
      </w:r>
      <w:r w:rsidR="00645494" w:rsidRPr="0034155E">
        <w:rPr>
          <w:rtl/>
        </w:rPr>
        <w:t>كرامته</w:t>
      </w:r>
      <w:r>
        <w:rPr>
          <w:rtl/>
        </w:rPr>
        <w:t xml:space="preserve"> </w:t>
      </w:r>
      <w:r w:rsidR="00645494" w:rsidRPr="0034155E">
        <w:rPr>
          <w:rtl/>
        </w:rPr>
        <w:t>الباقيه</w:t>
      </w:r>
    </w:p>
    <w:p w:rsidR="00D0383A" w:rsidRDefault="00645494" w:rsidP="00FE2721">
      <w:pPr>
        <w:pStyle w:val="libPoemCenter"/>
        <w:rPr>
          <w:rtl/>
        </w:rPr>
      </w:pPr>
      <w:r w:rsidRPr="0034155E">
        <w:rPr>
          <w:rtl/>
        </w:rPr>
        <w:t>وراح</w:t>
      </w:r>
      <w:r w:rsidR="00554BFA">
        <w:rPr>
          <w:rtl/>
        </w:rPr>
        <w:t xml:space="preserve"> </w:t>
      </w:r>
      <w:r w:rsidRPr="0034155E">
        <w:rPr>
          <w:rtl/>
        </w:rPr>
        <w:t>بفَوز</w:t>
      </w:r>
      <w:r w:rsidR="00554BFA">
        <w:rPr>
          <w:rtl/>
        </w:rPr>
        <w:t xml:space="preserve"> </w:t>
      </w:r>
      <w:r w:rsidRPr="0034155E">
        <w:rPr>
          <w:rtl/>
        </w:rPr>
        <w:t>قَرير</w:t>
      </w:r>
      <w:r w:rsidR="00554BFA">
        <w:rPr>
          <w:rtl/>
        </w:rPr>
        <w:t xml:space="preserve"> </w:t>
      </w:r>
      <w:r w:rsidRPr="0034155E">
        <w:rPr>
          <w:rtl/>
        </w:rPr>
        <w:t>العُيون</w:t>
      </w:r>
      <w:r w:rsidR="00554BFA">
        <w:rPr>
          <w:rtl/>
        </w:rPr>
        <w:t xml:space="preserve"> </w:t>
      </w:r>
      <w:r w:rsidR="00554BFA" w:rsidRPr="00D0383A">
        <w:rPr>
          <w:rtl/>
        </w:rPr>
        <w:t>=</w:t>
      </w:r>
      <w:r w:rsidR="00554BFA">
        <w:rPr>
          <w:rtl/>
        </w:rPr>
        <w:t xml:space="preserve"> (</w:t>
      </w:r>
      <w:r w:rsidRPr="0034155E">
        <w:rPr>
          <w:rtl/>
        </w:rPr>
        <w:t>يُساق</w:t>
      </w:r>
      <w:r w:rsidR="00554BFA">
        <w:rPr>
          <w:rtl/>
        </w:rPr>
        <w:t xml:space="preserve"> </w:t>
      </w:r>
      <w:r w:rsidRPr="0034155E">
        <w:rPr>
          <w:rtl/>
        </w:rPr>
        <w:t>إلى</w:t>
      </w:r>
      <w:r w:rsidR="00554BFA">
        <w:rPr>
          <w:rtl/>
        </w:rPr>
        <w:t xml:space="preserve"> </w:t>
      </w:r>
      <w:r w:rsidRPr="0034155E">
        <w:rPr>
          <w:rtl/>
        </w:rPr>
        <w:t>جَنَّة</w:t>
      </w:r>
      <w:r w:rsidR="00554BFA">
        <w:rPr>
          <w:rtl/>
        </w:rPr>
        <w:t xml:space="preserve"> </w:t>
      </w:r>
      <w:r w:rsidRPr="0034155E">
        <w:rPr>
          <w:rtl/>
        </w:rPr>
        <w:t>عاليه)</w:t>
      </w:r>
    </w:p>
    <w:p w:rsidR="00645494" w:rsidRDefault="00554BFA" w:rsidP="00FE2721">
      <w:pPr>
        <w:pStyle w:val="libPoemCenter"/>
        <w:rPr>
          <w:rtl/>
        </w:rPr>
      </w:pPr>
      <w:r>
        <w:rPr>
          <w:rtl/>
        </w:rPr>
        <w:t>(</w:t>
      </w:r>
      <w:r w:rsidR="00645494" w:rsidRPr="0034155E">
        <w:rPr>
          <w:rtl/>
        </w:rPr>
        <w:t>وأمَّا</w:t>
      </w:r>
      <w:r>
        <w:rPr>
          <w:rtl/>
        </w:rPr>
        <w:t xml:space="preserve"> </w:t>
      </w:r>
      <w:r w:rsidR="00645494" w:rsidRPr="0034155E">
        <w:rPr>
          <w:rtl/>
        </w:rPr>
        <w:t>الّذين</w:t>
      </w:r>
      <w:r>
        <w:rPr>
          <w:rtl/>
        </w:rPr>
        <w:t xml:space="preserve"> </w:t>
      </w:r>
      <w:r w:rsidR="00645494" w:rsidRPr="0034155E">
        <w:rPr>
          <w:rtl/>
        </w:rPr>
        <w:t>تولّوا</w:t>
      </w:r>
      <w:r>
        <w:rPr>
          <w:rtl/>
        </w:rPr>
        <w:t xml:space="preserve"> </w:t>
      </w:r>
      <w:r w:rsidR="00645494" w:rsidRPr="0034155E">
        <w:rPr>
          <w:rtl/>
        </w:rPr>
        <w:t>سِواك)</w:t>
      </w:r>
      <w:r>
        <w:rPr>
          <w:rtl/>
        </w:rPr>
        <w:t xml:space="preserve"> </w:t>
      </w:r>
      <w:r w:rsidRPr="00D0383A">
        <w:rPr>
          <w:rtl/>
        </w:rPr>
        <w:t>=</w:t>
      </w:r>
      <w:r>
        <w:rPr>
          <w:rtl/>
        </w:rPr>
        <w:t xml:space="preserve"> </w:t>
      </w:r>
      <w:r w:rsidR="00645494" w:rsidRPr="0034155E">
        <w:rPr>
          <w:rtl/>
        </w:rPr>
        <w:t>أصابتهم</w:t>
      </w:r>
      <w:r>
        <w:rPr>
          <w:rtl/>
        </w:rPr>
        <w:t xml:space="preserve"> </w:t>
      </w:r>
      <w:r w:rsidR="00645494" w:rsidRPr="0034155E">
        <w:rPr>
          <w:rtl/>
        </w:rPr>
        <w:t>الذلَّة‌</w:t>
      </w:r>
      <w:r>
        <w:rPr>
          <w:rtl/>
        </w:rPr>
        <w:t xml:space="preserve"> </w:t>
      </w:r>
      <w:r w:rsidR="00645494" w:rsidRPr="0034155E">
        <w:rPr>
          <w:rtl/>
        </w:rPr>
        <w:t>الباديه</w:t>
      </w:r>
    </w:p>
    <w:p w:rsidR="00645494" w:rsidRPr="00645494" w:rsidRDefault="00645494" w:rsidP="00FE2721">
      <w:pPr>
        <w:pStyle w:val="libPoemCenter"/>
        <w:rPr>
          <w:rtl/>
        </w:rPr>
      </w:pPr>
      <w:r w:rsidRPr="0034155E">
        <w:rPr>
          <w:rtl/>
        </w:rPr>
        <w:t>وراحوا</w:t>
      </w:r>
      <w:r w:rsidR="00554BFA">
        <w:rPr>
          <w:rtl/>
        </w:rPr>
        <w:t xml:space="preserve"> </w:t>
      </w:r>
      <w:r w:rsidRPr="0034155E">
        <w:rPr>
          <w:rtl/>
        </w:rPr>
        <w:t>خواسئ</w:t>
      </w:r>
      <w:r w:rsidR="00554BFA">
        <w:rPr>
          <w:rtl/>
        </w:rPr>
        <w:t xml:space="preserve"> </w:t>
      </w:r>
      <w:r w:rsidRPr="0034155E">
        <w:rPr>
          <w:rtl/>
        </w:rPr>
        <w:t>نُكْسَ</w:t>
      </w:r>
      <w:r w:rsidR="00554BFA">
        <w:rPr>
          <w:rtl/>
        </w:rPr>
        <w:t xml:space="preserve"> </w:t>
      </w:r>
      <w:r w:rsidRPr="0034155E">
        <w:rPr>
          <w:rtl/>
        </w:rPr>
        <w:t>الرؤوس</w:t>
      </w:r>
      <w:r w:rsidR="00554BFA">
        <w:rPr>
          <w:rtl/>
        </w:rPr>
        <w:t xml:space="preserve"> </w:t>
      </w:r>
      <w:r w:rsidR="00554BFA" w:rsidRPr="00D0383A">
        <w:rPr>
          <w:rtl/>
        </w:rPr>
        <w:t>=</w:t>
      </w:r>
      <w:r w:rsidR="00554BFA">
        <w:rPr>
          <w:rtl/>
        </w:rPr>
        <w:t xml:space="preserve"> (</w:t>
      </w:r>
      <w:r w:rsidRPr="0034155E">
        <w:rPr>
          <w:rtl/>
        </w:rPr>
        <w:t>يُساقون</w:t>
      </w:r>
      <w:r w:rsidR="00554BFA">
        <w:rPr>
          <w:rtl/>
        </w:rPr>
        <w:t xml:space="preserve"> </w:t>
      </w:r>
      <w:r w:rsidRPr="0034155E">
        <w:rPr>
          <w:rtl/>
        </w:rPr>
        <w:t>دعّاً</w:t>
      </w:r>
      <w:r w:rsidR="00554BFA">
        <w:rPr>
          <w:rtl/>
        </w:rPr>
        <w:t xml:space="preserve"> </w:t>
      </w:r>
      <w:r w:rsidRPr="0034155E">
        <w:rPr>
          <w:rtl/>
        </w:rPr>
        <w:t>إلى</w:t>
      </w:r>
      <w:r w:rsidR="00554BFA">
        <w:rPr>
          <w:rtl/>
        </w:rPr>
        <w:t xml:space="preserve"> </w:t>
      </w:r>
      <w:r w:rsidRPr="0034155E">
        <w:rPr>
          <w:rtl/>
        </w:rPr>
        <w:t>الهاويه)</w:t>
      </w:r>
    </w:p>
    <w:p w:rsidR="00645494" w:rsidRDefault="00645494" w:rsidP="00645494">
      <w:pPr>
        <w:pStyle w:val="libNormal"/>
      </w:pPr>
      <w:r>
        <w:br w:type="page"/>
      </w:r>
    </w:p>
    <w:p w:rsidR="00645494" w:rsidRPr="0034155E" w:rsidRDefault="00645494" w:rsidP="00554BFA">
      <w:pPr>
        <w:pStyle w:val="libNormal"/>
        <w:rPr>
          <w:rtl/>
        </w:rPr>
      </w:pPr>
      <w:r w:rsidRPr="00554BFA">
        <w:rPr>
          <w:rtl/>
        </w:rPr>
        <w:lastRenderedPageBreak/>
        <w:t>وقال في تخميس التشطير:</w:t>
      </w:r>
    </w:p>
    <w:p w:rsidR="00645494" w:rsidRDefault="00645494" w:rsidP="00FE2721">
      <w:pPr>
        <w:pStyle w:val="libPoemCenter"/>
        <w:rPr>
          <w:rtl/>
        </w:rPr>
      </w:pPr>
      <w:r w:rsidRPr="0034155E">
        <w:rPr>
          <w:rtl/>
        </w:rPr>
        <w:t>بَراك</w:t>
      </w:r>
      <w:r w:rsidR="00554BFA">
        <w:rPr>
          <w:rtl/>
        </w:rPr>
        <w:t xml:space="preserve"> </w:t>
      </w:r>
      <w:r w:rsidRPr="0034155E">
        <w:rPr>
          <w:rtl/>
        </w:rPr>
        <w:t>الإله</w:t>
      </w:r>
      <w:r w:rsidR="00554BFA">
        <w:rPr>
          <w:rtl/>
        </w:rPr>
        <w:t xml:space="preserve"> </w:t>
      </w:r>
      <w:r w:rsidRPr="0034155E">
        <w:rPr>
          <w:rtl/>
        </w:rPr>
        <w:t>تعالى</w:t>
      </w:r>
      <w:r w:rsidR="00554BFA">
        <w:rPr>
          <w:rtl/>
        </w:rPr>
        <w:t xml:space="preserve"> </w:t>
      </w:r>
      <w:r w:rsidRPr="0034155E">
        <w:rPr>
          <w:rtl/>
        </w:rPr>
        <w:t>عُلاه</w:t>
      </w:r>
      <w:r w:rsidR="00554BFA">
        <w:rPr>
          <w:rtl/>
        </w:rPr>
        <w:t xml:space="preserve"> </w:t>
      </w:r>
      <w:r w:rsidR="00554BFA" w:rsidRPr="00D0383A">
        <w:rPr>
          <w:rtl/>
        </w:rPr>
        <w:t>=</w:t>
      </w:r>
      <w:r w:rsidR="00554BFA">
        <w:rPr>
          <w:rtl/>
        </w:rPr>
        <w:t xml:space="preserve"> </w:t>
      </w:r>
      <w:r w:rsidRPr="0034155E">
        <w:rPr>
          <w:rtl/>
        </w:rPr>
        <w:t>لتَرفع</w:t>
      </w:r>
      <w:r w:rsidR="00554BFA">
        <w:rPr>
          <w:rtl/>
        </w:rPr>
        <w:t xml:space="preserve"> </w:t>
      </w:r>
      <w:r w:rsidRPr="0034155E">
        <w:rPr>
          <w:rtl/>
        </w:rPr>
        <w:t>في</w:t>
      </w:r>
      <w:r w:rsidR="00554BFA">
        <w:rPr>
          <w:rtl/>
        </w:rPr>
        <w:t xml:space="preserve"> </w:t>
      </w:r>
      <w:r w:rsidRPr="0034155E">
        <w:rPr>
          <w:rtl/>
        </w:rPr>
        <w:t>الحَمد</w:t>
      </w:r>
      <w:r w:rsidR="00554BFA">
        <w:rPr>
          <w:rtl/>
        </w:rPr>
        <w:t xml:space="preserve"> </w:t>
      </w:r>
      <w:r w:rsidRPr="0034155E">
        <w:rPr>
          <w:rtl/>
        </w:rPr>
        <w:t>أسمى</w:t>
      </w:r>
      <w:r w:rsidR="00554BFA">
        <w:rPr>
          <w:rtl/>
        </w:rPr>
        <w:t xml:space="preserve"> </w:t>
      </w:r>
      <w:r w:rsidRPr="0034155E">
        <w:rPr>
          <w:rtl/>
        </w:rPr>
        <w:t>لِواه</w:t>
      </w:r>
    </w:p>
    <w:p w:rsidR="00645494" w:rsidRPr="00645494" w:rsidRDefault="00645494" w:rsidP="00FE2721">
      <w:pPr>
        <w:pStyle w:val="libPoemCenter"/>
        <w:rPr>
          <w:rtl/>
        </w:rPr>
      </w:pPr>
      <w:r w:rsidRPr="0034155E">
        <w:rPr>
          <w:rtl/>
        </w:rPr>
        <w:t>فصار</w:t>
      </w:r>
      <w:r w:rsidR="00554BFA">
        <w:rPr>
          <w:rtl/>
        </w:rPr>
        <w:t xml:space="preserve"> </w:t>
      </w:r>
      <w:r w:rsidRPr="0034155E">
        <w:rPr>
          <w:rtl/>
        </w:rPr>
        <w:t>وِلاك</w:t>
      </w:r>
      <w:r w:rsidR="00554BFA">
        <w:rPr>
          <w:rtl/>
        </w:rPr>
        <w:t xml:space="preserve"> </w:t>
      </w:r>
      <w:r w:rsidRPr="0034155E">
        <w:rPr>
          <w:rtl/>
        </w:rPr>
        <w:t>بمَنٍّ</w:t>
      </w:r>
      <w:r w:rsidR="00554BFA">
        <w:rPr>
          <w:rtl/>
        </w:rPr>
        <w:t xml:space="preserve"> </w:t>
      </w:r>
      <w:r w:rsidRPr="0034155E">
        <w:rPr>
          <w:rtl/>
        </w:rPr>
        <w:t>وِلاه</w:t>
      </w:r>
      <w:r w:rsidR="00554BFA">
        <w:rPr>
          <w:rtl/>
        </w:rPr>
        <w:t xml:space="preserve"> </w:t>
      </w:r>
      <w:r w:rsidR="00554BFA" w:rsidRPr="00D0383A">
        <w:rPr>
          <w:rtl/>
        </w:rPr>
        <w:t>=</w:t>
      </w:r>
      <w:r w:rsidR="00554BFA">
        <w:rPr>
          <w:rtl/>
        </w:rPr>
        <w:t xml:space="preserve"> </w:t>
      </w:r>
      <w:r w:rsidRPr="0034155E">
        <w:rPr>
          <w:rtl/>
        </w:rPr>
        <w:t>أبا</w:t>
      </w:r>
      <w:r w:rsidR="00554BFA">
        <w:rPr>
          <w:rtl/>
        </w:rPr>
        <w:t xml:space="preserve"> </w:t>
      </w:r>
      <w:r w:rsidRPr="0034155E">
        <w:rPr>
          <w:rtl/>
        </w:rPr>
        <w:t>حسن</w:t>
      </w:r>
      <w:r w:rsidR="00554BFA">
        <w:rPr>
          <w:rtl/>
        </w:rPr>
        <w:t xml:space="preserve"> </w:t>
      </w:r>
      <w:r w:rsidRPr="0034155E">
        <w:rPr>
          <w:rtl/>
        </w:rPr>
        <w:t>أنت</w:t>
      </w:r>
      <w:r w:rsidR="00554BFA">
        <w:rPr>
          <w:rtl/>
        </w:rPr>
        <w:t xml:space="preserve"> </w:t>
      </w:r>
      <w:r w:rsidRPr="0034155E">
        <w:rPr>
          <w:rtl/>
        </w:rPr>
        <w:t>عَين</w:t>
      </w:r>
      <w:r w:rsidR="00554BFA">
        <w:rPr>
          <w:rtl/>
        </w:rPr>
        <w:t xml:space="preserve"> </w:t>
      </w:r>
      <w:r w:rsidRPr="0034155E">
        <w:rPr>
          <w:rtl/>
        </w:rPr>
        <w:t>الإله</w:t>
      </w:r>
    </w:p>
    <w:p w:rsidR="00645494" w:rsidRPr="00554BFA" w:rsidRDefault="00645494" w:rsidP="00554BFA">
      <w:pPr>
        <w:pStyle w:val="libPoemCenter"/>
        <w:rPr>
          <w:rtl/>
        </w:rPr>
      </w:pPr>
      <w:r w:rsidRPr="0034155E">
        <w:rPr>
          <w:rtl/>
        </w:rPr>
        <w:t>وأُذُن إرادته الواعيه</w:t>
      </w:r>
    </w:p>
    <w:p w:rsidR="00645494" w:rsidRDefault="00645494" w:rsidP="00FE2721">
      <w:pPr>
        <w:pStyle w:val="libPoemCenter"/>
        <w:rPr>
          <w:rtl/>
        </w:rPr>
      </w:pPr>
      <w:r w:rsidRPr="0034155E">
        <w:rPr>
          <w:rtl/>
        </w:rPr>
        <w:t>أباح</w:t>
      </w:r>
      <w:r w:rsidR="00554BFA">
        <w:rPr>
          <w:rtl/>
        </w:rPr>
        <w:t xml:space="preserve"> </w:t>
      </w:r>
      <w:r w:rsidRPr="0034155E">
        <w:rPr>
          <w:rtl/>
        </w:rPr>
        <w:t>لك</w:t>
      </w:r>
      <w:r w:rsidR="00554BFA">
        <w:rPr>
          <w:rtl/>
        </w:rPr>
        <w:t xml:space="preserve"> </w:t>
      </w:r>
      <w:r w:rsidRPr="0034155E">
        <w:rPr>
          <w:rtl/>
        </w:rPr>
        <w:t>العِلم</w:t>
      </w:r>
      <w:r w:rsidR="00554BFA">
        <w:rPr>
          <w:rtl/>
        </w:rPr>
        <w:t xml:space="preserve"> </w:t>
      </w:r>
      <w:r w:rsidRPr="0034155E">
        <w:rPr>
          <w:rtl/>
        </w:rPr>
        <w:t>رَبٌ</w:t>
      </w:r>
      <w:r w:rsidR="00554BFA">
        <w:rPr>
          <w:rtl/>
        </w:rPr>
        <w:t xml:space="preserve"> </w:t>
      </w:r>
      <w:r w:rsidRPr="0034155E">
        <w:rPr>
          <w:rtl/>
        </w:rPr>
        <w:t>وَهوب</w:t>
      </w:r>
      <w:r w:rsidR="00554BFA">
        <w:rPr>
          <w:rtl/>
        </w:rPr>
        <w:t xml:space="preserve"> </w:t>
      </w:r>
      <w:r w:rsidR="00554BFA" w:rsidRPr="00D0383A">
        <w:rPr>
          <w:rtl/>
        </w:rPr>
        <w:t>=</w:t>
      </w:r>
      <w:r w:rsidR="00554BFA">
        <w:rPr>
          <w:rtl/>
        </w:rPr>
        <w:t xml:space="preserve"> </w:t>
      </w:r>
      <w:r w:rsidRPr="0034155E">
        <w:rPr>
          <w:rtl/>
        </w:rPr>
        <w:t>وأولاك</w:t>
      </w:r>
      <w:r w:rsidR="00554BFA">
        <w:rPr>
          <w:rtl/>
        </w:rPr>
        <w:t xml:space="preserve"> </w:t>
      </w:r>
      <w:r w:rsidRPr="0034155E">
        <w:rPr>
          <w:rtl/>
        </w:rPr>
        <w:t>عِلم</w:t>
      </w:r>
      <w:r w:rsidR="00554BFA">
        <w:rPr>
          <w:rtl/>
        </w:rPr>
        <w:t xml:space="preserve"> </w:t>
      </w:r>
      <w:r w:rsidRPr="0034155E">
        <w:rPr>
          <w:rtl/>
        </w:rPr>
        <w:t>البِدا</w:t>
      </w:r>
      <w:r w:rsidR="00554BFA">
        <w:rPr>
          <w:rtl/>
        </w:rPr>
        <w:t xml:space="preserve"> </w:t>
      </w:r>
      <w:r w:rsidRPr="0034155E">
        <w:rPr>
          <w:rtl/>
        </w:rPr>
        <w:t>والوجوب</w:t>
      </w:r>
    </w:p>
    <w:p w:rsidR="00645494" w:rsidRPr="00645494" w:rsidRDefault="00645494" w:rsidP="00FE2721">
      <w:pPr>
        <w:pStyle w:val="libPoemCenter"/>
        <w:rPr>
          <w:rtl/>
        </w:rPr>
      </w:pPr>
      <w:r w:rsidRPr="0034155E">
        <w:rPr>
          <w:rtl/>
        </w:rPr>
        <w:t>فأنت</w:t>
      </w:r>
      <w:r w:rsidR="00554BFA">
        <w:rPr>
          <w:rtl/>
        </w:rPr>
        <w:t xml:space="preserve"> </w:t>
      </w:r>
      <w:r w:rsidRPr="0034155E">
        <w:rPr>
          <w:rtl/>
        </w:rPr>
        <w:t>الزعيم</w:t>
      </w:r>
      <w:r w:rsidR="00554BFA">
        <w:rPr>
          <w:rtl/>
        </w:rPr>
        <w:t xml:space="preserve"> </w:t>
      </w:r>
      <w:r w:rsidRPr="0034155E">
        <w:rPr>
          <w:rtl/>
        </w:rPr>
        <w:t>بعِلم</w:t>
      </w:r>
      <w:r w:rsidR="00554BFA">
        <w:rPr>
          <w:rtl/>
        </w:rPr>
        <w:t xml:space="preserve"> </w:t>
      </w:r>
      <w:r w:rsidRPr="0034155E">
        <w:rPr>
          <w:rtl/>
        </w:rPr>
        <w:t>الغُيوب</w:t>
      </w:r>
      <w:r w:rsidR="00554BFA">
        <w:rPr>
          <w:rtl/>
        </w:rPr>
        <w:t xml:space="preserve"> </w:t>
      </w:r>
      <w:r w:rsidR="00554BFA" w:rsidRPr="00D0383A">
        <w:rPr>
          <w:rtl/>
        </w:rPr>
        <w:t>=</w:t>
      </w:r>
      <w:r w:rsidR="00554BFA">
        <w:rPr>
          <w:rtl/>
        </w:rPr>
        <w:t xml:space="preserve"> </w:t>
      </w:r>
      <w:r w:rsidRPr="0034155E">
        <w:rPr>
          <w:rtl/>
        </w:rPr>
        <w:t>ظهرت</w:t>
      </w:r>
      <w:r w:rsidR="00554BFA">
        <w:rPr>
          <w:rtl/>
        </w:rPr>
        <w:t xml:space="preserve"> </w:t>
      </w:r>
      <w:r w:rsidRPr="0034155E">
        <w:rPr>
          <w:rtl/>
        </w:rPr>
        <w:t>على</w:t>
      </w:r>
      <w:r w:rsidR="00554BFA">
        <w:rPr>
          <w:rtl/>
        </w:rPr>
        <w:t xml:space="preserve"> </w:t>
      </w:r>
      <w:r w:rsidRPr="0034155E">
        <w:rPr>
          <w:rtl/>
        </w:rPr>
        <w:t>ما</w:t>
      </w:r>
      <w:r w:rsidR="00554BFA">
        <w:rPr>
          <w:rtl/>
        </w:rPr>
        <w:t xml:space="preserve"> </w:t>
      </w:r>
      <w:r w:rsidRPr="0034155E">
        <w:rPr>
          <w:rtl/>
        </w:rPr>
        <w:t>تسرُّ</w:t>
      </w:r>
      <w:r w:rsidR="00554BFA">
        <w:rPr>
          <w:rtl/>
        </w:rPr>
        <w:t xml:space="preserve"> </w:t>
      </w:r>
      <w:r w:rsidRPr="0034155E">
        <w:rPr>
          <w:rtl/>
        </w:rPr>
        <w:t>القلوب</w:t>
      </w:r>
    </w:p>
    <w:p w:rsidR="00645494" w:rsidRPr="00554BFA" w:rsidRDefault="00645494" w:rsidP="00554BFA">
      <w:pPr>
        <w:pStyle w:val="libPoemCenter"/>
        <w:rPr>
          <w:rtl/>
        </w:rPr>
      </w:pPr>
      <w:r w:rsidRPr="0034155E">
        <w:rPr>
          <w:rtl/>
        </w:rPr>
        <w:t>فهل عنك تَعزُب مِن خافيه</w:t>
      </w:r>
    </w:p>
    <w:p w:rsidR="00645494" w:rsidRDefault="00645494" w:rsidP="00FE2721">
      <w:pPr>
        <w:pStyle w:val="libPoemCenter"/>
        <w:rPr>
          <w:rtl/>
        </w:rPr>
      </w:pPr>
      <w:r w:rsidRPr="0034155E">
        <w:rPr>
          <w:rtl/>
        </w:rPr>
        <w:t>رأيتك</w:t>
      </w:r>
      <w:r w:rsidR="00554BFA">
        <w:rPr>
          <w:rtl/>
        </w:rPr>
        <w:t xml:space="preserve"> </w:t>
      </w:r>
      <w:r w:rsidRPr="0034155E">
        <w:rPr>
          <w:rtl/>
        </w:rPr>
        <w:t>تَصدع</w:t>
      </w:r>
      <w:r w:rsidR="00554BFA">
        <w:rPr>
          <w:rtl/>
        </w:rPr>
        <w:t xml:space="preserve"> </w:t>
      </w:r>
      <w:r w:rsidRPr="0034155E">
        <w:rPr>
          <w:rtl/>
        </w:rPr>
        <w:t>بالمعجزات</w:t>
      </w:r>
      <w:r w:rsidR="00554BFA">
        <w:rPr>
          <w:rtl/>
        </w:rPr>
        <w:t xml:space="preserve"> </w:t>
      </w:r>
      <w:r w:rsidR="00554BFA" w:rsidRPr="00D0383A">
        <w:rPr>
          <w:rtl/>
        </w:rPr>
        <w:t>=</w:t>
      </w:r>
      <w:r w:rsidR="00554BFA">
        <w:rPr>
          <w:rtl/>
        </w:rPr>
        <w:t xml:space="preserve"> </w:t>
      </w:r>
      <w:r w:rsidRPr="0034155E">
        <w:rPr>
          <w:rtl/>
        </w:rPr>
        <w:t>بحال</w:t>
      </w:r>
      <w:r w:rsidR="00554BFA">
        <w:rPr>
          <w:rtl/>
        </w:rPr>
        <w:t xml:space="preserve"> </w:t>
      </w:r>
      <w:r w:rsidRPr="0034155E">
        <w:rPr>
          <w:rtl/>
        </w:rPr>
        <w:t>الحَياة</w:t>
      </w:r>
      <w:r w:rsidR="00554BFA">
        <w:rPr>
          <w:rtl/>
        </w:rPr>
        <w:t xml:space="preserve"> </w:t>
      </w:r>
      <w:r w:rsidRPr="0034155E">
        <w:rPr>
          <w:rtl/>
        </w:rPr>
        <w:t>وحال</w:t>
      </w:r>
      <w:r w:rsidR="00554BFA">
        <w:rPr>
          <w:rtl/>
        </w:rPr>
        <w:t xml:space="preserve"> </w:t>
      </w:r>
      <w:r w:rsidRPr="0034155E">
        <w:rPr>
          <w:rtl/>
        </w:rPr>
        <w:t>المَمات</w:t>
      </w:r>
    </w:p>
    <w:p w:rsidR="00645494" w:rsidRPr="00645494" w:rsidRDefault="00645494" w:rsidP="00FE2721">
      <w:pPr>
        <w:pStyle w:val="libPoemCenter"/>
        <w:rPr>
          <w:rtl/>
        </w:rPr>
      </w:pPr>
      <w:r w:rsidRPr="0034155E">
        <w:rPr>
          <w:rtl/>
        </w:rPr>
        <w:t>فياحَمقُ</w:t>
      </w:r>
      <w:r w:rsidR="00554BFA">
        <w:rPr>
          <w:rtl/>
        </w:rPr>
        <w:t xml:space="preserve"> </w:t>
      </w:r>
      <w:r w:rsidRPr="0034155E">
        <w:rPr>
          <w:rtl/>
        </w:rPr>
        <w:t>مَن</w:t>
      </w:r>
      <w:r w:rsidR="00554BFA">
        <w:rPr>
          <w:rtl/>
        </w:rPr>
        <w:t xml:space="preserve"> </w:t>
      </w:r>
      <w:r w:rsidRPr="0034155E">
        <w:rPr>
          <w:rtl/>
        </w:rPr>
        <w:t>بك</w:t>
      </w:r>
      <w:r w:rsidR="00554BFA">
        <w:rPr>
          <w:rtl/>
        </w:rPr>
        <w:t xml:space="preserve"> </w:t>
      </w:r>
      <w:r w:rsidRPr="0034155E">
        <w:rPr>
          <w:rtl/>
        </w:rPr>
        <w:t>قاس</w:t>
      </w:r>
      <w:r w:rsidR="00554BFA">
        <w:rPr>
          <w:rtl/>
        </w:rPr>
        <w:t xml:space="preserve"> </w:t>
      </w:r>
      <w:r w:rsidRPr="0034155E">
        <w:rPr>
          <w:rtl/>
        </w:rPr>
        <w:t>الرِفاة</w:t>
      </w:r>
      <w:r w:rsidR="00554BFA">
        <w:rPr>
          <w:rtl/>
        </w:rPr>
        <w:t xml:space="preserve"> </w:t>
      </w:r>
      <w:r w:rsidR="00554BFA" w:rsidRPr="00D0383A">
        <w:rPr>
          <w:rtl/>
        </w:rPr>
        <w:t>=</w:t>
      </w:r>
      <w:r w:rsidR="00554BFA">
        <w:rPr>
          <w:rtl/>
        </w:rPr>
        <w:t xml:space="preserve"> </w:t>
      </w:r>
      <w:r w:rsidRPr="0034155E">
        <w:rPr>
          <w:rtl/>
        </w:rPr>
        <w:t>وأنت</w:t>
      </w:r>
      <w:r w:rsidR="00554BFA">
        <w:rPr>
          <w:rtl/>
        </w:rPr>
        <w:t xml:space="preserve"> </w:t>
      </w:r>
      <w:r w:rsidRPr="0034155E">
        <w:rPr>
          <w:rtl/>
        </w:rPr>
        <w:t>مُدير</w:t>
      </w:r>
      <w:r w:rsidR="00554BFA">
        <w:rPr>
          <w:rtl/>
        </w:rPr>
        <w:t xml:space="preserve"> </w:t>
      </w:r>
      <w:r w:rsidRPr="0034155E">
        <w:rPr>
          <w:rtl/>
        </w:rPr>
        <w:t>رَحى</w:t>
      </w:r>
      <w:r w:rsidR="00554BFA">
        <w:rPr>
          <w:rtl/>
        </w:rPr>
        <w:t xml:space="preserve"> </w:t>
      </w:r>
      <w:r w:rsidRPr="0034155E">
        <w:rPr>
          <w:rtl/>
        </w:rPr>
        <w:t>الكائنات</w:t>
      </w:r>
    </w:p>
    <w:p w:rsidR="00645494" w:rsidRPr="00554BFA" w:rsidRDefault="00645494" w:rsidP="00554BFA">
      <w:pPr>
        <w:pStyle w:val="libPoemCenter"/>
        <w:rPr>
          <w:rtl/>
        </w:rPr>
      </w:pPr>
      <w:r w:rsidRPr="0034155E">
        <w:rPr>
          <w:rtl/>
        </w:rPr>
        <w:t>ومُمسك أفلاكها الجاريه</w:t>
      </w:r>
    </w:p>
    <w:p w:rsidR="00645494" w:rsidRDefault="00645494" w:rsidP="00FE2721">
      <w:pPr>
        <w:pStyle w:val="libPoemCenter"/>
        <w:rPr>
          <w:rtl/>
        </w:rPr>
      </w:pPr>
      <w:r w:rsidRPr="0034155E">
        <w:rPr>
          <w:rtl/>
        </w:rPr>
        <w:t>جريت</w:t>
      </w:r>
      <w:r w:rsidR="00554BFA">
        <w:rPr>
          <w:rtl/>
        </w:rPr>
        <w:t xml:space="preserve"> </w:t>
      </w:r>
      <w:r w:rsidRPr="0034155E">
        <w:rPr>
          <w:rtl/>
        </w:rPr>
        <w:t>إلى</w:t>
      </w:r>
      <w:r w:rsidR="00554BFA">
        <w:rPr>
          <w:rtl/>
        </w:rPr>
        <w:t xml:space="preserve"> </w:t>
      </w:r>
      <w:r w:rsidRPr="0034155E">
        <w:rPr>
          <w:rtl/>
        </w:rPr>
        <w:t>الله</w:t>
      </w:r>
      <w:r w:rsidR="00554BFA">
        <w:rPr>
          <w:rtl/>
        </w:rPr>
        <w:t xml:space="preserve"> </w:t>
      </w:r>
      <w:r w:rsidRPr="0034155E">
        <w:rPr>
          <w:rtl/>
        </w:rPr>
        <w:t>طَلق</w:t>
      </w:r>
      <w:r w:rsidR="00554BFA">
        <w:rPr>
          <w:rtl/>
        </w:rPr>
        <w:t xml:space="preserve"> </w:t>
      </w:r>
      <w:r w:rsidRPr="0034155E">
        <w:rPr>
          <w:rtl/>
        </w:rPr>
        <w:t>العِنان</w:t>
      </w:r>
      <w:r w:rsidR="00554BFA">
        <w:rPr>
          <w:rtl/>
        </w:rPr>
        <w:t xml:space="preserve"> </w:t>
      </w:r>
      <w:r w:rsidR="00554BFA" w:rsidRPr="00D0383A">
        <w:rPr>
          <w:rtl/>
        </w:rPr>
        <w:t>=</w:t>
      </w:r>
      <w:r w:rsidR="00554BFA">
        <w:rPr>
          <w:rtl/>
        </w:rPr>
        <w:t xml:space="preserve"> </w:t>
      </w:r>
      <w:r w:rsidRPr="0034155E">
        <w:rPr>
          <w:rtl/>
        </w:rPr>
        <w:t>فأعطاك</w:t>
      </w:r>
      <w:r w:rsidR="00554BFA">
        <w:rPr>
          <w:rtl/>
        </w:rPr>
        <w:t xml:space="preserve"> </w:t>
      </w:r>
      <w:r w:rsidRPr="0034155E">
        <w:rPr>
          <w:rtl/>
        </w:rPr>
        <w:t>ما</w:t>
      </w:r>
      <w:r w:rsidR="00554BFA">
        <w:rPr>
          <w:rtl/>
        </w:rPr>
        <w:t xml:space="preserve"> </w:t>
      </w:r>
      <w:r w:rsidRPr="0034155E">
        <w:rPr>
          <w:rtl/>
        </w:rPr>
        <w:t>عزّ</w:t>
      </w:r>
      <w:r w:rsidR="00554BFA">
        <w:rPr>
          <w:rtl/>
        </w:rPr>
        <w:t xml:space="preserve"> </w:t>
      </w:r>
      <w:r w:rsidRPr="0034155E">
        <w:rPr>
          <w:rtl/>
        </w:rPr>
        <w:t>فَضلاً</w:t>
      </w:r>
      <w:r w:rsidR="00554BFA">
        <w:rPr>
          <w:rtl/>
        </w:rPr>
        <w:t xml:space="preserve"> </w:t>
      </w:r>
      <w:r w:rsidRPr="0034155E">
        <w:rPr>
          <w:rtl/>
        </w:rPr>
        <w:t>وَهان</w:t>
      </w:r>
    </w:p>
    <w:p w:rsidR="00645494" w:rsidRPr="00645494" w:rsidRDefault="00645494" w:rsidP="00FE2721">
      <w:pPr>
        <w:pStyle w:val="libPoemCenter"/>
        <w:rPr>
          <w:rtl/>
        </w:rPr>
      </w:pPr>
      <w:r w:rsidRPr="0034155E">
        <w:rPr>
          <w:rtl/>
        </w:rPr>
        <w:t>ومَلَكَك</w:t>
      </w:r>
      <w:r w:rsidR="00554BFA">
        <w:rPr>
          <w:rtl/>
        </w:rPr>
        <w:t xml:space="preserve"> </w:t>
      </w:r>
      <w:r w:rsidRPr="0034155E">
        <w:rPr>
          <w:rtl/>
        </w:rPr>
        <w:t>الخَلقَ</w:t>
      </w:r>
      <w:r w:rsidR="00554BFA">
        <w:rPr>
          <w:rtl/>
        </w:rPr>
        <w:t xml:space="preserve"> </w:t>
      </w:r>
      <w:r w:rsidRPr="0034155E">
        <w:rPr>
          <w:rtl/>
        </w:rPr>
        <w:t>إنساً</w:t>
      </w:r>
      <w:r w:rsidR="00554BFA">
        <w:rPr>
          <w:rtl/>
        </w:rPr>
        <w:t xml:space="preserve"> </w:t>
      </w:r>
      <w:r w:rsidRPr="0034155E">
        <w:rPr>
          <w:rtl/>
        </w:rPr>
        <w:t>وجان</w:t>
      </w:r>
      <w:r w:rsidR="00554BFA">
        <w:rPr>
          <w:rtl/>
        </w:rPr>
        <w:t xml:space="preserve"> </w:t>
      </w:r>
      <w:r w:rsidR="00554BFA" w:rsidRPr="00D0383A">
        <w:rPr>
          <w:rtl/>
        </w:rPr>
        <w:t>=</w:t>
      </w:r>
      <w:r w:rsidR="00554BFA">
        <w:rPr>
          <w:rtl/>
        </w:rPr>
        <w:t xml:space="preserve"> </w:t>
      </w:r>
      <w:r w:rsidRPr="0034155E">
        <w:rPr>
          <w:rtl/>
        </w:rPr>
        <w:t>فإنْ</w:t>
      </w:r>
      <w:r w:rsidR="00554BFA">
        <w:rPr>
          <w:rtl/>
        </w:rPr>
        <w:t xml:space="preserve"> </w:t>
      </w:r>
      <w:r w:rsidRPr="0034155E">
        <w:rPr>
          <w:rtl/>
        </w:rPr>
        <w:t>شِئت</w:t>
      </w:r>
      <w:r w:rsidR="00554BFA">
        <w:rPr>
          <w:rtl/>
        </w:rPr>
        <w:t xml:space="preserve"> </w:t>
      </w:r>
      <w:r w:rsidRPr="0034155E">
        <w:rPr>
          <w:rtl/>
        </w:rPr>
        <w:t>تَرفع</w:t>
      </w:r>
      <w:r w:rsidR="00554BFA">
        <w:rPr>
          <w:rtl/>
        </w:rPr>
        <w:t xml:space="preserve"> </w:t>
      </w:r>
      <w:r w:rsidRPr="0034155E">
        <w:rPr>
          <w:rtl/>
        </w:rPr>
        <w:t>فوق</w:t>
      </w:r>
      <w:r w:rsidR="00554BFA">
        <w:rPr>
          <w:rtl/>
        </w:rPr>
        <w:t xml:space="preserve"> </w:t>
      </w:r>
      <w:r w:rsidRPr="0034155E">
        <w:rPr>
          <w:rtl/>
        </w:rPr>
        <w:t>الجِنان</w:t>
      </w:r>
    </w:p>
    <w:p w:rsidR="00645494" w:rsidRPr="00554BFA" w:rsidRDefault="00645494" w:rsidP="00554BFA">
      <w:pPr>
        <w:pStyle w:val="libPoemCenter"/>
        <w:rPr>
          <w:rtl/>
        </w:rPr>
      </w:pPr>
      <w:r w:rsidRPr="0034155E">
        <w:rPr>
          <w:rtl/>
        </w:rPr>
        <w:t>وإنْ شِئت تَسفع بالناصيه</w:t>
      </w:r>
    </w:p>
    <w:p w:rsidR="00645494" w:rsidRDefault="00645494" w:rsidP="00FE2721">
      <w:pPr>
        <w:pStyle w:val="libPoemCenter"/>
        <w:rPr>
          <w:rtl/>
        </w:rPr>
      </w:pPr>
      <w:r w:rsidRPr="0034155E">
        <w:rPr>
          <w:rtl/>
        </w:rPr>
        <w:t>سَبقت</w:t>
      </w:r>
      <w:r w:rsidR="00554BFA">
        <w:rPr>
          <w:rtl/>
        </w:rPr>
        <w:t xml:space="preserve"> </w:t>
      </w:r>
      <w:r w:rsidRPr="0034155E">
        <w:rPr>
          <w:rtl/>
        </w:rPr>
        <w:t>مع</w:t>
      </w:r>
      <w:r w:rsidR="00554BFA">
        <w:rPr>
          <w:rtl/>
        </w:rPr>
        <w:t xml:space="preserve"> </w:t>
      </w:r>
      <w:r w:rsidRPr="0034155E">
        <w:rPr>
          <w:rtl/>
        </w:rPr>
        <w:t>المصطفى</w:t>
      </w:r>
      <w:r w:rsidR="00554BFA">
        <w:rPr>
          <w:rtl/>
        </w:rPr>
        <w:t xml:space="preserve"> </w:t>
      </w:r>
      <w:r w:rsidRPr="0034155E">
        <w:rPr>
          <w:rtl/>
        </w:rPr>
        <w:t>بالصَفاء</w:t>
      </w:r>
      <w:r w:rsidR="00554BFA">
        <w:rPr>
          <w:rtl/>
        </w:rPr>
        <w:t xml:space="preserve"> </w:t>
      </w:r>
      <w:r w:rsidR="00554BFA" w:rsidRPr="00D0383A">
        <w:rPr>
          <w:rtl/>
        </w:rPr>
        <w:t>=</w:t>
      </w:r>
      <w:r w:rsidR="00554BFA">
        <w:rPr>
          <w:rtl/>
        </w:rPr>
        <w:t xml:space="preserve"> </w:t>
      </w:r>
      <w:r w:rsidRPr="0034155E">
        <w:rPr>
          <w:rtl/>
        </w:rPr>
        <w:t>فسُدتَ</w:t>
      </w:r>
      <w:r w:rsidR="00554BFA">
        <w:rPr>
          <w:rtl/>
        </w:rPr>
        <w:t xml:space="preserve"> </w:t>
      </w:r>
      <w:r w:rsidRPr="0034155E">
        <w:rPr>
          <w:rtl/>
        </w:rPr>
        <w:t>النبيين</w:t>
      </w:r>
      <w:r w:rsidR="00554BFA">
        <w:rPr>
          <w:rtl/>
        </w:rPr>
        <w:t xml:space="preserve"> </w:t>
      </w:r>
      <w:r w:rsidRPr="0034155E">
        <w:rPr>
          <w:rtl/>
        </w:rPr>
        <w:t>والأوصياء</w:t>
      </w:r>
    </w:p>
    <w:p w:rsidR="00645494" w:rsidRPr="00645494" w:rsidRDefault="00645494" w:rsidP="00FE2721">
      <w:pPr>
        <w:pStyle w:val="libPoemCenter"/>
        <w:rPr>
          <w:rtl/>
        </w:rPr>
      </w:pPr>
      <w:r w:rsidRPr="0034155E">
        <w:rPr>
          <w:rtl/>
        </w:rPr>
        <w:t>فأنت</w:t>
      </w:r>
      <w:r w:rsidR="00554BFA">
        <w:rPr>
          <w:rtl/>
        </w:rPr>
        <w:t xml:space="preserve"> </w:t>
      </w:r>
      <w:r w:rsidRPr="0034155E">
        <w:rPr>
          <w:rtl/>
        </w:rPr>
        <w:t>أخوه</w:t>
      </w:r>
      <w:r w:rsidR="00554BFA">
        <w:rPr>
          <w:rtl/>
        </w:rPr>
        <w:t xml:space="preserve"> </w:t>
      </w:r>
      <w:r w:rsidRPr="0034155E">
        <w:rPr>
          <w:rtl/>
        </w:rPr>
        <w:t>الأکيد</w:t>
      </w:r>
      <w:r w:rsidR="00554BFA">
        <w:rPr>
          <w:rtl/>
        </w:rPr>
        <w:t xml:space="preserve"> </w:t>
      </w:r>
      <w:r w:rsidRPr="0034155E">
        <w:rPr>
          <w:rtl/>
        </w:rPr>
        <w:t>الإِخاء</w:t>
      </w:r>
      <w:r w:rsidR="00554BFA">
        <w:rPr>
          <w:rtl/>
        </w:rPr>
        <w:t xml:space="preserve"> </w:t>
      </w:r>
      <w:r w:rsidR="00554BFA" w:rsidRPr="00D0383A">
        <w:rPr>
          <w:rtl/>
        </w:rPr>
        <w:t>=</w:t>
      </w:r>
      <w:r w:rsidR="00554BFA">
        <w:rPr>
          <w:rtl/>
        </w:rPr>
        <w:t xml:space="preserve"> </w:t>
      </w:r>
      <w:r w:rsidRPr="0034155E">
        <w:rPr>
          <w:rtl/>
        </w:rPr>
        <w:t>وأنت</w:t>
      </w:r>
      <w:r w:rsidR="00554BFA">
        <w:rPr>
          <w:rtl/>
        </w:rPr>
        <w:t xml:space="preserve"> </w:t>
      </w:r>
      <w:r w:rsidRPr="0034155E">
        <w:rPr>
          <w:rtl/>
        </w:rPr>
        <w:t>الّذي</w:t>
      </w:r>
      <w:r w:rsidR="00554BFA">
        <w:rPr>
          <w:rtl/>
        </w:rPr>
        <w:t xml:space="preserve"> </w:t>
      </w:r>
      <w:r w:rsidRPr="0034155E">
        <w:rPr>
          <w:rtl/>
        </w:rPr>
        <w:t>أُمم</w:t>
      </w:r>
      <w:r w:rsidR="00554BFA">
        <w:rPr>
          <w:rtl/>
        </w:rPr>
        <w:t xml:space="preserve"> </w:t>
      </w:r>
      <w:r w:rsidRPr="0034155E">
        <w:rPr>
          <w:rtl/>
        </w:rPr>
        <w:t>الأنبياء</w:t>
      </w:r>
    </w:p>
    <w:p w:rsidR="00645494" w:rsidRPr="00554BFA" w:rsidRDefault="00645494" w:rsidP="00554BFA">
      <w:pPr>
        <w:pStyle w:val="libPoemCenter"/>
        <w:rPr>
          <w:rtl/>
        </w:rPr>
      </w:pPr>
      <w:r w:rsidRPr="0034155E">
        <w:rPr>
          <w:rtl/>
        </w:rPr>
        <w:t>أعدَّت وِلاك لها واقيه</w:t>
      </w:r>
    </w:p>
    <w:p w:rsidR="00645494" w:rsidRDefault="00645494" w:rsidP="00FE2721">
      <w:pPr>
        <w:pStyle w:val="libPoemCenter"/>
        <w:rPr>
          <w:rtl/>
        </w:rPr>
      </w:pPr>
      <w:r w:rsidRPr="0034155E">
        <w:rPr>
          <w:rtl/>
        </w:rPr>
        <w:t>تَعيش</w:t>
      </w:r>
      <w:r w:rsidR="00554BFA">
        <w:rPr>
          <w:rtl/>
        </w:rPr>
        <w:t xml:space="preserve"> </w:t>
      </w:r>
      <w:r w:rsidRPr="0034155E">
        <w:rPr>
          <w:rtl/>
        </w:rPr>
        <w:t>بذكرك</w:t>
      </w:r>
      <w:r w:rsidR="00554BFA">
        <w:rPr>
          <w:rtl/>
        </w:rPr>
        <w:t xml:space="preserve"> </w:t>
      </w:r>
      <w:r w:rsidRPr="0034155E">
        <w:rPr>
          <w:rtl/>
        </w:rPr>
        <w:t>كي</w:t>
      </w:r>
      <w:r w:rsidR="00554BFA">
        <w:rPr>
          <w:rtl/>
        </w:rPr>
        <w:t xml:space="preserve"> </w:t>
      </w:r>
      <w:r w:rsidRPr="0034155E">
        <w:rPr>
          <w:rtl/>
        </w:rPr>
        <w:t>تَهتدي</w:t>
      </w:r>
      <w:r w:rsidR="00554BFA">
        <w:rPr>
          <w:rtl/>
        </w:rPr>
        <w:t xml:space="preserve"> </w:t>
      </w:r>
      <w:r w:rsidR="00554BFA" w:rsidRPr="00D0383A">
        <w:rPr>
          <w:rtl/>
        </w:rPr>
        <w:t>=</w:t>
      </w:r>
      <w:r w:rsidR="00554BFA">
        <w:rPr>
          <w:rtl/>
        </w:rPr>
        <w:t xml:space="preserve"> </w:t>
      </w:r>
      <w:r w:rsidRPr="0034155E">
        <w:rPr>
          <w:rtl/>
        </w:rPr>
        <w:t>وأنت</w:t>
      </w:r>
      <w:r w:rsidR="00554BFA">
        <w:rPr>
          <w:rtl/>
        </w:rPr>
        <w:t xml:space="preserve"> </w:t>
      </w:r>
      <w:r w:rsidRPr="0034155E">
        <w:rPr>
          <w:rtl/>
        </w:rPr>
        <w:t>بصُلب</w:t>
      </w:r>
      <w:r w:rsidR="00554BFA">
        <w:rPr>
          <w:rtl/>
        </w:rPr>
        <w:t xml:space="preserve"> </w:t>
      </w:r>
      <w:r w:rsidRPr="0034155E">
        <w:rPr>
          <w:rtl/>
        </w:rPr>
        <w:t>ولم</w:t>
      </w:r>
      <w:r w:rsidR="00554BFA">
        <w:rPr>
          <w:rtl/>
        </w:rPr>
        <w:t xml:space="preserve"> </w:t>
      </w:r>
      <w:r w:rsidRPr="0034155E">
        <w:rPr>
          <w:rtl/>
        </w:rPr>
        <w:t>تولد</w:t>
      </w:r>
    </w:p>
    <w:p w:rsidR="00645494" w:rsidRPr="00645494" w:rsidRDefault="00645494" w:rsidP="00FE2721">
      <w:pPr>
        <w:pStyle w:val="libPoemCenter"/>
        <w:rPr>
          <w:rtl/>
        </w:rPr>
      </w:pPr>
      <w:r w:rsidRPr="0034155E">
        <w:rPr>
          <w:rtl/>
        </w:rPr>
        <w:t>تعاليم</w:t>
      </w:r>
      <w:r w:rsidR="00554BFA">
        <w:rPr>
          <w:rtl/>
        </w:rPr>
        <w:t xml:space="preserve"> </w:t>
      </w:r>
      <w:r w:rsidRPr="0034155E">
        <w:rPr>
          <w:rtl/>
        </w:rPr>
        <w:t>رُسل</w:t>
      </w:r>
      <w:r w:rsidR="00554BFA">
        <w:rPr>
          <w:rtl/>
        </w:rPr>
        <w:t xml:space="preserve"> </w:t>
      </w:r>
      <w:r w:rsidRPr="0034155E">
        <w:rPr>
          <w:rtl/>
        </w:rPr>
        <w:t>بهم</w:t>
      </w:r>
      <w:r w:rsidR="00554BFA">
        <w:rPr>
          <w:rtl/>
        </w:rPr>
        <w:t xml:space="preserve"> </w:t>
      </w:r>
      <w:r w:rsidRPr="0034155E">
        <w:rPr>
          <w:rtl/>
        </w:rPr>
        <w:t>تقتدي</w:t>
      </w:r>
      <w:r w:rsidR="00554BFA">
        <w:rPr>
          <w:rtl/>
        </w:rPr>
        <w:t xml:space="preserve"> </w:t>
      </w:r>
      <w:r w:rsidR="00554BFA" w:rsidRPr="00D0383A">
        <w:rPr>
          <w:rtl/>
        </w:rPr>
        <w:t>=</w:t>
      </w:r>
      <w:r w:rsidR="00554BFA">
        <w:rPr>
          <w:rtl/>
        </w:rPr>
        <w:t xml:space="preserve"> </w:t>
      </w:r>
      <w:r w:rsidRPr="0034155E">
        <w:rPr>
          <w:rtl/>
        </w:rPr>
        <w:t>فقد</w:t>
      </w:r>
      <w:r w:rsidR="00554BFA">
        <w:rPr>
          <w:rtl/>
        </w:rPr>
        <w:t xml:space="preserve"> </w:t>
      </w:r>
      <w:r w:rsidRPr="0034155E">
        <w:rPr>
          <w:rtl/>
        </w:rPr>
        <w:t>أنبأوها</w:t>
      </w:r>
      <w:r w:rsidR="00554BFA">
        <w:rPr>
          <w:rtl/>
        </w:rPr>
        <w:t xml:space="preserve"> </w:t>
      </w:r>
      <w:r w:rsidRPr="0034155E">
        <w:rPr>
          <w:rtl/>
        </w:rPr>
        <w:t>بأنْ</w:t>
      </w:r>
      <w:r w:rsidR="00554BFA">
        <w:rPr>
          <w:rtl/>
        </w:rPr>
        <w:t xml:space="preserve"> </w:t>
      </w:r>
      <w:r w:rsidRPr="0034155E">
        <w:rPr>
          <w:rtl/>
        </w:rPr>
        <w:t>تَغتدي</w:t>
      </w:r>
    </w:p>
    <w:p w:rsidR="00554BFA" w:rsidRDefault="00645494" w:rsidP="00554BFA">
      <w:pPr>
        <w:pStyle w:val="libPoemCenter"/>
        <w:rPr>
          <w:rtl/>
        </w:rPr>
      </w:pPr>
      <w:r w:rsidRPr="0034155E">
        <w:rPr>
          <w:rtl/>
        </w:rPr>
        <w:t>لَديك إذا حُشرت جاثيه</w:t>
      </w:r>
    </w:p>
    <w:p w:rsidR="00645494" w:rsidRDefault="00645494" w:rsidP="00645494">
      <w:pPr>
        <w:pStyle w:val="libNormal"/>
      </w:pPr>
      <w:r>
        <w:br w:type="page"/>
      </w:r>
    </w:p>
    <w:p w:rsidR="00645494" w:rsidRDefault="00645494" w:rsidP="00FE2721">
      <w:pPr>
        <w:pStyle w:val="libPoemCenter"/>
        <w:rPr>
          <w:rtl/>
        </w:rPr>
      </w:pPr>
      <w:r w:rsidRPr="0034155E">
        <w:rPr>
          <w:rtl/>
        </w:rPr>
        <w:lastRenderedPageBreak/>
        <w:t>وأنت</w:t>
      </w:r>
      <w:r w:rsidR="00554BFA">
        <w:rPr>
          <w:rtl/>
        </w:rPr>
        <w:t xml:space="preserve"> </w:t>
      </w:r>
      <w:r w:rsidRPr="0034155E">
        <w:rPr>
          <w:rtl/>
        </w:rPr>
        <w:t>الصِراط</w:t>
      </w:r>
      <w:r w:rsidR="00554BFA">
        <w:rPr>
          <w:rtl/>
        </w:rPr>
        <w:t xml:space="preserve"> </w:t>
      </w:r>
      <w:r w:rsidRPr="0034155E">
        <w:rPr>
          <w:rtl/>
        </w:rPr>
        <w:t>وبُرهانه</w:t>
      </w:r>
      <w:r w:rsidR="00554BFA">
        <w:rPr>
          <w:rtl/>
        </w:rPr>
        <w:t xml:space="preserve"> </w:t>
      </w:r>
      <w:r w:rsidR="00554BFA" w:rsidRPr="00D0383A">
        <w:rPr>
          <w:rtl/>
        </w:rPr>
        <w:t>=</w:t>
      </w:r>
      <w:r w:rsidR="00554BFA">
        <w:rPr>
          <w:rtl/>
        </w:rPr>
        <w:t xml:space="preserve"> </w:t>
      </w:r>
      <w:r w:rsidRPr="0034155E">
        <w:rPr>
          <w:rtl/>
        </w:rPr>
        <w:t>دقيق</w:t>
      </w:r>
      <w:r w:rsidR="00554BFA">
        <w:rPr>
          <w:rtl/>
        </w:rPr>
        <w:t xml:space="preserve"> </w:t>
      </w:r>
      <w:r w:rsidRPr="0034155E">
        <w:rPr>
          <w:rtl/>
        </w:rPr>
        <w:t>وِلاك</w:t>
      </w:r>
      <w:r w:rsidR="00554BFA">
        <w:rPr>
          <w:rtl/>
        </w:rPr>
        <w:t xml:space="preserve"> </w:t>
      </w:r>
      <w:r w:rsidRPr="0034155E">
        <w:rPr>
          <w:rtl/>
        </w:rPr>
        <w:t>وعِنوانه</w:t>
      </w:r>
    </w:p>
    <w:p w:rsidR="00645494" w:rsidRPr="00645494" w:rsidRDefault="00645494" w:rsidP="00FE2721">
      <w:pPr>
        <w:pStyle w:val="libPoemCenter"/>
        <w:rPr>
          <w:rtl/>
        </w:rPr>
      </w:pPr>
      <w:r w:rsidRPr="0034155E">
        <w:rPr>
          <w:rtl/>
        </w:rPr>
        <w:t>وحُبك</w:t>
      </w:r>
      <w:r w:rsidR="00554BFA">
        <w:rPr>
          <w:rtl/>
        </w:rPr>
        <w:t xml:space="preserve"> </w:t>
      </w:r>
      <w:r w:rsidRPr="0034155E">
        <w:rPr>
          <w:rtl/>
        </w:rPr>
        <w:t>في</w:t>
      </w:r>
      <w:r w:rsidR="00554BFA">
        <w:rPr>
          <w:rtl/>
        </w:rPr>
        <w:t xml:space="preserve"> </w:t>
      </w:r>
      <w:r w:rsidRPr="0034155E">
        <w:rPr>
          <w:rtl/>
        </w:rPr>
        <w:t>الحَشر</w:t>
      </w:r>
      <w:r w:rsidR="00554BFA">
        <w:rPr>
          <w:rtl/>
        </w:rPr>
        <w:t xml:space="preserve"> </w:t>
      </w:r>
      <w:r w:rsidRPr="0034155E">
        <w:rPr>
          <w:rtl/>
        </w:rPr>
        <w:t>ميزانه</w:t>
      </w:r>
      <w:r w:rsidR="00554BFA">
        <w:rPr>
          <w:rtl/>
        </w:rPr>
        <w:t xml:space="preserve"> </w:t>
      </w:r>
      <w:r w:rsidR="00554BFA" w:rsidRPr="00D0383A">
        <w:rPr>
          <w:rtl/>
        </w:rPr>
        <w:t>=</w:t>
      </w:r>
      <w:r w:rsidR="00554BFA">
        <w:rPr>
          <w:rtl/>
        </w:rPr>
        <w:t xml:space="preserve"> </w:t>
      </w:r>
      <w:r w:rsidRPr="0034155E">
        <w:rPr>
          <w:rtl/>
        </w:rPr>
        <w:t>فمَن</w:t>
      </w:r>
      <w:r w:rsidR="00554BFA">
        <w:rPr>
          <w:rtl/>
        </w:rPr>
        <w:t xml:space="preserve"> </w:t>
      </w:r>
      <w:r w:rsidRPr="0034155E">
        <w:rPr>
          <w:rtl/>
        </w:rPr>
        <w:t>بك</w:t>
      </w:r>
      <w:r w:rsidR="00554BFA">
        <w:rPr>
          <w:rtl/>
        </w:rPr>
        <w:t xml:space="preserve"> </w:t>
      </w:r>
      <w:r w:rsidRPr="0034155E">
        <w:rPr>
          <w:rtl/>
        </w:rPr>
        <w:t>قد</w:t>
      </w:r>
      <w:r w:rsidR="00554BFA">
        <w:rPr>
          <w:rtl/>
        </w:rPr>
        <w:t xml:space="preserve"> </w:t>
      </w:r>
      <w:r w:rsidRPr="0034155E">
        <w:rPr>
          <w:rtl/>
        </w:rPr>
        <w:t>تمَّ</w:t>
      </w:r>
      <w:r w:rsidR="00554BFA">
        <w:rPr>
          <w:rtl/>
        </w:rPr>
        <w:t xml:space="preserve"> </w:t>
      </w:r>
      <w:r w:rsidRPr="0034155E">
        <w:rPr>
          <w:rtl/>
        </w:rPr>
        <w:t>إيمانه</w:t>
      </w:r>
    </w:p>
    <w:p w:rsidR="00645494" w:rsidRPr="00554BFA" w:rsidRDefault="00645494" w:rsidP="00554BFA">
      <w:pPr>
        <w:pStyle w:val="libPoemCenter"/>
        <w:rPr>
          <w:rtl/>
        </w:rPr>
      </w:pPr>
      <w:r w:rsidRPr="0034155E">
        <w:rPr>
          <w:rtl/>
        </w:rPr>
        <w:t>أصاب كرامته الباقية</w:t>
      </w:r>
    </w:p>
    <w:p w:rsidR="00645494" w:rsidRDefault="00645494" w:rsidP="00FE2721">
      <w:pPr>
        <w:pStyle w:val="libPoemCenter"/>
        <w:rPr>
          <w:rtl/>
        </w:rPr>
      </w:pPr>
      <w:r w:rsidRPr="0034155E">
        <w:rPr>
          <w:rtl/>
        </w:rPr>
        <w:t>ومرَّ</w:t>
      </w:r>
      <w:r w:rsidR="00554BFA">
        <w:rPr>
          <w:rtl/>
        </w:rPr>
        <w:t xml:space="preserve"> </w:t>
      </w:r>
      <w:r w:rsidRPr="0034155E">
        <w:rPr>
          <w:rtl/>
        </w:rPr>
        <w:t>كَما</w:t>
      </w:r>
      <w:r w:rsidR="00554BFA">
        <w:rPr>
          <w:rtl/>
        </w:rPr>
        <w:t xml:space="preserve"> </w:t>
      </w:r>
      <w:r w:rsidRPr="0034155E">
        <w:rPr>
          <w:rtl/>
        </w:rPr>
        <w:t>تَنثني</w:t>
      </w:r>
      <w:r w:rsidR="00554BFA">
        <w:rPr>
          <w:rtl/>
        </w:rPr>
        <w:t xml:space="preserve"> </w:t>
      </w:r>
      <w:r w:rsidRPr="0034155E">
        <w:rPr>
          <w:rtl/>
        </w:rPr>
        <w:t>الغُصون</w:t>
      </w:r>
      <w:r w:rsidR="00554BFA">
        <w:rPr>
          <w:rtl/>
        </w:rPr>
        <w:t xml:space="preserve"> </w:t>
      </w:r>
      <w:r w:rsidR="00554BFA" w:rsidRPr="00D0383A">
        <w:rPr>
          <w:rtl/>
        </w:rPr>
        <w:t>=</w:t>
      </w:r>
      <w:r w:rsidR="00554BFA">
        <w:rPr>
          <w:rtl/>
        </w:rPr>
        <w:t xml:space="preserve"> </w:t>
      </w:r>
      <w:r w:rsidRPr="0034155E">
        <w:rPr>
          <w:rtl/>
        </w:rPr>
        <w:t>يُلاقي</w:t>
      </w:r>
      <w:r w:rsidR="00554BFA">
        <w:rPr>
          <w:rtl/>
        </w:rPr>
        <w:t xml:space="preserve"> </w:t>
      </w:r>
      <w:r w:rsidRPr="0034155E">
        <w:rPr>
          <w:rtl/>
        </w:rPr>
        <w:t>التَهاني</w:t>
      </w:r>
      <w:r w:rsidR="00554BFA">
        <w:rPr>
          <w:rtl/>
        </w:rPr>
        <w:t xml:space="preserve"> </w:t>
      </w:r>
      <w:r w:rsidRPr="0034155E">
        <w:rPr>
          <w:rtl/>
        </w:rPr>
        <w:t>فُنوناً</w:t>
      </w:r>
      <w:r w:rsidR="00554BFA">
        <w:rPr>
          <w:rtl/>
        </w:rPr>
        <w:t xml:space="preserve"> </w:t>
      </w:r>
      <w:r w:rsidRPr="0034155E">
        <w:rPr>
          <w:rtl/>
        </w:rPr>
        <w:t>فُنون</w:t>
      </w:r>
    </w:p>
    <w:p w:rsidR="00645494" w:rsidRPr="00645494" w:rsidRDefault="00645494" w:rsidP="00FE2721">
      <w:pPr>
        <w:pStyle w:val="libPoemCenter"/>
        <w:rPr>
          <w:rtl/>
        </w:rPr>
      </w:pPr>
      <w:r w:rsidRPr="0034155E">
        <w:rPr>
          <w:rtl/>
        </w:rPr>
        <w:t>فهان</w:t>
      </w:r>
      <w:r w:rsidR="00554BFA">
        <w:rPr>
          <w:rtl/>
        </w:rPr>
        <w:t xml:space="preserve"> </w:t>
      </w:r>
      <w:r w:rsidRPr="0034155E">
        <w:rPr>
          <w:rtl/>
        </w:rPr>
        <w:t>الصِراط</w:t>
      </w:r>
      <w:r w:rsidR="00554BFA">
        <w:rPr>
          <w:rtl/>
        </w:rPr>
        <w:t xml:space="preserve"> </w:t>
      </w:r>
      <w:r w:rsidRPr="0034155E">
        <w:rPr>
          <w:rtl/>
        </w:rPr>
        <w:t>وكلٌّ</w:t>
      </w:r>
      <w:r w:rsidR="00554BFA">
        <w:rPr>
          <w:rtl/>
        </w:rPr>
        <w:t xml:space="preserve"> </w:t>
      </w:r>
      <w:r w:rsidRPr="0034155E">
        <w:rPr>
          <w:rtl/>
        </w:rPr>
        <w:t>يهون</w:t>
      </w:r>
      <w:r w:rsidR="00554BFA">
        <w:rPr>
          <w:rtl/>
        </w:rPr>
        <w:t xml:space="preserve"> </w:t>
      </w:r>
      <w:r w:rsidR="00554BFA" w:rsidRPr="00D0383A">
        <w:rPr>
          <w:rtl/>
        </w:rPr>
        <w:t>=</w:t>
      </w:r>
      <w:r w:rsidR="00554BFA">
        <w:rPr>
          <w:rtl/>
        </w:rPr>
        <w:t xml:space="preserve"> </w:t>
      </w:r>
      <w:r w:rsidRPr="0034155E">
        <w:rPr>
          <w:rtl/>
        </w:rPr>
        <w:t>وراح</w:t>
      </w:r>
      <w:r w:rsidR="00554BFA">
        <w:rPr>
          <w:rtl/>
        </w:rPr>
        <w:t xml:space="preserve"> </w:t>
      </w:r>
      <w:r w:rsidRPr="0034155E">
        <w:rPr>
          <w:rtl/>
        </w:rPr>
        <w:t>بفَوزٍ</w:t>
      </w:r>
      <w:r w:rsidR="00554BFA">
        <w:rPr>
          <w:rtl/>
        </w:rPr>
        <w:t xml:space="preserve"> </w:t>
      </w:r>
      <w:r w:rsidRPr="0034155E">
        <w:rPr>
          <w:rtl/>
        </w:rPr>
        <w:t>قَرير</w:t>
      </w:r>
      <w:r w:rsidR="00554BFA">
        <w:rPr>
          <w:rtl/>
        </w:rPr>
        <w:t xml:space="preserve"> </w:t>
      </w:r>
      <w:r w:rsidRPr="0034155E">
        <w:rPr>
          <w:rtl/>
        </w:rPr>
        <w:t>العُيون</w:t>
      </w:r>
    </w:p>
    <w:p w:rsidR="00645494" w:rsidRPr="00554BFA" w:rsidRDefault="00645494" w:rsidP="00554BFA">
      <w:pPr>
        <w:pStyle w:val="libPoemCenter"/>
        <w:rPr>
          <w:rtl/>
        </w:rPr>
      </w:pPr>
      <w:r w:rsidRPr="0034155E">
        <w:rPr>
          <w:rtl/>
        </w:rPr>
        <w:t>يُساق إلى جَنَّة عاليه</w:t>
      </w:r>
    </w:p>
    <w:p w:rsidR="00645494" w:rsidRDefault="00645494" w:rsidP="00FE2721">
      <w:pPr>
        <w:pStyle w:val="libPoemCenter"/>
        <w:rPr>
          <w:rtl/>
        </w:rPr>
      </w:pPr>
      <w:r w:rsidRPr="0034155E">
        <w:rPr>
          <w:rtl/>
        </w:rPr>
        <w:t>أولئك</w:t>
      </w:r>
      <w:r w:rsidR="00554BFA">
        <w:rPr>
          <w:rtl/>
        </w:rPr>
        <w:t xml:space="preserve"> </w:t>
      </w:r>
      <w:r w:rsidRPr="0034155E">
        <w:rPr>
          <w:rtl/>
        </w:rPr>
        <w:t>مَن</w:t>
      </w:r>
      <w:r w:rsidR="00554BFA">
        <w:rPr>
          <w:rtl/>
        </w:rPr>
        <w:t xml:space="preserve"> </w:t>
      </w:r>
      <w:r w:rsidRPr="0034155E">
        <w:rPr>
          <w:rtl/>
        </w:rPr>
        <w:t>ظُلَّلوا</w:t>
      </w:r>
      <w:r w:rsidR="00554BFA">
        <w:rPr>
          <w:rtl/>
        </w:rPr>
        <w:t xml:space="preserve"> </w:t>
      </w:r>
      <w:r w:rsidRPr="0034155E">
        <w:rPr>
          <w:rtl/>
        </w:rPr>
        <w:t>في</w:t>
      </w:r>
      <w:r w:rsidR="00554BFA">
        <w:rPr>
          <w:rtl/>
        </w:rPr>
        <w:t xml:space="preserve"> </w:t>
      </w:r>
      <w:r w:rsidRPr="0034155E">
        <w:rPr>
          <w:rtl/>
        </w:rPr>
        <w:t>لِواك</w:t>
      </w:r>
      <w:r w:rsidR="00554BFA">
        <w:rPr>
          <w:rtl/>
        </w:rPr>
        <w:t xml:space="preserve"> </w:t>
      </w:r>
      <w:r w:rsidR="00554BFA" w:rsidRPr="00D0383A">
        <w:rPr>
          <w:rtl/>
        </w:rPr>
        <w:t>=</w:t>
      </w:r>
      <w:r w:rsidR="00554BFA">
        <w:rPr>
          <w:rtl/>
        </w:rPr>
        <w:t xml:space="preserve"> </w:t>
      </w:r>
      <w:r w:rsidRPr="0034155E">
        <w:rPr>
          <w:rtl/>
        </w:rPr>
        <w:t>ونالوا</w:t>
      </w:r>
      <w:r w:rsidR="00554BFA">
        <w:rPr>
          <w:rtl/>
        </w:rPr>
        <w:t xml:space="preserve"> </w:t>
      </w:r>
      <w:r w:rsidRPr="0034155E">
        <w:rPr>
          <w:rtl/>
        </w:rPr>
        <w:t>رِضا</w:t>
      </w:r>
      <w:r w:rsidR="00554BFA">
        <w:rPr>
          <w:rtl/>
        </w:rPr>
        <w:t xml:space="preserve"> </w:t>
      </w:r>
      <w:r w:rsidRPr="0034155E">
        <w:rPr>
          <w:rtl/>
        </w:rPr>
        <w:t>ربهم</w:t>
      </w:r>
      <w:r w:rsidR="00554BFA">
        <w:rPr>
          <w:rtl/>
        </w:rPr>
        <w:t xml:space="preserve"> </w:t>
      </w:r>
      <w:r w:rsidRPr="0034155E">
        <w:rPr>
          <w:rtl/>
        </w:rPr>
        <w:t>في</w:t>
      </w:r>
      <w:r w:rsidR="00554BFA">
        <w:rPr>
          <w:rtl/>
        </w:rPr>
        <w:t xml:space="preserve"> </w:t>
      </w:r>
      <w:r w:rsidRPr="0034155E">
        <w:rPr>
          <w:rtl/>
        </w:rPr>
        <w:t>رِضاك</w:t>
      </w:r>
    </w:p>
    <w:p w:rsidR="00645494" w:rsidRPr="00645494" w:rsidRDefault="00645494" w:rsidP="00FE2721">
      <w:pPr>
        <w:pStyle w:val="libPoemCenter"/>
        <w:rPr>
          <w:rtl/>
        </w:rPr>
      </w:pPr>
      <w:r w:rsidRPr="0034155E">
        <w:rPr>
          <w:rtl/>
        </w:rPr>
        <w:t>تولّوك</w:t>
      </w:r>
      <w:r w:rsidR="00554BFA">
        <w:rPr>
          <w:rtl/>
        </w:rPr>
        <w:t xml:space="preserve"> </w:t>
      </w:r>
      <w:r w:rsidRPr="0034155E">
        <w:rPr>
          <w:rtl/>
        </w:rPr>
        <w:t>حُبَّاً</w:t>
      </w:r>
      <w:r w:rsidR="00554BFA">
        <w:rPr>
          <w:rtl/>
        </w:rPr>
        <w:t xml:space="preserve"> </w:t>
      </w:r>
      <w:r w:rsidRPr="0034155E">
        <w:rPr>
          <w:rtl/>
        </w:rPr>
        <w:t>وعادوا</w:t>
      </w:r>
      <w:r w:rsidR="00554BFA">
        <w:rPr>
          <w:rtl/>
        </w:rPr>
        <w:t xml:space="preserve"> </w:t>
      </w:r>
      <w:r w:rsidRPr="0034155E">
        <w:rPr>
          <w:rtl/>
        </w:rPr>
        <w:t>عِداك</w:t>
      </w:r>
      <w:r w:rsidR="00554BFA">
        <w:rPr>
          <w:rtl/>
        </w:rPr>
        <w:t xml:space="preserve"> </w:t>
      </w:r>
      <w:r w:rsidR="00554BFA" w:rsidRPr="00D0383A">
        <w:rPr>
          <w:rtl/>
        </w:rPr>
        <w:t>=</w:t>
      </w:r>
      <w:r w:rsidR="00554BFA">
        <w:rPr>
          <w:rtl/>
        </w:rPr>
        <w:t xml:space="preserve"> </w:t>
      </w:r>
      <w:r w:rsidRPr="0034155E">
        <w:rPr>
          <w:rtl/>
        </w:rPr>
        <w:t>وأمَّا</w:t>
      </w:r>
      <w:r w:rsidR="00554BFA">
        <w:rPr>
          <w:rtl/>
        </w:rPr>
        <w:t xml:space="preserve"> </w:t>
      </w:r>
      <w:r w:rsidRPr="0034155E">
        <w:rPr>
          <w:rtl/>
        </w:rPr>
        <w:t>الّذين</w:t>
      </w:r>
      <w:r w:rsidR="00554BFA">
        <w:rPr>
          <w:rtl/>
        </w:rPr>
        <w:t xml:space="preserve"> </w:t>
      </w:r>
      <w:r w:rsidRPr="0034155E">
        <w:rPr>
          <w:rtl/>
        </w:rPr>
        <w:t>تولّوا</w:t>
      </w:r>
      <w:r w:rsidR="00554BFA">
        <w:rPr>
          <w:rtl/>
        </w:rPr>
        <w:t xml:space="preserve"> </w:t>
      </w:r>
      <w:r w:rsidRPr="0034155E">
        <w:rPr>
          <w:rtl/>
        </w:rPr>
        <w:t>سِواك</w:t>
      </w:r>
    </w:p>
    <w:p w:rsidR="00645494" w:rsidRPr="00554BFA" w:rsidRDefault="00645494" w:rsidP="00554BFA">
      <w:pPr>
        <w:pStyle w:val="libPoemCenter"/>
        <w:rPr>
          <w:rtl/>
        </w:rPr>
      </w:pPr>
      <w:r w:rsidRPr="0034155E">
        <w:rPr>
          <w:rtl/>
        </w:rPr>
        <w:t>أصابتهم الذلَّة الباديه</w:t>
      </w:r>
    </w:p>
    <w:p w:rsidR="00645494" w:rsidRDefault="00645494" w:rsidP="00FE2721">
      <w:pPr>
        <w:pStyle w:val="libPoemCenter"/>
        <w:rPr>
          <w:rtl/>
        </w:rPr>
      </w:pPr>
      <w:r w:rsidRPr="0034155E">
        <w:rPr>
          <w:rtl/>
        </w:rPr>
        <w:t>وأُلبس</w:t>
      </w:r>
      <w:r w:rsidR="00554BFA">
        <w:rPr>
          <w:rtl/>
        </w:rPr>
        <w:t xml:space="preserve"> </w:t>
      </w:r>
      <w:r w:rsidRPr="0034155E">
        <w:rPr>
          <w:rtl/>
        </w:rPr>
        <w:t>أبدانهم</w:t>
      </w:r>
      <w:r w:rsidR="00554BFA">
        <w:rPr>
          <w:rtl/>
        </w:rPr>
        <w:t xml:space="preserve"> </w:t>
      </w:r>
      <w:r w:rsidRPr="0034155E">
        <w:rPr>
          <w:rtl/>
        </w:rPr>
        <w:t>والنفوس</w:t>
      </w:r>
      <w:r w:rsidR="00554BFA">
        <w:rPr>
          <w:rtl/>
        </w:rPr>
        <w:t xml:space="preserve"> </w:t>
      </w:r>
      <w:r w:rsidR="00554BFA" w:rsidRPr="00D0383A">
        <w:rPr>
          <w:rtl/>
        </w:rPr>
        <w:t>=</w:t>
      </w:r>
      <w:r w:rsidR="00554BFA">
        <w:rPr>
          <w:rtl/>
        </w:rPr>
        <w:t xml:space="preserve"> </w:t>
      </w:r>
      <w:r w:rsidRPr="0034155E">
        <w:rPr>
          <w:rtl/>
        </w:rPr>
        <w:t>سَرابيل</w:t>
      </w:r>
      <w:r w:rsidR="00554BFA">
        <w:rPr>
          <w:rtl/>
        </w:rPr>
        <w:t xml:space="preserve"> </w:t>
      </w:r>
      <w:r w:rsidRPr="0034155E">
        <w:rPr>
          <w:rtl/>
        </w:rPr>
        <w:t>نار</w:t>
      </w:r>
      <w:r w:rsidR="00554BFA">
        <w:rPr>
          <w:rtl/>
        </w:rPr>
        <w:t xml:space="preserve"> </w:t>
      </w:r>
      <w:r w:rsidRPr="0034155E">
        <w:rPr>
          <w:rtl/>
        </w:rPr>
        <w:t>فبِئس</w:t>
      </w:r>
      <w:r w:rsidR="00554BFA">
        <w:rPr>
          <w:rtl/>
        </w:rPr>
        <w:t xml:space="preserve"> </w:t>
      </w:r>
      <w:r w:rsidRPr="0034155E">
        <w:rPr>
          <w:rtl/>
        </w:rPr>
        <w:t>اللُبوس</w:t>
      </w:r>
    </w:p>
    <w:p w:rsidR="00645494" w:rsidRPr="00645494" w:rsidRDefault="00645494" w:rsidP="00554BFA">
      <w:pPr>
        <w:pStyle w:val="libPoemCenter"/>
        <w:rPr>
          <w:rtl/>
        </w:rPr>
      </w:pPr>
      <w:r w:rsidRPr="0034155E">
        <w:rPr>
          <w:rtl/>
        </w:rPr>
        <w:t>فَقْيدوا</w:t>
      </w:r>
      <w:r w:rsidR="00554BFA">
        <w:rPr>
          <w:rtl/>
        </w:rPr>
        <w:t xml:space="preserve"> </w:t>
      </w:r>
      <w:r w:rsidRPr="0034155E">
        <w:rPr>
          <w:rtl/>
        </w:rPr>
        <w:t>إلى</w:t>
      </w:r>
      <w:r w:rsidR="00554BFA">
        <w:rPr>
          <w:rtl/>
        </w:rPr>
        <w:t xml:space="preserve"> </w:t>
      </w:r>
      <w:r w:rsidRPr="0034155E">
        <w:rPr>
          <w:rtl/>
        </w:rPr>
        <w:t>النار</w:t>
      </w:r>
      <w:r w:rsidR="00554BFA">
        <w:rPr>
          <w:rtl/>
        </w:rPr>
        <w:t xml:space="preserve"> </w:t>
      </w:r>
      <w:r w:rsidRPr="0034155E">
        <w:rPr>
          <w:rtl/>
        </w:rPr>
        <w:t>قَود</w:t>
      </w:r>
      <w:r w:rsidR="00554BFA">
        <w:rPr>
          <w:rtl/>
        </w:rPr>
        <w:t xml:space="preserve"> </w:t>
      </w:r>
      <w:r w:rsidRPr="0034155E">
        <w:rPr>
          <w:rtl/>
        </w:rPr>
        <w:t>الشموس</w:t>
      </w:r>
      <w:r w:rsidR="00554BFA">
        <w:rPr>
          <w:rtl/>
        </w:rPr>
        <w:t xml:space="preserve"> </w:t>
      </w:r>
      <w:r w:rsidR="00554BFA" w:rsidRPr="00D0383A">
        <w:rPr>
          <w:rtl/>
        </w:rPr>
        <w:t>=</w:t>
      </w:r>
      <w:r w:rsidR="00554BFA">
        <w:rPr>
          <w:rtl/>
        </w:rPr>
        <w:t xml:space="preserve"> </w:t>
      </w:r>
      <w:r w:rsidRPr="0034155E">
        <w:rPr>
          <w:rtl/>
        </w:rPr>
        <w:t>وراحوا</w:t>
      </w:r>
      <w:r w:rsidR="00554BFA">
        <w:rPr>
          <w:rtl/>
        </w:rPr>
        <w:t xml:space="preserve"> </w:t>
      </w:r>
      <w:r w:rsidRPr="0034155E">
        <w:rPr>
          <w:rtl/>
        </w:rPr>
        <w:t>خواسئ</w:t>
      </w:r>
      <w:r w:rsidR="00554BFA">
        <w:rPr>
          <w:rtl/>
        </w:rPr>
        <w:t xml:space="preserve"> </w:t>
      </w:r>
      <w:r w:rsidRPr="0034155E">
        <w:rPr>
          <w:rtl/>
        </w:rPr>
        <w:t>نُكْسَ</w:t>
      </w:r>
      <w:r w:rsidR="00554BFA">
        <w:rPr>
          <w:rtl/>
        </w:rPr>
        <w:t xml:space="preserve"> </w:t>
      </w:r>
      <w:r w:rsidRPr="0034155E">
        <w:rPr>
          <w:rtl/>
        </w:rPr>
        <w:t>الرُؤوس</w:t>
      </w:r>
    </w:p>
    <w:p w:rsidR="00554BFA" w:rsidRDefault="00645494" w:rsidP="00554BFA">
      <w:pPr>
        <w:pStyle w:val="libPoemCenter"/>
        <w:rPr>
          <w:rtl/>
        </w:rPr>
      </w:pPr>
      <w:r w:rsidRPr="0034155E">
        <w:rPr>
          <w:rtl/>
        </w:rPr>
        <w:t>يُساقون دعَّاً إلى الهاويه</w:t>
      </w:r>
    </w:p>
    <w:p w:rsidR="00645494" w:rsidRPr="00554BFA" w:rsidRDefault="00645494" w:rsidP="00645494">
      <w:pPr>
        <w:pStyle w:val="Heading3"/>
        <w:rPr>
          <w:rtl/>
        </w:rPr>
      </w:pPr>
      <w:bookmarkStart w:id="42" w:name="_Toc491861311"/>
      <w:r w:rsidRPr="0034155E">
        <w:rPr>
          <w:rtl/>
        </w:rPr>
        <w:t>الفصل التاسع:</w:t>
      </w:r>
      <w:bookmarkEnd w:id="42"/>
    </w:p>
    <w:p w:rsidR="00554BFA" w:rsidRDefault="00645494" w:rsidP="00554BFA">
      <w:pPr>
        <w:pStyle w:val="libNormal"/>
        <w:rPr>
          <w:rtl/>
        </w:rPr>
      </w:pPr>
      <w:r w:rsidRPr="00554BFA">
        <w:rPr>
          <w:rtl/>
        </w:rPr>
        <w:t>وجدت في مجموعة شعر، فيه مدائح للنبي</w:t>
      </w:r>
      <w:r w:rsidR="00554BFA">
        <w:rPr>
          <w:rtl/>
        </w:rPr>
        <w:t xml:space="preserve"> (</w:t>
      </w:r>
      <w:r w:rsidRPr="00554BFA">
        <w:rPr>
          <w:rtl/>
        </w:rPr>
        <w:t>صلّى الله عليه وآله) وللأئمة</w:t>
      </w:r>
      <w:r w:rsidR="00554BFA">
        <w:rPr>
          <w:rtl/>
        </w:rPr>
        <w:t xml:space="preserve"> (</w:t>
      </w:r>
      <w:r w:rsidRPr="00554BFA">
        <w:rPr>
          <w:rtl/>
        </w:rPr>
        <w:t>عليهم السلام) مدائح ومراثي</w:t>
      </w:r>
      <w:r w:rsidR="00D0383A">
        <w:rPr>
          <w:rtl/>
        </w:rPr>
        <w:t>،</w:t>
      </w:r>
      <w:r w:rsidRPr="00554BFA">
        <w:rPr>
          <w:rtl/>
        </w:rPr>
        <w:t xml:space="preserve"> وفيها أنَّ مَجد الدين بن جميل صاحب المَخزن للناصر، غضب عليه فحبسه سنين فضاق صدره</w:t>
      </w:r>
      <w:r w:rsidR="00D0383A">
        <w:rPr>
          <w:rtl/>
        </w:rPr>
        <w:t>،</w:t>
      </w:r>
      <w:r w:rsidRPr="00554BFA">
        <w:rPr>
          <w:rtl/>
        </w:rPr>
        <w:t xml:space="preserve"> فمدح أمير المؤمنين</w:t>
      </w:r>
      <w:r w:rsidR="00554BFA">
        <w:rPr>
          <w:rtl/>
        </w:rPr>
        <w:t xml:space="preserve"> (</w:t>
      </w:r>
      <w:r w:rsidRPr="00554BFA">
        <w:rPr>
          <w:rtl/>
        </w:rPr>
        <w:t>عليه السلام) بقصيدة ذات يوم في محرّم وهي:</w:t>
      </w:r>
    </w:p>
    <w:p w:rsidR="00645494" w:rsidRPr="00645494" w:rsidRDefault="00645494" w:rsidP="00FE2721">
      <w:pPr>
        <w:pStyle w:val="libPoemCenter"/>
        <w:rPr>
          <w:rtl/>
        </w:rPr>
      </w:pPr>
      <w:r w:rsidRPr="0034155E">
        <w:rPr>
          <w:rtl/>
        </w:rPr>
        <w:t>ألمَّت</w:t>
      </w:r>
      <w:r w:rsidR="00554BFA">
        <w:rPr>
          <w:rtl/>
        </w:rPr>
        <w:t xml:space="preserve"> </w:t>
      </w:r>
      <w:r w:rsidRPr="0034155E">
        <w:rPr>
          <w:rtl/>
        </w:rPr>
        <w:t>وهي</w:t>
      </w:r>
      <w:r w:rsidR="00554BFA">
        <w:rPr>
          <w:rtl/>
        </w:rPr>
        <w:t xml:space="preserve"> </w:t>
      </w:r>
      <w:r w:rsidRPr="0034155E">
        <w:rPr>
          <w:rtl/>
        </w:rPr>
        <w:t>حاسرةٌ</w:t>
      </w:r>
      <w:r w:rsidR="00554BFA">
        <w:rPr>
          <w:rtl/>
        </w:rPr>
        <w:t xml:space="preserve"> </w:t>
      </w:r>
      <w:r w:rsidRPr="0034155E">
        <w:rPr>
          <w:rtl/>
        </w:rPr>
        <w:t>لثاما</w:t>
      </w:r>
      <w:r w:rsidR="00554BFA">
        <w:rPr>
          <w:rtl/>
        </w:rPr>
        <w:t xml:space="preserve"> </w:t>
      </w:r>
      <w:r w:rsidR="00554BFA" w:rsidRPr="00D0383A">
        <w:rPr>
          <w:rtl/>
        </w:rPr>
        <w:t>=</w:t>
      </w:r>
      <w:r w:rsidR="00554BFA">
        <w:rPr>
          <w:rtl/>
        </w:rPr>
        <w:t xml:space="preserve"> </w:t>
      </w:r>
      <w:r w:rsidRPr="0034155E">
        <w:rPr>
          <w:rtl/>
        </w:rPr>
        <w:t>وقد</w:t>
      </w:r>
      <w:r w:rsidR="00554BFA">
        <w:rPr>
          <w:rtl/>
        </w:rPr>
        <w:t xml:space="preserve"> </w:t>
      </w:r>
      <w:r w:rsidRPr="0034155E">
        <w:rPr>
          <w:rtl/>
        </w:rPr>
        <w:t>ملأت</w:t>
      </w:r>
      <w:r w:rsidR="00554BFA">
        <w:rPr>
          <w:rtl/>
        </w:rPr>
        <w:t xml:space="preserve"> </w:t>
      </w:r>
      <w:r w:rsidRPr="0034155E">
        <w:rPr>
          <w:rtl/>
        </w:rPr>
        <w:t>ذَوائبها</w:t>
      </w:r>
      <w:r w:rsidR="00554BFA">
        <w:rPr>
          <w:rtl/>
        </w:rPr>
        <w:t xml:space="preserve"> </w:t>
      </w:r>
      <w:r w:rsidRPr="0034155E">
        <w:rPr>
          <w:rtl/>
        </w:rPr>
        <w:t>الظلاما</w:t>
      </w:r>
    </w:p>
    <w:p w:rsidR="00645494" w:rsidRDefault="00645494" w:rsidP="00645494">
      <w:pPr>
        <w:pStyle w:val="libNormal"/>
      </w:pPr>
      <w:r>
        <w:br w:type="page"/>
      </w:r>
    </w:p>
    <w:p w:rsidR="00645494" w:rsidRDefault="00645494" w:rsidP="00FE2721">
      <w:pPr>
        <w:pStyle w:val="libPoemCenter"/>
      </w:pPr>
      <w:r w:rsidRPr="0034155E">
        <w:rPr>
          <w:rtl/>
        </w:rPr>
        <w:lastRenderedPageBreak/>
        <w:t>وأَجرت</w:t>
      </w:r>
      <w:r w:rsidR="00554BFA">
        <w:rPr>
          <w:rtl/>
        </w:rPr>
        <w:t xml:space="preserve"> </w:t>
      </w:r>
      <w:r w:rsidRPr="0034155E">
        <w:rPr>
          <w:rtl/>
        </w:rPr>
        <w:t>أَدمعاً</w:t>
      </w:r>
      <w:r w:rsidR="00554BFA">
        <w:rPr>
          <w:rtl/>
        </w:rPr>
        <w:t xml:space="preserve"> </w:t>
      </w:r>
      <w:r w:rsidRPr="0034155E">
        <w:rPr>
          <w:rtl/>
        </w:rPr>
        <w:t>كالطَلِّ</w:t>
      </w:r>
      <w:r w:rsidR="00554BFA">
        <w:rPr>
          <w:rtl/>
        </w:rPr>
        <w:t xml:space="preserve"> </w:t>
      </w:r>
      <w:r w:rsidRPr="0034155E">
        <w:rPr>
          <w:rtl/>
        </w:rPr>
        <w:t>هبَّت</w:t>
      </w:r>
      <w:r w:rsidR="00554BFA">
        <w:rPr>
          <w:rtl/>
        </w:rPr>
        <w:t xml:space="preserve"> </w:t>
      </w:r>
      <w:r w:rsidR="00554BFA" w:rsidRPr="00D0383A">
        <w:rPr>
          <w:rtl/>
        </w:rPr>
        <w:t>=</w:t>
      </w:r>
      <w:r w:rsidR="00554BFA">
        <w:rPr>
          <w:rtl/>
        </w:rPr>
        <w:t xml:space="preserve"> </w:t>
      </w:r>
      <w:r w:rsidRPr="0034155E">
        <w:rPr>
          <w:rtl/>
        </w:rPr>
        <w:t>له</w:t>
      </w:r>
      <w:r w:rsidR="00554BFA">
        <w:rPr>
          <w:rtl/>
        </w:rPr>
        <w:t xml:space="preserve"> </w:t>
      </w:r>
      <w:r w:rsidRPr="0034155E">
        <w:rPr>
          <w:rtl/>
        </w:rPr>
        <w:t>رِيح</w:t>
      </w:r>
      <w:r w:rsidR="00554BFA">
        <w:rPr>
          <w:rtl/>
        </w:rPr>
        <w:t xml:space="preserve"> </w:t>
      </w:r>
      <w:r w:rsidRPr="0034155E">
        <w:rPr>
          <w:rtl/>
        </w:rPr>
        <w:t>الصَبا</w:t>
      </w:r>
      <w:r w:rsidR="00554BFA">
        <w:rPr>
          <w:rtl/>
        </w:rPr>
        <w:t xml:space="preserve"> </w:t>
      </w:r>
      <w:r w:rsidRPr="0034155E">
        <w:rPr>
          <w:rtl/>
        </w:rPr>
        <w:t>فَجرى</w:t>
      </w:r>
      <w:r w:rsidR="00554BFA">
        <w:rPr>
          <w:rtl/>
        </w:rPr>
        <w:t xml:space="preserve"> </w:t>
      </w:r>
      <w:r w:rsidRPr="0034155E">
        <w:rPr>
          <w:rtl/>
        </w:rPr>
        <w:t>تواما</w:t>
      </w:r>
    </w:p>
    <w:p w:rsidR="00645494" w:rsidRDefault="00645494" w:rsidP="00FE2721">
      <w:pPr>
        <w:pStyle w:val="libPoemCenter"/>
      </w:pPr>
      <w:r w:rsidRPr="0034155E">
        <w:rPr>
          <w:rtl/>
        </w:rPr>
        <w:t>وقالت</w:t>
      </w:r>
      <w:r w:rsidR="00554BFA">
        <w:rPr>
          <w:rtl/>
        </w:rPr>
        <w:t xml:space="preserve"> </w:t>
      </w:r>
      <w:r w:rsidRPr="0034155E">
        <w:rPr>
          <w:rtl/>
        </w:rPr>
        <w:t>أَقصَدتك</w:t>
      </w:r>
      <w:r w:rsidR="00554BFA">
        <w:rPr>
          <w:rtl/>
        </w:rPr>
        <w:t xml:space="preserve"> </w:t>
      </w:r>
      <w:r w:rsidRPr="0034155E">
        <w:rPr>
          <w:rtl/>
        </w:rPr>
        <w:t>يد</w:t>
      </w:r>
      <w:r w:rsidR="00554BFA">
        <w:rPr>
          <w:rtl/>
        </w:rPr>
        <w:t xml:space="preserve"> </w:t>
      </w:r>
      <w:r w:rsidRPr="0034155E">
        <w:rPr>
          <w:rtl/>
        </w:rPr>
        <w:t>الليالي</w:t>
      </w:r>
      <w:r w:rsidR="00554BFA">
        <w:rPr>
          <w:rtl/>
        </w:rPr>
        <w:t xml:space="preserve"> </w:t>
      </w:r>
      <w:r w:rsidR="00554BFA" w:rsidRPr="00D0383A">
        <w:rPr>
          <w:rtl/>
        </w:rPr>
        <w:t>=</w:t>
      </w:r>
      <w:r w:rsidR="00554BFA">
        <w:rPr>
          <w:rtl/>
        </w:rPr>
        <w:t xml:space="preserve"> </w:t>
      </w:r>
      <w:r w:rsidRPr="0034155E">
        <w:rPr>
          <w:rtl/>
        </w:rPr>
        <w:t>وكنت</w:t>
      </w:r>
      <w:r w:rsidR="00554BFA">
        <w:rPr>
          <w:rtl/>
        </w:rPr>
        <w:t xml:space="preserve"> </w:t>
      </w:r>
      <w:r w:rsidRPr="0034155E">
        <w:rPr>
          <w:rtl/>
        </w:rPr>
        <w:t>لِخائفٍ</w:t>
      </w:r>
      <w:r w:rsidR="00554BFA">
        <w:rPr>
          <w:rtl/>
        </w:rPr>
        <w:t xml:space="preserve"> </w:t>
      </w:r>
      <w:r w:rsidRPr="0034155E">
        <w:rPr>
          <w:rtl/>
        </w:rPr>
        <w:t>منها</w:t>
      </w:r>
      <w:r w:rsidR="00554BFA">
        <w:rPr>
          <w:rtl/>
        </w:rPr>
        <w:t xml:space="preserve"> </w:t>
      </w:r>
      <w:r w:rsidRPr="0034155E">
        <w:rPr>
          <w:rtl/>
        </w:rPr>
        <w:t>عِصاما</w:t>
      </w:r>
    </w:p>
    <w:p w:rsidR="00645494" w:rsidRDefault="00645494" w:rsidP="00FE2721">
      <w:pPr>
        <w:pStyle w:val="libPoemCenter"/>
      </w:pPr>
      <w:r w:rsidRPr="0034155E">
        <w:rPr>
          <w:rtl/>
        </w:rPr>
        <w:t>وأَعوَزك</w:t>
      </w:r>
      <w:r w:rsidR="00554BFA">
        <w:rPr>
          <w:rtl/>
        </w:rPr>
        <w:t xml:space="preserve"> </w:t>
      </w:r>
      <w:r w:rsidRPr="0034155E">
        <w:rPr>
          <w:rtl/>
        </w:rPr>
        <w:t>اليسير</w:t>
      </w:r>
      <w:r w:rsidR="00554BFA">
        <w:rPr>
          <w:rtl/>
        </w:rPr>
        <w:t xml:space="preserve"> </w:t>
      </w:r>
      <w:r w:rsidRPr="0034155E">
        <w:rPr>
          <w:rtl/>
        </w:rPr>
        <w:t>وكنت</w:t>
      </w:r>
      <w:r w:rsidR="00554BFA">
        <w:rPr>
          <w:rtl/>
        </w:rPr>
        <w:t xml:space="preserve"> </w:t>
      </w:r>
      <w:r w:rsidRPr="0034155E">
        <w:rPr>
          <w:rtl/>
        </w:rPr>
        <w:t>فينا</w:t>
      </w:r>
      <w:r w:rsidR="00554BFA">
        <w:rPr>
          <w:rtl/>
        </w:rPr>
        <w:t xml:space="preserve"> </w:t>
      </w:r>
      <w:r w:rsidR="00554BFA" w:rsidRPr="00D0383A">
        <w:rPr>
          <w:rtl/>
        </w:rPr>
        <w:t>=</w:t>
      </w:r>
      <w:r w:rsidR="00554BFA">
        <w:rPr>
          <w:rtl/>
        </w:rPr>
        <w:t xml:space="preserve"> </w:t>
      </w:r>
      <w:r w:rsidRPr="0034155E">
        <w:rPr>
          <w:rtl/>
        </w:rPr>
        <w:t>ثُمالاً</w:t>
      </w:r>
      <w:r w:rsidR="00554BFA">
        <w:rPr>
          <w:rtl/>
        </w:rPr>
        <w:t xml:space="preserve"> </w:t>
      </w:r>
      <w:r w:rsidRPr="0034155E">
        <w:rPr>
          <w:rtl/>
        </w:rPr>
        <w:t>للأرامل</w:t>
      </w:r>
      <w:r w:rsidR="00554BFA">
        <w:rPr>
          <w:rtl/>
        </w:rPr>
        <w:t xml:space="preserve"> </w:t>
      </w:r>
      <w:r w:rsidRPr="0034155E">
        <w:rPr>
          <w:rtl/>
        </w:rPr>
        <w:t>واليتامى</w:t>
      </w:r>
    </w:p>
    <w:p w:rsidR="00645494" w:rsidRDefault="00645494" w:rsidP="00FE2721">
      <w:pPr>
        <w:pStyle w:val="libPoemCenter"/>
      </w:pPr>
      <w:r w:rsidRPr="0034155E">
        <w:rPr>
          <w:rtl/>
        </w:rPr>
        <w:t>فقلتُ</w:t>
      </w:r>
      <w:r w:rsidR="00554BFA">
        <w:rPr>
          <w:rtl/>
        </w:rPr>
        <w:t xml:space="preserve"> </w:t>
      </w:r>
      <w:r w:rsidRPr="0034155E">
        <w:rPr>
          <w:rtl/>
        </w:rPr>
        <w:t>لها</w:t>
      </w:r>
      <w:r w:rsidR="00554BFA">
        <w:rPr>
          <w:rtl/>
        </w:rPr>
        <w:t xml:space="preserve"> </w:t>
      </w:r>
      <w:r w:rsidRPr="0034155E">
        <w:rPr>
          <w:rtl/>
        </w:rPr>
        <w:t>كذاك</w:t>
      </w:r>
      <w:r w:rsidR="00554BFA">
        <w:rPr>
          <w:rtl/>
        </w:rPr>
        <w:t xml:space="preserve"> </w:t>
      </w:r>
      <w:r w:rsidRPr="0034155E">
        <w:rPr>
          <w:rtl/>
        </w:rPr>
        <w:t>الدَهر</w:t>
      </w:r>
      <w:r w:rsidR="00554BFA">
        <w:rPr>
          <w:rtl/>
        </w:rPr>
        <w:t xml:space="preserve"> </w:t>
      </w:r>
      <w:r w:rsidRPr="0034155E">
        <w:rPr>
          <w:rtl/>
        </w:rPr>
        <w:t>يَجني</w:t>
      </w:r>
      <w:r w:rsidR="00554BFA">
        <w:rPr>
          <w:rtl/>
        </w:rPr>
        <w:t xml:space="preserve"> </w:t>
      </w:r>
      <w:r w:rsidR="00554BFA" w:rsidRPr="00D0383A">
        <w:rPr>
          <w:rtl/>
        </w:rPr>
        <w:t>=</w:t>
      </w:r>
      <w:r w:rsidR="00554BFA">
        <w:rPr>
          <w:rtl/>
        </w:rPr>
        <w:t xml:space="preserve"> </w:t>
      </w:r>
      <w:r w:rsidRPr="0034155E">
        <w:rPr>
          <w:rtl/>
        </w:rPr>
        <w:t>فَقُري</w:t>
      </w:r>
      <w:r w:rsidR="00554BFA">
        <w:rPr>
          <w:rtl/>
        </w:rPr>
        <w:t xml:space="preserve"> </w:t>
      </w:r>
      <w:r w:rsidRPr="0034155E">
        <w:rPr>
          <w:rtl/>
        </w:rPr>
        <w:t>وارقبي</w:t>
      </w:r>
      <w:r w:rsidR="00554BFA">
        <w:rPr>
          <w:rtl/>
        </w:rPr>
        <w:t xml:space="preserve"> </w:t>
      </w:r>
      <w:r w:rsidRPr="0034155E">
        <w:rPr>
          <w:rtl/>
        </w:rPr>
        <w:t>الشهر</w:t>
      </w:r>
      <w:r w:rsidR="00554BFA">
        <w:rPr>
          <w:rtl/>
        </w:rPr>
        <w:t xml:space="preserve"> </w:t>
      </w:r>
      <w:r w:rsidRPr="0034155E">
        <w:rPr>
          <w:rtl/>
        </w:rPr>
        <w:t>الحراما</w:t>
      </w:r>
    </w:p>
    <w:p w:rsidR="00645494" w:rsidRDefault="00645494" w:rsidP="00FE2721">
      <w:pPr>
        <w:pStyle w:val="libPoemCenter"/>
      </w:pPr>
      <w:r w:rsidRPr="0034155E">
        <w:rPr>
          <w:rtl/>
        </w:rPr>
        <w:t>فإنّي</w:t>
      </w:r>
      <w:r w:rsidR="00554BFA">
        <w:rPr>
          <w:rtl/>
        </w:rPr>
        <w:t xml:space="preserve"> </w:t>
      </w:r>
      <w:r w:rsidRPr="0034155E">
        <w:rPr>
          <w:rtl/>
        </w:rPr>
        <w:t>سَوف</w:t>
      </w:r>
      <w:r w:rsidR="00554BFA">
        <w:rPr>
          <w:rtl/>
        </w:rPr>
        <w:t xml:space="preserve"> </w:t>
      </w:r>
      <w:r w:rsidRPr="0034155E">
        <w:rPr>
          <w:rtl/>
        </w:rPr>
        <w:t>أدعو</w:t>
      </w:r>
      <w:r w:rsidR="00554BFA">
        <w:rPr>
          <w:rtl/>
        </w:rPr>
        <w:t xml:space="preserve"> </w:t>
      </w:r>
      <w:r w:rsidRPr="0034155E">
        <w:rPr>
          <w:rtl/>
        </w:rPr>
        <w:t>الله</w:t>
      </w:r>
      <w:r w:rsidR="00554BFA">
        <w:rPr>
          <w:rtl/>
        </w:rPr>
        <w:t xml:space="preserve"> </w:t>
      </w:r>
      <w:r w:rsidRPr="0034155E">
        <w:rPr>
          <w:rtl/>
        </w:rPr>
        <w:t>فيه</w:t>
      </w:r>
      <w:r w:rsidR="00554BFA">
        <w:rPr>
          <w:rtl/>
        </w:rPr>
        <w:t xml:space="preserve"> </w:t>
      </w:r>
      <w:r w:rsidR="00554BFA" w:rsidRPr="00D0383A">
        <w:rPr>
          <w:rtl/>
        </w:rPr>
        <w:t>=</w:t>
      </w:r>
      <w:r w:rsidR="00554BFA">
        <w:rPr>
          <w:rtl/>
        </w:rPr>
        <w:t xml:space="preserve"> </w:t>
      </w:r>
      <w:r w:rsidRPr="0034155E">
        <w:rPr>
          <w:rtl/>
        </w:rPr>
        <w:t>وأجعل</w:t>
      </w:r>
      <w:r w:rsidR="00554BFA">
        <w:rPr>
          <w:rtl/>
        </w:rPr>
        <w:t xml:space="preserve"> </w:t>
      </w:r>
      <w:r w:rsidRPr="0034155E">
        <w:rPr>
          <w:rtl/>
        </w:rPr>
        <w:t>مَدح</w:t>
      </w:r>
      <w:r w:rsidR="00554BFA">
        <w:rPr>
          <w:rtl/>
        </w:rPr>
        <w:t xml:space="preserve"> </w:t>
      </w:r>
      <w:r w:rsidRPr="0034155E">
        <w:rPr>
          <w:rtl/>
        </w:rPr>
        <w:t>حيدرة‌</w:t>
      </w:r>
      <w:r w:rsidR="00554BFA">
        <w:rPr>
          <w:rtl/>
        </w:rPr>
        <w:t xml:space="preserve"> </w:t>
      </w:r>
      <w:r w:rsidRPr="0034155E">
        <w:rPr>
          <w:rtl/>
        </w:rPr>
        <w:t>إماما</w:t>
      </w:r>
    </w:p>
    <w:p w:rsidR="00645494" w:rsidRDefault="00645494" w:rsidP="00FE2721">
      <w:pPr>
        <w:pStyle w:val="libPoemCenter"/>
      </w:pPr>
      <w:r w:rsidRPr="0034155E">
        <w:rPr>
          <w:rtl/>
        </w:rPr>
        <w:t>وأَبعثها</w:t>
      </w:r>
      <w:r w:rsidR="00554BFA">
        <w:rPr>
          <w:rtl/>
        </w:rPr>
        <w:t xml:space="preserve"> </w:t>
      </w:r>
      <w:r w:rsidRPr="0034155E">
        <w:rPr>
          <w:rtl/>
        </w:rPr>
        <w:t>إليه</w:t>
      </w:r>
      <w:r w:rsidR="00554BFA">
        <w:rPr>
          <w:rtl/>
        </w:rPr>
        <w:t xml:space="preserve"> </w:t>
      </w:r>
      <w:r w:rsidRPr="0034155E">
        <w:rPr>
          <w:rtl/>
        </w:rPr>
        <w:t>منقَّحات</w:t>
      </w:r>
      <w:r w:rsidR="00554BFA">
        <w:rPr>
          <w:rtl/>
        </w:rPr>
        <w:t xml:space="preserve"> </w:t>
      </w:r>
      <w:r w:rsidR="00554BFA" w:rsidRPr="00D0383A">
        <w:rPr>
          <w:rtl/>
        </w:rPr>
        <w:t>=</w:t>
      </w:r>
      <w:r w:rsidR="00554BFA">
        <w:rPr>
          <w:rtl/>
        </w:rPr>
        <w:t xml:space="preserve"> </w:t>
      </w:r>
      <w:r w:rsidRPr="0034155E">
        <w:rPr>
          <w:rtl/>
        </w:rPr>
        <w:t>يَفوح</w:t>
      </w:r>
      <w:r w:rsidR="00554BFA">
        <w:rPr>
          <w:rtl/>
        </w:rPr>
        <w:t xml:space="preserve"> </w:t>
      </w:r>
      <w:r w:rsidRPr="0034155E">
        <w:rPr>
          <w:rtl/>
        </w:rPr>
        <w:t>الشْيح</w:t>
      </w:r>
      <w:r w:rsidR="00554BFA">
        <w:rPr>
          <w:rtl/>
        </w:rPr>
        <w:t xml:space="preserve"> </w:t>
      </w:r>
      <w:r w:rsidRPr="0034155E">
        <w:rPr>
          <w:rtl/>
        </w:rPr>
        <w:t>منها</w:t>
      </w:r>
      <w:r w:rsidR="00554BFA">
        <w:rPr>
          <w:rtl/>
        </w:rPr>
        <w:t xml:space="preserve"> </w:t>
      </w:r>
      <w:r w:rsidRPr="0034155E">
        <w:rPr>
          <w:rtl/>
        </w:rPr>
        <w:t>والخُزامى</w:t>
      </w:r>
    </w:p>
    <w:p w:rsidR="00645494" w:rsidRDefault="00645494" w:rsidP="00FE2721">
      <w:pPr>
        <w:pStyle w:val="libPoemCenter"/>
      </w:pPr>
      <w:r w:rsidRPr="0034155E">
        <w:rPr>
          <w:rtl/>
        </w:rPr>
        <w:t>تَزور</w:t>
      </w:r>
      <w:r w:rsidR="00554BFA">
        <w:rPr>
          <w:rtl/>
        </w:rPr>
        <w:t xml:space="preserve"> </w:t>
      </w:r>
      <w:r w:rsidRPr="0034155E">
        <w:rPr>
          <w:rtl/>
        </w:rPr>
        <w:t>فتىً</w:t>
      </w:r>
      <w:r w:rsidR="00554BFA">
        <w:rPr>
          <w:rtl/>
        </w:rPr>
        <w:t xml:space="preserve"> </w:t>
      </w:r>
      <w:r w:rsidRPr="0034155E">
        <w:rPr>
          <w:rtl/>
        </w:rPr>
        <w:t>كأنَّ</w:t>
      </w:r>
      <w:r w:rsidR="00554BFA">
        <w:rPr>
          <w:rtl/>
        </w:rPr>
        <w:t xml:space="preserve"> </w:t>
      </w:r>
      <w:r w:rsidRPr="0034155E">
        <w:rPr>
          <w:rtl/>
        </w:rPr>
        <w:t>أبا</w:t>
      </w:r>
      <w:r w:rsidR="00554BFA">
        <w:rPr>
          <w:rtl/>
        </w:rPr>
        <w:t xml:space="preserve"> </w:t>
      </w:r>
      <w:r w:rsidRPr="0034155E">
        <w:rPr>
          <w:rtl/>
        </w:rPr>
        <w:t>قُبيس</w:t>
      </w:r>
      <w:r w:rsidR="00554BFA">
        <w:rPr>
          <w:rtl/>
        </w:rPr>
        <w:t xml:space="preserve"> </w:t>
      </w:r>
      <w:r w:rsidR="00554BFA" w:rsidRPr="00D0383A">
        <w:rPr>
          <w:rtl/>
        </w:rPr>
        <w:t>=</w:t>
      </w:r>
      <w:r w:rsidR="00554BFA">
        <w:rPr>
          <w:rtl/>
        </w:rPr>
        <w:t xml:space="preserve"> </w:t>
      </w:r>
      <w:r w:rsidRPr="0034155E">
        <w:rPr>
          <w:rtl/>
        </w:rPr>
        <w:t>تَسنَّم</w:t>
      </w:r>
      <w:r w:rsidR="00554BFA">
        <w:rPr>
          <w:rtl/>
        </w:rPr>
        <w:t xml:space="preserve"> </w:t>
      </w:r>
      <w:r w:rsidRPr="0034155E">
        <w:rPr>
          <w:rtl/>
        </w:rPr>
        <w:t>مَنكبيه</w:t>
      </w:r>
      <w:r w:rsidR="00554BFA">
        <w:rPr>
          <w:rtl/>
        </w:rPr>
        <w:t xml:space="preserve"> </w:t>
      </w:r>
      <w:r w:rsidRPr="0034155E">
        <w:rPr>
          <w:rtl/>
        </w:rPr>
        <w:t>أو</w:t>
      </w:r>
      <w:r w:rsidR="00554BFA">
        <w:rPr>
          <w:rtl/>
        </w:rPr>
        <w:t xml:space="preserve"> </w:t>
      </w:r>
      <w:r w:rsidRPr="0034155E">
        <w:rPr>
          <w:rtl/>
        </w:rPr>
        <w:t>شماما</w:t>
      </w:r>
    </w:p>
    <w:p w:rsidR="00645494" w:rsidRDefault="00645494" w:rsidP="00FE2721">
      <w:pPr>
        <w:pStyle w:val="libPoemCenter"/>
      </w:pPr>
      <w:r w:rsidRPr="0034155E">
        <w:rPr>
          <w:rtl/>
        </w:rPr>
        <w:t>أغرٌّ</w:t>
      </w:r>
      <w:r w:rsidR="00554BFA">
        <w:rPr>
          <w:rtl/>
        </w:rPr>
        <w:t xml:space="preserve"> </w:t>
      </w:r>
      <w:r w:rsidRPr="0034155E">
        <w:rPr>
          <w:rtl/>
        </w:rPr>
        <w:t>له</w:t>
      </w:r>
      <w:r w:rsidR="00554BFA">
        <w:rPr>
          <w:rtl/>
        </w:rPr>
        <w:t xml:space="preserve"> </w:t>
      </w:r>
      <w:r w:rsidRPr="0034155E">
        <w:rPr>
          <w:rtl/>
        </w:rPr>
        <w:t>إذا</w:t>
      </w:r>
      <w:r w:rsidR="00554BFA">
        <w:rPr>
          <w:rtl/>
        </w:rPr>
        <w:t xml:space="preserve"> </w:t>
      </w:r>
      <w:r w:rsidRPr="0034155E">
        <w:rPr>
          <w:rtl/>
        </w:rPr>
        <w:t>ذُكرت</w:t>
      </w:r>
      <w:r w:rsidR="00554BFA">
        <w:rPr>
          <w:rtl/>
        </w:rPr>
        <w:t xml:space="preserve"> </w:t>
      </w:r>
      <w:r w:rsidRPr="0034155E">
        <w:rPr>
          <w:rtl/>
        </w:rPr>
        <w:t>أياد</w:t>
      </w:r>
      <w:r w:rsidR="00554BFA">
        <w:rPr>
          <w:rtl/>
        </w:rPr>
        <w:t xml:space="preserve"> </w:t>
      </w:r>
      <w:r w:rsidR="00554BFA" w:rsidRPr="00D0383A">
        <w:rPr>
          <w:rtl/>
        </w:rPr>
        <w:t>=</w:t>
      </w:r>
      <w:r w:rsidR="00554BFA">
        <w:rPr>
          <w:rtl/>
        </w:rPr>
        <w:t xml:space="preserve"> </w:t>
      </w:r>
      <w:r w:rsidRPr="0034155E">
        <w:rPr>
          <w:rtl/>
        </w:rPr>
        <w:t>عطاء</w:t>
      </w:r>
      <w:r w:rsidR="00554BFA">
        <w:rPr>
          <w:rtl/>
        </w:rPr>
        <w:t xml:space="preserve"> </w:t>
      </w:r>
      <w:r w:rsidRPr="0034155E">
        <w:rPr>
          <w:rtl/>
        </w:rPr>
        <w:t>وابل</w:t>
      </w:r>
      <w:r w:rsidR="00554BFA">
        <w:rPr>
          <w:rtl/>
        </w:rPr>
        <w:t xml:space="preserve"> </w:t>
      </w:r>
      <w:r w:rsidRPr="0034155E">
        <w:rPr>
          <w:rtl/>
        </w:rPr>
        <w:t>يَشفي</w:t>
      </w:r>
      <w:r w:rsidR="00554BFA">
        <w:rPr>
          <w:rtl/>
        </w:rPr>
        <w:t xml:space="preserve"> </w:t>
      </w:r>
      <w:r w:rsidRPr="0034155E">
        <w:rPr>
          <w:rtl/>
        </w:rPr>
        <w:t>الأواما</w:t>
      </w:r>
    </w:p>
    <w:p w:rsidR="00645494" w:rsidRDefault="00645494" w:rsidP="00FE2721">
      <w:pPr>
        <w:pStyle w:val="libPoemCenter"/>
      </w:pPr>
      <w:r w:rsidRPr="0034155E">
        <w:rPr>
          <w:rtl/>
        </w:rPr>
        <w:t>وأَبلَج</w:t>
      </w:r>
      <w:r w:rsidR="00554BFA">
        <w:rPr>
          <w:rtl/>
        </w:rPr>
        <w:t xml:space="preserve"> </w:t>
      </w:r>
      <w:r w:rsidRPr="0034155E">
        <w:rPr>
          <w:rtl/>
        </w:rPr>
        <w:t>لو</w:t>
      </w:r>
      <w:r w:rsidR="00554BFA">
        <w:rPr>
          <w:rtl/>
        </w:rPr>
        <w:t xml:space="preserve"> </w:t>
      </w:r>
      <w:r w:rsidRPr="0034155E">
        <w:rPr>
          <w:rtl/>
        </w:rPr>
        <w:t>ألمَّ</w:t>
      </w:r>
      <w:r w:rsidR="00554BFA">
        <w:rPr>
          <w:rtl/>
        </w:rPr>
        <w:t xml:space="preserve"> </w:t>
      </w:r>
      <w:r w:rsidRPr="0034155E">
        <w:rPr>
          <w:rtl/>
        </w:rPr>
        <w:t>به</w:t>
      </w:r>
      <w:r w:rsidR="00554BFA">
        <w:rPr>
          <w:rtl/>
        </w:rPr>
        <w:t xml:space="preserve"> </w:t>
      </w:r>
      <w:r w:rsidRPr="0034155E">
        <w:rPr>
          <w:rtl/>
        </w:rPr>
        <w:t>ابن</w:t>
      </w:r>
      <w:r w:rsidR="00554BFA">
        <w:rPr>
          <w:rtl/>
        </w:rPr>
        <w:t xml:space="preserve"> </w:t>
      </w:r>
      <w:r w:rsidRPr="0034155E">
        <w:rPr>
          <w:rtl/>
        </w:rPr>
        <w:t>هند</w:t>
      </w:r>
      <w:r w:rsidR="00554BFA">
        <w:rPr>
          <w:rtl/>
        </w:rPr>
        <w:t xml:space="preserve"> </w:t>
      </w:r>
      <w:r w:rsidR="00554BFA" w:rsidRPr="00D0383A">
        <w:rPr>
          <w:rtl/>
        </w:rPr>
        <w:t>=</w:t>
      </w:r>
      <w:r w:rsidR="00554BFA">
        <w:rPr>
          <w:rtl/>
        </w:rPr>
        <w:t xml:space="preserve"> </w:t>
      </w:r>
      <w:r w:rsidRPr="0034155E">
        <w:rPr>
          <w:rtl/>
        </w:rPr>
        <w:t>لأوسعه</w:t>
      </w:r>
      <w:r w:rsidR="00554BFA">
        <w:rPr>
          <w:rtl/>
        </w:rPr>
        <w:t xml:space="preserve"> </w:t>
      </w:r>
      <w:r w:rsidRPr="0034155E">
        <w:rPr>
          <w:rtl/>
        </w:rPr>
        <w:t>حياءً</w:t>
      </w:r>
      <w:r w:rsidR="00554BFA">
        <w:rPr>
          <w:rtl/>
        </w:rPr>
        <w:t xml:space="preserve"> </w:t>
      </w:r>
      <w:r w:rsidRPr="0034155E">
        <w:rPr>
          <w:rtl/>
        </w:rPr>
        <w:t>وابتساما</w:t>
      </w:r>
    </w:p>
    <w:p w:rsidR="00645494" w:rsidRDefault="00645494" w:rsidP="00FE2721">
      <w:pPr>
        <w:pStyle w:val="libPoemCenter"/>
      </w:pPr>
      <w:r w:rsidRPr="0034155E">
        <w:rPr>
          <w:rtl/>
        </w:rPr>
        <w:t>ولو</w:t>
      </w:r>
      <w:r w:rsidR="00554BFA">
        <w:rPr>
          <w:rtl/>
        </w:rPr>
        <w:t xml:space="preserve"> </w:t>
      </w:r>
      <w:r w:rsidRPr="0034155E">
        <w:rPr>
          <w:rtl/>
        </w:rPr>
        <w:t>رَمق</w:t>
      </w:r>
      <w:r w:rsidR="00554BFA">
        <w:rPr>
          <w:rtl/>
        </w:rPr>
        <w:t xml:space="preserve"> </w:t>
      </w:r>
      <w:r w:rsidRPr="0034155E">
        <w:rPr>
          <w:rtl/>
        </w:rPr>
        <w:t>السماء</w:t>
      </w:r>
      <w:r w:rsidR="00554BFA">
        <w:rPr>
          <w:rtl/>
        </w:rPr>
        <w:t xml:space="preserve"> </w:t>
      </w:r>
      <w:r w:rsidRPr="0034155E">
        <w:rPr>
          <w:rtl/>
        </w:rPr>
        <w:t>وليس</w:t>
      </w:r>
      <w:r w:rsidR="00554BFA">
        <w:rPr>
          <w:rtl/>
        </w:rPr>
        <w:t xml:space="preserve"> </w:t>
      </w:r>
      <w:r w:rsidRPr="0034155E">
        <w:rPr>
          <w:rtl/>
        </w:rPr>
        <w:t>فيه</w:t>
      </w:r>
      <w:r w:rsidR="00554BFA">
        <w:rPr>
          <w:rtl/>
        </w:rPr>
        <w:t xml:space="preserve"> </w:t>
      </w:r>
      <w:r w:rsidR="00554BFA" w:rsidRPr="00D0383A">
        <w:rPr>
          <w:rtl/>
        </w:rPr>
        <w:t>=</w:t>
      </w:r>
      <w:r w:rsidR="00554BFA">
        <w:rPr>
          <w:rtl/>
        </w:rPr>
        <w:t xml:space="preserve"> </w:t>
      </w:r>
      <w:r w:rsidRPr="0034155E">
        <w:rPr>
          <w:rtl/>
        </w:rPr>
        <w:t>حياً</w:t>
      </w:r>
      <w:r w:rsidR="00554BFA">
        <w:rPr>
          <w:rtl/>
        </w:rPr>
        <w:t xml:space="preserve"> </w:t>
      </w:r>
      <w:r w:rsidRPr="0034155E">
        <w:rPr>
          <w:rtl/>
        </w:rPr>
        <w:t>لاستمطرت</w:t>
      </w:r>
      <w:r w:rsidR="00554BFA">
        <w:rPr>
          <w:rtl/>
        </w:rPr>
        <w:t xml:space="preserve"> </w:t>
      </w:r>
      <w:r w:rsidRPr="0034155E">
        <w:rPr>
          <w:rtl/>
        </w:rPr>
        <w:t>غيثاً</w:t>
      </w:r>
      <w:r w:rsidR="00554BFA">
        <w:rPr>
          <w:rtl/>
        </w:rPr>
        <w:t xml:space="preserve"> </w:t>
      </w:r>
      <w:r w:rsidRPr="0034155E">
        <w:rPr>
          <w:rtl/>
        </w:rPr>
        <w:t>رُكاما</w:t>
      </w:r>
    </w:p>
    <w:p w:rsidR="00645494" w:rsidRDefault="00645494" w:rsidP="00FE2721">
      <w:pPr>
        <w:pStyle w:val="libPoemCenter"/>
      </w:pPr>
      <w:r w:rsidRPr="0034155E">
        <w:rPr>
          <w:rtl/>
        </w:rPr>
        <w:t>وتَلثمُ</w:t>
      </w:r>
      <w:r w:rsidR="00554BFA">
        <w:rPr>
          <w:rtl/>
        </w:rPr>
        <w:t xml:space="preserve"> </w:t>
      </w:r>
      <w:r w:rsidRPr="0034155E">
        <w:rPr>
          <w:rtl/>
        </w:rPr>
        <w:t>مِن</w:t>
      </w:r>
      <w:r w:rsidR="00554BFA">
        <w:rPr>
          <w:rtl/>
        </w:rPr>
        <w:t xml:space="preserve"> </w:t>
      </w:r>
      <w:r w:rsidRPr="0034155E">
        <w:rPr>
          <w:rtl/>
        </w:rPr>
        <w:t>تُراب</w:t>
      </w:r>
      <w:r w:rsidR="00554BFA">
        <w:rPr>
          <w:rtl/>
        </w:rPr>
        <w:t xml:space="preserve"> </w:t>
      </w:r>
      <w:r w:rsidRPr="0034155E">
        <w:rPr>
          <w:rtl/>
        </w:rPr>
        <w:t>أبي</w:t>
      </w:r>
      <w:r w:rsidR="00554BFA">
        <w:rPr>
          <w:rtl/>
        </w:rPr>
        <w:t xml:space="preserve"> </w:t>
      </w:r>
      <w:r w:rsidRPr="0034155E">
        <w:rPr>
          <w:rtl/>
        </w:rPr>
        <w:t>تُراب</w:t>
      </w:r>
      <w:r w:rsidR="00554BFA">
        <w:rPr>
          <w:rtl/>
        </w:rPr>
        <w:t xml:space="preserve"> </w:t>
      </w:r>
      <w:r w:rsidR="00554BFA" w:rsidRPr="00D0383A">
        <w:rPr>
          <w:rtl/>
        </w:rPr>
        <w:t>=</w:t>
      </w:r>
      <w:r w:rsidR="00554BFA">
        <w:rPr>
          <w:rtl/>
        </w:rPr>
        <w:t xml:space="preserve"> </w:t>
      </w:r>
      <w:r w:rsidRPr="0034155E">
        <w:rPr>
          <w:rtl/>
        </w:rPr>
        <w:t>تُراباً</w:t>
      </w:r>
      <w:r w:rsidR="00554BFA">
        <w:rPr>
          <w:rtl/>
        </w:rPr>
        <w:t xml:space="preserve"> </w:t>
      </w:r>
      <w:r w:rsidRPr="0034155E">
        <w:rPr>
          <w:rtl/>
        </w:rPr>
        <w:t>يبرئ</w:t>
      </w:r>
      <w:r w:rsidR="00554BFA">
        <w:rPr>
          <w:rtl/>
        </w:rPr>
        <w:t xml:space="preserve"> </w:t>
      </w:r>
      <w:r w:rsidRPr="0034155E">
        <w:rPr>
          <w:rtl/>
        </w:rPr>
        <w:t>الداء</w:t>
      </w:r>
      <w:r w:rsidR="00554BFA">
        <w:rPr>
          <w:rtl/>
        </w:rPr>
        <w:t xml:space="preserve"> </w:t>
      </w:r>
      <w:r w:rsidRPr="0034155E">
        <w:rPr>
          <w:rtl/>
        </w:rPr>
        <w:t>العِقاما</w:t>
      </w:r>
    </w:p>
    <w:p w:rsidR="00645494" w:rsidRDefault="00645494" w:rsidP="00FE2721">
      <w:pPr>
        <w:pStyle w:val="libPoemCenter"/>
      </w:pPr>
      <w:r w:rsidRPr="0034155E">
        <w:rPr>
          <w:rtl/>
        </w:rPr>
        <w:t>فتَحظى</w:t>
      </w:r>
      <w:r w:rsidR="00554BFA">
        <w:rPr>
          <w:rtl/>
        </w:rPr>
        <w:t xml:space="preserve"> </w:t>
      </w:r>
      <w:r w:rsidRPr="0034155E">
        <w:rPr>
          <w:rtl/>
        </w:rPr>
        <w:t>عِنده</w:t>
      </w:r>
      <w:r w:rsidR="00554BFA">
        <w:rPr>
          <w:rtl/>
        </w:rPr>
        <w:t xml:space="preserve"> </w:t>
      </w:r>
      <w:r w:rsidRPr="0034155E">
        <w:rPr>
          <w:rtl/>
        </w:rPr>
        <w:t>وتَؤب</w:t>
      </w:r>
      <w:r w:rsidR="00554BFA">
        <w:rPr>
          <w:rtl/>
        </w:rPr>
        <w:t xml:space="preserve"> </w:t>
      </w:r>
      <w:r w:rsidRPr="0034155E">
        <w:rPr>
          <w:rtl/>
        </w:rPr>
        <w:t>عنه</w:t>
      </w:r>
      <w:r w:rsidR="00554BFA">
        <w:rPr>
          <w:rtl/>
        </w:rPr>
        <w:t xml:space="preserve"> </w:t>
      </w:r>
      <w:r w:rsidR="00554BFA" w:rsidRPr="00D0383A">
        <w:rPr>
          <w:rtl/>
        </w:rPr>
        <w:t>=</w:t>
      </w:r>
      <w:r w:rsidR="00554BFA">
        <w:rPr>
          <w:rtl/>
        </w:rPr>
        <w:t xml:space="preserve"> </w:t>
      </w:r>
      <w:r w:rsidRPr="0034155E">
        <w:rPr>
          <w:rtl/>
        </w:rPr>
        <w:t>وقد</w:t>
      </w:r>
      <w:r w:rsidR="00554BFA">
        <w:rPr>
          <w:rtl/>
        </w:rPr>
        <w:t xml:space="preserve"> </w:t>
      </w:r>
      <w:r w:rsidRPr="0034155E">
        <w:rPr>
          <w:rtl/>
        </w:rPr>
        <w:t>فازتْ</w:t>
      </w:r>
      <w:r w:rsidR="00554BFA">
        <w:rPr>
          <w:rtl/>
        </w:rPr>
        <w:t xml:space="preserve"> </w:t>
      </w:r>
      <w:r w:rsidRPr="0034155E">
        <w:rPr>
          <w:rtl/>
        </w:rPr>
        <w:t>وأدركت</w:t>
      </w:r>
      <w:r w:rsidR="00554BFA">
        <w:rPr>
          <w:rtl/>
        </w:rPr>
        <w:t xml:space="preserve"> </w:t>
      </w:r>
      <w:r w:rsidRPr="0034155E">
        <w:rPr>
          <w:rtl/>
        </w:rPr>
        <w:t>المراما</w:t>
      </w:r>
    </w:p>
    <w:p w:rsidR="00645494" w:rsidRDefault="00645494" w:rsidP="00FE2721">
      <w:pPr>
        <w:pStyle w:val="libPoemCenter"/>
      </w:pPr>
      <w:r w:rsidRPr="0034155E">
        <w:rPr>
          <w:rtl/>
        </w:rPr>
        <w:t>بقَصد</w:t>
      </w:r>
      <w:r w:rsidR="00554BFA">
        <w:rPr>
          <w:rtl/>
        </w:rPr>
        <w:t xml:space="preserve"> </w:t>
      </w:r>
      <w:r w:rsidRPr="0034155E">
        <w:rPr>
          <w:rtl/>
        </w:rPr>
        <w:t>أخي</w:t>
      </w:r>
      <w:r w:rsidR="00554BFA">
        <w:rPr>
          <w:rtl/>
        </w:rPr>
        <w:t xml:space="preserve"> </w:t>
      </w:r>
      <w:r w:rsidRPr="0034155E">
        <w:rPr>
          <w:rtl/>
        </w:rPr>
        <w:t>النبي</w:t>
      </w:r>
      <w:r w:rsidR="00554BFA">
        <w:rPr>
          <w:rtl/>
        </w:rPr>
        <w:t xml:space="preserve"> </w:t>
      </w:r>
      <w:r w:rsidRPr="0034155E">
        <w:rPr>
          <w:rtl/>
        </w:rPr>
        <w:t>ومَن</w:t>
      </w:r>
      <w:r w:rsidR="00554BFA">
        <w:rPr>
          <w:rtl/>
        </w:rPr>
        <w:t xml:space="preserve"> </w:t>
      </w:r>
      <w:r w:rsidRPr="0034155E">
        <w:rPr>
          <w:rtl/>
        </w:rPr>
        <w:t>حباه</w:t>
      </w:r>
      <w:r w:rsidR="00554BFA">
        <w:rPr>
          <w:rtl/>
        </w:rPr>
        <w:t xml:space="preserve"> </w:t>
      </w:r>
      <w:r w:rsidR="00554BFA" w:rsidRPr="00D0383A">
        <w:rPr>
          <w:rtl/>
        </w:rPr>
        <w:t>=</w:t>
      </w:r>
      <w:r w:rsidR="00554BFA">
        <w:rPr>
          <w:rtl/>
        </w:rPr>
        <w:t xml:space="preserve"> </w:t>
      </w:r>
      <w:r w:rsidRPr="0034155E">
        <w:rPr>
          <w:rtl/>
        </w:rPr>
        <w:t>بأوصاف</w:t>
      </w:r>
      <w:r w:rsidR="00554BFA">
        <w:rPr>
          <w:rtl/>
        </w:rPr>
        <w:t xml:space="preserve"> </w:t>
      </w:r>
      <w:r w:rsidRPr="0034155E">
        <w:rPr>
          <w:rtl/>
        </w:rPr>
        <w:t>يَفوق</w:t>
      </w:r>
      <w:r w:rsidR="00554BFA">
        <w:rPr>
          <w:rtl/>
        </w:rPr>
        <w:t xml:space="preserve"> </w:t>
      </w:r>
      <w:r w:rsidRPr="0034155E">
        <w:rPr>
          <w:rtl/>
        </w:rPr>
        <w:t>بها</w:t>
      </w:r>
      <w:r w:rsidR="00554BFA">
        <w:rPr>
          <w:rtl/>
        </w:rPr>
        <w:t xml:space="preserve"> </w:t>
      </w:r>
      <w:r w:rsidRPr="0034155E">
        <w:rPr>
          <w:rtl/>
        </w:rPr>
        <w:t>الأناما</w:t>
      </w:r>
    </w:p>
    <w:p w:rsidR="00645494" w:rsidRDefault="00645494" w:rsidP="00FE2721">
      <w:pPr>
        <w:pStyle w:val="libPoemCenter"/>
      </w:pPr>
      <w:r w:rsidRPr="0034155E">
        <w:rPr>
          <w:rtl/>
        </w:rPr>
        <w:t>ومَن</w:t>
      </w:r>
      <w:r w:rsidR="00554BFA">
        <w:rPr>
          <w:rtl/>
        </w:rPr>
        <w:t xml:space="preserve"> </w:t>
      </w:r>
      <w:r w:rsidRPr="0034155E">
        <w:rPr>
          <w:rtl/>
        </w:rPr>
        <w:t>أعطاه</w:t>
      </w:r>
      <w:r w:rsidR="00554BFA">
        <w:rPr>
          <w:rtl/>
        </w:rPr>
        <w:t xml:space="preserve"> </w:t>
      </w:r>
      <w:r w:rsidRPr="0034155E">
        <w:rPr>
          <w:rtl/>
        </w:rPr>
        <w:t>يوم</w:t>
      </w:r>
      <w:r w:rsidR="00554BFA">
        <w:rPr>
          <w:rtl/>
        </w:rPr>
        <w:t xml:space="preserve"> </w:t>
      </w:r>
      <w:r w:rsidRPr="0034155E">
        <w:rPr>
          <w:rtl/>
        </w:rPr>
        <w:t>غدير</w:t>
      </w:r>
      <w:r w:rsidR="00554BFA">
        <w:rPr>
          <w:rtl/>
        </w:rPr>
        <w:t xml:space="preserve"> </w:t>
      </w:r>
      <w:r w:rsidRPr="0034155E">
        <w:rPr>
          <w:rtl/>
        </w:rPr>
        <w:t>خُمٍّ</w:t>
      </w:r>
      <w:r w:rsidR="00554BFA">
        <w:rPr>
          <w:rtl/>
        </w:rPr>
        <w:t xml:space="preserve"> </w:t>
      </w:r>
      <w:r w:rsidR="00554BFA" w:rsidRPr="00D0383A">
        <w:rPr>
          <w:rtl/>
        </w:rPr>
        <w:t>=</w:t>
      </w:r>
      <w:r w:rsidR="00554BFA">
        <w:rPr>
          <w:rtl/>
        </w:rPr>
        <w:t xml:space="preserve"> </w:t>
      </w:r>
      <w:r w:rsidRPr="0034155E">
        <w:rPr>
          <w:rtl/>
        </w:rPr>
        <w:t>صريح</w:t>
      </w:r>
      <w:r w:rsidR="00554BFA">
        <w:rPr>
          <w:rtl/>
        </w:rPr>
        <w:t xml:space="preserve"> </w:t>
      </w:r>
      <w:r w:rsidRPr="0034155E">
        <w:rPr>
          <w:rtl/>
        </w:rPr>
        <w:t>المَجد</w:t>
      </w:r>
      <w:r w:rsidR="00554BFA">
        <w:rPr>
          <w:rtl/>
        </w:rPr>
        <w:t xml:space="preserve"> </w:t>
      </w:r>
      <w:r w:rsidRPr="0034155E">
        <w:rPr>
          <w:rtl/>
        </w:rPr>
        <w:t>والشَرف</w:t>
      </w:r>
      <w:r w:rsidR="00554BFA">
        <w:rPr>
          <w:rtl/>
        </w:rPr>
        <w:t xml:space="preserve"> </w:t>
      </w:r>
      <w:r w:rsidRPr="0034155E">
        <w:rPr>
          <w:rtl/>
        </w:rPr>
        <w:t>القُدامى</w:t>
      </w:r>
    </w:p>
    <w:p w:rsidR="00645494" w:rsidRDefault="00645494" w:rsidP="00FE2721">
      <w:pPr>
        <w:pStyle w:val="libPoemCenter"/>
      </w:pPr>
      <w:r w:rsidRPr="0034155E">
        <w:rPr>
          <w:rtl/>
        </w:rPr>
        <w:t>ومَن</w:t>
      </w:r>
      <w:r w:rsidR="00554BFA">
        <w:rPr>
          <w:rtl/>
        </w:rPr>
        <w:t xml:space="preserve"> </w:t>
      </w:r>
      <w:r w:rsidRPr="0034155E">
        <w:rPr>
          <w:rtl/>
        </w:rPr>
        <w:t>ردَّت</w:t>
      </w:r>
      <w:r w:rsidR="00554BFA">
        <w:rPr>
          <w:rtl/>
        </w:rPr>
        <w:t xml:space="preserve"> </w:t>
      </w:r>
      <w:r w:rsidRPr="0034155E">
        <w:rPr>
          <w:rtl/>
        </w:rPr>
        <w:t>ذُكاء</w:t>
      </w:r>
      <w:r w:rsidR="00554BFA">
        <w:rPr>
          <w:rtl/>
        </w:rPr>
        <w:t xml:space="preserve"> </w:t>
      </w:r>
      <w:r w:rsidRPr="0034155E">
        <w:rPr>
          <w:rtl/>
        </w:rPr>
        <w:t>له</w:t>
      </w:r>
      <w:r w:rsidR="00554BFA">
        <w:rPr>
          <w:rtl/>
        </w:rPr>
        <w:t xml:space="preserve"> </w:t>
      </w:r>
      <w:r w:rsidRPr="0034155E">
        <w:rPr>
          <w:rtl/>
        </w:rPr>
        <w:t>فصلَّى</w:t>
      </w:r>
      <w:r w:rsidR="00554BFA">
        <w:rPr>
          <w:rtl/>
        </w:rPr>
        <w:t xml:space="preserve"> </w:t>
      </w:r>
      <w:r w:rsidR="00554BFA" w:rsidRPr="00D0383A">
        <w:rPr>
          <w:rtl/>
        </w:rPr>
        <w:t>=</w:t>
      </w:r>
      <w:r w:rsidR="00554BFA">
        <w:rPr>
          <w:rtl/>
        </w:rPr>
        <w:t xml:space="preserve"> </w:t>
      </w:r>
      <w:r w:rsidRPr="0034155E">
        <w:rPr>
          <w:rtl/>
        </w:rPr>
        <w:t>أداءً</w:t>
      </w:r>
      <w:r w:rsidR="00554BFA">
        <w:rPr>
          <w:rtl/>
        </w:rPr>
        <w:t xml:space="preserve"> </w:t>
      </w:r>
      <w:r w:rsidRPr="0034155E">
        <w:rPr>
          <w:rtl/>
        </w:rPr>
        <w:t>بعد</w:t>
      </w:r>
      <w:r w:rsidR="00554BFA">
        <w:rPr>
          <w:rtl/>
        </w:rPr>
        <w:t xml:space="preserve"> </w:t>
      </w:r>
      <w:r w:rsidRPr="0034155E">
        <w:rPr>
          <w:rtl/>
        </w:rPr>
        <w:t>ما</w:t>
      </w:r>
      <w:r w:rsidR="00554BFA">
        <w:rPr>
          <w:rtl/>
        </w:rPr>
        <w:t xml:space="preserve"> </w:t>
      </w:r>
      <w:r w:rsidRPr="0034155E">
        <w:rPr>
          <w:rtl/>
        </w:rPr>
        <w:t>كَست</w:t>
      </w:r>
      <w:r w:rsidR="00554BFA">
        <w:rPr>
          <w:rtl/>
        </w:rPr>
        <w:t xml:space="preserve"> </w:t>
      </w:r>
      <w:r w:rsidRPr="0034155E">
        <w:rPr>
          <w:rtl/>
        </w:rPr>
        <w:t>الظَلاما</w:t>
      </w:r>
    </w:p>
    <w:p w:rsidR="00645494" w:rsidRDefault="00645494" w:rsidP="00FE2721">
      <w:pPr>
        <w:pStyle w:val="libPoemCenter"/>
      </w:pPr>
      <w:r w:rsidRPr="0034155E">
        <w:rPr>
          <w:rtl/>
        </w:rPr>
        <w:t>وآثر</w:t>
      </w:r>
      <w:r w:rsidR="00554BFA">
        <w:rPr>
          <w:rtl/>
        </w:rPr>
        <w:t xml:space="preserve"> </w:t>
      </w:r>
      <w:r w:rsidRPr="0034155E">
        <w:rPr>
          <w:rtl/>
        </w:rPr>
        <w:t>بالطعام</w:t>
      </w:r>
      <w:r w:rsidR="00554BFA">
        <w:rPr>
          <w:rtl/>
        </w:rPr>
        <w:t xml:space="preserve"> </w:t>
      </w:r>
      <w:r w:rsidRPr="0034155E">
        <w:rPr>
          <w:rtl/>
        </w:rPr>
        <w:t>وقد</w:t>
      </w:r>
      <w:r w:rsidR="00554BFA">
        <w:rPr>
          <w:rtl/>
        </w:rPr>
        <w:t xml:space="preserve"> </w:t>
      </w:r>
      <w:r w:rsidRPr="0034155E">
        <w:rPr>
          <w:rtl/>
        </w:rPr>
        <w:t>توالت</w:t>
      </w:r>
      <w:r w:rsidR="00554BFA">
        <w:rPr>
          <w:rtl/>
        </w:rPr>
        <w:t xml:space="preserve"> </w:t>
      </w:r>
      <w:r w:rsidR="00554BFA" w:rsidRPr="00D0383A">
        <w:rPr>
          <w:rtl/>
        </w:rPr>
        <w:t>=</w:t>
      </w:r>
      <w:r w:rsidR="00554BFA">
        <w:rPr>
          <w:rtl/>
        </w:rPr>
        <w:t xml:space="preserve"> </w:t>
      </w:r>
      <w:r w:rsidRPr="0034155E">
        <w:rPr>
          <w:rtl/>
        </w:rPr>
        <w:t>ثلاثٌ</w:t>
      </w:r>
      <w:r w:rsidR="00554BFA">
        <w:rPr>
          <w:rtl/>
        </w:rPr>
        <w:t xml:space="preserve"> </w:t>
      </w:r>
      <w:r w:rsidRPr="0034155E">
        <w:rPr>
          <w:rtl/>
        </w:rPr>
        <w:t>لم</w:t>
      </w:r>
      <w:r w:rsidR="00554BFA">
        <w:rPr>
          <w:rtl/>
        </w:rPr>
        <w:t xml:space="preserve"> </w:t>
      </w:r>
      <w:r w:rsidRPr="0034155E">
        <w:rPr>
          <w:rtl/>
        </w:rPr>
        <w:t>يَذُق</w:t>
      </w:r>
      <w:r w:rsidR="00554BFA">
        <w:rPr>
          <w:rtl/>
        </w:rPr>
        <w:t xml:space="preserve"> </w:t>
      </w:r>
      <w:r w:rsidRPr="0034155E">
        <w:rPr>
          <w:rtl/>
        </w:rPr>
        <w:t>فيها</w:t>
      </w:r>
      <w:r w:rsidR="00554BFA">
        <w:rPr>
          <w:rtl/>
        </w:rPr>
        <w:t xml:space="preserve"> </w:t>
      </w:r>
      <w:r w:rsidRPr="0034155E">
        <w:rPr>
          <w:rtl/>
        </w:rPr>
        <w:t>طعاما</w:t>
      </w:r>
    </w:p>
    <w:p w:rsidR="00645494" w:rsidRDefault="00645494" w:rsidP="00FE2721">
      <w:pPr>
        <w:pStyle w:val="libPoemCenter"/>
      </w:pPr>
      <w:r w:rsidRPr="0034155E">
        <w:rPr>
          <w:rtl/>
        </w:rPr>
        <w:t>بقُرص</w:t>
      </w:r>
      <w:r w:rsidR="00554BFA">
        <w:rPr>
          <w:rtl/>
        </w:rPr>
        <w:t xml:space="preserve"> </w:t>
      </w:r>
      <w:r w:rsidRPr="0034155E">
        <w:rPr>
          <w:rtl/>
        </w:rPr>
        <w:t>مِن</w:t>
      </w:r>
      <w:r w:rsidR="00554BFA">
        <w:rPr>
          <w:rtl/>
        </w:rPr>
        <w:t xml:space="preserve"> </w:t>
      </w:r>
      <w:r w:rsidRPr="0034155E">
        <w:rPr>
          <w:rtl/>
        </w:rPr>
        <w:t>شعير</w:t>
      </w:r>
      <w:r w:rsidR="00554BFA">
        <w:rPr>
          <w:rtl/>
        </w:rPr>
        <w:t xml:space="preserve"> </w:t>
      </w:r>
      <w:r w:rsidRPr="0034155E">
        <w:rPr>
          <w:rtl/>
        </w:rPr>
        <w:t>ليس</w:t>
      </w:r>
      <w:r w:rsidR="00554BFA">
        <w:rPr>
          <w:rtl/>
        </w:rPr>
        <w:t xml:space="preserve"> </w:t>
      </w:r>
      <w:r w:rsidRPr="0034155E">
        <w:rPr>
          <w:rtl/>
        </w:rPr>
        <w:t>يَرضى</w:t>
      </w:r>
      <w:r w:rsidR="00554BFA">
        <w:rPr>
          <w:rtl/>
        </w:rPr>
        <w:t xml:space="preserve"> </w:t>
      </w:r>
      <w:r w:rsidR="00554BFA" w:rsidRPr="00D0383A">
        <w:rPr>
          <w:rtl/>
        </w:rPr>
        <w:t>=</w:t>
      </w:r>
      <w:r w:rsidR="00554BFA">
        <w:rPr>
          <w:rtl/>
        </w:rPr>
        <w:t xml:space="preserve"> </w:t>
      </w:r>
      <w:r w:rsidRPr="0034155E">
        <w:rPr>
          <w:rtl/>
        </w:rPr>
        <w:t>سوى</w:t>
      </w:r>
      <w:r w:rsidR="00554BFA">
        <w:rPr>
          <w:rtl/>
        </w:rPr>
        <w:t xml:space="preserve"> </w:t>
      </w:r>
      <w:r w:rsidRPr="0034155E">
        <w:rPr>
          <w:rtl/>
        </w:rPr>
        <w:t>المِلح</w:t>
      </w:r>
      <w:r w:rsidR="00554BFA">
        <w:rPr>
          <w:rtl/>
        </w:rPr>
        <w:t xml:space="preserve"> </w:t>
      </w:r>
      <w:r w:rsidRPr="0034155E">
        <w:rPr>
          <w:rtl/>
        </w:rPr>
        <w:t>الجَريش</w:t>
      </w:r>
      <w:r w:rsidR="00554BFA">
        <w:rPr>
          <w:rtl/>
        </w:rPr>
        <w:t xml:space="preserve"> </w:t>
      </w:r>
      <w:r w:rsidRPr="0034155E">
        <w:rPr>
          <w:rtl/>
        </w:rPr>
        <w:t>له</w:t>
      </w:r>
      <w:r w:rsidR="00554BFA">
        <w:rPr>
          <w:rtl/>
        </w:rPr>
        <w:t xml:space="preserve"> </w:t>
      </w:r>
      <w:r w:rsidRPr="0034155E">
        <w:rPr>
          <w:rtl/>
        </w:rPr>
        <w:t>أداما</w:t>
      </w:r>
    </w:p>
    <w:p w:rsidR="00645494" w:rsidRDefault="00645494" w:rsidP="00FE2721">
      <w:pPr>
        <w:pStyle w:val="libPoemCenter"/>
      </w:pPr>
      <w:r w:rsidRPr="0034155E">
        <w:rPr>
          <w:rtl/>
        </w:rPr>
        <w:t>فرُدَّ</w:t>
      </w:r>
      <w:r w:rsidR="00554BFA">
        <w:rPr>
          <w:rtl/>
        </w:rPr>
        <w:t xml:space="preserve"> </w:t>
      </w:r>
      <w:r w:rsidRPr="0034155E">
        <w:rPr>
          <w:rtl/>
        </w:rPr>
        <w:t>عليه</w:t>
      </w:r>
      <w:r w:rsidR="00554BFA">
        <w:rPr>
          <w:rtl/>
        </w:rPr>
        <w:t xml:space="preserve"> </w:t>
      </w:r>
      <w:r w:rsidRPr="0034155E">
        <w:rPr>
          <w:rtl/>
        </w:rPr>
        <w:t>ذاك</w:t>
      </w:r>
      <w:r w:rsidR="00554BFA">
        <w:rPr>
          <w:rtl/>
        </w:rPr>
        <w:t xml:space="preserve"> </w:t>
      </w:r>
      <w:r w:rsidRPr="0034155E">
        <w:rPr>
          <w:rtl/>
        </w:rPr>
        <w:t>القُرص</w:t>
      </w:r>
      <w:r w:rsidR="00554BFA">
        <w:rPr>
          <w:rtl/>
        </w:rPr>
        <w:t xml:space="preserve"> </w:t>
      </w:r>
      <w:r w:rsidRPr="0034155E">
        <w:rPr>
          <w:rtl/>
        </w:rPr>
        <w:t>قُرصاً</w:t>
      </w:r>
      <w:r w:rsidR="00554BFA">
        <w:rPr>
          <w:rtl/>
        </w:rPr>
        <w:t xml:space="preserve"> </w:t>
      </w:r>
      <w:r w:rsidR="00554BFA" w:rsidRPr="00D0383A">
        <w:rPr>
          <w:rtl/>
        </w:rPr>
        <w:t>=</w:t>
      </w:r>
      <w:r w:rsidR="00554BFA">
        <w:rPr>
          <w:rtl/>
        </w:rPr>
        <w:t xml:space="preserve"> </w:t>
      </w:r>
      <w:r w:rsidRPr="0034155E">
        <w:rPr>
          <w:rtl/>
        </w:rPr>
        <w:t>وزاد</w:t>
      </w:r>
      <w:r w:rsidR="00554BFA">
        <w:rPr>
          <w:rtl/>
        </w:rPr>
        <w:t xml:space="preserve"> </w:t>
      </w:r>
      <w:r w:rsidRPr="0034155E">
        <w:rPr>
          <w:rtl/>
        </w:rPr>
        <w:t>عليه</w:t>
      </w:r>
      <w:r w:rsidR="00554BFA">
        <w:rPr>
          <w:rtl/>
        </w:rPr>
        <w:t xml:space="preserve"> </w:t>
      </w:r>
      <w:r w:rsidRPr="0034155E">
        <w:rPr>
          <w:rtl/>
        </w:rPr>
        <w:t>فَوق</w:t>
      </w:r>
      <w:r w:rsidR="00554BFA">
        <w:rPr>
          <w:rtl/>
        </w:rPr>
        <w:t xml:space="preserve"> </w:t>
      </w:r>
      <w:r w:rsidRPr="0034155E">
        <w:rPr>
          <w:rtl/>
        </w:rPr>
        <w:t>القرص</w:t>
      </w:r>
      <w:r w:rsidR="00554BFA">
        <w:rPr>
          <w:rtl/>
        </w:rPr>
        <w:t xml:space="preserve"> </w:t>
      </w:r>
      <w:r w:rsidRPr="0034155E">
        <w:rPr>
          <w:rtl/>
        </w:rPr>
        <w:t>جاما</w:t>
      </w:r>
    </w:p>
    <w:p w:rsidR="00645494" w:rsidRPr="00645494" w:rsidRDefault="00645494" w:rsidP="00FE2721">
      <w:pPr>
        <w:pStyle w:val="libPoemCenter"/>
        <w:rPr>
          <w:rtl/>
        </w:rPr>
      </w:pPr>
      <w:r w:rsidRPr="0034155E">
        <w:rPr>
          <w:rtl/>
        </w:rPr>
        <w:t>أبا</w:t>
      </w:r>
      <w:r w:rsidR="00554BFA">
        <w:rPr>
          <w:rtl/>
        </w:rPr>
        <w:t xml:space="preserve"> </w:t>
      </w:r>
      <w:r w:rsidRPr="0034155E">
        <w:rPr>
          <w:rtl/>
        </w:rPr>
        <w:t>حسن</w:t>
      </w:r>
      <w:r w:rsidR="00554BFA">
        <w:rPr>
          <w:rtl/>
        </w:rPr>
        <w:t xml:space="preserve"> </w:t>
      </w:r>
      <w:r w:rsidRPr="0034155E">
        <w:rPr>
          <w:rtl/>
        </w:rPr>
        <w:t>وأنت</w:t>
      </w:r>
      <w:r w:rsidR="00554BFA">
        <w:rPr>
          <w:rtl/>
        </w:rPr>
        <w:t xml:space="preserve"> </w:t>
      </w:r>
      <w:r w:rsidRPr="0034155E">
        <w:rPr>
          <w:rtl/>
        </w:rPr>
        <w:t>فَتى</w:t>
      </w:r>
      <w:r w:rsidR="00554BFA">
        <w:rPr>
          <w:rtl/>
        </w:rPr>
        <w:t xml:space="preserve"> </w:t>
      </w:r>
      <w:r w:rsidRPr="0034155E">
        <w:rPr>
          <w:rtl/>
        </w:rPr>
        <w:t>إذا</w:t>
      </w:r>
      <w:r w:rsidR="00554BFA">
        <w:rPr>
          <w:rtl/>
        </w:rPr>
        <w:t xml:space="preserve"> </w:t>
      </w:r>
      <w:r w:rsidRPr="0034155E">
        <w:rPr>
          <w:rtl/>
        </w:rPr>
        <w:t>ما</w:t>
      </w:r>
      <w:r w:rsidR="00554BFA">
        <w:rPr>
          <w:rtl/>
        </w:rPr>
        <w:t xml:space="preserve"> </w:t>
      </w:r>
      <w:r w:rsidR="00554BFA" w:rsidRPr="00D0383A">
        <w:rPr>
          <w:rtl/>
        </w:rPr>
        <w:t>=</w:t>
      </w:r>
      <w:r w:rsidR="00554BFA">
        <w:rPr>
          <w:rtl/>
        </w:rPr>
        <w:t xml:space="preserve"> </w:t>
      </w:r>
      <w:r w:rsidRPr="0034155E">
        <w:rPr>
          <w:rtl/>
        </w:rPr>
        <w:t>دعاه</w:t>
      </w:r>
      <w:r w:rsidR="00554BFA">
        <w:rPr>
          <w:rtl/>
        </w:rPr>
        <w:t xml:space="preserve"> </w:t>
      </w:r>
      <w:r w:rsidRPr="0034155E">
        <w:rPr>
          <w:rtl/>
        </w:rPr>
        <w:t>المُستجير</w:t>
      </w:r>
      <w:r w:rsidR="00554BFA">
        <w:rPr>
          <w:rtl/>
        </w:rPr>
        <w:t xml:space="preserve"> </w:t>
      </w:r>
      <w:r w:rsidRPr="0034155E">
        <w:rPr>
          <w:rtl/>
        </w:rPr>
        <w:t>حِمىً</w:t>
      </w:r>
      <w:r w:rsidR="00554BFA">
        <w:rPr>
          <w:rtl/>
        </w:rPr>
        <w:t xml:space="preserve"> </w:t>
      </w:r>
      <w:r w:rsidRPr="0034155E">
        <w:rPr>
          <w:rtl/>
        </w:rPr>
        <w:t>وحامى</w:t>
      </w:r>
    </w:p>
    <w:p w:rsidR="00645494" w:rsidRDefault="00645494" w:rsidP="00645494">
      <w:pPr>
        <w:pStyle w:val="libNormal"/>
      </w:pPr>
      <w:r>
        <w:rPr>
          <w:rtl/>
        </w:rPr>
        <w:br w:type="page"/>
      </w:r>
    </w:p>
    <w:p w:rsidR="00645494" w:rsidRDefault="00645494" w:rsidP="00FE2721">
      <w:pPr>
        <w:pStyle w:val="libPoemCenter"/>
        <w:rPr>
          <w:rtl/>
        </w:rPr>
      </w:pPr>
      <w:r w:rsidRPr="00C703A1">
        <w:rPr>
          <w:rtl/>
        </w:rPr>
        <w:lastRenderedPageBreak/>
        <w:t>أُزرتك</w:t>
      </w:r>
      <w:r w:rsidR="00554BFA">
        <w:rPr>
          <w:rtl/>
        </w:rPr>
        <w:t xml:space="preserve"> </w:t>
      </w:r>
      <w:r w:rsidRPr="00C703A1">
        <w:rPr>
          <w:rtl/>
        </w:rPr>
        <w:t>يَقظة</w:t>
      </w:r>
      <w:r w:rsidR="00554BFA">
        <w:rPr>
          <w:rtl/>
        </w:rPr>
        <w:t xml:space="preserve"> </w:t>
      </w:r>
      <w:r w:rsidRPr="00C703A1">
        <w:rPr>
          <w:rtl/>
        </w:rPr>
        <w:t>غرر</w:t>
      </w:r>
      <w:r w:rsidR="00554BFA">
        <w:rPr>
          <w:rtl/>
        </w:rPr>
        <w:t xml:space="preserve"> </w:t>
      </w:r>
      <w:r w:rsidRPr="00C703A1">
        <w:rPr>
          <w:rtl/>
        </w:rPr>
        <w:t>القَوافي</w:t>
      </w:r>
      <w:r w:rsidR="00554BFA">
        <w:rPr>
          <w:rtl/>
        </w:rPr>
        <w:t xml:space="preserve"> </w:t>
      </w:r>
      <w:r w:rsidR="00554BFA" w:rsidRPr="00D0383A">
        <w:rPr>
          <w:rtl/>
        </w:rPr>
        <w:t>=</w:t>
      </w:r>
      <w:r w:rsidR="00554BFA">
        <w:rPr>
          <w:rtl/>
        </w:rPr>
        <w:t xml:space="preserve"> </w:t>
      </w:r>
      <w:r w:rsidRPr="00C703A1">
        <w:rPr>
          <w:rtl/>
        </w:rPr>
        <w:t>فزُرني</w:t>
      </w:r>
      <w:r w:rsidR="00554BFA">
        <w:rPr>
          <w:rtl/>
        </w:rPr>
        <w:t xml:space="preserve"> </w:t>
      </w:r>
      <w:r w:rsidRPr="00C703A1">
        <w:rPr>
          <w:rtl/>
        </w:rPr>
        <w:t>يابن</w:t>
      </w:r>
      <w:r w:rsidR="00554BFA">
        <w:rPr>
          <w:rtl/>
        </w:rPr>
        <w:t xml:space="preserve"> </w:t>
      </w:r>
      <w:r w:rsidRPr="00C703A1">
        <w:rPr>
          <w:rtl/>
        </w:rPr>
        <w:t>فاطمة</w:t>
      </w:r>
      <w:r w:rsidR="00554BFA">
        <w:rPr>
          <w:rtl/>
        </w:rPr>
        <w:t xml:space="preserve"> </w:t>
      </w:r>
      <w:r w:rsidRPr="00C703A1">
        <w:rPr>
          <w:rtl/>
        </w:rPr>
        <w:t>مناما</w:t>
      </w:r>
    </w:p>
    <w:p w:rsidR="00645494" w:rsidRDefault="00645494" w:rsidP="00FE2721">
      <w:pPr>
        <w:pStyle w:val="libPoemCenter"/>
        <w:rPr>
          <w:rtl/>
        </w:rPr>
      </w:pPr>
      <w:r w:rsidRPr="00C703A1">
        <w:rPr>
          <w:rtl/>
        </w:rPr>
        <w:t>وبشّرني</w:t>
      </w:r>
      <w:r w:rsidR="00554BFA">
        <w:rPr>
          <w:rtl/>
        </w:rPr>
        <w:t xml:space="preserve"> </w:t>
      </w:r>
      <w:r w:rsidRPr="00C703A1">
        <w:rPr>
          <w:rtl/>
        </w:rPr>
        <w:t>بأنَّك</w:t>
      </w:r>
      <w:r w:rsidR="00554BFA">
        <w:rPr>
          <w:rtl/>
        </w:rPr>
        <w:t xml:space="preserve"> </w:t>
      </w:r>
      <w:r w:rsidRPr="00C703A1">
        <w:rPr>
          <w:rtl/>
        </w:rPr>
        <w:t>لي</w:t>
      </w:r>
      <w:r w:rsidR="00554BFA">
        <w:rPr>
          <w:rtl/>
        </w:rPr>
        <w:t xml:space="preserve"> </w:t>
      </w:r>
      <w:r w:rsidRPr="00C703A1">
        <w:rPr>
          <w:rtl/>
        </w:rPr>
        <w:t>مجير</w:t>
      </w:r>
      <w:r w:rsidR="00554BFA">
        <w:rPr>
          <w:rtl/>
        </w:rPr>
        <w:t xml:space="preserve"> </w:t>
      </w:r>
      <w:r w:rsidR="00554BFA" w:rsidRPr="00D0383A">
        <w:rPr>
          <w:rtl/>
        </w:rPr>
        <w:t>=</w:t>
      </w:r>
      <w:r w:rsidR="00554BFA">
        <w:rPr>
          <w:rtl/>
        </w:rPr>
        <w:t xml:space="preserve"> </w:t>
      </w:r>
      <w:r w:rsidRPr="00C703A1">
        <w:rPr>
          <w:rtl/>
        </w:rPr>
        <w:t>وأنَّك</w:t>
      </w:r>
      <w:r w:rsidR="00554BFA">
        <w:rPr>
          <w:rtl/>
        </w:rPr>
        <w:t xml:space="preserve"> </w:t>
      </w:r>
      <w:r w:rsidRPr="00C703A1">
        <w:rPr>
          <w:rtl/>
        </w:rPr>
        <w:t>مانعي</w:t>
      </w:r>
      <w:r w:rsidR="00554BFA">
        <w:rPr>
          <w:rtl/>
        </w:rPr>
        <w:t xml:space="preserve"> </w:t>
      </w:r>
      <w:r w:rsidRPr="00C703A1">
        <w:rPr>
          <w:rtl/>
        </w:rPr>
        <w:t>عن</w:t>
      </w:r>
      <w:r w:rsidR="00554BFA">
        <w:rPr>
          <w:rtl/>
        </w:rPr>
        <w:t xml:space="preserve"> </w:t>
      </w:r>
      <w:r w:rsidRPr="00C703A1">
        <w:rPr>
          <w:rtl/>
        </w:rPr>
        <w:t>أنْ</w:t>
      </w:r>
      <w:r w:rsidR="00554BFA">
        <w:rPr>
          <w:rtl/>
        </w:rPr>
        <w:t xml:space="preserve"> </w:t>
      </w:r>
      <w:r w:rsidRPr="00C703A1">
        <w:rPr>
          <w:rtl/>
        </w:rPr>
        <w:t>أُضاما</w:t>
      </w:r>
    </w:p>
    <w:p w:rsidR="00645494" w:rsidRDefault="00645494" w:rsidP="00FE2721">
      <w:pPr>
        <w:pStyle w:val="libPoemCenter"/>
        <w:rPr>
          <w:rtl/>
        </w:rPr>
      </w:pPr>
      <w:r w:rsidRPr="00C703A1">
        <w:rPr>
          <w:rtl/>
        </w:rPr>
        <w:t>وكيف</w:t>
      </w:r>
      <w:r w:rsidR="00554BFA">
        <w:rPr>
          <w:rtl/>
        </w:rPr>
        <w:t xml:space="preserve"> </w:t>
      </w:r>
      <w:r w:rsidRPr="00C703A1">
        <w:rPr>
          <w:rtl/>
        </w:rPr>
        <w:t>يَخاف</w:t>
      </w:r>
      <w:r w:rsidR="00554BFA">
        <w:rPr>
          <w:rtl/>
        </w:rPr>
        <w:t xml:space="preserve"> </w:t>
      </w:r>
      <w:r w:rsidRPr="00C703A1">
        <w:rPr>
          <w:rtl/>
        </w:rPr>
        <w:t>حادثة</w:t>
      </w:r>
      <w:r w:rsidR="00554BFA">
        <w:rPr>
          <w:rtl/>
        </w:rPr>
        <w:t xml:space="preserve"> </w:t>
      </w:r>
      <w:r w:rsidRPr="00C703A1">
        <w:rPr>
          <w:rtl/>
        </w:rPr>
        <w:t>الليالي</w:t>
      </w:r>
      <w:r w:rsidR="00554BFA">
        <w:rPr>
          <w:rtl/>
        </w:rPr>
        <w:t xml:space="preserve"> </w:t>
      </w:r>
      <w:r w:rsidR="00554BFA" w:rsidRPr="00D0383A">
        <w:rPr>
          <w:rtl/>
        </w:rPr>
        <w:t>=</w:t>
      </w:r>
      <w:r w:rsidR="00554BFA">
        <w:rPr>
          <w:rtl/>
        </w:rPr>
        <w:t xml:space="preserve"> </w:t>
      </w:r>
      <w:r w:rsidRPr="00C703A1">
        <w:rPr>
          <w:rtl/>
        </w:rPr>
        <w:t>فَتىً</w:t>
      </w:r>
      <w:r w:rsidR="00554BFA">
        <w:rPr>
          <w:rtl/>
        </w:rPr>
        <w:t xml:space="preserve"> </w:t>
      </w:r>
      <w:r w:rsidRPr="00C703A1">
        <w:rPr>
          <w:rtl/>
        </w:rPr>
        <w:t>يُعطيه</w:t>
      </w:r>
      <w:r w:rsidR="00554BFA">
        <w:rPr>
          <w:rtl/>
        </w:rPr>
        <w:t xml:space="preserve"> </w:t>
      </w:r>
      <w:r w:rsidRPr="00C703A1">
        <w:rPr>
          <w:rtl/>
        </w:rPr>
        <w:t>حيدرة</w:t>
      </w:r>
      <w:r w:rsidR="00554BFA">
        <w:rPr>
          <w:rtl/>
        </w:rPr>
        <w:t xml:space="preserve"> </w:t>
      </w:r>
      <w:r w:rsidRPr="00C703A1">
        <w:rPr>
          <w:rtl/>
        </w:rPr>
        <w:t>ذِماما</w:t>
      </w:r>
    </w:p>
    <w:p w:rsidR="00645494" w:rsidRPr="00645494" w:rsidRDefault="00645494" w:rsidP="00645494">
      <w:pPr>
        <w:pStyle w:val="libPoemCenter"/>
        <w:rPr>
          <w:rtl/>
        </w:rPr>
      </w:pPr>
      <w:r w:rsidRPr="00C703A1">
        <w:rPr>
          <w:rtl/>
        </w:rPr>
        <w:t>سَقتك</w:t>
      </w:r>
      <w:r w:rsidR="00554BFA">
        <w:rPr>
          <w:rtl/>
        </w:rPr>
        <w:t xml:space="preserve"> </w:t>
      </w:r>
      <w:r w:rsidRPr="00C703A1">
        <w:rPr>
          <w:rtl/>
        </w:rPr>
        <w:t>سَحائب</w:t>
      </w:r>
      <w:r w:rsidR="00554BFA">
        <w:rPr>
          <w:rtl/>
        </w:rPr>
        <w:t xml:space="preserve"> </w:t>
      </w:r>
      <w:r w:rsidRPr="00C703A1">
        <w:rPr>
          <w:rtl/>
        </w:rPr>
        <w:t>الرِضوان</w:t>
      </w:r>
      <w:r w:rsidR="00554BFA">
        <w:rPr>
          <w:rtl/>
        </w:rPr>
        <w:t xml:space="preserve"> </w:t>
      </w:r>
      <w:r w:rsidRPr="00C703A1">
        <w:rPr>
          <w:rtl/>
        </w:rPr>
        <w:t>سحّاً</w:t>
      </w:r>
      <w:r w:rsidR="00554BFA">
        <w:rPr>
          <w:rtl/>
        </w:rPr>
        <w:t xml:space="preserve"> </w:t>
      </w:r>
      <w:r w:rsidR="00554BFA" w:rsidRPr="00D0383A">
        <w:rPr>
          <w:rtl/>
        </w:rPr>
        <w:t>=</w:t>
      </w:r>
      <w:r w:rsidR="00554BFA">
        <w:rPr>
          <w:rtl/>
        </w:rPr>
        <w:t xml:space="preserve"> </w:t>
      </w:r>
      <w:r w:rsidRPr="00C703A1">
        <w:rPr>
          <w:rtl/>
        </w:rPr>
        <w:t>كفَيض</w:t>
      </w:r>
      <w:r w:rsidR="00554BFA">
        <w:rPr>
          <w:rtl/>
        </w:rPr>
        <w:t xml:space="preserve"> </w:t>
      </w:r>
      <w:r w:rsidRPr="00C703A1">
        <w:rPr>
          <w:rtl/>
        </w:rPr>
        <w:t>يديك</w:t>
      </w:r>
      <w:r w:rsidR="00554BFA">
        <w:rPr>
          <w:rtl/>
        </w:rPr>
        <w:t xml:space="preserve"> </w:t>
      </w:r>
      <w:r w:rsidRPr="00C703A1">
        <w:rPr>
          <w:rtl/>
        </w:rPr>
        <w:t>يَنسجم</w:t>
      </w:r>
      <w:r w:rsidR="00554BFA">
        <w:rPr>
          <w:rtl/>
        </w:rPr>
        <w:t xml:space="preserve"> </w:t>
      </w:r>
      <w:r w:rsidRPr="00C703A1">
        <w:rPr>
          <w:rtl/>
        </w:rPr>
        <w:t>انسجاما</w:t>
      </w:r>
    </w:p>
    <w:p w:rsidR="00D0383A" w:rsidRDefault="00645494" w:rsidP="00554BFA">
      <w:pPr>
        <w:pStyle w:val="libNormal"/>
        <w:rPr>
          <w:rtl/>
        </w:rPr>
      </w:pPr>
      <w:r w:rsidRPr="00554BFA">
        <w:rPr>
          <w:rtl/>
        </w:rPr>
        <w:t>قال: ونام فرأى أمير المؤمنين</w:t>
      </w:r>
      <w:r w:rsidR="00554BFA">
        <w:rPr>
          <w:rtl/>
        </w:rPr>
        <w:t xml:space="preserve"> (</w:t>
      </w:r>
      <w:r w:rsidRPr="00554BFA">
        <w:rPr>
          <w:rtl/>
        </w:rPr>
        <w:t>عليه السلام) فتلاها عليه، فقال له:</w:t>
      </w:r>
      <w:r w:rsidR="00554BFA">
        <w:rPr>
          <w:rtl/>
        </w:rPr>
        <w:t xml:space="preserve"> </w:t>
      </w:r>
      <w:r w:rsidR="00554BFA">
        <w:rPr>
          <w:rStyle w:val="libNormalChar"/>
          <w:rtl/>
        </w:rPr>
        <w:t>((</w:t>
      </w:r>
      <w:r w:rsidRPr="00645494">
        <w:rPr>
          <w:rStyle w:val="libNormalChar"/>
          <w:rtl/>
        </w:rPr>
        <w:t xml:space="preserve"> الساعة تَخرج ))</w:t>
      </w:r>
      <w:r w:rsidRPr="00554BFA">
        <w:rPr>
          <w:rtl/>
        </w:rPr>
        <w:t>، فانتبه فرحاً، وجعل يجمع رحله فسأله مَن كان معه، فقال: الآن أخرج فظنّوا به الاختلال وتغيُّر العقل</w:t>
      </w:r>
      <w:r w:rsidR="00D0383A">
        <w:rPr>
          <w:rtl/>
        </w:rPr>
        <w:t>،</w:t>
      </w:r>
      <w:r w:rsidRPr="00554BFA">
        <w:rPr>
          <w:rtl/>
        </w:rPr>
        <w:t xml:space="preserve"> فطُرق باب السِجن ودُعي إلى الناصر فخرج، وأخبره الرسول أنَّه وجده متهيئاً للخروج، فلمَّا مَثُل بين يديه، قال: أُخبرتُ أنَّك عند مجيئ الرسول إليك كنت متهيئاً للخروج؟ قال: نعم، قال: مَن أعلمك باطلاقك؟ قال: أمير المؤمنين</w:t>
      </w:r>
      <w:r w:rsidR="00554BFA">
        <w:rPr>
          <w:rtl/>
        </w:rPr>
        <w:t xml:space="preserve"> (</w:t>
      </w:r>
      <w:r w:rsidRPr="00554BFA">
        <w:rPr>
          <w:rtl/>
        </w:rPr>
        <w:t>عليه السلام) وحكى له القصة، فقال الناصر: صدقت إنّي رأيت أمير المؤمنين</w:t>
      </w:r>
      <w:r w:rsidR="00554BFA">
        <w:rPr>
          <w:rtl/>
        </w:rPr>
        <w:t xml:space="preserve"> (</w:t>
      </w:r>
      <w:r w:rsidRPr="00554BFA">
        <w:rPr>
          <w:rtl/>
        </w:rPr>
        <w:t>عليه السلام) في منامي، فأمرني بإطلاقك في هذه الساعة، وتوعَّدني إنْ تركتك للصُبح</w:t>
      </w:r>
      <w:r w:rsidR="00D0383A">
        <w:rPr>
          <w:rtl/>
        </w:rPr>
        <w:t>،</w:t>
      </w:r>
      <w:r w:rsidRPr="00554BFA">
        <w:rPr>
          <w:rtl/>
        </w:rPr>
        <w:t xml:space="preserve"> ثم أعطاه ألف دينار وأعاده في محلِّه من الديوان، وردَّ إليه ما صادره منه.</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ولم أقف على ترجمة مجد الدين هذا، ولعلَّني أقف عليها فيما بعد.</w:t>
      </w:r>
    </w:p>
    <w:p w:rsidR="00645494" w:rsidRPr="00554BFA" w:rsidRDefault="00645494" w:rsidP="00645494">
      <w:pPr>
        <w:pStyle w:val="Heading3"/>
        <w:rPr>
          <w:rtl/>
        </w:rPr>
      </w:pPr>
      <w:bookmarkStart w:id="43" w:name="_Toc491861312"/>
      <w:r w:rsidRPr="00C703A1">
        <w:rPr>
          <w:rtl/>
        </w:rPr>
        <w:t>الفصل العاشر:</w:t>
      </w:r>
      <w:bookmarkEnd w:id="43"/>
    </w:p>
    <w:p w:rsidR="00554BFA" w:rsidRDefault="00645494" w:rsidP="00554BFA">
      <w:pPr>
        <w:pStyle w:val="libNormal"/>
        <w:rPr>
          <w:rtl/>
        </w:rPr>
      </w:pPr>
      <w:r w:rsidRPr="00554BFA">
        <w:rPr>
          <w:rtl/>
        </w:rPr>
        <w:t>روى ابن حمويه المُتوفَّى سنة 722، في كتابه فرائد السمطين بسنده عن بشر بن الحرث، أنَّه رأى أمير المؤمنين</w:t>
      </w:r>
      <w:r w:rsidR="00554BFA">
        <w:rPr>
          <w:rtl/>
        </w:rPr>
        <w:t xml:space="preserve"> (</w:t>
      </w:r>
      <w:r w:rsidRPr="00554BFA">
        <w:rPr>
          <w:rtl/>
        </w:rPr>
        <w:t>عليه السلام) في المنام، قال: فسلَّمت عليه، وقلت له: يا أمير المؤمنين، لو قلتَ لي شيئاً لعلَّ الله أنْ</w:t>
      </w:r>
    </w:p>
    <w:p w:rsidR="00645494" w:rsidRDefault="00645494" w:rsidP="00645494">
      <w:pPr>
        <w:pStyle w:val="libNormal"/>
      </w:pPr>
      <w:r>
        <w:br w:type="page"/>
      </w:r>
    </w:p>
    <w:p w:rsidR="00645494" w:rsidRPr="00C703A1" w:rsidRDefault="00645494" w:rsidP="00554BFA">
      <w:pPr>
        <w:pStyle w:val="libNormal"/>
        <w:rPr>
          <w:rtl/>
        </w:rPr>
      </w:pPr>
      <w:r w:rsidRPr="00554BFA">
        <w:rPr>
          <w:rtl/>
        </w:rPr>
        <w:lastRenderedPageBreak/>
        <w:t>ينفعني به</w:t>
      </w:r>
      <w:r w:rsidRPr="00554BFA">
        <w:rPr>
          <w:rFonts w:hint="cs"/>
          <w:rtl/>
        </w:rPr>
        <w:t>،</w:t>
      </w:r>
      <w:r w:rsidRPr="00554BFA">
        <w:rPr>
          <w:rtl/>
        </w:rPr>
        <w:t xml:space="preserve"> فقال:</w:t>
      </w:r>
      <w:r w:rsidR="00554BFA">
        <w:rPr>
          <w:rtl/>
        </w:rPr>
        <w:t xml:space="preserve"> </w:t>
      </w:r>
      <w:r w:rsidR="00554BFA">
        <w:rPr>
          <w:rStyle w:val="libNormalChar"/>
          <w:rtl/>
        </w:rPr>
        <w:t>((</w:t>
      </w:r>
      <w:r w:rsidRPr="00645494">
        <w:rPr>
          <w:rStyle w:val="libNormalChar"/>
          <w:rtl/>
        </w:rPr>
        <w:t xml:space="preserve"> ما أحسنَ تيه الفقراء على الأغنياء، ثقة بالله ))</w:t>
      </w:r>
      <w:r w:rsidRPr="00554BFA">
        <w:rPr>
          <w:rtl/>
        </w:rPr>
        <w:t>، فقلت: يا أمير المؤمنين، لو زدتني، فذهب وهو يقول:</w:t>
      </w:r>
    </w:p>
    <w:p w:rsidR="00645494" w:rsidRDefault="00645494" w:rsidP="00FE2721">
      <w:pPr>
        <w:pStyle w:val="libPoemCenter"/>
        <w:rPr>
          <w:rtl/>
        </w:rPr>
      </w:pPr>
      <w:r w:rsidRPr="00C703A1">
        <w:rPr>
          <w:rtl/>
        </w:rPr>
        <w:t>قد</w:t>
      </w:r>
      <w:r w:rsidR="00554BFA">
        <w:rPr>
          <w:rtl/>
        </w:rPr>
        <w:t xml:space="preserve"> </w:t>
      </w:r>
      <w:r w:rsidRPr="00C703A1">
        <w:rPr>
          <w:rtl/>
        </w:rPr>
        <w:t>كنت</w:t>
      </w:r>
      <w:r w:rsidR="00554BFA">
        <w:rPr>
          <w:rtl/>
        </w:rPr>
        <w:t xml:space="preserve"> </w:t>
      </w:r>
      <w:r w:rsidRPr="00C703A1">
        <w:rPr>
          <w:rtl/>
        </w:rPr>
        <w:t>مَيْتاً</w:t>
      </w:r>
      <w:r w:rsidR="00554BFA">
        <w:rPr>
          <w:rtl/>
        </w:rPr>
        <w:t xml:space="preserve"> </w:t>
      </w:r>
      <w:r w:rsidRPr="00C703A1">
        <w:rPr>
          <w:rtl/>
        </w:rPr>
        <w:t>فصرتَ</w:t>
      </w:r>
      <w:r w:rsidR="00554BFA">
        <w:rPr>
          <w:rtl/>
        </w:rPr>
        <w:t xml:space="preserve"> </w:t>
      </w:r>
      <w:r w:rsidRPr="00C703A1">
        <w:rPr>
          <w:rtl/>
        </w:rPr>
        <w:t>حيَّاً</w:t>
      </w:r>
      <w:r w:rsidR="00554BFA">
        <w:rPr>
          <w:rtl/>
        </w:rPr>
        <w:t xml:space="preserve"> </w:t>
      </w:r>
      <w:r w:rsidR="00554BFA" w:rsidRPr="00D0383A">
        <w:rPr>
          <w:rtl/>
        </w:rPr>
        <w:t>=</w:t>
      </w:r>
      <w:r w:rsidR="00554BFA">
        <w:rPr>
          <w:rtl/>
        </w:rPr>
        <w:t xml:space="preserve"> </w:t>
      </w:r>
      <w:r w:rsidRPr="00C703A1">
        <w:rPr>
          <w:rtl/>
        </w:rPr>
        <w:t>وعن</w:t>
      </w:r>
      <w:r w:rsidR="00554BFA">
        <w:rPr>
          <w:rtl/>
        </w:rPr>
        <w:t xml:space="preserve"> </w:t>
      </w:r>
      <w:r w:rsidRPr="00C703A1">
        <w:rPr>
          <w:rtl/>
        </w:rPr>
        <w:t>قليل</w:t>
      </w:r>
      <w:r w:rsidR="00554BFA">
        <w:rPr>
          <w:rtl/>
        </w:rPr>
        <w:t xml:space="preserve"> </w:t>
      </w:r>
      <w:r w:rsidRPr="00C703A1">
        <w:rPr>
          <w:rtl/>
        </w:rPr>
        <w:t>تَصير</w:t>
      </w:r>
      <w:r w:rsidR="00554BFA">
        <w:rPr>
          <w:rtl/>
        </w:rPr>
        <w:t xml:space="preserve"> </w:t>
      </w:r>
      <w:r w:rsidRPr="00C703A1">
        <w:rPr>
          <w:rtl/>
        </w:rPr>
        <w:t>مَيْتاً</w:t>
      </w:r>
    </w:p>
    <w:p w:rsidR="00645494" w:rsidRPr="00645494" w:rsidRDefault="00645494" w:rsidP="00FE2721">
      <w:pPr>
        <w:pStyle w:val="libPoemCenter"/>
        <w:rPr>
          <w:rtl/>
        </w:rPr>
      </w:pPr>
      <w:r w:rsidRPr="00C703A1">
        <w:rPr>
          <w:rtl/>
        </w:rPr>
        <w:t>غِرّ</w:t>
      </w:r>
      <w:r w:rsidR="00554BFA">
        <w:rPr>
          <w:rtl/>
        </w:rPr>
        <w:t xml:space="preserve"> </w:t>
      </w:r>
      <w:r w:rsidRPr="00C703A1">
        <w:rPr>
          <w:rtl/>
        </w:rPr>
        <w:t>بدار</w:t>
      </w:r>
      <w:r w:rsidR="00554BFA">
        <w:rPr>
          <w:rtl/>
        </w:rPr>
        <w:t xml:space="preserve"> </w:t>
      </w:r>
      <w:r w:rsidRPr="00C703A1">
        <w:rPr>
          <w:rtl/>
        </w:rPr>
        <w:t>الفناء</w:t>
      </w:r>
      <w:r w:rsidR="00554BFA">
        <w:rPr>
          <w:rtl/>
        </w:rPr>
        <w:t xml:space="preserve"> </w:t>
      </w:r>
      <w:r w:rsidRPr="00C703A1">
        <w:rPr>
          <w:rtl/>
        </w:rPr>
        <w:t>بيت</w:t>
      </w:r>
      <w:r w:rsidR="00554BFA">
        <w:rPr>
          <w:rtl/>
        </w:rPr>
        <w:t xml:space="preserve"> </w:t>
      </w:r>
      <w:r w:rsidR="00554BFA" w:rsidRPr="00D0383A">
        <w:rPr>
          <w:rtl/>
        </w:rPr>
        <w:t>=</w:t>
      </w:r>
      <w:r w:rsidR="00554BFA">
        <w:rPr>
          <w:rtl/>
        </w:rPr>
        <w:t xml:space="preserve"> </w:t>
      </w:r>
      <w:r w:rsidRPr="00C703A1">
        <w:rPr>
          <w:rtl/>
        </w:rPr>
        <w:t>فابنِ</w:t>
      </w:r>
      <w:r w:rsidR="00554BFA">
        <w:rPr>
          <w:rtl/>
        </w:rPr>
        <w:t xml:space="preserve"> </w:t>
      </w:r>
      <w:r w:rsidRPr="00C703A1">
        <w:rPr>
          <w:rtl/>
        </w:rPr>
        <w:t>بِدار</w:t>
      </w:r>
      <w:r w:rsidR="00554BFA">
        <w:rPr>
          <w:rtl/>
        </w:rPr>
        <w:t xml:space="preserve"> </w:t>
      </w:r>
      <w:r w:rsidRPr="00C703A1">
        <w:rPr>
          <w:rtl/>
        </w:rPr>
        <w:t>البَقاء</w:t>
      </w:r>
      <w:r w:rsidR="00554BFA">
        <w:rPr>
          <w:rtl/>
        </w:rPr>
        <w:t xml:space="preserve"> </w:t>
      </w:r>
      <w:r w:rsidRPr="00C703A1">
        <w:rPr>
          <w:rtl/>
        </w:rPr>
        <w:t>بَيتا</w:t>
      </w:r>
    </w:p>
    <w:p w:rsidR="00645494" w:rsidRPr="00554BFA" w:rsidRDefault="00645494" w:rsidP="00554BFA">
      <w:pPr>
        <w:pStyle w:val="libNormal"/>
        <w:rPr>
          <w:rtl/>
        </w:rPr>
      </w:pPr>
      <w:r w:rsidRPr="00554BFA">
        <w:rPr>
          <w:rtl/>
        </w:rPr>
        <w:t>فانتبهت من نومي، وأنا أحفظهما، وأعتبر فيهما انتهى.</w:t>
      </w:r>
    </w:p>
    <w:p w:rsidR="00645494" w:rsidRDefault="00645494" w:rsidP="00645494">
      <w:pPr>
        <w:pStyle w:val="libNormal"/>
      </w:pPr>
      <w:r>
        <w:br w:type="page"/>
      </w:r>
    </w:p>
    <w:p w:rsidR="00645494" w:rsidRPr="00554BFA" w:rsidRDefault="00645494" w:rsidP="00645494">
      <w:pPr>
        <w:pStyle w:val="Heading2Center"/>
        <w:rPr>
          <w:rtl/>
        </w:rPr>
      </w:pPr>
      <w:bookmarkStart w:id="44" w:name="_Toc491861313"/>
      <w:r w:rsidRPr="00C703A1">
        <w:rPr>
          <w:rtl/>
        </w:rPr>
        <w:lastRenderedPageBreak/>
        <w:t>الباب الثالث:</w:t>
      </w:r>
      <w:bookmarkStart w:id="45" w:name="الباب_الثالث"/>
      <w:bookmarkEnd w:id="45"/>
      <w:bookmarkEnd w:id="44"/>
    </w:p>
    <w:p w:rsidR="00554BFA" w:rsidRPr="00554BFA" w:rsidRDefault="00645494" w:rsidP="00645494">
      <w:pPr>
        <w:pStyle w:val="Heading2Center"/>
        <w:rPr>
          <w:rtl/>
        </w:rPr>
      </w:pPr>
      <w:bookmarkStart w:id="46" w:name="_Toc491861314"/>
      <w:r w:rsidRPr="00C703A1">
        <w:rPr>
          <w:rtl/>
        </w:rPr>
        <w:t>فيما يتعلَّق بفاطمة</w:t>
      </w:r>
      <w:r w:rsidR="00554BFA">
        <w:rPr>
          <w:rtl/>
        </w:rPr>
        <w:t xml:space="preserve"> (</w:t>
      </w:r>
      <w:r w:rsidRPr="00C703A1">
        <w:rPr>
          <w:rtl/>
        </w:rPr>
        <w:t>عليها السلام)</w:t>
      </w:r>
      <w:bookmarkEnd w:id="46"/>
    </w:p>
    <w:p w:rsidR="00554BFA" w:rsidRPr="00554BFA" w:rsidRDefault="00645494" w:rsidP="00D0383A">
      <w:pPr>
        <w:pStyle w:val="libCenterBold2"/>
        <w:rPr>
          <w:rtl/>
        </w:rPr>
      </w:pPr>
      <w:r w:rsidRPr="00C703A1">
        <w:rPr>
          <w:rtl/>
        </w:rPr>
        <w:t>وفيه سبعة فصول:</w:t>
      </w:r>
    </w:p>
    <w:p w:rsidR="00645494" w:rsidRPr="00554BFA" w:rsidRDefault="00645494" w:rsidP="00645494">
      <w:pPr>
        <w:pStyle w:val="Heading3"/>
        <w:rPr>
          <w:rtl/>
        </w:rPr>
      </w:pPr>
      <w:bookmarkStart w:id="47" w:name="_Toc491861315"/>
      <w:r w:rsidRPr="00C703A1">
        <w:rPr>
          <w:rtl/>
        </w:rPr>
        <w:t>الفصل الأول:</w:t>
      </w:r>
      <w:bookmarkEnd w:id="47"/>
    </w:p>
    <w:p w:rsidR="00554BFA" w:rsidRDefault="00645494" w:rsidP="00554BFA">
      <w:pPr>
        <w:pStyle w:val="libNormal"/>
        <w:rPr>
          <w:rtl/>
        </w:rPr>
      </w:pPr>
      <w:r w:rsidRPr="00554BFA">
        <w:rPr>
          <w:rtl/>
        </w:rPr>
        <w:t>ذكر ياقوت الحَموي المُتوفَّى سنة 655، في كتابه إرشاد الألباء، المعروف بمعجم الأدباء، في ترجمة علي بن عبد الله بن وصيف، الناشي الحلاء، المُتوفَّى سنة 366، قال: قال ابن عبد الرحيم: حدَّثني الخالع، قال: كنت مع والدي سنة 346، وأنا صبي في مجلس الكبودي، في المسجد الّذي بين الورّاقين والصَاغة، وهو غاصٌّ بالناس، وإذا رجل قد وافى وعليه مرقَّعة، وفي يديه سَطيحة ورَكوة، ومعه عكَّاز وهو شعث</w:t>
      </w:r>
      <w:r w:rsidR="00D0383A">
        <w:rPr>
          <w:rtl/>
        </w:rPr>
        <w:t>،</w:t>
      </w:r>
      <w:r w:rsidRPr="00554BFA">
        <w:rPr>
          <w:rtl/>
        </w:rPr>
        <w:t xml:space="preserve"> فسلَّم على الجماعة بصوت يرفعه، ثم قال: أنا رسول فاطمة الزهراء</w:t>
      </w:r>
      <w:r w:rsidR="00554BFA">
        <w:rPr>
          <w:rtl/>
        </w:rPr>
        <w:t xml:space="preserve"> (</w:t>
      </w:r>
      <w:r w:rsidRPr="00554BFA">
        <w:rPr>
          <w:rtl/>
        </w:rPr>
        <w:t xml:space="preserve"> صلوات الله عليها ) فقالوا: مرحباً بك وأهلاً، ورفعوه، فقال: أتعرفون لي أحمد المزوق النائح؟ فقالوا: ها هو جالس، فقال: رأيت مولاتنا فاطمة</w:t>
      </w:r>
      <w:r w:rsidR="00554BFA">
        <w:rPr>
          <w:rtl/>
        </w:rPr>
        <w:t xml:space="preserve"> (</w:t>
      </w:r>
      <w:r w:rsidRPr="00554BFA">
        <w:rPr>
          <w:rtl/>
        </w:rPr>
        <w:t>عليها السلام) في</w:t>
      </w:r>
    </w:p>
    <w:p w:rsidR="00645494" w:rsidRDefault="00645494" w:rsidP="00645494">
      <w:pPr>
        <w:pStyle w:val="libNormal"/>
      </w:pPr>
      <w:r>
        <w:br w:type="page"/>
      </w:r>
    </w:p>
    <w:p w:rsidR="00645494" w:rsidRPr="00C703A1" w:rsidRDefault="00645494" w:rsidP="00554BFA">
      <w:pPr>
        <w:pStyle w:val="libNormal"/>
        <w:rPr>
          <w:rtl/>
        </w:rPr>
      </w:pPr>
      <w:r w:rsidRPr="00554BFA">
        <w:rPr>
          <w:rtl/>
        </w:rPr>
        <w:lastRenderedPageBreak/>
        <w:t>النوم، فقالت لي:</w:t>
      </w:r>
      <w:r w:rsidR="00554BFA">
        <w:rPr>
          <w:rtl/>
        </w:rPr>
        <w:t xml:space="preserve"> </w:t>
      </w:r>
      <w:r w:rsidR="00554BFA">
        <w:rPr>
          <w:rStyle w:val="libNormalChar"/>
          <w:rtl/>
        </w:rPr>
        <w:t>((</w:t>
      </w:r>
      <w:r w:rsidRPr="00645494">
        <w:rPr>
          <w:rStyle w:val="libNormalChar"/>
          <w:rtl/>
        </w:rPr>
        <w:t xml:space="preserve"> إمضِ إلى بغداد واطلبه، وقل له: نُح على ولدي الحسين</w:t>
      </w:r>
      <w:r w:rsidR="00554BFA">
        <w:rPr>
          <w:rStyle w:val="libNormalChar"/>
          <w:rtl/>
        </w:rPr>
        <w:t xml:space="preserve"> (</w:t>
      </w:r>
      <w:r w:rsidRPr="00645494">
        <w:rPr>
          <w:rStyle w:val="libNormalChar"/>
          <w:rtl/>
        </w:rPr>
        <w:t>عليه السلام) بشعر الناشي الّذي يقول فيه:</w:t>
      </w:r>
    </w:p>
    <w:p w:rsidR="00645494" w:rsidRPr="00645494" w:rsidRDefault="00645494" w:rsidP="00FE2721">
      <w:pPr>
        <w:pStyle w:val="libPoemCenter"/>
        <w:rPr>
          <w:rtl/>
        </w:rPr>
      </w:pPr>
      <w:r w:rsidRPr="00C703A1">
        <w:rPr>
          <w:rtl/>
        </w:rPr>
        <w:t>بَني</w:t>
      </w:r>
      <w:r w:rsidR="00554BFA">
        <w:rPr>
          <w:rtl/>
        </w:rPr>
        <w:t xml:space="preserve"> </w:t>
      </w:r>
      <w:r w:rsidRPr="00C703A1">
        <w:rPr>
          <w:rtl/>
        </w:rPr>
        <w:t>أحمد</w:t>
      </w:r>
      <w:r w:rsidR="00554BFA">
        <w:rPr>
          <w:rtl/>
        </w:rPr>
        <w:t xml:space="preserve"> </w:t>
      </w:r>
      <w:r w:rsidRPr="00C703A1">
        <w:rPr>
          <w:rtl/>
        </w:rPr>
        <w:t>قلبي</w:t>
      </w:r>
      <w:r w:rsidR="00554BFA">
        <w:rPr>
          <w:rtl/>
        </w:rPr>
        <w:t xml:space="preserve"> </w:t>
      </w:r>
      <w:r w:rsidRPr="00C703A1">
        <w:rPr>
          <w:rtl/>
        </w:rPr>
        <w:t>بكم</w:t>
      </w:r>
      <w:r w:rsidR="00554BFA">
        <w:rPr>
          <w:rtl/>
        </w:rPr>
        <w:t xml:space="preserve"> </w:t>
      </w:r>
      <w:r w:rsidRPr="00C703A1">
        <w:rPr>
          <w:rtl/>
        </w:rPr>
        <w:t>يَتَقطَّع</w:t>
      </w:r>
      <w:r w:rsidR="00554BFA">
        <w:rPr>
          <w:rtl/>
        </w:rPr>
        <w:t xml:space="preserve"> </w:t>
      </w:r>
      <w:r w:rsidR="00554BFA" w:rsidRPr="00D0383A">
        <w:rPr>
          <w:rtl/>
        </w:rPr>
        <w:t>=</w:t>
      </w:r>
      <w:r w:rsidR="00554BFA">
        <w:rPr>
          <w:rtl/>
        </w:rPr>
        <w:t xml:space="preserve"> </w:t>
      </w:r>
      <w:r w:rsidRPr="00C703A1">
        <w:rPr>
          <w:rtl/>
        </w:rPr>
        <w:t>بمثل</w:t>
      </w:r>
      <w:r w:rsidR="00554BFA">
        <w:rPr>
          <w:rtl/>
        </w:rPr>
        <w:t xml:space="preserve"> </w:t>
      </w:r>
      <w:r w:rsidRPr="00C703A1">
        <w:rPr>
          <w:rtl/>
        </w:rPr>
        <w:t>مُصابي</w:t>
      </w:r>
      <w:r w:rsidR="00554BFA">
        <w:rPr>
          <w:rtl/>
        </w:rPr>
        <w:t xml:space="preserve"> </w:t>
      </w:r>
      <w:r w:rsidRPr="00C703A1">
        <w:rPr>
          <w:rtl/>
        </w:rPr>
        <w:t>فيكم</w:t>
      </w:r>
      <w:r w:rsidR="00554BFA">
        <w:rPr>
          <w:rtl/>
        </w:rPr>
        <w:t xml:space="preserve"> </w:t>
      </w:r>
      <w:r w:rsidRPr="00C703A1">
        <w:rPr>
          <w:rtl/>
        </w:rPr>
        <w:t>ليس</w:t>
      </w:r>
      <w:r w:rsidR="00554BFA">
        <w:rPr>
          <w:rtl/>
        </w:rPr>
        <w:t xml:space="preserve"> </w:t>
      </w:r>
      <w:r w:rsidRPr="00C703A1">
        <w:rPr>
          <w:rtl/>
        </w:rPr>
        <w:t>يُسمع</w:t>
      </w:r>
      <w:r w:rsidR="00554BFA">
        <w:rPr>
          <w:rtl/>
        </w:rPr>
        <w:t xml:space="preserve"> </w:t>
      </w:r>
      <w:r w:rsidRPr="00C703A1">
        <w:rPr>
          <w:rtl/>
        </w:rPr>
        <w:t>))</w:t>
      </w:r>
    </w:p>
    <w:p w:rsidR="00554BFA" w:rsidRDefault="00645494" w:rsidP="00554BFA">
      <w:pPr>
        <w:pStyle w:val="libNormal"/>
        <w:rPr>
          <w:rtl/>
        </w:rPr>
      </w:pPr>
      <w:r w:rsidRPr="00554BFA">
        <w:rPr>
          <w:rtl/>
        </w:rPr>
        <w:t>قال: وكان الناشي حاضراً، فبكى ولَطم لَطماً عظيماً على وجهه، وتبعه أحمد المزوق والناس كلهم، وكان أشدُّ الناس كلِّهم في ذلك الناشي والمزوق، فناحوا بهذه القصيدة‌ إلى أنْ صلَّى الناس الظهر وتقوَّض المجلس</w:t>
      </w:r>
      <w:r w:rsidR="00D0383A">
        <w:rPr>
          <w:rtl/>
        </w:rPr>
        <w:t>،</w:t>
      </w:r>
      <w:r w:rsidRPr="00554BFA">
        <w:rPr>
          <w:rtl/>
        </w:rPr>
        <w:t xml:space="preserve"> وجهدوا بالرجل أن يأخذ شيئاً منهم، فأبى، وقال: والله لو أُعطيت الدنيا ما أخذتها، فإنّي لا أرى أنْ أكون رسول مولاتي، ثم آخذ من ذلك عِوضاً</w:t>
      </w:r>
      <w:r w:rsidR="00D0383A">
        <w:rPr>
          <w:rtl/>
        </w:rPr>
        <w:t>،</w:t>
      </w:r>
      <w:r w:rsidRPr="00554BFA">
        <w:rPr>
          <w:rtl/>
        </w:rPr>
        <w:t xml:space="preserve"> ثم انصرف ولم يقبل شيئاً، قال ياقوت: وهذه القصيدة بضعة عشر بيتاً، وذكر منها قوله:</w:t>
      </w:r>
    </w:p>
    <w:p w:rsidR="00645494" w:rsidRDefault="00645494" w:rsidP="00FE2721">
      <w:pPr>
        <w:pStyle w:val="libPoemCenter"/>
        <w:rPr>
          <w:rtl/>
        </w:rPr>
      </w:pPr>
      <w:r w:rsidRPr="00C703A1">
        <w:rPr>
          <w:rtl/>
        </w:rPr>
        <w:t>عَجِبت</w:t>
      </w:r>
      <w:r w:rsidR="00554BFA">
        <w:rPr>
          <w:rtl/>
        </w:rPr>
        <w:t xml:space="preserve"> </w:t>
      </w:r>
      <w:r w:rsidRPr="00C703A1">
        <w:rPr>
          <w:rtl/>
        </w:rPr>
        <w:t>لكم</w:t>
      </w:r>
      <w:r w:rsidR="00554BFA">
        <w:rPr>
          <w:rtl/>
        </w:rPr>
        <w:t xml:space="preserve"> </w:t>
      </w:r>
      <w:r w:rsidRPr="00C703A1">
        <w:rPr>
          <w:rtl/>
        </w:rPr>
        <w:t>تَفنون</w:t>
      </w:r>
      <w:r w:rsidR="00554BFA">
        <w:rPr>
          <w:rtl/>
        </w:rPr>
        <w:t xml:space="preserve"> </w:t>
      </w:r>
      <w:r w:rsidRPr="00C703A1">
        <w:rPr>
          <w:rtl/>
        </w:rPr>
        <w:t>قتلاً</w:t>
      </w:r>
      <w:r w:rsidR="00554BFA">
        <w:rPr>
          <w:rtl/>
        </w:rPr>
        <w:t xml:space="preserve"> </w:t>
      </w:r>
      <w:r w:rsidRPr="00C703A1">
        <w:rPr>
          <w:rtl/>
        </w:rPr>
        <w:t>بسيفه</w:t>
      </w:r>
      <w:r w:rsidR="00554BFA">
        <w:rPr>
          <w:rtl/>
        </w:rPr>
        <w:t xml:space="preserve"> </w:t>
      </w:r>
      <w:r w:rsidR="00554BFA" w:rsidRPr="00D0383A">
        <w:rPr>
          <w:rtl/>
        </w:rPr>
        <w:t>=</w:t>
      </w:r>
      <w:r w:rsidR="00554BFA">
        <w:rPr>
          <w:rtl/>
        </w:rPr>
        <w:t xml:space="preserve"> </w:t>
      </w:r>
      <w:r w:rsidRPr="00C703A1">
        <w:rPr>
          <w:rtl/>
        </w:rPr>
        <w:t>ويَسطو</w:t>
      </w:r>
      <w:r w:rsidR="00554BFA">
        <w:rPr>
          <w:rtl/>
        </w:rPr>
        <w:t xml:space="preserve"> </w:t>
      </w:r>
      <w:r w:rsidRPr="00C703A1">
        <w:rPr>
          <w:rtl/>
        </w:rPr>
        <w:t>عليكم</w:t>
      </w:r>
      <w:r w:rsidR="00554BFA">
        <w:rPr>
          <w:rtl/>
        </w:rPr>
        <w:t xml:space="preserve"> </w:t>
      </w:r>
      <w:r w:rsidRPr="00C703A1">
        <w:rPr>
          <w:rtl/>
        </w:rPr>
        <w:t>مَن</w:t>
      </w:r>
      <w:r w:rsidR="00554BFA">
        <w:rPr>
          <w:rtl/>
        </w:rPr>
        <w:t xml:space="preserve"> </w:t>
      </w:r>
      <w:r w:rsidRPr="00C703A1">
        <w:rPr>
          <w:rtl/>
        </w:rPr>
        <w:t>لكم</w:t>
      </w:r>
      <w:r w:rsidR="00554BFA">
        <w:rPr>
          <w:rtl/>
        </w:rPr>
        <w:t xml:space="preserve"> </w:t>
      </w:r>
      <w:r w:rsidRPr="00C703A1">
        <w:rPr>
          <w:rtl/>
        </w:rPr>
        <w:t>كان</w:t>
      </w:r>
      <w:r w:rsidR="00554BFA">
        <w:rPr>
          <w:rtl/>
        </w:rPr>
        <w:t xml:space="preserve"> </w:t>
      </w:r>
      <w:r w:rsidRPr="00C703A1">
        <w:rPr>
          <w:rtl/>
        </w:rPr>
        <w:t>يَخضع</w:t>
      </w:r>
    </w:p>
    <w:p w:rsidR="00645494" w:rsidRDefault="00645494" w:rsidP="00FE2721">
      <w:pPr>
        <w:pStyle w:val="libPoemCenter"/>
        <w:rPr>
          <w:rtl/>
        </w:rPr>
      </w:pPr>
      <w:r w:rsidRPr="00C703A1">
        <w:rPr>
          <w:rtl/>
        </w:rPr>
        <w:t>فما</w:t>
      </w:r>
      <w:r w:rsidR="00554BFA">
        <w:rPr>
          <w:rtl/>
        </w:rPr>
        <w:t xml:space="preserve"> </w:t>
      </w:r>
      <w:r w:rsidRPr="00C703A1">
        <w:rPr>
          <w:rtl/>
        </w:rPr>
        <w:t>بِقعة‌</w:t>
      </w:r>
      <w:r w:rsidR="00554BFA">
        <w:rPr>
          <w:rtl/>
        </w:rPr>
        <w:t xml:space="preserve"> </w:t>
      </w:r>
      <w:r w:rsidRPr="00C703A1">
        <w:rPr>
          <w:rtl/>
        </w:rPr>
        <w:t>في</w:t>
      </w:r>
      <w:r w:rsidR="00554BFA">
        <w:rPr>
          <w:rtl/>
        </w:rPr>
        <w:t xml:space="preserve"> </w:t>
      </w:r>
      <w:r w:rsidRPr="00C703A1">
        <w:rPr>
          <w:rtl/>
        </w:rPr>
        <w:t>الأرض</w:t>
      </w:r>
      <w:r w:rsidR="00554BFA">
        <w:rPr>
          <w:rtl/>
        </w:rPr>
        <w:t xml:space="preserve"> </w:t>
      </w:r>
      <w:r w:rsidRPr="00C703A1">
        <w:rPr>
          <w:rtl/>
        </w:rPr>
        <w:t>شَرقاً</w:t>
      </w:r>
      <w:r w:rsidR="00554BFA">
        <w:rPr>
          <w:rtl/>
        </w:rPr>
        <w:t xml:space="preserve"> </w:t>
      </w:r>
      <w:r w:rsidRPr="00C703A1">
        <w:rPr>
          <w:rtl/>
        </w:rPr>
        <w:t>ومَغرب</w:t>
      </w:r>
      <w:r w:rsidR="00554BFA">
        <w:rPr>
          <w:rtl/>
        </w:rPr>
        <w:t xml:space="preserve"> </w:t>
      </w:r>
      <w:r w:rsidR="00554BFA" w:rsidRPr="00D0383A">
        <w:rPr>
          <w:rtl/>
        </w:rPr>
        <w:t>=</w:t>
      </w:r>
      <w:r w:rsidR="00554BFA">
        <w:rPr>
          <w:rtl/>
        </w:rPr>
        <w:t xml:space="preserve"> </w:t>
      </w:r>
      <w:r w:rsidRPr="00C703A1">
        <w:rPr>
          <w:rtl/>
        </w:rPr>
        <w:t>وليس</w:t>
      </w:r>
      <w:r w:rsidR="00554BFA">
        <w:rPr>
          <w:rtl/>
        </w:rPr>
        <w:t xml:space="preserve"> </w:t>
      </w:r>
      <w:r w:rsidRPr="00C703A1">
        <w:rPr>
          <w:rtl/>
        </w:rPr>
        <w:t>لكم</w:t>
      </w:r>
      <w:r w:rsidR="00554BFA">
        <w:rPr>
          <w:rtl/>
        </w:rPr>
        <w:t xml:space="preserve"> </w:t>
      </w:r>
      <w:r w:rsidRPr="00C703A1">
        <w:rPr>
          <w:rtl/>
        </w:rPr>
        <w:t>فيها</w:t>
      </w:r>
      <w:r w:rsidR="00554BFA">
        <w:rPr>
          <w:rtl/>
        </w:rPr>
        <w:t xml:space="preserve"> </w:t>
      </w:r>
      <w:r w:rsidRPr="00C703A1">
        <w:rPr>
          <w:rtl/>
        </w:rPr>
        <w:t>قَتيل</w:t>
      </w:r>
      <w:r w:rsidR="00554BFA">
        <w:rPr>
          <w:rtl/>
        </w:rPr>
        <w:t xml:space="preserve"> </w:t>
      </w:r>
      <w:r w:rsidRPr="00C703A1">
        <w:rPr>
          <w:rtl/>
        </w:rPr>
        <w:t>ومصرع</w:t>
      </w:r>
    </w:p>
    <w:p w:rsidR="00645494" w:rsidRDefault="00645494" w:rsidP="00FE2721">
      <w:pPr>
        <w:pStyle w:val="libPoemCenter"/>
        <w:rPr>
          <w:rtl/>
        </w:rPr>
      </w:pPr>
      <w:r w:rsidRPr="00C703A1">
        <w:rPr>
          <w:rtl/>
        </w:rPr>
        <w:t>ظُلمتم</w:t>
      </w:r>
      <w:r w:rsidR="00554BFA">
        <w:rPr>
          <w:rtl/>
        </w:rPr>
        <w:t xml:space="preserve"> </w:t>
      </w:r>
      <w:r w:rsidRPr="00C703A1">
        <w:rPr>
          <w:rtl/>
        </w:rPr>
        <w:t>وقُتِّلتم</w:t>
      </w:r>
      <w:r w:rsidR="00554BFA">
        <w:rPr>
          <w:rtl/>
        </w:rPr>
        <w:t xml:space="preserve"> </w:t>
      </w:r>
      <w:r w:rsidRPr="00C703A1">
        <w:rPr>
          <w:rtl/>
        </w:rPr>
        <w:t>وقُسّم</w:t>
      </w:r>
      <w:r w:rsidR="00554BFA">
        <w:rPr>
          <w:rtl/>
        </w:rPr>
        <w:t xml:space="preserve"> </w:t>
      </w:r>
      <w:r w:rsidRPr="00C703A1">
        <w:rPr>
          <w:rtl/>
        </w:rPr>
        <w:t>فَيئكم</w:t>
      </w:r>
      <w:r w:rsidR="00554BFA">
        <w:rPr>
          <w:rtl/>
        </w:rPr>
        <w:t xml:space="preserve"> </w:t>
      </w:r>
      <w:r w:rsidR="00554BFA" w:rsidRPr="00D0383A">
        <w:rPr>
          <w:rtl/>
        </w:rPr>
        <w:t>=</w:t>
      </w:r>
      <w:r w:rsidR="00554BFA">
        <w:rPr>
          <w:rtl/>
        </w:rPr>
        <w:t xml:space="preserve"> </w:t>
      </w:r>
      <w:r w:rsidRPr="00C703A1">
        <w:rPr>
          <w:rtl/>
        </w:rPr>
        <w:t>وضاقت</w:t>
      </w:r>
      <w:r w:rsidR="00554BFA">
        <w:rPr>
          <w:rtl/>
        </w:rPr>
        <w:t xml:space="preserve"> </w:t>
      </w:r>
      <w:r w:rsidRPr="00C703A1">
        <w:rPr>
          <w:rtl/>
        </w:rPr>
        <w:t>بكم</w:t>
      </w:r>
      <w:r w:rsidR="00554BFA">
        <w:rPr>
          <w:rtl/>
        </w:rPr>
        <w:t xml:space="preserve"> </w:t>
      </w:r>
      <w:r w:rsidRPr="00C703A1">
        <w:rPr>
          <w:rtl/>
        </w:rPr>
        <w:t>أرض</w:t>
      </w:r>
      <w:r w:rsidR="00554BFA">
        <w:rPr>
          <w:rtl/>
        </w:rPr>
        <w:t xml:space="preserve"> </w:t>
      </w:r>
      <w:r w:rsidRPr="00C703A1">
        <w:rPr>
          <w:rtl/>
        </w:rPr>
        <w:t>فلم</w:t>
      </w:r>
      <w:r w:rsidR="00554BFA">
        <w:rPr>
          <w:rtl/>
        </w:rPr>
        <w:t xml:space="preserve"> </w:t>
      </w:r>
      <w:r w:rsidRPr="00C703A1">
        <w:rPr>
          <w:rtl/>
        </w:rPr>
        <w:t>يَحمِ</w:t>
      </w:r>
      <w:r w:rsidR="00554BFA">
        <w:rPr>
          <w:rtl/>
        </w:rPr>
        <w:t xml:space="preserve"> </w:t>
      </w:r>
      <w:r w:rsidRPr="00C703A1">
        <w:rPr>
          <w:rtl/>
        </w:rPr>
        <w:t>موضع</w:t>
      </w:r>
    </w:p>
    <w:p w:rsidR="00D0383A" w:rsidRDefault="00645494" w:rsidP="00FE2721">
      <w:pPr>
        <w:pStyle w:val="libPoemCenter"/>
        <w:rPr>
          <w:rtl/>
        </w:rPr>
      </w:pPr>
      <w:r w:rsidRPr="00C703A1">
        <w:rPr>
          <w:rtl/>
        </w:rPr>
        <w:t>كأنَّ</w:t>
      </w:r>
      <w:r w:rsidR="00554BFA">
        <w:rPr>
          <w:rtl/>
        </w:rPr>
        <w:t xml:space="preserve"> </w:t>
      </w:r>
      <w:r w:rsidRPr="00C703A1">
        <w:rPr>
          <w:rtl/>
        </w:rPr>
        <w:t>رسول</w:t>
      </w:r>
      <w:r w:rsidR="00554BFA">
        <w:rPr>
          <w:rtl/>
        </w:rPr>
        <w:t xml:space="preserve"> </w:t>
      </w:r>
      <w:r w:rsidRPr="00C703A1">
        <w:rPr>
          <w:rtl/>
        </w:rPr>
        <w:t>الله</w:t>
      </w:r>
      <w:r w:rsidR="00554BFA">
        <w:rPr>
          <w:rtl/>
        </w:rPr>
        <w:t xml:space="preserve"> </w:t>
      </w:r>
      <w:r w:rsidRPr="00C703A1">
        <w:rPr>
          <w:rtl/>
        </w:rPr>
        <w:t>أوصى</w:t>
      </w:r>
      <w:r w:rsidR="00554BFA">
        <w:rPr>
          <w:rtl/>
        </w:rPr>
        <w:t xml:space="preserve"> </w:t>
      </w:r>
      <w:r w:rsidRPr="00C703A1">
        <w:rPr>
          <w:rtl/>
        </w:rPr>
        <w:t>بقتلكم</w:t>
      </w:r>
      <w:r w:rsidR="00554BFA">
        <w:rPr>
          <w:rtl/>
        </w:rPr>
        <w:t xml:space="preserve"> </w:t>
      </w:r>
      <w:r w:rsidR="00554BFA" w:rsidRPr="00D0383A">
        <w:rPr>
          <w:rtl/>
        </w:rPr>
        <w:t>=</w:t>
      </w:r>
      <w:r w:rsidR="00554BFA">
        <w:rPr>
          <w:rtl/>
        </w:rPr>
        <w:t xml:space="preserve"> </w:t>
      </w:r>
      <w:r w:rsidRPr="00C703A1">
        <w:rPr>
          <w:rtl/>
        </w:rPr>
        <w:t>فأجسامكم</w:t>
      </w:r>
      <w:r w:rsidR="00554BFA">
        <w:rPr>
          <w:rtl/>
        </w:rPr>
        <w:t xml:space="preserve"> </w:t>
      </w:r>
      <w:r w:rsidRPr="00C703A1">
        <w:rPr>
          <w:rtl/>
        </w:rPr>
        <w:t>في</w:t>
      </w:r>
      <w:r w:rsidR="00554BFA">
        <w:rPr>
          <w:rtl/>
        </w:rPr>
        <w:t xml:space="preserve"> </w:t>
      </w:r>
      <w:r w:rsidRPr="00C703A1">
        <w:rPr>
          <w:rtl/>
        </w:rPr>
        <w:t>كلِّ</w:t>
      </w:r>
      <w:r w:rsidR="00554BFA">
        <w:rPr>
          <w:rtl/>
        </w:rPr>
        <w:t xml:space="preserve"> </w:t>
      </w:r>
      <w:r w:rsidRPr="00C703A1">
        <w:rPr>
          <w:rtl/>
        </w:rPr>
        <w:t>أرض</w:t>
      </w:r>
      <w:r w:rsidR="00554BFA">
        <w:rPr>
          <w:rtl/>
        </w:rPr>
        <w:t xml:space="preserve"> </w:t>
      </w:r>
      <w:r w:rsidRPr="00C703A1">
        <w:rPr>
          <w:rtl/>
        </w:rPr>
        <w:t>توزَّع</w:t>
      </w:r>
    </w:p>
    <w:p w:rsidR="00645494" w:rsidRP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ولم أظفر ببقيّتها سوى ما ذكره السروي في المناقب</w:t>
      </w:r>
      <w:r w:rsidR="00D0383A">
        <w:rPr>
          <w:rtl/>
        </w:rPr>
        <w:t>،</w:t>
      </w:r>
      <w:r w:rsidR="00645494" w:rsidRPr="00554BFA">
        <w:rPr>
          <w:rtl/>
        </w:rPr>
        <w:t xml:space="preserve"> وهو قوله:</w:t>
      </w:r>
    </w:p>
    <w:p w:rsidR="00645494" w:rsidRDefault="00645494" w:rsidP="00FE2721">
      <w:pPr>
        <w:pStyle w:val="libPoemCenter"/>
        <w:rPr>
          <w:rtl/>
        </w:rPr>
      </w:pPr>
      <w:r w:rsidRPr="00C703A1">
        <w:rPr>
          <w:rtl/>
        </w:rPr>
        <w:t>جُسوم</w:t>
      </w:r>
      <w:r w:rsidR="00554BFA">
        <w:rPr>
          <w:rtl/>
        </w:rPr>
        <w:t xml:space="preserve"> </w:t>
      </w:r>
      <w:r w:rsidRPr="00C703A1">
        <w:rPr>
          <w:rtl/>
        </w:rPr>
        <w:t>على</w:t>
      </w:r>
      <w:r w:rsidR="00554BFA">
        <w:rPr>
          <w:rtl/>
        </w:rPr>
        <w:t xml:space="preserve"> </w:t>
      </w:r>
      <w:r w:rsidRPr="00C703A1">
        <w:rPr>
          <w:rtl/>
        </w:rPr>
        <w:t>البَوغاء</w:t>
      </w:r>
      <w:r w:rsidR="00554BFA">
        <w:rPr>
          <w:rtl/>
        </w:rPr>
        <w:t xml:space="preserve"> </w:t>
      </w:r>
      <w:r w:rsidRPr="00C703A1">
        <w:rPr>
          <w:rtl/>
        </w:rPr>
        <w:t>تُرمى</w:t>
      </w:r>
      <w:r w:rsidR="00554BFA">
        <w:rPr>
          <w:rtl/>
        </w:rPr>
        <w:t xml:space="preserve"> </w:t>
      </w:r>
      <w:r w:rsidRPr="00C703A1">
        <w:rPr>
          <w:rtl/>
        </w:rPr>
        <w:t>وأرؤوس</w:t>
      </w:r>
      <w:r w:rsidR="00554BFA">
        <w:rPr>
          <w:rtl/>
        </w:rPr>
        <w:t xml:space="preserve"> </w:t>
      </w:r>
      <w:r w:rsidR="00554BFA" w:rsidRPr="00D0383A">
        <w:rPr>
          <w:rtl/>
        </w:rPr>
        <w:t>=</w:t>
      </w:r>
      <w:r w:rsidR="00554BFA">
        <w:rPr>
          <w:rtl/>
        </w:rPr>
        <w:t xml:space="preserve"> </w:t>
      </w:r>
      <w:r w:rsidRPr="00C703A1">
        <w:rPr>
          <w:rtl/>
        </w:rPr>
        <w:t>على</w:t>
      </w:r>
      <w:r w:rsidR="00554BFA">
        <w:rPr>
          <w:rtl/>
        </w:rPr>
        <w:t xml:space="preserve"> </w:t>
      </w:r>
      <w:r w:rsidRPr="00C703A1">
        <w:rPr>
          <w:rtl/>
        </w:rPr>
        <w:t>أرؤوس</w:t>
      </w:r>
      <w:r w:rsidR="00554BFA">
        <w:rPr>
          <w:rtl/>
        </w:rPr>
        <w:t xml:space="preserve"> </w:t>
      </w:r>
      <w:r w:rsidRPr="00C703A1">
        <w:rPr>
          <w:rtl/>
        </w:rPr>
        <w:t>اللُدن</w:t>
      </w:r>
      <w:r w:rsidR="00554BFA">
        <w:rPr>
          <w:rtl/>
        </w:rPr>
        <w:t xml:space="preserve"> </w:t>
      </w:r>
      <w:r w:rsidRPr="00C703A1">
        <w:rPr>
          <w:rtl/>
        </w:rPr>
        <w:t>الذوابل</w:t>
      </w:r>
      <w:r w:rsidR="00554BFA">
        <w:rPr>
          <w:rtl/>
        </w:rPr>
        <w:t xml:space="preserve"> </w:t>
      </w:r>
      <w:r w:rsidRPr="00C703A1">
        <w:rPr>
          <w:rtl/>
        </w:rPr>
        <w:t>تُرفع</w:t>
      </w:r>
    </w:p>
    <w:p w:rsidR="00645494" w:rsidRPr="00645494" w:rsidRDefault="00645494" w:rsidP="00FE2721">
      <w:pPr>
        <w:pStyle w:val="libPoemCenter"/>
        <w:rPr>
          <w:rtl/>
        </w:rPr>
      </w:pPr>
      <w:r w:rsidRPr="00C703A1">
        <w:rPr>
          <w:rtl/>
        </w:rPr>
        <w:t>تُوارون</w:t>
      </w:r>
      <w:r w:rsidR="00554BFA">
        <w:rPr>
          <w:rtl/>
        </w:rPr>
        <w:t xml:space="preserve"> </w:t>
      </w:r>
      <w:r w:rsidRPr="00C703A1">
        <w:rPr>
          <w:rtl/>
        </w:rPr>
        <w:t>لم</w:t>
      </w:r>
      <w:r w:rsidR="00554BFA">
        <w:rPr>
          <w:rtl/>
        </w:rPr>
        <w:t xml:space="preserve"> </w:t>
      </w:r>
      <w:r w:rsidRPr="00C703A1">
        <w:rPr>
          <w:rtl/>
        </w:rPr>
        <w:t>تأوِ</w:t>
      </w:r>
      <w:r w:rsidR="00554BFA">
        <w:rPr>
          <w:rtl/>
        </w:rPr>
        <w:t xml:space="preserve"> </w:t>
      </w:r>
      <w:r w:rsidRPr="00C703A1">
        <w:rPr>
          <w:rtl/>
        </w:rPr>
        <w:t>فِراشاً</w:t>
      </w:r>
      <w:r w:rsidR="00554BFA">
        <w:rPr>
          <w:rtl/>
        </w:rPr>
        <w:t xml:space="preserve"> </w:t>
      </w:r>
      <w:r w:rsidRPr="00C703A1">
        <w:rPr>
          <w:rtl/>
        </w:rPr>
        <w:t>جنوبكم</w:t>
      </w:r>
      <w:r w:rsidR="00554BFA">
        <w:rPr>
          <w:rtl/>
        </w:rPr>
        <w:t xml:space="preserve"> </w:t>
      </w:r>
      <w:r w:rsidR="00554BFA" w:rsidRPr="00D0383A">
        <w:rPr>
          <w:rtl/>
        </w:rPr>
        <w:t>=</w:t>
      </w:r>
      <w:r w:rsidR="00554BFA">
        <w:rPr>
          <w:rtl/>
        </w:rPr>
        <w:t xml:space="preserve"> </w:t>
      </w:r>
      <w:r w:rsidRPr="00C703A1">
        <w:rPr>
          <w:rtl/>
        </w:rPr>
        <w:t>ويُسلمني</w:t>
      </w:r>
      <w:r w:rsidR="00554BFA">
        <w:rPr>
          <w:rtl/>
        </w:rPr>
        <w:t xml:space="preserve"> </w:t>
      </w:r>
      <w:r w:rsidRPr="00C703A1">
        <w:rPr>
          <w:rtl/>
        </w:rPr>
        <w:t>طِيب</w:t>
      </w:r>
      <w:r w:rsidR="00554BFA">
        <w:rPr>
          <w:rtl/>
        </w:rPr>
        <w:t xml:space="preserve"> </w:t>
      </w:r>
      <w:r w:rsidRPr="00C703A1">
        <w:rPr>
          <w:rtl/>
        </w:rPr>
        <w:t>الهُجوع</w:t>
      </w:r>
      <w:r w:rsidR="00554BFA">
        <w:rPr>
          <w:rtl/>
        </w:rPr>
        <w:t xml:space="preserve"> </w:t>
      </w:r>
      <w:r w:rsidRPr="00C703A1">
        <w:rPr>
          <w:rtl/>
        </w:rPr>
        <w:t>فأهجع</w:t>
      </w:r>
    </w:p>
    <w:p w:rsidR="00554BFA" w:rsidRDefault="00645494" w:rsidP="00554BFA">
      <w:pPr>
        <w:pStyle w:val="libNormal"/>
        <w:rPr>
          <w:rtl/>
        </w:rPr>
      </w:pPr>
      <w:r w:rsidRPr="00554BFA">
        <w:rPr>
          <w:rtl/>
        </w:rPr>
        <w:t>وظفرت في بعض الكتب بزيادة في القصة</w:t>
      </w:r>
      <w:r w:rsidR="00D0383A">
        <w:rPr>
          <w:rtl/>
        </w:rPr>
        <w:t>،</w:t>
      </w:r>
      <w:r w:rsidRPr="00554BFA">
        <w:rPr>
          <w:rtl/>
        </w:rPr>
        <w:t xml:space="preserve"> وهي أن الناشي لما سمع</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كلام الرسول أجهش في البكاء، وحلف أنَّه نظمها لليلته</w:t>
      </w:r>
      <w:r w:rsidR="00D0383A">
        <w:rPr>
          <w:rtl/>
        </w:rPr>
        <w:t>،</w:t>
      </w:r>
      <w:r w:rsidRPr="00554BFA">
        <w:rPr>
          <w:rtl/>
        </w:rPr>
        <w:t xml:space="preserve"> وأنَّه لم يَسمعها منه أحد، ثم أرسل عليها إلى داره، وناح بها المزوق والحاضرون.</w:t>
      </w:r>
    </w:p>
    <w:p w:rsidR="00645494" w:rsidRPr="00554BFA" w:rsidRDefault="00645494" w:rsidP="00645494">
      <w:pPr>
        <w:pStyle w:val="Heading3"/>
        <w:rPr>
          <w:rtl/>
        </w:rPr>
      </w:pPr>
      <w:bookmarkStart w:id="48" w:name="_Toc491861316"/>
      <w:r w:rsidRPr="00C703A1">
        <w:rPr>
          <w:rtl/>
        </w:rPr>
        <w:t>الفصل الثاني:</w:t>
      </w:r>
      <w:bookmarkEnd w:id="48"/>
    </w:p>
    <w:p w:rsidR="00554BFA" w:rsidRDefault="00645494" w:rsidP="00554BFA">
      <w:pPr>
        <w:pStyle w:val="libNormal"/>
        <w:rPr>
          <w:rtl/>
        </w:rPr>
      </w:pPr>
      <w:r w:rsidRPr="00554BFA">
        <w:rPr>
          <w:rtl/>
        </w:rPr>
        <w:t>ذكر القاضي التَنوخي، في الجزء الأول من كتابه نشوار المحاضرة، قال: حدَّثني أبي، قال: خرج إلينا يوماً أبو الحسن الكاتب، فقال: أتعرفون ببغداد رجلاً يُقال له: ابن أصدق؟ قال: فلم يَعرفه من أهل المجلس غَيري، فقلت: نعم! فكيف سألت عنه؟ فقال: أيُّ شيء يفعل؟ قلت: يَنوح على الحسين</w:t>
      </w:r>
      <w:r w:rsidR="00554BFA">
        <w:rPr>
          <w:rtl/>
        </w:rPr>
        <w:t xml:space="preserve"> (</w:t>
      </w:r>
      <w:r w:rsidRPr="00554BFA">
        <w:rPr>
          <w:rtl/>
        </w:rPr>
        <w:t>عليه السلام) قال: فبكى أبو الحسن، وقال: إنَّ عندي عَجوزاً</w:t>
      </w:r>
      <w:r w:rsidR="00554BFA">
        <w:rPr>
          <w:rtl/>
        </w:rPr>
        <w:t xml:space="preserve"> </w:t>
      </w:r>
      <w:r w:rsidRPr="00554BFA">
        <w:rPr>
          <w:rtl/>
        </w:rPr>
        <w:t>ربَّتني من أهل كَرخ جدّان عفطية اللسان، الأغلب على لِسانها النَبطية، لا يُمكنها أن تُقيم كلمة عربية صحيحة فضلاً عن أن تَروي شعراً</w:t>
      </w:r>
      <w:r w:rsidR="00D0383A">
        <w:rPr>
          <w:rtl/>
        </w:rPr>
        <w:t>،</w:t>
      </w:r>
      <w:r w:rsidRPr="00554BFA">
        <w:rPr>
          <w:rtl/>
        </w:rPr>
        <w:t xml:space="preserve"> وهي من صالحات نساء المسلمين كَثيرة الصيام والتهجُّد</w:t>
      </w:r>
      <w:r w:rsidR="00D0383A">
        <w:rPr>
          <w:rtl/>
        </w:rPr>
        <w:t>،</w:t>
      </w:r>
      <w:r w:rsidRPr="00554BFA">
        <w:rPr>
          <w:rtl/>
        </w:rPr>
        <w:t xml:space="preserve"> وإنَّها انتبهت البارحة في جَوف الليل،</w:t>
      </w:r>
      <w:r w:rsidR="00554BFA">
        <w:rPr>
          <w:rtl/>
        </w:rPr>
        <w:t xml:space="preserve"> </w:t>
      </w:r>
      <w:r w:rsidRPr="00554BFA">
        <w:rPr>
          <w:rtl/>
        </w:rPr>
        <w:t>ومَرقدها قَريب</w:t>
      </w:r>
      <w:r w:rsidR="00554BFA">
        <w:rPr>
          <w:rtl/>
        </w:rPr>
        <w:t xml:space="preserve"> </w:t>
      </w:r>
      <w:r w:rsidRPr="00554BFA">
        <w:rPr>
          <w:rtl/>
        </w:rPr>
        <w:t>من مَوضعي، فصاحت بي يا أبا الحسن، فقلت: مالك؟ فقالت: ألحقني! فجئتها فوجدتها تَرعُد، فقلت: ما أصابك؟ فقالت: إنّي كنت قد صلّيت ورِدي ونِمت، فرأيت السَّاع كأنّي في دَرب مِن دُروب الكَرخ، فإذا بِدار نظيفة بيضاء، مَليحة السياج، مفتوحة الباب، ونساء عليه، فقلت لهن: من مات أو ما الخبر؟ فأومأن إلى داخل الدار، فدخلت فإذا بِحُجرة نَظيفة في غاية الحُسن، وفي صَحنها امرأة شابةً لم أرَ قطُّ أحسنَ منها، ولا أبهى ولا أجمل، وعليها ثياب حَسَنة</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بِياض مروي لين، وهي مُلتحفة فَوقها بإزار أبيض جِدَّاً، وفي حِجرها رأس رجُل يَشخُب دماً، فقلت: من أنتِ؟ قالت:</w:t>
      </w:r>
      <w:r w:rsidR="00554BFA">
        <w:rPr>
          <w:rFonts w:hint="cs"/>
          <w:rtl/>
        </w:rPr>
        <w:t xml:space="preserve"> </w:t>
      </w:r>
      <w:r w:rsidR="00554BFA">
        <w:rPr>
          <w:rStyle w:val="libNormalChar"/>
          <w:rtl/>
        </w:rPr>
        <w:t>((</w:t>
      </w:r>
      <w:r w:rsidRPr="00645494">
        <w:rPr>
          <w:rStyle w:val="libNormalChar"/>
          <w:rtl/>
        </w:rPr>
        <w:t xml:space="preserve"> لا عليك</w:t>
      </w:r>
      <w:r w:rsidR="00D0383A">
        <w:rPr>
          <w:rStyle w:val="libNormalChar"/>
          <w:rtl/>
        </w:rPr>
        <w:t>،</w:t>
      </w:r>
      <w:r w:rsidRPr="00645494">
        <w:rPr>
          <w:rStyle w:val="libNormalChar"/>
          <w:rtl/>
        </w:rPr>
        <w:t xml:space="preserve"> أنا فاطمة بنت رسول الله</w:t>
      </w:r>
      <w:r w:rsidR="00554BFA">
        <w:rPr>
          <w:rStyle w:val="libNormalChar"/>
          <w:rtl/>
        </w:rPr>
        <w:t xml:space="preserve"> (</w:t>
      </w:r>
      <w:r w:rsidRPr="00645494">
        <w:rPr>
          <w:rStyle w:val="libNormalChar"/>
          <w:rtl/>
        </w:rPr>
        <w:t>صلّى الله عليه وآله وسلّم) وهذا رأس ابني الحسين</w:t>
      </w:r>
      <w:r w:rsidR="00554BFA">
        <w:rPr>
          <w:rStyle w:val="libNormalChar"/>
          <w:rtl/>
        </w:rPr>
        <w:t xml:space="preserve"> (</w:t>
      </w:r>
      <w:r w:rsidRPr="00645494">
        <w:rPr>
          <w:rStyle w:val="libNormalChar"/>
          <w:rtl/>
        </w:rPr>
        <w:t>عليه السلام) قولي لابن أصدق عني أن ينوح بهذا:</w:t>
      </w:r>
    </w:p>
    <w:p w:rsidR="00645494" w:rsidRPr="00645494" w:rsidRDefault="00645494" w:rsidP="00FE2721">
      <w:pPr>
        <w:pStyle w:val="libPoemCenter"/>
        <w:rPr>
          <w:rtl/>
        </w:rPr>
      </w:pPr>
      <w:r w:rsidRPr="00C703A1">
        <w:rPr>
          <w:rtl/>
        </w:rPr>
        <w:t>لم</w:t>
      </w:r>
      <w:r w:rsidR="00554BFA">
        <w:rPr>
          <w:rtl/>
        </w:rPr>
        <w:t xml:space="preserve"> </w:t>
      </w:r>
      <w:r w:rsidRPr="00C703A1">
        <w:rPr>
          <w:rtl/>
        </w:rPr>
        <w:t>أُمرِّضه</w:t>
      </w:r>
      <w:r w:rsidR="00554BFA">
        <w:rPr>
          <w:rtl/>
        </w:rPr>
        <w:t xml:space="preserve"> </w:t>
      </w:r>
      <w:r w:rsidRPr="00C703A1">
        <w:rPr>
          <w:rtl/>
        </w:rPr>
        <w:t>فأسلو</w:t>
      </w:r>
      <w:r w:rsidR="00554BFA">
        <w:rPr>
          <w:rtl/>
        </w:rPr>
        <w:t xml:space="preserve"> </w:t>
      </w:r>
      <w:r w:rsidR="00554BFA" w:rsidRPr="00D0383A">
        <w:rPr>
          <w:rtl/>
        </w:rPr>
        <w:t>=</w:t>
      </w:r>
      <w:r w:rsidR="00554BFA">
        <w:rPr>
          <w:rtl/>
        </w:rPr>
        <w:t xml:space="preserve"> </w:t>
      </w:r>
      <w:r w:rsidRPr="00C703A1">
        <w:rPr>
          <w:rtl/>
        </w:rPr>
        <w:t>لا</w:t>
      </w:r>
      <w:r w:rsidR="00554BFA">
        <w:rPr>
          <w:rtl/>
        </w:rPr>
        <w:t xml:space="preserve"> </w:t>
      </w:r>
      <w:r w:rsidRPr="00C703A1">
        <w:rPr>
          <w:rtl/>
        </w:rPr>
        <w:t>ولا</w:t>
      </w:r>
      <w:r w:rsidR="00554BFA">
        <w:rPr>
          <w:rtl/>
        </w:rPr>
        <w:t xml:space="preserve"> </w:t>
      </w:r>
      <w:r w:rsidRPr="00C703A1">
        <w:rPr>
          <w:rtl/>
        </w:rPr>
        <w:t>كان</w:t>
      </w:r>
      <w:r w:rsidR="00554BFA">
        <w:rPr>
          <w:rtl/>
        </w:rPr>
        <w:t xml:space="preserve"> </w:t>
      </w:r>
      <w:r w:rsidRPr="00C703A1">
        <w:rPr>
          <w:rtl/>
        </w:rPr>
        <w:t>مَريضا</w:t>
      </w:r>
      <w:r w:rsidR="00554BFA">
        <w:rPr>
          <w:rtl/>
        </w:rPr>
        <w:t xml:space="preserve"> </w:t>
      </w:r>
      <w:r w:rsidRPr="00C703A1">
        <w:rPr>
          <w:rtl/>
        </w:rPr>
        <w:t>))</w:t>
      </w:r>
    </w:p>
    <w:p w:rsidR="00554BFA" w:rsidRDefault="00645494" w:rsidP="00554BFA">
      <w:pPr>
        <w:pStyle w:val="libNormal"/>
        <w:rPr>
          <w:rtl/>
        </w:rPr>
      </w:pPr>
      <w:r w:rsidRPr="00554BFA">
        <w:rPr>
          <w:rtl/>
        </w:rPr>
        <w:t xml:space="preserve">فانتبهت فزعة، قال: وقالت العجوز، لم أمرّطا بالطاء </w:t>
      </w:r>
      <w:r w:rsidR="00D0383A">
        <w:rPr>
          <w:rtl/>
        </w:rPr>
        <w:t>؛</w:t>
      </w:r>
      <w:r w:rsidRPr="00554BFA">
        <w:rPr>
          <w:rtl/>
        </w:rPr>
        <w:t>لأنَّها لم تتمكَّن من إقامة الضاد</w:t>
      </w:r>
      <w:r w:rsidR="00D0383A">
        <w:rPr>
          <w:rtl/>
        </w:rPr>
        <w:t>،</w:t>
      </w:r>
      <w:r w:rsidRPr="00554BFA">
        <w:rPr>
          <w:rtl/>
        </w:rPr>
        <w:t xml:space="preserve"> فسكتتُ منها إلى أن نامت، ثم قال لي: يا أبا القاسم مع معرفتك الرجل قد حَمَّلَتك الأمانة، ولزمتك إلى أنْ تبلَّغها له، فقلت: سمعاً وطاعة لأمر سيدة نساء العالمين، قال: وكان هذا في شعبان، والناس إذ ذاك يَلقون جهداً جهيداً من الحنابلة إذا أرادوا الخروج إلى الحائر</w:t>
      </w:r>
      <w:r w:rsidR="00D0383A">
        <w:rPr>
          <w:rtl/>
        </w:rPr>
        <w:t>،</w:t>
      </w:r>
      <w:r w:rsidRPr="00554BFA">
        <w:rPr>
          <w:rtl/>
        </w:rPr>
        <w:t xml:space="preserve"> فلم أزل أتلطَّف حتى خرجت ليلة النصف من شعبان، فسألت عن ابن أصدق حتى رأيته، فقلت له: إنَّ فاطمة</w:t>
      </w:r>
      <w:r w:rsidR="00554BFA">
        <w:rPr>
          <w:rtl/>
        </w:rPr>
        <w:t xml:space="preserve"> (</w:t>
      </w:r>
      <w:r w:rsidRPr="00554BFA">
        <w:rPr>
          <w:rtl/>
        </w:rPr>
        <w:t>عليها السلام) تأمرك أنْ تنوح بالقصيدة:</w:t>
      </w:r>
    </w:p>
    <w:p w:rsidR="00645494" w:rsidRPr="00645494" w:rsidRDefault="00645494" w:rsidP="00FE2721">
      <w:pPr>
        <w:pStyle w:val="libPoemCenter"/>
        <w:rPr>
          <w:rtl/>
        </w:rPr>
      </w:pPr>
      <w:r w:rsidRPr="00C703A1">
        <w:rPr>
          <w:rtl/>
        </w:rPr>
        <w:t>لم</w:t>
      </w:r>
      <w:r w:rsidR="00554BFA">
        <w:rPr>
          <w:rtl/>
        </w:rPr>
        <w:t xml:space="preserve"> </w:t>
      </w:r>
      <w:r w:rsidRPr="00C703A1">
        <w:rPr>
          <w:rtl/>
        </w:rPr>
        <w:t>أمرِّضه</w:t>
      </w:r>
      <w:r w:rsidR="00554BFA">
        <w:rPr>
          <w:rtl/>
        </w:rPr>
        <w:t xml:space="preserve"> </w:t>
      </w:r>
      <w:r w:rsidRPr="00C703A1">
        <w:rPr>
          <w:rtl/>
        </w:rPr>
        <w:t>فأسلو</w:t>
      </w:r>
      <w:r w:rsidR="00554BFA">
        <w:rPr>
          <w:rtl/>
        </w:rPr>
        <w:t xml:space="preserve"> </w:t>
      </w:r>
      <w:r w:rsidR="00554BFA" w:rsidRPr="00D0383A">
        <w:rPr>
          <w:rtl/>
        </w:rPr>
        <w:t>=</w:t>
      </w:r>
      <w:r w:rsidR="00554BFA">
        <w:rPr>
          <w:rtl/>
        </w:rPr>
        <w:t xml:space="preserve"> </w:t>
      </w:r>
      <w:r w:rsidRPr="00C703A1">
        <w:rPr>
          <w:rtl/>
        </w:rPr>
        <w:t>لا</w:t>
      </w:r>
      <w:r w:rsidR="00554BFA">
        <w:rPr>
          <w:rtl/>
        </w:rPr>
        <w:t xml:space="preserve"> </w:t>
      </w:r>
      <w:r w:rsidRPr="00C703A1">
        <w:rPr>
          <w:rtl/>
        </w:rPr>
        <w:t>ولا</w:t>
      </w:r>
      <w:r w:rsidR="00554BFA">
        <w:rPr>
          <w:rtl/>
        </w:rPr>
        <w:t xml:space="preserve"> </w:t>
      </w:r>
      <w:r w:rsidRPr="00C703A1">
        <w:rPr>
          <w:rtl/>
        </w:rPr>
        <w:t>كان</w:t>
      </w:r>
      <w:r w:rsidR="00554BFA">
        <w:rPr>
          <w:rtl/>
        </w:rPr>
        <w:t xml:space="preserve"> </w:t>
      </w:r>
      <w:r w:rsidRPr="00C703A1">
        <w:rPr>
          <w:rtl/>
        </w:rPr>
        <w:t>مَريضا</w:t>
      </w:r>
    </w:p>
    <w:p w:rsidR="00645494" w:rsidRPr="00C703A1" w:rsidRDefault="00645494" w:rsidP="00554BFA">
      <w:pPr>
        <w:pStyle w:val="libNormal"/>
        <w:rPr>
          <w:rtl/>
        </w:rPr>
      </w:pPr>
      <w:r w:rsidRPr="00554BFA">
        <w:rPr>
          <w:rtl/>
        </w:rPr>
        <w:t>وما كنت أعرف القصيدة قبل ذلك، قال: فانزعج من قولي، فقَصصت عليه وعلى من حضر الحديث</w:t>
      </w:r>
      <w:r w:rsidR="00D0383A">
        <w:rPr>
          <w:rtl/>
        </w:rPr>
        <w:t>،</w:t>
      </w:r>
      <w:r w:rsidRPr="00554BFA">
        <w:rPr>
          <w:rtl/>
        </w:rPr>
        <w:t xml:space="preserve"> فأجهشوا بالبكاء، وما ناح تلك الليلة إلاّ بهذه القصيدة</w:t>
      </w:r>
      <w:r w:rsidR="00D0383A">
        <w:rPr>
          <w:rtl/>
        </w:rPr>
        <w:t>،</w:t>
      </w:r>
      <w:r w:rsidRPr="00554BFA">
        <w:rPr>
          <w:rtl/>
        </w:rPr>
        <w:t xml:space="preserve"> وأولها:</w:t>
      </w:r>
    </w:p>
    <w:p w:rsidR="00645494" w:rsidRPr="00645494" w:rsidRDefault="00645494" w:rsidP="00645494">
      <w:pPr>
        <w:pStyle w:val="libPoemCenter"/>
        <w:rPr>
          <w:rtl/>
        </w:rPr>
      </w:pPr>
      <w:r w:rsidRPr="00C703A1">
        <w:rPr>
          <w:rtl/>
        </w:rPr>
        <w:t>أيُها</w:t>
      </w:r>
      <w:r w:rsidR="00554BFA">
        <w:rPr>
          <w:rtl/>
        </w:rPr>
        <w:t xml:space="preserve"> </w:t>
      </w:r>
      <w:r w:rsidRPr="00C703A1">
        <w:rPr>
          <w:rtl/>
        </w:rPr>
        <w:t>العَينان</w:t>
      </w:r>
      <w:r w:rsidR="00554BFA">
        <w:rPr>
          <w:rtl/>
        </w:rPr>
        <w:t xml:space="preserve"> </w:t>
      </w:r>
      <w:r w:rsidRPr="00C703A1">
        <w:rPr>
          <w:rtl/>
        </w:rPr>
        <w:t>فيضا</w:t>
      </w:r>
      <w:r w:rsidR="00554BFA">
        <w:rPr>
          <w:rtl/>
        </w:rPr>
        <w:t xml:space="preserve"> </w:t>
      </w:r>
      <w:r w:rsidR="00554BFA" w:rsidRPr="00D0383A">
        <w:rPr>
          <w:rtl/>
        </w:rPr>
        <w:t>=</w:t>
      </w:r>
      <w:r w:rsidR="00554BFA">
        <w:rPr>
          <w:rtl/>
        </w:rPr>
        <w:t xml:space="preserve"> </w:t>
      </w:r>
      <w:r w:rsidRPr="00C703A1">
        <w:rPr>
          <w:rtl/>
        </w:rPr>
        <w:t>واستهلاَّ</w:t>
      </w:r>
      <w:r w:rsidR="00554BFA">
        <w:rPr>
          <w:rtl/>
        </w:rPr>
        <w:t xml:space="preserve"> </w:t>
      </w:r>
      <w:r w:rsidRPr="00C703A1">
        <w:rPr>
          <w:rtl/>
        </w:rPr>
        <w:t>لا</w:t>
      </w:r>
      <w:r w:rsidR="00554BFA">
        <w:rPr>
          <w:rtl/>
        </w:rPr>
        <w:t xml:space="preserve"> </w:t>
      </w:r>
      <w:r w:rsidRPr="00C703A1">
        <w:rPr>
          <w:rtl/>
        </w:rPr>
        <w:t>تَغيضا</w:t>
      </w:r>
    </w:p>
    <w:p w:rsidR="00645494" w:rsidRPr="00C703A1" w:rsidRDefault="00645494" w:rsidP="00554BFA">
      <w:pPr>
        <w:pStyle w:val="libNormal"/>
        <w:rPr>
          <w:rtl/>
        </w:rPr>
      </w:pPr>
      <w:r w:rsidRPr="00554BFA">
        <w:rPr>
          <w:rtl/>
        </w:rPr>
        <w:t>قال: وهي لبعض شعراء الكوفيين، وعُدت إلى أبي الحسن فأخبرته بما</w:t>
      </w:r>
    </w:p>
    <w:p w:rsidR="00645494" w:rsidRDefault="00645494" w:rsidP="00645494">
      <w:pPr>
        <w:pStyle w:val="libNormal"/>
      </w:pPr>
      <w:r>
        <w:rPr>
          <w:rtl/>
        </w:rPr>
        <w:br w:type="page"/>
      </w:r>
    </w:p>
    <w:p w:rsidR="00D0383A" w:rsidRDefault="00645494" w:rsidP="00554BFA">
      <w:pPr>
        <w:pStyle w:val="libNormal"/>
        <w:rPr>
          <w:rtl/>
        </w:rPr>
      </w:pPr>
      <w:r w:rsidRPr="00554BFA">
        <w:rPr>
          <w:rtl/>
        </w:rPr>
        <w:lastRenderedPageBreak/>
        <w:t>جرى</w:t>
      </w:r>
      <w:r w:rsidR="00D0383A">
        <w:rPr>
          <w:rtl/>
        </w:rPr>
        <w:t>،</w:t>
      </w:r>
      <w:r w:rsidRPr="00554BFA">
        <w:rPr>
          <w:rtl/>
        </w:rPr>
        <w:t xml:space="preserve"> قال: وقال أبي وابن عياش: كانت ببغداد نائحة مجيدة حاذقة تُعرف</w:t>
      </w:r>
      <w:r w:rsidR="00554BFA">
        <w:rPr>
          <w:rtl/>
        </w:rPr>
        <w:t xml:space="preserve"> (</w:t>
      </w:r>
      <w:r w:rsidRPr="00554BFA">
        <w:rPr>
          <w:rtl/>
        </w:rPr>
        <w:t>بخلب) تَنوح بهذه القصيدة، فسمِعناها في دور بعض الرؤساء</w:t>
      </w:r>
      <w:r w:rsidR="00D0383A">
        <w:rPr>
          <w:rtl/>
        </w:rPr>
        <w:t>؛</w:t>
      </w:r>
      <w:r w:rsidRPr="00554BFA">
        <w:rPr>
          <w:rtl/>
        </w:rPr>
        <w:t xml:space="preserve"> لأنَّ الناس إذ ذاك كانوا لا يتمكَّنون من النياحة إلاّ بعِزِّ سُلطان أو سراً</w:t>
      </w:r>
      <w:r w:rsidR="00D0383A">
        <w:rPr>
          <w:rtl/>
        </w:rPr>
        <w:t>،</w:t>
      </w:r>
      <w:r w:rsidRPr="00554BFA">
        <w:rPr>
          <w:rtl/>
        </w:rPr>
        <w:t xml:space="preserve"> لأجل الحنابلة ولم يكن النَوح إلاّ مراثي الحسين</w:t>
      </w:r>
      <w:r w:rsidR="00554BFA">
        <w:rPr>
          <w:rtl/>
        </w:rPr>
        <w:t xml:space="preserve"> (</w:t>
      </w:r>
      <w:r w:rsidRPr="00554BFA">
        <w:rPr>
          <w:rtl/>
        </w:rPr>
        <w:t>عليه السلام) وأهل البيت</w:t>
      </w:r>
      <w:r w:rsidR="00554BFA">
        <w:rPr>
          <w:rtl/>
        </w:rPr>
        <w:t xml:space="preserve"> (</w:t>
      </w:r>
      <w:r w:rsidRPr="00554BFA">
        <w:rPr>
          <w:rtl/>
        </w:rPr>
        <w:t>عليهم السلام) فقط، من غَير تَعريض بالسَلف، فبَلَغَنا أنَّ البربهاري قال: بَلَغَني أنَّ نائحة يُقال لها: خلبا اطلبوها فاقتلوها، انتهت عبارة النشوار.</w:t>
      </w:r>
    </w:p>
    <w:p w:rsidR="00645494" w:rsidRPr="00BF4849"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ذكر الشيخ ابن شهرآشوب السروي في كتاب المناقب</w:t>
      </w:r>
      <w:r w:rsidR="00D0383A">
        <w:rPr>
          <w:rtl/>
        </w:rPr>
        <w:t>،</w:t>
      </w:r>
      <w:r w:rsidR="00645494" w:rsidRPr="00554BFA">
        <w:rPr>
          <w:rtl/>
        </w:rPr>
        <w:t xml:space="preserve"> ناقلاً عن أمالي المفيد النيشابوري أنَّ ذرة النائحة رأت في المنام فاطمة الزهراء</w:t>
      </w:r>
      <w:r>
        <w:rPr>
          <w:rtl/>
        </w:rPr>
        <w:t xml:space="preserve"> (</w:t>
      </w:r>
      <w:r w:rsidR="00645494" w:rsidRPr="00554BFA">
        <w:rPr>
          <w:rtl/>
        </w:rPr>
        <w:t>عليها السلام) واقفة على قبر ولدها الحسين</w:t>
      </w:r>
      <w:r>
        <w:rPr>
          <w:rtl/>
        </w:rPr>
        <w:t xml:space="preserve"> (</w:t>
      </w:r>
      <w:r w:rsidR="00645494" w:rsidRPr="00554BFA">
        <w:rPr>
          <w:rtl/>
        </w:rPr>
        <w:t>عليه السلام)</w:t>
      </w:r>
      <w:r w:rsidR="00D0383A">
        <w:rPr>
          <w:rtl/>
        </w:rPr>
        <w:t>،</w:t>
      </w:r>
      <w:r w:rsidR="00645494" w:rsidRPr="00554BFA">
        <w:rPr>
          <w:rtl/>
        </w:rPr>
        <w:t xml:space="preserve"> فلمَّا سلَّمت عليها أمرتها أنْ تنوح لها بهذه الأبيات</w:t>
      </w:r>
      <w:r w:rsidR="00D0383A">
        <w:rPr>
          <w:rtl/>
        </w:rPr>
        <w:t>،</w:t>
      </w:r>
      <w:r w:rsidR="00645494" w:rsidRPr="00554BFA">
        <w:rPr>
          <w:rtl/>
        </w:rPr>
        <w:t xml:space="preserve"> وأنشدتها:</w:t>
      </w:r>
    </w:p>
    <w:p w:rsidR="00645494" w:rsidRDefault="00645494" w:rsidP="00FE2721">
      <w:pPr>
        <w:pStyle w:val="libPoemCenter"/>
        <w:rPr>
          <w:rtl/>
        </w:rPr>
      </w:pPr>
      <w:r w:rsidRPr="00BF4849">
        <w:rPr>
          <w:rtl/>
        </w:rPr>
        <w:t>أيُها</w:t>
      </w:r>
      <w:r w:rsidR="00554BFA">
        <w:rPr>
          <w:rtl/>
        </w:rPr>
        <w:t xml:space="preserve"> </w:t>
      </w:r>
      <w:r w:rsidRPr="00BF4849">
        <w:rPr>
          <w:rtl/>
        </w:rPr>
        <w:t>العَينان</w:t>
      </w:r>
      <w:r w:rsidR="00554BFA">
        <w:rPr>
          <w:rtl/>
        </w:rPr>
        <w:t xml:space="preserve"> </w:t>
      </w:r>
      <w:r w:rsidRPr="00BF4849">
        <w:rPr>
          <w:rtl/>
        </w:rPr>
        <w:t>فيضا</w:t>
      </w:r>
      <w:r w:rsidR="00554BFA">
        <w:rPr>
          <w:rtl/>
        </w:rPr>
        <w:t xml:space="preserve"> </w:t>
      </w:r>
      <w:r w:rsidR="00554BFA" w:rsidRPr="00D0383A">
        <w:rPr>
          <w:rtl/>
        </w:rPr>
        <w:t>=</w:t>
      </w:r>
      <w:r w:rsidR="00554BFA">
        <w:rPr>
          <w:rtl/>
        </w:rPr>
        <w:t xml:space="preserve"> </w:t>
      </w:r>
      <w:r w:rsidRPr="00BF4849">
        <w:rPr>
          <w:rtl/>
        </w:rPr>
        <w:t>واستهلاَّ</w:t>
      </w:r>
      <w:r w:rsidR="00554BFA">
        <w:rPr>
          <w:rtl/>
        </w:rPr>
        <w:t xml:space="preserve"> </w:t>
      </w:r>
      <w:r w:rsidRPr="00BF4849">
        <w:rPr>
          <w:rtl/>
        </w:rPr>
        <w:t>لا</w:t>
      </w:r>
      <w:r w:rsidR="00554BFA">
        <w:rPr>
          <w:rtl/>
        </w:rPr>
        <w:t xml:space="preserve"> </w:t>
      </w:r>
      <w:r w:rsidRPr="00BF4849">
        <w:rPr>
          <w:rtl/>
        </w:rPr>
        <w:t>تَغيضا</w:t>
      </w:r>
    </w:p>
    <w:p w:rsidR="00645494" w:rsidRDefault="00645494" w:rsidP="00FE2721">
      <w:pPr>
        <w:pStyle w:val="libPoemCenter"/>
        <w:rPr>
          <w:rtl/>
        </w:rPr>
      </w:pPr>
      <w:r w:rsidRPr="00BF4849">
        <w:rPr>
          <w:rtl/>
        </w:rPr>
        <w:t>وابكيا</w:t>
      </w:r>
      <w:r w:rsidR="00554BFA">
        <w:rPr>
          <w:rtl/>
        </w:rPr>
        <w:t xml:space="preserve"> </w:t>
      </w:r>
      <w:r w:rsidRPr="00BF4849">
        <w:rPr>
          <w:rtl/>
        </w:rPr>
        <w:t>بالطف</w:t>
      </w:r>
      <w:r w:rsidR="00554BFA">
        <w:rPr>
          <w:rtl/>
        </w:rPr>
        <w:t xml:space="preserve"> </w:t>
      </w:r>
      <w:r w:rsidRPr="00BF4849">
        <w:rPr>
          <w:rtl/>
        </w:rPr>
        <w:t>مذبو</w:t>
      </w:r>
      <w:r w:rsidR="00554BFA">
        <w:rPr>
          <w:rtl/>
        </w:rPr>
        <w:t xml:space="preserve"> </w:t>
      </w:r>
      <w:r w:rsidR="00554BFA" w:rsidRPr="00D0383A">
        <w:rPr>
          <w:rtl/>
        </w:rPr>
        <w:t>=</w:t>
      </w:r>
      <w:r w:rsidR="00554BFA">
        <w:rPr>
          <w:rtl/>
        </w:rPr>
        <w:t xml:space="preserve"> </w:t>
      </w:r>
      <w:r w:rsidRPr="00BF4849">
        <w:rPr>
          <w:rtl/>
        </w:rPr>
        <w:t>حاً</w:t>
      </w:r>
      <w:r w:rsidR="00554BFA">
        <w:rPr>
          <w:rtl/>
        </w:rPr>
        <w:t xml:space="preserve"> </w:t>
      </w:r>
      <w:r w:rsidRPr="00BF4849">
        <w:rPr>
          <w:rtl/>
        </w:rPr>
        <w:t>على</w:t>
      </w:r>
      <w:r w:rsidR="00554BFA">
        <w:rPr>
          <w:rtl/>
        </w:rPr>
        <w:t xml:space="preserve"> </w:t>
      </w:r>
      <w:r w:rsidRPr="00BF4849">
        <w:rPr>
          <w:rtl/>
        </w:rPr>
        <w:t>الترب</w:t>
      </w:r>
      <w:r w:rsidR="00554BFA">
        <w:rPr>
          <w:rtl/>
        </w:rPr>
        <w:t xml:space="preserve"> </w:t>
      </w:r>
      <w:r w:rsidRPr="00BF4849">
        <w:rPr>
          <w:rtl/>
        </w:rPr>
        <w:t>رَِضيضا</w:t>
      </w:r>
    </w:p>
    <w:p w:rsidR="00D0383A" w:rsidRDefault="00645494" w:rsidP="00FE2721">
      <w:pPr>
        <w:pStyle w:val="libPoemCenter"/>
        <w:rPr>
          <w:rtl/>
        </w:rPr>
      </w:pPr>
      <w:r w:rsidRPr="00BF4849">
        <w:rPr>
          <w:rtl/>
        </w:rPr>
        <w:t>لم</w:t>
      </w:r>
      <w:r w:rsidR="00554BFA">
        <w:rPr>
          <w:rtl/>
        </w:rPr>
        <w:t xml:space="preserve"> </w:t>
      </w:r>
      <w:r w:rsidRPr="00BF4849">
        <w:rPr>
          <w:rtl/>
        </w:rPr>
        <w:t>أمرِّضه</w:t>
      </w:r>
      <w:r w:rsidR="00554BFA">
        <w:rPr>
          <w:rtl/>
        </w:rPr>
        <w:t xml:space="preserve"> </w:t>
      </w:r>
      <w:r w:rsidRPr="00BF4849">
        <w:rPr>
          <w:rtl/>
        </w:rPr>
        <w:t>قتيلاً</w:t>
      </w:r>
      <w:r w:rsidR="00554BFA">
        <w:rPr>
          <w:rtl/>
        </w:rPr>
        <w:t xml:space="preserve"> </w:t>
      </w:r>
      <w:r w:rsidR="00554BFA" w:rsidRPr="00D0383A">
        <w:rPr>
          <w:rtl/>
        </w:rPr>
        <w:t>=</w:t>
      </w:r>
      <w:r w:rsidR="00554BFA">
        <w:rPr>
          <w:rtl/>
        </w:rPr>
        <w:t xml:space="preserve"> </w:t>
      </w:r>
      <w:r w:rsidRPr="00BF4849">
        <w:rPr>
          <w:rtl/>
        </w:rPr>
        <w:t>لا</w:t>
      </w:r>
      <w:r w:rsidR="00554BFA">
        <w:rPr>
          <w:rtl/>
        </w:rPr>
        <w:t xml:space="preserve"> </w:t>
      </w:r>
      <w:r w:rsidRPr="00BF4849">
        <w:rPr>
          <w:rtl/>
        </w:rPr>
        <w:t>ولا</w:t>
      </w:r>
      <w:r w:rsidR="00554BFA">
        <w:rPr>
          <w:rtl/>
        </w:rPr>
        <w:t xml:space="preserve"> </w:t>
      </w:r>
      <w:r w:rsidRPr="00BF4849">
        <w:rPr>
          <w:rtl/>
        </w:rPr>
        <w:t>كان</w:t>
      </w:r>
      <w:r w:rsidR="00554BFA">
        <w:rPr>
          <w:rtl/>
        </w:rPr>
        <w:t xml:space="preserve"> </w:t>
      </w:r>
      <w:r w:rsidRPr="00BF4849">
        <w:rPr>
          <w:rtl/>
        </w:rPr>
        <w:t>مريضا</w:t>
      </w:r>
    </w:p>
    <w:p w:rsidR="00554BFA" w:rsidRDefault="00554BFA" w:rsidP="00554BFA">
      <w:pPr>
        <w:pStyle w:val="libNormal"/>
        <w:rPr>
          <w:rtl/>
        </w:rPr>
      </w:pPr>
      <w:r>
        <w:rPr>
          <w:rStyle w:val="libBold2Char"/>
          <w:rtl/>
        </w:rPr>
        <w:t>(</w:t>
      </w:r>
      <w:r w:rsidR="00645494" w:rsidRPr="00554BFA">
        <w:rPr>
          <w:rStyle w:val="libBold2Char"/>
          <w:rtl/>
        </w:rPr>
        <w:t>ثم أقول):</w:t>
      </w:r>
      <w:r w:rsidR="00645494" w:rsidRPr="00554BFA">
        <w:rPr>
          <w:rtl/>
        </w:rPr>
        <w:t xml:space="preserve"> لم أعثر على اسم العجوز المُربية لأبي الحسن الكاتب</w:t>
      </w:r>
      <w:r w:rsidR="00D0383A">
        <w:rPr>
          <w:rtl/>
        </w:rPr>
        <w:t>،</w:t>
      </w:r>
      <w:r w:rsidR="00645494" w:rsidRPr="00554BFA">
        <w:rPr>
          <w:rtl/>
        </w:rPr>
        <w:t xml:space="preserve"> ولم أعرِف ذرة النائحة، هل هي خلب الشهيدة على ما يظهر أولا؟ ولم أقف على شاعر القصيدة مَن هو مِن الكوفيين</w:t>
      </w:r>
      <w:r w:rsidR="00D0383A">
        <w:rPr>
          <w:rtl/>
        </w:rPr>
        <w:t>،</w:t>
      </w:r>
      <w:r w:rsidR="00645494" w:rsidRPr="00554BFA">
        <w:rPr>
          <w:rtl/>
        </w:rPr>
        <w:t xml:space="preserve"> ولم أسمع غير هذه الأبيات الثلاثة منها</w:t>
      </w:r>
      <w:r w:rsidR="00D0383A">
        <w:rPr>
          <w:rtl/>
        </w:rPr>
        <w:t>،</w:t>
      </w:r>
      <w:r w:rsidR="00645494" w:rsidRPr="00554BFA">
        <w:rPr>
          <w:rtl/>
        </w:rPr>
        <w:t xml:space="preserve"> وكنت قد خمَّست هذه الأبيات قبلاً ورفلّتها</w:t>
      </w:r>
      <w:r w:rsidR="00D0383A">
        <w:rPr>
          <w:rtl/>
        </w:rPr>
        <w:t>،</w:t>
      </w:r>
      <w:r w:rsidR="00645494" w:rsidRPr="00554BFA">
        <w:rPr>
          <w:rtl/>
        </w:rPr>
        <w:t xml:space="preserve"> وأنا أذكرها هيهنا مُخمَّسة مُرفلَّة وهي:</w:t>
      </w:r>
    </w:p>
    <w:p w:rsidR="00645494" w:rsidRDefault="00645494" w:rsidP="00645494">
      <w:pPr>
        <w:pStyle w:val="libNormal"/>
      </w:pPr>
      <w:r>
        <w:br w:type="page"/>
      </w:r>
    </w:p>
    <w:p w:rsidR="00D0383A" w:rsidRDefault="00D0383A" w:rsidP="00FE2721">
      <w:pPr>
        <w:pStyle w:val="libPoemCenter"/>
        <w:rPr>
          <w:rtl/>
        </w:rPr>
      </w:pPr>
      <w:r w:rsidRPr="00BF4849">
        <w:rPr>
          <w:rFonts w:hint="cs"/>
          <w:rtl/>
        </w:rPr>
        <w:lastRenderedPageBreak/>
        <w:t>شِمِتُ</w:t>
      </w:r>
      <w:r>
        <w:rPr>
          <w:rFonts w:hint="cs"/>
          <w:rtl/>
        </w:rPr>
        <w:t xml:space="preserve"> </w:t>
      </w:r>
      <w:r w:rsidRPr="00BF4849">
        <w:rPr>
          <w:rFonts w:hint="cs"/>
          <w:rtl/>
        </w:rPr>
        <w:t>بالطف</w:t>
      </w:r>
      <w:r>
        <w:rPr>
          <w:rFonts w:hint="cs"/>
          <w:rtl/>
        </w:rPr>
        <w:t xml:space="preserve"> </w:t>
      </w:r>
      <w:r w:rsidRPr="00BF4849">
        <w:rPr>
          <w:rFonts w:hint="cs"/>
          <w:rtl/>
        </w:rPr>
        <w:t>وَميضا</w:t>
      </w:r>
      <w:r>
        <w:rPr>
          <w:rFonts w:hint="cs"/>
          <w:rtl/>
        </w:rPr>
        <w:t xml:space="preserve"> </w:t>
      </w:r>
      <w:r w:rsidRPr="00D0383A">
        <w:rPr>
          <w:rFonts w:hint="cs"/>
          <w:rtl/>
        </w:rPr>
        <w:t>=</w:t>
      </w:r>
      <w:r>
        <w:rPr>
          <w:rFonts w:hint="cs"/>
          <w:rtl/>
        </w:rPr>
        <w:t xml:space="preserve"> </w:t>
      </w:r>
      <w:r w:rsidRPr="00BF4849">
        <w:rPr>
          <w:rFonts w:hint="cs"/>
          <w:rtl/>
        </w:rPr>
        <w:t>فانثنى</w:t>
      </w:r>
      <w:r>
        <w:rPr>
          <w:rFonts w:hint="cs"/>
          <w:rtl/>
        </w:rPr>
        <w:t xml:space="preserve"> </w:t>
      </w:r>
      <w:r w:rsidRPr="00BF4849">
        <w:rPr>
          <w:rFonts w:hint="cs"/>
          <w:rtl/>
        </w:rPr>
        <w:t>القلب</w:t>
      </w:r>
      <w:r>
        <w:rPr>
          <w:rFonts w:hint="cs"/>
          <w:rtl/>
        </w:rPr>
        <w:t xml:space="preserve"> </w:t>
      </w:r>
      <w:r w:rsidRPr="00BF4849">
        <w:rPr>
          <w:rFonts w:hint="cs"/>
          <w:rtl/>
        </w:rPr>
        <w:t>رَميضا</w:t>
      </w:r>
    </w:p>
    <w:p w:rsidR="00D0383A" w:rsidRDefault="00D0383A" w:rsidP="00FE2721">
      <w:pPr>
        <w:pStyle w:val="libPoemCenter"/>
        <w:rPr>
          <w:rtl/>
        </w:rPr>
      </w:pPr>
      <w:r w:rsidRPr="00BF4849">
        <w:rPr>
          <w:rFonts w:hint="cs"/>
          <w:rtl/>
        </w:rPr>
        <w:t>وجَناح</w:t>
      </w:r>
      <w:r>
        <w:rPr>
          <w:rFonts w:hint="cs"/>
          <w:rtl/>
        </w:rPr>
        <w:t xml:space="preserve"> </w:t>
      </w:r>
      <w:r w:rsidRPr="00BF4849">
        <w:rPr>
          <w:rFonts w:hint="cs"/>
          <w:rtl/>
        </w:rPr>
        <w:t>الصَبر</w:t>
      </w:r>
      <w:r>
        <w:rPr>
          <w:rFonts w:hint="cs"/>
          <w:rtl/>
        </w:rPr>
        <w:t xml:space="preserve"> </w:t>
      </w:r>
      <w:r w:rsidRPr="00BF4849">
        <w:rPr>
          <w:rFonts w:hint="cs"/>
          <w:rtl/>
        </w:rPr>
        <w:t>هِيضا</w:t>
      </w:r>
      <w:r>
        <w:rPr>
          <w:rFonts w:hint="cs"/>
          <w:rtl/>
        </w:rPr>
        <w:t xml:space="preserve"> </w:t>
      </w:r>
      <w:r w:rsidRPr="00D0383A">
        <w:rPr>
          <w:rFonts w:hint="cs"/>
          <w:rtl/>
        </w:rPr>
        <w:t>=</w:t>
      </w:r>
      <w:r>
        <w:rPr>
          <w:rFonts w:hint="cs"/>
          <w:rtl/>
        </w:rPr>
        <w:t xml:space="preserve"> (</w:t>
      </w:r>
      <w:r w:rsidRPr="00BF4849">
        <w:rPr>
          <w:rFonts w:hint="cs"/>
          <w:rtl/>
        </w:rPr>
        <w:t>أيُها</w:t>
      </w:r>
      <w:r>
        <w:rPr>
          <w:rFonts w:hint="cs"/>
          <w:rtl/>
        </w:rPr>
        <w:t xml:space="preserve"> </w:t>
      </w:r>
      <w:r w:rsidRPr="00BF4849">
        <w:rPr>
          <w:rFonts w:hint="cs"/>
          <w:rtl/>
        </w:rPr>
        <w:t>العينان</w:t>
      </w:r>
      <w:r>
        <w:rPr>
          <w:rFonts w:hint="cs"/>
          <w:rtl/>
        </w:rPr>
        <w:t xml:space="preserve"> </w:t>
      </w:r>
      <w:r w:rsidRPr="00BF4849">
        <w:rPr>
          <w:rFonts w:hint="cs"/>
          <w:rtl/>
        </w:rPr>
        <w:t>فيضا</w:t>
      </w:r>
    </w:p>
    <w:p w:rsidR="00D0383A" w:rsidRPr="00BF4849" w:rsidRDefault="00D0383A" w:rsidP="00FE2721">
      <w:pPr>
        <w:pStyle w:val="libPoemCenter"/>
        <w:rPr>
          <w:rtl/>
        </w:rPr>
      </w:pPr>
      <w:r w:rsidRPr="00BF4849">
        <w:rPr>
          <w:rFonts w:hint="cs"/>
          <w:rtl/>
        </w:rPr>
        <w:t>واستهلاَّ</w:t>
      </w:r>
      <w:r>
        <w:rPr>
          <w:rFonts w:hint="cs"/>
          <w:rtl/>
        </w:rPr>
        <w:t xml:space="preserve"> </w:t>
      </w:r>
      <w:r w:rsidRPr="00BF4849">
        <w:rPr>
          <w:rFonts w:hint="cs"/>
          <w:rtl/>
        </w:rPr>
        <w:t>لا</w:t>
      </w:r>
      <w:r>
        <w:rPr>
          <w:rFonts w:hint="cs"/>
          <w:rtl/>
        </w:rPr>
        <w:t xml:space="preserve"> </w:t>
      </w:r>
      <w:r w:rsidRPr="00BF4849">
        <w:rPr>
          <w:rFonts w:hint="cs"/>
          <w:rtl/>
        </w:rPr>
        <w:t>تَغيضا</w:t>
      </w:r>
    </w:p>
    <w:p w:rsidR="00D0383A" w:rsidRPr="00BF4849" w:rsidRDefault="00D0383A" w:rsidP="00FE2721">
      <w:pPr>
        <w:pStyle w:val="libPoemCenter"/>
        <w:rPr>
          <w:rtl/>
        </w:rPr>
      </w:pPr>
      <w:r w:rsidRPr="00BF4849">
        <w:rPr>
          <w:rFonts w:hint="cs"/>
          <w:rtl/>
        </w:rPr>
        <w:t>فلعلّي</w:t>
      </w:r>
      <w:r>
        <w:rPr>
          <w:rFonts w:hint="cs"/>
          <w:rtl/>
        </w:rPr>
        <w:t xml:space="preserve"> </w:t>
      </w:r>
      <w:r w:rsidRPr="00BF4849">
        <w:rPr>
          <w:rFonts w:hint="cs"/>
          <w:rtl/>
        </w:rPr>
        <w:t>أستريح</w:t>
      </w:r>
    </w:p>
    <w:p w:rsidR="00D0383A" w:rsidRDefault="00D0383A" w:rsidP="00FE2721">
      <w:pPr>
        <w:pStyle w:val="libPoemCenter"/>
        <w:rPr>
          <w:rtl/>
        </w:rPr>
      </w:pPr>
      <w:r w:rsidRPr="00BF4849">
        <w:rPr>
          <w:rFonts w:hint="cs"/>
          <w:rtl/>
        </w:rPr>
        <w:t>كم</w:t>
      </w:r>
      <w:r>
        <w:rPr>
          <w:rFonts w:hint="cs"/>
          <w:rtl/>
        </w:rPr>
        <w:t xml:space="preserve"> </w:t>
      </w:r>
      <w:r w:rsidRPr="00BF4849">
        <w:rPr>
          <w:rFonts w:hint="cs"/>
          <w:rtl/>
        </w:rPr>
        <w:t>لاحشائى</w:t>
      </w:r>
      <w:r>
        <w:rPr>
          <w:rFonts w:hint="cs"/>
          <w:rtl/>
        </w:rPr>
        <w:t xml:space="preserve"> </w:t>
      </w:r>
      <w:r w:rsidRPr="00BF4849">
        <w:rPr>
          <w:rFonts w:hint="cs"/>
          <w:rtl/>
        </w:rPr>
        <w:t>جَذْبُ</w:t>
      </w:r>
      <w:r>
        <w:rPr>
          <w:rFonts w:hint="cs"/>
          <w:rtl/>
        </w:rPr>
        <w:t xml:space="preserve"> </w:t>
      </w:r>
      <w:r w:rsidRPr="00D0383A">
        <w:rPr>
          <w:rFonts w:hint="cs"/>
          <w:rtl/>
        </w:rPr>
        <w:t>=</w:t>
      </w:r>
      <w:r>
        <w:rPr>
          <w:rFonts w:hint="cs"/>
          <w:rtl/>
        </w:rPr>
        <w:t xml:space="preserve"> </w:t>
      </w:r>
      <w:r w:rsidRPr="00BF4849">
        <w:rPr>
          <w:rFonts w:hint="cs"/>
          <w:rtl/>
        </w:rPr>
        <w:t>ولصدق</w:t>
      </w:r>
      <w:r>
        <w:rPr>
          <w:rFonts w:hint="cs"/>
          <w:rtl/>
        </w:rPr>
        <w:t xml:space="preserve"> </w:t>
      </w:r>
      <w:r w:rsidRPr="00BF4849">
        <w:rPr>
          <w:rFonts w:hint="cs"/>
          <w:rtl/>
        </w:rPr>
        <w:t>الصَبر</w:t>
      </w:r>
      <w:r>
        <w:rPr>
          <w:rFonts w:hint="cs"/>
          <w:rtl/>
        </w:rPr>
        <w:t xml:space="preserve"> </w:t>
      </w:r>
      <w:r w:rsidRPr="00BF4849">
        <w:rPr>
          <w:rFonts w:hint="cs"/>
          <w:rtl/>
        </w:rPr>
        <w:t>كَذْبُ</w:t>
      </w:r>
    </w:p>
    <w:p w:rsidR="00D0383A" w:rsidRDefault="00D0383A" w:rsidP="00FE2721">
      <w:pPr>
        <w:pStyle w:val="libPoemCenter"/>
        <w:rPr>
          <w:rtl/>
        </w:rPr>
      </w:pPr>
      <w:r w:rsidRPr="00BF4849">
        <w:rPr>
          <w:rFonts w:hint="cs"/>
          <w:rtl/>
        </w:rPr>
        <w:t>أنهِلا</w:t>
      </w:r>
      <w:r>
        <w:rPr>
          <w:rFonts w:hint="cs"/>
          <w:rtl/>
        </w:rPr>
        <w:t xml:space="preserve"> </w:t>
      </w:r>
      <w:r w:rsidRPr="00BF4849">
        <w:rPr>
          <w:rFonts w:hint="cs"/>
          <w:rtl/>
        </w:rPr>
        <w:t>فالوَرد</w:t>
      </w:r>
      <w:r>
        <w:rPr>
          <w:rFonts w:hint="cs"/>
          <w:rtl/>
        </w:rPr>
        <w:t xml:space="preserve"> </w:t>
      </w:r>
      <w:r w:rsidRPr="00BF4849">
        <w:rPr>
          <w:rFonts w:hint="cs"/>
          <w:rtl/>
        </w:rPr>
        <w:t>عَذب</w:t>
      </w:r>
      <w:r>
        <w:rPr>
          <w:rFonts w:hint="cs"/>
          <w:rtl/>
        </w:rPr>
        <w:t xml:space="preserve"> </w:t>
      </w:r>
      <w:r w:rsidRPr="00D0383A">
        <w:rPr>
          <w:rFonts w:hint="cs"/>
          <w:rtl/>
        </w:rPr>
        <w:t>=</w:t>
      </w:r>
      <w:r>
        <w:rPr>
          <w:rFonts w:hint="cs"/>
          <w:rtl/>
        </w:rPr>
        <w:t xml:space="preserve"> (</w:t>
      </w:r>
      <w:r w:rsidRPr="00BF4849">
        <w:rPr>
          <w:rFonts w:hint="cs"/>
          <w:rtl/>
        </w:rPr>
        <w:t>وابكيا</w:t>
      </w:r>
      <w:r>
        <w:rPr>
          <w:rFonts w:hint="cs"/>
          <w:rtl/>
        </w:rPr>
        <w:t xml:space="preserve"> </w:t>
      </w:r>
      <w:r w:rsidRPr="00BF4849">
        <w:rPr>
          <w:rFonts w:hint="cs"/>
          <w:rtl/>
        </w:rPr>
        <w:t>بالطف</w:t>
      </w:r>
      <w:r>
        <w:rPr>
          <w:rFonts w:hint="cs"/>
          <w:rtl/>
        </w:rPr>
        <w:t xml:space="preserve"> </w:t>
      </w:r>
      <w:r w:rsidRPr="00BF4849">
        <w:rPr>
          <w:rFonts w:hint="cs"/>
          <w:rtl/>
        </w:rPr>
        <w:t>مَذبو</w:t>
      </w:r>
    </w:p>
    <w:p w:rsidR="00D0383A" w:rsidRPr="00BF4849" w:rsidRDefault="00D0383A" w:rsidP="00D0383A">
      <w:pPr>
        <w:pStyle w:val="libPoemCenter"/>
        <w:rPr>
          <w:rtl/>
        </w:rPr>
      </w:pPr>
      <w:r w:rsidRPr="00BF4849">
        <w:rPr>
          <w:rFonts w:hint="cs"/>
          <w:rtl/>
        </w:rPr>
        <w:t>حاً</w:t>
      </w:r>
      <w:r>
        <w:rPr>
          <w:rFonts w:hint="cs"/>
          <w:rtl/>
        </w:rPr>
        <w:t xml:space="preserve"> </w:t>
      </w:r>
      <w:r w:rsidRPr="00BF4849">
        <w:rPr>
          <w:rFonts w:hint="cs"/>
          <w:rtl/>
        </w:rPr>
        <w:t>على</w:t>
      </w:r>
      <w:r>
        <w:rPr>
          <w:rFonts w:hint="cs"/>
          <w:rtl/>
        </w:rPr>
        <w:t xml:space="preserve"> </w:t>
      </w:r>
      <w:r w:rsidRPr="00BF4849">
        <w:rPr>
          <w:rFonts w:hint="cs"/>
          <w:rtl/>
        </w:rPr>
        <w:t>التُرب</w:t>
      </w:r>
      <w:r>
        <w:rPr>
          <w:rFonts w:hint="cs"/>
          <w:rtl/>
        </w:rPr>
        <w:t xml:space="preserve"> </w:t>
      </w:r>
      <w:r w:rsidRPr="00BF4849">
        <w:rPr>
          <w:rFonts w:hint="cs"/>
          <w:rtl/>
        </w:rPr>
        <w:t>رَضيضا)</w:t>
      </w:r>
    </w:p>
    <w:p w:rsidR="00D0383A" w:rsidRPr="00BF4849" w:rsidRDefault="00D0383A" w:rsidP="00FE2721">
      <w:pPr>
        <w:pStyle w:val="libPoemCenter"/>
        <w:rPr>
          <w:rtl/>
        </w:rPr>
      </w:pPr>
      <w:r w:rsidRPr="00BF4849">
        <w:rPr>
          <w:rFonts w:hint="cs"/>
          <w:rtl/>
        </w:rPr>
        <w:t>أفَيَرتَضُّ</w:t>
      </w:r>
      <w:r>
        <w:rPr>
          <w:rFonts w:hint="cs"/>
          <w:rtl/>
        </w:rPr>
        <w:t xml:space="preserve"> </w:t>
      </w:r>
      <w:r w:rsidRPr="00BF4849">
        <w:rPr>
          <w:rFonts w:hint="cs"/>
          <w:rtl/>
        </w:rPr>
        <w:t>الذَبيح</w:t>
      </w:r>
    </w:p>
    <w:p w:rsidR="00D0383A" w:rsidRDefault="00D0383A" w:rsidP="00FE2721">
      <w:pPr>
        <w:pStyle w:val="libPoemCenter"/>
        <w:rPr>
          <w:rtl/>
        </w:rPr>
      </w:pPr>
      <w:r w:rsidRPr="00BF4849">
        <w:rPr>
          <w:rFonts w:hint="cs"/>
          <w:rtl/>
        </w:rPr>
        <w:t>يا</w:t>
      </w:r>
      <w:r>
        <w:rPr>
          <w:rFonts w:hint="cs"/>
          <w:rtl/>
        </w:rPr>
        <w:t xml:space="preserve"> </w:t>
      </w:r>
      <w:r w:rsidRPr="00BF4849">
        <w:rPr>
          <w:rFonts w:hint="cs"/>
          <w:rtl/>
        </w:rPr>
        <w:t>حشا</w:t>
      </w:r>
      <w:r>
        <w:rPr>
          <w:rFonts w:hint="cs"/>
          <w:rtl/>
        </w:rPr>
        <w:t xml:space="preserve"> </w:t>
      </w:r>
      <w:r w:rsidRPr="00BF4849">
        <w:rPr>
          <w:rFonts w:hint="cs"/>
          <w:rtl/>
        </w:rPr>
        <w:t>زيدي</w:t>
      </w:r>
      <w:r>
        <w:rPr>
          <w:rFonts w:hint="cs"/>
          <w:rtl/>
        </w:rPr>
        <w:t xml:space="preserve"> </w:t>
      </w:r>
      <w:r w:rsidRPr="00BF4849">
        <w:rPr>
          <w:rFonts w:hint="cs"/>
          <w:rtl/>
        </w:rPr>
        <w:t>عويلا</w:t>
      </w:r>
      <w:r>
        <w:rPr>
          <w:rFonts w:hint="cs"/>
          <w:rtl/>
        </w:rPr>
        <w:t xml:space="preserve"> </w:t>
      </w:r>
      <w:r w:rsidRPr="00D0383A">
        <w:rPr>
          <w:rFonts w:hint="cs"/>
          <w:rtl/>
        </w:rPr>
        <w:t>=</w:t>
      </w:r>
      <w:r>
        <w:rPr>
          <w:rFonts w:hint="cs"/>
          <w:rtl/>
        </w:rPr>
        <w:t xml:space="preserve"> </w:t>
      </w:r>
      <w:r w:rsidRPr="00BF4849">
        <w:rPr>
          <w:rFonts w:hint="cs"/>
          <w:rtl/>
        </w:rPr>
        <w:t>وابكي</w:t>
      </w:r>
      <w:r>
        <w:rPr>
          <w:rFonts w:hint="cs"/>
          <w:rtl/>
        </w:rPr>
        <w:t xml:space="preserve"> </w:t>
      </w:r>
      <w:r w:rsidRPr="00BF4849">
        <w:rPr>
          <w:rFonts w:hint="cs"/>
          <w:rtl/>
        </w:rPr>
        <w:t>يا</w:t>
      </w:r>
      <w:r>
        <w:rPr>
          <w:rFonts w:hint="cs"/>
          <w:rtl/>
        </w:rPr>
        <w:t xml:space="preserve"> </w:t>
      </w:r>
      <w:r w:rsidRPr="00BF4849">
        <w:rPr>
          <w:rFonts w:hint="cs"/>
          <w:rtl/>
        </w:rPr>
        <w:t>عَينُ</w:t>
      </w:r>
      <w:r>
        <w:rPr>
          <w:rFonts w:hint="cs"/>
          <w:rtl/>
        </w:rPr>
        <w:t xml:space="preserve"> </w:t>
      </w:r>
      <w:r w:rsidRPr="00BF4849">
        <w:rPr>
          <w:rFonts w:hint="cs"/>
          <w:rtl/>
        </w:rPr>
        <w:t>طويلا</w:t>
      </w:r>
    </w:p>
    <w:p w:rsidR="00D0383A" w:rsidRDefault="00D0383A" w:rsidP="00FE2721">
      <w:pPr>
        <w:pStyle w:val="libPoemCenter"/>
        <w:rPr>
          <w:rtl/>
        </w:rPr>
      </w:pPr>
      <w:r w:rsidRPr="00BF4849">
        <w:rPr>
          <w:rFonts w:hint="cs"/>
          <w:rtl/>
        </w:rPr>
        <w:t>لِمَ</w:t>
      </w:r>
      <w:r>
        <w:rPr>
          <w:rFonts w:hint="cs"/>
          <w:rtl/>
        </w:rPr>
        <w:t xml:space="preserve"> </w:t>
      </w:r>
      <w:r w:rsidRPr="00BF4849">
        <w:rPr>
          <w:rFonts w:hint="cs"/>
          <w:rtl/>
        </w:rPr>
        <w:t>لَمْ</w:t>
      </w:r>
      <w:r>
        <w:rPr>
          <w:rFonts w:hint="cs"/>
          <w:rtl/>
        </w:rPr>
        <w:t xml:space="preserve"> </w:t>
      </w:r>
      <w:r w:rsidRPr="00BF4849">
        <w:rPr>
          <w:rFonts w:hint="cs"/>
          <w:rtl/>
        </w:rPr>
        <w:t>أَحضر</w:t>
      </w:r>
      <w:r>
        <w:rPr>
          <w:rFonts w:hint="cs"/>
          <w:rtl/>
        </w:rPr>
        <w:t xml:space="preserve"> </w:t>
      </w:r>
      <w:r w:rsidRPr="00BF4849">
        <w:rPr>
          <w:rFonts w:hint="cs"/>
          <w:rtl/>
        </w:rPr>
        <w:t>قليلا</w:t>
      </w:r>
      <w:r>
        <w:rPr>
          <w:rFonts w:hint="cs"/>
          <w:rtl/>
        </w:rPr>
        <w:t xml:space="preserve"> </w:t>
      </w:r>
      <w:r w:rsidRPr="00D0383A">
        <w:rPr>
          <w:rFonts w:hint="cs"/>
          <w:rtl/>
        </w:rPr>
        <w:t>=</w:t>
      </w:r>
      <w:r>
        <w:rPr>
          <w:rFonts w:hint="cs"/>
          <w:rtl/>
        </w:rPr>
        <w:t xml:space="preserve"> (</w:t>
      </w:r>
      <w:r w:rsidRPr="00BF4849">
        <w:rPr>
          <w:rFonts w:hint="cs"/>
          <w:rtl/>
        </w:rPr>
        <w:t>لَمْ</w:t>
      </w:r>
      <w:r>
        <w:rPr>
          <w:rFonts w:hint="cs"/>
          <w:rtl/>
        </w:rPr>
        <w:t xml:space="preserve"> </w:t>
      </w:r>
      <w:r w:rsidRPr="00BF4849">
        <w:rPr>
          <w:rFonts w:hint="cs"/>
          <w:rtl/>
        </w:rPr>
        <w:t>أمرّضه</w:t>
      </w:r>
      <w:r>
        <w:rPr>
          <w:rFonts w:hint="cs"/>
          <w:rtl/>
        </w:rPr>
        <w:t xml:space="preserve"> </w:t>
      </w:r>
      <w:r w:rsidRPr="00BF4849">
        <w:rPr>
          <w:rFonts w:hint="cs"/>
          <w:rtl/>
        </w:rPr>
        <w:t>قَتيلا</w:t>
      </w:r>
    </w:p>
    <w:p w:rsidR="00D0383A" w:rsidRDefault="00D0383A" w:rsidP="00FE2721">
      <w:pPr>
        <w:pStyle w:val="libPoemCenter"/>
      </w:pPr>
      <w:r w:rsidRPr="00BF4849">
        <w:rPr>
          <w:rFonts w:hint="cs"/>
          <w:rtl/>
        </w:rPr>
        <w:t>لا</w:t>
      </w:r>
      <w:r>
        <w:rPr>
          <w:rFonts w:hint="cs"/>
          <w:rtl/>
        </w:rPr>
        <w:t xml:space="preserve"> </w:t>
      </w:r>
      <w:r w:rsidRPr="00BF4849">
        <w:rPr>
          <w:rFonts w:hint="cs"/>
          <w:rtl/>
        </w:rPr>
        <w:t>ولا</w:t>
      </w:r>
      <w:r>
        <w:rPr>
          <w:rFonts w:hint="cs"/>
          <w:rtl/>
        </w:rPr>
        <w:t xml:space="preserve"> </w:t>
      </w:r>
      <w:r w:rsidRPr="00BF4849">
        <w:rPr>
          <w:rFonts w:hint="cs"/>
          <w:rtl/>
        </w:rPr>
        <w:t>كان</w:t>
      </w:r>
      <w:r>
        <w:rPr>
          <w:rFonts w:hint="cs"/>
          <w:rtl/>
        </w:rPr>
        <w:t xml:space="preserve"> </w:t>
      </w:r>
      <w:r w:rsidRPr="00BF4849">
        <w:rPr>
          <w:rFonts w:hint="cs"/>
          <w:rtl/>
        </w:rPr>
        <w:t>مَريضا)</w:t>
      </w:r>
    </w:p>
    <w:p w:rsidR="00554BFA" w:rsidRDefault="00645494" w:rsidP="00D0383A">
      <w:pPr>
        <w:pStyle w:val="libPoemCenter"/>
        <w:rPr>
          <w:rtl/>
        </w:rPr>
      </w:pPr>
      <w:r w:rsidRPr="00BF4849">
        <w:rPr>
          <w:rtl/>
        </w:rPr>
        <w:t>فيُداريه الصحيح</w:t>
      </w:r>
    </w:p>
    <w:p w:rsidR="00554BFA" w:rsidRPr="00554BFA" w:rsidRDefault="00645494" w:rsidP="00645494">
      <w:pPr>
        <w:pStyle w:val="Heading3"/>
        <w:rPr>
          <w:rtl/>
        </w:rPr>
      </w:pPr>
      <w:bookmarkStart w:id="49" w:name="_Toc491861317"/>
      <w:r w:rsidRPr="00BF4849">
        <w:rPr>
          <w:rtl/>
        </w:rPr>
        <w:t>الفصل الثالث:</w:t>
      </w:r>
      <w:bookmarkEnd w:id="49"/>
    </w:p>
    <w:p w:rsidR="00645494" w:rsidRPr="00BF4849" w:rsidRDefault="00645494" w:rsidP="00554BFA">
      <w:pPr>
        <w:pStyle w:val="libNormal"/>
        <w:rPr>
          <w:rtl/>
        </w:rPr>
      </w:pPr>
      <w:r w:rsidRPr="00554BFA">
        <w:rPr>
          <w:rtl/>
        </w:rPr>
        <w:t>ذكر السيّد الجليل ابن عنبة النسّابة،‌ المُتوفَّى سنة 828، في عُمدة الطالب في نسب بني داود بن موسى الحسني</w:t>
      </w:r>
      <w:r w:rsidR="00D0383A">
        <w:rPr>
          <w:rtl/>
        </w:rPr>
        <w:t>،</w:t>
      </w:r>
      <w:r w:rsidRPr="00554BFA">
        <w:rPr>
          <w:rtl/>
        </w:rPr>
        <w:t xml:space="preserve"> قال: ولبَني داود حِكاية جَليلة مشهورة بين النسَّابين وغيرهم، وهي مذكورة في ديوان ابن عنين، وهي أنَّ أبا المحاسن نصر الله بن عنين، الشاعر الدمشقي توجَّه إلى مكة شرَّفها الله تعالى، ومعه مال وأقمشة، فخرج عليه بعض بَني داود فأخذوا</w:t>
      </w:r>
      <w:r w:rsidR="00554BFA">
        <w:rPr>
          <w:rtl/>
        </w:rPr>
        <w:t xml:space="preserve"> </w:t>
      </w:r>
    </w:p>
    <w:p w:rsidR="00645494" w:rsidRDefault="00645494" w:rsidP="00645494">
      <w:pPr>
        <w:pStyle w:val="libNormal"/>
      </w:pPr>
      <w:r>
        <w:br w:type="page"/>
      </w:r>
    </w:p>
    <w:p w:rsidR="00645494" w:rsidRPr="00BF4849" w:rsidRDefault="00645494" w:rsidP="00554BFA">
      <w:pPr>
        <w:pStyle w:val="libNormal"/>
        <w:rPr>
          <w:rtl/>
        </w:rPr>
      </w:pPr>
      <w:r w:rsidRPr="00554BFA">
        <w:rPr>
          <w:rtl/>
        </w:rPr>
        <w:lastRenderedPageBreak/>
        <w:t>ما كان معه، وسَلبوه وجرحوه، فكتب إلى المَلك العَزيز ابن أيوب صاحب اليَمن، وقد كان أخوه المَلك الناصر، أرسل إليه يَطلبه</w:t>
      </w:r>
      <w:r w:rsidR="00D0383A">
        <w:rPr>
          <w:rtl/>
        </w:rPr>
        <w:t>؛</w:t>
      </w:r>
      <w:r w:rsidRPr="00554BFA">
        <w:rPr>
          <w:rtl/>
        </w:rPr>
        <w:t xml:space="preserve"> ليقيم بالساحل المفتتح من أيدي الافرنج</w:t>
      </w:r>
      <w:r w:rsidR="00D0383A">
        <w:rPr>
          <w:rtl/>
        </w:rPr>
        <w:t>،</w:t>
      </w:r>
      <w:r w:rsidRPr="00554BFA">
        <w:rPr>
          <w:rtl/>
        </w:rPr>
        <w:t xml:space="preserve"> فزهَّده ابن عنين في الساحل، ورغَّبه في اليمن، وحرَّضه على الأشراف الّذين فعلوا به ما فعلوا</w:t>
      </w:r>
      <w:r w:rsidR="00D0383A">
        <w:rPr>
          <w:rtl/>
        </w:rPr>
        <w:t>،</w:t>
      </w:r>
      <w:r w:rsidRPr="00554BFA">
        <w:rPr>
          <w:rtl/>
        </w:rPr>
        <w:t xml:space="preserve"> بقصيدة أولها:</w:t>
      </w:r>
    </w:p>
    <w:p w:rsidR="00645494" w:rsidRDefault="00645494" w:rsidP="00FE2721">
      <w:pPr>
        <w:pStyle w:val="libPoemCenter"/>
        <w:rPr>
          <w:rtl/>
        </w:rPr>
      </w:pPr>
      <w:r w:rsidRPr="00BF4849">
        <w:rPr>
          <w:rtl/>
        </w:rPr>
        <w:t>أَعيت</w:t>
      </w:r>
      <w:r w:rsidR="00554BFA">
        <w:rPr>
          <w:rtl/>
        </w:rPr>
        <w:t xml:space="preserve"> </w:t>
      </w:r>
      <w:r w:rsidRPr="00BF4849">
        <w:rPr>
          <w:rtl/>
        </w:rPr>
        <w:t>صِفات</w:t>
      </w:r>
      <w:r w:rsidR="00554BFA">
        <w:rPr>
          <w:rtl/>
        </w:rPr>
        <w:t xml:space="preserve"> </w:t>
      </w:r>
      <w:r w:rsidRPr="00BF4849">
        <w:rPr>
          <w:rtl/>
        </w:rPr>
        <w:t>نِداك</w:t>
      </w:r>
      <w:r w:rsidR="00554BFA">
        <w:rPr>
          <w:rtl/>
        </w:rPr>
        <w:t xml:space="preserve"> </w:t>
      </w:r>
      <w:r w:rsidRPr="00BF4849">
        <w:rPr>
          <w:rtl/>
        </w:rPr>
        <w:t>المُصْقع</w:t>
      </w:r>
      <w:r w:rsidR="00554BFA">
        <w:rPr>
          <w:rtl/>
        </w:rPr>
        <w:t xml:space="preserve"> </w:t>
      </w:r>
      <w:r w:rsidRPr="00BF4849">
        <w:rPr>
          <w:rtl/>
        </w:rPr>
        <w:t>اللُسنا</w:t>
      </w:r>
      <w:r w:rsidR="00554BFA">
        <w:rPr>
          <w:rtl/>
        </w:rPr>
        <w:t xml:space="preserve"> </w:t>
      </w:r>
      <w:r w:rsidR="00554BFA" w:rsidRPr="00D0383A">
        <w:rPr>
          <w:rtl/>
        </w:rPr>
        <w:t>=</w:t>
      </w:r>
      <w:r w:rsidR="00554BFA">
        <w:rPr>
          <w:rtl/>
        </w:rPr>
        <w:t xml:space="preserve"> </w:t>
      </w:r>
      <w:r w:rsidRPr="00BF4849">
        <w:rPr>
          <w:rtl/>
        </w:rPr>
        <w:t>وحُزت</w:t>
      </w:r>
      <w:r w:rsidR="00554BFA">
        <w:rPr>
          <w:rtl/>
        </w:rPr>
        <w:t xml:space="preserve"> </w:t>
      </w:r>
      <w:r w:rsidRPr="00BF4849">
        <w:rPr>
          <w:rtl/>
        </w:rPr>
        <w:t>في</w:t>
      </w:r>
      <w:r w:rsidR="00554BFA">
        <w:rPr>
          <w:rtl/>
        </w:rPr>
        <w:t xml:space="preserve"> </w:t>
      </w:r>
      <w:r w:rsidRPr="00BF4849">
        <w:rPr>
          <w:rtl/>
        </w:rPr>
        <w:t>الجود</w:t>
      </w:r>
      <w:r w:rsidR="00554BFA">
        <w:rPr>
          <w:rtl/>
        </w:rPr>
        <w:t xml:space="preserve"> </w:t>
      </w:r>
      <w:r w:rsidR="00D0383A">
        <w:rPr>
          <w:rtl/>
        </w:rPr>
        <w:t>حدَّ</w:t>
      </w:r>
      <w:r w:rsidR="00554BFA">
        <w:rPr>
          <w:rtl/>
        </w:rPr>
        <w:t xml:space="preserve"> </w:t>
      </w:r>
      <w:r w:rsidRPr="00BF4849">
        <w:rPr>
          <w:rtl/>
        </w:rPr>
        <w:t>الحُسن</w:t>
      </w:r>
      <w:r w:rsidR="00554BFA">
        <w:rPr>
          <w:rtl/>
        </w:rPr>
        <w:t xml:space="preserve"> </w:t>
      </w:r>
      <w:r w:rsidRPr="00BF4849">
        <w:rPr>
          <w:rtl/>
        </w:rPr>
        <w:t>والحَسنا</w:t>
      </w:r>
    </w:p>
    <w:p w:rsidR="00645494" w:rsidRDefault="00645494" w:rsidP="00FE2721">
      <w:pPr>
        <w:pStyle w:val="libPoemCenter"/>
        <w:rPr>
          <w:rtl/>
        </w:rPr>
      </w:pPr>
      <w:r w:rsidRPr="00BF4849">
        <w:rPr>
          <w:rtl/>
        </w:rPr>
        <w:t>وما</w:t>
      </w:r>
      <w:r w:rsidR="00554BFA">
        <w:rPr>
          <w:rtl/>
        </w:rPr>
        <w:t xml:space="preserve"> </w:t>
      </w:r>
      <w:r w:rsidRPr="00BF4849">
        <w:rPr>
          <w:rtl/>
        </w:rPr>
        <w:t>تُريد</w:t>
      </w:r>
      <w:r w:rsidR="00554BFA">
        <w:rPr>
          <w:rtl/>
        </w:rPr>
        <w:t xml:space="preserve"> </w:t>
      </w:r>
      <w:r w:rsidRPr="00BF4849">
        <w:rPr>
          <w:rtl/>
        </w:rPr>
        <w:t>بجسم</w:t>
      </w:r>
      <w:r w:rsidR="00554BFA">
        <w:rPr>
          <w:rtl/>
        </w:rPr>
        <w:t xml:space="preserve"> </w:t>
      </w:r>
      <w:r w:rsidRPr="00BF4849">
        <w:rPr>
          <w:rtl/>
        </w:rPr>
        <w:t>لا</w:t>
      </w:r>
      <w:r w:rsidR="00554BFA">
        <w:rPr>
          <w:rtl/>
        </w:rPr>
        <w:t xml:space="preserve"> </w:t>
      </w:r>
      <w:r w:rsidRPr="00BF4849">
        <w:rPr>
          <w:rtl/>
        </w:rPr>
        <w:t>حَياة</w:t>
      </w:r>
      <w:r w:rsidR="00554BFA">
        <w:rPr>
          <w:rtl/>
        </w:rPr>
        <w:t xml:space="preserve"> </w:t>
      </w:r>
      <w:r w:rsidRPr="00BF4849">
        <w:rPr>
          <w:rtl/>
        </w:rPr>
        <w:t>له</w:t>
      </w:r>
      <w:r w:rsidR="00554BFA">
        <w:rPr>
          <w:rtl/>
        </w:rPr>
        <w:t xml:space="preserve"> </w:t>
      </w:r>
      <w:r w:rsidR="00554BFA" w:rsidRPr="00D0383A">
        <w:rPr>
          <w:rtl/>
        </w:rPr>
        <w:t>=</w:t>
      </w:r>
      <w:r w:rsidR="00554BFA">
        <w:rPr>
          <w:rtl/>
        </w:rPr>
        <w:t xml:space="preserve"> </w:t>
      </w:r>
      <w:r w:rsidRPr="00BF4849">
        <w:rPr>
          <w:rtl/>
        </w:rPr>
        <w:t>مَن</w:t>
      </w:r>
      <w:r w:rsidR="00554BFA">
        <w:rPr>
          <w:rtl/>
        </w:rPr>
        <w:t xml:space="preserve"> </w:t>
      </w:r>
      <w:r w:rsidRPr="00BF4849">
        <w:rPr>
          <w:rtl/>
        </w:rPr>
        <w:t>خَلَّص</w:t>
      </w:r>
      <w:r w:rsidR="00554BFA">
        <w:rPr>
          <w:rtl/>
        </w:rPr>
        <w:t xml:space="preserve"> </w:t>
      </w:r>
      <w:r w:rsidRPr="00BF4849">
        <w:rPr>
          <w:rtl/>
        </w:rPr>
        <w:t>الزِبْد</w:t>
      </w:r>
      <w:r w:rsidR="00554BFA">
        <w:rPr>
          <w:rtl/>
        </w:rPr>
        <w:t xml:space="preserve"> </w:t>
      </w:r>
      <w:r w:rsidRPr="00BF4849">
        <w:rPr>
          <w:rtl/>
        </w:rPr>
        <w:t>ما</w:t>
      </w:r>
      <w:r w:rsidR="00554BFA">
        <w:rPr>
          <w:rtl/>
        </w:rPr>
        <w:t xml:space="preserve"> </w:t>
      </w:r>
      <w:r w:rsidRPr="00BF4849">
        <w:rPr>
          <w:rtl/>
        </w:rPr>
        <w:t>أبقى</w:t>
      </w:r>
      <w:r w:rsidR="00554BFA">
        <w:rPr>
          <w:rtl/>
        </w:rPr>
        <w:t xml:space="preserve"> </w:t>
      </w:r>
      <w:r w:rsidRPr="00BF4849">
        <w:rPr>
          <w:rtl/>
        </w:rPr>
        <w:t>لك</w:t>
      </w:r>
      <w:r w:rsidR="00554BFA">
        <w:rPr>
          <w:rtl/>
        </w:rPr>
        <w:t xml:space="preserve"> </w:t>
      </w:r>
      <w:r w:rsidRPr="00BF4849">
        <w:rPr>
          <w:rtl/>
        </w:rPr>
        <w:t>اللبنا</w:t>
      </w:r>
    </w:p>
    <w:p w:rsidR="00645494" w:rsidRDefault="00645494" w:rsidP="00FE2721">
      <w:pPr>
        <w:pStyle w:val="libPoemCenter"/>
        <w:rPr>
          <w:rtl/>
        </w:rPr>
      </w:pPr>
      <w:r w:rsidRPr="00BF4849">
        <w:rPr>
          <w:rtl/>
        </w:rPr>
        <w:t>فلا</w:t>
      </w:r>
      <w:r w:rsidR="00554BFA">
        <w:rPr>
          <w:rtl/>
        </w:rPr>
        <w:t xml:space="preserve"> </w:t>
      </w:r>
      <w:r w:rsidRPr="00BF4849">
        <w:rPr>
          <w:rtl/>
        </w:rPr>
        <w:t>تَقُل</w:t>
      </w:r>
      <w:r w:rsidR="00554BFA">
        <w:rPr>
          <w:rtl/>
        </w:rPr>
        <w:t xml:space="preserve"> </w:t>
      </w:r>
      <w:r w:rsidRPr="00BF4849">
        <w:rPr>
          <w:rtl/>
        </w:rPr>
        <w:t>ساحل</w:t>
      </w:r>
      <w:r w:rsidR="00554BFA">
        <w:rPr>
          <w:rtl/>
        </w:rPr>
        <w:t xml:space="preserve"> </w:t>
      </w:r>
      <w:r w:rsidRPr="00BF4849">
        <w:rPr>
          <w:rtl/>
        </w:rPr>
        <w:t>الافرنج</w:t>
      </w:r>
      <w:r w:rsidR="00554BFA">
        <w:rPr>
          <w:rtl/>
        </w:rPr>
        <w:t xml:space="preserve"> </w:t>
      </w:r>
      <w:r w:rsidRPr="00BF4849">
        <w:rPr>
          <w:rtl/>
        </w:rPr>
        <w:t>أفتحه</w:t>
      </w:r>
      <w:r w:rsidR="00554BFA">
        <w:rPr>
          <w:rtl/>
        </w:rPr>
        <w:t xml:space="preserve"> </w:t>
      </w:r>
      <w:r w:rsidR="00554BFA" w:rsidRPr="00D0383A">
        <w:rPr>
          <w:rtl/>
        </w:rPr>
        <w:t>=</w:t>
      </w:r>
      <w:r w:rsidR="00554BFA">
        <w:rPr>
          <w:rtl/>
        </w:rPr>
        <w:t xml:space="preserve"> </w:t>
      </w:r>
      <w:r w:rsidRPr="00BF4849">
        <w:rPr>
          <w:rtl/>
        </w:rPr>
        <w:t>فَما</w:t>
      </w:r>
      <w:r w:rsidR="00554BFA">
        <w:rPr>
          <w:rtl/>
        </w:rPr>
        <w:t xml:space="preserve"> </w:t>
      </w:r>
      <w:r w:rsidRPr="00BF4849">
        <w:rPr>
          <w:rtl/>
        </w:rPr>
        <w:t>يُساوي</w:t>
      </w:r>
      <w:r w:rsidR="00554BFA">
        <w:rPr>
          <w:rtl/>
        </w:rPr>
        <w:t xml:space="preserve"> </w:t>
      </w:r>
      <w:r w:rsidRPr="00BF4849">
        <w:rPr>
          <w:rtl/>
        </w:rPr>
        <w:t>إذا</w:t>
      </w:r>
      <w:r w:rsidR="00554BFA">
        <w:rPr>
          <w:rtl/>
        </w:rPr>
        <w:t xml:space="preserve"> </w:t>
      </w:r>
      <w:r w:rsidRPr="00BF4849">
        <w:rPr>
          <w:rtl/>
        </w:rPr>
        <w:t>قايسته</w:t>
      </w:r>
      <w:r w:rsidR="00554BFA">
        <w:rPr>
          <w:rtl/>
        </w:rPr>
        <w:t xml:space="preserve"> </w:t>
      </w:r>
      <w:r w:rsidRPr="00BF4849">
        <w:rPr>
          <w:rtl/>
        </w:rPr>
        <w:t>عدنا</w:t>
      </w:r>
    </w:p>
    <w:p w:rsidR="00645494" w:rsidRDefault="00645494" w:rsidP="00FE2721">
      <w:pPr>
        <w:pStyle w:val="libPoemCenter"/>
        <w:rPr>
          <w:rtl/>
        </w:rPr>
      </w:pPr>
      <w:r w:rsidRPr="00BF4849">
        <w:rPr>
          <w:rtl/>
        </w:rPr>
        <w:t>وإنْ</w:t>
      </w:r>
      <w:r w:rsidR="00554BFA">
        <w:rPr>
          <w:rtl/>
        </w:rPr>
        <w:t xml:space="preserve"> </w:t>
      </w:r>
      <w:r w:rsidRPr="00BF4849">
        <w:rPr>
          <w:rtl/>
        </w:rPr>
        <w:t>أردت</w:t>
      </w:r>
      <w:r w:rsidR="00554BFA">
        <w:rPr>
          <w:rtl/>
        </w:rPr>
        <w:t xml:space="preserve"> </w:t>
      </w:r>
      <w:r w:rsidRPr="00BF4849">
        <w:rPr>
          <w:rtl/>
        </w:rPr>
        <w:t>جِهاداً</w:t>
      </w:r>
      <w:r w:rsidR="00554BFA">
        <w:rPr>
          <w:rtl/>
        </w:rPr>
        <w:t xml:space="preserve"> </w:t>
      </w:r>
      <w:r w:rsidRPr="00BF4849">
        <w:rPr>
          <w:rtl/>
        </w:rPr>
        <w:t>فارو</w:t>
      </w:r>
      <w:r w:rsidR="00554BFA">
        <w:rPr>
          <w:rtl/>
        </w:rPr>
        <w:t xml:space="preserve"> </w:t>
      </w:r>
      <w:r w:rsidRPr="00BF4849">
        <w:rPr>
          <w:rtl/>
        </w:rPr>
        <w:t>سَيفك</w:t>
      </w:r>
      <w:r w:rsidR="00554BFA">
        <w:rPr>
          <w:rtl/>
        </w:rPr>
        <w:t xml:space="preserve"> </w:t>
      </w:r>
      <w:r w:rsidRPr="00BF4849">
        <w:rPr>
          <w:rtl/>
        </w:rPr>
        <w:t>مِن</w:t>
      </w:r>
      <w:r w:rsidR="00554BFA">
        <w:rPr>
          <w:rtl/>
        </w:rPr>
        <w:t xml:space="preserve"> </w:t>
      </w:r>
      <w:r w:rsidR="00554BFA" w:rsidRPr="00D0383A">
        <w:rPr>
          <w:rtl/>
        </w:rPr>
        <w:t>=</w:t>
      </w:r>
      <w:r w:rsidR="00554BFA">
        <w:rPr>
          <w:rtl/>
        </w:rPr>
        <w:t xml:space="preserve"> </w:t>
      </w:r>
      <w:r w:rsidRPr="00BF4849">
        <w:rPr>
          <w:rtl/>
        </w:rPr>
        <w:t>قَوم</w:t>
      </w:r>
      <w:r w:rsidR="00554BFA">
        <w:rPr>
          <w:rtl/>
        </w:rPr>
        <w:t xml:space="preserve"> </w:t>
      </w:r>
      <w:r w:rsidRPr="00BF4849">
        <w:rPr>
          <w:rtl/>
        </w:rPr>
        <w:t>أضاعوا</w:t>
      </w:r>
      <w:r w:rsidR="00554BFA">
        <w:rPr>
          <w:rtl/>
        </w:rPr>
        <w:t xml:space="preserve"> </w:t>
      </w:r>
      <w:r w:rsidRPr="00BF4849">
        <w:rPr>
          <w:rtl/>
        </w:rPr>
        <w:t>فرْوضَ</w:t>
      </w:r>
      <w:r w:rsidR="00554BFA">
        <w:rPr>
          <w:rtl/>
        </w:rPr>
        <w:t xml:space="preserve"> </w:t>
      </w:r>
      <w:r w:rsidRPr="00BF4849">
        <w:rPr>
          <w:rtl/>
        </w:rPr>
        <w:t>الله</w:t>
      </w:r>
      <w:r w:rsidR="00554BFA">
        <w:rPr>
          <w:rtl/>
        </w:rPr>
        <w:t xml:space="preserve"> </w:t>
      </w:r>
      <w:r w:rsidRPr="00BF4849">
        <w:rPr>
          <w:rtl/>
        </w:rPr>
        <w:t>والسُننا</w:t>
      </w:r>
    </w:p>
    <w:p w:rsidR="00645494" w:rsidRDefault="00645494" w:rsidP="00FE2721">
      <w:pPr>
        <w:pStyle w:val="libPoemCenter"/>
        <w:rPr>
          <w:rtl/>
        </w:rPr>
      </w:pPr>
      <w:r w:rsidRPr="00BF4849">
        <w:rPr>
          <w:rtl/>
        </w:rPr>
        <w:t>طهِّر</w:t>
      </w:r>
      <w:r w:rsidR="00554BFA">
        <w:rPr>
          <w:rtl/>
        </w:rPr>
        <w:t xml:space="preserve"> </w:t>
      </w:r>
      <w:r w:rsidRPr="00BF4849">
        <w:rPr>
          <w:rtl/>
        </w:rPr>
        <w:t>بسيفك</w:t>
      </w:r>
      <w:r w:rsidR="00554BFA">
        <w:rPr>
          <w:rtl/>
        </w:rPr>
        <w:t xml:space="preserve"> </w:t>
      </w:r>
      <w:r w:rsidRPr="00BF4849">
        <w:rPr>
          <w:rtl/>
        </w:rPr>
        <w:t>بيت</w:t>
      </w:r>
      <w:r w:rsidR="00554BFA">
        <w:rPr>
          <w:rtl/>
        </w:rPr>
        <w:t xml:space="preserve"> </w:t>
      </w:r>
      <w:r w:rsidRPr="00BF4849">
        <w:rPr>
          <w:rtl/>
        </w:rPr>
        <w:t>الله</w:t>
      </w:r>
      <w:r w:rsidR="00554BFA">
        <w:rPr>
          <w:rtl/>
        </w:rPr>
        <w:t xml:space="preserve"> </w:t>
      </w:r>
      <w:r w:rsidRPr="00BF4849">
        <w:rPr>
          <w:rtl/>
        </w:rPr>
        <w:t>من</w:t>
      </w:r>
      <w:r w:rsidR="00554BFA">
        <w:rPr>
          <w:rtl/>
        </w:rPr>
        <w:t xml:space="preserve"> </w:t>
      </w:r>
      <w:r w:rsidRPr="00BF4849">
        <w:rPr>
          <w:rtl/>
        </w:rPr>
        <w:t>دَنس</w:t>
      </w:r>
      <w:r w:rsidR="00554BFA">
        <w:rPr>
          <w:rtl/>
        </w:rPr>
        <w:t xml:space="preserve"> </w:t>
      </w:r>
      <w:r w:rsidR="00554BFA" w:rsidRPr="00D0383A">
        <w:rPr>
          <w:rtl/>
        </w:rPr>
        <w:t>=</w:t>
      </w:r>
      <w:r w:rsidR="00554BFA">
        <w:rPr>
          <w:rtl/>
        </w:rPr>
        <w:t xml:space="preserve"> </w:t>
      </w:r>
      <w:r w:rsidRPr="00BF4849">
        <w:rPr>
          <w:rtl/>
        </w:rPr>
        <w:t>ومِن</w:t>
      </w:r>
      <w:r w:rsidR="00554BFA">
        <w:rPr>
          <w:rtl/>
        </w:rPr>
        <w:t xml:space="preserve"> </w:t>
      </w:r>
      <w:r w:rsidRPr="00BF4849">
        <w:rPr>
          <w:rtl/>
        </w:rPr>
        <w:t>خَساسة</w:t>
      </w:r>
      <w:r w:rsidR="00554BFA">
        <w:rPr>
          <w:rtl/>
        </w:rPr>
        <w:t xml:space="preserve"> </w:t>
      </w:r>
      <w:r w:rsidRPr="00BF4849">
        <w:rPr>
          <w:rtl/>
        </w:rPr>
        <w:t>أقوام</w:t>
      </w:r>
      <w:r w:rsidR="00554BFA">
        <w:rPr>
          <w:rtl/>
        </w:rPr>
        <w:t xml:space="preserve"> </w:t>
      </w:r>
      <w:r w:rsidRPr="00BF4849">
        <w:rPr>
          <w:rtl/>
        </w:rPr>
        <w:t>به</w:t>
      </w:r>
      <w:r w:rsidR="00554BFA">
        <w:rPr>
          <w:rtl/>
        </w:rPr>
        <w:t xml:space="preserve"> </w:t>
      </w:r>
      <w:r w:rsidRPr="00BF4849">
        <w:rPr>
          <w:rtl/>
        </w:rPr>
        <w:t>وخَنا</w:t>
      </w:r>
    </w:p>
    <w:p w:rsidR="00D0383A" w:rsidRDefault="00645494" w:rsidP="00FE2721">
      <w:pPr>
        <w:pStyle w:val="libPoemCenter"/>
        <w:rPr>
          <w:rtl/>
        </w:rPr>
      </w:pPr>
      <w:r w:rsidRPr="00BF4849">
        <w:rPr>
          <w:rtl/>
        </w:rPr>
        <w:t>ولا</w:t>
      </w:r>
      <w:r w:rsidR="00554BFA">
        <w:rPr>
          <w:rtl/>
        </w:rPr>
        <w:t xml:space="preserve"> </w:t>
      </w:r>
      <w:r w:rsidRPr="00BF4849">
        <w:rPr>
          <w:rtl/>
        </w:rPr>
        <w:t>تَقُل</w:t>
      </w:r>
      <w:r w:rsidR="00554BFA">
        <w:rPr>
          <w:rtl/>
        </w:rPr>
        <w:t xml:space="preserve"> </w:t>
      </w:r>
      <w:r w:rsidRPr="00BF4849">
        <w:rPr>
          <w:rtl/>
        </w:rPr>
        <w:t>أنَّهم</w:t>
      </w:r>
      <w:r w:rsidR="00554BFA">
        <w:rPr>
          <w:rtl/>
        </w:rPr>
        <w:t xml:space="preserve"> </w:t>
      </w:r>
      <w:r w:rsidRPr="00BF4849">
        <w:rPr>
          <w:rtl/>
        </w:rPr>
        <w:t>أولاد</w:t>
      </w:r>
      <w:r w:rsidR="00554BFA">
        <w:rPr>
          <w:rtl/>
        </w:rPr>
        <w:t xml:space="preserve"> </w:t>
      </w:r>
      <w:r w:rsidRPr="00BF4849">
        <w:rPr>
          <w:rtl/>
        </w:rPr>
        <w:t>فاطمة</w:t>
      </w:r>
      <w:r w:rsidR="00554BFA">
        <w:rPr>
          <w:rtl/>
        </w:rPr>
        <w:t xml:space="preserve"> </w:t>
      </w:r>
      <w:r w:rsidR="00554BFA" w:rsidRPr="00D0383A">
        <w:rPr>
          <w:rtl/>
        </w:rPr>
        <w:t>=</w:t>
      </w:r>
      <w:r w:rsidR="00554BFA">
        <w:rPr>
          <w:rtl/>
        </w:rPr>
        <w:t xml:space="preserve"> </w:t>
      </w:r>
      <w:r w:rsidRPr="00BF4849">
        <w:rPr>
          <w:rtl/>
        </w:rPr>
        <w:t>لو</w:t>
      </w:r>
      <w:r w:rsidR="00554BFA">
        <w:rPr>
          <w:rtl/>
        </w:rPr>
        <w:t xml:space="preserve"> </w:t>
      </w:r>
      <w:r w:rsidRPr="00BF4849">
        <w:rPr>
          <w:rtl/>
        </w:rPr>
        <w:t>أدركوا</w:t>
      </w:r>
      <w:r w:rsidR="00554BFA">
        <w:rPr>
          <w:rtl/>
        </w:rPr>
        <w:t xml:space="preserve"> </w:t>
      </w:r>
      <w:r w:rsidRPr="00BF4849">
        <w:rPr>
          <w:rtl/>
        </w:rPr>
        <w:t>آل</w:t>
      </w:r>
      <w:r w:rsidR="00554BFA">
        <w:rPr>
          <w:rtl/>
        </w:rPr>
        <w:t xml:space="preserve"> </w:t>
      </w:r>
      <w:r w:rsidRPr="00BF4849">
        <w:rPr>
          <w:rtl/>
        </w:rPr>
        <w:t>حَرْب</w:t>
      </w:r>
      <w:r w:rsidR="00554BFA">
        <w:rPr>
          <w:rtl/>
        </w:rPr>
        <w:t xml:space="preserve"> </w:t>
      </w:r>
      <w:r w:rsidRPr="00BF4849">
        <w:rPr>
          <w:rtl/>
        </w:rPr>
        <w:t>حاربوا</w:t>
      </w:r>
      <w:r w:rsidR="00554BFA">
        <w:rPr>
          <w:rtl/>
        </w:rPr>
        <w:t xml:space="preserve"> </w:t>
      </w:r>
      <w:r w:rsidRPr="00BF4849">
        <w:rPr>
          <w:rtl/>
        </w:rPr>
        <w:t>الحَسنا</w:t>
      </w:r>
    </w:p>
    <w:p w:rsidR="00645494" w:rsidRPr="00BF4849" w:rsidRDefault="00554BFA" w:rsidP="00554BFA">
      <w:pPr>
        <w:pStyle w:val="libNormal"/>
        <w:rPr>
          <w:rtl/>
        </w:rPr>
      </w:pPr>
      <w:r>
        <w:rPr>
          <w:rtl/>
        </w:rPr>
        <w:t>(</w:t>
      </w:r>
      <w:r w:rsidR="00645494" w:rsidRPr="00554BFA">
        <w:rPr>
          <w:rtl/>
        </w:rPr>
        <w:t>قال): فلمَّا قال هذه القصيدة</w:t>
      </w:r>
      <w:r w:rsidR="00D0383A">
        <w:rPr>
          <w:rtl/>
        </w:rPr>
        <w:t>،</w:t>
      </w:r>
      <w:r w:rsidR="00645494" w:rsidRPr="00554BFA">
        <w:rPr>
          <w:rtl/>
        </w:rPr>
        <w:t xml:space="preserve"> رأى في النوم فاطمة الزهراء</w:t>
      </w:r>
      <w:r>
        <w:rPr>
          <w:rtl/>
        </w:rPr>
        <w:t xml:space="preserve"> (</w:t>
      </w:r>
      <w:r w:rsidR="00645494" w:rsidRPr="00554BFA">
        <w:rPr>
          <w:rtl/>
        </w:rPr>
        <w:t xml:space="preserve"> سلام الله تعالى عليها ) وهي تَطوف بالبيت</w:t>
      </w:r>
      <w:r w:rsidR="00D0383A">
        <w:rPr>
          <w:rtl/>
        </w:rPr>
        <w:t>،</w:t>
      </w:r>
      <w:r w:rsidR="00645494" w:rsidRPr="00554BFA">
        <w:rPr>
          <w:rtl/>
        </w:rPr>
        <w:t xml:space="preserve"> فسلَّم عليها، فلم تُجبه، فتَضرَّع لها وتذلَّل، وسألها عن ذنبه الّذي أوجب عدم جوابه في سلامه، فأنشدته الزهراء</w:t>
      </w:r>
      <w:r>
        <w:rPr>
          <w:rtl/>
        </w:rPr>
        <w:t xml:space="preserve"> (</w:t>
      </w:r>
      <w:r w:rsidR="00645494" w:rsidRPr="00554BFA">
        <w:rPr>
          <w:rtl/>
        </w:rPr>
        <w:t>عليها السلام):</w:t>
      </w:r>
    </w:p>
    <w:p w:rsidR="00645494" w:rsidRDefault="00645494" w:rsidP="00FE2721">
      <w:pPr>
        <w:pStyle w:val="libPoemCenter"/>
        <w:rPr>
          <w:rtl/>
        </w:rPr>
      </w:pPr>
      <w:r w:rsidRPr="00BF4849">
        <w:rPr>
          <w:rtl/>
        </w:rPr>
        <w:t>حاشا</w:t>
      </w:r>
      <w:r w:rsidR="00554BFA">
        <w:rPr>
          <w:rtl/>
        </w:rPr>
        <w:t xml:space="preserve"> </w:t>
      </w:r>
      <w:r w:rsidRPr="00BF4849">
        <w:rPr>
          <w:rtl/>
        </w:rPr>
        <w:t>بَني</w:t>
      </w:r>
      <w:r w:rsidR="00554BFA">
        <w:rPr>
          <w:rtl/>
        </w:rPr>
        <w:t xml:space="preserve"> </w:t>
      </w:r>
      <w:r w:rsidRPr="00BF4849">
        <w:rPr>
          <w:rtl/>
        </w:rPr>
        <w:t>فاطمة</w:t>
      </w:r>
      <w:r w:rsidR="00554BFA">
        <w:rPr>
          <w:rtl/>
        </w:rPr>
        <w:t xml:space="preserve"> </w:t>
      </w:r>
      <w:r w:rsidRPr="00BF4849">
        <w:rPr>
          <w:rtl/>
        </w:rPr>
        <w:t>كلّهم</w:t>
      </w:r>
      <w:r w:rsidR="00554BFA">
        <w:rPr>
          <w:rtl/>
        </w:rPr>
        <w:t xml:space="preserve"> </w:t>
      </w:r>
      <w:r w:rsidR="00554BFA" w:rsidRPr="00D0383A">
        <w:rPr>
          <w:rtl/>
        </w:rPr>
        <w:t>=</w:t>
      </w:r>
      <w:r w:rsidR="00554BFA">
        <w:rPr>
          <w:rtl/>
        </w:rPr>
        <w:t xml:space="preserve"> </w:t>
      </w:r>
      <w:r w:rsidRPr="00BF4849">
        <w:rPr>
          <w:rtl/>
        </w:rPr>
        <w:t>مِن</w:t>
      </w:r>
      <w:r w:rsidR="00554BFA">
        <w:rPr>
          <w:rtl/>
        </w:rPr>
        <w:t xml:space="preserve"> </w:t>
      </w:r>
      <w:r w:rsidRPr="00BF4849">
        <w:rPr>
          <w:rtl/>
        </w:rPr>
        <w:t>خِسة</w:t>
      </w:r>
      <w:r w:rsidR="00554BFA">
        <w:rPr>
          <w:rtl/>
        </w:rPr>
        <w:t xml:space="preserve"> </w:t>
      </w:r>
      <w:r w:rsidRPr="00BF4849">
        <w:rPr>
          <w:rtl/>
        </w:rPr>
        <w:t>تَعرُض</w:t>
      </w:r>
      <w:r w:rsidR="00554BFA">
        <w:rPr>
          <w:rtl/>
        </w:rPr>
        <w:t xml:space="preserve"> </w:t>
      </w:r>
      <w:r w:rsidRPr="00BF4849">
        <w:rPr>
          <w:rtl/>
        </w:rPr>
        <w:t>أومِن</w:t>
      </w:r>
      <w:r w:rsidR="00554BFA">
        <w:rPr>
          <w:rtl/>
        </w:rPr>
        <w:t xml:space="preserve"> </w:t>
      </w:r>
      <w:r w:rsidRPr="00BF4849">
        <w:rPr>
          <w:rtl/>
        </w:rPr>
        <w:t>خَنا</w:t>
      </w:r>
    </w:p>
    <w:p w:rsidR="00645494" w:rsidRDefault="00645494" w:rsidP="00FE2721">
      <w:pPr>
        <w:pStyle w:val="libPoemCenter"/>
        <w:rPr>
          <w:rtl/>
        </w:rPr>
      </w:pPr>
      <w:r w:rsidRPr="00BF4849">
        <w:rPr>
          <w:rtl/>
        </w:rPr>
        <w:t>وإنَّما</w:t>
      </w:r>
      <w:r w:rsidR="00554BFA">
        <w:rPr>
          <w:rtl/>
        </w:rPr>
        <w:t xml:space="preserve"> </w:t>
      </w:r>
      <w:r w:rsidRPr="00BF4849">
        <w:rPr>
          <w:rtl/>
        </w:rPr>
        <w:t>الأيام</w:t>
      </w:r>
      <w:r w:rsidR="00554BFA">
        <w:rPr>
          <w:rtl/>
        </w:rPr>
        <w:t xml:space="preserve"> </w:t>
      </w:r>
      <w:r w:rsidRPr="00BF4849">
        <w:rPr>
          <w:rtl/>
        </w:rPr>
        <w:t>في</w:t>
      </w:r>
      <w:r w:rsidR="00554BFA">
        <w:rPr>
          <w:rtl/>
        </w:rPr>
        <w:t xml:space="preserve"> </w:t>
      </w:r>
      <w:r w:rsidRPr="00BF4849">
        <w:rPr>
          <w:rtl/>
        </w:rPr>
        <w:t>غَدرها</w:t>
      </w:r>
      <w:r w:rsidR="00554BFA">
        <w:rPr>
          <w:rtl/>
        </w:rPr>
        <w:t xml:space="preserve"> </w:t>
      </w:r>
      <w:r w:rsidR="00554BFA" w:rsidRPr="00D0383A">
        <w:rPr>
          <w:rtl/>
        </w:rPr>
        <w:t>=</w:t>
      </w:r>
      <w:r w:rsidR="00554BFA">
        <w:rPr>
          <w:rtl/>
        </w:rPr>
        <w:t xml:space="preserve"> </w:t>
      </w:r>
      <w:r w:rsidRPr="00BF4849">
        <w:rPr>
          <w:rtl/>
        </w:rPr>
        <w:t>وفِعلها</w:t>
      </w:r>
      <w:r w:rsidR="00554BFA">
        <w:rPr>
          <w:rtl/>
        </w:rPr>
        <w:t xml:space="preserve"> </w:t>
      </w:r>
      <w:r w:rsidRPr="00BF4849">
        <w:rPr>
          <w:rtl/>
        </w:rPr>
        <w:t>السّوء‌</w:t>
      </w:r>
      <w:r w:rsidR="00554BFA">
        <w:rPr>
          <w:rtl/>
        </w:rPr>
        <w:t xml:space="preserve"> </w:t>
      </w:r>
      <w:r w:rsidRPr="00BF4849">
        <w:rPr>
          <w:rtl/>
        </w:rPr>
        <w:t>أساءت</w:t>
      </w:r>
      <w:r w:rsidR="00554BFA">
        <w:rPr>
          <w:rtl/>
        </w:rPr>
        <w:t xml:space="preserve"> </w:t>
      </w:r>
      <w:r w:rsidRPr="00BF4849">
        <w:rPr>
          <w:rtl/>
        </w:rPr>
        <w:t>بنا</w:t>
      </w:r>
    </w:p>
    <w:p w:rsidR="00645494" w:rsidRDefault="00645494" w:rsidP="00FE2721">
      <w:pPr>
        <w:pStyle w:val="libPoemCenter"/>
        <w:rPr>
          <w:rtl/>
        </w:rPr>
      </w:pPr>
      <w:r w:rsidRPr="00BF4849">
        <w:rPr>
          <w:rtl/>
        </w:rPr>
        <w:t>أَ</w:t>
      </w:r>
      <w:r w:rsidR="00554BFA">
        <w:rPr>
          <w:rtl/>
        </w:rPr>
        <w:t xml:space="preserve"> </w:t>
      </w:r>
      <w:r w:rsidRPr="00BF4849">
        <w:rPr>
          <w:rtl/>
        </w:rPr>
        <w:t>إنْ</w:t>
      </w:r>
      <w:r w:rsidR="00554BFA">
        <w:rPr>
          <w:rtl/>
        </w:rPr>
        <w:t xml:space="preserve"> </w:t>
      </w:r>
      <w:r w:rsidRPr="00BF4849">
        <w:rPr>
          <w:rtl/>
        </w:rPr>
        <w:t>أسى</w:t>
      </w:r>
      <w:r w:rsidR="00554BFA">
        <w:rPr>
          <w:rtl/>
        </w:rPr>
        <w:t xml:space="preserve"> </w:t>
      </w:r>
      <w:r w:rsidRPr="00BF4849">
        <w:rPr>
          <w:rtl/>
        </w:rPr>
        <w:t>من</w:t>
      </w:r>
      <w:r w:rsidR="00554BFA">
        <w:rPr>
          <w:rtl/>
        </w:rPr>
        <w:t xml:space="preserve"> </w:t>
      </w:r>
      <w:r w:rsidRPr="00BF4849">
        <w:rPr>
          <w:rtl/>
        </w:rPr>
        <w:t>وِلدي</w:t>
      </w:r>
      <w:r w:rsidR="00554BFA">
        <w:rPr>
          <w:rtl/>
        </w:rPr>
        <w:t xml:space="preserve"> </w:t>
      </w:r>
      <w:r w:rsidRPr="00BF4849">
        <w:rPr>
          <w:rtl/>
        </w:rPr>
        <w:t>واحد</w:t>
      </w:r>
      <w:r w:rsidR="00554BFA">
        <w:rPr>
          <w:rtl/>
        </w:rPr>
        <w:t xml:space="preserve"> </w:t>
      </w:r>
      <w:r w:rsidR="00554BFA" w:rsidRPr="00D0383A">
        <w:rPr>
          <w:rtl/>
        </w:rPr>
        <w:t>=</w:t>
      </w:r>
      <w:r w:rsidR="00554BFA">
        <w:rPr>
          <w:rtl/>
        </w:rPr>
        <w:t xml:space="preserve"> </w:t>
      </w:r>
      <w:r w:rsidRPr="00BF4849">
        <w:rPr>
          <w:rtl/>
        </w:rPr>
        <w:t>وَجَّهت</w:t>
      </w:r>
      <w:r w:rsidR="00554BFA">
        <w:rPr>
          <w:rtl/>
        </w:rPr>
        <w:t xml:space="preserve"> </w:t>
      </w:r>
      <w:r w:rsidRPr="00BF4849">
        <w:rPr>
          <w:rtl/>
        </w:rPr>
        <w:t>كلَّ</w:t>
      </w:r>
      <w:r w:rsidR="00554BFA">
        <w:rPr>
          <w:rtl/>
        </w:rPr>
        <w:t xml:space="preserve"> </w:t>
      </w:r>
      <w:r w:rsidRPr="00BF4849">
        <w:rPr>
          <w:rtl/>
        </w:rPr>
        <w:t>السبِّ</w:t>
      </w:r>
      <w:r w:rsidR="00554BFA">
        <w:rPr>
          <w:rtl/>
        </w:rPr>
        <w:t xml:space="preserve"> </w:t>
      </w:r>
      <w:r w:rsidRPr="00BF4849">
        <w:rPr>
          <w:rtl/>
        </w:rPr>
        <w:t>عَمداً</w:t>
      </w:r>
      <w:r w:rsidR="00554BFA">
        <w:rPr>
          <w:rtl/>
        </w:rPr>
        <w:t xml:space="preserve"> </w:t>
      </w:r>
      <w:r w:rsidRPr="00BF4849">
        <w:rPr>
          <w:rtl/>
        </w:rPr>
        <w:t>لنا</w:t>
      </w:r>
    </w:p>
    <w:p w:rsidR="00645494" w:rsidRDefault="00645494" w:rsidP="00FE2721">
      <w:pPr>
        <w:pStyle w:val="libPoemCenter"/>
        <w:rPr>
          <w:rtl/>
        </w:rPr>
      </w:pPr>
      <w:r w:rsidRPr="00BF4849">
        <w:rPr>
          <w:rtl/>
        </w:rPr>
        <w:t>فتُب</w:t>
      </w:r>
      <w:r w:rsidR="00554BFA">
        <w:rPr>
          <w:rtl/>
        </w:rPr>
        <w:t xml:space="preserve"> </w:t>
      </w:r>
      <w:r w:rsidRPr="00BF4849">
        <w:rPr>
          <w:rtl/>
        </w:rPr>
        <w:t>إلى</w:t>
      </w:r>
      <w:r w:rsidR="00554BFA">
        <w:rPr>
          <w:rtl/>
        </w:rPr>
        <w:t xml:space="preserve"> </w:t>
      </w:r>
      <w:r w:rsidRPr="00BF4849">
        <w:rPr>
          <w:rtl/>
        </w:rPr>
        <w:t>الله</w:t>
      </w:r>
      <w:r w:rsidR="00554BFA">
        <w:rPr>
          <w:rtl/>
        </w:rPr>
        <w:t xml:space="preserve"> </w:t>
      </w:r>
      <w:r w:rsidRPr="00BF4849">
        <w:rPr>
          <w:rtl/>
        </w:rPr>
        <w:t>فمَن</w:t>
      </w:r>
      <w:r w:rsidR="00554BFA">
        <w:rPr>
          <w:rtl/>
        </w:rPr>
        <w:t xml:space="preserve"> </w:t>
      </w:r>
      <w:r w:rsidRPr="00BF4849">
        <w:rPr>
          <w:rtl/>
        </w:rPr>
        <w:t>يَقترف</w:t>
      </w:r>
      <w:r w:rsidR="00554BFA">
        <w:rPr>
          <w:rtl/>
        </w:rPr>
        <w:t xml:space="preserve"> </w:t>
      </w:r>
      <w:r w:rsidR="00554BFA" w:rsidRPr="00D0383A">
        <w:rPr>
          <w:rtl/>
        </w:rPr>
        <w:t>=</w:t>
      </w:r>
      <w:r w:rsidR="00554BFA">
        <w:rPr>
          <w:rtl/>
        </w:rPr>
        <w:t xml:space="preserve"> </w:t>
      </w:r>
      <w:r w:rsidRPr="00BF4849">
        <w:rPr>
          <w:rtl/>
        </w:rPr>
        <w:t>ذَنباً</w:t>
      </w:r>
      <w:r w:rsidR="00554BFA">
        <w:rPr>
          <w:rtl/>
        </w:rPr>
        <w:t xml:space="preserve"> </w:t>
      </w:r>
      <w:r w:rsidRPr="00BF4849">
        <w:rPr>
          <w:rtl/>
        </w:rPr>
        <w:t>بنا</w:t>
      </w:r>
      <w:r w:rsidR="00554BFA">
        <w:rPr>
          <w:rtl/>
        </w:rPr>
        <w:t xml:space="preserve"> </w:t>
      </w:r>
      <w:r w:rsidRPr="00BF4849">
        <w:rPr>
          <w:rtl/>
        </w:rPr>
        <w:t>يُغفر</w:t>
      </w:r>
      <w:r w:rsidR="00554BFA">
        <w:rPr>
          <w:rtl/>
        </w:rPr>
        <w:t xml:space="preserve"> </w:t>
      </w:r>
      <w:r w:rsidRPr="00BF4849">
        <w:rPr>
          <w:rtl/>
        </w:rPr>
        <w:t>له</w:t>
      </w:r>
      <w:r w:rsidR="00554BFA">
        <w:rPr>
          <w:rtl/>
        </w:rPr>
        <w:t xml:space="preserve"> </w:t>
      </w:r>
      <w:r w:rsidRPr="00BF4849">
        <w:rPr>
          <w:rtl/>
        </w:rPr>
        <w:t>ما</w:t>
      </w:r>
      <w:r w:rsidR="00554BFA">
        <w:rPr>
          <w:rtl/>
        </w:rPr>
        <w:t xml:space="preserve"> </w:t>
      </w:r>
      <w:r w:rsidRPr="00BF4849">
        <w:rPr>
          <w:rtl/>
        </w:rPr>
        <w:t>جَنى</w:t>
      </w:r>
    </w:p>
    <w:p w:rsidR="00645494" w:rsidRPr="00645494" w:rsidRDefault="00645494" w:rsidP="00FE2721">
      <w:pPr>
        <w:pStyle w:val="libPoemCenter"/>
        <w:rPr>
          <w:rtl/>
        </w:rPr>
      </w:pPr>
      <w:r w:rsidRPr="00BF4849">
        <w:rPr>
          <w:rtl/>
        </w:rPr>
        <w:t>وأكرِم</w:t>
      </w:r>
      <w:r w:rsidR="00554BFA">
        <w:rPr>
          <w:rtl/>
        </w:rPr>
        <w:t xml:space="preserve"> </w:t>
      </w:r>
      <w:r w:rsidRPr="00BF4849">
        <w:rPr>
          <w:rtl/>
        </w:rPr>
        <w:t>لعين</w:t>
      </w:r>
      <w:r w:rsidR="00554BFA">
        <w:rPr>
          <w:rtl/>
        </w:rPr>
        <w:t xml:space="preserve"> </w:t>
      </w:r>
      <w:r w:rsidRPr="00BF4849">
        <w:rPr>
          <w:rtl/>
        </w:rPr>
        <w:t>المصطفى</w:t>
      </w:r>
      <w:r w:rsidR="00554BFA">
        <w:rPr>
          <w:rtl/>
        </w:rPr>
        <w:t xml:space="preserve"> </w:t>
      </w:r>
      <w:r w:rsidRPr="00BF4849">
        <w:rPr>
          <w:rtl/>
        </w:rPr>
        <w:t>جدِّهم</w:t>
      </w:r>
      <w:r w:rsidR="00554BFA">
        <w:rPr>
          <w:rtl/>
        </w:rPr>
        <w:t xml:space="preserve"> </w:t>
      </w:r>
      <w:r w:rsidR="00554BFA" w:rsidRPr="00D0383A">
        <w:rPr>
          <w:rtl/>
        </w:rPr>
        <w:t>=</w:t>
      </w:r>
      <w:r w:rsidR="00554BFA">
        <w:rPr>
          <w:rtl/>
        </w:rPr>
        <w:t xml:space="preserve"> </w:t>
      </w:r>
      <w:r w:rsidRPr="00BF4849">
        <w:rPr>
          <w:rtl/>
        </w:rPr>
        <w:t>ولا</w:t>
      </w:r>
      <w:r w:rsidR="00554BFA">
        <w:rPr>
          <w:rtl/>
        </w:rPr>
        <w:t xml:space="preserve"> </w:t>
      </w:r>
      <w:r w:rsidRPr="00BF4849">
        <w:rPr>
          <w:rtl/>
        </w:rPr>
        <w:t>تُهن</w:t>
      </w:r>
      <w:r w:rsidR="00554BFA">
        <w:rPr>
          <w:rtl/>
        </w:rPr>
        <w:t xml:space="preserve"> </w:t>
      </w:r>
      <w:r w:rsidRPr="00BF4849">
        <w:rPr>
          <w:rtl/>
        </w:rPr>
        <w:t>من</w:t>
      </w:r>
      <w:r w:rsidR="00554BFA">
        <w:rPr>
          <w:rtl/>
        </w:rPr>
        <w:t xml:space="preserve"> </w:t>
      </w:r>
      <w:r w:rsidRPr="00BF4849">
        <w:rPr>
          <w:rtl/>
        </w:rPr>
        <w:t>آله</w:t>
      </w:r>
      <w:r w:rsidR="00554BFA">
        <w:rPr>
          <w:rtl/>
        </w:rPr>
        <w:t xml:space="preserve"> </w:t>
      </w:r>
      <w:r w:rsidRPr="00BF4849">
        <w:rPr>
          <w:rtl/>
        </w:rPr>
        <w:t>أعيُنا</w:t>
      </w:r>
    </w:p>
    <w:p w:rsidR="00645494" w:rsidRDefault="00645494" w:rsidP="00645494">
      <w:pPr>
        <w:pStyle w:val="libNormal"/>
      </w:pPr>
      <w:r>
        <w:br w:type="page"/>
      </w:r>
    </w:p>
    <w:p w:rsidR="00645494" w:rsidRPr="00645494" w:rsidRDefault="00645494" w:rsidP="00FE2721">
      <w:pPr>
        <w:pStyle w:val="libPoemCenter"/>
        <w:rPr>
          <w:rtl/>
        </w:rPr>
      </w:pPr>
      <w:r w:rsidRPr="00BF4849">
        <w:rPr>
          <w:rtl/>
        </w:rPr>
        <w:lastRenderedPageBreak/>
        <w:t>فكلُّ</w:t>
      </w:r>
      <w:r w:rsidR="00554BFA">
        <w:rPr>
          <w:rtl/>
        </w:rPr>
        <w:t xml:space="preserve"> </w:t>
      </w:r>
      <w:r w:rsidRPr="00BF4849">
        <w:rPr>
          <w:rtl/>
        </w:rPr>
        <w:t>ما</w:t>
      </w:r>
      <w:r w:rsidR="00554BFA">
        <w:rPr>
          <w:rtl/>
        </w:rPr>
        <w:t xml:space="preserve"> </w:t>
      </w:r>
      <w:r w:rsidRPr="00BF4849">
        <w:rPr>
          <w:rtl/>
        </w:rPr>
        <w:t>نالك</w:t>
      </w:r>
      <w:r w:rsidR="00554BFA">
        <w:rPr>
          <w:rtl/>
        </w:rPr>
        <w:t xml:space="preserve"> </w:t>
      </w:r>
      <w:r w:rsidRPr="00BF4849">
        <w:rPr>
          <w:rtl/>
        </w:rPr>
        <w:t>منهم</w:t>
      </w:r>
      <w:r w:rsidR="00554BFA">
        <w:rPr>
          <w:rtl/>
        </w:rPr>
        <w:t xml:space="preserve"> </w:t>
      </w:r>
      <w:r w:rsidRPr="00BF4849">
        <w:rPr>
          <w:rtl/>
        </w:rPr>
        <w:t>عنّا</w:t>
      </w:r>
      <w:r w:rsidR="00554BFA">
        <w:rPr>
          <w:rtl/>
        </w:rPr>
        <w:t xml:space="preserve"> </w:t>
      </w:r>
      <w:r w:rsidR="00554BFA" w:rsidRPr="00D0383A">
        <w:rPr>
          <w:rtl/>
        </w:rPr>
        <w:t>=</w:t>
      </w:r>
      <w:r w:rsidR="00554BFA">
        <w:rPr>
          <w:rtl/>
        </w:rPr>
        <w:t xml:space="preserve"> </w:t>
      </w:r>
      <w:r w:rsidRPr="00BF4849">
        <w:rPr>
          <w:rtl/>
        </w:rPr>
        <w:t>تَلقى</w:t>
      </w:r>
      <w:r w:rsidR="00554BFA">
        <w:rPr>
          <w:rtl/>
        </w:rPr>
        <w:t xml:space="preserve"> </w:t>
      </w:r>
      <w:r w:rsidRPr="00BF4849">
        <w:rPr>
          <w:rtl/>
        </w:rPr>
        <w:t>به</w:t>
      </w:r>
      <w:r w:rsidR="00554BFA">
        <w:rPr>
          <w:rtl/>
        </w:rPr>
        <w:t xml:space="preserve"> </w:t>
      </w:r>
      <w:r w:rsidRPr="00BF4849">
        <w:rPr>
          <w:rtl/>
        </w:rPr>
        <w:t>في</w:t>
      </w:r>
      <w:r w:rsidR="00554BFA">
        <w:rPr>
          <w:rtl/>
        </w:rPr>
        <w:t xml:space="preserve"> </w:t>
      </w:r>
      <w:r w:rsidRPr="00BF4849">
        <w:rPr>
          <w:rtl/>
        </w:rPr>
        <w:t>الحشر</w:t>
      </w:r>
      <w:r w:rsidR="00554BFA">
        <w:rPr>
          <w:rtl/>
        </w:rPr>
        <w:t xml:space="preserve"> </w:t>
      </w:r>
      <w:r w:rsidRPr="00BF4849">
        <w:rPr>
          <w:rtl/>
        </w:rPr>
        <w:t>مِنّا</w:t>
      </w:r>
      <w:r w:rsidR="00554BFA">
        <w:rPr>
          <w:rtl/>
        </w:rPr>
        <w:t xml:space="preserve"> </w:t>
      </w:r>
      <w:r w:rsidRPr="00BF4849">
        <w:rPr>
          <w:rtl/>
        </w:rPr>
        <w:t>هَنا</w:t>
      </w:r>
    </w:p>
    <w:p w:rsidR="00645494" w:rsidRPr="00BF4849" w:rsidRDefault="00645494" w:rsidP="00554BFA">
      <w:pPr>
        <w:pStyle w:val="libNormal"/>
        <w:rPr>
          <w:rtl/>
        </w:rPr>
      </w:pPr>
      <w:r w:rsidRPr="00554BFA">
        <w:rPr>
          <w:rtl/>
        </w:rPr>
        <w:t>قال أبو المحاسن نصر بن عنين: فانتبهت مِن منامي فَزِعاً مرعوباً، وقد أكمل الله عافيتي من الجروح والمرض</w:t>
      </w:r>
      <w:r w:rsidR="00D0383A">
        <w:rPr>
          <w:rtl/>
        </w:rPr>
        <w:t>،</w:t>
      </w:r>
      <w:r w:rsidRPr="00554BFA">
        <w:rPr>
          <w:rtl/>
        </w:rPr>
        <w:t xml:space="preserve"> فكتبت هذه الأبيات إذ حفظتها، وتُبت إلى الله تعالى مِمّا قلت، وقطعت تلك القصيدة، وقلت معتذراً:</w:t>
      </w:r>
    </w:p>
    <w:p w:rsidR="00645494" w:rsidRDefault="00645494" w:rsidP="00FE2721">
      <w:pPr>
        <w:pStyle w:val="libPoemCenter"/>
        <w:rPr>
          <w:rtl/>
        </w:rPr>
      </w:pPr>
      <w:r w:rsidRPr="00BF4849">
        <w:rPr>
          <w:rtl/>
        </w:rPr>
        <w:t>عُذراً</w:t>
      </w:r>
      <w:r w:rsidR="00554BFA">
        <w:rPr>
          <w:rtl/>
        </w:rPr>
        <w:t xml:space="preserve"> </w:t>
      </w:r>
      <w:r w:rsidRPr="00BF4849">
        <w:rPr>
          <w:rtl/>
        </w:rPr>
        <w:t>بَني</w:t>
      </w:r>
      <w:r w:rsidR="00554BFA">
        <w:rPr>
          <w:rtl/>
        </w:rPr>
        <w:t xml:space="preserve"> </w:t>
      </w:r>
      <w:r w:rsidRPr="00BF4849">
        <w:rPr>
          <w:rtl/>
        </w:rPr>
        <w:t>بنت</w:t>
      </w:r>
      <w:r w:rsidR="00554BFA">
        <w:rPr>
          <w:rtl/>
        </w:rPr>
        <w:t xml:space="preserve"> </w:t>
      </w:r>
      <w:r w:rsidRPr="00BF4849">
        <w:rPr>
          <w:rtl/>
        </w:rPr>
        <w:t>نبي</w:t>
      </w:r>
      <w:r w:rsidR="00554BFA">
        <w:rPr>
          <w:rtl/>
        </w:rPr>
        <w:t xml:space="preserve"> </w:t>
      </w:r>
      <w:r w:rsidRPr="00BF4849">
        <w:rPr>
          <w:rtl/>
        </w:rPr>
        <w:t>الهدى</w:t>
      </w:r>
      <w:r w:rsidR="00554BFA">
        <w:rPr>
          <w:rtl/>
        </w:rPr>
        <w:t xml:space="preserve"> </w:t>
      </w:r>
      <w:r w:rsidR="00554BFA" w:rsidRPr="00D0383A">
        <w:rPr>
          <w:rtl/>
        </w:rPr>
        <w:t>=</w:t>
      </w:r>
      <w:r w:rsidR="00554BFA">
        <w:rPr>
          <w:rtl/>
        </w:rPr>
        <w:t xml:space="preserve"> </w:t>
      </w:r>
      <w:r w:rsidRPr="00BF4849">
        <w:rPr>
          <w:rtl/>
        </w:rPr>
        <w:t>تَصفح</w:t>
      </w:r>
      <w:r w:rsidR="00554BFA">
        <w:rPr>
          <w:rtl/>
        </w:rPr>
        <w:t xml:space="preserve"> </w:t>
      </w:r>
      <w:r w:rsidRPr="00BF4849">
        <w:rPr>
          <w:rtl/>
        </w:rPr>
        <w:t>عن</w:t>
      </w:r>
      <w:r w:rsidR="00554BFA">
        <w:rPr>
          <w:rtl/>
        </w:rPr>
        <w:t xml:space="preserve"> </w:t>
      </w:r>
      <w:r w:rsidRPr="00BF4849">
        <w:rPr>
          <w:rtl/>
        </w:rPr>
        <w:t>ذَنب</w:t>
      </w:r>
      <w:r w:rsidR="00554BFA">
        <w:rPr>
          <w:rtl/>
        </w:rPr>
        <w:t xml:space="preserve"> </w:t>
      </w:r>
      <w:r w:rsidRPr="00BF4849">
        <w:rPr>
          <w:rtl/>
        </w:rPr>
        <w:t>مُسيّئ</w:t>
      </w:r>
      <w:r w:rsidR="00554BFA">
        <w:rPr>
          <w:rtl/>
        </w:rPr>
        <w:t xml:space="preserve"> </w:t>
      </w:r>
      <w:r w:rsidRPr="00BF4849">
        <w:rPr>
          <w:rtl/>
        </w:rPr>
        <w:t>جَنى</w:t>
      </w:r>
    </w:p>
    <w:p w:rsidR="00645494" w:rsidRDefault="00645494" w:rsidP="00FE2721">
      <w:pPr>
        <w:pStyle w:val="libPoemCenter"/>
        <w:rPr>
          <w:rtl/>
        </w:rPr>
      </w:pPr>
      <w:r w:rsidRPr="00BF4849">
        <w:rPr>
          <w:rtl/>
        </w:rPr>
        <w:t>وتَوبة</w:t>
      </w:r>
      <w:r w:rsidR="00554BFA">
        <w:rPr>
          <w:rtl/>
        </w:rPr>
        <w:t xml:space="preserve"> </w:t>
      </w:r>
      <w:r w:rsidRPr="00BF4849">
        <w:rPr>
          <w:rtl/>
        </w:rPr>
        <w:t>تَقبلها</w:t>
      </w:r>
      <w:r w:rsidR="00554BFA">
        <w:rPr>
          <w:rtl/>
        </w:rPr>
        <w:t xml:space="preserve"> </w:t>
      </w:r>
      <w:r w:rsidRPr="00BF4849">
        <w:rPr>
          <w:rtl/>
        </w:rPr>
        <w:t>مِن</w:t>
      </w:r>
      <w:r w:rsidR="00554BFA">
        <w:rPr>
          <w:rtl/>
        </w:rPr>
        <w:t xml:space="preserve"> </w:t>
      </w:r>
      <w:r w:rsidRPr="00BF4849">
        <w:rPr>
          <w:rtl/>
        </w:rPr>
        <w:t>أخي</w:t>
      </w:r>
      <w:r w:rsidR="00554BFA">
        <w:rPr>
          <w:rtl/>
        </w:rPr>
        <w:t xml:space="preserve"> </w:t>
      </w:r>
      <w:r w:rsidR="00554BFA" w:rsidRPr="00D0383A">
        <w:rPr>
          <w:rtl/>
        </w:rPr>
        <w:t>=</w:t>
      </w:r>
      <w:r w:rsidR="00554BFA">
        <w:rPr>
          <w:rtl/>
        </w:rPr>
        <w:t xml:space="preserve"> </w:t>
      </w:r>
      <w:r w:rsidRPr="00BF4849">
        <w:rPr>
          <w:rtl/>
        </w:rPr>
        <w:t>مَقالة</w:t>
      </w:r>
      <w:r w:rsidR="00554BFA">
        <w:rPr>
          <w:rtl/>
        </w:rPr>
        <w:t xml:space="preserve"> </w:t>
      </w:r>
      <w:r w:rsidRPr="00BF4849">
        <w:rPr>
          <w:rtl/>
        </w:rPr>
        <w:t>توقعه</w:t>
      </w:r>
      <w:r w:rsidR="00554BFA">
        <w:rPr>
          <w:rtl/>
        </w:rPr>
        <w:t xml:space="preserve"> </w:t>
      </w:r>
      <w:r w:rsidRPr="00BF4849">
        <w:rPr>
          <w:rtl/>
        </w:rPr>
        <w:t>في</w:t>
      </w:r>
      <w:r w:rsidR="00554BFA">
        <w:rPr>
          <w:rtl/>
        </w:rPr>
        <w:t xml:space="preserve"> </w:t>
      </w:r>
      <w:r w:rsidRPr="00BF4849">
        <w:rPr>
          <w:rtl/>
        </w:rPr>
        <w:t>العَنا</w:t>
      </w:r>
    </w:p>
    <w:p w:rsidR="00645494" w:rsidRDefault="00645494" w:rsidP="00FE2721">
      <w:pPr>
        <w:pStyle w:val="libPoemCenter"/>
        <w:rPr>
          <w:rtl/>
        </w:rPr>
      </w:pPr>
      <w:r w:rsidRPr="00BF4849">
        <w:rPr>
          <w:rtl/>
        </w:rPr>
        <w:t>والله</w:t>
      </w:r>
      <w:r w:rsidR="00554BFA">
        <w:rPr>
          <w:rtl/>
        </w:rPr>
        <w:t xml:space="preserve"> </w:t>
      </w:r>
      <w:r w:rsidRPr="00BF4849">
        <w:rPr>
          <w:rtl/>
        </w:rPr>
        <w:t>لو</w:t>
      </w:r>
      <w:r w:rsidR="00554BFA">
        <w:rPr>
          <w:rtl/>
        </w:rPr>
        <w:t xml:space="preserve"> </w:t>
      </w:r>
      <w:r w:rsidRPr="00BF4849">
        <w:rPr>
          <w:rtl/>
        </w:rPr>
        <w:t>قطَّعني</w:t>
      </w:r>
      <w:r w:rsidR="00554BFA">
        <w:rPr>
          <w:rtl/>
        </w:rPr>
        <w:t xml:space="preserve"> </w:t>
      </w:r>
      <w:r w:rsidRPr="00BF4849">
        <w:rPr>
          <w:rtl/>
        </w:rPr>
        <w:t>واحد</w:t>
      </w:r>
      <w:r w:rsidR="00554BFA">
        <w:rPr>
          <w:rtl/>
        </w:rPr>
        <w:t xml:space="preserve"> </w:t>
      </w:r>
      <w:r w:rsidR="00554BFA" w:rsidRPr="00D0383A">
        <w:rPr>
          <w:rtl/>
        </w:rPr>
        <w:t>=</w:t>
      </w:r>
      <w:r w:rsidR="00554BFA">
        <w:rPr>
          <w:rtl/>
        </w:rPr>
        <w:t xml:space="preserve"> </w:t>
      </w:r>
      <w:r w:rsidRPr="00BF4849">
        <w:rPr>
          <w:rtl/>
        </w:rPr>
        <w:t>منهم</w:t>
      </w:r>
      <w:r w:rsidR="00554BFA">
        <w:rPr>
          <w:rtl/>
        </w:rPr>
        <w:t xml:space="preserve"> </w:t>
      </w:r>
      <w:r w:rsidRPr="00BF4849">
        <w:rPr>
          <w:rtl/>
        </w:rPr>
        <w:t>بسيف</w:t>
      </w:r>
      <w:r w:rsidR="00554BFA">
        <w:rPr>
          <w:rtl/>
        </w:rPr>
        <w:t xml:space="preserve"> </w:t>
      </w:r>
      <w:r w:rsidRPr="00BF4849">
        <w:rPr>
          <w:rtl/>
        </w:rPr>
        <w:t>البَغي</w:t>
      </w:r>
      <w:r w:rsidR="00554BFA">
        <w:rPr>
          <w:rtl/>
        </w:rPr>
        <w:t xml:space="preserve"> </w:t>
      </w:r>
      <w:r w:rsidRPr="00BF4849">
        <w:rPr>
          <w:rtl/>
        </w:rPr>
        <w:t>أو</w:t>
      </w:r>
      <w:r w:rsidR="00554BFA">
        <w:rPr>
          <w:rtl/>
        </w:rPr>
        <w:t xml:space="preserve"> </w:t>
      </w:r>
      <w:r w:rsidRPr="00BF4849">
        <w:rPr>
          <w:rtl/>
        </w:rPr>
        <w:t>بالقَنا</w:t>
      </w:r>
    </w:p>
    <w:p w:rsidR="00645494" w:rsidRPr="00645494" w:rsidRDefault="00645494" w:rsidP="00FE2721">
      <w:pPr>
        <w:pStyle w:val="libPoemCenter"/>
        <w:rPr>
          <w:rtl/>
        </w:rPr>
      </w:pPr>
      <w:r w:rsidRPr="00BF4849">
        <w:rPr>
          <w:rtl/>
        </w:rPr>
        <w:t>لم</w:t>
      </w:r>
      <w:r w:rsidR="00554BFA">
        <w:rPr>
          <w:rtl/>
        </w:rPr>
        <w:t xml:space="preserve"> </w:t>
      </w:r>
      <w:r w:rsidRPr="00BF4849">
        <w:rPr>
          <w:rtl/>
        </w:rPr>
        <w:t>أرَ</w:t>
      </w:r>
      <w:r w:rsidR="00554BFA">
        <w:rPr>
          <w:rtl/>
        </w:rPr>
        <w:t xml:space="preserve"> </w:t>
      </w:r>
      <w:r w:rsidRPr="00BF4849">
        <w:rPr>
          <w:rtl/>
        </w:rPr>
        <w:t>ما</w:t>
      </w:r>
      <w:r w:rsidR="00554BFA">
        <w:rPr>
          <w:rtl/>
        </w:rPr>
        <w:t xml:space="preserve"> </w:t>
      </w:r>
      <w:r w:rsidRPr="00BF4849">
        <w:rPr>
          <w:rtl/>
        </w:rPr>
        <w:t>يفعله</w:t>
      </w:r>
      <w:r w:rsidR="00554BFA">
        <w:rPr>
          <w:rtl/>
        </w:rPr>
        <w:t xml:space="preserve"> </w:t>
      </w:r>
      <w:r w:rsidRPr="00BF4849">
        <w:rPr>
          <w:rtl/>
        </w:rPr>
        <w:t>سيّئاً</w:t>
      </w:r>
      <w:r w:rsidR="00554BFA">
        <w:rPr>
          <w:rtl/>
        </w:rPr>
        <w:t xml:space="preserve"> </w:t>
      </w:r>
      <w:r w:rsidR="00554BFA" w:rsidRPr="00D0383A">
        <w:rPr>
          <w:rtl/>
        </w:rPr>
        <w:t>=</w:t>
      </w:r>
      <w:r w:rsidR="00554BFA">
        <w:rPr>
          <w:rtl/>
        </w:rPr>
        <w:t xml:space="preserve"> </w:t>
      </w:r>
      <w:r w:rsidRPr="00BF4849">
        <w:rPr>
          <w:rtl/>
        </w:rPr>
        <w:t>بل</w:t>
      </w:r>
      <w:r w:rsidR="00554BFA">
        <w:rPr>
          <w:rtl/>
        </w:rPr>
        <w:t xml:space="preserve"> </w:t>
      </w:r>
      <w:r w:rsidRPr="00BF4849">
        <w:rPr>
          <w:rtl/>
        </w:rPr>
        <w:t>أنَّه</w:t>
      </w:r>
      <w:r w:rsidR="00554BFA">
        <w:rPr>
          <w:rtl/>
        </w:rPr>
        <w:t xml:space="preserve"> </w:t>
      </w:r>
      <w:r w:rsidRPr="00BF4849">
        <w:rPr>
          <w:rtl/>
        </w:rPr>
        <w:t>في</w:t>
      </w:r>
      <w:r w:rsidR="00554BFA">
        <w:rPr>
          <w:rtl/>
        </w:rPr>
        <w:t xml:space="preserve"> </w:t>
      </w:r>
      <w:r w:rsidRPr="00BF4849">
        <w:rPr>
          <w:rtl/>
        </w:rPr>
        <w:t>الفعل</w:t>
      </w:r>
      <w:r w:rsidR="00554BFA">
        <w:rPr>
          <w:rtl/>
        </w:rPr>
        <w:t xml:space="preserve"> </w:t>
      </w:r>
      <w:r w:rsidRPr="00BF4849">
        <w:rPr>
          <w:rtl/>
        </w:rPr>
        <w:t>قد</w:t>
      </w:r>
      <w:r w:rsidR="00554BFA">
        <w:rPr>
          <w:rtl/>
        </w:rPr>
        <w:t xml:space="preserve"> </w:t>
      </w:r>
      <w:r w:rsidRPr="00BF4849">
        <w:rPr>
          <w:rtl/>
        </w:rPr>
        <w:t>أحسنا</w:t>
      </w:r>
    </w:p>
    <w:p w:rsidR="00554BFA" w:rsidRDefault="00645494" w:rsidP="00554BFA">
      <w:pPr>
        <w:pStyle w:val="libNormal"/>
        <w:rPr>
          <w:rtl/>
        </w:rPr>
      </w:pPr>
      <w:r w:rsidRPr="00554BFA">
        <w:rPr>
          <w:rtl/>
        </w:rPr>
        <w:t>قال السيّد: قد اختصرت ألفاظ هذه القصيدة وهي مشهورة</w:t>
      </w:r>
      <w:r w:rsidR="00D0383A">
        <w:rPr>
          <w:rtl/>
        </w:rPr>
        <w:t>،</w:t>
      </w:r>
      <w:r w:rsidRPr="00554BFA">
        <w:rPr>
          <w:rtl/>
        </w:rPr>
        <w:t xml:space="preserve"> رواها لي الشيخ تاج الدين أبو عبد الله محمد بن معية الحسيني</w:t>
      </w:r>
      <w:r w:rsidR="00D0383A">
        <w:rPr>
          <w:rtl/>
        </w:rPr>
        <w:t>،</w:t>
      </w:r>
      <w:r w:rsidRPr="00554BFA">
        <w:rPr>
          <w:rtl/>
        </w:rPr>
        <w:t xml:space="preserve"> وجدّي لأُمّي الشيخ فخر الدين، أبو جعفر محمد بن الشيخ الفاضل زين الدين الحسين بن حديد الأسدي</w:t>
      </w:r>
      <w:r w:rsidR="00D0383A">
        <w:rPr>
          <w:rtl/>
        </w:rPr>
        <w:t>،</w:t>
      </w:r>
      <w:r w:rsidRPr="00554BFA">
        <w:rPr>
          <w:rtl/>
        </w:rPr>
        <w:t xml:space="preserve"> كلاهما عن السيّد السعيد بهاء الدين داود بن أبي الفُتوح، عن أبي المحاسن نصر الله بن عنين صاحب الواقعة</w:t>
      </w:r>
      <w:r w:rsidR="00D0383A">
        <w:rPr>
          <w:rtl/>
        </w:rPr>
        <w:t>،</w:t>
      </w:r>
      <w:r w:rsidRPr="00554BFA">
        <w:rPr>
          <w:rtl/>
        </w:rPr>
        <w:t xml:space="preserve"> وقد ذكرها البادرائي في كتابه الدر النظيم وغيره من المصنِّفين.</w:t>
      </w:r>
    </w:p>
    <w:p w:rsidR="00645494" w:rsidRPr="00554BFA" w:rsidRDefault="00645494" w:rsidP="00645494">
      <w:pPr>
        <w:pStyle w:val="Heading3"/>
        <w:rPr>
          <w:rtl/>
        </w:rPr>
      </w:pPr>
      <w:bookmarkStart w:id="50" w:name="_Toc491861318"/>
      <w:r w:rsidRPr="00BF4849">
        <w:rPr>
          <w:rtl/>
        </w:rPr>
        <w:t>الفصل الرابع:</w:t>
      </w:r>
      <w:bookmarkEnd w:id="50"/>
    </w:p>
    <w:p w:rsidR="00554BFA" w:rsidRDefault="00645494" w:rsidP="00554BFA">
      <w:pPr>
        <w:pStyle w:val="libNormal"/>
        <w:rPr>
          <w:rtl/>
        </w:rPr>
      </w:pPr>
      <w:r w:rsidRPr="00554BFA">
        <w:rPr>
          <w:rtl/>
        </w:rPr>
        <w:t>ذكر السيّد العلاَّمة المصنِّف السعيد الشهيد، السيّد نصر الله بن الحسين الموسوي الفائزي الحائري مدرِّس كربلاء</w:t>
      </w:r>
      <w:r w:rsidR="00D0383A">
        <w:rPr>
          <w:rtl/>
        </w:rPr>
        <w:t>،</w:t>
      </w:r>
      <w:r w:rsidRPr="00554BFA">
        <w:rPr>
          <w:rtl/>
        </w:rPr>
        <w:t xml:space="preserve"> المستشهد سنة‌</w:t>
      </w:r>
      <w:r w:rsidR="00554BFA">
        <w:rPr>
          <w:rtl/>
        </w:rPr>
        <w:t xml:space="preserve"> (</w:t>
      </w:r>
      <w:r w:rsidRPr="00554BFA">
        <w:rPr>
          <w:rtl/>
        </w:rPr>
        <w:t>1160) في القسطنطينية</w:t>
      </w:r>
      <w:r w:rsidR="00D0383A">
        <w:rPr>
          <w:rtl/>
        </w:rPr>
        <w:t>،</w:t>
      </w:r>
      <w:r w:rsidRPr="00554BFA">
        <w:rPr>
          <w:rtl/>
        </w:rPr>
        <w:t xml:space="preserve"> في ديوانه</w:t>
      </w:r>
      <w:r w:rsidR="00FE2721">
        <w:rPr>
          <w:rtl/>
        </w:rPr>
        <w:t xml:space="preserve"> - </w:t>
      </w:r>
      <w:r w:rsidRPr="00554BFA">
        <w:rPr>
          <w:rtl/>
        </w:rPr>
        <w:t>ومن خط تلميذه الفاضل الأديب السيّد</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حسين بن السيّد رشيد الرضوي النجفي الحائري، المُتوفَّى سنة‌</w:t>
      </w:r>
      <w:r w:rsidR="00554BFA">
        <w:rPr>
          <w:rtl/>
        </w:rPr>
        <w:t xml:space="preserve"> (</w:t>
      </w:r>
      <w:r w:rsidRPr="00554BFA">
        <w:rPr>
          <w:rtl/>
        </w:rPr>
        <w:t>1156) نُقلت</w:t>
      </w:r>
      <w:r w:rsidR="00FE2721">
        <w:rPr>
          <w:rtl/>
        </w:rPr>
        <w:t xml:space="preserve"> - </w:t>
      </w:r>
      <w:r w:rsidRPr="00554BFA">
        <w:rPr>
          <w:rtl/>
        </w:rPr>
        <w:t>قال: رأى بعض الصلحاء فاطمة الزهراء</w:t>
      </w:r>
      <w:r w:rsidR="00554BFA">
        <w:rPr>
          <w:rtl/>
        </w:rPr>
        <w:t xml:space="preserve"> (</w:t>
      </w:r>
      <w:r w:rsidRPr="00554BFA">
        <w:rPr>
          <w:rtl/>
        </w:rPr>
        <w:t>عليها السلام) في المنام</w:t>
      </w:r>
      <w:r w:rsidR="00D0383A">
        <w:rPr>
          <w:rtl/>
        </w:rPr>
        <w:t>،</w:t>
      </w:r>
      <w:r w:rsidRPr="00554BFA">
        <w:rPr>
          <w:rtl/>
        </w:rPr>
        <w:t xml:space="preserve"> فقالت له:</w:t>
      </w:r>
      <w:r w:rsidR="00554BFA">
        <w:rPr>
          <w:rtl/>
        </w:rPr>
        <w:t xml:space="preserve"> </w:t>
      </w:r>
      <w:r w:rsidR="00554BFA">
        <w:rPr>
          <w:rStyle w:val="libNormalChar"/>
          <w:rtl/>
        </w:rPr>
        <w:t>((</w:t>
      </w:r>
      <w:r w:rsidRPr="00645494">
        <w:rPr>
          <w:rStyle w:val="libNormalChar"/>
          <w:rtl/>
        </w:rPr>
        <w:t xml:space="preserve"> من يُكمل هذا الشَطر في رثاء ولدي الحسين، وهو:</w:t>
      </w:r>
    </w:p>
    <w:p w:rsidR="00554BFA" w:rsidRDefault="00645494" w:rsidP="00645494">
      <w:pPr>
        <w:pStyle w:val="libPoemCenter"/>
        <w:rPr>
          <w:rtl/>
        </w:rPr>
      </w:pPr>
      <w:r w:rsidRPr="00BF4849">
        <w:rPr>
          <w:rtl/>
        </w:rPr>
        <w:t>مِن غَير جُرم الحسين يُقتل</w:t>
      </w:r>
      <w:r w:rsidRPr="00D0383A">
        <w:rPr>
          <w:rtl/>
        </w:rPr>
        <w:t>=</w:t>
      </w:r>
      <w:r w:rsidRPr="00BF4849">
        <w:rPr>
          <w:rtl/>
        </w:rPr>
        <w:t xml:space="preserve"> )). </w:t>
      </w:r>
    </w:p>
    <w:p w:rsidR="00554BFA" w:rsidRDefault="00645494" w:rsidP="00554BFA">
      <w:pPr>
        <w:pStyle w:val="libNormal"/>
        <w:rPr>
          <w:rtl/>
        </w:rPr>
      </w:pPr>
      <w:r w:rsidRPr="00554BFA">
        <w:rPr>
          <w:rtl/>
        </w:rPr>
        <w:t>فانتبه وأخبر السيّد نصر الله، فانتدب ورثى الحسين</w:t>
      </w:r>
      <w:r w:rsidR="00554BFA">
        <w:rPr>
          <w:rtl/>
        </w:rPr>
        <w:t xml:space="preserve"> (</w:t>
      </w:r>
      <w:r w:rsidRPr="00554BFA">
        <w:rPr>
          <w:rtl/>
        </w:rPr>
        <w:t>عليه السلام) بقصيدة جعل أوّلها الشطر المذكور انتهى.</w:t>
      </w:r>
    </w:p>
    <w:p w:rsidR="00D0383A" w:rsidRDefault="00645494" w:rsidP="00554BFA">
      <w:pPr>
        <w:pStyle w:val="libNormal"/>
        <w:rPr>
          <w:rtl/>
        </w:rPr>
      </w:pPr>
      <w:r w:rsidRPr="00554BFA">
        <w:rPr>
          <w:rtl/>
        </w:rPr>
        <w:t>ثم ذكر القصيدة، وهي قوله:</w:t>
      </w:r>
    </w:p>
    <w:p w:rsidR="00645494" w:rsidRDefault="00554BFA" w:rsidP="00FE2721">
      <w:pPr>
        <w:pStyle w:val="libPoemCenter"/>
      </w:pPr>
      <w:r>
        <w:rPr>
          <w:rtl/>
        </w:rPr>
        <w:t>(</w:t>
      </w:r>
      <w:r w:rsidR="00645494" w:rsidRPr="00BF4849">
        <w:rPr>
          <w:rtl/>
        </w:rPr>
        <w:t>مِن</w:t>
      </w:r>
      <w:r>
        <w:rPr>
          <w:rtl/>
        </w:rPr>
        <w:t xml:space="preserve"> </w:t>
      </w:r>
      <w:r w:rsidR="00645494" w:rsidRPr="00BF4849">
        <w:rPr>
          <w:rtl/>
        </w:rPr>
        <w:t>غَير</w:t>
      </w:r>
      <w:r>
        <w:rPr>
          <w:rtl/>
        </w:rPr>
        <w:t xml:space="preserve"> </w:t>
      </w:r>
      <w:r w:rsidR="00645494" w:rsidRPr="00BF4849">
        <w:rPr>
          <w:rtl/>
        </w:rPr>
        <w:t>جُرم</w:t>
      </w:r>
      <w:r>
        <w:rPr>
          <w:rtl/>
        </w:rPr>
        <w:t xml:space="preserve"> </w:t>
      </w:r>
      <w:r w:rsidR="00645494" w:rsidRPr="00BF4849">
        <w:rPr>
          <w:rtl/>
        </w:rPr>
        <w:t>الحسين</w:t>
      </w:r>
      <w:r>
        <w:rPr>
          <w:rtl/>
        </w:rPr>
        <w:t xml:space="preserve"> </w:t>
      </w:r>
      <w:r w:rsidR="00645494" w:rsidRPr="00BF4849">
        <w:rPr>
          <w:rtl/>
        </w:rPr>
        <w:t>يُقتل)</w:t>
      </w:r>
      <w:r>
        <w:rPr>
          <w:rtl/>
        </w:rPr>
        <w:t xml:space="preserve"> </w:t>
      </w:r>
      <w:r w:rsidRPr="00D0383A">
        <w:rPr>
          <w:rtl/>
        </w:rPr>
        <w:t>=</w:t>
      </w:r>
      <w:r>
        <w:rPr>
          <w:rtl/>
        </w:rPr>
        <w:t xml:space="preserve"> </w:t>
      </w:r>
      <w:r w:rsidR="00645494" w:rsidRPr="00BF4849">
        <w:rPr>
          <w:rtl/>
        </w:rPr>
        <w:t>وبالدِماء</w:t>
      </w:r>
      <w:r>
        <w:rPr>
          <w:rtl/>
        </w:rPr>
        <w:t xml:space="preserve"> </w:t>
      </w:r>
      <w:r w:rsidR="00645494" w:rsidRPr="00BF4849">
        <w:rPr>
          <w:rtl/>
        </w:rPr>
        <w:t>جِسمه</w:t>
      </w:r>
      <w:r>
        <w:rPr>
          <w:rtl/>
        </w:rPr>
        <w:t xml:space="preserve"> </w:t>
      </w:r>
      <w:r w:rsidR="00645494" w:rsidRPr="00BF4849">
        <w:rPr>
          <w:rtl/>
        </w:rPr>
        <w:t>يُغسل</w:t>
      </w:r>
    </w:p>
    <w:p w:rsidR="00645494" w:rsidRDefault="00645494" w:rsidP="00FE2721">
      <w:pPr>
        <w:pStyle w:val="libPoemCenter"/>
      </w:pPr>
      <w:r w:rsidRPr="00BF4849">
        <w:rPr>
          <w:rtl/>
        </w:rPr>
        <w:t>وتَنسج</w:t>
      </w:r>
      <w:r w:rsidR="00554BFA">
        <w:rPr>
          <w:rtl/>
        </w:rPr>
        <w:t xml:space="preserve"> </w:t>
      </w:r>
      <w:r w:rsidRPr="00BF4849">
        <w:rPr>
          <w:rtl/>
        </w:rPr>
        <w:t>الأكفان</w:t>
      </w:r>
      <w:r w:rsidR="00554BFA">
        <w:rPr>
          <w:rtl/>
        </w:rPr>
        <w:t xml:space="preserve"> </w:t>
      </w:r>
      <w:r w:rsidRPr="00BF4849">
        <w:rPr>
          <w:rtl/>
        </w:rPr>
        <w:t>مِن</w:t>
      </w:r>
      <w:r w:rsidR="00554BFA">
        <w:rPr>
          <w:rtl/>
        </w:rPr>
        <w:t xml:space="preserve"> </w:t>
      </w:r>
      <w:r w:rsidRPr="00BF4849">
        <w:rPr>
          <w:rtl/>
        </w:rPr>
        <w:t>عَفر</w:t>
      </w:r>
      <w:r w:rsidR="00554BFA">
        <w:rPr>
          <w:rtl/>
        </w:rPr>
        <w:t xml:space="preserve"> </w:t>
      </w:r>
      <w:r w:rsidRPr="00BF4849">
        <w:rPr>
          <w:rtl/>
        </w:rPr>
        <w:t>الثَرى</w:t>
      </w:r>
      <w:r w:rsidR="00554BFA">
        <w:rPr>
          <w:rtl/>
        </w:rPr>
        <w:t xml:space="preserve"> </w:t>
      </w:r>
      <w:r w:rsidR="00554BFA" w:rsidRPr="00D0383A">
        <w:rPr>
          <w:rtl/>
        </w:rPr>
        <w:t>=</w:t>
      </w:r>
      <w:r w:rsidR="00554BFA">
        <w:rPr>
          <w:rtl/>
        </w:rPr>
        <w:t xml:space="preserve"> </w:t>
      </w:r>
      <w:r w:rsidRPr="00BF4849">
        <w:rPr>
          <w:rtl/>
        </w:rPr>
        <w:t>له</w:t>
      </w:r>
      <w:r w:rsidR="00554BFA">
        <w:rPr>
          <w:rtl/>
        </w:rPr>
        <w:t xml:space="preserve"> </w:t>
      </w:r>
      <w:r w:rsidRPr="00BF4849">
        <w:rPr>
          <w:rtl/>
        </w:rPr>
        <w:t>جُنوب</w:t>
      </w:r>
      <w:r w:rsidR="00554BFA">
        <w:rPr>
          <w:rtl/>
        </w:rPr>
        <w:t xml:space="preserve"> </w:t>
      </w:r>
      <w:r w:rsidRPr="00BF4849">
        <w:rPr>
          <w:rtl/>
        </w:rPr>
        <w:t>وصَبا</w:t>
      </w:r>
      <w:r w:rsidR="00554BFA">
        <w:rPr>
          <w:rtl/>
        </w:rPr>
        <w:t xml:space="preserve"> </w:t>
      </w:r>
      <w:r w:rsidRPr="00BF4849">
        <w:rPr>
          <w:rtl/>
        </w:rPr>
        <w:t>وشَمأل</w:t>
      </w:r>
    </w:p>
    <w:p w:rsidR="00645494" w:rsidRDefault="00645494" w:rsidP="00FE2721">
      <w:pPr>
        <w:pStyle w:val="libPoemCenter"/>
      </w:pPr>
      <w:r w:rsidRPr="00BF4849">
        <w:rPr>
          <w:rtl/>
        </w:rPr>
        <w:t>وقَطنه</w:t>
      </w:r>
      <w:r w:rsidR="00554BFA">
        <w:rPr>
          <w:rtl/>
        </w:rPr>
        <w:t xml:space="preserve"> </w:t>
      </w:r>
      <w:r w:rsidRPr="00BF4849">
        <w:rPr>
          <w:rtl/>
        </w:rPr>
        <w:t>شَيبته</w:t>
      </w:r>
      <w:r w:rsidR="00554BFA">
        <w:rPr>
          <w:rtl/>
        </w:rPr>
        <w:t xml:space="preserve"> </w:t>
      </w:r>
      <w:r w:rsidRPr="00BF4849">
        <w:rPr>
          <w:rtl/>
        </w:rPr>
        <w:t>ونَعشه</w:t>
      </w:r>
      <w:r w:rsidR="00554BFA">
        <w:rPr>
          <w:rtl/>
        </w:rPr>
        <w:t xml:space="preserve"> </w:t>
      </w:r>
      <w:r w:rsidR="00554BFA" w:rsidRPr="00D0383A">
        <w:rPr>
          <w:rtl/>
        </w:rPr>
        <w:t>=</w:t>
      </w:r>
      <w:r w:rsidR="00554BFA">
        <w:rPr>
          <w:rtl/>
        </w:rPr>
        <w:t xml:space="preserve"> </w:t>
      </w:r>
      <w:r w:rsidRPr="00BF4849">
        <w:rPr>
          <w:rtl/>
        </w:rPr>
        <w:t>رُمح</w:t>
      </w:r>
      <w:r w:rsidR="00554BFA">
        <w:rPr>
          <w:rtl/>
        </w:rPr>
        <w:t xml:space="preserve"> </w:t>
      </w:r>
      <w:r w:rsidRPr="00BF4849">
        <w:rPr>
          <w:rtl/>
        </w:rPr>
        <w:t>له</w:t>
      </w:r>
      <w:r w:rsidR="00554BFA">
        <w:rPr>
          <w:rtl/>
        </w:rPr>
        <w:t xml:space="preserve"> </w:t>
      </w:r>
      <w:r w:rsidRPr="00BF4849">
        <w:rPr>
          <w:rtl/>
        </w:rPr>
        <w:t>الرجس</w:t>
      </w:r>
      <w:r w:rsidR="00554BFA">
        <w:rPr>
          <w:rtl/>
        </w:rPr>
        <w:t xml:space="preserve"> </w:t>
      </w:r>
      <w:r w:rsidRPr="00BF4849">
        <w:rPr>
          <w:rtl/>
        </w:rPr>
        <w:t>سِنان</w:t>
      </w:r>
      <w:r w:rsidR="00554BFA">
        <w:rPr>
          <w:rtl/>
        </w:rPr>
        <w:t xml:space="preserve"> </w:t>
      </w:r>
      <w:r w:rsidRPr="00BF4849">
        <w:rPr>
          <w:rtl/>
        </w:rPr>
        <w:t>يَحْمِلَ</w:t>
      </w:r>
    </w:p>
    <w:p w:rsidR="00645494" w:rsidRDefault="00645494" w:rsidP="00FE2721">
      <w:pPr>
        <w:pStyle w:val="libPoemCenter"/>
      </w:pPr>
      <w:r w:rsidRPr="00BF4849">
        <w:rPr>
          <w:rtl/>
        </w:rPr>
        <w:t>ويَطأون</w:t>
      </w:r>
      <w:r w:rsidR="00554BFA">
        <w:rPr>
          <w:rtl/>
        </w:rPr>
        <w:t xml:space="preserve"> </w:t>
      </w:r>
      <w:r w:rsidRPr="00BF4849">
        <w:rPr>
          <w:rtl/>
        </w:rPr>
        <w:t>صدره</w:t>
      </w:r>
      <w:r w:rsidR="00554BFA">
        <w:rPr>
          <w:rtl/>
        </w:rPr>
        <w:t xml:space="preserve"> </w:t>
      </w:r>
      <w:r w:rsidRPr="00BF4849">
        <w:rPr>
          <w:rtl/>
        </w:rPr>
        <w:t>بخَيلهم</w:t>
      </w:r>
      <w:r w:rsidR="00554BFA">
        <w:rPr>
          <w:rtl/>
        </w:rPr>
        <w:t xml:space="preserve"> </w:t>
      </w:r>
      <w:r w:rsidR="00554BFA" w:rsidRPr="00D0383A">
        <w:rPr>
          <w:rtl/>
        </w:rPr>
        <w:t>=</w:t>
      </w:r>
      <w:r w:rsidR="00554BFA">
        <w:rPr>
          <w:rtl/>
        </w:rPr>
        <w:t xml:space="preserve"> </w:t>
      </w:r>
      <w:r w:rsidRPr="00BF4849">
        <w:rPr>
          <w:rtl/>
        </w:rPr>
        <w:t>والعِلم</w:t>
      </w:r>
      <w:r w:rsidR="00554BFA">
        <w:rPr>
          <w:rtl/>
        </w:rPr>
        <w:t xml:space="preserve"> </w:t>
      </w:r>
      <w:r w:rsidRPr="00BF4849">
        <w:rPr>
          <w:rtl/>
        </w:rPr>
        <w:t>فيه</w:t>
      </w:r>
      <w:r w:rsidR="00554BFA">
        <w:rPr>
          <w:rtl/>
        </w:rPr>
        <w:t xml:space="preserve"> </w:t>
      </w:r>
      <w:r w:rsidRPr="00BF4849">
        <w:rPr>
          <w:rtl/>
        </w:rPr>
        <w:t>والكِتاب</w:t>
      </w:r>
      <w:r w:rsidR="00554BFA">
        <w:rPr>
          <w:rtl/>
        </w:rPr>
        <w:t xml:space="preserve"> </w:t>
      </w:r>
      <w:r w:rsidRPr="00BF4849">
        <w:rPr>
          <w:rtl/>
        </w:rPr>
        <w:t>المُنزل</w:t>
      </w:r>
    </w:p>
    <w:p w:rsidR="00645494" w:rsidRDefault="00645494" w:rsidP="00FE2721">
      <w:pPr>
        <w:pStyle w:val="libPoemCenter"/>
      </w:pPr>
      <w:r w:rsidRPr="00BF4849">
        <w:rPr>
          <w:rtl/>
        </w:rPr>
        <w:t>ويَشتكي</w:t>
      </w:r>
      <w:r w:rsidR="00554BFA">
        <w:rPr>
          <w:rtl/>
        </w:rPr>
        <w:t xml:space="preserve"> </w:t>
      </w:r>
      <w:r w:rsidRPr="00BF4849">
        <w:rPr>
          <w:rtl/>
        </w:rPr>
        <w:t>حَرَّ</w:t>
      </w:r>
      <w:r w:rsidR="00554BFA">
        <w:rPr>
          <w:rtl/>
        </w:rPr>
        <w:t xml:space="preserve"> </w:t>
      </w:r>
      <w:r w:rsidRPr="00BF4849">
        <w:rPr>
          <w:rtl/>
        </w:rPr>
        <w:t>الظَما</w:t>
      </w:r>
      <w:r w:rsidR="00554BFA">
        <w:rPr>
          <w:rtl/>
        </w:rPr>
        <w:t xml:space="preserve"> </w:t>
      </w:r>
      <w:r w:rsidRPr="00BF4849">
        <w:rPr>
          <w:rtl/>
        </w:rPr>
        <w:t>والسيف</w:t>
      </w:r>
      <w:r w:rsidR="00554BFA">
        <w:rPr>
          <w:rtl/>
        </w:rPr>
        <w:t xml:space="preserve"> </w:t>
      </w:r>
      <w:r w:rsidRPr="00BF4849">
        <w:rPr>
          <w:rtl/>
        </w:rPr>
        <w:t>مِن</w:t>
      </w:r>
      <w:r w:rsidR="00554BFA">
        <w:rPr>
          <w:rtl/>
        </w:rPr>
        <w:t xml:space="preserve"> </w:t>
      </w:r>
      <w:r w:rsidR="00554BFA" w:rsidRPr="00D0383A">
        <w:rPr>
          <w:rtl/>
        </w:rPr>
        <w:t>=</w:t>
      </w:r>
      <w:r w:rsidR="00554BFA">
        <w:rPr>
          <w:rtl/>
        </w:rPr>
        <w:t xml:space="preserve"> </w:t>
      </w:r>
      <w:r w:rsidRPr="00BF4849">
        <w:rPr>
          <w:rtl/>
        </w:rPr>
        <w:t>أوداجه</w:t>
      </w:r>
      <w:r w:rsidR="00554BFA">
        <w:rPr>
          <w:rtl/>
        </w:rPr>
        <w:t xml:space="preserve"> </w:t>
      </w:r>
      <w:r w:rsidRPr="00BF4849">
        <w:rPr>
          <w:rtl/>
        </w:rPr>
        <w:t>يُروى</w:t>
      </w:r>
      <w:r w:rsidR="00554BFA">
        <w:rPr>
          <w:rtl/>
        </w:rPr>
        <w:t xml:space="preserve"> </w:t>
      </w:r>
      <w:r w:rsidRPr="00BF4849">
        <w:rPr>
          <w:rtl/>
        </w:rPr>
        <w:t>دَماً</w:t>
      </w:r>
      <w:r w:rsidR="00554BFA">
        <w:rPr>
          <w:rtl/>
        </w:rPr>
        <w:t xml:space="preserve"> </w:t>
      </w:r>
      <w:r w:rsidRPr="00BF4849">
        <w:rPr>
          <w:rtl/>
        </w:rPr>
        <w:t>ويَنهل</w:t>
      </w:r>
    </w:p>
    <w:p w:rsidR="00645494" w:rsidRDefault="00645494" w:rsidP="00FE2721">
      <w:pPr>
        <w:pStyle w:val="libPoemCenter"/>
      </w:pPr>
      <w:r w:rsidRPr="00BF4849">
        <w:rPr>
          <w:rtl/>
        </w:rPr>
        <w:t>والمُرتضى</w:t>
      </w:r>
      <w:r w:rsidR="00554BFA">
        <w:rPr>
          <w:rtl/>
        </w:rPr>
        <w:t xml:space="preserve"> </w:t>
      </w:r>
      <w:r w:rsidRPr="00BF4849">
        <w:rPr>
          <w:rtl/>
        </w:rPr>
        <w:t>الساقي</w:t>
      </w:r>
      <w:r w:rsidR="00554BFA">
        <w:rPr>
          <w:rtl/>
        </w:rPr>
        <w:t xml:space="preserve"> </w:t>
      </w:r>
      <w:r w:rsidRPr="00BF4849">
        <w:rPr>
          <w:rtl/>
        </w:rPr>
        <w:t>على</w:t>
      </w:r>
      <w:r w:rsidR="00554BFA">
        <w:rPr>
          <w:rtl/>
        </w:rPr>
        <w:t xml:space="preserve"> </w:t>
      </w:r>
      <w:r w:rsidRPr="00BF4849">
        <w:rPr>
          <w:rtl/>
        </w:rPr>
        <w:t>الحَوض</w:t>
      </w:r>
      <w:r w:rsidR="00554BFA">
        <w:rPr>
          <w:rtl/>
        </w:rPr>
        <w:t xml:space="preserve"> </w:t>
      </w:r>
      <w:r w:rsidRPr="00BF4849">
        <w:rPr>
          <w:rtl/>
        </w:rPr>
        <w:t>غداً</w:t>
      </w:r>
      <w:r w:rsidR="00554BFA">
        <w:rPr>
          <w:rtl/>
        </w:rPr>
        <w:t xml:space="preserve"> </w:t>
      </w:r>
      <w:r w:rsidR="00554BFA" w:rsidRPr="00D0383A">
        <w:rPr>
          <w:rtl/>
        </w:rPr>
        <w:t>=</w:t>
      </w:r>
      <w:r w:rsidR="00554BFA">
        <w:rPr>
          <w:rtl/>
        </w:rPr>
        <w:t xml:space="preserve"> </w:t>
      </w:r>
      <w:r w:rsidRPr="00BF4849">
        <w:rPr>
          <w:rtl/>
        </w:rPr>
        <w:t>أبوه</w:t>
      </w:r>
      <w:r w:rsidR="00554BFA">
        <w:rPr>
          <w:rtl/>
        </w:rPr>
        <w:t xml:space="preserve"> </w:t>
      </w:r>
      <w:r w:rsidRPr="00BF4849">
        <w:rPr>
          <w:rtl/>
        </w:rPr>
        <w:t>والجدُّ</w:t>
      </w:r>
      <w:r w:rsidR="00554BFA">
        <w:rPr>
          <w:rtl/>
        </w:rPr>
        <w:t xml:space="preserve"> </w:t>
      </w:r>
      <w:r w:rsidRPr="00BF4849">
        <w:rPr>
          <w:rtl/>
        </w:rPr>
        <w:t>النبيُّ</w:t>
      </w:r>
      <w:r w:rsidR="00554BFA">
        <w:rPr>
          <w:rtl/>
        </w:rPr>
        <w:t xml:space="preserve"> </w:t>
      </w:r>
      <w:r w:rsidRPr="00BF4849">
        <w:rPr>
          <w:rtl/>
        </w:rPr>
        <w:t>المُرسل</w:t>
      </w:r>
    </w:p>
    <w:p w:rsidR="00645494" w:rsidRDefault="00645494" w:rsidP="00FE2721">
      <w:pPr>
        <w:pStyle w:val="libPoemCenter"/>
      </w:pPr>
      <w:r w:rsidRPr="00BF4849">
        <w:rPr>
          <w:rtl/>
        </w:rPr>
        <w:t>وأُمّه</w:t>
      </w:r>
      <w:r w:rsidR="00554BFA">
        <w:rPr>
          <w:rtl/>
        </w:rPr>
        <w:t xml:space="preserve"> </w:t>
      </w:r>
      <w:r w:rsidRPr="00BF4849">
        <w:rPr>
          <w:rtl/>
        </w:rPr>
        <w:t>الطُهر</w:t>
      </w:r>
      <w:r w:rsidR="00554BFA">
        <w:rPr>
          <w:rtl/>
        </w:rPr>
        <w:t xml:space="preserve"> </w:t>
      </w:r>
      <w:r w:rsidRPr="00BF4849">
        <w:rPr>
          <w:rtl/>
        </w:rPr>
        <w:t>الفرات</w:t>
      </w:r>
      <w:r w:rsidR="00554BFA">
        <w:rPr>
          <w:rtl/>
        </w:rPr>
        <w:t xml:space="preserve"> </w:t>
      </w:r>
      <w:r w:rsidRPr="00BF4849">
        <w:rPr>
          <w:rtl/>
        </w:rPr>
        <w:t>مَهرها</w:t>
      </w:r>
      <w:r w:rsidR="00554BFA">
        <w:rPr>
          <w:rtl/>
        </w:rPr>
        <w:t xml:space="preserve"> </w:t>
      </w:r>
      <w:r w:rsidR="00554BFA" w:rsidRPr="00D0383A">
        <w:rPr>
          <w:rtl/>
        </w:rPr>
        <w:t>=</w:t>
      </w:r>
      <w:r w:rsidR="00554BFA">
        <w:rPr>
          <w:rtl/>
        </w:rPr>
        <w:t xml:space="preserve"> </w:t>
      </w:r>
      <w:r w:rsidRPr="00BF4849">
        <w:rPr>
          <w:rtl/>
        </w:rPr>
        <w:t>وكفُّه</w:t>
      </w:r>
      <w:r w:rsidR="00554BFA">
        <w:rPr>
          <w:rtl/>
        </w:rPr>
        <w:t xml:space="preserve"> </w:t>
      </w:r>
      <w:r w:rsidRPr="00BF4849">
        <w:rPr>
          <w:rtl/>
        </w:rPr>
        <w:t>كَم</w:t>
      </w:r>
      <w:r w:rsidR="00554BFA">
        <w:rPr>
          <w:rtl/>
        </w:rPr>
        <w:t xml:space="preserve"> </w:t>
      </w:r>
      <w:r w:rsidRPr="00BF4849">
        <w:rPr>
          <w:rtl/>
        </w:rPr>
        <w:t>فاض</w:t>
      </w:r>
      <w:r w:rsidR="00554BFA">
        <w:rPr>
          <w:rtl/>
        </w:rPr>
        <w:t xml:space="preserve"> </w:t>
      </w:r>
      <w:r w:rsidRPr="00BF4849">
        <w:rPr>
          <w:rtl/>
        </w:rPr>
        <w:t>منها</w:t>
      </w:r>
      <w:r w:rsidR="00554BFA">
        <w:rPr>
          <w:rtl/>
        </w:rPr>
        <w:t xml:space="preserve"> </w:t>
      </w:r>
      <w:r w:rsidRPr="00BF4849">
        <w:rPr>
          <w:rtl/>
        </w:rPr>
        <w:t>جدول</w:t>
      </w:r>
    </w:p>
    <w:p w:rsidR="00645494" w:rsidRDefault="00645494" w:rsidP="00FE2721">
      <w:pPr>
        <w:pStyle w:val="libPoemCenter"/>
      </w:pPr>
      <w:r w:rsidRPr="00BF4849">
        <w:rPr>
          <w:rtl/>
        </w:rPr>
        <w:t>والمسلمون</w:t>
      </w:r>
      <w:r w:rsidR="00554BFA">
        <w:rPr>
          <w:rtl/>
        </w:rPr>
        <w:t xml:space="preserve"> </w:t>
      </w:r>
      <w:r w:rsidRPr="00BF4849">
        <w:rPr>
          <w:rtl/>
        </w:rPr>
        <w:t>لا</w:t>
      </w:r>
      <w:r w:rsidR="00554BFA">
        <w:rPr>
          <w:rtl/>
        </w:rPr>
        <w:t xml:space="preserve"> </w:t>
      </w:r>
      <w:r w:rsidRPr="00BF4849">
        <w:rPr>
          <w:rtl/>
        </w:rPr>
        <w:t>يُبالون</w:t>
      </w:r>
      <w:r w:rsidR="00554BFA">
        <w:rPr>
          <w:rtl/>
        </w:rPr>
        <w:t xml:space="preserve"> </w:t>
      </w:r>
      <w:r w:rsidRPr="00BF4849">
        <w:rPr>
          <w:rtl/>
        </w:rPr>
        <w:t>بما</w:t>
      </w:r>
      <w:r w:rsidR="00554BFA">
        <w:rPr>
          <w:rtl/>
        </w:rPr>
        <w:t xml:space="preserve"> </w:t>
      </w:r>
      <w:r w:rsidR="00554BFA" w:rsidRPr="00D0383A">
        <w:rPr>
          <w:rtl/>
        </w:rPr>
        <w:t>=</w:t>
      </w:r>
      <w:r w:rsidR="00554BFA">
        <w:rPr>
          <w:rtl/>
        </w:rPr>
        <w:t xml:space="preserve"> </w:t>
      </w:r>
      <w:r w:rsidRPr="00BF4849">
        <w:rPr>
          <w:rtl/>
        </w:rPr>
        <w:t>جَرى</w:t>
      </w:r>
      <w:r w:rsidR="00554BFA">
        <w:rPr>
          <w:rtl/>
        </w:rPr>
        <w:t xml:space="preserve"> </w:t>
      </w:r>
      <w:r w:rsidRPr="00BF4849">
        <w:rPr>
          <w:rtl/>
        </w:rPr>
        <w:t>وقد</w:t>
      </w:r>
      <w:r w:rsidR="00554BFA">
        <w:rPr>
          <w:rtl/>
        </w:rPr>
        <w:t xml:space="preserve"> </w:t>
      </w:r>
      <w:r w:rsidRPr="00BF4849">
        <w:rPr>
          <w:rtl/>
        </w:rPr>
        <w:t>خَرَّت</w:t>
      </w:r>
      <w:r w:rsidR="00554BFA">
        <w:rPr>
          <w:rtl/>
        </w:rPr>
        <w:t xml:space="preserve"> </w:t>
      </w:r>
      <w:r w:rsidRPr="00BF4849">
        <w:rPr>
          <w:rtl/>
        </w:rPr>
        <w:t>ذلك</w:t>
      </w:r>
      <w:r w:rsidR="00554BFA">
        <w:rPr>
          <w:rtl/>
        </w:rPr>
        <w:t xml:space="preserve"> </w:t>
      </w:r>
      <w:r w:rsidRPr="00BF4849">
        <w:rPr>
          <w:rtl/>
        </w:rPr>
        <w:t>الأجبُل</w:t>
      </w:r>
    </w:p>
    <w:p w:rsidR="00645494" w:rsidRDefault="00645494" w:rsidP="00FE2721">
      <w:pPr>
        <w:pStyle w:val="libPoemCenter"/>
      </w:pPr>
      <w:r w:rsidRPr="00BF4849">
        <w:rPr>
          <w:rtl/>
        </w:rPr>
        <w:t>وهدّ</w:t>
      </w:r>
      <w:r w:rsidR="00554BFA">
        <w:rPr>
          <w:rtl/>
        </w:rPr>
        <w:t xml:space="preserve"> </w:t>
      </w:r>
      <w:r w:rsidRPr="00BF4849">
        <w:rPr>
          <w:rtl/>
        </w:rPr>
        <w:t>رُكن</w:t>
      </w:r>
      <w:r w:rsidR="00554BFA">
        <w:rPr>
          <w:rtl/>
        </w:rPr>
        <w:t xml:space="preserve"> </w:t>
      </w:r>
      <w:r w:rsidRPr="00BF4849">
        <w:rPr>
          <w:rtl/>
        </w:rPr>
        <w:t>العَرش</w:t>
      </w:r>
      <w:r w:rsidR="00554BFA">
        <w:rPr>
          <w:rtl/>
        </w:rPr>
        <w:t xml:space="preserve"> </w:t>
      </w:r>
      <w:r w:rsidRPr="00BF4849">
        <w:rPr>
          <w:rtl/>
        </w:rPr>
        <w:t>مِمّا</w:t>
      </w:r>
      <w:r w:rsidR="00554BFA">
        <w:rPr>
          <w:rtl/>
        </w:rPr>
        <w:t xml:space="preserve"> </w:t>
      </w:r>
      <w:r w:rsidRPr="00BF4849">
        <w:rPr>
          <w:rtl/>
        </w:rPr>
        <w:t>ناله</w:t>
      </w:r>
      <w:r w:rsidR="00554BFA">
        <w:rPr>
          <w:rtl/>
        </w:rPr>
        <w:t xml:space="preserve"> </w:t>
      </w:r>
      <w:r w:rsidR="00554BFA" w:rsidRPr="00D0383A">
        <w:rPr>
          <w:rtl/>
        </w:rPr>
        <w:t>=</w:t>
      </w:r>
      <w:r w:rsidR="00554BFA">
        <w:rPr>
          <w:rtl/>
        </w:rPr>
        <w:t xml:space="preserve"> </w:t>
      </w:r>
      <w:r w:rsidRPr="00BF4849">
        <w:rPr>
          <w:rtl/>
        </w:rPr>
        <w:t>والأرَضون</w:t>
      </w:r>
      <w:r w:rsidR="00554BFA">
        <w:rPr>
          <w:rtl/>
        </w:rPr>
        <w:t xml:space="preserve"> </w:t>
      </w:r>
      <w:r w:rsidRPr="00BF4849">
        <w:rPr>
          <w:rtl/>
        </w:rPr>
        <w:t>عمّها</w:t>
      </w:r>
      <w:r w:rsidR="00554BFA">
        <w:rPr>
          <w:rtl/>
        </w:rPr>
        <w:t xml:space="preserve"> </w:t>
      </w:r>
      <w:r w:rsidRPr="00BF4849">
        <w:rPr>
          <w:rtl/>
        </w:rPr>
        <w:t>التَزلزل</w:t>
      </w:r>
    </w:p>
    <w:p w:rsidR="00645494" w:rsidRDefault="00645494" w:rsidP="00FE2721">
      <w:pPr>
        <w:pStyle w:val="libPoemCenter"/>
      </w:pPr>
      <w:r w:rsidRPr="00BF4849">
        <w:rPr>
          <w:rtl/>
        </w:rPr>
        <w:t>وقد</w:t>
      </w:r>
      <w:r w:rsidR="00554BFA">
        <w:rPr>
          <w:rtl/>
        </w:rPr>
        <w:t xml:space="preserve"> </w:t>
      </w:r>
      <w:r w:rsidRPr="00BF4849">
        <w:rPr>
          <w:rtl/>
        </w:rPr>
        <w:t>بَكت</w:t>
      </w:r>
      <w:r w:rsidR="00554BFA">
        <w:rPr>
          <w:rtl/>
        </w:rPr>
        <w:t xml:space="preserve"> </w:t>
      </w:r>
      <w:r w:rsidRPr="00BF4849">
        <w:rPr>
          <w:rtl/>
        </w:rPr>
        <w:t>لها</w:t>
      </w:r>
      <w:r w:rsidR="00554BFA">
        <w:rPr>
          <w:rtl/>
        </w:rPr>
        <w:t xml:space="preserve"> </w:t>
      </w:r>
      <w:r w:rsidRPr="00BF4849">
        <w:rPr>
          <w:rtl/>
        </w:rPr>
        <w:t>السماوات</w:t>
      </w:r>
      <w:r w:rsidR="00554BFA">
        <w:rPr>
          <w:rtl/>
        </w:rPr>
        <w:t xml:space="preserve"> </w:t>
      </w:r>
      <w:r w:rsidRPr="00BF4849">
        <w:rPr>
          <w:rtl/>
        </w:rPr>
        <w:t>دَما</w:t>
      </w:r>
      <w:r w:rsidR="00554BFA">
        <w:rPr>
          <w:rtl/>
        </w:rPr>
        <w:t xml:space="preserve"> </w:t>
      </w:r>
      <w:r w:rsidR="00554BFA" w:rsidRPr="00D0383A">
        <w:rPr>
          <w:rtl/>
        </w:rPr>
        <w:t>=</w:t>
      </w:r>
      <w:r w:rsidR="00554BFA">
        <w:rPr>
          <w:rtl/>
        </w:rPr>
        <w:t xml:space="preserve"> </w:t>
      </w:r>
      <w:r w:rsidRPr="00BF4849">
        <w:rPr>
          <w:rtl/>
        </w:rPr>
        <w:t>وأمْست</w:t>
      </w:r>
      <w:r w:rsidR="00554BFA">
        <w:rPr>
          <w:rtl/>
        </w:rPr>
        <w:t xml:space="preserve"> </w:t>
      </w:r>
      <w:r w:rsidRPr="00BF4849">
        <w:rPr>
          <w:rtl/>
        </w:rPr>
        <w:t>الأملاك</w:t>
      </w:r>
      <w:r w:rsidR="00554BFA">
        <w:rPr>
          <w:rtl/>
        </w:rPr>
        <w:t xml:space="preserve"> </w:t>
      </w:r>
      <w:r w:rsidRPr="00BF4849">
        <w:rPr>
          <w:rtl/>
        </w:rPr>
        <w:t>منها</w:t>
      </w:r>
      <w:r w:rsidR="00554BFA">
        <w:rPr>
          <w:rtl/>
        </w:rPr>
        <w:t xml:space="preserve"> </w:t>
      </w:r>
      <w:r w:rsidRPr="00BF4849">
        <w:rPr>
          <w:rtl/>
        </w:rPr>
        <w:t>تَعول</w:t>
      </w:r>
    </w:p>
    <w:p w:rsidR="00645494" w:rsidRDefault="00645494" w:rsidP="00FE2721">
      <w:pPr>
        <w:pStyle w:val="libPoemCenter"/>
      </w:pPr>
      <w:r w:rsidRPr="00BF4849">
        <w:rPr>
          <w:rtl/>
        </w:rPr>
        <w:t>والمُرتضى</w:t>
      </w:r>
      <w:r w:rsidR="00554BFA">
        <w:rPr>
          <w:rtl/>
        </w:rPr>
        <w:t xml:space="preserve"> </w:t>
      </w:r>
      <w:r w:rsidRPr="00BF4849">
        <w:rPr>
          <w:rtl/>
        </w:rPr>
        <w:t>وفاطم</w:t>
      </w:r>
      <w:r w:rsidR="00554BFA">
        <w:rPr>
          <w:rtl/>
        </w:rPr>
        <w:t xml:space="preserve"> </w:t>
      </w:r>
      <w:r w:rsidRPr="00BF4849">
        <w:rPr>
          <w:rtl/>
        </w:rPr>
        <w:t>والحسن</w:t>
      </w:r>
      <w:r w:rsidR="00554BFA">
        <w:rPr>
          <w:rtl/>
        </w:rPr>
        <w:t xml:space="preserve"> </w:t>
      </w:r>
      <w:r w:rsidRPr="00BF4849">
        <w:rPr>
          <w:rtl/>
        </w:rPr>
        <w:t>ال</w:t>
      </w:r>
      <w:r w:rsidR="00554BFA">
        <w:rPr>
          <w:rtl/>
        </w:rPr>
        <w:t xml:space="preserve"> </w:t>
      </w:r>
      <w:r w:rsidR="00554BFA" w:rsidRPr="00D0383A">
        <w:rPr>
          <w:rtl/>
        </w:rPr>
        <w:t>=</w:t>
      </w:r>
      <w:r w:rsidR="00554BFA">
        <w:rPr>
          <w:rtl/>
        </w:rPr>
        <w:t xml:space="preserve"> </w:t>
      </w:r>
      <w:r w:rsidRPr="00BF4849">
        <w:rPr>
          <w:rtl/>
        </w:rPr>
        <w:t>سبط</w:t>
      </w:r>
      <w:r w:rsidR="00554BFA">
        <w:rPr>
          <w:rtl/>
        </w:rPr>
        <w:t xml:space="preserve"> </w:t>
      </w:r>
      <w:r w:rsidRPr="00BF4849">
        <w:rPr>
          <w:rtl/>
        </w:rPr>
        <w:t>بَكوا</w:t>
      </w:r>
      <w:r w:rsidR="00554BFA">
        <w:rPr>
          <w:rtl/>
        </w:rPr>
        <w:t xml:space="preserve"> </w:t>
      </w:r>
      <w:r w:rsidRPr="00BF4849">
        <w:rPr>
          <w:rtl/>
        </w:rPr>
        <w:t>مِمَّا</w:t>
      </w:r>
      <w:r w:rsidR="00554BFA">
        <w:rPr>
          <w:rtl/>
        </w:rPr>
        <w:t xml:space="preserve"> </w:t>
      </w:r>
      <w:r w:rsidRPr="00BF4849">
        <w:rPr>
          <w:rtl/>
        </w:rPr>
        <w:t>دهى</w:t>
      </w:r>
      <w:r w:rsidR="00554BFA">
        <w:rPr>
          <w:rtl/>
        </w:rPr>
        <w:t xml:space="preserve"> </w:t>
      </w:r>
      <w:r w:rsidRPr="00BF4849">
        <w:rPr>
          <w:rtl/>
        </w:rPr>
        <w:t>وَوَلْوَلوا</w:t>
      </w:r>
    </w:p>
    <w:p w:rsidR="00645494" w:rsidRDefault="00645494" w:rsidP="00FE2721">
      <w:pPr>
        <w:pStyle w:val="libPoemCenter"/>
      </w:pPr>
      <w:r w:rsidRPr="00BF4849">
        <w:rPr>
          <w:rtl/>
        </w:rPr>
        <w:t>أفديه</w:t>
      </w:r>
      <w:r w:rsidR="00554BFA">
        <w:rPr>
          <w:rtl/>
        </w:rPr>
        <w:t xml:space="preserve"> </w:t>
      </w:r>
      <w:r w:rsidRPr="00BF4849">
        <w:rPr>
          <w:rtl/>
        </w:rPr>
        <w:t>فرداً</w:t>
      </w:r>
      <w:r w:rsidR="00554BFA">
        <w:rPr>
          <w:rtl/>
        </w:rPr>
        <w:t xml:space="preserve"> </w:t>
      </w:r>
      <w:r w:rsidRPr="00BF4849">
        <w:rPr>
          <w:rtl/>
        </w:rPr>
        <w:t>ما</w:t>
      </w:r>
      <w:r w:rsidR="00554BFA">
        <w:rPr>
          <w:rtl/>
        </w:rPr>
        <w:t xml:space="preserve"> </w:t>
      </w:r>
      <w:r w:rsidRPr="00BF4849">
        <w:rPr>
          <w:rtl/>
        </w:rPr>
        <w:t>له</w:t>
      </w:r>
      <w:r w:rsidR="00554BFA">
        <w:rPr>
          <w:rtl/>
        </w:rPr>
        <w:t xml:space="preserve"> </w:t>
      </w:r>
      <w:r w:rsidRPr="00BF4849">
        <w:rPr>
          <w:rtl/>
        </w:rPr>
        <w:t>مِن</w:t>
      </w:r>
      <w:r w:rsidR="00554BFA">
        <w:rPr>
          <w:rtl/>
        </w:rPr>
        <w:t xml:space="preserve"> </w:t>
      </w:r>
      <w:r w:rsidRPr="00BF4849">
        <w:rPr>
          <w:rtl/>
        </w:rPr>
        <w:t>ناصر</w:t>
      </w:r>
      <w:r w:rsidR="00554BFA">
        <w:rPr>
          <w:rtl/>
        </w:rPr>
        <w:t xml:space="preserve"> </w:t>
      </w:r>
      <w:r w:rsidR="00554BFA" w:rsidRPr="00D0383A">
        <w:rPr>
          <w:rtl/>
        </w:rPr>
        <w:t>=</w:t>
      </w:r>
      <w:r w:rsidR="00554BFA">
        <w:rPr>
          <w:rtl/>
        </w:rPr>
        <w:t xml:space="preserve"> </w:t>
      </w:r>
      <w:r w:rsidRPr="00BF4849">
        <w:rPr>
          <w:rtl/>
        </w:rPr>
        <w:t>سِوى</w:t>
      </w:r>
      <w:r w:rsidR="00554BFA">
        <w:rPr>
          <w:rtl/>
        </w:rPr>
        <w:t xml:space="preserve"> </w:t>
      </w:r>
      <w:r w:rsidRPr="00BF4849">
        <w:rPr>
          <w:rtl/>
        </w:rPr>
        <w:t>أسى</w:t>
      </w:r>
      <w:r w:rsidR="00554BFA">
        <w:rPr>
          <w:rtl/>
        </w:rPr>
        <w:t xml:space="preserve"> </w:t>
      </w:r>
      <w:r w:rsidRPr="00BF4849">
        <w:rPr>
          <w:rtl/>
        </w:rPr>
        <w:t>وعَبرة</w:t>
      </w:r>
      <w:r w:rsidR="00554BFA">
        <w:rPr>
          <w:rtl/>
        </w:rPr>
        <w:t xml:space="preserve"> </w:t>
      </w:r>
      <w:r w:rsidRPr="00BF4849">
        <w:rPr>
          <w:rtl/>
        </w:rPr>
        <w:t>تُسلسل</w:t>
      </w:r>
    </w:p>
    <w:p w:rsidR="00645494" w:rsidRPr="00645494" w:rsidRDefault="00645494" w:rsidP="00FE2721">
      <w:pPr>
        <w:pStyle w:val="libPoemCenter"/>
        <w:rPr>
          <w:rtl/>
        </w:rPr>
      </w:pPr>
      <w:r w:rsidRPr="00BF4849">
        <w:rPr>
          <w:rtl/>
        </w:rPr>
        <w:t>قد</w:t>
      </w:r>
      <w:r w:rsidR="00554BFA">
        <w:rPr>
          <w:rtl/>
        </w:rPr>
        <w:t xml:space="preserve"> </w:t>
      </w:r>
      <w:r w:rsidRPr="00BF4849">
        <w:rPr>
          <w:rtl/>
        </w:rPr>
        <w:t>حرَّموا</w:t>
      </w:r>
      <w:r w:rsidR="00554BFA">
        <w:rPr>
          <w:rtl/>
        </w:rPr>
        <w:t xml:space="preserve"> </w:t>
      </w:r>
      <w:r w:rsidRPr="00BF4849">
        <w:rPr>
          <w:rtl/>
        </w:rPr>
        <w:t>الماء</w:t>
      </w:r>
      <w:r w:rsidR="00554BFA">
        <w:rPr>
          <w:rtl/>
        </w:rPr>
        <w:t xml:space="preserve"> </w:t>
      </w:r>
      <w:r w:rsidRPr="00BF4849">
        <w:rPr>
          <w:rtl/>
        </w:rPr>
        <w:t>عليه</w:t>
      </w:r>
      <w:r w:rsidR="00554BFA">
        <w:rPr>
          <w:rtl/>
        </w:rPr>
        <w:t xml:space="preserve"> </w:t>
      </w:r>
      <w:r w:rsidRPr="00BF4849">
        <w:rPr>
          <w:rtl/>
        </w:rPr>
        <w:t>قَسوة</w:t>
      </w:r>
      <w:r w:rsidR="00554BFA">
        <w:rPr>
          <w:rtl/>
        </w:rPr>
        <w:t xml:space="preserve"> </w:t>
      </w:r>
      <w:r w:rsidR="00554BFA" w:rsidRPr="00D0383A">
        <w:rPr>
          <w:rtl/>
        </w:rPr>
        <w:t>=</w:t>
      </w:r>
      <w:r w:rsidR="00554BFA">
        <w:rPr>
          <w:rtl/>
        </w:rPr>
        <w:t xml:space="preserve"> </w:t>
      </w:r>
      <w:r w:rsidRPr="00BF4849">
        <w:rPr>
          <w:rtl/>
        </w:rPr>
        <w:t>وللوحوش</w:t>
      </w:r>
      <w:r w:rsidR="00554BFA">
        <w:rPr>
          <w:rtl/>
        </w:rPr>
        <w:t xml:space="preserve"> </w:t>
      </w:r>
      <w:r w:rsidRPr="00BF4849">
        <w:rPr>
          <w:rtl/>
        </w:rPr>
        <w:t>والكِلاب</w:t>
      </w:r>
      <w:r w:rsidR="00554BFA">
        <w:rPr>
          <w:rtl/>
        </w:rPr>
        <w:t xml:space="preserve"> </w:t>
      </w:r>
      <w:r w:rsidRPr="00BF4849">
        <w:rPr>
          <w:rtl/>
        </w:rPr>
        <w:t>حلَّلوا</w:t>
      </w:r>
    </w:p>
    <w:p w:rsidR="00645494" w:rsidRDefault="00645494" w:rsidP="00645494">
      <w:pPr>
        <w:pStyle w:val="libNormal"/>
      </w:pPr>
      <w:r>
        <w:rPr>
          <w:rtl/>
        </w:rPr>
        <w:br w:type="page"/>
      </w:r>
    </w:p>
    <w:p w:rsidR="00645494" w:rsidRDefault="00645494" w:rsidP="00FE2721">
      <w:pPr>
        <w:pStyle w:val="libPoemCenter"/>
        <w:rPr>
          <w:rtl/>
        </w:rPr>
      </w:pPr>
      <w:r w:rsidRPr="006C3507">
        <w:rPr>
          <w:rtl/>
        </w:rPr>
        <w:lastRenderedPageBreak/>
        <w:t>وصَرَّعوا</w:t>
      </w:r>
      <w:r w:rsidR="00554BFA">
        <w:rPr>
          <w:rtl/>
        </w:rPr>
        <w:t xml:space="preserve"> </w:t>
      </w:r>
      <w:r w:rsidRPr="006C3507">
        <w:rPr>
          <w:rtl/>
        </w:rPr>
        <w:t>أصحابه</w:t>
      </w:r>
      <w:r w:rsidR="00554BFA">
        <w:rPr>
          <w:rtl/>
        </w:rPr>
        <w:t xml:space="preserve"> </w:t>
      </w:r>
      <w:r w:rsidRPr="006C3507">
        <w:rPr>
          <w:rtl/>
        </w:rPr>
        <w:t>مِن</w:t>
      </w:r>
      <w:r w:rsidR="00554BFA">
        <w:rPr>
          <w:rtl/>
        </w:rPr>
        <w:t xml:space="preserve"> </w:t>
      </w:r>
      <w:r w:rsidRPr="006C3507">
        <w:rPr>
          <w:rtl/>
        </w:rPr>
        <w:t>حَوله</w:t>
      </w:r>
      <w:r w:rsidR="00554BFA">
        <w:rPr>
          <w:rtl/>
        </w:rPr>
        <w:t xml:space="preserve"> </w:t>
      </w:r>
      <w:r w:rsidR="00554BFA" w:rsidRPr="00D0383A">
        <w:rPr>
          <w:rtl/>
        </w:rPr>
        <w:t>=</w:t>
      </w:r>
      <w:r w:rsidR="00554BFA">
        <w:rPr>
          <w:rtl/>
        </w:rPr>
        <w:t xml:space="preserve"> </w:t>
      </w:r>
      <w:r w:rsidRPr="006C3507">
        <w:rPr>
          <w:rtl/>
        </w:rPr>
        <w:t>فيا</w:t>
      </w:r>
      <w:r w:rsidR="00554BFA">
        <w:rPr>
          <w:rtl/>
        </w:rPr>
        <w:t xml:space="preserve"> </w:t>
      </w:r>
      <w:r w:rsidRPr="006C3507">
        <w:rPr>
          <w:rtl/>
        </w:rPr>
        <w:t>لشُهب</w:t>
      </w:r>
      <w:r w:rsidR="00554BFA">
        <w:rPr>
          <w:rtl/>
        </w:rPr>
        <w:t xml:space="preserve"> </w:t>
      </w:r>
      <w:r w:rsidRPr="006C3507">
        <w:rPr>
          <w:rtl/>
        </w:rPr>
        <w:t>في</w:t>
      </w:r>
      <w:r w:rsidR="00554BFA">
        <w:rPr>
          <w:rtl/>
        </w:rPr>
        <w:t xml:space="preserve"> </w:t>
      </w:r>
      <w:r w:rsidRPr="006C3507">
        <w:rPr>
          <w:rtl/>
        </w:rPr>
        <w:t>التُراب</w:t>
      </w:r>
      <w:r w:rsidR="00554BFA">
        <w:rPr>
          <w:rtl/>
        </w:rPr>
        <w:t xml:space="preserve"> </w:t>
      </w:r>
      <w:r w:rsidRPr="006C3507">
        <w:rPr>
          <w:rtl/>
        </w:rPr>
        <w:t>تَأفّل</w:t>
      </w:r>
    </w:p>
    <w:p w:rsidR="00645494" w:rsidRDefault="00645494" w:rsidP="00FE2721">
      <w:pPr>
        <w:pStyle w:val="libPoemCenter"/>
        <w:rPr>
          <w:rtl/>
        </w:rPr>
      </w:pPr>
      <w:r w:rsidRPr="006C3507">
        <w:rPr>
          <w:rtl/>
        </w:rPr>
        <w:t>ويا</w:t>
      </w:r>
      <w:r w:rsidR="00554BFA">
        <w:rPr>
          <w:rtl/>
        </w:rPr>
        <w:t xml:space="preserve"> </w:t>
      </w:r>
      <w:r w:rsidRPr="006C3507">
        <w:rPr>
          <w:rtl/>
        </w:rPr>
        <w:t>لآساد</w:t>
      </w:r>
      <w:r w:rsidR="00554BFA">
        <w:rPr>
          <w:rtl/>
        </w:rPr>
        <w:t xml:space="preserve"> </w:t>
      </w:r>
      <w:r w:rsidRPr="006C3507">
        <w:rPr>
          <w:rtl/>
        </w:rPr>
        <w:t>عليها</w:t>
      </w:r>
      <w:r w:rsidR="00554BFA">
        <w:rPr>
          <w:rtl/>
        </w:rPr>
        <w:t xml:space="preserve"> </w:t>
      </w:r>
      <w:r w:rsidRPr="006C3507">
        <w:rPr>
          <w:rtl/>
        </w:rPr>
        <w:t>قد</w:t>
      </w:r>
      <w:r w:rsidR="00554BFA">
        <w:rPr>
          <w:rtl/>
        </w:rPr>
        <w:t xml:space="preserve"> </w:t>
      </w:r>
      <w:r w:rsidRPr="006C3507">
        <w:rPr>
          <w:rtl/>
        </w:rPr>
        <w:t>سَطت</w:t>
      </w:r>
      <w:r w:rsidR="00554BFA">
        <w:rPr>
          <w:rtl/>
        </w:rPr>
        <w:t xml:space="preserve"> </w:t>
      </w:r>
      <w:r w:rsidR="00554BFA" w:rsidRPr="00D0383A">
        <w:rPr>
          <w:rtl/>
        </w:rPr>
        <w:t>=</w:t>
      </w:r>
      <w:r w:rsidR="00554BFA">
        <w:rPr>
          <w:rtl/>
        </w:rPr>
        <w:t xml:space="preserve"> </w:t>
      </w:r>
      <w:r w:rsidRPr="006C3507">
        <w:rPr>
          <w:rtl/>
        </w:rPr>
        <w:t>كِلاب</w:t>
      </w:r>
      <w:r w:rsidR="00554BFA">
        <w:rPr>
          <w:rtl/>
        </w:rPr>
        <w:t xml:space="preserve"> </w:t>
      </w:r>
      <w:r w:rsidRPr="006C3507">
        <w:rPr>
          <w:rtl/>
        </w:rPr>
        <w:t>حَرب</w:t>
      </w:r>
      <w:r w:rsidR="00554BFA">
        <w:rPr>
          <w:rtl/>
        </w:rPr>
        <w:t xml:space="preserve"> </w:t>
      </w:r>
      <w:r w:rsidRPr="006C3507">
        <w:rPr>
          <w:rtl/>
        </w:rPr>
        <w:t>لا</w:t>
      </w:r>
      <w:r w:rsidR="00554BFA">
        <w:rPr>
          <w:rtl/>
        </w:rPr>
        <w:t xml:space="preserve"> </w:t>
      </w:r>
      <w:r w:rsidRPr="006C3507">
        <w:rPr>
          <w:rtl/>
        </w:rPr>
        <w:t>سقاها</w:t>
      </w:r>
      <w:r w:rsidR="00554BFA">
        <w:rPr>
          <w:rtl/>
        </w:rPr>
        <w:t xml:space="preserve"> </w:t>
      </w:r>
      <w:r w:rsidRPr="006C3507">
        <w:rPr>
          <w:rtl/>
        </w:rPr>
        <w:t>مَنهل</w:t>
      </w:r>
    </w:p>
    <w:p w:rsidR="00645494" w:rsidRDefault="00645494" w:rsidP="00FE2721">
      <w:pPr>
        <w:pStyle w:val="libPoemCenter"/>
        <w:rPr>
          <w:rtl/>
        </w:rPr>
      </w:pPr>
      <w:r w:rsidRPr="006C3507">
        <w:rPr>
          <w:rtl/>
        </w:rPr>
        <w:t>وأركبوا</w:t>
      </w:r>
      <w:r w:rsidR="00554BFA">
        <w:rPr>
          <w:rtl/>
        </w:rPr>
        <w:t xml:space="preserve"> </w:t>
      </w:r>
      <w:r w:rsidRPr="006C3507">
        <w:rPr>
          <w:rtl/>
        </w:rPr>
        <w:t>نساءه</w:t>
      </w:r>
      <w:r w:rsidR="00554BFA">
        <w:rPr>
          <w:rtl/>
        </w:rPr>
        <w:t xml:space="preserve"> </w:t>
      </w:r>
      <w:r w:rsidRPr="006C3507">
        <w:rPr>
          <w:rtl/>
        </w:rPr>
        <w:t>عارية</w:t>
      </w:r>
      <w:r w:rsidR="00554BFA">
        <w:rPr>
          <w:rtl/>
        </w:rPr>
        <w:t xml:space="preserve"> </w:t>
      </w:r>
      <w:r w:rsidR="00554BFA" w:rsidRPr="00D0383A">
        <w:rPr>
          <w:rtl/>
        </w:rPr>
        <w:t>=</w:t>
      </w:r>
      <w:r w:rsidR="00554BFA">
        <w:rPr>
          <w:rtl/>
        </w:rPr>
        <w:t xml:space="preserve"> </w:t>
      </w:r>
      <w:r w:rsidRPr="006C3507">
        <w:rPr>
          <w:rtl/>
        </w:rPr>
        <w:t>على</w:t>
      </w:r>
      <w:r w:rsidR="00554BFA">
        <w:rPr>
          <w:rtl/>
        </w:rPr>
        <w:t xml:space="preserve"> </w:t>
      </w:r>
      <w:r w:rsidRPr="006C3507">
        <w:rPr>
          <w:rtl/>
        </w:rPr>
        <w:t>صِعاب</w:t>
      </w:r>
      <w:r w:rsidR="00554BFA">
        <w:rPr>
          <w:rtl/>
        </w:rPr>
        <w:t xml:space="preserve"> </w:t>
      </w:r>
      <w:r w:rsidRPr="006C3507">
        <w:rPr>
          <w:rtl/>
        </w:rPr>
        <w:t>ليس</w:t>
      </w:r>
      <w:r w:rsidR="00554BFA">
        <w:rPr>
          <w:rtl/>
        </w:rPr>
        <w:t xml:space="preserve"> </w:t>
      </w:r>
      <w:r w:rsidRPr="006C3507">
        <w:rPr>
          <w:rtl/>
        </w:rPr>
        <w:t>فيها</w:t>
      </w:r>
      <w:r w:rsidR="00554BFA">
        <w:rPr>
          <w:rtl/>
        </w:rPr>
        <w:t xml:space="preserve"> </w:t>
      </w:r>
      <w:r w:rsidRPr="006C3507">
        <w:rPr>
          <w:rtl/>
        </w:rPr>
        <w:t>ذُلًَّل</w:t>
      </w:r>
    </w:p>
    <w:p w:rsidR="00645494" w:rsidRDefault="00645494" w:rsidP="00FE2721">
      <w:pPr>
        <w:pStyle w:val="libPoemCenter"/>
        <w:rPr>
          <w:rtl/>
        </w:rPr>
      </w:pPr>
      <w:r w:rsidRPr="006C3507">
        <w:rPr>
          <w:rtl/>
        </w:rPr>
        <w:t>ونسوة</w:t>
      </w:r>
      <w:r w:rsidR="00554BFA">
        <w:rPr>
          <w:rtl/>
        </w:rPr>
        <w:t xml:space="preserve"> </w:t>
      </w:r>
      <w:r w:rsidRPr="006C3507">
        <w:rPr>
          <w:rtl/>
        </w:rPr>
        <w:t>الطاغي</w:t>
      </w:r>
      <w:r w:rsidR="00554BFA">
        <w:rPr>
          <w:rtl/>
        </w:rPr>
        <w:t xml:space="preserve"> </w:t>
      </w:r>
      <w:r w:rsidRPr="006C3507">
        <w:rPr>
          <w:rtl/>
        </w:rPr>
        <w:t>يزيد</w:t>
      </w:r>
      <w:r w:rsidR="00554BFA">
        <w:rPr>
          <w:rtl/>
        </w:rPr>
        <w:t xml:space="preserve"> </w:t>
      </w:r>
      <w:r w:rsidRPr="006C3507">
        <w:rPr>
          <w:rtl/>
        </w:rPr>
        <w:t>في</w:t>
      </w:r>
      <w:r w:rsidR="00554BFA">
        <w:rPr>
          <w:rtl/>
        </w:rPr>
        <w:t xml:space="preserve"> </w:t>
      </w:r>
      <w:r w:rsidRPr="006C3507">
        <w:rPr>
          <w:rtl/>
        </w:rPr>
        <w:t>حمى</w:t>
      </w:r>
      <w:r w:rsidR="00554BFA">
        <w:rPr>
          <w:rtl/>
        </w:rPr>
        <w:t xml:space="preserve"> </w:t>
      </w:r>
      <w:r w:rsidR="00554BFA" w:rsidRPr="00D0383A">
        <w:rPr>
          <w:rtl/>
        </w:rPr>
        <w:t>=</w:t>
      </w:r>
      <w:r w:rsidR="00554BFA">
        <w:rPr>
          <w:rtl/>
        </w:rPr>
        <w:t xml:space="preserve"> </w:t>
      </w:r>
      <w:r w:rsidRPr="006C3507">
        <w:rPr>
          <w:rtl/>
        </w:rPr>
        <w:t>أمن</w:t>
      </w:r>
      <w:r w:rsidR="00554BFA">
        <w:rPr>
          <w:rtl/>
        </w:rPr>
        <w:t xml:space="preserve"> </w:t>
      </w:r>
      <w:r w:rsidRPr="006C3507">
        <w:rPr>
          <w:rtl/>
        </w:rPr>
        <w:t>عليهنَّ</w:t>
      </w:r>
      <w:r w:rsidR="00554BFA">
        <w:rPr>
          <w:rtl/>
        </w:rPr>
        <w:t xml:space="preserve"> </w:t>
      </w:r>
      <w:r w:rsidRPr="006C3507">
        <w:rPr>
          <w:rtl/>
        </w:rPr>
        <w:t>السُتور</w:t>
      </w:r>
      <w:r w:rsidR="00554BFA">
        <w:rPr>
          <w:rtl/>
        </w:rPr>
        <w:t xml:space="preserve"> </w:t>
      </w:r>
      <w:r w:rsidRPr="006C3507">
        <w:rPr>
          <w:rtl/>
        </w:rPr>
        <w:t>تُسدل</w:t>
      </w:r>
    </w:p>
    <w:p w:rsidR="00645494" w:rsidRDefault="00645494" w:rsidP="00FE2721">
      <w:pPr>
        <w:pStyle w:val="libPoemCenter"/>
        <w:rPr>
          <w:rtl/>
        </w:rPr>
      </w:pPr>
      <w:r w:rsidRPr="006C3507">
        <w:rPr>
          <w:rtl/>
        </w:rPr>
        <w:t>وأرضَعوا</w:t>
      </w:r>
      <w:r w:rsidR="00554BFA">
        <w:rPr>
          <w:rtl/>
        </w:rPr>
        <w:t xml:space="preserve"> </w:t>
      </w:r>
      <w:r w:rsidRPr="006C3507">
        <w:rPr>
          <w:rtl/>
        </w:rPr>
        <w:t>ثَدي</w:t>
      </w:r>
      <w:r w:rsidR="00554BFA">
        <w:rPr>
          <w:rtl/>
        </w:rPr>
        <w:t xml:space="preserve"> </w:t>
      </w:r>
      <w:r w:rsidRPr="006C3507">
        <w:rPr>
          <w:rtl/>
        </w:rPr>
        <w:t>المَنايا</w:t>
      </w:r>
      <w:r w:rsidR="00554BFA">
        <w:rPr>
          <w:rtl/>
        </w:rPr>
        <w:t xml:space="preserve"> </w:t>
      </w:r>
      <w:r w:rsidRPr="006C3507">
        <w:rPr>
          <w:rtl/>
        </w:rPr>
        <w:t>طِفله</w:t>
      </w:r>
      <w:r w:rsidR="00554BFA">
        <w:rPr>
          <w:rtl/>
        </w:rPr>
        <w:t xml:space="preserve"> </w:t>
      </w:r>
      <w:r w:rsidR="00554BFA" w:rsidRPr="00D0383A">
        <w:rPr>
          <w:rtl/>
        </w:rPr>
        <w:t>=</w:t>
      </w:r>
      <w:r w:rsidR="00554BFA">
        <w:rPr>
          <w:rtl/>
        </w:rPr>
        <w:t xml:space="preserve"> </w:t>
      </w:r>
      <w:r w:rsidRPr="006C3507">
        <w:rPr>
          <w:rtl/>
        </w:rPr>
        <w:t>فمَهده</w:t>
      </w:r>
      <w:r w:rsidR="00554BFA">
        <w:rPr>
          <w:rtl/>
        </w:rPr>
        <w:t xml:space="preserve"> </w:t>
      </w:r>
      <w:r w:rsidRPr="006C3507">
        <w:rPr>
          <w:rtl/>
        </w:rPr>
        <w:t>صُخورها</w:t>
      </w:r>
      <w:r w:rsidR="00554BFA">
        <w:rPr>
          <w:rtl/>
        </w:rPr>
        <w:t xml:space="preserve"> </w:t>
      </w:r>
      <w:r w:rsidRPr="006C3507">
        <w:rPr>
          <w:rtl/>
        </w:rPr>
        <w:t>والجَندل</w:t>
      </w:r>
    </w:p>
    <w:p w:rsidR="00645494" w:rsidRDefault="00645494" w:rsidP="00FE2721">
      <w:pPr>
        <w:pStyle w:val="libPoemCenter"/>
        <w:rPr>
          <w:rtl/>
        </w:rPr>
      </w:pPr>
      <w:r w:rsidRPr="006C3507">
        <w:rPr>
          <w:rtl/>
        </w:rPr>
        <w:t>وأطلقوا</w:t>
      </w:r>
      <w:r w:rsidR="00554BFA">
        <w:rPr>
          <w:rtl/>
        </w:rPr>
        <w:t xml:space="preserve"> </w:t>
      </w:r>
      <w:r w:rsidRPr="006C3507">
        <w:rPr>
          <w:rtl/>
        </w:rPr>
        <w:t>دُموعه</w:t>
      </w:r>
      <w:r w:rsidR="00554BFA">
        <w:rPr>
          <w:rtl/>
        </w:rPr>
        <w:t xml:space="preserve"> </w:t>
      </w:r>
      <w:r w:rsidRPr="006C3507">
        <w:rPr>
          <w:rtl/>
        </w:rPr>
        <w:t>على</w:t>
      </w:r>
      <w:r w:rsidR="00554BFA">
        <w:rPr>
          <w:rtl/>
        </w:rPr>
        <w:t xml:space="preserve"> </w:t>
      </w:r>
      <w:r w:rsidRPr="006C3507">
        <w:rPr>
          <w:rtl/>
        </w:rPr>
        <w:t>ابنه</w:t>
      </w:r>
      <w:r w:rsidR="00554BFA">
        <w:rPr>
          <w:rtl/>
        </w:rPr>
        <w:t xml:space="preserve"> </w:t>
      </w:r>
      <w:r w:rsidR="00554BFA" w:rsidRPr="00D0383A">
        <w:rPr>
          <w:rtl/>
        </w:rPr>
        <w:t>=</w:t>
      </w:r>
      <w:r w:rsidR="00554BFA">
        <w:rPr>
          <w:rtl/>
        </w:rPr>
        <w:t xml:space="preserve"> </w:t>
      </w:r>
      <w:r w:rsidRPr="006C3507">
        <w:rPr>
          <w:rtl/>
        </w:rPr>
        <w:t>وكَيف</w:t>
      </w:r>
      <w:r w:rsidR="00554BFA">
        <w:rPr>
          <w:rtl/>
        </w:rPr>
        <w:t xml:space="preserve"> </w:t>
      </w:r>
      <w:r w:rsidRPr="006C3507">
        <w:rPr>
          <w:rtl/>
        </w:rPr>
        <w:t>لا</w:t>
      </w:r>
      <w:r w:rsidR="00554BFA">
        <w:rPr>
          <w:rtl/>
        </w:rPr>
        <w:t xml:space="preserve"> </w:t>
      </w:r>
      <w:r w:rsidRPr="006C3507">
        <w:rPr>
          <w:rtl/>
        </w:rPr>
        <w:t>وهم</w:t>
      </w:r>
      <w:r w:rsidR="00554BFA">
        <w:rPr>
          <w:rtl/>
        </w:rPr>
        <w:t xml:space="preserve"> </w:t>
      </w:r>
      <w:r w:rsidRPr="006C3507">
        <w:rPr>
          <w:rtl/>
        </w:rPr>
        <w:t>له</w:t>
      </w:r>
      <w:r w:rsidR="00554BFA">
        <w:rPr>
          <w:rtl/>
        </w:rPr>
        <w:t xml:space="preserve"> </w:t>
      </w:r>
      <w:r w:rsidRPr="006C3507">
        <w:rPr>
          <w:rtl/>
        </w:rPr>
        <w:t>قد</w:t>
      </w:r>
      <w:r w:rsidR="00554BFA">
        <w:rPr>
          <w:rtl/>
        </w:rPr>
        <w:t xml:space="preserve"> </w:t>
      </w:r>
      <w:r w:rsidRPr="006C3507">
        <w:rPr>
          <w:rtl/>
        </w:rPr>
        <w:t>غَلَّلوا</w:t>
      </w:r>
    </w:p>
    <w:p w:rsidR="00645494" w:rsidRDefault="00645494" w:rsidP="00645494">
      <w:pPr>
        <w:pStyle w:val="libPoemCenter"/>
        <w:rPr>
          <w:rtl/>
        </w:rPr>
      </w:pPr>
      <w:r w:rsidRPr="006C3507">
        <w:rPr>
          <w:rtl/>
        </w:rPr>
        <w:t>فيا</w:t>
      </w:r>
      <w:r w:rsidR="00554BFA">
        <w:rPr>
          <w:rtl/>
        </w:rPr>
        <w:t xml:space="preserve"> </w:t>
      </w:r>
      <w:r w:rsidRPr="006C3507">
        <w:rPr>
          <w:rtl/>
        </w:rPr>
        <w:t>لَهيب</w:t>
      </w:r>
      <w:r w:rsidR="00554BFA">
        <w:rPr>
          <w:rtl/>
        </w:rPr>
        <w:t xml:space="preserve"> </w:t>
      </w:r>
      <w:r w:rsidRPr="006C3507">
        <w:rPr>
          <w:rtl/>
        </w:rPr>
        <w:t>القَلب</w:t>
      </w:r>
      <w:r w:rsidR="00554BFA">
        <w:rPr>
          <w:rtl/>
        </w:rPr>
        <w:t xml:space="preserve"> </w:t>
      </w:r>
      <w:r w:rsidRPr="006C3507">
        <w:rPr>
          <w:rtl/>
        </w:rPr>
        <w:t>لا</w:t>
      </w:r>
      <w:r w:rsidR="00554BFA">
        <w:rPr>
          <w:rtl/>
        </w:rPr>
        <w:t xml:space="preserve"> </w:t>
      </w:r>
      <w:r w:rsidRPr="006C3507">
        <w:rPr>
          <w:rtl/>
        </w:rPr>
        <w:t>تَطفِ</w:t>
      </w:r>
      <w:r w:rsidR="00554BFA">
        <w:rPr>
          <w:rtl/>
        </w:rPr>
        <w:t xml:space="preserve"> </w:t>
      </w:r>
      <w:r w:rsidRPr="006C3507">
        <w:rPr>
          <w:rtl/>
        </w:rPr>
        <w:t>ولو</w:t>
      </w:r>
      <w:r w:rsidR="00554BFA">
        <w:rPr>
          <w:rtl/>
        </w:rPr>
        <w:t xml:space="preserve"> </w:t>
      </w:r>
      <w:r w:rsidR="00554BFA" w:rsidRPr="00D0383A">
        <w:rPr>
          <w:rtl/>
        </w:rPr>
        <w:t>=</w:t>
      </w:r>
      <w:r w:rsidR="00554BFA">
        <w:rPr>
          <w:rtl/>
        </w:rPr>
        <w:t xml:space="preserve"> </w:t>
      </w:r>
      <w:r w:rsidRPr="006C3507">
        <w:rPr>
          <w:rtl/>
        </w:rPr>
        <w:t>هَمى</w:t>
      </w:r>
      <w:r w:rsidR="00554BFA">
        <w:rPr>
          <w:rtl/>
        </w:rPr>
        <w:t xml:space="preserve"> </w:t>
      </w:r>
      <w:r w:rsidRPr="006C3507">
        <w:rPr>
          <w:rtl/>
        </w:rPr>
        <w:t>مِن</w:t>
      </w:r>
      <w:r w:rsidR="00554BFA">
        <w:rPr>
          <w:rtl/>
        </w:rPr>
        <w:t xml:space="preserve"> </w:t>
      </w:r>
      <w:r w:rsidRPr="006C3507">
        <w:rPr>
          <w:rtl/>
        </w:rPr>
        <w:t>الدَمع</w:t>
      </w:r>
      <w:r w:rsidR="00554BFA">
        <w:rPr>
          <w:rtl/>
        </w:rPr>
        <w:t xml:space="preserve"> </w:t>
      </w:r>
      <w:r w:rsidRPr="006C3507">
        <w:rPr>
          <w:rtl/>
        </w:rPr>
        <w:t>سَحاب</w:t>
      </w:r>
      <w:r w:rsidR="00554BFA">
        <w:rPr>
          <w:rtl/>
        </w:rPr>
        <w:t xml:space="preserve"> </w:t>
      </w:r>
      <w:r w:rsidRPr="006C3507">
        <w:rPr>
          <w:rtl/>
        </w:rPr>
        <w:t>هُطَّل</w:t>
      </w:r>
    </w:p>
    <w:p w:rsidR="00645494" w:rsidRDefault="00645494" w:rsidP="00FE2721">
      <w:pPr>
        <w:pStyle w:val="libPoemCenter"/>
        <w:rPr>
          <w:rtl/>
        </w:rPr>
      </w:pPr>
      <w:r w:rsidRPr="006C3507">
        <w:rPr>
          <w:rtl/>
        </w:rPr>
        <w:t>ويا</w:t>
      </w:r>
      <w:r w:rsidR="00554BFA">
        <w:rPr>
          <w:rtl/>
        </w:rPr>
        <w:t xml:space="preserve"> </w:t>
      </w:r>
      <w:r w:rsidRPr="006C3507">
        <w:rPr>
          <w:rtl/>
        </w:rPr>
        <w:t>لِساني</w:t>
      </w:r>
      <w:r w:rsidR="00554BFA">
        <w:rPr>
          <w:rtl/>
        </w:rPr>
        <w:t xml:space="preserve"> </w:t>
      </w:r>
      <w:r w:rsidRPr="006C3507">
        <w:rPr>
          <w:rtl/>
        </w:rPr>
        <w:t>جُدْ</w:t>
      </w:r>
      <w:r w:rsidR="00554BFA">
        <w:rPr>
          <w:rtl/>
        </w:rPr>
        <w:t xml:space="preserve"> </w:t>
      </w:r>
      <w:r w:rsidRPr="006C3507">
        <w:rPr>
          <w:rtl/>
        </w:rPr>
        <w:t>بأنواع</w:t>
      </w:r>
      <w:r w:rsidR="00554BFA">
        <w:rPr>
          <w:rtl/>
        </w:rPr>
        <w:t xml:space="preserve"> </w:t>
      </w:r>
      <w:r w:rsidRPr="006C3507">
        <w:rPr>
          <w:rtl/>
        </w:rPr>
        <w:t>الرِثا</w:t>
      </w:r>
      <w:r w:rsidR="00554BFA">
        <w:rPr>
          <w:rtl/>
        </w:rPr>
        <w:t xml:space="preserve"> </w:t>
      </w:r>
      <w:r w:rsidR="00554BFA" w:rsidRPr="00D0383A">
        <w:rPr>
          <w:rtl/>
        </w:rPr>
        <w:t>=</w:t>
      </w:r>
      <w:r w:rsidR="00554BFA">
        <w:rPr>
          <w:rtl/>
        </w:rPr>
        <w:t xml:space="preserve"> </w:t>
      </w:r>
      <w:r w:rsidRPr="006C3507">
        <w:rPr>
          <w:rtl/>
        </w:rPr>
        <w:t>على</w:t>
      </w:r>
      <w:r w:rsidR="00554BFA">
        <w:rPr>
          <w:rtl/>
        </w:rPr>
        <w:t xml:space="preserve"> </w:t>
      </w:r>
      <w:r w:rsidRPr="006C3507">
        <w:rPr>
          <w:rtl/>
        </w:rPr>
        <w:t>إمام</w:t>
      </w:r>
      <w:r w:rsidR="00554BFA">
        <w:rPr>
          <w:rtl/>
        </w:rPr>
        <w:t xml:space="preserve"> </w:t>
      </w:r>
      <w:r w:rsidRPr="006C3507">
        <w:rPr>
          <w:rtl/>
        </w:rPr>
        <w:t>قد</w:t>
      </w:r>
      <w:r w:rsidR="00554BFA">
        <w:rPr>
          <w:rtl/>
        </w:rPr>
        <w:t xml:space="preserve"> </w:t>
      </w:r>
      <w:r w:rsidRPr="006C3507">
        <w:rPr>
          <w:rtl/>
        </w:rPr>
        <w:t>بكته</w:t>
      </w:r>
      <w:r w:rsidR="00554BFA">
        <w:rPr>
          <w:rtl/>
        </w:rPr>
        <w:t xml:space="preserve"> </w:t>
      </w:r>
      <w:r w:rsidRPr="006C3507">
        <w:rPr>
          <w:rtl/>
        </w:rPr>
        <w:t>الرُسل</w:t>
      </w:r>
    </w:p>
    <w:p w:rsidR="00645494" w:rsidRDefault="00645494" w:rsidP="00FE2721">
      <w:pPr>
        <w:pStyle w:val="libPoemCenter"/>
        <w:rPr>
          <w:rtl/>
        </w:rPr>
      </w:pPr>
      <w:r w:rsidRPr="006C3507">
        <w:rPr>
          <w:rtl/>
        </w:rPr>
        <w:t>وساعِد</w:t>
      </w:r>
      <w:r w:rsidR="00554BFA">
        <w:rPr>
          <w:rtl/>
        </w:rPr>
        <w:t xml:space="preserve"> </w:t>
      </w:r>
      <w:r w:rsidRPr="006C3507">
        <w:rPr>
          <w:rtl/>
        </w:rPr>
        <w:t>الزَهراء</w:t>
      </w:r>
      <w:r w:rsidR="00554BFA">
        <w:rPr>
          <w:rtl/>
        </w:rPr>
        <w:t xml:space="preserve"> </w:t>
      </w:r>
      <w:r w:rsidRPr="006C3507">
        <w:rPr>
          <w:rtl/>
        </w:rPr>
        <w:t>إنْ</w:t>
      </w:r>
      <w:r w:rsidR="00554BFA">
        <w:rPr>
          <w:rtl/>
        </w:rPr>
        <w:t xml:space="preserve"> </w:t>
      </w:r>
      <w:r w:rsidRPr="006C3507">
        <w:rPr>
          <w:rtl/>
        </w:rPr>
        <w:t>نوحها</w:t>
      </w:r>
      <w:r w:rsidR="00554BFA">
        <w:rPr>
          <w:rtl/>
        </w:rPr>
        <w:t xml:space="preserve"> </w:t>
      </w:r>
      <w:r w:rsidR="00554BFA" w:rsidRPr="00D0383A">
        <w:rPr>
          <w:rtl/>
        </w:rPr>
        <w:t>=</w:t>
      </w:r>
      <w:r w:rsidR="00554BFA">
        <w:rPr>
          <w:rtl/>
        </w:rPr>
        <w:t xml:space="preserve"> </w:t>
      </w:r>
      <w:r w:rsidRPr="006C3507">
        <w:rPr>
          <w:rtl/>
        </w:rPr>
        <w:t>يَكاد</w:t>
      </w:r>
      <w:r w:rsidR="00554BFA">
        <w:rPr>
          <w:rtl/>
        </w:rPr>
        <w:t xml:space="preserve"> </w:t>
      </w:r>
      <w:r w:rsidRPr="006C3507">
        <w:rPr>
          <w:rtl/>
        </w:rPr>
        <w:t>مِنه</w:t>
      </w:r>
      <w:r w:rsidR="00554BFA">
        <w:rPr>
          <w:rtl/>
        </w:rPr>
        <w:t xml:space="preserve"> </w:t>
      </w:r>
      <w:r w:rsidRPr="006C3507">
        <w:rPr>
          <w:rtl/>
        </w:rPr>
        <w:t>يَذبل</w:t>
      </w:r>
      <w:r w:rsidR="00554BFA">
        <w:rPr>
          <w:rtl/>
        </w:rPr>
        <w:t xml:space="preserve"> </w:t>
      </w:r>
      <w:r w:rsidRPr="006C3507">
        <w:rPr>
          <w:rtl/>
        </w:rPr>
        <w:t>يزلزل</w:t>
      </w:r>
    </w:p>
    <w:p w:rsidR="00645494" w:rsidRDefault="00645494" w:rsidP="00FE2721">
      <w:pPr>
        <w:pStyle w:val="libPoemCenter"/>
        <w:rPr>
          <w:rtl/>
        </w:rPr>
      </w:pPr>
      <w:r w:rsidRPr="006C3507">
        <w:rPr>
          <w:rtl/>
        </w:rPr>
        <w:t>كَيف</w:t>
      </w:r>
      <w:r w:rsidR="00554BFA">
        <w:rPr>
          <w:rtl/>
        </w:rPr>
        <w:t xml:space="preserve"> </w:t>
      </w:r>
      <w:r w:rsidRPr="006C3507">
        <w:rPr>
          <w:rtl/>
        </w:rPr>
        <w:t>بها</w:t>
      </w:r>
      <w:r w:rsidR="00554BFA">
        <w:rPr>
          <w:rtl/>
        </w:rPr>
        <w:t xml:space="preserve"> </w:t>
      </w:r>
      <w:r w:rsidRPr="006C3507">
        <w:rPr>
          <w:rtl/>
        </w:rPr>
        <w:t>إذا</w:t>
      </w:r>
      <w:r w:rsidR="00554BFA">
        <w:rPr>
          <w:rtl/>
        </w:rPr>
        <w:t xml:space="preserve"> </w:t>
      </w:r>
      <w:r w:rsidRPr="006C3507">
        <w:rPr>
          <w:rtl/>
        </w:rPr>
        <w:t>أتَت</w:t>
      </w:r>
      <w:r w:rsidR="00554BFA">
        <w:rPr>
          <w:rtl/>
        </w:rPr>
        <w:t xml:space="preserve"> </w:t>
      </w:r>
      <w:r w:rsidRPr="006C3507">
        <w:rPr>
          <w:rtl/>
        </w:rPr>
        <w:t>وشَعرُها</w:t>
      </w:r>
      <w:r w:rsidR="00554BFA">
        <w:rPr>
          <w:rtl/>
        </w:rPr>
        <w:t xml:space="preserve"> </w:t>
      </w:r>
      <w:r w:rsidR="00554BFA" w:rsidRPr="00D0383A">
        <w:rPr>
          <w:rtl/>
        </w:rPr>
        <w:t>=</w:t>
      </w:r>
      <w:r w:rsidR="00554BFA">
        <w:rPr>
          <w:rtl/>
        </w:rPr>
        <w:t xml:space="preserve"> </w:t>
      </w:r>
      <w:r w:rsidRPr="006C3507">
        <w:rPr>
          <w:rtl/>
        </w:rPr>
        <w:t>مِن</w:t>
      </w:r>
      <w:r w:rsidR="00554BFA">
        <w:rPr>
          <w:rtl/>
        </w:rPr>
        <w:t xml:space="preserve"> </w:t>
      </w:r>
      <w:r w:rsidRPr="006C3507">
        <w:rPr>
          <w:rtl/>
        </w:rPr>
        <w:t>فَوق</w:t>
      </w:r>
      <w:r w:rsidR="00554BFA">
        <w:rPr>
          <w:rtl/>
        </w:rPr>
        <w:t xml:space="preserve"> </w:t>
      </w:r>
      <w:r w:rsidRPr="006C3507">
        <w:rPr>
          <w:rtl/>
        </w:rPr>
        <w:t>كَتفيها</w:t>
      </w:r>
      <w:r w:rsidR="00554BFA">
        <w:rPr>
          <w:rtl/>
        </w:rPr>
        <w:t xml:space="preserve"> </w:t>
      </w:r>
      <w:r w:rsidRPr="006C3507">
        <w:rPr>
          <w:rtl/>
        </w:rPr>
        <w:t>عفاءً</w:t>
      </w:r>
      <w:r w:rsidR="00554BFA">
        <w:rPr>
          <w:rtl/>
        </w:rPr>
        <w:t xml:space="preserve"> </w:t>
      </w:r>
      <w:r w:rsidRPr="006C3507">
        <w:rPr>
          <w:rtl/>
        </w:rPr>
        <w:t>مُسبل</w:t>
      </w:r>
    </w:p>
    <w:p w:rsidR="00645494" w:rsidRDefault="00645494" w:rsidP="00FE2721">
      <w:pPr>
        <w:pStyle w:val="libPoemCenter"/>
        <w:rPr>
          <w:rtl/>
        </w:rPr>
      </w:pPr>
      <w:r w:rsidRPr="006C3507">
        <w:rPr>
          <w:rtl/>
        </w:rPr>
        <w:t>وفي</w:t>
      </w:r>
      <w:r w:rsidR="00554BFA">
        <w:rPr>
          <w:rtl/>
        </w:rPr>
        <w:t xml:space="preserve"> </w:t>
      </w:r>
      <w:r w:rsidRPr="006C3507">
        <w:rPr>
          <w:rtl/>
        </w:rPr>
        <w:t>يَديها</w:t>
      </w:r>
      <w:r w:rsidR="00554BFA">
        <w:rPr>
          <w:rtl/>
        </w:rPr>
        <w:t xml:space="preserve"> </w:t>
      </w:r>
      <w:r w:rsidRPr="006C3507">
        <w:rPr>
          <w:rtl/>
        </w:rPr>
        <w:t>ثَوبه</w:t>
      </w:r>
      <w:r w:rsidR="00554BFA">
        <w:rPr>
          <w:rtl/>
        </w:rPr>
        <w:t xml:space="preserve"> </w:t>
      </w:r>
      <w:r w:rsidRPr="006C3507">
        <w:rPr>
          <w:rtl/>
        </w:rPr>
        <w:t>مُضمَّخاً</w:t>
      </w:r>
      <w:r w:rsidR="00554BFA">
        <w:rPr>
          <w:rtl/>
        </w:rPr>
        <w:t xml:space="preserve"> </w:t>
      </w:r>
      <w:r w:rsidR="00554BFA" w:rsidRPr="00D0383A">
        <w:rPr>
          <w:rtl/>
        </w:rPr>
        <w:t>=</w:t>
      </w:r>
      <w:r w:rsidR="00554BFA">
        <w:rPr>
          <w:rtl/>
        </w:rPr>
        <w:t xml:space="preserve"> </w:t>
      </w:r>
      <w:r w:rsidRPr="006C3507">
        <w:rPr>
          <w:rtl/>
        </w:rPr>
        <w:t>بالدَم</w:t>
      </w:r>
      <w:r w:rsidR="00554BFA">
        <w:rPr>
          <w:rtl/>
        </w:rPr>
        <w:t xml:space="preserve"> </w:t>
      </w:r>
      <w:r w:rsidRPr="006C3507">
        <w:rPr>
          <w:rtl/>
        </w:rPr>
        <w:t>والأعداء</w:t>
      </w:r>
      <w:r w:rsidR="00554BFA">
        <w:rPr>
          <w:rtl/>
        </w:rPr>
        <w:t xml:space="preserve"> </w:t>
      </w:r>
      <w:r w:rsidRPr="006C3507">
        <w:rPr>
          <w:rtl/>
        </w:rPr>
        <w:t>طُراً</w:t>
      </w:r>
      <w:r w:rsidR="00554BFA">
        <w:rPr>
          <w:rtl/>
        </w:rPr>
        <w:t xml:space="preserve"> </w:t>
      </w:r>
      <w:r w:rsidRPr="006C3507">
        <w:rPr>
          <w:rtl/>
        </w:rPr>
        <w:t>ذُهَّل</w:t>
      </w:r>
    </w:p>
    <w:p w:rsidR="00645494" w:rsidRDefault="00645494" w:rsidP="00FE2721">
      <w:pPr>
        <w:pStyle w:val="libPoemCenter"/>
        <w:rPr>
          <w:rtl/>
        </w:rPr>
      </w:pPr>
      <w:r w:rsidRPr="006C3507">
        <w:rPr>
          <w:rtl/>
        </w:rPr>
        <w:t>وهو</w:t>
      </w:r>
      <w:r w:rsidR="00554BFA">
        <w:rPr>
          <w:rtl/>
        </w:rPr>
        <w:t xml:space="preserve"> </w:t>
      </w:r>
      <w:r w:rsidRPr="006C3507">
        <w:rPr>
          <w:rtl/>
        </w:rPr>
        <w:t>بلا</w:t>
      </w:r>
      <w:r w:rsidR="00554BFA">
        <w:rPr>
          <w:rtl/>
        </w:rPr>
        <w:t xml:space="preserve"> </w:t>
      </w:r>
      <w:r w:rsidRPr="006C3507">
        <w:rPr>
          <w:rtl/>
        </w:rPr>
        <w:t>رأس</w:t>
      </w:r>
      <w:r w:rsidR="00554BFA">
        <w:rPr>
          <w:rtl/>
        </w:rPr>
        <w:t xml:space="preserve"> </w:t>
      </w:r>
      <w:r w:rsidRPr="006C3507">
        <w:rPr>
          <w:rtl/>
        </w:rPr>
        <w:t>فتُبدي</w:t>
      </w:r>
      <w:r w:rsidR="00554BFA">
        <w:rPr>
          <w:rtl/>
        </w:rPr>
        <w:t xml:space="preserve"> </w:t>
      </w:r>
      <w:r w:rsidRPr="006C3507">
        <w:rPr>
          <w:rtl/>
        </w:rPr>
        <w:t>صَرخة</w:t>
      </w:r>
      <w:r w:rsidR="00554BFA">
        <w:rPr>
          <w:rtl/>
        </w:rPr>
        <w:t xml:space="preserve"> </w:t>
      </w:r>
      <w:r w:rsidR="00554BFA" w:rsidRPr="00D0383A">
        <w:rPr>
          <w:rtl/>
        </w:rPr>
        <w:t>=</w:t>
      </w:r>
      <w:r w:rsidR="00554BFA">
        <w:rPr>
          <w:rtl/>
        </w:rPr>
        <w:t xml:space="preserve"> </w:t>
      </w:r>
      <w:r w:rsidRPr="006C3507">
        <w:rPr>
          <w:rtl/>
        </w:rPr>
        <w:t>مِنها</w:t>
      </w:r>
      <w:r w:rsidR="00554BFA">
        <w:rPr>
          <w:rtl/>
        </w:rPr>
        <w:t xml:space="preserve"> </w:t>
      </w:r>
      <w:r w:rsidRPr="006C3507">
        <w:rPr>
          <w:rtl/>
        </w:rPr>
        <w:t>جميع</w:t>
      </w:r>
      <w:r w:rsidR="00554BFA">
        <w:rPr>
          <w:rtl/>
        </w:rPr>
        <w:t xml:space="preserve"> </w:t>
      </w:r>
      <w:r w:rsidRPr="006C3507">
        <w:rPr>
          <w:rtl/>
        </w:rPr>
        <w:t>العالمين</w:t>
      </w:r>
      <w:r w:rsidR="00554BFA">
        <w:rPr>
          <w:rtl/>
        </w:rPr>
        <w:t xml:space="preserve"> </w:t>
      </w:r>
      <w:r w:rsidRPr="006C3507">
        <w:rPr>
          <w:rtl/>
        </w:rPr>
        <w:t>تُذهَل</w:t>
      </w:r>
    </w:p>
    <w:p w:rsidR="00645494" w:rsidRDefault="00645494" w:rsidP="00FE2721">
      <w:pPr>
        <w:pStyle w:val="libPoemCenter"/>
        <w:rPr>
          <w:rtl/>
        </w:rPr>
      </w:pPr>
      <w:r w:rsidRPr="006C3507">
        <w:rPr>
          <w:rtl/>
        </w:rPr>
        <w:t>فيأمُر</w:t>
      </w:r>
      <w:r w:rsidR="00554BFA">
        <w:rPr>
          <w:rtl/>
        </w:rPr>
        <w:t xml:space="preserve"> </w:t>
      </w:r>
      <w:r w:rsidRPr="006C3507">
        <w:rPr>
          <w:rtl/>
        </w:rPr>
        <w:t>الجَبار</w:t>
      </w:r>
      <w:r w:rsidR="00554BFA">
        <w:rPr>
          <w:rtl/>
        </w:rPr>
        <w:t xml:space="preserve"> </w:t>
      </w:r>
      <w:r w:rsidRPr="006C3507">
        <w:rPr>
          <w:rtl/>
        </w:rPr>
        <w:t>ناراً</w:t>
      </w:r>
      <w:r w:rsidR="00554BFA">
        <w:rPr>
          <w:rtl/>
        </w:rPr>
        <w:t xml:space="preserve"> </w:t>
      </w:r>
      <w:r w:rsidRPr="006C3507">
        <w:rPr>
          <w:rtl/>
        </w:rPr>
        <w:t>اسمها</w:t>
      </w:r>
      <w:r w:rsidR="00554BFA">
        <w:rPr>
          <w:rtl/>
        </w:rPr>
        <w:t xml:space="preserve"> </w:t>
      </w:r>
      <w:r w:rsidR="00554BFA" w:rsidRPr="00D0383A">
        <w:rPr>
          <w:rtl/>
        </w:rPr>
        <w:t>=</w:t>
      </w:r>
      <w:r w:rsidR="00554BFA">
        <w:rPr>
          <w:rtl/>
        </w:rPr>
        <w:t xml:space="preserve"> </w:t>
      </w:r>
      <w:r w:rsidRPr="006C3507">
        <w:rPr>
          <w:rtl/>
        </w:rPr>
        <w:t>هَبْهَب</w:t>
      </w:r>
      <w:r w:rsidR="00554BFA">
        <w:rPr>
          <w:rtl/>
        </w:rPr>
        <w:t xml:space="preserve"> </w:t>
      </w:r>
      <w:r w:rsidRPr="006C3507">
        <w:rPr>
          <w:rtl/>
        </w:rPr>
        <w:t>قد</w:t>
      </w:r>
      <w:r w:rsidR="00554BFA">
        <w:rPr>
          <w:rtl/>
        </w:rPr>
        <w:t xml:space="preserve"> </w:t>
      </w:r>
      <w:r w:rsidRPr="006C3507">
        <w:rPr>
          <w:rtl/>
        </w:rPr>
        <w:t>أظلم</w:t>
      </w:r>
      <w:r w:rsidR="00554BFA">
        <w:rPr>
          <w:rtl/>
        </w:rPr>
        <w:t xml:space="preserve"> </w:t>
      </w:r>
      <w:r w:rsidRPr="006C3507">
        <w:rPr>
          <w:rtl/>
        </w:rPr>
        <w:t>مِنها</w:t>
      </w:r>
      <w:r w:rsidR="00554BFA">
        <w:rPr>
          <w:rtl/>
        </w:rPr>
        <w:t xml:space="preserve"> </w:t>
      </w:r>
      <w:r w:rsidRPr="006C3507">
        <w:rPr>
          <w:rtl/>
        </w:rPr>
        <w:t>المَدخل</w:t>
      </w:r>
    </w:p>
    <w:p w:rsidR="00645494" w:rsidRDefault="00645494" w:rsidP="00FE2721">
      <w:pPr>
        <w:pStyle w:val="libPoemCenter"/>
        <w:rPr>
          <w:rtl/>
        </w:rPr>
      </w:pPr>
      <w:r w:rsidRPr="006C3507">
        <w:rPr>
          <w:rtl/>
        </w:rPr>
        <w:t>فتَلقط</w:t>
      </w:r>
      <w:r w:rsidR="00554BFA">
        <w:rPr>
          <w:rtl/>
        </w:rPr>
        <w:t xml:space="preserve"> </w:t>
      </w:r>
      <w:r w:rsidRPr="006C3507">
        <w:rPr>
          <w:rtl/>
        </w:rPr>
        <w:t>الأرْجاس</w:t>
      </w:r>
      <w:r w:rsidR="00554BFA">
        <w:rPr>
          <w:rtl/>
        </w:rPr>
        <w:t xml:space="preserve"> </w:t>
      </w:r>
      <w:r w:rsidRPr="006C3507">
        <w:rPr>
          <w:rtl/>
        </w:rPr>
        <w:t>عن</w:t>
      </w:r>
      <w:r w:rsidR="00554BFA">
        <w:rPr>
          <w:rtl/>
        </w:rPr>
        <w:t xml:space="preserve"> </w:t>
      </w:r>
      <w:r w:rsidRPr="006C3507">
        <w:rPr>
          <w:rtl/>
        </w:rPr>
        <w:t>آخرهم</w:t>
      </w:r>
      <w:r w:rsidR="00554BFA">
        <w:rPr>
          <w:rtl/>
        </w:rPr>
        <w:t xml:space="preserve"> </w:t>
      </w:r>
      <w:r w:rsidR="00554BFA" w:rsidRPr="00D0383A">
        <w:rPr>
          <w:rtl/>
        </w:rPr>
        <w:t>=</w:t>
      </w:r>
      <w:r w:rsidR="00554BFA">
        <w:rPr>
          <w:rtl/>
        </w:rPr>
        <w:t xml:space="preserve"> </w:t>
      </w:r>
      <w:r w:rsidRPr="006C3507">
        <w:rPr>
          <w:rtl/>
        </w:rPr>
        <w:t>فيَصْهلون</w:t>
      </w:r>
      <w:r w:rsidR="00554BFA">
        <w:rPr>
          <w:rtl/>
        </w:rPr>
        <w:t xml:space="preserve"> </w:t>
      </w:r>
      <w:r w:rsidRPr="006C3507">
        <w:rPr>
          <w:rtl/>
        </w:rPr>
        <w:t>وسَطها</w:t>
      </w:r>
      <w:r w:rsidR="00554BFA">
        <w:rPr>
          <w:rtl/>
        </w:rPr>
        <w:t xml:space="preserve"> </w:t>
      </w:r>
      <w:r w:rsidRPr="006C3507">
        <w:rPr>
          <w:rtl/>
        </w:rPr>
        <w:t>وتَصهل</w:t>
      </w:r>
    </w:p>
    <w:p w:rsidR="00645494" w:rsidRDefault="00645494" w:rsidP="00FE2721">
      <w:pPr>
        <w:pStyle w:val="libPoemCenter"/>
        <w:rPr>
          <w:rtl/>
        </w:rPr>
      </w:pPr>
      <w:r w:rsidRPr="006C3507">
        <w:rPr>
          <w:rtl/>
        </w:rPr>
        <w:t>يا</w:t>
      </w:r>
      <w:r w:rsidR="00554BFA">
        <w:rPr>
          <w:rtl/>
        </w:rPr>
        <w:t xml:space="preserve"> </w:t>
      </w:r>
      <w:r w:rsidRPr="006C3507">
        <w:rPr>
          <w:rtl/>
        </w:rPr>
        <w:t>آل</w:t>
      </w:r>
      <w:r w:rsidR="00554BFA">
        <w:rPr>
          <w:rtl/>
        </w:rPr>
        <w:t xml:space="preserve"> </w:t>
      </w:r>
      <w:r w:rsidRPr="006C3507">
        <w:rPr>
          <w:rtl/>
        </w:rPr>
        <w:t>طاها</w:t>
      </w:r>
      <w:r w:rsidR="00554BFA">
        <w:rPr>
          <w:rtl/>
        </w:rPr>
        <w:t xml:space="preserve"> </w:t>
      </w:r>
      <w:r w:rsidRPr="006C3507">
        <w:rPr>
          <w:rtl/>
        </w:rPr>
        <w:t>أنتم</w:t>
      </w:r>
      <w:r w:rsidR="00554BFA">
        <w:rPr>
          <w:rtl/>
        </w:rPr>
        <w:t xml:space="preserve"> </w:t>
      </w:r>
      <w:r w:rsidRPr="006C3507">
        <w:rPr>
          <w:rtl/>
        </w:rPr>
        <w:t>ذَخيرتي</w:t>
      </w:r>
      <w:r w:rsidR="00554BFA">
        <w:rPr>
          <w:rtl/>
        </w:rPr>
        <w:t xml:space="preserve"> </w:t>
      </w:r>
      <w:r w:rsidR="00554BFA" w:rsidRPr="00D0383A">
        <w:rPr>
          <w:rtl/>
        </w:rPr>
        <w:t>=</w:t>
      </w:r>
      <w:r w:rsidR="00554BFA">
        <w:rPr>
          <w:rtl/>
        </w:rPr>
        <w:t xml:space="preserve"> </w:t>
      </w:r>
      <w:r w:rsidRPr="006C3507">
        <w:rPr>
          <w:rtl/>
        </w:rPr>
        <w:t>وليس</w:t>
      </w:r>
      <w:r w:rsidR="00554BFA">
        <w:rPr>
          <w:rtl/>
        </w:rPr>
        <w:t xml:space="preserve"> </w:t>
      </w:r>
      <w:r w:rsidRPr="006C3507">
        <w:rPr>
          <w:rtl/>
        </w:rPr>
        <w:t>لي</w:t>
      </w:r>
      <w:r w:rsidR="00554BFA">
        <w:rPr>
          <w:rtl/>
        </w:rPr>
        <w:t xml:space="preserve"> </w:t>
      </w:r>
      <w:r w:rsidRPr="006C3507">
        <w:rPr>
          <w:rtl/>
        </w:rPr>
        <w:t>سِوى</w:t>
      </w:r>
      <w:r w:rsidR="00554BFA">
        <w:rPr>
          <w:rtl/>
        </w:rPr>
        <w:t xml:space="preserve"> </w:t>
      </w:r>
      <w:r w:rsidRPr="006C3507">
        <w:rPr>
          <w:rtl/>
        </w:rPr>
        <w:t>وِلاكم</w:t>
      </w:r>
      <w:r w:rsidR="00554BFA">
        <w:rPr>
          <w:rtl/>
        </w:rPr>
        <w:t xml:space="preserve"> </w:t>
      </w:r>
      <w:r w:rsidRPr="006C3507">
        <w:rPr>
          <w:rtl/>
        </w:rPr>
        <w:t>مَوئل</w:t>
      </w:r>
    </w:p>
    <w:p w:rsidR="00645494" w:rsidRDefault="00645494" w:rsidP="00FE2721">
      <w:pPr>
        <w:pStyle w:val="libPoemCenter"/>
        <w:rPr>
          <w:rtl/>
        </w:rPr>
      </w:pPr>
      <w:r w:rsidRPr="006C3507">
        <w:rPr>
          <w:rtl/>
        </w:rPr>
        <w:t>فأتحفوني</w:t>
      </w:r>
      <w:r w:rsidR="00554BFA">
        <w:rPr>
          <w:rtl/>
        </w:rPr>
        <w:t xml:space="preserve"> </w:t>
      </w:r>
      <w:r w:rsidRPr="006C3507">
        <w:rPr>
          <w:rtl/>
        </w:rPr>
        <w:t>في</w:t>
      </w:r>
      <w:r w:rsidR="00554BFA">
        <w:rPr>
          <w:rtl/>
        </w:rPr>
        <w:t xml:space="preserve"> </w:t>
      </w:r>
      <w:r w:rsidRPr="006C3507">
        <w:rPr>
          <w:rtl/>
        </w:rPr>
        <w:t>غدٍ</w:t>
      </w:r>
      <w:r w:rsidR="00554BFA">
        <w:rPr>
          <w:rtl/>
        </w:rPr>
        <w:t xml:space="preserve"> </w:t>
      </w:r>
      <w:r w:rsidRPr="006C3507">
        <w:rPr>
          <w:rtl/>
        </w:rPr>
        <w:t>بشِربة</w:t>
      </w:r>
      <w:r w:rsidR="00554BFA">
        <w:rPr>
          <w:rtl/>
        </w:rPr>
        <w:t xml:space="preserve"> </w:t>
      </w:r>
      <w:r w:rsidR="00554BFA" w:rsidRPr="00D0383A">
        <w:rPr>
          <w:rtl/>
        </w:rPr>
        <w:t>=</w:t>
      </w:r>
      <w:r w:rsidR="00554BFA">
        <w:rPr>
          <w:rtl/>
        </w:rPr>
        <w:t xml:space="preserve"> </w:t>
      </w:r>
      <w:r w:rsidRPr="006C3507">
        <w:rPr>
          <w:rtl/>
        </w:rPr>
        <w:t>تُطفى</w:t>
      </w:r>
      <w:r w:rsidR="00554BFA">
        <w:rPr>
          <w:rtl/>
        </w:rPr>
        <w:t xml:space="preserve"> </w:t>
      </w:r>
      <w:r w:rsidRPr="006C3507">
        <w:rPr>
          <w:rtl/>
        </w:rPr>
        <w:t>بها</w:t>
      </w:r>
      <w:r w:rsidR="00554BFA">
        <w:rPr>
          <w:rtl/>
        </w:rPr>
        <w:t xml:space="preserve"> </w:t>
      </w:r>
      <w:r w:rsidRPr="006C3507">
        <w:rPr>
          <w:rtl/>
        </w:rPr>
        <w:t>نار</w:t>
      </w:r>
      <w:r w:rsidR="00554BFA">
        <w:rPr>
          <w:rtl/>
        </w:rPr>
        <w:t xml:space="preserve"> </w:t>
      </w:r>
      <w:r w:rsidRPr="006C3507">
        <w:rPr>
          <w:rtl/>
        </w:rPr>
        <w:t>بقلبي</w:t>
      </w:r>
      <w:r w:rsidR="00554BFA">
        <w:rPr>
          <w:rtl/>
        </w:rPr>
        <w:t xml:space="preserve"> </w:t>
      </w:r>
      <w:r w:rsidRPr="006C3507">
        <w:rPr>
          <w:rtl/>
        </w:rPr>
        <w:t>تُشعل</w:t>
      </w:r>
    </w:p>
    <w:p w:rsidR="00645494" w:rsidRPr="00645494" w:rsidRDefault="00645494" w:rsidP="00FE2721">
      <w:pPr>
        <w:pStyle w:val="libPoemCenter"/>
        <w:rPr>
          <w:rtl/>
        </w:rPr>
      </w:pPr>
      <w:r w:rsidRPr="006C3507">
        <w:rPr>
          <w:rtl/>
        </w:rPr>
        <w:t>صلّى</w:t>
      </w:r>
      <w:r w:rsidR="00554BFA">
        <w:rPr>
          <w:rtl/>
        </w:rPr>
        <w:t xml:space="preserve"> </w:t>
      </w:r>
      <w:r w:rsidRPr="006C3507">
        <w:rPr>
          <w:rtl/>
        </w:rPr>
        <w:t>عليكم</w:t>
      </w:r>
      <w:r w:rsidR="00554BFA">
        <w:rPr>
          <w:rtl/>
        </w:rPr>
        <w:t xml:space="preserve"> </w:t>
      </w:r>
      <w:r w:rsidRPr="006C3507">
        <w:rPr>
          <w:rtl/>
        </w:rPr>
        <w:t>ربُنا</w:t>
      </w:r>
      <w:r w:rsidR="00554BFA">
        <w:rPr>
          <w:rtl/>
        </w:rPr>
        <w:t xml:space="preserve"> </w:t>
      </w:r>
      <w:r w:rsidRPr="006C3507">
        <w:rPr>
          <w:rtl/>
        </w:rPr>
        <w:t>ما</w:t>
      </w:r>
      <w:r w:rsidR="00554BFA">
        <w:rPr>
          <w:rtl/>
        </w:rPr>
        <w:t xml:space="preserve"> </w:t>
      </w:r>
      <w:r w:rsidRPr="006C3507">
        <w:rPr>
          <w:rtl/>
        </w:rPr>
        <w:t>أرقلت</w:t>
      </w:r>
      <w:r w:rsidR="00554BFA">
        <w:rPr>
          <w:rtl/>
        </w:rPr>
        <w:t xml:space="preserve"> </w:t>
      </w:r>
      <w:r w:rsidR="00554BFA" w:rsidRPr="00D0383A">
        <w:rPr>
          <w:rtl/>
        </w:rPr>
        <w:t>=</w:t>
      </w:r>
      <w:r w:rsidR="00554BFA">
        <w:rPr>
          <w:rtl/>
        </w:rPr>
        <w:t xml:space="preserve"> </w:t>
      </w:r>
      <w:r w:rsidRPr="006C3507">
        <w:rPr>
          <w:rtl/>
        </w:rPr>
        <w:t>شَوقاً</w:t>
      </w:r>
      <w:r w:rsidR="00554BFA">
        <w:rPr>
          <w:rtl/>
        </w:rPr>
        <w:t xml:space="preserve"> </w:t>
      </w:r>
      <w:r w:rsidRPr="006C3507">
        <w:rPr>
          <w:rtl/>
        </w:rPr>
        <w:t>إلى</w:t>
      </w:r>
      <w:r w:rsidR="00554BFA">
        <w:rPr>
          <w:rtl/>
        </w:rPr>
        <w:t xml:space="preserve"> </w:t>
      </w:r>
      <w:r w:rsidRPr="006C3507">
        <w:rPr>
          <w:rtl/>
        </w:rPr>
        <w:t>قَصد</w:t>
      </w:r>
      <w:r w:rsidR="00554BFA">
        <w:rPr>
          <w:rtl/>
        </w:rPr>
        <w:t xml:space="preserve"> </w:t>
      </w:r>
      <w:r w:rsidRPr="006C3507">
        <w:rPr>
          <w:rtl/>
        </w:rPr>
        <w:t>حُماكم</w:t>
      </w:r>
      <w:r w:rsidR="00554BFA">
        <w:rPr>
          <w:rtl/>
        </w:rPr>
        <w:t xml:space="preserve"> </w:t>
      </w:r>
      <w:r w:rsidRPr="006C3507">
        <w:rPr>
          <w:rtl/>
        </w:rPr>
        <w:t>مُرِقل</w:t>
      </w:r>
    </w:p>
    <w:p w:rsidR="00645494" w:rsidRPr="006C3507" w:rsidRDefault="00645494" w:rsidP="00554BFA">
      <w:pPr>
        <w:pStyle w:val="libNormal"/>
        <w:rPr>
          <w:rtl/>
        </w:rPr>
      </w:pPr>
      <w:r w:rsidRPr="00554BFA">
        <w:rPr>
          <w:rtl/>
        </w:rPr>
        <w:t>نجزت</w:t>
      </w:r>
      <w:r w:rsidR="00D0383A">
        <w:rPr>
          <w:rtl/>
        </w:rPr>
        <w:t>،</w:t>
      </w:r>
      <w:r w:rsidRPr="00554BFA">
        <w:rPr>
          <w:rtl/>
        </w:rPr>
        <w:t xml:space="preserve"> وقد شطَّر هذه القَصيدة، السيّد العالِم التَقي الأديب، السيّد أحمد بن السيّد العالِم الفاضِل الجَليل، السيّد محمّد الحسني البغدادي الشهير</w:t>
      </w:r>
      <w:r w:rsidR="00554BFA">
        <w:rPr>
          <w:rtl/>
        </w:rPr>
        <w:t xml:space="preserve"> </w:t>
      </w:r>
    </w:p>
    <w:p w:rsidR="00645494" w:rsidRDefault="00645494" w:rsidP="00645494">
      <w:pPr>
        <w:pStyle w:val="libNormal"/>
      </w:pPr>
      <w:r>
        <w:br w:type="page"/>
      </w:r>
    </w:p>
    <w:p w:rsidR="00D0383A" w:rsidRDefault="00645494" w:rsidP="00554BFA">
      <w:pPr>
        <w:pStyle w:val="libNormal"/>
        <w:rPr>
          <w:rtl/>
        </w:rPr>
      </w:pPr>
      <w:r w:rsidRPr="00554BFA">
        <w:rPr>
          <w:rtl/>
        </w:rPr>
        <w:lastRenderedPageBreak/>
        <w:t>بالعطّار المُتوفَّى سنة‌</w:t>
      </w:r>
      <w:r w:rsidR="00554BFA">
        <w:rPr>
          <w:rtl/>
        </w:rPr>
        <w:t xml:space="preserve"> (</w:t>
      </w:r>
      <w:r w:rsidRPr="00554BFA">
        <w:rPr>
          <w:rtl/>
        </w:rPr>
        <w:t>1215) بتشطير جدير بالاثبات، ولكنَّه مطبوع مع الأصل في كتاب</w:t>
      </w:r>
      <w:r w:rsidR="00554BFA">
        <w:rPr>
          <w:rtl/>
        </w:rPr>
        <w:t xml:space="preserve"> (</w:t>
      </w:r>
      <w:r w:rsidRPr="00554BFA">
        <w:rPr>
          <w:rtl/>
        </w:rPr>
        <w:t>دار السلام) للنوري</w:t>
      </w:r>
      <w:r w:rsidR="00D0383A">
        <w:rPr>
          <w:rtl/>
        </w:rPr>
        <w:t>،</w:t>
      </w:r>
      <w:r w:rsidRPr="00554BFA">
        <w:rPr>
          <w:rtl/>
        </w:rPr>
        <w:t xml:space="preserve"> فمَن رامه فلينظره هناك</w:t>
      </w:r>
      <w:r w:rsidR="00D0383A">
        <w:rPr>
          <w:rtl/>
        </w:rPr>
        <w:t>،</w:t>
      </w:r>
      <w:r w:rsidRPr="00554BFA">
        <w:rPr>
          <w:rtl/>
        </w:rPr>
        <w:t xml:space="preserve"> وانتدب بعده جامع هذا الكتاب، فقدَّم على ذلك الشطر مقدمة شجَّر فيها كلمات الشطر، فقال:</w:t>
      </w:r>
    </w:p>
    <w:p w:rsidR="00D0383A" w:rsidRDefault="00554BFA" w:rsidP="00FE2721">
      <w:pPr>
        <w:pStyle w:val="libPoemCenter"/>
        <w:rPr>
          <w:rtl/>
        </w:rPr>
      </w:pPr>
      <w:r>
        <w:rPr>
          <w:rtl/>
        </w:rPr>
        <w:t>(</w:t>
      </w:r>
      <w:r w:rsidR="00645494" w:rsidRPr="006C3507">
        <w:rPr>
          <w:rtl/>
        </w:rPr>
        <w:t>مِن)</w:t>
      </w:r>
      <w:r>
        <w:rPr>
          <w:rtl/>
        </w:rPr>
        <w:t xml:space="preserve"> </w:t>
      </w:r>
      <w:r w:rsidR="00645494" w:rsidRPr="006C3507">
        <w:rPr>
          <w:rtl/>
        </w:rPr>
        <w:t>دَم</w:t>
      </w:r>
      <w:r>
        <w:rPr>
          <w:rtl/>
        </w:rPr>
        <w:t xml:space="preserve"> </w:t>
      </w:r>
      <w:r w:rsidR="00645494" w:rsidRPr="006C3507">
        <w:rPr>
          <w:rtl/>
        </w:rPr>
        <w:t>أحشائي</w:t>
      </w:r>
      <w:r>
        <w:rPr>
          <w:rtl/>
        </w:rPr>
        <w:t xml:space="preserve"> </w:t>
      </w:r>
      <w:r w:rsidR="00645494" w:rsidRPr="006C3507">
        <w:rPr>
          <w:rtl/>
        </w:rPr>
        <w:t>اهمِلي</w:t>
      </w:r>
      <w:r>
        <w:rPr>
          <w:rtl/>
        </w:rPr>
        <w:t xml:space="preserve"> </w:t>
      </w:r>
      <w:r w:rsidR="00645494" w:rsidRPr="006C3507">
        <w:rPr>
          <w:rtl/>
        </w:rPr>
        <w:t>يا</w:t>
      </w:r>
      <w:r>
        <w:rPr>
          <w:rtl/>
        </w:rPr>
        <w:t xml:space="preserve"> </w:t>
      </w:r>
      <w:r w:rsidR="00645494" w:rsidRPr="006C3507">
        <w:rPr>
          <w:rtl/>
        </w:rPr>
        <w:t>مقلُ</w:t>
      </w:r>
      <w:r>
        <w:rPr>
          <w:rtl/>
        </w:rPr>
        <w:t xml:space="preserve"> </w:t>
      </w:r>
      <w:r w:rsidRPr="00D0383A">
        <w:rPr>
          <w:rtl/>
        </w:rPr>
        <w:t>=</w:t>
      </w:r>
      <w:r>
        <w:rPr>
          <w:rtl/>
        </w:rPr>
        <w:t xml:space="preserve"> </w:t>
      </w:r>
      <w:r w:rsidR="00645494" w:rsidRPr="006C3507">
        <w:rPr>
          <w:rtl/>
        </w:rPr>
        <w:t>قد</w:t>
      </w:r>
      <w:r>
        <w:rPr>
          <w:rtl/>
        </w:rPr>
        <w:t xml:space="preserve"> </w:t>
      </w:r>
      <w:r w:rsidR="00645494" w:rsidRPr="006C3507">
        <w:rPr>
          <w:rtl/>
        </w:rPr>
        <w:t>فُني</w:t>
      </w:r>
      <w:r>
        <w:rPr>
          <w:rtl/>
        </w:rPr>
        <w:t xml:space="preserve"> </w:t>
      </w:r>
      <w:r w:rsidR="00645494" w:rsidRPr="006C3507">
        <w:rPr>
          <w:rtl/>
        </w:rPr>
        <w:t>الدمع</w:t>
      </w:r>
      <w:r>
        <w:rPr>
          <w:rtl/>
        </w:rPr>
        <w:t xml:space="preserve"> </w:t>
      </w:r>
      <w:r w:rsidR="00645494" w:rsidRPr="006C3507">
        <w:rPr>
          <w:rtl/>
        </w:rPr>
        <w:t>الّذي</w:t>
      </w:r>
      <w:r>
        <w:rPr>
          <w:rtl/>
        </w:rPr>
        <w:t xml:space="preserve"> </w:t>
      </w:r>
      <w:r w:rsidR="00645494" w:rsidRPr="006C3507">
        <w:rPr>
          <w:rtl/>
        </w:rPr>
        <w:t>يَنهمل</w:t>
      </w:r>
    </w:p>
    <w:p w:rsidR="00D0383A" w:rsidRDefault="00554BFA" w:rsidP="00FE2721">
      <w:pPr>
        <w:pStyle w:val="libPoemCenter"/>
        <w:rPr>
          <w:rtl/>
        </w:rPr>
      </w:pPr>
      <w:r>
        <w:rPr>
          <w:rtl/>
        </w:rPr>
        <w:t>(</w:t>
      </w:r>
      <w:r w:rsidR="00645494" w:rsidRPr="006C3507">
        <w:rPr>
          <w:rtl/>
        </w:rPr>
        <w:t>غَير)</w:t>
      </w:r>
      <w:r>
        <w:rPr>
          <w:rtl/>
        </w:rPr>
        <w:t xml:space="preserve"> </w:t>
      </w:r>
      <w:r w:rsidR="00645494" w:rsidRPr="006C3507">
        <w:rPr>
          <w:rtl/>
        </w:rPr>
        <w:t>ي</w:t>
      </w:r>
      <w:r>
        <w:rPr>
          <w:rtl/>
        </w:rPr>
        <w:t xml:space="preserve"> </w:t>
      </w:r>
      <w:r w:rsidR="00645494" w:rsidRPr="006C3507">
        <w:rPr>
          <w:rtl/>
        </w:rPr>
        <w:t>يَسلو</w:t>
      </w:r>
      <w:r>
        <w:rPr>
          <w:rtl/>
        </w:rPr>
        <w:t xml:space="preserve"> </w:t>
      </w:r>
      <w:r w:rsidR="00645494" w:rsidRPr="006C3507">
        <w:rPr>
          <w:rtl/>
        </w:rPr>
        <w:t>ذكر</w:t>
      </w:r>
      <w:r>
        <w:rPr>
          <w:rtl/>
        </w:rPr>
        <w:t xml:space="preserve"> </w:t>
      </w:r>
      <w:r w:rsidR="00645494" w:rsidRPr="006C3507">
        <w:rPr>
          <w:rtl/>
        </w:rPr>
        <w:t>يوم</w:t>
      </w:r>
      <w:r>
        <w:rPr>
          <w:rtl/>
        </w:rPr>
        <w:t xml:space="preserve"> </w:t>
      </w:r>
      <w:r w:rsidR="00645494" w:rsidRPr="006C3507">
        <w:rPr>
          <w:rtl/>
        </w:rPr>
        <w:t>كربلا</w:t>
      </w:r>
      <w:r>
        <w:rPr>
          <w:rtl/>
        </w:rPr>
        <w:t xml:space="preserve"> </w:t>
      </w:r>
      <w:r w:rsidRPr="00D0383A">
        <w:rPr>
          <w:rtl/>
        </w:rPr>
        <w:t>=</w:t>
      </w:r>
      <w:r>
        <w:rPr>
          <w:rtl/>
        </w:rPr>
        <w:t xml:space="preserve"> </w:t>
      </w:r>
      <w:r w:rsidR="00645494" w:rsidRPr="006C3507">
        <w:rPr>
          <w:rtl/>
        </w:rPr>
        <w:t>أسلو</w:t>
      </w:r>
      <w:r>
        <w:rPr>
          <w:rtl/>
        </w:rPr>
        <w:t xml:space="preserve"> </w:t>
      </w:r>
      <w:r w:rsidR="00645494" w:rsidRPr="006C3507">
        <w:rPr>
          <w:rtl/>
        </w:rPr>
        <w:t>وما</w:t>
      </w:r>
      <w:r>
        <w:rPr>
          <w:rtl/>
        </w:rPr>
        <w:t xml:space="preserve"> </w:t>
      </w:r>
      <w:r w:rsidR="00645494" w:rsidRPr="006C3507">
        <w:rPr>
          <w:rtl/>
        </w:rPr>
        <w:t>سَلا</w:t>
      </w:r>
      <w:r>
        <w:rPr>
          <w:rtl/>
        </w:rPr>
        <w:t xml:space="preserve"> </w:t>
      </w:r>
      <w:r w:rsidR="00645494" w:rsidRPr="006C3507">
        <w:rPr>
          <w:rtl/>
        </w:rPr>
        <w:t>النبيُّ</w:t>
      </w:r>
      <w:r>
        <w:rPr>
          <w:rtl/>
        </w:rPr>
        <w:t xml:space="preserve"> </w:t>
      </w:r>
      <w:r w:rsidR="00645494" w:rsidRPr="006C3507">
        <w:rPr>
          <w:rtl/>
        </w:rPr>
        <w:t>المُرسل</w:t>
      </w:r>
    </w:p>
    <w:p w:rsidR="00645494" w:rsidRDefault="00554BFA" w:rsidP="00FE2721">
      <w:pPr>
        <w:pStyle w:val="libPoemCenter"/>
        <w:rPr>
          <w:rtl/>
        </w:rPr>
      </w:pPr>
      <w:r>
        <w:rPr>
          <w:rtl/>
        </w:rPr>
        <w:t>(</w:t>
      </w:r>
      <w:r w:rsidR="00645494" w:rsidRPr="006C3507">
        <w:rPr>
          <w:rtl/>
        </w:rPr>
        <w:t>جُرم)</w:t>
      </w:r>
      <w:r>
        <w:rPr>
          <w:rtl/>
        </w:rPr>
        <w:t xml:space="preserve"> </w:t>
      </w:r>
      <w:r w:rsidR="00645494" w:rsidRPr="006C3507">
        <w:rPr>
          <w:rtl/>
        </w:rPr>
        <w:t>جَنته</w:t>
      </w:r>
      <w:r>
        <w:rPr>
          <w:rtl/>
        </w:rPr>
        <w:t xml:space="preserve"> </w:t>
      </w:r>
      <w:r w:rsidR="00645494" w:rsidRPr="006C3507">
        <w:rPr>
          <w:rtl/>
        </w:rPr>
        <w:t>آل</w:t>
      </w:r>
      <w:r>
        <w:rPr>
          <w:rtl/>
        </w:rPr>
        <w:t xml:space="preserve"> </w:t>
      </w:r>
      <w:r w:rsidR="00645494" w:rsidRPr="006C3507">
        <w:rPr>
          <w:rtl/>
        </w:rPr>
        <w:t>حَرب</w:t>
      </w:r>
      <w:r>
        <w:rPr>
          <w:rtl/>
        </w:rPr>
        <w:t xml:space="preserve"> </w:t>
      </w:r>
      <w:r w:rsidR="00645494" w:rsidRPr="006C3507">
        <w:rPr>
          <w:rtl/>
        </w:rPr>
        <w:t>لم</w:t>
      </w:r>
      <w:r>
        <w:rPr>
          <w:rtl/>
        </w:rPr>
        <w:t xml:space="preserve"> </w:t>
      </w:r>
      <w:r w:rsidR="00645494" w:rsidRPr="006C3507">
        <w:rPr>
          <w:rtl/>
        </w:rPr>
        <w:t>يَدع</w:t>
      </w:r>
      <w:r>
        <w:rPr>
          <w:rtl/>
        </w:rPr>
        <w:t xml:space="preserve"> </w:t>
      </w:r>
      <w:r w:rsidRPr="00D0383A">
        <w:rPr>
          <w:rtl/>
        </w:rPr>
        <w:t>=</w:t>
      </w:r>
      <w:r>
        <w:rPr>
          <w:rtl/>
        </w:rPr>
        <w:t xml:space="preserve"> </w:t>
      </w:r>
      <w:r w:rsidR="00645494" w:rsidRPr="006C3507">
        <w:rPr>
          <w:rtl/>
        </w:rPr>
        <w:t>للمَرء</w:t>
      </w:r>
      <w:r>
        <w:rPr>
          <w:rtl/>
        </w:rPr>
        <w:t xml:space="preserve"> </w:t>
      </w:r>
      <w:r w:rsidR="00645494" w:rsidRPr="006C3507">
        <w:rPr>
          <w:rtl/>
        </w:rPr>
        <w:t>سَلوانا</w:t>
      </w:r>
      <w:r>
        <w:rPr>
          <w:rtl/>
        </w:rPr>
        <w:t xml:space="preserve"> </w:t>
      </w:r>
      <w:r w:rsidR="00645494" w:rsidRPr="006C3507">
        <w:rPr>
          <w:rtl/>
        </w:rPr>
        <w:t>وصَبراً</w:t>
      </w:r>
      <w:r>
        <w:rPr>
          <w:rtl/>
        </w:rPr>
        <w:t xml:space="preserve"> </w:t>
      </w:r>
      <w:r w:rsidR="00645494" w:rsidRPr="006C3507">
        <w:rPr>
          <w:rtl/>
        </w:rPr>
        <w:t>يَجمل</w:t>
      </w:r>
    </w:p>
    <w:p w:rsidR="00D0383A" w:rsidRDefault="00645494" w:rsidP="00FE2721">
      <w:pPr>
        <w:pStyle w:val="libPoemCenter"/>
        <w:rPr>
          <w:rtl/>
        </w:rPr>
      </w:pPr>
      <w:r w:rsidRPr="006C3507">
        <w:rPr>
          <w:rtl/>
        </w:rPr>
        <w:t>أ</w:t>
      </w:r>
      <w:r w:rsidR="00554BFA">
        <w:rPr>
          <w:rtl/>
        </w:rPr>
        <w:t xml:space="preserve"> (</w:t>
      </w:r>
      <w:r w:rsidRPr="006C3507">
        <w:rPr>
          <w:rtl/>
        </w:rPr>
        <w:t>الحسين)</w:t>
      </w:r>
      <w:r w:rsidR="00554BFA">
        <w:rPr>
          <w:rtl/>
        </w:rPr>
        <w:t xml:space="preserve"> </w:t>
      </w:r>
      <w:r w:rsidRPr="006C3507">
        <w:rPr>
          <w:rtl/>
        </w:rPr>
        <w:t>يَقتلون</w:t>
      </w:r>
      <w:r w:rsidR="00554BFA">
        <w:rPr>
          <w:rtl/>
        </w:rPr>
        <w:t xml:space="preserve"> </w:t>
      </w:r>
      <w:r w:rsidRPr="006C3507">
        <w:rPr>
          <w:rtl/>
        </w:rPr>
        <w:t>ظامئاً</w:t>
      </w:r>
      <w:r w:rsidR="00554BFA">
        <w:rPr>
          <w:rtl/>
        </w:rPr>
        <w:t xml:space="preserve"> </w:t>
      </w:r>
      <w:r w:rsidR="00554BFA" w:rsidRPr="00D0383A">
        <w:rPr>
          <w:rtl/>
        </w:rPr>
        <w:t>=</w:t>
      </w:r>
      <w:r w:rsidR="00554BFA">
        <w:rPr>
          <w:rtl/>
        </w:rPr>
        <w:t xml:space="preserve"> </w:t>
      </w:r>
      <w:r w:rsidRPr="006C3507">
        <w:rPr>
          <w:rtl/>
        </w:rPr>
        <w:t>وأُمُّه</w:t>
      </w:r>
      <w:r w:rsidR="00554BFA">
        <w:rPr>
          <w:rtl/>
        </w:rPr>
        <w:t xml:space="preserve"> </w:t>
      </w:r>
      <w:r w:rsidRPr="006C3507">
        <w:rPr>
          <w:rtl/>
        </w:rPr>
        <w:t>الزهراء</w:t>
      </w:r>
      <w:r w:rsidR="00554BFA">
        <w:rPr>
          <w:rtl/>
        </w:rPr>
        <w:t xml:space="preserve"> </w:t>
      </w:r>
      <w:r w:rsidRPr="006C3507">
        <w:rPr>
          <w:rtl/>
        </w:rPr>
        <w:t>فيه</w:t>
      </w:r>
      <w:r w:rsidR="00554BFA">
        <w:rPr>
          <w:rtl/>
        </w:rPr>
        <w:t xml:space="preserve"> </w:t>
      </w:r>
      <w:r w:rsidRPr="006C3507">
        <w:rPr>
          <w:rtl/>
        </w:rPr>
        <w:t>تُثكل</w:t>
      </w:r>
    </w:p>
    <w:p w:rsidR="00645494" w:rsidRPr="00645494" w:rsidRDefault="00554BFA" w:rsidP="00FE2721">
      <w:pPr>
        <w:pStyle w:val="libPoemCenter"/>
        <w:rPr>
          <w:rtl/>
        </w:rPr>
      </w:pPr>
      <w:r>
        <w:rPr>
          <w:rtl/>
        </w:rPr>
        <w:t>(</w:t>
      </w:r>
      <w:r w:rsidR="00645494" w:rsidRPr="006C3507">
        <w:rPr>
          <w:rtl/>
        </w:rPr>
        <w:t>يُقتل)</w:t>
      </w:r>
      <w:r>
        <w:rPr>
          <w:rtl/>
        </w:rPr>
        <w:t xml:space="preserve"> </w:t>
      </w:r>
      <w:r w:rsidR="00645494" w:rsidRPr="006C3507">
        <w:rPr>
          <w:rtl/>
        </w:rPr>
        <w:t>وهي</w:t>
      </w:r>
      <w:r>
        <w:rPr>
          <w:rtl/>
        </w:rPr>
        <w:t xml:space="preserve"> </w:t>
      </w:r>
      <w:r w:rsidR="00645494" w:rsidRPr="006C3507">
        <w:rPr>
          <w:rtl/>
        </w:rPr>
        <w:t>تَشتكي</w:t>
      </w:r>
      <w:r>
        <w:rPr>
          <w:rtl/>
        </w:rPr>
        <w:t xml:space="preserve"> </w:t>
      </w:r>
      <w:r w:rsidR="00645494" w:rsidRPr="006C3507">
        <w:rPr>
          <w:rtl/>
        </w:rPr>
        <w:t>قائلة</w:t>
      </w:r>
      <w:r>
        <w:rPr>
          <w:rtl/>
        </w:rPr>
        <w:t xml:space="preserve"> </w:t>
      </w:r>
      <w:r w:rsidRPr="00D0383A">
        <w:rPr>
          <w:rtl/>
        </w:rPr>
        <w:t>=</w:t>
      </w:r>
      <w:r>
        <w:rPr>
          <w:rtl/>
        </w:rPr>
        <w:t xml:space="preserve"> (</w:t>
      </w:r>
      <w:r w:rsidR="00645494" w:rsidRPr="006C3507">
        <w:rPr>
          <w:rtl/>
        </w:rPr>
        <w:t>مِن</w:t>
      </w:r>
      <w:r>
        <w:rPr>
          <w:rtl/>
        </w:rPr>
        <w:t xml:space="preserve"> </w:t>
      </w:r>
      <w:r w:rsidR="00645494" w:rsidRPr="006C3507">
        <w:rPr>
          <w:rtl/>
        </w:rPr>
        <w:t>غَير</w:t>
      </w:r>
      <w:r>
        <w:rPr>
          <w:rtl/>
        </w:rPr>
        <w:t xml:space="preserve"> </w:t>
      </w:r>
      <w:r w:rsidR="00645494" w:rsidRPr="006C3507">
        <w:rPr>
          <w:rtl/>
        </w:rPr>
        <w:t>جُرم</w:t>
      </w:r>
      <w:r>
        <w:rPr>
          <w:rtl/>
        </w:rPr>
        <w:t xml:space="preserve"> </w:t>
      </w:r>
      <w:r w:rsidR="00645494" w:rsidRPr="006C3507">
        <w:rPr>
          <w:rtl/>
        </w:rPr>
        <w:t>الحسين</w:t>
      </w:r>
      <w:r>
        <w:rPr>
          <w:rtl/>
        </w:rPr>
        <w:t xml:space="preserve"> </w:t>
      </w:r>
      <w:r w:rsidR="00645494" w:rsidRPr="006C3507">
        <w:rPr>
          <w:rtl/>
        </w:rPr>
        <w:t>يُقتل)</w:t>
      </w:r>
    </w:p>
    <w:p w:rsidR="00645494" w:rsidRPr="00554BFA" w:rsidRDefault="00645494" w:rsidP="00645494">
      <w:pPr>
        <w:pStyle w:val="Heading3"/>
        <w:rPr>
          <w:rtl/>
        </w:rPr>
      </w:pPr>
      <w:bookmarkStart w:id="51" w:name="_Toc491861319"/>
      <w:r w:rsidRPr="006C3507">
        <w:rPr>
          <w:rtl/>
        </w:rPr>
        <w:t>الفصل الخامس:</w:t>
      </w:r>
      <w:bookmarkEnd w:id="51"/>
    </w:p>
    <w:p w:rsidR="00554BFA" w:rsidRDefault="00645494" w:rsidP="00554BFA">
      <w:pPr>
        <w:pStyle w:val="libNormal"/>
        <w:rPr>
          <w:rtl/>
        </w:rPr>
      </w:pPr>
      <w:r w:rsidRPr="00554BFA">
        <w:rPr>
          <w:rtl/>
        </w:rPr>
        <w:t>وذكر السيّد السعيد الشهيد، السيّد نصر الله أيضاً، في ديوانه الّذي بخط تلميذه السيّد حسين الرضوي</w:t>
      </w:r>
      <w:r w:rsidR="00D0383A">
        <w:rPr>
          <w:rtl/>
        </w:rPr>
        <w:t>،</w:t>
      </w:r>
      <w:r w:rsidRPr="00554BFA">
        <w:rPr>
          <w:rtl/>
        </w:rPr>
        <w:t xml:space="preserve"> قال: إنَّ بَعض أهل البحرين مِمَن يوثَق به، رأى في منامه فاطمة الزهراء</w:t>
      </w:r>
      <w:r w:rsidR="00554BFA">
        <w:rPr>
          <w:rtl/>
        </w:rPr>
        <w:t xml:space="preserve"> (</w:t>
      </w:r>
      <w:r w:rsidRPr="00554BFA">
        <w:rPr>
          <w:rtl/>
        </w:rPr>
        <w:t xml:space="preserve"> صلوات الله عليها ) في لَمّة من النساء، وهُنَّ يَنُحنَ على الحسين</w:t>
      </w:r>
      <w:r w:rsidR="00554BFA">
        <w:rPr>
          <w:rtl/>
        </w:rPr>
        <w:t xml:space="preserve"> (</w:t>
      </w:r>
      <w:r w:rsidRPr="00554BFA">
        <w:rPr>
          <w:rtl/>
        </w:rPr>
        <w:t>عليه السلام) ببيت من الشعر، وهو قولهن:</w:t>
      </w:r>
    </w:p>
    <w:p w:rsidR="00645494" w:rsidRPr="00645494" w:rsidRDefault="00645494" w:rsidP="00FE2721">
      <w:pPr>
        <w:pStyle w:val="libPoemCenter"/>
        <w:rPr>
          <w:rtl/>
        </w:rPr>
      </w:pPr>
      <w:r w:rsidRPr="006C3507">
        <w:rPr>
          <w:rtl/>
        </w:rPr>
        <w:t>وا</w:t>
      </w:r>
      <w:r w:rsidR="00554BFA">
        <w:rPr>
          <w:rtl/>
        </w:rPr>
        <w:t xml:space="preserve"> </w:t>
      </w:r>
      <w:r w:rsidRPr="006C3507">
        <w:rPr>
          <w:rtl/>
        </w:rPr>
        <w:t>حسيناً</w:t>
      </w:r>
      <w:r w:rsidR="00554BFA">
        <w:rPr>
          <w:rtl/>
        </w:rPr>
        <w:t xml:space="preserve"> </w:t>
      </w:r>
      <w:r w:rsidRPr="006C3507">
        <w:rPr>
          <w:rtl/>
        </w:rPr>
        <w:t>وا</w:t>
      </w:r>
      <w:r w:rsidR="00554BFA">
        <w:rPr>
          <w:rtl/>
        </w:rPr>
        <w:t xml:space="preserve"> </w:t>
      </w:r>
      <w:r w:rsidRPr="006C3507">
        <w:rPr>
          <w:rtl/>
        </w:rPr>
        <w:t>ذبيحاً</w:t>
      </w:r>
      <w:r w:rsidR="00554BFA">
        <w:rPr>
          <w:rtl/>
        </w:rPr>
        <w:t xml:space="preserve"> </w:t>
      </w:r>
      <w:r w:rsidRPr="006C3507">
        <w:rPr>
          <w:rtl/>
        </w:rPr>
        <w:t>مِن</w:t>
      </w:r>
      <w:r w:rsidR="00554BFA">
        <w:rPr>
          <w:rtl/>
        </w:rPr>
        <w:t xml:space="preserve"> </w:t>
      </w:r>
      <w:r w:rsidRPr="006C3507">
        <w:rPr>
          <w:rtl/>
        </w:rPr>
        <w:t>قف</w:t>
      </w:r>
      <w:r w:rsidR="00554BFA">
        <w:rPr>
          <w:rtl/>
        </w:rPr>
        <w:t xml:space="preserve"> </w:t>
      </w:r>
      <w:r w:rsidR="00554BFA" w:rsidRPr="00D0383A">
        <w:rPr>
          <w:rtl/>
        </w:rPr>
        <w:t>=</w:t>
      </w:r>
      <w:r w:rsidR="00554BFA">
        <w:rPr>
          <w:rtl/>
        </w:rPr>
        <w:t xml:space="preserve"> </w:t>
      </w:r>
      <w:r w:rsidRPr="006C3507">
        <w:rPr>
          <w:rtl/>
        </w:rPr>
        <w:t>واحسيناً</w:t>
      </w:r>
      <w:r w:rsidR="00554BFA">
        <w:rPr>
          <w:rtl/>
        </w:rPr>
        <w:t xml:space="preserve"> </w:t>
      </w:r>
      <w:r w:rsidRPr="006C3507">
        <w:rPr>
          <w:rtl/>
        </w:rPr>
        <w:t>واغسيلاً</w:t>
      </w:r>
      <w:r w:rsidR="00554BFA">
        <w:rPr>
          <w:rtl/>
        </w:rPr>
        <w:t xml:space="preserve"> </w:t>
      </w:r>
      <w:r w:rsidRPr="006C3507">
        <w:rPr>
          <w:rtl/>
        </w:rPr>
        <w:t>بالدِما</w:t>
      </w:r>
    </w:p>
    <w:p w:rsidR="00645494" w:rsidRPr="006C3507" w:rsidRDefault="00645494" w:rsidP="00554BFA">
      <w:pPr>
        <w:pStyle w:val="libNormal"/>
        <w:rPr>
          <w:rtl/>
        </w:rPr>
      </w:pPr>
      <w:r w:rsidRPr="00554BFA">
        <w:rPr>
          <w:rtl/>
        </w:rPr>
        <w:t>قال: فانتبه وهو يبكي ويردد فيه، واخبرني بذلك</w:t>
      </w:r>
      <w:r w:rsidR="00D0383A">
        <w:rPr>
          <w:rtl/>
        </w:rPr>
        <w:t>،</w:t>
      </w:r>
      <w:r w:rsidRPr="00554BFA">
        <w:rPr>
          <w:rtl/>
        </w:rPr>
        <w:t xml:space="preserve"> فألحقت بالبيت قصيدة في رثاء الحسين</w:t>
      </w:r>
      <w:r w:rsidR="00554BFA">
        <w:rPr>
          <w:rtl/>
        </w:rPr>
        <w:t xml:space="preserve"> (</w:t>
      </w:r>
      <w:r w:rsidRPr="00554BFA">
        <w:rPr>
          <w:rtl/>
        </w:rPr>
        <w:t>عليه السلام)</w:t>
      </w:r>
      <w:r w:rsidR="00D0383A">
        <w:rPr>
          <w:rtl/>
        </w:rPr>
        <w:t>،</w:t>
      </w:r>
      <w:r w:rsidRPr="00554BFA">
        <w:rPr>
          <w:rtl/>
        </w:rPr>
        <w:t xml:space="preserve"> وهي قولي بعد البيت:</w:t>
      </w:r>
      <w:r w:rsidR="00554BFA">
        <w:rPr>
          <w:rtl/>
        </w:rPr>
        <w:t xml:space="preserve"> </w:t>
      </w:r>
    </w:p>
    <w:p w:rsidR="00645494" w:rsidRDefault="00645494" w:rsidP="00645494">
      <w:pPr>
        <w:pStyle w:val="libNormal"/>
      </w:pPr>
      <w:r>
        <w:br w:type="page"/>
      </w:r>
    </w:p>
    <w:p w:rsidR="00645494" w:rsidRDefault="00645494" w:rsidP="00FE2721">
      <w:pPr>
        <w:pStyle w:val="libPoemCenter"/>
        <w:rPr>
          <w:rtl/>
        </w:rPr>
      </w:pPr>
      <w:r w:rsidRPr="006C3507">
        <w:rPr>
          <w:rtl/>
        </w:rPr>
        <w:lastRenderedPageBreak/>
        <w:t>وا</w:t>
      </w:r>
      <w:r w:rsidR="00554BFA">
        <w:rPr>
          <w:rtl/>
        </w:rPr>
        <w:t xml:space="preserve"> </w:t>
      </w:r>
      <w:r w:rsidRPr="006C3507">
        <w:rPr>
          <w:rtl/>
        </w:rPr>
        <w:t>غَريباً</w:t>
      </w:r>
      <w:r w:rsidR="00554BFA">
        <w:rPr>
          <w:rtl/>
        </w:rPr>
        <w:t xml:space="preserve"> </w:t>
      </w:r>
      <w:r w:rsidRPr="006C3507">
        <w:rPr>
          <w:rtl/>
        </w:rPr>
        <w:t>قُطنه</w:t>
      </w:r>
      <w:r w:rsidR="00554BFA">
        <w:rPr>
          <w:rtl/>
        </w:rPr>
        <w:t xml:space="preserve"> </w:t>
      </w:r>
      <w:r w:rsidRPr="006C3507">
        <w:rPr>
          <w:rtl/>
        </w:rPr>
        <w:t>شَيبته</w:t>
      </w:r>
      <w:r w:rsidR="00554BFA">
        <w:rPr>
          <w:rtl/>
        </w:rPr>
        <w:t xml:space="preserve"> </w:t>
      </w:r>
      <w:r w:rsidR="00554BFA" w:rsidRPr="00D0383A">
        <w:rPr>
          <w:rtl/>
        </w:rPr>
        <w:t>=</w:t>
      </w:r>
      <w:r w:rsidR="00554BFA">
        <w:rPr>
          <w:rtl/>
        </w:rPr>
        <w:t xml:space="preserve"> </w:t>
      </w:r>
      <w:r w:rsidRPr="006C3507">
        <w:rPr>
          <w:rtl/>
        </w:rPr>
        <w:t>إذ</w:t>
      </w:r>
      <w:r w:rsidR="00554BFA">
        <w:rPr>
          <w:rtl/>
        </w:rPr>
        <w:t xml:space="preserve"> </w:t>
      </w:r>
      <w:r w:rsidRPr="006C3507">
        <w:rPr>
          <w:rtl/>
        </w:rPr>
        <w:t>غَدا</w:t>
      </w:r>
      <w:r w:rsidR="00554BFA">
        <w:rPr>
          <w:rtl/>
        </w:rPr>
        <w:t xml:space="preserve"> </w:t>
      </w:r>
      <w:r w:rsidRPr="006C3507">
        <w:rPr>
          <w:rtl/>
        </w:rPr>
        <w:t>كافوره</w:t>
      </w:r>
      <w:r w:rsidR="00554BFA">
        <w:rPr>
          <w:rtl/>
        </w:rPr>
        <w:t xml:space="preserve"> </w:t>
      </w:r>
      <w:r w:rsidRPr="006C3507">
        <w:rPr>
          <w:rtl/>
        </w:rPr>
        <w:t>عَفر</w:t>
      </w:r>
      <w:r w:rsidR="00554BFA">
        <w:rPr>
          <w:rtl/>
        </w:rPr>
        <w:t xml:space="preserve"> </w:t>
      </w:r>
      <w:r w:rsidRPr="006C3507">
        <w:rPr>
          <w:rtl/>
        </w:rPr>
        <w:t>الثَّرى</w:t>
      </w:r>
    </w:p>
    <w:p w:rsidR="00645494" w:rsidRDefault="00645494" w:rsidP="00FE2721">
      <w:pPr>
        <w:pStyle w:val="libPoemCenter"/>
        <w:rPr>
          <w:rtl/>
        </w:rPr>
      </w:pPr>
      <w:r w:rsidRPr="006C3507">
        <w:rPr>
          <w:rtl/>
        </w:rPr>
        <w:t>وا</w:t>
      </w:r>
      <w:r w:rsidR="00554BFA">
        <w:rPr>
          <w:rtl/>
        </w:rPr>
        <w:t xml:space="preserve"> </w:t>
      </w:r>
      <w:r w:rsidRPr="006C3507">
        <w:rPr>
          <w:rtl/>
        </w:rPr>
        <w:t>سليباً</w:t>
      </w:r>
      <w:r w:rsidR="00554BFA">
        <w:rPr>
          <w:rtl/>
        </w:rPr>
        <w:t xml:space="preserve"> </w:t>
      </w:r>
      <w:r w:rsidRPr="006C3507">
        <w:rPr>
          <w:rtl/>
        </w:rPr>
        <w:t>نُسجتْ</w:t>
      </w:r>
      <w:r w:rsidR="00554BFA">
        <w:rPr>
          <w:rtl/>
        </w:rPr>
        <w:t xml:space="preserve"> </w:t>
      </w:r>
      <w:r w:rsidRPr="006C3507">
        <w:rPr>
          <w:rtl/>
        </w:rPr>
        <w:t>أكفانه</w:t>
      </w:r>
      <w:r w:rsidR="00554BFA">
        <w:rPr>
          <w:rtl/>
        </w:rPr>
        <w:t xml:space="preserve"> </w:t>
      </w:r>
      <w:r w:rsidR="00554BFA" w:rsidRPr="00D0383A">
        <w:rPr>
          <w:rtl/>
        </w:rPr>
        <w:t>=</w:t>
      </w:r>
      <w:r w:rsidR="00554BFA">
        <w:rPr>
          <w:rtl/>
        </w:rPr>
        <w:t xml:space="preserve"> </w:t>
      </w:r>
      <w:r w:rsidRPr="006C3507">
        <w:rPr>
          <w:rtl/>
        </w:rPr>
        <w:t>مِن</w:t>
      </w:r>
      <w:r w:rsidR="00554BFA">
        <w:rPr>
          <w:rtl/>
        </w:rPr>
        <w:t xml:space="preserve"> </w:t>
      </w:r>
      <w:r w:rsidRPr="006C3507">
        <w:rPr>
          <w:rtl/>
        </w:rPr>
        <w:t>ثَرى</w:t>
      </w:r>
      <w:r w:rsidR="00554BFA">
        <w:rPr>
          <w:rtl/>
        </w:rPr>
        <w:t xml:space="preserve"> </w:t>
      </w:r>
      <w:r w:rsidRPr="006C3507">
        <w:rPr>
          <w:rtl/>
        </w:rPr>
        <w:t>الطف</w:t>
      </w:r>
      <w:r w:rsidR="00554BFA">
        <w:rPr>
          <w:rtl/>
        </w:rPr>
        <w:t xml:space="preserve"> </w:t>
      </w:r>
      <w:r w:rsidRPr="006C3507">
        <w:rPr>
          <w:rtl/>
        </w:rPr>
        <w:t>دَبوراً</w:t>
      </w:r>
      <w:r w:rsidR="00554BFA">
        <w:rPr>
          <w:rtl/>
        </w:rPr>
        <w:t xml:space="preserve"> </w:t>
      </w:r>
      <w:r w:rsidRPr="006C3507">
        <w:rPr>
          <w:rtl/>
        </w:rPr>
        <w:t>وصَبا</w:t>
      </w:r>
    </w:p>
    <w:p w:rsidR="00645494" w:rsidRDefault="00645494" w:rsidP="00FE2721">
      <w:pPr>
        <w:pStyle w:val="libPoemCenter"/>
        <w:rPr>
          <w:rtl/>
        </w:rPr>
      </w:pPr>
      <w:r w:rsidRPr="006C3507">
        <w:rPr>
          <w:rtl/>
        </w:rPr>
        <w:t>وا</w:t>
      </w:r>
      <w:r w:rsidR="00554BFA">
        <w:rPr>
          <w:rtl/>
        </w:rPr>
        <w:t xml:space="preserve"> </w:t>
      </w:r>
      <w:r w:rsidRPr="006C3507">
        <w:rPr>
          <w:rtl/>
        </w:rPr>
        <w:t>طعيناً</w:t>
      </w:r>
      <w:r w:rsidR="00554BFA">
        <w:rPr>
          <w:rtl/>
        </w:rPr>
        <w:t xml:space="preserve"> </w:t>
      </w:r>
      <w:r w:rsidRPr="006C3507">
        <w:rPr>
          <w:rtl/>
        </w:rPr>
        <w:t>ماله</w:t>
      </w:r>
      <w:r w:rsidR="00554BFA">
        <w:rPr>
          <w:rtl/>
        </w:rPr>
        <w:t xml:space="preserve"> </w:t>
      </w:r>
      <w:r w:rsidRPr="006C3507">
        <w:rPr>
          <w:rtl/>
        </w:rPr>
        <w:t>نَعش</w:t>
      </w:r>
      <w:r w:rsidR="00554BFA">
        <w:rPr>
          <w:rtl/>
        </w:rPr>
        <w:t xml:space="preserve"> </w:t>
      </w:r>
      <w:r w:rsidRPr="006C3507">
        <w:rPr>
          <w:rtl/>
        </w:rPr>
        <w:t>سِوى</w:t>
      </w:r>
      <w:r w:rsidR="00554BFA">
        <w:rPr>
          <w:rtl/>
        </w:rPr>
        <w:t xml:space="preserve"> </w:t>
      </w:r>
      <w:r w:rsidRPr="006C3507">
        <w:rPr>
          <w:rtl/>
        </w:rPr>
        <w:t>الرُ</w:t>
      </w:r>
      <w:r w:rsidR="00554BFA">
        <w:rPr>
          <w:rtl/>
        </w:rPr>
        <w:t xml:space="preserve"> </w:t>
      </w:r>
      <w:r w:rsidR="00554BFA" w:rsidRPr="00D0383A">
        <w:rPr>
          <w:rtl/>
        </w:rPr>
        <w:t>=</w:t>
      </w:r>
      <w:r w:rsidR="00554BFA">
        <w:rPr>
          <w:rtl/>
        </w:rPr>
        <w:t xml:space="preserve"> </w:t>
      </w:r>
      <w:r w:rsidRPr="006C3507">
        <w:rPr>
          <w:rtl/>
        </w:rPr>
        <w:t>مح</w:t>
      </w:r>
      <w:r w:rsidR="00554BFA">
        <w:rPr>
          <w:rtl/>
        </w:rPr>
        <w:t xml:space="preserve"> </w:t>
      </w:r>
      <w:r w:rsidRPr="006C3507">
        <w:rPr>
          <w:rtl/>
        </w:rPr>
        <w:t>في</w:t>
      </w:r>
      <w:r w:rsidR="00554BFA">
        <w:rPr>
          <w:rtl/>
        </w:rPr>
        <w:t xml:space="preserve"> </w:t>
      </w:r>
      <w:r w:rsidRPr="006C3507">
        <w:rPr>
          <w:rtl/>
        </w:rPr>
        <w:t>كَف</w:t>
      </w:r>
      <w:r w:rsidR="00554BFA">
        <w:rPr>
          <w:rtl/>
        </w:rPr>
        <w:t xml:space="preserve"> </w:t>
      </w:r>
      <w:r w:rsidRPr="006C3507">
        <w:rPr>
          <w:rtl/>
        </w:rPr>
        <w:t>سِنان</w:t>
      </w:r>
      <w:r w:rsidR="00554BFA">
        <w:rPr>
          <w:rtl/>
        </w:rPr>
        <w:t xml:space="preserve"> </w:t>
      </w:r>
      <w:r w:rsidRPr="006C3507">
        <w:rPr>
          <w:rtl/>
        </w:rPr>
        <w:t>ذي</w:t>
      </w:r>
      <w:r w:rsidR="00554BFA">
        <w:rPr>
          <w:rtl/>
        </w:rPr>
        <w:t xml:space="preserve"> </w:t>
      </w:r>
      <w:r w:rsidRPr="006C3507">
        <w:rPr>
          <w:rtl/>
        </w:rPr>
        <w:t>الخَنا</w:t>
      </w:r>
    </w:p>
    <w:p w:rsidR="00645494" w:rsidRDefault="00645494" w:rsidP="00FE2721">
      <w:pPr>
        <w:pStyle w:val="libPoemCenter"/>
        <w:rPr>
          <w:rtl/>
        </w:rPr>
      </w:pPr>
      <w:r w:rsidRPr="006C3507">
        <w:rPr>
          <w:rtl/>
        </w:rPr>
        <w:t>وا</w:t>
      </w:r>
      <w:r w:rsidR="00554BFA">
        <w:rPr>
          <w:rtl/>
        </w:rPr>
        <w:t xml:space="preserve"> </w:t>
      </w:r>
      <w:r w:rsidRPr="006C3507">
        <w:rPr>
          <w:rtl/>
        </w:rPr>
        <w:t>وحيداً</w:t>
      </w:r>
      <w:r w:rsidR="00554BFA">
        <w:rPr>
          <w:rtl/>
        </w:rPr>
        <w:t xml:space="preserve"> </w:t>
      </w:r>
      <w:r w:rsidRPr="006C3507">
        <w:rPr>
          <w:rtl/>
        </w:rPr>
        <w:t>لم</w:t>
      </w:r>
      <w:r w:rsidR="00554BFA">
        <w:rPr>
          <w:rtl/>
        </w:rPr>
        <w:t xml:space="preserve"> </w:t>
      </w:r>
      <w:r w:rsidRPr="006C3507">
        <w:rPr>
          <w:rtl/>
        </w:rPr>
        <w:t>يُغمِّض</w:t>
      </w:r>
      <w:r w:rsidR="00554BFA">
        <w:rPr>
          <w:rtl/>
        </w:rPr>
        <w:t xml:space="preserve"> </w:t>
      </w:r>
      <w:r w:rsidRPr="006C3507">
        <w:rPr>
          <w:rtl/>
        </w:rPr>
        <w:t>طَرفه</w:t>
      </w:r>
      <w:r w:rsidR="00554BFA">
        <w:rPr>
          <w:rtl/>
        </w:rPr>
        <w:t xml:space="preserve"> </w:t>
      </w:r>
      <w:r w:rsidR="00554BFA" w:rsidRPr="00D0383A">
        <w:rPr>
          <w:rtl/>
        </w:rPr>
        <w:t>=</w:t>
      </w:r>
      <w:r w:rsidR="00554BFA">
        <w:rPr>
          <w:rtl/>
        </w:rPr>
        <w:t xml:space="preserve"> </w:t>
      </w:r>
      <w:r w:rsidRPr="006C3507">
        <w:rPr>
          <w:rtl/>
        </w:rPr>
        <w:t>كَف</w:t>
      </w:r>
      <w:r w:rsidR="00554BFA">
        <w:rPr>
          <w:rtl/>
        </w:rPr>
        <w:t xml:space="preserve"> </w:t>
      </w:r>
      <w:r w:rsidRPr="006C3507">
        <w:rPr>
          <w:rtl/>
        </w:rPr>
        <w:t>ذي</w:t>
      </w:r>
      <w:r w:rsidR="00554BFA">
        <w:rPr>
          <w:rtl/>
        </w:rPr>
        <w:t xml:space="preserve"> </w:t>
      </w:r>
      <w:r w:rsidRPr="006C3507">
        <w:rPr>
          <w:rtl/>
        </w:rPr>
        <w:t>رِفق</w:t>
      </w:r>
      <w:r w:rsidR="00554BFA">
        <w:rPr>
          <w:rtl/>
        </w:rPr>
        <w:t xml:space="preserve"> </w:t>
      </w:r>
      <w:r w:rsidRPr="006C3507">
        <w:rPr>
          <w:rtl/>
        </w:rPr>
        <w:t>به</w:t>
      </w:r>
      <w:r w:rsidR="00554BFA">
        <w:rPr>
          <w:rtl/>
        </w:rPr>
        <w:t xml:space="preserve"> </w:t>
      </w:r>
      <w:r w:rsidRPr="006C3507">
        <w:rPr>
          <w:rtl/>
        </w:rPr>
        <w:t>في</w:t>
      </w:r>
      <w:r w:rsidR="00554BFA">
        <w:rPr>
          <w:rtl/>
        </w:rPr>
        <w:t xml:space="preserve"> </w:t>
      </w:r>
      <w:r w:rsidRPr="006C3507">
        <w:rPr>
          <w:rtl/>
        </w:rPr>
        <w:t>كربلا</w:t>
      </w:r>
    </w:p>
    <w:p w:rsidR="00645494" w:rsidRDefault="00645494" w:rsidP="00FE2721">
      <w:pPr>
        <w:pStyle w:val="libPoemCenter"/>
        <w:rPr>
          <w:rtl/>
        </w:rPr>
      </w:pPr>
      <w:r w:rsidRPr="006C3507">
        <w:rPr>
          <w:rtl/>
        </w:rPr>
        <w:t>وا</w:t>
      </w:r>
      <w:r w:rsidR="00554BFA">
        <w:rPr>
          <w:rtl/>
        </w:rPr>
        <w:t xml:space="preserve"> </w:t>
      </w:r>
      <w:r w:rsidRPr="006C3507">
        <w:rPr>
          <w:rtl/>
        </w:rPr>
        <w:t>شَهيداً</w:t>
      </w:r>
      <w:r w:rsidR="00554BFA">
        <w:rPr>
          <w:rtl/>
        </w:rPr>
        <w:t xml:space="preserve"> </w:t>
      </w:r>
      <w:r w:rsidRPr="006C3507">
        <w:rPr>
          <w:rtl/>
        </w:rPr>
        <w:t>دَمه</w:t>
      </w:r>
      <w:r w:rsidR="00554BFA">
        <w:rPr>
          <w:rtl/>
        </w:rPr>
        <w:t xml:space="preserve"> </w:t>
      </w:r>
      <w:r w:rsidRPr="006C3507">
        <w:rPr>
          <w:rtl/>
        </w:rPr>
        <w:t>كالمِسك</w:t>
      </w:r>
      <w:r w:rsidR="00554BFA">
        <w:rPr>
          <w:rtl/>
        </w:rPr>
        <w:t xml:space="preserve"> </w:t>
      </w:r>
      <w:r w:rsidRPr="006C3507">
        <w:rPr>
          <w:rtl/>
        </w:rPr>
        <w:t>في</w:t>
      </w:r>
      <w:r w:rsidR="00554BFA">
        <w:rPr>
          <w:rtl/>
        </w:rPr>
        <w:t xml:space="preserve"> </w:t>
      </w:r>
      <w:r w:rsidR="00554BFA" w:rsidRPr="00D0383A">
        <w:rPr>
          <w:rtl/>
        </w:rPr>
        <w:t>=</w:t>
      </w:r>
      <w:r w:rsidR="00554BFA">
        <w:rPr>
          <w:rtl/>
        </w:rPr>
        <w:t xml:space="preserve"> </w:t>
      </w:r>
      <w:r w:rsidRPr="006C3507">
        <w:rPr>
          <w:rtl/>
        </w:rPr>
        <w:t>طيبه</w:t>
      </w:r>
      <w:r w:rsidR="00554BFA">
        <w:rPr>
          <w:rtl/>
        </w:rPr>
        <w:t xml:space="preserve"> </w:t>
      </w:r>
      <w:r w:rsidRPr="006C3507">
        <w:rPr>
          <w:rtl/>
        </w:rPr>
        <w:t>قد</w:t>
      </w:r>
      <w:r w:rsidR="00554BFA">
        <w:rPr>
          <w:rtl/>
        </w:rPr>
        <w:t xml:space="preserve"> </w:t>
      </w:r>
      <w:r w:rsidRPr="006C3507">
        <w:rPr>
          <w:rtl/>
        </w:rPr>
        <w:t>فَعَّم</w:t>
      </w:r>
      <w:r w:rsidR="00554BFA">
        <w:rPr>
          <w:rtl/>
        </w:rPr>
        <w:t xml:space="preserve"> </w:t>
      </w:r>
      <w:r w:rsidRPr="006C3507">
        <w:rPr>
          <w:rtl/>
        </w:rPr>
        <w:t>الجوَّ</w:t>
      </w:r>
      <w:r w:rsidR="00554BFA">
        <w:rPr>
          <w:rtl/>
        </w:rPr>
        <w:t xml:space="preserve"> </w:t>
      </w:r>
      <w:r w:rsidRPr="006C3507">
        <w:rPr>
          <w:rtl/>
        </w:rPr>
        <w:t>شَذى</w:t>
      </w:r>
    </w:p>
    <w:p w:rsidR="00645494" w:rsidRDefault="00645494" w:rsidP="00FE2721">
      <w:pPr>
        <w:pStyle w:val="libPoemCenter"/>
        <w:rPr>
          <w:rtl/>
        </w:rPr>
      </w:pPr>
      <w:r w:rsidRPr="006C3507">
        <w:rPr>
          <w:rtl/>
        </w:rPr>
        <w:t>وا</w:t>
      </w:r>
      <w:r w:rsidR="00554BFA">
        <w:rPr>
          <w:rtl/>
        </w:rPr>
        <w:t xml:space="preserve"> </w:t>
      </w:r>
      <w:r w:rsidRPr="006C3507">
        <w:rPr>
          <w:rtl/>
        </w:rPr>
        <w:t>صَريعاً</w:t>
      </w:r>
      <w:r w:rsidR="00554BFA">
        <w:rPr>
          <w:rtl/>
        </w:rPr>
        <w:t xml:space="preserve"> </w:t>
      </w:r>
      <w:r w:rsidRPr="006C3507">
        <w:rPr>
          <w:rtl/>
        </w:rPr>
        <w:t>أوطئوا</w:t>
      </w:r>
      <w:r w:rsidR="00554BFA">
        <w:rPr>
          <w:rtl/>
        </w:rPr>
        <w:t xml:space="preserve"> </w:t>
      </w:r>
      <w:r w:rsidRPr="006C3507">
        <w:rPr>
          <w:rtl/>
        </w:rPr>
        <w:t>خَيلهمُ</w:t>
      </w:r>
      <w:r w:rsidR="00554BFA">
        <w:rPr>
          <w:rtl/>
        </w:rPr>
        <w:t xml:space="preserve"> </w:t>
      </w:r>
      <w:r w:rsidR="00554BFA" w:rsidRPr="00D0383A">
        <w:rPr>
          <w:rtl/>
        </w:rPr>
        <w:t>=</w:t>
      </w:r>
      <w:r w:rsidR="00554BFA">
        <w:rPr>
          <w:rtl/>
        </w:rPr>
        <w:t xml:space="preserve"> </w:t>
      </w:r>
      <w:r w:rsidRPr="006C3507">
        <w:rPr>
          <w:rtl/>
        </w:rPr>
        <w:t>صَدر</w:t>
      </w:r>
      <w:r w:rsidR="00554BFA">
        <w:rPr>
          <w:rtl/>
        </w:rPr>
        <w:t xml:space="preserve"> </w:t>
      </w:r>
      <w:r w:rsidRPr="006C3507">
        <w:rPr>
          <w:rtl/>
        </w:rPr>
        <w:t>قُدس</w:t>
      </w:r>
      <w:r w:rsidR="00554BFA">
        <w:rPr>
          <w:rtl/>
        </w:rPr>
        <w:t xml:space="preserve"> </w:t>
      </w:r>
      <w:r w:rsidRPr="006C3507">
        <w:rPr>
          <w:rtl/>
        </w:rPr>
        <w:t>زُبُر</w:t>
      </w:r>
      <w:r w:rsidR="00554BFA">
        <w:rPr>
          <w:rtl/>
        </w:rPr>
        <w:t xml:space="preserve"> </w:t>
      </w:r>
      <w:r w:rsidRPr="006C3507">
        <w:rPr>
          <w:rtl/>
        </w:rPr>
        <w:t>العِلم</w:t>
      </w:r>
      <w:r w:rsidR="00554BFA">
        <w:rPr>
          <w:rtl/>
        </w:rPr>
        <w:t xml:space="preserve"> </w:t>
      </w:r>
      <w:r w:rsidRPr="006C3507">
        <w:rPr>
          <w:rtl/>
        </w:rPr>
        <w:t>حَوى</w:t>
      </w:r>
    </w:p>
    <w:p w:rsidR="00645494" w:rsidRDefault="00645494" w:rsidP="00FE2721">
      <w:pPr>
        <w:pStyle w:val="libPoemCenter"/>
        <w:rPr>
          <w:rtl/>
        </w:rPr>
      </w:pPr>
      <w:r w:rsidRPr="006C3507">
        <w:rPr>
          <w:rtl/>
        </w:rPr>
        <w:t>وا</w:t>
      </w:r>
      <w:r w:rsidR="00554BFA">
        <w:rPr>
          <w:rtl/>
        </w:rPr>
        <w:t xml:space="preserve"> </w:t>
      </w:r>
      <w:r w:rsidRPr="006C3507">
        <w:rPr>
          <w:rtl/>
        </w:rPr>
        <w:t>طريحاً</w:t>
      </w:r>
      <w:r w:rsidR="00554BFA">
        <w:rPr>
          <w:rtl/>
        </w:rPr>
        <w:t xml:space="preserve"> </w:t>
      </w:r>
      <w:r w:rsidRPr="006C3507">
        <w:rPr>
          <w:rtl/>
        </w:rPr>
        <w:t>في</w:t>
      </w:r>
      <w:r w:rsidR="00554BFA">
        <w:rPr>
          <w:rtl/>
        </w:rPr>
        <w:t xml:space="preserve"> </w:t>
      </w:r>
      <w:r w:rsidRPr="006C3507">
        <w:rPr>
          <w:rtl/>
        </w:rPr>
        <w:t>الثرى</w:t>
      </w:r>
      <w:r w:rsidR="00554BFA">
        <w:rPr>
          <w:rtl/>
        </w:rPr>
        <w:t xml:space="preserve"> </w:t>
      </w:r>
      <w:r w:rsidRPr="006C3507">
        <w:rPr>
          <w:rtl/>
        </w:rPr>
        <w:t>وهو</w:t>
      </w:r>
      <w:r w:rsidR="00554BFA">
        <w:rPr>
          <w:rtl/>
        </w:rPr>
        <w:t xml:space="preserve"> </w:t>
      </w:r>
      <w:r w:rsidRPr="006C3507">
        <w:rPr>
          <w:rtl/>
        </w:rPr>
        <w:t>ابن</w:t>
      </w:r>
      <w:r w:rsidR="00554BFA">
        <w:rPr>
          <w:rtl/>
        </w:rPr>
        <w:t xml:space="preserve"> </w:t>
      </w:r>
      <w:r w:rsidRPr="006C3507">
        <w:rPr>
          <w:rtl/>
        </w:rPr>
        <w:t>مَن</w:t>
      </w:r>
      <w:r w:rsidR="00554BFA">
        <w:rPr>
          <w:rtl/>
        </w:rPr>
        <w:t xml:space="preserve"> </w:t>
      </w:r>
      <w:r w:rsidR="00554BFA" w:rsidRPr="00D0383A">
        <w:rPr>
          <w:rtl/>
        </w:rPr>
        <w:t>=</w:t>
      </w:r>
      <w:r w:rsidR="00554BFA">
        <w:rPr>
          <w:rtl/>
        </w:rPr>
        <w:t xml:space="preserve"> </w:t>
      </w:r>
      <w:r w:rsidRPr="006C3507">
        <w:rPr>
          <w:rtl/>
        </w:rPr>
        <w:t>قاب</w:t>
      </w:r>
      <w:r w:rsidR="00554BFA">
        <w:rPr>
          <w:rtl/>
        </w:rPr>
        <w:t xml:space="preserve"> </w:t>
      </w:r>
      <w:r w:rsidRPr="006C3507">
        <w:rPr>
          <w:rtl/>
        </w:rPr>
        <w:t>قَوسين</w:t>
      </w:r>
      <w:r w:rsidR="00554BFA">
        <w:rPr>
          <w:rtl/>
        </w:rPr>
        <w:t xml:space="preserve"> </w:t>
      </w:r>
      <w:r w:rsidRPr="006C3507">
        <w:rPr>
          <w:rtl/>
        </w:rPr>
        <w:t>مِن</w:t>
      </w:r>
      <w:r w:rsidR="00554BFA">
        <w:rPr>
          <w:rtl/>
        </w:rPr>
        <w:t xml:space="preserve"> </w:t>
      </w:r>
      <w:r w:rsidRPr="006C3507">
        <w:rPr>
          <w:rtl/>
        </w:rPr>
        <w:t>الله</w:t>
      </w:r>
      <w:r w:rsidR="00554BFA">
        <w:rPr>
          <w:rtl/>
        </w:rPr>
        <w:t xml:space="preserve"> </w:t>
      </w:r>
      <w:r w:rsidRPr="006C3507">
        <w:rPr>
          <w:rtl/>
        </w:rPr>
        <w:t>دَنا</w:t>
      </w:r>
    </w:p>
    <w:p w:rsidR="00645494" w:rsidRDefault="00645494" w:rsidP="00FE2721">
      <w:pPr>
        <w:pStyle w:val="libPoemCenter"/>
        <w:rPr>
          <w:rtl/>
        </w:rPr>
      </w:pPr>
      <w:r w:rsidRPr="006C3507">
        <w:rPr>
          <w:rtl/>
        </w:rPr>
        <w:t>وا</w:t>
      </w:r>
      <w:r w:rsidR="00554BFA">
        <w:rPr>
          <w:rtl/>
        </w:rPr>
        <w:t xml:space="preserve"> </w:t>
      </w:r>
      <w:r w:rsidRPr="006C3507">
        <w:rPr>
          <w:rtl/>
        </w:rPr>
        <w:t>ذبيحاً</w:t>
      </w:r>
      <w:r w:rsidR="00554BFA">
        <w:rPr>
          <w:rtl/>
        </w:rPr>
        <w:t xml:space="preserve"> </w:t>
      </w:r>
      <w:r w:rsidRPr="006C3507">
        <w:rPr>
          <w:rtl/>
        </w:rPr>
        <w:t>يَتلظَّى</w:t>
      </w:r>
      <w:r w:rsidR="00554BFA">
        <w:rPr>
          <w:rtl/>
        </w:rPr>
        <w:t xml:space="preserve"> </w:t>
      </w:r>
      <w:r w:rsidRPr="006C3507">
        <w:rPr>
          <w:rtl/>
        </w:rPr>
        <w:t>عَطشاً</w:t>
      </w:r>
      <w:r w:rsidR="00554BFA">
        <w:rPr>
          <w:rtl/>
        </w:rPr>
        <w:t xml:space="preserve"> </w:t>
      </w:r>
      <w:r w:rsidR="00554BFA" w:rsidRPr="00D0383A">
        <w:rPr>
          <w:rtl/>
        </w:rPr>
        <w:t>=</w:t>
      </w:r>
      <w:r w:rsidR="00554BFA">
        <w:rPr>
          <w:rtl/>
        </w:rPr>
        <w:t xml:space="preserve"> </w:t>
      </w:r>
      <w:r w:rsidRPr="006C3507">
        <w:rPr>
          <w:rtl/>
        </w:rPr>
        <w:t>وأبوه</w:t>
      </w:r>
      <w:r w:rsidR="00554BFA">
        <w:rPr>
          <w:rtl/>
        </w:rPr>
        <w:t xml:space="preserve"> </w:t>
      </w:r>
      <w:r w:rsidRPr="006C3507">
        <w:rPr>
          <w:rtl/>
        </w:rPr>
        <w:t>صاحب</w:t>
      </w:r>
      <w:r w:rsidR="00554BFA">
        <w:rPr>
          <w:rtl/>
        </w:rPr>
        <w:t xml:space="preserve"> </w:t>
      </w:r>
      <w:r w:rsidRPr="006C3507">
        <w:rPr>
          <w:rtl/>
        </w:rPr>
        <w:t>الحَوض</w:t>
      </w:r>
      <w:r w:rsidR="00554BFA">
        <w:rPr>
          <w:rtl/>
        </w:rPr>
        <w:t xml:space="preserve"> </w:t>
      </w:r>
      <w:r w:rsidRPr="006C3507">
        <w:rPr>
          <w:rtl/>
        </w:rPr>
        <w:t>غَدا</w:t>
      </w:r>
    </w:p>
    <w:p w:rsidR="00645494" w:rsidRDefault="00645494" w:rsidP="00FE2721">
      <w:pPr>
        <w:pStyle w:val="libPoemCenter"/>
        <w:rPr>
          <w:rtl/>
        </w:rPr>
      </w:pPr>
      <w:r w:rsidRPr="006C3507">
        <w:rPr>
          <w:rtl/>
        </w:rPr>
        <w:t>وا</w:t>
      </w:r>
      <w:r w:rsidR="00554BFA">
        <w:rPr>
          <w:rtl/>
        </w:rPr>
        <w:t xml:space="preserve"> </w:t>
      </w:r>
      <w:r w:rsidRPr="006C3507">
        <w:rPr>
          <w:rtl/>
        </w:rPr>
        <w:t>قَتيلاً</w:t>
      </w:r>
      <w:r w:rsidR="00554BFA">
        <w:rPr>
          <w:rtl/>
        </w:rPr>
        <w:t xml:space="preserve"> </w:t>
      </w:r>
      <w:r w:rsidRPr="006C3507">
        <w:rPr>
          <w:rtl/>
        </w:rPr>
        <w:t>أحَرقوا</w:t>
      </w:r>
      <w:r w:rsidR="00554BFA">
        <w:rPr>
          <w:rtl/>
        </w:rPr>
        <w:t xml:space="preserve"> </w:t>
      </w:r>
      <w:r w:rsidRPr="006C3507">
        <w:rPr>
          <w:rtl/>
        </w:rPr>
        <w:t>خَيمته</w:t>
      </w:r>
      <w:r w:rsidR="00554BFA">
        <w:rPr>
          <w:rtl/>
        </w:rPr>
        <w:t xml:space="preserve"> </w:t>
      </w:r>
      <w:r w:rsidR="00554BFA" w:rsidRPr="00D0383A">
        <w:rPr>
          <w:rtl/>
        </w:rPr>
        <w:t>=</w:t>
      </w:r>
      <w:r w:rsidR="00554BFA">
        <w:rPr>
          <w:rtl/>
        </w:rPr>
        <w:t xml:space="preserve"> </w:t>
      </w:r>
      <w:r w:rsidRPr="006C3507">
        <w:rPr>
          <w:rtl/>
        </w:rPr>
        <w:t>وهو</w:t>
      </w:r>
      <w:r w:rsidR="00554BFA">
        <w:rPr>
          <w:rtl/>
        </w:rPr>
        <w:t xml:space="preserve"> </w:t>
      </w:r>
      <w:r w:rsidRPr="006C3507">
        <w:rPr>
          <w:rtl/>
        </w:rPr>
        <w:t>للدين</w:t>
      </w:r>
      <w:r w:rsidR="00554BFA">
        <w:rPr>
          <w:rtl/>
        </w:rPr>
        <w:t xml:space="preserve"> </w:t>
      </w:r>
      <w:r w:rsidRPr="006C3507">
        <w:rPr>
          <w:rtl/>
        </w:rPr>
        <w:t>الحَنيفي</w:t>
      </w:r>
      <w:r w:rsidR="00554BFA">
        <w:rPr>
          <w:rtl/>
        </w:rPr>
        <w:t xml:space="preserve"> </w:t>
      </w:r>
      <w:r w:rsidRPr="006C3507">
        <w:rPr>
          <w:rtl/>
        </w:rPr>
        <w:t>وِعا</w:t>
      </w:r>
    </w:p>
    <w:p w:rsidR="00645494" w:rsidRDefault="00645494" w:rsidP="00FE2721">
      <w:pPr>
        <w:pStyle w:val="libPoemCenter"/>
        <w:rPr>
          <w:rtl/>
        </w:rPr>
      </w:pPr>
      <w:r w:rsidRPr="006C3507">
        <w:rPr>
          <w:rtl/>
        </w:rPr>
        <w:t>وا</w:t>
      </w:r>
      <w:r w:rsidR="00554BFA">
        <w:rPr>
          <w:rtl/>
        </w:rPr>
        <w:t xml:space="preserve"> </w:t>
      </w:r>
      <w:r w:rsidRPr="006C3507">
        <w:rPr>
          <w:rtl/>
        </w:rPr>
        <w:t>حَزيناً</w:t>
      </w:r>
      <w:r w:rsidR="00554BFA">
        <w:rPr>
          <w:rtl/>
        </w:rPr>
        <w:t xml:space="preserve"> </w:t>
      </w:r>
      <w:r w:rsidRPr="006C3507">
        <w:rPr>
          <w:rtl/>
        </w:rPr>
        <w:t>ذَبحوا</w:t>
      </w:r>
      <w:r w:rsidR="00554BFA">
        <w:rPr>
          <w:rtl/>
        </w:rPr>
        <w:t xml:space="preserve"> </w:t>
      </w:r>
      <w:r w:rsidRPr="006C3507">
        <w:rPr>
          <w:rtl/>
        </w:rPr>
        <w:t>أنصاره</w:t>
      </w:r>
      <w:r w:rsidR="00554BFA">
        <w:rPr>
          <w:rtl/>
        </w:rPr>
        <w:t xml:space="preserve"> </w:t>
      </w:r>
      <w:r w:rsidR="00554BFA" w:rsidRPr="00D0383A">
        <w:rPr>
          <w:rtl/>
        </w:rPr>
        <w:t>=</w:t>
      </w:r>
      <w:r w:rsidR="00554BFA">
        <w:rPr>
          <w:rtl/>
        </w:rPr>
        <w:t xml:space="preserve"> </w:t>
      </w:r>
      <w:r w:rsidRPr="006C3507">
        <w:rPr>
          <w:rtl/>
        </w:rPr>
        <w:t>وبنيه</w:t>
      </w:r>
      <w:r w:rsidR="00554BFA">
        <w:rPr>
          <w:rtl/>
        </w:rPr>
        <w:t xml:space="preserve"> </w:t>
      </w:r>
      <w:r w:rsidRPr="006C3507">
        <w:rPr>
          <w:rtl/>
        </w:rPr>
        <w:t>وهو</w:t>
      </w:r>
      <w:r w:rsidR="00554BFA">
        <w:rPr>
          <w:rtl/>
        </w:rPr>
        <w:t xml:space="preserve"> </w:t>
      </w:r>
      <w:r w:rsidRPr="006C3507">
        <w:rPr>
          <w:rtl/>
        </w:rPr>
        <w:t>لا</w:t>
      </w:r>
      <w:r w:rsidR="00554BFA">
        <w:rPr>
          <w:rtl/>
        </w:rPr>
        <w:t xml:space="preserve"> </w:t>
      </w:r>
      <w:r w:rsidRPr="006C3507">
        <w:rPr>
          <w:rtl/>
        </w:rPr>
        <w:t>يَخشى</w:t>
      </w:r>
      <w:r w:rsidR="00554BFA">
        <w:rPr>
          <w:rtl/>
        </w:rPr>
        <w:t xml:space="preserve"> </w:t>
      </w:r>
      <w:r w:rsidRPr="006C3507">
        <w:rPr>
          <w:rtl/>
        </w:rPr>
        <w:t>العِدى</w:t>
      </w:r>
    </w:p>
    <w:p w:rsidR="00645494" w:rsidRDefault="00645494" w:rsidP="00FE2721">
      <w:pPr>
        <w:pStyle w:val="libPoemCenter"/>
        <w:rPr>
          <w:rtl/>
        </w:rPr>
      </w:pPr>
      <w:r w:rsidRPr="006C3507">
        <w:rPr>
          <w:rtl/>
        </w:rPr>
        <w:t>كيف</w:t>
      </w:r>
      <w:r w:rsidR="00554BFA">
        <w:rPr>
          <w:rtl/>
        </w:rPr>
        <w:t xml:space="preserve"> </w:t>
      </w:r>
      <w:r w:rsidRPr="006C3507">
        <w:rPr>
          <w:rtl/>
        </w:rPr>
        <w:t>يَخشى</w:t>
      </w:r>
      <w:r w:rsidR="00554BFA">
        <w:rPr>
          <w:rtl/>
        </w:rPr>
        <w:t xml:space="preserve"> </w:t>
      </w:r>
      <w:r w:rsidRPr="006C3507">
        <w:rPr>
          <w:rtl/>
        </w:rPr>
        <w:t>وهو</w:t>
      </w:r>
      <w:r w:rsidR="00554BFA">
        <w:rPr>
          <w:rtl/>
        </w:rPr>
        <w:t xml:space="preserve"> </w:t>
      </w:r>
      <w:r w:rsidRPr="006C3507">
        <w:rPr>
          <w:rtl/>
        </w:rPr>
        <w:t>نَجل</w:t>
      </w:r>
      <w:r w:rsidR="00554BFA">
        <w:rPr>
          <w:rtl/>
        </w:rPr>
        <w:t xml:space="preserve"> </w:t>
      </w:r>
      <w:r w:rsidRPr="006C3507">
        <w:rPr>
          <w:rtl/>
        </w:rPr>
        <w:t>المُرتضى</w:t>
      </w:r>
      <w:r w:rsidR="00554BFA">
        <w:rPr>
          <w:rtl/>
        </w:rPr>
        <w:t xml:space="preserve"> </w:t>
      </w:r>
      <w:r w:rsidR="00554BFA" w:rsidRPr="00D0383A">
        <w:rPr>
          <w:rtl/>
        </w:rPr>
        <w:t>=</w:t>
      </w:r>
      <w:r w:rsidR="00554BFA">
        <w:rPr>
          <w:rtl/>
        </w:rPr>
        <w:t xml:space="preserve"> </w:t>
      </w:r>
      <w:r w:rsidRPr="006C3507">
        <w:rPr>
          <w:rtl/>
        </w:rPr>
        <w:t>أسد</w:t>
      </w:r>
      <w:r w:rsidR="00554BFA">
        <w:rPr>
          <w:rtl/>
        </w:rPr>
        <w:t xml:space="preserve"> </w:t>
      </w:r>
      <w:r w:rsidRPr="006C3507">
        <w:rPr>
          <w:rtl/>
        </w:rPr>
        <w:t>الله</w:t>
      </w:r>
      <w:r w:rsidR="00554BFA">
        <w:rPr>
          <w:rtl/>
        </w:rPr>
        <w:t xml:space="preserve"> </w:t>
      </w:r>
      <w:r w:rsidRPr="006C3507">
        <w:rPr>
          <w:rtl/>
        </w:rPr>
        <w:t>الفَتى</w:t>
      </w:r>
      <w:r w:rsidR="00554BFA">
        <w:rPr>
          <w:rtl/>
        </w:rPr>
        <w:t xml:space="preserve"> </w:t>
      </w:r>
      <w:r w:rsidRPr="006C3507">
        <w:rPr>
          <w:rtl/>
        </w:rPr>
        <w:t>وابن</w:t>
      </w:r>
      <w:r w:rsidR="00554BFA">
        <w:rPr>
          <w:rtl/>
        </w:rPr>
        <w:t xml:space="preserve"> </w:t>
      </w:r>
      <w:r w:rsidRPr="006C3507">
        <w:rPr>
          <w:rtl/>
        </w:rPr>
        <w:t>الفَتى</w:t>
      </w:r>
    </w:p>
    <w:p w:rsidR="00645494" w:rsidRDefault="00645494" w:rsidP="00FE2721">
      <w:pPr>
        <w:pStyle w:val="libPoemCenter"/>
        <w:rPr>
          <w:rtl/>
        </w:rPr>
      </w:pPr>
      <w:r w:rsidRPr="006C3507">
        <w:rPr>
          <w:rtl/>
        </w:rPr>
        <w:t>أنا</w:t>
      </w:r>
      <w:r w:rsidR="00554BFA">
        <w:rPr>
          <w:rtl/>
        </w:rPr>
        <w:t xml:space="preserve"> </w:t>
      </w:r>
      <w:r w:rsidRPr="006C3507">
        <w:rPr>
          <w:rtl/>
        </w:rPr>
        <w:t>لا</w:t>
      </w:r>
      <w:r w:rsidR="00554BFA">
        <w:rPr>
          <w:rtl/>
        </w:rPr>
        <w:t xml:space="preserve"> </w:t>
      </w:r>
      <w:r w:rsidRPr="006C3507">
        <w:rPr>
          <w:rtl/>
        </w:rPr>
        <w:t>أنساه</w:t>
      </w:r>
      <w:r w:rsidR="00554BFA">
        <w:rPr>
          <w:rtl/>
        </w:rPr>
        <w:t xml:space="preserve"> </w:t>
      </w:r>
      <w:r w:rsidRPr="006C3507">
        <w:rPr>
          <w:rtl/>
        </w:rPr>
        <w:t>فَرداً</w:t>
      </w:r>
      <w:r w:rsidR="00554BFA">
        <w:rPr>
          <w:rtl/>
        </w:rPr>
        <w:t xml:space="preserve"> </w:t>
      </w:r>
      <w:r w:rsidRPr="006C3507">
        <w:rPr>
          <w:rtl/>
        </w:rPr>
        <w:t>ما</w:t>
      </w:r>
      <w:r w:rsidR="00554BFA">
        <w:rPr>
          <w:rtl/>
        </w:rPr>
        <w:t xml:space="preserve"> </w:t>
      </w:r>
      <w:r w:rsidRPr="006C3507">
        <w:rPr>
          <w:rtl/>
        </w:rPr>
        <w:t>له</w:t>
      </w:r>
      <w:r w:rsidR="00554BFA">
        <w:rPr>
          <w:rtl/>
        </w:rPr>
        <w:t xml:space="preserve"> </w:t>
      </w:r>
      <w:r w:rsidR="00554BFA" w:rsidRPr="00D0383A">
        <w:rPr>
          <w:rtl/>
        </w:rPr>
        <w:t>=</w:t>
      </w:r>
      <w:r w:rsidR="00554BFA">
        <w:rPr>
          <w:rtl/>
        </w:rPr>
        <w:t xml:space="preserve"> </w:t>
      </w:r>
      <w:r w:rsidRPr="006C3507">
        <w:rPr>
          <w:rtl/>
        </w:rPr>
        <w:t>مِن</w:t>
      </w:r>
      <w:r w:rsidR="00554BFA">
        <w:rPr>
          <w:rtl/>
        </w:rPr>
        <w:t xml:space="preserve"> </w:t>
      </w:r>
      <w:r w:rsidRPr="006C3507">
        <w:rPr>
          <w:rtl/>
        </w:rPr>
        <w:t>مُعين</w:t>
      </w:r>
      <w:r w:rsidR="00554BFA">
        <w:rPr>
          <w:rtl/>
        </w:rPr>
        <w:t xml:space="preserve"> </w:t>
      </w:r>
      <w:r w:rsidRPr="006C3507">
        <w:rPr>
          <w:rtl/>
        </w:rPr>
        <w:t>غَير</w:t>
      </w:r>
      <w:r w:rsidR="00554BFA">
        <w:rPr>
          <w:rtl/>
        </w:rPr>
        <w:t xml:space="preserve"> </w:t>
      </w:r>
      <w:r w:rsidRPr="006C3507">
        <w:rPr>
          <w:rtl/>
        </w:rPr>
        <w:t>دَمع</w:t>
      </w:r>
      <w:r w:rsidR="00554BFA">
        <w:rPr>
          <w:rtl/>
        </w:rPr>
        <w:t xml:space="preserve"> </w:t>
      </w:r>
      <w:r w:rsidRPr="006C3507">
        <w:rPr>
          <w:rtl/>
        </w:rPr>
        <w:t>وأسى</w:t>
      </w:r>
    </w:p>
    <w:p w:rsidR="00645494" w:rsidRDefault="00645494" w:rsidP="00FE2721">
      <w:pPr>
        <w:pStyle w:val="libPoemCenter"/>
        <w:rPr>
          <w:rtl/>
        </w:rPr>
      </w:pPr>
      <w:r w:rsidRPr="006C3507">
        <w:rPr>
          <w:rtl/>
        </w:rPr>
        <w:t>وهو</w:t>
      </w:r>
      <w:r w:rsidR="00554BFA">
        <w:rPr>
          <w:rtl/>
        </w:rPr>
        <w:t xml:space="preserve"> </w:t>
      </w:r>
      <w:r w:rsidRPr="006C3507">
        <w:rPr>
          <w:rtl/>
        </w:rPr>
        <w:t>ظامٍ</w:t>
      </w:r>
      <w:r w:rsidR="00554BFA">
        <w:rPr>
          <w:rtl/>
        </w:rPr>
        <w:t xml:space="preserve"> </w:t>
      </w:r>
      <w:r w:rsidRPr="006C3507">
        <w:rPr>
          <w:rtl/>
        </w:rPr>
        <w:t>والعِدى</w:t>
      </w:r>
      <w:r w:rsidR="00554BFA">
        <w:rPr>
          <w:rtl/>
        </w:rPr>
        <w:t xml:space="preserve"> </w:t>
      </w:r>
      <w:r w:rsidRPr="006C3507">
        <w:rPr>
          <w:rtl/>
        </w:rPr>
        <w:t>قد</w:t>
      </w:r>
      <w:r w:rsidR="00554BFA">
        <w:rPr>
          <w:rtl/>
        </w:rPr>
        <w:t xml:space="preserve"> </w:t>
      </w:r>
      <w:r w:rsidRPr="006C3507">
        <w:rPr>
          <w:rtl/>
        </w:rPr>
        <w:t>أوردوا</w:t>
      </w:r>
      <w:r w:rsidR="00554BFA">
        <w:rPr>
          <w:rtl/>
        </w:rPr>
        <w:t xml:space="preserve"> </w:t>
      </w:r>
      <w:r w:rsidR="00554BFA" w:rsidRPr="00D0383A">
        <w:rPr>
          <w:rtl/>
        </w:rPr>
        <w:t>=</w:t>
      </w:r>
      <w:r w:rsidR="00554BFA">
        <w:rPr>
          <w:rtl/>
        </w:rPr>
        <w:t xml:space="preserve"> </w:t>
      </w:r>
      <w:r w:rsidRPr="006C3507">
        <w:rPr>
          <w:rtl/>
        </w:rPr>
        <w:t>مِن</w:t>
      </w:r>
      <w:r w:rsidR="00554BFA">
        <w:rPr>
          <w:rtl/>
        </w:rPr>
        <w:t xml:space="preserve"> </w:t>
      </w:r>
      <w:r w:rsidRPr="006C3507">
        <w:rPr>
          <w:rtl/>
        </w:rPr>
        <w:t>دِماه</w:t>
      </w:r>
      <w:r w:rsidR="00554BFA">
        <w:rPr>
          <w:rtl/>
        </w:rPr>
        <w:t xml:space="preserve"> </w:t>
      </w:r>
      <w:r w:rsidRPr="006C3507">
        <w:rPr>
          <w:rtl/>
        </w:rPr>
        <w:t>السُمر</w:t>
      </w:r>
      <w:r w:rsidR="00554BFA">
        <w:rPr>
          <w:rtl/>
        </w:rPr>
        <w:t xml:space="preserve"> </w:t>
      </w:r>
      <w:r w:rsidRPr="006C3507">
        <w:rPr>
          <w:rtl/>
        </w:rPr>
        <w:t>مع</w:t>
      </w:r>
      <w:r w:rsidR="00554BFA">
        <w:rPr>
          <w:rtl/>
        </w:rPr>
        <w:t xml:space="preserve"> </w:t>
      </w:r>
      <w:r w:rsidRPr="006C3507">
        <w:rPr>
          <w:rtl/>
        </w:rPr>
        <w:t>بيض</w:t>
      </w:r>
      <w:r w:rsidR="00554BFA">
        <w:rPr>
          <w:rtl/>
        </w:rPr>
        <w:t xml:space="preserve"> </w:t>
      </w:r>
      <w:r w:rsidRPr="006C3507">
        <w:rPr>
          <w:rtl/>
        </w:rPr>
        <w:t>الظبا</w:t>
      </w:r>
    </w:p>
    <w:p w:rsidR="00645494" w:rsidRDefault="00645494" w:rsidP="00FE2721">
      <w:pPr>
        <w:pStyle w:val="libPoemCenter"/>
        <w:rPr>
          <w:rtl/>
        </w:rPr>
      </w:pPr>
      <w:r w:rsidRPr="006C3507">
        <w:rPr>
          <w:rtl/>
        </w:rPr>
        <w:t>قائلاً</w:t>
      </w:r>
      <w:r w:rsidR="00554BFA">
        <w:rPr>
          <w:rtl/>
        </w:rPr>
        <w:t xml:space="preserve"> </w:t>
      </w:r>
      <w:r w:rsidRPr="006C3507">
        <w:rPr>
          <w:rtl/>
        </w:rPr>
        <w:t>هل</w:t>
      </w:r>
      <w:r w:rsidR="00554BFA">
        <w:rPr>
          <w:rtl/>
        </w:rPr>
        <w:t xml:space="preserve"> </w:t>
      </w:r>
      <w:r w:rsidRPr="006C3507">
        <w:rPr>
          <w:rtl/>
        </w:rPr>
        <w:t>شُربة‌</w:t>
      </w:r>
      <w:r w:rsidR="00554BFA">
        <w:rPr>
          <w:rtl/>
        </w:rPr>
        <w:t xml:space="preserve"> </w:t>
      </w:r>
      <w:r w:rsidRPr="006C3507">
        <w:rPr>
          <w:rtl/>
        </w:rPr>
        <w:t>أُطفي</w:t>
      </w:r>
      <w:r w:rsidR="00554BFA">
        <w:rPr>
          <w:rtl/>
        </w:rPr>
        <w:t xml:space="preserve"> </w:t>
      </w:r>
      <w:r w:rsidRPr="006C3507">
        <w:rPr>
          <w:rtl/>
        </w:rPr>
        <w:t>بها</w:t>
      </w:r>
      <w:r w:rsidR="00554BFA">
        <w:rPr>
          <w:rtl/>
        </w:rPr>
        <w:t xml:space="preserve"> </w:t>
      </w:r>
      <w:r w:rsidR="00554BFA" w:rsidRPr="00D0383A">
        <w:rPr>
          <w:rtl/>
        </w:rPr>
        <w:t>=</w:t>
      </w:r>
      <w:r w:rsidR="00554BFA">
        <w:rPr>
          <w:rtl/>
        </w:rPr>
        <w:t xml:space="preserve"> </w:t>
      </w:r>
      <w:r w:rsidRPr="006C3507">
        <w:rPr>
          <w:rtl/>
        </w:rPr>
        <w:t>حَرّ</w:t>
      </w:r>
      <w:r w:rsidR="00554BFA">
        <w:rPr>
          <w:rtl/>
        </w:rPr>
        <w:t xml:space="preserve"> </w:t>
      </w:r>
      <w:r w:rsidRPr="006C3507">
        <w:rPr>
          <w:rtl/>
        </w:rPr>
        <w:t>قَلب</w:t>
      </w:r>
      <w:r w:rsidR="00554BFA">
        <w:rPr>
          <w:rtl/>
        </w:rPr>
        <w:t xml:space="preserve"> </w:t>
      </w:r>
      <w:r w:rsidRPr="006C3507">
        <w:rPr>
          <w:rtl/>
        </w:rPr>
        <w:t>ذاب</w:t>
      </w:r>
      <w:r w:rsidR="00554BFA">
        <w:rPr>
          <w:rtl/>
        </w:rPr>
        <w:t xml:space="preserve"> </w:t>
      </w:r>
      <w:r w:rsidRPr="006C3507">
        <w:rPr>
          <w:rtl/>
        </w:rPr>
        <w:t>مِن</w:t>
      </w:r>
      <w:r w:rsidR="00554BFA">
        <w:rPr>
          <w:rtl/>
        </w:rPr>
        <w:t xml:space="preserve"> </w:t>
      </w:r>
      <w:r w:rsidRPr="006C3507">
        <w:rPr>
          <w:rtl/>
        </w:rPr>
        <w:t>فَرط</w:t>
      </w:r>
      <w:r w:rsidR="00554BFA">
        <w:rPr>
          <w:rtl/>
        </w:rPr>
        <w:t xml:space="preserve"> </w:t>
      </w:r>
      <w:r w:rsidRPr="006C3507">
        <w:rPr>
          <w:rtl/>
        </w:rPr>
        <w:t>الظَما</w:t>
      </w:r>
    </w:p>
    <w:p w:rsidR="00645494" w:rsidRDefault="00645494" w:rsidP="00FE2721">
      <w:pPr>
        <w:pStyle w:val="libPoemCenter"/>
        <w:rPr>
          <w:rtl/>
        </w:rPr>
      </w:pPr>
      <w:r w:rsidRPr="006C3507">
        <w:rPr>
          <w:rtl/>
        </w:rPr>
        <w:t>فأجابوه</w:t>
      </w:r>
      <w:r w:rsidR="00554BFA">
        <w:rPr>
          <w:rtl/>
        </w:rPr>
        <w:t xml:space="preserve"> </w:t>
      </w:r>
      <w:r w:rsidRPr="006C3507">
        <w:rPr>
          <w:rtl/>
        </w:rPr>
        <w:t>سنَسقيك</w:t>
      </w:r>
      <w:r w:rsidR="00554BFA">
        <w:rPr>
          <w:rtl/>
        </w:rPr>
        <w:t xml:space="preserve"> </w:t>
      </w:r>
      <w:r w:rsidRPr="006C3507">
        <w:rPr>
          <w:rtl/>
        </w:rPr>
        <w:t>الرَدى</w:t>
      </w:r>
      <w:r w:rsidR="00554BFA">
        <w:rPr>
          <w:rtl/>
        </w:rPr>
        <w:t xml:space="preserve"> </w:t>
      </w:r>
      <w:r w:rsidR="00554BFA" w:rsidRPr="00D0383A">
        <w:rPr>
          <w:rtl/>
        </w:rPr>
        <w:t>=</w:t>
      </w:r>
      <w:r w:rsidR="00554BFA">
        <w:rPr>
          <w:rtl/>
        </w:rPr>
        <w:t xml:space="preserve"> </w:t>
      </w:r>
      <w:r w:rsidRPr="006C3507">
        <w:rPr>
          <w:rtl/>
        </w:rPr>
        <w:t>بكؤوس</w:t>
      </w:r>
      <w:r w:rsidR="00554BFA">
        <w:rPr>
          <w:rtl/>
        </w:rPr>
        <w:t xml:space="preserve"> </w:t>
      </w:r>
      <w:r w:rsidRPr="006C3507">
        <w:rPr>
          <w:rtl/>
        </w:rPr>
        <w:t>البيض</w:t>
      </w:r>
      <w:r w:rsidR="00554BFA">
        <w:rPr>
          <w:rtl/>
        </w:rPr>
        <w:t xml:space="preserve"> </w:t>
      </w:r>
      <w:r w:rsidRPr="006C3507">
        <w:rPr>
          <w:rtl/>
        </w:rPr>
        <w:t>أو</w:t>
      </w:r>
      <w:r w:rsidR="00554BFA">
        <w:rPr>
          <w:rtl/>
        </w:rPr>
        <w:t xml:space="preserve"> </w:t>
      </w:r>
      <w:r w:rsidRPr="006C3507">
        <w:rPr>
          <w:rtl/>
        </w:rPr>
        <w:t>سُمر</w:t>
      </w:r>
      <w:r w:rsidR="00554BFA">
        <w:rPr>
          <w:rtl/>
        </w:rPr>
        <w:t xml:space="preserve"> </w:t>
      </w:r>
      <w:r w:rsidRPr="006C3507">
        <w:rPr>
          <w:rtl/>
        </w:rPr>
        <w:t>القَنا</w:t>
      </w:r>
    </w:p>
    <w:p w:rsidR="00645494" w:rsidRDefault="00645494" w:rsidP="00FE2721">
      <w:pPr>
        <w:pStyle w:val="libPoemCenter"/>
        <w:rPr>
          <w:rtl/>
        </w:rPr>
      </w:pPr>
      <w:r w:rsidRPr="006C3507">
        <w:rPr>
          <w:rtl/>
        </w:rPr>
        <w:t>إنَّنا</w:t>
      </w:r>
      <w:r w:rsidR="00554BFA">
        <w:rPr>
          <w:rtl/>
        </w:rPr>
        <w:t xml:space="preserve"> </w:t>
      </w:r>
      <w:r w:rsidRPr="006C3507">
        <w:rPr>
          <w:rtl/>
        </w:rPr>
        <w:t>لم</w:t>
      </w:r>
      <w:r w:rsidR="00554BFA">
        <w:rPr>
          <w:rtl/>
        </w:rPr>
        <w:t xml:space="preserve"> </w:t>
      </w:r>
      <w:r w:rsidRPr="006C3507">
        <w:rPr>
          <w:rtl/>
        </w:rPr>
        <w:t>نَنسَ</w:t>
      </w:r>
      <w:r w:rsidR="00554BFA">
        <w:rPr>
          <w:rtl/>
        </w:rPr>
        <w:t xml:space="preserve"> </w:t>
      </w:r>
      <w:r w:rsidRPr="006C3507">
        <w:rPr>
          <w:rtl/>
        </w:rPr>
        <w:t>بَدراً</w:t>
      </w:r>
      <w:r w:rsidR="00554BFA">
        <w:rPr>
          <w:rtl/>
        </w:rPr>
        <w:t xml:space="preserve"> </w:t>
      </w:r>
      <w:r w:rsidRPr="006C3507">
        <w:rPr>
          <w:rtl/>
        </w:rPr>
        <w:t>والّذي</w:t>
      </w:r>
      <w:r w:rsidR="00554BFA">
        <w:rPr>
          <w:rtl/>
        </w:rPr>
        <w:t xml:space="preserve"> </w:t>
      </w:r>
      <w:r w:rsidR="00554BFA" w:rsidRPr="00D0383A">
        <w:rPr>
          <w:rtl/>
        </w:rPr>
        <w:t>=</w:t>
      </w:r>
      <w:r w:rsidR="00554BFA">
        <w:rPr>
          <w:rtl/>
        </w:rPr>
        <w:t xml:space="preserve"> </w:t>
      </w:r>
      <w:r w:rsidRPr="006C3507">
        <w:rPr>
          <w:rtl/>
        </w:rPr>
        <w:t>قد</w:t>
      </w:r>
      <w:r w:rsidR="00554BFA">
        <w:rPr>
          <w:rtl/>
        </w:rPr>
        <w:t xml:space="preserve"> </w:t>
      </w:r>
      <w:r w:rsidRPr="006C3507">
        <w:rPr>
          <w:rtl/>
        </w:rPr>
        <w:t>دهانا</w:t>
      </w:r>
      <w:r w:rsidR="00554BFA">
        <w:rPr>
          <w:rtl/>
        </w:rPr>
        <w:t xml:space="preserve"> </w:t>
      </w:r>
      <w:r w:rsidRPr="006C3507">
        <w:rPr>
          <w:rtl/>
        </w:rPr>
        <w:t>من</w:t>
      </w:r>
      <w:r w:rsidR="00554BFA">
        <w:rPr>
          <w:rtl/>
        </w:rPr>
        <w:t xml:space="preserve"> </w:t>
      </w:r>
      <w:r w:rsidRPr="006C3507">
        <w:rPr>
          <w:rtl/>
        </w:rPr>
        <w:t>أبيك</w:t>
      </w:r>
      <w:r w:rsidR="00554BFA">
        <w:rPr>
          <w:rtl/>
        </w:rPr>
        <w:t xml:space="preserve"> </w:t>
      </w:r>
      <w:r w:rsidRPr="006C3507">
        <w:rPr>
          <w:rtl/>
        </w:rPr>
        <w:t>المُرتضى</w:t>
      </w:r>
    </w:p>
    <w:p w:rsidR="00645494" w:rsidRDefault="00645494" w:rsidP="00FE2721">
      <w:pPr>
        <w:pStyle w:val="libPoemCenter"/>
        <w:rPr>
          <w:rtl/>
        </w:rPr>
      </w:pPr>
      <w:r w:rsidRPr="006C3507">
        <w:rPr>
          <w:rtl/>
        </w:rPr>
        <w:t>فغدا</w:t>
      </w:r>
      <w:r w:rsidR="00554BFA">
        <w:rPr>
          <w:rtl/>
        </w:rPr>
        <w:t xml:space="preserve"> </w:t>
      </w:r>
      <w:r w:rsidRPr="006C3507">
        <w:rPr>
          <w:rtl/>
        </w:rPr>
        <w:t>يَسطو</w:t>
      </w:r>
      <w:r w:rsidR="00554BFA">
        <w:rPr>
          <w:rtl/>
        </w:rPr>
        <w:t xml:space="preserve"> </w:t>
      </w:r>
      <w:r w:rsidRPr="006C3507">
        <w:rPr>
          <w:rtl/>
        </w:rPr>
        <w:t>عَليهم</w:t>
      </w:r>
      <w:r w:rsidR="00554BFA">
        <w:rPr>
          <w:rtl/>
        </w:rPr>
        <w:t xml:space="preserve"> </w:t>
      </w:r>
      <w:r w:rsidRPr="006C3507">
        <w:rPr>
          <w:rtl/>
        </w:rPr>
        <w:t>واحداً</w:t>
      </w:r>
      <w:r w:rsidR="00554BFA">
        <w:rPr>
          <w:rtl/>
        </w:rPr>
        <w:t xml:space="preserve"> </w:t>
      </w:r>
      <w:r w:rsidR="00554BFA" w:rsidRPr="00D0383A">
        <w:rPr>
          <w:rtl/>
        </w:rPr>
        <w:t>=</w:t>
      </w:r>
      <w:r w:rsidR="00554BFA">
        <w:rPr>
          <w:rtl/>
        </w:rPr>
        <w:t xml:space="preserve"> </w:t>
      </w:r>
      <w:r w:rsidRPr="006C3507">
        <w:rPr>
          <w:rtl/>
        </w:rPr>
        <w:t>وهم</w:t>
      </w:r>
      <w:r w:rsidR="00554BFA">
        <w:rPr>
          <w:rtl/>
        </w:rPr>
        <w:t xml:space="preserve"> </w:t>
      </w:r>
      <w:r w:rsidRPr="006C3507">
        <w:rPr>
          <w:rtl/>
        </w:rPr>
        <w:t>أكثرُ</w:t>
      </w:r>
      <w:r w:rsidR="00554BFA">
        <w:rPr>
          <w:rtl/>
        </w:rPr>
        <w:t xml:space="preserve"> </w:t>
      </w:r>
      <w:r w:rsidRPr="006C3507">
        <w:rPr>
          <w:rtl/>
        </w:rPr>
        <w:t>مِن</w:t>
      </w:r>
      <w:r w:rsidR="00554BFA">
        <w:rPr>
          <w:rtl/>
        </w:rPr>
        <w:t xml:space="preserve"> </w:t>
      </w:r>
      <w:r w:rsidRPr="006C3507">
        <w:rPr>
          <w:rtl/>
        </w:rPr>
        <w:t>قَطر</w:t>
      </w:r>
      <w:r w:rsidR="00554BFA">
        <w:rPr>
          <w:rtl/>
        </w:rPr>
        <w:t xml:space="preserve"> </w:t>
      </w:r>
      <w:r w:rsidRPr="006C3507">
        <w:rPr>
          <w:rtl/>
        </w:rPr>
        <w:t>الحَيا</w:t>
      </w:r>
    </w:p>
    <w:p w:rsidR="00645494" w:rsidRDefault="00645494" w:rsidP="00FE2721">
      <w:pPr>
        <w:pStyle w:val="libPoemCenter"/>
        <w:rPr>
          <w:rtl/>
        </w:rPr>
      </w:pPr>
      <w:r w:rsidRPr="006C3507">
        <w:rPr>
          <w:rtl/>
        </w:rPr>
        <w:t>فإذا</w:t>
      </w:r>
      <w:r w:rsidR="00554BFA">
        <w:rPr>
          <w:rtl/>
        </w:rPr>
        <w:t xml:space="preserve"> </w:t>
      </w:r>
      <w:r w:rsidRPr="006C3507">
        <w:rPr>
          <w:rtl/>
        </w:rPr>
        <w:t>كَرَّ</w:t>
      </w:r>
      <w:r w:rsidR="00554BFA">
        <w:rPr>
          <w:rtl/>
        </w:rPr>
        <w:t xml:space="preserve"> </w:t>
      </w:r>
      <w:r w:rsidRPr="006C3507">
        <w:rPr>
          <w:rtl/>
        </w:rPr>
        <w:t>عليهم</w:t>
      </w:r>
      <w:r w:rsidR="00554BFA">
        <w:rPr>
          <w:rtl/>
        </w:rPr>
        <w:t xml:space="preserve"> </w:t>
      </w:r>
      <w:r w:rsidRPr="006C3507">
        <w:rPr>
          <w:rtl/>
        </w:rPr>
        <w:t>أشبهوا</w:t>
      </w:r>
      <w:r w:rsidR="00554BFA">
        <w:rPr>
          <w:rtl/>
        </w:rPr>
        <w:t xml:space="preserve"> </w:t>
      </w:r>
      <w:r w:rsidR="00554BFA" w:rsidRPr="00D0383A">
        <w:rPr>
          <w:rtl/>
        </w:rPr>
        <w:t>=</w:t>
      </w:r>
      <w:r w:rsidR="00554BFA">
        <w:rPr>
          <w:rtl/>
        </w:rPr>
        <w:t xml:space="preserve"> </w:t>
      </w:r>
      <w:r w:rsidRPr="006C3507">
        <w:rPr>
          <w:rtl/>
        </w:rPr>
        <w:t>حُمُراً</w:t>
      </w:r>
      <w:r w:rsidR="00554BFA">
        <w:rPr>
          <w:rtl/>
        </w:rPr>
        <w:t xml:space="preserve"> </w:t>
      </w:r>
      <w:r w:rsidRPr="006C3507">
        <w:rPr>
          <w:rtl/>
        </w:rPr>
        <w:t>قد</w:t>
      </w:r>
      <w:r w:rsidR="00554BFA">
        <w:rPr>
          <w:rtl/>
        </w:rPr>
        <w:t xml:space="preserve"> </w:t>
      </w:r>
      <w:r w:rsidRPr="006C3507">
        <w:rPr>
          <w:rtl/>
        </w:rPr>
        <w:t>شاهدت</w:t>
      </w:r>
      <w:r w:rsidR="00554BFA">
        <w:rPr>
          <w:rtl/>
        </w:rPr>
        <w:t xml:space="preserve"> </w:t>
      </w:r>
      <w:r w:rsidRPr="006C3507">
        <w:rPr>
          <w:rtl/>
        </w:rPr>
        <w:t>لَيث</w:t>
      </w:r>
      <w:r w:rsidR="00554BFA">
        <w:rPr>
          <w:rtl/>
        </w:rPr>
        <w:t xml:space="preserve"> </w:t>
      </w:r>
      <w:r w:rsidRPr="006C3507">
        <w:rPr>
          <w:rtl/>
        </w:rPr>
        <w:t>الشَرى</w:t>
      </w:r>
    </w:p>
    <w:p w:rsidR="00645494" w:rsidRPr="00645494" w:rsidRDefault="00645494" w:rsidP="00FE2721">
      <w:pPr>
        <w:pStyle w:val="libPoemCenter"/>
        <w:rPr>
          <w:rtl/>
        </w:rPr>
      </w:pPr>
      <w:r w:rsidRPr="006C3507">
        <w:rPr>
          <w:rtl/>
        </w:rPr>
        <w:t>ثم</w:t>
      </w:r>
      <w:r w:rsidR="00554BFA">
        <w:rPr>
          <w:rtl/>
        </w:rPr>
        <w:t xml:space="preserve"> </w:t>
      </w:r>
      <w:r w:rsidRPr="006C3507">
        <w:rPr>
          <w:rtl/>
        </w:rPr>
        <w:t>أردوه</w:t>
      </w:r>
      <w:r w:rsidR="00554BFA">
        <w:rPr>
          <w:rtl/>
        </w:rPr>
        <w:t xml:space="preserve"> </w:t>
      </w:r>
      <w:r w:rsidRPr="006C3507">
        <w:rPr>
          <w:rtl/>
        </w:rPr>
        <w:t>صَريعاً</w:t>
      </w:r>
      <w:r w:rsidR="00554BFA">
        <w:rPr>
          <w:rtl/>
        </w:rPr>
        <w:t xml:space="preserve"> </w:t>
      </w:r>
      <w:r w:rsidRPr="006C3507">
        <w:rPr>
          <w:rtl/>
        </w:rPr>
        <w:t>في</w:t>
      </w:r>
      <w:r w:rsidR="00554BFA">
        <w:rPr>
          <w:rtl/>
        </w:rPr>
        <w:t xml:space="preserve"> </w:t>
      </w:r>
      <w:r w:rsidRPr="006C3507">
        <w:rPr>
          <w:rtl/>
        </w:rPr>
        <w:t>العَرا</w:t>
      </w:r>
      <w:r w:rsidR="00554BFA">
        <w:rPr>
          <w:rtl/>
        </w:rPr>
        <w:t xml:space="preserve"> </w:t>
      </w:r>
      <w:r w:rsidR="00554BFA" w:rsidRPr="00D0383A">
        <w:rPr>
          <w:rtl/>
        </w:rPr>
        <w:t>=</w:t>
      </w:r>
      <w:r w:rsidR="00554BFA">
        <w:rPr>
          <w:rtl/>
        </w:rPr>
        <w:t xml:space="preserve"> </w:t>
      </w:r>
      <w:r w:rsidRPr="006C3507">
        <w:rPr>
          <w:rtl/>
        </w:rPr>
        <w:t>ليت</w:t>
      </w:r>
      <w:r w:rsidR="00554BFA">
        <w:rPr>
          <w:rtl/>
        </w:rPr>
        <w:t xml:space="preserve"> </w:t>
      </w:r>
      <w:r w:rsidRPr="006C3507">
        <w:rPr>
          <w:rtl/>
        </w:rPr>
        <w:t>كلُّ</w:t>
      </w:r>
      <w:r w:rsidR="00554BFA">
        <w:rPr>
          <w:rtl/>
        </w:rPr>
        <w:t xml:space="preserve"> </w:t>
      </w:r>
      <w:r w:rsidRPr="006C3507">
        <w:rPr>
          <w:rtl/>
        </w:rPr>
        <w:t>الخَلق</w:t>
      </w:r>
      <w:r w:rsidR="00554BFA">
        <w:rPr>
          <w:rtl/>
        </w:rPr>
        <w:t xml:space="preserve"> </w:t>
      </w:r>
      <w:r w:rsidRPr="006C3507">
        <w:rPr>
          <w:rtl/>
        </w:rPr>
        <w:t>قد</w:t>
      </w:r>
      <w:r w:rsidR="00554BFA">
        <w:rPr>
          <w:rtl/>
        </w:rPr>
        <w:t xml:space="preserve"> </w:t>
      </w:r>
      <w:r w:rsidRPr="006C3507">
        <w:rPr>
          <w:rtl/>
        </w:rPr>
        <w:t>كانوا</w:t>
      </w:r>
      <w:r w:rsidR="00554BFA">
        <w:rPr>
          <w:rtl/>
        </w:rPr>
        <w:t xml:space="preserve"> </w:t>
      </w:r>
      <w:r w:rsidRPr="006C3507">
        <w:rPr>
          <w:rtl/>
        </w:rPr>
        <w:t>فِدا</w:t>
      </w:r>
    </w:p>
    <w:p w:rsidR="00645494" w:rsidRDefault="00645494" w:rsidP="00645494">
      <w:pPr>
        <w:pStyle w:val="libNormal"/>
      </w:pPr>
      <w:r>
        <w:br w:type="page"/>
      </w:r>
    </w:p>
    <w:p w:rsidR="00645494" w:rsidRDefault="00645494" w:rsidP="00FE2721">
      <w:pPr>
        <w:pStyle w:val="libPoemCenter"/>
        <w:rPr>
          <w:rtl/>
        </w:rPr>
      </w:pPr>
      <w:r w:rsidRPr="006C3507">
        <w:rPr>
          <w:rtl/>
        </w:rPr>
        <w:lastRenderedPageBreak/>
        <w:t>فدَنا</w:t>
      </w:r>
      <w:r w:rsidR="00554BFA">
        <w:rPr>
          <w:rtl/>
        </w:rPr>
        <w:t xml:space="preserve"> </w:t>
      </w:r>
      <w:r w:rsidRPr="006C3507">
        <w:rPr>
          <w:rtl/>
        </w:rPr>
        <w:t>الشِمر</w:t>
      </w:r>
      <w:r w:rsidR="00554BFA">
        <w:rPr>
          <w:rtl/>
        </w:rPr>
        <w:t xml:space="preserve"> </w:t>
      </w:r>
      <w:r w:rsidRPr="006C3507">
        <w:rPr>
          <w:rtl/>
        </w:rPr>
        <w:t>إليه</w:t>
      </w:r>
      <w:r w:rsidR="00554BFA">
        <w:rPr>
          <w:rtl/>
        </w:rPr>
        <w:t xml:space="preserve"> </w:t>
      </w:r>
      <w:r w:rsidRPr="006C3507">
        <w:rPr>
          <w:rtl/>
        </w:rPr>
        <w:t>وجَرى</w:t>
      </w:r>
      <w:r w:rsidR="00554BFA">
        <w:rPr>
          <w:rtl/>
        </w:rPr>
        <w:t xml:space="preserve"> </w:t>
      </w:r>
      <w:r w:rsidR="00554BFA" w:rsidRPr="00D0383A">
        <w:rPr>
          <w:rtl/>
        </w:rPr>
        <w:t>=</w:t>
      </w:r>
      <w:r w:rsidR="00554BFA">
        <w:rPr>
          <w:rtl/>
        </w:rPr>
        <w:t xml:space="preserve"> </w:t>
      </w:r>
      <w:r w:rsidRPr="006C3507">
        <w:rPr>
          <w:rtl/>
        </w:rPr>
        <w:t>ما</w:t>
      </w:r>
      <w:r w:rsidR="00554BFA">
        <w:rPr>
          <w:rtl/>
        </w:rPr>
        <w:t xml:space="preserve"> </w:t>
      </w:r>
      <w:r w:rsidRPr="006C3507">
        <w:rPr>
          <w:rtl/>
        </w:rPr>
        <w:t>جَرى</w:t>
      </w:r>
      <w:r w:rsidR="00554BFA">
        <w:rPr>
          <w:rtl/>
        </w:rPr>
        <w:t xml:space="preserve"> </w:t>
      </w:r>
      <w:r w:rsidRPr="006C3507">
        <w:rPr>
          <w:rtl/>
        </w:rPr>
        <w:t>شُلَّت</w:t>
      </w:r>
      <w:r w:rsidR="00554BFA">
        <w:rPr>
          <w:rtl/>
        </w:rPr>
        <w:t xml:space="preserve"> </w:t>
      </w:r>
      <w:r w:rsidRPr="006C3507">
        <w:rPr>
          <w:rtl/>
        </w:rPr>
        <w:t>يَداه</w:t>
      </w:r>
      <w:r w:rsidR="00554BFA">
        <w:rPr>
          <w:rtl/>
        </w:rPr>
        <w:t xml:space="preserve"> </w:t>
      </w:r>
      <w:r w:rsidRPr="006C3507">
        <w:rPr>
          <w:rtl/>
        </w:rPr>
        <w:t>وكَبا</w:t>
      </w:r>
    </w:p>
    <w:p w:rsidR="00645494" w:rsidRDefault="00645494" w:rsidP="00FE2721">
      <w:pPr>
        <w:pStyle w:val="libPoemCenter"/>
        <w:rPr>
          <w:rtl/>
        </w:rPr>
      </w:pPr>
      <w:r w:rsidRPr="006C3507">
        <w:rPr>
          <w:rtl/>
        </w:rPr>
        <w:t>ثُم</w:t>
      </w:r>
      <w:r w:rsidR="00554BFA">
        <w:rPr>
          <w:rtl/>
        </w:rPr>
        <w:t xml:space="preserve"> </w:t>
      </w:r>
      <w:r w:rsidRPr="006C3507">
        <w:rPr>
          <w:rtl/>
        </w:rPr>
        <w:t>علّوا</w:t>
      </w:r>
      <w:r w:rsidR="00554BFA">
        <w:rPr>
          <w:rtl/>
        </w:rPr>
        <w:t xml:space="preserve"> </w:t>
      </w:r>
      <w:r w:rsidRPr="006C3507">
        <w:rPr>
          <w:rtl/>
        </w:rPr>
        <w:t>فَوق</w:t>
      </w:r>
      <w:r w:rsidR="00554BFA">
        <w:rPr>
          <w:rtl/>
        </w:rPr>
        <w:t xml:space="preserve"> </w:t>
      </w:r>
      <w:r w:rsidRPr="006C3507">
        <w:rPr>
          <w:rtl/>
        </w:rPr>
        <w:t>رُمح</w:t>
      </w:r>
      <w:r w:rsidR="00554BFA">
        <w:rPr>
          <w:rtl/>
        </w:rPr>
        <w:t xml:space="preserve"> </w:t>
      </w:r>
      <w:r w:rsidRPr="006C3507">
        <w:rPr>
          <w:rtl/>
        </w:rPr>
        <w:t>رأسه</w:t>
      </w:r>
      <w:r w:rsidR="00554BFA">
        <w:rPr>
          <w:rtl/>
        </w:rPr>
        <w:t xml:space="preserve"> </w:t>
      </w:r>
      <w:r w:rsidR="00554BFA" w:rsidRPr="00D0383A">
        <w:rPr>
          <w:rtl/>
        </w:rPr>
        <w:t>=</w:t>
      </w:r>
      <w:r w:rsidR="00554BFA">
        <w:rPr>
          <w:rtl/>
        </w:rPr>
        <w:t xml:space="preserve"> </w:t>
      </w:r>
      <w:r w:rsidRPr="006C3507">
        <w:rPr>
          <w:rtl/>
        </w:rPr>
        <w:t>مِثل</w:t>
      </w:r>
      <w:r w:rsidR="00554BFA">
        <w:rPr>
          <w:rtl/>
        </w:rPr>
        <w:t xml:space="preserve"> </w:t>
      </w:r>
      <w:r w:rsidRPr="006C3507">
        <w:rPr>
          <w:rtl/>
        </w:rPr>
        <w:t>بَدر</w:t>
      </w:r>
      <w:r w:rsidR="00554BFA">
        <w:rPr>
          <w:rtl/>
        </w:rPr>
        <w:t xml:space="preserve"> </w:t>
      </w:r>
      <w:r w:rsidRPr="006C3507">
        <w:rPr>
          <w:rtl/>
        </w:rPr>
        <w:t>التَمّ</w:t>
      </w:r>
      <w:r w:rsidR="00554BFA">
        <w:rPr>
          <w:rtl/>
        </w:rPr>
        <w:t xml:space="preserve"> </w:t>
      </w:r>
      <w:r w:rsidRPr="006C3507">
        <w:rPr>
          <w:rtl/>
        </w:rPr>
        <w:t>أو</w:t>
      </w:r>
      <w:r w:rsidR="00554BFA">
        <w:rPr>
          <w:rtl/>
        </w:rPr>
        <w:t xml:space="preserve"> </w:t>
      </w:r>
      <w:r w:rsidRPr="006C3507">
        <w:rPr>
          <w:rtl/>
        </w:rPr>
        <w:t>شَمس</w:t>
      </w:r>
      <w:r w:rsidR="00554BFA">
        <w:rPr>
          <w:rtl/>
        </w:rPr>
        <w:t xml:space="preserve"> </w:t>
      </w:r>
      <w:r w:rsidRPr="006C3507">
        <w:rPr>
          <w:rtl/>
        </w:rPr>
        <w:t>الضُحى</w:t>
      </w:r>
    </w:p>
    <w:p w:rsidR="00645494" w:rsidRDefault="00645494" w:rsidP="00FE2721">
      <w:pPr>
        <w:pStyle w:val="libPoemCenter"/>
        <w:rPr>
          <w:rtl/>
        </w:rPr>
      </w:pPr>
      <w:r w:rsidRPr="006C3507">
        <w:rPr>
          <w:rtl/>
        </w:rPr>
        <w:t>فبَكته</w:t>
      </w:r>
      <w:r w:rsidR="00554BFA">
        <w:rPr>
          <w:rtl/>
        </w:rPr>
        <w:t xml:space="preserve"> </w:t>
      </w:r>
      <w:r w:rsidRPr="006C3507">
        <w:rPr>
          <w:rtl/>
        </w:rPr>
        <w:t>الإنس</w:t>
      </w:r>
      <w:r w:rsidR="00554BFA">
        <w:rPr>
          <w:rtl/>
        </w:rPr>
        <w:t xml:space="preserve"> </w:t>
      </w:r>
      <w:r w:rsidRPr="006C3507">
        <w:rPr>
          <w:rtl/>
        </w:rPr>
        <w:t>والجِن</w:t>
      </w:r>
      <w:r w:rsidR="00554BFA">
        <w:rPr>
          <w:rtl/>
        </w:rPr>
        <w:t xml:space="preserve"> </w:t>
      </w:r>
      <w:r w:rsidRPr="006C3507">
        <w:rPr>
          <w:rtl/>
        </w:rPr>
        <w:t>معاً</w:t>
      </w:r>
      <w:r w:rsidR="00554BFA">
        <w:rPr>
          <w:rtl/>
        </w:rPr>
        <w:t xml:space="preserve"> </w:t>
      </w:r>
      <w:r w:rsidR="00554BFA" w:rsidRPr="00D0383A">
        <w:rPr>
          <w:rtl/>
        </w:rPr>
        <w:t>=</w:t>
      </w:r>
      <w:r w:rsidR="00554BFA">
        <w:rPr>
          <w:rtl/>
        </w:rPr>
        <w:t xml:space="preserve"> </w:t>
      </w:r>
      <w:r w:rsidRPr="006C3507">
        <w:rPr>
          <w:rtl/>
        </w:rPr>
        <w:t>والسَما</w:t>
      </w:r>
      <w:r w:rsidR="00554BFA">
        <w:rPr>
          <w:rtl/>
        </w:rPr>
        <w:t xml:space="preserve"> </w:t>
      </w:r>
      <w:r w:rsidRPr="006C3507">
        <w:rPr>
          <w:rtl/>
        </w:rPr>
        <w:t>بالدَم</w:t>
      </w:r>
      <w:r w:rsidR="00554BFA">
        <w:rPr>
          <w:rtl/>
        </w:rPr>
        <w:t xml:space="preserve"> </w:t>
      </w:r>
      <w:r w:rsidRPr="006C3507">
        <w:rPr>
          <w:rtl/>
        </w:rPr>
        <w:t>مِن</w:t>
      </w:r>
      <w:r w:rsidR="00554BFA">
        <w:rPr>
          <w:rtl/>
        </w:rPr>
        <w:t xml:space="preserve"> </w:t>
      </w:r>
      <w:r w:rsidRPr="006C3507">
        <w:rPr>
          <w:rtl/>
        </w:rPr>
        <w:t>حَر</w:t>
      </w:r>
      <w:r w:rsidR="00554BFA">
        <w:rPr>
          <w:rtl/>
        </w:rPr>
        <w:t xml:space="preserve"> </w:t>
      </w:r>
      <w:r w:rsidRPr="006C3507">
        <w:rPr>
          <w:rtl/>
        </w:rPr>
        <w:t>الجَوى</w:t>
      </w:r>
    </w:p>
    <w:p w:rsidR="00645494" w:rsidRDefault="00645494" w:rsidP="00FE2721">
      <w:pPr>
        <w:pStyle w:val="libPoemCenter"/>
        <w:rPr>
          <w:rtl/>
        </w:rPr>
      </w:pPr>
      <w:r w:rsidRPr="006C3507">
        <w:rPr>
          <w:rtl/>
        </w:rPr>
        <w:t>وعليه</w:t>
      </w:r>
      <w:r w:rsidR="00554BFA">
        <w:rPr>
          <w:rtl/>
        </w:rPr>
        <w:t xml:space="preserve"> </w:t>
      </w:r>
      <w:r w:rsidRPr="006C3507">
        <w:rPr>
          <w:rtl/>
        </w:rPr>
        <w:t>الجِن</w:t>
      </w:r>
      <w:r w:rsidR="00554BFA">
        <w:rPr>
          <w:rtl/>
        </w:rPr>
        <w:t xml:space="preserve"> </w:t>
      </w:r>
      <w:r w:rsidRPr="006C3507">
        <w:rPr>
          <w:rtl/>
        </w:rPr>
        <w:t>ناحت</w:t>
      </w:r>
      <w:r w:rsidR="00554BFA">
        <w:rPr>
          <w:rtl/>
        </w:rPr>
        <w:t xml:space="preserve"> </w:t>
      </w:r>
      <w:r w:rsidRPr="006C3507">
        <w:rPr>
          <w:rtl/>
        </w:rPr>
        <w:t>وبما</w:t>
      </w:r>
      <w:r w:rsidR="00554BFA">
        <w:rPr>
          <w:rtl/>
        </w:rPr>
        <w:t xml:space="preserve"> </w:t>
      </w:r>
      <w:r w:rsidR="00554BFA" w:rsidRPr="00D0383A">
        <w:rPr>
          <w:rtl/>
        </w:rPr>
        <w:t>=</w:t>
      </w:r>
      <w:r w:rsidR="00554BFA">
        <w:rPr>
          <w:rtl/>
        </w:rPr>
        <w:t xml:space="preserve"> </w:t>
      </w:r>
      <w:r w:rsidRPr="006C3507">
        <w:rPr>
          <w:rtl/>
        </w:rPr>
        <w:t>في</w:t>
      </w:r>
      <w:r w:rsidR="00554BFA">
        <w:rPr>
          <w:rtl/>
        </w:rPr>
        <w:t xml:space="preserve"> </w:t>
      </w:r>
      <w:r w:rsidRPr="006C3507">
        <w:rPr>
          <w:rtl/>
        </w:rPr>
        <w:t>الحَشا</w:t>
      </w:r>
      <w:r w:rsidR="00554BFA">
        <w:rPr>
          <w:rtl/>
        </w:rPr>
        <w:t xml:space="preserve"> </w:t>
      </w:r>
      <w:r w:rsidRPr="006C3507">
        <w:rPr>
          <w:rtl/>
        </w:rPr>
        <w:t>باحت</w:t>
      </w:r>
      <w:r w:rsidR="00554BFA">
        <w:rPr>
          <w:rtl/>
        </w:rPr>
        <w:t xml:space="preserve"> </w:t>
      </w:r>
      <w:r w:rsidRPr="006C3507">
        <w:rPr>
          <w:rtl/>
        </w:rPr>
        <w:t>بأنواع</w:t>
      </w:r>
      <w:r w:rsidR="00554BFA">
        <w:rPr>
          <w:rtl/>
        </w:rPr>
        <w:t xml:space="preserve"> </w:t>
      </w:r>
      <w:r w:rsidRPr="006C3507">
        <w:rPr>
          <w:rtl/>
        </w:rPr>
        <w:t>الرِثا</w:t>
      </w:r>
    </w:p>
    <w:p w:rsidR="00645494" w:rsidRDefault="00645494" w:rsidP="00FE2721">
      <w:pPr>
        <w:pStyle w:val="libPoemCenter"/>
        <w:rPr>
          <w:rtl/>
        </w:rPr>
      </w:pPr>
      <w:r w:rsidRPr="006C3507">
        <w:rPr>
          <w:rtl/>
        </w:rPr>
        <w:t>ولقد</w:t>
      </w:r>
      <w:r w:rsidR="00554BFA">
        <w:rPr>
          <w:rtl/>
        </w:rPr>
        <w:t xml:space="preserve"> </w:t>
      </w:r>
      <w:r w:rsidRPr="006C3507">
        <w:rPr>
          <w:rtl/>
        </w:rPr>
        <w:t>زُلزِلَت</w:t>
      </w:r>
      <w:r w:rsidR="00554BFA">
        <w:rPr>
          <w:rtl/>
        </w:rPr>
        <w:t xml:space="preserve"> </w:t>
      </w:r>
      <w:r w:rsidRPr="006C3507">
        <w:rPr>
          <w:rtl/>
        </w:rPr>
        <w:t>الأرضون</w:t>
      </w:r>
      <w:r w:rsidR="00554BFA">
        <w:rPr>
          <w:rtl/>
        </w:rPr>
        <w:t xml:space="preserve"> </w:t>
      </w:r>
      <w:r w:rsidRPr="006C3507">
        <w:rPr>
          <w:rtl/>
        </w:rPr>
        <w:t>مِن</w:t>
      </w:r>
      <w:r w:rsidR="00554BFA">
        <w:rPr>
          <w:rtl/>
        </w:rPr>
        <w:t xml:space="preserve"> </w:t>
      </w:r>
      <w:r w:rsidR="00554BFA" w:rsidRPr="00D0383A">
        <w:rPr>
          <w:rtl/>
        </w:rPr>
        <w:t>=</w:t>
      </w:r>
      <w:r w:rsidR="00554BFA">
        <w:rPr>
          <w:rtl/>
        </w:rPr>
        <w:t xml:space="preserve"> </w:t>
      </w:r>
      <w:r w:rsidRPr="006C3507">
        <w:rPr>
          <w:rtl/>
        </w:rPr>
        <w:t>جَزع</w:t>
      </w:r>
      <w:r w:rsidR="00554BFA">
        <w:rPr>
          <w:rtl/>
        </w:rPr>
        <w:t xml:space="preserve"> </w:t>
      </w:r>
      <w:r w:rsidRPr="006C3507">
        <w:rPr>
          <w:rtl/>
        </w:rPr>
        <w:t>والدهر</w:t>
      </w:r>
      <w:r w:rsidR="00554BFA">
        <w:rPr>
          <w:rtl/>
        </w:rPr>
        <w:t xml:space="preserve"> </w:t>
      </w:r>
      <w:r w:rsidRPr="006C3507">
        <w:rPr>
          <w:rtl/>
        </w:rPr>
        <w:t>قد</w:t>
      </w:r>
      <w:r w:rsidR="00554BFA">
        <w:rPr>
          <w:rtl/>
        </w:rPr>
        <w:t xml:space="preserve"> </w:t>
      </w:r>
      <w:r w:rsidRPr="006C3507">
        <w:rPr>
          <w:rtl/>
        </w:rPr>
        <w:t>شَق</w:t>
      </w:r>
      <w:r w:rsidR="00554BFA">
        <w:rPr>
          <w:rtl/>
        </w:rPr>
        <w:t xml:space="preserve"> </w:t>
      </w:r>
      <w:r w:rsidRPr="006C3507">
        <w:rPr>
          <w:rtl/>
        </w:rPr>
        <w:t>الردا</w:t>
      </w:r>
    </w:p>
    <w:p w:rsidR="00645494" w:rsidRDefault="00645494" w:rsidP="00FE2721">
      <w:pPr>
        <w:pStyle w:val="libPoemCenter"/>
        <w:rPr>
          <w:rtl/>
        </w:rPr>
      </w:pPr>
      <w:r w:rsidRPr="006C3507">
        <w:rPr>
          <w:rtl/>
        </w:rPr>
        <w:t>وثياب</w:t>
      </w:r>
      <w:r w:rsidR="00554BFA">
        <w:rPr>
          <w:rtl/>
        </w:rPr>
        <w:t xml:space="preserve"> </w:t>
      </w:r>
      <w:r w:rsidRPr="006C3507">
        <w:rPr>
          <w:rtl/>
        </w:rPr>
        <w:t>الحُزن</w:t>
      </w:r>
      <w:r w:rsidR="00554BFA">
        <w:rPr>
          <w:rtl/>
        </w:rPr>
        <w:t xml:space="preserve"> </w:t>
      </w:r>
      <w:r w:rsidRPr="006C3507">
        <w:rPr>
          <w:rtl/>
        </w:rPr>
        <w:t>سودا</w:t>
      </w:r>
      <w:r w:rsidR="00554BFA">
        <w:rPr>
          <w:rtl/>
        </w:rPr>
        <w:t xml:space="preserve"> </w:t>
      </w:r>
      <w:r w:rsidRPr="006C3507">
        <w:rPr>
          <w:rtl/>
        </w:rPr>
        <w:t>لبست</w:t>
      </w:r>
      <w:r w:rsidR="00554BFA">
        <w:rPr>
          <w:rtl/>
        </w:rPr>
        <w:t xml:space="preserve"> </w:t>
      </w:r>
      <w:r w:rsidR="00554BFA" w:rsidRPr="00D0383A">
        <w:rPr>
          <w:rtl/>
        </w:rPr>
        <w:t>=</w:t>
      </w:r>
      <w:r w:rsidR="00554BFA">
        <w:rPr>
          <w:rtl/>
        </w:rPr>
        <w:t xml:space="preserve"> </w:t>
      </w:r>
      <w:r w:rsidRPr="006C3507">
        <w:rPr>
          <w:rtl/>
        </w:rPr>
        <w:t>كَعبة</w:t>
      </w:r>
      <w:r w:rsidR="00554BFA">
        <w:rPr>
          <w:rtl/>
        </w:rPr>
        <w:t xml:space="preserve"> </w:t>
      </w:r>
      <w:r w:rsidRPr="006C3507">
        <w:rPr>
          <w:rtl/>
        </w:rPr>
        <w:t>البَيت</w:t>
      </w:r>
      <w:r w:rsidR="00554BFA">
        <w:rPr>
          <w:rtl/>
        </w:rPr>
        <w:t xml:space="preserve"> </w:t>
      </w:r>
      <w:r w:rsidRPr="006C3507">
        <w:rPr>
          <w:rtl/>
        </w:rPr>
        <w:t>له</w:t>
      </w:r>
      <w:r w:rsidR="00554BFA">
        <w:rPr>
          <w:rtl/>
        </w:rPr>
        <w:t xml:space="preserve"> </w:t>
      </w:r>
      <w:r w:rsidRPr="006C3507">
        <w:rPr>
          <w:rtl/>
        </w:rPr>
        <w:t>طُول</w:t>
      </w:r>
      <w:r w:rsidR="00554BFA">
        <w:rPr>
          <w:rtl/>
        </w:rPr>
        <w:t xml:space="preserve"> </w:t>
      </w:r>
      <w:r w:rsidRPr="006C3507">
        <w:rPr>
          <w:rtl/>
        </w:rPr>
        <w:t>المَدى</w:t>
      </w:r>
    </w:p>
    <w:p w:rsidR="00645494" w:rsidRDefault="00645494" w:rsidP="00FE2721">
      <w:pPr>
        <w:pStyle w:val="libPoemCenter"/>
        <w:rPr>
          <w:rtl/>
        </w:rPr>
      </w:pPr>
      <w:r w:rsidRPr="006C3507">
        <w:rPr>
          <w:rtl/>
        </w:rPr>
        <w:t>ولَقد</w:t>
      </w:r>
      <w:r w:rsidR="00554BFA">
        <w:rPr>
          <w:rtl/>
        </w:rPr>
        <w:t xml:space="preserve"> </w:t>
      </w:r>
      <w:r w:rsidRPr="006C3507">
        <w:rPr>
          <w:rtl/>
        </w:rPr>
        <w:t>فَتَّت</w:t>
      </w:r>
      <w:r w:rsidR="00554BFA">
        <w:rPr>
          <w:rtl/>
        </w:rPr>
        <w:t xml:space="preserve"> </w:t>
      </w:r>
      <w:r w:rsidRPr="006C3507">
        <w:rPr>
          <w:rtl/>
        </w:rPr>
        <w:t>قَلب</w:t>
      </w:r>
      <w:r w:rsidR="00554BFA">
        <w:rPr>
          <w:rtl/>
        </w:rPr>
        <w:t xml:space="preserve"> </w:t>
      </w:r>
      <w:r w:rsidRPr="006C3507">
        <w:rPr>
          <w:rtl/>
        </w:rPr>
        <w:t>الحَجر</w:t>
      </w:r>
      <w:r w:rsidR="00554BFA">
        <w:rPr>
          <w:rtl/>
        </w:rPr>
        <w:t xml:space="preserve"> </w:t>
      </w:r>
      <w:r w:rsidRPr="006C3507">
        <w:rPr>
          <w:rtl/>
        </w:rPr>
        <w:t>الحُز</w:t>
      </w:r>
      <w:r w:rsidR="00554BFA">
        <w:rPr>
          <w:rtl/>
        </w:rPr>
        <w:t xml:space="preserve"> </w:t>
      </w:r>
      <w:r w:rsidR="00554BFA" w:rsidRPr="00D0383A">
        <w:rPr>
          <w:rtl/>
        </w:rPr>
        <w:t>=</w:t>
      </w:r>
      <w:r w:rsidR="00554BFA">
        <w:rPr>
          <w:rtl/>
        </w:rPr>
        <w:t xml:space="preserve"> </w:t>
      </w:r>
      <w:r w:rsidRPr="006C3507">
        <w:rPr>
          <w:rtl/>
        </w:rPr>
        <w:t>ن</w:t>
      </w:r>
      <w:r w:rsidR="00554BFA">
        <w:rPr>
          <w:rtl/>
        </w:rPr>
        <w:t xml:space="preserve"> </w:t>
      </w:r>
      <w:r w:rsidRPr="006C3507">
        <w:rPr>
          <w:rtl/>
        </w:rPr>
        <w:t>والحِجر</w:t>
      </w:r>
      <w:r w:rsidR="00554BFA">
        <w:rPr>
          <w:rtl/>
        </w:rPr>
        <w:t xml:space="preserve"> </w:t>
      </w:r>
      <w:r w:rsidRPr="006C3507">
        <w:rPr>
          <w:rtl/>
        </w:rPr>
        <w:t>بكى</w:t>
      </w:r>
      <w:r w:rsidR="00554BFA">
        <w:rPr>
          <w:rtl/>
        </w:rPr>
        <w:t xml:space="preserve"> </w:t>
      </w:r>
      <w:r w:rsidRPr="006C3507">
        <w:rPr>
          <w:rtl/>
        </w:rPr>
        <w:t>مِمَّا</w:t>
      </w:r>
      <w:r w:rsidR="00554BFA">
        <w:rPr>
          <w:rtl/>
        </w:rPr>
        <w:t xml:space="preserve"> </w:t>
      </w:r>
      <w:r w:rsidRPr="006C3507">
        <w:rPr>
          <w:rtl/>
        </w:rPr>
        <w:t>جَرى</w:t>
      </w:r>
    </w:p>
    <w:p w:rsidR="00645494" w:rsidRDefault="00645494" w:rsidP="00FE2721">
      <w:pPr>
        <w:pStyle w:val="libPoemCenter"/>
        <w:rPr>
          <w:rtl/>
        </w:rPr>
      </w:pPr>
      <w:r w:rsidRPr="006C3507">
        <w:rPr>
          <w:rtl/>
        </w:rPr>
        <w:t>وله</w:t>
      </w:r>
      <w:r w:rsidR="00554BFA">
        <w:rPr>
          <w:rtl/>
        </w:rPr>
        <w:t xml:space="preserve"> </w:t>
      </w:r>
      <w:r w:rsidRPr="006C3507">
        <w:rPr>
          <w:rtl/>
        </w:rPr>
        <w:t>زَمزم</w:t>
      </w:r>
      <w:r w:rsidR="00554BFA">
        <w:rPr>
          <w:rtl/>
        </w:rPr>
        <w:t xml:space="preserve"> </w:t>
      </w:r>
      <w:r w:rsidRPr="006C3507">
        <w:rPr>
          <w:rtl/>
        </w:rPr>
        <w:t>غاضت</w:t>
      </w:r>
      <w:r w:rsidR="00554BFA">
        <w:rPr>
          <w:rtl/>
        </w:rPr>
        <w:t xml:space="preserve"> </w:t>
      </w:r>
      <w:r w:rsidRPr="006C3507">
        <w:rPr>
          <w:rtl/>
        </w:rPr>
        <w:t>ومِنى</w:t>
      </w:r>
      <w:r w:rsidR="00554BFA">
        <w:rPr>
          <w:rtl/>
        </w:rPr>
        <w:t xml:space="preserve"> </w:t>
      </w:r>
      <w:r w:rsidR="00554BFA" w:rsidRPr="00D0383A">
        <w:rPr>
          <w:rtl/>
        </w:rPr>
        <w:t>=</w:t>
      </w:r>
      <w:r w:rsidR="00554BFA">
        <w:rPr>
          <w:rtl/>
        </w:rPr>
        <w:t xml:space="preserve"> </w:t>
      </w:r>
      <w:r w:rsidRPr="006C3507">
        <w:rPr>
          <w:rtl/>
        </w:rPr>
        <w:t>بَعده</w:t>
      </w:r>
      <w:r w:rsidR="00554BFA">
        <w:rPr>
          <w:rtl/>
        </w:rPr>
        <w:t xml:space="preserve"> </w:t>
      </w:r>
      <w:r w:rsidRPr="006C3507">
        <w:rPr>
          <w:rtl/>
        </w:rPr>
        <w:t>ما</w:t>
      </w:r>
      <w:r w:rsidR="00554BFA">
        <w:rPr>
          <w:rtl/>
        </w:rPr>
        <w:t xml:space="preserve"> </w:t>
      </w:r>
      <w:r w:rsidRPr="006C3507">
        <w:rPr>
          <w:rtl/>
        </w:rPr>
        <w:t>بَلغت</w:t>
      </w:r>
      <w:r w:rsidR="00554BFA">
        <w:rPr>
          <w:rtl/>
        </w:rPr>
        <w:t xml:space="preserve"> </w:t>
      </w:r>
      <w:r w:rsidRPr="006C3507">
        <w:rPr>
          <w:rtl/>
        </w:rPr>
        <w:t>طِيب</w:t>
      </w:r>
      <w:r w:rsidR="00554BFA">
        <w:rPr>
          <w:rtl/>
        </w:rPr>
        <w:t xml:space="preserve"> </w:t>
      </w:r>
      <w:r w:rsidRPr="006C3507">
        <w:rPr>
          <w:rtl/>
        </w:rPr>
        <w:t>المُنى</w:t>
      </w:r>
    </w:p>
    <w:p w:rsidR="00645494" w:rsidRDefault="00645494" w:rsidP="00FE2721">
      <w:pPr>
        <w:pStyle w:val="libPoemCenter"/>
        <w:rPr>
          <w:rtl/>
        </w:rPr>
      </w:pPr>
      <w:r w:rsidRPr="006C3507">
        <w:rPr>
          <w:rtl/>
        </w:rPr>
        <w:t>وشَجا</w:t>
      </w:r>
      <w:r w:rsidR="00554BFA">
        <w:rPr>
          <w:rtl/>
        </w:rPr>
        <w:t xml:space="preserve"> </w:t>
      </w:r>
      <w:r w:rsidRPr="006C3507">
        <w:rPr>
          <w:rtl/>
        </w:rPr>
        <w:t>المَشْعر</w:t>
      </w:r>
      <w:r w:rsidR="00554BFA">
        <w:rPr>
          <w:rtl/>
        </w:rPr>
        <w:t xml:space="preserve"> </w:t>
      </w:r>
      <w:r w:rsidRPr="006C3507">
        <w:rPr>
          <w:rtl/>
        </w:rPr>
        <w:t>ذا</w:t>
      </w:r>
      <w:r w:rsidR="00554BFA">
        <w:rPr>
          <w:rtl/>
        </w:rPr>
        <w:t xml:space="preserve"> </w:t>
      </w:r>
      <w:r w:rsidRPr="006C3507">
        <w:rPr>
          <w:rtl/>
        </w:rPr>
        <w:t>الرُزء</w:t>
      </w:r>
      <w:r w:rsidR="00554BFA">
        <w:rPr>
          <w:rtl/>
        </w:rPr>
        <w:t xml:space="preserve"> </w:t>
      </w:r>
      <w:r w:rsidRPr="006C3507">
        <w:rPr>
          <w:rtl/>
        </w:rPr>
        <w:t>الّذي</w:t>
      </w:r>
      <w:r w:rsidR="00554BFA">
        <w:rPr>
          <w:rtl/>
        </w:rPr>
        <w:t xml:space="preserve"> </w:t>
      </w:r>
      <w:r w:rsidR="00554BFA" w:rsidRPr="00D0383A">
        <w:rPr>
          <w:rtl/>
        </w:rPr>
        <w:t>=</w:t>
      </w:r>
      <w:r w:rsidR="00554BFA">
        <w:rPr>
          <w:rtl/>
        </w:rPr>
        <w:t xml:space="preserve"> </w:t>
      </w:r>
      <w:r w:rsidRPr="006C3507">
        <w:rPr>
          <w:rtl/>
        </w:rPr>
        <w:t>ما</w:t>
      </w:r>
      <w:r w:rsidR="00554BFA">
        <w:rPr>
          <w:rtl/>
        </w:rPr>
        <w:t xml:space="preserve"> </w:t>
      </w:r>
      <w:r w:rsidRPr="006C3507">
        <w:rPr>
          <w:rtl/>
        </w:rPr>
        <w:t>صَفا</w:t>
      </w:r>
      <w:r w:rsidR="00554BFA">
        <w:rPr>
          <w:rtl/>
        </w:rPr>
        <w:t xml:space="preserve"> </w:t>
      </w:r>
      <w:r w:rsidRPr="006C3507">
        <w:rPr>
          <w:rtl/>
        </w:rPr>
        <w:t>مِن</w:t>
      </w:r>
      <w:r w:rsidR="00554BFA">
        <w:rPr>
          <w:rtl/>
        </w:rPr>
        <w:t xml:space="preserve"> </w:t>
      </w:r>
      <w:r w:rsidRPr="006C3507">
        <w:rPr>
          <w:rtl/>
        </w:rPr>
        <w:t>بَعده</w:t>
      </w:r>
      <w:r w:rsidR="00554BFA">
        <w:rPr>
          <w:rtl/>
        </w:rPr>
        <w:t xml:space="preserve"> </w:t>
      </w:r>
      <w:r w:rsidRPr="006C3507">
        <w:rPr>
          <w:rtl/>
        </w:rPr>
        <w:t>عَيش</w:t>
      </w:r>
      <w:r w:rsidR="00554BFA">
        <w:rPr>
          <w:rtl/>
        </w:rPr>
        <w:t xml:space="preserve"> </w:t>
      </w:r>
      <w:r w:rsidRPr="006C3507">
        <w:rPr>
          <w:rtl/>
        </w:rPr>
        <w:t>الصَفا</w:t>
      </w:r>
    </w:p>
    <w:p w:rsidR="00645494" w:rsidRDefault="00645494" w:rsidP="00FE2721">
      <w:pPr>
        <w:pStyle w:val="libPoemCenter"/>
        <w:rPr>
          <w:rtl/>
        </w:rPr>
      </w:pPr>
      <w:r w:rsidRPr="006C3507">
        <w:rPr>
          <w:rtl/>
        </w:rPr>
        <w:t>وغَدت</w:t>
      </w:r>
      <w:r w:rsidR="00554BFA">
        <w:rPr>
          <w:rtl/>
        </w:rPr>
        <w:t xml:space="preserve"> </w:t>
      </w:r>
      <w:r w:rsidRPr="006C3507">
        <w:rPr>
          <w:rtl/>
        </w:rPr>
        <w:t>شَمس</w:t>
      </w:r>
      <w:r w:rsidR="00554BFA">
        <w:rPr>
          <w:rtl/>
        </w:rPr>
        <w:t xml:space="preserve"> </w:t>
      </w:r>
      <w:r w:rsidRPr="006C3507">
        <w:rPr>
          <w:rtl/>
        </w:rPr>
        <w:t>الضُحى</w:t>
      </w:r>
      <w:r w:rsidR="00554BFA">
        <w:rPr>
          <w:rtl/>
        </w:rPr>
        <w:t xml:space="preserve"> </w:t>
      </w:r>
      <w:r w:rsidRPr="006C3507">
        <w:rPr>
          <w:rtl/>
        </w:rPr>
        <w:t>كاسفة</w:t>
      </w:r>
      <w:r w:rsidR="00554BFA">
        <w:rPr>
          <w:rtl/>
        </w:rPr>
        <w:t xml:space="preserve"> </w:t>
      </w:r>
      <w:r w:rsidR="00554BFA" w:rsidRPr="00D0383A">
        <w:rPr>
          <w:rtl/>
        </w:rPr>
        <w:t>=</w:t>
      </w:r>
      <w:r w:rsidR="00554BFA">
        <w:rPr>
          <w:rtl/>
        </w:rPr>
        <w:t xml:space="preserve"> </w:t>
      </w:r>
      <w:r w:rsidRPr="006C3507">
        <w:rPr>
          <w:rtl/>
        </w:rPr>
        <w:t>أسفاً</w:t>
      </w:r>
      <w:r w:rsidR="00554BFA">
        <w:rPr>
          <w:rtl/>
        </w:rPr>
        <w:t xml:space="preserve"> </w:t>
      </w:r>
      <w:r w:rsidRPr="006C3507">
        <w:rPr>
          <w:rtl/>
        </w:rPr>
        <w:t>والبَدر</w:t>
      </w:r>
      <w:r w:rsidR="00554BFA">
        <w:rPr>
          <w:rtl/>
        </w:rPr>
        <w:t xml:space="preserve"> </w:t>
      </w:r>
      <w:r w:rsidRPr="006C3507">
        <w:rPr>
          <w:rtl/>
        </w:rPr>
        <w:t>مَعدوم</w:t>
      </w:r>
      <w:r w:rsidR="00554BFA">
        <w:rPr>
          <w:rtl/>
        </w:rPr>
        <w:t xml:space="preserve"> </w:t>
      </w:r>
      <w:r w:rsidRPr="006C3507">
        <w:rPr>
          <w:rtl/>
        </w:rPr>
        <w:t>الضَبا</w:t>
      </w:r>
    </w:p>
    <w:p w:rsidR="00645494" w:rsidRDefault="00645494" w:rsidP="00FE2721">
      <w:pPr>
        <w:pStyle w:val="libPoemCenter"/>
        <w:rPr>
          <w:rtl/>
        </w:rPr>
      </w:pPr>
      <w:r w:rsidRPr="006C3507">
        <w:rPr>
          <w:rtl/>
        </w:rPr>
        <w:t>وعَدا</w:t>
      </w:r>
      <w:r w:rsidR="00554BFA">
        <w:rPr>
          <w:rtl/>
        </w:rPr>
        <w:t xml:space="preserve"> </w:t>
      </w:r>
      <w:r w:rsidRPr="006C3507">
        <w:rPr>
          <w:rtl/>
        </w:rPr>
        <w:t>المُهر</w:t>
      </w:r>
      <w:r w:rsidR="00554BFA">
        <w:rPr>
          <w:rtl/>
        </w:rPr>
        <w:t xml:space="preserve"> </w:t>
      </w:r>
      <w:r w:rsidRPr="006C3507">
        <w:rPr>
          <w:rtl/>
        </w:rPr>
        <w:t>إلى</w:t>
      </w:r>
      <w:r w:rsidR="00554BFA">
        <w:rPr>
          <w:rtl/>
        </w:rPr>
        <w:t xml:space="preserve"> </w:t>
      </w:r>
      <w:r w:rsidRPr="006C3507">
        <w:rPr>
          <w:rtl/>
        </w:rPr>
        <w:t>نِسوانه</w:t>
      </w:r>
      <w:r w:rsidR="00554BFA">
        <w:rPr>
          <w:rtl/>
        </w:rPr>
        <w:t xml:space="preserve"> </w:t>
      </w:r>
      <w:r w:rsidR="00554BFA" w:rsidRPr="00D0383A">
        <w:rPr>
          <w:rtl/>
        </w:rPr>
        <w:t>=</w:t>
      </w:r>
      <w:r w:rsidR="00554BFA">
        <w:rPr>
          <w:rtl/>
        </w:rPr>
        <w:t xml:space="preserve"> </w:t>
      </w:r>
      <w:r w:rsidRPr="006C3507">
        <w:rPr>
          <w:rtl/>
        </w:rPr>
        <w:t>ناعياً</w:t>
      </w:r>
      <w:r w:rsidR="00554BFA">
        <w:rPr>
          <w:rtl/>
        </w:rPr>
        <w:t xml:space="preserve"> </w:t>
      </w:r>
      <w:r w:rsidRPr="006C3507">
        <w:rPr>
          <w:rtl/>
        </w:rPr>
        <w:t>يَندب</w:t>
      </w:r>
      <w:r w:rsidR="00554BFA">
        <w:rPr>
          <w:rtl/>
        </w:rPr>
        <w:t xml:space="preserve"> </w:t>
      </w:r>
      <w:r w:rsidRPr="006C3507">
        <w:rPr>
          <w:rtl/>
        </w:rPr>
        <w:t>مِمَّا</w:t>
      </w:r>
      <w:r w:rsidR="00554BFA">
        <w:rPr>
          <w:rtl/>
        </w:rPr>
        <w:t xml:space="preserve"> </w:t>
      </w:r>
      <w:r w:rsidRPr="006C3507">
        <w:rPr>
          <w:rtl/>
        </w:rPr>
        <w:t>قد</w:t>
      </w:r>
      <w:r w:rsidR="00554BFA">
        <w:rPr>
          <w:rtl/>
        </w:rPr>
        <w:t xml:space="preserve"> </w:t>
      </w:r>
      <w:r w:rsidRPr="006C3507">
        <w:rPr>
          <w:rtl/>
        </w:rPr>
        <w:t>دهى</w:t>
      </w:r>
    </w:p>
    <w:p w:rsidR="00645494" w:rsidRDefault="00645494" w:rsidP="00FE2721">
      <w:pPr>
        <w:pStyle w:val="libPoemCenter"/>
        <w:rPr>
          <w:rtl/>
        </w:rPr>
      </w:pPr>
      <w:r w:rsidRPr="006C3507">
        <w:rPr>
          <w:rtl/>
        </w:rPr>
        <w:t>فرأين</w:t>
      </w:r>
      <w:r w:rsidR="00554BFA">
        <w:rPr>
          <w:rtl/>
        </w:rPr>
        <w:t xml:space="preserve"> </w:t>
      </w:r>
      <w:r w:rsidRPr="006C3507">
        <w:rPr>
          <w:rtl/>
        </w:rPr>
        <w:t>السَرج</w:t>
      </w:r>
      <w:r w:rsidR="00554BFA">
        <w:rPr>
          <w:rtl/>
        </w:rPr>
        <w:t xml:space="preserve"> </w:t>
      </w:r>
      <w:r w:rsidRPr="006C3507">
        <w:rPr>
          <w:rtl/>
        </w:rPr>
        <w:t>منه</w:t>
      </w:r>
      <w:r w:rsidR="00554BFA">
        <w:rPr>
          <w:rtl/>
        </w:rPr>
        <w:t xml:space="preserve"> </w:t>
      </w:r>
      <w:r w:rsidRPr="006C3507">
        <w:rPr>
          <w:rtl/>
        </w:rPr>
        <w:t>خالياً</w:t>
      </w:r>
      <w:r w:rsidR="00554BFA">
        <w:rPr>
          <w:rtl/>
        </w:rPr>
        <w:t xml:space="preserve"> </w:t>
      </w:r>
      <w:r w:rsidR="00554BFA" w:rsidRPr="00D0383A">
        <w:rPr>
          <w:rtl/>
        </w:rPr>
        <w:t>=</w:t>
      </w:r>
      <w:r w:rsidR="00554BFA">
        <w:rPr>
          <w:rtl/>
        </w:rPr>
        <w:t xml:space="preserve"> </w:t>
      </w:r>
      <w:r w:rsidRPr="006C3507">
        <w:rPr>
          <w:rtl/>
        </w:rPr>
        <w:t>وهو</w:t>
      </w:r>
      <w:r w:rsidR="00554BFA">
        <w:rPr>
          <w:rtl/>
        </w:rPr>
        <w:t xml:space="preserve"> </w:t>
      </w:r>
      <w:r w:rsidRPr="006C3507">
        <w:rPr>
          <w:rtl/>
        </w:rPr>
        <w:t>مَخضوب</w:t>
      </w:r>
      <w:r w:rsidR="00554BFA">
        <w:rPr>
          <w:rtl/>
        </w:rPr>
        <w:t xml:space="preserve"> </w:t>
      </w:r>
      <w:r w:rsidRPr="006C3507">
        <w:rPr>
          <w:rtl/>
        </w:rPr>
        <w:t>النَواصي</w:t>
      </w:r>
      <w:r w:rsidR="00554BFA">
        <w:rPr>
          <w:rtl/>
        </w:rPr>
        <w:t xml:space="preserve"> </w:t>
      </w:r>
      <w:r w:rsidRPr="006C3507">
        <w:rPr>
          <w:rtl/>
        </w:rPr>
        <w:t>بالدِما</w:t>
      </w:r>
    </w:p>
    <w:p w:rsidR="00645494" w:rsidRDefault="00645494" w:rsidP="00FE2721">
      <w:pPr>
        <w:pStyle w:val="libPoemCenter"/>
        <w:rPr>
          <w:rtl/>
        </w:rPr>
      </w:pPr>
      <w:r w:rsidRPr="006C3507">
        <w:rPr>
          <w:rtl/>
        </w:rPr>
        <w:t>فلَطمنَ</w:t>
      </w:r>
      <w:r w:rsidR="00554BFA">
        <w:rPr>
          <w:rtl/>
        </w:rPr>
        <w:t xml:space="preserve"> </w:t>
      </w:r>
      <w:r w:rsidRPr="006C3507">
        <w:rPr>
          <w:rtl/>
        </w:rPr>
        <w:t>الفاطميات</w:t>
      </w:r>
      <w:r w:rsidR="00554BFA">
        <w:rPr>
          <w:rtl/>
        </w:rPr>
        <w:t xml:space="preserve"> </w:t>
      </w:r>
      <w:r w:rsidRPr="006C3507">
        <w:rPr>
          <w:rtl/>
        </w:rPr>
        <w:t>على</w:t>
      </w:r>
      <w:r w:rsidR="00554BFA">
        <w:rPr>
          <w:rtl/>
        </w:rPr>
        <w:t xml:space="preserve"> </w:t>
      </w:r>
      <w:r w:rsidR="00554BFA" w:rsidRPr="00D0383A">
        <w:rPr>
          <w:rtl/>
        </w:rPr>
        <w:t>=</w:t>
      </w:r>
      <w:r w:rsidR="00554BFA">
        <w:rPr>
          <w:rtl/>
        </w:rPr>
        <w:t xml:space="preserve"> </w:t>
      </w:r>
      <w:r w:rsidRPr="006C3507">
        <w:rPr>
          <w:rtl/>
        </w:rPr>
        <w:t>ما</w:t>
      </w:r>
      <w:r w:rsidR="00554BFA">
        <w:rPr>
          <w:rtl/>
        </w:rPr>
        <w:t xml:space="preserve"> </w:t>
      </w:r>
      <w:r w:rsidRPr="006C3507">
        <w:rPr>
          <w:rtl/>
        </w:rPr>
        <w:t>جَرى</w:t>
      </w:r>
      <w:r w:rsidR="00554BFA">
        <w:rPr>
          <w:rtl/>
        </w:rPr>
        <w:t xml:space="preserve"> </w:t>
      </w:r>
      <w:r w:rsidRPr="006C3507">
        <w:rPr>
          <w:rtl/>
        </w:rPr>
        <w:t>والدَمع</w:t>
      </w:r>
      <w:r w:rsidR="00554BFA">
        <w:rPr>
          <w:rtl/>
        </w:rPr>
        <w:t xml:space="preserve"> </w:t>
      </w:r>
      <w:r w:rsidRPr="006C3507">
        <w:rPr>
          <w:rtl/>
        </w:rPr>
        <w:t>في</w:t>
      </w:r>
      <w:r w:rsidR="00554BFA">
        <w:rPr>
          <w:rtl/>
        </w:rPr>
        <w:t xml:space="preserve"> </w:t>
      </w:r>
      <w:r w:rsidRPr="006C3507">
        <w:rPr>
          <w:rtl/>
        </w:rPr>
        <w:t>الخَد</w:t>
      </w:r>
      <w:r w:rsidR="00554BFA">
        <w:rPr>
          <w:rtl/>
        </w:rPr>
        <w:t xml:space="preserve"> </w:t>
      </w:r>
      <w:r w:rsidRPr="006C3507">
        <w:rPr>
          <w:rtl/>
        </w:rPr>
        <w:t>جرى</w:t>
      </w:r>
    </w:p>
    <w:p w:rsidR="00645494" w:rsidRDefault="00645494" w:rsidP="00FE2721">
      <w:pPr>
        <w:pStyle w:val="libPoemCenter"/>
        <w:rPr>
          <w:rtl/>
        </w:rPr>
      </w:pPr>
      <w:r w:rsidRPr="006C3507">
        <w:rPr>
          <w:rtl/>
        </w:rPr>
        <w:t>ثُم</w:t>
      </w:r>
      <w:r w:rsidR="00554BFA">
        <w:rPr>
          <w:rtl/>
        </w:rPr>
        <w:t xml:space="preserve"> </w:t>
      </w:r>
      <w:r w:rsidRPr="006C3507">
        <w:rPr>
          <w:rtl/>
        </w:rPr>
        <w:t>مِن</w:t>
      </w:r>
      <w:r w:rsidR="00554BFA">
        <w:rPr>
          <w:rtl/>
        </w:rPr>
        <w:t xml:space="preserve"> </w:t>
      </w:r>
      <w:r w:rsidRPr="006C3507">
        <w:rPr>
          <w:rtl/>
        </w:rPr>
        <w:t>بَعد</w:t>
      </w:r>
      <w:r w:rsidR="00554BFA">
        <w:rPr>
          <w:rtl/>
        </w:rPr>
        <w:t xml:space="preserve"> </w:t>
      </w:r>
      <w:r w:rsidRPr="006C3507">
        <w:rPr>
          <w:rtl/>
        </w:rPr>
        <w:t>سِباهن</w:t>
      </w:r>
      <w:r w:rsidR="00554BFA">
        <w:rPr>
          <w:rtl/>
        </w:rPr>
        <w:t xml:space="preserve"> </w:t>
      </w:r>
      <w:r w:rsidRPr="006C3507">
        <w:rPr>
          <w:rtl/>
        </w:rPr>
        <w:t>العِدى</w:t>
      </w:r>
      <w:r w:rsidR="00554BFA">
        <w:rPr>
          <w:rtl/>
        </w:rPr>
        <w:t xml:space="preserve"> </w:t>
      </w:r>
      <w:r w:rsidR="00554BFA" w:rsidRPr="00D0383A">
        <w:rPr>
          <w:rtl/>
        </w:rPr>
        <w:t>=</w:t>
      </w:r>
      <w:r w:rsidR="00554BFA">
        <w:rPr>
          <w:rtl/>
        </w:rPr>
        <w:t xml:space="preserve"> </w:t>
      </w:r>
      <w:r w:rsidRPr="006C3507">
        <w:rPr>
          <w:rtl/>
        </w:rPr>
        <w:t>فَوق</w:t>
      </w:r>
      <w:r w:rsidR="00554BFA">
        <w:rPr>
          <w:rtl/>
        </w:rPr>
        <w:t xml:space="preserve"> </w:t>
      </w:r>
      <w:r w:rsidRPr="006C3507">
        <w:rPr>
          <w:rtl/>
        </w:rPr>
        <w:t>أقتاب</w:t>
      </w:r>
      <w:r w:rsidR="00554BFA">
        <w:rPr>
          <w:rtl/>
        </w:rPr>
        <w:t xml:space="preserve"> </w:t>
      </w:r>
      <w:r w:rsidRPr="006C3507">
        <w:rPr>
          <w:rtl/>
        </w:rPr>
        <w:t>المَطايا</w:t>
      </w:r>
      <w:r w:rsidR="00554BFA">
        <w:rPr>
          <w:rtl/>
        </w:rPr>
        <w:t xml:space="preserve"> </w:t>
      </w:r>
      <w:r w:rsidRPr="006C3507">
        <w:rPr>
          <w:rtl/>
        </w:rPr>
        <w:t>كالاما</w:t>
      </w:r>
    </w:p>
    <w:p w:rsidR="00645494" w:rsidRDefault="00645494" w:rsidP="00FE2721">
      <w:pPr>
        <w:pStyle w:val="libPoemCenter"/>
        <w:rPr>
          <w:rtl/>
        </w:rPr>
      </w:pPr>
      <w:r w:rsidRPr="006C3507">
        <w:rPr>
          <w:rtl/>
        </w:rPr>
        <w:t>فَتهاوَينَ</w:t>
      </w:r>
      <w:r w:rsidR="00554BFA">
        <w:rPr>
          <w:rtl/>
        </w:rPr>
        <w:t xml:space="preserve"> </w:t>
      </w:r>
      <w:r w:rsidRPr="006C3507">
        <w:rPr>
          <w:rtl/>
        </w:rPr>
        <w:t>على</w:t>
      </w:r>
      <w:r w:rsidR="00554BFA">
        <w:rPr>
          <w:rtl/>
        </w:rPr>
        <w:t xml:space="preserve"> </w:t>
      </w:r>
      <w:r w:rsidRPr="006C3507">
        <w:rPr>
          <w:rtl/>
        </w:rPr>
        <w:t>جُثمانه</w:t>
      </w:r>
      <w:r w:rsidR="00554BFA">
        <w:rPr>
          <w:rtl/>
        </w:rPr>
        <w:t xml:space="preserve"> </w:t>
      </w:r>
      <w:r w:rsidR="00554BFA" w:rsidRPr="00D0383A">
        <w:rPr>
          <w:rtl/>
        </w:rPr>
        <w:t>=</w:t>
      </w:r>
      <w:r w:rsidR="00554BFA">
        <w:rPr>
          <w:rtl/>
        </w:rPr>
        <w:t xml:space="preserve"> </w:t>
      </w:r>
      <w:r w:rsidRPr="006C3507">
        <w:rPr>
          <w:rtl/>
        </w:rPr>
        <w:t>مُذ</w:t>
      </w:r>
      <w:r w:rsidR="00554BFA">
        <w:rPr>
          <w:rtl/>
        </w:rPr>
        <w:t xml:space="preserve"> </w:t>
      </w:r>
      <w:r w:rsidRPr="006C3507">
        <w:rPr>
          <w:rtl/>
        </w:rPr>
        <w:t>تَبدَّى</w:t>
      </w:r>
      <w:r w:rsidR="00554BFA">
        <w:rPr>
          <w:rtl/>
        </w:rPr>
        <w:t xml:space="preserve"> </w:t>
      </w:r>
      <w:r w:rsidRPr="006C3507">
        <w:rPr>
          <w:rtl/>
        </w:rPr>
        <w:t>عَارياً</w:t>
      </w:r>
      <w:r w:rsidR="00554BFA">
        <w:rPr>
          <w:rtl/>
        </w:rPr>
        <w:t xml:space="preserve"> </w:t>
      </w:r>
      <w:r w:rsidRPr="006C3507">
        <w:rPr>
          <w:rtl/>
        </w:rPr>
        <w:t>فَوق</w:t>
      </w:r>
      <w:r w:rsidR="00554BFA">
        <w:rPr>
          <w:rtl/>
        </w:rPr>
        <w:t xml:space="preserve"> </w:t>
      </w:r>
      <w:r w:rsidRPr="006C3507">
        <w:rPr>
          <w:rtl/>
        </w:rPr>
        <w:t>الثَرى</w:t>
      </w:r>
    </w:p>
    <w:p w:rsidR="00645494" w:rsidRDefault="00645494" w:rsidP="00FE2721">
      <w:pPr>
        <w:pStyle w:val="libPoemCenter"/>
        <w:rPr>
          <w:rtl/>
        </w:rPr>
      </w:pPr>
      <w:r w:rsidRPr="006C3507">
        <w:rPr>
          <w:rtl/>
        </w:rPr>
        <w:t>هذه</w:t>
      </w:r>
      <w:r w:rsidR="00554BFA">
        <w:rPr>
          <w:rtl/>
        </w:rPr>
        <w:t xml:space="preserve"> </w:t>
      </w:r>
      <w:r w:rsidRPr="006C3507">
        <w:rPr>
          <w:rtl/>
        </w:rPr>
        <w:t>تَندُب</w:t>
      </w:r>
      <w:r w:rsidR="00554BFA">
        <w:rPr>
          <w:rtl/>
        </w:rPr>
        <w:t xml:space="preserve"> </w:t>
      </w:r>
      <w:r w:rsidRPr="006C3507">
        <w:rPr>
          <w:rtl/>
        </w:rPr>
        <w:t>وجداً</w:t>
      </w:r>
      <w:r w:rsidR="00554BFA">
        <w:rPr>
          <w:rtl/>
        </w:rPr>
        <w:t xml:space="preserve"> </w:t>
      </w:r>
      <w:r w:rsidRPr="006C3507">
        <w:rPr>
          <w:rtl/>
        </w:rPr>
        <w:t>وا</w:t>
      </w:r>
      <w:r w:rsidR="00554BFA">
        <w:rPr>
          <w:rtl/>
        </w:rPr>
        <w:t xml:space="preserve"> </w:t>
      </w:r>
      <w:r w:rsidRPr="006C3507">
        <w:rPr>
          <w:rtl/>
        </w:rPr>
        <w:t>أخاً</w:t>
      </w:r>
      <w:r w:rsidR="00554BFA">
        <w:rPr>
          <w:rtl/>
        </w:rPr>
        <w:t xml:space="preserve"> </w:t>
      </w:r>
      <w:r w:rsidR="00554BFA" w:rsidRPr="00D0383A">
        <w:rPr>
          <w:rtl/>
        </w:rPr>
        <w:t>=</w:t>
      </w:r>
      <w:r w:rsidR="00554BFA">
        <w:rPr>
          <w:rtl/>
        </w:rPr>
        <w:t xml:space="preserve"> </w:t>
      </w:r>
      <w:r w:rsidRPr="006C3507">
        <w:rPr>
          <w:rtl/>
        </w:rPr>
        <w:t>حيثُ</w:t>
      </w:r>
      <w:r w:rsidR="00554BFA">
        <w:rPr>
          <w:rtl/>
        </w:rPr>
        <w:t xml:space="preserve"> </w:t>
      </w:r>
      <w:r w:rsidRPr="006C3507">
        <w:rPr>
          <w:rtl/>
        </w:rPr>
        <w:t>تَدعو</w:t>
      </w:r>
      <w:r w:rsidR="00554BFA">
        <w:rPr>
          <w:rtl/>
        </w:rPr>
        <w:t xml:space="preserve"> </w:t>
      </w:r>
      <w:r w:rsidRPr="006C3507">
        <w:rPr>
          <w:rtl/>
        </w:rPr>
        <w:t>تِلك</w:t>
      </w:r>
      <w:r w:rsidR="00554BFA">
        <w:rPr>
          <w:rtl/>
        </w:rPr>
        <w:t xml:space="preserve"> </w:t>
      </w:r>
      <w:r w:rsidRPr="006C3507">
        <w:rPr>
          <w:rtl/>
        </w:rPr>
        <w:t>حُزناً</w:t>
      </w:r>
      <w:r w:rsidR="00554BFA">
        <w:rPr>
          <w:rtl/>
        </w:rPr>
        <w:t xml:space="preserve"> </w:t>
      </w:r>
      <w:r w:rsidRPr="006C3507">
        <w:rPr>
          <w:rtl/>
        </w:rPr>
        <w:t>وا</w:t>
      </w:r>
      <w:r w:rsidR="00554BFA">
        <w:rPr>
          <w:rtl/>
        </w:rPr>
        <w:t xml:space="preserve"> </w:t>
      </w:r>
      <w:r w:rsidRPr="006C3507">
        <w:rPr>
          <w:rtl/>
        </w:rPr>
        <w:t>أخا</w:t>
      </w:r>
    </w:p>
    <w:p w:rsidR="00645494" w:rsidRDefault="00645494" w:rsidP="00FE2721">
      <w:pPr>
        <w:pStyle w:val="libPoemCenter"/>
        <w:rPr>
          <w:rtl/>
        </w:rPr>
      </w:pPr>
      <w:r w:rsidRPr="006C3507">
        <w:rPr>
          <w:rtl/>
        </w:rPr>
        <w:t>ما</w:t>
      </w:r>
      <w:r w:rsidR="00554BFA">
        <w:rPr>
          <w:rtl/>
        </w:rPr>
        <w:t xml:space="preserve"> </w:t>
      </w:r>
      <w:r w:rsidRPr="006C3507">
        <w:rPr>
          <w:rtl/>
        </w:rPr>
        <w:t>عليهنَّ</w:t>
      </w:r>
      <w:r w:rsidR="00554BFA">
        <w:rPr>
          <w:rtl/>
        </w:rPr>
        <w:t xml:space="preserve"> </w:t>
      </w:r>
      <w:r w:rsidRPr="006C3507">
        <w:rPr>
          <w:rtl/>
        </w:rPr>
        <w:t>لبِاس</w:t>
      </w:r>
      <w:r w:rsidR="00554BFA">
        <w:rPr>
          <w:rtl/>
        </w:rPr>
        <w:t xml:space="preserve"> </w:t>
      </w:r>
      <w:r w:rsidRPr="006C3507">
        <w:rPr>
          <w:rtl/>
        </w:rPr>
        <w:t>ساتر</w:t>
      </w:r>
      <w:r w:rsidR="00554BFA">
        <w:rPr>
          <w:rtl/>
        </w:rPr>
        <w:t xml:space="preserve"> </w:t>
      </w:r>
      <w:r w:rsidR="00554BFA" w:rsidRPr="00D0383A">
        <w:rPr>
          <w:rtl/>
        </w:rPr>
        <w:t>=</w:t>
      </w:r>
      <w:r w:rsidR="00554BFA">
        <w:rPr>
          <w:rtl/>
        </w:rPr>
        <w:t xml:space="preserve"> </w:t>
      </w:r>
      <w:r w:rsidRPr="006C3507">
        <w:rPr>
          <w:rtl/>
        </w:rPr>
        <w:t>غَير</w:t>
      </w:r>
      <w:r w:rsidR="00554BFA">
        <w:rPr>
          <w:rtl/>
        </w:rPr>
        <w:t xml:space="preserve"> </w:t>
      </w:r>
      <w:r w:rsidRPr="006C3507">
        <w:rPr>
          <w:rtl/>
        </w:rPr>
        <w:t>نور</w:t>
      </w:r>
      <w:r w:rsidR="00554BFA">
        <w:rPr>
          <w:rtl/>
        </w:rPr>
        <w:t xml:space="preserve"> </w:t>
      </w:r>
      <w:r w:rsidRPr="006C3507">
        <w:rPr>
          <w:rtl/>
        </w:rPr>
        <w:t>منه</w:t>
      </w:r>
      <w:r w:rsidR="00554BFA">
        <w:rPr>
          <w:rtl/>
        </w:rPr>
        <w:t xml:space="preserve"> </w:t>
      </w:r>
      <w:r w:rsidRPr="006C3507">
        <w:rPr>
          <w:rtl/>
        </w:rPr>
        <w:t>يَعشو</w:t>
      </w:r>
      <w:r w:rsidR="00554BFA">
        <w:rPr>
          <w:rtl/>
        </w:rPr>
        <w:t xml:space="preserve"> </w:t>
      </w:r>
      <w:r w:rsidRPr="006C3507">
        <w:rPr>
          <w:rtl/>
        </w:rPr>
        <w:t>مَن</w:t>
      </w:r>
      <w:r w:rsidR="00554BFA">
        <w:rPr>
          <w:rtl/>
        </w:rPr>
        <w:t xml:space="preserve"> </w:t>
      </w:r>
      <w:r w:rsidRPr="006C3507">
        <w:rPr>
          <w:rtl/>
        </w:rPr>
        <w:t>رَنا</w:t>
      </w:r>
    </w:p>
    <w:p w:rsidR="00645494" w:rsidRDefault="00645494" w:rsidP="00FE2721">
      <w:pPr>
        <w:pStyle w:val="libPoemCenter"/>
        <w:rPr>
          <w:rtl/>
        </w:rPr>
      </w:pPr>
      <w:r w:rsidRPr="006C3507">
        <w:rPr>
          <w:rtl/>
        </w:rPr>
        <w:t>لَستُ</w:t>
      </w:r>
      <w:r w:rsidR="00554BFA">
        <w:rPr>
          <w:rtl/>
        </w:rPr>
        <w:t xml:space="preserve"> </w:t>
      </w:r>
      <w:r w:rsidRPr="006C3507">
        <w:rPr>
          <w:rtl/>
        </w:rPr>
        <w:t>أنسى</w:t>
      </w:r>
      <w:r w:rsidR="00554BFA">
        <w:rPr>
          <w:rtl/>
        </w:rPr>
        <w:t xml:space="preserve"> </w:t>
      </w:r>
      <w:r w:rsidRPr="006C3507">
        <w:rPr>
          <w:rtl/>
        </w:rPr>
        <w:t>سيد</w:t>
      </w:r>
      <w:r w:rsidR="00554BFA">
        <w:rPr>
          <w:rtl/>
        </w:rPr>
        <w:t xml:space="preserve"> </w:t>
      </w:r>
      <w:r w:rsidRPr="006C3507">
        <w:rPr>
          <w:rtl/>
        </w:rPr>
        <w:t>العُبَّاد</w:t>
      </w:r>
      <w:r w:rsidR="00554BFA">
        <w:rPr>
          <w:rtl/>
        </w:rPr>
        <w:t xml:space="preserve"> </w:t>
      </w:r>
      <w:r w:rsidRPr="006C3507">
        <w:rPr>
          <w:rtl/>
        </w:rPr>
        <w:t>إذ</w:t>
      </w:r>
      <w:r w:rsidR="00554BFA">
        <w:rPr>
          <w:rtl/>
        </w:rPr>
        <w:t xml:space="preserve"> </w:t>
      </w:r>
      <w:r w:rsidR="00554BFA" w:rsidRPr="00D0383A">
        <w:rPr>
          <w:rtl/>
        </w:rPr>
        <w:t>=</w:t>
      </w:r>
      <w:r w:rsidR="00554BFA">
        <w:rPr>
          <w:rtl/>
        </w:rPr>
        <w:t xml:space="preserve"> </w:t>
      </w:r>
      <w:r w:rsidRPr="006C3507">
        <w:rPr>
          <w:rtl/>
        </w:rPr>
        <w:t>أركبوه</w:t>
      </w:r>
      <w:r w:rsidR="00554BFA">
        <w:rPr>
          <w:rtl/>
        </w:rPr>
        <w:t xml:space="preserve"> </w:t>
      </w:r>
      <w:r w:rsidRPr="006C3507">
        <w:rPr>
          <w:rtl/>
        </w:rPr>
        <w:t>أعجُفاً</w:t>
      </w:r>
      <w:r w:rsidR="00554BFA">
        <w:rPr>
          <w:rtl/>
        </w:rPr>
        <w:t xml:space="preserve"> </w:t>
      </w:r>
      <w:r w:rsidRPr="006C3507">
        <w:rPr>
          <w:rtl/>
        </w:rPr>
        <w:t>عاري</w:t>
      </w:r>
      <w:r w:rsidR="00554BFA">
        <w:rPr>
          <w:rtl/>
        </w:rPr>
        <w:t xml:space="preserve"> </w:t>
      </w:r>
      <w:r w:rsidRPr="006C3507">
        <w:rPr>
          <w:rtl/>
        </w:rPr>
        <w:t>المَطا</w:t>
      </w:r>
    </w:p>
    <w:p w:rsidR="00645494" w:rsidRPr="00645494" w:rsidRDefault="00645494" w:rsidP="00FE2721">
      <w:pPr>
        <w:pStyle w:val="libPoemCenter"/>
        <w:rPr>
          <w:rtl/>
        </w:rPr>
      </w:pPr>
      <w:r w:rsidRPr="006C3507">
        <w:rPr>
          <w:rtl/>
        </w:rPr>
        <w:t>والدِما</w:t>
      </w:r>
      <w:r w:rsidR="00554BFA">
        <w:rPr>
          <w:rtl/>
        </w:rPr>
        <w:t xml:space="preserve"> </w:t>
      </w:r>
      <w:r w:rsidRPr="006C3507">
        <w:rPr>
          <w:rtl/>
        </w:rPr>
        <w:t>تَشخَب</w:t>
      </w:r>
      <w:r w:rsidR="00554BFA">
        <w:rPr>
          <w:rtl/>
        </w:rPr>
        <w:t xml:space="preserve"> </w:t>
      </w:r>
      <w:r w:rsidRPr="006C3507">
        <w:rPr>
          <w:rtl/>
        </w:rPr>
        <w:t>مِن</w:t>
      </w:r>
      <w:r w:rsidR="00554BFA">
        <w:rPr>
          <w:rtl/>
        </w:rPr>
        <w:t xml:space="preserve"> </w:t>
      </w:r>
      <w:r w:rsidRPr="006C3507">
        <w:rPr>
          <w:rtl/>
        </w:rPr>
        <w:t>أفخاذه</w:t>
      </w:r>
      <w:r w:rsidR="00554BFA">
        <w:rPr>
          <w:rtl/>
        </w:rPr>
        <w:t xml:space="preserve"> </w:t>
      </w:r>
      <w:r w:rsidR="00554BFA" w:rsidRPr="00D0383A">
        <w:rPr>
          <w:rtl/>
        </w:rPr>
        <w:t>=</w:t>
      </w:r>
      <w:r w:rsidR="00554BFA">
        <w:rPr>
          <w:rtl/>
        </w:rPr>
        <w:t xml:space="preserve"> </w:t>
      </w:r>
      <w:r w:rsidRPr="006C3507">
        <w:rPr>
          <w:rtl/>
        </w:rPr>
        <w:t>وهو</w:t>
      </w:r>
      <w:r w:rsidR="00554BFA">
        <w:rPr>
          <w:rtl/>
        </w:rPr>
        <w:t xml:space="preserve"> </w:t>
      </w:r>
      <w:r w:rsidRPr="006C3507">
        <w:rPr>
          <w:rtl/>
        </w:rPr>
        <w:t>في</w:t>
      </w:r>
      <w:r w:rsidR="00554BFA">
        <w:rPr>
          <w:rtl/>
        </w:rPr>
        <w:t xml:space="preserve"> </w:t>
      </w:r>
      <w:r w:rsidRPr="006C3507">
        <w:rPr>
          <w:rtl/>
        </w:rPr>
        <w:t>قَيد</w:t>
      </w:r>
      <w:r w:rsidR="00554BFA">
        <w:rPr>
          <w:rtl/>
        </w:rPr>
        <w:t xml:space="preserve"> </w:t>
      </w:r>
      <w:r w:rsidRPr="006C3507">
        <w:rPr>
          <w:rtl/>
        </w:rPr>
        <w:t>ثَقيل</w:t>
      </w:r>
      <w:r w:rsidR="00554BFA">
        <w:rPr>
          <w:rtl/>
        </w:rPr>
        <w:t xml:space="preserve"> </w:t>
      </w:r>
      <w:r w:rsidRPr="006C3507">
        <w:rPr>
          <w:rtl/>
        </w:rPr>
        <w:t>وعَنا</w:t>
      </w:r>
    </w:p>
    <w:p w:rsidR="00645494" w:rsidRDefault="00645494" w:rsidP="00645494">
      <w:pPr>
        <w:pStyle w:val="libNormal"/>
      </w:pPr>
      <w:r>
        <w:br w:type="page"/>
      </w:r>
    </w:p>
    <w:p w:rsidR="00645494" w:rsidRDefault="00645494" w:rsidP="00FE2721">
      <w:pPr>
        <w:pStyle w:val="libPoemCenter"/>
        <w:rPr>
          <w:rtl/>
        </w:rPr>
      </w:pPr>
      <w:r w:rsidRPr="006C3507">
        <w:rPr>
          <w:rtl/>
        </w:rPr>
        <w:lastRenderedPageBreak/>
        <w:t>تارة</w:t>
      </w:r>
      <w:r w:rsidR="00554BFA">
        <w:rPr>
          <w:rtl/>
        </w:rPr>
        <w:t xml:space="preserve"> </w:t>
      </w:r>
      <w:r w:rsidRPr="006C3507">
        <w:rPr>
          <w:rtl/>
        </w:rPr>
        <w:t>يَبكي</w:t>
      </w:r>
      <w:r w:rsidR="00554BFA">
        <w:rPr>
          <w:rtl/>
        </w:rPr>
        <w:t xml:space="preserve"> </w:t>
      </w:r>
      <w:r w:rsidRPr="006C3507">
        <w:rPr>
          <w:rtl/>
        </w:rPr>
        <w:t>وطَوراً</w:t>
      </w:r>
      <w:r w:rsidR="00554BFA">
        <w:rPr>
          <w:rtl/>
        </w:rPr>
        <w:t xml:space="preserve"> </w:t>
      </w:r>
      <w:r w:rsidRPr="006C3507">
        <w:rPr>
          <w:rtl/>
        </w:rPr>
        <w:t>يَغتدي</w:t>
      </w:r>
      <w:r w:rsidR="00554BFA">
        <w:rPr>
          <w:rtl/>
        </w:rPr>
        <w:t xml:space="preserve"> </w:t>
      </w:r>
      <w:r w:rsidR="00554BFA" w:rsidRPr="00D0383A">
        <w:rPr>
          <w:rtl/>
        </w:rPr>
        <w:t>=</w:t>
      </w:r>
      <w:r w:rsidR="00554BFA">
        <w:rPr>
          <w:rtl/>
        </w:rPr>
        <w:t xml:space="preserve"> </w:t>
      </w:r>
      <w:r w:rsidRPr="006C3507">
        <w:rPr>
          <w:rtl/>
        </w:rPr>
        <w:t>رافعَ</w:t>
      </w:r>
      <w:r w:rsidR="00554BFA">
        <w:rPr>
          <w:rtl/>
        </w:rPr>
        <w:t xml:space="preserve"> </w:t>
      </w:r>
      <w:r w:rsidRPr="006C3507">
        <w:rPr>
          <w:rtl/>
        </w:rPr>
        <w:t>الطَرف</w:t>
      </w:r>
      <w:r w:rsidR="00554BFA">
        <w:rPr>
          <w:rtl/>
        </w:rPr>
        <w:t xml:space="preserve"> </w:t>
      </w:r>
      <w:r w:rsidRPr="006C3507">
        <w:rPr>
          <w:rtl/>
        </w:rPr>
        <w:t>إلى</w:t>
      </w:r>
      <w:r w:rsidR="00554BFA">
        <w:rPr>
          <w:rtl/>
        </w:rPr>
        <w:t xml:space="preserve"> </w:t>
      </w:r>
      <w:r w:rsidRPr="006C3507">
        <w:rPr>
          <w:rtl/>
        </w:rPr>
        <w:t>رَب</w:t>
      </w:r>
      <w:r w:rsidR="00554BFA">
        <w:rPr>
          <w:rtl/>
        </w:rPr>
        <w:t xml:space="preserve"> </w:t>
      </w:r>
      <w:r w:rsidRPr="006C3507">
        <w:rPr>
          <w:rtl/>
        </w:rPr>
        <w:t>السَما</w:t>
      </w:r>
    </w:p>
    <w:p w:rsidR="00645494" w:rsidRDefault="00645494" w:rsidP="00FE2721">
      <w:pPr>
        <w:pStyle w:val="libPoemCenter"/>
        <w:rPr>
          <w:rtl/>
        </w:rPr>
      </w:pPr>
      <w:r w:rsidRPr="006C3507">
        <w:rPr>
          <w:rtl/>
        </w:rPr>
        <w:t>إنْ</w:t>
      </w:r>
      <w:r w:rsidR="00554BFA">
        <w:rPr>
          <w:rtl/>
        </w:rPr>
        <w:t xml:space="preserve"> </w:t>
      </w:r>
      <w:r w:rsidRPr="006C3507">
        <w:rPr>
          <w:rtl/>
        </w:rPr>
        <w:t>رأى</w:t>
      </w:r>
      <w:r w:rsidR="00554BFA">
        <w:rPr>
          <w:rtl/>
        </w:rPr>
        <w:t xml:space="preserve"> </w:t>
      </w:r>
      <w:r w:rsidRPr="006C3507">
        <w:rPr>
          <w:rtl/>
        </w:rPr>
        <w:t>رأس</w:t>
      </w:r>
      <w:r w:rsidR="00554BFA">
        <w:rPr>
          <w:rtl/>
        </w:rPr>
        <w:t xml:space="preserve"> </w:t>
      </w:r>
      <w:r w:rsidRPr="006C3507">
        <w:rPr>
          <w:rtl/>
        </w:rPr>
        <w:t>أبيه</w:t>
      </w:r>
      <w:r w:rsidR="00554BFA">
        <w:rPr>
          <w:rtl/>
        </w:rPr>
        <w:t xml:space="preserve"> </w:t>
      </w:r>
      <w:r w:rsidRPr="006C3507">
        <w:rPr>
          <w:rtl/>
        </w:rPr>
        <w:t>شفَّهُ</w:t>
      </w:r>
      <w:r w:rsidR="00554BFA">
        <w:rPr>
          <w:rtl/>
        </w:rPr>
        <w:t xml:space="preserve"> </w:t>
      </w:r>
      <w:r w:rsidR="00554BFA" w:rsidRPr="00D0383A">
        <w:rPr>
          <w:rtl/>
        </w:rPr>
        <w:t>=</w:t>
      </w:r>
      <w:r w:rsidR="00554BFA">
        <w:rPr>
          <w:rtl/>
        </w:rPr>
        <w:t xml:space="preserve"> </w:t>
      </w:r>
      <w:r w:rsidRPr="006C3507">
        <w:rPr>
          <w:rtl/>
        </w:rPr>
        <w:t>نار</w:t>
      </w:r>
      <w:r w:rsidR="00554BFA">
        <w:rPr>
          <w:rtl/>
        </w:rPr>
        <w:t xml:space="preserve"> </w:t>
      </w:r>
      <w:r w:rsidRPr="006C3507">
        <w:rPr>
          <w:rtl/>
        </w:rPr>
        <w:t>وَجد</w:t>
      </w:r>
      <w:r w:rsidR="00554BFA">
        <w:rPr>
          <w:rtl/>
        </w:rPr>
        <w:t xml:space="preserve"> </w:t>
      </w:r>
      <w:r w:rsidRPr="006C3507">
        <w:rPr>
          <w:rtl/>
        </w:rPr>
        <w:t>دونها</w:t>
      </w:r>
      <w:r w:rsidR="00554BFA">
        <w:rPr>
          <w:rtl/>
        </w:rPr>
        <w:t xml:space="preserve"> </w:t>
      </w:r>
      <w:r w:rsidRPr="006C3507">
        <w:rPr>
          <w:rtl/>
        </w:rPr>
        <w:t>جَمر</w:t>
      </w:r>
      <w:r w:rsidR="00554BFA">
        <w:rPr>
          <w:rtl/>
        </w:rPr>
        <w:t xml:space="preserve"> </w:t>
      </w:r>
      <w:r w:rsidRPr="006C3507">
        <w:rPr>
          <w:rtl/>
        </w:rPr>
        <w:t>الغَضا</w:t>
      </w:r>
    </w:p>
    <w:p w:rsidR="00645494" w:rsidRDefault="00645494" w:rsidP="00FE2721">
      <w:pPr>
        <w:pStyle w:val="libPoemCenter"/>
        <w:rPr>
          <w:rtl/>
        </w:rPr>
      </w:pPr>
      <w:r w:rsidRPr="006C3507">
        <w:rPr>
          <w:rtl/>
        </w:rPr>
        <w:t>وبهذا</w:t>
      </w:r>
      <w:r w:rsidR="00554BFA">
        <w:rPr>
          <w:rtl/>
        </w:rPr>
        <w:t xml:space="preserve"> </w:t>
      </w:r>
      <w:r w:rsidRPr="006C3507">
        <w:rPr>
          <w:rtl/>
        </w:rPr>
        <w:t>الحَال</w:t>
      </w:r>
      <w:r w:rsidR="00554BFA">
        <w:rPr>
          <w:rtl/>
        </w:rPr>
        <w:t xml:space="preserve"> </w:t>
      </w:r>
      <w:r w:rsidRPr="006C3507">
        <w:rPr>
          <w:rtl/>
        </w:rPr>
        <w:t>قد</w:t>
      </w:r>
      <w:r w:rsidR="00554BFA">
        <w:rPr>
          <w:rtl/>
        </w:rPr>
        <w:t xml:space="preserve"> </w:t>
      </w:r>
      <w:r w:rsidRPr="006C3507">
        <w:rPr>
          <w:rtl/>
        </w:rPr>
        <w:t>ساروا</w:t>
      </w:r>
      <w:r w:rsidR="00554BFA">
        <w:rPr>
          <w:rtl/>
        </w:rPr>
        <w:t xml:space="preserve"> </w:t>
      </w:r>
      <w:r w:rsidRPr="006C3507">
        <w:rPr>
          <w:rtl/>
        </w:rPr>
        <w:t>بهم</w:t>
      </w:r>
      <w:r w:rsidR="00554BFA">
        <w:rPr>
          <w:rtl/>
        </w:rPr>
        <w:t xml:space="preserve"> </w:t>
      </w:r>
      <w:r w:rsidR="00554BFA" w:rsidRPr="00D0383A">
        <w:rPr>
          <w:rtl/>
        </w:rPr>
        <w:t>=</w:t>
      </w:r>
      <w:r w:rsidR="00554BFA">
        <w:rPr>
          <w:rtl/>
        </w:rPr>
        <w:t xml:space="preserve"> </w:t>
      </w:r>
      <w:r w:rsidRPr="006C3507">
        <w:rPr>
          <w:rtl/>
        </w:rPr>
        <w:t>لبلاد</w:t>
      </w:r>
      <w:r w:rsidR="00554BFA">
        <w:rPr>
          <w:rtl/>
        </w:rPr>
        <w:t xml:space="preserve"> </w:t>
      </w:r>
      <w:r w:rsidRPr="006C3507">
        <w:rPr>
          <w:rtl/>
        </w:rPr>
        <w:t>الشَّام</w:t>
      </w:r>
      <w:r w:rsidR="00554BFA">
        <w:rPr>
          <w:rtl/>
        </w:rPr>
        <w:t xml:space="preserve"> </w:t>
      </w:r>
      <w:r w:rsidRPr="006C3507">
        <w:rPr>
          <w:rtl/>
        </w:rPr>
        <w:t>مِن</w:t>
      </w:r>
      <w:r w:rsidR="00554BFA">
        <w:rPr>
          <w:rtl/>
        </w:rPr>
        <w:t xml:space="preserve"> </w:t>
      </w:r>
      <w:r w:rsidRPr="006C3507">
        <w:rPr>
          <w:rtl/>
        </w:rPr>
        <w:t>فَرط</w:t>
      </w:r>
      <w:r w:rsidR="00554BFA">
        <w:rPr>
          <w:rtl/>
        </w:rPr>
        <w:t xml:space="preserve"> </w:t>
      </w:r>
      <w:r w:rsidRPr="006C3507">
        <w:rPr>
          <w:rtl/>
        </w:rPr>
        <w:t>الشِقا</w:t>
      </w:r>
    </w:p>
    <w:p w:rsidR="00645494" w:rsidRDefault="00645494" w:rsidP="00FE2721">
      <w:pPr>
        <w:pStyle w:val="libPoemCenter"/>
        <w:rPr>
          <w:rtl/>
        </w:rPr>
      </w:pPr>
      <w:r w:rsidRPr="006C3507">
        <w:rPr>
          <w:rtl/>
        </w:rPr>
        <w:t>فانثنى</w:t>
      </w:r>
      <w:r w:rsidR="00554BFA">
        <w:rPr>
          <w:rtl/>
        </w:rPr>
        <w:t xml:space="preserve"> </w:t>
      </w:r>
      <w:r w:rsidRPr="006C3507">
        <w:rPr>
          <w:rtl/>
        </w:rPr>
        <w:t>الطّاغي</w:t>
      </w:r>
      <w:r w:rsidR="00554BFA">
        <w:rPr>
          <w:rtl/>
        </w:rPr>
        <w:t xml:space="preserve"> </w:t>
      </w:r>
      <w:r w:rsidRPr="006C3507">
        <w:rPr>
          <w:rtl/>
        </w:rPr>
        <w:t>يَزيد</w:t>
      </w:r>
      <w:r w:rsidR="00554BFA">
        <w:rPr>
          <w:rtl/>
        </w:rPr>
        <w:t xml:space="preserve"> </w:t>
      </w:r>
      <w:r w:rsidRPr="006C3507">
        <w:rPr>
          <w:rtl/>
        </w:rPr>
        <w:t>جَذلاً</w:t>
      </w:r>
      <w:r w:rsidR="00554BFA">
        <w:rPr>
          <w:rtl/>
        </w:rPr>
        <w:t xml:space="preserve"> </w:t>
      </w:r>
      <w:r w:rsidR="00554BFA" w:rsidRPr="00D0383A">
        <w:rPr>
          <w:rtl/>
        </w:rPr>
        <w:t>=</w:t>
      </w:r>
      <w:r w:rsidR="00554BFA">
        <w:rPr>
          <w:rtl/>
        </w:rPr>
        <w:t xml:space="preserve"> </w:t>
      </w:r>
      <w:r w:rsidRPr="006C3507">
        <w:rPr>
          <w:rtl/>
        </w:rPr>
        <w:t>ضاحكاً</w:t>
      </w:r>
      <w:r w:rsidR="00554BFA">
        <w:rPr>
          <w:rtl/>
        </w:rPr>
        <w:t xml:space="preserve"> </w:t>
      </w:r>
      <w:r w:rsidRPr="006C3507">
        <w:rPr>
          <w:rtl/>
        </w:rPr>
        <w:t>يَرشف</w:t>
      </w:r>
      <w:r w:rsidR="00554BFA">
        <w:rPr>
          <w:rtl/>
        </w:rPr>
        <w:t xml:space="preserve"> </w:t>
      </w:r>
      <w:r w:rsidRPr="006C3507">
        <w:rPr>
          <w:rtl/>
        </w:rPr>
        <w:t>كاسات</w:t>
      </w:r>
      <w:r w:rsidR="00554BFA">
        <w:rPr>
          <w:rtl/>
        </w:rPr>
        <w:t xml:space="preserve"> </w:t>
      </w:r>
      <w:r w:rsidRPr="006C3507">
        <w:rPr>
          <w:rtl/>
        </w:rPr>
        <w:t>الطَلا</w:t>
      </w:r>
    </w:p>
    <w:p w:rsidR="00645494" w:rsidRDefault="00645494" w:rsidP="00FE2721">
      <w:pPr>
        <w:pStyle w:val="libPoemCenter"/>
        <w:rPr>
          <w:rtl/>
        </w:rPr>
      </w:pPr>
      <w:r w:rsidRPr="006C3507">
        <w:rPr>
          <w:rtl/>
        </w:rPr>
        <w:t>ناكتاً</w:t>
      </w:r>
      <w:r w:rsidR="00554BFA">
        <w:rPr>
          <w:rtl/>
        </w:rPr>
        <w:t xml:space="preserve"> </w:t>
      </w:r>
      <w:r w:rsidRPr="006C3507">
        <w:rPr>
          <w:rtl/>
        </w:rPr>
        <w:t>ثَغراً</w:t>
      </w:r>
      <w:r w:rsidR="00554BFA">
        <w:rPr>
          <w:rtl/>
        </w:rPr>
        <w:t xml:space="preserve"> </w:t>
      </w:r>
      <w:r w:rsidRPr="006C3507">
        <w:rPr>
          <w:rtl/>
        </w:rPr>
        <w:t>لحامي</w:t>
      </w:r>
      <w:r w:rsidR="00554BFA">
        <w:rPr>
          <w:rtl/>
        </w:rPr>
        <w:t xml:space="preserve"> </w:t>
      </w:r>
      <w:r w:rsidRPr="006C3507">
        <w:rPr>
          <w:rtl/>
        </w:rPr>
        <w:t>الثَغر</w:t>
      </w:r>
      <w:r w:rsidR="00554BFA">
        <w:rPr>
          <w:rtl/>
        </w:rPr>
        <w:t xml:space="preserve"> </w:t>
      </w:r>
      <w:r w:rsidRPr="006C3507">
        <w:rPr>
          <w:rtl/>
        </w:rPr>
        <w:t>والآ</w:t>
      </w:r>
      <w:r w:rsidR="00554BFA">
        <w:rPr>
          <w:rtl/>
        </w:rPr>
        <w:t xml:space="preserve"> </w:t>
      </w:r>
      <w:r w:rsidR="00554BFA" w:rsidRPr="00D0383A">
        <w:rPr>
          <w:rtl/>
        </w:rPr>
        <w:t>=</w:t>
      </w:r>
      <w:r w:rsidR="00554BFA">
        <w:rPr>
          <w:rtl/>
        </w:rPr>
        <w:t xml:space="preserve"> </w:t>
      </w:r>
      <w:r w:rsidRPr="006C3507">
        <w:rPr>
          <w:rtl/>
        </w:rPr>
        <w:t>ية</w:t>
      </w:r>
      <w:r w:rsidR="00554BFA">
        <w:rPr>
          <w:rtl/>
        </w:rPr>
        <w:t xml:space="preserve"> </w:t>
      </w:r>
      <w:r w:rsidRPr="006C3507">
        <w:rPr>
          <w:rtl/>
        </w:rPr>
        <w:t>الكُبرى</w:t>
      </w:r>
      <w:r w:rsidR="00554BFA">
        <w:rPr>
          <w:rtl/>
        </w:rPr>
        <w:t xml:space="preserve"> </w:t>
      </w:r>
      <w:r w:rsidRPr="006C3507">
        <w:rPr>
          <w:rtl/>
        </w:rPr>
        <w:t>ومُصباح</w:t>
      </w:r>
      <w:r w:rsidR="00554BFA">
        <w:rPr>
          <w:rtl/>
        </w:rPr>
        <w:t xml:space="preserve"> </w:t>
      </w:r>
      <w:r w:rsidRPr="006C3507">
        <w:rPr>
          <w:rtl/>
        </w:rPr>
        <w:t>الهُدى</w:t>
      </w:r>
    </w:p>
    <w:p w:rsidR="00645494" w:rsidRDefault="00645494" w:rsidP="00645494">
      <w:pPr>
        <w:pStyle w:val="libPoemCenter"/>
        <w:rPr>
          <w:rtl/>
        </w:rPr>
      </w:pPr>
      <w:r w:rsidRPr="006C3507">
        <w:rPr>
          <w:rtl/>
        </w:rPr>
        <w:t>يا</w:t>
      </w:r>
      <w:r w:rsidR="00554BFA">
        <w:rPr>
          <w:rtl/>
        </w:rPr>
        <w:t xml:space="preserve"> </w:t>
      </w:r>
      <w:r w:rsidRPr="006C3507">
        <w:rPr>
          <w:rtl/>
        </w:rPr>
        <w:t>بَني</w:t>
      </w:r>
      <w:r w:rsidR="00554BFA">
        <w:rPr>
          <w:rtl/>
        </w:rPr>
        <w:t xml:space="preserve"> </w:t>
      </w:r>
      <w:r w:rsidRPr="006C3507">
        <w:rPr>
          <w:rtl/>
        </w:rPr>
        <w:t>المُختار</w:t>
      </w:r>
      <w:r w:rsidR="00554BFA">
        <w:rPr>
          <w:rtl/>
        </w:rPr>
        <w:t xml:space="preserve"> </w:t>
      </w:r>
      <w:r w:rsidRPr="006C3507">
        <w:rPr>
          <w:rtl/>
        </w:rPr>
        <w:t>يا</w:t>
      </w:r>
      <w:r w:rsidR="00554BFA">
        <w:rPr>
          <w:rtl/>
        </w:rPr>
        <w:t xml:space="preserve"> </w:t>
      </w:r>
      <w:r w:rsidRPr="006C3507">
        <w:rPr>
          <w:rtl/>
        </w:rPr>
        <w:t>مَن</w:t>
      </w:r>
      <w:r w:rsidR="00554BFA">
        <w:rPr>
          <w:rtl/>
        </w:rPr>
        <w:t xml:space="preserve"> </w:t>
      </w:r>
      <w:r w:rsidRPr="006C3507">
        <w:rPr>
          <w:rtl/>
        </w:rPr>
        <w:t>مَدحُهم</w:t>
      </w:r>
      <w:r w:rsidR="00554BFA">
        <w:rPr>
          <w:rtl/>
        </w:rPr>
        <w:t xml:space="preserve"> </w:t>
      </w:r>
      <w:r w:rsidR="00554BFA" w:rsidRPr="00D0383A">
        <w:rPr>
          <w:rtl/>
        </w:rPr>
        <w:t>=</w:t>
      </w:r>
      <w:r w:rsidR="00554BFA">
        <w:rPr>
          <w:rtl/>
        </w:rPr>
        <w:t xml:space="preserve"> </w:t>
      </w:r>
      <w:r w:rsidRPr="006C3507">
        <w:rPr>
          <w:rtl/>
        </w:rPr>
        <w:t>لم</w:t>
      </w:r>
      <w:r w:rsidR="00554BFA">
        <w:rPr>
          <w:rtl/>
        </w:rPr>
        <w:t xml:space="preserve"> </w:t>
      </w:r>
      <w:r w:rsidRPr="006C3507">
        <w:rPr>
          <w:rtl/>
        </w:rPr>
        <w:t>يَزل</w:t>
      </w:r>
      <w:r w:rsidR="00554BFA">
        <w:rPr>
          <w:rtl/>
        </w:rPr>
        <w:t xml:space="preserve"> </w:t>
      </w:r>
      <w:r w:rsidRPr="006C3507">
        <w:rPr>
          <w:rtl/>
        </w:rPr>
        <w:t>يَجلو</w:t>
      </w:r>
      <w:r w:rsidR="00554BFA">
        <w:rPr>
          <w:rtl/>
        </w:rPr>
        <w:t xml:space="preserve"> </w:t>
      </w:r>
      <w:r w:rsidRPr="006C3507">
        <w:rPr>
          <w:rtl/>
        </w:rPr>
        <w:t>عن</w:t>
      </w:r>
      <w:r w:rsidR="00554BFA">
        <w:rPr>
          <w:rtl/>
        </w:rPr>
        <w:t xml:space="preserve"> </w:t>
      </w:r>
      <w:r w:rsidRPr="006C3507">
        <w:rPr>
          <w:rtl/>
        </w:rPr>
        <w:t>القَلب</w:t>
      </w:r>
      <w:r w:rsidR="00554BFA">
        <w:rPr>
          <w:rtl/>
        </w:rPr>
        <w:t xml:space="preserve"> </w:t>
      </w:r>
      <w:r w:rsidRPr="006C3507">
        <w:rPr>
          <w:rtl/>
        </w:rPr>
        <w:t>الصَدا</w:t>
      </w:r>
    </w:p>
    <w:p w:rsidR="00645494" w:rsidRDefault="00645494" w:rsidP="00FE2721">
      <w:pPr>
        <w:pStyle w:val="libPoemCenter"/>
        <w:rPr>
          <w:rtl/>
        </w:rPr>
      </w:pPr>
      <w:r w:rsidRPr="006C3507">
        <w:rPr>
          <w:rtl/>
        </w:rPr>
        <w:t>إنَّ</w:t>
      </w:r>
      <w:r w:rsidR="00554BFA">
        <w:rPr>
          <w:rtl/>
        </w:rPr>
        <w:t xml:space="preserve"> </w:t>
      </w:r>
      <w:r w:rsidRPr="006C3507">
        <w:rPr>
          <w:rtl/>
        </w:rPr>
        <w:t>نصرَ</w:t>
      </w:r>
      <w:r w:rsidR="00554BFA">
        <w:rPr>
          <w:rtl/>
        </w:rPr>
        <w:t xml:space="preserve"> </w:t>
      </w:r>
      <w:r w:rsidRPr="006C3507">
        <w:rPr>
          <w:rtl/>
        </w:rPr>
        <w:t>الله</w:t>
      </w:r>
      <w:r w:rsidR="00554BFA">
        <w:rPr>
          <w:rtl/>
        </w:rPr>
        <w:t xml:space="preserve"> </w:t>
      </w:r>
      <w:r w:rsidRPr="006C3507">
        <w:rPr>
          <w:rtl/>
        </w:rPr>
        <w:t>يرجو</w:t>
      </w:r>
      <w:r w:rsidR="00554BFA">
        <w:rPr>
          <w:rtl/>
        </w:rPr>
        <w:t xml:space="preserve"> </w:t>
      </w:r>
      <w:r w:rsidRPr="006C3507">
        <w:rPr>
          <w:rtl/>
        </w:rPr>
        <w:t>منكمُ</w:t>
      </w:r>
      <w:r w:rsidR="00554BFA">
        <w:rPr>
          <w:rtl/>
        </w:rPr>
        <w:t xml:space="preserve"> </w:t>
      </w:r>
      <w:r w:rsidR="00554BFA" w:rsidRPr="00D0383A">
        <w:rPr>
          <w:rtl/>
        </w:rPr>
        <w:t>=</w:t>
      </w:r>
      <w:r w:rsidR="00554BFA">
        <w:rPr>
          <w:rtl/>
        </w:rPr>
        <w:t xml:space="preserve"> </w:t>
      </w:r>
      <w:r w:rsidRPr="006C3507">
        <w:rPr>
          <w:rtl/>
        </w:rPr>
        <w:t>شُربة</w:t>
      </w:r>
      <w:r w:rsidR="00554BFA">
        <w:rPr>
          <w:rtl/>
        </w:rPr>
        <w:t xml:space="preserve"> </w:t>
      </w:r>
      <w:r w:rsidRPr="006C3507">
        <w:rPr>
          <w:rtl/>
        </w:rPr>
        <w:t>يُطفي</w:t>
      </w:r>
      <w:r w:rsidR="00554BFA">
        <w:rPr>
          <w:rtl/>
        </w:rPr>
        <w:t xml:space="preserve"> </w:t>
      </w:r>
      <w:r w:rsidRPr="006C3507">
        <w:rPr>
          <w:rtl/>
        </w:rPr>
        <w:t>بها</w:t>
      </w:r>
      <w:r w:rsidR="00554BFA">
        <w:rPr>
          <w:rtl/>
        </w:rPr>
        <w:t xml:space="preserve"> </w:t>
      </w:r>
      <w:r w:rsidRPr="006C3507">
        <w:rPr>
          <w:rtl/>
        </w:rPr>
        <w:t>حَرَّ</w:t>
      </w:r>
      <w:r w:rsidR="00554BFA">
        <w:rPr>
          <w:rtl/>
        </w:rPr>
        <w:t xml:space="preserve"> </w:t>
      </w:r>
      <w:r w:rsidRPr="006C3507">
        <w:rPr>
          <w:rtl/>
        </w:rPr>
        <w:t>الجَوى</w:t>
      </w:r>
    </w:p>
    <w:p w:rsidR="00645494" w:rsidRDefault="00645494" w:rsidP="00FE2721">
      <w:pPr>
        <w:pStyle w:val="libPoemCenter"/>
        <w:rPr>
          <w:rtl/>
        </w:rPr>
      </w:pPr>
      <w:r w:rsidRPr="006C3507">
        <w:rPr>
          <w:rtl/>
        </w:rPr>
        <w:t>فاغيثوه</w:t>
      </w:r>
      <w:r w:rsidR="00554BFA">
        <w:rPr>
          <w:rtl/>
        </w:rPr>
        <w:t xml:space="preserve"> </w:t>
      </w:r>
      <w:r w:rsidRPr="006C3507">
        <w:rPr>
          <w:rtl/>
        </w:rPr>
        <w:t>بها</w:t>
      </w:r>
      <w:r w:rsidR="00554BFA">
        <w:rPr>
          <w:rtl/>
        </w:rPr>
        <w:t xml:space="preserve"> </w:t>
      </w:r>
      <w:r w:rsidRPr="006C3507">
        <w:rPr>
          <w:rtl/>
        </w:rPr>
        <w:t>يَوماً</w:t>
      </w:r>
      <w:r w:rsidR="00554BFA">
        <w:rPr>
          <w:rtl/>
        </w:rPr>
        <w:t xml:space="preserve"> </w:t>
      </w:r>
      <w:r w:rsidRPr="006C3507">
        <w:rPr>
          <w:rtl/>
        </w:rPr>
        <w:t>به</w:t>
      </w:r>
      <w:r w:rsidR="00554BFA">
        <w:rPr>
          <w:rtl/>
        </w:rPr>
        <w:t xml:space="preserve"> </w:t>
      </w:r>
      <w:r w:rsidR="00554BFA" w:rsidRPr="00D0383A">
        <w:rPr>
          <w:rtl/>
        </w:rPr>
        <w:t>=</w:t>
      </w:r>
      <w:r w:rsidR="00554BFA">
        <w:rPr>
          <w:rtl/>
        </w:rPr>
        <w:t xml:space="preserve"> </w:t>
      </w:r>
      <w:r w:rsidRPr="006C3507">
        <w:rPr>
          <w:rtl/>
        </w:rPr>
        <w:t>ليس</w:t>
      </w:r>
      <w:r w:rsidR="00554BFA">
        <w:rPr>
          <w:rtl/>
        </w:rPr>
        <w:t xml:space="preserve"> </w:t>
      </w:r>
      <w:r w:rsidRPr="006C3507">
        <w:rPr>
          <w:rtl/>
        </w:rPr>
        <w:t>للانسان</w:t>
      </w:r>
      <w:r w:rsidR="00554BFA">
        <w:rPr>
          <w:rtl/>
        </w:rPr>
        <w:t xml:space="preserve"> </w:t>
      </w:r>
      <w:r w:rsidRPr="006C3507">
        <w:rPr>
          <w:rtl/>
        </w:rPr>
        <w:t>إلاّ</w:t>
      </w:r>
      <w:r w:rsidR="00554BFA">
        <w:rPr>
          <w:rtl/>
        </w:rPr>
        <w:t xml:space="preserve"> </w:t>
      </w:r>
      <w:r w:rsidRPr="006C3507">
        <w:rPr>
          <w:rtl/>
        </w:rPr>
        <w:t>ما</w:t>
      </w:r>
      <w:r w:rsidR="00554BFA">
        <w:rPr>
          <w:rtl/>
        </w:rPr>
        <w:t xml:space="preserve"> </w:t>
      </w:r>
      <w:r w:rsidRPr="006C3507">
        <w:rPr>
          <w:rtl/>
        </w:rPr>
        <w:t>سعى</w:t>
      </w:r>
    </w:p>
    <w:p w:rsidR="00645494" w:rsidRPr="00645494" w:rsidRDefault="00645494" w:rsidP="00FE2721">
      <w:pPr>
        <w:pStyle w:val="libPoemCenter"/>
        <w:rPr>
          <w:rtl/>
        </w:rPr>
      </w:pPr>
      <w:r w:rsidRPr="006C3507">
        <w:rPr>
          <w:rtl/>
        </w:rPr>
        <w:t>وعليكم</w:t>
      </w:r>
      <w:r w:rsidR="00554BFA">
        <w:rPr>
          <w:rtl/>
        </w:rPr>
        <w:t xml:space="preserve"> </w:t>
      </w:r>
      <w:r w:rsidRPr="006C3507">
        <w:rPr>
          <w:rtl/>
        </w:rPr>
        <w:t>صلوات</w:t>
      </w:r>
      <w:r w:rsidR="00554BFA">
        <w:rPr>
          <w:rtl/>
        </w:rPr>
        <w:t xml:space="preserve"> </w:t>
      </w:r>
      <w:r w:rsidRPr="006C3507">
        <w:rPr>
          <w:rtl/>
        </w:rPr>
        <w:t>الله</w:t>
      </w:r>
      <w:r w:rsidR="00554BFA">
        <w:rPr>
          <w:rtl/>
        </w:rPr>
        <w:t xml:space="preserve"> </w:t>
      </w:r>
      <w:r w:rsidRPr="006C3507">
        <w:rPr>
          <w:rtl/>
        </w:rPr>
        <w:t>ما</w:t>
      </w:r>
      <w:r w:rsidR="00554BFA">
        <w:rPr>
          <w:rtl/>
        </w:rPr>
        <w:t xml:space="preserve"> </w:t>
      </w:r>
      <w:r w:rsidR="00554BFA" w:rsidRPr="00D0383A">
        <w:rPr>
          <w:rtl/>
        </w:rPr>
        <w:t>=</w:t>
      </w:r>
      <w:r w:rsidR="00554BFA">
        <w:rPr>
          <w:rtl/>
        </w:rPr>
        <w:t xml:space="preserve"> </w:t>
      </w:r>
      <w:r w:rsidRPr="006C3507">
        <w:rPr>
          <w:rtl/>
        </w:rPr>
        <w:t>لَمع</w:t>
      </w:r>
      <w:r w:rsidR="00554BFA">
        <w:rPr>
          <w:rtl/>
        </w:rPr>
        <w:t xml:space="preserve"> </w:t>
      </w:r>
      <w:r w:rsidRPr="006C3507">
        <w:rPr>
          <w:rtl/>
        </w:rPr>
        <w:t>البَرق</w:t>
      </w:r>
      <w:r w:rsidR="00554BFA">
        <w:rPr>
          <w:rtl/>
        </w:rPr>
        <w:t xml:space="preserve"> </w:t>
      </w:r>
      <w:r w:rsidRPr="006C3507">
        <w:rPr>
          <w:rtl/>
        </w:rPr>
        <w:t>وما</w:t>
      </w:r>
      <w:r w:rsidR="00554BFA">
        <w:rPr>
          <w:rtl/>
        </w:rPr>
        <w:t xml:space="preserve"> </w:t>
      </w:r>
      <w:r w:rsidRPr="006C3507">
        <w:rPr>
          <w:rtl/>
        </w:rPr>
        <w:t>غَيثٌ</w:t>
      </w:r>
      <w:r w:rsidR="00554BFA">
        <w:rPr>
          <w:rtl/>
        </w:rPr>
        <w:t xml:space="preserve"> </w:t>
      </w:r>
      <w:r w:rsidRPr="006C3507">
        <w:rPr>
          <w:rtl/>
        </w:rPr>
        <w:t>هَمى</w:t>
      </w:r>
    </w:p>
    <w:p w:rsidR="00554BFA" w:rsidRPr="00554BFA" w:rsidRDefault="00645494" w:rsidP="00645494">
      <w:pPr>
        <w:pStyle w:val="Heading3"/>
        <w:rPr>
          <w:rtl/>
        </w:rPr>
      </w:pPr>
      <w:bookmarkStart w:id="52" w:name="_Toc491861320"/>
      <w:r w:rsidRPr="006C3507">
        <w:rPr>
          <w:rtl/>
        </w:rPr>
        <w:t>الفصل السادس:</w:t>
      </w:r>
      <w:bookmarkEnd w:id="52"/>
    </w:p>
    <w:p w:rsidR="00D0383A" w:rsidRDefault="00645494" w:rsidP="00D0383A">
      <w:pPr>
        <w:pStyle w:val="libNormal"/>
        <w:rPr>
          <w:rtl/>
        </w:rPr>
      </w:pPr>
      <w:r w:rsidRPr="00554BFA">
        <w:rPr>
          <w:rtl/>
        </w:rPr>
        <w:t>أخبرني السيّد الجليل السعيد، العلاَّمة السيّد حسن بن السيّد هادي بن السيّد محمد علي الموسوي العاملي الكاظمي المعروف بصدر الدين، المُتوفَّى سنة 1154 في الكاظمية، قال: أخبرني السيّد السعيد الأديب، السيّد حيدر بن السيّد سليمان الحسيني الحلّي الشاعر، المُتوفَّى سنة 1306 بالحلّة ودُفن في النَجف</w:t>
      </w:r>
      <w:r w:rsidR="00D0383A">
        <w:rPr>
          <w:rtl/>
        </w:rPr>
        <w:t>،</w:t>
      </w:r>
      <w:r w:rsidRPr="00554BFA">
        <w:rPr>
          <w:rtl/>
        </w:rPr>
        <w:t xml:space="preserve"> قال: رأيت في المنام ذات ليلة فاطمة الزهراء</w:t>
      </w:r>
      <w:r w:rsidR="00554BFA">
        <w:rPr>
          <w:rtl/>
        </w:rPr>
        <w:t xml:space="preserve"> (</w:t>
      </w:r>
      <w:r w:rsidRPr="00554BFA">
        <w:rPr>
          <w:rtl/>
        </w:rPr>
        <w:t>صلوات الله عليها) فأتيت إليها لأسلم عليها، فلما دنوت منها قالت لي:</w:t>
      </w:r>
    </w:p>
    <w:p w:rsidR="00645494" w:rsidRDefault="00554BFA" w:rsidP="00FE2721">
      <w:pPr>
        <w:pStyle w:val="libPoemCenter"/>
      </w:pPr>
      <w:r>
        <w:rPr>
          <w:rFonts w:hint="cs"/>
          <w:rtl/>
        </w:rPr>
        <w:t>((</w:t>
      </w:r>
      <w:r w:rsidR="00645494" w:rsidRPr="006C3507">
        <w:rPr>
          <w:rtl/>
        </w:rPr>
        <w:t>أناعيَ</w:t>
      </w:r>
      <w:r>
        <w:rPr>
          <w:rtl/>
        </w:rPr>
        <w:t xml:space="preserve"> </w:t>
      </w:r>
      <w:r w:rsidR="00645494" w:rsidRPr="006C3507">
        <w:rPr>
          <w:rtl/>
        </w:rPr>
        <w:t>قَتلى</w:t>
      </w:r>
      <w:r>
        <w:rPr>
          <w:rtl/>
        </w:rPr>
        <w:t xml:space="preserve"> </w:t>
      </w:r>
      <w:r w:rsidR="00645494" w:rsidRPr="006C3507">
        <w:rPr>
          <w:rtl/>
        </w:rPr>
        <w:t>الطَف</w:t>
      </w:r>
      <w:r>
        <w:rPr>
          <w:rtl/>
        </w:rPr>
        <w:t xml:space="preserve"> </w:t>
      </w:r>
      <w:r w:rsidR="00645494" w:rsidRPr="006C3507">
        <w:rPr>
          <w:rtl/>
        </w:rPr>
        <w:t>لا</w:t>
      </w:r>
      <w:r>
        <w:rPr>
          <w:rtl/>
        </w:rPr>
        <w:t xml:space="preserve"> </w:t>
      </w:r>
      <w:r w:rsidR="00645494" w:rsidRPr="006C3507">
        <w:rPr>
          <w:rtl/>
        </w:rPr>
        <w:t>زِلت</w:t>
      </w:r>
      <w:r>
        <w:rPr>
          <w:rtl/>
        </w:rPr>
        <w:t xml:space="preserve"> </w:t>
      </w:r>
      <w:r w:rsidR="00645494" w:rsidRPr="006C3507">
        <w:rPr>
          <w:rtl/>
        </w:rPr>
        <w:t>ناعيا</w:t>
      </w:r>
      <w:r>
        <w:rPr>
          <w:rtl/>
        </w:rPr>
        <w:t xml:space="preserve"> </w:t>
      </w:r>
      <w:r w:rsidRPr="00D0383A">
        <w:rPr>
          <w:rtl/>
        </w:rPr>
        <w:t>=</w:t>
      </w:r>
      <w:r>
        <w:rPr>
          <w:rtl/>
        </w:rPr>
        <w:t xml:space="preserve"> </w:t>
      </w:r>
      <w:r w:rsidR="00645494" w:rsidRPr="006C3507">
        <w:rPr>
          <w:rtl/>
        </w:rPr>
        <w:t>تُهيج</w:t>
      </w:r>
      <w:r>
        <w:rPr>
          <w:rtl/>
        </w:rPr>
        <w:t xml:space="preserve"> </w:t>
      </w:r>
      <w:r w:rsidR="00645494" w:rsidRPr="006C3507">
        <w:rPr>
          <w:rtl/>
        </w:rPr>
        <w:t>على</w:t>
      </w:r>
      <w:r>
        <w:rPr>
          <w:rtl/>
        </w:rPr>
        <w:t xml:space="preserve"> </w:t>
      </w:r>
      <w:r w:rsidR="00645494" w:rsidRPr="006C3507">
        <w:rPr>
          <w:rtl/>
        </w:rPr>
        <w:t>طول</w:t>
      </w:r>
      <w:r>
        <w:rPr>
          <w:rtl/>
        </w:rPr>
        <w:t xml:space="preserve"> </w:t>
      </w:r>
      <w:r w:rsidR="00645494" w:rsidRPr="006C3507">
        <w:rPr>
          <w:rtl/>
        </w:rPr>
        <w:t>الليالي</w:t>
      </w:r>
      <w:r>
        <w:rPr>
          <w:rtl/>
        </w:rPr>
        <w:t xml:space="preserve"> </w:t>
      </w:r>
      <w:r w:rsidR="00645494" w:rsidRPr="006C3507">
        <w:rPr>
          <w:rtl/>
        </w:rPr>
        <w:t>البَواكيا</w:t>
      </w:r>
    </w:p>
    <w:p w:rsidR="00D0383A" w:rsidRDefault="00645494" w:rsidP="00FE2721">
      <w:pPr>
        <w:pStyle w:val="libPoemCenter"/>
      </w:pPr>
      <w:r w:rsidRPr="006C3507">
        <w:rPr>
          <w:rtl/>
        </w:rPr>
        <w:t>أعدْ</w:t>
      </w:r>
      <w:r w:rsidR="00554BFA">
        <w:rPr>
          <w:rtl/>
        </w:rPr>
        <w:t xml:space="preserve"> </w:t>
      </w:r>
      <w:r w:rsidRPr="006C3507">
        <w:rPr>
          <w:rtl/>
        </w:rPr>
        <w:t>ذِكرهم</w:t>
      </w:r>
      <w:r w:rsidR="00554BFA">
        <w:rPr>
          <w:rtl/>
        </w:rPr>
        <w:t xml:space="preserve"> </w:t>
      </w:r>
      <w:r w:rsidRPr="006C3507">
        <w:rPr>
          <w:rtl/>
        </w:rPr>
        <w:t>في</w:t>
      </w:r>
      <w:r w:rsidR="00554BFA">
        <w:rPr>
          <w:rtl/>
        </w:rPr>
        <w:t xml:space="preserve"> </w:t>
      </w:r>
      <w:r w:rsidRPr="006C3507">
        <w:rPr>
          <w:rtl/>
        </w:rPr>
        <w:t>كربلا</w:t>
      </w:r>
      <w:r w:rsidR="00554BFA">
        <w:rPr>
          <w:rtl/>
        </w:rPr>
        <w:t xml:space="preserve"> </w:t>
      </w:r>
      <w:r w:rsidRPr="006C3507">
        <w:rPr>
          <w:rtl/>
        </w:rPr>
        <w:t>إنَّ</w:t>
      </w:r>
      <w:r w:rsidR="00554BFA">
        <w:rPr>
          <w:rtl/>
        </w:rPr>
        <w:t xml:space="preserve"> </w:t>
      </w:r>
      <w:r w:rsidRPr="006C3507">
        <w:rPr>
          <w:rtl/>
        </w:rPr>
        <w:t>ذِكرهم</w:t>
      </w:r>
      <w:r w:rsidR="00554BFA">
        <w:rPr>
          <w:rtl/>
        </w:rPr>
        <w:t xml:space="preserve"> </w:t>
      </w:r>
      <w:r w:rsidR="00554BFA" w:rsidRPr="00D0383A">
        <w:rPr>
          <w:rtl/>
        </w:rPr>
        <w:t>=</w:t>
      </w:r>
      <w:r w:rsidR="00554BFA">
        <w:rPr>
          <w:rtl/>
        </w:rPr>
        <w:t xml:space="preserve"> </w:t>
      </w:r>
      <w:r w:rsidRPr="006C3507">
        <w:rPr>
          <w:rtl/>
        </w:rPr>
        <w:t>طَوى</w:t>
      </w:r>
      <w:r w:rsidR="00554BFA">
        <w:rPr>
          <w:rtl/>
        </w:rPr>
        <w:t xml:space="preserve"> </w:t>
      </w:r>
      <w:r w:rsidRPr="006C3507">
        <w:rPr>
          <w:rtl/>
        </w:rPr>
        <w:t>جَزعاً</w:t>
      </w:r>
      <w:r w:rsidR="00554BFA">
        <w:rPr>
          <w:rtl/>
        </w:rPr>
        <w:t xml:space="preserve"> </w:t>
      </w:r>
      <w:r w:rsidRPr="006C3507">
        <w:rPr>
          <w:rtl/>
        </w:rPr>
        <w:t>طي</w:t>
      </w:r>
      <w:r w:rsidR="00554BFA">
        <w:rPr>
          <w:rtl/>
        </w:rPr>
        <w:t xml:space="preserve"> </w:t>
      </w:r>
      <w:r w:rsidRPr="006C3507">
        <w:rPr>
          <w:rtl/>
        </w:rPr>
        <w:t>السِّجل</w:t>
      </w:r>
      <w:r w:rsidR="00554BFA">
        <w:rPr>
          <w:rtl/>
        </w:rPr>
        <w:t xml:space="preserve"> </w:t>
      </w:r>
      <w:r w:rsidRPr="006C3507">
        <w:rPr>
          <w:rtl/>
        </w:rPr>
        <w:t>فؤاديا</w:t>
      </w:r>
      <w:r>
        <w:rPr>
          <w:rFonts w:hint="cs"/>
          <w:rtl/>
        </w:rPr>
        <w:t>))</w:t>
      </w:r>
    </w:p>
    <w:p w:rsidR="00554BFA" w:rsidRDefault="00645494" w:rsidP="00645494">
      <w:pPr>
        <w:pStyle w:val="libNormal"/>
      </w:pPr>
      <w:r w:rsidRPr="00645494">
        <w:rPr>
          <w:rtl/>
        </w:rPr>
        <w:br w:type="page"/>
      </w:r>
    </w:p>
    <w:p w:rsidR="00554BFA" w:rsidRDefault="00645494" w:rsidP="00554BFA">
      <w:pPr>
        <w:pStyle w:val="libNormal"/>
        <w:rPr>
          <w:rtl/>
        </w:rPr>
      </w:pPr>
      <w:r w:rsidRPr="00554BFA">
        <w:rPr>
          <w:rtl/>
        </w:rPr>
        <w:lastRenderedPageBreak/>
        <w:t>قال: فأخذني البكاء، فانتبهت وأنا أحفَظ البيتين</w:t>
      </w:r>
      <w:r w:rsidR="00D0383A">
        <w:rPr>
          <w:rtl/>
        </w:rPr>
        <w:t>،</w:t>
      </w:r>
      <w:r w:rsidRPr="00554BFA">
        <w:rPr>
          <w:rtl/>
        </w:rPr>
        <w:t xml:space="preserve"> فجَعلت أتمشَّى في بهوٍ لي وأردِّدها وأبكي</w:t>
      </w:r>
      <w:r w:rsidR="00D0383A">
        <w:rPr>
          <w:rtl/>
        </w:rPr>
        <w:t>،</w:t>
      </w:r>
      <w:r w:rsidRPr="00554BFA">
        <w:rPr>
          <w:rtl/>
        </w:rPr>
        <w:t xml:space="preserve"> ففتح الله عليَّ أنْ قلت:</w:t>
      </w:r>
    </w:p>
    <w:p w:rsidR="00645494" w:rsidRDefault="00645494" w:rsidP="00FE2721">
      <w:pPr>
        <w:pStyle w:val="libPoemCenter"/>
        <w:rPr>
          <w:rtl/>
        </w:rPr>
      </w:pPr>
      <w:r w:rsidRPr="005C325A">
        <w:rPr>
          <w:rtl/>
        </w:rPr>
        <w:t>ودّع</w:t>
      </w:r>
      <w:r w:rsidR="00554BFA">
        <w:rPr>
          <w:rtl/>
        </w:rPr>
        <w:t xml:space="preserve"> </w:t>
      </w:r>
      <w:r w:rsidRPr="005C325A">
        <w:rPr>
          <w:rtl/>
        </w:rPr>
        <w:t>مُقلتي</w:t>
      </w:r>
      <w:r w:rsidR="00554BFA">
        <w:rPr>
          <w:rtl/>
        </w:rPr>
        <w:t xml:space="preserve"> </w:t>
      </w:r>
      <w:r w:rsidRPr="005C325A">
        <w:rPr>
          <w:rtl/>
        </w:rPr>
        <w:t>تَحمرُّ</w:t>
      </w:r>
      <w:r w:rsidR="00554BFA">
        <w:rPr>
          <w:rtl/>
        </w:rPr>
        <w:t xml:space="preserve"> </w:t>
      </w:r>
      <w:r w:rsidRPr="005C325A">
        <w:rPr>
          <w:rtl/>
        </w:rPr>
        <w:t>بعد</w:t>
      </w:r>
      <w:r w:rsidR="00554BFA">
        <w:rPr>
          <w:rtl/>
        </w:rPr>
        <w:t xml:space="preserve"> </w:t>
      </w:r>
      <w:r w:rsidRPr="005C325A">
        <w:rPr>
          <w:rtl/>
        </w:rPr>
        <w:t>ابيضاضه</w:t>
      </w:r>
      <w:r w:rsidR="00554BFA">
        <w:rPr>
          <w:rtl/>
        </w:rPr>
        <w:t xml:space="preserve"> </w:t>
      </w:r>
      <w:r w:rsidR="00554BFA" w:rsidRPr="00D0383A">
        <w:rPr>
          <w:rtl/>
        </w:rPr>
        <w:t>=</w:t>
      </w:r>
      <w:r w:rsidR="00554BFA">
        <w:rPr>
          <w:rtl/>
        </w:rPr>
        <w:t xml:space="preserve"> </w:t>
      </w:r>
      <w:r w:rsidRPr="005C325A">
        <w:rPr>
          <w:rtl/>
        </w:rPr>
        <w:t>بعد</w:t>
      </w:r>
      <w:r w:rsidR="00554BFA">
        <w:rPr>
          <w:rtl/>
        </w:rPr>
        <w:t xml:space="preserve"> </w:t>
      </w:r>
      <w:r w:rsidRPr="005C325A">
        <w:rPr>
          <w:rtl/>
        </w:rPr>
        <w:t>رزايا</w:t>
      </w:r>
      <w:r w:rsidR="00554BFA">
        <w:rPr>
          <w:rtl/>
        </w:rPr>
        <w:t xml:space="preserve"> </w:t>
      </w:r>
      <w:r w:rsidRPr="005C325A">
        <w:rPr>
          <w:rtl/>
        </w:rPr>
        <w:t>تَتَرك</w:t>
      </w:r>
      <w:r w:rsidR="00554BFA">
        <w:rPr>
          <w:rtl/>
        </w:rPr>
        <w:t xml:space="preserve"> </w:t>
      </w:r>
      <w:r w:rsidRPr="005C325A">
        <w:rPr>
          <w:rtl/>
        </w:rPr>
        <w:t>الدَمع</w:t>
      </w:r>
      <w:r w:rsidR="00554BFA">
        <w:rPr>
          <w:rtl/>
        </w:rPr>
        <w:t xml:space="preserve"> </w:t>
      </w:r>
      <w:r w:rsidRPr="005C325A">
        <w:rPr>
          <w:rtl/>
        </w:rPr>
        <w:t>داميا</w:t>
      </w:r>
    </w:p>
    <w:p w:rsidR="00645494" w:rsidRDefault="00645494" w:rsidP="00FE2721">
      <w:pPr>
        <w:pStyle w:val="libPoemCenter"/>
        <w:rPr>
          <w:rtl/>
        </w:rPr>
      </w:pPr>
      <w:r w:rsidRPr="005C325A">
        <w:rPr>
          <w:rtl/>
        </w:rPr>
        <w:t>ستَنسى</w:t>
      </w:r>
      <w:r w:rsidR="00554BFA">
        <w:rPr>
          <w:rtl/>
        </w:rPr>
        <w:t xml:space="preserve"> </w:t>
      </w:r>
      <w:r w:rsidRPr="005C325A">
        <w:rPr>
          <w:rtl/>
        </w:rPr>
        <w:t>الكَرى</w:t>
      </w:r>
      <w:r w:rsidR="00554BFA">
        <w:rPr>
          <w:rtl/>
        </w:rPr>
        <w:t xml:space="preserve"> </w:t>
      </w:r>
      <w:r w:rsidRPr="005C325A">
        <w:rPr>
          <w:rtl/>
        </w:rPr>
        <w:t>عَيني</w:t>
      </w:r>
      <w:r w:rsidR="00554BFA">
        <w:rPr>
          <w:rtl/>
        </w:rPr>
        <w:t xml:space="preserve"> </w:t>
      </w:r>
      <w:r w:rsidRPr="005C325A">
        <w:rPr>
          <w:rtl/>
        </w:rPr>
        <w:t>كأنَّ</w:t>
      </w:r>
      <w:r w:rsidR="00554BFA">
        <w:rPr>
          <w:rtl/>
        </w:rPr>
        <w:t xml:space="preserve"> </w:t>
      </w:r>
      <w:r w:rsidRPr="005C325A">
        <w:rPr>
          <w:rtl/>
        </w:rPr>
        <w:t>جِفونها</w:t>
      </w:r>
      <w:r w:rsidR="00554BFA">
        <w:rPr>
          <w:rtl/>
        </w:rPr>
        <w:t xml:space="preserve"> </w:t>
      </w:r>
      <w:r w:rsidR="00554BFA" w:rsidRPr="00D0383A">
        <w:rPr>
          <w:rtl/>
        </w:rPr>
        <w:t>=</w:t>
      </w:r>
      <w:r w:rsidR="00554BFA">
        <w:rPr>
          <w:rtl/>
        </w:rPr>
        <w:t xml:space="preserve"> </w:t>
      </w:r>
      <w:r w:rsidRPr="005C325A">
        <w:rPr>
          <w:rtl/>
        </w:rPr>
        <w:t>حَلفنَ</w:t>
      </w:r>
      <w:r w:rsidR="00554BFA">
        <w:rPr>
          <w:rtl/>
        </w:rPr>
        <w:t xml:space="preserve"> </w:t>
      </w:r>
      <w:r w:rsidRPr="005C325A">
        <w:rPr>
          <w:rtl/>
        </w:rPr>
        <w:t>بمَن</w:t>
      </w:r>
      <w:r w:rsidR="00554BFA">
        <w:rPr>
          <w:rtl/>
        </w:rPr>
        <w:t xml:space="preserve"> </w:t>
      </w:r>
      <w:r w:rsidRPr="005C325A">
        <w:rPr>
          <w:rtl/>
        </w:rPr>
        <w:t>تَنعاه</w:t>
      </w:r>
      <w:r w:rsidR="00554BFA">
        <w:rPr>
          <w:rtl/>
        </w:rPr>
        <w:t xml:space="preserve"> </w:t>
      </w:r>
      <w:r w:rsidRPr="005C325A">
        <w:rPr>
          <w:rtl/>
        </w:rPr>
        <w:t>أنْ</w:t>
      </w:r>
      <w:r w:rsidR="00554BFA">
        <w:rPr>
          <w:rtl/>
        </w:rPr>
        <w:t xml:space="preserve"> </w:t>
      </w:r>
      <w:r w:rsidRPr="005C325A">
        <w:rPr>
          <w:rtl/>
        </w:rPr>
        <w:t>لا</w:t>
      </w:r>
      <w:r w:rsidR="00554BFA">
        <w:rPr>
          <w:rtl/>
        </w:rPr>
        <w:t xml:space="preserve"> </w:t>
      </w:r>
      <w:r w:rsidRPr="005C325A">
        <w:rPr>
          <w:rtl/>
        </w:rPr>
        <w:t>تَلاقيا</w:t>
      </w:r>
    </w:p>
    <w:p w:rsidR="00645494" w:rsidRPr="00645494" w:rsidRDefault="00645494" w:rsidP="00FE2721">
      <w:pPr>
        <w:pStyle w:val="libPoemCenter"/>
        <w:rPr>
          <w:rtl/>
        </w:rPr>
      </w:pPr>
      <w:r w:rsidRPr="005C325A">
        <w:rPr>
          <w:rtl/>
        </w:rPr>
        <w:t>وتُعطي</w:t>
      </w:r>
      <w:r w:rsidR="00554BFA">
        <w:rPr>
          <w:rtl/>
        </w:rPr>
        <w:t xml:space="preserve"> </w:t>
      </w:r>
      <w:r w:rsidRPr="005C325A">
        <w:rPr>
          <w:rtl/>
        </w:rPr>
        <w:t>الدُموع</w:t>
      </w:r>
      <w:r w:rsidR="00554BFA">
        <w:rPr>
          <w:rtl/>
        </w:rPr>
        <w:t xml:space="preserve"> </w:t>
      </w:r>
      <w:r w:rsidRPr="005C325A">
        <w:rPr>
          <w:rtl/>
        </w:rPr>
        <w:t>المُستهلات</w:t>
      </w:r>
      <w:r w:rsidR="00554BFA">
        <w:rPr>
          <w:rtl/>
        </w:rPr>
        <w:t xml:space="preserve"> </w:t>
      </w:r>
      <w:r w:rsidRPr="005C325A">
        <w:rPr>
          <w:rtl/>
        </w:rPr>
        <w:t>حَقها</w:t>
      </w:r>
      <w:r w:rsidR="00554BFA">
        <w:rPr>
          <w:rtl/>
        </w:rPr>
        <w:t xml:space="preserve"> </w:t>
      </w:r>
      <w:r w:rsidR="00554BFA" w:rsidRPr="00D0383A">
        <w:rPr>
          <w:rtl/>
        </w:rPr>
        <w:t>=</w:t>
      </w:r>
      <w:r w:rsidR="00554BFA">
        <w:rPr>
          <w:rtl/>
        </w:rPr>
        <w:t xml:space="preserve"> </w:t>
      </w:r>
      <w:r w:rsidRPr="005C325A">
        <w:rPr>
          <w:rtl/>
        </w:rPr>
        <w:t>محاجِر</w:t>
      </w:r>
      <w:r w:rsidR="00554BFA">
        <w:rPr>
          <w:rtl/>
        </w:rPr>
        <w:t xml:space="preserve"> </w:t>
      </w:r>
      <w:r w:rsidRPr="005C325A">
        <w:rPr>
          <w:rtl/>
        </w:rPr>
        <w:t>تَبكي</w:t>
      </w:r>
      <w:r w:rsidR="00554BFA">
        <w:rPr>
          <w:rtl/>
        </w:rPr>
        <w:t xml:space="preserve"> </w:t>
      </w:r>
      <w:r w:rsidRPr="005C325A">
        <w:rPr>
          <w:rtl/>
        </w:rPr>
        <w:t>بالغَوادي</w:t>
      </w:r>
      <w:r w:rsidR="00554BFA">
        <w:rPr>
          <w:rtl/>
        </w:rPr>
        <w:t xml:space="preserve"> </w:t>
      </w:r>
      <w:r w:rsidRPr="005C325A">
        <w:rPr>
          <w:rtl/>
        </w:rPr>
        <w:t>غَواديا</w:t>
      </w:r>
    </w:p>
    <w:p w:rsidR="00D0383A" w:rsidRDefault="00645494" w:rsidP="00554BFA">
      <w:pPr>
        <w:pStyle w:val="libNormal"/>
        <w:rPr>
          <w:rtl/>
        </w:rPr>
      </w:pPr>
      <w:r w:rsidRPr="00554BFA">
        <w:rPr>
          <w:rtl/>
        </w:rPr>
        <w:t>قال: ثم أتممت القصيدة.</w:t>
      </w:r>
    </w:p>
    <w:p w:rsidR="00554BFA"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وهذه القصيدة مِن رَقائق مراثيه الحسينية</w:t>
      </w:r>
      <w:r w:rsidR="00D0383A">
        <w:rPr>
          <w:rtl/>
        </w:rPr>
        <w:t>،</w:t>
      </w:r>
      <w:r w:rsidR="00645494" w:rsidRPr="00554BFA">
        <w:rPr>
          <w:rtl/>
        </w:rPr>
        <w:t xml:space="preserve"> ولولا أنَّ شِعره مَطبوع مَسموع، يُناح به كما قالت السيّدة له</w:t>
      </w:r>
      <w:r>
        <w:rPr>
          <w:rtl/>
        </w:rPr>
        <w:t xml:space="preserve"> (</w:t>
      </w:r>
      <w:r w:rsidR="00645494" w:rsidRPr="00554BFA">
        <w:rPr>
          <w:rtl/>
        </w:rPr>
        <w:t>لا زِلتَ ناعيا) وكما صدق الله قولها</w:t>
      </w:r>
      <w:r>
        <w:rPr>
          <w:rtl/>
        </w:rPr>
        <w:t xml:space="preserve"> (</w:t>
      </w:r>
      <w:r w:rsidR="00645494" w:rsidRPr="00554BFA">
        <w:rPr>
          <w:rtl/>
        </w:rPr>
        <w:t xml:space="preserve"> صلوات الله عليها ) في شأنه</w:t>
      </w:r>
      <w:r w:rsidR="00D0383A">
        <w:rPr>
          <w:rtl/>
        </w:rPr>
        <w:t>،</w:t>
      </w:r>
      <w:r w:rsidR="00645494" w:rsidRPr="00554BFA">
        <w:rPr>
          <w:rtl/>
        </w:rPr>
        <w:t xml:space="preserve"> لَذكرتها كلُّها، ولكنّي أذكر منها أبياتاً</w:t>
      </w:r>
      <w:r w:rsidR="00D0383A">
        <w:rPr>
          <w:rtl/>
        </w:rPr>
        <w:t>؛</w:t>
      </w:r>
      <w:r w:rsidR="00645494" w:rsidRPr="00554BFA">
        <w:rPr>
          <w:rtl/>
        </w:rPr>
        <w:t xml:space="preserve"> لتَسمع الشعر الحُرَّ الرقيق، وهي:</w:t>
      </w:r>
    </w:p>
    <w:p w:rsidR="00645494" w:rsidRDefault="00645494" w:rsidP="00FE2721">
      <w:pPr>
        <w:pStyle w:val="libPoemCenter"/>
        <w:rPr>
          <w:rtl/>
        </w:rPr>
      </w:pPr>
      <w:r w:rsidRPr="005C325A">
        <w:rPr>
          <w:rtl/>
        </w:rPr>
        <w:t>وأعَضاء</w:t>
      </w:r>
      <w:r w:rsidR="00554BFA">
        <w:rPr>
          <w:rtl/>
        </w:rPr>
        <w:t xml:space="preserve"> </w:t>
      </w:r>
      <w:r w:rsidRPr="005C325A">
        <w:rPr>
          <w:rtl/>
        </w:rPr>
        <w:t>مَجد</w:t>
      </w:r>
      <w:r w:rsidR="00554BFA">
        <w:rPr>
          <w:rtl/>
        </w:rPr>
        <w:t xml:space="preserve"> </w:t>
      </w:r>
      <w:r w:rsidRPr="005C325A">
        <w:rPr>
          <w:rtl/>
        </w:rPr>
        <w:t>ما</w:t>
      </w:r>
      <w:r w:rsidR="00554BFA">
        <w:rPr>
          <w:rtl/>
        </w:rPr>
        <w:t xml:space="preserve"> </w:t>
      </w:r>
      <w:r w:rsidRPr="005C325A">
        <w:rPr>
          <w:rtl/>
        </w:rPr>
        <w:t>توزَّعت</w:t>
      </w:r>
      <w:r w:rsidR="00554BFA">
        <w:rPr>
          <w:rtl/>
        </w:rPr>
        <w:t xml:space="preserve"> </w:t>
      </w:r>
      <w:r w:rsidRPr="005C325A">
        <w:rPr>
          <w:rtl/>
        </w:rPr>
        <w:t>الظبا</w:t>
      </w:r>
      <w:r w:rsidR="00554BFA">
        <w:rPr>
          <w:rtl/>
        </w:rPr>
        <w:t xml:space="preserve"> </w:t>
      </w:r>
      <w:r w:rsidR="00554BFA" w:rsidRPr="00D0383A">
        <w:rPr>
          <w:rtl/>
        </w:rPr>
        <w:t>=</w:t>
      </w:r>
      <w:r w:rsidR="00554BFA">
        <w:rPr>
          <w:rtl/>
        </w:rPr>
        <w:t xml:space="preserve"> </w:t>
      </w:r>
      <w:r w:rsidRPr="005C325A">
        <w:rPr>
          <w:rtl/>
        </w:rPr>
        <w:t>بتوزيعها</w:t>
      </w:r>
      <w:r w:rsidR="00554BFA">
        <w:rPr>
          <w:rtl/>
        </w:rPr>
        <w:t xml:space="preserve"> </w:t>
      </w:r>
      <w:r w:rsidRPr="005C325A">
        <w:rPr>
          <w:rtl/>
        </w:rPr>
        <w:t>إلا</w:t>
      </w:r>
      <w:r w:rsidR="00554BFA">
        <w:rPr>
          <w:rtl/>
        </w:rPr>
        <w:t xml:space="preserve"> </w:t>
      </w:r>
      <w:r w:rsidRPr="005C325A">
        <w:rPr>
          <w:rtl/>
        </w:rPr>
        <w:t>النَدى</w:t>
      </w:r>
      <w:r w:rsidR="00554BFA">
        <w:rPr>
          <w:rtl/>
        </w:rPr>
        <w:t xml:space="preserve"> </w:t>
      </w:r>
      <w:r w:rsidRPr="005C325A">
        <w:rPr>
          <w:rtl/>
        </w:rPr>
        <w:t>والمَعاليا</w:t>
      </w:r>
    </w:p>
    <w:p w:rsidR="00645494" w:rsidRDefault="00645494" w:rsidP="00FE2721">
      <w:pPr>
        <w:pStyle w:val="libPoemCenter"/>
        <w:rPr>
          <w:rtl/>
        </w:rPr>
      </w:pPr>
      <w:r w:rsidRPr="005C325A">
        <w:rPr>
          <w:rtl/>
        </w:rPr>
        <w:t>لئِن</w:t>
      </w:r>
      <w:r w:rsidR="00554BFA">
        <w:rPr>
          <w:rtl/>
        </w:rPr>
        <w:t xml:space="preserve"> </w:t>
      </w:r>
      <w:r w:rsidRPr="005C325A">
        <w:rPr>
          <w:rtl/>
        </w:rPr>
        <w:t>فرَّقتها</w:t>
      </w:r>
      <w:r w:rsidR="00554BFA">
        <w:rPr>
          <w:rtl/>
        </w:rPr>
        <w:t xml:space="preserve"> </w:t>
      </w:r>
      <w:r w:rsidRPr="005C325A">
        <w:rPr>
          <w:rtl/>
        </w:rPr>
        <w:t>آل</w:t>
      </w:r>
      <w:r w:rsidR="00554BFA">
        <w:rPr>
          <w:rtl/>
        </w:rPr>
        <w:t xml:space="preserve"> </w:t>
      </w:r>
      <w:r w:rsidRPr="005C325A">
        <w:rPr>
          <w:rtl/>
        </w:rPr>
        <w:t>حَرب</w:t>
      </w:r>
      <w:r w:rsidR="00554BFA">
        <w:rPr>
          <w:rtl/>
        </w:rPr>
        <w:t xml:space="preserve"> </w:t>
      </w:r>
      <w:r w:rsidRPr="005C325A">
        <w:rPr>
          <w:rtl/>
        </w:rPr>
        <w:t>فلم</w:t>
      </w:r>
      <w:r w:rsidR="00554BFA">
        <w:rPr>
          <w:rtl/>
        </w:rPr>
        <w:t xml:space="preserve"> </w:t>
      </w:r>
      <w:r w:rsidRPr="005C325A">
        <w:rPr>
          <w:rtl/>
        </w:rPr>
        <w:t>تَكُن</w:t>
      </w:r>
      <w:r w:rsidR="00554BFA">
        <w:rPr>
          <w:rtl/>
        </w:rPr>
        <w:t xml:space="preserve"> </w:t>
      </w:r>
      <w:r w:rsidR="00554BFA" w:rsidRPr="00D0383A">
        <w:rPr>
          <w:rtl/>
        </w:rPr>
        <w:t>=</w:t>
      </w:r>
      <w:r w:rsidR="00554BFA">
        <w:rPr>
          <w:rtl/>
        </w:rPr>
        <w:t xml:space="preserve"> </w:t>
      </w:r>
      <w:r w:rsidRPr="005C325A">
        <w:rPr>
          <w:rtl/>
        </w:rPr>
        <w:t>لتَجمع</w:t>
      </w:r>
      <w:r w:rsidR="00554BFA">
        <w:rPr>
          <w:rtl/>
        </w:rPr>
        <w:t xml:space="preserve"> </w:t>
      </w:r>
      <w:r w:rsidRPr="005C325A">
        <w:rPr>
          <w:rtl/>
        </w:rPr>
        <w:t>حتّى</w:t>
      </w:r>
      <w:r w:rsidR="00554BFA">
        <w:rPr>
          <w:rtl/>
        </w:rPr>
        <w:t xml:space="preserve"> </w:t>
      </w:r>
      <w:r w:rsidRPr="005C325A">
        <w:rPr>
          <w:rtl/>
        </w:rPr>
        <w:t>الحَشر</w:t>
      </w:r>
      <w:r w:rsidR="00554BFA">
        <w:rPr>
          <w:rtl/>
        </w:rPr>
        <w:t xml:space="preserve"> </w:t>
      </w:r>
      <w:r w:rsidRPr="005C325A">
        <w:rPr>
          <w:rtl/>
        </w:rPr>
        <w:t>إلا</w:t>
      </w:r>
      <w:r w:rsidR="00554BFA">
        <w:rPr>
          <w:rtl/>
        </w:rPr>
        <w:t xml:space="preserve"> </w:t>
      </w:r>
      <w:r w:rsidRPr="005C325A">
        <w:rPr>
          <w:rtl/>
        </w:rPr>
        <w:t>المَخازيا</w:t>
      </w:r>
    </w:p>
    <w:p w:rsidR="00645494" w:rsidRDefault="00645494" w:rsidP="00FE2721">
      <w:pPr>
        <w:pStyle w:val="libPoemCenter"/>
        <w:rPr>
          <w:rtl/>
        </w:rPr>
      </w:pPr>
      <w:r w:rsidRPr="005C325A">
        <w:rPr>
          <w:rtl/>
        </w:rPr>
        <w:t>لقد</w:t>
      </w:r>
      <w:r w:rsidR="00554BFA">
        <w:rPr>
          <w:rtl/>
        </w:rPr>
        <w:t xml:space="preserve"> </w:t>
      </w:r>
      <w:r w:rsidRPr="005C325A">
        <w:rPr>
          <w:rtl/>
        </w:rPr>
        <w:t>ألزمت</w:t>
      </w:r>
      <w:r w:rsidR="00554BFA">
        <w:rPr>
          <w:rtl/>
        </w:rPr>
        <w:t xml:space="preserve"> </w:t>
      </w:r>
      <w:r w:rsidRPr="005C325A">
        <w:rPr>
          <w:rtl/>
        </w:rPr>
        <w:t>كَف</w:t>
      </w:r>
      <w:r w:rsidR="00554BFA">
        <w:rPr>
          <w:rtl/>
        </w:rPr>
        <w:t xml:space="preserve"> </w:t>
      </w:r>
      <w:r w:rsidRPr="005C325A">
        <w:rPr>
          <w:rtl/>
        </w:rPr>
        <w:t>البَتول</w:t>
      </w:r>
      <w:r w:rsidR="00554BFA">
        <w:rPr>
          <w:rtl/>
        </w:rPr>
        <w:t xml:space="preserve"> </w:t>
      </w:r>
      <w:r w:rsidRPr="005C325A">
        <w:rPr>
          <w:rtl/>
        </w:rPr>
        <w:t>فؤادها</w:t>
      </w:r>
      <w:r w:rsidR="00554BFA">
        <w:rPr>
          <w:rtl/>
        </w:rPr>
        <w:t xml:space="preserve"> </w:t>
      </w:r>
      <w:r w:rsidR="00554BFA" w:rsidRPr="00D0383A">
        <w:rPr>
          <w:rtl/>
        </w:rPr>
        <w:t>=</w:t>
      </w:r>
      <w:r w:rsidR="00554BFA">
        <w:rPr>
          <w:rtl/>
        </w:rPr>
        <w:t xml:space="preserve"> </w:t>
      </w:r>
      <w:r w:rsidRPr="005C325A">
        <w:rPr>
          <w:rtl/>
        </w:rPr>
        <w:t>خُطوب</w:t>
      </w:r>
      <w:r w:rsidR="00554BFA">
        <w:rPr>
          <w:rtl/>
        </w:rPr>
        <w:t xml:space="preserve"> </w:t>
      </w:r>
      <w:r w:rsidRPr="005C325A">
        <w:rPr>
          <w:rtl/>
        </w:rPr>
        <w:t>يَطيح</w:t>
      </w:r>
      <w:r w:rsidR="00554BFA">
        <w:rPr>
          <w:rtl/>
        </w:rPr>
        <w:t xml:space="preserve"> </w:t>
      </w:r>
      <w:r w:rsidRPr="005C325A">
        <w:rPr>
          <w:rtl/>
        </w:rPr>
        <w:t>القلب</w:t>
      </w:r>
      <w:r w:rsidR="00554BFA">
        <w:rPr>
          <w:rtl/>
        </w:rPr>
        <w:t xml:space="preserve"> </w:t>
      </w:r>
      <w:r w:rsidRPr="005C325A">
        <w:rPr>
          <w:rtl/>
        </w:rPr>
        <w:t>منهنَّ</w:t>
      </w:r>
      <w:r w:rsidR="00554BFA">
        <w:rPr>
          <w:rtl/>
        </w:rPr>
        <w:t xml:space="preserve"> </w:t>
      </w:r>
      <w:r w:rsidRPr="005C325A">
        <w:rPr>
          <w:rtl/>
        </w:rPr>
        <w:t>واهيا</w:t>
      </w:r>
    </w:p>
    <w:p w:rsidR="00645494" w:rsidRDefault="00645494" w:rsidP="00FE2721">
      <w:pPr>
        <w:pStyle w:val="libPoemCenter"/>
        <w:rPr>
          <w:rtl/>
        </w:rPr>
      </w:pPr>
      <w:r w:rsidRPr="005C325A">
        <w:rPr>
          <w:rtl/>
        </w:rPr>
        <w:t>أبا</w:t>
      </w:r>
      <w:r w:rsidR="00554BFA">
        <w:rPr>
          <w:rtl/>
        </w:rPr>
        <w:t xml:space="preserve"> </w:t>
      </w:r>
      <w:r w:rsidRPr="005C325A">
        <w:rPr>
          <w:rtl/>
        </w:rPr>
        <w:t>حسن</w:t>
      </w:r>
      <w:r w:rsidR="00554BFA">
        <w:rPr>
          <w:rtl/>
        </w:rPr>
        <w:t xml:space="preserve"> </w:t>
      </w:r>
      <w:r w:rsidRPr="005C325A">
        <w:rPr>
          <w:rtl/>
        </w:rPr>
        <w:t>حَربٌ</w:t>
      </w:r>
      <w:r w:rsidR="00554BFA">
        <w:rPr>
          <w:rtl/>
        </w:rPr>
        <w:t xml:space="preserve"> </w:t>
      </w:r>
      <w:r w:rsidRPr="005C325A">
        <w:rPr>
          <w:rtl/>
        </w:rPr>
        <w:t>تَقاضتك</w:t>
      </w:r>
      <w:r w:rsidR="00554BFA">
        <w:rPr>
          <w:rtl/>
        </w:rPr>
        <w:t xml:space="preserve"> </w:t>
      </w:r>
      <w:r w:rsidRPr="005C325A">
        <w:rPr>
          <w:rtl/>
        </w:rPr>
        <w:t>دَينها</w:t>
      </w:r>
      <w:r w:rsidR="00554BFA">
        <w:rPr>
          <w:rtl/>
        </w:rPr>
        <w:t xml:space="preserve"> </w:t>
      </w:r>
      <w:r w:rsidR="00554BFA" w:rsidRPr="00D0383A">
        <w:rPr>
          <w:rtl/>
        </w:rPr>
        <w:t>=</w:t>
      </w:r>
      <w:r w:rsidR="00554BFA">
        <w:rPr>
          <w:rtl/>
        </w:rPr>
        <w:t xml:space="preserve"> </w:t>
      </w:r>
      <w:r w:rsidRPr="005C325A">
        <w:rPr>
          <w:rtl/>
        </w:rPr>
        <w:t>إلى</w:t>
      </w:r>
      <w:r w:rsidR="00554BFA">
        <w:rPr>
          <w:rtl/>
        </w:rPr>
        <w:t xml:space="preserve"> </w:t>
      </w:r>
      <w:r w:rsidRPr="005C325A">
        <w:rPr>
          <w:rtl/>
        </w:rPr>
        <w:t>أنْ</w:t>
      </w:r>
      <w:r w:rsidR="00554BFA">
        <w:rPr>
          <w:rtl/>
        </w:rPr>
        <w:t xml:space="preserve"> </w:t>
      </w:r>
      <w:r w:rsidRPr="005C325A">
        <w:rPr>
          <w:rtl/>
        </w:rPr>
        <w:t>أساءت</w:t>
      </w:r>
      <w:r w:rsidR="00554BFA">
        <w:rPr>
          <w:rtl/>
        </w:rPr>
        <w:t xml:space="preserve"> </w:t>
      </w:r>
      <w:r w:rsidRPr="005C325A">
        <w:rPr>
          <w:rtl/>
        </w:rPr>
        <w:t>في</w:t>
      </w:r>
      <w:r w:rsidR="00554BFA">
        <w:rPr>
          <w:rtl/>
        </w:rPr>
        <w:t xml:space="preserve"> </w:t>
      </w:r>
      <w:r w:rsidRPr="005C325A">
        <w:rPr>
          <w:rtl/>
        </w:rPr>
        <w:t>بَنيك</w:t>
      </w:r>
      <w:r w:rsidR="00554BFA">
        <w:rPr>
          <w:rtl/>
        </w:rPr>
        <w:t xml:space="preserve"> </w:t>
      </w:r>
      <w:r w:rsidRPr="005C325A">
        <w:rPr>
          <w:rtl/>
        </w:rPr>
        <w:t>التقاضيا</w:t>
      </w:r>
    </w:p>
    <w:p w:rsidR="00645494" w:rsidRDefault="00645494" w:rsidP="00FE2721">
      <w:pPr>
        <w:pStyle w:val="libPoemCenter"/>
        <w:rPr>
          <w:rtl/>
        </w:rPr>
      </w:pPr>
      <w:r w:rsidRPr="005C325A">
        <w:rPr>
          <w:rtl/>
        </w:rPr>
        <w:t>مضوا</w:t>
      </w:r>
      <w:r w:rsidR="00554BFA">
        <w:rPr>
          <w:rtl/>
        </w:rPr>
        <w:t xml:space="preserve"> </w:t>
      </w:r>
      <w:r w:rsidRPr="005C325A">
        <w:rPr>
          <w:rtl/>
        </w:rPr>
        <w:t>عُطَّري</w:t>
      </w:r>
      <w:r w:rsidR="00554BFA">
        <w:rPr>
          <w:rtl/>
        </w:rPr>
        <w:t xml:space="preserve"> </w:t>
      </w:r>
      <w:r w:rsidRPr="005C325A">
        <w:rPr>
          <w:rtl/>
        </w:rPr>
        <w:t>الابراد</w:t>
      </w:r>
      <w:r w:rsidR="00554BFA">
        <w:rPr>
          <w:rtl/>
        </w:rPr>
        <w:t xml:space="preserve"> </w:t>
      </w:r>
      <w:r w:rsidRPr="005C325A">
        <w:rPr>
          <w:rtl/>
        </w:rPr>
        <w:t>يأرج</w:t>
      </w:r>
      <w:r w:rsidR="00554BFA">
        <w:rPr>
          <w:rtl/>
        </w:rPr>
        <w:t xml:space="preserve"> </w:t>
      </w:r>
      <w:r w:rsidRPr="005C325A">
        <w:rPr>
          <w:rtl/>
        </w:rPr>
        <w:t>ذِكرهم</w:t>
      </w:r>
      <w:r w:rsidR="00554BFA">
        <w:rPr>
          <w:rtl/>
        </w:rPr>
        <w:t xml:space="preserve"> </w:t>
      </w:r>
      <w:r w:rsidR="00554BFA" w:rsidRPr="00D0383A">
        <w:rPr>
          <w:rtl/>
        </w:rPr>
        <w:t>=</w:t>
      </w:r>
      <w:r w:rsidR="00554BFA">
        <w:rPr>
          <w:rtl/>
        </w:rPr>
        <w:t xml:space="preserve"> </w:t>
      </w:r>
      <w:r w:rsidRPr="005C325A">
        <w:rPr>
          <w:rtl/>
        </w:rPr>
        <w:t>عَبيراً</w:t>
      </w:r>
      <w:r w:rsidR="00554BFA">
        <w:rPr>
          <w:rtl/>
        </w:rPr>
        <w:t xml:space="preserve"> </w:t>
      </w:r>
      <w:r w:rsidRPr="005C325A">
        <w:rPr>
          <w:rtl/>
        </w:rPr>
        <w:t>تهاداه</w:t>
      </w:r>
      <w:r w:rsidR="00554BFA">
        <w:rPr>
          <w:rtl/>
        </w:rPr>
        <w:t xml:space="preserve"> </w:t>
      </w:r>
      <w:r w:rsidRPr="005C325A">
        <w:rPr>
          <w:rtl/>
        </w:rPr>
        <w:t>الليالي</w:t>
      </w:r>
      <w:r w:rsidR="00554BFA">
        <w:rPr>
          <w:rtl/>
        </w:rPr>
        <w:t xml:space="preserve"> </w:t>
      </w:r>
      <w:r w:rsidRPr="005C325A">
        <w:rPr>
          <w:rtl/>
        </w:rPr>
        <w:t>غَواليا</w:t>
      </w:r>
    </w:p>
    <w:p w:rsidR="00645494" w:rsidRDefault="00645494" w:rsidP="00FE2721">
      <w:pPr>
        <w:pStyle w:val="libPoemCenter"/>
        <w:rPr>
          <w:rtl/>
        </w:rPr>
      </w:pPr>
      <w:r w:rsidRPr="005C325A">
        <w:rPr>
          <w:rtl/>
        </w:rPr>
        <w:t>غَداة</w:t>
      </w:r>
      <w:r w:rsidR="00554BFA">
        <w:rPr>
          <w:rtl/>
        </w:rPr>
        <w:t xml:space="preserve"> </w:t>
      </w:r>
      <w:r w:rsidRPr="005C325A">
        <w:rPr>
          <w:rtl/>
        </w:rPr>
        <w:t>ابن</w:t>
      </w:r>
      <w:r w:rsidR="00554BFA">
        <w:rPr>
          <w:rtl/>
        </w:rPr>
        <w:t xml:space="preserve"> </w:t>
      </w:r>
      <w:r w:rsidRPr="005C325A">
        <w:rPr>
          <w:rtl/>
        </w:rPr>
        <w:t>أُمِّ</w:t>
      </w:r>
      <w:r w:rsidR="00554BFA">
        <w:rPr>
          <w:rtl/>
        </w:rPr>
        <w:t xml:space="preserve"> </w:t>
      </w:r>
      <w:r w:rsidRPr="005C325A">
        <w:rPr>
          <w:rtl/>
        </w:rPr>
        <w:t>المَوت</w:t>
      </w:r>
      <w:r w:rsidR="00554BFA">
        <w:rPr>
          <w:rtl/>
        </w:rPr>
        <w:t xml:space="preserve"> </w:t>
      </w:r>
      <w:r w:rsidRPr="005C325A">
        <w:rPr>
          <w:rtl/>
        </w:rPr>
        <w:t>أجرى</w:t>
      </w:r>
      <w:r w:rsidR="00554BFA">
        <w:rPr>
          <w:rtl/>
        </w:rPr>
        <w:t xml:space="preserve"> </w:t>
      </w:r>
      <w:r w:rsidRPr="005C325A">
        <w:rPr>
          <w:rtl/>
        </w:rPr>
        <w:t>فرَندَه</w:t>
      </w:r>
      <w:r w:rsidR="00554BFA">
        <w:rPr>
          <w:rtl/>
        </w:rPr>
        <w:t xml:space="preserve"> </w:t>
      </w:r>
      <w:r w:rsidR="00554BFA" w:rsidRPr="00D0383A">
        <w:rPr>
          <w:rtl/>
        </w:rPr>
        <w:t>=</w:t>
      </w:r>
      <w:r w:rsidR="00554BFA">
        <w:rPr>
          <w:rtl/>
        </w:rPr>
        <w:t xml:space="preserve"> </w:t>
      </w:r>
      <w:r w:rsidRPr="005C325A">
        <w:rPr>
          <w:rtl/>
        </w:rPr>
        <w:t>بعَزمهم</w:t>
      </w:r>
      <w:r w:rsidR="00554BFA">
        <w:rPr>
          <w:rtl/>
        </w:rPr>
        <w:t xml:space="preserve"> </w:t>
      </w:r>
      <w:r w:rsidRPr="005C325A">
        <w:rPr>
          <w:rtl/>
        </w:rPr>
        <w:t>ثم</w:t>
      </w:r>
      <w:r w:rsidR="00554BFA">
        <w:rPr>
          <w:rtl/>
        </w:rPr>
        <w:t xml:space="preserve"> </w:t>
      </w:r>
      <w:r w:rsidRPr="005C325A">
        <w:rPr>
          <w:rtl/>
        </w:rPr>
        <w:t>انتضاهم</w:t>
      </w:r>
      <w:r w:rsidR="00554BFA">
        <w:rPr>
          <w:rtl/>
        </w:rPr>
        <w:t xml:space="preserve"> </w:t>
      </w:r>
      <w:r w:rsidRPr="005C325A">
        <w:rPr>
          <w:rtl/>
        </w:rPr>
        <w:t>مَواضيا</w:t>
      </w:r>
    </w:p>
    <w:p w:rsidR="00645494" w:rsidRPr="00645494" w:rsidRDefault="00645494" w:rsidP="00FE2721">
      <w:pPr>
        <w:pStyle w:val="libPoemCenter"/>
        <w:rPr>
          <w:rtl/>
        </w:rPr>
      </w:pPr>
      <w:r w:rsidRPr="005C325A">
        <w:rPr>
          <w:rtl/>
        </w:rPr>
        <w:t>تناذرت</w:t>
      </w:r>
      <w:r w:rsidR="00554BFA">
        <w:rPr>
          <w:rtl/>
        </w:rPr>
        <w:t xml:space="preserve"> </w:t>
      </w:r>
      <w:r w:rsidRPr="005C325A">
        <w:rPr>
          <w:rtl/>
        </w:rPr>
        <w:t>الأعداء</w:t>
      </w:r>
      <w:r w:rsidR="00554BFA">
        <w:rPr>
          <w:rtl/>
        </w:rPr>
        <w:t xml:space="preserve"> </w:t>
      </w:r>
      <w:r w:rsidRPr="005C325A">
        <w:rPr>
          <w:rtl/>
        </w:rPr>
        <w:t>منه</w:t>
      </w:r>
      <w:r w:rsidR="00554BFA">
        <w:rPr>
          <w:rtl/>
        </w:rPr>
        <w:t xml:space="preserve"> </w:t>
      </w:r>
      <w:r w:rsidRPr="005C325A">
        <w:rPr>
          <w:rtl/>
        </w:rPr>
        <w:t>ابن</w:t>
      </w:r>
      <w:r w:rsidR="00554BFA">
        <w:rPr>
          <w:rtl/>
        </w:rPr>
        <w:t xml:space="preserve"> </w:t>
      </w:r>
      <w:r w:rsidRPr="005C325A">
        <w:rPr>
          <w:rtl/>
        </w:rPr>
        <w:t>غابة</w:t>
      </w:r>
      <w:r w:rsidR="00554BFA">
        <w:rPr>
          <w:rtl/>
        </w:rPr>
        <w:t xml:space="preserve"> </w:t>
      </w:r>
      <w:r w:rsidR="00554BFA" w:rsidRPr="00D0383A">
        <w:rPr>
          <w:rtl/>
        </w:rPr>
        <w:t>=</w:t>
      </w:r>
      <w:r w:rsidR="00554BFA">
        <w:rPr>
          <w:rtl/>
        </w:rPr>
        <w:t xml:space="preserve"> </w:t>
      </w:r>
      <w:r w:rsidRPr="005C325A">
        <w:rPr>
          <w:rtl/>
        </w:rPr>
        <w:t>على</w:t>
      </w:r>
      <w:r w:rsidR="00554BFA">
        <w:rPr>
          <w:rtl/>
        </w:rPr>
        <w:t xml:space="preserve"> </w:t>
      </w:r>
      <w:r w:rsidRPr="005C325A">
        <w:rPr>
          <w:rtl/>
        </w:rPr>
        <w:t>نَشزات</w:t>
      </w:r>
      <w:r w:rsidR="00554BFA">
        <w:rPr>
          <w:rtl/>
        </w:rPr>
        <w:t xml:space="preserve"> </w:t>
      </w:r>
      <w:r w:rsidRPr="005C325A">
        <w:rPr>
          <w:rtl/>
        </w:rPr>
        <w:t>الغْيل</w:t>
      </w:r>
      <w:r w:rsidR="00554BFA">
        <w:rPr>
          <w:rtl/>
        </w:rPr>
        <w:t xml:space="preserve"> </w:t>
      </w:r>
      <w:r w:rsidRPr="005C325A">
        <w:rPr>
          <w:rtl/>
        </w:rPr>
        <w:t>أصحَر</w:t>
      </w:r>
      <w:r w:rsidR="00554BFA">
        <w:rPr>
          <w:rtl/>
        </w:rPr>
        <w:t xml:space="preserve"> </w:t>
      </w:r>
      <w:r w:rsidRPr="005C325A">
        <w:rPr>
          <w:rtl/>
        </w:rPr>
        <w:t>طاويا</w:t>
      </w:r>
    </w:p>
    <w:p w:rsidR="00554BFA" w:rsidRDefault="00645494" w:rsidP="00554BFA">
      <w:pPr>
        <w:pStyle w:val="libNormal"/>
        <w:rPr>
          <w:rtl/>
        </w:rPr>
      </w:pPr>
      <w:r w:rsidRPr="00554BFA">
        <w:rPr>
          <w:rtl/>
        </w:rPr>
        <w:t>أنا لا والله، لا أستطيع أنْ أختار منها ما ذكرته هنا</w:t>
      </w:r>
      <w:r w:rsidR="00D0383A">
        <w:rPr>
          <w:rtl/>
        </w:rPr>
        <w:t>،</w:t>
      </w:r>
      <w:r w:rsidRPr="00554BFA">
        <w:rPr>
          <w:rtl/>
        </w:rPr>
        <w:t xml:space="preserve"> فإنّي كلَّما أتيت ببيت في هذا المختصر</w:t>
      </w:r>
      <w:r w:rsidR="00D0383A">
        <w:rPr>
          <w:rtl/>
        </w:rPr>
        <w:t>،</w:t>
      </w:r>
      <w:r w:rsidRPr="00554BFA">
        <w:rPr>
          <w:rtl/>
        </w:rPr>
        <w:t xml:space="preserve"> انثالت عليَّ الأبيات الأخر</w:t>
      </w:r>
      <w:r w:rsidR="00D0383A">
        <w:rPr>
          <w:rtl/>
        </w:rPr>
        <w:t>،</w:t>
      </w:r>
      <w:r w:rsidRPr="00554BFA">
        <w:rPr>
          <w:rtl/>
        </w:rPr>
        <w:t xml:space="preserve"> تتَجلّى بالمحاسن</w:t>
      </w:r>
      <w:r w:rsidR="00D0383A">
        <w:rPr>
          <w:rtl/>
        </w:rPr>
        <w:t>،</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وتَتَرقرق بماء الحُسن الصافي غير الآسن</w:t>
      </w:r>
      <w:r w:rsidR="00D0383A">
        <w:rPr>
          <w:rtl/>
        </w:rPr>
        <w:t>،</w:t>
      </w:r>
      <w:r w:rsidRPr="00554BFA">
        <w:rPr>
          <w:rtl/>
        </w:rPr>
        <w:t xml:space="preserve"> ولكنْ يمنعني ما ذكرت مِن العُذر في طَبع الديوان وشهرته.</w:t>
      </w:r>
    </w:p>
    <w:p w:rsidR="00554BFA" w:rsidRPr="00554BFA" w:rsidRDefault="00645494" w:rsidP="00645494">
      <w:pPr>
        <w:pStyle w:val="Heading3"/>
        <w:rPr>
          <w:rtl/>
        </w:rPr>
      </w:pPr>
      <w:bookmarkStart w:id="53" w:name="_Toc491861321"/>
      <w:r w:rsidRPr="005C325A">
        <w:rPr>
          <w:rtl/>
        </w:rPr>
        <w:t>الفصل السابع:</w:t>
      </w:r>
      <w:bookmarkEnd w:id="53"/>
    </w:p>
    <w:p w:rsidR="00554BFA" w:rsidRDefault="00645494" w:rsidP="00554BFA">
      <w:pPr>
        <w:pStyle w:val="libNormal"/>
        <w:rPr>
          <w:rtl/>
        </w:rPr>
      </w:pPr>
      <w:r w:rsidRPr="00554BFA">
        <w:rPr>
          <w:rtl/>
        </w:rPr>
        <w:t>أخبرني الشيخ الفاضل، التقي الأديب، الشيخ محمد الرضا بن القاسم بن محمد بن ناصر بن محمد بن القاسم بن محمد بن عيسى النجفي الغرّاوي، نسبة‌ إلى الغرّة بالغين المعجمة، والراء المهملة والتشديد، قَبيلة مِن الخَزرج</w:t>
      </w:r>
      <w:r w:rsidR="00D0383A">
        <w:rPr>
          <w:rtl/>
        </w:rPr>
        <w:t>،</w:t>
      </w:r>
      <w:r w:rsidRPr="00554BFA">
        <w:rPr>
          <w:rtl/>
        </w:rPr>
        <w:t xml:space="preserve"> المولود سنة 1303 في قرية ميامين من إيران</w:t>
      </w:r>
      <w:r w:rsidR="00D0383A">
        <w:rPr>
          <w:rtl/>
        </w:rPr>
        <w:t>؛</w:t>
      </w:r>
      <w:r w:rsidRPr="00554BFA">
        <w:rPr>
          <w:rtl/>
        </w:rPr>
        <w:t xml:space="preserve"> لأنَّ أباه زار الرضا</w:t>
      </w:r>
      <w:r w:rsidR="00554BFA">
        <w:rPr>
          <w:rtl/>
        </w:rPr>
        <w:t xml:space="preserve"> (</w:t>
      </w:r>
      <w:r w:rsidRPr="00554BFA">
        <w:rPr>
          <w:rtl/>
        </w:rPr>
        <w:t>عليه السلام) ومعه أهله، فولِد في الطريق</w:t>
      </w:r>
      <w:r w:rsidR="00D0383A">
        <w:rPr>
          <w:rtl/>
        </w:rPr>
        <w:t>،</w:t>
      </w:r>
      <w:r w:rsidRPr="00554BFA">
        <w:rPr>
          <w:rtl/>
        </w:rPr>
        <w:t xml:space="preserve"> كما كَتَبَ ذلك لي بخطِّه سلَّمه الله</w:t>
      </w:r>
      <w:r w:rsidR="00D0383A">
        <w:rPr>
          <w:rtl/>
        </w:rPr>
        <w:t>،</w:t>
      </w:r>
      <w:r w:rsidRPr="00554BFA">
        <w:rPr>
          <w:rtl/>
        </w:rPr>
        <w:t xml:space="preserve"> قال: اتفق لي سنة 1353 أنّي نظمت موشَّحة في نصف شعبان، في تَهنئة بولادة الحسين</w:t>
      </w:r>
      <w:r w:rsidR="00554BFA">
        <w:rPr>
          <w:rtl/>
        </w:rPr>
        <w:t xml:space="preserve"> (</w:t>
      </w:r>
      <w:r w:rsidRPr="00554BFA">
        <w:rPr>
          <w:rtl/>
        </w:rPr>
        <w:t>عليه السلام ) في أول شعبان من تلك السنة</w:t>
      </w:r>
      <w:r w:rsidR="00D0383A">
        <w:rPr>
          <w:rtl/>
        </w:rPr>
        <w:t>؛</w:t>
      </w:r>
      <w:r w:rsidRPr="00554BFA">
        <w:rPr>
          <w:rtl/>
        </w:rPr>
        <w:t xml:space="preserve"> لنذر كان عليَّ مطلعها:</w:t>
      </w:r>
    </w:p>
    <w:p w:rsidR="00645494" w:rsidRDefault="00645494" w:rsidP="00FE2721">
      <w:pPr>
        <w:pStyle w:val="libPoemCenter"/>
        <w:rPr>
          <w:rtl/>
        </w:rPr>
      </w:pPr>
      <w:r w:rsidRPr="005C325A">
        <w:rPr>
          <w:rtl/>
        </w:rPr>
        <w:t>رقَصَتْ</w:t>
      </w:r>
      <w:r w:rsidR="00554BFA">
        <w:rPr>
          <w:rtl/>
        </w:rPr>
        <w:t xml:space="preserve"> </w:t>
      </w:r>
      <w:r w:rsidRPr="005C325A">
        <w:rPr>
          <w:rtl/>
        </w:rPr>
        <w:t>أغصانُ</w:t>
      </w:r>
      <w:r w:rsidR="00554BFA">
        <w:rPr>
          <w:rtl/>
        </w:rPr>
        <w:t xml:space="preserve"> </w:t>
      </w:r>
      <w:r w:rsidRPr="005C325A">
        <w:rPr>
          <w:rtl/>
        </w:rPr>
        <w:t>طوبى</w:t>
      </w:r>
      <w:r w:rsidR="00554BFA">
        <w:rPr>
          <w:rtl/>
        </w:rPr>
        <w:t xml:space="preserve"> </w:t>
      </w:r>
      <w:r w:rsidRPr="005C325A">
        <w:rPr>
          <w:rtl/>
        </w:rPr>
        <w:t>طَربا</w:t>
      </w:r>
      <w:r w:rsidR="00554BFA">
        <w:rPr>
          <w:rtl/>
        </w:rPr>
        <w:t xml:space="preserve"> </w:t>
      </w:r>
      <w:r w:rsidR="00554BFA" w:rsidRPr="00D0383A">
        <w:rPr>
          <w:rtl/>
        </w:rPr>
        <w:t>=</w:t>
      </w:r>
      <w:r w:rsidR="00554BFA">
        <w:rPr>
          <w:rtl/>
        </w:rPr>
        <w:t xml:space="preserve"> </w:t>
      </w:r>
      <w:r w:rsidRPr="005C325A">
        <w:rPr>
          <w:rtl/>
        </w:rPr>
        <w:t>وشَدْت</w:t>
      </w:r>
      <w:r w:rsidR="00554BFA">
        <w:rPr>
          <w:rtl/>
        </w:rPr>
        <w:t xml:space="preserve"> </w:t>
      </w:r>
      <w:r w:rsidRPr="005C325A">
        <w:rPr>
          <w:rtl/>
        </w:rPr>
        <w:t>أطيارها</w:t>
      </w:r>
      <w:r w:rsidR="00554BFA">
        <w:rPr>
          <w:rtl/>
        </w:rPr>
        <w:t xml:space="preserve"> </w:t>
      </w:r>
      <w:r w:rsidRPr="005C325A">
        <w:rPr>
          <w:rtl/>
        </w:rPr>
        <w:t>أبهى</w:t>
      </w:r>
      <w:r w:rsidR="00554BFA">
        <w:rPr>
          <w:rtl/>
        </w:rPr>
        <w:t xml:space="preserve"> </w:t>
      </w:r>
      <w:r w:rsidRPr="005C325A">
        <w:rPr>
          <w:rtl/>
        </w:rPr>
        <w:t>الغِنا</w:t>
      </w:r>
    </w:p>
    <w:p w:rsidR="00645494" w:rsidRPr="00645494" w:rsidRDefault="00645494" w:rsidP="00FE2721">
      <w:pPr>
        <w:pStyle w:val="libPoemCenter"/>
        <w:rPr>
          <w:rtl/>
        </w:rPr>
      </w:pPr>
      <w:r w:rsidRPr="005C325A">
        <w:rPr>
          <w:rtl/>
        </w:rPr>
        <w:t>وحُميا</w:t>
      </w:r>
      <w:r w:rsidR="00554BFA">
        <w:rPr>
          <w:rtl/>
        </w:rPr>
        <w:t xml:space="preserve"> </w:t>
      </w:r>
      <w:r w:rsidRPr="005C325A">
        <w:rPr>
          <w:rtl/>
        </w:rPr>
        <w:t>البِشر</w:t>
      </w:r>
      <w:r w:rsidR="00554BFA">
        <w:rPr>
          <w:rtl/>
        </w:rPr>
        <w:t xml:space="preserve"> </w:t>
      </w:r>
      <w:r w:rsidRPr="005C325A">
        <w:rPr>
          <w:rtl/>
        </w:rPr>
        <w:t>شعَّت</w:t>
      </w:r>
      <w:r w:rsidR="00554BFA">
        <w:rPr>
          <w:rtl/>
        </w:rPr>
        <w:t xml:space="preserve"> </w:t>
      </w:r>
      <w:r w:rsidRPr="005C325A">
        <w:rPr>
          <w:rtl/>
        </w:rPr>
        <w:t>حَببا</w:t>
      </w:r>
      <w:r w:rsidR="00554BFA">
        <w:rPr>
          <w:rtl/>
        </w:rPr>
        <w:t xml:space="preserve"> </w:t>
      </w:r>
      <w:r w:rsidR="00554BFA" w:rsidRPr="00D0383A">
        <w:rPr>
          <w:rtl/>
        </w:rPr>
        <w:t>=</w:t>
      </w:r>
      <w:r w:rsidR="00554BFA">
        <w:rPr>
          <w:rtl/>
        </w:rPr>
        <w:t xml:space="preserve"> </w:t>
      </w:r>
      <w:r w:rsidRPr="005C325A">
        <w:rPr>
          <w:rtl/>
        </w:rPr>
        <w:t>مُذ</w:t>
      </w:r>
      <w:r w:rsidR="00554BFA">
        <w:rPr>
          <w:rtl/>
        </w:rPr>
        <w:t xml:space="preserve"> </w:t>
      </w:r>
      <w:r w:rsidRPr="005C325A">
        <w:rPr>
          <w:rtl/>
        </w:rPr>
        <w:t>تَعاطى</w:t>
      </w:r>
      <w:r w:rsidR="00554BFA">
        <w:rPr>
          <w:rtl/>
        </w:rPr>
        <w:t xml:space="preserve"> </w:t>
      </w:r>
      <w:r w:rsidRPr="005C325A">
        <w:rPr>
          <w:rtl/>
        </w:rPr>
        <w:t>الحور</w:t>
      </w:r>
      <w:r w:rsidR="00554BFA">
        <w:rPr>
          <w:rtl/>
        </w:rPr>
        <w:t xml:space="preserve"> </w:t>
      </w:r>
      <w:r w:rsidRPr="005C325A">
        <w:rPr>
          <w:rtl/>
        </w:rPr>
        <w:t>أكواب</w:t>
      </w:r>
      <w:r w:rsidR="00554BFA">
        <w:rPr>
          <w:rtl/>
        </w:rPr>
        <w:t xml:space="preserve"> </w:t>
      </w:r>
      <w:r w:rsidRPr="005C325A">
        <w:rPr>
          <w:rtl/>
        </w:rPr>
        <w:t>الهَنا</w:t>
      </w:r>
    </w:p>
    <w:p w:rsidR="00645494" w:rsidRPr="005C325A" w:rsidRDefault="00645494" w:rsidP="00554BFA">
      <w:pPr>
        <w:pStyle w:val="libNormal"/>
        <w:rPr>
          <w:rtl/>
        </w:rPr>
      </w:pPr>
      <w:r w:rsidRPr="00554BFA">
        <w:rPr>
          <w:rtl/>
        </w:rPr>
        <w:t>فأكملت نسيبها وابتدأت بذِكر الولادة المباركة</w:t>
      </w:r>
      <w:r w:rsidR="00D0383A">
        <w:rPr>
          <w:rtl/>
        </w:rPr>
        <w:t>،</w:t>
      </w:r>
      <w:r w:rsidRPr="00554BFA">
        <w:rPr>
          <w:rtl/>
        </w:rPr>
        <w:t xml:space="preserve"> فرأيت في المَنام السيّدة الزهراء</w:t>
      </w:r>
      <w:r w:rsidR="00554BFA">
        <w:rPr>
          <w:rtl/>
        </w:rPr>
        <w:t xml:space="preserve"> (</w:t>
      </w:r>
      <w:r w:rsidRPr="00554BFA">
        <w:rPr>
          <w:rtl/>
        </w:rPr>
        <w:t xml:space="preserve"> صلوات الله عليها ) وأمامَها طِفل صَغير عليه ثياب سود</w:t>
      </w:r>
      <w:r w:rsidR="00D0383A">
        <w:rPr>
          <w:rtl/>
        </w:rPr>
        <w:t>،</w:t>
      </w:r>
      <w:r w:rsidRPr="00554BFA">
        <w:rPr>
          <w:rtl/>
        </w:rPr>
        <w:t xml:space="preserve"> فقالت لي:</w:t>
      </w:r>
      <w:r w:rsidR="00554BFA">
        <w:rPr>
          <w:rtl/>
        </w:rPr>
        <w:t xml:space="preserve"> </w:t>
      </w:r>
      <w:r w:rsidR="00554BFA">
        <w:rPr>
          <w:rStyle w:val="libNormalChar"/>
          <w:rtl/>
        </w:rPr>
        <w:t>((</w:t>
      </w:r>
      <w:r w:rsidRPr="00645494">
        <w:rPr>
          <w:rStyle w:val="libNormalChar"/>
          <w:rtl/>
        </w:rPr>
        <w:t xml:space="preserve"> لا تَمدح ابني في تَهنئة الميلاد، ولكن ارثه، وقل:</w:t>
      </w:r>
    </w:p>
    <w:p w:rsidR="00645494" w:rsidRDefault="00645494" w:rsidP="00FE2721">
      <w:pPr>
        <w:pStyle w:val="libPoemCenter"/>
        <w:rPr>
          <w:rtl/>
        </w:rPr>
      </w:pPr>
      <w:r w:rsidRPr="005C325A">
        <w:rPr>
          <w:rtl/>
        </w:rPr>
        <w:t>بأبي</w:t>
      </w:r>
      <w:r w:rsidR="00554BFA">
        <w:rPr>
          <w:rtl/>
        </w:rPr>
        <w:t xml:space="preserve"> </w:t>
      </w:r>
      <w:r w:rsidRPr="005C325A">
        <w:rPr>
          <w:rtl/>
        </w:rPr>
        <w:t>المقتول</w:t>
      </w:r>
      <w:r w:rsidR="00554BFA">
        <w:rPr>
          <w:rtl/>
        </w:rPr>
        <w:t xml:space="preserve"> </w:t>
      </w:r>
      <w:r w:rsidRPr="005C325A">
        <w:rPr>
          <w:rtl/>
        </w:rPr>
        <w:t>غَمَّاً</w:t>
      </w:r>
      <w:r w:rsidR="00554BFA">
        <w:rPr>
          <w:rtl/>
        </w:rPr>
        <w:t xml:space="preserve"> </w:t>
      </w:r>
      <w:r w:rsidRPr="005C325A">
        <w:rPr>
          <w:rtl/>
        </w:rPr>
        <w:t>بالظما</w:t>
      </w:r>
      <w:r w:rsidR="00554BFA">
        <w:rPr>
          <w:rtl/>
        </w:rPr>
        <w:t xml:space="preserve"> </w:t>
      </w:r>
      <w:r w:rsidR="00554BFA" w:rsidRPr="00D0383A">
        <w:rPr>
          <w:rtl/>
        </w:rPr>
        <w:t>=</w:t>
      </w:r>
      <w:r w:rsidR="00554BFA">
        <w:rPr>
          <w:rtl/>
        </w:rPr>
        <w:t xml:space="preserve"> </w:t>
      </w:r>
      <w:r w:rsidRPr="005C325A">
        <w:rPr>
          <w:rtl/>
        </w:rPr>
        <w:t>ما</w:t>
      </w:r>
      <w:r w:rsidR="00554BFA">
        <w:rPr>
          <w:rtl/>
        </w:rPr>
        <w:t xml:space="preserve"> </w:t>
      </w:r>
      <w:r w:rsidRPr="005C325A">
        <w:rPr>
          <w:rtl/>
        </w:rPr>
        <w:t>له</w:t>
      </w:r>
      <w:r w:rsidR="00554BFA">
        <w:rPr>
          <w:rtl/>
        </w:rPr>
        <w:t xml:space="preserve"> </w:t>
      </w:r>
      <w:r w:rsidRPr="005C325A">
        <w:rPr>
          <w:rtl/>
        </w:rPr>
        <w:t>ريٌّ</w:t>
      </w:r>
      <w:r w:rsidR="00554BFA">
        <w:rPr>
          <w:rtl/>
        </w:rPr>
        <w:t xml:space="preserve"> </w:t>
      </w:r>
      <w:r w:rsidRPr="005C325A">
        <w:rPr>
          <w:rtl/>
        </w:rPr>
        <w:t>سِوى</w:t>
      </w:r>
      <w:r w:rsidR="00554BFA">
        <w:rPr>
          <w:rtl/>
        </w:rPr>
        <w:t xml:space="preserve"> </w:t>
      </w:r>
      <w:r w:rsidRPr="005C325A">
        <w:rPr>
          <w:rtl/>
        </w:rPr>
        <w:t>فَيض</w:t>
      </w:r>
      <w:r w:rsidR="00554BFA">
        <w:rPr>
          <w:rtl/>
        </w:rPr>
        <w:t xml:space="preserve"> </w:t>
      </w:r>
      <w:r w:rsidRPr="005C325A">
        <w:rPr>
          <w:rtl/>
        </w:rPr>
        <w:t>الدِما</w:t>
      </w:r>
    </w:p>
    <w:p w:rsidR="00645494" w:rsidRPr="00645494" w:rsidRDefault="00645494" w:rsidP="00FE2721">
      <w:pPr>
        <w:pStyle w:val="libPoemCenter"/>
        <w:rPr>
          <w:rtl/>
        </w:rPr>
      </w:pPr>
      <w:r w:rsidRPr="005C325A">
        <w:rPr>
          <w:rtl/>
        </w:rPr>
        <w:t>منعوا</w:t>
      </w:r>
      <w:r w:rsidR="00554BFA">
        <w:rPr>
          <w:rtl/>
        </w:rPr>
        <w:t xml:space="preserve"> </w:t>
      </w:r>
      <w:r w:rsidRPr="005C325A">
        <w:rPr>
          <w:rtl/>
        </w:rPr>
        <w:t>قُرَّة</w:t>
      </w:r>
      <w:r w:rsidR="00554BFA">
        <w:rPr>
          <w:rtl/>
        </w:rPr>
        <w:t xml:space="preserve"> </w:t>
      </w:r>
      <w:r w:rsidRPr="005C325A">
        <w:rPr>
          <w:rtl/>
        </w:rPr>
        <w:t>عيني</w:t>
      </w:r>
      <w:r w:rsidR="00554BFA">
        <w:rPr>
          <w:rtl/>
        </w:rPr>
        <w:t xml:space="preserve"> </w:t>
      </w:r>
      <w:r w:rsidRPr="005C325A">
        <w:rPr>
          <w:rtl/>
        </w:rPr>
        <w:t>وِردَه</w:t>
      </w:r>
      <w:r w:rsidR="00554BFA">
        <w:rPr>
          <w:rtl/>
        </w:rPr>
        <w:t xml:space="preserve"> </w:t>
      </w:r>
      <w:r w:rsidR="00554BFA" w:rsidRPr="00D0383A">
        <w:rPr>
          <w:rtl/>
        </w:rPr>
        <w:t>=</w:t>
      </w:r>
      <w:r w:rsidR="00554BFA">
        <w:rPr>
          <w:rtl/>
        </w:rPr>
        <w:t xml:space="preserve"> </w:t>
      </w:r>
      <w:r w:rsidRPr="005C325A">
        <w:rPr>
          <w:rtl/>
        </w:rPr>
        <w:t>عَجباً</w:t>
      </w:r>
      <w:r w:rsidR="00554BFA">
        <w:rPr>
          <w:rtl/>
        </w:rPr>
        <w:t xml:space="preserve"> </w:t>
      </w:r>
      <w:r w:rsidRPr="005C325A">
        <w:rPr>
          <w:rtl/>
        </w:rPr>
        <w:t>مهري</w:t>
      </w:r>
      <w:r w:rsidR="00554BFA">
        <w:rPr>
          <w:rtl/>
        </w:rPr>
        <w:t xml:space="preserve"> </w:t>
      </w:r>
      <w:r w:rsidRPr="005C325A">
        <w:rPr>
          <w:rtl/>
        </w:rPr>
        <w:t>عليه</w:t>
      </w:r>
      <w:r w:rsidR="00554BFA">
        <w:rPr>
          <w:rtl/>
        </w:rPr>
        <w:t xml:space="preserve"> </w:t>
      </w:r>
      <w:r w:rsidRPr="005C325A">
        <w:rPr>
          <w:rtl/>
        </w:rPr>
        <w:t>حُرِّما</w:t>
      </w:r>
    </w:p>
    <w:p w:rsidR="00D0383A" w:rsidRDefault="00645494" w:rsidP="00645494">
      <w:pPr>
        <w:pStyle w:val="libNormal"/>
      </w:pPr>
      <w:r>
        <w:br w:type="page"/>
      </w:r>
    </w:p>
    <w:p w:rsidR="00D0383A" w:rsidRDefault="00554BFA" w:rsidP="00554BFA">
      <w:pPr>
        <w:pStyle w:val="libNormal"/>
        <w:rPr>
          <w:rtl/>
        </w:rPr>
      </w:pPr>
      <w:r>
        <w:rPr>
          <w:rtl/>
        </w:rPr>
        <w:lastRenderedPageBreak/>
        <w:t>(</w:t>
      </w:r>
      <w:r w:rsidR="00645494" w:rsidRPr="00554BFA">
        <w:rPr>
          <w:rtl/>
        </w:rPr>
        <w:t>قال): فانتبهت وفي حِفظي البيتان، فإذا هما يَليقان بوزن الموشَّحة التي نَظمت بعضاً منها</w:t>
      </w:r>
      <w:r w:rsidR="00D0383A">
        <w:rPr>
          <w:rtl/>
        </w:rPr>
        <w:t>،</w:t>
      </w:r>
      <w:r w:rsidR="00645494" w:rsidRPr="00554BFA">
        <w:rPr>
          <w:rtl/>
        </w:rPr>
        <w:t xml:space="preserve"> فرثَيت بأمرها</w:t>
      </w:r>
      <w:r>
        <w:rPr>
          <w:rtl/>
        </w:rPr>
        <w:t xml:space="preserve"> (</w:t>
      </w:r>
      <w:r w:rsidR="00645494" w:rsidRPr="00554BFA">
        <w:rPr>
          <w:rtl/>
        </w:rPr>
        <w:t>عليها السلام) الحسين</w:t>
      </w:r>
      <w:r>
        <w:rPr>
          <w:rtl/>
        </w:rPr>
        <w:t xml:space="preserve"> (</w:t>
      </w:r>
      <w:r w:rsidR="00645494" w:rsidRPr="00554BFA">
        <w:rPr>
          <w:rtl/>
        </w:rPr>
        <w:t>عليه السلام) وضَمَّنت البيتين المذكورين، فكانت موشَّحةً، أوَّلها يعد النَسيب تهنئة وآخرها رثاءً وندبة.</w:t>
      </w:r>
    </w:p>
    <w:p w:rsidR="00645494" w:rsidRP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وأنا أذكر منها ما يتعلَّق بالغرض من التهنئة والرثاء، وهو قوله:</w:t>
      </w:r>
    </w:p>
    <w:p w:rsidR="00645494" w:rsidRDefault="00645494" w:rsidP="00FE2721">
      <w:pPr>
        <w:pStyle w:val="libPoemCenter"/>
        <w:rPr>
          <w:rtl/>
        </w:rPr>
      </w:pPr>
      <w:r w:rsidRPr="005C325A">
        <w:rPr>
          <w:rtl/>
        </w:rPr>
        <w:t>بَدر</w:t>
      </w:r>
      <w:r w:rsidR="00554BFA">
        <w:rPr>
          <w:rtl/>
        </w:rPr>
        <w:t xml:space="preserve"> </w:t>
      </w:r>
      <w:r w:rsidRPr="005C325A">
        <w:rPr>
          <w:rtl/>
        </w:rPr>
        <w:t>سَعد</w:t>
      </w:r>
      <w:r w:rsidR="00554BFA">
        <w:rPr>
          <w:rtl/>
        </w:rPr>
        <w:t xml:space="preserve"> </w:t>
      </w:r>
      <w:r w:rsidRPr="005C325A">
        <w:rPr>
          <w:rtl/>
        </w:rPr>
        <w:t>أشرق</w:t>
      </w:r>
      <w:r w:rsidR="00554BFA">
        <w:rPr>
          <w:rtl/>
        </w:rPr>
        <w:t xml:space="preserve"> </w:t>
      </w:r>
      <w:r w:rsidRPr="005C325A">
        <w:rPr>
          <w:rtl/>
        </w:rPr>
        <w:t>الكَون</w:t>
      </w:r>
      <w:r w:rsidR="00554BFA">
        <w:rPr>
          <w:rtl/>
        </w:rPr>
        <w:t xml:space="preserve"> </w:t>
      </w:r>
      <w:r w:rsidRPr="005C325A">
        <w:rPr>
          <w:rtl/>
        </w:rPr>
        <w:t>له</w:t>
      </w:r>
      <w:r w:rsidR="00554BFA">
        <w:rPr>
          <w:rtl/>
        </w:rPr>
        <w:t xml:space="preserve"> </w:t>
      </w:r>
      <w:r w:rsidR="00554BFA" w:rsidRPr="00D0383A">
        <w:rPr>
          <w:rtl/>
        </w:rPr>
        <w:t>=</w:t>
      </w:r>
      <w:r w:rsidR="00554BFA">
        <w:rPr>
          <w:rtl/>
        </w:rPr>
        <w:t xml:space="preserve"> </w:t>
      </w:r>
      <w:r w:rsidRPr="005C325A">
        <w:rPr>
          <w:rtl/>
        </w:rPr>
        <w:t>إذ</w:t>
      </w:r>
      <w:r w:rsidR="00554BFA">
        <w:rPr>
          <w:rtl/>
        </w:rPr>
        <w:t xml:space="preserve"> </w:t>
      </w:r>
      <w:r w:rsidRPr="005C325A">
        <w:rPr>
          <w:rtl/>
        </w:rPr>
        <w:t>له</w:t>
      </w:r>
      <w:r w:rsidR="00554BFA">
        <w:rPr>
          <w:rtl/>
        </w:rPr>
        <w:t xml:space="preserve"> </w:t>
      </w:r>
      <w:r w:rsidRPr="005C325A">
        <w:rPr>
          <w:rtl/>
        </w:rPr>
        <w:t>بُرجاً</w:t>
      </w:r>
      <w:r w:rsidR="00554BFA">
        <w:rPr>
          <w:rtl/>
        </w:rPr>
        <w:t xml:space="preserve"> </w:t>
      </w:r>
      <w:r w:rsidRPr="005C325A">
        <w:rPr>
          <w:rtl/>
        </w:rPr>
        <w:t>غَدا</w:t>
      </w:r>
      <w:r w:rsidR="00554BFA">
        <w:rPr>
          <w:rtl/>
        </w:rPr>
        <w:t xml:space="preserve"> </w:t>
      </w:r>
      <w:r w:rsidRPr="005C325A">
        <w:rPr>
          <w:rtl/>
        </w:rPr>
        <w:t>سَعد</w:t>
      </w:r>
      <w:r w:rsidR="00554BFA">
        <w:rPr>
          <w:rtl/>
        </w:rPr>
        <w:t xml:space="preserve"> </w:t>
      </w:r>
      <w:r w:rsidRPr="005C325A">
        <w:rPr>
          <w:rtl/>
        </w:rPr>
        <w:t>السُعود</w:t>
      </w:r>
    </w:p>
    <w:p w:rsidR="00645494" w:rsidRDefault="00645494" w:rsidP="00FE2721">
      <w:pPr>
        <w:pStyle w:val="libPoemCenter"/>
        <w:rPr>
          <w:rtl/>
        </w:rPr>
      </w:pPr>
      <w:r w:rsidRPr="005C325A">
        <w:rPr>
          <w:rtl/>
        </w:rPr>
        <w:t>هذه</w:t>
      </w:r>
      <w:r w:rsidR="00554BFA">
        <w:rPr>
          <w:rtl/>
        </w:rPr>
        <w:t xml:space="preserve"> </w:t>
      </w:r>
      <w:r w:rsidRPr="005C325A">
        <w:rPr>
          <w:rtl/>
        </w:rPr>
        <w:t>الأملاك</w:t>
      </w:r>
      <w:r w:rsidR="00554BFA">
        <w:rPr>
          <w:rtl/>
        </w:rPr>
        <w:t xml:space="preserve"> </w:t>
      </w:r>
      <w:r w:rsidRPr="005C325A">
        <w:rPr>
          <w:rtl/>
        </w:rPr>
        <w:t>تَتلو</w:t>
      </w:r>
      <w:r w:rsidR="00554BFA">
        <w:rPr>
          <w:rtl/>
        </w:rPr>
        <w:t xml:space="preserve"> </w:t>
      </w:r>
      <w:r w:rsidRPr="005C325A">
        <w:rPr>
          <w:rtl/>
        </w:rPr>
        <w:t>فَضله</w:t>
      </w:r>
      <w:r w:rsidR="00554BFA">
        <w:rPr>
          <w:rtl/>
        </w:rPr>
        <w:t xml:space="preserve"> </w:t>
      </w:r>
      <w:r w:rsidR="00554BFA" w:rsidRPr="00D0383A">
        <w:rPr>
          <w:rtl/>
        </w:rPr>
        <w:t>=</w:t>
      </w:r>
      <w:r w:rsidR="00554BFA">
        <w:rPr>
          <w:rtl/>
        </w:rPr>
        <w:t xml:space="preserve"> </w:t>
      </w:r>
      <w:r w:rsidRPr="005C325A">
        <w:rPr>
          <w:rtl/>
        </w:rPr>
        <w:t>حَيثُ</w:t>
      </w:r>
      <w:r w:rsidR="00554BFA">
        <w:rPr>
          <w:rtl/>
        </w:rPr>
        <w:t xml:space="preserve"> </w:t>
      </w:r>
      <w:r w:rsidRPr="005C325A">
        <w:rPr>
          <w:rtl/>
        </w:rPr>
        <w:t>ما</w:t>
      </w:r>
      <w:r w:rsidR="00554BFA">
        <w:rPr>
          <w:rtl/>
        </w:rPr>
        <w:t xml:space="preserve"> </w:t>
      </w:r>
      <w:r w:rsidRPr="005C325A">
        <w:rPr>
          <w:rtl/>
        </w:rPr>
        <w:t>كانت</w:t>
      </w:r>
      <w:r w:rsidR="00554BFA">
        <w:rPr>
          <w:rtl/>
        </w:rPr>
        <w:t xml:space="preserve"> </w:t>
      </w:r>
      <w:r w:rsidRPr="005C325A">
        <w:rPr>
          <w:rtl/>
        </w:rPr>
        <w:t>هُبوطاً</w:t>
      </w:r>
      <w:r w:rsidR="00554BFA">
        <w:rPr>
          <w:rtl/>
        </w:rPr>
        <w:t xml:space="preserve"> </w:t>
      </w:r>
      <w:r w:rsidRPr="005C325A">
        <w:rPr>
          <w:rtl/>
        </w:rPr>
        <w:t>وصُعود</w:t>
      </w:r>
    </w:p>
    <w:p w:rsidR="00645494" w:rsidRDefault="00645494" w:rsidP="00FE2721">
      <w:pPr>
        <w:pStyle w:val="libPoemCenter"/>
        <w:rPr>
          <w:rtl/>
        </w:rPr>
      </w:pPr>
      <w:r w:rsidRPr="005C325A">
        <w:rPr>
          <w:rtl/>
        </w:rPr>
        <w:t>لم</w:t>
      </w:r>
      <w:r w:rsidR="00554BFA">
        <w:rPr>
          <w:rtl/>
        </w:rPr>
        <w:t xml:space="preserve"> </w:t>
      </w:r>
      <w:r w:rsidRPr="005C325A">
        <w:rPr>
          <w:rtl/>
        </w:rPr>
        <w:t>تَلد</w:t>
      </w:r>
      <w:r w:rsidR="00554BFA">
        <w:rPr>
          <w:rtl/>
        </w:rPr>
        <w:t xml:space="preserve"> </w:t>
      </w:r>
      <w:r w:rsidRPr="005C325A">
        <w:rPr>
          <w:rtl/>
        </w:rPr>
        <w:t>أمٌّ</w:t>
      </w:r>
      <w:r w:rsidR="00554BFA">
        <w:rPr>
          <w:rtl/>
        </w:rPr>
        <w:t xml:space="preserve"> </w:t>
      </w:r>
      <w:r w:rsidRPr="005C325A">
        <w:rPr>
          <w:rtl/>
        </w:rPr>
        <w:t>وليداً</w:t>
      </w:r>
      <w:r w:rsidR="00554BFA">
        <w:rPr>
          <w:rtl/>
        </w:rPr>
        <w:t xml:space="preserve"> </w:t>
      </w:r>
      <w:r w:rsidRPr="005C325A">
        <w:rPr>
          <w:rtl/>
        </w:rPr>
        <w:t>مِثله</w:t>
      </w:r>
      <w:r w:rsidR="00554BFA">
        <w:rPr>
          <w:rtl/>
        </w:rPr>
        <w:t xml:space="preserve"> </w:t>
      </w:r>
      <w:r w:rsidR="00554BFA" w:rsidRPr="00D0383A">
        <w:rPr>
          <w:rtl/>
        </w:rPr>
        <w:t>=</w:t>
      </w:r>
      <w:r w:rsidR="00554BFA">
        <w:rPr>
          <w:rtl/>
        </w:rPr>
        <w:t xml:space="preserve"> </w:t>
      </w:r>
      <w:r w:rsidRPr="005C325A">
        <w:rPr>
          <w:rtl/>
        </w:rPr>
        <w:t>قَبل</w:t>
      </w:r>
      <w:r w:rsidR="00554BFA">
        <w:rPr>
          <w:rtl/>
        </w:rPr>
        <w:t xml:space="preserve"> </w:t>
      </w:r>
      <w:r w:rsidRPr="005C325A">
        <w:rPr>
          <w:rtl/>
        </w:rPr>
        <w:t>هذا</w:t>
      </w:r>
      <w:r w:rsidR="00554BFA">
        <w:rPr>
          <w:rtl/>
        </w:rPr>
        <w:t xml:space="preserve"> </w:t>
      </w:r>
      <w:r w:rsidRPr="005C325A">
        <w:rPr>
          <w:rtl/>
        </w:rPr>
        <w:t>وإلى</w:t>
      </w:r>
      <w:r w:rsidR="00554BFA">
        <w:rPr>
          <w:rtl/>
        </w:rPr>
        <w:t xml:space="preserve"> </w:t>
      </w:r>
      <w:r w:rsidRPr="005C325A">
        <w:rPr>
          <w:rtl/>
        </w:rPr>
        <w:t>يَوم</w:t>
      </w:r>
      <w:r w:rsidR="00554BFA">
        <w:rPr>
          <w:rtl/>
        </w:rPr>
        <w:t xml:space="preserve"> </w:t>
      </w:r>
      <w:r w:rsidRPr="005C325A">
        <w:rPr>
          <w:rtl/>
        </w:rPr>
        <w:t>الورود</w:t>
      </w:r>
    </w:p>
    <w:p w:rsidR="00645494" w:rsidRDefault="00645494" w:rsidP="00FE2721">
      <w:pPr>
        <w:pStyle w:val="libPoemCenter"/>
        <w:rPr>
          <w:rtl/>
        </w:rPr>
      </w:pPr>
      <w:r w:rsidRPr="005C325A">
        <w:rPr>
          <w:rtl/>
        </w:rPr>
        <w:t>مَرحباً</w:t>
      </w:r>
      <w:r w:rsidR="00554BFA">
        <w:rPr>
          <w:rtl/>
        </w:rPr>
        <w:t xml:space="preserve"> </w:t>
      </w:r>
      <w:r w:rsidRPr="005C325A">
        <w:rPr>
          <w:rtl/>
        </w:rPr>
        <w:t>بابن</w:t>
      </w:r>
      <w:r w:rsidR="00554BFA">
        <w:rPr>
          <w:rtl/>
        </w:rPr>
        <w:t xml:space="preserve"> </w:t>
      </w:r>
      <w:r w:rsidRPr="005C325A">
        <w:rPr>
          <w:rtl/>
        </w:rPr>
        <w:t>النبي</w:t>
      </w:r>
      <w:r w:rsidR="00554BFA">
        <w:rPr>
          <w:rtl/>
        </w:rPr>
        <w:t xml:space="preserve"> </w:t>
      </w:r>
      <w:r w:rsidRPr="005C325A">
        <w:rPr>
          <w:rtl/>
        </w:rPr>
        <w:t>مَرحباً</w:t>
      </w:r>
      <w:r w:rsidR="00554BFA">
        <w:rPr>
          <w:rtl/>
        </w:rPr>
        <w:t xml:space="preserve"> </w:t>
      </w:r>
      <w:r w:rsidR="00554BFA" w:rsidRPr="00D0383A">
        <w:rPr>
          <w:rtl/>
        </w:rPr>
        <w:t>=</w:t>
      </w:r>
      <w:r w:rsidR="00554BFA">
        <w:rPr>
          <w:rtl/>
        </w:rPr>
        <w:t xml:space="preserve"> </w:t>
      </w:r>
      <w:r w:rsidRPr="005C325A">
        <w:rPr>
          <w:rtl/>
        </w:rPr>
        <w:t>قَد</w:t>
      </w:r>
      <w:r w:rsidR="00554BFA">
        <w:rPr>
          <w:rtl/>
        </w:rPr>
        <w:t xml:space="preserve"> </w:t>
      </w:r>
      <w:r w:rsidRPr="005C325A">
        <w:rPr>
          <w:rtl/>
        </w:rPr>
        <w:t>بَلغنا</w:t>
      </w:r>
      <w:r w:rsidR="00554BFA">
        <w:rPr>
          <w:rtl/>
        </w:rPr>
        <w:t xml:space="preserve"> </w:t>
      </w:r>
      <w:r w:rsidRPr="005C325A">
        <w:rPr>
          <w:rtl/>
        </w:rPr>
        <w:t>فيه</w:t>
      </w:r>
      <w:r w:rsidR="00554BFA">
        <w:rPr>
          <w:rtl/>
        </w:rPr>
        <w:t xml:space="preserve"> </w:t>
      </w:r>
      <w:r w:rsidRPr="005C325A">
        <w:rPr>
          <w:rtl/>
        </w:rPr>
        <w:t>غايات</w:t>
      </w:r>
      <w:r w:rsidR="00554BFA">
        <w:rPr>
          <w:rtl/>
        </w:rPr>
        <w:t xml:space="preserve"> </w:t>
      </w:r>
      <w:r w:rsidRPr="005C325A">
        <w:rPr>
          <w:rtl/>
        </w:rPr>
        <w:t>المُنى</w:t>
      </w:r>
    </w:p>
    <w:p w:rsidR="00645494" w:rsidRPr="00645494" w:rsidRDefault="00645494" w:rsidP="00FE2721">
      <w:pPr>
        <w:pStyle w:val="libPoemCenter"/>
        <w:rPr>
          <w:rtl/>
        </w:rPr>
      </w:pPr>
      <w:r w:rsidRPr="005C325A">
        <w:rPr>
          <w:rtl/>
        </w:rPr>
        <w:t>وجَميع</w:t>
      </w:r>
      <w:r w:rsidR="00554BFA">
        <w:rPr>
          <w:rtl/>
        </w:rPr>
        <w:t xml:space="preserve"> </w:t>
      </w:r>
      <w:r w:rsidRPr="005C325A">
        <w:rPr>
          <w:rtl/>
        </w:rPr>
        <w:t>البؤس</w:t>
      </w:r>
      <w:r w:rsidR="00554BFA">
        <w:rPr>
          <w:rtl/>
        </w:rPr>
        <w:t xml:space="preserve"> </w:t>
      </w:r>
      <w:r w:rsidRPr="005C325A">
        <w:rPr>
          <w:rtl/>
        </w:rPr>
        <w:t>عنَّا</w:t>
      </w:r>
      <w:r w:rsidR="00554BFA">
        <w:rPr>
          <w:rtl/>
        </w:rPr>
        <w:t xml:space="preserve"> </w:t>
      </w:r>
      <w:r w:rsidRPr="005C325A">
        <w:rPr>
          <w:rtl/>
        </w:rPr>
        <w:t>ذَهبا</w:t>
      </w:r>
      <w:r w:rsidR="00554BFA">
        <w:rPr>
          <w:rtl/>
        </w:rPr>
        <w:t xml:space="preserve"> </w:t>
      </w:r>
      <w:r w:rsidR="00554BFA" w:rsidRPr="00D0383A">
        <w:rPr>
          <w:rtl/>
        </w:rPr>
        <w:t>=</w:t>
      </w:r>
      <w:r w:rsidR="00554BFA">
        <w:rPr>
          <w:rtl/>
        </w:rPr>
        <w:t xml:space="preserve"> </w:t>
      </w:r>
      <w:r w:rsidRPr="005C325A">
        <w:rPr>
          <w:rtl/>
        </w:rPr>
        <w:t>وبه</w:t>
      </w:r>
      <w:r w:rsidR="00554BFA">
        <w:rPr>
          <w:rtl/>
        </w:rPr>
        <w:t xml:space="preserve"> </w:t>
      </w:r>
      <w:r w:rsidRPr="005C325A">
        <w:rPr>
          <w:rtl/>
        </w:rPr>
        <w:t>الإحسان</w:t>
      </w:r>
      <w:r w:rsidR="00554BFA">
        <w:rPr>
          <w:rtl/>
        </w:rPr>
        <w:t xml:space="preserve"> </w:t>
      </w:r>
      <w:r w:rsidRPr="005C325A">
        <w:rPr>
          <w:rtl/>
        </w:rPr>
        <w:t>طُراً</w:t>
      </w:r>
      <w:r w:rsidR="00554BFA">
        <w:rPr>
          <w:rtl/>
        </w:rPr>
        <w:t xml:space="preserve"> </w:t>
      </w:r>
      <w:r w:rsidRPr="005C325A">
        <w:rPr>
          <w:rtl/>
        </w:rPr>
        <w:t>عمَّنا</w:t>
      </w:r>
    </w:p>
    <w:p w:rsidR="00645494" w:rsidRPr="00554BFA" w:rsidRDefault="00554BFA" w:rsidP="00554BFA">
      <w:pPr>
        <w:pStyle w:val="libCenter"/>
        <w:rPr>
          <w:rtl/>
        </w:rPr>
      </w:pPr>
      <w:r>
        <w:rPr>
          <w:rtl/>
        </w:rPr>
        <w:t>* * *</w:t>
      </w:r>
    </w:p>
    <w:p w:rsidR="00645494" w:rsidRDefault="00645494" w:rsidP="00FE2721">
      <w:pPr>
        <w:pStyle w:val="libPoemCenter"/>
        <w:rPr>
          <w:rtl/>
        </w:rPr>
      </w:pPr>
      <w:r w:rsidRPr="005C325A">
        <w:rPr>
          <w:rtl/>
        </w:rPr>
        <w:t>بالمولود</w:t>
      </w:r>
      <w:r w:rsidR="00554BFA">
        <w:rPr>
          <w:rtl/>
        </w:rPr>
        <w:t xml:space="preserve"> </w:t>
      </w:r>
      <w:r w:rsidRPr="005C325A">
        <w:rPr>
          <w:rtl/>
        </w:rPr>
        <w:t>له</w:t>
      </w:r>
      <w:r w:rsidR="00554BFA">
        <w:rPr>
          <w:rtl/>
        </w:rPr>
        <w:t xml:space="preserve"> </w:t>
      </w:r>
      <w:r w:rsidRPr="005C325A">
        <w:rPr>
          <w:rtl/>
        </w:rPr>
        <w:t>الفَضل</w:t>
      </w:r>
      <w:r w:rsidR="00554BFA">
        <w:rPr>
          <w:rtl/>
        </w:rPr>
        <w:t xml:space="preserve"> </w:t>
      </w:r>
      <w:r w:rsidRPr="005C325A">
        <w:rPr>
          <w:rtl/>
        </w:rPr>
        <w:t>العَميم</w:t>
      </w:r>
      <w:r w:rsidR="00554BFA">
        <w:rPr>
          <w:rtl/>
        </w:rPr>
        <w:t xml:space="preserve"> </w:t>
      </w:r>
      <w:r w:rsidR="00554BFA" w:rsidRPr="00D0383A">
        <w:rPr>
          <w:rtl/>
        </w:rPr>
        <w:t>=</w:t>
      </w:r>
      <w:r w:rsidR="00554BFA">
        <w:rPr>
          <w:rtl/>
        </w:rPr>
        <w:t xml:space="preserve"> </w:t>
      </w:r>
      <w:r w:rsidRPr="005C325A">
        <w:rPr>
          <w:rtl/>
        </w:rPr>
        <w:t>حَيث</w:t>
      </w:r>
      <w:r w:rsidR="00554BFA">
        <w:rPr>
          <w:rtl/>
        </w:rPr>
        <w:t xml:space="preserve"> </w:t>
      </w:r>
      <w:r w:rsidRPr="005C325A">
        <w:rPr>
          <w:rtl/>
        </w:rPr>
        <w:t>مِيكال</w:t>
      </w:r>
      <w:r w:rsidR="00554BFA">
        <w:rPr>
          <w:rtl/>
        </w:rPr>
        <w:t xml:space="preserve"> </w:t>
      </w:r>
      <w:r w:rsidRPr="005C325A">
        <w:rPr>
          <w:rtl/>
        </w:rPr>
        <w:t>أتى</w:t>
      </w:r>
      <w:r w:rsidR="00554BFA">
        <w:rPr>
          <w:rtl/>
        </w:rPr>
        <w:t xml:space="preserve"> </w:t>
      </w:r>
      <w:r w:rsidRPr="005C325A">
        <w:rPr>
          <w:rtl/>
        </w:rPr>
        <w:t>يَخدمه</w:t>
      </w:r>
    </w:p>
    <w:p w:rsidR="00645494" w:rsidRDefault="00645494" w:rsidP="00FE2721">
      <w:pPr>
        <w:pStyle w:val="libPoemCenter"/>
        <w:rPr>
          <w:rtl/>
        </w:rPr>
      </w:pPr>
      <w:r w:rsidRPr="005C325A">
        <w:rPr>
          <w:rtl/>
        </w:rPr>
        <w:t>وله</w:t>
      </w:r>
      <w:r w:rsidR="00554BFA">
        <w:rPr>
          <w:rtl/>
        </w:rPr>
        <w:t xml:space="preserve"> </w:t>
      </w:r>
      <w:r w:rsidRPr="005C325A">
        <w:rPr>
          <w:rtl/>
        </w:rPr>
        <w:t>جِبريل</w:t>
      </w:r>
      <w:r w:rsidR="00554BFA">
        <w:rPr>
          <w:rtl/>
        </w:rPr>
        <w:t xml:space="preserve"> </w:t>
      </w:r>
      <w:r w:rsidRPr="005C325A">
        <w:rPr>
          <w:rtl/>
        </w:rPr>
        <w:t>في</w:t>
      </w:r>
      <w:r w:rsidR="00554BFA">
        <w:rPr>
          <w:rtl/>
        </w:rPr>
        <w:t xml:space="preserve"> </w:t>
      </w:r>
      <w:r w:rsidRPr="005C325A">
        <w:rPr>
          <w:rtl/>
        </w:rPr>
        <w:t>الجَمع</w:t>
      </w:r>
      <w:r w:rsidR="00554BFA">
        <w:rPr>
          <w:rtl/>
        </w:rPr>
        <w:t xml:space="preserve"> </w:t>
      </w:r>
      <w:r w:rsidRPr="005C325A">
        <w:rPr>
          <w:rtl/>
        </w:rPr>
        <w:t>العَظيم</w:t>
      </w:r>
      <w:r w:rsidR="00554BFA">
        <w:rPr>
          <w:rtl/>
        </w:rPr>
        <w:t xml:space="preserve"> </w:t>
      </w:r>
      <w:r w:rsidR="00554BFA" w:rsidRPr="00D0383A">
        <w:rPr>
          <w:rtl/>
        </w:rPr>
        <w:t>=</w:t>
      </w:r>
      <w:r w:rsidR="00554BFA">
        <w:rPr>
          <w:rtl/>
        </w:rPr>
        <w:t xml:space="preserve"> </w:t>
      </w:r>
      <w:r w:rsidRPr="005C325A">
        <w:rPr>
          <w:rtl/>
        </w:rPr>
        <w:t>لم</w:t>
      </w:r>
      <w:r w:rsidR="00554BFA">
        <w:rPr>
          <w:rtl/>
        </w:rPr>
        <w:t xml:space="preserve"> </w:t>
      </w:r>
      <w:r w:rsidRPr="005C325A">
        <w:rPr>
          <w:rtl/>
        </w:rPr>
        <w:t>يَزل</w:t>
      </w:r>
      <w:r w:rsidR="00554BFA">
        <w:rPr>
          <w:rtl/>
        </w:rPr>
        <w:t xml:space="preserve"> </w:t>
      </w:r>
      <w:r w:rsidRPr="005C325A">
        <w:rPr>
          <w:rtl/>
        </w:rPr>
        <w:t>مِن</w:t>
      </w:r>
      <w:r w:rsidR="00554BFA">
        <w:rPr>
          <w:rtl/>
        </w:rPr>
        <w:t xml:space="preserve"> </w:t>
      </w:r>
      <w:r w:rsidRPr="005C325A">
        <w:rPr>
          <w:rtl/>
        </w:rPr>
        <w:t>شَرف</w:t>
      </w:r>
      <w:r w:rsidR="00554BFA">
        <w:rPr>
          <w:rtl/>
        </w:rPr>
        <w:t xml:space="preserve"> </w:t>
      </w:r>
      <w:r w:rsidRPr="005C325A">
        <w:rPr>
          <w:rtl/>
        </w:rPr>
        <w:t>يَلثمه</w:t>
      </w:r>
    </w:p>
    <w:p w:rsidR="00645494" w:rsidRDefault="00645494" w:rsidP="00FE2721">
      <w:pPr>
        <w:pStyle w:val="libPoemCenter"/>
        <w:rPr>
          <w:rtl/>
        </w:rPr>
      </w:pPr>
      <w:r w:rsidRPr="005C325A">
        <w:rPr>
          <w:rtl/>
        </w:rPr>
        <w:t>وبه</w:t>
      </w:r>
      <w:r w:rsidR="00554BFA">
        <w:rPr>
          <w:rtl/>
        </w:rPr>
        <w:t xml:space="preserve"> </w:t>
      </w:r>
      <w:r w:rsidRPr="005C325A">
        <w:rPr>
          <w:rtl/>
        </w:rPr>
        <w:t>فُطْرُس</w:t>
      </w:r>
      <w:r w:rsidR="00554BFA">
        <w:rPr>
          <w:rtl/>
        </w:rPr>
        <w:t xml:space="preserve"> </w:t>
      </w:r>
      <w:r w:rsidRPr="005C325A">
        <w:rPr>
          <w:rtl/>
        </w:rPr>
        <w:t>للرَّب</w:t>
      </w:r>
      <w:r w:rsidR="00554BFA">
        <w:rPr>
          <w:rtl/>
        </w:rPr>
        <w:t xml:space="preserve"> </w:t>
      </w:r>
      <w:r w:rsidRPr="005C325A">
        <w:rPr>
          <w:rtl/>
        </w:rPr>
        <w:t>الكَريم</w:t>
      </w:r>
      <w:r w:rsidR="00554BFA">
        <w:rPr>
          <w:rtl/>
        </w:rPr>
        <w:t xml:space="preserve"> </w:t>
      </w:r>
      <w:r w:rsidR="00554BFA" w:rsidRPr="00D0383A">
        <w:rPr>
          <w:rtl/>
        </w:rPr>
        <w:t>=</w:t>
      </w:r>
      <w:r w:rsidR="00554BFA">
        <w:rPr>
          <w:rtl/>
        </w:rPr>
        <w:t xml:space="preserve"> </w:t>
      </w:r>
      <w:r w:rsidRPr="005C325A">
        <w:rPr>
          <w:rtl/>
        </w:rPr>
        <w:t>قد</w:t>
      </w:r>
      <w:r w:rsidR="00554BFA">
        <w:rPr>
          <w:rtl/>
        </w:rPr>
        <w:t xml:space="preserve"> </w:t>
      </w:r>
      <w:r w:rsidRPr="005C325A">
        <w:rPr>
          <w:rtl/>
        </w:rPr>
        <w:t>دعا</w:t>
      </w:r>
      <w:r w:rsidR="00554BFA">
        <w:rPr>
          <w:rtl/>
        </w:rPr>
        <w:t xml:space="preserve"> </w:t>
      </w:r>
      <w:r w:rsidRPr="005C325A">
        <w:rPr>
          <w:rtl/>
        </w:rPr>
        <w:t>مُبتغياً</w:t>
      </w:r>
      <w:r w:rsidR="00554BFA">
        <w:rPr>
          <w:rtl/>
        </w:rPr>
        <w:t xml:space="preserve"> </w:t>
      </w:r>
      <w:r w:rsidRPr="005C325A">
        <w:rPr>
          <w:rtl/>
        </w:rPr>
        <w:t>يَرحمه</w:t>
      </w:r>
    </w:p>
    <w:p w:rsidR="00645494" w:rsidRDefault="00645494" w:rsidP="00FE2721">
      <w:pPr>
        <w:pStyle w:val="libPoemCenter"/>
        <w:rPr>
          <w:rtl/>
        </w:rPr>
      </w:pPr>
      <w:r w:rsidRPr="005C325A">
        <w:rPr>
          <w:rtl/>
        </w:rPr>
        <w:t>فأزال</w:t>
      </w:r>
      <w:r w:rsidR="00554BFA">
        <w:rPr>
          <w:rtl/>
        </w:rPr>
        <w:t xml:space="preserve"> </w:t>
      </w:r>
      <w:r w:rsidRPr="005C325A">
        <w:rPr>
          <w:rtl/>
        </w:rPr>
        <w:t>الله</w:t>
      </w:r>
      <w:r w:rsidR="00554BFA">
        <w:rPr>
          <w:rtl/>
        </w:rPr>
        <w:t xml:space="preserve"> </w:t>
      </w:r>
      <w:r w:rsidRPr="005C325A">
        <w:rPr>
          <w:rtl/>
        </w:rPr>
        <w:t>منه</w:t>
      </w:r>
      <w:r w:rsidR="00554BFA">
        <w:rPr>
          <w:rtl/>
        </w:rPr>
        <w:t xml:space="preserve"> </w:t>
      </w:r>
      <w:r w:rsidRPr="005C325A">
        <w:rPr>
          <w:rtl/>
        </w:rPr>
        <w:t>الوَصبا</w:t>
      </w:r>
      <w:r w:rsidR="00554BFA">
        <w:rPr>
          <w:rtl/>
        </w:rPr>
        <w:t xml:space="preserve"> </w:t>
      </w:r>
      <w:r w:rsidR="00554BFA" w:rsidRPr="00D0383A">
        <w:rPr>
          <w:rtl/>
        </w:rPr>
        <w:t>=</w:t>
      </w:r>
      <w:r w:rsidR="00554BFA">
        <w:rPr>
          <w:rtl/>
        </w:rPr>
        <w:t xml:space="preserve"> </w:t>
      </w:r>
      <w:r w:rsidRPr="005C325A">
        <w:rPr>
          <w:rtl/>
        </w:rPr>
        <w:t>وانثنى</w:t>
      </w:r>
      <w:r w:rsidR="00554BFA">
        <w:rPr>
          <w:rtl/>
        </w:rPr>
        <w:t xml:space="preserve"> </w:t>
      </w:r>
      <w:r w:rsidRPr="005C325A">
        <w:rPr>
          <w:rtl/>
        </w:rPr>
        <w:t>يَرفل</w:t>
      </w:r>
      <w:r w:rsidR="00554BFA">
        <w:rPr>
          <w:rtl/>
        </w:rPr>
        <w:t xml:space="preserve"> </w:t>
      </w:r>
      <w:r w:rsidRPr="005C325A">
        <w:rPr>
          <w:rtl/>
        </w:rPr>
        <w:t>في</w:t>
      </w:r>
      <w:r w:rsidR="00554BFA">
        <w:rPr>
          <w:rtl/>
        </w:rPr>
        <w:t xml:space="preserve"> </w:t>
      </w:r>
      <w:r w:rsidRPr="005C325A">
        <w:rPr>
          <w:rtl/>
        </w:rPr>
        <w:t>بَرد</w:t>
      </w:r>
      <w:r w:rsidR="00554BFA">
        <w:rPr>
          <w:rtl/>
        </w:rPr>
        <w:t xml:space="preserve"> </w:t>
      </w:r>
      <w:r w:rsidRPr="005C325A">
        <w:rPr>
          <w:rtl/>
        </w:rPr>
        <w:t>الهَنا</w:t>
      </w:r>
    </w:p>
    <w:p w:rsidR="00645494" w:rsidRPr="00645494" w:rsidRDefault="00645494" w:rsidP="00FE2721">
      <w:pPr>
        <w:pStyle w:val="libPoemCenter"/>
        <w:rPr>
          <w:rtl/>
        </w:rPr>
      </w:pPr>
      <w:r w:rsidRPr="005C325A">
        <w:rPr>
          <w:rtl/>
        </w:rPr>
        <w:t>قائلاً</w:t>
      </w:r>
      <w:r w:rsidR="00554BFA">
        <w:rPr>
          <w:rtl/>
        </w:rPr>
        <w:t xml:space="preserve"> </w:t>
      </w:r>
      <w:r w:rsidRPr="005C325A">
        <w:rPr>
          <w:rtl/>
        </w:rPr>
        <w:t>أعتقني</w:t>
      </w:r>
      <w:r w:rsidR="00554BFA">
        <w:rPr>
          <w:rtl/>
        </w:rPr>
        <w:t xml:space="preserve"> </w:t>
      </w:r>
      <w:r w:rsidRPr="005C325A">
        <w:rPr>
          <w:rtl/>
        </w:rPr>
        <w:t>حِلف</w:t>
      </w:r>
      <w:r w:rsidR="00554BFA">
        <w:rPr>
          <w:rtl/>
        </w:rPr>
        <w:t xml:space="preserve"> </w:t>
      </w:r>
      <w:r w:rsidRPr="005C325A">
        <w:rPr>
          <w:rtl/>
        </w:rPr>
        <w:t>الإبا</w:t>
      </w:r>
      <w:r w:rsidR="00554BFA">
        <w:rPr>
          <w:rtl/>
        </w:rPr>
        <w:t xml:space="preserve"> </w:t>
      </w:r>
      <w:r w:rsidR="00554BFA" w:rsidRPr="00D0383A">
        <w:rPr>
          <w:rtl/>
        </w:rPr>
        <w:t>=</w:t>
      </w:r>
      <w:r w:rsidR="00554BFA">
        <w:rPr>
          <w:rtl/>
        </w:rPr>
        <w:t xml:space="preserve"> </w:t>
      </w:r>
      <w:r w:rsidRPr="005C325A">
        <w:rPr>
          <w:rtl/>
        </w:rPr>
        <w:t>وإليَّ</w:t>
      </w:r>
      <w:r w:rsidR="00554BFA">
        <w:rPr>
          <w:rtl/>
        </w:rPr>
        <w:t xml:space="preserve"> </w:t>
      </w:r>
      <w:r w:rsidRPr="005C325A">
        <w:rPr>
          <w:rtl/>
        </w:rPr>
        <w:t>السِبط</w:t>
      </w:r>
      <w:r w:rsidR="00554BFA">
        <w:rPr>
          <w:rtl/>
        </w:rPr>
        <w:t xml:space="preserve"> </w:t>
      </w:r>
      <w:r w:rsidRPr="005C325A">
        <w:rPr>
          <w:rtl/>
        </w:rPr>
        <w:t>حَقاً</w:t>
      </w:r>
      <w:r w:rsidR="00554BFA">
        <w:rPr>
          <w:rtl/>
        </w:rPr>
        <w:t xml:space="preserve"> </w:t>
      </w:r>
      <w:r w:rsidRPr="005C325A">
        <w:rPr>
          <w:rtl/>
        </w:rPr>
        <w:t>أحسنا</w:t>
      </w:r>
    </w:p>
    <w:p w:rsidR="00645494" w:rsidRPr="00554BFA" w:rsidRDefault="00554BFA" w:rsidP="00554BFA">
      <w:pPr>
        <w:pStyle w:val="libCenter"/>
        <w:rPr>
          <w:rtl/>
        </w:rPr>
      </w:pPr>
      <w:r>
        <w:rPr>
          <w:rtl/>
        </w:rPr>
        <w:t>* * *</w:t>
      </w:r>
    </w:p>
    <w:p w:rsidR="00645494" w:rsidRDefault="00645494" w:rsidP="00FE2721">
      <w:pPr>
        <w:pStyle w:val="libPoemCenter"/>
        <w:rPr>
          <w:rtl/>
        </w:rPr>
      </w:pPr>
      <w:r w:rsidRPr="005C325A">
        <w:rPr>
          <w:rtl/>
        </w:rPr>
        <w:t>كلُّ</w:t>
      </w:r>
      <w:r w:rsidR="00554BFA">
        <w:rPr>
          <w:rtl/>
        </w:rPr>
        <w:t xml:space="preserve"> </w:t>
      </w:r>
      <w:r w:rsidRPr="005C325A">
        <w:rPr>
          <w:rtl/>
        </w:rPr>
        <w:t>مَولود</w:t>
      </w:r>
      <w:r w:rsidR="00554BFA">
        <w:rPr>
          <w:rtl/>
        </w:rPr>
        <w:t xml:space="preserve"> </w:t>
      </w:r>
      <w:r w:rsidRPr="005C325A">
        <w:rPr>
          <w:rtl/>
        </w:rPr>
        <w:t>إذا</w:t>
      </w:r>
      <w:r w:rsidR="00554BFA">
        <w:rPr>
          <w:rtl/>
        </w:rPr>
        <w:t xml:space="preserve"> </w:t>
      </w:r>
      <w:r w:rsidRPr="005C325A">
        <w:rPr>
          <w:rtl/>
        </w:rPr>
        <w:t>ما</w:t>
      </w:r>
      <w:r w:rsidR="00554BFA">
        <w:rPr>
          <w:rtl/>
        </w:rPr>
        <w:t xml:space="preserve"> </w:t>
      </w:r>
      <w:r w:rsidRPr="005C325A">
        <w:rPr>
          <w:rtl/>
        </w:rPr>
        <w:t>وِلدا</w:t>
      </w:r>
      <w:r w:rsidR="00554BFA">
        <w:rPr>
          <w:rtl/>
        </w:rPr>
        <w:t xml:space="preserve"> </w:t>
      </w:r>
      <w:r w:rsidR="00554BFA" w:rsidRPr="00D0383A">
        <w:rPr>
          <w:rtl/>
        </w:rPr>
        <w:t>=</w:t>
      </w:r>
      <w:r w:rsidR="00554BFA">
        <w:rPr>
          <w:rtl/>
        </w:rPr>
        <w:t xml:space="preserve"> </w:t>
      </w:r>
      <w:r w:rsidRPr="005C325A">
        <w:rPr>
          <w:rtl/>
        </w:rPr>
        <w:t>أمُّه</w:t>
      </w:r>
      <w:r w:rsidR="00554BFA">
        <w:rPr>
          <w:rtl/>
        </w:rPr>
        <w:t xml:space="preserve"> </w:t>
      </w:r>
      <w:r w:rsidRPr="005C325A">
        <w:rPr>
          <w:rtl/>
        </w:rPr>
        <w:t>تُملأ</w:t>
      </w:r>
      <w:r w:rsidR="00554BFA">
        <w:rPr>
          <w:rtl/>
        </w:rPr>
        <w:t xml:space="preserve"> </w:t>
      </w:r>
      <w:r w:rsidRPr="005C325A">
        <w:rPr>
          <w:rtl/>
        </w:rPr>
        <w:t>سُروراً</w:t>
      </w:r>
      <w:r w:rsidR="00554BFA">
        <w:rPr>
          <w:rtl/>
        </w:rPr>
        <w:t xml:space="preserve"> </w:t>
      </w:r>
      <w:r w:rsidRPr="005C325A">
        <w:rPr>
          <w:rtl/>
        </w:rPr>
        <w:t>وفرح</w:t>
      </w:r>
    </w:p>
    <w:p w:rsidR="00645494" w:rsidRDefault="00645494" w:rsidP="00FE2721">
      <w:pPr>
        <w:pStyle w:val="libPoemCenter"/>
        <w:rPr>
          <w:rtl/>
        </w:rPr>
      </w:pPr>
      <w:r w:rsidRPr="005C325A">
        <w:rPr>
          <w:rtl/>
        </w:rPr>
        <w:t>وأخو</w:t>
      </w:r>
      <w:r w:rsidR="00554BFA">
        <w:rPr>
          <w:rtl/>
        </w:rPr>
        <w:t xml:space="preserve"> </w:t>
      </w:r>
      <w:r w:rsidRPr="005C325A">
        <w:rPr>
          <w:rtl/>
        </w:rPr>
        <w:t>الودِّ</w:t>
      </w:r>
      <w:r w:rsidR="00554BFA">
        <w:rPr>
          <w:rtl/>
        </w:rPr>
        <w:t xml:space="preserve"> </w:t>
      </w:r>
      <w:r w:rsidRPr="005C325A">
        <w:rPr>
          <w:rtl/>
        </w:rPr>
        <w:t>يُهنّي</w:t>
      </w:r>
      <w:r w:rsidR="00554BFA">
        <w:rPr>
          <w:rtl/>
        </w:rPr>
        <w:t xml:space="preserve"> </w:t>
      </w:r>
      <w:r w:rsidRPr="005C325A">
        <w:rPr>
          <w:rtl/>
        </w:rPr>
        <w:t>مُنشدا</w:t>
      </w:r>
      <w:r w:rsidR="00554BFA">
        <w:rPr>
          <w:rtl/>
        </w:rPr>
        <w:t xml:space="preserve"> </w:t>
      </w:r>
      <w:r w:rsidR="00554BFA" w:rsidRPr="00D0383A">
        <w:rPr>
          <w:rtl/>
        </w:rPr>
        <w:t>=</w:t>
      </w:r>
      <w:r w:rsidR="00554BFA">
        <w:rPr>
          <w:rtl/>
        </w:rPr>
        <w:t xml:space="preserve"> </w:t>
      </w:r>
      <w:r w:rsidRPr="005C325A">
        <w:rPr>
          <w:rtl/>
        </w:rPr>
        <w:t>ما</w:t>
      </w:r>
      <w:r w:rsidR="00554BFA">
        <w:rPr>
          <w:rtl/>
        </w:rPr>
        <w:t xml:space="preserve"> </w:t>
      </w:r>
      <w:r w:rsidRPr="005C325A">
        <w:rPr>
          <w:rtl/>
        </w:rPr>
        <w:t>له</w:t>
      </w:r>
      <w:r w:rsidR="00554BFA">
        <w:rPr>
          <w:rtl/>
        </w:rPr>
        <w:t xml:space="preserve"> </w:t>
      </w:r>
      <w:r w:rsidRPr="005C325A">
        <w:rPr>
          <w:rtl/>
        </w:rPr>
        <w:t>قد</w:t>
      </w:r>
      <w:r w:rsidR="00554BFA">
        <w:rPr>
          <w:rtl/>
        </w:rPr>
        <w:t xml:space="preserve"> </w:t>
      </w:r>
      <w:r w:rsidRPr="005C325A">
        <w:rPr>
          <w:rtl/>
        </w:rPr>
        <w:t>كان</w:t>
      </w:r>
      <w:r w:rsidR="00554BFA">
        <w:rPr>
          <w:rtl/>
        </w:rPr>
        <w:t xml:space="preserve"> </w:t>
      </w:r>
      <w:r w:rsidRPr="005C325A">
        <w:rPr>
          <w:rtl/>
        </w:rPr>
        <w:t>مِن</w:t>
      </w:r>
      <w:r w:rsidR="00554BFA">
        <w:rPr>
          <w:rtl/>
        </w:rPr>
        <w:t xml:space="preserve"> </w:t>
      </w:r>
      <w:r w:rsidRPr="005C325A">
        <w:rPr>
          <w:rtl/>
        </w:rPr>
        <w:t>شِعر</w:t>
      </w:r>
      <w:r w:rsidR="00554BFA">
        <w:rPr>
          <w:rtl/>
        </w:rPr>
        <w:t xml:space="preserve"> </w:t>
      </w:r>
      <w:r w:rsidRPr="005C325A">
        <w:rPr>
          <w:rtl/>
        </w:rPr>
        <w:t>سَنح</w:t>
      </w:r>
    </w:p>
    <w:p w:rsidR="00645494" w:rsidRPr="00645494" w:rsidRDefault="00645494" w:rsidP="00FE2721">
      <w:pPr>
        <w:pStyle w:val="libPoemCenter"/>
        <w:rPr>
          <w:rtl/>
        </w:rPr>
      </w:pPr>
      <w:r w:rsidRPr="005C325A">
        <w:rPr>
          <w:rtl/>
        </w:rPr>
        <w:t>وابنة</w:t>
      </w:r>
      <w:r w:rsidR="00554BFA">
        <w:rPr>
          <w:rtl/>
        </w:rPr>
        <w:t xml:space="preserve"> </w:t>
      </w:r>
      <w:r w:rsidRPr="005C325A">
        <w:rPr>
          <w:rtl/>
        </w:rPr>
        <w:t>المُختار</w:t>
      </w:r>
      <w:r w:rsidR="00554BFA">
        <w:rPr>
          <w:rtl/>
        </w:rPr>
        <w:t xml:space="preserve"> </w:t>
      </w:r>
      <w:r w:rsidRPr="005C325A">
        <w:rPr>
          <w:rtl/>
        </w:rPr>
        <w:t>لمَّا</w:t>
      </w:r>
      <w:r w:rsidR="00554BFA">
        <w:rPr>
          <w:rtl/>
        </w:rPr>
        <w:t xml:space="preserve"> </w:t>
      </w:r>
      <w:r w:rsidRPr="005C325A">
        <w:rPr>
          <w:rtl/>
        </w:rPr>
        <w:t>أنْ</w:t>
      </w:r>
      <w:r w:rsidR="00554BFA">
        <w:rPr>
          <w:rtl/>
        </w:rPr>
        <w:t xml:space="preserve"> </w:t>
      </w:r>
      <w:r w:rsidRPr="005C325A">
        <w:rPr>
          <w:rtl/>
        </w:rPr>
        <w:t>بدا</w:t>
      </w:r>
      <w:r w:rsidR="00554BFA">
        <w:rPr>
          <w:rtl/>
        </w:rPr>
        <w:t xml:space="preserve"> </w:t>
      </w:r>
      <w:r w:rsidR="00554BFA" w:rsidRPr="00D0383A">
        <w:rPr>
          <w:rtl/>
        </w:rPr>
        <w:t>=</w:t>
      </w:r>
      <w:r w:rsidR="00554BFA">
        <w:rPr>
          <w:rtl/>
        </w:rPr>
        <w:t xml:space="preserve"> </w:t>
      </w:r>
      <w:r w:rsidRPr="005C325A">
        <w:rPr>
          <w:rtl/>
        </w:rPr>
        <w:t>نور</w:t>
      </w:r>
      <w:r w:rsidR="00554BFA">
        <w:rPr>
          <w:rtl/>
        </w:rPr>
        <w:t xml:space="preserve"> </w:t>
      </w:r>
      <w:r w:rsidRPr="005C325A">
        <w:rPr>
          <w:rtl/>
        </w:rPr>
        <w:t>وَجه</w:t>
      </w:r>
      <w:r w:rsidR="00554BFA">
        <w:rPr>
          <w:rtl/>
        </w:rPr>
        <w:t xml:space="preserve"> </w:t>
      </w:r>
      <w:r w:rsidRPr="005C325A">
        <w:rPr>
          <w:rtl/>
        </w:rPr>
        <w:t>السِبط</w:t>
      </w:r>
      <w:r w:rsidR="00554BFA">
        <w:rPr>
          <w:rtl/>
        </w:rPr>
        <w:t xml:space="preserve"> </w:t>
      </w:r>
      <w:r w:rsidRPr="005C325A">
        <w:rPr>
          <w:rtl/>
        </w:rPr>
        <w:t>يزهو</w:t>
      </w:r>
      <w:r w:rsidR="00554BFA">
        <w:rPr>
          <w:rtl/>
        </w:rPr>
        <w:t xml:space="preserve"> </w:t>
      </w:r>
      <w:r w:rsidRPr="005C325A">
        <w:rPr>
          <w:rtl/>
        </w:rPr>
        <w:t>ووضح</w:t>
      </w:r>
    </w:p>
    <w:p w:rsidR="00645494" w:rsidRDefault="00645494" w:rsidP="00645494">
      <w:pPr>
        <w:pStyle w:val="libNormal"/>
      </w:pPr>
      <w:r>
        <w:br w:type="page"/>
      </w:r>
    </w:p>
    <w:p w:rsidR="00645494" w:rsidRDefault="00645494" w:rsidP="00FE2721">
      <w:pPr>
        <w:pStyle w:val="libPoemCenter"/>
        <w:rPr>
          <w:rtl/>
        </w:rPr>
      </w:pPr>
      <w:r w:rsidRPr="005C325A">
        <w:rPr>
          <w:rtl/>
        </w:rPr>
        <w:lastRenderedPageBreak/>
        <w:t>قَلبها</w:t>
      </w:r>
      <w:r w:rsidR="00554BFA">
        <w:rPr>
          <w:rtl/>
        </w:rPr>
        <w:t xml:space="preserve"> </w:t>
      </w:r>
      <w:r w:rsidRPr="005C325A">
        <w:rPr>
          <w:rtl/>
        </w:rPr>
        <w:t>بالوَجد</w:t>
      </w:r>
      <w:r w:rsidR="00554BFA">
        <w:rPr>
          <w:rtl/>
        </w:rPr>
        <w:t xml:space="preserve"> </w:t>
      </w:r>
      <w:r w:rsidRPr="005C325A">
        <w:rPr>
          <w:rtl/>
        </w:rPr>
        <w:t>مِنها</w:t>
      </w:r>
      <w:r w:rsidR="00554BFA">
        <w:rPr>
          <w:rtl/>
        </w:rPr>
        <w:t xml:space="preserve"> </w:t>
      </w:r>
      <w:r w:rsidRPr="005C325A">
        <w:rPr>
          <w:rtl/>
        </w:rPr>
        <w:t>اضطرب</w:t>
      </w:r>
      <w:r w:rsidR="00554BFA">
        <w:rPr>
          <w:rtl/>
        </w:rPr>
        <w:t xml:space="preserve"> </w:t>
      </w:r>
      <w:r w:rsidR="00554BFA" w:rsidRPr="00D0383A">
        <w:rPr>
          <w:rtl/>
        </w:rPr>
        <w:t>=</w:t>
      </w:r>
      <w:r w:rsidR="00554BFA">
        <w:rPr>
          <w:rtl/>
        </w:rPr>
        <w:t xml:space="preserve"> </w:t>
      </w:r>
      <w:r w:rsidRPr="005C325A">
        <w:rPr>
          <w:rtl/>
        </w:rPr>
        <w:t>ودَم</w:t>
      </w:r>
      <w:r w:rsidR="00554BFA">
        <w:rPr>
          <w:rtl/>
        </w:rPr>
        <w:t xml:space="preserve"> </w:t>
      </w:r>
      <w:r w:rsidRPr="005C325A">
        <w:rPr>
          <w:rtl/>
        </w:rPr>
        <w:t>الدَمع</w:t>
      </w:r>
      <w:r w:rsidR="00554BFA">
        <w:rPr>
          <w:rtl/>
        </w:rPr>
        <w:t xml:space="preserve"> </w:t>
      </w:r>
      <w:r w:rsidRPr="005C325A">
        <w:rPr>
          <w:rtl/>
        </w:rPr>
        <w:t>عليه</w:t>
      </w:r>
      <w:r w:rsidR="00554BFA">
        <w:rPr>
          <w:rtl/>
        </w:rPr>
        <w:t xml:space="preserve"> </w:t>
      </w:r>
      <w:r w:rsidRPr="005C325A">
        <w:rPr>
          <w:rtl/>
        </w:rPr>
        <w:t>هَتنا</w:t>
      </w:r>
    </w:p>
    <w:p w:rsidR="00645494" w:rsidRPr="00645494" w:rsidRDefault="00645494" w:rsidP="00FE2721">
      <w:pPr>
        <w:pStyle w:val="libPoemCenter"/>
        <w:rPr>
          <w:rtl/>
        </w:rPr>
      </w:pPr>
      <w:r w:rsidRPr="005C325A">
        <w:rPr>
          <w:rtl/>
        </w:rPr>
        <w:t>فتَمنَّت</w:t>
      </w:r>
      <w:r w:rsidR="00554BFA">
        <w:rPr>
          <w:rtl/>
        </w:rPr>
        <w:t xml:space="preserve"> </w:t>
      </w:r>
      <w:r w:rsidRPr="005C325A">
        <w:rPr>
          <w:rtl/>
        </w:rPr>
        <w:t>أنَّه</w:t>
      </w:r>
      <w:r w:rsidR="00554BFA">
        <w:rPr>
          <w:rtl/>
        </w:rPr>
        <w:t xml:space="preserve"> </w:t>
      </w:r>
      <w:r w:rsidRPr="005C325A">
        <w:rPr>
          <w:rtl/>
        </w:rPr>
        <w:t>ما</w:t>
      </w:r>
      <w:r w:rsidR="00554BFA">
        <w:rPr>
          <w:rtl/>
        </w:rPr>
        <w:t xml:space="preserve"> </w:t>
      </w:r>
      <w:r w:rsidRPr="005C325A">
        <w:rPr>
          <w:rtl/>
        </w:rPr>
        <w:t>وِهبا</w:t>
      </w:r>
      <w:r w:rsidR="00554BFA">
        <w:rPr>
          <w:rtl/>
        </w:rPr>
        <w:t xml:space="preserve"> </w:t>
      </w:r>
      <w:r w:rsidR="00554BFA" w:rsidRPr="00D0383A">
        <w:rPr>
          <w:rtl/>
        </w:rPr>
        <w:t>=</w:t>
      </w:r>
      <w:r w:rsidR="00554BFA">
        <w:rPr>
          <w:rtl/>
        </w:rPr>
        <w:t xml:space="preserve"> </w:t>
      </w:r>
      <w:r w:rsidRPr="005C325A">
        <w:rPr>
          <w:rtl/>
        </w:rPr>
        <w:t>وتَراه</w:t>
      </w:r>
      <w:r w:rsidR="00554BFA">
        <w:rPr>
          <w:rtl/>
        </w:rPr>
        <w:t xml:space="preserve"> </w:t>
      </w:r>
      <w:r w:rsidRPr="005C325A">
        <w:rPr>
          <w:rtl/>
        </w:rPr>
        <w:t>العَين</w:t>
      </w:r>
      <w:r w:rsidR="00554BFA">
        <w:rPr>
          <w:rtl/>
        </w:rPr>
        <w:t xml:space="preserve"> </w:t>
      </w:r>
      <w:r w:rsidRPr="005C325A">
        <w:rPr>
          <w:rtl/>
        </w:rPr>
        <w:t>حَيَّاً</w:t>
      </w:r>
      <w:r w:rsidR="00554BFA">
        <w:rPr>
          <w:rtl/>
        </w:rPr>
        <w:t xml:space="preserve"> </w:t>
      </w:r>
      <w:r w:rsidRPr="005C325A">
        <w:rPr>
          <w:rtl/>
        </w:rPr>
        <w:t>زَمنا</w:t>
      </w:r>
    </w:p>
    <w:p w:rsidR="00645494" w:rsidRPr="00554BFA" w:rsidRDefault="00645494" w:rsidP="00554BFA">
      <w:pPr>
        <w:pStyle w:val="libCenter"/>
        <w:rPr>
          <w:rtl/>
        </w:rPr>
      </w:pPr>
      <w:r w:rsidRPr="005C325A">
        <w:rPr>
          <w:rtl/>
        </w:rPr>
        <w:t>* * *</w:t>
      </w:r>
    </w:p>
    <w:p w:rsidR="00645494" w:rsidRDefault="00645494" w:rsidP="00FE2721">
      <w:pPr>
        <w:pStyle w:val="libPoemCenter"/>
        <w:rPr>
          <w:rtl/>
        </w:rPr>
      </w:pPr>
      <w:r w:rsidRPr="005C325A">
        <w:rPr>
          <w:rtl/>
        </w:rPr>
        <w:t>إذ</w:t>
      </w:r>
      <w:r w:rsidR="00554BFA">
        <w:rPr>
          <w:rtl/>
        </w:rPr>
        <w:t xml:space="preserve"> </w:t>
      </w:r>
      <w:r w:rsidRPr="005C325A">
        <w:rPr>
          <w:rtl/>
        </w:rPr>
        <w:t>وَعت</w:t>
      </w:r>
      <w:r w:rsidR="00554BFA">
        <w:rPr>
          <w:rtl/>
        </w:rPr>
        <w:t xml:space="preserve"> </w:t>
      </w:r>
      <w:r w:rsidRPr="005C325A">
        <w:rPr>
          <w:rtl/>
        </w:rPr>
        <w:t>أنَّ</w:t>
      </w:r>
      <w:r w:rsidR="00554BFA">
        <w:rPr>
          <w:rtl/>
        </w:rPr>
        <w:t xml:space="preserve"> </w:t>
      </w:r>
      <w:r w:rsidRPr="005C325A">
        <w:rPr>
          <w:rtl/>
        </w:rPr>
        <w:t>أباها</w:t>
      </w:r>
      <w:r w:rsidR="00554BFA">
        <w:rPr>
          <w:rtl/>
        </w:rPr>
        <w:t xml:space="preserve"> </w:t>
      </w:r>
      <w:r w:rsidRPr="005C325A">
        <w:rPr>
          <w:rtl/>
        </w:rPr>
        <w:t>أخبرا</w:t>
      </w:r>
      <w:r w:rsidR="00554BFA">
        <w:rPr>
          <w:rtl/>
        </w:rPr>
        <w:t xml:space="preserve"> </w:t>
      </w:r>
      <w:r w:rsidR="00554BFA" w:rsidRPr="00D0383A">
        <w:rPr>
          <w:rtl/>
        </w:rPr>
        <w:t>=</w:t>
      </w:r>
      <w:r w:rsidR="00554BFA">
        <w:rPr>
          <w:rtl/>
        </w:rPr>
        <w:t xml:space="preserve"> </w:t>
      </w:r>
      <w:r w:rsidRPr="005C325A">
        <w:rPr>
          <w:rtl/>
        </w:rPr>
        <w:t>بالّذي</w:t>
      </w:r>
      <w:r w:rsidR="00554BFA">
        <w:rPr>
          <w:rtl/>
        </w:rPr>
        <w:t xml:space="preserve"> </w:t>
      </w:r>
      <w:r w:rsidRPr="005C325A">
        <w:rPr>
          <w:rtl/>
        </w:rPr>
        <w:t>يَجري</w:t>
      </w:r>
      <w:r w:rsidR="00554BFA">
        <w:rPr>
          <w:rtl/>
        </w:rPr>
        <w:t xml:space="preserve"> </w:t>
      </w:r>
      <w:r w:rsidRPr="005C325A">
        <w:rPr>
          <w:rtl/>
        </w:rPr>
        <w:t>عليه</w:t>
      </w:r>
      <w:r w:rsidR="00554BFA">
        <w:rPr>
          <w:rtl/>
        </w:rPr>
        <w:t xml:space="preserve"> </w:t>
      </w:r>
      <w:r w:rsidRPr="005C325A">
        <w:rPr>
          <w:rtl/>
        </w:rPr>
        <w:t>مِن</w:t>
      </w:r>
      <w:r w:rsidR="00554BFA">
        <w:rPr>
          <w:rtl/>
        </w:rPr>
        <w:t xml:space="preserve"> </w:t>
      </w:r>
      <w:r w:rsidRPr="005C325A">
        <w:rPr>
          <w:rtl/>
        </w:rPr>
        <w:t>بَلا</w:t>
      </w:r>
    </w:p>
    <w:p w:rsidR="00645494" w:rsidRDefault="00645494" w:rsidP="00FE2721">
      <w:pPr>
        <w:pStyle w:val="libPoemCenter"/>
        <w:rPr>
          <w:rtl/>
        </w:rPr>
      </w:pPr>
      <w:r w:rsidRPr="005C325A">
        <w:rPr>
          <w:rtl/>
        </w:rPr>
        <w:t>فيَحزُّ</w:t>
      </w:r>
      <w:r w:rsidR="00554BFA">
        <w:rPr>
          <w:rtl/>
        </w:rPr>
        <w:t xml:space="preserve"> </w:t>
      </w:r>
      <w:r w:rsidRPr="005C325A">
        <w:rPr>
          <w:rtl/>
        </w:rPr>
        <w:t>الشِمر</w:t>
      </w:r>
      <w:r w:rsidR="00554BFA">
        <w:rPr>
          <w:rtl/>
        </w:rPr>
        <w:t xml:space="preserve"> </w:t>
      </w:r>
      <w:r w:rsidRPr="005C325A">
        <w:rPr>
          <w:rtl/>
        </w:rPr>
        <w:t>منه</w:t>
      </w:r>
      <w:r w:rsidR="00554BFA">
        <w:rPr>
          <w:rtl/>
        </w:rPr>
        <w:t xml:space="preserve"> </w:t>
      </w:r>
      <w:r w:rsidRPr="005C325A">
        <w:rPr>
          <w:rtl/>
        </w:rPr>
        <w:t>مَنحرا</w:t>
      </w:r>
      <w:r w:rsidR="00554BFA">
        <w:rPr>
          <w:rtl/>
        </w:rPr>
        <w:t xml:space="preserve"> </w:t>
      </w:r>
      <w:r w:rsidR="00554BFA" w:rsidRPr="00D0383A">
        <w:rPr>
          <w:rtl/>
        </w:rPr>
        <w:t>=</w:t>
      </w:r>
      <w:r w:rsidR="00554BFA">
        <w:rPr>
          <w:rtl/>
        </w:rPr>
        <w:t xml:space="preserve"> </w:t>
      </w:r>
      <w:r w:rsidRPr="005C325A">
        <w:rPr>
          <w:rtl/>
        </w:rPr>
        <w:t>يَوم</w:t>
      </w:r>
      <w:r w:rsidR="00554BFA">
        <w:rPr>
          <w:rtl/>
        </w:rPr>
        <w:t xml:space="preserve"> </w:t>
      </w:r>
      <w:r w:rsidRPr="005C325A">
        <w:rPr>
          <w:rtl/>
        </w:rPr>
        <w:t>عاشورا</w:t>
      </w:r>
      <w:r w:rsidR="00554BFA">
        <w:rPr>
          <w:rtl/>
        </w:rPr>
        <w:t xml:space="preserve"> </w:t>
      </w:r>
      <w:r w:rsidRPr="005C325A">
        <w:rPr>
          <w:rtl/>
        </w:rPr>
        <w:t>بشاطي</w:t>
      </w:r>
      <w:r w:rsidR="00554BFA">
        <w:rPr>
          <w:rtl/>
        </w:rPr>
        <w:t xml:space="preserve"> </w:t>
      </w:r>
      <w:r w:rsidRPr="005C325A">
        <w:rPr>
          <w:rtl/>
        </w:rPr>
        <w:t>كَربلا</w:t>
      </w:r>
    </w:p>
    <w:p w:rsidR="00645494" w:rsidRDefault="00645494" w:rsidP="00FE2721">
      <w:pPr>
        <w:pStyle w:val="libPoemCenter"/>
        <w:rPr>
          <w:rtl/>
        </w:rPr>
      </w:pPr>
      <w:r w:rsidRPr="005C325A">
        <w:rPr>
          <w:rtl/>
        </w:rPr>
        <w:t>وبجُرد</w:t>
      </w:r>
      <w:r w:rsidR="00554BFA">
        <w:rPr>
          <w:rtl/>
        </w:rPr>
        <w:t xml:space="preserve"> </w:t>
      </w:r>
      <w:r w:rsidRPr="005C325A">
        <w:rPr>
          <w:rtl/>
        </w:rPr>
        <w:t>الخَيل</w:t>
      </w:r>
      <w:r w:rsidR="00554BFA">
        <w:rPr>
          <w:rtl/>
        </w:rPr>
        <w:t xml:space="preserve"> </w:t>
      </w:r>
      <w:r w:rsidRPr="005C325A">
        <w:rPr>
          <w:rtl/>
        </w:rPr>
        <w:t>مَرضوض</w:t>
      </w:r>
      <w:r w:rsidR="00554BFA">
        <w:rPr>
          <w:rtl/>
        </w:rPr>
        <w:t xml:space="preserve"> </w:t>
      </w:r>
      <w:r w:rsidRPr="005C325A">
        <w:rPr>
          <w:rtl/>
        </w:rPr>
        <w:t>القرى</w:t>
      </w:r>
      <w:r w:rsidR="00554BFA">
        <w:rPr>
          <w:rtl/>
        </w:rPr>
        <w:t xml:space="preserve"> </w:t>
      </w:r>
      <w:r w:rsidR="00554BFA" w:rsidRPr="00D0383A">
        <w:rPr>
          <w:rtl/>
        </w:rPr>
        <w:t>=</w:t>
      </w:r>
      <w:r w:rsidR="00554BFA">
        <w:rPr>
          <w:rtl/>
        </w:rPr>
        <w:t xml:space="preserve"> </w:t>
      </w:r>
      <w:r w:rsidRPr="005C325A">
        <w:rPr>
          <w:rtl/>
        </w:rPr>
        <w:t>عاري</w:t>
      </w:r>
      <w:r w:rsidR="00554BFA">
        <w:rPr>
          <w:rtl/>
        </w:rPr>
        <w:t xml:space="preserve"> </w:t>
      </w:r>
      <w:r w:rsidRPr="005C325A">
        <w:rPr>
          <w:rtl/>
        </w:rPr>
        <w:t>الجِسم</w:t>
      </w:r>
      <w:r w:rsidR="00554BFA">
        <w:rPr>
          <w:rtl/>
        </w:rPr>
        <w:t xml:space="preserve"> </w:t>
      </w:r>
      <w:r w:rsidRPr="005C325A">
        <w:rPr>
          <w:rtl/>
        </w:rPr>
        <w:t>يُرى</w:t>
      </w:r>
      <w:r w:rsidR="00554BFA">
        <w:rPr>
          <w:rtl/>
        </w:rPr>
        <w:t xml:space="preserve"> </w:t>
      </w:r>
      <w:r w:rsidRPr="005C325A">
        <w:rPr>
          <w:rtl/>
        </w:rPr>
        <w:t>بين</w:t>
      </w:r>
      <w:r w:rsidR="00554BFA">
        <w:rPr>
          <w:rtl/>
        </w:rPr>
        <w:t xml:space="preserve"> </w:t>
      </w:r>
      <w:r w:rsidRPr="005C325A">
        <w:rPr>
          <w:rtl/>
        </w:rPr>
        <w:t>الملا</w:t>
      </w:r>
    </w:p>
    <w:p w:rsidR="00645494" w:rsidRDefault="00645494" w:rsidP="00FE2721">
      <w:pPr>
        <w:pStyle w:val="libPoemCenter"/>
        <w:rPr>
          <w:rtl/>
        </w:rPr>
      </w:pPr>
      <w:r w:rsidRPr="005C325A">
        <w:rPr>
          <w:rtl/>
        </w:rPr>
        <w:t>ودَم</w:t>
      </w:r>
      <w:r w:rsidR="00554BFA">
        <w:rPr>
          <w:rtl/>
        </w:rPr>
        <w:t xml:space="preserve"> </w:t>
      </w:r>
      <w:r w:rsidRPr="005C325A">
        <w:rPr>
          <w:rtl/>
        </w:rPr>
        <w:t>النَحر</w:t>
      </w:r>
      <w:r w:rsidR="00554BFA">
        <w:rPr>
          <w:rtl/>
        </w:rPr>
        <w:t xml:space="preserve"> </w:t>
      </w:r>
      <w:r w:rsidRPr="005C325A">
        <w:rPr>
          <w:rtl/>
        </w:rPr>
        <w:t>له</w:t>
      </w:r>
      <w:r w:rsidR="00554BFA">
        <w:rPr>
          <w:rtl/>
        </w:rPr>
        <w:t xml:space="preserve"> </w:t>
      </w:r>
      <w:r w:rsidRPr="005C325A">
        <w:rPr>
          <w:rtl/>
        </w:rPr>
        <w:t>قد</w:t>
      </w:r>
      <w:r w:rsidR="00554BFA">
        <w:rPr>
          <w:rtl/>
        </w:rPr>
        <w:t xml:space="preserve"> </w:t>
      </w:r>
      <w:r w:rsidRPr="005C325A">
        <w:rPr>
          <w:rtl/>
        </w:rPr>
        <w:t>خَضبا</w:t>
      </w:r>
      <w:r w:rsidR="00554BFA">
        <w:rPr>
          <w:rtl/>
        </w:rPr>
        <w:t xml:space="preserve"> </w:t>
      </w:r>
      <w:r w:rsidR="00554BFA" w:rsidRPr="00D0383A">
        <w:rPr>
          <w:rtl/>
        </w:rPr>
        <w:t>=</w:t>
      </w:r>
      <w:r w:rsidR="00554BFA">
        <w:rPr>
          <w:rtl/>
        </w:rPr>
        <w:t xml:space="preserve"> </w:t>
      </w:r>
      <w:r w:rsidRPr="005C325A">
        <w:rPr>
          <w:rtl/>
        </w:rPr>
        <w:t>وسَوافي</w:t>
      </w:r>
      <w:r w:rsidR="00554BFA">
        <w:rPr>
          <w:rtl/>
        </w:rPr>
        <w:t xml:space="preserve"> </w:t>
      </w:r>
      <w:r w:rsidRPr="005C325A">
        <w:rPr>
          <w:rtl/>
        </w:rPr>
        <w:t>الريح</w:t>
      </w:r>
      <w:r w:rsidR="00554BFA">
        <w:rPr>
          <w:rtl/>
        </w:rPr>
        <w:t xml:space="preserve"> </w:t>
      </w:r>
      <w:r w:rsidRPr="005C325A">
        <w:rPr>
          <w:rtl/>
        </w:rPr>
        <w:t>كانت</w:t>
      </w:r>
      <w:r w:rsidR="00554BFA">
        <w:rPr>
          <w:rtl/>
        </w:rPr>
        <w:t xml:space="preserve"> </w:t>
      </w:r>
      <w:r w:rsidRPr="005C325A">
        <w:rPr>
          <w:rtl/>
        </w:rPr>
        <w:t>كَفنا</w:t>
      </w:r>
    </w:p>
    <w:p w:rsidR="00645494" w:rsidRPr="00645494" w:rsidRDefault="00645494" w:rsidP="00FE2721">
      <w:pPr>
        <w:pStyle w:val="libPoemCenter"/>
        <w:rPr>
          <w:rtl/>
        </w:rPr>
      </w:pPr>
      <w:r w:rsidRPr="005C325A">
        <w:rPr>
          <w:rtl/>
        </w:rPr>
        <w:t>لم</w:t>
      </w:r>
      <w:r w:rsidR="00554BFA">
        <w:rPr>
          <w:rtl/>
        </w:rPr>
        <w:t xml:space="preserve"> </w:t>
      </w:r>
      <w:r w:rsidRPr="005C325A">
        <w:rPr>
          <w:rtl/>
        </w:rPr>
        <w:t>يَكن</w:t>
      </w:r>
      <w:r w:rsidR="00554BFA">
        <w:rPr>
          <w:rtl/>
        </w:rPr>
        <w:t xml:space="preserve"> </w:t>
      </w:r>
      <w:r w:rsidRPr="005C325A">
        <w:rPr>
          <w:rtl/>
        </w:rPr>
        <w:t>غير</w:t>
      </w:r>
      <w:r w:rsidR="00554BFA">
        <w:rPr>
          <w:rtl/>
        </w:rPr>
        <w:t xml:space="preserve"> </w:t>
      </w:r>
      <w:r w:rsidRPr="005C325A">
        <w:rPr>
          <w:rtl/>
        </w:rPr>
        <w:t>السوافي</w:t>
      </w:r>
      <w:r w:rsidR="00554BFA">
        <w:rPr>
          <w:rtl/>
        </w:rPr>
        <w:t xml:space="preserve"> </w:t>
      </w:r>
      <w:r w:rsidRPr="005C325A">
        <w:rPr>
          <w:rtl/>
        </w:rPr>
        <w:t>جُلببا</w:t>
      </w:r>
      <w:r w:rsidR="00554BFA">
        <w:rPr>
          <w:rtl/>
        </w:rPr>
        <w:t xml:space="preserve"> </w:t>
      </w:r>
      <w:r w:rsidR="00554BFA" w:rsidRPr="00D0383A">
        <w:rPr>
          <w:rtl/>
        </w:rPr>
        <w:t>=</w:t>
      </w:r>
      <w:r w:rsidR="00554BFA">
        <w:rPr>
          <w:rtl/>
        </w:rPr>
        <w:t xml:space="preserve"> </w:t>
      </w:r>
      <w:r w:rsidRPr="005C325A">
        <w:rPr>
          <w:rtl/>
        </w:rPr>
        <w:t>وعن</w:t>
      </w:r>
      <w:r w:rsidR="00554BFA">
        <w:rPr>
          <w:rtl/>
        </w:rPr>
        <w:t xml:space="preserve"> </w:t>
      </w:r>
      <w:r w:rsidRPr="005C325A">
        <w:rPr>
          <w:rtl/>
        </w:rPr>
        <w:t>الشَمس</w:t>
      </w:r>
      <w:r w:rsidR="00554BFA">
        <w:rPr>
          <w:rtl/>
        </w:rPr>
        <w:t xml:space="preserve"> </w:t>
      </w:r>
      <w:r w:rsidRPr="005C325A">
        <w:rPr>
          <w:rtl/>
        </w:rPr>
        <w:t>سِوى</w:t>
      </w:r>
      <w:r w:rsidR="00554BFA">
        <w:rPr>
          <w:rtl/>
        </w:rPr>
        <w:t xml:space="preserve"> </w:t>
      </w:r>
      <w:r w:rsidRPr="005C325A">
        <w:rPr>
          <w:rtl/>
        </w:rPr>
        <w:t>ظِل</w:t>
      </w:r>
      <w:r w:rsidR="00554BFA">
        <w:rPr>
          <w:rtl/>
        </w:rPr>
        <w:t xml:space="preserve"> </w:t>
      </w:r>
      <w:r w:rsidRPr="005C325A">
        <w:rPr>
          <w:rtl/>
        </w:rPr>
        <w:t>القَنا</w:t>
      </w:r>
    </w:p>
    <w:p w:rsidR="00645494" w:rsidRPr="00554BFA" w:rsidRDefault="00554BFA" w:rsidP="00554BFA">
      <w:pPr>
        <w:pStyle w:val="libCenter"/>
        <w:rPr>
          <w:rtl/>
        </w:rPr>
      </w:pPr>
      <w:r>
        <w:rPr>
          <w:rtl/>
        </w:rPr>
        <w:t>*</w:t>
      </w:r>
      <w:r w:rsidR="00645494" w:rsidRPr="005C325A">
        <w:rPr>
          <w:rtl/>
        </w:rPr>
        <w:t xml:space="preserve"> * *</w:t>
      </w:r>
    </w:p>
    <w:p w:rsidR="00645494" w:rsidRDefault="00645494" w:rsidP="00FE2721">
      <w:pPr>
        <w:pStyle w:val="libPoemCenter"/>
        <w:rPr>
          <w:rtl/>
        </w:rPr>
      </w:pPr>
      <w:r w:rsidRPr="005C325A">
        <w:rPr>
          <w:rtl/>
        </w:rPr>
        <w:t>قد</w:t>
      </w:r>
      <w:r w:rsidR="00554BFA">
        <w:rPr>
          <w:rtl/>
        </w:rPr>
        <w:t xml:space="preserve"> </w:t>
      </w:r>
      <w:r w:rsidRPr="005C325A">
        <w:rPr>
          <w:rtl/>
        </w:rPr>
        <w:t>شَجاها</w:t>
      </w:r>
      <w:r w:rsidR="00554BFA">
        <w:rPr>
          <w:rtl/>
        </w:rPr>
        <w:t xml:space="preserve"> </w:t>
      </w:r>
      <w:r w:rsidRPr="005C325A">
        <w:rPr>
          <w:rtl/>
        </w:rPr>
        <w:t>مَحض</w:t>
      </w:r>
      <w:r w:rsidR="00554BFA">
        <w:rPr>
          <w:rtl/>
        </w:rPr>
        <w:t xml:space="preserve"> </w:t>
      </w:r>
      <w:r w:rsidRPr="005C325A">
        <w:rPr>
          <w:rtl/>
        </w:rPr>
        <w:t>وَصف</w:t>
      </w:r>
      <w:r w:rsidR="00554BFA">
        <w:rPr>
          <w:rtl/>
        </w:rPr>
        <w:t xml:space="preserve"> </w:t>
      </w:r>
      <w:r w:rsidRPr="005C325A">
        <w:rPr>
          <w:rtl/>
        </w:rPr>
        <w:t>ذُكِرا</w:t>
      </w:r>
      <w:r w:rsidR="00554BFA">
        <w:rPr>
          <w:rtl/>
        </w:rPr>
        <w:t xml:space="preserve"> </w:t>
      </w:r>
      <w:r w:rsidR="00554BFA" w:rsidRPr="00D0383A">
        <w:rPr>
          <w:rtl/>
        </w:rPr>
        <w:t>=</w:t>
      </w:r>
      <w:r w:rsidR="00554BFA">
        <w:rPr>
          <w:rtl/>
        </w:rPr>
        <w:t xml:space="preserve"> </w:t>
      </w:r>
      <w:r w:rsidRPr="005C325A">
        <w:rPr>
          <w:rtl/>
        </w:rPr>
        <w:t>عندها</w:t>
      </w:r>
      <w:r w:rsidR="00554BFA">
        <w:rPr>
          <w:rtl/>
        </w:rPr>
        <w:t xml:space="preserve"> </w:t>
      </w:r>
      <w:r w:rsidRPr="005C325A">
        <w:rPr>
          <w:rtl/>
        </w:rPr>
        <w:t>مِن</w:t>
      </w:r>
      <w:r w:rsidR="00554BFA">
        <w:rPr>
          <w:rtl/>
        </w:rPr>
        <w:t xml:space="preserve"> </w:t>
      </w:r>
      <w:r w:rsidRPr="005C325A">
        <w:rPr>
          <w:rtl/>
        </w:rPr>
        <w:t>دون</w:t>
      </w:r>
      <w:r w:rsidR="00554BFA">
        <w:rPr>
          <w:rtl/>
        </w:rPr>
        <w:t xml:space="preserve"> </w:t>
      </w:r>
      <w:r w:rsidRPr="005C325A">
        <w:rPr>
          <w:rtl/>
        </w:rPr>
        <w:t>أنْ</w:t>
      </w:r>
      <w:r w:rsidR="00554BFA">
        <w:rPr>
          <w:rtl/>
        </w:rPr>
        <w:t xml:space="preserve"> </w:t>
      </w:r>
      <w:r w:rsidRPr="005C325A">
        <w:rPr>
          <w:rtl/>
        </w:rPr>
        <w:t>تَنظره</w:t>
      </w:r>
    </w:p>
    <w:p w:rsidR="00645494" w:rsidRDefault="00645494" w:rsidP="00FE2721">
      <w:pPr>
        <w:pStyle w:val="libPoemCenter"/>
        <w:rPr>
          <w:rtl/>
        </w:rPr>
      </w:pPr>
      <w:r w:rsidRPr="005C325A">
        <w:rPr>
          <w:rtl/>
        </w:rPr>
        <w:t>كَيف</w:t>
      </w:r>
      <w:r w:rsidR="00554BFA">
        <w:rPr>
          <w:rtl/>
        </w:rPr>
        <w:t xml:space="preserve"> </w:t>
      </w:r>
      <w:r w:rsidRPr="005C325A">
        <w:rPr>
          <w:rtl/>
        </w:rPr>
        <w:t>فيها</w:t>
      </w:r>
      <w:r w:rsidR="00554BFA">
        <w:rPr>
          <w:rtl/>
        </w:rPr>
        <w:t xml:space="preserve"> </w:t>
      </w:r>
      <w:r w:rsidRPr="005C325A">
        <w:rPr>
          <w:rtl/>
        </w:rPr>
        <w:t>لو</w:t>
      </w:r>
      <w:r w:rsidR="00554BFA">
        <w:rPr>
          <w:rtl/>
        </w:rPr>
        <w:t xml:space="preserve"> </w:t>
      </w:r>
      <w:r w:rsidRPr="005C325A">
        <w:rPr>
          <w:rtl/>
        </w:rPr>
        <w:t>رأته</w:t>
      </w:r>
      <w:r w:rsidR="00554BFA">
        <w:rPr>
          <w:rtl/>
        </w:rPr>
        <w:t xml:space="preserve"> </w:t>
      </w:r>
      <w:r w:rsidRPr="005C325A">
        <w:rPr>
          <w:rtl/>
        </w:rPr>
        <w:t>في</w:t>
      </w:r>
      <w:r w:rsidR="00554BFA">
        <w:rPr>
          <w:rtl/>
        </w:rPr>
        <w:t xml:space="preserve"> </w:t>
      </w:r>
      <w:r w:rsidRPr="005C325A">
        <w:rPr>
          <w:rtl/>
        </w:rPr>
        <w:t>العَرى</w:t>
      </w:r>
      <w:r w:rsidR="00554BFA">
        <w:rPr>
          <w:rtl/>
        </w:rPr>
        <w:t xml:space="preserve"> </w:t>
      </w:r>
      <w:r w:rsidR="00554BFA" w:rsidRPr="00D0383A">
        <w:rPr>
          <w:rtl/>
        </w:rPr>
        <w:t>=</w:t>
      </w:r>
      <w:r w:rsidR="00554BFA">
        <w:rPr>
          <w:rtl/>
        </w:rPr>
        <w:t xml:space="preserve"> </w:t>
      </w:r>
      <w:r w:rsidRPr="005C325A">
        <w:rPr>
          <w:rtl/>
        </w:rPr>
        <w:t>سَلِبْاً</w:t>
      </w:r>
      <w:r w:rsidR="00554BFA">
        <w:rPr>
          <w:rtl/>
        </w:rPr>
        <w:t xml:space="preserve"> </w:t>
      </w:r>
      <w:r w:rsidRPr="005C325A">
        <w:rPr>
          <w:rtl/>
        </w:rPr>
        <w:t>قد</w:t>
      </w:r>
      <w:r w:rsidR="00554BFA">
        <w:rPr>
          <w:rtl/>
        </w:rPr>
        <w:t xml:space="preserve"> </w:t>
      </w:r>
      <w:r w:rsidRPr="005C325A">
        <w:rPr>
          <w:rtl/>
        </w:rPr>
        <w:t>قَطَعوا</w:t>
      </w:r>
      <w:r w:rsidR="00554BFA">
        <w:rPr>
          <w:rtl/>
        </w:rPr>
        <w:t xml:space="preserve"> </w:t>
      </w:r>
      <w:r w:rsidRPr="005C325A">
        <w:rPr>
          <w:rtl/>
        </w:rPr>
        <w:t>خُنصره</w:t>
      </w:r>
    </w:p>
    <w:p w:rsidR="00645494" w:rsidRDefault="00645494" w:rsidP="00FE2721">
      <w:pPr>
        <w:pStyle w:val="libPoemCenter"/>
        <w:rPr>
          <w:rtl/>
        </w:rPr>
      </w:pPr>
      <w:r w:rsidRPr="005C325A">
        <w:rPr>
          <w:rtl/>
        </w:rPr>
        <w:t>عارياً</w:t>
      </w:r>
      <w:r w:rsidR="00554BFA">
        <w:rPr>
          <w:rtl/>
        </w:rPr>
        <w:t xml:space="preserve"> </w:t>
      </w:r>
      <w:r w:rsidRPr="005C325A">
        <w:rPr>
          <w:rtl/>
        </w:rPr>
        <w:t>يَحرقه</w:t>
      </w:r>
      <w:r w:rsidR="00554BFA">
        <w:rPr>
          <w:rtl/>
        </w:rPr>
        <w:t xml:space="preserve"> </w:t>
      </w:r>
      <w:r w:rsidRPr="005C325A">
        <w:rPr>
          <w:rtl/>
        </w:rPr>
        <w:t>حَرَّ</w:t>
      </w:r>
      <w:r w:rsidR="00554BFA">
        <w:rPr>
          <w:rtl/>
        </w:rPr>
        <w:t xml:space="preserve"> </w:t>
      </w:r>
      <w:r w:rsidRPr="005C325A">
        <w:rPr>
          <w:rtl/>
        </w:rPr>
        <w:t>الثرى</w:t>
      </w:r>
      <w:r w:rsidR="00554BFA">
        <w:rPr>
          <w:rtl/>
        </w:rPr>
        <w:t xml:space="preserve"> </w:t>
      </w:r>
      <w:r w:rsidR="00554BFA" w:rsidRPr="00D0383A">
        <w:rPr>
          <w:rtl/>
        </w:rPr>
        <w:t>=</w:t>
      </w:r>
      <w:r w:rsidR="00554BFA">
        <w:rPr>
          <w:rtl/>
        </w:rPr>
        <w:t xml:space="preserve"> </w:t>
      </w:r>
      <w:r w:rsidRPr="005C325A">
        <w:rPr>
          <w:rtl/>
        </w:rPr>
        <w:t>وتَدوس</w:t>
      </w:r>
      <w:r w:rsidR="00554BFA">
        <w:rPr>
          <w:rtl/>
        </w:rPr>
        <w:t xml:space="preserve"> </w:t>
      </w:r>
      <w:r w:rsidRPr="005C325A">
        <w:rPr>
          <w:rtl/>
        </w:rPr>
        <w:t>الخَيل</w:t>
      </w:r>
      <w:r w:rsidR="00554BFA">
        <w:rPr>
          <w:rtl/>
        </w:rPr>
        <w:t xml:space="preserve"> </w:t>
      </w:r>
      <w:r w:rsidRPr="005C325A">
        <w:rPr>
          <w:rtl/>
        </w:rPr>
        <w:t>منه</w:t>
      </w:r>
      <w:r w:rsidR="00554BFA">
        <w:rPr>
          <w:rtl/>
        </w:rPr>
        <w:t xml:space="preserve"> </w:t>
      </w:r>
      <w:r w:rsidRPr="005C325A">
        <w:rPr>
          <w:rtl/>
        </w:rPr>
        <w:t>صَدره</w:t>
      </w:r>
    </w:p>
    <w:p w:rsidR="00645494" w:rsidRDefault="00645494" w:rsidP="00FE2721">
      <w:pPr>
        <w:pStyle w:val="libPoemCenter"/>
        <w:rPr>
          <w:rtl/>
        </w:rPr>
      </w:pPr>
      <w:r w:rsidRPr="005C325A">
        <w:rPr>
          <w:rtl/>
        </w:rPr>
        <w:t>وعلى</w:t>
      </w:r>
      <w:r w:rsidR="00554BFA">
        <w:rPr>
          <w:rtl/>
        </w:rPr>
        <w:t xml:space="preserve"> </w:t>
      </w:r>
      <w:r w:rsidRPr="005C325A">
        <w:rPr>
          <w:rtl/>
        </w:rPr>
        <w:t>عالي</w:t>
      </w:r>
      <w:r w:rsidR="00554BFA">
        <w:rPr>
          <w:rtl/>
        </w:rPr>
        <w:t xml:space="preserve"> </w:t>
      </w:r>
      <w:r w:rsidRPr="005C325A">
        <w:rPr>
          <w:rtl/>
        </w:rPr>
        <w:t>الرِماح</w:t>
      </w:r>
      <w:r w:rsidR="00554BFA">
        <w:rPr>
          <w:rtl/>
        </w:rPr>
        <w:t xml:space="preserve"> </w:t>
      </w:r>
      <w:r w:rsidRPr="005C325A">
        <w:rPr>
          <w:rtl/>
        </w:rPr>
        <w:t>انتُصِبا</w:t>
      </w:r>
      <w:r w:rsidR="00554BFA">
        <w:rPr>
          <w:rtl/>
        </w:rPr>
        <w:t xml:space="preserve"> </w:t>
      </w:r>
      <w:r w:rsidR="00554BFA" w:rsidRPr="00D0383A">
        <w:rPr>
          <w:rtl/>
        </w:rPr>
        <w:t>=</w:t>
      </w:r>
      <w:r w:rsidR="00554BFA">
        <w:rPr>
          <w:rtl/>
        </w:rPr>
        <w:t xml:space="preserve"> </w:t>
      </w:r>
      <w:r w:rsidRPr="005C325A">
        <w:rPr>
          <w:rtl/>
        </w:rPr>
        <w:t>رأسُه</w:t>
      </w:r>
      <w:r w:rsidR="00554BFA">
        <w:rPr>
          <w:rtl/>
        </w:rPr>
        <w:t xml:space="preserve"> </w:t>
      </w:r>
      <w:r w:rsidRPr="005C325A">
        <w:rPr>
          <w:rtl/>
        </w:rPr>
        <w:t>الأزهرُ</w:t>
      </w:r>
      <w:r w:rsidR="00554BFA">
        <w:rPr>
          <w:rtl/>
        </w:rPr>
        <w:t xml:space="preserve"> </w:t>
      </w:r>
      <w:r w:rsidRPr="005C325A">
        <w:rPr>
          <w:rtl/>
        </w:rPr>
        <w:t>لمّاع</w:t>
      </w:r>
      <w:r w:rsidR="00554BFA">
        <w:rPr>
          <w:rtl/>
        </w:rPr>
        <w:t xml:space="preserve"> </w:t>
      </w:r>
      <w:r w:rsidRPr="005C325A">
        <w:rPr>
          <w:rtl/>
        </w:rPr>
        <w:t>الثَرى</w:t>
      </w:r>
    </w:p>
    <w:p w:rsidR="00645494" w:rsidRPr="00645494" w:rsidRDefault="00645494" w:rsidP="00FE2721">
      <w:pPr>
        <w:pStyle w:val="libPoemCenter"/>
        <w:rPr>
          <w:rtl/>
        </w:rPr>
      </w:pPr>
      <w:r w:rsidRPr="005C325A">
        <w:rPr>
          <w:rtl/>
        </w:rPr>
        <w:t>ونِساه</w:t>
      </w:r>
      <w:r w:rsidR="00554BFA">
        <w:rPr>
          <w:rtl/>
        </w:rPr>
        <w:t xml:space="preserve"> </w:t>
      </w:r>
      <w:r w:rsidRPr="005C325A">
        <w:rPr>
          <w:rtl/>
        </w:rPr>
        <w:t>هَتَكوها</w:t>
      </w:r>
      <w:r w:rsidR="00554BFA">
        <w:rPr>
          <w:rtl/>
        </w:rPr>
        <w:t xml:space="preserve"> </w:t>
      </w:r>
      <w:r w:rsidRPr="005C325A">
        <w:rPr>
          <w:rtl/>
        </w:rPr>
        <w:t>حُجُبا</w:t>
      </w:r>
      <w:r w:rsidR="00554BFA">
        <w:rPr>
          <w:rtl/>
        </w:rPr>
        <w:t xml:space="preserve"> </w:t>
      </w:r>
      <w:r w:rsidR="00554BFA" w:rsidRPr="00D0383A">
        <w:rPr>
          <w:rtl/>
        </w:rPr>
        <w:t>=</w:t>
      </w:r>
      <w:r w:rsidR="00554BFA">
        <w:rPr>
          <w:rtl/>
        </w:rPr>
        <w:t xml:space="preserve"> </w:t>
      </w:r>
      <w:r w:rsidRPr="005C325A">
        <w:rPr>
          <w:rtl/>
        </w:rPr>
        <w:t>وطَوت</w:t>
      </w:r>
      <w:r w:rsidR="00554BFA">
        <w:rPr>
          <w:rtl/>
        </w:rPr>
        <w:t xml:space="preserve"> </w:t>
      </w:r>
      <w:r w:rsidRPr="005C325A">
        <w:rPr>
          <w:rtl/>
        </w:rPr>
        <w:t>سَهلاً</w:t>
      </w:r>
      <w:r w:rsidR="00554BFA">
        <w:rPr>
          <w:rtl/>
        </w:rPr>
        <w:t xml:space="preserve"> </w:t>
      </w:r>
      <w:r w:rsidRPr="005C325A">
        <w:rPr>
          <w:rtl/>
        </w:rPr>
        <w:t>وحَزناً</w:t>
      </w:r>
      <w:r w:rsidR="00554BFA">
        <w:rPr>
          <w:rtl/>
        </w:rPr>
        <w:t xml:space="preserve"> </w:t>
      </w:r>
      <w:r w:rsidRPr="005C325A">
        <w:rPr>
          <w:rtl/>
        </w:rPr>
        <w:t>حُزُنا</w:t>
      </w:r>
    </w:p>
    <w:p w:rsidR="00645494" w:rsidRPr="00554BFA" w:rsidRDefault="00645494" w:rsidP="00554BFA">
      <w:pPr>
        <w:pStyle w:val="libCenter"/>
        <w:rPr>
          <w:rtl/>
        </w:rPr>
      </w:pPr>
      <w:r w:rsidRPr="005C325A">
        <w:rPr>
          <w:rtl/>
        </w:rPr>
        <w:t>* * *</w:t>
      </w:r>
    </w:p>
    <w:p w:rsidR="00D0383A" w:rsidRDefault="00645494" w:rsidP="00FE2721">
      <w:pPr>
        <w:pStyle w:val="libPoemCenter"/>
        <w:rPr>
          <w:rtl/>
        </w:rPr>
      </w:pPr>
      <w:r w:rsidRPr="005C325A">
        <w:rPr>
          <w:rtl/>
        </w:rPr>
        <w:t>لو</w:t>
      </w:r>
      <w:r w:rsidR="00554BFA">
        <w:rPr>
          <w:rtl/>
        </w:rPr>
        <w:t xml:space="preserve"> </w:t>
      </w:r>
      <w:r w:rsidRPr="005C325A">
        <w:rPr>
          <w:rtl/>
        </w:rPr>
        <w:t>رأت</w:t>
      </w:r>
      <w:r w:rsidR="00554BFA">
        <w:rPr>
          <w:rtl/>
        </w:rPr>
        <w:t xml:space="preserve"> </w:t>
      </w:r>
      <w:r w:rsidRPr="005C325A">
        <w:rPr>
          <w:rtl/>
        </w:rPr>
        <w:t>تِلك</w:t>
      </w:r>
      <w:r w:rsidR="00554BFA">
        <w:rPr>
          <w:rtl/>
        </w:rPr>
        <w:t xml:space="preserve"> </w:t>
      </w:r>
      <w:r w:rsidRPr="005C325A">
        <w:rPr>
          <w:rtl/>
        </w:rPr>
        <w:t>الصَفايا</w:t>
      </w:r>
      <w:r w:rsidR="00554BFA">
        <w:rPr>
          <w:rtl/>
        </w:rPr>
        <w:t xml:space="preserve"> </w:t>
      </w:r>
      <w:r w:rsidRPr="005C325A">
        <w:rPr>
          <w:rtl/>
        </w:rPr>
        <w:t>عِندما</w:t>
      </w:r>
      <w:r w:rsidR="00554BFA">
        <w:rPr>
          <w:rtl/>
        </w:rPr>
        <w:t xml:space="preserve"> </w:t>
      </w:r>
      <w:r w:rsidR="00554BFA" w:rsidRPr="00D0383A">
        <w:rPr>
          <w:rtl/>
        </w:rPr>
        <w:t>=</w:t>
      </w:r>
      <w:r w:rsidR="00554BFA">
        <w:rPr>
          <w:rtl/>
        </w:rPr>
        <w:t xml:space="preserve"> </w:t>
      </w:r>
      <w:r w:rsidRPr="005C325A">
        <w:rPr>
          <w:rtl/>
        </w:rPr>
        <w:t>أبُرِزت</w:t>
      </w:r>
      <w:r w:rsidR="00554BFA">
        <w:rPr>
          <w:rtl/>
        </w:rPr>
        <w:t xml:space="preserve"> </w:t>
      </w:r>
      <w:r w:rsidRPr="005C325A">
        <w:rPr>
          <w:rtl/>
        </w:rPr>
        <w:t>قائلة</w:t>
      </w:r>
      <w:r w:rsidR="00554BFA">
        <w:rPr>
          <w:rtl/>
        </w:rPr>
        <w:t xml:space="preserve"> </w:t>
      </w:r>
      <w:r w:rsidRPr="005C325A">
        <w:rPr>
          <w:rtl/>
        </w:rPr>
        <w:t>تَنعى</w:t>
      </w:r>
      <w:r w:rsidR="00554BFA">
        <w:rPr>
          <w:rtl/>
        </w:rPr>
        <w:t xml:space="preserve"> </w:t>
      </w:r>
      <w:r w:rsidRPr="005C325A">
        <w:rPr>
          <w:rtl/>
        </w:rPr>
        <w:t>الحُمى</w:t>
      </w:r>
    </w:p>
    <w:p w:rsidR="00645494" w:rsidRDefault="00554BFA" w:rsidP="00FE2721">
      <w:pPr>
        <w:pStyle w:val="libPoemCenter"/>
        <w:rPr>
          <w:rtl/>
        </w:rPr>
      </w:pPr>
      <w:r>
        <w:rPr>
          <w:rtl/>
        </w:rPr>
        <w:t>(</w:t>
      </w:r>
      <w:r w:rsidR="00645494" w:rsidRPr="005C325A">
        <w:rPr>
          <w:rtl/>
        </w:rPr>
        <w:t>بأبي</w:t>
      </w:r>
      <w:r>
        <w:rPr>
          <w:rtl/>
        </w:rPr>
        <w:t xml:space="preserve"> </w:t>
      </w:r>
      <w:r w:rsidR="00645494" w:rsidRPr="005C325A">
        <w:rPr>
          <w:rtl/>
        </w:rPr>
        <w:t>المَقتول</w:t>
      </w:r>
      <w:r>
        <w:rPr>
          <w:rtl/>
        </w:rPr>
        <w:t xml:space="preserve"> </w:t>
      </w:r>
      <w:r w:rsidR="00645494" w:rsidRPr="005C325A">
        <w:rPr>
          <w:rtl/>
        </w:rPr>
        <w:t>غَمَّاً</w:t>
      </w:r>
      <w:r>
        <w:rPr>
          <w:rtl/>
        </w:rPr>
        <w:t xml:space="preserve"> </w:t>
      </w:r>
      <w:r w:rsidR="00645494" w:rsidRPr="005C325A">
        <w:rPr>
          <w:rtl/>
        </w:rPr>
        <w:t>بالظما</w:t>
      </w:r>
      <w:r>
        <w:rPr>
          <w:rtl/>
        </w:rPr>
        <w:t xml:space="preserve"> </w:t>
      </w:r>
      <w:r w:rsidRPr="00D0383A">
        <w:rPr>
          <w:rtl/>
        </w:rPr>
        <w:t>=</w:t>
      </w:r>
      <w:r>
        <w:rPr>
          <w:rtl/>
        </w:rPr>
        <w:t xml:space="preserve"> </w:t>
      </w:r>
      <w:r w:rsidR="00645494" w:rsidRPr="005C325A">
        <w:rPr>
          <w:rtl/>
        </w:rPr>
        <w:t>ما</w:t>
      </w:r>
      <w:r>
        <w:rPr>
          <w:rtl/>
        </w:rPr>
        <w:t xml:space="preserve"> </w:t>
      </w:r>
      <w:r w:rsidR="00645494" w:rsidRPr="005C325A">
        <w:rPr>
          <w:rtl/>
        </w:rPr>
        <w:t>له</w:t>
      </w:r>
      <w:r>
        <w:rPr>
          <w:rtl/>
        </w:rPr>
        <w:t xml:space="preserve"> </w:t>
      </w:r>
      <w:r w:rsidR="00645494" w:rsidRPr="005C325A">
        <w:rPr>
          <w:rtl/>
        </w:rPr>
        <w:t>رَيٌّ</w:t>
      </w:r>
      <w:r>
        <w:rPr>
          <w:rtl/>
        </w:rPr>
        <w:t xml:space="preserve"> </w:t>
      </w:r>
      <w:r w:rsidR="00645494" w:rsidRPr="005C325A">
        <w:rPr>
          <w:rtl/>
        </w:rPr>
        <w:t>سِوى</w:t>
      </w:r>
      <w:r>
        <w:rPr>
          <w:rtl/>
        </w:rPr>
        <w:t xml:space="preserve"> </w:t>
      </w:r>
      <w:r w:rsidR="00645494" w:rsidRPr="005C325A">
        <w:rPr>
          <w:rtl/>
        </w:rPr>
        <w:t>فَيض</w:t>
      </w:r>
      <w:r>
        <w:rPr>
          <w:rtl/>
        </w:rPr>
        <w:t xml:space="preserve"> </w:t>
      </w:r>
      <w:r w:rsidR="00645494" w:rsidRPr="005C325A">
        <w:rPr>
          <w:rtl/>
        </w:rPr>
        <w:t>الدِما)</w:t>
      </w:r>
    </w:p>
    <w:p w:rsidR="00645494" w:rsidRDefault="00645494" w:rsidP="00FE2721">
      <w:pPr>
        <w:pStyle w:val="libPoemCenter"/>
        <w:rPr>
          <w:rtl/>
        </w:rPr>
      </w:pPr>
      <w:r w:rsidRPr="005C325A">
        <w:rPr>
          <w:rtl/>
        </w:rPr>
        <w:t>بأبي</w:t>
      </w:r>
      <w:r w:rsidR="00554BFA">
        <w:rPr>
          <w:rtl/>
        </w:rPr>
        <w:t xml:space="preserve"> </w:t>
      </w:r>
      <w:r w:rsidRPr="005C325A">
        <w:rPr>
          <w:rtl/>
        </w:rPr>
        <w:t>مَن</w:t>
      </w:r>
      <w:r w:rsidR="00554BFA">
        <w:rPr>
          <w:rtl/>
        </w:rPr>
        <w:t xml:space="preserve"> </w:t>
      </w:r>
      <w:r w:rsidRPr="005C325A">
        <w:rPr>
          <w:rtl/>
        </w:rPr>
        <w:t>قد</w:t>
      </w:r>
      <w:r w:rsidR="00554BFA">
        <w:rPr>
          <w:rtl/>
        </w:rPr>
        <w:t xml:space="preserve"> </w:t>
      </w:r>
      <w:r w:rsidRPr="005C325A">
        <w:rPr>
          <w:rtl/>
        </w:rPr>
        <w:t>قَضى</w:t>
      </w:r>
      <w:r w:rsidR="00554BFA">
        <w:rPr>
          <w:rtl/>
        </w:rPr>
        <w:t xml:space="preserve"> </w:t>
      </w:r>
      <w:r w:rsidRPr="005C325A">
        <w:rPr>
          <w:rtl/>
        </w:rPr>
        <w:t>مُهتَضَما</w:t>
      </w:r>
      <w:r w:rsidR="00554BFA">
        <w:rPr>
          <w:rtl/>
        </w:rPr>
        <w:t xml:space="preserve"> </w:t>
      </w:r>
      <w:r w:rsidR="00554BFA" w:rsidRPr="00D0383A">
        <w:rPr>
          <w:rtl/>
        </w:rPr>
        <w:t>=</w:t>
      </w:r>
      <w:r w:rsidR="00554BFA">
        <w:rPr>
          <w:rtl/>
        </w:rPr>
        <w:t xml:space="preserve"> </w:t>
      </w:r>
      <w:r w:rsidRPr="005C325A">
        <w:rPr>
          <w:rtl/>
        </w:rPr>
        <w:t>بأبي</w:t>
      </w:r>
      <w:r w:rsidR="00554BFA">
        <w:rPr>
          <w:rtl/>
        </w:rPr>
        <w:t xml:space="preserve"> </w:t>
      </w:r>
      <w:r w:rsidRPr="005C325A">
        <w:rPr>
          <w:rtl/>
        </w:rPr>
        <w:t>مَن</w:t>
      </w:r>
      <w:r w:rsidR="00554BFA">
        <w:rPr>
          <w:rtl/>
        </w:rPr>
        <w:t xml:space="preserve"> </w:t>
      </w:r>
      <w:r w:rsidRPr="005C325A">
        <w:rPr>
          <w:rtl/>
        </w:rPr>
        <w:t>رِزؤهُ</w:t>
      </w:r>
      <w:r w:rsidR="00554BFA">
        <w:rPr>
          <w:rtl/>
        </w:rPr>
        <w:t xml:space="preserve"> </w:t>
      </w:r>
      <w:r w:rsidRPr="005C325A">
        <w:rPr>
          <w:rtl/>
        </w:rPr>
        <w:t>أبكى</w:t>
      </w:r>
      <w:r w:rsidR="00554BFA">
        <w:rPr>
          <w:rtl/>
        </w:rPr>
        <w:t xml:space="preserve"> </w:t>
      </w:r>
      <w:r w:rsidRPr="005C325A">
        <w:rPr>
          <w:rtl/>
        </w:rPr>
        <w:t>السَما</w:t>
      </w:r>
    </w:p>
    <w:p w:rsidR="00645494" w:rsidRDefault="00645494" w:rsidP="00FE2721">
      <w:pPr>
        <w:pStyle w:val="libPoemCenter"/>
        <w:rPr>
          <w:rtl/>
        </w:rPr>
      </w:pPr>
      <w:r w:rsidRPr="005C325A">
        <w:rPr>
          <w:rtl/>
        </w:rPr>
        <w:t>بأبي</w:t>
      </w:r>
      <w:r w:rsidR="00554BFA">
        <w:rPr>
          <w:rtl/>
        </w:rPr>
        <w:t xml:space="preserve"> </w:t>
      </w:r>
      <w:r w:rsidRPr="005C325A">
        <w:rPr>
          <w:rtl/>
        </w:rPr>
        <w:t>مَن</w:t>
      </w:r>
      <w:r w:rsidR="00554BFA">
        <w:rPr>
          <w:rtl/>
        </w:rPr>
        <w:t xml:space="preserve"> </w:t>
      </w:r>
      <w:r w:rsidRPr="005C325A">
        <w:rPr>
          <w:rtl/>
        </w:rPr>
        <w:t>رَحله</w:t>
      </w:r>
      <w:r w:rsidR="00554BFA">
        <w:rPr>
          <w:rtl/>
        </w:rPr>
        <w:t xml:space="preserve"> </w:t>
      </w:r>
      <w:r w:rsidRPr="005C325A">
        <w:rPr>
          <w:rtl/>
        </w:rPr>
        <w:t>قد</w:t>
      </w:r>
      <w:r w:rsidR="00554BFA">
        <w:rPr>
          <w:rtl/>
        </w:rPr>
        <w:t xml:space="preserve"> </w:t>
      </w:r>
      <w:r w:rsidRPr="005C325A">
        <w:rPr>
          <w:rtl/>
        </w:rPr>
        <w:t>نُهبا</w:t>
      </w:r>
      <w:r w:rsidR="00554BFA">
        <w:rPr>
          <w:rtl/>
        </w:rPr>
        <w:t xml:space="preserve"> </w:t>
      </w:r>
      <w:r w:rsidR="00554BFA" w:rsidRPr="00D0383A">
        <w:rPr>
          <w:rtl/>
        </w:rPr>
        <w:t>=</w:t>
      </w:r>
      <w:r w:rsidR="00554BFA">
        <w:rPr>
          <w:rtl/>
        </w:rPr>
        <w:t xml:space="preserve"> </w:t>
      </w:r>
      <w:r w:rsidRPr="005C325A">
        <w:rPr>
          <w:rtl/>
        </w:rPr>
        <w:t>بأبي</w:t>
      </w:r>
      <w:r w:rsidR="00554BFA">
        <w:rPr>
          <w:rtl/>
        </w:rPr>
        <w:t xml:space="preserve"> </w:t>
      </w:r>
      <w:r w:rsidRPr="005C325A">
        <w:rPr>
          <w:rtl/>
        </w:rPr>
        <w:t>مَن</w:t>
      </w:r>
      <w:r w:rsidR="00554BFA">
        <w:rPr>
          <w:rtl/>
        </w:rPr>
        <w:t xml:space="preserve"> </w:t>
      </w:r>
      <w:r w:rsidRPr="005C325A">
        <w:rPr>
          <w:rtl/>
        </w:rPr>
        <w:t>قد</w:t>
      </w:r>
      <w:r w:rsidR="00554BFA">
        <w:rPr>
          <w:rtl/>
        </w:rPr>
        <w:t xml:space="preserve"> </w:t>
      </w:r>
      <w:r w:rsidRPr="005C325A">
        <w:rPr>
          <w:rtl/>
        </w:rPr>
        <w:t>مَضى</w:t>
      </w:r>
      <w:r w:rsidR="00554BFA">
        <w:rPr>
          <w:rtl/>
        </w:rPr>
        <w:t xml:space="preserve"> </w:t>
      </w:r>
      <w:r w:rsidRPr="005C325A">
        <w:rPr>
          <w:rtl/>
        </w:rPr>
        <w:t>مُمتَحنا</w:t>
      </w:r>
    </w:p>
    <w:p w:rsidR="00645494" w:rsidRPr="00645494" w:rsidRDefault="00645494" w:rsidP="00FE2721">
      <w:pPr>
        <w:pStyle w:val="libPoemCenter"/>
        <w:rPr>
          <w:rtl/>
        </w:rPr>
      </w:pPr>
      <w:r w:rsidRPr="005C325A">
        <w:rPr>
          <w:rtl/>
        </w:rPr>
        <w:t>بأبي</w:t>
      </w:r>
      <w:r w:rsidR="00554BFA">
        <w:rPr>
          <w:rtl/>
        </w:rPr>
        <w:t xml:space="preserve"> </w:t>
      </w:r>
      <w:r w:rsidRPr="005C325A">
        <w:rPr>
          <w:rtl/>
        </w:rPr>
        <w:t>مَن</w:t>
      </w:r>
      <w:r w:rsidR="00554BFA">
        <w:rPr>
          <w:rtl/>
        </w:rPr>
        <w:t xml:space="preserve"> </w:t>
      </w:r>
      <w:r w:rsidRPr="005C325A">
        <w:rPr>
          <w:rtl/>
        </w:rPr>
        <w:t>حَقه</w:t>
      </w:r>
      <w:r w:rsidR="00554BFA">
        <w:rPr>
          <w:rtl/>
        </w:rPr>
        <w:t xml:space="preserve"> </w:t>
      </w:r>
      <w:r w:rsidRPr="005C325A">
        <w:rPr>
          <w:rtl/>
        </w:rPr>
        <w:t>قد</w:t>
      </w:r>
      <w:r w:rsidR="00554BFA">
        <w:rPr>
          <w:rtl/>
        </w:rPr>
        <w:t xml:space="preserve"> </w:t>
      </w:r>
      <w:r w:rsidRPr="005C325A">
        <w:rPr>
          <w:rtl/>
        </w:rPr>
        <w:t>غُصبا</w:t>
      </w:r>
      <w:r w:rsidR="00554BFA">
        <w:rPr>
          <w:rtl/>
        </w:rPr>
        <w:t xml:space="preserve"> </w:t>
      </w:r>
      <w:r w:rsidR="00554BFA" w:rsidRPr="00D0383A">
        <w:rPr>
          <w:rtl/>
        </w:rPr>
        <w:t>=</w:t>
      </w:r>
      <w:r w:rsidR="00554BFA">
        <w:rPr>
          <w:rtl/>
        </w:rPr>
        <w:t xml:space="preserve"> </w:t>
      </w:r>
      <w:r w:rsidRPr="005C325A">
        <w:rPr>
          <w:rtl/>
        </w:rPr>
        <w:t>ثم</w:t>
      </w:r>
      <w:r w:rsidR="00554BFA">
        <w:rPr>
          <w:rtl/>
        </w:rPr>
        <w:t xml:space="preserve"> </w:t>
      </w:r>
      <w:r w:rsidRPr="005C325A">
        <w:rPr>
          <w:rtl/>
        </w:rPr>
        <w:t>قاسى</w:t>
      </w:r>
      <w:r w:rsidR="00554BFA">
        <w:rPr>
          <w:rtl/>
        </w:rPr>
        <w:t xml:space="preserve"> </w:t>
      </w:r>
      <w:r w:rsidRPr="005C325A">
        <w:rPr>
          <w:rtl/>
        </w:rPr>
        <w:t>مِن</w:t>
      </w:r>
      <w:r w:rsidR="00554BFA">
        <w:rPr>
          <w:rtl/>
        </w:rPr>
        <w:t xml:space="preserve"> </w:t>
      </w:r>
      <w:r w:rsidRPr="005C325A">
        <w:rPr>
          <w:rtl/>
        </w:rPr>
        <w:t>عِداه</w:t>
      </w:r>
      <w:r w:rsidR="00554BFA">
        <w:rPr>
          <w:rtl/>
        </w:rPr>
        <w:t xml:space="preserve"> </w:t>
      </w:r>
      <w:r w:rsidRPr="005C325A">
        <w:rPr>
          <w:rtl/>
        </w:rPr>
        <w:t>المِحنا</w:t>
      </w:r>
    </w:p>
    <w:p w:rsidR="00645494" w:rsidRPr="00554BFA" w:rsidRDefault="00645494" w:rsidP="00554BFA">
      <w:pPr>
        <w:pStyle w:val="libCenter"/>
        <w:rPr>
          <w:rtl/>
        </w:rPr>
      </w:pPr>
      <w:r w:rsidRPr="005C325A">
        <w:rPr>
          <w:rtl/>
        </w:rPr>
        <w:t>* * *</w:t>
      </w:r>
    </w:p>
    <w:p w:rsidR="00645494" w:rsidRPr="00645494" w:rsidRDefault="00645494" w:rsidP="00FE2721">
      <w:pPr>
        <w:pStyle w:val="libPoemCenter"/>
        <w:rPr>
          <w:rtl/>
        </w:rPr>
      </w:pPr>
      <w:r w:rsidRPr="005C325A">
        <w:rPr>
          <w:rtl/>
        </w:rPr>
        <w:t>لو</w:t>
      </w:r>
      <w:r w:rsidR="00554BFA">
        <w:rPr>
          <w:rtl/>
        </w:rPr>
        <w:t xml:space="preserve"> </w:t>
      </w:r>
      <w:r w:rsidRPr="005C325A">
        <w:rPr>
          <w:rtl/>
        </w:rPr>
        <w:t>تراه</w:t>
      </w:r>
      <w:r w:rsidR="00554BFA">
        <w:rPr>
          <w:rtl/>
        </w:rPr>
        <w:t xml:space="preserve"> </w:t>
      </w:r>
      <w:r w:rsidRPr="005C325A">
        <w:rPr>
          <w:rtl/>
        </w:rPr>
        <w:t>الطُهر</w:t>
      </w:r>
      <w:r w:rsidR="00554BFA">
        <w:rPr>
          <w:rtl/>
        </w:rPr>
        <w:t xml:space="preserve"> </w:t>
      </w:r>
      <w:r w:rsidRPr="005C325A">
        <w:rPr>
          <w:rtl/>
        </w:rPr>
        <w:t>أمسى</w:t>
      </w:r>
      <w:r w:rsidR="00554BFA">
        <w:rPr>
          <w:rtl/>
        </w:rPr>
        <w:t xml:space="preserve"> </w:t>
      </w:r>
      <w:r w:rsidRPr="005C325A">
        <w:rPr>
          <w:rtl/>
        </w:rPr>
        <w:t>وَحده</w:t>
      </w:r>
      <w:r w:rsidR="00554BFA">
        <w:rPr>
          <w:rtl/>
        </w:rPr>
        <w:t xml:space="preserve"> </w:t>
      </w:r>
      <w:r w:rsidR="00554BFA" w:rsidRPr="00D0383A">
        <w:rPr>
          <w:rtl/>
        </w:rPr>
        <w:t>=</w:t>
      </w:r>
      <w:r w:rsidR="00554BFA">
        <w:rPr>
          <w:rtl/>
        </w:rPr>
        <w:t xml:space="preserve"> </w:t>
      </w:r>
      <w:r w:rsidRPr="005C325A">
        <w:rPr>
          <w:rtl/>
        </w:rPr>
        <w:t>مُفرداً</w:t>
      </w:r>
      <w:r w:rsidR="00554BFA">
        <w:rPr>
          <w:rtl/>
        </w:rPr>
        <w:t xml:space="preserve"> </w:t>
      </w:r>
      <w:r w:rsidRPr="005C325A">
        <w:rPr>
          <w:rtl/>
        </w:rPr>
        <w:t>قد</w:t>
      </w:r>
      <w:r w:rsidR="00554BFA">
        <w:rPr>
          <w:rtl/>
        </w:rPr>
        <w:t xml:space="preserve"> </w:t>
      </w:r>
      <w:r w:rsidRPr="005C325A">
        <w:rPr>
          <w:rtl/>
        </w:rPr>
        <w:t>كظ</w:t>
      </w:r>
      <w:r w:rsidR="00554BFA">
        <w:rPr>
          <w:rtl/>
        </w:rPr>
        <w:t xml:space="preserve"> </w:t>
      </w:r>
      <w:r w:rsidRPr="005C325A">
        <w:rPr>
          <w:rtl/>
        </w:rPr>
        <w:t>أحشاه</w:t>
      </w:r>
      <w:r w:rsidR="00554BFA">
        <w:rPr>
          <w:rtl/>
        </w:rPr>
        <w:t xml:space="preserve"> </w:t>
      </w:r>
      <w:r w:rsidRPr="005C325A">
        <w:rPr>
          <w:rtl/>
        </w:rPr>
        <w:t>الظَما</w:t>
      </w:r>
    </w:p>
    <w:p w:rsidR="00645494" w:rsidRDefault="00645494" w:rsidP="00645494">
      <w:pPr>
        <w:pStyle w:val="libNormal"/>
      </w:pPr>
      <w:r>
        <w:br w:type="page"/>
      </w:r>
    </w:p>
    <w:p w:rsidR="00D0383A" w:rsidRDefault="00645494" w:rsidP="00FE2721">
      <w:pPr>
        <w:pStyle w:val="libPoemCenter"/>
        <w:rPr>
          <w:rtl/>
        </w:rPr>
      </w:pPr>
      <w:r w:rsidRPr="005C325A">
        <w:rPr>
          <w:rtl/>
        </w:rPr>
        <w:lastRenderedPageBreak/>
        <w:t>لانحَنت</w:t>
      </w:r>
      <w:r w:rsidR="00554BFA">
        <w:rPr>
          <w:rtl/>
        </w:rPr>
        <w:t xml:space="preserve"> </w:t>
      </w:r>
      <w:r w:rsidRPr="005C325A">
        <w:rPr>
          <w:rtl/>
        </w:rPr>
        <w:t>تَصرُخ</w:t>
      </w:r>
      <w:r w:rsidR="00554BFA">
        <w:rPr>
          <w:rtl/>
        </w:rPr>
        <w:t xml:space="preserve"> </w:t>
      </w:r>
      <w:r w:rsidRPr="005C325A">
        <w:rPr>
          <w:rtl/>
        </w:rPr>
        <w:t>ولهى</w:t>
      </w:r>
      <w:r w:rsidR="00554BFA">
        <w:rPr>
          <w:rtl/>
        </w:rPr>
        <w:t xml:space="preserve"> </w:t>
      </w:r>
      <w:r w:rsidRPr="005C325A">
        <w:rPr>
          <w:rtl/>
        </w:rPr>
        <w:t>عِنده</w:t>
      </w:r>
      <w:r w:rsidR="00554BFA">
        <w:rPr>
          <w:rtl/>
        </w:rPr>
        <w:t xml:space="preserve"> </w:t>
      </w:r>
      <w:r w:rsidR="00554BFA" w:rsidRPr="00D0383A">
        <w:rPr>
          <w:rtl/>
        </w:rPr>
        <w:t>=</w:t>
      </w:r>
      <w:r w:rsidR="00554BFA">
        <w:rPr>
          <w:rtl/>
        </w:rPr>
        <w:t xml:space="preserve"> </w:t>
      </w:r>
      <w:r w:rsidRPr="005C325A">
        <w:rPr>
          <w:rtl/>
        </w:rPr>
        <w:t>وحَشاها</w:t>
      </w:r>
      <w:r w:rsidR="00554BFA">
        <w:rPr>
          <w:rtl/>
        </w:rPr>
        <w:t xml:space="preserve"> </w:t>
      </w:r>
      <w:r w:rsidRPr="005C325A">
        <w:rPr>
          <w:rtl/>
        </w:rPr>
        <w:t>بشَجاها</w:t>
      </w:r>
      <w:r w:rsidR="00554BFA">
        <w:rPr>
          <w:rtl/>
        </w:rPr>
        <w:t xml:space="preserve"> </w:t>
      </w:r>
      <w:r w:rsidRPr="005C325A">
        <w:rPr>
          <w:rtl/>
        </w:rPr>
        <w:t>اضَطرما</w:t>
      </w:r>
    </w:p>
    <w:p w:rsidR="00645494" w:rsidRDefault="00554BFA" w:rsidP="00FE2721">
      <w:pPr>
        <w:pStyle w:val="libPoemCenter"/>
        <w:rPr>
          <w:rtl/>
        </w:rPr>
      </w:pPr>
      <w:r>
        <w:rPr>
          <w:rtl/>
        </w:rPr>
        <w:t>(</w:t>
      </w:r>
      <w:r w:rsidR="00645494" w:rsidRPr="005C325A">
        <w:rPr>
          <w:rtl/>
        </w:rPr>
        <w:t>مَنعوا</w:t>
      </w:r>
      <w:r>
        <w:rPr>
          <w:rtl/>
        </w:rPr>
        <w:t xml:space="preserve"> </w:t>
      </w:r>
      <w:r w:rsidR="00645494" w:rsidRPr="005C325A">
        <w:rPr>
          <w:rtl/>
        </w:rPr>
        <w:t>قُرة</w:t>
      </w:r>
      <w:r>
        <w:rPr>
          <w:rtl/>
        </w:rPr>
        <w:t xml:space="preserve"> </w:t>
      </w:r>
      <w:r w:rsidR="00645494" w:rsidRPr="005C325A">
        <w:rPr>
          <w:rtl/>
        </w:rPr>
        <w:t>عَيني</w:t>
      </w:r>
      <w:r>
        <w:rPr>
          <w:rtl/>
        </w:rPr>
        <w:t xml:space="preserve"> </w:t>
      </w:r>
      <w:r w:rsidR="00645494" w:rsidRPr="005C325A">
        <w:rPr>
          <w:rtl/>
        </w:rPr>
        <w:t>وِرْدَه</w:t>
      </w:r>
      <w:r>
        <w:rPr>
          <w:rtl/>
        </w:rPr>
        <w:t xml:space="preserve"> </w:t>
      </w:r>
      <w:r w:rsidRPr="00D0383A">
        <w:rPr>
          <w:rtl/>
        </w:rPr>
        <w:t>=</w:t>
      </w:r>
      <w:r>
        <w:rPr>
          <w:rtl/>
        </w:rPr>
        <w:t xml:space="preserve"> </w:t>
      </w:r>
      <w:r w:rsidR="00645494" w:rsidRPr="005C325A">
        <w:rPr>
          <w:rtl/>
        </w:rPr>
        <w:t>عَجباً</w:t>
      </w:r>
      <w:r>
        <w:rPr>
          <w:rtl/>
        </w:rPr>
        <w:t xml:space="preserve"> </w:t>
      </w:r>
      <w:r w:rsidR="00645494" w:rsidRPr="005C325A">
        <w:rPr>
          <w:rtl/>
        </w:rPr>
        <w:t>مَهري</w:t>
      </w:r>
      <w:r>
        <w:rPr>
          <w:rtl/>
        </w:rPr>
        <w:t xml:space="preserve"> </w:t>
      </w:r>
      <w:r w:rsidR="00645494" w:rsidRPr="005C325A">
        <w:rPr>
          <w:rtl/>
        </w:rPr>
        <w:t>عليه</w:t>
      </w:r>
      <w:r>
        <w:rPr>
          <w:rtl/>
        </w:rPr>
        <w:t xml:space="preserve"> </w:t>
      </w:r>
      <w:r w:rsidR="00645494" w:rsidRPr="005C325A">
        <w:rPr>
          <w:rtl/>
        </w:rPr>
        <w:t>حُرِّما)</w:t>
      </w:r>
    </w:p>
    <w:p w:rsidR="00645494" w:rsidRDefault="00645494" w:rsidP="00FE2721">
      <w:pPr>
        <w:pStyle w:val="libPoemCenter"/>
        <w:rPr>
          <w:rtl/>
        </w:rPr>
      </w:pPr>
      <w:r w:rsidRPr="005C325A">
        <w:rPr>
          <w:rtl/>
        </w:rPr>
        <w:t>فمَضى</w:t>
      </w:r>
      <w:r w:rsidR="00554BFA">
        <w:rPr>
          <w:rtl/>
        </w:rPr>
        <w:t xml:space="preserve"> </w:t>
      </w:r>
      <w:r w:rsidRPr="005C325A">
        <w:rPr>
          <w:rtl/>
        </w:rPr>
        <w:t>ظامي</w:t>
      </w:r>
      <w:r w:rsidR="00554BFA">
        <w:rPr>
          <w:rtl/>
        </w:rPr>
        <w:t xml:space="preserve"> </w:t>
      </w:r>
      <w:r w:rsidRPr="005C325A">
        <w:rPr>
          <w:rtl/>
        </w:rPr>
        <w:t>الحَشا</w:t>
      </w:r>
      <w:r w:rsidR="00554BFA">
        <w:rPr>
          <w:rtl/>
        </w:rPr>
        <w:t xml:space="preserve"> </w:t>
      </w:r>
      <w:r w:rsidRPr="005C325A">
        <w:rPr>
          <w:rtl/>
        </w:rPr>
        <w:t>لن</w:t>
      </w:r>
      <w:r w:rsidR="00554BFA">
        <w:rPr>
          <w:rtl/>
        </w:rPr>
        <w:t xml:space="preserve"> </w:t>
      </w:r>
      <w:r w:rsidRPr="005C325A">
        <w:rPr>
          <w:rtl/>
        </w:rPr>
        <w:t>يَشربا</w:t>
      </w:r>
      <w:r w:rsidR="00554BFA">
        <w:rPr>
          <w:rtl/>
        </w:rPr>
        <w:t xml:space="preserve"> </w:t>
      </w:r>
      <w:r w:rsidR="00554BFA" w:rsidRPr="00D0383A">
        <w:rPr>
          <w:rtl/>
        </w:rPr>
        <w:t>=</w:t>
      </w:r>
      <w:r w:rsidR="00554BFA">
        <w:rPr>
          <w:rtl/>
        </w:rPr>
        <w:t xml:space="preserve"> </w:t>
      </w:r>
      <w:r w:rsidRPr="005C325A">
        <w:rPr>
          <w:rtl/>
        </w:rPr>
        <w:t>قَطرة</w:t>
      </w:r>
      <w:r w:rsidR="00554BFA">
        <w:rPr>
          <w:rtl/>
        </w:rPr>
        <w:t xml:space="preserve"> </w:t>
      </w:r>
      <w:r w:rsidRPr="005C325A">
        <w:rPr>
          <w:rtl/>
        </w:rPr>
        <w:t>يا</w:t>
      </w:r>
      <w:r w:rsidR="00554BFA">
        <w:rPr>
          <w:rtl/>
        </w:rPr>
        <w:t xml:space="preserve"> </w:t>
      </w:r>
      <w:r w:rsidRPr="005C325A">
        <w:rPr>
          <w:rtl/>
        </w:rPr>
        <w:t>لَيته</w:t>
      </w:r>
      <w:r w:rsidR="00554BFA">
        <w:rPr>
          <w:rtl/>
        </w:rPr>
        <w:t xml:space="preserve"> </w:t>
      </w:r>
      <w:r w:rsidRPr="005C325A">
        <w:rPr>
          <w:rtl/>
        </w:rPr>
        <w:t>قد</w:t>
      </w:r>
      <w:r w:rsidR="00554BFA">
        <w:rPr>
          <w:rtl/>
        </w:rPr>
        <w:t xml:space="preserve"> </w:t>
      </w:r>
      <w:r w:rsidRPr="005C325A">
        <w:rPr>
          <w:rtl/>
        </w:rPr>
        <w:t>أُجِّنا</w:t>
      </w:r>
    </w:p>
    <w:p w:rsidR="00645494" w:rsidRPr="00645494" w:rsidRDefault="00645494" w:rsidP="00FE2721">
      <w:pPr>
        <w:pStyle w:val="libPoemCenter"/>
        <w:rPr>
          <w:rtl/>
        </w:rPr>
      </w:pPr>
      <w:r w:rsidRPr="005C325A">
        <w:rPr>
          <w:rtl/>
        </w:rPr>
        <w:t>ما</w:t>
      </w:r>
      <w:r w:rsidR="00554BFA">
        <w:rPr>
          <w:rtl/>
        </w:rPr>
        <w:t xml:space="preserve"> </w:t>
      </w:r>
      <w:r w:rsidRPr="005C325A">
        <w:rPr>
          <w:rtl/>
        </w:rPr>
        <w:t>الّذي</w:t>
      </w:r>
      <w:r w:rsidR="00554BFA">
        <w:rPr>
          <w:rtl/>
        </w:rPr>
        <w:t xml:space="preserve"> </w:t>
      </w:r>
      <w:r w:rsidRPr="005C325A">
        <w:rPr>
          <w:rtl/>
        </w:rPr>
        <w:t>ضَرهمُ</w:t>
      </w:r>
      <w:r w:rsidR="00554BFA">
        <w:rPr>
          <w:rtl/>
        </w:rPr>
        <w:t xml:space="preserve"> </w:t>
      </w:r>
      <w:r w:rsidRPr="005C325A">
        <w:rPr>
          <w:rtl/>
        </w:rPr>
        <w:t>إذ</w:t>
      </w:r>
      <w:r w:rsidR="00554BFA">
        <w:rPr>
          <w:rtl/>
        </w:rPr>
        <w:t xml:space="preserve"> </w:t>
      </w:r>
      <w:r w:rsidRPr="005C325A">
        <w:rPr>
          <w:rtl/>
        </w:rPr>
        <w:t>طَلبا</w:t>
      </w:r>
      <w:r w:rsidR="00554BFA">
        <w:rPr>
          <w:rtl/>
        </w:rPr>
        <w:t xml:space="preserve"> </w:t>
      </w:r>
      <w:r w:rsidR="00554BFA" w:rsidRPr="00D0383A">
        <w:rPr>
          <w:rtl/>
        </w:rPr>
        <w:t>=</w:t>
      </w:r>
      <w:r w:rsidR="00554BFA">
        <w:rPr>
          <w:rtl/>
        </w:rPr>
        <w:t xml:space="preserve"> </w:t>
      </w:r>
      <w:r w:rsidRPr="005C325A">
        <w:rPr>
          <w:rtl/>
        </w:rPr>
        <w:t>لو</w:t>
      </w:r>
      <w:r w:rsidR="00554BFA">
        <w:rPr>
          <w:rtl/>
        </w:rPr>
        <w:t xml:space="preserve"> </w:t>
      </w:r>
      <w:r w:rsidRPr="005C325A">
        <w:rPr>
          <w:rtl/>
        </w:rPr>
        <w:t>يَجودون</w:t>
      </w:r>
      <w:r w:rsidR="00554BFA">
        <w:rPr>
          <w:rtl/>
        </w:rPr>
        <w:t xml:space="preserve"> </w:t>
      </w:r>
      <w:r w:rsidRPr="005C325A">
        <w:rPr>
          <w:rtl/>
        </w:rPr>
        <w:t>بما</w:t>
      </w:r>
      <w:r w:rsidR="00554BFA">
        <w:rPr>
          <w:rtl/>
        </w:rPr>
        <w:t xml:space="preserve"> </w:t>
      </w:r>
      <w:r w:rsidRPr="005C325A">
        <w:rPr>
          <w:rtl/>
        </w:rPr>
        <w:t>كان</w:t>
      </w:r>
      <w:r w:rsidR="00554BFA">
        <w:rPr>
          <w:rtl/>
        </w:rPr>
        <w:t xml:space="preserve"> </w:t>
      </w:r>
      <w:r w:rsidRPr="005C325A">
        <w:rPr>
          <w:rtl/>
        </w:rPr>
        <w:t>لَنا</w:t>
      </w:r>
    </w:p>
    <w:p w:rsidR="00645494" w:rsidRDefault="00645494" w:rsidP="00645494">
      <w:pPr>
        <w:pStyle w:val="libNormal"/>
      </w:pPr>
      <w:r>
        <w:br w:type="page"/>
      </w:r>
    </w:p>
    <w:p w:rsidR="00645494" w:rsidRPr="00554BFA" w:rsidRDefault="00645494" w:rsidP="00645494">
      <w:pPr>
        <w:pStyle w:val="Heading2Center"/>
        <w:rPr>
          <w:rtl/>
        </w:rPr>
      </w:pPr>
      <w:bookmarkStart w:id="54" w:name="_Toc491861322"/>
      <w:r w:rsidRPr="005C325A">
        <w:rPr>
          <w:rtl/>
        </w:rPr>
        <w:lastRenderedPageBreak/>
        <w:t>الباب الرابع</w:t>
      </w:r>
      <w:bookmarkStart w:id="55" w:name="الباب_الرابع"/>
      <w:bookmarkEnd w:id="55"/>
      <w:bookmarkEnd w:id="54"/>
    </w:p>
    <w:p w:rsidR="00645494" w:rsidRPr="00554BFA" w:rsidRDefault="00645494" w:rsidP="00645494">
      <w:pPr>
        <w:pStyle w:val="Heading2Center"/>
        <w:rPr>
          <w:rtl/>
        </w:rPr>
      </w:pPr>
      <w:bookmarkStart w:id="56" w:name="_Toc491861323"/>
      <w:r w:rsidRPr="005C325A">
        <w:rPr>
          <w:rtl/>
        </w:rPr>
        <w:t>فيما يتعلَّق بالحسن</w:t>
      </w:r>
      <w:r w:rsidR="00554BFA">
        <w:rPr>
          <w:rtl/>
        </w:rPr>
        <w:t xml:space="preserve"> (</w:t>
      </w:r>
      <w:r w:rsidRPr="005C325A">
        <w:rPr>
          <w:rtl/>
        </w:rPr>
        <w:t xml:space="preserve"> عليه السلام ) مِن ا</w:t>
      </w:r>
      <w:r w:rsidRPr="005C325A">
        <w:rPr>
          <w:rFonts w:hint="cs"/>
          <w:rtl/>
        </w:rPr>
        <w:t>لنَظام</w:t>
      </w:r>
      <w:r w:rsidRPr="005C325A">
        <w:rPr>
          <w:rtl/>
        </w:rPr>
        <w:t xml:space="preserve"> المَتلو</w:t>
      </w:r>
      <w:bookmarkEnd w:id="56"/>
      <w:r w:rsidRPr="005C325A">
        <w:rPr>
          <w:rtl/>
        </w:rPr>
        <w:t xml:space="preserve"> </w:t>
      </w:r>
    </w:p>
    <w:p w:rsidR="00554BFA" w:rsidRPr="00554BFA" w:rsidRDefault="00645494" w:rsidP="00D0383A">
      <w:pPr>
        <w:pStyle w:val="libCenterBold2"/>
        <w:rPr>
          <w:rtl/>
        </w:rPr>
      </w:pPr>
      <w:r w:rsidRPr="005C325A">
        <w:rPr>
          <w:rtl/>
        </w:rPr>
        <w:t>وفيه فَصلان:</w:t>
      </w:r>
    </w:p>
    <w:p w:rsidR="00645494" w:rsidRPr="00554BFA" w:rsidRDefault="00645494" w:rsidP="00645494">
      <w:pPr>
        <w:pStyle w:val="Heading3"/>
        <w:rPr>
          <w:rtl/>
        </w:rPr>
      </w:pPr>
      <w:bookmarkStart w:id="57" w:name="_Toc491861324"/>
      <w:r w:rsidRPr="005C325A">
        <w:rPr>
          <w:rtl/>
        </w:rPr>
        <w:t>الفصل الأول:</w:t>
      </w:r>
      <w:bookmarkEnd w:id="57"/>
    </w:p>
    <w:p w:rsidR="00554BFA" w:rsidRDefault="00645494" w:rsidP="00554BFA">
      <w:pPr>
        <w:pStyle w:val="libNormal"/>
        <w:rPr>
          <w:rtl/>
        </w:rPr>
      </w:pPr>
      <w:r w:rsidRPr="00554BFA">
        <w:rPr>
          <w:rtl/>
        </w:rPr>
        <w:t>أخبرني الشيخ العالم الجليل، الشيخ أحمد بن الشيخ محمد بن الشيخ عبد الرسول بن الشيخ سعد الحكيمي العَبسيّ السماوي، المُتوفَّى سنة 1331 بمرض الفالِج، أصابه بالسماوة، ودُفن في النجف في زاوية الصحن، بين القبلة والمشرق في الحُجرة التي هي زاوية، قال: ضاق بي أمرٌ، وكنت في النجف ليلة ولادة الحسن الزَكي</w:t>
      </w:r>
      <w:r w:rsidR="00554BFA">
        <w:rPr>
          <w:rtl/>
        </w:rPr>
        <w:t xml:space="preserve"> (</w:t>
      </w:r>
      <w:r w:rsidRPr="00554BFA">
        <w:rPr>
          <w:rtl/>
        </w:rPr>
        <w:t>عليه السلام) سنة 1307، فنظمت بَيتين مُستغيثاً به</w:t>
      </w:r>
      <w:r w:rsidR="00554BFA">
        <w:rPr>
          <w:rtl/>
        </w:rPr>
        <w:t xml:space="preserve"> (</w:t>
      </w:r>
      <w:r w:rsidRPr="00554BFA">
        <w:rPr>
          <w:rtl/>
        </w:rPr>
        <w:t>عليه السلام) وهما:</w:t>
      </w:r>
    </w:p>
    <w:p w:rsidR="00645494" w:rsidRDefault="00645494" w:rsidP="00645494">
      <w:pPr>
        <w:pStyle w:val="libPoemCenter"/>
        <w:rPr>
          <w:rtl/>
        </w:rPr>
      </w:pPr>
      <w:r w:rsidRPr="005C325A">
        <w:rPr>
          <w:rtl/>
        </w:rPr>
        <w:t>أيا</w:t>
      </w:r>
      <w:r w:rsidR="00554BFA">
        <w:rPr>
          <w:rtl/>
        </w:rPr>
        <w:t xml:space="preserve"> </w:t>
      </w:r>
      <w:r w:rsidRPr="005C325A">
        <w:rPr>
          <w:rtl/>
        </w:rPr>
        <w:t>بن</w:t>
      </w:r>
      <w:r w:rsidR="00554BFA">
        <w:rPr>
          <w:rtl/>
        </w:rPr>
        <w:t xml:space="preserve"> </w:t>
      </w:r>
      <w:r w:rsidRPr="005C325A">
        <w:rPr>
          <w:rtl/>
        </w:rPr>
        <w:t>البَشير</w:t>
      </w:r>
      <w:r w:rsidR="00554BFA">
        <w:rPr>
          <w:rtl/>
        </w:rPr>
        <w:t xml:space="preserve"> </w:t>
      </w:r>
      <w:r w:rsidRPr="005C325A">
        <w:rPr>
          <w:rtl/>
        </w:rPr>
        <w:t>ويابن</w:t>
      </w:r>
      <w:r w:rsidR="00554BFA">
        <w:rPr>
          <w:rtl/>
        </w:rPr>
        <w:t xml:space="preserve"> </w:t>
      </w:r>
      <w:r w:rsidRPr="005C325A">
        <w:rPr>
          <w:rtl/>
        </w:rPr>
        <w:t>النَذير</w:t>
      </w:r>
      <w:r w:rsidR="00554BFA">
        <w:rPr>
          <w:rtl/>
        </w:rPr>
        <w:t xml:space="preserve"> </w:t>
      </w:r>
      <w:r w:rsidR="00554BFA" w:rsidRPr="00D0383A">
        <w:rPr>
          <w:rtl/>
        </w:rPr>
        <w:t>=</w:t>
      </w:r>
      <w:r w:rsidR="00554BFA">
        <w:rPr>
          <w:rtl/>
        </w:rPr>
        <w:t xml:space="preserve"> </w:t>
      </w:r>
      <w:r w:rsidRPr="005C325A">
        <w:rPr>
          <w:rtl/>
        </w:rPr>
        <w:t>ويا</w:t>
      </w:r>
      <w:r w:rsidR="00554BFA">
        <w:rPr>
          <w:rtl/>
        </w:rPr>
        <w:t xml:space="preserve"> </w:t>
      </w:r>
      <w:r w:rsidRPr="005C325A">
        <w:rPr>
          <w:rtl/>
        </w:rPr>
        <w:t>ذَروة</w:t>
      </w:r>
      <w:r w:rsidR="00554BFA">
        <w:rPr>
          <w:rtl/>
        </w:rPr>
        <w:t xml:space="preserve"> </w:t>
      </w:r>
      <w:r w:rsidRPr="005C325A">
        <w:rPr>
          <w:rtl/>
        </w:rPr>
        <w:t>المَجد</w:t>
      </w:r>
      <w:r w:rsidR="00554BFA">
        <w:rPr>
          <w:rtl/>
        </w:rPr>
        <w:t xml:space="preserve"> </w:t>
      </w:r>
      <w:r w:rsidRPr="005C325A">
        <w:rPr>
          <w:rtl/>
        </w:rPr>
        <w:t>مِن</w:t>
      </w:r>
      <w:r w:rsidR="00554BFA">
        <w:rPr>
          <w:rtl/>
        </w:rPr>
        <w:t xml:space="preserve"> </w:t>
      </w:r>
      <w:r w:rsidRPr="005C325A">
        <w:rPr>
          <w:rtl/>
        </w:rPr>
        <w:t>هاشم</w:t>
      </w:r>
    </w:p>
    <w:p w:rsidR="00645494" w:rsidRPr="00645494" w:rsidRDefault="00645494" w:rsidP="00FE2721">
      <w:pPr>
        <w:pStyle w:val="libPoemCenter"/>
        <w:rPr>
          <w:rtl/>
        </w:rPr>
      </w:pPr>
      <w:r w:rsidRPr="005C325A">
        <w:rPr>
          <w:rtl/>
        </w:rPr>
        <w:t>أغثني</w:t>
      </w:r>
      <w:r w:rsidR="00554BFA">
        <w:rPr>
          <w:rtl/>
        </w:rPr>
        <w:t xml:space="preserve"> </w:t>
      </w:r>
      <w:r w:rsidRPr="005C325A">
        <w:rPr>
          <w:rtl/>
        </w:rPr>
        <w:t>فأنَّك</w:t>
      </w:r>
      <w:r w:rsidR="00554BFA">
        <w:rPr>
          <w:rtl/>
        </w:rPr>
        <w:t xml:space="preserve"> </w:t>
      </w:r>
      <w:r w:rsidRPr="005C325A">
        <w:rPr>
          <w:rtl/>
        </w:rPr>
        <w:t>نِعم</w:t>
      </w:r>
      <w:r w:rsidR="00554BFA">
        <w:rPr>
          <w:rtl/>
        </w:rPr>
        <w:t xml:space="preserve"> </w:t>
      </w:r>
      <w:r w:rsidRPr="005C325A">
        <w:rPr>
          <w:rtl/>
        </w:rPr>
        <w:t>المُغيث</w:t>
      </w:r>
      <w:r w:rsidR="00554BFA">
        <w:rPr>
          <w:rtl/>
        </w:rPr>
        <w:t xml:space="preserve"> </w:t>
      </w:r>
      <w:r w:rsidR="00554BFA" w:rsidRPr="00D0383A">
        <w:rPr>
          <w:rtl/>
        </w:rPr>
        <w:t>=</w:t>
      </w:r>
      <w:r w:rsidR="00554BFA">
        <w:rPr>
          <w:rtl/>
        </w:rPr>
        <w:t xml:space="preserve"> </w:t>
      </w:r>
      <w:r w:rsidRPr="005C325A">
        <w:rPr>
          <w:rtl/>
        </w:rPr>
        <w:t>فَديتك</w:t>
      </w:r>
      <w:r w:rsidR="00554BFA">
        <w:rPr>
          <w:rtl/>
        </w:rPr>
        <w:t xml:space="preserve"> </w:t>
      </w:r>
      <w:r w:rsidRPr="005C325A">
        <w:rPr>
          <w:rtl/>
        </w:rPr>
        <w:t>مِن</w:t>
      </w:r>
      <w:r w:rsidR="00554BFA">
        <w:rPr>
          <w:rtl/>
        </w:rPr>
        <w:t xml:space="preserve"> </w:t>
      </w:r>
      <w:r w:rsidRPr="005C325A">
        <w:rPr>
          <w:rtl/>
        </w:rPr>
        <w:t>ظالم</w:t>
      </w:r>
      <w:r w:rsidR="00554BFA">
        <w:rPr>
          <w:rtl/>
        </w:rPr>
        <w:t xml:space="preserve"> </w:t>
      </w:r>
      <w:r w:rsidRPr="005C325A">
        <w:rPr>
          <w:rtl/>
        </w:rPr>
        <w:t>غاشم</w:t>
      </w:r>
    </w:p>
    <w:p w:rsidR="00645494" w:rsidRPr="005C325A" w:rsidRDefault="00645494" w:rsidP="00554BFA">
      <w:pPr>
        <w:pStyle w:val="libNormal"/>
        <w:rPr>
          <w:rtl/>
        </w:rPr>
      </w:pPr>
      <w:r w:rsidRPr="00554BFA">
        <w:rPr>
          <w:rtl/>
        </w:rPr>
        <w:t>ثم جَعلت أردِّدها حتى نِمت، فرأيت في منامي الحسن</w:t>
      </w:r>
      <w:r w:rsidR="00554BFA">
        <w:rPr>
          <w:rtl/>
        </w:rPr>
        <w:t xml:space="preserve"> (</w:t>
      </w:r>
      <w:r w:rsidRPr="00554BFA">
        <w:rPr>
          <w:rtl/>
        </w:rPr>
        <w:t>عليه السلام) وأنا أقرأ عليه البَيتين وهو يَستمع، وانتبهت فعلِمت أنَّ الفَرج قد</w:t>
      </w:r>
    </w:p>
    <w:p w:rsidR="00645494" w:rsidRDefault="00645494" w:rsidP="00645494">
      <w:pPr>
        <w:pStyle w:val="libNormal"/>
      </w:pPr>
      <w:r>
        <w:rPr>
          <w:rtl/>
        </w:rPr>
        <w:br w:type="page"/>
      </w:r>
    </w:p>
    <w:p w:rsidR="00D0383A" w:rsidRDefault="00645494" w:rsidP="00554BFA">
      <w:pPr>
        <w:pStyle w:val="libNormal"/>
        <w:rPr>
          <w:rtl/>
        </w:rPr>
      </w:pPr>
      <w:r w:rsidRPr="00554BFA">
        <w:rPr>
          <w:rtl/>
        </w:rPr>
        <w:lastRenderedPageBreak/>
        <w:t>دَنا، وكان الأمر كذلك.</w:t>
      </w:r>
    </w:p>
    <w:p w:rsidR="00554BFA" w:rsidRDefault="00554BFA" w:rsidP="00554BFA">
      <w:pPr>
        <w:pStyle w:val="libNormal"/>
        <w:rPr>
          <w:rtl/>
        </w:rPr>
      </w:pPr>
      <w:r>
        <w:rPr>
          <w:rStyle w:val="libBold2Char"/>
          <w:rtl/>
        </w:rPr>
        <w:t>(</w:t>
      </w:r>
      <w:r w:rsidR="00645494" w:rsidRPr="00645494">
        <w:rPr>
          <w:rStyle w:val="libBold2Char"/>
          <w:rtl/>
        </w:rPr>
        <w:t>أقول):</w:t>
      </w:r>
      <w:r w:rsidR="00645494" w:rsidRPr="00554BFA">
        <w:rPr>
          <w:rtl/>
        </w:rPr>
        <w:t xml:space="preserve"> ولمّا أنشدنيها سنة 1311 بالسماوة، سألَني تَخميسها فخمَّستها بقولي:</w:t>
      </w:r>
    </w:p>
    <w:p w:rsidR="00645494" w:rsidRDefault="00645494" w:rsidP="00554BFA">
      <w:pPr>
        <w:pStyle w:val="libPoemCenter"/>
        <w:rPr>
          <w:rtl/>
        </w:rPr>
      </w:pPr>
      <w:r w:rsidRPr="001C0167">
        <w:rPr>
          <w:rtl/>
        </w:rPr>
        <w:t>إذا</w:t>
      </w:r>
      <w:r w:rsidR="00554BFA">
        <w:rPr>
          <w:rtl/>
        </w:rPr>
        <w:t xml:space="preserve"> </w:t>
      </w:r>
      <w:r w:rsidRPr="001C0167">
        <w:rPr>
          <w:rtl/>
        </w:rPr>
        <w:t>ضِقت</w:t>
      </w:r>
      <w:r w:rsidR="00554BFA">
        <w:rPr>
          <w:rtl/>
        </w:rPr>
        <w:t xml:space="preserve"> </w:t>
      </w:r>
      <w:r w:rsidRPr="001C0167">
        <w:rPr>
          <w:rtl/>
        </w:rPr>
        <w:t>ذَرعاً</w:t>
      </w:r>
      <w:r w:rsidR="00554BFA">
        <w:rPr>
          <w:rtl/>
        </w:rPr>
        <w:t xml:space="preserve"> </w:t>
      </w:r>
      <w:r w:rsidRPr="001C0167">
        <w:rPr>
          <w:rtl/>
        </w:rPr>
        <w:t>بأمر</w:t>
      </w:r>
      <w:r w:rsidR="00554BFA">
        <w:rPr>
          <w:rtl/>
        </w:rPr>
        <w:t xml:space="preserve"> </w:t>
      </w:r>
      <w:r w:rsidRPr="001C0167">
        <w:rPr>
          <w:rtl/>
        </w:rPr>
        <w:t>عَسير</w:t>
      </w:r>
      <w:r w:rsidR="00554BFA">
        <w:rPr>
          <w:rtl/>
        </w:rPr>
        <w:t xml:space="preserve"> </w:t>
      </w:r>
      <w:r w:rsidR="00554BFA" w:rsidRPr="00D0383A">
        <w:rPr>
          <w:rtl/>
        </w:rPr>
        <w:t>=</w:t>
      </w:r>
      <w:r w:rsidR="00554BFA">
        <w:rPr>
          <w:rtl/>
        </w:rPr>
        <w:t xml:space="preserve"> </w:t>
      </w:r>
      <w:r w:rsidRPr="001C0167">
        <w:rPr>
          <w:rtl/>
        </w:rPr>
        <w:t>فلُذ</w:t>
      </w:r>
      <w:r w:rsidR="00554BFA">
        <w:rPr>
          <w:rtl/>
        </w:rPr>
        <w:t xml:space="preserve"> </w:t>
      </w:r>
      <w:r w:rsidRPr="001C0167">
        <w:rPr>
          <w:rtl/>
        </w:rPr>
        <w:t>بحِمى</w:t>
      </w:r>
      <w:r w:rsidR="00554BFA">
        <w:rPr>
          <w:rtl/>
        </w:rPr>
        <w:t xml:space="preserve"> </w:t>
      </w:r>
      <w:r w:rsidRPr="001C0167">
        <w:rPr>
          <w:rtl/>
        </w:rPr>
        <w:t>الحسن</w:t>
      </w:r>
      <w:r w:rsidR="00554BFA">
        <w:rPr>
          <w:rtl/>
        </w:rPr>
        <w:t xml:space="preserve"> </w:t>
      </w:r>
      <w:r w:rsidRPr="001C0167">
        <w:rPr>
          <w:rtl/>
        </w:rPr>
        <w:t>المُستنير</w:t>
      </w:r>
    </w:p>
    <w:p w:rsidR="00645494" w:rsidRPr="00645494" w:rsidRDefault="00645494" w:rsidP="00FE2721">
      <w:pPr>
        <w:pStyle w:val="libPoemCenter"/>
        <w:rPr>
          <w:rtl/>
        </w:rPr>
      </w:pPr>
      <w:r w:rsidRPr="001C0167">
        <w:rPr>
          <w:rtl/>
        </w:rPr>
        <w:t>ونادِ</w:t>
      </w:r>
      <w:r w:rsidR="00554BFA">
        <w:rPr>
          <w:rtl/>
        </w:rPr>
        <w:t xml:space="preserve"> </w:t>
      </w:r>
      <w:r w:rsidRPr="001C0167">
        <w:rPr>
          <w:rtl/>
        </w:rPr>
        <w:t>به</w:t>
      </w:r>
      <w:r w:rsidR="00554BFA">
        <w:rPr>
          <w:rtl/>
        </w:rPr>
        <w:t xml:space="preserve"> </w:t>
      </w:r>
      <w:r w:rsidRPr="001C0167">
        <w:rPr>
          <w:rtl/>
        </w:rPr>
        <w:t>صارخاً</w:t>
      </w:r>
      <w:r w:rsidR="00554BFA">
        <w:rPr>
          <w:rtl/>
        </w:rPr>
        <w:t xml:space="preserve"> </w:t>
      </w:r>
      <w:r w:rsidRPr="001C0167">
        <w:rPr>
          <w:rtl/>
        </w:rPr>
        <w:t>مُستجير</w:t>
      </w:r>
      <w:r w:rsidR="00554BFA">
        <w:rPr>
          <w:rtl/>
        </w:rPr>
        <w:t xml:space="preserve"> </w:t>
      </w:r>
      <w:r w:rsidR="00554BFA" w:rsidRPr="00D0383A">
        <w:rPr>
          <w:rtl/>
        </w:rPr>
        <w:t>=</w:t>
      </w:r>
      <w:r w:rsidR="00554BFA">
        <w:rPr>
          <w:rtl/>
        </w:rPr>
        <w:t xml:space="preserve"> </w:t>
      </w:r>
      <w:r w:rsidRPr="001C0167">
        <w:rPr>
          <w:rtl/>
        </w:rPr>
        <w:t>أيا</w:t>
      </w:r>
      <w:r w:rsidR="00554BFA">
        <w:rPr>
          <w:rtl/>
        </w:rPr>
        <w:t xml:space="preserve"> </w:t>
      </w:r>
      <w:r w:rsidRPr="001C0167">
        <w:rPr>
          <w:rtl/>
        </w:rPr>
        <w:t>بن</w:t>
      </w:r>
      <w:r w:rsidR="00554BFA">
        <w:rPr>
          <w:rtl/>
        </w:rPr>
        <w:t xml:space="preserve"> </w:t>
      </w:r>
      <w:r w:rsidRPr="001C0167">
        <w:rPr>
          <w:rtl/>
        </w:rPr>
        <w:t>البَشير</w:t>
      </w:r>
      <w:r w:rsidR="00554BFA">
        <w:rPr>
          <w:rtl/>
        </w:rPr>
        <w:t xml:space="preserve"> </w:t>
      </w:r>
      <w:r w:rsidRPr="001C0167">
        <w:rPr>
          <w:rtl/>
        </w:rPr>
        <w:t>ويا</w:t>
      </w:r>
      <w:r w:rsidR="00554BFA">
        <w:rPr>
          <w:rtl/>
        </w:rPr>
        <w:t xml:space="preserve"> </w:t>
      </w:r>
      <w:r w:rsidRPr="001C0167">
        <w:rPr>
          <w:rtl/>
        </w:rPr>
        <w:t>بن</w:t>
      </w:r>
      <w:r w:rsidR="00554BFA">
        <w:rPr>
          <w:rtl/>
        </w:rPr>
        <w:t xml:space="preserve"> </w:t>
      </w:r>
      <w:r w:rsidRPr="001C0167">
        <w:rPr>
          <w:rtl/>
        </w:rPr>
        <w:t>النَذير</w:t>
      </w:r>
    </w:p>
    <w:p w:rsidR="00645494" w:rsidRPr="00554BFA" w:rsidRDefault="00645494" w:rsidP="00554BFA">
      <w:pPr>
        <w:pStyle w:val="libPoemCenter"/>
        <w:rPr>
          <w:rtl/>
        </w:rPr>
      </w:pPr>
      <w:r w:rsidRPr="001C0167">
        <w:rPr>
          <w:rtl/>
        </w:rPr>
        <w:t>ويا ذَروة المَجد مِن هاشم</w:t>
      </w:r>
    </w:p>
    <w:p w:rsidR="00645494" w:rsidRDefault="00645494" w:rsidP="00FE2721">
      <w:pPr>
        <w:pStyle w:val="libPoemCenter"/>
        <w:rPr>
          <w:rtl/>
        </w:rPr>
      </w:pPr>
      <w:r w:rsidRPr="001C0167">
        <w:rPr>
          <w:rtl/>
        </w:rPr>
        <w:t>أتيتك</w:t>
      </w:r>
      <w:r w:rsidR="00554BFA">
        <w:rPr>
          <w:rtl/>
        </w:rPr>
        <w:t xml:space="preserve"> </w:t>
      </w:r>
      <w:r w:rsidRPr="001C0167">
        <w:rPr>
          <w:rtl/>
        </w:rPr>
        <w:t>مُستصرخاً</w:t>
      </w:r>
      <w:r w:rsidR="00554BFA">
        <w:rPr>
          <w:rtl/>
        </w:rPr>
        <w:t xml:space="preserve"> </w:t>
      </w:r>
      <w:r w:rsidRPr="001C0167">
        <w:rPr>
          <w:rtl/>
        </w:rPr>
        <w:t>مُستَغيث</w:t>
      </w:r>
      <w:r w:rsidR="00554BFA">
        <w:rPr>
          <w:rtl/>
        </w:rPr>
        <w:t xml:space="preserve"> </w:t>
      </w:r>
      <w:r w:rsidR="00554BFA" w:rsidRPr="00D0383A">
        <w:rPr>
          <w:rtl/>
        </w:rPr>
        <w:t>=</w:t>
      </w:r>
      <w:r w:rsidR="00554BFA">
        <w:rPr>
          <w:rtl/>
        </w:rPr>
        <w:t xml:space="preserve"> </w:t>
      </w:r>
      <w:r w:rsidRPr="001C0167">
        <w:rPr>
          <w:rtl/>
        </w:rPr>
        <w:t>أجِدُ</w:t>
      </w:r>
      <w:r w:rsidR="00554BFA">
        <w:rPr>
          <w:rtl/>
        </w:rPr>
        <w:t xml:space="preserve"> </w:t>
      </w:r>
      <w:r w:rsidRPr="001C0167">
        <w:rPr>
          <w:rtl/>
        </w:rPr>
        <w:t>إليك</w:t>
      </w:r>
      <w:r w:rsidR="00554BFA">
        <w:rPr>
          <w:rtl/>
        </w:rPr>
        <w:t xml:space="preserve"> </w:t>
      </w:r>
      <w:r w:rsidRPr="001C0167">
        <w:rPr>
          <w:rtl/>
        </w:rPr>
        <w:t>بسَير</w:t>
      </w:r>
      <w:r w:rsidR="00554BFA">
        <w:rPr>
          <w:rtl/>
        </w:rPr>
        <w:t xml:space="preserve"> </w:t>
      </w:r>
      <w:r w:rsidRPr="001C0167">
        <w:rPr>
          <w:rtl/>
        </w:rPr>
        <w:t>حَثيث</w:t>
      </w:r>
    </w:p>
    <w:p w:rsidR="00645494" w:rsidRPr="00645494" w:rsidRDefault="00645494" w:rsidP="00FE2721">
      <w:pPr>
        <w:pStyle w:val="libPoemCenter"/>
        <w:rPr>
          <w:rtl/>
        </w:rPr>
      </w:pPr>
      <w:r w:rsidRPr="001C0167">
        <w:rPr>
          <w:rtl/>
        </w:rPr>
        <w:t>وخَلفي</w:t>
      </w:r>
      <w:r w:rsidR="00554BFA">
        <w:rPr>
          <w:rtl/>
        </w:rPr>
        <w:t xml:space="preserve"> </w:t>
      </w:r>
      <w:r w:rsidRPr="001C0167">
        <w:rPr>
          <w:rtl/>
        </w:rPr>
        <w:t>عَدو</w:t>
      </w:r>
      <w:r w:rsidR="00554BFA">
        <w:rPr>
          <w:rtl/>
        </w:rPr>
        <w:t xml:space="preserve"> </w:t>
      </w:r>
      <w:r w:rsidRPr="001C0167">
        <w:rPr>
          <w:rtl/>
        </w:rPr>
        <w:t>غَشوم</w:t>
      </w:r>
      <w:r w:rsidR="00554BFA">
        <w:rPr>
          <w:rtl/>
        </w:rPr>
        <w:t xml:space="preserve"> </w:t>
      </w:r>
      <w:r w:rsidRPr="001C0167">
        <w:rPr>
          <w:rtl/>
        </w:rPr>
        <w:t>خَبيث</w:t>
      </w:r>
      <w:r w:rsidR="00554BFA">
        <w:rPr>
          <w:rtl/>
        </w:rPr>
        <w:t xml:space="preserve"> </w:t>
      </w:r>
      <w:r w:rsidR="00554BFA" w:rsidRPr="00D0383A">
        <w:rPr>
          <w:rtl/>
        </w:rPr>
        <w:t>=</w:t>
      </w:r>
      <w:r w:rsidR="00554BFA">
        <w:rPr>
          <w:rtl/>
        </w:rPr>
        <w:t xml:space="preserve"> </w:t>
      </w:r>
      <w:r w:rsidRPr="001C0167">
        <w:rPr>
          <w:rtl/>
        </w:rPr>
        <w:t>أغثني</w:t>
      </w:r>
      <w:r w:rsidR="00554BFA">
        <w:rPr>
          <w:rtl/>
        </w:rPr>
        <w:t xml:space="preserve"> </w:t>
      </w:r>
      <w:r w:rsidRPr="001C0167">
        <w:rPr>
          <w:rtl/>
        </w:rPr>
        <w:t>فأنَّك</w:t>
      </w:r>
      <w:r w:rsidR="00554BFA">
        <w:rPr>
          <w:rtl/>
        </w:rPr>
        <w:t xml:space="preserve"> </w:t>
      </w:r>
      <w:r w:rsidRPr="001C0167">
        <w:rPr>
          <w:rtl/>
        </w:rPr>
        <w:t>نِعم</w:t>
      </w:r>
      <w:r w:rsidR="00554BFA">
        <w:rPr>
          <w:rtl/>
        </w:rPr>
        <w:t xml:space="preserve"> </w:t>
      </w:r>
      <w:r w:rsidRPr="001C0167">
        <w:rPr>
          <w:rtl/>
        </w:rPr>
        <w:t>المُغيث</w:t>
      </w:r>
    </w:p>
    <w:p w:rsidR="00554BFA" w:rsidRDefault="00645494" w:rsidP="00554BFA">
      <w:pPr>
        <w:pStyle w:val="libPoemCenter"/>
        <w:rPr>
          <w:rtl/>
        </w:rPr>
      </w:pPr>
      <w:r w:rsidRPr="001C0167">
        <w:rPr>
          <w:rtl/>
        </w:rPr>
        <w:t>فَديتك مِن ظالم غاشم</w:t>
      </w:r>
    </w:p>
    <w:p w:rsidR="00554BFA" w:rsidRPr="00554BFA" w:rsidRDefault="00645494" w:rsidP="00645494">
      <w:pPr>
        <w:pStyle w:val="Heading3"/>
        <w:rPr>
          <w:rtl/>
        </w:rPr>
      </w:pPr>
      <w:bookmarkStart w:id="58" w:name="_Toc491861325"/>
      <w:r w:rsidRPr="001C0167">
        <w:rPr>
          <w:rtl/>
        </w:rPr>
        <w:t>الفصل الثاني:</w:t>
      </w:r>
      <w:bookmarkEnd w:id="58"/>
    </w:p>
    <w:p w:rsidR="00554BFA" w:rsidRDefault="00645494" w:rsidP="00554BFA">
      <w:pPr>
        <w:pStyle w:val="libNormal"/>
        <w:rPr>
          <w:rtl/>
        </w:rPr>
      </w:pPr>
      <w:r w:rsidRPr="00554BFA">
        <w:rPr>
          <w:rtl/>
        </w:rPr>
        <w:t>كنت سنة 1336هـ في النجف، فنظمت في أيام وَفاة‌ الحسن</w:t>
      </w:r>
      <w:r w:rsidR="00554BFA">
        <w:rPr>
          <w:rtl/>
        </w:rPr>
        <w:t xml:space="preserve"> (</w:t>
      </w:r>
      <w:r w:rsidRPr="00554BFA">
        <w:rPr>
          <w:rtl/>
        </w:rPr>
        <w:t>عليه السلام) قصيدة رِثاء له، ذات أربعة أشطر آخرها العين، وهي قولي:</w:t>
      </w:r>
    </w:p>
    <w:p w:rsidR="00645494" w:rsidRDefault="00645494" w:rsidP="00FE2721">
      <w:pPr>
        <w:pStyle w:val="libPoemCenter"/>
        <w:rPr>
          <w:rtl/>
        </w:rPr>
      </w:pPr>
      <w:r w:rsidRPr="001C0167">
        <w:rPr>
          <w:rtl/>
        </w:rPr>
        <w:t>دَعا</w:t>
      </w:r>
      <w:r w:rsidR="00554BFA">
        <w:rPr>
          <w:rtl/>
        </w:rPr>
        <w:t xml:space="preserve"> </w:t>
      </w:r>
      <w:r w:rsidRPr="001C0167">
        <w:rPr>
          <w:rtl/>
        </w:rPr>
        <w:t>فتَضرم</w:t>
      </w:r>
      <w:r w:rsidR="00554BFA">
        <w:rPr>
          <w:rtl/>
        </w:rPr>
        <w:t xml:space="preserve"> </w:t>
      </w:r>
      <w:r w:rsidRPr="001C0167">
        <w:rPr>
          <w:rtl/>
        </w:rPr>
        <w:t>القَلب</w:t>
      </w:r>
      <w:r w:rsidR="00554BFA">
        <w:rPr>
          <w:rtl/>
        </w:rPr>
        <w:t xml:space="preserve"> </w:t>
      </w:r>
      <w:r w:rsidRPr="001C0167">
        <w:rPr>
          <w:rtl/>
        </w:rPr>
        <w:t>الصَديع</w:t>
      </w:r>
      <w:r w:rsidR="00554BFA">
        <w:rPr>
          <w:rtl/>
        </w:rPr>
        <w:t xml:space="preserve"> </w:t>
      </w:r>
      <w:r w:rsidR="00554BFA" w:rsidRPr="00D0383A">
        <w:rPr>
          <w:rtl/>
        </w:rPr>
        <w:t>=</w:t>
      </w:r>
      <w:r w:rsidR="00554BFA">
        <w:rPr>
          <w:rtl/>
        </w:rPr>
        <w:t xml:space="preserve"> </w:t>
      </w:r>
      <w:r w:rsidRPr="001C0167">
        <w:rPr>
          <w:rtl/>
        </w:rPr>
        <w:t>وفاض</w:t>
      </w:r>
      <w:r w:rsidR="00554BFA">
        <w:rPr>
          <w:rtl/>
        </w:rPr>
        <w:t xml:space="preserve"> </w:t>
      </w:r>
      <w:r w:rsidRPr="001C0167">
        <w:rPr>
          <w:rtl/>
        </w:rPr>
        <w:t>مِن</w:t>
      </w:r>
      <w:r w:rsidR="00554BFA">
        <w:rPr>
          <w:rtl/>
        </w:rPr>
        <w:t xml:space="preserve"> </w:t>
      </w:r>
      <w:r w:rsidRPr="001C0167">
        <w:rPr>
          <w:rtl/>
        </w:rPr>
        <w:t>العيون</w:t>
      </w:r>
      <w:r w:rsidR="00554BFA">
        <w:rPr>
          <w:rtl/>
        </w:rPr>
        <w:t xml:space="preserve"> </w:t>
      </w:r>
      <w:r w:rsidRPr="001C0167">
        <w:rPr>
          <w:rtl/>
        </w:rPr>
        <w:t>دَمٌ</w:t>
      </w:r>
      <w:r w:rsidR="00554BFA">
        <w:rPr>
          <w:rtl/>
        </w:rPr>
        <w:t xml:space="preserve"> </w:t>
      </w:r>
      <w:r w:rsidRPr="001C0167">
        <w:rPr>
          <w:rtl/>
        </w:rPr>
        <w:t>نَجيع</w:t>
      </w:r>
    </w:p>
    <w:p w:rsidR="00645494" w:rsidRDefault="00645494" w:rsidP="00FE2721">
      <w:pPr>
        <w:pStyle w:val="libPoemCenter"/>
        <w:rPr>
          <w:rtl/>
        </w:rPr>
      </w:pPr>
      <w:r w:rsidRPr="001C0167">
        <w:rPr>
          <w:rtl/>
        </w:rPr>
        <w:t>فأنشده</w:t>
      </w:r>
      <w:r w:rsidR="00554BFA">
        <w:rPr>
          <w:rtl/>
        </w:rPr>
        <w:t xml:space="preserve"> </w:t>
      </w:r>
      <w:r w:rsidRPr="001C0167">
        <w:rPr>
          <w:rtl/>
        </w:rPr>
        <w:t>الخَلي</w:t>
      </w:r>
      <w:r w:rsidR="00554BFA">
        <w:rPr>
          <w:rtl/>
        </w:rPr>
        <w:t xml:space="preserve"> </w:t>
      </w:r>
      <w:r w:rsidRPr="001C0167">
        <w:rPr>
          <w:rtl/>
        </w:rPr>
        <w:t>أو</w:t>
      </w:r>
      <w:r w:rsidR="00554BFA">
        <w:rPr>
          <w:rtl/>
        </w:rPr>
        <w:t xml:space="preserve"> </w:t>
      </w:r>
      <w:r w:rsidRPr="001C0167">
        <w:rPr>
          <w:rtl/>
        </w:rPr>
        <w:t>الخَليع</w:t>
      </w:r>
      <w:r w:rsidR="00554BFA">
        <w:rPr>
          <w:rtl/>
        </w:rPr>
        <w:t xml:space="preserve"> </w:t>
      </w:r>
      <w:r w:rsidR="00554BFA" w:rsidRPr="00D0383A">
        <w:rPr>
          <w:rtl/>
        </w:rPr>
        <w:t>=</w:t>
      </w:r>
      <w:r w:rsidR="00554BFA">
        <w:rPr>
          <w:rtl/>
        </w:rPr>
        <w:t xml:space="preserve"> (</w:t>
      </w:r>
      <w:r w:rsidRPr="001C0167">
        <w:rPr>
          <w:rtl/>
        </w:rPr>
        <w:t>أ</w:t>
      </w:r>
      <w:r w:rsidR="00554BFA">
        <w:rPr>
          <w:rtl/>
        </w:rPr>
        <w:t xml:space="preserve"> </w:t>
      </w:r>
      <w:r w:rsidRPr="001C0167">
        <w:rPr>
          <w:rtl/>
        </w:rPr>
        <w:t>مِنْ</w:t>
      </w:r>
      <w:r w:rsidR="00554BFA">
        <w:rPr>
          <w:rtl/>
        </w:rPr>
        <w:t xml:space="preserve"> </w:t>
      </w:r>
      <w:r w:rsidRPr="001C0167">
        <w:rPr>
          <w:rtl/>
        </w:rPr>
        <w:t>رَيحانة</w:t>
      </w:r>
      <w:r w:rsidR="00554BFA">
        <w:rPr>
          <w:rtl/>
        </w:rPr>
        <w:t xml:space="preserve"> </w:t>
      </w:r>
      <w:r w:rsidRPr="001C0167">
        <w:rPr>
          <w:rtl/>
        </w:rPr>
        <w:t>الدَاعي</w:t>
      </w:r>
      <w:r w:rsidR="00554BFA">
        <w:rPr>
          <w:rtl/>
        </w:rPr>
        <w:t xml:space="preserve"> </w:t>
      </w:r>
      <w:r w:rsidRPr="001C0167">
        <w:rPr>
          <w:rtl/>
        </w:rPr>
        <w:t>السَميع)</w:t>
      </w:r>
    </w:p>
    <w:p w:rsidR="00645494" w:rsidRDefault="00645494" w:rsidP="00FE2721">
      <w:pPr>
        <w:pStyle w:val="libPoemCenter"/>
        <w:rPr>
          <w:rtl/>
        </w:rPr>
      </w:pPr>
      <w:r w:rsidRPr="001C0167">
        <w:rPr>
          <w:rtl/>
        </w:rPr>
        <w:t>نِعم</w:t>
      </w:r>
      <w:r w:rsidR="00554BFA">
        <w:rPr>
          <w:rtl/>
        </w:rPr>
        <w:t xml:space="preserve"> </w:t>
      </w:r>
      <w:r w:rsidRPr="001C0167">
        <w:rPr>
          <w:rtl/>
        </w:rPr>
        <w:t>ريحانة</w:t>
      </w:r>
      <w:r w:rsidR="00554BFA">
        <w:rPr>
          <w:rtl/>
        </w:rPr>
        <w:t xml:space="preserve"> </w:t>
      </w:r>
      <w:r w:rsidRPr="001C0167">
        <w:rPr>
          <w:rtl/>
        </w:rPr>
        <w:t>الهادي</w:t>
      </w:r>
      <w:r w:rsidR="00554BFA">
        <w:rPr>
          <w:rtl/>
        </w:rPr>
        <w:t xml:space="preserve"> </w:t>
      </w:r>
      <w:r w:rsidRPr="001C0167">
        <w:rPr>
          <w:rtl/>
        </w:rPr>
        <w:t>النبيّ</w:t>
      </w:r>
      <w:r w:rsidR="00554BFA">
        <w:rPr>
          <w:rtl/>
        </w:rPr>
        <w:t xml:space="preserve"> </w:t>
      </w:r>
      <w:r w:rsidR="00554BFA" w:rsidRPr="00D0383A">
        <w:rPr>
          <w:rtl/>
        </w:rPr>
        <w:t>=</w:t>
      </w:r>
      <w:r w:rsidR="00554BFA">
        <w:rPr>
          <w:rtl/>
        </w:rPr>
        <w:t xml:space="preserve"> </w:t>
      </w:r>
      <w:r w:rsidRPr="001C0167">
        <w:rPr>
          <w:rtl/>
        </w:rPr>
        <w:t>ومُهجة</w:t>
      </w:r>
      <w:r w:rsidR="00554BFA">
        <w:rPr>
          <w:rtl/>
        </w:rPr>
        <w:t xml:space="preserve"> </w:t>
      </w:r>
      <w:r w:rsidRPr="001C0167">
        <w:rPr>
          <w:rtl/>
        </w:rPr>
        <w:t>فاطم</w:t>
      </w:r>
      <w:r w:rsidR="00554BFA">
        <w:rPr>
          <w:rtl/>
        </w:rPr>
        <w:t xml:space="preserve"> </w:t>
      </w:r>
      <w:r w:rsidRPr="001C0167">
        <w:rPr>
          <w:rtl/>
        </w:rPr>
        <w:t>وحَشا</w:t>
      </w:r>
      <w:r w:rsidR="00554BFA">
        <w:rPr>
          <w:rtl/>
        </w:rPr>
        <w:t xml:space="preserve"> </w:t>
      </w:r>
      <w:r w:rsidRPr="001C0167">
        <w:rPr>
          <w:rtl/>
        </w:rPr>
        <w:t>عليّ</w:t>
      </w:r>
    </w:p>
    <w:p w:rsidR="00645494" w:rsidRDefault="00645494" w:rsidP="00FE2721">
      <w:pPr>
        <w:pStyle w:val="libPoemCenter"/>
        <w:rPr>
          <w:rtl/>
        </w:rPr>
      </w:pPr>
      <w:r w:rsidRPr="001C0167">
        <w:rPr>
          <w:rtl/>
        </w:rPr>
        <w:t>تَذكر</w:t>
      </w:r>
      <w:r w:rsidR="00554BFA">
        <w:rPr>
          <w:rtl/>
        </w:rPr>
        <w:t xml:space="preserve"> </w:t>
      </w:r>
      <w:r w:rsidRPr="001C0167">
        <w:rPr>
          <w:rtl/>
        </w:rPr>
        <w:t>مِحنة</w:t>
      </w:r>
      <w:r w:rsidR="00554BFA">
        <w:rPr>
          <w:rtl/>
        </w:rPr>
        <w:t xml:space="preserve"> </w:t>
      </w:r>
      <w:r w:rsidRPr="001C0167">
        <w:rPr>
          <w:rtl/>
        </w:rPr>
        <w:t>الحسن</w:t>
      </w:r>
      <w:r w:rsidR="00554BFA">
        <w:rPr>
          <w:rtl/>
        </w:rPr>
        <w:t xml:space="preserve"> </w:t>
      </w:r>
      <w:r w:rsidRPr="001C0167">
        <w:rPr>
          <w:rtl/>
        </w:rPr>
        <w:t>الزَكي</w:t>
      </w:r>
      <w:r w:rsidR="00554BFA">
        <w:rPr>
          <w:rtl/>
        </w:rPr>
        <w:t xml:space="preserve"> </w:t>
      </w:r>
      <w:r w:rsidR="00554BFA" w:rsidRPr="00D0383A">
        <w:rPr>
          <w:rtl/>
        </w:rPr>
        <w:t>=</w:t>
      </w:r>
      <w:r w:rsidR="00554BFA">
        <w:rPr>
          <w:rtl/>
        </w:rPr>
        <w:t xml:space="preserve"> </w:t>
      </w:r>
      <w:r w:rsidRPr="001C0167">
        <w:rPr>
          <w:rtl/>
        </w:rPr>
        <w:t>فكان</w:t>
      </w:r>
      <w:r w:rsidR="00554BFA">
        <w:rPr>
          <w:rtl/>
        </w:rPr>
        <w:t xml:space="preserve"> </w:t>
      </w:r>
      <w:r w:rsidRPr="001C0167">
        <w:rPr>
          <w:rtl/>
        </w:rPr>
        <w:t>كما</w:t>
      </w:r>
      <w:r w:rsidR="00554BFA">
        <w:rPr>
          <w:rtl/>
        </w:rPr>
        <w:t xml:space="preserve"> </w:t>
      </w:r>
      <w:r w:rsidRPr="001C0167">
        <w:rPr>
          <w:rtl/>
        </w:rPr>
        <w:t>تَرى</w:t>
      </w:r>
      <w:r w:rsidR="00554BFA">
        <w:rPr>
          <w:rtl/>
        </w:rPr>
        <w:t xml:space="preserve"> </w:t>
      </w:r>
      <w:r w:rsidRPr="001C0167">
        <w:rPr>
          <w:rtl/>
        </w:rPr>
        <w:t>الخَطب</w:t>
      </w:r>
      <w:r w:rsidR="00554BFA">
        <w:rPr>
          <w:rtl/>
        </w:rPr>
        <w:t xml:space="preserve"> </w:t>
      </w:r>
      <w:r w:rsidRPr="001C0167">
        <w:rPr>
          <w:rtl/>
        </w:rPr>
        <w:t>الفَظيع</w:t>
      </w:r>
    </w:p>
    <w:p w:rsidR="00645494" w:rsidRDefault="00645494" w:rsidP="00FE2721">
      <w:pPr>
        <w:pStyle w:val="libPoemCenter"/>
        <w:rPr>
          <w:rtl/>
        </w:rPr>
      </w:pPr>
      <w:r w:rsidRPr="001C0167">
        <w:rPr>
          <w:rtl/>
        </w:rPr>
        <w:t>يقول</w:t>
      </w:r>
      <w:r w:rsidR="00554BFA">
        <w:rPr>
          <w:rtl/>
        </w:rPr>
        <w:t xml:space="preserve"> </w:t>
      </w:r>
      <w:r w:rsidRPr="001C0167">
        <w:rPr>
          <w:rtl/>
        </w:rPr>
        <w:t>المُصطفى</w:t>
      </w:r>
      <w:r w:rsidR="00554BFA">
        <w:rPr>
          <w:rtl/>
        </w:rPr>
        <w:t xml:space="preserve"> </w:t>
      </w:r>
      <w:r w:rsidRPr="001C0167">
        <w:rPr>
          <w:rtl/>
        </w:rPr>
        <w:t>ولدي</w:t>
      </w:r>
      <w:r w:rsidR="00554BFA">
        <w:rPr>
          <w:rtl/>
        </w:rPr>
        <w:t xml:space="preserve"> </w:t>
      </w:r>
      <w:r w:rsidRPr="001C0167">
        <w:rPr>
          <w:rtl/>
        </w:rPr>
        <w:t>إمام</w:t>
      </w:r>
      <w:r w:rsidR="00554BFA">
        <w:rPr>
          <w:rtl/>
        </w:rPr>
        <w:t xml:space="preserve"> </w:t>
      </w:r>
      <w:r w:rsidR="00554BFA" w:rsidRPr="00D0383A">
        <w:rPr>
          <w:rtl/>
        </w:rPr>
        <w:t>=</w:t>
      </w:r>
      <w:r w:rsidR="00554BFA">
        <w:rPr>
          <w:rtl/>
        </w:rPr>
        <w:t xml:space="preserve"> </w:t>
      </w:r>
      <w:r w:rsidRPr="001C0167">
        <w:rPr>
          <w:rtl/>
        </w:rPr>
        <w:t>أحاط</w:t>
      </w:r>
      <w:r w:rsidR="00554BFA">
        <w:rPr>
          <w:rtl/>
        </w:rPr>
        <w:t xml:space="preserve"> </w:t>
      </w:r>
      <w:r w:rsidRPr="001C0167">
        <w:rPr>
          <w:rtl/>
        </w:rPr>
        <w:t>به</w:t>
      </w:r>
      <w:r w:rsidR="00554BFA">
        <w:rPr>
          <w:rtl/>
        </w:rPr>
        <w:t xml:space="preserve"> </w:t>
      </w:r>
      <w:r w:rsidRPr="001C0167">
        <w:rPr>
          <w:rtl/>
        </w:rPr>
        <w:t>قُعود</w:t>
      </w:r>
      <w:r w:rsidR="00554BFA">
        <w:rPr>
          <w:rtl/>
        </w:rPr>
        <w:t xml:space="preserve"> </w:t>
      </w:r>
      <w:r w:rsidRPr="001C0167">
        <w:rPr>
          <w:rtl/>
        </w:rPr>
        <w:t>أو</w:t>
      </w:r>
      <w:r w:rsidR="00554BFA">
        <w:rPr>
          <w:rtl/>
        </w:rPr>
        <w:t xml:space="preserve"> </w:t>
      </w:r>
      <w:r w:rsidRPr="001C0167">
        <w:rPr>
          <w:rtl/>
        </w:rPr>
        <w:t>قِيام</w:t>
      </w:r>
    </w:p>
    <w:p w:rsidR="00645494" w:rsidRDefault="00645494" w:rsidP="00FE2721">
      <w:pPr>
        <w:pStyle w:val="libPoemCenter"/>
        <w:rPr>
          <w:rtl/>
        </w:rPr>
      </w:pPr>
      <w:r w:rsidRPr="001C0167">
        <w:rPr>
          <w:rtl/>
        </w:rPr>
        <w:t>ويَجحد</w:t>
      </w:r>
      <w:r w:rsidR="00554BFA">
        <w:rPr>
          <w:rtl/>
        </w:rPr>
        <w:t xml:space="preserve"> </w:t>
      </w:r>
      <w:r w:rsidRPr="001C0167">
        <w:rPr>
          <w:rtl/>
        </w:rPr>
        <w:t>قَوله</w:t>
      </w:r>
      <w:r w:rsidR="00554BFA">
        <w:rPr>
          <w:rtl/>
        </w:rPr>
        <w:t xml:space="preserve"> </w:t>
      </w:r>
      <w:r w:rsidRPr="001C0167">
        <w:rPr>
          <w:rtl/>
        </w:rPr>
        <w:t>منهم</w:t>
      </w:r>
      <w:r w:rsidR="00554BFA">
        <w:rPr>
          <w:rtl/>
        </w:rPr>
        <w:t xml:space="preserve"> </w:t>
      </w:r>
      <w:r w:rsidRPr="001C0167">
        <w:rPr>
          <w:rtl/>
        </w:rPr>
        <w:t>طُغام</w:t>
      </w:r>
      <w:r w:rsidR="00554BFA">
        <w:rPr>
          <w:rtl/>
        </w:rPr>
        <w:t xml:space="preserve"> </w:t>
      </w:r>
      <w:r w:rsidR="00554BFA" w:rsidRPr="00D0383A">
        <w:rPr>
          <w:rtl/>
        </w:rPr>
        <w:t>=</w:t>
      </w:r>
      <w:r w:rsidR="00554BFA">
        <w:rPr>
          <w:rtl/>
        </w:rPr>
        <w:t xml:space="preserve"> </w:t>
      </w:r>
      <w:r w:rsidRPr="001C0167">
        <w:rPr>
          <w:rtl/>
        </w:rPr>
        <w:t>ويَعصي</w:t>
      </w:r>
      <w:r w:rsidR="00554BFA">
        <w:rPr>
          <w:rtl/>
        </w:rPr>
        <w:t xml:space="preserve"> </w:t>
      </w:r>
      <w:r w:rsidRPr="001C0167">
        <w:rPr>
          <w:rtl/>
        </w:rPr>
        <w:t>أمره</w:t>
      </w:r>
      <w:r w:rsidR="00554BFA">
        <w:rPr>
          <w:rtl/>
        </w:rPr>
        <w:t xml:space="preserve"> </w:t>
      </w:r>
      <w:r w:rsidRPr="001C0167">
        <w:rPr>
          <w:rtl/>
        </w:rPr>
        <w:t>مَن</w:t>
      </w:r>
      <w:r w:rsidR="00554BFA">
        <w:rPr>
          <w:rtl/>
        </w:rPr>
        <w:t xml:space="preserve"> </w:t>
      </w:r>
      <w:r w:rsidRPr="001C0167">
        <w:rPr>
          <w:rtl/>
        </w:rPr>
        <w:t>لا</w:t>
      </w:r>
      <w:r w:rsidR="00554BFA">
        <w:rPr>
          <w:rtl/>
        </w:rPr>
        <w:t xml:space="preserve"> </w:t>
      </w:r>
      <w:r w:rsidRPr="001C0167">
        <w:rPr>
          <w:rtl/>
        </w:rPr>
        <w:t>يُطيع</w:t>
      </w:r>
    </w:p>
    <w:p w:rsidR="00645494" w:rsidRPr="00645494" w:rsidRDefault="00645494" w:rsidP="00FE2721">
      <w:pPr>
        <w:pStyle w:val="libPoemCenter"/>
        <w:rPr>
          <w:rtl/>
        </w:rPr>
      </w:pPr>
      <w:r w:rsidRPr="001C0167">
        <w:rPr>
          <w:rtl/>
        </w:rPr>
        <w:t>هُم</w:t>
      </w:r>
      <w:r w:rsidR="00554BFA">
        <w:rPr>
          <w:rtl/>
        </w:rPr>
        <w:t xml:space="preserve"> </w:t>
      </w:r>
      <w:r w:rsidRPr="001C0167">
        <w:rPr>
          <w:rtl/>
        </w:rPr>
        <w:t>اغتالوه</w:t>
      </w:r>
      <w:r w:rsidR="00554BFA">
        <w:rPr>
          <w:rtl/>
        </w:rPr>
        <w:t xml:space="preserve"> </w:t>
      </w:r>
      <w:r w:rsidRPr="001C0167">
        <w:rPr>
          <w:rtl/>
        </w:rPr>
        <w:t>في</w:t>
      </w:r>
      <w:r w:rsidR="00554BFA">
        <w:rPr>
          <w:rtl/>
        </w:rPr>
        <w:t xml:space="preserve"> </w:t>
      </w:r>
      <w:r w:rsidRPr="001C0167">
        <w:rPr>
          <w:rtl/>
        </w:rPr>
        <w:t>جَنب</w:t>
      </w:r>
      <w:r w:rsidR="00554BFA">
        <w:rPr>
          <w:rtl/>
        </w:rPr>
        <w:t xml:space="preserve"> </w:t>
      </w:r>
      <w:r w:rsidRPr="001C0167">
        <w:rPr>
          <w:rtl/>
        </w:rPr>
        <w:t>المَدائن</w:t>
      </w:r>
      <w:r w:rsidR="00554BFA">
        <w:rPr>
          <w:rtl/>
        </w:rPr>
        <w:t xml:space="preserve"> </w:t>
      </w:r>
      <w:r w:rsidR="00554BFA" w:rsidRPr="00D0383A">
        <w:rPr>
          <w:rtl/>
        </w:rPr>
        <w:t>=</w:t>
      </w:r>
      <w:r w:rsidR="00554BFA">
        <w:rPr>
          <w:rtl/>
        </w:rPr>
        <w:t xml:space="preserve"> </w:t>
      </w:r>
      <w:r w:rsidRPr="001C0167">
        <w:rPr>
          <w:rtl/>
        </w:rPr>
        <w:t>بطَعنة</w:t>
      </w:r>
      <w:r w:rsidR="00554BFA">
        <w:rPr>
          <w:rtl/>
        </w:rPr>
        <w:t xml:space="preserve"> </w:t>
      </w:r>
      <w:r w:rsidRPr="001C0167">
        <w:rPr>
          <w:rtl/>
        </w:rPr>
        <w:t>مَغول</w:t>
      </w:r>
      <w:r w:rsidR="00554BFA">
        <w:rPr>
          <w:rtl/>
        </w:rPr>
        <w:t xml:space="preserve"> </w:t>
      </w:r>
      <w:r w:rsidRPr="001C0167">
        <w:rPr>
          <w:rtl/>
        </w:rPr>
        <w:t>مِن</w:t>
      </w:r>
      <w:r w:rsidR="00554BFA">
        <w:rPr>
          <w:rtl/>
        </w:rPr>
        <w:t xml:space="preserve"> </w:t>
      </w:r>
      <w:r w:rsidRPr="001C0167">
        <w:rPr>
          <w:rtl/>
        </w:rPr>
        <w:t>كَف</w:t>
      </w:r>
      <w:r w:rsidR="00554BFA">
        <w:rPr>
          <w:rtl/>
        </w:rPr>
        <w:t xml:space="preserve"> </w:t>
      </w:r>
      <w:r w:rsidRPr="001C0167">
        <w:rPr>
          <w:rtl/>
        </w:rPr>
        <w:t>خائن</w:t>
      </w:r>
    </w:p>
    <w:p w:rsidR="00645494" w:rsidRDefault="00645494" w:rsidP="00645494">
      <w:pPr>
        <w:pStyle w:val="libNormal"/>
      </w:pPr>
      <w:r>
        <w:br w:type="page"/>
      </w:r>
    </w:p>
    <w:p w:rsidR="00645494" w:rsidRDefault="00645494" w:rsidP="00FE2721">
      <w:pPr>
        <w:pStyle w:val="libPoemCenter"/>
        <w:rPr>
          <w:rtl/>
        </w:rPr>
      </w:pPr>
      <w:r w:rsidRPr="001C0167">
        <w:rPr>
          <w:rtl/>
        </w:rPr>
        <w:lastRenderedPageBreak/>
        <w:t>وهم</w:t>
      </w:r>
      <w:r w:rsidR="00554BFA">
        <w:rPr>
          <w:rtl/>
        </w:rPr>
        <w:t xml:space="preserve"> </w:t>
      </w:r>
      <w:r w:rsidRPr="001C0167">
        <w:rPr>
          <w:rtl/>
        </w:rPr>
        <w:t>سَلبوا</w:t>
      </w:r>
      <w:r w:rsidR="00554BFA">
        <w:rPr>
          <w:rtl/>
        </w:rPr>
        <w:t xml:space="preserve"> </w:t>
      </w:r>
      <w:r w:rsidRPr="001C0167">
        <w:rPr>
          <w:rtl/>
        </w:rPr>
        <w:t>القَطائف</w:t>
      </w:r>
      <w:r w:rsidR="00554BFA">
        <w:rPr>
          <w:rtl/>
        </w:rPr>
        <w:t xml:space="preserve"> </w:t>
      </w:r>
      <w:r w:rsidRPr="001C0167">
        <w:rPr>
          <w:rtl/>
        </w:rPr>
        <w:t>والظَعائن</w:t>
      </w:r>
      <w:r w:rsidR="00554BFA">
        <w:rPr>
          <w:rtl/>
        </w:rPr>
        <w:t xml:space="preserve"> </w:t>
      </w:r>
      <w:r w:rsidR="00554BFA" w:rsidRPr="00D0383A">
        <w:rPr>
          <w:rtl/>
        </w:rPr>
        <w:t>=</w:t>
      </w:r>
      <w:r w:rsidR="00554BFA">
        <w:rPr>
          <w:rtl/>
        </w:rPr>
        <w:t xml:space="preserve"> </w:t>
      </w:r>
      <w:r w:rsidRPr="001C0167">
        <w:rPr>
          <w:rtl/>
        </w:rPr>
        <w:t>فرفع</w:t>
      </w:r>
      <w:r w:rsidR="00554BFA">
        <w:rPr>
          <w:rtl/>
        </w:rPr>
        <w:t xml:space="preserve"> </w:t>
      </w:r>
      <w:r w:rsidRPr="001C0167">
        <w:rPr>
          <w:rtl/>
        </w:rPr>
        <w:t>رأسه</w:t>
      </w:r>
      <w:r w:rsidR="00554BFA">
        <w:rPr>
          <w:rtl/>
        </w:rPr>
        <w:t xml:space="preserve"> </w:t>
      </w:r>
      <w:r w:rsidRPr="001C0167">
        <w:rPr>
          <w:rtl/>
        </w:rPr>
        <w:t>الوَغد</w:t>
      </w:r>
      <w:r w:rsidR="00554BFA">
        <w:rPr>
          <w:rtl/>
        </w:rPr>
        <w:t xml:space="preserve"> </w:t>
      </w:r>
      <w:r w:rsidRPr="001C0167">
        <w:rPr>
          <w:rtl/>
        </w:rPr>
        <w:t>الوَضيع</w:t>
      </w:r>
    </w:p>
    <w:p w:rsidR="00645494" w:rsidRDefault="00645494" w:rsidP="00FE2721">
      <w:pPr>
        <w:pStyle w:val="libPoemCenter"/>
        <w:rPr>
          <w:rtl/>
        </w:rPr>
      </w:pPr>
      <w:r w:rsidRPr="001C0167">
        <w:rPr>
          <w:rtl/>
        </w:rPr>
        <w:t>فيا</w:t>
      </w:r>
      <w:r w:rsidR="00554BFA">
        <w:rPr>
          <w:rtl/>
        </w:rPr>
        <w:t xml:space="preserve"> </w:t>
      </w:r>
      <w:r w:rsidRPr="001C0167">
        <w:rPr>
          <w:rtl/>
        </w:rPr>
        <w:t>لله</w:t>
      </w:r>
      <w:r w:rsidR="00554BFA">
        <w:rPr>
          <w:rtl/>
        </w:rPr>
        <w:t xml:space="preserve"> </w:t>
      </w:r>
      <w:r w:rsidRPr="001C0167">
        <w:rPr>
          <w:rtl/>
        </w:rPr>
        <w:t>ما</w:t>
      </w:r>
      <w:r w:rsidR="00554BFA">
        <w:rPr>
          <w:rtl/>
        </w:rPr>
        <w:t xml:space="preserve"> </w:t>
      </w:r>
      <w:r w:rsidRPr="001C0167">
        <w:rPr>
          <w:rtl/>
        </w:rPr>
        <w:t>فَعلوا</w:t>
      </w:r>
      <w:r w:rsidR="00554BFA">
        <w:rPr>
          <w:rtl/>
        </w:rPr>
        <w:t xml:space="preserve"> </w:t>
      </w:r>
      <w:r w:rsidRPr="001C0167">
        <w:rPr>
          <w:rtl/>
        </w:rPr>
        <w:t>بحِجر</w:t>
      </w:r>
      <w:r w:rsidR="00554BFA">
        <w:rPr>
          <w:rtl/>
        </w:rPr>
        <w:t xml:space="preserve"> </w:t>
      </w:r>
      <w:r w:rsidR="00554BFA" w:rsidRPr="00D0383A">
        <w:rPr>
          <w:rtl/>
        </w:rPr>
        <w:t>=</w:t>
      </w:r>
      <w:r w:rsidR="00554BFA">
        <w:rPr>
          <w:rtl/>
        </w:rPr>
        <w:t xml:space="preserve"> </w:t>
      </w:r>
      <w:r w:rsidRPr="001C0167">
        <w:rPr>
          <w:rtl/>
        </w:rPr>
        <w:t>وما</w:t>
      </w:r>
      <w:r w:rsidR="00554BFA">
        <w:rPr>
          <w:rtl/>
        </w:rPr>
        <w:t xml:space="preserve"> </w:t>
      </w:r>
      <w:r w:rsidRPr="001C0167">
        <w:rPr>
          <w:rtl/>
        </w:rPr>
        <w:t>فَتَكوا</w:t>
      </w:r>
      <w:r w:rsidR="00554BFA">
        <w:rPr>
          <w:rtl/>
        </w:rPr>
        <w:t xml:space="preserve"> </w:t>
      </w:r>
      <w:r w:rsidRPr="001C0167">
        <w:rPr>
          <w:rtl/>
        </w:rPr>
        <w:t>بميّثم</w:t>
      </w:r>
      <w:r w:rsidR="00554BFA">
        <w:rPr>
          <w:rtl/>
        </w:rPr>
        <w:t xml:space="preserve"> </w:t>
      </w:r>
      <w:r w:rsidRPr="001C0167">
        <w:rPr>
          <w:rtl/>
        </w:rPr>
        <w:t>أو</w:t>
      </w:r>
      <w:r w:rsidR="00554BFA">
        <w:rPr>
          <w:rtl/>
        </w:rPr>
        <w:t xml:space="preserve"> </w:t>
      </w:r>
      <w:r w:rsidRPr="001C0167">
        <w:rPr>
          <w:rtl/>
        </w:rPr>
        <w:t>بعَمْرو</w:t>
      </w:r>
    </w:p>
    <w:p w:rsidR="00645494" w:rsidRDefault="00645494" w:rsidP="00FE2721">
      <w:pPr>
        <w:pStyle w:val="libPoemCenter"/>
        <w:rPr>
          <w:rtl/>
        </w:rPr>
      </w:pPr>
      <w:r w:rsidRPr="001C0167">
        <w:rPr>
          <w:rtl/>
        </w:rPr>
        <w:t>وما</w:t>
      </w:r>
      <w:r w:rsidR="00554BFA">
        <w:rPr>
          <w:rtl/>
        </w:rPr>
        <w:t xml:space="preserve"> </w:t>
      </w:r>
      <w:r w:rsidRPr="001C0167">
        <w:rPr>
          <w:rtl/>
        </w:rPr>
        <w:t>هَتكوا</w:t>
      </w:r>
      <w:r w:rsidR="00554BFA">
        <w:rPr>
          <w:rtl/>
        </w:rPr>
        <w:t xml:space="preserve"> </w:t>
      </w:r>
      <w:r w:rsidRPr="001C0167">
        <w:rPr>
          <w:rtl/>
        </w:rPr>
        <w:t>النِساء</w:t>
      </w:r>
      <w:r w:rsidR="00554BFA">
        <w:rPr>
          <w:rtl/>
        </w:rPr>
        <w:t xml:space="preserve"> </w:t>
      </w:r>
      <w:r w:rsidRPr="001C0167">
        <w:rPr>
          <w:rtl/>
        </w:rPr>
        <w:t>بكُلِّ</w:t>
      </w:r>
      <w:r w:rsidR="00554BFA">
        <w:rPr>
          <w:rtl/>
        </w:rPr>
        <w:t xml:space="preserve"> </w:t>
      </w:r>
      <w:r w:rsidRPr="001C0167">
        <w:rPr>
          <w:rtl/>
        </w:rPr>
        <w:t>خِدر</w:t>
      </w:r>
      <w:r w:rsidR="00554BFA">
        <w:rPr>
          <w:rtl/>
        </w:rPr>
        <w:t xml:space="preserve"> </w:t>
      </w:r>
      <w:r w:rsidR="00554BFA" w:rsidRPr="00D0383A">
        <w:rPr>
          <w:rtl/>
        </w:rPr>
        <w:t>=</w:t>
      </w:r>
      <w:r w:rsidR="00554BFA">
        <w:rPr>
          <w:rtl/>
        </w:rPr>
        <w:t xml:space="preserve"> </w:t>
      </w:r>
      <w:r w:rsidRPr="001C0167">
        <w:rPr>
          <w:rtl/>
        </w:rPr>
        <w:t>وما</w:t>
      </w:r>
      <w:r w:rsidR="00554BFA">
        <w:rPr>
          <w:rtl/>
        </w:rPr>
        <w:t xml:space="preserve"> </w:t>
      </w:r>
      <w:r w:rsidRPr="001C0167">
        <w:rPr>
          <w:rtl/>
        </w:rPr>
        <w:t>صَنعوا</w:t>
      </w:r>
      <w:r w:rsidR="00554BFA">
        <w:rPr>
          <w:rtl/>
        </w:rPr>
        <w:t xml:space="preserve"> </w:t>
      </w:r>
      <w:r w:rsidRPr="001C0167">
        <w:rPr>
          <w:rtl/>
        </w:rPr>
        <w:t>فيا</w:t>
      </w:r>
      <w:r w:rsidR="00554BFA">
        <w:rPr>
          <w:rtl/>
        </w:rPr>
        <w:t xml:space="preserve"> </w:t>
      </w:r>
      <w:r w:rsidRPr="001C0167">
        <w:rPr>
          <w:rtl/>
        </w:rPr>
        <w:t>بِئس</w:t>
      </w:r>
      <w:r w:rsidR="00554BFA">
        <w:rPr>
          <w:rtl/>
        </w:rPr>
        <w:t xml:space="preserve"> </w:t>
      </w:r>
      <w:r w:rsidRPr="001C0167">
        <w:rPr>
          <w:rtl/>
        </w:rPr>
        <w:t>الصَنيع</w:t>
      </w:r>
    </w:p>
    <w:p w:rsidR="00645494" w:rsidRDefault="00645494" w:rsidP="00FE2721">
      <w:pPr>
        <w:pStyle w:val="libPoemCenter"/>
        <w:rPr>
          <w:rtl/>
        </w:rPr>
      </w:pPr>
      <w:r w:rsidRPr="001C0167">
        <w:rPr>
          <w:rtl/>
        </w:rPr>
        <w:t>إلى</w:t>
      </w:r>
      <w:r w:rsidR="00554BFA">
        <w:rPr>
          <w:rtl/>
        </w:rPr>
        <w:t xml:space="preserve"> </w:t>
      </w:r>
      <w:r w:rsidRPr="001C0167">
        <w:rPr>
          <w:rtl/>
        </w:rPr>
        <w:t>أنْ</w:t>
      </w:r>
      <w:r w:rsidR="00554BFA">
        <w:rPr>
          <w:rtl/>
        </w:rPr>
        <w:t xml:space="preserve"> </w:t>
      </w:r>
      <w:r w:rsidRPr="001C0167">
        <w:rPr>
          <w:rtl/>
        </w:rPr>
        <w:t>ضاق</w:t>
      </w:r>
      <w:r w:rsidR="00554BFA">
        <w:rPr>
          <w:rtl/>
        </w:rPr>
        <w:t xml:space="preserve"> </w:t>
      </w:r>
      <w:r w:rsidRPr="001C0167">
        <w:rPr>
          <w:rtl/>
        </w:rPr>
        <w:t>ذَرع</w:t>
      </w:r>
      <w:r w:rsidR="00554BFA">
        <w:rPr>
          <w:rtl/>
        </w:rPr>
        <w:t xml:space="preserve"> </w:t>
      </w:r>
      <w:r w:rsidRPr="001C0167">
        <w:rPr>
          <w:rtl/>
        </w:rPr>
        <w:t>أبي</w:t>
      </w:r>
      <w:r w:rsidR="00554BFA">
        <w:rPr>
          <w:rtl/>
        </w:rPr>
        <w:t xml:space="preserve"> </w:t>
      </w:r>
      <w:r w:rsidRPr="001C0167">
        <w:rPr>
          <w:rtl/>
        </w:rPr>
        <w:t>محمّد</w:t>
      </w:r>
      <w:r w:rsidR="00554BFA">
        <w:rPr>
          <w:rtl/>
        </w:rPr>
        <w:t xml:space="preserve"> </w:t>
      </w:r>
      <w:r w:rsidR="00554BFA" w:rsidRPr="00D0383A">
        <w:rPr>
          <w:rtl/>
        </w:rPr>
        <w:t>=</w:t>
      </w:r>
      <w:r w:rsidR="00554BFA">
        <w:rPr>
          <w:rtl/>
        </w:rPr>
        <w:t xml:space="preserve"> </w:t>
      </w:r>
      <w:r w:rsidRPr="001C0167">
        <w:rPr>
          <w:rtl/>
        </w:rPr>
        <w:t>مِن</w:t>
      </w:r>
      <w:r w:rsidR="00554BFA">
        <w:rPr>
          <w:rtl/>
        </w:rPr>
        <w:t xml:space="preserve"> </w:t>
      </w:r>
      <w:r w:rsidRPr="001C0167">
        <w:rPr>
          <w:rtl/>
        </w:rPr>
        <w:t>المِحن</w:t>
      </w:r>
      <w:r w:rsidR="00554BFA">
        <w:rPr>
          <w:rtl/>
        </w:rPr>
        <w:t xml:space="preserve"> </w:t>
      </w:r>
      <w:r w:rsidRPr="001C0167">
        <w:rPr>
          <w:rtl/>
        </w:rPr>
        <w:t>التي</w:t>
      </w:r>
      <w:r w:rsidR="00554BFA">
        <w:rPr>
          <w:rtl/>
        </w:rPr>
        <w:t xml:space="preserve"> </w:t>
      </w:r>
      <w:r w:rsidRPr="001C0167">
        <w:rPr>
          <w:rtl/>
        </w:rPr>
        <w:t>ليست</w:t>
      </w:r>
      <w:r w:rsidR="00554BFA">
        <w:rPr>
          <w:rtl/>
        </w:rPr>
        <w:t xml:space="preserve"> </w:t>
      </w:r>
      <w:r w:rsidRPr="001C0167">
        <w:rPr>
          <w:rtl/>
        </w:rPr>
        <w:t>تُعدَّد</w:t>
      </w:r>
    </w:p>
    <w:p w:rsidR="00645494" w:rsidRDefault="00645494" w:rsidP="00FE2721">
      <w:pPr>
        <w:pStyle w:val="libPoemCenter"/>
        <w:rPr>
          <w:rtl/>
        </w:rPr>
      </w:pPr>
      <w:r w:rsidRPr="001C0167">
        <w:rPr>
          <w:rtl/>
        </w:rPr>
        <w:t>تُصابِرهن</w:t>
      </w:r>
      <w:r w:rsidR="00554BFA">
        <w:rPr>
          <w:rtl/>
        </w:rPr>
        <w:t xml:space="preserve"> </w:t>
      </w:r>
      <w:r w:rsidRPr="001C0167">
        <w:rPr>
          <w:rtl/>
        </w:rPr>
        <w:t>أضلاعُ</w:t>
      </w:r>
      <w:r w:rsidR="00554BFA">
        <w:rPr>
          <w:rtl/>
        </w:rPr>
        <w:t xml:space="preserve"> </w:t>
      </w:r>
      <w:r w:rsidRPr="001C0167">
        <w:rPr>
          <w:rtl/>
        </w:rPr>
        <w:t>تَوقُّدِ</w:t>
      </w:r>
      <w:r w:rsidR="00554BFA">
        <w:rPr>
          <w:rtl/>
        </w:rPr>
        <w:t xml:space="preserve"> </w:t>
      </w:r>
      <w:r w:rsidR="00554BFA" w:rsidRPr="00D0383A">
        <w:rPr>
          <w:rtl/>
        </w:rPr>
        <w:t>=</w:t>
      </w:r>
      <w:r w:rsidR="00554BFA">
        <w:rPr>
          <w:rtl/>
        </w:rPr>
        <w:t xml:space="preserve"> </w:t>
      </w:r>
      <w:r w:rsidRPr="001C0167">
        <w:rPr>
          <w:rtl/>
        </w:rPr>
        <w:t>وحِلم</w:t>
      </w:r>
      <w:r w:rsidR="00554BFA">
        <w:rPr>
          <w:rtl/>
        </w:rPr>
        <w:t xml:space="preserve"> </w:t>
      </w:r>
      <w:r w:rsidRPr="001C0167">
        <w:rPr>
          <w:rtl/>
        </w:rPr>
        <w:t>مِن</w:t>
      </w:r>
      <w:r w:rsidR="00554BFA">
        <w:rPr>
          <w:rtl/>
        </w:rPr>
        <w:t xml:space="preserve"> </w:t>
      </w:r>
      <w:r w:rsidRPr="001C0167">
        <w:rPr>
          <w:rtl/>
        </w:rPr>
        <w:t>تحَمَلَه</w:t>
      </w:r>
      <w:r w:rsidR="00554BFA">
        <w:rPr>
          <w:rtl/>
        </w:rPr>
        <w:t xml:space="preserve"> </w:t>
      </w:r>
      <w:r w:rsidRPr="001C0167">
        <w:rPr>
          <w:rtl/>
        </w:rPr>
        <w:t>ضَليع</w:t>
      </w:r>
    </w:p>
    <w:p w:rsidR="00645494" w:rsidRDefault="00645494" w:rsidP="00FE2721">
      <w:pPr>
        <w:pStyle w:val="libPoemCenter"/>
        <w:rPr>
          <w:rtl/>
        </w:rPr>
      </w:pPr>
      <w:r w:rsidRPr="001C0167">
        <w:rPr>
          <w:rtl/>
        </w:rPr>
        <w:t>يَرى</w:t>
      </w:r>
      <w:r w:rsidR="00554BFA">
        <w:rPr>
          <w:rtl/>
        </w:rPr>
        <w:t xml:space="preserve"> </w:t>
      </w:r>
      <w:r w:rsidRPr="001C0167">
        <w:rPr>
          <w:rtl/>
        </w:rPr>
        <w:t>الأعداء</w:t>
      </w:r>
      <w:r w:rsidR="00554BFA">
        <w:rPr>
          <w:rtl/>
        </w:rPr>
        <w:t xml:space="preserve"> </w:t>
      </w:r>
      <w:r w:rsidRPr="001C0167">
        <w:rPr>
          <w:rtl/>
        </w:rPr>
        <w:t>تَفتِك</w:t>
      </w:r>
      <w:r w:rsidR="00554BFA">
        <w:rPr>
          <w:rtl/>
        </w:rPr>
        <w:t xml:space="preserve"> </w:t>
      </w:r>
      <w:r w:rsidRPr="001C0167">
        <w:rPr>
          <w:rtl/>
        </w:rPr>
        <w:t>بالأحبَّة</w:t>
      </w:r>
      <w:r w:rsidR="00554BFA">
        <w:rPr>
          <w:rtl/>
        </w:rPr>
        <w:t xml:space="preserve"> </w:t>
      </w:r>
      <w:r w:rsidR="00554BFA" w:rsidRPr="00D0383A">
        <w:rPr>
          <w:rtl/>
        </w:rPr>
        <w:t>=</w:t>
      </w:r>
      <w:r w:rsidR="00554BFA">
        <w:rPr>
          <w:rtl/>
        </w:rPr>
        <w:t xml:space="preserve"> </w:t>
      </w:r>
      <w:r w:rsidRPr="001C0167">
        <w:rPr>
          <w:rtl/>
        </w:rPr>
        <w:t>وتَقتل</w:t>
      </w:r>
      <w:r w:rsidR="00554BFA">
        <w:rPr>
          <w:rtl/>
        </w:rPr>
        <w:t xml:space="preserve"> </w:t>
      </w:r>
      <w:r w:rsidRPr="001C0167">
        <w:rPr>
          <w:rtl/>
        </w:rPr>
        <w:t>منهم</w:t>
      </w:r>
      <w:r w:rsidR="00554BFA">
        <w:rPr>
          <w:rtl/>
        </w:rPr>
        <w:t xml:space="preserve"> </w:t>
      </w:r>
      <w:r w:rsidRPr="001C0167">
        <w:rPr>
          <w:rtl/>
        </w:rPr>
        <w:t>في</w:t>
      </w:r>
      <w:r w:rsidR="00554BFA">
        <w:rPr>
          <w:rtl/>
        </w:rPr>
        <w:t xml:space="preserve"> </w:t>
      </w:r>
      <w:r w:rsidRPr="001C0167">
        <w:rPr>
          <w:rtl/>
        </w:rPr>
        <w:t>كلِّ</w:t>
      </w:r>
      <w:r w:rsidR="00554BFA">
        <w:rPr>
          <w:rtl/>
        </w:rPr>
        <w:t xml:space="preserve"> </w:t>
      </w:r>
      <w:r w:rsidRPr="001C0167">
        <w:rPr>
          <w:rtl/>
        </w:rPr>
        <w:t>جَنبه</w:t>
      </w:r>
    </w:p>
    <w:p w:rsidR="00645494" w:rsidRDefault="00645494" w:rsidP="00FE2721">
      <w:pPr>
        <w:pStyle w:val="libPoemCenter"/>
        <w:rPr>
          <w:rtl/>
        </w:rPr>
      </w:pPr>
      <w:r w:rsidRPr="001C0167">
        <w:rPr>
          <w:rtl/>
        </w:rPr>
        <w:t>ويَسمع</w:t>
      </w:r>
      <w:r w:rsidR="00554BFA">
        <w:rPr>
          <w:rtl/>
        </w:rPr>
        <w:t xml:space="preserve"> </w:t>
      </w:r>
      <w:r w:rsidRPr="001C0167">
        <w:rPr>
          <w:rtl/>
        </w:rPr>
        <w:t>سَبَّ</w:t>
      </w:r>
      <w:r w:rsidR="00554BFA">
        <w:rPr>
          <w:rtl/>
        </w:rPr>
        <w:t xml:space="preserve"> </w:t>
      </w:r>
      <w:r w:rsidRPr="001C0167">
        <w:rPr>
          <w:rtl/>
        </w:rPr>
        <w:t>والده</w:t>
      </w:r>
      <w:r w:rsidR="00554BFA">
        <w:rPr>
          <w:rtl/>
        </w:rPr>
        <w:t xml:space="preserve"> </w:t>
      </w:r>
      <w:r w:rsidRPr="001C0167">
        <w:rPr>
          <w:rtl/>
        </w:rPr>
        <w:t>وسَبَّه</w:t>
      </w:r>
      <w:r w:rsidR="00554BFA">
        <w:rPr>
          <w:rtl/>
        </w:rPr>
        <w:t xml:space="preserve"> </w:t>
      </w:r>
      <w:r w:rsidR="00554BFA" w:rsidRPr="00D0383A">
        <w:rPr>
          <w:rtl/>
        </w:rPr>
        <w:t>=</w:t>
      </w:r>
      <w:r w:rsidR="00554BFA">
        <w:rPr>
          <w:rtl/>
        </w:rPr>
        <w:t xml:space="preserve"> </w:t>
      </w:r>
      <w:r w:rsidRPr="001C0167">
        <w:rPr>
          <w:rtl/>
        </w:rPr>
        <w:t>ويَحلِم</w:t>
      </w:r>
      <w:r w:rsidR="00554BFA">
        <w:rPr>
          <w:rtl/>
        </w:rPr>
        <w:t xml:space="preserve"> </w:t>
      </w:r>
      <w:r w:rsidRPr="001C0167">
        <w:rPr>
          <w:rtl/>
        </w:rPr>
        <w:t>إنْ</w:t>
      </w:r>
      <w:r w:rsidR="00554BFA">
        <w:rPr>
          <w:rtl/>
        </w:rPr>
        <w:t xml:space="preserve"> </w:t>
      </w:r>
      <w:r w:rsidRPr="001C0167">
        <w:rPr>
          <w:rtl/>
        </w:rPr>
        <w:t>ذا</w:t>
      </w:r>
      <w:r w:rsidR="00554BFA">
        <w:rPr>
          <w:rtl/>
        </w:rPr>
        <w:t xml:space="preserve"> </w:t>
      </w:r>
      <w:r w:rsidRPr="001C0167">
        <w:rPr>
          <w:rtl/>
        </w:rPr>
        <w:t>حِلمٍ</w:t>
      </w:r>
      <w:r w:rsidR="00554BFA">
        <w:rPr>
          <w:rtl/>
        </w:rPr>
        <w:t xml:space="preserve"> </w:t>
      </w:r>
      <w:r w:rsidRPr="001C0167">
        <w:rPr>
          <w:rtl/>
        </w:rPr>
        <w:t>مُريع</w:t>
      </w:r>
    </w:p>
    <w:p w:rsidR="00645494" w:rsidRDefault="00645494" w:rsidP="00FE2721">
      <w:pPr>
        <w:pStyle w:val="libPoemCenter"/>
        <w:rPr>
          <w:rtl/>
        </w:rPr>
      </w:pPr>
      <w:r w:rsidRPr="001C0167">
        <w:rPr>
          <w:rtl/>
        </w:rPr>
        <w:t>وما</w:t>
      </w:r>
      <w:r w:rsidR="00554BFA">
        <w:rPr>
          <w:rtl/>
        </w:rPr>
        <w:t xml:space="preserve"> </w:t>
      </w:r>
      <w:r w:rsidRPr="001C0167">
        <w:rPr>
          <w:rtl/>
        </w:rPr>
        <w:t>بَرِح</w:t>
      </w:r>
      <w:r w:rsidR="00554BFA">
        <w:rPr>
          <w:rtl/>
        </w:rPr>
        <w:t xml:space="preserve"> </w:t>
      </w:r>
      <w:r w:rsidRPr="001C0167">
        <w:rPr>
          <w:rtl/>
        </w:rPr>
        <w:t>العدوّ</w:t>
      </w:r>
      <w:r w:rsidR="00554BFA">
        <w:rPr>
          <w:rtl/>
        </w:rPr>
        <w:t xml:space="preserve"> </w:t>
      </w:r>
      <w:r w:rsidRPr="001C0167">
        <w:rPr>
          <w:rtl/>
        </w:rPr>
        <w:t>يَكيد</w:t>
      </w:r>
      <w:r w:rsidR="00554BFA">
        <w:rPr>
          <w:rtl/>
        </w:rPr>
        <w:t xml:space="preserve"> </w:t>
      </w:r>
      <w:r w:rsidRPr="001C0167">
        <w:rPr>
          <w:rtl/>
        </w:rPr>
        <w:t>كَيده</w:t>
      </w:r>
      <w:r w:rsidR="00554BFA">
        <w:rPr>
          <w:rtl/>
        </w:rPr>
        <w:t xml:space="preserve"> </w:t>
      </w:r>
      <w:r w:rsidR="00554BFA" w:rsidRPr="00D0383A">
        <w:rPr>
          <w:rtl/>
        </w:rPr>
        <w:t>=</w:t>
      </w:r>
      <w:r w:rsidR="00554BFA">
        <w:rPr>
          <w:rtl/>
        </w:rPr>
        <w:t xml:space="preserve"> </w:t>
      </w:r>
      <w:r w:rsidRPr="001C0167">
        <w:rPr>
          <w:rtl/>
        </w:rPr>
        <w:t>إلى</w:t>
      </w:r>
      <w:r w:rsidR="00554BFA">
        <w:rPr>
          <w:rtl/>
        </w:rPr>
        <w:t xml:space="preserve"> </w:t>
      </w:r>
      <w:r w:rsidRPr="001C0167">
        <w:rPr>
          <w:rtl/>
        </w:rPr>
        <w:t>أنْ</w:t>
      </w:r>
      <w:r w:rsidR="00554BFA">
        <w:rPr>
          <w:rtl/>
        </w:rPr>
        <w:t xml:space="preserve"> </w:t>
      </w:r>
      <w:r w:rsidRPr="001C0167">
        <w:rPr>
          <w:rtl/>
        </w:rPr>
        <w:t>سَمّه</w:t>
      </w:r>
      <w:r w:rsidR="00554BFA">
        <w:rPr>
          <w:rtl/>
        </w:rPr>
        <w:t xml:space="preserve"> </w:t>
      </w:r>
      <w:r w:rsidRPr="001C0167">
        <w:rPr>
          <w:rtl/>
        </w:rPr>
        <w:t>بيَدي</w:t>
      </w:r>
      <w:r w:rsidR="00554BFA">
        <w:rPr>
          <w:rtl/>
        </w:rPr>
        <w:t xml:space="preserve"> </w:t>
      </w:r>
      <w:r w:rsidRPr="001C0167">
        <w:rPr>
          <w:rtl/>
        </w:rPr>
        <w:t>جُعيده</w:t>
      </w:r>
    </w:p>
    <w:p w:rsidR="00645494" w:rsidRDefault="00645494" w:rsidP="00FE2721">
      <w:pPr>
        <w:pStyle w:val="libPoemCenter"/>
        <w:rPr>
          <w:rtl/>
        </w:rPr>
      </w:pPr>
      <w:r w:rsidRPr="001C0167">
        <w:rPr>
          <w:rtl/>
        </w:rPr>
        <w:t>فقَطَّع</w:t>
      </w:r>
      <w:r w:rsidR="00554BFA">
        <w:rPr>
          <w:rtl/>
        </w:rPr>
        <w:t xml:space="preserve"> </w:t>
      </w:r>
      <w:r w:rsidRPr="001C0167">
        <w:rPr>
          <w:rtl/>
        </w:rPr>
        <w:t>قلبَه</w:t>
      </w:r>
      <w:r w:rsidR="00554BFA">
        <w:rPr>
          <w:rtl/>
        </w:rPr>
        <w:t xml:space="preserve"> </w:t>
      </w:r>
      <w:r w:rsidRPr="001C0167">
        <w:rPr>
          <w:rtl/>
        </w:rPr>
        <w:t>وأباد</w:t>
      </w:r>
      <w:r w:rsidR="00554BFA">
        <w:rPr>
          <w:rtl/>
        </w:rPr>
        <w:t xml:space="preserve"> </w:t>
      </w:r>
      <w:r w:rsidRPr="001C0167">
        <w:rPr>
          <w:rtl/>
        </w:rPr>
        <w:t>أيده</w:t>
      </w:r>
      <w:r w:rsidR="00554BFA">
        <w:rPr>
          <w:rtl/>
        </w:rPr>
        <w:t xml:space="preserve"> </w:t>
      </w:r>
      <w:r w:rsidR="00554BFA" w:rsidRPr="00D0383A">
        <w:rPr>
          <w:rtl/>
        </w:rPr>
        <w:t>=</w:t>
      </w:r>
      <w:r w:rsidR="00554BFA">
        <w:rPr>
          <w:rtl/>
        </w:rPr>
        <w:t xml:space="preserve"> </w:t>
      </w:r>
      <w:r w:rsidRPr="001C0167">
        <w:rPr>
          <w:rtl/>
        </w:rPr>
        <w:t>كذلك</w:t>
      </w:r>
      <w:r w:rsidR="00554BFA">
        <w:rPr>
          <w:rtl/>
        </w:rPr>
        <w:t xml:space="preserve"> </w:t>
      </w:r>
      <w:r w:rsidRPr="001C0167">
        <w:rPr>
          <w:rtl/>
        </w:rPr>
        <w:t>يفعل</w:t>
      </w:r>
      <w:r w:rsidR="00554BFA">
        <w:rPr>
          <w:rtl/>
        </w:rPr>
        <w:t xml:space="preserve"> </w:t>
      </w:r>
      <w:r w:rsidRPr="001C0167">
        <w:rPr>
          <w:rtl/>
        </w:rPr>
        <w:t>السَمُّ</w:t>
      </w:r>
      <w:r w:rsidR="00554BFA">
        <w:rPr>
          <w:rtl/>
        </w:rPr>
        <w:t xml:space="preserve"> </w:t>
      </w:r>
      <w:r w:rsidRPr="001C0167">
        <w:rPr>
          <w:rtl/>
        </w:rPr>
        <w:t>النَقيع</w:t>
      </w:r>
    </w:p>
    <w:p w:rsidR="00645494" w:rsidRDefault="00645494" w:rsidP="00FE2721">
      <w:pPr>
        <w:pStyle w:val="libPoemCenter"/>
        <w:rPr>
          <w:rtl/>
        </w:rPr>
      </w:pPr>
      <w:r w:rsidRPr="001C0167">
        <w:rPr>
          <w:rtl/>
        </w:rPr>
        <w:t>فوالَهفي</w:t>
      </w:r>
      <w:r w:rsidR="00554BFA">
        <w:rPr>
          <w:rtl/>
        </w:rPr>
        <w:t xml:space="preserve"> </w:t>
      </w:r>
      <w:r w:rsidRPr="001C0167">
        <w:rPr>
          <w:rtl/>
        </w:rPr>
        <w:t>لِما</w:t>
      </w:r>
      <w:r w:rsidR="00554BFA">
        <w:rPr>
          <w:rtl/>
        </w:rPr>
        <w:t xml:space="preserve"> </w:t>
      </w:r>
      <w:r w:rsidRPr="001C0167">
        <w:rPr>
          <w:rtl/>
        </w:rPr>
        <w:t>في</w:t>
      </w:r>
      <w:r w:rsidR="00554BFA">
        <w:rPr>
          <w:rtl/>
        </w:rPr>
        <w:t xml:space="preserve"> </w:t>
      </w:r>
      <w:r w:rsidRPr="001C0167">
        <w:rPr>
          <w:rtl/>
        </w:rPr>
        <w:t>الطشت</w:t>
      </w:r>
      <w:r w:rsidR="00554BFA">
        <w:rPr>
          <w:rtl/>
        </w:rPr>
        <w:t xml:space="preserve"> </w:t>
      </w:r>
      <w:r w:rsidRPr="001C0167">
        <w:rPr>
          <w:rtl/>
        </w:rPr>
        <w:t>قاءا</w:t>
      </w:r>
      <w:r w:rsidR="00554BFA">
        <w:rPr>
          <w:rtl/>
        </w:rPr>
        <w:t xml:space="preserve"> </w:t>
      </w:r>
      <w:r w:rsidR="00554BFA" w:rsidRPr="00D0383A">
        <w:rPr>
          <w:rtl/>
        </w:rPr>
        <w:t>=</w:t>
      </w:r>
      <w:r w:rsidR="00554BFA">
        <w:rPr>
          <w:rtl/>
        </w:rPr>
        <w:t xml:space="preserve"> </w:t>
      </w:r>
      <w:r w:rsidRPr="001C0167">
        <w:rPr>
          <w:rtl/>
        </w:rPr>
        <w:t>مِن</w:t>
      </w:r>
      <w:r w:rsidR="00554BFA">
        <w:rPr>
          <w:rtl/>
        </w:rPr>
        <w:t xml:space="preserve"> </w:t>
      </w:r>
      <w:r w:rsidRPr="001C0167">
        <w:rPr>
          <w:rtl/>
        </w:rPr>
        <w:t>الكَبد</w:t>
      </w:r>
      <w:r w:rsidR="00554BFA">
        <w:rPr>
          <w:rtl/>
        </w:rPr>
        <w:t xml:space="preserve"> </w:t>
      </w:r>
      <w:r w:rsidRPr="001C0167">
        <w:rPr>
          <w:rtl/>
        </w:rPr>
        <w:t>التي</w:t>
      </w:r>
      <w:r w:rsidR="00554BFA">
        <w:rPr>
          <w:rtl/>
        </w:rPr>
        <w:t xml:space="preserve"> </w:t>
      </w:r>
      <w:r w:rsidRPr="001C0167">
        <w:rPr>
          <w:rtl/>
        </w:rPr>
        <w:t>ذهبت</w:t>
      </w:r>
      <w:r w:rsidR="00554BFA">
        <w:rPr>
          <w:rtl/>
        </w:rPr>
        <w:t xml:space="preserve"> </w:t>
      </w:r>
      <w:r w:rsidRPr="001C0167">
        <w:rPr>
          <w:rtl/>
        </w:rPr>
        <w:t>هَباءا</w:t>
      </w:r>
    </w:p>
    <w:p w:rsidR="00645494" w:rsidRDefault="00645494" w:rsidP="00FE2721">
      <w:pPr>
        <w:pStyle w:val="libPoemCenter"/>
        <w:rPr>
          <w:rtl/>
        </w:rPr>
      </w:pPr>
      <w:r w:rsidRPr="001C0167">
        <w:rPr>
          <w:rtl/>
        </w:rPr>
        <w:t>يُقلبها</w:t>
      </w:r>
      <w:r w:rsidR="00554BFA">
        <w:rPr>
          <w:rtl/>
        </w:rPr>
        <w:t xml:space="preserve"> </w:t>
      </w:r>
      <w:r w:rsidRPr="001C0167">
        <w:rPr>
          <w:rtl/>
        </w:rPr>
        <w:t>بعُودته</w:t>
      </w:r>
      <w:r w:rsidR="00554BFA">
        <w:rPr>
          <w:rtl/>
        </w:rPr>
        <w:t xml:space="preserve"> </w:t>
      </w:r>
      <w:r w:rsidRPr="001C0167">
        <w:rPr>
          <w:rtl/>
        </w:rPr>
        <w:t>اجِتلاءا</w:t>
      </w:r>
      <w:r w:rsidR="00554BFA">
        <w:rPr>
          <w:rtl/>
        </w:rPr>
        <w:t xml:space="preserve"> </w:t>
      </w:r>
      <w:r w:rsidR="00554BFA" w:rsidRPr="00D0383A">
        <w:rPr>
          <w:rtl/>
        </w:rPr>
        <w:t>=</w:t>
      </w:r>
      <w:r w:rsidR="00554BFA">
        <w:rPr>
          <w:rtl/>
        </w:rPr>
        <w:t xml:space="preserve"> </w:t>
      </w:r>
      <w:r w:rsidRPr="001C0167">
        <w:rPr>
          <w:rtl/>
        </w:rPr>
        <w:t>ويَعلم</w:t>
      </w:r>
      <w:r w:rsidR="00554BFA">
        <w:rPr>
          <w:rtl/>
        </w:rPr>
        <w:t xml:space="preserve"> </w:t>
      </w:r>
      <w:r w:rsidRPr="001C0167">
        <w:rPr>
          <w:rtl/>
        </w:rPr>
        <w:t>أنَّها</w:t>
      </w:r>
      <w:r w:rsidR="00554BFA">
        <w:rPr>
          <w:rtl/>
        </w:rPr>
        <w:t xml:space="preserve"> </w:t>
      </w:r>
      <w:r w:rsidRPr="001C0167">
        <w:rPr>
          <w:rtl/>
        </w:rPr>
        <w:t>تِرة</w:t>
      </w:r>
      <w:r w:rsidR="00554BFA">
        <w:rPr>
          <w:rtl/>
        </w:rPr>
        <w:t xml:space="preserve"> </w:t>
      </w:r>
      <w:r w:rsidRPr="001C0167">
        <w:rPr>
          <w:rtl/>
        </w:rPr>
        <w:t>تَضيع</w:t>
      </w:r>
    </w:p>
    <w:p w:rsidR="00645494" w:rsidRDefault="00645494" w:rsidP="00FE2721">
      <w:pPr>
        <w:pStyle w:val="libPoemCenter"/>
        <w:rPr>
          <w:rtl/>
        </w:rPr>
      </w:pPr>
      <w:r w:rsidRPr="001C0167">
        <w:rPr>
          <w:rtl/>
        </w:rPr>
        <w:t>وواحزني</w:t>
      </w:r>
      <w:r w:rsidR="00554BFA">
        <w:rPr>
          <w:rtl/>
        </w:rPr>
        <w:t xml:space="preserve"> </w:t>
      </w:r>
      <w:r w:rsidRPr="001C0167">
        <w:rPr>
          <w:rtl/>
        </w:rPr>
        <w:t>له</w:t>
      </w:r>
      <w:r w:rsidR="00554BFA">
        <w:rPr>
          <w:rtl/>
        </w:rPr>
        <w:t xml:space="preserve"> </w:t>
      </w:r>
      <w:r w:rsidRPr="001C0167">
        <w:rPr>
          <w:rtl/>
        </w:rPr>
        <w:t>يوصي</w:t>
      </w:r>
      <w:r w:rsidR="00554BFA">
        <w:rPr>
          <w:rtl/>
        </w:rPr>
        <w:t xml:space="preserve"> </w:t>
      </w:r>
      <w:r w:rsidRPr="001C0167">
        <w:rPr>
          <w:rtl/>
        </w:rPr>
        <w:t>أخاه</w:t>
      </w:r>
      <w:r w:rsidR="00554BFA">
        <w:rPr>
          <w:rtl/>
        </w:rPr>
        <w:t xml:space="preserve"> </w:t>
      </w:r>
      <w:r w:rsidR="00554BFA" w:rsidRPr="00D0383A">
        <w:rPr>
          <w:rtl/>
        </w:rPr>
        <w:t>=</w:t>
      </w:r>
      <w:r w:rsidR="00554BFA">
        <w:rPr>
          <w:rtl/>
        </w:rPr>
        <w:t xml:space="preserve"> </w:t>
      </w:r>
      <w:r w:rsidRPr="001C0167">
        <w:rPr>
          <w:rtl/>
        </w:rPr>
        <w:t>بأنْ</w:t>
      </w:r>
      <w:r w:rsidR="00554BFA">
        <w:rPr>
          <w:rtl/>
        </w:rPr>
        <w:t xml:space="preserve"> </w:t>
      </w:r>
      <w:r w:rsidRPr="001C0167">
        <w:rPr>
          <w:rtl/>
        </w:rPr>
        <w:t>يَدع</w:t>
      </w:r>
      <w:r w:rsidR="00554BFA">
        <w:rPr>
          <w:rtl/>
        </w:rPr>
        <w:t xml:space="preserve"> </w:t>
      </w:r>
      <w:r w:rsidRPr="001C0167">
        <w:rPr>
          <w:rtl/>
        </w:rPr>
        <w:t>العَدوَّ</w:t>
      </w:r>
      <w:r w:rsidR="00554BFA">
        <w:rPr>
          <w:rtl/>
        </w:rPr>
        <w:t xml:space="preserve"> </w:t>
      </w:r>
      <w:r w:rsidRPr="001C0167">
        <w:rPr>
          <w:rtl/>
        </w:rPr>
        <w:t>وما</w:t>
      </w:r>
      <w:r w:rsidR="00554BFA">
        <w:rPr>
          <w:rtl/>
        </w:rPr>
        <w:t xml:space="preserve"> </w:t>
      </w:r>
      <w:r w:rsidRPr="001C0167">
        <w:rPr>
          <w:rtl/>
        </w:rPr>
        <w:t>جَناه</w:t>
      </w:r>
    </w:p>
    <w:p w:rsidR="00645494" w:rsidRDefault="00645494" w:rsidP="00FE2721">
      <w:pPr>
        <w:pStyle w:val="libPoemCenter"/>
        <w:rPr>
          <w:rtl/>
        </w:rPr>
      </w:pPr>
      <w:r w:rsidRPr="001C0167">
        <w:rPr>
          <w:rtl/>
        </w:rPr>
        <w:t>ويحَمِلَ</w:t>
      </w:r>
      <w:r w:rsidR="00554BFA">
        <w:rPr>
          <w:rtl/>
        </w:rPr>
        <w:t xml:space="preserve"> </w:t>
      </w:r>
      <w:r w:rsidRPr="001C0167">
        <w:rPr>
          <w:rtl/>
        </w:rPr>
        <w:t>نَعشه</w:t>
      </w:r>
      <w:r w:rsidR="00554BFA">
        <w:rPr>
          <w:rtl/>
        </w:rPr>
        <w:t xml:space="preserve"> </w:t>
      </w:r>
      <w:r w:rsidRPr="001C0167">
        <w:rPr>
          <w:rtl/>
        </w:rPr>
        <w:t>يَلقى</w:t>
      </w:r>
      <w:r w:rsidR="00554BFA">
        <w:rPr>
          <w:rtl/>
        </w:rPr>
        <w:t xml:space="preserve"> </w:t>
      </w:r>
      <w:r w:rsidRPr="001C0167">
        <w:rPr>
          <w:rtl/>
        </w:rPr>
        <w:t>أباه</w:t>
      </w:r>
      <w:r w:rsidR="00554BFA">
        <w:rPr>
          <w:rtl/>
        </w:rPr>
        <w:t xml:space="preserve"> </w:t>
      </w:r>
      <w:r w:rsidR="00554BFA" w:rsidRPr="00D0383A">
        <w:rPr>
          <w:rtl/>
        </w:rPr>
        <w:t>=</w:t>
      </w:r>
      <w:r w:rsidR="00554BFA">
        <w:rPr>
          <w:rtl/>
        </w:rPr>
        <w:t xml:space="preserve"> </w:t>
      </w:r>
      <w:r w:rsidRPr="001C0167">
        <w:rPr>
          <w:rtl/>
        </w:rPr>
        <w:t>فإنْ</w:t>
      </w:r>
      <w:r w:rsidR="00554BFA">
        <w:rPr>
          <w:rtl/>
        </w:rPr>
        <w:t xml:space="preserve"> </w:t>
      </w:r>
      <w:r w:rsidRPr="001C0167">
        <w:rPr>
          <w:rtl/>
        </w:rPr>
        <w:t>يُمنع</w:t>
      </w:r>
      <w:r w:rsidR="00554BFA">
        <w:rPr>
          <w:rtl/>
        </w:rPr>
        <w:t xml:space="preserve"> </w:t>
      </w:r>
      <w:r w:rsidRPr="001C0167">
        <w:rPr>
          <w:rtl/>
        </w:rPr>
        <w:t>فمَدفنه</w:t>
      </w:r>
      <w:r w:rsidR="00554BFA">
        <w:rPr>
          <w:rtl/>
        </w:rPr>
        <w:t xml:space="preserve"> </w:t>
      </w:r>
      <w:r w:rsidRPr="001C0167">
        <w:rPr>
          <w:rtl/>
        </w:rPr>
        <w:t>البَقيع</w:t>
      </w:r>
    </w:p>
    <w:p w:rsidR="00645494" w:rsidRDefault="00645494" w:rsidP="00FE2721">
      <w:pPr>
        <w:pStyle w:val="libPoemCenter"/>
        <w:rPr>
          <w:rtl/>
        </w:rPr>
      </w:pPr>
      <w:r w:rsidRPr="001C0167">
        <w:rPr>
          <w:rtl/>
        </w:rPr>
        <w:t>ووا</w:t>
      </w:r>
      <w:r w:rsidR="00554BFA">
        <w:rPr>
          <w:rtl/>
        </w:rPr>
        <w:t xml:space="preserve"> </w:t>
      </w:r>
      <w:r w:rsidRPr="001C0167">
        <w:rPr>
          <w:rtl/>
        </w:rPr>
        <w:t>أسَفي</w:t>
      </w:r>
      <w:r w:rsidR="00554BFA">
        <w:rPr>
          <w:rtl/>
        </w:rPr>
        <w:t xml:space="preserve"> </w:t>
      </w:r>
      <w:r w:rsidRPr="001C0167">
        <w:rPr>
          <w:rtl/>
        </w:rPr>
        <w:t>على</w:t>
      </w:r>
      <w:r w:rsidR="00554BFA">
        <w:rPr>
          <w:rtl/>
        </w:rPr>
        <w:t xml:space="preserve"> </w:t>
      </w:r>
      <w:r w:rsidRPr="001C0167">
        <w:rPr>
          <w:rtl/>
        </w:rPr>
        <w:t>فِتيان</w:t>
      </w:r>
      <w:r w:rsidR="00554BFA">
        <w:rPr>
          <w:rtl/>
        </w:rPr>
        <w:t xml:space="preserve"> </w:t>
      </w:r>
      <w:r w:rsidRPr="001C0167">
        <w:rPr>
          <w:rtl/>
        </w:rPr>
        <w:t>هاشم</w:t>
      </w:r>
      <w:r w:rsidR="00554BFA">
        <w:rPr>
          <w:rtl/>
        </w:rPr>
        <w:t xml:space="preserve"> </w:t>
      </w:r>
      <w:r w:rsidR="00554BFA" w:rsidRPr="00D0383A">
        <w:rPr>
          <w:rtl/>
        </w:rPr>
        <w:t>=</w:t>
      </w:r>
      <w:r w:rsidR="00554BFA">
        <w:rPr>
          <w:rtl/>
        </w:rPr>
        <w:t xml:space="preserve"> </w:t>
      </w:r>
      <w:r w:rsidRPr="001C0167">
        <w:rPr>
          <w:rtl/>
        </w:rPr>
        <w:t>أتوا</w:t>
      </w:r>
      <w:r w:rsidR="00554BFA">
        <w:rPr>
          <w:rtl/>
        </w:rPr>
        <w:t xml:space="preserve"> </w:t>
      </w:r>
      <w:r w:rsidRPr="001C0167">
        <w:rPr>
          <w:rtl/>
        </w:rPr>
        <w:t>بالنَعش</w:t>
      </w:r>
      <w:r w:rsidR="00554BFA">
        <w:rPr>
          <w:rtl/>
        </w:rPr>
        <w:t xml:space="preserve"> </w:t>
      </w:r>
      <w:r w:rsidRPr="001C0167">
        <w:rPr>
          <w:rtl/>
        </w:rPr>
        <w:t>رامين</w:t>
      </w:r>
      <w:r w:rsidR="00554BFA">
        <w:rPr>
          <w:rtl/>
        </w:rPr>
        <w:t xml:space="preserve"> </w:t>
      </w:r>
      <w:r w:rsidRPr="001C0167">
        <w:rPr>
          <w:rtl/>
        </w:rPr>
        <w:t>العَمائم</w:t>
      </w:r>
    </w:p>
    <w:p w:rsidR="00645494" w:rsidRDefault="00645494" w:rsidP="00FE2721">
      <w:pPr>
        <w:pStyle w:val="libPoemCenter"/>
        <w:rPr>
          <w:rtl/>
        </w:rPr>
      </w:pPr>
      <w:r w:rsidRPr="001C0167">
        <w:rPr>
          <w:rtl/>
        </w:rPr>
        <w:t>فصَودر</w:t>
      </w:r>
      <w:r w:rsidR="00554BFA">
        <w:rPr>
          <w:rtl/>
        </w:rPr>
        <w:t xml:space="preserve"> </w:t>
      </w:r>
      <w:r w:rsidRPr="001C0167">
        <w:rPr>
          <w:rtl/>
        </w:rPr>
        <w:t>بالسِهام</w:t>
      </w:r>
      <w:r w:rsidR="00554BFA">
        <w:rPr>
          <w:rtl/>
        </w:rPr>
        <w:t xml:space="preserve"> </w:t>
      </w:r>
      <w:r w:rsidRPr="001C0167">
        <w:rPr>
          <w:rtl/>
        </w:rPr>
        <w:t>وبالصَوارم</w:t>
      </w:r>
      <w:r w:rsidR="00554BFA">
        <w:rPr>
          <w:rtl/>
        </w:rPr>
        <w:t xml:space="preserve"> </w:t>
      </w:r>
      <w:r w:rsidR="00554BFA" w:rsidRPr="00D0383A">
        <w:rPr>
          <w:rtl/>
        </w:rPr>
        <w:t>=</w:t>
      </w:r>
      <w:r w:rsidR="00554BFA">
        <w:rPr>
          <w:rtl/>
        </w:rPr>
        <w:t xml:space="preserve"> </w:t>
      </w:r>
      <w:r w:rsidRPr="001C0167">
        <w:rPr>
          <w:rtl/>
        </w:rPr>
        <w:t>وعاد</w:t>
      </w:r>
      <w:r w:rsidR="00554BFA">
        <w:rPr>
          <w:rtl/>
        </w:rPr>
        <w:t xml:space="preserve"> </w:t>
      </w:r>
      <w:r w:rsidRPr="001C0167">
        <w:rPr>
          <w:rtl/>
        </w:rPr>
        <w:t>يَشُّكه</w:t>
      </w:r>
      <w:r w:rsidR="00554BFA">
        <w:rPr>
          <w:rtl/>
        </w:rPr>
        <w:t xml:space="preserve"> </w:t>
      </w:r>
      <w:r w:rsidRPr="001C0167">
        <w:rPr>
          <w:rtl/>
        </w:rPr>
        <w:t>النَبل</w:t>
      </w:r>
      <w:r w:rsidR="00554BFA">
        <w:rPr>
          <w:rtl/>
        </w:rPr>
        <w:t xml:space="preserve"> </w:t>
      </w:r>
      <w:r w:rsidRPr="001C0167">
        <w:rPr>
          <w:rtl/>
        </w:rPr>
        <w:t>الوَقيع</w:t>
      </w:r>
    </w:p>
    <w:p w:rsidR="00645494" w:rsidRDefault="00645494" w:rsidP="00FE2721">
      <w:pPr>
        <w:pStyle w:val="libPoemCenter"/>
        <w:rPr>
          <w:rtl/>
        </w:rPr>
      </w:pPr>
      <w:r w:rsidRPr="001C0167">
        <w:rPr>
          <w:rtl/>
        </w:rPr>
        <w:t>فؤاد</w:t>
      </w:r>
      <w:r w:rsidR="00554BFA">
        <w:rPr>
          <w:rtl/>
        </w:rPr>
        <w:t xml:space="preserve"> </w:t>
      </w:r>
      <w:r w:rsidRPr="001C0167">
        <w:rPr>
          <w:rtl/>
        </w:rPr>
        <w:t>محمّد</w:t>
      </w:r>
      <w:r w:rsidR="00554BFA">
        <w:rPr>
          <w:rtl/>
        </w:rPr>
        <w:t xml:space="preserve"> </w:t>
      </w:r>
      <w:r w:rsidRPr="001C0167">
        <w:rPr>
          <w:rtl/>
        </w:rPr>
        <w:t>والرَوح</w:t>
      </w:r>
      <w:r w:rsidR="00554BFA">
        <w:rPr>
          <w:rtl/>
        </w:rPr>
        <w:t xml:space="preserve"> </w:t>
      </w:r>
      <w:r w:rsidRPr="001C0167">
        <w:rPr>
          <w:rtl/>
        </w:rPr>
        <w:t>مِنه</w:t>
      </w:r>
      <w:r w:rsidR="00554BFA">
        <w:rPr>
          <w:rtl/>
        </w:rPr>
        <w:t xml:space="preserve"> </w:t>
      </w:r>
      <w:r w:rsidR="00554BFA" w:rsidRPr="00D0383A">
        <w:rPr>
          <w:rtl/>
        </w:rPr>
        <w:t>=</w:t>
      </w:r>
      <w:r w:rsidR="00554BFA">
        <w:rPr>
          <w:rtl/>
        </w:rPr>
        <w:t xml:space="preserve"> </w:t>
      </w:r>
      <w:r w:rsidRPr="001C0167">
        <w:rPr>
          <w:rtl/>
        </w:rPr>
        <w:t>تُمانِعُه</w:t>
      </w:r>
      <w:r w:rsidR="00554BFA">
        <w:rPr>
          <w:rtl/>
        </w:rPr>
        <w:t xml:space="preserve"> </w:t>
      </w:r>
      <w:r w:rsidRPr="001C0167">
        <w:rPr>
          <w:rtl/>
        </w:rPr>
        <w:t>بنو</w:t>
      </w:r>
      <w:r w:rsidR="00554BFA">
        <w:rPr>
          <w:rtl/>
        </w:rPr>
        <w:t xml:space="preserve"> </w:t>
      </w:r>
      <w:r w:rsidRPr="001C0167">
        <w:rPr>
          <w:rtl/>
        </w:rPr>
        <w:t>الطُلقاء</w:t>
      </w:r>
      <w:r w:rsidR="00554BFA">
        <w:rPr>
          <w:rtl/>
        </w:rPr>
        <w:t xml:space="preserve"> </w:t>
      </w:r>
      <w:r w:rsidRPr="001C0167">
        <w:rPr>
          <w:rtl/>
        </w:rPr>
        <w:t>عَنه</w:t>
      </w:r>
    </w:p>
    <w:p w:rsidR="00645494" w:rsidRDefault="00645494" w:rsidP="00FE2721">
      <w:pPr>
        <w:pStyle w:val="libPoemCenter"/>
        <w:rPr>
          <w:rtl/>
        </w:rPr>
      </w:pPr>
      <w:r w:rsidRPr="001C0167">
        <w:rPr>
          <w:rtl/>
        </w:rPr>
        <w:t>رأى</w:t>
      </w:r>
      <w:r w:rsidR="00554BFA">
        <w:rPr>
          <w:rtl/>
        </w:rPr>
        <w:t xml:space="preserve"> </w:t>
      </w:r>
      <w:r w:rsidRPr="001C0167">
        <w:rPr>
          <w:rtl/>
        </w:rPr>
        <w:t>تَجديد</w:t>
      </w:r>
      <w:r w:rsidR="00554BFA">
        <w:rPr>
          <w:rtl/>
        </w:rPr>
        <w:t xml:space="preserve"> </w:t>
      </w:r>
      <w:r w:rsidRPr="001C0167">
        <w:rPr>
          <w:rtl/>
        </w:rPr>
        <w:t>عَهد</w:t>
      </w:r>
      <w:r w:rsidR="00554BFA">
        <w:rPr>
          <w:rtl/>
        </w:rPr>
        <w:t xml:space="preserve"> </w:t>
      </w:r>
      <w:r w:rsidRPr="001C0167">
        <w:rPr>
          <w:rtl/>
        </w:rPr>
        <w:t>لم</w:t>
      </w:r>
      <w:r w:rsidR="00554BFA">
        <w:rPr>
          <w:rtl/>
        </w:rPr>
        <w:t xml:space="preserve"> </w:t>
      </w:r>
      <w:r w:rsidRPr="001C0167">
        <w:rPr>
          <w:rtl/>
        </w:rPr>
        <w:t>يَخنه</w:t>
      </w:r>
      <w:r w:rsidR="00554BFA">
        <w:rPr>
          <w:rtl/>
        </w:rPr>
        <w:t xml:space="preserve"> </w:t>
      </w:r>
      <w:r w:rsidR="00554BFA" w:rsidRPr="00D0383A">
        <w:rPr>
          <w:rtl/>
        </w:rPr>
        <w:t>=</w:t>
      </w:r>
      <w:r w:rsidR="00554BFA">
        <w:rPr>
          <w:rtl/>
        </w:rPr>
        <w:t xml:space="preserve"> </w:t>
      </w:r>
      <w:r w:rsidRPr="001C0167">
        <w:rPr>
          <w:rtl/>
        </w:rPr>
        <w:t>بغَيبته</w:t>
      </w:r>
      <w:r w:rsidR="00554BFA">
        <w:rPr>
          <w:rtl/>
        </w:rPr>
        <w:t xml:space="preserve"> </w:t>
      </w:r>
      <w:r w:rsidRPr="001C0167">
        <w:rPr>
          <w:rtl/>
        </w:rPr>
        <w:t>فلم</w:t>
      </w:r>
      <w:r w:rsidR="00554BFA">
        <w:rPr>
          <w:rtl/>
        </w:rPr>
        <w:t xml:space="preserve"> </w:t>
      </w:r>
      <w:r w:rsidRPr="001C0167">
        <w:rPr>
          <w:rtl/>
        </w:rPr>
        <w:t>يَكُ</w:t>
      </w:r>
      <w:r w:rsidR="00554BFA">
        <w:rPr>
          <w:rtl/>
        </w:rPr>
        <w:t xml:space="preserve"> </w:t>
      </w:r>
      <w:r w:rsidRPr="001C0167">
        <w:rPr>
          <w:rtl/>
        </w:rPr>
        <w:t>يَستطيع</w:t>
      </w:r>
    </w:p>
    <w:p w:rsidR="00645494" w:rsidRDefault="00645494" w:rsidP="00FE2721">
      <w:pPr>
        <w:pStyle w:val="libPoemCenter"/>
        <w:rPr>
          <w:rtl/>
        </w:rPr>
      </w:pPr>
      <w:r w:rsidRPr="001C0167">
        <w:rPr>
          <w:rtl/>
        </w:rPr>
        <w:t>كأنّي</w:t>
      </w:r>
      <w:r w:rsidR="00554BFA">
        <w:rPr>
          <w:rtl/>
        </w:rPr>
        <w:t xml:space="preserve"> </w:t>
      </w:r>
      <w:r w:rsidRPr="001C0167">
        <w:rPr>
          <w:rtl/>
        </w:rPr>
        <w:t>بالنبيّ</w:t>
      </w:r>
      <w:r w:rsidR="00554BFA">
        <w:rPr>
          <w:rtl/>
        </w:rPr>
        <w:t xml:space="preserve"> </w:t>
      </w:r>
      <w:r w:rsidRPr="001C0167">
        <w:rPr>
          <w:rtl/>
        </w:rPr>
        <w:t>رَنا</w:t>
      </w:r>
      <w:r w:rsidR="00554BFA">
        <w:rPr>
          <w:rtl/>
        </w:rPr>
        <w:t xml:space="preserve"> </w:t>
      </w:r>
      <w:r w:rsidRPr="001C0167">
        <w:rPr>
          <w:rtl/>
        </w:rPr>
        <w:t>إليه</w:t>
      </w:r>
      <w:r w:rsidR="00554BFA">
        <w:rPr>
          <w:rtl/>
        </w:rPr>
        <w:t xml:space="preserve"> </w:t>
      </w:r>
      <w:r w:rsidR="00554BFA" w:rsidRPr="00D0383A">
        <w:rPr>
          <w:rtl/>
        </w:rPr>
        <w:t>=</w:t>
      </w:r>
      <w:r w:rsidR="00554BFA">
        <w:rPr>
          <w:rtl/>
        </w:rPr>
        <w:t xml:space="preserve"> </w:t>
      </w:r>
      <w:r w:rsidRPr="001C0167">
        <w:rPr>
          <w:rtl/>
        </w:rPr>
        <w:t>ومَدّ</w:t>
      </w:r>
      <w:r w:rsidR="00554BFA">
        <w:rPr>
          <w:rtl/>
        </w:rPr>
        <w:t xml:space="preserve"> </w:t>
      </w:r>
      <w:r w:rsidRPr="001C0167">
        <w:rPr>
          <w:rtl/>
        </w:rPr>
        <w:t>لضَمِّه</w:t>
      </w:r>
      <w:r w:rsidR="00554BFA">
        <w:rPr>
          <w:rtl/>
        </w:rPr>
        <w:t xml:space="preserve"> </w:t>
      </w:r>
      <w:r w:rsidRPr="001C0167">
        <w:rPr>
          <w:rtl/>
        </w:rPr>
        <w:t>كِلتا</w:t>
      </w:r>
      <w:r w:rsidR="00554BFA">
        <w:rPr>
          <w:rtl/>
        </w:rPr>
        <w:t xml:space="preserve"> </w:t>
      </w:r>
      <w:r w:rsidRPr="001C0167">
        <w:rPr>
          <w:rtl/>
        </w:rPr>
        <w:t>يَديه</w:t>
      </w:r>
    </w:p>
    <w:p w:rsidR="00645494" w:rsidRPr="00645494" w:rsidRDefault="00645494" w:rsidP="00FE2721">
      <w:pPr>
        <w:pStyle w:val="libPoemCenter"/>
        <w:rPr>
          <w:rtl/>
        </w:rPr>
      </w:pPr>
      <w:r w:rsidRPr="001C0167">
        <w:rPr>
          <w:rtl/>
        </w:rPr>
        <w:t>فلمَّا</w:t>
      </w:r>
      <w:r w:rsidR="00554BFA">
        <w:rPr>
          <w:rtl/>
        </w:rPr>
        <w:t xml:space="preserve"> </w:t>
      </w:r>
      <w:r w:rsidRPr="001C0167">
        <w:rPr>
          <w:rtl/>
        </w:rPr>
        <w:t>عاد</w:t>
      </w:r>
      <w:r w:rsidR="00554BFA">
        <w:rPr>
          <w:rtl/>
        </w:rPr>
        <w:t xml:space="preserve"> </w:t>
      </w:r>
      <w:r w:rsidRPr="001C0167">
        <w:rPr>
          <w:rtl/>
        </w:rPr>
        <w:t>مُمُتَنَعاً</w:t>
      </w:r>
      <w:r w:rsidR="00554BFA">
        <w:rPr>
          <w:rtl/>
        </w:rPr>
        <w:t xml:space="preserve"> </w:t>
      </w:r>
      <w:r w:rsidRPr="001C0167">
        <w:rPr>
          <w:rtl/>
        </w:rPr>
        <w:t>عليه</w:t>
      </w:r>
      <w:r w:rsidR="00554BFA">
        <w:rPr>
          <w:rtl/>
        </w:rPr>
        <w:t xml:space="preserve"> </w:t>
      </w:r>
      <w:r w:rsidR="00554BFA" w:rsidRPr="00D0383A">
        <w:rPr>
          <w:rtl/>
        </w:rPr>
        <w:t>=</w:t>
      </w:r>
      <w:r w:rsidR="00554BFA">
        <w:rPr>
          <w:rtl/>
        </w:rPr>
        <w:t xml:space="preserve"> </w:t>
      </w:r>
      <w:r w:rsidRPr="001C0167">
        <w:rPr>
          <w:rtl/>
        </w:rPr>
        <w:t>تطأطأ</w:t>
      </w:r>
      <w:r w:rsidR="00554BFA">
        <w:rPr>
          <w:rtl/>
        </w:rPr>
        <w:t xml:space="preserve"> </w:t>
      </w:r>
      <w:r w:rsidRPr="001C0167">
        <w:rPr>
          <w:rtl/>
        </w:rPr>
        <w:t>مَتنه</w:t>
      </w:r>
      <w:r w:rsidR="00554BFA">
        <w:rPr>
          <w:rtl/>
        </w:rPr>
        <w:t xml:space="preserve"> </w:t>
      </w:r>
      <w:r w:rsidRPr="001C0167">
        <w:rPr>
          <w:rtl/>
        </w:rPr>
        <w:t>وهو</w:t>
      </w:r>
      <w:r w:rsidR="00554BFA">
        <w:rPr>
          <w:rtl/>
        </w:rPr>
        <w:t xml:space="preserve"> </w:t>
      </w:r>
      <w:r w:rsidRPr="001C0167">
        <w:rPr>
          <w:rtl/>
        </w:rPr>
        <w:t>الرَفيع</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إلى آخر القصيدة، وأسعدني التوفيق، فرأيت الحسن</w:t>
      </w:r>
      <w:r w:rsidR="00554BFA">
        <w:rPr>
          <w:rtl/>
        </w:rPr>
        <w:t xml:space="preserve"> (</w:t>
      </w:r>
      <w:r w:rsidRPr="00554BFA">
        <w:rPr>
          <w:rtl/>
        </w:rPr>
        <w:t>عليه السلام) وكأنّي أقرؤها عليه، حتى بلغت إلى قولي: تطأطأ رأسه</w:t>
      </w:r>
      <w:r w:rsidR="00FE2721">
        <w:rPr>
          <w:rtl/>
        </w:rPr>
        <w:t xml:space="preserve"> - </w:t>
      </w:r>
      <w:r w:rsidRPr="00554BFA">
        <w:rPr>
          <w:rtl/>
        </w:rPr>
        <w:t>وكنت نَظمتها قبلاً كذلك</w:t>
      </w:r>
      <w:r w:rsidR="00FE2721">
        <w:rPr>
          <w:rtl/>
        </w:rPr>
        <w:t xml:space="preserve"> - </w:t>
      </w:r>
      <w:r w:rsidRPr="00554BFA">
        <w:rPr>
          <w:rtl/>
        </w:rPr>
        <w:t>فأطرق</w:t>
      </w:r>
      <w:r w:rsidR="00554BFA">
        <w:rPr>
          <w:rtl/>
        </w:rPr>
        <w:t xml:space="preserve"> (</w:t>
      </w:r>
      <w:r w:rsidRPr="00554BFA">
        <w:rPr>
          <w:rtl/>
        </w:rPr>
        <w:t>عليه السلام) فأُلهمت أنَّه كَرِه تلك اللفظة</w:t>
      </w:r>
      <w:r w:rsidR="00D0383A">
        <w:rPr>
          <w:rtl/>
        </w:rPr>
        <w:t>؛</w:t>
      </w:r>
      <w:r w:rsidRPr="00554BFA">
        <w:rPr>
          <w:rtl/>
        </w:rPr>
        <w:t xml:space="preserve"> لِما فيها من عدم الآداب مع شَرف ذلك الجناب المُعظَّم</w:t>
      </w:r>
      <w:r w:rsidR="00554BFA">
        <w:rPr>
          <w:rtl/>
        </w:rPr>
        <w:t xml:space="preserve"> (</w:t>
      </w:r>
      <w:r w:rsidRPr="00554BFA">
        <w:rPr>
          <w:rtl/>
        </w:rPr>
        <w:t>صلّى الله عليه وآله وسلّم) فأبدلتها بقولي: تطأطأ مَتْنه، فرفع رأسه مُتبسِّماً فانتبهت.</w:t>
      </w:r>
    </w:p>
    <w:p w:rsidR="00645494" w:rsidRPr="00554BFA" w:rsidRDefault="00645494" w:rsidP="00554BFA">
      <w:pPr>
        <w:pStyle w:val="libNormal"/>
        <w:rPr>
          <w:rtl/>
        </w:rPr>
      </w:pPr>
      <w:r w:rsidRPr="00554BFA">
        <w:rPr>
          <w:rtl/>
        </w:rPr>
        <w:t>والقصيدة موجودة في الديوان، فلا حاجة‌ إلى نقلها برُمَّتها</w:t>
      </w:r>
      <w:r w:rsidR="00D0383A">
        <w:rPr>
          <w:rtl/>
        </w:rPr>
        <w:t>،</w:t>
      </w:r>
      <w:r w:rsidRPr="00554BFA">
        <w:rPr>
          <w:rtl/>
        </w:rPr>
        <w:t xml:space="preserve"> ولقد أكثرت منها</w:t>
      </w:r>
      <w:r w:rsidR="00D0383A">
        <w:rPr>
          <w:rtl/>
        </w:rPr>
        <w:t>؛</w:t>
      </w:r>
      <w:r w:rsidRPr="00554BFA">
        <w:rPr>
          <w:rtl/>
        </w:rPr>
        <w:t xml:space="preserve"> لأنَّ المَقام اقتضى ذلك مع التماس بعض المُحبّين.</w:t>
      </w:r>
    </w:p>
    <w:p w:rsidR="00645494" w:rsidRDefault="00645494" w:rsidP="00645494">
      <w:pPr>
        <w:pStyle w:val="libNormal"/>
      </w:pPr>
      <w:r>
        <w:br w:type="page"/>
      </w:r>
    </w:p>
    <w:p w:rsidR="00645494" w:rsidRPr="00554BFA" w:rsidRDefault="00645494" w:rsidP="00645494">
      <w:pPr>
        <w:pStyle w:val="Heading2Center"/>
        <w:rPr>
          <w:rtl/>
        </w:rPr>
      </w:pPr>
      <w:bookmarkStart w:id="59" w:name="_Toc491861326"/>
      <w:r w:rsidRPr="001C0167">
        <w:rPr>
          <w:rtl/>
        </w:rPr>
        <w:lastRenderedPageBreak/>
        <w:t>الباب الخامس:</w:t>
      </w:r>
      <w:bookmarkStart w:id="60" w:name="الباب_الخامس"/>
      <w:bookmarkEnd w:id="60"/>
      <w:bookmarkEnd w:id="59"/>
    </w:p>
    <w:p w:rsidR="00645494" w:rsidRPr="00554BFA" w:rsidRDefault="00645494" w:rsidP="00645494">
      <w:pPr>
        <w:pStyle w:val="Heading2Center"/>
        <w:rPr>
          <w:rtl/>
        </w:rPr>
      </w:pPr>
      <w:bookmarkStart w:id="61" w:name="_Toc491861327"/>
      <w:r w:rsidRPr="001C0167">
        <w:rPr>
          <w:rtl/>
        </w:rPr>
        <w:t>فيما يتعلَّق بالحسين السبط</w:t>
      </w:r>
      <w:r w:rsidR="00554BFA">
        <w:rPr>
          <w:rtl/>
        </w:rPr>
        <w:t xml:space="preserve"> (</w:t>
      </w:r>
      <w:r w:rsidRPr="001C0167">
        <w:rPr>
          <w:rtl/>
        </w:rPr>
        <w:t>عليه السلام) مِن النَظام المَتلو</w:t>
      </w:r>
      <w:bookmarkEnd w:id="61"/>
    </w:p>
    <w:p w:rsidR="00554BFA" w:rsidRDefault="00645494" w:rsidP="00645494">
      <w:pPr>
        <w:pStyle w:val="libCenterBold2"/>
        <w:rPr>
          <w:rtl/>
        </w:rPr>
      </w:pPr>
      <w:r w:rsidRPr="001C0167">
        <w:rPr>
          <w:rtl/>
        </w:rPr>
        <w:t>وفيه ثلاثة فصول:</w:t>
      </w:r>
    </w:p>
    <w:p w:rsidR="00554BFA" w:rsidRPr="00554BFA" w:rsidRDefault="00645494" w:rsidP="00645494">
      <w:pPr>
        <w:pStyle w:val="Heading3"/>
        <w:rPr>
          <w:rtl/>
        </w:rPr>
      </w:pPr>
      <w:bookmarkStart w:id="62" w:name="_Toc491861328"/>
      <w:r w:rsidRPr="001C0167">
        <w:rPr>
          <w:rtl/>
        </w:rPr>
        <w:t>الفصل الأول:</w:t>
      </w:r>
      <w:bookmarkEnd w:id="62"/>
    </w:p>
    <w:p w:rsidR="00645494" w:rsidRPr="001C0167" w:rsidRDefault="00645494" w:rsidP="00554BFA">
      <w:pPr>
        <w:pStyle w:val="libNormal"/>
        <w:rPr>
          <w:rtl/>
        </w:rPr>
      </w:pPr>
      <w:r w:rsidRPr="00554BFA">
        <w:rPr>
          <w:rtl/>
        </w:rPr>
        <w:t>أخبرني الشيخ العالِم العابد المُعَمِّر، الشيخ عبد الله بن مَعتوق القَطيفي</w:t>
      </w:r>
      <w:r w:rsidR="00554BFA">
        <w:rPr>
          <w:rtl/>
        </w:rPr>
        <w:t xml:space="preserve"> (</w:t>
      </w:r>
      <w:r w:rsidRPr="00554BFA">
        <w:rPr>
          <w:rtl/>
        </w:rPr>
        <w:t xml:space="preserve"> سلَّمه الله ) أيام مُجاورته في النجف لطلب العلِم سنة 1310، قال: أخبرني مَن أثق به مِن العلماء، قال: أخبرني الشيخ الفاضل الأديب، الحاج محمد علي بن الحاج محمد، المعروف بابن كَمّونة الأسديّ الحائريّ، المُتوفَّى سنة 1283، وكان يَنوب عن أخويه: الميرزا حسن، والميرزا مهدي الخازِنين في الرَوضة الحسينية، ويلازم الرَوضة، قال: رأيت ذات ليلة في المَنام سيّدي الحسين</w:t>
      </w:r>
      <w:r w:rsidR="00554BFA">
        <w:rPr>
          <w:rtl/>
        </w:rPr>
        <w:t xml:space="preserve"> (</w:t>
      </w:r>
      <w:r w:rsidRPr="00554BFA">
        <w:rPr>
          <w:rtl/>
        </w:rPr>
        <w:t>عليه السلام) في الروضة الشريفة واقفاً</w:t>
      </w:r>
      <w:r w:rsidR="00554BFA">
        <w:rPr>
          <w:rtl/>
        </w:rPr>
        <w:t xml:space="preserve"> </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يَنظر إلى الزائرين، وهو يردِّد قوله:</w:t>
      </w:r>
      <w:r w:rsidR="00554BFA">
        <w:rPr>
          <w:rtl/>
        </w:rPr>
        <w:t xml:space="preserve"> (</w:t>
      </w:r>
      <w:r w:rsidRPr="00554BFA">
        <w:rPr>
          <w:rtl/>
        </w:rPr>
        <w:t>فمِنّا المُنادي ومِنَّا السَميع)، قال: فانتبهت مِن مَنامي وأنا أحفظ هذا الشَطر، فأكملته بقولي:</w:t>
      </w:r>
    </w:p>
    <w:p w:rsidR="00645494" w:rsidRDefault="00645494" w:rsidP="00FE2721">
      <w:pPr>
        <w:pStyle w:val="libPoemCenter"/>
        <w:rPr>
          <w:rtl/>
        </w:rPr>
      </w:pPr>
      <w:r w:rsidRPr="001C0167">
        <w:rPr>
          <w:rtl/>
        </w:rPr>
        <w:t>سَبَقْنا</w:t>
      </w:r>
      <w:r w:rsidR="00554BFA">
        <w:rPr>
          <w:rtl/>
        </w:rPr>
        <w:t xml:space="preserve"> </w:t>
      </w:r>
      <w:r w:rsidRPr="001C0167">
        <w:rPr>
          <w:rtl/>
        </w:rPr>
        <w:t>فلا</w:t>
      </w:r>
      <w:r w:rsidR="00554BFA">
        <w:rPr>
          <w:rtl/>
        </w:rPr>
        <w:t xml:space="preserve"> </w:t>
      </w:r>
      <w:r w:rsidRPr="001C0167">
        <w:rPr>
          <w:rtl/>
        </w:rPr>
        <w:t>أحْد</w:t>
      </w:r>
      <w:r w:rsidR="00554BFA">
        <w:rPr>
          <w:rtl/>
        </w:rPr>
        <w:t xml:space="preserve"> </w:t>
      </w:r>
      <w:r w:rsidRPr="001C0167">
        <w:rPr>
          <w:rtl/>
        </w:rPr>
        <w:t>قَبلنا</w:t>
      </w:r>
      <w:r w:rsidR="00554BFA">
        <w:rPr>
          <w:rtl/>
        </w:rPr>
        <w:t xml:space="preserve"> </w:t>
      </w:r>
      <w:r w:rsidR="00554BFA" w:rsidRPr="00D0383A">
        <w:rPr>
          <w:rtl/>
        </w:rPr>
        <w:t>=</w:t>
      </w:r>
      <w:r w:rsidR="00554BFA">
        <w:rPr>
          <w:rtl/>
        </w:rPr>
        <w:t xml:space="preserve"> </w:t>
      </w:r>
      <w:r w:rsidRPr="001C0167">
        <w:rPr>
          <w:rtl/>
        </w:rPr>
        <w:t>سِوى</w:t>
      </w:r>
      <w:r w:rsidR="00554BFA">
        <w:rPr>
          <w:rtl/>
        </w:rPr>
        <w:t xml:space="preserve"> </w:t>
      </w:r>
      <w:r w:rsidRPr="001C0167">
        <w:rPr>
          <w:rtl/>
        </w:rPr>
        <w:t>مَن</w:t>
      </w:r>
      <w:r w:rsidR="00554BFA">
        <w:rPr>
          <w:rtl/>
        </w:rPr>
        <w:t xml:space="preserve"> </w:t>
      </w:r>
      <w:r w:rsidRPr="001C0167">
        <w:rPr>
          <w:rtl/>
        </w:rPr>
        <w:t>يَرانا</w:t>
      </w:r>
      <w:r w:rsidR="00554BFA">
        <w:rPr>
          <w:rtl/>
        </w:rPr>
        <w:t xml:space="preserve"> </w:t>
      </w:r>
      <w:r w:rsidRPr="001C0167">
        <w:rPr>
          <w:rtl/>
        </w:rPr>
        <w:t>ومِنّا</w:t>
      </w:r>
      <w:r w:rsidR="00554BFA">
        <w:rPr>
          <w:rtl/>
        </w:rPr>
        <w:t xml:space="preserve"> </w:t>
      </w:r>
      <w:r w:rsidRPr="001C0167">
        <w:rPr>
          <w:rtl/>
        </w:rPr>
        <w:t>الصَنيع</w:t>
      </w:r>
    </w:p>
    <w:p w:rsidR="00645494" w:rsidRPr="00645494" w:rsidRDefault="00645494" w:rsidP="00FE2721">
      <w:pPr>
        <w:pStyle w:val="libPoemCenter"/>
        <w:rPr>
          <w:rtl/>
        </w:rPr>
      </w:pPr>
      <w:r w:rsidRPr="001C0167">
        <w:rPr>
          <w:rtl/>
        </w:rPr>
        <w:t>فذا</w:t>
      </w:r>
      <w:r w:rsidR="00554BFA">
        <w:rPr>
          <w:rtl/>
        </w:rPr>
        <w:t xml:space="preserve"> </w:t>
      </w:r>
      <w:r w:rsidRPr="001C0167">
        <w:rPr>
          <w:rtl/>
        </w:rPr>
        <w:t>الخَلق</w:t>
      </w:r>
      <w:r w:rsidR="00554BFA">
        <w:rPr>
          <w:rtl/>
        </w:rPr>
        <w:t xml:space="preserve"> </w:t>
      </w:r>
      <w:r w:rsidRPr="001C0167">
        <w:rPr>
          <w:rtl/>
        </w:rPr>
        <w:t>مِنّا</w:t>
      </w:r>
      <w:r w:rsidR="00554BFA">
        <w:rPr>
          <w:rtl/>
        </w:rPr>
        <w:t xml:space="preserve"> </w:t>
      </w:r>
      <w:r w:rsidRPr="001C0167">
        <w:rPr>
          <w:rtl/>
        </w:rPr>
        <w:t>إلينا</w:t>
      </w:r>
      <w:r w:rsidR="00554BFA">
        <w:rPr>
          <w:rtl/>
        </w:rPr>
        <w:t xml:space="preserve"> </w:t>
      </w:r>
      <w:r w:rsidRPr="001C0167">
        <w:rPr>
          <w:rtl/>
        </w:rPr>
        <w:t>لنا</w:t>
      </w:r>
      <w:r w:rsidR="00554BFA">
        <w:rPr>
          <w:rtl/>
        </w:rPr>
        <w:t xml:space="preserve"> </w:t>
      </w:r>
      <w:r w:rsidR="00554BFA" w:rsidRPr="00D0383A">
        <w:rPr>
          <w:rtl/>
        </w:rPr>
        <w:t>=</w:t>
      </w:r>
      <w:r w:rsidR="00554BFA">
        <w:rPr>
          <w:rtl/>
        </w:rPr>
        <w:t xml:space="preserve"> (</w:t>
      </w:r>
      <w:r w:rsidRPr="001C0167">
        <w:rPr>
          <w:rtl/>
        </w:rPr>
        <w:t>فمِنّا</w:t>
      </w:r>
      <w:r w:rsidR="00554BFA">
        <w:rPr>
          <w:rtl/>
        </w:rPr>
        <w:t xml:space="preserve"> </w:t>
      </w:r>
      <w:r w:rsidRPr="001C0167">
        <w:rPr>
          <w:rtl/>
        </w:rPr>
        <w:t>المُنادي</w:t>
      </w:r>
      <w:r w:rsidR="00554BFA">
        <w:rPr>
          <w:rtl/>
        </w:rPr>
        <w:t xml:space="preserve"> </w:t>
      </w:r>
      <w:r w:rsidRPr="001C0167">
        <w:rPr>
          <w:rtl/>
        </w:rPr>
        <w:t>ومِنّا</w:t>
      </w:r>
      <w:r w:rsidR="00554BFA">
        <w:rPr>
          <w:rtl/>
        </w:rPr>
        <w:t xml:space="preserve"> </w:t>
      </w:r>
      <w:r w:rsidRPr="001C0167">
        <w:rPr>
          <w:rtl/>
        </w:rPr>
        <w:t>السَميع)</w:t>
      </w:r>
    </w:p>
    <w:p w:rsidR="00554BFA" w:rsidRDefault="00645494" w:rsidP="00554BFA">
      <w:pPr>
        <w:pStyle w:val="libNormal"/>
        <w:rPr>
          <w:rtl/>
        </w:rPr>
      </w:pPr>
      <w:r w:rsidRPr="00554BFA">
        <w:rPr>
          <w:rtl/>
        </w:rPr>
        <w:t>قال الشيخ عبد الله: فخمَّستهما عند سَماعي لهما سنة 1305</w:t>
      </w:r>
      <w:r w:rsidR="00D0383A">
        <w:rPr>
          <w:rtl/>
        </w:rPr>
        <w:t>؛</w:t>
      </w:r>
      <w:r w:rsidRPr="00554BFA">
        <w:rPr>
          <w:rtl/>
        </w:rPr>
        <w:t xml:space="preserve"> لأتعلَّق بسببٍ إلى الحسين</w:t>
      </w:r>
      <w:r w:rsidR="00554BFA">
        <w:rPr>
          <w:rtl/>
        </w:rPr>
        <w:t xml:space="preserve"> (</w:t>
      </w:r>
      <w:r w:rsidRPr="00554BFA">
        <w:rPr>
          <w:rtl/>
        </w:rPr>
        <w:t>عليه السلام) فقلت:</w:t>
      </w:r>
    </w:p>
    <w:p w:rsidR="00645494" w:rsidRDefault="00645494" w:rsidP="00FE2721">
      <w:pPr>
        <w:pStyle w:val="libPoemCenter"/>
        <w:rPr>
          <w:rtl/>
        </w:rPr>
      </w:pPr>
      <w:r w:rsidRPr="001C0167">
        <w:rPr>
          <w:rtl/>
        </w:rPr>
        <w:t>أحَرنا</w:t>
      </w:r>
      <w:r w:rsidR="00554BFA">
        <w:rPr>
          <w:rtl/>
        </w:rPr>
        <w:t xml:space="preserve"> </w:t>
      </w:r>
      <w:r w:rsidRPr="001C0167">
        <w:rPr>
          <w:rtl/>
        </w:rPr>
        <w:t>عُقولاً</w:t>
      </w:r>
      <w:r w:rsidR="00554BFA">
        <w:rPr>
          <w:rtl/>
        </w:rPr>
        <w:t xml:space="preserve"> </w:t>
      </w:r>
      <w:r w:rsidRPr="001C0167">
        <w:rPr>
          <w:rtl/>
        </w:rPr>
        <w:t>سَعت</w:t>
      </w:r>
      <w:r w:rsidR="00554BFA">
        <w:rPr>
          <w:rtl/>
        </w:rPr>
        <w:t xml:space="preserve"> </w:t>
      </w:r>
      <w:r w:rsidRPr="001C0167">
        <w:rPr>
          <w:rtl/>
        </w:rPr>
        <w:t>نَحونا</w:t>
      </w:r>
      <w:r w:rsidR="00554BFA">
        <w:rPr>
          <w:rtl/>
        </w:rPr>
        <w:t xml:space="preserve"> </w:t>
      </w:r>
      <w:r w:rsidR="00554BFA" w:rsidRPr="00D0383A">
        <w:rPr>
          <w:rtl/>
        </w:rPr>
        <w:t>=</w:t>
      </w:r>
      <w:r w:rsidR="00554BFA">
        <w:rPr>
          <w:rtl/>
        </w:rPr>
        <w:t xml:space="preserve"> </w:t>
      </w:r>
      <w:r w:rsidRPr="001C0167">
        <w:rPr>
          <w:rtl/>
        </w:rPr>
        <w:t>فتاهت</w:t>
      </w:r>
      <w:r w:rsidR="00554BFA">
        <w:rPr>
          <w:rtl/>
        </w:rPr>
        <w:t xml:space="preserve"> </w:t>
      </w:r>
      <w:r w:rsidRPr="001C0167">
        <w:rPr>
          <w:rtl/>
        </w:rPr>
        <w:t>وما</w:t>
      </w:r>
      <w:r w:rsidR="00554BFA">
        <w:rPr>
          <w:rtl/>
        </w:rPr>
        <w:t xml:space="preserve"> </w:t>
      </w:r>
      <w:r w:rsidRPr="001C0167">
        <w:rPr>
          <w:rtl/>
        </w:rPr>
        <w:t>بَلغت</w:t>
      </w:r>
      <w:r w:rsidR="00554BFA">
        <w:rPr>
          <w:rtl/>
        </w:rPr>
        <w:t xml:space="preserve"> </w:t>
      </w:r>
      <w:r w:rsidRPr="001C0167">
        <w:rPr>
          <w:rtl/>
        </w:rPr>
        <w:t>كُنْهَنا</w:t>
      </w:r>
    </w:p>
    <w:p w:rsidR="00645494" w:rsidRPr="00645494" w:rsidRDefault="00645494" w:rsidP="00FE2721">
      <w:pPr>
        <w:pStyle w:val="libPoemCenter"/>
        <w:rPr>
          <w:rtl/>
        </w:rPr>
      </w:pPr>
      <w:r w:rsidRPr="001C0167">
        <w:rPr>
          <w:rtl/>
        </w:rPr>
        <w:t>ونَحن</w:t>
      </w:r>
      <w:r w:rsidR="00554BFA">
        <w:rPr>
          <w:rtl/>
        </w:rPr>
        <w:t xml:space="preserve"> </w:t>
      </w:r>
      <w:r w:rsidRPr="001C0167">
        <w:rPr>
          <w:rtl/>
        </w:rPr>
        <w:t>عَبيد</w:t>
      </w:r>
      <w:r w:rsidR="00554BFA">
        <w:rPr>
          <w:rtl/>
        </w:rPr>
        <w:t xml:space="preserve"> </w:t>
      </w:r>
      <w:r w:rsidRPr="001C0167">
        <w:rPr>
          <w:rtl/>
        </w:rPr>
        <w:t>ولكنَّنا</w:t>
      </w:r>
      <w:r w:rsidR="00554BFA">
        <w:rPr>
          <w:rtl/>
        </w:rPr>
        <w:t xml:space="preserve"> </w:t>
      </w:r>
      <w:r w:rsidR="00554BFA" w:rsidRPr="00D0383A">
        <w:rPr>
          <w:rtl/>
        </w:rPr>
        <w:t>=</w:t>
      </w:r>
      <w:r w:rsidR="00554BFA">
        <w:rPr>
          <w:rtl/>
        </w:rPr>
        <w:t xml:space="preserve"> </w:t>
      </w:r>
      <w:r w:rsidRPr="001C0167">
        <w:rPr>
          <w:rtl/>
        </w:rPr>
        <w:t>سَبقنا</w:t>
      </w:r>
      <w:r w:rsidR="00554BFA">
        <w:rPr>
          <w:rtl/>
        </w:rPr>
        <w:t xml:space="preserve"> </w:t>
      </w:r>
      <w:r w:rsidRPr="001C0167">
        <w:rPr>
          <w:rtl/>
        </w:rPr>
        <w:t>فلا</w:t>
      </w:r>
      <w:r w:rsidR="00554BFA">
        <w:rPr>
          <w:rtl/>
        </w:rPr>
        <w:t xml:space="preserve"> </w:t>
      </w:r>
      <w:r w:rsidRPr="001C0167">
        <w:rPr>
          <w:rtl/>
        </w:rPr>
        <w:t>أحْد</w:t>
      </w:r>
      <w:r w:rsidR="00554BFA">
        <w:rPr>
          <w:rtl/>
        </w:rPr>
        <w:t xml:space="preserve"> </w:t>
      </w:r>
      <w:r w:rsidRPr="001C0167">
        <w:rPr>
          <w:rtl/>
        </w:rPr>
        <w:t>قَبلنا</w:t>
      </w:r>
    </w:p>
    <w:p w:rsidR="00645494" w:rsidRPr="00554BFA" w:rsidRDefault="00645494" w:rsidP="00554BFA">
      <w:pPr>
        <w:pStyle w:val="libPoemCenter"/>
        <w:rPr>
          <w:rtl/>
        </w:rPr>
      </w:pPr>
      <w:r w:rsidRPr="001C0167">
        <w:rPr>
          <w:rtl/>
        </w:rPr>
        <w:t>سِوى مَن يَرانا ومِنّا الصَنيع</w:t>
      </w:r>
    </w:p>
    <w:p w:rsidR="00645494" w:rsidRDefault="00645494" w:rsidP="00FE2721">
      <w:pPr>
        <w:pStyle w:val="libPoemCenter"/>
        <w:rPr>
          <w:rtl/>
        </w:rPr>
      </w:pPr>
      <w:r w:rsidRPr="001C0167">
        <w:rPr>
          <w:rtl/>
        </w:rPr>
        <w:t>فمَن</w:t>
      </w:r>
      <w:r w:rsidR="00554BFA">
        <w:rPr>
          <w:rtl/>
        </w:rPr>
        <w:t xml:space="preserve"> </w:t>
      </w:r>
      <w:r w:rsidRPr="001C0167">
        <w:rPr>
          <w:rtl/>
        </w:rPr>
        <w:t>ساء</w:t>
      </w:r>
      <w:r w:rsidR="00554BFA">
        <w:rPr>
          <w:rtl/>
        </w:rPr>
        <w:t xml:space="preserve"> </w:t>
      </w:r>
      <w:r w:rsidRPr="001C0167">
        <w:rPr>
          <w:rtl/>
        </w:rPr>
        <w:t>فِعلاً</w:t>
      </w:r>
      <w:r w:rsidR="00554BFA">
        <w:rPr>
          <w:rtl/>
        </w:rPr>
        <w:t xml:space="preserve"> </w:t>
      </w:r>
      <w:r w:rsidRPr="001C0167">
        <w:rPr>
          <w:rtl/>
        </w:rPr>
        <w:t>ومَن</w:t>
      </w:r>
      <w:r w:rsidR="00554BFA">
        <w:rPr>
          <w:rtl/>
        </w:rPr>
        <w:t xml:space="preserve"> </w:t>
      </w:r>
      <w:r w:rsidRPr="001C0167">
        <w:rPr>
          <w:rtl/>
        </w:rPr>
        <w:t>أحسنا</w:t>
      </w:r>
      <w:r w:rsidR="00554BFA">
        <w:rPr>
          <w:rtl/>
        </w:rPr>
        <w:t xml:space="preserve"> </w:t>
      </w:r>
      <w:r w:rsidR="00554BFA" w:rsidRPr="00D0383A">
        <w:rPr>
          <w:rtl/>
        </w:rPr>
        <w:t>=</w:t>
      </w:r>
      <w:r w:rsidR="00554BFA">
        <w:rPr>
          <w:rtl/>
        </w:rPr>
        <w:t xml:space="preserve"> </w:t>
      </w:r>
      <w:r w:rsidRPr="001C0167">
        <w:rPr>
          <w:rtl/>
        </w:rPr>
        <w:t>يؤب</w:t>
      </w:r>
      <w:r w:rsidR="00554BFA">
        <w:rPr>
          <w:rtl/>
        </w:rPr>
        <w:t xml:space="preserve"> </w:t>
      </w:r>
      <w:r w:rsidRPr="001C0167">
        <w:rPr>
          <w:rtl/>
        </w:rPr>
        <w:t>لنا</w:t>
      </w:r>
      <w:r w:rsidR="00554BFA">
        <w:rPr>
          <w:rtl/>
        </w:rPr>
        <w:t xml:space="preserve"> </w:t>
      </w:r>
      <w:r w:rsidRPr="001C0167">
        <w:rPr>
          <w:rtl/>
        </w:rPr>
        <w:t>قَبل</w:t>
      </w:r>
      <w:r w:rsidR="00554BFA">
        <w:rPr>
          <w:rtl/>
        </w:rPr>
        <w:t xml:space="preserve"> </w:t>
      </w:r>
      <w:r w:rsidRPr="001C0167">
        <w:rPr>
          <w:rtl/>
        </w:rPr>
        <w:t>أنْ</w:t>
      </w:r>
      <w:r w:rsidR="00554BFA">
        <w:rPr>
          <w:rtl/>
        </w:rPr>
        <w:t xml:space="preserve"> </w:t>
      </w:r>
      <w:r w:rsidRPr="001C0167">
        <w:rPr>
          <w:rtl/>
        </w:rPr>
        <w:t>يوزَنا</w:t>
      </w:r>
    </w:p>
    <w:p w:rsidR="00D0383A" w:rsidRDefault="00645494" w:rsidP="00FE2721">
      <w:pPr>
        <w:pStyle w:val="libPoemCenter"/>
        <w:rPr>
          <w:rtl/>
        </w:rPr>
      </w:pPr>
      <w:r w:rsidRPr="001C0167">
        <w:rPr>
          <w:rtl/>
        </w:rPr>
        <w:t>نُنادي</w:t>
      </w:r>
      <w:r w:rsidR="00554BFA">
        <w:rPr>
          <w:rtl/>
        </w:rPr>
        <w:t xml:space="preserve"> </w:t>
      </w:r>
      <w:r w:rsidRPr="001C0167">
        <w:rPr>
          <w:rtl/>
        </w:rPr>
        <w:t>ونَسمع</w:t>
      </w:r>
      <w:r w:rsidR="00554BFA">
        <w:rPr>
          <w:rtl/>
        </w:rPr>
        <w:t xml:space="preserve"> </w:t>
      </w:r>
      <w:r w:rsidRPr="001C0167">
        <w:rPr>
          <w:rtl/>
        </w:rPr>
        <w:t>أنْ</w:t>
      </w:r>
      <w:r w:rsidR="00554BFA">
        <w:rPr>
          <w:rtl/>
        </w:rPr>
        <w:t xml:space="preserve"> </w:t>
      </w:r>
      <w:r w:rsidRPr="001C0167">
        <w:rPr>
          <w:rtl/>
        </w:rPr>
        <w:t>يَدعُنا</w:t>
      </w:r>
      <w:r w:rsidR="00554BFA">
        <w:rPr>
          <w:rtl/>
        </w:rPr>
        <w:t xml:space="preserve"> </w:t>
      </w:r>
      <w:r w:rsidR="00554BFA" w:rsidRPr="00D0383A">
        <w:rPr>
          <w:rtl/>
        </w:rPr>
        <w:t>=</w:t>
      </w:r>
      <w:r w:rsidR="00554BFA">
        <w:rPr>
          <w:rtl/>
        </w:rPr>
        <w:t xml:space="preserve"> </w:t>
      </w:r>
      <w:r w:rsidRPr="001C0167">
        <w:rPr>
          <w:rtl/>
        </w:rPr>
        <w:t>فذا</w:t>
      </w:r>
      <w:r w:rsidR="00554BFA">
        <w:rPr>
          <w:rtl/>
        </w:rPr>
        <w:t xml:space="preserve"> </w:t>
      </w:r>
      <w:r w:rsidRPr="001C0167">
        <w:rPr>
          <w:rtl/>
        </w:rPr>
        <w:t>الخَلق</w:t>
      </w:r>
      <w:r w:rsidR="00554BFA">
        <w:rPr>
          <w:rtl/>
        </w:rPr>
        <w:t xml:space="preserve"> </w:t>
      </w:r>
      <w:r w:rsidRPr="001C0167">
        <w:rPr>
          <w:rtl/>
        </w:rPr>
        <w:t>مِنّا</w:t>
      </w:r>
      <w:r w:rsidR="00554BFA">
        <w:rPr>
          <w:rtl/>
        </w:rPr>
        <w:t xml:space="preserve"> </w:t>
      </w:r>
      <w:r w:rsidRPr="001C0167">
        <w:rPr>
          <w:rtl/>
        </w:rPr>
        <w:t>إلينا</w:t>
      </w:r>
      <w:r w:rsidR="00554BFA">
        <w:rPr>
          <w:rtl/>
        </w:rPr>
        <w:t xml:space="preserve"> </w:t>
      </w:r>
      <w:r w:rsidRPr="001C0167">
        <w:rPr>
          <w:rtl/>
        </w:rPr>
        <w:t>لنا</w:t>
      </w:r>
    </w:p>
    <w:p w:rsidR="00554BFA" w:rsidRDefault="00554BFA" w:rsidP="00554BFA">
      <w:pPr>
        <w:pStyle w:val="libPoemCenter"/>
        <w:rPr>
          <w:rtl/>
        </w:rPr>
      </w:pPr>
      <w:r>
        <w:rPr>
          <w:rtl/>
        </w:rPr>
        <w:t>(</w:t>
      </w:r>
      <w:r w:rsidR="00645494" w:rsidRPr="001C0167">
        <w:rPr>
          <w:rtl/>
        </w:rPr>
        <w:t>فمِنّا المُنادي ومِنّا الس</w:t>
      </w:r>
      <w:r w:rsidR="00645494" w:rsidRPr="001C0167">
        <w:rPr>
          <w:rFonts w:hint="cs"/>
          <w:rtl/>
        </w:rPr>
        <w:t>َ</w:t>
      </w:r>
      <w:r w:rsidR="00645494" w:rsidRPr="001C0167">
        <w:rPr>
          <w:rtl/>
        </w:rPr>
        <w:t>ميع)</w:t>
      </w:r>
    </w:p>
    <w:p w:rsidR="00554BFA" w:rsidRPr="00554BFA" w:rsidRDefault="00645494" w:rsidP="00645494">
      <w:pPr>
        <w:pStyle w:val="Heading3"/>
        <w:rPr>
          <w:rtl/>
        </w:rPr>
      </w:pPr>
      <w:bookmarkStart w:id="63" w:name="_Toc491861329"/>
      <w:r w:rsidRPr="001C0167">
        <w:rPr>
          <w:rtl/>
        </w:rPr>
        <w:t>الفصل الثاني</w:t>
      </w:r>
      <w:bookmarkStart w:id="64" w:name="الفصل_الثاني_2"/>
      <w:bookmarkEnd w:id="64"/>
      <w:r w:rsidRPr="001C0167">
        <w:rPr>
          <w:rtl/>
        </w:rPr>
        <w:t>:</w:t>
      </w:r>
      <w:bookmarkEnd w:id="63"/>
    </w:p>
    <w:p w:rsidR="00645494" w:rsidRPr="001C0167" w:rsidRDefault="00645494" w:rsidP="00554BFA">
      <w:pPr>
        <w:pStyle w:val="libNormal"/>
        <w:rPr>
          <w:rtl/>
        </w:rPr>
      </w:pPr>
      <w:r w:rsidRPr="00554BFA">
        <w:rPr>
          <w:rtl/>
        </w:rPr>
        <w:t>أخبرني الشيخ الجَليل العالم الفاضل التقي، الشيخ الهادي بن الشيخ عباس بن الشيخ علي بن الشيخ جعفر كاشف الغطاء</w:t>
      </w:r>
      <w:r w:rsidR="00554BFA">
        <w:rPr>
          <w:rtl/>
        </w:rPr>
        <w:t xml:space="preserve"> (</w:t>
      </w:r>
      <w:r w:rsidRPr="00554BFA">
        <w:rPr>
          <w:rtl/>
        </w:rPr>
        <w:t xml:space="preserve"> سلَّمه الله ) سنة 1359، قال: زِرت الحسين</w:t>
      </w:r>
      <w:r w:rsidR="00554BFA">
        <w:rPr>
          <w:rtl/>
        </w:rPr>
        <w:t xml:space="preserve"> (</w:t>
      </w:r>
      <w:r w:rsidRPr="00554BFA">
        <w:rPr>
          <w:rtl/>
        </w:rPr>
        <w:t>عليه السلام) بخدمة‌ أبي، وصحِبنا الحاج عبد علي بن الحاج قنبر من آل شريف، أحد تُجّار النجف وذوي الوجاهة والبيت الرفيع منهم، سنة 1307 على طريق نهر الهندي، حتّى إذا وصلنا إلى السُليمانية‌</w:t>
      </w:r>
      <w:r w:rsidR="00FE2721">
        <w:rPr>
          <w:rtl/>
        </w:rPr>
        <w:t xml:space="preserve"> - </w:t>
      </w:r>
      <w:r w:rsidRPr="00554BFA">
        <w:rPr>
          <w:rtl/>
        </w:rPr>
        <w:t>قَرية تَبعُد عن كربلاء مِقدار فَرسخ</w:t>
      </w:r>
      <w:r w:rsidR="00FE2721">
        <w:rPr>
          <w:rtl/>
        </w:rPr>
        <w:t xml:space="preserve"> -</w:t>
      </w:r>
    </w:p>
    <w:p w:rsidR="00554BFA" w:rsidRDefault="00645494" w:rsidP="00645494">
      <w:pPr>
        <w:pStyle w:val="libNormal"/>
      </w:pPr>
      <w:r>
        <w:rPr>
          <w:rtl/>
        </w:rPr>
        <w:br w:type="page"/>
      </w:r>
    </w:p>
    <w:p w:rsidR="00D0383A" w:rsidRDefault="00645494" w:rsidP="00554BFA">
      <w:pPr>
        <w:pStyle w:val="libNormal"/>
        <w:rPr>
          <w:rtl/>
        </w:rPr>
      </w:pPr>
      <w:r w:rsidRPr="00554BFA">
        <w:rPr>
          <w:rtl/>
        </w:rPr>
        <w:lastRenderedPageBreak/>
        <w:t>رمُدَت عين الحاج عبد علي رَمَداً شَديداً، فجئنا كربلاء وهو في اضطراب، بحيث لم يَستطِع الوصول إلى الرَوضة، وبات ليلته وهو يتَضوَّر من الوَجع، لم يَنم ولم يَدعنا نَنام مِمّا يَستغيث، ولم نَزْل كذلك إلى آخر الليل، فهَجع قليلاً ثم انتبه، فلم يَجد بعينه شيئاً، لا مِن الرَمد، ولا مِن الوَجع، فأخبرنا أنَّه رأى في نومته تلك كأنَّه زار الروضة، ولمّا دخل رأى الحسين</w:t>
      </w:r>
      <w:r w:rsidR="00554BFA">
        <w:rPr>
          <w:rtl/>
        </w:rPr>
        <w:t xml:space="preserve"> (</w:t>
      </w:r>
      <w:r w:rsidRPr="00554BFA">
        <w:rPr>
          <w:rtl/>
        </w:rPr>
        <w:t>عليه السلام) جالساً فوق الشُبَّاك، ورأى الزوار الّذين في الروضة يَرتقون على الشُبَّاك إليه، ويُقَبِّلون يديه قال: فحين رأيت ذلك ألقيت عباءتي في الروضة خلفي، وشَمَّرت عن ذِراعي</w:t>
      </w:r>
      <w:r w:rsidR="00FE2721">
        <w:rPr>
          <w:rtl/>
        </w:rPr>
        <w:t xml:space="preserve"> - </w:t>
      </w:r>
      <w:r w:rsidRPr="00554BFA">
        <w:rPr>
          <w:rtl/>
        </w:rPr>
        <w:t>وكان جسيماً</w:t>
      </w:r>
      <w:r w:rsidR="00FE2721">
        <w:rPr>
          <w:rtl/>
        </w:rPr>
        <w:t xml:space="preserve"> - </w:t>
      </w:r>
      <w:r w:rsidRPr="00554BFA">
        <w:rPr>
          <w:rtl/>
        </w:rPr>
        <w:t>ثم ارتقيت على الشُبَّاك إليه</w:t>
      </w:r>
      <w:r w:rsidR="00D0383A">
        <w:rPr>
          <w:rtl/>
        </w:rPr>
        <w:t>؛</w:t>
      </w:r>
      <w:r w:rsidRPr="00554BFA">
        <w:rPr>
          <w:rtl/>
        </w:rPr>
        <w:t xml:space="preserve"> لأُقبِّل يديه، فلمّا نظر الحسين</w:t>
      </w:r>
      <w:r w:rsidR="00554BFA">
        <w:rPr>
          <w:rtl/>
        </w:rPr>
        <w:t xml:space="preserve"> (</w:t>
      </w:r>
      <w:r w:rsidRPr="00554BFA">
        <w:rPr>
          <w:rtl/>
        </w:rPr>
        <w:t>عليه السلام) إليَّ تَفل في عيني، قال: فاحتدمت، وقلت: بانزعاج، لأيِّ شيء تَتَفل في عيني؟ وأنا زائرك ووافد إليك</w:t>
      </w:r>
      <w:r w:rsidR="00D0383A">
        <w:rPr>
          <w:rtl/>
        </w:rPr>
        <w:t>؛</w:t>
      </w:r>
      <w:r w:rsidRPr="00554BFA">
        <w:rPr>
          <w:rtl/>
        </w:rPr>
        <w:t xml:space="preserve"> لأُقبِّل يَديك واستشفي لعيني، هؤلاء الزوّار كُلُّهم فعلوا مِثل فِعلي، فلم تَصنع بواحد منهم ما صَنعت بي، فأجابني</w:t>
      </w:r>
      <w:r w:rsidR="00554BFA">
        <w:rPr>
          <w:rtl/>
        </w:rPr>
        <w:t xml:space="preserve"> (</w:t>
      </w:r>
      <w:r w:rsidRPr="00554BFA">
        <w:rPr>
          <w:rtl/>
        </w:rPr>
        <w:t>عليه السلام) بتبسَّم وتَوأدَةٍ مُنشداً:</w:t>
      </w:r>
    </w:p>
    <w:p w:rsidR="00554BFA" w:rsidRDefault="00554BFA" w:rsidP="00645494">
      <w:pPr>
        <w:pStyle w:val="libPoemCenter"/>
        <w:rPr>
          <w:rtl/>
        </w:rPr>
      </w:pPr>
      <w:r>
        <w:rPr>
          <w:rtl/>
        </w:rPr>
        <w:t>(</w:t>
      </w:r>
      <w:r w:rsidR="00645494" w:rsidRPr="008E4AD8">
        <w:rPr>
          <w:rtl/>
        </w:rPr>
        <w:t>فسقاها مِن رِيقه فشفاها)</w:t>
      </w:r>
    </w:p>
    <w:p w:rsidR="00D0383A" w:rsidRDefault="00645494" w:rsidP="00554BFA">
      <w:pPr>
        <w:pStyle w:val="libNormal"/>
        <w:rPr>
          <w:rtl/>
        </w:rPr>
      </w:pPr>
      <w:r w:rsidRPr="00554BFA">
        <w:rPr>
          <w:rtl/>
        </w:rPr>
        <w:t>قال: فانتبهت، وأنا كما تَرون، ليس بي شَيء مِن ذلك الوجع، ولا مِن ذلك الرَمد، قال الشيخ الهادي: فرأيناها كما يقول لا أثر فيها ولا رمد.</w:t>
      </w:r>
    </w:p>
    <w:p w:rsidR="00645494" w:rsidRP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وهذا الشَطر مِن قصيدة الشيخ الفاضل، المُلا كاظم بن الحاج محمد بن الحاج عبد الصمد بن مراد الأزري البغدادي المذكور، التي هي في مَدح النبي وآله</w:t>
      </w:r>
      <w:r>
        <w:rPr>
          <w:rtl/>
        </w:rPr>
        <w:t xml:space="preserve"> (</w:t>
      </w:r>
      <w:r w:rsidR="00645494" w:rsidRPr="00554BFA">
        <w:rPr>
          <w:rtl/>
        </w:rPr>
        <w:t xml:space="preserve"> عليهم الصلاة والسلام ) وهي ألف بيت، وجِد منها نَحو الستمائة بيت وتلف</w:t>
      </w:r>
      <w:r>
        <w:rPr>
          <w:rtl/>
        </w:rPr>
        <w:t xml:space="preserve"> </w:t>
      </w:r>
    </w:p>
    <w:p w:rsidR="00645494" w:rsidRDefault="00645494" w:rsidP="00645494">
      <w:pPr>
        <w:pStyle w:val="libNormal"/>
      </w:pPr>
      <w:r>
        <w:br w:type="page"/>
      </w:r>
    </w:p>
    <w:p w:rsidR="00645494" w:rsidRPr="008E4AD8" w:rsidRDefault="00645494" w:rsidP="00554BFA">
      <w:pPr>
        <w:pStyle w:val="libNormal"/>
        <w:rPr>
          <w:rtl/>
        </w:rPr>
      </w:pPr>
      <w:r w:rsidRPr="00554BFA">
        <w:rPr>
          <w:rtl/>
        </w:rPr>
        <w:lastRenderedPageBreak/>
        <w:t>الباقي، وهي مَشهورة مُخمَّخسة مطبوعة، مطلعها:</w:t>
      </w:r>
    </w:p>
    <w:p w:rsidR="00645494" w:rsidRPr="00645494" w:rsidRDefault="00645494" w:rsidP="00FE2721">
      <w:pPr>
        <w:pStyle w:val="libPoemCenter"/>
        <w:rPr>
          <w:rtl/>
        </w:rPr>
      </w:pPr>
      <w:r w:rsidRPr="008E4AD8">
        <w:rPr>
          <w:rtl/>
        </w:rPr>
        <w:t>لِمَن</w:t>
      </w:r>
      <w:r w:rsidR="00554BFA">
        <w:rPr>
          <w:rtl/>
        </w:rPr>
        <w:t xml:space="preserve"> </w:t>
      </w:r>
      <w:r w:rsidRPr="008E4AD8">
        <w:rPr>
          <w:rtl/>
        </w:rPr>
        <w:t>الشَمس</w:t>
      </w:r>
      <w:r w:rsidR="00554BFA">
        <w:rPr>
          <w:rtl/>
        </w:rPr>
        <w:t xml:space="preserve"> </w:t>
      </w:r>
      <w:r w:rsidRPr="008E4AD8">
        <w:rPr>
          <w:rtl/>
        </w:rPr>
        <w:t>في</w:t>
      </w:r>
      <w:r w:rsidR="00554BFA">
        <w:rPr>
          <w:rtl/>
        </w:rPr>
        <w:t xml:space="preserve"> </w:t>
      </w:r>
      <w:r w:rsidRPr="008E4AD8">
        <w:rPr>
          <w:rtl/>
        </w:rPr>
        <w:t>قُباب</w:t>
      </w:r>
      <w:r w:rsidR="00554BFA">
        <w:rPr>
          <w:rtl/>
        </w:rPr>
        <w:t xml:space="preserve"> </w:t>
      </w:r>
      <w:r w:rsidRPr="008E4AD8">
        <w:rPr>
          <w:rtl/>
        </w:rPr>
        <w:t>قباها</w:t>
      </w:r>
      <w:r w:rsidR="00554BFA">
        <w:rPr>
          <w:rtl/>
        </w:rPr>
        <w:t xml:space="preserve"> </w:t>
      </w:r>
      <w:r w:rsidR="00554BFA" w:rsidRPr="00D0383A">
        <w:rPr>
          <w:rtl/>
        </w:rPr>
        <w:t>=</w:t>
      </w:r>
      <w:r w:rsidR="00554BFA">
        <w:rPr>
          <w:rtl/>
        </w:rPr>
        <w:t xml:space="preserve"> </w:t>
      </w:r>
      <w:r w:rsidRPr="008E4AD8">
        <w:rPr>
          <w:rtl/>
        </w:rPr>
        <w:t>شفَّ</w:t>
      </w:r>
      <w:r w:rsidR="00554BFA">
        <w:rPr>
          <w:rtl/>
        </w:rPr>
        <w:t xml:space="preserve"> </w:t>
      </w:r>
      <w:r w:rsidRPr="008E4AD8">
        <w:rPr>
          <w:rtl/>
        </w:rPr>
        <w:t>جِسم</w:t>
      </w:r>
      <w:r w:rsidR="00554BFA">
        <w:rPr>
          <w:rtl/>
        </w:rPr>
        <w:t xml:space="preserve"> </w:t>
      </w:r>
      <w:r w:rsidRPr="008E4AD8">
        <w:rPr>
          <w:rtl/>
        </w:rPr>
        <w:t>الدُجى</w:t>
      </w:r>
      <w:r w:rsidR="00554BFA">
        <w:rPr>
          <w:rtl/>
        </w:rPr>
        <w:t xml:space="preserve"> </w:t>
      </w:r>
      <w:r w:rsidRPr="008E4AD8">
        <w:rPr>
          <w:rtl/>
        </w:rPr>
        <w:t>بروح</w:t>
      </w:r>
      <w:r w:rsidR="00554BFA">
        <w:rPr>
          <w:rtl/>
        </w:rPr>
        <w:t xml:space="preserve"> </w:t>
      </w:r>
      <w:r w:rsidRPr="008E4AD8">
        <w:rPr>
          <w:rtl/>
        </w:rPr>
        <w:t>ضياها</w:t>
      </w:r>
    </w:p>
    <w:p w:rsidR="00554BFA" w:rsidRDefault="00645494" w:rsidP="00554BFA">
      <w:pPr>
        <w:pStyle w:val="libNormal"/>
        <w:rPr>
          <w:rtl/>
        </w:rPr>
      </w:pPr>
      <w:r w:rsidRPr="00554BFA">
        <w:rPr>
          <w:rtl/>
        </w:rPr>
        <w:t>يقول فيها ذاكِراً أميرَ المؤمنين</w:t>
      </w:r>
      <w:r w:rsidR="00554BFA">
        <w:rPr>
          <w:rtl/>
        </w:rPr>
        <w:t xml:space="preserve"> (</w:t>
      </w:r>
      <w:r w:rsidRPr="00554BFA">
        <w:rPr>
          <w:rtl/>
        </w:rPr>
        <w:t>عليه السلام) وما كان منه يوم خيبر:</w:t>
      </w:r>
    </w:p>
    <w:p w:rsidR="00645494" w:rsidRDefault="00645494" w:rsidP="00FE2721">
      <w:pPr>
        <w:pStyle w:val="libPoemCenter"/>
        <w:rPr>
          <w:rtl/>
        </w:rPr>
      </w:pPr>
      <w:r w:rsidRPr="008E4AD8">
        <w:rPr>
          <w:rtl/>
        </w:rPr>
        <w:t>وله</w:t>
      </w:r>
      <w:r w:rsidR="00554BFA">
        <w:rPr>
          <w:rtl/>
        </w:rPr>
        <w:t xml:space="preserve"> </w:t>
      </w:r>
      <w:r w:rsidRPr="008E4AD8">
        <w:rPr>
          <w:rtl/>
        </w:rPr>
        <w:t>يوم</w:t>
      </w:r>
      <w:r w:rsidR="00554BFA">
        <w:rPr>
          <w:rtl/>
        </w:rPr>
        <w:t xml:space="preserve"> </w:t>
      </w:r>
      <w:r w:rsidRPr="008E4AD8">
        <w:rPr>
          <w:rtl/>
        </w:rPr>
        <w:t>خَيبر</w:t>
      </w:r>
      <w:r w:rsidR="00554BFA">
        <w:rPr>
          <w:rtl/>
        </w:rPr>
        <w:t xml:space="preserve"> </w:t>
      </w:r>
      <w:r w:rsidRPr="008E4AD8">
        <w:rPr>
          <w:rtl/>
        </w:rPr>
        <w:t>فَتَكات</w:t>
      </w:r>
      <w:r w:rsidR="00554BFA">
        <w:rPr>
          <w:rtl/>
        </w:rPr>
        <w:t xml:space="preserve"> </w:t>
      </w:r>
      <w:r w:rsidR="00554BFA" w:rsidRPr="00D0383A">
        <w:rPr>
          <w:rtl/>
        </w:rPr>
        <w:t>=</w:t>
      </w:r>
      <w:r w:rsidR="00554BFA">
        <w:rPr>
          <w:rtl/>
        </w:rPr>
        <w:t xml:space="preserve"> </w:t>
      </w:r>
      <w:r w:rsidRPr="008E4AD8">
        <w:rPr>
          <w:rtl/>
        </w:rPr>
        <w:t>كَبُرت</w:t>
      </w:r>
      <w:r w:rsidR="00554BFA">
        <w:rPr>
          <w:rtl/>
        </w:rPr>
        <w:t xml:space="preserve"> </w:t>
      </w:r>
      <w:r w:rsidRPr="008E4AD8">
        <w:rPr>
          <w:rtl/>
        </w:rPr>
        <w:t>مَنظراً</w:t>
      </w:r>
      <w:r w:rsidR="00554BFA">
        <w:rPr>
          <w:rtl/>
        </w:rPr>
        <w:t xml:space="preserve"> </w:t>
      </w:r>
      <w:r w:rsidRPr="008E4AD8">
        <w:rPr>
          <w:rtl/>
        </w:rPr>
        <w:t>على</w:t>
      </w:r>
      <w:r w:rsidR="00554BFA">
        <w:rPr>
          <w:rtl/>
        </w:rPr>
        <w:t xml:space="preserve"> </w:t>
      </w:r>
      <w:r w:rsidRPr="008E4AD8">
        <w:rPr>
          <w:rtl/>
        </w:rPr>
        <w:t>مَن</w:t>
      </w:r>
      <w:r w:rsidR="00554BFA">
        <w:rPr>
          <w:rtl/>
        </w:rPr>
        <w:t xml:space="preserve"> </w:t>
      </w:r>
      <w:r w:rsidRPr="008E4AD8">
        <w:rPr>
          <w:rtl/>
        </w:rPr>
        <w:t>رآها</w:t>
      </w:r>
    </w:p>
    <w:p w:rsidR="00645494" w:rsidRDefault="00645494" w:rsidP="00FE2721">
      <w:pPr>
        <w:pStyle w:val="libPoemCenter"/>
        <w:rPr>
          <w:rtl/>
        </w:rPr>
      </w:pPr>
      <w:r w:rsidRPr="008E4AD8">
        <w:rPr>
          <w:rtl/>
        </w:rPr>
        <w:t>يوم</w:t>
      </w:r>
      <w:r w:rsidR="00554BFA">
        <w:rPr>
          <w:rtl/>
        </w:rPr>
        <w:t xml:space="preserve"> </w:t>
      </w:r>
      <w:r w:rsidRPr="008E4AD8">
        <w:rPr>
          <w:rtl/>
        </w:rPr>
        <w:t>قال</w:t>
      </w:r>
      <w:r w:rsidR="00554BFA">
        <w:rPr>
          <w:rtl/>
        </w:rPr>
        <w:t xml:space="preserve"> </w:t>
      </w:r>
      <w:r w:rsidRPr="008E4AD8">
        <w:rPr>
          <w:rtl/>
        </w:rPr>
        <w:t>النبي</w:t>
      </w:r>
      <w:r w:rsidR="00554BFA">
        <w:rPr>
          <w:rtl/>
        </w:rPr>
        <w:t xml:space="preserve"> </w:t>
      </w:r>
      <w:r w:rsidRPr="008E4AD8">
        <w:rPr>
          <w:rtl/>
        </w:rPr>
        <w:t>أنّي</w:t>
      </w:r>
      <w:r w:rsidR="00554BFA">
        <w:rPr>
          <w:rtl/>
        </w:rPr>
        <w:t xml:space="preserve"> </w:t>
      </w:r>
      <w:r w:rsidRPr="008E4AD8">
        <w:rPr>
          <w:rtl/>
        </w:rPr>
        <w:t>سأُعطي</w:t>
      </w:r>
      <w:r w:rsidR="00554BFA">
        <w:rPr>
          <w:rtl/>
        </w:rPr>
        <w:t xml:space="preserve"> </w:t>
      </w:r>
      <w:r w:rsidR="00554BFA" w:rsidRPr="00D0383A">
        <w:rPr>
          <w:rtl/>
        </w:rPr>
        <w:t>=</w:t>
      </w:r>
      <w:r w:rsidR="00554BFA">
        <w:rPr>
          <w:rtl/>
        </w:rPr>
        <w:t xml:space="preserve"> </w:t>
      </w:r>
      <w:r w:rsidRPr="008E4AD8">
        <w:rPr>
          <w:rtl/>
        </w:rPr>
        <w:t>رايتي</w:t>
      </w:r>
      <w:r w:rsidR="00554BFA">
        <w:rPr>
          <w:rtl/>
        </w:rPr>
        <w:t xml:space="preserve"> </w:t>
      </w:r>
      <w:r w:rsidRPr="008E4AD8">
        <w:rPr>
          <w:rtl/>
        </w:rPr>
        <w:t>ليثَها</w:t>
      </w:r>
      <w:r w:rsidR="00554BFA">
        <w:rPr>
          <w:rtl/>
        </w:rPr>
        <w:t xml:space="preserve"> </w:t>
      </w:r>
      <w:r w:rsidRPr="008E4AD8">
        <w:rPr>
          <w:rtl/>
        </w:rPr>
        <w:t>وحامي</w:t>
      </w:r>
      <w:r w:rsidR="00554BFA">
        <w:rPr>
          <w:rtl/>
        </w:rPr>
        <w:t xml:space="preserve"> </w:t>
      </w:r>
      <w:r w:rsidRPr="008E4AD8">
        <w:rPr>
          <w:rtl/>
        </w:rPr>
        <w:t>حِماها</w:t>
      </w:r>
    </w:p>
    <w:p w:rsidR="00645494" w:rsidRDefault="00645494" w:rsidP="00FE2721">
      <w:pPr>
        <w:pStyle w:val="libPoemCenter"/>
        <w:rPr>
          <w:rtl/>
        </w:rPr>
      </w:pPr>
      <w:r w:rsidRPr="008E4AD8">
        <w:rPr>
          <w:rtl/>
        </w:rPr>
        <w:t>فاستطالت</w:t>
      </w:r>
      <w:r w:rsidR="00554BFA">
        <w:rPr>
          <w:rtl/>
        </w:rPr>
        <w:t xml:space="preserve"> </w:t>
      </w:r>
      <w:r w:rsidRPr="008E4AD8">
        <w:rPr>
          <w:rtl/>
        </w:rPr>
        <w:t>أعناق</w:t>
      </w:r>
      <w:r w:rsidR="00554BFA">
        <w:rPr>
          <w:rtl/>
        </w:rPr>
        <w:t xml:space="preserve"> </w:t>
      </w:r>
      <w:r w:rsidRPr="008E4AD8">
        <w:rPr>
          <w:rtl/>
        </w:rPr>
        <w:t>كُلِّ</w:t>
      </w:r>
      <w:r w:rsidR="00554BFA">
        <w:rPr>
          <w:rtl/>
        </w:rPr>
        <w:t xml:space="preserve"> </w:t>
      </w:r>
      <w:r w:rsidRPr="008E4AD8">
        <w:rPr>
          <w:rtl/>
        </w:rPr>
        <w:t>فَريق</w:t>
      </w:r>
      <w:r w:rsidR="00554BFA">
        <w:rPr>
          <w:rtl/>
        </w:rPr>
        <w:t xml:space="preserve"> </w:t>
      </w:r>
      <w:r w:rsidR="00554BFA" w:rsidRPr="00D0383A">
        <w:rPr>
          <w:rtl/>
        </w:rPr>
        <w:t>=</w:t>
      </w:r>
      <w:r w:rsidR="00554BFA">
        <w:rPr>
          <w:rtl/>
        </w:rPr>
        <w:t xml:space="preserve"> </w:t>
      </w:r>
      <w:r w:rsidRPr="008E4AD8">
        <w:rPr>
          <w:rtl/>
        </w:rPr>
        <w:t>ليَروا</w:t>
      </w:r>
      <w:r w:rsidR="00554BFA">
        <w:rPr>
          <w:rtl/>
        </w:rPr>
        <w:t xml:space="preserve"> </w:t>
      </w:r>
      <w:r w:rsidRPr="008E4AD8">
        <w:rPr>
          <w:rtl/>
        </w:rPr>
        <w:t>أيَّ</w:t>
      </w:r>
      <w:r w:rsidR="00554BFA">
        <w:rPr>
          <w:rtl/>
        </w:rPr>
        <w:t xml:space="preserve"> </w:t>
      </w:r>
      <w:r w:rsidRPr="008E4AD8">
        <w:rPr>
          <w:rtl/>
        </w:rPr>
        <w:t>ماجِد</w:t>
      </w:r>
      <w:r w:rsidR="00554BFA">
        <w:rPr>
          <w:rtl/>
        </w:rPr>
        <w:t xml:space="preserve"> </w:t>
      </w:r>
      <w:r w:rsidRPr="008E4AD8">
        <w:rPr>
          <w:rtl/>
        </w:rPr>
        <w:t>يُعطاها</w:t>
      </w:r>
    </w:p>
    <w:p w:rsidR="00645494" w:rsidRDefault="00645494" w:rsidP="00FE2721">
      <w:pPr>
        <w:pStyle w:val="libPoemCenter"/>
        <w:rPr>
          <w:rtl/>
        </w:rPr>
      </w:pPr>
      <w:r w:rsidRPr="008E4AD8">
        <w:rPr>
          <w:rtl/>
        </w:rPr>
        <w:t>فدعا</w:t>
      </w:r>
      <w:r w:rsidR="00554BFA">
        <w:rPr>
          <w:rtl/>
        </w:rPr>
        <w:t xml:space="preserve"> </w:t>
      </w:r>
      <w:r w:rsidRPr="008E4AD8">
        <w:rPr>
          <w:rtl/>
        </w:rPr>
        <w:t>أين</w:t>
      </w:r>
      <w:r w:rsidR="00554BFA">
        <w:rPr>
          <w:rtl/>
        </w:rPr>
        <w:t xml:space="preserve"> </w:t>
      </w:r>
      <w:r w:rsidRPr="008E4AD8">
        <w:rPr>
          <w:rtl/>
        </w:rPr>
        <w:t>وارث</w:t>
      </w:r>
      <w:r w:rsidR="00554BFA">
        <w:rPr>
          <w:rtl/>
        </w:rPr>
        <w:t xml:space="preserve"> </w:t>
      </w:r>
      <w:r w:rsidRPr="008E4AD8">
        <w:rPr>
          <w:rtl/>
        </w:rPr>
        <w:t>العلِم</w:t>
      </w:r>
      <w:r w:rsidR="00554BFA">
        <w:rPr>
          <w:rtl/>
        </w:rPr>
        <w:t xml:space="preserve"> </w:t>
      </w:r>
      <w:r w:rsidRPr="008E4AD8">
        <w:rPr>
          <w:rtl/>
        </w:rPr>
        <w:t>والحلِم</w:t>
      </w:r>
      <w:r w:rsidR="00554BFA">
        <w:rPr>
          <w:rtl/>
        </w:rPr>
        <w:t xml:space="preserve"> </w:t>
      </w:r>
      <w:r w:rsidR="00554BFA" w:rsidRPr="00D0383A">
        <w:rPr>
          <w:rtl/>
        </w:rPr>
        <w:t>=</w:t>
      </w:r>
      <w:r w:rsidR="00554BFA">
        <w:rPr>
          <w:rtl/>
        </w:rPr>
        <w:t xml:space="preserve"> </w:t>
      </w:r>
      <w:r w:rsidRPr="008E4AD8">
        <w:rPr>
          <w:rtl/>
        </w:rPr>
        <w:t>مُجير</w:t>
      </w:r>
      <w:r w:rsidR="00554BFA">
        <w:rPr>
          <w:rtl/>
        </w:rPr>
        <w:t xml:space="preserve"> </w:t>
      </w:r>
      <w:r w:rsidRPr="008E4AD8">
        <w:rPr>
          <w:rtl/>
        </w:rPr>
        <w:t>الأيام</w:t>
      </w:r>
      <w:r w:rsidR="00554BFA">
        <w:rPr>
          <w:rtl/>
        </w:rPr>
        <w:t xml:space="preserve"> </w:t>
      </w:r>
      <w:r w:rsidRPr="008E4AD8">
        <w:rPr>
          <w:rtl/>
        </w:rPr>
        <w:t>مِن</w:t>
      </w:r>
      <w:r w:rsidR="00554BFA">
        <w:rPr>
          <w:rtl/>
        </w:rPr>
        <w:t xml:space="preserve"> </w:t>
      </w:r>
      <w:r w:rsidRPr="008E4AD8">
        <w:rPr>
          <w:rtl/>
        </w:rPr>
        <w:t>بأساها</w:t>
      </w:r>
    </w:p>
    <w:p w:rsidR="00645494" w:rsidRDefault="00645494" w:rsidP="00FE2721">
      <w:pPr>
        <w:pStyle w:val="libPoemCenter"/>
        <w:rPr>
          <w:rtl/>
        </w:rPr>
      </w:pPr>
      <w:r w:rsidRPr="008E4AD8">
        <w:rPr>
          <w:rtl/>
        </w:rPr>
        <w:t>أينَ</w:t>
      </w:r>
      <w:r w:rsidR="00554BFA">
        <w:rPr>
          <w:rtl/>
        </w:rPr>
        <w:t xml:space="preserve"> </w:t>
      </w:r>
      <w:r w:rsidRPr="008E4AD8">
        <w:rPr>
          <w:rtl/>
        </w:rPr>
        <w:t>ذو</w:t>
      </w:r>
      <w:r w:rsidR="00554BFA">
        <w:rPr>
          <w:rtl/>
        </w:rPr>
        <w:t xml:space="preserve"> </w:t>
      </w:r>
      <w:r w:rsidRPr="008E4AD8">
        <w:rPr>
          <w:rtl/>
        </w:rPr>
        <w:t>النَجدة</w:t>
      </w:r>
      <w:r w:rsidR="00554BFA">
        <w:rPr>
          <w:rtl/>
        </w:rPr>
        <w:t xml:space="preserve"> </w:t>
      </w:r>
      <w:r w:rsidRPr="008E4AD8">
        <w:rPr>
          <w:rtl/>
        </w:rPr>
        <w:t>التي</w:t>
      </w:r>
      <w:r w:rsidR="00554BFA">
        <w:rPr>
          <w:rtl/>
        </w:rPr>
        <w:t xml:space="preserve"> </w:t>
      </w:r>
      <w:r w:rsidRPr="008E4AD8">
        <w:rPr>
          <w:rtl/>
        </w:rPr>
        <w:t>لو</w:t>
      </w:r>
      <w:r w:rsidR="00554BFA">
        <w:rPr>
          <w:rtl/>
        </w:rPr>
        <w:t xml:space="preserve"> </w:t>
      </w:r>
      <w:r w:rsidRPr="008E4AD8">
        <w:rPr>
          <w:rtl/>
        </w:rPr>
        <w:t>دَعته</w:t>
      </w:r>
      <w:r w:rsidR="00554BFA">
        <w:rPr>
          <w:rtl/>
        </w:rPr>
        <w:t xml:space="preserve"> </w:t>
      </w:r>
      <w:r w:rsidR="00554BFA" w:rsidRPr="00D0383A">
        <w:rPr>
          <w:rtl/>
        </w:rPr>
        <w:t>=</w:t>
      </w:r>
      <w:r w:rsidR="00554BFA">
        <w:rPr>
          <w:rtl/>
        </w:rPr>
        <w:t xml:space="preserve"> </w:t>
      </w:r>
      <w:r w:rsidRPr="008E4AD8">
        <w:rPr>
          <w:rtl/>
        </w:rPr>
        <w:t>في</w:t>
      </w:r>
      <w:r w:rsidR="00554BFA">
        <w:rPr>
          <w:rtl/>
        </w:rPr>
        <w:t xml:space="preserve"> </w:t>
      </w:r>
      <w:r w:rsidRPr="008E4AD8">
        <w:rPr>
          <w:rtl/>
        </w:rPr>
        <w:t>الثُريا</w:t>
      </w:r>
      <w:r w:rsidR="00554BFA">
        <w:rPr>
          <w:rtl/>
        </w:rPr>
        <w:t xml:space="preserve"> </w:t>
      </w:r>
      <w:r w:rsidRPr="008E4AD8">
        <w:rPr>
          <w:rtl/>
        </w:rPr>
        <w:t>مَروعة‌</w:t>
      </w:r>
      <w:r w:rsidR="00554BFA">
        <w:rPr>
          <w:rtl/>
        </w:rPr>
        <w:t xml:space="preserve"> </w:t>
      </w:r>
      <w:r w:rsidRPr="008E4AD8">
        <w:rPr>
          <w:rtl/>
        </w:rPr>
        <w:t>لبَّاها</w:t>
      </w:r>
    </w:p>
    <w:p w:rsidR="00645494" w:rsidRDefault="00645494" w:rsidP="00FE2721">
      <w:pPr>
        <w:pStyle w:val="libPoemCenter"/>
        <w:rPr>
          <w:rtl/>
        </w:rPr>
      </w:pPr>
      <w:r w:rsidRPr="008E4AD8">
        <w:rPr>
          <w:rtl/>
        </w:rPr>
        <w:t>فأتاه</w:t>
      </w:r>
      <w:r w:rsidR="00554BFA">
        <w:rPr>
          <w:rtl/>
        </w:rPr>
        <w:t xml:space="preserve"> </w:t>
      </w:r>
      <w:r w:rsidRPr="008E4AD8">
        <w:rPr>
          <w:rtl/>
        </w:rPr>
        <w:t>الوَصي</w:t>
      </w:r>
      <w:r w:rsidR="00554BFA">
        <w:rPr>
          <w:rtl/>
        </w:rPr>
        <w:t xml:space="preserve"> </w:t>
      </w:r>
      <w:r w:rsidRPr="008E4AD8">
        <w:rPr>
          <w:rtl/>
        </w:rPr>
        <w:t>أرَمد</w:t>
      </w:r>
      <w:r w:rsidR="00554BFA">
        <w:rPr>
          <w:rtl/>
        </w:rPr>
        <w:t xml:space="preserve"> </w:t>
      </w:r>
      <w:r w:rsidRPr="008E4AD8">
        <w:rPr>
          <w:rtl/>
        </w:rPr>
        <w:t>عَينٍ</w:t>
      </w:r>
      <w:r w:rsidR="00554BFA">
        <w:rPr>
          <w:rtl/>
        </w:rPr>
        <w:t xml:space="preserve"> </w:t>
      </w:r>
      <w:r w:rsidR="00554BFA" w:rsidRPr="00D0383A">
        <w:rPr>
          <w:rtl/>
        </w:rPr>
        <w:t>=</w:t>
      </w:r>
      <w:r w:rsidR="00554BFA">
        <w:rPr>
          <w:rtl/>
        </w:rPr>
        <w:t xml:space="preserve"> </w:t>
      </w:r>
      <w:r w:rsidRPr="008E4AD8">
        <w:rPr>
          <w:rtl/>
        </w:rPr>
        <w:t>فسَقاها</w:t>
      </w:r>
      <w:r w:rsidR="00554BFA">
        <w:rPr>
          <w:rtl/>
        </w:rPr>
        <w:t xml:space="preserve"> </w:t>
      </w:r>
      <w:r w:rsidRPr="008E4AD8">
        <w:rPr>
          <w:rtl/>
        </w:rPr>
        <w:t>مِن</w:t>
      </w:r>
      <w:r w:rsidR="00554BFA">
        <w:rPr>
          <w:rtl/>
        </w:rPr>
        <w:t xml:space="preserve"> </w:t>
      </w:r>
      <w:r w:rsidRPr="008E4AD8">
        <w:rPr>
          <w:rtl/>
        </w:rPr>
        <w:t>رِيقه</w:t>
      </w:r>
      <w:r w:rsidR="00554BFA">
        <w:rPr>
          <w:rtl/>
        </w:rPr>
        <w:t xml:space="preserve"> </w:t>
      </w:r>
      <w:r w:rsidRPr="008E4AD8">
        <w:rPr>
          <w:rtl/>
        </w:rPr>
        <w:t>فشَفاها</w:t>
      </w:r>
    </w:p>
    <w:p w:rsidR="00645494" w:rsidRDefault="00645494" w:rsidP="00FE2721">
      <w:pPr>
        <w:pStyle w:val="libPoemCenter"/>
        <w:rPr>
          <w:rtl/>
        </w:rPr>
      </w:pPr>
      <w:r w:rsidRPr="008E4AD8">
        <w:rPr>
          <w:rtl/>
        </w:rPr>
        <w:t>ومَضى</w:t>
      </w:r>
      <w:r w:rsidR="00554BFA">
        <w:rPr>
          <w:rtl/>
        </w:rPr>
        <w:t xml:space="preserve"> </w:t>
      </w:r>
      <w:r w:rsidRPr="008E4AD8">
        <w:rPr>
          <w:rtl/>
        </w:rPr>
        <w:t>بطَلب</w:t>
      </w:r>
      <w:r w:rsidR="00554BFA">
        <w:rPr>
          <w:rtl/>
        </w:rPr>
        <w:t xml:space="preserve"> </w:t>
      </w:r>
      <w:r w:rsidRPr="008E4AD8">
        <w:rPr>
          <w:rtl/>
        </w:rPr>
        <w:t>الصُفوف</w:t>
      </w:r>
      <w:r w:rsidR="00554BFA">
        <w:rPr>
          <w:rtl/>
        </w:rPr>
        <w:t xml:space="preserve"> </w:t>
      </w:r>
      <w:r w:rsidRPr="008E4AD8">
        <w:rPr>
          <w:rtl/>
        </w:rPr>
        <w:t>فولَّت</w:t>
      </w:r>
      <w:r w:rsidR="00554BFA">
        <w:rPr>
          <w:rtl/>
        </w:rPr>
        <w:t xml:space="preserve"> </w:t>
      </w:r>
      <w:r w:rsidR="00554BFA" w:rsidRPr="00D0383A">
        <w:rPr>
          <w:rtl/>
        </w:rPr>
        <w:t>=</w:t>
      </w:r>
      <w:r w:rsidR="00554BFA">
        <w:rPr>
          <w:rtl/>
        </w:rPr>
        <w:t xml:space="preserve"> </w:t>
      </w:r>
      <w:r w:rsidRPr="008E4AD8">
        <w:rPr>
          <w:rtl/>
        </w:rPr>
        <w:t>عنه</w:t>
      </w:r>
      <w:r w:rsidR="00554BFA">
        <w:rPr>
          <w:rtl/>
        </w:rPr>
        <w:t xml:space="preserve"> </w:t>
      </w:r>
      <w:r w:rsidRPr="008E4AD8">
        <w:rPr>
          <w:rtl/>
        </w:rPr>
        <w:t>علِماً</w:t>
      </w:r>
      <w:r w:rsidR="00554BFA">
        <w:rPr>
          <w:rtl/>
        </w:rPr>
        <w:t xml:space="preserve"> </w:t>
      </w:r>
      <w:r w:rsidRPr="008E4AD8">
        <w:rPr>
          <w:rtl/>
        </w:rPr>
        <w:t>بأنَّه</w:t>
      </w:r>
      <w:r w:rsidR="00554BFA">
        <w:rPr>
          <w:rtl/>
        </w:rPr>
        <w:t xml:space="preserve"> </w:t>
      </w:r>
      <w:r w:rsidRPr="008E4AD8">
        <w:rPr>
          <w:rtl/>
        </w:rPr>
        <w:t>أمضاها</w:t>
      </w:r>
    </w:p>
    <w:p w:rsidR="00645494" w:rsidRDefault="00645494" w:rsidP="00FE2721">
      <w:pPr>
        <w:pStyle w:val="libPoemCenter"/>
        <w:rPr>
          <w:rtl/>
        </w:rPr>
      </w:pPr>
      <w:r w:rsidRPr="008E4AD8">
        <w:rPr>
          <w:rtl/>
        </w:rPr>
        <w:t>فيَرى</w:t>
      </w:r>
      <w:r w:rsidR="00554BFA">
        <w:rPr>
          <w:rtl/>
        </w:rPr>
        <w:t xml:space="preserve"> </w:t>
      </w:r>
      <w:r w:rsidRPr="008E4AD8">
        <w:rPr>
          <w:rtl/>
        </w:rPr>
        <w:t>مَرحباً</w:t>
      </w:r>
      <w:r w:rsidR="00554BFA">
        <w:rPr>
          <w:rtl/>
        </w:rPr>
        <w:t xml:space="preserve"> </w:t>
      </w:r>
      <w:r w:rsidRPr="008E4AD8">
        <w:rPr>
          <w:rtl/>
        </w:rPr>
        <w:t>بكَفِّ</w:t>
      </w:r>
      <w:r w:rsidR="00554BFA">
        <w:rPr>
          <w:rtl/>
        </w:rPr>
        <w:t xml:space="preserve"> </w:t>
      </w:r>
      <w:r w:rsidRPr="008E4AD8">
        <w:rPr>
          <w:rtl/>
        </w:rPr>
        <w:t>اقتدار</w:t>
      </w:r>
      <w:r w:rsidR="00554BFA">
        <w:rPr>
          <w:rtl/>
        </w:rPr>
        <w:t xml:space="preserve"> </w:t>
      </w:r>
      <w:r w:rsidR="00554BFA" w:rsidRPr="00D0383A">
        <w:rPr>
          <w:rtl/>
        </w:rPr>
        <w:t>=</w:t>
      </w:r>
      <w:r w:rsidR="00554BFA">
        <w:rPr>
          <w:rtl/>
        </w:rPr>
        <w:t xml:space="preserve"> </w:t>
      </w:r>
      <w:r w:rsidRPr="008E4AD8">
        <w:rPr>
          <w:rtl/>
        </w:rPr>
        <w:t>أقوياءَ</w:t>
      </w:r>
      <w:r w:rsidR="00554BFA">
        <w:rPr>
          <w:rtl/>
        </w:rPr>
        <w:t xml:space="preserve"> </w:t>
      </w:r>
      <w:r w:rsidRPr="008E4AD8">
        <w:rPr>
          <w:rtl/>
        </w:rPr>
        <w:t>الأقدار</w:t>
      </w:r>
      <w:r w:rsidR="00554BFA">
        <w:rPr>
          <w:rtl/>
        </w:rPr>
        <w:t xml:space="preserve"> </w:t>
      </w:r>
      <w:r w:rsidRPr="008E4AD8">
        <w:rPr>
          <w:rtl/>
        </w:rPr>
        <w:t>مِن</w:t>
      </w:r>
      <w:r w:rsidR="00554BFA">
        <w:rPr>
          <w:rtl/>
        </w:rPr>
        <w:t xml:space="preserve"> </w:t>
      </w:r>
      <w:r w:rsidRPr="008E4AD8">
        <w:rPr>
          <w:rtl/>
        </w:rPr>
        <w:t>ضُعْفاها</w:t>
      </w:r>
    </w:p>
    <w:p w:rsidR="00645494" w:rsidRPr="00645494" w:rsidRDefault="00645494" w:rsidP="00FE2721">
      <w:pPr>
        <w:pStyle w:val="libPoemCenter"/>
        <w:rPr>
          <w:rtl/>
        </w:rPr>
      </w:pPr>
      <w:r w:rsidRPr="008E4AD8">
        <w:rPr>
          <w:rtl/>
        </w:rPr>
        <w:t>ودحا</w:t>
      </w:r>
      <w:r w:rsidR="00554BFA">
        <w:rPr>
          <w:rtl/>
        </w:rPr>
        <w:t xml:space="preserve"> </w:t>
      </w:r>
      <w:r w:rsidRPr="008E4AD8">
        <w:rPr>
          <w:rtl/>
        </w:rPr>
        <w:t>بَابَها</w:t>
      </w:r>
      <w:r w:rsidR="00554BFA">
        <w:rPr>
          <w:rtl/>
        </w:rPr>
        <w:t xml:space="preserve"> </w:t>
      </w:r>
      <w:r w:rsidRPr="008E4AD8">
        <w:rPr>
          <w:rtl/>
        </w:rPr>
        <w:t>بقوَّة</w:t>
      </w:r>
      <w:r w:rsidR="00554BFA">
        <w:rPr>
          <w:rtl/>
        </w:rPr>
        <w:t xml:space="preserve"> </w:t>
      </w:r>
      <w:r w:rsidRPr="008E4AD8">
        <w:rPr>
          <w:rtl/>
        </w:rPr>
        <w:t>بأس</w:t>
      </w:r>
      <w:r w:rsidR="00554BFA">
        <w:rPr>
          <w:rtl/>
        </w:rPr>
        <w:t xml:space="preserve"> </w:t>
      </w:r>
      <w:r w:rsidR="00554BFA" w:rsidRPr="00D0383A">
        <w:rPr>
          <w:rtl/>
        </w:rPr>
        <w:t>=</w:t>
      </w:r>
      <w:r w:rsidR="00554BFA">
        <w:rPr>
          <w:rtl/>
        </w:rPr>
        <w:t xml:space="preserve"> </w:t>
      </w:r>
      <w:r w:rsidRPr="008E4AD8">
        <w:rPr>
          <w:rtl/>
        </w:rPr>
        <w:t>لو</w:t>
      </w:r>
      <w:r w:rsidR="00554BFA">
        <w:rPr>
          <w:rtl/>
        </w:rPr>
        <w:t xml:space="preserve"> </w:t>
      </w:r>
      <w:r w:rsidRPr="008E4AD8">
        <w:rPr>
          <w:rtl/>
        </w:rPr>
        <w:t>حَمته</w:t>
      </w:r>
      <w:r w:rsidR="00554BFA">
        <w:rPr>
          <w:rtl/>
        </w:rPr>
        <w:t xml:space="preserve"> </w:t>
      </w:r>
      <w:r w:rsidRPr="008E4AD8">
        <w:rPr>
          <w:rtl/>
        </w:rPr>
        <w:t>الأفلاك</w:t>
      </w:r>
      <w:r w:rsidR="00554BFA">
        <w:rPr>
          <w:rtl/>
        </w:rPr>
        <w:t xml:space="preserve"> </w:t>
      </w:r>
      <w:r w:rsidRPr="008E4AD8">
        <w:rPr>
          <w:rtl/>
        </w:rPr>
        <w:t>منه</w:t>
      </w:r>
      <w:r w:rsidR="00554BFA">
        <w:rPr>
          <w:rtl/>
        </w:rPr>
        <w:t xml:space="preserve"> </w:t>
      </w:r>
      <w:r w:rsidRPr="008E4AD8">
        <w:rPr>
          <w:rtl/>
        </w:rPr>
        <w:t>دحاها</w:t>
      </w:r>
    </w:p>
    <w:p w:rsidR="00554BFA" w:rsidRDefault="00645494" w:rsidP="00554BFA">
      <w:pPr>
        <w:pStyle w:val="libNormal"/>
        <w:rPr>
          <w:rtl/>
        </w:rPr>
      </w:pPr>
      <w:r w:rsidRPr="00554BFA">
        <w:rPr>
          <w:rtl/>
        </w:rPr>
        <w:t>إلى آخر ما نظم من تلك الأبيات على غيره في تلك القصيدة الفريدة بين الألفيات:</w:t>
      </w:r>
    </w:p>
    <w:p w:rsidR="00554BFA" w:rsidRPr="00554BFA" w:rsidRDefault="00645494" w:rsidP="00645494">
      <w:pPr>
        <w:pStyle w:val="Heading3"/>
        <w:rPr>
          <w:rtl/>
        </w:rPr>
      </w:pPr>
      <w:bookmarkStart w:id="65" w:name="_Toc491861330"/>
      <w:r w:rsidRPr="008E4AD8">
        <w:rPr>
          <w:rtl/>
        </w:rPr>
        <w:t>وَصلٌ يَحسُن أن يَدخُل في هذا الفصل:</w:t>
      </w:r>
      <w:bookmarkEnd w:id="65"/>
    </w:p>
    <w:p w:rsidR="00645494" w:rsidRPr="008E4AD8" w:rsidRDefault="00645494" w:rsidP="00554BFA">
      <w:pPr>
        <w:pStyle w:val="libNormal"/>
        <w:rPr>
          <w:rtl/>
        </w:rPr>
      </w:pPr>
      <w:r w:rsidRPr="00554BFA">
        <w:rPr>
          <w:rtl/>
        </w:rPr>
        <w:t>إنَّ للشيخ كاظم الأزري قصيدة في رثاء الحسين</w:t>
      </w:r>
      <w:r w:rsidR="00554BFA">
        <w:rPr>
          <w:rtl/>
        </w:rPr>
        <w:t xml:space="preserve"> (</w:t>
      </w:r>
      <w:r w:rsidRPr="00554BFA">
        <w:rPr>
          <w:rtl/>
        </w:rPr>
        <w:t>عليه السلام) أبدع فيها كل الإبداع</w:t>
      </w:r>
      <w:r w:rsidR="00D0383A">
        <w:rPr>
          <w:rtl/>
        </w:rPr>
        <w:t>؛</w:t>
      </w:r>
      <w:r w:rsidRPr="00554BFA">
        <w:rPr>
          <w:rtl/>
        </w:rPr>
        <w:t xml:space="preserve"> فأخذت بمجامع الأفئدة ومدارك الأبصار ومَسالك الأسماع، وكنت خمَّست منها أبياتاً سنة 1337، ثم في سنة 1347 عَزمت على تَتِمَّة التخميس، فأعملت فكري فيه</w:t>
      </w:r>
      <w:r w:rsidR="00D0383A">
        <w:rPr>
          <w:rtl/>
        </w:rPr>
        <w:t>؛</w:t>
      </w:r>
      <w:r w:rsidRPr="00554BFA">
        <w:rPr>
          <w:rtl/>
        </w:rPr>
        <w:t xml:space="preserve"> وكان نشب بي تلك</w:t>
      </w:r>
      <w:r w:rsidR="00554BFA">
        <w:rPr>
          <w:rtl/>
        </w:rPr>
        <w:t xml:space="preserve"> </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السنة وجع المفاصل، فخصَّ يدي اليُسرى، فكان يَعتريني في أغلب الأوقات، بحيث يُبطل حَركة يدي نهاراً وليلاً، حتى إنَّ الوَجع قد يُنبهني من نومي</w:t>
      </w:r>
      <w:r w:rsidR="00D0383A">
        <w:rPr>
          <w:rtl/>
        </w:rPr>
        <w:t>؛</w:t>
      </w:r>
      <w:r w:rsidRPr="00554BFA">
        <w:rPr>
          <w:rtl/>
        </w:rPr>
        <w:t xml:space="preserve"> لشدَّته فأجلس وأعرِّكها حتى يسكن، وبقي نحواً من ستة أشهر وهو لا يزيد إلاّ شدَّة، ولمّا أعملت فكري في التَتِمَّة جعلت أردّد تَخميسي السابق</w:t>
      </w:r>
      <w:r w:rsidR="00D0383A">
        <w:rPr>
          <w:rtl/>
        </w:rPr>
        <w:t>؛</w:t>
      </w:r>
      <w:r w:rsidRPr="00554BFA">
        <w:rPr>
          <w:rtl/>
        </w:rPr>
        <w:t xml:space="preserve"> ليفتح الله عليَّ، وكنت على فراشي ليلاً، فغلبني النوم وأنا أردّد بقولي:</w:t>
      </w:r>
    </w:p>
    <w:p w:rsidR="00645494" w:rsidRDefault="00645494" w:rsidP="00FE2721">
      <w:pPr>
        <w:pStyle w:val="libPoemCenter"/>
        <w:rPr>
          <w:rtl/>
        </w:rPr>
      </w:pPr>
      <w:r w:rsidRPr="008E4AD8">
        <w:rPr>
          <w:rtl/>
        </w:rPr>
        <w:t>أصحرتَ</w:t>
      </w:r>
      <w:r w:rsidR="00554BFA">
        <w:rPr>
          <w:rtl/>
        </w:rPr>
        <w:t xml:space="preserve"> </w:t>
      </w:r>
      <w:r w:rsidRPr="008E4AD8">
        <w:rPr>
          <w:rtl/>
        </w:rPr>
        <w:t>في</w:t>
      </w:r>
      <w:r w:rsidR="00554BFA">
        <w:rPr>
          <w:rtl/>
        </w:rPr>
        <w:t xml:space="preserve"> </w:t>
      </w:r>
      <w:r w:rsidRPr="008E4AD8">
        <w:rPr>
          <w:rtl/>
        </w:rPr>
        <w:t>الطَف</w:t>
      </w:r>
      <w:r w:rsidR="00554BFA">
        <w:rPr>
          <w:rtl/>
        </w:rPr>
        <w:t xml:space="preserve"> </w:t>
      </w:r>
      <w:r w:rsidRPr="008E4AD8">
        <w:rPr>
          <w:rtl/>
        </w:rPr>
        <w:t>ضُرغاماً</w:t>
      </w:r>
      <w:r w:rsidR="00554BFA">
        <w:rPr>
          <w:rtl/>
        </w:rPr>
        <w:t xml:space="preserve"> </w:t>
      </w:r>
      <w:r w:rsidRPr="008E4AD8">
        <w:rPr>
          <w:rtl/>
        </w:rPr>
        <w:t>بساحته</w:t>
      </w:r>
      <w:r w:rsidR="00554BFA">
        <w:rPr>
          <w:rtl/>
        </w:rPr>
        <w:t xml:space="preserve"> </w:t>
      </w:r>
      <w:r w:rsidR="00554BFA" w:rsidRPr="00D0383A">
        <w:rPr>
          <w:rtl/>
        </w:rPr>
        <w:t>=</w:t>
      </w:r>
      <w:r w:rsidR="00554BFA">
        <w:rPr>
          <w:rtl/>
        </w:rPr>
        <w:t xml:space="preserve"> </w:t>
      </w:r>
      <w:r w:rsidRPr="008E4AD8">
        <w:rPr>
          <w:rtl/>
        </w:rPr>
        <w:t>قد</w:t>
      </w:r>
      <w:r w:rsidR="00554BFA">
        <w:rPr>
          <w:rtl/>
        </w:rPr>
        <w:t xml:space="preserve"> </w:t>
      </w:r>
      <w:r w:rsidRPr="008E4AD8">
        <w:rPr>
          <w:rtl/>
        </w:rPr>
        <w:t>استَخف</w:t>
      </w:r>
      <w:r w:rsidR="00554BFA">
        <w:rPr>
          <w:rtl/>
        </w:rPr>
        <w:t xml:space="preserve"> </w:t>
      </w:r>
      <w:r w:rsidRPr="008E4AD8">
        <w:rPr>
          <w:rtl/>
        </w:rPr>
        <w:t>المَنايا</w:t>
      </w:r>
      <w:r w:rsidR="00554BFA">
        <w:rPr>
          <w:rtl/>
        </w:rPr>
        <w:t xml:space="preserve"> </w:t>
      </w:r>
      <w:r w:rsidRPr="008E4AD8">
        <w:rPr>
          <w:rtl/>
        </w:rPr>
        <w:t>مِن</w:t>
      </w:r>
      <w:r w:rsidR="00554BFA">
        <w:rPr>
          <w:rtl/>
        </w:rPr>
        <w:t xml:space="preserve"> </w:t>
      </w:r>
      <w:r w:rsidRPr="008E4AD8">
        <w:rPr>
          <w:rtl/>
        </w:rPr>
        <w:t>رَجاحته</w:t>
      </w:r>
    </w:p>
    <w:p w:rsidR="00645494" w:rsidRPr="00645494" w:rsidRDefault="00645494" w:rsidP="00FE2721">
      <w:pPr>
        <w:pStyle w:val="libPoemCenter"/>
        <w:rPr>
          <w:rtl/>
        </w:rPr>
      </w:pPr>
      <w:r w:rsidRPr="008E4AD8">
        <w:rPr>
          <w:rtl/>
        </w:rPr>
        <w:t>مَلكتَ</w:t>
      </w:r>
      <w:r w:rsidR="00554BFA">
        <w:rPr>
          <w:rtl/>
        </w:rPr>
        <w:t xml:space="preserve"> </w:t>
      </w:r>
      <w:r w:rsidRPr="008E4AD8">
        <w:rPr>
          <w:rtl/>
        </w:rPr>
        <w:t>فأسجِح</w:t>
      </w:r>
      <w:r w:rsidR="00554BFA">
        <w:rPr>
          <w:rtl/>
        </w:rPr>
        <w:t xml:space="preserve"> </w:t>
      </w:r>
      <w:r w:rsidRPr="008E4AD8">
        <w:rPr>
          <w:rtl/>
        </w:rPr>
        <w:t>لمَكدود</w:t>
      </w:r>
      <w:r w:rsidR="00554BFA">
        <w:rPr>
          <w:rtl/>
        </w:rPr>
        <w:t xml:space="preserve"> </w:t>
      </w:r>
      <w:r w:rsidRPr="008E4AD8">
        <w:rPr>
          <w:rtl/>
        </w:rPr>
        <w:t>براحته</w:t>
      </w:r>
      <w:r w:rsidR="00554BFA">
        <w:rPr>
          <w:rtl/>
        </w:rPr>
        <w:t xml:space="preserve"> </w:t>
      </w:r>
      <w:r w:rsidR="00554BFA" w:rsidRPr="00D0383A">
        <w:rPr>
          <w:rtl/>
        </w:rPr>
        <w:t>=</w:t>
      </w:r>
      <w:r w:rsidR="00554BFA">
        <w:rPr>
          <w:rtl/>
        </w:rPr>
        <w:t xml:space="preserve"> </w:t>
      </w:r>
      <w:r w:rsidRPr="008E4AD8">
        <w:rPr>
          <w:rtl/>
        </w:rPr>
        <w:t>يا</w:t>
      </w:r>
      <w:r w:rsidR="00554BFA">
        <w:rPr>
          <w:rtl/>
        </w:rPr>
        <w:t xml:space="preserve"> </w:t>
      </w:r>
      <w:r w:rsidRPr="008E4AD8">
        <w:rPr>
          <w:rtl/>
        </w:rPr>
        <w:t>مَن</w:t>
      </w:r>
      <w:r w:rsidR="00554BFA">
        <w:rPr>
          <w:rtl/>
        </w:rPr>
        <w:t xml:space="preserve"> </w:t>
      </w:r>
      <w:r w:rsidRPr="008E4AD8">
        <w:rPr>
          <w:rtl/>
        </w:rPr>
        <w:t>تُدار</w:t>
      </w:r>
      <w:r w:rsidR="00554BFA">
        <w:rPr>
          <w:rtl/>
        </w:rPr>
        <w:t xml:space="preserve"> </w:t>
      </w:r>
      <w:r w:rsidRPr="008E4AD8">
        <w:rPr>
          <w:rtl/>
        </w:rPr>
        <w:t>المَنايا</w:t>
      </w:r>
      <w:r w:rsidR="00554BFA">
        <w:rPr>
          <w:rtl/>
        </w:rPr>
        <w:t xml:space="preserve"> </w:t>
      </w:r>
      <w:r w:rsidRPr="008E4AD8">
        <w:rPr>
          <w:rtl/>
        </w:rPr>
        <w:t>حَول</w:t>
      </w:r>
      <w:r w:rsidR="00554BFA">
        <w:rPr>
          <w:rtl/>
        </w:rPr>
        <w:t xml:space="preserve"> </w:t>
      </w:r>
      <w:r w:rsidRPr="008E4AD8">
        <w:rPr>
          <w:rtl/>
        </w:rPr>
        <w:t>راحته</w:t>
      </w:r>
    </w:p>
    <w:p w:rsidR="00645494" w:rsidRPr="00554BFA" w:rsidRDefault="00645494" w:rsidP="00554BFA">
      <w:pPr>
        <w:pStyle w:val="libPoemCenter"/>
        <w:rPr>
          <w:rtl/>
        </w:rPr>
      </w:pPr>
      <w:r w:rsidRPr="008E4AD8">
        <w:rPr>
          <w:rtl/>
        </w:rPr>
        <w:t>مَوقوفة بين قوليه خُذي وذَري</w:t>
      </w:r>
    </w:p>
    <w:p w:rsidR="00645494" w:rsidRDefault="00645494" w:rsidP="00FE2721">
      <w:pPr>
        <w:pStyle w:val="libPoemCenter"/>
        <w:rPr>
          <w:rtl/>
        </w:rPr>
      </w:pPr>
      <w:r w:rsidRPr="008E4AD8">
        <w:rPr>
          <w:rtl/>
        </w:rPr>
        <w:t>قُتلت</w:t>
      </w:r>
      <w:r w:rsidR="00554BFA">
        <w:rPr>
          <w:rtl/>
        </w:rPr>
        <w:t xml:space="preserve"> </w:t>
      </w:r>
      <w:r w:rsidRPr="008E4AD8">
        <w:rPr>
          <w:rtl/>
        </w:rPr>
        <w:t>ظَمآن</w:t>
      </w:r>
      <w:r w:rsidR="00554BFA">
        <w:rPr>
          <w:rtl/>
        </w:rPr>
        <w:t xml:space="preserve"> </w:t>
      </w:r>
      <w:r w:rsidRPr="008E4AD8">
        <w:rPr>
          <w:rtl/>
        </w:rPr>
        <w:t>لم</w:t>
      </w:r>
      <w:r w:rsidR="00554BFA">
        <w:rPr>
          <w:rtl/>
        </w:rPr>
        <w:t xml:space="preserve"> </w:t>
      </w:r>
      <w:r w:rsidRPr="008E4AD8">
        <w:rPr>
          <w:rtl/>
        </w:rPr>
        <w:t>تُبلِّل</w:t>
      </w:r>
      <w:r w:rsidR="00554BFA">
        <w:rPr>
          <w:rtl/>
        </w:rPr>
        <w:t xml:space="preserve"> </w:t>
      </w:r>
      <w:r w:rsidRPr="008E4AD8">
        <w:rPr>
          <w:rtl/>
        </w:rPr>
        <w:t>ظَما</w:t>
      </w:r>
      <w:r w:rsidR="00554BFA">
        <w:rPr>
          <w:rtl/>
        </w:rPr>
        <w:t xml:space="preserve"> </w:t>
      </w:r>
      <w:r w:rsidRPr="008E4AD8">
        <w:rPr>
          <w:rtl/>
        </w:rPr>
        <w:t>شَفةٍ</w:t>
      </w:r>
      <w:r w:rsidR="00554BFA">
        <w:rPr>
          <w:rtl/>
        </w:rPr>
        <w:t xml:space="preserve"> </w:t>
      </w:r>
      <w:r w:rsidR="00554BFA" w:rsidRPr="00D0383A">
        <w:rPr>
          <w:rtl/>
        </w:rPr>
        <w:t>=</w:t>
      </w:r>
      <w:r w:rsidR="00554BFA">
        <w:rPr>
          <w:rtl/>
        </w:rPr>
        <w:t xml:space="preserve"> </w:t>
      </w:r>
      <w:r w:rsidRPr="008E4AD8">
        <w:rPr>
          <w:rtl/>
        </w:rPr>
        <w:t>إلاّ</w:t>
      </w:r>
      <w:r w:rsidR="00554BFA">
        <w:rPr>
          <w:rtl/>
        </w:rPr>
        <w:t xml:space="preserve"> </w:t>
      </w:r>
      <w:r w:rsidRPr="008E4AD8">
        <w:rPr>
          <w:rtl/>
        </w:rPr>
        <w:t>برَشف</w:t>
      </w:r>
      <w:r w:rsidR="00554BFA">
        <w:rPr>
          <w:rtl/>
        </w:rPr>
        <w:t xml:space="preserve"> </w:t>
      </w:r>
      <w:r w:rsidRPr="008E4AD8">
        <w:rPr>
          <w:rtl/>
        </w:rPr>
        <w:t>مَواضٍ</w:t>
      </w:r>
      <w:r w:rsidR="00554BFA">
        <w:rPr>
          <w:rtl/>
        </w:rPr>
        <w:t xml:space="preserve"> </w:t>
      </w:r>
      <w:r w:rsidRPr="008E4AD8">
        <w:rPr>
          <w:rtl/>
        </w:rPr>
        <w:t>أو</w:t>
      </w:r>
      <w:r w:rsidR="00554BFA">
        <w:rPr>
          <w:rtl/>
        </w:rPr>
        <w:t xml:space="preserve"> </w:t>
      </w:r>
      <w:r w:rsidRPr="008E4AD8">
        <w:rPr>
          <w:rtl/>
        </w:rPr>
        <w:t>مُثقَّفة</w:t>
      </w:r>
    </w:p>
    <w:p w:rsidR="00645494" w:rsidRPr="00645494" w:rsidRDefault="00645494" w:rsidP="00FE2721">
      <w:pPr>
        <w:pStyle w:val="libPoemCenter"/>
        <w:rPr>
          <w:rtl/>
        </w:rPr>
      </w:pPr>
      <w:r w:rsidRPr="008E4AD8">
        <w:rPr>
          <w:rtl/>
        </w:rPr>
        <w:t>هُم</w:t>
      </w:r>
      <w:r w:rsidR="00554BFA">
        <w:rPr>
          <w:rtl/>
        </w:rPr>
        <w:t xml:space="preserve"> </w:t>
      </w:r>
      <w:r w:rsidRPr="008E4AD8">
        <w:rPr>
          <w:rtl/>
        </w:rPr>
        <w:t>يَعرفونك</w:t>
      </w:r>
      <w:r w:rsidR="00554BFA">
        <w:rPr>
          <w:rtl/>
        </w:rPr>
        <w:t xml:space="preserve"> </w:t>
      </w:r>
      <w:r w:rsidRPr="008E4AD8">
        <w:rPr>
          <w:rtl/>
        </w:rPr>
        <w:t>في</w:t>
      </w:r>
      <w:r w:rsidR="00554BFA">
        <w:rPr>
          <w:rtl/>
        </w:rPr>
        <w:t xml:space="preserve"> </w:t>
      </w:r>
      <w:r w:rsidRPr="008E4AD8">
        <w:rPr>
          <w:rtl/>
        </w:rPr>
        <w:t>ذات</w:t>
      </w:r>
      <w:r w:rsidR="00554BFA">
        <w:rPr>
          <w:rtl/>
        </w:rPr>
        <w:t xml:space="preserve"> </w:t>
      </w:r>
      <w:r w:rsidRPr="008E4AD8">
        <w:rPr>
          <w:rtl/>
        </w:rPr>
        <w:t>وفي</w:t>
      </w:r>
      <w:r w:rsidR="00554BFA">
        <w:rPr>
          <w:rtl/>
        </w:rPr>
        <w:t xml:space="preserve"> </w:t>
      </w:r>
      <w:r w:rsidRPr="008E4AD8">
        <w:rPr>
          <w:rtl/>
        </w:rPr>
        <w:t>صِفة</w:t>
      </w:r>
      <w:r w:rsidR="00554BFA">
        <w:rPr>
          <w:rtl/>
        </w:rPr>
        <w:t xml:space="preserve"> </w:t>
      </w:r>
      <w:r w:rsidR="00554BFA" w:rsidRPr="00D0383A">
        <w:rPr>
          <w:rtl/>
        </w:rPr>
        <w:t>=</w:t>
      </w:r>
      <w:r w:rsidR="00554BFA">
        <w:rPr>
          <w:rtl/>
        </w:rPr>
        <w:t xml:space="preserve"> </w:t>
      </w:r>
      <w:r w:rsidRPr="008E4AD8">
        <w:rPr>
          <w:rtl/>
        </w:rPr>
        <w:t>إنْ</w:t>
      </w:r>
      <w:r w:rsidR="00554BFA">
        <w:rPr>
          <w:rtl/>
        </w:rPr>
        <w:t xml:space="preserve"> </w:t>
      </w:r>
      <w:r w:rsidRPr="008E4AD8">
        <w:rPr>
          <w:rtl/>
        </w:rPr>
        <w:t>يَقتلوك</w:t>
      </w:r>
      <w:r w:rsidR="00554BFA">
        <w:rPr>
          <w:rtl/>
        </w:rPr>
        <w:t xml:space="preserve"> </w:t>
      </w:r>
      <w:r w:rsidRPr="008E4AD8">
        <w:rPr>
          <w:rtl/>
        </w:rPr>
        <w:t>فلا</w:t>
      </w:r>
      <w:r w:rsidR="00554BFA">
        <w:rPr>
          <w:rtl/>
        </w:rPr>
        <w:t xml:space="preserve"> </w:t>
      </w:r>
      <w:r w:rsidRPr="008E4AD8">
        <w:rPr>
          <w:rtl/>
        </w:rPr>
        <w:t>عن</w:t>
      </w:r>
      <w:r w:rsidR="00554BFA">
        <w:rPr>
          <w:rtl/>
        </w:rPr>
        <w:t xml:space="preserve"> </w:t>
      </w:r>
      <w:r w:rsidRPr="008E4AD8">
        <w:rPr>
          <w:rtl/>
        </w:rPr>
        <w:t>فَقْدِ</w:t>
      </w:r>
      <w:r w:rsidR="00554BFA">
        <w:rPr>
          <w:rtl/>
        </w:rPr>
        <w:t xml:space="preserve"> </w:t>
      </w:r>
      <w:r w:rsidRPr="008E4AD8">
        <w:rPr>
          <w:rtl/>
        </w:rPr>
        <w:t>مَعرفة</w:t>
      </w:r>
    </w:p>
    <w:p w:rsidR="00645494" w:rsidRPr="00554BFA" w:rsidRDefault="00645494" w:rsidP="00554BFA">
      <w:pPr>
        <w:pStyle w:val="libPoemCenter"/>
        <w:rPr>
          <w:rtl/>
        </w:rPr>
      </w:pPr>
      <w:r w:rsidRPr="008E4AD8">
        <w:rPr>
          <w:rtl/>
        </w:rPr>
        <w:t>الشَمس مَعروفة بالعَين والأثر</w:t>
      </w:r>
    </w:p>
    <w:p w:rsidR="00645494" w:rsidRDefault="00645494" w:rsidP="00FE2721">
      <w:pPr>
        <w:pStyle w:val="libPoemCenter"/>
        <w:rPr>
          <w:rtl/>
        </w:rPr>
      </w:pPr>
      <w:r w:rsidRPr="008E4AD8">
        <w:rPr>
          <w:rtl/>
        </w:rPr>
        <w:t>إنْ</w:t>
      </w:r>
      <w:r w:rsidR="00554BFA">
        <w:rPr>
          <w:rtl/>
        </w:rPr>
        <w:t xml:space="preserve"> </w:t>
      </w:r>
      <w:r w:rsidRPr="008E4AD8">
        <w:rPr>
          <w:rtl/>
        </w:rPr>
        <w:t>يَقتلوك</w:t>
      </w:r>
      <w:r w:rsidR="00554BFA">
        <w:rPr>
          <w:rtl/>
        </w:rPr>
        <w:t xml:space="preserve"> </w:t>
      </w:r>
      <w:r w:rsidRPr="008E4AD8">
        <w:rPr>
          <w:rtl/>
        </w:rPr>
        <w:t>على</w:t>
      </w:r>
      <w:r w:rsidR="00554BFA">
        <w:rPr>
          <w:rtl/>
        </w:rPr>
        <w:t xml:space="preserve"> </w:t>
      </w:r>
      <w:r w:rsidRPr="008E4AD8">
        <w:rPr>
          <w:rtl/>
        </w:rPr>
        <w:t>شاطي</w:t>
      </w:r>
      <w:r w:rsidR="00554BFA">
        <w:rPr>
          <w:rtl/>
        </w:rPr>
        <w:t xml:space="preserve"> </w:t>
      </w:r>
      <w:r w:rsidRPr="008E4AD8">
        <w:rPr>
          <w:rtl/>
        </w:rPr>
        <w:t>الفُرات</w:t>
      </w:r>
      <w:r w:rsidR="00554BFA">
        <w:rPr>
          <w:rtl/>
        </w:rPr>
        <w:t xml:space="preserve"> </w:t>
      </w:r>
      <w:r w:rsidRPr="008E4AD8">
        <w:rPr>
          <w:rtl/>
        </w:rPr>
        <w:t>ظَما</w:t>
      </w:r>
      <w:r w:rsidR="00554BFA">
        <w:rPr>
          <w:rtl/>
        </w:rPr>
        <w:t xml:space="preserve"> </w:t>
      </w:r>
      <w:r w:rsidR="00554BFA" w:rsidRPr="00D0383A">
        <w:rPr>
          <w:rtl/>
        </w:rPr>
        <w:t>=</w:t>
      </w:r>
      <w:r w:rsidR="00554BFA">
        <w:rPr>
          <w:rtl/>
        </w:rPr>
        <w:t xml:space="preserve"> </w:t>
      </w:r>
      <w:r w:rsidRPr="008E4AD8">
        <w:rPr>
          <w:rtl/>
        </w:rPr>
        <w:t>فقد</w:t>
      </w:r>
      <w:r w:rsidR="00554BFA">
        <w:rPr>
          <w:rtl/>
        </w:rPr>
        <w:t xml:space="preserve"> </w:t>
      </w:r>
      <w:r w:rsidRPr="008E4AD8">
        <w:rPr>
          <w:rtl/>
        </w:rPr>
        <w:t>تَضَعْضَع</w:t>
      </w:r>
      <w:r w:rsidR="00554BFA">
        <w:rPr>
          <w:rtl/>
        </w:rPr>
        <w:t xml:space="preserve"> </w:t>
      </w:r>
      <w:r w:rsidRPr="008E4AD8">
        <w:rPr>
          <w:rtl/>
        </w:rPr>
        <w:t>كُرسي</w:t>
      </w:r>
      <w:r w:rsidR="00554BFA">
        <w:rPr>
          <w:rtl/>
        </w:rPr>
        <w:t xml:space="preserve"> </w:t>
      </w:r>
      <w:r w:rsidRPr="008E4AD8">
        <w:rPr>
          <w:rtl/>
        </w:rPr>
        <w:t>السَما</w:t>
      </w:r>
      <w:r w:rsidR="00554BFA">
        <w:rPr>
          <w:rtl/>
        </w:rPr>
        <w:t xml:space="preserve"> </w:t>
      </w:r>
      <w:r w:rsidRPr="008E4AD8">
        <w:rPr>
          <w:rtl/>
        </w:rPr>
        <w:t>عُظما</w:t>
      </w:r>
    </w:p>
    <w:p w:rsidR="00645494" w:rsidRPr="00645494" w:rsidRDefault="00645494" w:rsidP="00FE2721">
      <w:pPr>
        <w:pStyle w:val="libPoemCenter"/>
        <w:rPr>
          <w:rtl/>
        </w:rPr>
      </w:pPr>
      <w:r w:rsidRPr="008E4AD8">
        <w:rPr>
          <w:rtl/>
        </w:rPr>
        <w:t>وقد</w:t>
      </w:r>
      <w:r w:rsidR="00554BFA">
        <w:rPr>
          <w:rtl/>
        </w:rPr>
        <w:t xml:space="preserve"> </w:t>
      </w:r>
      <w:r w:rsidRPr="008E4AD8">
        <w:rPr>
          <w:rtl/>
        </w:rPr>
        <w:t>بَكتك</w:t>
      </w:r>
      <w:r w:rsidR="00554BFA">
        <w:rPr>
          <w:rtl/>
        </w:rPr>
        <w:t xml:space="preserve"> </w:t>
      </w:r>
      <w:r w:rsidRPr="008E4AD8">
        <w:rPr>
          <w:rtl/>
        </w:rPr>
        <w:t>دَماً</w:t>
      </w:r>
      <w:r w:rsidR="00554BFA">
        <w:rPr>
          <w:rtl/>
        </w:rPr>
        <w:t xml:space="preserve"> </w:t>
      </w:r>
      <w:r w:rsidRPr="008E4AD8">
        <w:rPr>
          <w:rtl/>
        </w:rPr>
        <w:t>حتّى</w:t>
      </w:r>
      <w:r w:rsidR="00554BFA">
        <w:rPr>
          <w:rtl/>
        </w:rPr>
        <w:t xml:space="preserve"> </w:t>
      </w:r>
      <w:r w:rsidRPr="008E4AD8">
        <w:rPr>
          <w:rtl/>
        </w:rPr>
        <w:t>العِدى</w:t>
      </w:r>
      <w:r w:rsidR="00554BFA">
        <w:rPr>
          <w:rtl/>
        </w:rPr>
        <w:t xml:space="preserve"> </w:t>
      </w:r>
      <w:r w:rsidRPr="008E4AD8">
        <w:rPr>
          <w:rtl/>
        </w:rPr>
        <w:t>نَدْما</w:t>
      </w:r>
      <w:r w:rsidR="00554BFA">
        <w:rPr>
          <w:rtl/>
        </w:rPr>
        <w:t xml:space="preserve"> </w:t>
      </w:r>
      <w:r w:rsidR="00554BFA" w:rsidRPr="00D0383A">
        <w:rPr>
          <w:rtl/>
        </w:rPr>
        <w:t>=</w:t>
      </w:r>
      <w:r w:rsidR="00554BFA">
        <w:rPr>
          <w:rtl/>
        </w:rPr>
        <w:t xml:space="preserve"> </w:t>
      </w:r>
      <w:r w:rsidRPr="008E4AD8">
        <w:rPr>
          <w:rtl/>
        </w:rPr>
        <w:t>أيُّ</w:t>
      </w:r>
      <w:r w:rsidR="00554BFA">
        <w:rPr>
          <w:rtl/>
        </w:rPr>
        <w:t xml:space="preserve"> </w:t>
      </w:r>
      <w:r w:rsidRPr="008E4AD8">
        <w:rPr>
          <w:rtl/>
        </w:rPr>
        <w:t>المَحاجر</w:t>
      </w:r>
      <w:r w:rsidR="00554BFA">
        <w:rPr>
          <w:rtl/>
        </w:rPr>
        <w:t xml:space="preserve"> </w:t>
      </w:r>
      <w:r w:rsidRPr="008E4AD8">
        <w:rPr>
          <w:rtl/>
        </w:rPr>
        <w:t>لا</w:t>
      </w:r>
      <w:r w:rsidR="00554BFA">
        <w:rPr>
          <w:rtl/>
        </w:rPr>
        <w:t xml:space="preserve"> </w:t>
      </w:r>
      <w:r w:rsidRPr="008E4AD8">
        <w:rPr>
          <w:rtl/>
        </w:rPr>
        <w:t>تَبكي</w:t>
      </w:r>
      <w:r w:rsidR="00554BFA">
        <w:rPr>
          <w:rtl/>
        </w:rPr>
        <w:t xml:space="preserve"> </w:t>
      </w:r>
      <w:r w:rsidRPr="008E4AD8">
        <w:rPr>
          <w:rtl/>
        </w:rPr>
        <w:t>عليك</w:t>
      </w:r>
      <w:r w:rsidR="00554BFA">
        <w:rPr>
          <w:rtl/>
        </w:rPr>
        <w:t xml:space="preserve"> </w:t>
      </w:r>
      <w:r w:rsidRPr="008E4AD8">
        <w:rPr>
          <w:rtl/>
        </w:rPr>
        <w:t>دَما</w:t>
      </w:r>
    </w:p>
    <w:p w:rsidR="00554BFA" w:rsidRDefault="00645494" w:rsidP="00554BFA">
      <w:pPr>
        <w:pStyle w:val="libPoemCenter"/>
        <w:rPr>
          <w:rtl/>
        </w:rPr>
      </w:pPr>
      <w:r w:rsidRPr="008E4AD8">
        <w:rPr>
          <w:rtl/>
        </w:rPr>
        <w:t>أبكيت واللهِ حتّى محِجر الحَجر</w:t>
      </w:r>
    </w:p>
    <w:p w:rsidR="00645494" w:rsidRPr="008E4AD8" w:rsidRDefault="00645494" w:rsidP="00554BFA">
      <w:pPr>
        <w:pStyle w:val="libNormal"/>
        <w:rPr>
          <w:rtl/>
        </w:rPr>
      </w:pPr>
      <w:r w:rsidRPr="00554BFA">
        <w:rPr>
          <w:rtl/>
        </w:rPr>
        <w:t>وما نبَّهني من نومي إلاّ وَجع يدي نِصف الليل، ذلك الوَجع الّذي أجلسني مُرتاعاً بلا شِعور، سِوى شِعوري أنّي جلست قابضاً بيدي اليُمنى على عَضُد اليد اليُسرى، التي هي كُلُّها وَجع، وكُلُّها باطلةُ الحَركة، قائلاً: اللهم أُقسِم عليك بحق الحسين أنْ تُشفي يدي، فما هو إلا وأنا</w:t>
      </w:r>
      <w:r w:rsidR="00554BFA">
        <w:rPr>
          <w:rtl/>
        </w:rPr>
        <w:t xml:space="preserve"> </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أشعر أنَّها برئت بتَّاً، فجعلت أُفكِّر هل بها وَجع بعد أو لا، فما أحسُّ وَجعاً، فأخذتني بَهرة واعترتني دَهشة لذلك الحال، ثم بقيِت جالساً أنتظر هل يَعود عليَّ الوجع، فلم يعد، وما كُدت أنام تلك الليلة مِن الفرح الّذي تداخلني مِن تلك المُعجزة للحسين</w:t>
      </w:r>
      <w:r w:rsidR="00554BFA">
        <w:rPr>
          <w:rtl/>
        </w:rPr>
        <w:t xml:space="preserve"> (</w:t>
      </w:r>
      <w:r w:rsidRPr="00554BFA">
        <w:rPr>
          <w:rtl/>
        </w:rPr>
        <w:t>عليه السلام) ثم لم يَعُد إلى الآن بحمد الله تعالى وببركة الحسين</w:t>
      </w:r>
      <w:r w:rsidR="00554BFA">
        <w:rPr>
          <w:rtl/>
        </w:rPr>
        <w:t xml:space="preserve"> (</w:t>
      </w:r>
      <w:r w:rsidRPr="00554BFA">
        <w:rPr>
          <w:rtl/>
        </w:rPr>
        <w:t>عليه السلام) وبفضل الشيخ الأزري</w:t>
      </w:r>
      <w:r w:rsidR="00554BFA">
        <w:rPr>
          <w:rtl/>
        </w:rPr>
        <w:t xml:space="preserve"> (</w:t>
      </w:r>
      <w:r w:rsidRPr="00554BFA">
        <w:rPr>
          <w:rtl/>
        </w:rPr>
        <w:t>رضي الله عنه) فإنَّ إحسانه بنظمه النفيس دعاني إلى التخميس:</w:t>
      </w:r>
    </w:p>
    <w:p w:rsidR="00554BFA" w:rsidRPr="00554BFA" w:rsidRDefault="00645494" w:rsidP="00645494">
      <w:pPr>
        <w:pStyle w:val="Heading3"/>
        <w:rPr>
          <w:rtl/>
        </w:rPr>
      </w:pPr>
      <w:bookmarkStart w:id="66" w:name="_Toc491861331"/>
      <w:r w:rsidRPr="008E4AD8">
        <w:rPr>
          <w:rtl/>
        </w:rPr>
        <w:t>الفصل الثالث:</w:t>
      </w:r>
      <w:bookmarkEnd w:id="66"/>
    </w:p>
    <w:p w:rsidR="00554BFA" w:rsidRDefault="00645494" w:rsidP="00554BFA">
      <w:pPr>
        <w:pStyle w:val="libNormal"/>
        <w:rPr>
          <w:rtl/>
        </w:rPr>
      </w:pPr>
      <w:r w:rsidRPr="00554BFA">
        <w:rPr>
          <w:rtl/>
        </w:rPr>
        <w:t>وجدت في مجموعة قديمة عند الشيخ الخَطيب، الشيخ كاظم بن الحسن بن سبتي النجفي، المُتوفَّى سنة 1343 بالنجف، مُشتملة على مدائح ومراثٍ النبي والعترة المعصومين</w:t>
      </w:r>
      <w:r w:rsidR="00554BFA">
        <w:rPr>
          <w:rtl/>
        </w:rPr>
        <w:t xml:space="preserve"> (</w:t>
      </w:r>
      <w:r w:rsidRPr="00554BFA">
        <w:rPr>
          <w:rtl/>
        </w:rPr>
        <w:t xml:space="preserve"> صلوات الله عليهم أجمعين ) وفيها في باب الراء، هذه رائية للشيخ حسن قَفطان</w:t>
      </w:r>
      <w:r w:rsidR="00FE2721">
        <w:rPr>
          <w:rtl/>
        </w:rPr>
        <w:t xml:space="preserve"> - </w:t>
      </w:r>
      <w:r w:rsidRPr="00554BFA">
        <w:rPr>
          <w:rtl/>
        </w:rPr>
        <w:t>يَعني به الحسن بن علي بن عبد الحسين بن نَجم السعدي الرياحي النجفي، المُتوفَّى سنة 1279 عن عُمْر يُناهز الثمانين، ودُفن بالصَحن الحيدري في الإيوان الكَبير خَلف الضَريح المُقدَّس</w:t>
      </w:r>
      <w:r w:rsidR="00FE2721">
        <w:rPr>
          <w:rtl/>
        </w:rPr>
        <w:t xml:space="preserve"> - </w:t>
      </w:r>
      <w:r w:rsidRPr="00554BFA">
        <w:rPr>
          <w:rtl/>
        </w:rPr>
        <w:t>قال: وقد عُرضت على الحسين</w:t>
      </w:r>
      <w:r w:rsidR="00554BFA">
        <w:rPr>
          <w:rtl/>
        </w:rPr>
        <w:t xml:space="preserve"> (</w:t>
      </w:r>
      <w:r w:rsidRPr="00554BFA">
        <w:rPr>
          <w:rtl/>
        </w:rPr>
        <w:t>عليه السلام) في المنام، فقَبِلَها وأجازه ولها قصة معروفة، وهي أحْد وسُتّون بيتاً أولها:</w:t>
      </w:r>
    </w:p>
    <w:p w:rsidR="00645494" w:rsidRDefault="00645494" w:rsidP="00FE2721">
      <w:pPr>
        <w:pStyle w:val="libPoemCenter"/>
        <w:rPr>
          <w:rtl/>
        </w:rPr>
      </w:pPr>
      <w:r w:rsidRPr="008E4AD8">
        <w:rPr>
          <w:rtl/>
        </w:rPr>
        <w:t>لِمَن</w:t>
      </w:r>
      <w:r w:rsidR="00554BFA">
        <w:rPr>
          <w:rtl/>
        </w:rPr>
        <w:t xml:space="preserve"> </w:t>
      </w:r>
      <w:r w:rsidRPr="008E4AD8">
        <w:rPr>
          <w:rtl/>
        </w:rPr>
        <w:t>الخِبا</w:t>
      </w:r>
      <w:r w:rsidR="00554BFA">
        <w:rPr>
          <w:rtl/>
        </w:rPr>
        <w:t xml:space="preserve"> </w:t>
      </w:r>
      <w:r w:rsidRPr="008E4AD8">
        <w:rPr>
          <w:rtl/>
        </w:rPr>
        <w:t>المَضروب</w:t>
      </w:r>
      <w:r w:rsidR="00554BFA">
        <w:rPr>
          <w:rtl/>
        </w:rPr>
        <w:t xml:space="preserve"> </w:t>
      </w:r>
      <w:r w:rsidRPr="008E4AD8">
        <w:rPr>
          <w:rtl/>
        </w:rPr>
        <w:t>في</w:t>
      </w:r>
      <w:r w:rsidR="00554BFA">
        <w:rPr>
          <w:rtl/>
        </w:rPr>
        <w:t xml:space="preserve"> </w:t>
      </w:r>
      <w:r w:rsidRPr="008E4AD8">
        <w:rPr>
          <w:rtl/>
        </w:rPr>
        <w:t>ذاك</w:t>
      </w:r>
      <w:r w:rsidR="00554BFA">
        <w:rPr>
          <w:rtl/>
        </w:rPr>
        <w:t xml:space="preserve"> </w:t>
      </w:r>
      <w:r w:rsidRPr="008E4AD8">
        <w:rPr>
          <w:rtl/>
        </w:rPr>
        <w:t>العَرى</w:t>
      </w:r>
      <w:r w:rsidR="00554BFA">
        <w:rPr>
          <w:rtl/>
        </w:rPr>
        <w:t xml:space="preserve"> </w:t>
      </w:r>
      <w:r w:rsidR="00554BFA" w:rsidRPr="00D0383A">
        <w:rPr>
          <w:rtl/>
        </w:rPr>
        <w:t>=</w:t>
      </w:r>
      <w:r w:rsidR="00554BFA">
        <w:rPr>
          <w:rtl/>
        </w:rPr>
        <w:t xml:space="preserve"> </w:t>
      </w:r>
      <w:r w:rsidRPr="008E4AD8">
        <w:rPr>
          <w:rtl/>
        </w:rPr>
        <w:t>مِن</w:t>
      </w:r>
      <w:r w:rsidR="00554BFA">
        <w:rPr>
          <w:rtl/>
        </w:rPr>
        <w:t xml:space="preserve"> </w:t>
      </w:r>
      <w:r w:rsidRPr="008E4AD8">
        <w:rPr>
          <w:rtl/>
        </w:rPr>
        <w:t>كربلا</w:t>
      </w:r>
      <w:r w:rsidR="00554BFA">
        <w:rPr>
          <w:rtl/>
        </w:rPr>
        <w:t xml:space="preserve"> </w:t>
      </w:r>
      <w:r w:rsidRPr="008E4AD8">
        <w:rPr>
          <w:rtl/>
        </w:rPr>
        <w:t>جَرى</w:t>
      </w:r>
      <w:r w:rsidR="00554BFA">
        <w:rPr>
          <w:rtl/>
        </w:rPr>
        <w:t xml:space="preserve"> </w:t>
      </w:r>
      <w:r w:rsidRPr="008E4AD8">
        <w:rPr>
          <w:rtl/>
        </w:rPr>
        <w:t>عليه</w:t>
      </w:r>
      <w:r w:rsidR="00554BFA">
        <w:rPr>
          <w:rtl/>
        </w:rPr>
        <w:t xml:space="preserve"> </w:t>
      </w:r>
      <w:r w:rsidRPr="008E4AD8">
        <w:rPr>
          <w:rtl/>
        </w:rPr>
        <w:t>ما</w:t>
      </w:r>
      <w:r w:rsidR="00554BFA">
        <w:rPr>
          <w:rtl/>
        </w:rPr>
        <w:t xml:space="preserve"> </w:t>
      </w:r>
      <w:r w:rsidRPr="008E4AD8">
        <w:rPr>
          <w:rtl/>
        </w:rPr>
        <w:t>جَرى</w:t>
      </w:r>
    </w:p>
    <w:p w:rsidR="00645494" w:rsidRDefault="00645494" w:rsidP="00FE2721">
      <w:pPr>
        <w:pStyle w:val="libPoemCenter"/>
        <w:rPr>
          <w:rtl/>
        </w:rPr>
      </w:pPr>
      <w:r w:rsidRPr="008E4AD8">
        <w:rPr>
          <w:rtl/>
        </w:rPr>
        <w:t>ما</w:t>
      </w:r>
      <w:r w:rsidR="00554BFA">
        <w:rPr>
          <w:rtl/>
        </w:rPr>
        <w:t xml:space="preserve"> </w:t>
      </w:r>
      <w:r w:rsidRPr="008E4AD8">
        <w:rPr>
          <w:rtl/>
        </w:rPr>
        <w:t>خِلتُ</w:t>
      </w:r>
      <w:r w:rsidR="00554BFA">
        <w:rPr>
          <w:rtl/>
        </w:rPr>
        <w:t xml:space="preserve"> </w:t>
      </w:r>
      <w:r w:rsidRPr="008E4AD8">
        <w:rPr>
          <w:rtl/>
        </w:rPr>
        <w:t>إلاّ</w:t>
      </w:r>
      <w:r w:rsidR="00554BFA">
        <w:rPr>
          <w:rtl/>
        </w:rPr>
        <w:t xml:space="preserve"> </w:t>
      </w:r>
      <w:r w:rsidRPr="008E4AD8">
        <w:rPr>
          <w:rtl/>
        </w:rPr>
        <w:t>أنَّه</w:t>
      </w:r>
      <w:r w:rsidR="00554BFA">
        <w:rPr>
          <w:rtl/>
        </w:rPr>
        <w:t xml:space="preserve"> </w:t>
      </w:r>
      <w:r w:rsidRPr="008E4AD8">
        <w:rPr>
          <w:rtl/>
        </w:rPr>
        <w:t>غاب</w:t>
      </w:r>
      <w:r w:rsidR="00554BFA">
        <w:rPr>
          <w:rtl/>
        </w:rPr>
        <w:t xml:space="preserve"> </w:t>
      </w:r>
      <w:r w:rsidRPr="008E4AD8">
        <w:rPr>
          <w:rtl/>
        </w:rPr>
        <w:t>به</w:t>
      </w:r>
      <w:r w:rsidR="00554BFA">
        <w:rPr>
          <w:rtl/>
        </w:rPr>
        <w:t xml:space="preserve"> </w:t>
      </w:r>
      <w:r w:rsidR="00554BFA" w:rsidRPr="00D0383A">
        <w:rPr>
          <w:rtl/>
        </w:rPr>
        <w:t>=</w:t>
      </w:r>
      <w:r w:rsidR="00554BFA">
        <w:rPr>
          <w:rtl/>
        </w:rPr>
        <w:t xml:space="preserve"> </w:t>
      </w:r>
      <w:r w:rsidRPr="008E4AD8">
        <w:rPr>
          <w:rtl/>
        </w:rPr>
        <w:t>آساد</w:t>
      </w:r>
      <w:r w:rsidR="00554BFA">
        <w:rPr>
          <w:rtl/>
        </w:rPr>
        <w:t xml:space="preserve"> </w:t>
      </w:r>
      <w:r w:rsidRPr="008E4AD8">
        <w:rPr>
          <w:rtl/>
        </w:rPr>
        <w:t>غَيل</w:t>
      </w:r>
      <w:r w:rsidR="00554BFA">
        <w:rPr>
          <w:rtl/>
        </w:rPr>
        <w:t xml:space="preserve"> </w:t>
      </w:r>
      <w:r w:rsidRPr="008E4AD8">
        <w:rPr>
          <w:rtl/>
        </w:rPr>
        <w:t>دونها</w:t>
      </w:r>
      <w:r w:rsidR="00554BFA">
        <w:rPr>
          <w:rtl/>
        </w:rPr>
        <w:t xml:space="preserve"> </w:t>
      </w:r>
      <w:r w:rsidRPr="008E4AD8">
        <w:rPr>
          <w:rtl/>
        </w:rPr>
        <w:t>أسَد</w:t>
      </w:r>
      <w:r w:rsidR="00554BFA">
        <w:rPr>
          <w:rtl/>
        </w:rPr>
        <w:t xml:space="preserve"> </w:t>
      </w:r>
      <w:r w:rsidRPr="008E4AD8">
        <w:rPr>
          <w:rtl/>
        </w:rPr>
        <w:t>الشَرى</w:t>
      </w:r>
    </w:p>
    <w:p w:rsidR="00645494" w:rsidRPr="00645494" w:rsidRDefault="00645494" w:rsidP="00FE2721">
      <w:pPr>
        <w:pStyle w:val="libPoemCenter"/>
        <w:rPr>
          <w:rtl/>
        </w:rPr>
      </w:pPr>
      <w:r w:rsidRPr="008E4AD8">
        <w:rPr>
          <w:rtl/>
        </w:rPr>
        <w:t>فِتيان</w:t>
      </w:r>
      <w:r w:rsidR="00554BFA">
        <w:rPr>
          <w:rtl/>
        </w:rPr>
        <w:t xml:space="preserve"> </w:t>
      </w:r>
      <w:r w:rsidRPr="008E4AD8">
        <w:rPr>
          <w:rtl/>
        </w:rPr>
        <w:t>صِدق</w:t>
      </w:r>
      <w:r w:rsidR="00554BFA">
        <w:rPr>
          <w:rtl/>
        </w:rPr>
        <w:t xml:space="preserve"> </w:t>
      </w:r>
      <w:r w:rsidRPr="008E4AD8">
        <w:rPr>
          <w:rtl/>
        </w:rPr>
        <w:t>مِن</w:t>
      </w:r>
      <w:r w:rsidR="00554BFA">
        <w:rPr>
          <w:rtl/>
        </w:rPr>
        <w:t xml:space="preserve"> </w:t>
      </w:r>
      <w:r w:rsidRPr="008E4AD8">
        <w:rPr>
          <w:rtl/>
        </w:rPr>
        <w:t>ذَوابةِ</w:t>
      </w:r>
      <w:r w:rsidR="00554BFA">
        <w:rPr>
          <w:rtl/>
        </w:rPr>
        <w:t xml:space="preserve"> </w:t>
      </w:r>
      <w:r w:rsidRPr="008E4AD8">
        <w:rPr>
          <w:rtl/>
        </w:rPr>
        <w:t>هاشم</w:t>
      </w:r>
      <w:r w:rsidR="00554BFA">
        <w:rPr>
          <w:rtl/>
        </w:rPr>
        <w:t xml:space="preserve"> </w:t>
      </w:r>
      <w:r w:rsidR="00554BFA" w:rsidRPr="00D0383A">
        <w:rPr>
          <w:rtl/>
        </w:rPr>
        <w:t>=</w:t>
      </w:r>
      <w:r w:rsidR="00554BFA">
        <w:rPr>
          <w:rtl/>
        </w:rPr>
        <w:t xml:space="preserve"> </w:t>
      </w:r>
      <w:r w:rsidRPr="008E4AD8">
        <w:rPr>
          <w:rtl/>
        </w:rPr>
        <w:t>نَسباً</w:t>
      </w:r>
      <w:r w:rsidR="00554BFA">
        <w:rPr>
          <w:rtl/>
        </w:rPr>
        <w:t xml:space="preserve"> </w:t>
      </w:r>
      <w:r w:rsidRPr="008E4AD8">
        <w:rPr>
          <w:rtl/>
        </w:rPr>
        <w:t>مِن</w:t>
      </w:r>
      <w:r w:rsidR="00554BFA">
        <w:rPr>
          <w:rtl/>
        </w:rPr>
        <w:t xml:space="preserve"> </w:t>
      </w:r>
      <w:r w:rsidRPr="008E4AD8">
        <w:rPr>
          <w:rtl/>
        </w:rPr>
        <w:t>الشَمس</w:t>
      </w:r>
      <w:r w:rsidR="00554BFA">
        <w:rPr>
          <w:rtl/>
        </w:rPr>
        <w:t xml:space="preserve"> </w:t>
      </w:r>
      <w:r w:rsidRPr="008E4AD8">
        <w:rPr>
          <w:rtl/>
        </w:rPr>
        <w:t>المُنيرة</w:t>
      </w:r>
      <w:r w:rsidR="00554BFA">
        <w:rPr>
          <w:rtl/>
        </w:rPr>
        <w:t xml:space="preserve"> </w:t>
      </w:r>
      <w:r w:rsidRPr="008E4AD8">
        <w:rPr>
          <w:rtl/>
        </w:rPr>
        <w:t>أنورا</w:t>
      </w:r>
    </w:p>
    <w:p w:rsidR="00645494" w:rsidRDefault="00645494" w:rsidP="00645494">
      <w:pPr>
        <w:pStyle w:val="libNormal"/>
      </w:pPr>
      <w:r>
        <w:br w:type="page"/>
      </w:r>
    </w:p>
    <w:p w:rsidR="00645494" w:rsidRDefault="00645494" w:rsidP="00FE2721">
      <w:pPr>
        <w:pStyle w:val="libPoemCenter"/>
      </w:pPr>
      <w:r w:rsidRPr="008E4AD8">
        <w:rPr>
          <w:rtl/>
        </w:rPr>
        <w:lastRenderedPageBreak/>
        <w:t>شَبّوا</w:t>
      </w:r>
      <w:r w:rsidR="00554BFA">
        <w:rPr>
          <w:rtl/>
        </w:rPr>
        <w:t xml:space="preserve"> </w:t>
      </w:r>
      <w:r w:rsidRPr="008E4AD8">
        <w:rPr>
          <w:rtl/>
        </w:rPr>
        <w:t>وشَبَّ</w:t>
      </w:r>
      <w:r w:rsidR="00554BFA">
        <w:rPr>
          <w:rtl/>
        </w:rPr>
        <w:t xml:space="preserve"> </w:t>
      </w:r>
      <w:r w:rsidRPr="008E4AD8">
        <w:rPr>
          <w:rtl/>
        </w:rPr>
        <w:t>ببِيضهم</w:t>
      </w:r>
      <w:r w:rsidR="00554BFA">
        <w:rPr>
          <w:rtl/>
        </w:rPr>
        <w:t xml:space="preserve"> </w:t>
      </w:r>
      <w:r w:rsidRPr="008E4AD8">
        <w:rPr>
          <w:rtl/>
        </w:rPr>
        <w:t>وأكُفِهم</w:t>
      </w:r>
      <w:r w:rsidR="00554BFA">
        <w:rPr>
          <w:rtl/>
        </w:rPr>
        <w:t xml:space="preserve"> </w:t>
      </w:r>
      <w:r w:rsidR="00554BFA" w:rsidRPr="00D0383A">
        <w:rPr>
          <w:rtl/>
        </w:rPr>
        <w:t>=</w:t>
      </w:r>
      <w:r w:rsidR="00554BFA">
        <w:rPr>
          <w:rtl/>
        </w:rPr>
        <w:t xml:space="preserve"> </w:t>
      </w:r>
      <w:r w:rsidRPr="008E4AD8">
        <w:rPr>
          <w:rtl/>
        </w:rPr>
        <w:t>نارانِ</w:t>
      </w:r>
      <w:r w:rsidR="00554BFA">
        <w:rPr>
          <w:rtl/>
        </w:rPr>
        <w:t xml:space="preserve"> </w:t>
      </w:r>
      <w:r w:rsidRPr="008E4AD8">
        <w:rPr>
          <w:rtl/>
        </w:rPr>
        <w:t>نارُ</w:t>
      </w:r>
      <w:r w:rsidR="00554BFA">
        <w:rPr>
          <w:rtl/>
        </w:rPr>
        <w:t xml:space="preserve"> </w:t>
      </w:r>
      <w:r w:rsidRPr="008E4AD8">
        <w:rPr>
          <w:rtl/>
        </w:rPr>
        <w:t>وَغى</w:t>
      </w:r>
      <w:r w:rsidR="00554BFA">
        <w:rPr>
          <w:rtl/>
        </w:rPr>
        <w:t xml:space="preserve"> </w:t>
      </w:r>
      <w:r w:rsidRPr="008E4AD8">
        <w:rPr>
          <w:rtl/>
        </w:rPr>
        <w:t>ونار</w:t>
      </w:r>
      <w:r w:rsidR="00554BFA">
        <w:rPr>
          <w:rtl/>
        </w:rPr>
        <w:t xml:space="preserve"> </w:t>
      </w:r>
      <w:r w:rsidRPr="008E4AD8">
        <w:rPr>
          <w:rtl/>
        </w:rPr>
        <w:t>للقُرى</w:t>
      </w:r>
    </w:p>
    <w:p w:rsidR="00645494" w:rsidRDefault="00645494" w:rsidP="00FE2721">
      <w:pPr>
        <w:pStyle w:val="libPoemCenter"/>
      </w:pPr>
      <w:r w:rsidRPr="008E4AD8">
        <w:rPr>
          <w:rtl/>
        </w:rPr>
        <w:t>يَتذاكرون</w:t>
      </w:r>
      <w:r w:rsidR="00554BFA">
        <w:rPr>
          <w:rtl/>
        </w:rPr>
        <w:t xml:space="preserve"> </w:t>
      </w:r>
      <w:r w:rsidRPr="008E4AD8">
        <w:rPr>
          <w:rtl/>
        </w:rPr>
        <w:t>إذا</w:t>
      </w:r>
      <w:r w:rsidR="00554BFA">
        <w:rPr>
          <w:rtl/>
        </w:rPr>
        <w:t xml:space="preserve"> </w:t>
      </w:r>
      <w:r w:rsidRPr="008E4AD8">
        <w:rPr>
          <w:rtl/>
        </w:rPr>
        <w:t>خَلْوا</w:t>
      </w:r>
      <w:r w:rsidR="00554BFA">
        <w:rPr>
          <w:rtl/>
        </w:rPr>
        <w:t xml:space="preserve"> </w:t>
      </w:r>
      <w:r w:rsidRPr="008E4AD8">
        <w:rPr>
          <w:rtl/>
        </w:rPr>
        <w:t>بسميرهم</w:t>
      </w:r>
      <w:r w:rsidR="00554BFA">
        <w:rPr>
          <w:rtl/>
        </w:rPr>
        <w:t xml:space="preserve"> </w:t>
      </w:r>
      <w:r w:rsidR="00554BFA" w:rsidRPr="00D0383A">
        <w:rPr>
          <w:rtl/>
        </w:rPr>
        <w:t>=</w:t>
      </w:r>
      <w:r w:rsidR="00554BFA">
        <w:rPr>
          <w:rtl/>
        </w:rPr>
        <w:t xml:space="preserve"> </w:t>
      </w:r>
      <w:r w:rsidRPr="008E4AD8">
        <w:rPr>
          <w:rtl/>
        </w:rPr>
        <w:t>طَرباً</w:t>
      </w:r>
      <w:r w:rsidR="00554BFA">
        <w:rPr>
          <w:rtl/>
        </w:rPr>
        <w:t xml:space="preserve"> </w:t>
      </w:r>
      <w:r w:rsidRPr="008E4AD8">
        <w:rPr>
          <w:rtl/>
        </w:rPr>
        <w:t>سَوابق</w:t>
      </w:r>
      <w:r w:rsidR="00554BFA">
        <w:rPr>
          <w:rtl/>
        </w:rPr>
        <w:t xml:space="preserve"> </w:t>
      </w:r>
      <w:r w:rsidRPr="008E4AD8">
        <w:rPr>
          <w:rtl/>
        </w:rPr>
        <w:t>ضُمَّراً</w:t>
      </w:r>
      <w:r w:rsidR="00554BFA">
        <w:rPr>
          <w:rtl/>
        </w:rPr>
        <w:t xml:space="preserve"> </w:t>
      </w:r>
      <w:r w:rsidRPr="008E4AD8">
        <w:rPr>
          <w:rtl/>
        </w:rPr>
        <w:t>أو</w:t>
      </w:r>
      <w:r w:rsidR="00554BFA">
        <w:rPr>
          <w:rtl/>
        </w:rPr>
        <w:t xml:space="preserve"> </w:t>
      </w:r>
      <w:r w:rsidRPr="008E4AD8">
        <w:rPr>
          <w:rtl/>
        </w:rPr>
        <w:t>أسمرا</w:t>
      </w:r>
    </w:p>
    <w:p w:rsidR="00645494" w:rsidRDefault="00645494" w:rsidP="00FE2721">
      <w:pPr>
        <w:pStyle w:val="libPoemCenter"/>
      </w:pPr>
      <w:r w:rsidRPr="008E4AD8">
        <w:rPr>
          <w:rtl/>
        </w:rPr>
        <w:t>تَقْتادهم</w:t>
      </w:r>
      <w:r w:rsidR="00554BFA">
        <w:rPr>
          <w:rtl/>
        </w:rPr>
        <w:t xml:space="preserve"> </w:t>
      </w:r>
      <w:r w:rsidRPr="008E4AD8">
        <w:rPr>
          <w:rtl/>
        </w:rPr>
        <w:t>للعِزّ</w:t>
      </w:r>
      <w:r w:rsidR="00554BFA">
        <w:rPr>
          <w:rtl/>
        </w:rPr>
        <w:t xml:space="preserve"> </w:t>
      </w:r>
      <w:r w:rsidRPr="008E4AD8">
        <w:rPr>
          <w:rtl/>
        </w:rPr>
        <w:t>عَزمَةُ‌</w:t>
      </w:r>
      <w:r w:rsidR="00554BFA">
        <w:rPr>
          <w:rtl/>
        </w:rPr>
        <w:t xml:space="preserve"> </w:t>
      </w:r>
      <w:r w:rsidRPr="008E4AD8">
        <w:rPr>
          <w:rtl/>
        </w:rPr>
        <w:t>أصيد</w:t>
      </w:r>
      <w:r w:rsidR="00554BFA">
        <w:rPr>
          <w:rtl/>
        </w:rPr>
        <w:t xml:space="preserve"> </w:t>
      </w:r>
      <w:r w:rsidR="00554BFA" w:rsidRPr="00D0383A">
        <w:rPr>
          <w:rtl/>
        </w:rPr>
        <w:t>=</w:t>
      </w:r>
      <w:r w:rsidR="00554BFA">
        <w:rPr>
          <w:rtl/>
        </w:rPr>
        <w:t xml:space="preserve"> </w:t>
      </w:r>
      <w:r w:rsidRPr="008E4AD8">
        <w:rPr>
          <w:rtl/>
        </w:rPr>
        <w:t>يَجِد</w:t>
      </w:r>
      <w:r w:rsidR="00554BFA">
        <w:rPr>
          <w:rtl/>
        </w:rPr>
        <w:t xml:space="preserve"> </w:t>
      </w:r>
      <w:r w:rsidRPr="008E4AD8">
        <w:rPr>
          <w:rtl/>
        </w:rPr>
        <w:t>المَنيَّة</w:t>
      </w:r>
      <w:r w:rsidR="00554BFA">
        <w:rPr>
          <w:rtl/>
        </w:rPr>
        <w:t xml:space="preserve"> </w:t>
      </w:r>
      <w:r w:rsidRPr="008E4AD8">
        <w:rPr>
          <w:rtl/>
        </w:rPr>
        <w:t>فيه</w:t>
      </w:r>
      <w:r w:rsidR="00554BFA">
        <w:rPr>
          <w:rtl/>
        </w:rPr>
        <w:t xml:space="preserve"> </w:t>
      </w:r>
      <w:r w:rsidRPr="008E4AD8">
        <w:rPr>
          <w:rtl/>
        </w:rPr>
        <w:t>طَعماً</w:t>
      </w:r>
      <w:r w:rsidR="00554BFA">
        <w:rPr>
          <w:rtl/>
        </w:rPr>
        <w:t xml:space="preserve"> </w:t>
      </w:r>
      <w:r w:rsidRPr="008E4AD8">
        <w:rPr>
          <w:rtl/>
        </w:rPr>
        <w:t>مُسكِرا</w:t>
      </w:r>
    </w:p>
    <w:p w:rsidR="00645494" w:rsidRDefault="00645494" w:rsidP="00FE2721">
      <w:pPr>
        <w:pStyle w:val="libPoemCenter"/>
      </w:pPr>
      <w:r w:rsidRPr="008E4AD8">
        <w:rPr>
          <w:rtl/>
        </w:rPr>
        <w:t>يَلقى</w:t>
      </w:r>
      <w:r w:rsidR="00554BFA">
        <w:rPr>
          <w:rtl/>
        </w:rPr>
        <w:t xml:space="preserve"> </w:t>
      </w:r>
      <w:r w:rsidRPr="008E4AD8">
        <w:rPr>
          <w:rtl/>
        </w:rPr>
        <w:t>الكتائِب</w:t>
      </w:r>
      <w:r w:rsidR="00554BFA">
        <w:rPr>
          <w:rtl/>
        </w:rPr>
        <w:t xml:space="preserve"> </w:t>
      </w:r>
      <w:r w:rsidRPr="008E4AD8">
        <w:rPr>
          <w:rtl/>
        </w:rPr>
        <w:t>باسماً</w:t>
      </w:r>
      <w:r w:rsidR="00554BFA">
        <w:rPr>
          <w:rtl/>
        </w:rPr>
        <w:t xml:space="preserve"> </w:t>
      </w:r>
      <w:r w:rsidRPr="008E4AD8">
        <w:rPr>
          <w:rtl/>
        </w:rPr>
        <w:t>ويَشُّم</w:t>
      </w:r>
      <w:r w:rsidR="00554BFA">
        <w:rPr>
          <w:rtl/>
        </w:rPr>
        <w:t xml:space="preserve"> </w:t>
      </w:r>
      <w:r w:rsidRPr="008E4AD8">
        <w:rPr>
          <w:rtl/>
        </w:rPr>
        <w:t>مِن</w:t>
      </w:r>
      <w:r w:rsidR="00554BFA">
        <w:rPr>
          <w:rtl/>
        </w:rPr>
        <w:t xml:space="preserve"> </w:t>
      </w:r>
      <w:r w:rsidR="00554BFA" w:rsidRPr="00D0383A">
        <w:rPr>
          <w:rtl/>
        </w:rPr>
        <w:t>=</w:t>
      </w:r>
      <w:r w:rsidR="00554BFA">
        <w:rPr>
          <w:rtl/>
        </w:rPr>
        <w:t xml:space="preserve"> </w:t>
      </w:r>
      <w:r w:rsidRPr="008E4AD8">
        <w:rPr>
          <w:rtl/>
        </w:rPr>
        <w:t>نَقع</w:t>
      </w:r>
      <w:r w:rsidR="00554BFA">
        <w:rPr>
          <w:rtl/>
        </w:rPr>
        <w:t xml:space="preserve"> </w:t>
      </w:r>
      <w:r w:rsidRPr="008E4AD8">
        <w:rPr>
          <w:rtl/>
        </w:rPr>
        <w:t>العَوادي</w:t>
      </w:r>
      <w:r w:rsidR="00554BFA">
        <w:rPr>
          <w:rtl/>
        </w:rPr>
        <w:t xml:space="preserve"> </w:t>
      </w:r>
      <w:r w:rsidRPr="008E4AD8">
        <w:rPr>
          <w:rtl/>
        </w:rPr>
        <w:t>في</w:t>
      </w:r>
      <w:r w:rsidR="00554BFA">
        <w:rPr>
          <w:rtl/>
        </w:rPr>
        <w:t xml:space="preserve"> </w:t>
      </w:r>
      <w:r w:rsidRPr="008E4AD8">
        <w:rPr>
          <w:rtl/>
        </w:rPr>
        <w:t>الطِراد</w:t>
      </w:r>
      <w:r w:rsidR="00554BFA">
        <w:rPr>
          <w:rtl/>
        </w:rPr>
        <w:t xml:space="preserve"> </w:t>
      </w:r>
      <w:r w:rsidRPr="008E4AD8">
        <w:rPr>
          <w:rtl/>
        </w:rPr>
        <w:t>العَنبرا</w:t>
      </w:r>
    </w:p>
    <w:p w:rsidR="00645494" w:rsidRDefault="00645494" w:rsidP="00FE2721">
      <w:pPr>
        <w:pStyle w:val="libPoemCenter"/>
      </w:pPr>
      <w:r w:rsidRPr="008E4AD8">
        <w:rPr>
          <w:rtl/>
        </w:rPr>
        <w:t>مَلِكٌ</w:t>
      </w:r>
      <w:r w:rsidR="00554BFA">
        <w:rPr>
          <w:rtl/>
        </w:rPr>
        <w:t xml:space="preserve"> </w:t>
      </w:r>
      <w:r w:rsidRPr="008E4AD8">
        <w:rPr>
          <w:rtl/>
        </w:rPr>
        <w:t>ممالِكه</w:t>
      </w:r>
      <w:r w:rsidR="00554BFA">
        <w:rPr>
          <w:rtl/>
        </w:rPr>
        <w:t xml:space="preserve"> </w:t>
      </w:r>
      <w:r w:rsidRPr="008E4AD8">
        <w:rPr>
          <w:rtl/>
        </w:rPr>
        <w:t>العوالِم</w:t>
      </w:r>
      <w:r w:rsidR="00554BFA">
        <w:rPr>
          <w:rtl/>
        </w:rPr>
        <w:t xml:space="preserve"> </w:t>
      </w:r>
      <w:r w:rsidRPr="008E4AD8">
        <w:rPr>
          <w:rtl/>
        </w:rPr>
        <w:t>كلُّها</w:t>
      </w:r>
      <w:r w:rsidR="00554BFA">
        <w:rPr>
          <w:rtl/>
        </w:rPr>
        <w:t xml:space="preserve"> </w:t>
      </w:r>
      <w:r w:rsidR="00554BFA" w:rsidRPr="00D0383A">
        <w:rPr>
          <w:rtl/>
        </w:rPr>
        <w:t>=</w:t>
      </w:r>
      <w:r w:rsidR="00554BFA">
        <w:rPr>
          <w:rtl/>
        </w:rPr>
        <w:t xml:space="preserve"> </w:t>
      </w:r>
      <w:r w:rsidRPr="008E4AD8">
        <w:rPr>
          <w:rtl/>
        </w:rPr>
        <w:t>طَوع</w:t>
      </w:r>
      <w:r w:rsidR="00554BFA">
        <w:rPr>
          <w:rtl/>
        </w:rPr>
        <w:t xml:space="preserve"> </w:t>
      </w:r>
      <w:r w:rsidRPr="008E4AD8">
        <w:rPr>
          <w:rtl/>
        </w:rPr>
        <w:t>المَشيئة</w:t>
      </w:r>
      <w:r w:rsidR="00554BFA">
        <w:rPr>
          <w:rtl/>
        </w:rPr>
        <w:t xml:space="preserve"> </w:t>
      </w:r>
      <w:r w:rsidRPr="008E4AD8">
        <w:rPr>
          <w:rtl/>
        </w:rPr>
        <w:t>قَبل</w:t>
      </w:r>
      <w:r w:rsidR="00554BFA">
        <w:rPr>
          <w:rtl/>
        </w:rPr>
        <w:t xml:space="preserve"> </w:t>
      </w:r>
      <w:r w:rsidRPr="008E4AD8">
        <w:rPr>
          <w:rtl/>
        </w:rPr>
        <w:t>ما</w:t>
      </w:r>
      <w:r w:rsidR="00554BFA">
        <w:rPr>
          <w:rtl/>
        </w:rPr>
        <w:t xml:space="preserve"> </w:t>
      </w:r>
      <w:r w:rsidRPr="008E4AD8">
        <w:rPr>
          <w:rtl/>
        </w:rPr>
        <w:t>أنْ</w:t>
      </w:r>
      <w:r w:rsidR="00554BFA">
        <w:rPr>
          <w:rtl/>
        </w:rPr>
        <w:t xml:space="preserve"> </w:t>
      </w:r>
      <w:r w:rsidRPr="008E4AD8">
        <w:rPr>
          <w:rtl/>
        </w:rPr>
        <w:t>يُأمرا</w:t>
      </w:r>
    </w:p>
    <w:p w:rsidR="00645494" w:rsidRDefault="00645494" w:rsidP="00FE2721">
      <w:pPr>
        <w:pStyle w:val="libPoemCenter"/>
      </w:pPr>
      <w:r w:rsidRPr="008E4AD8">
        <w:rPr>
          <w:rtl/>
        </w:rPr>
        <w:t>أعظِم</w:t>
      </w:r>
      <w:r w:rsidR="00554BFA">
        <w:rPr>
          <w:rtl/>
        </w:rPr>
        <w:t xml:space="preserve"> </w:t>
      </w:r>
      <w:r w:rsidRPr="008E4AD8">
        <w:rPr>
          <w:rtl/>
        </w:rPr>
        <w:t>به</w:t>
      </w:r>
      <w:r w:rsidR="00554BFA">
        <w:rPr>
          <w:rtl/>
        </w:rPr>
        <w:t xml:space="preserve"> </w:t>
      </w:r>
      <w:r w:rsidRPr="008E4AD8">
        <w:rPr>
          <w:rtl/>
        </w:rPr>
        <w:t>سلطان</w:t>
      </w:r>
      <w:r w:rsidR="00554BFA">
        <w:rPr>
          <w:rtl/>
        </w:rPr>
        <w:t xml:space="preserve"> </w:t>
      </w:r>
      <w:r w:rsidRPr="008E4AD8">
        <w:rPr>
          <w:rtl/>
        </w:rPr>
        <w:t>عِزٍّ</w:t>
      </w:r>
      <w:r w:rsidR="00554BFA">
        <w:rPr>
          <w:rtl/>
        </w:rPr>
        <w:t xml:space="preserve"> </w:t>
      </w:r>
      <w:r w:rsidRPr="008E4AD8">
        <w:rPr>
          <w:rtl/>
        </w:rPr>
        <w:t>شامِخ</w:t>
      </w:r>
      <w:r w:rsidR="00554BFA">
        <w:rPr>
          <w:rtl/>
        </w:rPr>
        <w:t xml:space="preserve"> </w:t>
      </w:r>
      <w:r w:rsidR="00554BFA" w:rsidRPr="00D0383A">
        <w:rPr>
          <w:rtl/>
        </w:rPr>
        <w:t>=</w:t>
      </w:r>
      <w:r w:rsidR="00554BFA">
        <w:rPr>
          <w:rtl/>
        </w:rPr>
        <w:t xml:space="preserve"> </w:t>
      </w:r>
      <w:r w:rsidRPr="008E4AD8">
        <w:rPr>
          <w:rtl/>
        </w:rPr>
        <w:t>لا</w:t>
      </w:r>
      <w:r w:rsidR="00554BFA">
        <w:rPr>
          <w:rtl/>
        </w:rPr>
        <w:t xml:space="preserve"> </w:t>
      </w:r>
      <w:r w:rsidRPr="008E4AD8">
        <w:rPr>
          <w:rtl/>
        </w:rPr>
        <w:t>جُرهماً</w:t>
      </w:r>
      <w:r w:rsidR="00554BFA">
        <w:rPr>
          <w:rtl/>
        </w:rPr>
        <w:t xml:space="preserve"> </w:t>
      </w:r>
      <w:r w:rsidRPr="008E4AD8">
        <w:rPr>
          <w:rtl/>
        </w:rPr>
        <w:t>أو</w:t>
      </w:r>
      <w:r w:rsidR="00554BFA">
        <w:rPr>
          <w:rtl/>
        </w:rPr>
        <w:t xml:space="preserve"> </w:t>
      </w:r>
      <w:r w:rsidRPr="008E4AD8">
        <w:rPr>
          <w:rtl/>
        </w:rPr>
        <w:t>تُبَّعاً</w:t>
      </w:r>
      <w:r w:rsidR="00554BFA">
        <w:rPr>
          <w:rtl/>
        </w:rPr>
        <w:t xml:space="preserve"> </w:t>
      </w:r>
      <w:r w:rsidRPr="008E4AD8">
        <w:rPr>
          <w:rtl/>
        </w:rPr>
        <w:t>أو</w:t>
      </w:r>
      <w:r w:rsidR="00554BFA">
        <w:rPr>
          <w:rtl/>
        </w:rPr>
        <w:t xml:space="preserve"> </w:t>
      </w:r>
      <w:r w:rsidRPr="008E4AD8">
        <w:rPr>
          <w:rtl/>
        </w:rPr>
        <w:t>حِمْيرا</w:t>
      </w:r>
    </w:p>
    <w:p w:rsidR="00645494" w:rsidRDefault="00645494" w:rsidP="00FE2721">
      <w:pPr>
        <w:pStyle w:val="libPoemCenter"/>
      </w:pPr>
      <w:r w:rsidRPr="008E4AD8">
        <w:rPr>
          <w:rtl/>
        </w:rPr>
        <w:t>شَرف</w:t>
      </w:r>
      <w:r w:rsidR="00554BFA">
        <w:rPr>
          <w:rtl/>
        </w:rPr>
        <w:t xml:space="preserve"> </w:t>
      </w:r>
      <w:r w:rsidRPr="008E4AD8">
        <w:rPr>
          <w:rtl/>
        </w:rPr>
        <w:t>تَفرع</w:t>
      </w:r>
      <w:r w:rsidR="00554BFA">
        <w:rPr>
          <w:rtl/>
        </w:rPr>
        <w:t xml:space="preserve"> </w:t>
      </w:r>
      <w:r w:rsidRPr="008E4AD8">
        <w:rPr>
          <w:rtl/>
        </w:rPr>
        <w:t>عن</w:t>
      </w:r>
      <w:r w:rsidR="00554BFA">
        <w:rPr>
          <w:rtl/>
        </w:rPr>
        <w:t xml:space="preserve"> </w:t>
      </w:r>
      <w:r w:rsidRPr="008E4AD8">
        <w:rPr>
          <w:rtl/>
        </w:rPr>
        <w:t>نَبي</w:t>
      </w:r>
      <w:r w:rsidR="00554BFA">
        <w:rPr>
          <w:rtl/>
        </w:rPr>
        <w:t xml:space="preserve"> </w:t>
      </w:r>
      <w:r w:rsidRPr="008E4AD8">
        <w:rPr>
          <w:rtl/>
        </w:rPr>
        <w:t>أو</w:t>
      </w:r>
      <w:r w:rsidR="00554BFA">
        <w:rPr>
          <w:rtl/>
        </w:rPr>
        <w:t xml:space="preserve"> </w:t>
      </w:r>
      <w:r w:rsidRPr="008E4AD8">
        <w:rPr>
          <w:rtl/>
        </w:rPr>
        <w:t>وَص</w:t>
      </w:r>
      <w:r w:rsidR="00554BFA">
        <w:rPr>
          <w:rtl/>
        </w:rPr>
        <w:t xml:space="preserve"> </w:t>
      </w:r>
      <w:r w:rsidR="00554BFA" w:rsidRPr="00D0383A">
        <w:rPr>
          <w:rtl/>
        </w:rPr>
        <w:t>=</w:t>
      </w:r>
      <w:r w:rsidR="00554BFA">
        <w:rPr>
          <w:rtl/>
        </w:rPr>
        <w:t xml:space="preserve"> </w:t>
      </w:r>
      <w:r w:rsidRPr="008E4AD8">
        <w:rPr>
          <w:rtl/>
        </w:rPr>
        <w:t>يٍّ</w:t>
      </w:r>
      <w:r w:rsidR="00554BFA">
        <w:rPr>
          <w:rtl/>
        </w:rPr>
        <w:t xml:space="preserve"> </w:t>
      </w:r>
      <w:r w:rsidRPr="008E4AD8">
        <w:rPr>
          <w:rtl/>
        </w:rPr>
        <w:t>أو</w:t>
      </w:r>
      <w:r w:rsidR="00554BFA">
        <w:rPr>
          <w:rtl/>
        </w:rPr>
        <w:t xml:space="preserve"> </w:t>
      </w:r>
      <w:r w:rsidRPr="008E4AD8">
        <w:rPr>
          <w:rtl/>
        </w:rPr>
        <w:t>بَتول</w:t>
      </w:r>
      <w:r w:rsidR="00554BFA">
        <w:rPr>
          <w:rtl/>
        </w:rPr>
        <w:t xml:space="preserve"> </w:t>
      </w:r>
      <w:r w:rsidRPr="008E4AD8">
        <w:rPr>
          <w:rtl/>
        </w:rPr>
        <w:t>لا</w:t>
      </w:r>
      <w:r w:rsidR="00554BFA">
        <w:rPr>
          <w:rtl/>
        </w:rPr>
        <w:t xml:space="preserve"> </w:t>
      </w:r>
      <w:r w:rsidRPr="008E4AD8">
        <w:rPr>
          <w:rtl/>
        </w:rPr>
        <w:t>حَديث</w:t>
      </w:r>
      <w:r w:rsidR="00554BFA">
        <w:rPr>
          <w:rtl/>
        </w:rPr>
        <w:t xml:space="preserve"> </w:t>
      </w:r>
      <w:r w:rsidRPr="008E4AD8">
        <w:rPr>
          <w:rtl/>
        </w:rPr>
        <w:t>يُفترى</w:t>
      </w:r>
    </w:p>
    <w:p w:rsidR="00645494" w:rsidRDefault="00645494" w:rsidP="00FE2721">
      <w:pPr>
        <w:pStyle w:val="libPoemCenter"/>
      </w:pPr>
      <w:r w:rsidRPr="008E4AD8">
        <w:rPr>
          <w:rtl/>
        </w:rPr>
        <w:t>بَعَثَتْ</w:t>
      </w:r>
      <w:r w:rsidR="00554BFA">
        <w:rPr>
          <w:rtl/>
        </w:rPr>
        <w:t xml:space="preserve"> </w:t>
      </w:r>
      <w:r w:rsidRPr="008E4AD8">
        <w:rPr>
          <w:rtl/>
        </w:rPr>
        <w:t>إليه</w:t>
      </w:r>
      <w:r w:rsidR="00554BFA">
        <w:rPr>
          <w:rtl/>
        </w:rPr>
        <w:t xml:space="preserve"> </w:t>
      </w:r>
      <w:r w:rsidRPr="008E4AD8">
        <w:rPr>
          <w:rtl/>
        </w:rPr>
        <w:t>زَخارفاً</w:t>
      </w:r>
      <w:r w:rsidR="00554BFA">
        <w:rPr>
          <w:rtl/>
        </w:rPr>
        <w:t xml:space="preserve"> </w:t>
      </w:r>
      <w:r w:rsidRPr="008E4AD8">
        <w:rPr>
          <w:rtl/>
        </w:rPr>
        <w:t>بصَحائف</w:t>
      </w:r>
      <w:r w:rsidR="00554BFA">
        <w:rPr>
          <w:rtl/>
        </w:rPr>
        <w:t xml:space="preserve"> </w:t>
      </w:r>
      <w:r w:rsidR="00554BFA" w:rsidRPr="00D0383A">
        <w:rPr>
          <w:rtl/>
        </w:rPr>
        <w:t>=</w:t>
      </w:r>
      <w:r w:rsidR="00554BFA">
        <w:rPr>
          <w:rtl/>
        </w:rPr>
        <w:t xml:space="preserve"> </w:t>
      </w:r>
      <w:r w:rsidRPr="008E4AD8">
        <w:rPr>
          <w:rtl/>
        </w:rPr>
        <w:t>زُمراً</w:t>
      </w:r>
      <w:r w:rsidR="00554BFA">
        <w:rPr>
          <w:rtl/>
        </w:rPr>
        <w:t xml:space="preserve"> </w:t>
      </w:r>
      <w:r w:rsidRPr="008E4AD8">
        <w:rPr>
          <w:rtl/>
        </w:rPr>
        <w:t>تَرى</w:t>
      </w:r>
      <w:r w:rsidR="00554BFA">
        <w:rPr>
          <w:rtl/>
        </w:rPr>
        <w:t xml:space="preserve"> </w:t>
      </w:r>
      <w:r w:rsidRPr="008E4AD8">
        <w:rPr>
          <w:rtl/>
        </w:rPr>
        <w:t>المَعروف</w:t>
      </w:r>
      <w:r w:rsidR="00554BFA">
        <w:rPr>
          <w:rtl/>
        </w:rPr>
        <w:t xml:space="preserve"> </w:t>
      </w:r>
      <w:r w:rsidRPr="008E4AD8">
        <w:rPr>
          <w:rtl/>
        </w:rPr>
        <w:t>شَيئاً</w:t>
      </w:r>
      <w:r w:rsidR="00554BFA">
        <w:rPr>
          <w:rtl/>
        </w:rPr>
        <w:t xml:space="preserve"> </w:t>
      </w:r>
      <w:r w:rsidRPr="008E4AD8">
        <w:rPr>
          <w:rtl/>
        </w:rPr>
        <w:t>مُنكرا</w:t>
      </w:r>
    </w:p>
    <w:p w:rsidR="00645494" w:rsidRDefault="00645494" w:rsidP="00FE2721">
      <w:pPr>
        <w:pStyle w:val="libPoemCenter"/>
      </w:pPr>
      <w:r w:rsidRPr="008E4AD8">
        <w:rPr>
          <w:rtl/>
        </w:rPr>
        <w:t>فأقام</w:t>
      </w:r>
      <w:r w:rsidR="00554BFA">
        <w:rPr>
          <w:rtl/>
        </w:rPr>
        <w:t xml:space="preserve"> </w:t>
      </w:r>
      <w:r w:rsidRPr="008E4AD8">
        <w:rPr>
          <w:rtl/>
        </w:rPr>
        <w:t>فيهم</w:t>
      </w:r>
      <w:r w:rsidR="00554BFA">
        <w:rPr>
          <w:rtl/>
        </w:rPr>
        <w:t xml:space="preserve"> </w:t>
      </w:r>
      <w:r w:rsidRPr="008E4AD8">
        <w:rPr>
          <w:rtl/>
        </w:rPr>
        <w:t>مُنْذراً</w:t>
      </w:r>
      <w:r w:rsidR="00554BFA">
        <w:rPr>
          <w:rtl/>
        </w:rPr>
        <w:t xml:space="preserve"> </w:t>
      </w:r>
      <w:r w:rsidRPr="008E4AD8">
        <w:rPr>
          <w:rtl/>
        </w:rPr>
        <w:t>ومُبشِّرا</w:t>
      </w:r>
      <w:r w:rsidR="00554BFA">
        <w:rPr>
          <w:rtl/>
        </w:rPr>
        <w:t xml:space="preserve"> </w:t>
      </w:r>
      <w:r w:rsidR="00554BFA" w:rsidRPr="00D0383A">
        <w:rPr>
          <w:rtl/>
        </w:rPr>
        <w:t>=</w:t>
      </w:r>
      <w:r w:rsidR="00554BFA">
        <w:rPr>
          <w:rtl/>
        </w:rPr>
        <w:t xml:space="preserve"> </w:t>
      </w:r>
      <w:r w:rsidRPr="008E4AD8">
        <w:rPr>
          <w:rtl/>
        </w:rPr>
        <w:t>ومُحذِّراً</w:t>
      </w:r>
      <w:r w:rsidR="00554BFA">
        <w:rPr>
          <w:rtl/>
        </w:rPr>
        <w:t xml:space="preserve"> </w:t>
      </w:r>
      <w:r w:rsidRPr="008E4AD8">
        <w:rPr>
          <w:rtl/>
        </w:rPr>
        <w:t>في</w:t>
      </w:r>
      <w:r w:rsidR="00554BFA">
        <w:rPr>
          <w:rtl/>
        </w:rPr>
        <w:t xml:space="preserve"> </w:t>
      </w:r>
      <w:r w:rsidRPr="008E4AD8">
        <w:rPr>
          <w:rtl/>
        </w:rPr>
        <w:t>الله</w:t>
      </w:r>
      <w:r w:rsidR="00554BFA">
        <w:rPr>
          <w:rtl/>
        </w:rPr>
        <w:t xml:space="preserve"> </w:t>
      </w:r>
      <w:r w:rsidRPr="008E4AD8">
        <w:rPr>
          <w:rtl/>
        </w:rPr>
        <w:t>حتّى</w:t>
      </w:r>
      <w:r w:rsidR="00554BFA">
        <w:rPr>
          <w:rtl/>
        </w:rPr>
        <w:t xml:space="preserve"> </w:t>
      </w:r>
      <w:r w:rsidRPr="008E4AD8">
        <w:rPr>
          <w:rtl/>
        </w:rPr>
        <w:t>أعذرا</w:t>
      </w:r>
    </w:p>
    <w:p w:rsidR="00645494" w:rsidRDefault="00645494" w:rsidP="00FE2721">
      <w:pPr>
        <w:pStyle w:val="libPoemCenter"/>
      </w:pPr>
      <w:r w:rsidRPr="008E4AD8">
        <w:rPr>
          <w:rtl/>
        </w:rPr>
        <w:t>حتّى</w:t>
      </w:r>
      <w:r w:rsidR="00554BFA">
        <w:rPr>
          <w:rtl/>
        </w:rPr>
        <w:t xml:space="preserve"> </w:t>
      </w:r>
      <w:r w:rsidRPr="008E4AD8">
        <w:rPr>
          <w:rtl/>
        </w:rPr>
        <w:t>إذا</w:t>
      </w:r>
      <w:r w:rsidR="00554BFA">
        <w:rPr>
          <w:rtl/>
        </w:rPr>
        <w:t xml:space="preserve"> </w:t>
      </w:r>
      <w:r w:rsidRPr="008E4AD8">
        <w:rPr>
          <w:rtl/>
        </w:rPr>
        <w:t>ازدَلفوا</w:t>
      </w:r>
      <w:r w:rsidR="00554BFA">
        <w:rPr>
          <w:rtl/>
        </w:rPr>
        <w:t xml:space="preserve"> </w:t>
      </w:r>
      <w:r w:rsidRPr="008E4AD8">
        <w:rPr>
          <w:rtl/>
        </w:rPr>
        <w:t>إليه</w:t>
      </w:r>
      <w:r w:rsidR="00554BFA">
        <w:rPr>
          <w:rtl/>
        </w:rPr>
        <w:t xml:space="preserve"> </w:t>
      </w:r>
      <w:r w:rsidRPr="008E4AD8">
        <w:rPr>
          <w:rtl/>
        </w:rPr>
        <w:t>رأوا</w:t>
      </w:r>
      <w:r w:rsidR="00554BFA">
        <w:rPr>
          <w:rtl/>
        </w:rPr>
        <w:t xml:space="preserve"> </w:t>
      </w:r>
      <w:r w:rsidRPr="008E4AD8">
        <w:rPr>
          <w:rtl/>
        </w:rPr>
        <w:t>به</w:t>
      </w:r>
      <w:r w:rsidR="00554BFA">
        <w:rPr>
          <w:rtl/>
        </w:rPr>
        <w:t xml:space="preserve"> </w:t>
      </w:r>
      <w:r w:rsidR="00554BFA" w:rsidRPr="00D0383A">
        <w:rPr>
          <w:rtl/>
        </w:rPr>
        <w:t>=</w:t>
      </w:r>
      <w:r w:rsidR="00554BFA">
        <w:rPr>
          <w:rtl/>
        </w:rPr>
        <w:t xml:space="preserve"> </w:t>
      </w:r>
      <w:r w:rsidRPr="008E4AD8">
        <w:rPr>
          <w:rtl/>
        </w:rPr>
        <w:t>أسداً</w:t>
      </w:r>
      <w:r w:rsidR="00554BFA">
        <w:rPr>
          <w:rtl/>
        </w:rPr>
        <w:t xml:space="preserve"> </w:t>
      </w:r>
      <w:r w:rsidRPr="008E4AD8">
        <w:rPr>
          <w:rtl/>
        </w:rPr>
        <w:t>يُحامي</w:t>
      </w:r>
      <w:r w:rsidR="00554BFA">
        <w:rPr>
          <w:rtl/>
        </w:rPr>
        <w:t xml:space="preserve"> </w:t>
      </w:r>
      <w:r w:rsidRPr="008E4AD8">
        <w:rPr>
          <w:rtl/>
        </w:rPr>
        <w:t>عن</w:t>
      </w:r>
      <w:r w:rsidR="00554BFA">
        <w:rPr>
          <w:rtl/>
        </w:rPr>
        <w:t xml:space="preserve"> </w:t>
      </w:r>
      <w:r w:rsidRPr="008E4AD8">
        <w:rPr>
          <w:rtl/>
        </w:rPr>
        <w:t>شَراه</w:t>
      </w:r>
      <w:r w:rsidR="00554BFA">
        <w:rPr>
          <w:rtl/>
        </w:rPr>
        <w:t xml:space="preserve"> </w:t>
      </w:r>
      <w:r w:rsidRPr="008E4AD8">
        <w:rPr>
          <w:rtl/>
        </w:rPr>
        <w:t>غَضنفرا</w:t>
      </w:r>
    </w:p>
    <w:p w:rsidR="00645494" w:rsidRDefault="00645494" w:rsidP="00FE2721">
      <w:pPr>
        <w:pStyle w:val="libPoemCenter"/>
      </w:pPr>
      <w:r w:rsidRPr="008E4AD8">
        <w:rPr>
          <w:rtl/>
        </w:rPr>
        <w:t>بَدراً</w:t>
      </w:r>
      <w:r w:rsidR="00554BFA">
        <w:rPr>
          <w:rtl/>
        </w:rPr>
        <w:t xml:space="preserve"> </w:t>
      </w:r>
      <w:r w:rsidRPr="008E4AD8">
        <w:rPr>
          <w:rtl/>
        </w:rPr>
        <w:t>تَحف</w:t>
      </w:r>
      <w:r w:rsidR="00554BFA">
        <w:rPr>
          <w:rtl/>
        </w:rPr>
        <w:t xml:space="preserve"> </w:t>
      </w:r>
      <w:r w:rsidRPr="008E4AD8">
        <w:rPr>
          <w:rtl/>
        </w:rPr>
        <w:t>به</w:t>
      </w:r>
      <w:r w:rsidR="00554BFA">
        <w:rPr>
          <w:rtl/>
        </w:rPr>
        <w:t xml:space="preserve"> </w:t>
      </w:r>
      <w:r w:rsidRPr="008E4AD8">
        <w:rPr>
          <w:rtl/>
        </w:rPr>
        <w:t>كواكبُ</w:t>
      </w:r>
      <w:r w:rsidR="00554BFA">
        <w:rPr>
          <w:rtl/>
        </w:rPr>
        <w:t xml:space="preserve"> </w:t>
      </w:r>
      <w:r w:rsidRPr="008E4AD8">
        <w:rPr>
          <w:rtl/>
        </w:rPr>
        <w:t>كلَّما</w:t>
      </w:r>
      <w:r w:rsidR="00554BFA">
        <w:rPr>
          <w:rtl/>
        </w:rPr>
        <w:t xml:space="preserve"> </w:t>
      </w:r>
      <w:r w:rsidR="00554BFA" w:rsidRPr="00D0383A">
        <w:rPr>
          <w:rtl/>
        </w:rPr>
        <w:t>=</w:t>
      </w:r>
      <w:r w:rsidR="00554BFA">
        <w:rPr>
          <w:rtl/>
        </w:rPr>
        <w:t xml:space="preserve"> </w:t>
      </w:r>
      <w:r w:rsidRPr="008E4AD8">
        <w:rPr>
          <w:rtl/>
        </w:rPr>
        <w:t>عاينتها</w:t>
      </w:r>
      <w:r w:rsidR="00554BFA">
        <w:rPr>
          <w:rtl/>
        </w:rPr>
        <w:t xml:space="preserve"> </w:t>
      </w:r>
      <w:r w:rsidRPr="008E4AD8">
        <w:rPr>
          <w:rtl/>
        </w:rPr>
        <w:t>عاينت</w:t>
      </w:r>
      <w:r w:rsidR="00554BFA">
        <w:rPr>
          <w:rtl/>
        </w:rPr>
        <w:t xml:space="preserve"> </w:t>
      </w:r>
      <w:r w:rsidRPr="008E4AD8">
        <w:rPr>
          <w:rtl/>
        </w:rPr>
        <w:t>صُبحاً</w:t>
      </w:r>
      <w:r w:rsidR="00554BFA">
        <w:rPr>
          <w:rtl/>
        </w:rPr>
        <w:t xml:space="preserve"> </w:t>
      </w:r>
      <w:r w:rsidRPr="008E4AD8">
        <w:rPr>
          <w:rtl/>
        </w:rPr>
        <w:t>مُسفرا</w:t>
      </w:r>
    </w:p>
    <w:p w:rsidR="00645494" w:rsidRDefault="00645494" w:rsidP="00FE2721">
      <w:pPr>
        <w:pStyle w:val="libPoemCenter"/>
      </w:pPr>
      <w:r w:rsidRPr="008E4AD8">
        <w:rPr>
          <w:rtl/>
        </w:rPr>
        <w:t>وغَدت</w:t>
      </w:r>
      <w:r w:rsidR="00554BFA">
        <w:rPr>
          <w:rtl/>
        </w:rPr>
        <w:t xml:space="preserve"> </w:t>
      </w:r>
      <w:r w:rsidRPr="008E4AD8">
        <w:rPr>
          <w:rtl/>
        </w:rPr>
        <w:t>تُواسيه</w:t>
      </w:r>
      <w:r w:rsidR="00554BFA">
        <w:rPr>
          <w:rtl/>
        </w:rPr>
        <w:t xml:space="preserve"> </w:t>
      </w:r>
      <w:r w:rsidRPr="008E4AD8">
        <w:rPr>
          <w:rtl/>
        </w:rPr>
        <w:t>المَنون</w:t>
      </w:r>
      <w:r w:rsidR="00554BFA">
        <w:rPr>
          <w:rtl/>
        </w:rPr>
        <w:t xml:space="preserve"> </w:t>
      </w:r>
      <w:r w:rsidRPr="008E4AD8">
        <w:rPr>
          <w:rtl/>
        </w:rPr>
        <w:t>عِصابة</w:t>
      </w:r>
      <w:r w:rsidR="00554BFA">
        <w:rPr>
          <w:rtl/>
        </w:rPr>
        <w:t xml:space="preserve"> </w:t>
      </w:r>
      <w:r w:rsidR="00554BFA" w:rsidRPr="00D0383A">
        <w:rPr>
          <w:rtl/>
        </w:rPr>
        <w:t>=</w:t>
      </w:r>
      <w:r w:rsidR="00554BFA">
        <w:rPr>
          <w:rtl/>
        </w:rPr>
        <w:t xml:space="preserve"> </w:t>
      </w:r>
      <w:r w:rsidRPr="008E4AD8">
        <w:rPr>
          <w:rtl/>
        </w:rPr>
        <w:t>طابت</w:t>
      </w:r>
      <w:r w:rsidR="00554BFA">
        <w:rPr>
          <w:rtl/>
        </w:rPr>
        <w:t xml:space="preserve"> </w:t>
      </w:r>
      <w:r w:rsidRPr="008E4AD8">
        <w:rPr>
          <w:rtl/>
        </w:rPr>
        <w:t>مَآثر</w:t>
      </w:r>
      <w:r w:rsidR="00554BFA">
        <w:rPr>
          <w:rtl/>
        </w:rPr>
        <w:t xml:space="preserve"> </w:t>
      </w:r>
      <w:r w:rsidRPr="008E4AD8">
        <w:rPr>
          <w:rtl/>
        </w:rPr>
        <w:t>في</w:t>
      </w:r>
      <w:r w:rsidR="00554BFA">
        <w:rPr>
          <w:rtl/>
        </w:rPr>
        <w:t xml:space="preserve"> </w:t>
      </w:r>
      <w:r w:rsidRPr="008E4AD8">
        <w:rPr>
          <w:rtl/>
        </w:rPr>
        <w:t>الأنام</w:t>
      </w:r>
      <w:r w:rsidR="00554BFA">
        <w:rPr>
          <w:rtl/>
        </w:rPr>
        <w:t xml:space="preserve"> </w:t>
      </w:r>
      <w:r w:rsidRPr="008E4AD8">
        <w:rPr>
          <w:rtl/>
        </w:rPr>
        <w:t>وعُنصرا</w:t>
      </w:r>
    </w:p>
    <w:p w:rsidR="00645494" w:rsidRDefault="00645494" w:rsidP="00645494">
      <w:pPr>
        <w:pStyle w:val="libPoemCenter"/>
      </w:pPr>
      <w:r w:rsidRPr="008E4AD8">
        <w:rPr>
          <w:rtl/>
        </w:rPr>
        <w:t>تَكسوهم</w:t>
      </w:r>
      <w:r w:rsidR="00554BFA">
        <w:rPr>
          <w:rtl/>
        </w:rPr>
        <w:t xml:space="preserve"> </w:t>
      </w:r>
      <w:r w:rsidRPr="008E4AD8">
        <w:rPr>
          <w:rtl/>
        </w:rPr>
        <w:t>الحَرب</w:t>
      </w:r>
      <w:r w:rsidR="00554BFA">
        <w:rPr>
          <w:rtl/>
        </w:rPr>
        <w:t xml:space="preserve"> </w:t>
      </w:r>
      <w:r w:rsidRPr="008E4AD8">
        <w:rPr>
          <w:rtl/>
        </w:rPr>
        <w:t>العَوان</w:t>
      </w:r>
      <w:r w:rsidR="00554BFA">
        <w:rPr>
          <w:rtl/>
        </w:rPr>
        <w:t xml:space="preserve"> </w:t>
      </w:r>
      <w:r w:rsidRPr="008E4AD8">
        <w:rPr>
          <w:rtl/>
        </w:rPr>
        <w:t>مَلابساً</w:t>
      </w:r>
      <w:r w:rsidR="00554BFA">
        <w:rPr>
          <w:rtl/>
        </w:rPr>
        <w:t xml:space="preserve"> </w:t>
      </w:r>
      <w:r w:rsidR="00554BFA" w:rsidRPr="00D0383A">
        <w:rPr>
          <w:rtl/>
        </w:rPr>
        <w:t>=</w:t>
      </w:r>
      <w:r w:rsidR="00554BFA">
        <w:rPr>
          <w:rtl/>
        </w:rPr>
        <w:t xml:space="preserve"> </w:t>
      </w:r>
      <w:r w:rsidRPr="008E4AD8">
        <w:rPr>
          <w:rtl/>
        </w:rPr>
        <w:t>مُستشعِرين</w:t>
      </w:r>
      <w:r w:rsidR="00554BFA">
        <w:rPr>
          <w:rtl/>
        </w:rPr>
        <w:t xml:space="preserve"> </w:t>
      </w:r>
      <w:r w:rsidRPr="008E4AD8">
        <w:rPr>
          <w:rtl/>
        </w:rPr>
        <w:t>بها</w:t>
      </w:r>
      <w:r w:rsidR="00554BFA">
        <w:rPr>
          <w:rtl/>
        </w:rPr>
        <w:t xml:space="preserve"> </w:t>
      </w:r>
      <w:r w:rsidRPr="008E4AD8">
        <w:rPr>
          <w:rtl/>
        </w:rPr>
        <w:t>النَجيع</w:t>
      </w:r>
      <w:r w:rsidR="00554BFA">
        <w:rPr>
          <w:rtl/>
        </w:rPr>
        <w:t xml:space="preserve"> </w:t>
      </w:r>
      <w:r w:rsidRPr="008E4AD8">
        <w:rPr>
          <w:rtl/>
        </w:rPr>
        <w:t>الأحمرا</w:t>
      </w:r>
    </w:p>
    <w:p w:rsidR="00645494" w:rsidRDefault="00645494" w:rsidP="00FE2721">
      <w:pPr>
        <w:pStyle w:val="libPoemCenter"/>
      </w:pPr>
      <w:r w:rsidRPr="008E4AD8">
        <w:rPr>
          <w:rtl/>
        </w:rPr>
        <w:t>يَتَسلَّقون</w:t>
      </w:r>
      <w:r w:rsidR="00554BFA">
        <w:rPr>
          <w:rtl/>
        </w:rPr>
        <w:t xml:space="preserve"> </w:t>
      </w:r>
      <w:r w:rsidRPr="008E4AD8">
        <w:rPr>
          <w:rtl/>
        </w:rPr>
        <w:t>مُطهَّماً</w:t>
      </w:r>
      <w:r w:rsidR="00554BFA">
        <w:rPr>
          <w:rtl/>
        </w:rPr>
        <w:t xml:space="preserve"> </w:t>
      </w:r>
      <w:r w:rsidRPr="008E4AD8">
        <w:rPr>
          <w:rtl/>
        </w:rPr>
        <w:t>يَستَصحبو</w:t>
      </w:r>
      <w:r w:rsidR="00554BFA">
        <w:rPr>
          <w:rtl/>
        </w:rPr>
        <w:t xml:space="preserve"> </w:t>
      </w:r>
      <w:r w:rsidR="00554BFA" w:rsidRPr="00D0383A">
        <w:rPr>
          <w:rtl/>
        </w:rPr>
        <w:t>=</w:t>
      </w:r>
      <w:r w:rsidR="00554BFA">
        <w:rPr>
          <w:rtl/>
        </w:rPr>
        <w:t xml:space="preserve"> </w:t>
      </w:r>
      <w:r w:rsidRPr="008E4AD8">
        <w:rPr>
          <w:rtl/>
        </w:rPr>
        <w:t>ن</w:t>
      </w:r>
      <w:r w:rsidR="00554BFA">
        <w:rPr>
          <w:rtl/>
        </w:rPr>
        <w:t xml:space="preserve"> </w:t>
      </w:r>
      <w:r w:rsidRPr="008E4AD8">
        <w:rPr>
          <w:rtl/>
        </w:rPr>
        <w:t>مُثقَّفاً</w:t>
      </w:r>
      <w:r w:rsidR="00554BFA">
        <w:rPr>
          <w:rtl/>
        </w:rPr>
        <w:t xml:space="preserve"> </w:t>
      </w:r>
      <w:r w:rsidRPr="008E4AD8">
        <w:rPr>
          <w:rtl/>
        </w:rPr>
        <w:t>يتَقلَّدون</w:t>
      </w:r>
      <w:r w:rsidR="00554BFA">
        <w:rPr>
          <w:rtl/>
        </w:rPr>
        <w:t xml:space="preserve"> </w:t>
      </w:r>
      <w:r w:rsidRPr="008E4AD8">
        <w:rPr>
          <w:rtl/>
        </w:rPr>
        <w:t>مذكَّرا</w:t>
      </w:r>
    </w:p>
    <w:p w:rsidR="00645494" w:rsidRDefault="00645494" w:rsidP="00FE2721">
      <w:pPr>
        <w:pStyle w:val="libPoemCenter"/>
      </w:pPr>
      <w:r w:rsidRPr="008E4AD8">
        <w:rPr>
          <w:rtl/>
        </w:rPr>
        <w:t>يَتَظلَّلون</w:t>
      </w:r>
      <w:r w:rsidR="00554BFA">
        <w:rPr>
          <w:rtl/>
        </w:rPr>
        <w:t xml:space="preserve"> </w:t>
      </w:r>
      <w:r w:rsidRPr="008E4AD8">
        <w:rPr>
          <w:rtl/>
        </w:rPr>
        <w:t>أرائكاً</w:t>
      </w:r>
      <w:r w:rsidR="00554BFA">
        <w:rPr>
          <w:rtl/>
        </w:rPr>
        <w:t xml:space="preserve"> </w:t>
      </w:r>
      <w:r w:rsidRPr="008E4AD8">
        <w:rPr>
          <w:rtl/>
        </w:rPr>
        <w:t>مَضروبةً</w:t>
      </w:r>
      <w:r w:rsidR="00554BFA">
        <w:rPr>
          <w:rtl/>
        </w:rPr>
        <w:t xml:space="preserve"> </w:t>
      </w:r>
      <w:r w:rsidR="00554BFA" w:rsidRPr="00D0383A">
        <w:rPr>
          <w:rtl/>
        </w:rPr>
        <w:t>=</w:t>
      </w:r>
      <w:r w:rsidR="00554BFA">
        <w:rPr>
          <w:rtl/>
        </w:rPr>
        <w:t xml:space="preserve"> </w:t>
      </w:r>
      <w:r w:rsidRPr="008E4AD8">
        <w:rPr>
          <w:rtl/>
        </w:rPr>
        <w:t>بيد</w:t>
      </w:r>
      <w:r w:rsidR="00554BFA">
        <w:rPr>
          <w:rtl/>
        </w:rPr>
        <w:t xml:space="preserve"> </w:t>
      </w:r>
      <w:r w:rsidRPr="008E4AD8">
        <w:rPr>
          <w:rtl/>
        </w:rPr>
        <w:t>العَواسل</w:t>
      </w:r>
      <w:r w:rsidR="00554BFA">
        <w:rPr>
          <w:rtl/>
        </w:rPr>
        <w:t xml:space="preserve"> </w:t>
      </w:r>
      <w:r w:rsidRPr="008E4AD8">
        <w:rPr>
          <w:rtl/>
        </w:rPr>
        <w:t>أو</w:t>
      </w:r>
      <w:r w:rsidR="00554BFA">
        <w:rPr>
          <w:rtl/>
        </w:rPr>
        <w:t xml:space="preserve"> </w:t>
      </w:r>
      <w:r w:rsidRPr="008E4AD8">
        <w:rPr>
          <w:rtl/>
        </w:rPr>
        <w:t>غَماماً</w:t>
      </w:r>
      <w:r w:rsidR="00554BFA">
        <w:rPr>
          <w:rtl/>
        </w:rPr>
        <w:t xml:space="preserve"> </w:t>
      </w:r>
      <w:r w:rsidRPr="008E4AD8">
        <w:rPr>
          <w:rtl/>
        </w:rPr>
        <w:t>عَثْيرا</w:t>
      </w:r>
    </w:p>
    <w:p w:rsidR="00645494" w:rsidRDefault="00645494" w:rsidP="00FE2721">
      <w:pPr>
        <w:pStyle w:val="libPoemCenter"/>
      </w:pPr>
      <w:r w:rsidRPr="008E4AD8">
        <w:rPr>
          <w:rtl/>
        </w:rPr>
        <w:t>نَسجت</w:t>
      </w:r>
      <w:r w:rsidR="00554BFA">
        <w:rPr>
          <w:rtl/>
        </w:rPr>
        <w:t xml:space="preserve"> </w:t>
      </w:r>
      <w:r w:rsidRPr="008E4AD8">
        <w:rPr>
          <w:rtl/>
        </w:rPr>
        <w:t>عَوامُلهم</w:t>
      </w:r>
      <w:r w:rsidR="00554BFA">
        <w:rPr>
          <w:rtl/>
        </w:rPr>
        <w:t xml:space="preserve"> </w:t>
      </w:r>
      <w:r w:rsidRPr="008E4AD8">
        <w:rPr>
          <w:rtl/>
        </w:rPr>
        <w:t>مِثال</w:t>
      </w:r>
      <w:r w:rsidR="00554BFA">
        <w:rPr>
          <w:rtl/>
        </w:rPr>
        <w:t xml:space="preserve"> </w:t>
      </w:r>
      <w:r w:rsidRPr="008E4AD8">
        <w:rPr>
          <w:rtl/>
        </w:rPr>
        <w:t>دُروعهم</w:t>
      </w:r>
      <w:r w:rsidR="00554BFA">
        <w:rPr>
          <w:rtl/>
        </w:rPr>
        <w:t xml:space="preserve"> </w:t>
      </w:r>
      <w:r w:rsidR="00554BFA" w:rsidRPr="00D0383A">
        <w:rPr>
          <w:rtl/>
        </w:rPr>
        <w:t>=</w:t>
      </w:r>
      <w:r w:rsidR="00554BFA">
        <w:rPr>
          <w:rtl/>
        </w:rPr>
        <w:t xml:space="preserve"> </w:t>
      </w:r>
      <w:r w:rsidRPr="008E4AD8">
        <w:rPr>
          <w:rtl/>
        </w:rPr>
        <w:t>زَرْداً</w:t>
      </w:r>
      <w:r w:rsidR="00554BFA">
        <w:rPr>
          <w:rtl/>
        </w:rPr>
        <w:t xml:space="preserve"> </w:t>
      </w:r>
      <w:r w:rsidRPr="008E4AD8">
        <w:rPr>
          <w:rtl/>
        </w:rPr>
        <w:t>بأجساد</w:t>
      </w:r>
      <w:r w:rsidR="00554BFA">
        <w:rPr>
          <w:rtl/>
        </w:rPr>
        <w:t xml:space="preserve"> </w:t>
      </w:r>
      <w:r w:rsidRPr="008E4AD8">
        <w:rPr>
          <w:rtl/>
        </w:rPr>
        <w:t>العِدى</w:t>
      </w:r>
      <w:r w:rsidR="00554BFA">
        <w:rPr>
          <w:rtl/>
        </w:rPr>
        <w:t xml:space="preserve"> </w:t>
      </w:r>
      <w:r w:rsidRPr="008E4AD8">
        <w:rPr>
          <w:rtl/>
        </w:rPr>
        <w:t>مُتصورا</w:t>
      </w:r>
    </w:p>
    <w:p w:rsidR="00645494" w:rsidRDefault="00645494" w:rsidP="00FE2721">
      <w:pPr>
        <w:pStyle w:val="libPoemCenter"/>
      </w:pPr>
      <w:r w:rsidRPr="008E4AD8">
        <w:rPr>
          <w:rtl/>
        </w:rPr>
        <w:t>نَصروا</w:t>
      </w:r>
      <w:r w:rsidR="00554BFA">
        <w:rPr>
          <w:rtl/>
        </w:rPr>
        <w:t xml:space="preserve"> </w:t>
      </w:r>
      <w:r w:rsidRPr="008E4AD8">
        <w:rPr>
          <w:rtl/>
        </w:rPr>
        <w:t>ابن</w:t>
      </w:r>
      <w:r w:rsidR="00554BFA">
        <w:rPr>
          <w:rtl/>
        </w:rPr>
        <w:t xml:space="preserve"> </w:t>
      </w:r>
      <w:r w:rsidRPr="008E4AD8">
        <w:rPr>
          <w:rtl/>
        </w:rPr>
        <w:t>بنت</w:t>
      </w:r>
      <w:r w:rsidR="00554BFA">
        <w:rPr>
          <w:rtl/>
        </w:rPr>
        <w:t xml:space="preserve"> </w:t>
      </w:r>
      <w:r w:rsidRPr="008E4AD8">
        <w:rPr>
          <w:rtl/>
        </w:rPr>
        <w:t>نَبيهم</w:t>
      </w:r>
      <w:r w:rsidR="00554BFA">
        <w:rPr>
          <w:rtl/>
        </w:rPr>
        <w:t xml:space="preserve"> </w:t>
      </w:r>
      <w:r w:rsidRPr="008E4AD8">
        <w:rPr>
          <w:rtl/>
        </w:rPr>
        <w:t>فَتَسَنَّموا</w:t>
      </w:r>
      <w:r w:rsidR="00554BFA">
        <w:rPr>
          <w:rtl/>
        </w:rPr>
        <w:t xml:space="preserve"> </w:t>
      </w:r>
      <w:r w:rsidR="00554BFA" w:rsidRPr="00D0383A">
        <w:rPr>
          <w:rtl/>
        </w:rPr>
        <w:t>=</w:t>
      </w:r>
      <w:r w:rsidR="00554BFA">
        <w:rPr>
          <w:rtl/>
        </w:rPr>
        <w:t xml:space="preserve"> </w:t>
      </w:r>
      <w:r w:rsidRPr="008E4AD8">
        <w:rPr>
          <w:rtl/>
        </w:rPr>
        <w:t>عِزَّاً</w:t>
      </w:r>
      <w:r w:rsidR="00554BFA">
        <w:rPr>
          <w:rtl/>
        </w:rPr>
        <w:t xml:space="preserve"> </w:t>
      </w:r>
      <w:r w:rsidRPr="008E4AD8">
        <w:rPr>
          <w:rtl/>
        </w:rPr>
        <w:t>لهم</w:t>
      </w:r>
      <w:r w:rsidR="00554BFA">
        <w:rPr>
          <w:rtl/>
        </w:rPr>
        <w:t xml:space="preserve"> </w:t>
      </w:r>
      <w:r w:rsidRPr="008E4AD8">
        <w:rPr>
          <w:rtl/>
        </w:rPr>
        <w:t>في</w:t>
      </w:r>
      <w:r w:rsidR="00554BFA">
        <w:rPr>
          <w:rtl/>
        </w:rPr>
        <w:t xml:space="preserve"> </w:t>
      </w:r>
      <w:r w:rsidRPr="008E4AD8">
        <w:rPr>
          <w:rtl/>
        </w:rPr>
        <w:t>النَشأتين</w:t>
      </w:r>
      <w:r w:rsidR="00554BFA">
        <w:rPr>
          <w:rtl/>
        </w:rPr>
        <w:t xml:space="preserve"> </w:t>
      </w:r>
      <w:r w:rsidRPr="008E4AD8">
        <w:rPr>
          <w:rtl/>
        </w:rPr>
        <w:t>ومَفخرا</w:t>
      </w:r>
    </w:p>
    <w:p w:rsidR="00645494" w:rsidRDefault="00645494" w:rsidP="00FE2721">
      <w:pPr>
        <w:pStyle w:val="libPoemCenter"/>
      </w:pPr>
      <w:r w:rsidRPr="008E4AD8">
        <w:rPr>
          <w:rtl/>
        </w:rPr>
        <w:t>بَذلوا</w:t>
      </w:r>
      <w:r w:rsidR="00554BFA">
        <w:rPr>
          <w:rtl/>
        </w:rPr>
        <w:t xml:space="preserve"> </w:t>
      </w:r>
      <w:r w:rsidRPr="008E4AD8">
        <w:rPr>
          <w:rtl/>
        </w:rPr>
        <w:t>نُفوسهم</w:t>
      </w:r>
      <w:r w:rsidR="00554BFA">
        <w:rPr>
          <w:rtl/>
        </w:rPr>
        <w:t xml:space="preserve"> </w:t>
      </w:r>
      <w:r w:rsidRPr="008E4AD8">
        <w:rPr>
          <w:rtl/>
        </w:rPr>
        <w:t>ظُماءً</w:t>
      </w:r>
      <w:r w:rsidR="00554BFA">
        <w:rPr>
          <w:rtl/>
        </w:rPr>
        <w:t xml:space="preserve"> </w:t>
      </w:r>
      <w:r w:rsidRPr="008E4AD8">
        <w:rPr>
          <w:rtl/>
        </w:rPr>
        <w:t>لا</w:t>
      </w:r>
      <w:r w:rsidR="00554BFA">
        <w:rPr>
          <w:rtl/>
        </w:rPr>
        <w:t xml:space="preserve"> </w:t>
      </w:r>
      <w:r w:rsidRPr="008E4AD8">
        <w:rPr>
          <w:rtl/>
        </w:rPr>
        <w:t>تَرى</w:t>
      </w:r>
      <w:r w:rsidR="00554BFA">
        <w:rPr>
          <w:rtl/>
        </w:rPr>
        <w:t xml:space="preserve"> </w:t>
      </w:r>
      <w:r w:rsidR="00554BFA" w:rsidRPr="00D0383A">
        <w:rPr>
          <w:rtl/>
        </w:rPr>
        <w:t>=</w:t>
      </w:r>
      <w:r w:rsidR="00554BFA">
        <w:rPr>
          <w:rtl/>
        </w:rPr>
        <w:t xml:space="preserve"> </w:t>
      </w:r>
      <w:r w:rsidRPr="008E4AD8">
        <w:rPr>
          <w:rtl/>
        </w:rPr>
        <w:t>ماءً</w:t>
      </w:r>
      <w:r w:rsidR="00554BFA">
        <w:rPr>
          <w:rtl/>
        </w:rPr>
        <w:t xml:space="preserve"> </w:t>
      </w:r>
      <w:r w:rsidRPr="008E4AD8">
        <w:rPr>
          <w:rtl/>
        </w:rPr>
        <w:t>يُباح</w:t>
      </w:r>
      <w:r w:rsidR="00554BFA">
        <w:rPr>
          <w:rtl/>
        </w:rPr>
        <w:t xml:space="preserve"> </w:t>
      </w:r>
      <w:r w:rsidRPr="008E4AD8">
        <w:rPr>
          <w:rtl/>
        </w:rPr>
        <w:t>ولا</w:t>
      </w:r>
      <w:r w:rsidR="00554BFA">
        <w:rPr>
          <w:rtl/>
        </w:rPr>
        <w:t xml:space="preserve"> </w:t>
      </w:r>
      <w:r w:rsidRPr="008E4AD8">
        <w:rPr>
          <w:rtl/>
        </w:rPr>
        <w:t>سَحاباً</w:t>
      </w:r>
      <w:r w:rsidR="00554BFA">
        <w:rPr>
          <w:rtl/>
        </w:rPr>
        <w:t xml:space="preserve"> </w:t>
      </w:r>
      <w:r w:rsidRPr="008E4AD8">
        <w:rPr>
          <w:rtl/>
        </w:rPr>
        <w:t>مُمُطِرا</w:t>
      </w:r>
    </w:p>
    <w:p w:rsidR="00645494" w:rsidRPr="00645494" w:rsidRDefault="00645494" w:rsidP="00FE2721">
      <w:pPr>
        <w:pStyle w:val="libPoemCenter"/>
        <w:rPr>
          <w:rtl/>
        </w:rPr>
      </w:pPr>
      <w:r w:rsidRPr="008E4AD8">
        <w:rPr>
          <w:rtl/>
        </w:rPr>
        <w:t>حتّى</w:t>
      </w:r>
      <w:r w:rsidR="00554BFA">
        <w:rPr>
          <w:rtl/>
        </w:rPr>
        <w:t xml:space="preserve"> </w:t>
      </w:r>
      <w:r w:rsidRPr="008E4AD8">
        <w:rPr>
          <w:rtl/>
        </w:rPr>
        <w:t>أُبيدوا</w:t>
      </w:r>
      <w:r w:rsidR="00554BFA">
        <w:rPr>
          <w:rtl/>
        </w:rPr>
        <w:t xml:space="preserve"> </w:t>
      </w:r>
      <w:r w:rsidRPr="008E4AD8">
        <w:rPr>
          <w:rtl/>
        </w:rPr>
        <w:t>والرِّماح</w:t>
      </w:r>
      <w:r w:rsidR="00554BFA">
        <w:rPr>
          <w:rtl/>
        </w:rPr>
        <w:t xml:space="preserve"> </w:t>
      </w:r>
      <w:r w:rsidRPr="008E4AD8">
        <w:rPr>
          <w:rtl/>
        </w:rPr>
        <w:t>تَكفَّلت</w:t>
      </w:r>
      <w:r w:rsidR="00554BFA">
        <w:rPr>
          <w:rtl/>
        </w:rPr>
        <w:t xml:space="preserve"> </w:t>
      </w:r>
      <w:r w:rsidR="00554BFA" w:rsidRPr="00D0383A">
        <w:rPr>
          <w:rtl/>
        </w:rPr>
        <w:t>=</w:t>
      </w:r>
      <w:r w:rsidR="00554BFA">
        <w:rPr>
          <w:rtl/>
        </w:rPr>
        <w:t xml:space="preserve"> </w:t>
      </w:r>
      <w:r w:rsidRPr="008E4AD8">
        <w:rPr>
          <w:rtl/>
        </w:rPr>
        <w:t>بِجهازهم</w:t>
      </w:r>
      <w:r w:rsidR="00554BFA">
        <w:rPr>
          <w:rtl/>
        </w:rPr>
        <w:t xml:space="preserve"> </w:t>
      </w:r>
      <w:r w:rsidRPr="008E4AD8">
        <w:rPr>
          <w:rtl/>
        </w:rPr>
        <w:t>كَفناً</w:t>
      </w:r>
      <w:r w:rsidR="00554BFA">
        <w:rPr>
          <w:rtl/>
        </w:rPr>
        <w:t xml:space="preserve"> </w:t>
      </w:r>
      <w:r w:rsidRPr="008E4AD8">
        <w:rPr>
          <w:rtl/>
        </w:rPr>
        <w:t>حُنوطاً</w:t>
      </w:r>
      <w:r w:rsidR="00554BFA">
        <w:rPr>
          <w:rtl/>
        </w:rPr>
        <w:t xml:space="preserve"> </w:t>
      </w:r>
      <w:r w:rsidRPr="008E4AD8">
        <w:rPr>
          <w:rtl/>
        </w:rPr>
        <w:t>أقبُرا</w:t>
      </w:r>
    </w:p>
    <w:p w:rsidR="00645494" w:rsidRDefault="00645494" w:rsidP="00645494">
      <w:pPr>
        <w:pStyle w:val="libNormal"/>
      </w:pPr>
      <w:r>
        <w:rPr>
          <w:rtl/>
        </w:rPr>
        <w:br w:type="page"/>
      </w:r>
    </w:p>
    <w:p w:rsidR="00645494" w:rsidRDefault="00645494" w:rsidP="00FE2721">
      <w:pPr>
        <w:pStyle w:val="libPoemCenter"/>
        <w:rPr>
          <w:rtl/>
        </w:rPr>
      </w:pPr>
      <w:r w:rsidRPr="007A78D3">
        <w:rPr>
          <w:rtl/>
        </w:rPr>
        <w:lastRenderedPageBreak/>
        <w:t>مُتلَفِّعين</w:t>
      </w:r>
      <w:r w:rsidR="00554BFA">
        <w:rPr>
          <w:rtl/>
        </w:rPr>
        <w:t xml:space="preserve"> </w:t>
      </w:r>
      <w:r w:rsidRPr="007A78D3">
        <w:rPr>
          <w:rtl/>
        </w:rPr>
        <w:t>دَمَ</w:t>
      </w:r>
      <w:r w:rsidR="00554BFA">
        <w:rPr>
          <w:rtl/>
        </w:rPr>
        <w:t xml:space="preserve"> </w:t>
      </w:r>
      <w:r w:rsidRPr="007A78D3">
        <w:rPr>
          <w:rtl/>
        </w:rPr>
        <w:t>الشهادة</w:t>
      </w:r>
      <w:r w:rsidR="00554BFA">
        <w:rPr>
          <w:rtl/>
        </w:rPr>
        <w:t xml:space="preserve"> </w:t>
      </w:r>
      <w:r w:rsidRPr="007A78D3">
        <w:rPr>
          <w:rtl/>
        </w:rPr>
        <w:t>سُندساً</w:t>
      </w:r>
      <w:r w:rsidR="00554BFA">
        <w:rPr>
          <w:rtl/>
        </w:rPr>
        <w:t xml:space="preserve"> </w:t>
      </w:r>
      <w:r w:rsidR="00554BFA" w:rsidRPr="00D0383A">
        <w:rPr>
          <w:rtl/>
        </w:rPr>
        <w:t>=</w:t>
      </w:r>
      <w:r w:rsidR="00554BFA">
        <w:rPr>
          <w:rtl/>
        </w:rPr>
        <w:t xml:space="preserve"> </w:t>
      </w:r>
      <w:r w:rsidRPr="007A78D3">
        <w:rPr>
          <w:rtl/>
        </w:rPr>
        <w:t>يوم</w:t>
      </w:r>
      <w:r w:rsidR="00554BFA">
        <w:rPr>
          <w:rtl/>
        </w:rPr>
        <w:t xml:space="preserve"> </w:t>
      </w:r>
      <w:r w:rsidRPr="007A78D3">
        <w:rPr>
          <w:rtl/>
        </w:rPr>
        <w:t>التَغابن</w:t>
      </w:r>
      <w:r w:rsidR="00554BFA">
        <w:rPr>
          <w:rtl/>
        </w:rPr>
        <w:t xml:space="preserve"> </w:t>
      </w:r>
      <w:r w:rsidRPr="007A78D3">
        <w:rPr>
          <w:rtl/>
        </w:rPr>
        <w:t>أو</w:t>
      </w:r>
      <w:r w:rsidR="00554BFA">
        <w:rPr>
          <w:rtl/>
        </w:rPr>
        <w:t xml:space="preserve"> </w:t>
      </w:r>
      <w:r w:rsidRPr="007A78D3">
        <w:rPr>
          <w:rtl/>
        </w:rPr>
        <w:t>حَريراً</w:t>
      </w:r>
      <w:r w:rsidR="00554BFA">
        <w:rPr>
          <w:rtl/>
        </w:rPr>
        <w:t xml:space="preserve"> </w:t>
      </w:r>
      <w:r w:rsidRPr="007A78D3">
        <w:rPr>
          <w:rtl/>
        </w:rPr>
        <w:t>أخضَرا</w:t>
      </w:r>
    </w:p>
    <w:p w:rsidR="00645494" w:rsidRDefault="00645494" w:rsidP="00FE2721">
      <w:pPr>
        <w:pStyle w:val="libPoemCenter"/>
        <w:rPr>
          <w:rtl/>
        </w:rPr>
      </w:pPr>
      <w:r w:rsidRPr="007A78D3">
        <w:rPr>
          <w:rtl/>
        </w:rPr>
        <w:t>لله</w:t>
      </w:r>
      <w:r w:rsidR="00554BFA">
        <w:rPr>
          <w:rtl/>
        </w:rPr>
        <w:t xml:space="preserve"> </w:t>
      </w:r>
      <w:r w:rsidRPr="007A78D3">
        <w:rPr>
          <w:rtl/>
        </w:rPr>
        <w:t>يَومُ</w:t>
      </w:r>
      <w:r w:rsidR="00554BFA">
        <w:rPr>
          <w:rtl/>
        </w:rPr>
        <w:t xml:space="preserve"> </w:t>
      </w:r>
      <w:r w:rsidRPr="007A78D3">
        <w:rPr>
          <w:rtl/>
        </w:rPr>
        <w:t>ابن</w:t>
      </w:r>
      <w:r w:rsidR="00554BFA">
        <w:rPr>
          <w:rtl/>
        </w:rPr>
        <w:t xml:space="preserve"> </w:t>
      </w:r>
      <w:r w:rsidRPr="007A78D3">
        <w:rPr>
          <w:rtl/>
        </w:rPr>
        <w:t>البتول</w:t>
      </w:r>
      <w:r w:rsidR="00554BFA">
        <w:rPr>
          <w:rtl/>
        </w:rPr>
        <w:t xml:space="preserve"> </w:t>
      </w:r>
      <w:r w:rsidRPr="007A78D3">
        <w:rPr>
          <w:rtl/>
        </w:rPr>
        <w:t>فأنَّه</w:t>
      </w:r>
      <w:r w:rsidR="00554BFA">
        <w:rPr>
          <w:rtl/>
        </w:rPr>
        <w:t xml:space="preserve"> </w:t>
      </w:r>
      <w:r w:rsidR="00554BFA" w:rsidRPr="00D0383A">
        <w:rPr>
          <w:rtl/>
        </w:rPr>
        <w:t>=</w:t>
      </w:r>
      <w:r w:rsidR="00554BFA">
        <w:rPr>
          <w:rtl/>
        </w:rPr>
        <w:t xml:space="preserve"> </w:t>
      </w:r>
      <w:r w:rsidRPr="007A78D3">
        <w:rPr>
          <w:rtl/>
        </w:rPr>
        <w:t>أشجى</w:t>
      </w:r>
      <w:r w:rsidR="00554BFA">
        <w:rPr>
          <w:rtl/>
        </w:rPr>
        <w:t xml:space="preserve"> </w:t>
      </w:r>
      <w:r w:rsidRPr="007A78D3">
        <w:rPr>
          <w:rtl/>
        </w:rPr>
        <w:t>البَتولةَ</w:t>
      </w:r>
      <w:r w:rsidR="00554BFA">
        <w:rPr>
          <w:rtl/>
        </w:rPr>
        <w:t xml:space="preserve"> </w:t>
      </w:r>
      <w:r w:rsidRPr="007A78D3">
        <w:rPr>
          <w:rtl/>
        </w:rPr>
        <w:t>والنَبي</w:t>
      </w:r>
      <w:r w:rsidR="00554BFA">
        <w:rPr>
          <w:rtl/>
        </w:rPr>
        <w:t xml:space="preserve"> </w:t>
      </w:r>
      <w:r w:rsidRPr="007A78D3">
        <w:rPr>
          <w:rtl/>
        </w:rPr>
        <w:t>وحَيْدَرا</w:t>
      </w:r>
    </w:p>
    <w:p w:rsidR="00645494" w:rsidRDefault="00645494" w:rsidP="00FE2721">
      <w:pPr>
        <w:pStyle w:val="libPoemCenter"/>
        <w:rPr>
          <w:rtl/>
        </w:rPr>
      </w:pPr>
      <w:r w:rsidRPr="007A78D3">
        <w:rPr>
          <w:rtl/>
        </w:rPr>
        <w:t>يومَ</w:t>
      </w:r>
      <w:r w:rsidR="00554BFA">
        <w:rPr>
          <w:rtl/>
        </w:rPr>
        <w:t xml:space="preserve"> </w:t>
      </w:r>
      <w:r w:rsidRPr="007A78D3">
        <w:rPr>
          <w:rtl/>
        </w:rPr>
        <w:t>ابنُ</w:t>
      </w:r>
      <w:r w:rsidR="00554BFA">
        <w:rPr>
          <w:rtl/>
        </w:rPr>
        <w:t xml:space="preserve"> </w:t>
      </w:r>
      <w:r w:rsidRPr="007A78D3">
        <w:rPr>
          <w:rtl/>
        </w:rPr>
        <w:t>حَيدر</w:t>
      </w:r>
      <w:r w:rsidR="00554BFA">
        <w:rPr>
          <w:rtl/>
        </w:rPr>
        <w:t xml:space="preserve"> </w:t>
      </w:r>
      <w:r w:rsidRPr="007A78D3">
        <w:rPr>
          <w:rtl/>
        </w:rPr>
        <w:t>والخُيولُ</w:t>
      </w:r>
      <w:r w:rsidR="00554BFA">
        <w:rPr>
          <w:rtl/>
        </w:rPr>
        <w:t xml:space="preserve"> </w:t>
      </w:r>
      <w:r w:rsidRPr="007A78D3">
        <w:rPr>
          <w:rtl/>
        </w:rPr>
        <w:t>مُحيطَة</w:t>
      </w:r>
      <w:r w:rsidR="00554BFA">
        <w:rPr>
          <w:rtl/>
        </w:rPr>
        <w:t xml:space="preserve"> </w:t>
      </w:r>
      <w:r w:rsidR="00554BFA" w:rsidRPr="00D0383A">
        <w:rPr>
          <w:rtl/>
        </w:rPr>
        <w:t>=</w:t>
      </w:r>
      <w:r w:rsidR="00554BFA">
        <w:rPr>
          <w:rtl/>
        </w:rPr>
        <w:t xml:space="preserve"> </w:t>
      </w:r>
      <w:r w:rsidRPr="007A78D3">
        <w:rPr>
          <w:rtl/>
        </w:rPr>
        <w:t>بخِباه</w:t>
      </w:r>
      <w:r w:rsidR="00554BFA">
        <w:rPr>
          <w:rtl/>
        </w:rPr>
        <w:t xml:space="preserve"> </w:t>
      </w:r>
      <w:r w:rsidRPr="007A78D3">
        <w:rPr>
          <w:rtl/>
        </w:rPr>
        <w:t>يَدعو</w:t>
      </w:r>
      <w:r w:rsidR="00554BFA">
        <w:rPr>
          <w:rtl/>
        </w:rPr>
        <w:t xml:space="preserve"> </w:t>
      </w:r>
      <w:r w:rsidRPr="007A78D3">
        <w:rPr>
          <w:rtl/>
        </w:rPr>
        <w:t>بالنَصير</w:t>
      </w:r>
      <w:r w:rsidR="00554BFA">
        <w:rPr>
          <w:rtl/>
        </w:rPr>
        <w:t xml:space="preserve"> </w:t>
      </w:r>
      <w:r w:rsidRPr="007A78D3">
        <w:rPr>
          <w:rtl/>
        </w:rPr>
        <w:t>فلن</w:t>
      </w:r>
      <w:r w:rsidR="00554BFA">
        <w:rPr>
          <w:rtl/>
        </w:rPr>
        <w:t xml:space="preserve"> </w:t>
      </w:r>
      <w:r w:rsidRPr="007A78D3">
        <w:rPr>
          <w:rtl/>
        </w:rPr>
        <w:t>يَرى</w:t>
      </w:r>
    </w:p>
    <w:p w:rsidR="00645494" w:rsidRDefault="00645494" w:rsidP="00FE2721">
      <w:pPr>
        <w:pStyle w:val="libPoemCenter"/>
        <w:rPr>
          <w:rtl/>
        </w:rPr>
      </w:pPr>
      <w:r w:rsidRPr="007A78D3">
        <w:rPr>
          <w:rtl/>
        </w:rPr>
        <w:t>إلاّ</w:t>
      </w:r>
      <w:r w:rsidR="00554BFA">
        <w:rPr>
          <w:rtl/>
        </w:rPr>
        <w:t xml:space="preserve"> </w:t>
      </w:r>
      <w:r w:rsidRPr="007A78D3">
        <w:rPr>
          <w:rtl/>
        </w:rPr>
        <w:t>أعادي</w:t>
      </w:r>
      <w:r w:rsidR="00554BFA">
        <w:rPr>
          <w:rtl/>
        </w:rPr>
        <w:t xml:space="preserve"> </w:t>
      </w:r>
      <w:r w:rsidRPr="007A78D3">
        <w:rPr>
          <w:rtl/>
        </w:rPr>
        <w:t>في</w:t>
      </w:r>
      <w:r w:rsidR="00554BFA">
        <w:rPr>
          <w:rtl/>
        </w:rPr>
        <w:t xml:space="preserve"> </w:t>
      </w:r>
      <w:r w:rsidRPr="007A78D3">
        <w:rPr>
          <w:rtl/>
        </w:rPr>
        <w:t>عَوادٍ</w:t>
      </w:r>
      <w:r w:rsidR="00554BFA">
        <w:rPr>
          <w:rtl/>
        </w:rPr>
        <w:t xml:space="preserve"> </w:t>
      </w:r>
      <w:r w:rsidRPr="007A78D3">
        <w:rPr>
          <w:rtl/>
        </w:rPr>
        <w:t>في</w:t>
      </w:r>
      <w:r w:rsidR="00554BFA">
        <w:rPr>
          <w:rtl/>
        </w:rPr>
        <w:t xml:space="preserve"> </w:t>
      </w:r>
      <w:r w:rsidRPr="007A78D3">
        <w:rPr>
          <w:rtl/>
        </w:rPr>
        <w:t>عوا</w:t>
      </w:r>
      <w:r w:rsidR="00554BFA">
        <w:rPr>
          <w:rtl/>
        </w:rPr>
        <w:t xml:space="preserve"> </w:t>
      </w:r>
      <w:r w:rsidR="00554BFA" w:rsidRPr="00D0383A">
        <w:rPr>
          <w:rtl/>
        </w:rPr>
        <w:t>=</w:t>
      </w:r>
      <w:r w:rsidR="00554BFA">
        <w:rPr>
          <w:rtl/>
        </w:rPr>
        <w:t xml:space="preserve"> </w:t>
      </w:r>
      <w:r w:rsidRPr="007A78D3">
        <w:rPr>
          <w:rtl/>
        </w:rPr>
        <w:t>رٍ</w:t>
      </w:r>
      <w:r w:rsidR="00554BFA">
        <w:rPr>
          <w:rtl/>
        </w:rPr>
        <w:t xml:space="preserve"> </w:t>
      </w:r>
      <w:r w:rsidRPr="007A78D3">
        <w:rPr>
          <w:rtl/>
        </w:rPr>
        <w:t>في</w:t>
      </w:r>
      <w:r w:rsidR="00554BFA">
        <w:rPr>
          <w:rtl/>
        </w:rPr>
        <w:t xml:space="preserve"> </w:t>
      </w:r>
      <w:r w:rsidRPr="007A78D3">
        <w:rPr>
          <w:rtl/>
        </w:rPr>
        <w:t>عَوالٍ</w:t>
      </w:r>
      <w:r w:rsidR="00554BFA">
        <w:rPr>
          <w:rtl/>
        </w:rPr>
        <w:t xml:space="preserve"> </w:t>
      </w:r>
      <w:r w:rsidRPr="007A78D3">
        <w:rPr>
          <w:rtl/>
        </w:rPr>
        <w:t>في</w:t>
      </w:r>
      <w:r w:rsidR="00554BFA">
        <w:rPr>
          <w:rtl/>
        </w:rPr>
        <w:t xml:space="preserve"> </w:t>
      </w:r>
      <w:r w:rsidRPr="007A78D3">
        <w:rPr>
          <w:rtl/>
        </w:rPr>
        <w:t>نِبال</w:t>
      </w:r>
      <w:r w:rsidR="00554BFA">
        <w:rPr>
          <w:rtl/>
        </w:rPr>
        <w:t xml:space="preserve"> </w:t>
      </w:r>
      <w:r w:rsidRPr="007A78D3">
        <w:rPr>
          <w:rtl/>
        </w:rPr>
        <w:t>تُبْتَرى</w:t>
      </w:r>
    </w:p>
    <w:p w:rsidR="00645494" w:rsidRDefault="00645494" w:rsidP="00FE2721">
      <w:pPr>
        <w:pStyle w:val="libPoemCenter"/>
        <w:rPr>
          <w:rtl/>
        </w:rPr>
      </w:pPr>
      <w:r w:rsidRPr="007A78D3">
        <w:rPr>
          <w:rtl/>
        </w:rPr>
        <w:t>فهناك</w:t>
      </w:r>
      <w:r w:rsidR="00554BFA">
        <w:rPr>
          <w:rtl/>
        </w:rPr>
        <w:t xml:space="preserve"> </w:t>
      </w:r>
      <w:r w:rsidRPr="007A78D3">
        <w:rPr>
          <w:rtl/>
        </w:rPr>
        <w:t>دَمدم</w:t>
      </w:r>
      <w:r w:rsidR="00554BFA">
        <w:rPr>
          <w:rtl/>
        </w:rPr>
        <w:t xml:space="preserve"> </w:t>
      </w:r>
      <w:r w:rsidRPr="007A78D3">
        <w:rPr>
          <w:rtl/>
        </w:rPr>
        <w:t>طامِناً</w:t>
      </w:r>
      <w:r w:rsidR="00554BFA">
        <w:rPr>
          <w:rtl/>
        </w:rPr>
        <w:t xml:space="preserve"> </w:t>
      </w:r>
      <w:r w:rsidRPr="007A78D3">
        <w:rPr>
          <w:rtl/>
        </w:rPr>
        <w:t>في</w:t>
      </w:r>
      <w:r w:rsidR="00554BFA">
        <w:rPr>
          <w:rtl/>
        </w:rPr>
        <w:t xml:space="preserve"> </w:t>
      </w:r>
      <w:r w:rsidRPr="007A78D3">
        <w:rPr>
          <w:rtl/>
        </w:rPr>
        <w:t>جأشه</w:t>
      </w:r>
      <w:r w:rsidR="00554BFA">
        <w:rPr>
          <w:rtl/>
        </w:rPr>
        <w:t xml:space="preserve"> </w:t>
      </w:r>
      <w:r w:rsidR="00554BFA" w:rsidRPr="00D0383A">
        <w:rPr>
          <w:rtl/>
        </w:rPr>
        <w:t>=</w:t>
      </w:r>
      <w:r w:rsidR="00554BFA">
        <w:rPr>
          <w:rtl/>
        </w:rPr>
        <w:t xml:space="preserve"> </w:t>
      </w:r>
      <w:r w:rsidRPr="007A78D3">
        <w:rPr>
          <w:rtl/>
        </w:rPr>
        <w:t>بمُهنَّد</w:t>
      </w:r>
      <w:r w:rsidR="00554BFA">
        <w:rPr>
          <w:rtl/>
        </w:rPr>
        <w:t xml:space="preserve"> </w:t>
      </w:r>
      <w:r w:rsidRPr="007A78D3">
        <w:rPr>
          <w:rtl/>
        </w:rPr>
        <w:t>يَسِم</w:t>
      </w:r>
      <w:r w:rsidR="00554BFA">
        <w:rPr>
          <w:rtl/>
        </w:rPr>
        <w:t xml:space="preserve"> </w:t>
      </w:r>
      <w:r w:rsidRPr="007A78D3">
        <w:rPr>
          <w:rtl/>
        </w:rPr>
        <w:t>العَديد</w:t>
      </w:r>
      <w:r w:rsidR="00554BFA">
        <w:rPr>
          <w:rtl/>
        </w:rPr>
        <w:t xml:space="preserve"> </w:t>
      </w:r>
      <w:r w:rsidRPr="007A78D3">
        <w:rPr>
          <w:rtl/>
        </w:rPr>
        <w:t>الأكثرا</w:t>
      </w:r>
    </w:p>
    <w:p w:rsidR="00645494" w:rsidRDefault="00645494" w:rsidP="00FE2721">
      <w:pPr>
        <w:pStyle w:val="libPoemCenter"/>
        <w:rPr>
          <w:rtl/>
        </w:rPr>
      </w:pPr>
      <w:r w:rsidRPr="007A78D3">
        <w:rPr>
          <w:rtl/>
        </w:rPr>
        <w:t>مُتصَرِّفاً</w:t>
      </w:r>
      <w:r w:rsidR="00554BFA">
        <w:rPr>
          <w:rtl/>
        </w:rPr>
        <w:t xml:space="preserve"> </w:t>
      </w:r>
      <w:r w:rsidRPr="007A78D3">
        <w:rPr>
          <w:rtl/>
        </w:rPr>
        <w:t>في</w:t>
      </w:r>
      <w:r w:rsidR="00554BFA">
        <w:rPr>
          <w:rtl/>
        </w:rPr>
        <w:t xml:space="preserve"> </w:t>
      </w:r>
      <w:r w:rsidRPr="007A78D3">
        <w:rPr>
          <w:rtl/>
        </w:rPr>
        <w:t>جَمعهم</w:t>
      </w:r>
      <w:r w:rsidR="00554BFA">
        <w:rPr>
          <w:rtl/>
        </w:rPr>
        <w:t xml:space="preserve"> </w:t>
      </w:r>
      <w:r w:rsidRPr="007A78D3">
        <w:rPr>
          <w:rtl/>
        </w:rPr>
        <w:t>بعَوامل</w:t>
      </w:r>
      <w:r w:rsidR="00554BFA">
        <w:rPr>
          <w:rtl/>
        </w:rPr>
        <w:t xml:space="preserve"> </w:t>
      </w:r>
      <w:r w:rsidR="00554BFA" w:rsidRPr="00D0383A">
        <w:rPr>
          <w:rtl/>
        </w:rPr>
        <w:t>=</w:t>
      </w:r>
      <w:r w:rsidR="00554BFA">
        <w:rPr>
          <w:rtl/>
        </w:rPr>
        <w:t xml:space="preserve"> </w:t>
      </w:r>
      <w:r w:rsidRPr="007A78D3">
        <w:rPr>
          <w:rtl/>
        </w:rPr>
        <w:t>عادتْ</w:t>
      </w:r>
      <w:r w:rsidR="00554BFA">
        <w:rPr>
          <w:rtl/>
        </w:rPr>
        <w:t xml:space="preserve"> </w:t>
      </w:r>
      <w:r w:rsidRPr="007A78D3">
        <w:rPr>
          <w:rtl/>
        </w:rPr>
        <w:t>بجَمعهمُ</w:t>
      </w:r>
      <w:r w:rsidR="00554BFA">
        <w:rPr>
          <w:rtl/>
        </w:rPr>
        <w:t xml:space="preserve"> </w:t>
      </w:r>
      <w:r w:rsidRPr="007A78D3">
        <w:rPr>
          <w:rtl/>
        </w:rPr>
        <w:t>الصَحيح</w:t>
      </w:r>
      <w:r w:rsidR="00554BFA">
        <w:rPr>
          <w:rtl/>
        </w:rPr>
        <w:t xml:space="preserve"> </w:t>
      </w:r>
      <w:r w:rsidRPr="007A78D3">
        <w:rPr>
          <w:rtl/>
        </w:rPr>
        <w:t>مُكَسَّرا</w:t>
      </w:r>
    </w:p>
    <w:p w:rsidR="00645494" w:rsidRDefault="00645494" w:rsidP="00FE2721">
      <w:pPr>
        <w:pStyle w:val="libPoemCenter"/>
        <w:rPr>
          <w:rtl/>
        </w:rPr>
      </w:pPr>
      <w:r w:rsidRPr="007A78D3">
        <w:rPr>
          <w:rtl/>
        </w:rPr>
        <w:t>بأسٌ</w:t>
      </w:r>
      <w:r w:rsidR="00554BFA">
        <w:rPr>
          <w:rtl/>
        </w:rPr>
        <w:t xml:space="preserve"> </w:t>
      </w:r>
      <w:r w:rsidRPr="007A78D3">
        <w:rPr>
          <w:rtl/>
        </w:rPr>
        <w:t>وسَيفٌ</w:t>
      </w:r>
      <w:r w:rsidR="00554BFA">
        <w:rPr>
          <w:rtl/>
        </w:rPr>
        <w:t xml:space="preserve"> </w:t>
      </w:r>
      <w:r w:rsidRPr="007A78D3">
        <w:rPr>
          <w:rtl/>
        </w:rPr>
        <w:t>أخرسا</w:t>
      </w:r>
      <w:r w:rsidR="00554BFA">
        <w:rPr>
          <w:rtl/>
        </w:rPr>
        <w:t xml:space="preserve"> </w:t>
      </w:r>
      <w:r w:rsidRPr="007A78D3">
        <w:rPr>
          <w:rtl/>
        </w:rPr>
        <w:t>ضَوضائَهم</w:t>
      </w:r>
      <w:r w:rsidR="00554BFA">
        <w:rPr>
          <w:rtl/>
        </w:rPr>
        <w:t xml:space="preserve"> </w:t>
      </w:r>
      <w:r w:rsidR="00554BFA" w:rsidRPr="00D0383A">
        <w:rPr>
          <w:rtl/>
        </w:rPr>
        <w:t>=</w:t>
      </w:r>
      <w:r w:rsidR="00554BFA">
        <w:rPr>
          <w:rtl/>
        </w:rPr>
        <w:t xml:space="preserve"> </w:t>
      </w:r>
      <w:r w:rsidRPr="007A78D3">
        <w:rPr>
          <w:rtl/>
        </w:rPr>
        <w:t>لكنَّ</w:t>
      </w:r>
      <w:r w:rsidR="00554BFA">
        <w:rPr>
          <w:rtl/>
        </w:rPr>
        <w:t xml:space="preserve"> </w:t>
      </w:r>
      <w:r w:rsidRPr="007A78D3">
        <w:rPr>
          <w:rtl/>
        </w:rPr>
        <w:t>أمرَ</w:t>
      </w:r>
      <w:r w:rsidR="00554BFA">
        <w:rPr>
          <w:rtl/>
        </w:rPr>
        <w:t xml:space="preserve"> </w:t>
      </w:r>
      <w:r w:rsidRPr="007A78D3">
        <w:rPr>
          <w:rtl/>
        </w:rPr>
        <w:t>الله</w:t>
      </w:r>
      <w:r w:rsidR="00554BFA">
        <w:rPr>
          <w:rtl/>
        </w:rPr>
        <w:t xml:space="preserve"> </w:t>
      </w:r>
      <w:r w:rsidRPr="007A78D3">
        <w:rPr>
          <w:rtl/>
        </w:rPr>
        <w:t>كان</w:t>
      </w:r>
      <w:r w:rsidR="00554BFA">
        <w:rPr>
          <w:rtl/>
        </w:rPr>
        <w:t xml:space="preserve"> </w:t>
      </w:r>
      <w:r w:rsidRPr="007A78D3">
        <w:rPr>
          <w:rtl/>
        </w:rPr>
        <w:t>مُقدَّرا</w:t>
      </w:r>
    </w:p>
    <w:p w:rsidR="00645494" w:rsidRDefault="00645494" w:rsidP="00FE2721">
      <w:pPr>
        <w:pStyle w:val="libPoemCenter"/>
        <w:rPr>
          <w:rtl/>
        </w:rPr>
      </w:pPr>
      <w:r w:rsidRPr="007A78D3">
        <w:rPr>
          <w:rtl/>
        </w:rPr>
        <w:t>فَهَوى</w:t>
      </w:r>
      <w:r w:rsidR="00554BFA">
        <w:rPr>
          <w:rtl/>
        </w:rPr>
        <w:t xml:space="preserve"> </w:t>
      </w:r>
      <w:r w:rsidRPr="007A78D3">
        <w:rPr>
          <w:rtl/>
        </w:rPr>
        <w:t>على</w:t>
      </w:r>
      <w:r w:rsidR="00554BFA">
        <w:rPr>
          <w:rtl/>
        </w:rPr>
        <w:t xml:space="preserve"> </w:t>
      </w:r>
      <w:r w:rsidRPr="007A78D3">
        <w:rPr>
          <w:rtl/>
        </w:rPr>
        <w:t>وَجه</w:t>
      </w:r>
      <w:r w:rsidR="00554BFA">
        <w:rPr>
          <w:rtl/>
        </w:rPr>
        <w:t xml:space="preserve"> </w:t>
      </w:r>
      <w:r w:rsidRPr="007A78D3">
        <w:rPr>
          <w:rtl/>
        </w:rPr>
        <w:t>الثَرى</w:t>
      </w:r>
      <w:r w:rsidR="00554BFA">
        <w:rPr>
          <w:rtl/>
        </w:rPr>
        <w:t xml:space="preserve"> </w:t>
      </w:r>
      <w:r w:rsidRPr="007A78D3">
        <w:rPr>
          <w:rtl/>
        </w:rPr>
        <w:t>روحي</w:t>
      </w:r>
      <w:r w:rsidR="00554BFA">
        <w:rPr>
          <w:rtl/>
        </w:rPr>
        <w:t xml:space="preserve"> </w:t>
      </w:r>
      <w:r w:rsidRPr="007A78D3">
        <w:rPr>
          <w:rtl/>
        </w:rPr>
        <w:t>الفِدا</w:t>
      </w:r>
      <w:r w:rsidR="00554BFA">
        <w:rPr>
          <w:rtl/>
        </w:rPr>
        <w:t xml:space="preserve"> </w:t>
      </w:r>
      <w:r w:rsidR="00554BFA" w:rsidRPr="00D0383A">
        <w:rPr>
          <w:rtl/>
        </w:rPr>
        <w:t>=</w:t>
      </w:r>
      <w:r w:rsidR="00554BFA">
        <w:rPr>
          <w:rtl/>
        </w:rPr>
        <w:t xml:space="preserve"> </w:t>
      </w:r>
      <w:r w:rsidRPr="007A78D3">
        <w:rPr>
          <w:rtl/>
        </w:rPr>
        <w:t>لك</w:t>
      </w:r>
      <w:r w:rsidR="00554BFA">
        <w:rPr>
          <w:rtl/>
        </w:rPr>
        <w:t xml:space="preserve"> </w:t>
      </w:r>
      <w:r w:rsidRPr="007A78D3">
        <w:rPr>
          <w:rtl/>
        </w:rPr>
        <w:t>أيُّها</w:t>
      </w:r>
      <w:r w:rsidR="00554BFA">
        <w:rPr>
          <w:rtl/>
        </w:rPr>
        <w:t xml:space="preserve"> </w:t>
      </w:r>
      <w:r w:rsidRPr="007A78D3">
        <w:rPr>
          <w:rtl/>
        </w:rPr>
        <w:t>الثاوي</w:t>
      </w:r>
      <w:r w:rsidR="00554BFA">
        <w:rPr>
          <w:rtl/>
        </w:rPr>
        <w:t xml:space="preserve"> </w:t>
      </w:r>
      <w:r w:rsidRPr="007A78D3">
        <w:rPr>
          <w:rtl/>
        </w:rPr>
        <w:t>على</w:t>
      </w:r>
      <w:r w:rsidR="00554BFA">
        <w:rPr>
          <w:rtl/>
        </w:rPr>
        <w:t xml:space="preserve"> </w:t>
      </w:r>
      <w:r w:rsidRPr="007A78D3">
        <w:rPr>
          <w:rtl/>
        </w:rPr>
        <w:t>وَجه</w:t>
      </w:r>
      <w:r w:rsidR="00554BFA">
        <w:rPr>
          <w:rtl/>
        </w:rPr>
        <w:t xml:space="preserve"> </w:t>
      </w:r>
      <w:r w:rsidRPr="007A78D3">
        <w:rPr>
          <w:rtl/>
        </w:rPr>
        <w:t>الثَرى</w:t>
      </w:r>
    </w:p>
    <w:p w:rsidR="00645494" w:rsidRDefault="00645494" w:rsidP="00FE2721">
      <w:pPr>
        <w:pStyle w:val="libPoemCenter"/>
        <w:rPr>
          <w:rtl/>
        </w:rPr>
      </w:pPr>
      <w:r w:rsidRPr="007A78D3">
        <w:rPr>
          <w:rtl/>
        </w:rPr>
        <w:t>أحسينُ</w:t>
      </w:r>
      <w:r w:rsidR="00554BFA">
        <w:rPr>
          <w:rtl/>
        </w:rPr>
        <w:t xml:space="preserve"> </w:t>
      </w:r>
      <w:r w:rsidRPr="007A78D3">
        <w:rPr>
          <w:rtl/>
        </w:rPr>
        <w:t>هلْ</w:t>
      </w:r>
      <w:r w:rsidR="00554BFA">
        <w:rPr>
          <w:rtl/>
        </w:rPr>
        <w:t xml:space="preserve"> </w:t>
      </w:r>
      <w:r w:rsidRPr="007A78D3">
        <w:rPr>
          <w:rtl/>
        </w:rPr>
        <w:t>وافاك</w:t>
      </w:r>
      <w:r w:rsidR="00554BFA">
        <w:rPr>
          <w:rtl/>
        </w:rPr>
        <w:t xml:space="preserve"> </w:t>
      </w:r>
      <w:r w:rsidRPr="007A78D3">
        <w:rPr>
          <w:rtl/>
        </w:rPr>
        <w:t>جَدُّك</w:t>
      </w:r>
      <w:r w:rsidR="00554BFA">
        <w:rPr>
          <w:rtl/>
        </w:rPr>
        <w:t xml:space="preserve"> </w:t>
      </w:r>
      <w:r w:rsidRPr="007A78D3">
        <w:rPr>
          <w:rtl/>
        </w:rPr>
        <w:t>زائراً</w:t>
      </w:r>
      <w:r w:rsidR="00554BFA">
        <w:rPr>
          <w:rtl/>
        </w:rPr>
        <w:t xml:space="preserve"> </w:t>
      </w:r>
      <w:r w:rsidR="00554BFA" w:rsidRPr="00D0383A">
        <w:rPr>
          <w:rtl/>
        </w:rPr>
        <w:t>=</w:t>
      </w:r>
      <w:r w:rsidR="00554BFA">
        <w:rPr>
          <w:rtl/>
        </w:rPr>
        <w:t xml:space="preserve"> </w:t>
      </w:r>
      <w:r w:rsidRPr="007A78D3">
        <w:rPr>
          <w:rtl/>
        </w:rPr>
        <w:t>فرآك</w:t>
      </w:r>
      <w:r w:rsidR="00554BFA">
        <w:rPr>
          <w:rtl/>
        </w:rPr>
        <w:t xml:space="preserve"> </w:t>
      </w:r>
      <w:r w:rsidRPr="007A78D3">
        <w:rPr>
          <w:rtl/>
        </w:rPr>
        <w:t>مَقطوع</w:t>
      </w:r>
      <w:r w:rsidR="00554BFA">
        <w:rPr>
          <w:rtl/>
        </w:rPr>
        <w:t xml:space="preserve"> </w:t>
      </w:r>
      <w:r w:rsidRPr="007A78D3">
        <w:rPr>
          <w:rtl/>
        </w:rPr>
        <w:t>الوَتين</w:t>
      </w:r>
      <w:r w:rsidR="00554BFA">
        <w:rPr>
          <w:rtl/>
        </w:rPr>
        <w:t xml:space="preserve"> </w:t>
      </w:r>
      <w:r w:rsidRPr="007A78D3">
        <w:rPr>
          <w:rtl/>
        </w:rPr>
        <w:t>مُعفَّرا</w:t>
      </w:r>
    </w:p>
    <w:p w:rsidR="00645494" w:rsidRDefault="00645494" w:rsidP="00FE2721">
      <w:pPr>
        <w:pStyle w:val="libPoemCenter"/>
        <w:rPr>
          <w:rtl/>
        </w:rPr>
      </w:pPr>
      <w:r w:rsidRPr="007A78D3">
        <w:rPr>
          <w:rtl/>
        </w:rPr>
        <w:t>أمْ</w:t>
      </w:r>
      <w:r w:rsidR="00554BFA">
        <w:rPr>
          <w:rtl/>
        </w:rPr>
        <w:t xml:space="preserve"> </w:t>
      </w:r>
      <w:r w:rsidRPr="007A78D3">
        <w:rPr>
          <w:rtl/>
        </w:rPr>
        <w:t>هلْ</w:t>
      </w:r>
      <w:r w:rsidR="00554BFA">
        <w:rPr>
          <w:rtl/>
        </w:rPr>
        <w:t xml:space="preserve"> </w:t>
      </w:r>
      <w:r w:rsidRPr="007A78D3">
        <w:rPr>
          <w:rtl/>
        </w:rPr>
        <w:t>درى</w:t>
      </w:r>
      <w:r w:rsidR="00554BFA">
        <w:rPr>
          <w:rtl/>
        </w:rPr>
        <w:t xml:space="preserve"> </w:t>
      </w:r>
      <w:r w:rsidRPr="007A78D3">
        <w:rPr>
          <w:rtl/>
        </w:rPr>
        <w:t>بكَ</w:t>
      </w:r>
      <w:r w:rsidR="00554BFA">
        <w:rPr>
          <w:rtl/>
        </w:rPr>
        <w:t xml:space="preserve"> </w:t>
      </w:r>
      <w:r w:rsidRPr="007A78D3">
        <w:rPr>
          <w:rtl/>
        </w:rPr>
        <w:t>حَيدر</w:t>
      </w:r>
      <w:r w:rsidR="00554BFA">
        <w:rPr>
          <w:rtl/>
        </w:rPr>
        <w:t xml:space="preserve"> </w:t>
      </w:r>
      <w:r w:rsidRPr="007A78D3">
        <w:rPr>
          <w:rtl/>
        </w:rPr>
        <w:t>في</w:t>
      </w:r>
      <w:r w:rsidR="00554BFA">
        <w:rPr>
          <w:rtl/>
        </w:rPr>
        <w:t xml:space="preserve"> </w:t>
      </w:r>
      <w:r w:rsidRPr="007A78D3">
        <w:rPr>
          <w:rtl/>
        </w:rPr>
        <w:t>كَربلا</w:t>
      </w:r>
      <w:r w:rsidR="00554BFA">
        <w:rPr>
          <w:rtl/>
        </w:rPr>
        <w:t xml:space="preserve"> </w:t>
      </w:r>
      <w:r w:rsidR="00554BFA" w:rsidRPr="00D0383A">
        <w:rPr>
          <w:rtl/>
        </w:rPr>
        <w:t>=</w:t>
      </w:r>
      <w:r w:rsidR="00554BFA">
        <w:rPr>
          <w:rtl/>
        </w:rPr>
        <w:t xml:space="preserve"> </w:t>
      </w:r>
      <w:r w:rsidRPr="007A78D3">
        <w:rPr>
          <w:rtl/>
        </w:rPr>
        <w:t>فَرداً</w:t>
      </w:r>
      <w:r w:rsidR="00554BFA">
        <w:rPr>
          <w:rtl/>
        </w:rPr>
        <w:t xml:space="preserve"> </w:t>
      </w:r>
      <w:r w:rsidRPr="007A78D3">
        <w:rPr>
          <w:rtl/>
        </w:rPr>
        <w:t>غَريباً</w:t>
      </w:r>
      <w:r w:rsidR="00554BFA">
        <w:rPr>
          <w:rtl/>
        </w:rPr>
        <w:t xml:space="preserve"> </w:t>
      </w:r>
      <w:r w:rsidRPr="007A78D3">
        <w:rPr>
          <w:rtl/>
        </w:rPr>
        <w:t>ظامياً</w:t>
      </w:r>
      <w:r w:rsidR="00554BFA">
        <w:rPr>
          <w:rtl/>
        </w:rPr>
        <w:t xml:space="preserve"> </w:t>
      </w:r>
      <w:r w:rsidRPr="007A78D3">
        <w:rPr>
          <w:rtl/>
        </w:rPr>
        <w:t>أمْ</w:t>
      </w:r>
      <w:r w:rsidR="00554BFA">
        <w:rPr>
          <w:rtl/>
        </w:rPr>
        <w:t xml:space="preserve"> </w:t>
      </w:r>
      <w:r w:rsidRPr="007A78D3">
        <w:rPr>
          <w:rtl/>
        </w:rPr>
        <w:t>ما</w:t>
      </w:r>
      <w:r w:rsidR="00554BFA">
        <w:rPr>
          <w:rtl/>
        </w:rPr>
        <w:t xml:space="preserve"> </w:t>
      </w:r>
      <w:r w:rsidRPr="007A78D3">
        <w:rPr>
          <w:rtl/>
        </w:rPr>
        <w:t>درى</w:t>
      </w:r>
    </w:p>
    <w:p w:rsidR="00645494" w:rsidRDefault="00645494" w:rsidP="00FE2721">
      <w:pPr>
        <w:pStyle w:val="libPoemCenter"/>
        <w:rPr>
          <w:rtl/>
        </w:rPr>
      </w:pPr>
      <w:r w:rsidRPr="007A78D3">
        <w:rPr>
          <w:rtl/>
        </w:rPr>
        <w:t>هلاّ</w:t>
      </w:r>
      <w:r w:rsidR="00554BFA">
        <w:rPr>
          <w:rtl/>
        </w:rPr>
        <w:t xml:space="preserve"> </w:t>
      </w:r>
      <w:r w:rsidRPr="007A78D3">
        <w:rPr>
          <w:rtl/>
        </w:rPr>
        <w:t>بَعثت</w:t>
      </w:r>
      <w:r w:rsidR="00554BFA">
        <w:rPr>
          <w:rtl/>
        </w:rPr>
        <w:t xml:space="preserve"> </w:t>
      </w:r>
      <w:r w:rsidRPr="007A78D3">
        <w:rPr>
          <w:rtl/>
        </w:rPr>
        <w:t>إلى</w:t>
      </w:r>
      <w:r w:rsidR="00554BFA">
        <w:rPr>
          <w:rtl/>
        </w:rPr>
        <w:t xml:space="preserve"> </w:t>
      </w:r>
      <w:r w:rsidRPr="007A78D3">
        <w:rPr>
          <w:rtl/>
        </w:rPr>
        <w:t>شَقيقك</w:t>
      </w:r>
      <w:r w:rsidR="00554BFA">
        <w:rPr>
          <w:rtl/>
        </w:rPr>
        <w:t xml:space="preserve"> </w:t>
      </w:r>
      <w:r w:rsidRPr="007A78D3">
        <w:rPr>
          <w:rtl/>
        </w:rPr>
        <w:t>بالّذي</w:t>
      </w:r>
      <w:r w:rsidR="00554BFA">
        <w:rPr>
          <w:rtl/>
        </w:rPr>
        <w:t xml:space="preserve"> </w:t>
      </w:r>
      <w:r w:rsidR="00554BFA" w:rsidRPr="00D0383A">
        <w:rPr>
          <w:rtl/>
        </w:rPr>
        <w:t>=</w:t>
      </w:r>
      <w:r w:rsidR="00554BFA">
        <w:rPr>
          <w:rtl/>
        </w:rPr>
        <w:t xml:space="preserve"> </w:t>
      </w:r>
      <w:r w:rsidRPr="007A78D3">
        <w:rPr>
          <w:rtl/>
        </w:rPr>
        <w:t>قاسيتَه</w:t>
      </w:r>
      <w:r w:rsidR="00554BFA">
        <w:rPr>
          <w:rtl/>
        </w:rPr>
        <w:t xml:space="preserve"> </w:t>
      </w:r>
      <w:r w:rsidRPr="007A78D3">
        <w:rPr>
          <w:rtl/>
        </w:rPr>
        <w:t>فيها</w:t>
      </w:r>
      <w:r w:rsidR="00554BFA">
        <w:rPr>
          <w:rtl/>
        </w:rPr>
        <w:t xml:space="preserve"> </w:t>
      </w:r>
      <w:r w:rsidRPr="007A78D3">
        <w:rPr>
          <w:rtl/>
        </w:rPr>
        <w:t>بَريداً</w:t>
      </w:r>
      <w:r w:rsidR="00554BFA">
        <w:rPr>
          <w:rtl/>
        </w:rPr>
        <w:t xml:space="preserve"> </w:t>
      </w:r>
      <w:r w:rsidRPr="007A78D3">
        <w:rPr>
          <w:rtl/>
        </w:rPr>
        <w:t>مُخبِرا</w:t>
      </w:r>
    </w:p>
    <w:p w:rsidR="00645494" w:rsidRDefault="00645494" w:rsidP="00FE2721">
      <w:pPr>
        <w:pStyle w:val="libPoemCenter"/>
        <w:rPr>
          <w:rtl/>
        </w:rPr>
      </w:pPr>
      <w:r w:rsidRPr="007A78D3">
        <w:rPr>
          <w:rtl/>
        </w:rPr>
        <w:t>مَن</w:t>
      </w:r>
      <w:r w:rsidR="00554BFA">
        <w:rPr>
          <w:rtl/>
        </w:rPr>
        <w:t xml:space="preserve"> </w:t>
      </w:r>
      <w:r w:rsidRPr="007A78D3">
        <w:rPr>
          <w:rtl/>
        </w:rPr>
        <w:t>مُبْلِغ</w:t>
      </w:r>
      <w:r w:rsidR="00554BFA">
        <w:rPr>
          <w:rtl/>
        </w:rPr>
        <w:t xml:space="preserve"> </w:t>
      </w:r>
      <w:r w:rsidRPr="007A78D3">
        <w:rPr>
          <w:rtl/>
        </w:rPr>
        <w:t>الزهراء</w:t>
      </w:r>
      <w:r w:rsidR="00554BFA">
        <w:rPr>
          <w:rtl/>
        </w:rPr>
        <w:t xml:space="preserve"> </w:t>
      </w:r>
      <w:r w:rsidRPr="007A78D3">
        <w:rPr>
          <w:rtl/>
        </w:rPr>
        <w:t>أنَّ</w:t>
      </w:r>
      <w:r w:rsidR="00554BFA">
        <w:rPr>
          <w:rtl/>
        </w:rPr>
        <w:t xml:space="preserve"> </w:t>
      </w:r>
      <w:r w:rsidRPr="007A78D3">
        <w:rPr>
          <w:rtl/>
        </w:rPr>
        <w:t>سَليلها</w:t>
      </w:r>
      <w:r w:rsidR="00554BFA">
        <w:rPr>
          <w:rtl/>
        </w:rPr>
        <w:t xml:space="preserve"> </w:t>
      </w:r>
      <w:r w:rsidR="00554BFA" w:rsidRPr="00D0383A">
        <w:rPr>
          <w:rtl/>
        </w:rPr>
        <w:t>=</w:t>
      </w:r>
      <w:r w:rsidR="00554BFA">
        <w:rPr>
          <w:rtl/>
        </w:rPr>
        <w:t xml:space="preserve"> </w:t>
      </w:r>
      <w:r w:rsidRPr="007A78D3">
        <w:rPr>
          <w:rtl/>
        </w:rPr>
        <w:t>عارٍ</w:t>
      </w:r>
      <w:r w:rsidR="00554BFA">
        <w:rPr>
          <w:rtl/>
        </w:rPr>
        <w:t xml:space="preserve"> </w:t>
      </w:r>
      <w:r w:rsidRPr="007A78D3">
        <w:rPr>
          <w:rtl/>
        </w:rPr>
        <w:t>ثلاثاً</w:t>
      </w:r>
      <w:r w:rsidR="00554BFA">
        <w:rPr>
          <w:rtl/>
        </w:rPr>
        <w:t xml:space="preserve"> </w:t>
      </w:r>
      <w:r w:rsidRPr="007A78D3">
        <w:rPr>
          <w:rtl/>
        </w:rPr>
        <w:t>بالعرا</w:t>
      </w:r>
      <w:r w:rsidR="00554BFA">
        <w:rPr>
          <w:rtl/>
        </w:rPr>
        <w:t xml:space="preserve"> </w:t>
      </w:r>
      <w:r w:rsidRPr="007A78D3">
        <w:rPr>
          <w:rtl/>
        </w:rPr>
        <w:t>لن</w:t>
      </w:r>
      <w:r w:rsidR="00554BFA">
        <w:rPr>
          <w:rtl/>
        </w:rPr>
        <w:t xml:space="preserve"> </w:t>
      </w:r>
      <w:r w:rsidRPr="007A78D3">
        <w:rPr>
          <w:rtl/>
        </w:rPr>
        <w:t>يُقبَرا</w:t>
      </w:r>
    </w:p>
    <w:p w:rsidR="00645494" w:rsidRDefault="00645494" w:rsidP="00FE2721">
      <w:pPr>
        <w:pStyle w:val="libPoemCenter"/>
        <w:rPr>
          <w:rtl/>
        </w:rPr>
      </w:pPr>
      <w:r w:rsidRPr="007A78D3">
        <w:rPr>
          <w:rtl/>
        </w:rPr>
        <w:t>وفَرى</w:t>
      </w:r>
      <w:r w:rsidR="00554BFA">
        <w:rPr>
          <w:rtl/>
        </w:rPr>
        <w:t xml:space="preserve"> </w:t>
      </w:r>
      <w:r w:rsidRPr="007A78D3">
        <w:rPr>
          <w:rtl/>
        </w:rPr>
        <w:t>سِنان</w:t>
      </w:r>
      <w:r w:rsidR="00554BFA">
        <w:rPr>
          <w:rtl/>
        </w:rPr>
        <w:t xml:space="preserve"> </w:t>
      </w:r>
      <w:r w:rsidRPr="007A78D3">
        <w:rPr>
          <w:rtl/>
        </w:rPr>
        <w:t>نَحره</w:t>
      </w:r>
      <w:r w:rsidR="00554BFA">
        <w:rPr>
          <w:rtl/>
        </w:rPr>
        <w:t xml:space="preserve"> </w:t>
      </w:r>
      <w:r w:rsidRPr="007A78D3">
        <w:rPr>
          <w:rtl/>
        </w:rPr>
        <w:t>بحُسامه</w:t>
      </w:r>
      <w:r w:rsidR="00554BFA">
        <w:rPr>
          <w:rtl/>
        </w:rPr>
        <w:t xml:space="preserve"> </w:t>
      </w:r>
      <w:r w:rsidR="00554BFA" w:rsidRPr="00D0383A">
        <w:rPr>
          <w:rtl/>
        </w:rPr>
        <w:t>=</w:t>
      </w:r>
      <w:r w:rsidR="00554BFA">
        <w:rPr>
          <w:rtl/>
        </w:rPr>
        <w:t xml:space="preserve"> </w:t>
      </w:r>
      <w:r w:rsidRPr="007A78D3">
        <w:rPr>
          <w:rtl/>
        </w:rPr>
        <w:t>شُلت</w:t>
      </w:r>
      <w:r w:rsidR="00554BFA">
        <w:rPr>
          <w:rtl/>
        </w:rPr>
        <w:t xml:space="preserve"> </w:t>
      </w:r>
      <w:r w:rsidRPr="007A78D3">
        <w:rPr>
          <w:rtl/>
        </w:rPr>
        <w:t>يَداه</w:t>
      </w:r>
      <w:r w:rsidR="00554BFA">
        <w:rPr>
          <w:rtl/>
        </w:rPr>
        <w:t xml:space="preserve"> </w:t>
      </w:r>
      <w:r w:rsidRPr="007A78D3">
        <w:rPr>
          <w:rtl/>
        </w:rPr>
        <w:t>أكان</w:t>
      </w:r>
      <w:r w:rsidR="00554BFA">
        <w:rPr>
          <w:rtl/>
        </w:rPr>
        <w:t xml:space="preserve"> </w:t>
      </w:r>
      <w:r w:rsidRPr="007A78D3">
        <w:rPr>
          <w:rtl/>
        </w:rPr>
        <w:t>يَعلم</w:t>
      </w:r>
      <w:r w:rsidR="00554BFA">
        <w:rPr>
          <w:rtl/>
        </w:rPr>
        <w:t xml:space="preserve"> </w:t>
      </w:r>
      <w:r w:rsidRPr="007A78D3">
        <w:rPr>
          <w:rtl/>
        </w:rPr>
        <w:t>ما</w:t>
      </w:r>
      <w:r w:rsidR="00554BFA">
        <w:rPr>
          <w:rtl/>
        </w:rPr>
        <w:t xml:space="preserve"> </w:t>
      </w:r>
      <w:r w:rsidRPr="007A78D3">
        <w:rPr>
          <w:rtl/>
        </w:rPr>
        <w:t>فَرى</w:t>
      </w:r>
    </w:p>
    <w:p w:rsidR="00645494" w:rsidRDefault="00645494" w:rsidP="00FE2721">
      <w:pPr>
        <w:pStyle w:val="libPoemCenter"/>
        <w:rPr>
          <w:rtl/>
        </w:rPr>
      </w:pPr>
      <w:r w:rsidRPr="007A78D3">
        <w:rPr>
          <w:rtl/>
        </w:rPr>
        <w:t>وبَناتها</w:t>
      </w:r>
      <w:r w:rsidR="00554BFA">
        <w:rPr>
          <w:rtl/>
        </w:rPr>
        <w:t xml:space="preserve"> </w:t>
      </w:r>
      <w:r w:rsidRPr="007A78D3">
        <w:rPr>
          <w:rtl/>
        </w:rPr>
        <w:t>يَوم</w:t>
      </w:r>
      <w:r w:rsidR="00554BFA">
        <w:rPr>
          <w:rtl/>
        </w:rPr>
        <w:t xml:space="preserve"> </w:t>
      </w:r>
      <w:r w:rsidRPr="007A78D3">
        <w:rPr>
          <w:rtl/>
        </w:rPr>
        <w:t>الطُفوف</w:t>
      </w:r>
      <w:r w:rsidR="00554BFA">
        <w:rPr>
          <w:rtl/>
        </w:rPr>
        <w:t xml:space="preserve"> </w:t>
      </w:r>
      <w:r w:rsidRPr="007A78D3">
        <w:rPr>
          <w:rtl/>
        </w:rPr>
        <w:t>سَليبة</w:t>
      </w:r>
      <w:r w:rsidR="00554BFA">
        <w:rPr>
          <w:rtl/>
        </w:rPr>
        <w:t xml:space="preserve"> </w:t>
      </w:r>
      <w:r w:rsidR="00554BFA" w:rsidRPr="00D0383A">
        <w:rPr>
          <w:rtl/>
        </w:rPr>
        <w:t>=</w:t>
      </w:r>
      <w:r w:rsidR="00554BFA">
        <w:rPr>
          <w:rtl/>
        </w:rPr>
        <w:t xml:space="preserve"> </w:t>
      </w:r>
      <w:r w:rsidRPr="007A78D3">
        <w:rPr>
          <w:rtl/>
        </w:rPr>
        <w:t>تُسبى</w:t>
      </w:r>
      <w:r w:rsidR="00554BFA">
        <w:rPr>
          <w:rtl/>
        </w:rPr>
        <w:t xml:space="preserve"> </w:t>
      </w:r>
      <w:r w:rsidRPr="007A78D3">
        <w:rPr>
          <w:rtl/>
        </w:rPr>
        <w:t>على</w:t>
      </w:r>
      <w:r w:rsidR="00554BFA">
        <w:rPr>
          <w:rtl/>
        </w:rPr>
        <w:t xml:space="preserve"> </w:t>
      </w:r>
      <w:r w:rsidRPr="007A78D3">
        <w:rPr>
          <w:rtl/>
        </w:rPr>
        <w:t>عُجف</w:t>
      </w:r>
      <w:r w:rsidR="00554BFA">
        <w:rPr>
          <w:rtl/>
        </w:rPr>
        <w:t xml:space="preserve"> </w:t>
      </w:r>
      <w:r w:rsidRPr="007A78D3">
        <w:rPr>
          <w:rtl/>
        </w:rPr>
        <w:t>المَطايا</w:t>
      </w:r>
      <w:r w:rsidR="00554BFA">
        <w:rPr>
          <w:rtl/>
        </w:rPr>
        <w:t xml:space="preserve"> </w:t>
      </w:r>
      <w:r w:rsidRPr="007A78D3">
        <w:rPr>
          <w:rtl/>
        </w:rPr>
        <w:t>حُسَّرا</w:t>
      </w:r>
    </w:p>
    <w:p w:rsidR="00645494" w:rsidRDefault="00645494" w:rsidP="00FE2721">
      <w:pPr>
        <w:pStyle w:val="libPoemCenter"/>
        <w:rPr>
          <w:rtl/>
        </w:rPr>
      </w:pPr>
      <w:r w:rsidRPr="007A78D3">
        <w:rPr>
          <w:rtl/>
        </w:rPr>
        <w:t>فكأنَّهن</w:t>
      </w:r>
      <w:r w:rsidR="00554BFA">
        <w:rPr>
          <w:rtl/>
        </w:rPr>
        <w:t xml:space="preserve"> </w:t>
      </w:r>
      <w:r w:rsidRPr="007A78D3">
        <w:rPr>
          <w:rtl/>
        </w:rPr>
        <w:t>لقَيصر</w:t>
      </w:r>
      <w:r w:rsidR="00554BFA">
        <w:rPr>
          <w:rtl/>
        </w:rPr>
        <w:t xml:space="preserve"> </w:t>
      </w:r>
      <w:r w:rsidRPr="007A78D3">
        <w:rPr>
          <w:rtl/>
        </w:rPr>
        <w:t>ولرُبَّما</w:t>
      </w:r>
      <w:r w:rsidR="00554BFA">
        <w:rPr>
          <w:rtl/>
        </w:rPr>
        <w:t xml:space="preserve"> </w:t>
      </w:r>
      <w:r w:rsidR="00554BFA" w:rsidRPr="00D0383A">
        <w:rPr>
          <w:rtl/>
        </w:rPr>
        <w:t>=</w:t>
      </w:r>
      <w:r w:rsidR="00554BFA">
        <w:rPr>
          <w:rtl/>
        </w:rPr>
        <w:t xml:space="preserve"> </w:t>
      </w:r>
      <w:r w:rsidRPr="007A78D3">
        <w:rPr>
          <w:rtl/>
        </w:rPr>
        <w:t>صانوا</w:t>
      </w:r>
      <w:r w:rsidR="00554BFA">
        <w:rPr>
          <w:rtl/>
        </w:rPr>
        <w:t xml:space="preserve"> </w:t>
      </w:r>
      <w:r w:rsidRPr="007A78D3">
        <w:rPr>
          <w:rtl/>
        </w:rPr>
        <w:t>عن</w:t>
      </w:r>
      <w:r w:rsidR="00554BFA">
        <w:rPr>
          <w:rtl/>
        </w:rPr>
        <w:t xml:space="preserve"> </w:t>
      </w:r>
      <w:r w:rsidRPr="007A78D3">
        <w:rPr>
          <w:rtl/>
        </w:rPr>
        <w:t>السَير</w:t>
      </w:r>
      <w:r w:rsidR="00554BFA">
        <w:rPr>
          <w:rtl/>
        </w:rPr>
        <w:t xml:space="preserve"> </w:t>
      </w:r>
      <w:r w:rsidRPr="007A78D3">
        <w:rPr>
          <w:rtl/>
        </w:rPr>
        <w:t>المُعنِّف</w:t>
      </w:r>
      <w:r w:rsidR="00554BFA">
        <w:rPr>
          <w:rtl/>
        </w:rPr>
        <w:t xml:space="preserve"> </w:t>
      </w:r>
      <w:r w:rsidRPr="007A78D3">
        <w:rPr>
          <w:rtl/>
        </w:rPr>
        <w:t>قَيصرا</w:t>
      </w:r>
    </w:p>
    <w:p w:rsidR="00645494" w:rsidRDefault="00645494" w:rsidP="00FE2721">
      <w:pPr>
        <w:pStyle w:val="libPoemCenter"/>
        <w:rPr>
          <w:rtl/>
        </w:rPr>
      </w:pPr>
      <w:r w:rsidRPr="007A78D3">
        <w:rPr>
          <w:rtl/>
        </w:rPr>
        <w:t>لم</w:t>
      </w:r>
      <w:r w:rsidR="00554BFA">
        <w:rPr>
          <w:rtl/>
        </w:rPr>
        <w:t xml:space="preserve"> </w:t>
      </w:r>
      <w:r w:rsidRPr="007A78D3">
        <w:rPr>
          <w:rtl/>
        </w:rPr>
        <w:t>أنسَ</w:t>
      </w:r>
      <w:r w:rsidR="00554BFA">
        <w:rPr>
          <w:rtl/>
        </w:rPr>
        <w:t xml:space="preserve"> </w:t>
      </w:r>
      <w:r w:rsidRPr="007A78D3">
        <w:rPr>
          <w:rtl/>
        </w:rPr>
        <w:t>زينب</w:t>
      </w:r>
      <w:r w:rsidR="00554BFA">
        <w:rPr>
          <w:rtl/>
        </w:rPr>
        <w:t xml:space="preserve"> </w:t>
      </w:r>
      <w:r w:rsidRPr="007A78D3">
        <w:rPr>
          <w:rtl/>
        </w:rPr>
        <w:t>وهي</w:t>
      </w:r>
      <w:r w:rsidR="00554BFA">
        <w:rPr>
          <w:rtl/>
        </w:rPr>
        <w:t xml:space="preserve"> </w:t>
      </w:r>
      <w:r w:rsidRPr="007A78D3">
        <w:rPr>
          <w:rtl/>
        </w:rPr>
        <w:t>تَندُب</w:t>
      </w:r>
      <w:r w:rsidR="00554BFA">
        <w:rPr>
          <w:rtl/>
        </w:rPr>
        <w:t xml:space="preserve"> </w:t>
      </w:r>
      <w:r w:rsidRPr="007A78D3">
        <w:rPr>
          <w:rtl/>
        </w:rPr>
        <w:t>نَدبها</w:t>
      </w:r>
      <w:r w:rsidR="00554BFA">
        <w:rPr>
          <w:rtl/>
        </w:rPr>
        <w:t xml:space="preserve"> </w:t>
      </w:r>
      <w:r w:rsidR="00554BFA" w:rsidRPr="00D0383A">
        <w:rPr>
          <w:rtl/>
        </w:rPr>
        <w:t>=</w:t>
      </w:r>
      <w:r w:rsidR="00554BFA">
        <w:rPr>
          <w:rtl/>
        </w:rPr>
        <w:t xml:space="preserve"> </w:t>
      </w:r>
      <w:r w:rsidRPr="007A78D3">
        <w:rPr>
          <w:rtl/>
        </w:rPr>
        <w:t>يا</w:t>
      </w:r>
      <w:r w:rsidR="00554BFA">
        <w:rPr>
          <w:rtl/>
        </w:rPr>
        <w:t xml:space="preserve"> </w:t>
      </w:r>
      <w:r w:rsidRPr="007A78D3">
        <w:rPr>
          <w:rtl/>
        </w:rPr>
        <w:t>كافلَ</w:t>
      </w:r>
      <w:r w:rsidR="00554BFA">
        <w:rPr>
          <w:rtl/>
        </w:rPr>
        <w:t xml:space="preserve"> </w:t>
      </w:r>
      <w:r w:rsidRPr="007A78D3">
        <w:rPr>
          <w:rtl/>
        </w:rPr>
        <w:t>الأيتام</w:t>
      </w:r>
      <w:r w:rsidR="00554BFA">
        <w:rPr>
          <w:rtl/>
        </w:rPr>
        <w:t xml:space="preserve"> </w:t>
      </w:r>
      <w:r w:rsidRPr="007A78D3">
        <w:rPr>
          <w:rtl/>
        </w:rPr>
        <w:t>يا</w:t>
      </w:r>
      <w:r w:rsidR="00554BFA">
        <w:rPr>
          <w:rtl/>
        </w:rPr>
        <w:t xml:space="preserve"> </w:t>
      </w:r>
      <w:r w:rsidRPr="007A78D3">
        <w:rPr>
          <w:rtl/>
        </w:rPr>
        <w:t>غَوث</w:t>
      </w:r>
      <w:r w:rsidR="00554BFA">
        <w:rPr>
          <w:rtl/>
        </w:rPr>
        <w:t xml:space="preserve"> </w:t>
      </w:r>
      <w:r w:rsidRPr="007A78D3">
        <w:rPr>
          <w:rtl/>
        </w:rPr>
        <w:t>الوَرى</w:t>
      </w:r>
    </w:p>
    <w:p w:rsidR="00645494" w:rsidRDefault="00645494" w:rsidP="00FE2721">
      <w:pPr>
        <w:pStyle w:val="libPoemCenter"/>
        <w:rPr>
          <w:rtl/>
        </w:rPr>
      </w:pPr>
      <w:r w:rsidRPr="007A78D3">
        <w:rPr>
          <w:rtl/>
        </w:rPr>
        <w:t>سَهَّدت</w:t>
      </w:r>
      <w:r w:rsidR="00554BFA">
        <w:rPr>
          <w:rtl/>
        </w:rPr>
        <w:t xml:space="preserve"> </w:t>
      </w:r>
      <w:r w:rsidRPr="007A78D3">
        <w:rPr>
          <w:rtl/>
        </w:rPr>
        <w:t>عَيني</w:t>
      </w:r>
      <w:r w:rsidR="00554BFA">
        <w:rPr>
          <w:rtl/>
        </w:rPr>
        <w:t xml:space="preserve"> </w:t>
      </w:r>
      <w:r w:rsidRPr="007A78D3">
        <w:rPr>
          <w:rtl/>
        </w:rPr>
        <w:t>لَيتها</w:t>
      </w:r>
      <w:r w:rsidR="00554BFA">
        <w:rPr>
          <w:rtl/>
        </w:rPr>
        <w:t xml:space="preserve"> </w:t>
      </w:r>
      <w:r w:rsidRPr="007A78D3">
        <w:rPr>
          <w:rtl/>
        </w:rPr>
        <w:t>عَميت</w:t>
      </w:r>
      <w:r w:rsidR="00554BFA">
        <w:rPr>
          <w:rtl/>
        </w:rPr>
        <w:t xml:space="preserve"> </w:t>
      </w:r>
      <w:r w:rsidRPr="007A78D3">
        <w:rPr>
          <w:rtl/>
        </w:rPr>
        <w:t>إذا</w:t>
      </w:r>
      <w:r w:rsidR="00554BFA">
        <w:rPr>
          <w:rtl/>
        </w:rPr>
        <w:t xml:space="preserve"> </w:t>
      </w:r>
      <w:r w:rsidR="00554BFA" w:rsidRPr="00D0383A">
        <w:rPr>
          <w:rtl/>
        </w:rPr>
        <w:t>=</w:t>
      </w:r>
      <w:r w:rsidR="00554BFA">
        <w:rPr>
          <w:rtl/>
        </w:rPr>
        <w:t xml:space="preserve"> </w:t>
      </w:r>
      <w:r w:rsidRPr="007A78D3">
        <w:rPr>
          <w:rtl/>
        </w:rPr>
        <w:t>مَرَّت</w:t>
      </w:r>
      <w:r w:rsidR="00554BFA">
        <w:rPr>
          <w:rtl/>
        </w:rPr>
        <w:t xml:space="preserve"> </w:t>
      </w:r>
      <w:r w:rsidRPr="007A78D3">
        <w:rPr>
          <w:rtl/>
        </w:rPr>
        <w:t>على</w:t>
      </w:r>
      <w:r w:rsidR="00554BFA">
        <w:rPr>
          <w:rtl/>
        </w:rPr>
        <w:t xml:space="preserve"> </w:t>
      </w:r>
      <w:r w:rsidRPr="007A78D3">
        <w:rPr>
          <w:rtl/>
        </w:rPr>
        <w:t>أجْفانِها</w:t>
      </w:r>
      <w:r w:rsidR="00554BFA">
        <w:rPr>
          <w:rtl/>
        </w:rPr>
        <w:t xml:space="preserve"> </w:t>
      </w:r>
      <w:r w:rsidRPr="007A78D3">
        <w:rPr>
          <w:rtl/>
        </w:rPr>
        <w:t>سِنَةُ</w:t>
      </w:r>
      <w:r w:rsidR="00554BFA">
        <w:rPr>
          <w:rtl/>
        </w:rPr>
        <w:t xml:space="preserve"> </w:t>
      </w:r>
      <w:r w:rsidRPr="007A78D3">
        <w:rPr>
          <w:rtl/>
        </w:rPr>
        <w:t>الكَرى</w:t>
      </w:r>
    </w:p>
    <w:p w:rsidR="00645494" w:rsidRDefault="00645494" w:rsidP="00FE2721">
      <w:pPr>
        <w:pStyle w:val="libPoemCenter"/>
        <w:rPr>
          <w:rtl/>
        </w:rPr>
      </w:pPr>
      <w:r w:rsidRPr="007A78D3">
        <w:rPr>
          <w:rtl/>
        </w:rPr>
        <w:t>أثكلْتَني</w:t>
      </w:r>
      <w:r w:rsidR="00554BFA">
        <w:rPr>
          <w:rtl/>
        </w:rPr>
        <w:t xml:space="preserve"> </w:t>
      </w:r>
      <w:r w:rsidRPr="007A78D3">
        <w:rPr>
          <w:rtl/>
        </w:rPr>
        <w:t>أسلْمتني</w:t>
      </w:r>
      <w:r w:rsidR="00554BFA">
        <w:rPr>
          <w:rtl/>
        </w:rPr>
        <w:t xml:space="preserve"> </w:t>
      </w:r>
      <w:r w:rsidRPr="007A78D3">
        <w:rPr>
          <w:rtl/>
        </w:rPr>
        <w:t>أذللتني</w:t>
      </w:r>
      <w:r w:rsidR="00554BFA">
        <w:rPr>
          <w:rtl/>
        </w:rPr>
        <w:t xml:space="preserve"> </w:t>
      </w:r>
      <w:r w:rsidR="00554BFA" w:rsidRPr="00D0383A">
        <w:rPr>
          <w:rtl/>
        </w:rPr>
        <w:t>=</w:t>
      </w:r>
      <w:r w:rsidR="00554BFA">
        <w:rPr>
          <w:rtl/>
        </w:rPr>
        <w:t xml:space="preserve"> </w:t>
      </w:r>
      <w:r w:rsidRPr="007A78D3">
        <w:rPr>
          <w:rtl/>
        </w:rPr>
        <w:t>يا</w:t>
      </w:r>
      <w:r w:rsidR="00554BFA">
        <w:rPr>
          <w:rtl/>
        </w:rPr>
        <w:t xml:space="preserve"> </w:t>
      </w:r>
      <w:r w:rsidRPr="007A78D3">
        <w:rPr>
          <w:rtl/>
        </w:rPr>
        <w:t>طَود</w:t>
      </w:r>
      <w:r w:rsidR="00554BFA">
        <w:rPr>
          <w:rtl/>
        </w:rPr>
        <w:t xml:space="preserve"> </w:t>
      </w:r>
      <w:r w:rsidRPr="007A78D3">
        <w:rPr>
          <w:rtl/>
        </w:rPr>
        <w:t>عِزٍّ</w:t>
      </w:r>
      <w:r w:rsidR="00554BFA">
        <w:rPr>
          <w:rtl/>
        </w:rPr>
        <w:t xml:space="preserve"> </w:t>
      </w:r>
      <w:r w:rsidRPr="007A78D3">
        <w:rPr>
          <w:rtl/>
        </w:rPr>
        <w:t>كان</w:t>
      </w:r>
      <w:r w:rsidR="00554BFA">
        <w:rPr>
          <w:rtl/>
        </w:rPr>
        <w:t xml:space="preserve"> </w:t>
      </w:r>
      <w:r w:rsidRPr="007A78D3">
        <w:rPr>
          <w:rtl/>
        </w:rPr>
        <w:t>لي</w:t>
      </w:r>
      <w:r w:rsidR="00554BFA">
        <w:rPr>
          <w:rtl/>
        </w:rPr>
        <w:t xml:space="preserve"> </w:t>
      </w:r>
      <w:r w:rsidRPr="007A78D3">
        <w:rPr>
          <w:rtl/>
        </w:rPr>
        <w:t>سامي</w:t>
      </w:r>
      <w:r w:rsidR="00554BFA">
        <w:rPr>
          <w:rtl/>
        </w:rPr>
        <w:t xml:space="preserve"> </w:t>
      </w:r>
      <w:r w:rsidRPr="007A78D3">
        <w:rPr>
          <w:rtl/>
        </w:rPr>
        <w:t>الذُرى</w:t>
      </w:r>
    </w:p>
    <w:p w:rsidR="00645494" w:rsidRPr="00645494" w:rsidRDefault="00645494" w:rsidP="00FE2721">
      <w:pPr>
        <w:pStyle w:val="libPoemCenter"/>
        <w:rPr>
          <w:rtl/>
        </w:rPr>
      </w:pPr>
      <w:r w:rsidRPr="007A78D3">
        <w:rPr>
          <w:rtl/>
        </w:rPr>
        <w:t>وخِباء</w:t>
      </w:r>
      <w:r w:rsidR="00554BFA">
        <w:rPr>
          <w:rtl/>
        </w:rPr>
        <w:t xml:space="preserve"> </w:t>
      </w:r>
      <w:r w:rsidRPr="007A78D3">
        <w:rPr>
          <w:rtl/>
        </w:rPr>
        <w:t>أمن</w:t>
      </w:r>
      <w:r w:rsidR="00554BFA">
        <w:rPr>
          <w:rtl/>
        </w:rPr>
        <w:t xml:space="preserve"> </w:t>
      </w:r>
      <w:r w:rsidRPr="007A78D3">
        <w:rPr>
          <w:rtl/>
        </w:rPr>
        <w:t>كُنت</w:t>
      </w:r>
      <w:r w:rsidR="00554BFA">
        <w:rPr>
          <w:rtl/>
        </w:rPr>
        <w:t xml:space="preserve"> </w:t>
      </w:r>
      <w:r w:rsidRPr="007A78D3">
        <w:rPr>
          <w:rtl/>
        </w:rPr>
        <w:t>في</w:t>
      </w:r>
      <w:r w:rsidR="00554BFA">
        <w:rPr>
          <w:rtl/>
        </w:rPr>
        <w:t xml:space="preserve"> </w:t>
      </w:r>
      <w:r w:rsidRPr="007A78D3">
        <w:rPr>
          <w:rtl/>
        </w:rPr>
        <w:t>الدُنيا</w:t>
      </w:r>
      <w:r w:rsidR="00554BFA">
        <w:rPr>
          <w:rtl/>
        </w:rPr>
        <w:t xml:space="preserve"> </w:t>
      </w:r>
      <w:r w:rsidRPr="007A78D3">
        <w:rPr>
          <w:rtl/>
        </w:rPr>
        <w:t>وقد</w:t>
      </w:r>
      <w:r w:rsidR="00554BFA">
        <w:rPr>
          <w:rtl/>
        </w:rPr>
        <w:t xml:space="preserve"> </w:t>
      </w:r>
      <w:r w:rsidR="00554BFA" w:rsidRPr="00D0383A">
        <w:rPr>
          <w:rtl/>
        </w:rPr>
        <w:t>=</w:t>
      </w:r>
      <w:r w:rsidR="00554BFA">
        <w:rPr>
          <w:rtl/>
        </w:rPr>
        <w:t xml:space="preserve"> </w:t>
      </w:r>
      <w:r w:rsidRPr="007A78D3">
        <w:rPr>
          <w:rtl/>
        </w:rPr>
        <w:t>أمسى</w:t>
      </w:r>
      <w:r w:rsidR="00554BFA">
        <w:rPr>
          <w:rtl/>
        </w:rPr>
        <w:t xml:space="preserve"> </w:t>
      </w:r>
      <w:r w:rsidRPr="007A78D3">
        <w:rPr>
          <w:rtl/>
        </w:rPr>
        <w:t>بأرض</w:t>
      </w:r>
      <w:r w:rsidR="00554BFA">
        <w:rPr>
          <w:rtl/>
        </w:rPr>
        <w:t xml:space="preserve"> </w:t>
      </w:r>
      <w:r w:rsidRPr="007A78D3">
        <w:rPr>
          <w:rtl/>
        </w:rPr>
        <w:t>الطَف</w:t>
      </w:r>
      <w:r w:rsidR="00554BFA">
        <w:rPr>
          <w:rtl/>
        </w:rPr>
        <w:t xml:space="preserve"> </w:t>
      </w:r>
      <w:r w:rsidRPr="007A78D3">
        <w:rPr>
          <w:rtl/>
        </w:rPr>
        <w:t>مَحلول</w:t>
      </w:r>
      <w:r w:rsidR="00554BFA">
        <w:rPr>
          <w:rtl/>
        </w:rPr>
        <w:t xml:space="preserve"> </w:t>
      </w:r>
      <w:r w:rsidRPr="007A78D3">
        <w:rPr>
          <w:rtl/>
        </w:rPr>
        <w:t>العُرى</w:t>
      </w:r>
    </w:p>
    <w:p w:rsidR="00645494" w:rsidRDefault="00645494" w:rsidP="00645494">
      <w:pPr>
        <w:pStyle w:val="libNormal"/>
      </w:pPr>
      <w:r>
        <w:br w:type="page"/>
      </w:r>
    </w:p>
    <w:p w:rsidR="00645494" w:rsidRDefault="00645494" w:rsidP="00FE2721">
      <w:pPr>
        <w:pStyle w:val="libPoemCenter"/>
        <w:rPr>
          <w:rtl/>
        </w:rPr>
      </w:pPr>
      <w:r w:rsidRPr="007A78D3">
        <w:rPr>
          <w:rtl/>
        </w:rPr>
        <w:lastRenderedPageBreak/>
        <w:t>هلْ</w:t>
      </w:r>
      <w:r w:rsidR="00554BFA">
        <w:rPr>
          <w:rtl/>
        </w:rPr>
        <w:t xml:space="preserve"> </w:t>
      </w:r>
      <w:r w:rsidRPr="007A78D3">
        <w:rPr>
          <w:rtl/>
        </w:rPr>
        <w:t>أستطيع</w:t>
      </w:r>
      <w:r w:rsidR="00554BFA">
        <w:rPr>
          <w:rtl/>
        </w:rPr>
        <w:t xml:space="preserve"> </w:t>
      </w:r>
      <w:r w:rsidRPr="007A78D3">
        <w:rPr>
          <w:rtl/>
        </w:rPr>
        <w:t>تَصبُّراً</w:t>
      </w:r>
      <w:r w:rsidR="00554BFA">
        <w:rPr>
          <w:rtl/>
        </w:rPr>
        <w:t xml:space="preserve"> </w:t>
      </w:r>
      <w:r w:rsidRPr="007A78D3">
        <w:rPr>
          <w:rtl/>
        </w:rPr>
        <w:t>وأراك</w:t>
      </w:r>
      <w:r w:rsidR="00554BFA">
        <w:rPr>
          <w:rtl/>
        </w:rPr>
        <w:t xml:space="preserve"> </w:t>
      </w:r>
      <w:r w:rsidRPr="007A78D3">
        <w:rPr>
          <w:rtl/>
        </w:rPr>
        <w:t>في</w:t>
      </w:r>
      <w:r w:rsidR="00554BFA">
        <w:rPr>
          <w:rtl/>
        </w:rPr>
        <w:t xml:space="preserve"> </w:t>
      </w:r>
      <w:r w:rsidR="00554BFA" w:rsidRPr="00D0383A">
        <w:rPr>
          <w:rtl/>
        </w:rPr>
        <w:t>=</w:t>
      </w:r>
      <w:r w:rsidR="00554BFA">
        <w:rPr>
          <w:rtl/>
        </w:rPr>
        <w:t xml:space="preserve"> </w:t>
      </w:r>
      <w:r w:rsidRPr="007A78D3">
        <w:rPr>
          <w:rtl/>
        </w:rPr>
        <w:t>رَمضائِها</w:t>
      </w:r>
      <w:r w:rsidR="00554BFA">
        <w:rPr>
          <w:rtl/>
        </w:rPr>
        <w:t xml:space="preserve"> </w:t>
      </w:r>
      <w:r w:rsidRPr="007A78D3">
        <w:rPr>
          <w:rtl/>
        </w:rPr>
        <w:t>لا</w:t>
      </w:r>
      <w:r w:rsidR="00554BFA">
        <w:rPr>
          <w:rtl/>
        </w:rPr>
        <w:t xml:space="preserve"> </w:t>
      </w:r>
      <w:r w:rsidRPr="007A78D3">
        <w:rPr>
          <w:rtl/>
        </w:rPr>
        <w:t>أستَطيع</w:t>
      </w:r>
      <w:r w:rsidR="00554BFA">
        <w:rPr>
          <w:rtl/>
        </w:rPr>
        <w:t xml:space="preserve"> </w:t>
      </w:r>
      <w:r w:rsidRPr="007A78D3">
        <w:rPr>
          <w:rtl/>
        </w:rPr>
        <w:t>تَصبُّرا</w:t>
      </w:r>
    </w:p>
    <w:p w:rsidR="00645494" w:rsidRDefault="00645494" w:rsidP="00FE2721">
      <w:pPr>
        <w:pStyle w:val="libPoemCenter"/>
        <w:rPr>
          <w:rtl/>
        </w:rPr>
      </w:pPr>
      <w:r w:rsidRPr="007A78D3">
        <w:rPr>
          <w:rtl/>
        </w:rPr>
        <w:t>ما</w:t>
      </w:r>
      <w:r w:rsidR="00554BFA">
        <w:rPr>
          <w:rtl/>
        </w:rPr>
        <w:t xml:space="preserve"> </w:t>
      </w:r>
      <w:r w:rsidRPr="007A78D3">
        <w:rPr>
          <w:rtl/>
        </w:rPr>
        <w:t>كُنت</w:t>
      </w:r>
      <w:r w:rsidR="00554BFA">
        <w:rPr>
          <w:rtl/>
        </w:rPr>
        <w:t xml:space="preserve"> </w:t>
      </w:r>
      <w:r w:rsidRPr="007A78D3">
        <w:rPr>
          <w:rtl/>
        </w:rPr>
        <w:t>أعْرِف</w:t>
      </w:r>
      <w:r w:rsidR="00554BFA">
        <w:rPr>
          <w:rtl/>
        </w:rPr>
        <w:t xml:space="preserve"> </w:t>
      </w:r>
      <w:r w:rsidRPr="007A78D3">
        <w:rPr>
          <w:rtl/>
        </w:rPr>
        <w:t>قبل</w:t>
      </w:r>
      <w:r w:rsidR="00554BFA">
        <w:rPr>
          <w:rtl/>
        </w:rPr>
        <w:t xml:space="preserve"> </w:t>
      </w:r>
      <w:r w:rsidRPr="007A78D3">
        <w:rPr>
          <w:rtl/>
        </w:rPr>
        <w:t>رأسك</w:t>
      </w:r>
      <w:r w:rsidR="00554BFA">
        <w:rPr>
          <w:rtl/>
        </w:rPr>
        <w:t xml:space="preserve"> </w:t>
      </w:r>
      <w:r w:rsidRPr="007A78D3">
        <w:rPr>
          <w:rtl/>
        </w:rPr>
        <w:t>واعِظاً</w:t>
      </w:r>
      <w:r w:rsidR="00554BFA">
        <w:rPr>
          <w:rtl/>
        </w:rPr>
        <w:t xml:space="preserve"> </w:t>
      </w:r>
      <w:r w:rsidR="00554BFA" w:rsidRPr="00D0383A">
        <w:rPr>
          <w:rtl/>
        </w:rPr>
        <w:t>=</w:t>
      </w:r>
      <w:r w:rsidR="00554BFA">
        <w:rPr>
          <w:rtl/>
        </w:rPr>
        <w:t xml:space="preserve"> </w:t>
      </w:r>
      <w:r w:rsidRPr="007A78D3">
        <w:rPr>
          <w:rtl/>
        </w:rPr>
        <w:t>بالذِكر</w:t>
      </w:r>
      <w:r w:rsidR="00554BFA">
        <w:rPr>
          <w:rtl/>
        </w:rPr>
        <w:t xml:space="preserve"> </w:t>
      </w:r>
      <w:r w:rsidRPr="007A78D3">
        <w:rPr>
          <w:rtl/>
        </w:rPr>
        <w:t>قد</w:t>
      </w:r>
      <w:r w:rsidR="00554BFA">
        <w:rPr>
          <w:rtl/>
        </w:rPr>
        <w:t xml:space="preserve"> </w:t>
      </w:r>
      <w:r w:rsidRPr="007A78D3">
        <w:rPr>
          <w:rtl/>
        </w:rPr>
        <w:t>تَخَذَ</w:t>
      </w:r>
      <w:r w:rsidR="00554BFA">
        <w:rPr>
          <w:rtl/>
        </w:rPr>
        <w:t xml:space="preserve"> </w:t>
      </w:r>
      <w:r w:rsidRPr="007A78D3">
        <w:rPr>
          <w:rtl/>
        </w:rPr>
        <w:t>المُثْقَّفَ</w:t>
      </w:r>
      <w:r w:rsidR="00554BFA">
        <w:rPr>
          <w:rtl/>
        </w:rPr>
        <w:t xml:space="preserve"> </w:t>
      </w:r>
      <w:r w:rsidRPr="007A78D3">
        <w:rPr>
          <w:rtl/>
        </w:rPr>
        <w:t>مِنبَرا</w:t>
      </w:r>
    </w:p>
    <w:p w:rsidR="00645494" w:rsidRDefault="00645494" w:rsidP="00FE2721">
      <w:pPr>
        <w:pStyle w:val="libPoemCenter"/>
        <w:rPr>
          <w:rtl/>
        </w:rPr>
      </w:pPr>
      <w:r w:rsidRPr="007A78D3">
        <w:rPr>
          <w:rtl/>
        </w:rPr>
        <w:t>نَصبوه</w:t>
      </w:r>
      <w:r w:rsidR="00554BFA">
        <w:rPr>
          <w:rtl/>
        </w:rPr>
        <w:t xml:space="preserve"> </w:t>
      </w:r>
      <w:r w:rsidRPr="007A78D3">
        <w:rPr>
          <w:rtl/>
        </w:rPr>
        <w:t>خَفضاً</w:t>
      </w:r>
      <w:r w:rsidR="00554BFA">
        <w:rPr>
          <w:rtl/>
        </w:rPr>
        <w:t xml:space="preserve"> </w:t>
      </w:r>
      <w:r w:rsidRPr="007A78D3">
        <w:rPr>
          <w:rtl/>
        </w:rPr>
        <w:t>وهو</w:t>
      </w:r>
      <w:r w:rsidR="00554BFA">
        <w:rPr>
          <w:rtl/>
        </w:rPr>
        <w:t xml:space="preserve"> </w:t>
      </w:r>
      <w:r w:rsidRPr="007A78D3">
        <w:rPr>
          <w:rtl/>
        </w:rPr>
        <w:t>رَفعٌ</w:t>
      </w:r>
      <w:r w:rsidR="00554BFA">
        <w:rPr>
          <w:rtl/>
        </w:rPr>
        <w:t xml:space="preserve"> </w:t>
      </w:r>
      <w:r w:rsidRPr="007A78D3">
        <w:rPr>
          <w:rtl/>
        </w:rPr>
        <w:t>وانثنوا</w:t>
      </w:r>
      <w:r w:rsidR="00554BFA">
        <w:rPr>
          <w:rtl/>
        </w:rPr>
        <w:t xml:space="preserve"> </w:t>
      </w:r>
      <w:r w:rsidR="00554BFA" w:rsidRPr="00D0383A">
        <w:rPr>
          <w:rtl/>
        </w:rPr>
        <w:t>=</w:t>
      </w:r>
      <w:r w:rsidR="00554BFA">
        <w:rPr>
          <w:rtl/>
        </w:rPr>
        <w:t xml:space="preserve"> </w:t>
      </w:r>
      <w:r w:rsidRPr="007A78D3">
        <w:rPr>
          <w:rtl/>
        </w:rPr>
        <w:t>بثنائه</w:t>
      </w:r>
      <w:r w:rsidR="00554BFA">
        <w:rPr>
          <w:rtl/>
        </w:rPr>
        <w:t xml:space="preserve"> </w:t>
      </w:r>
      <w:r w:rsidRPr="007A78D3">
        <w:rPr>
          <w:rtl/>
        </w:rPr>
        <w:t>فمُهلِّلاً</w:t>
      </w:r>
      <w:r w:rsidR="00554BFA">
        <w:rPr>
          <w:rtl/>
        </w:rPr>
        <w:t xml:space="preserve"> </w:t>
      </w:r>
      <w:r w:rsidRPr="007A78D3">
        <w:rPr>
          <w:rtl/>
        </w:rPr>
        <w:t>ومُكبِّرا</w:t>
      </w:r>
    </w:p>
    <w:p w:rsidR="00645494" w:rsidRDefault="00645494" w:rsidP="00FE2721">
      <w:pPr>
        <w:pStyle w:val="libPoemCenter"/>
        <w:rPr>
          <w:rtl/>
        </w:rPr>
      </w:pPr>
      <w:r w:rsidRPr="007A78D3">
        <w:rPr>
          <w:rtl/>
        </w:rPr>
        <w:t>ويَزيد</w:t>
      </w:r>
      <w:r w:rsidR="00554BFA">
        <w:rPr>
          <w:rtl/>
        </w:rPr>
        <w:t xml:space="preserve"> </w:t>
      </w:r>
      <w:r w:rsidRPr="007A78D3">
        <w:rPr>
          <w:rtl/>
        </w:rPr>
        <w:t>يَنكُته</w:t>
      </w:r>
      <w:r w:rsidR="00554BFA">
        <w:rPr>
          <w:rtl/>
        </w:rPr>
        <w:t xml:space="preserve"> </w:t>
      </w:r>
      <w:r w:rsidRPr="007A78D3">
        <w:rPr>
          <w:rtl/>
        </w:rPr>
        <w:t>بمُخصَرة</w:t>
      </w:r>
      <w:r w:rsidR="00554BFA">
        <w:rPr>
          <w:rtl/>
        </w:rPr>
        <w:t xml:space="preserve"> </w:t>
      </w:r>
      <w:r w:rsidRPr="007A78D3">
        <w:rPr>
          <w:rtl/>
        </w:rPr>
        <w:t>له</w:t>
      </w:r>
      <w:r w:rsidR="00554BFA">
        <w:rPr>
          <w:rtl/>
        </w:rPr>
        <w:t xml:space="preserve"> </w:t>
      </w:r>
      <w:r w:rsidR="00554BFA" w:rsidRPr="00D0383A">
        <w:rPr>
          <w:rtl/>
        </w:rPr>
        <w:t>=</w:t>
      </w:r>
      <w:r w:rsidR="00554BFA">
        <w:rPr>
          <w:rtl/>
        </w:rPr>
        <w:t xml:space="preserve"> </w:t>
      </w:r>
      <w:r w:rsidRPr="007A78D3">
        <w:rPr>
          <w:rtl/>
        </w:rPr>
        <w:t>مُترَنِّماً</w:t>
      </w:r>
      <w:r w:rsidR="00554BFA">
        <w:rPr>
          <w:rtl/>
        </w:rPr>
        <w:t xml:space="preserve"> </w:t>
      </w:r>
      <w:r w:rsidRPr="007A78D3">
        <w:rPr>
          <w:rtl/>
        </w:rPr>
        <w:t>مُتشَمِّتاً</w:t>
      </w:r>
      <w:r w:rsidR="00554BFA">
        <w:rPr>
          <w:rtl/>
        </w:rPr>
        <w:t xml:space="preserve"> </w:t>
      </w:r>
      <w:r w:rsidRPr="007A78D3">
        <w:rPr>
          <w:rtl/>
        </w:rPr>
        <w:t>مُتجَبِّرا</w:t>
      </w:r>
    </w:p>
    <w:p w:rsidR="00645494" w:rsidRDefault="00645494" w:rsidP="00FE2721">
      <w:pPr>
        <w:pStyle w:val="libPoemCenter"/>
        <w:rPr>
          <w:rtl/>
        </w:rPr>
      </w:pPr>
      <w:r w:rsidRPr="007A78D3">
        <w:rPr>
          <w:rtl/>
        </w:rPr>
        <w:t>لم</w:t>
      </w:r>
      <w:r w:rsidR="00554BFA">
        <w:rPr>
          <w:rtl/>
        </w:rPr>
        <w:t xml:space="preserve"> </w:t>
      </w:r>
      <w:r w:rsidRPr="007A78D3">
        <w:rPr>
          <w:rtl/>
        </w:rPr>
        <w:t>أدْرِ</w:t>
      </w:r>
      <w:r w:rsidR="00554BFA">
        <w:rPr>
          <w:rtl/>
        </w:rPr>
        <w:t xml:space="preserve"> </w:t>
      </w:r>
      <w:r w:rsidRPr="007A78D3">
        <w:rPr>
          <w:rtl/>
        </w:rPr>
        <w:t>مَن</w:t>
      </w:r>
      <w:r w:rsidR="00554BFA">
        <w:rPr>
          <w:rtl/>
        </w:rPr>
        <w:t xml:space="preserve"> </w:t>
      </w:r>
      <w:r w:rsidRPr="007A78D3">
        <w:rPr>
          <w:rtl/>
        </w:rPr>
        <w:t>أنعاه</w:t>
      </w:r>
      <w:r w:rsidR="00554BFA">
        <w:rPr>
          <w:rtl/>
        </w:rPr>
        <w:t xml:space="preserve"> </w:t>
      </w:r>
      <w:r w:rsidRPr="007A78D3">
        <w:rPr>
          <w:rtl/>
        </w:rPr>
        <w:t>يَومك</w:t>
      </w:r>
      <w:r w:rsidR="00554BFA">
        <w:rPr>
          <w:rtl/>
        </w:rPr>
        <w:t xml:space="preserve"> </w:t>
      </w:r>
      <w:r w:rsidRPr="007A78D3">
        <w:rPr>
          <w:rtl/>
        </w:rPr>
        <w:t>يا</w:t>
      </w:r>
      <w:r w:rsidR="00554BFA">
        <w:rPr>
          <w:rtl/>
        </w:rPr>
        <w:t xml:space="preserve"> </w:t>
      </w:r>
      <w:r w:rsidRPr="007A78D3">
        <w:rPr>
          <w:rtl/>
        </w:rPr>
        <w:t>حِمى</w:t>
      </w:r>
      <w:r w:rsidR="00554BFA">
        <w:rPr>
          <w:rtl/>
        </w:rPr>
        <w:t xml:space="preserve"> </w:t>
      </w:r>
      <w:r w:rsidR="00554BFA" w:rsidRPr="00D0383A">
        <w:rPr>
          <w:rtl/>
        </w:rPr>
        <w:t>=</w:t>
      </w:r>
      <w:r w:rsidR="00554BFA">
        <w:rPr>
          <w:rtl/>
        </w:rPr>
        <w:t xml:space="preserve"> </w:t>
      </w:r>
      <w:r w:rsidRPr="007A78D3">
        <w:rPr>
          <w:rtl/>
        </w:rPr>
        <w:t>حَرمي</w:t>
      </w:r>
      <w:r w:rsidR="00554BFA">
        <w:rPr>
          <w:rtl/>
        </w:rPr>
        <w:t xml:space="preserve"> </w:t>
      </w:r>
      <w:r w:rsidRPr="007A78D3">
        <w:rPr>
          <w:rtl/>
        </w:rPr>
        <w:t>ويا</w:t>
      </w:r>
      <w:r w:rsidR="00554BFA">
        <w:rPr>
          <w:rtl/>
        </w:rPr>
        <w:t xml:space="preserve"> </w:t>
      </w:r>
      <w:r w:rsidRPr="007A78D3">
        <w:rPr>
          <w:rtl/>
        </w:rPr>
        <w:t>كَهفي</w:t>
      </w:r>
      <w:r w:rsidR="00554BFA">
        <w:rPr>
          <w:rtl/>
        </w:rPr>
        <w:t xml:space="preserve"> </w:t>
      </w:r>
      <w:r w:rsidRPr="007A78D3">
        <w:rPr>
          <w:rtl/>
        </w:rPr>
        <w:t>إذا</w:t>
      </w:r>
      <w:r w:rsidR="00554BFA">
        <w:rPr>
          <w:rtl/>
        </w:rPr>
        <w:t xml:space="preserve"> </w:t>
      </w:r>
      <w:r w:rsidRPr="007A78D3">
        <w:rPr>
          <w:rtl/>
        </w:rPr>
        <w:t>خَطْب</w:t>
      </w:r>
      <w:r w:rsidR="00554BFA">
        <w:rPr>
          <w:rtl/>
        </w:rPr>
        <w:t xml:space="preserve"> </w:t>
      </w:r>
      <w:r w:rsidRPr="007A78D3">
        <w:rPr>
          <w:rtl/>
        </w:rPr>
        <w:t>عَرا</w:t>
      </w:r>
    </w:p>
    <w:p w:rsidR="00645494" w:rsidRDefault="00645494" w:rsidP="00FE2721">
      <w:pPr>
        <w:pStyle w:val="libPoemCenter"/>
        <w:rPr>
          <w:rtl/>
        </w:rPr>
      </w:pPr>
      <w:r w:rsidRPr="007A78D3">
        <w:rPr>
          <w:rtl/>
        </w:rPr>
        <w:t>الأخْوة</w:t>
      </w:r>
      <w:r w:rsidR="00554BFA">
        <w:rPr>
          <w:rtl/>
        </w:rPr>
        <w:t xml:space="preserve"> </w:t>
      </w:r>
      <w:r w:rsidRPr="007A78D3">
        <w:rPr>
          <w:rtl/>
        </w:rPr>
        <w:t>أنعى</w:t>
      </w:r>
      <w:r w:rsidR="00554BFA">
        <w:rPr>
          <w:rtl/>
        </w:rPr>
        <w:t xml:space="preserve"> </w:t>
      </w:r>
      <w:r w:rsidRPr="007A78D3">
        <w:rPr>
          <w:rtl/>
        </w:rPr>
        <w:t>أمْ</w:t>
      </w:r>
      <w:r w:rsidR="00554BFA">
        <w:rPr>
          <w:rtl/>
        </w:rPr>
        <w:t xml:space="preserve"> </w:t>
      </w:r>
      <w:r w:rsidRPr="007A78D3">
        <w:rPr>
          <w:rtl/>
        </w:rPr>
        <w:t>ابني</w:t>
      </w:r>
      <w:r w:rsidR="00554BFA">
        <w:rPr>
          <w:rtl/>
        </w:rPr>
        <w:t xml:space="preserve"> </w:t>
      </w:r>
      <w:r w:rsidRPr="007A78D3">
        <w:rPr>
          <w:rtl/>
        </w:rPr>
        <w:t>عَمِّك</w:t>
      </w:r>
      <w:r w:rsidR="00554BFA">
        <w:rPr>
          <w:rtl/>
        </w:rPr>
        <w:t xml:space="preserve"> </w:t>
      </w:r>
      <w:r w:rsidRPr="007A78D3">
        <w:rPr>
          <w:rtl/>
        </w:rPr>
        <w:t>ال</w:t>
      </w:r>
      <w:r w:rsidR="00554BFA">
        <w:rPr>
          <w:rtl/>
        </w:rPr>
        <w:t xml:space="preserve"> </w:t>
      </w:r>
      <w:r w:rsidR="00554BFA" w:rsidRPr="00D0383A">
        <w:rPr>
          <w:rtl/>
        </w:rPr>
        <w:t>=</w:t>
      </w:r>
      <w:r w:rsidR="00554BFA">
        <w:rPr>
          <w:rtl/>
        </w:rPr>
        <w:t xml:space="preserve"> </w:t>
      </w:r>
      <w:r w:rsidRPr="007A78D3">
        <w:rPr>
          <w:rtl/>
        </w:rPr>
        <w:t>طيَّار</w:t>
      </w:r>
      <w:r w:rsidR="00554BFA">
        <w:rPr>
          <w:rtl/>
        </w:rPr>
        <w:t xml:space="preserve"> </w:t>
      </w:r>
      <w:r w:rsidRPr="007A78D3">
        <w:rPr>
          <w:rtl/>
        </w:rPr>
        <w:t>أمْ</w:t>
      </w:r>
      <w:r w:rsidR="00554BFA">
        <w:rPr>
          <w:rtl/>
        </w:rPr>
        <w:t xml:space="preserve"> </w:t>
      </w:r>
      <w:r w:rsidRPr="007A78D3">
        <w:rPr>
          <w:rtl/>
        </w:rPr>
        <w:t>أنعى</w:t>
      </w:r>
      <w:r w:rsidR="00554BFA">
        <w:rPr>
          <w:rtl/>
        </w:rPr>
        <w:t xml:space="preserve"> </w:t>
      </w:r>
      <w:r w:rsidRPr="007A78D3">
        <w:rPr>
          <w:rtl/>
        </w:rPr>
        <w:t>علِيَّ</w:t>
      </w:r>
      <w:r w:rsidR="00554BFA">
        <w:rPr>
          <w:rtl/>
        </w:rPr>
        <w:t xml:space="preserve"> </w:t>
      </w:r>
      <w:r w:rsidRPr="007A78D3">
        <w:rPr>
          <w:rtl/>
        </w:rPr>
        <w:t>الأكبرا</w:t>
      </w:r>
    </w:p>
    <w:p w:rsidR="00645494" w:rsidRDefault="00645494" w:rsidP="00FE2721">
      <w:pPr>
        <w:pStyle w:val="libPoemCenter"/>
        <w:rPr>
          <w:rtl/>
        </w:rPr>
      </w:pPr>
      <w:r w:rsidRPr="007A78D3">
        <w:rPr>
          <w:rtl/>
        </w:rPr>
        <w:t>أم</w:t>
      </w:r>
      <w:r w:rsidR="00554BFA">
        <w:rPr>
          <w:rtl/>
        </w:rPr>
        <w:t xml:space="preserve"> </w:t>
      </w:r>
      <w:r w:rsidRPr="007A78D3">
        <w:rPr>
          <w:rtl/>
        </w:rPr>
        <w:t>مُسلماً</w:t>
      </w:r>
      <w:r w:rsidR="00554BFA">
        <w:rPr>
          <w:rtl/>
        </w:rPr>
        <w:t xml:space="preserve"> </w:t>
      </w:r>
      <w:r w:rsidRPr="007A78D3">
        <w:rPr>
          <w:rtl/>
        </w:rPr>
        <w:t>وبَني</w:t>
      </w:r>
      <w:r w:rsidR="00554BFA">
        <w:rPr>
          <w:rtl/>
        </w:rPr>
        <w:t xml:space="preserve"> </w:t>
      </w:r>
      <w:r w:rsidRPr="007A78D3">
        <w:rPr>
          <w:rtl/>
        </w:rPr>
        <w:t>عَقيل</w:t>
      </w:r>
      <w:r w:rsidR="00554BFA">
        <w:rPr>
          <w:rtl/>
        </w:rPr>
        <w:t xml:space="preserve"> </w:t>
      </w:r>
      <w:r w:rsidRPr="007A78D3">
        <w:rPr>
          <w:rtl/>
        </w:rPr>
        <w:t>أم</w:t>
      </w:r>
      <w:r w:rsidR="00554BFA">
        <w:rPr>
          <w:rtl/>
        </w:rPr>
        <w:t xml:space="preserve"> </w:t>
      </w:r>
      <w:r w:rsidRPr="007A78D3">
        <w:rPr>
          <w:rtl/>
        </w:rPr>
        <w:t>بَني</w:t>
      </w:r>
      <w:r w:rsidR="00554BFA">
        <w:rPr>
          <w:rtl/>
        </w:rPr>
        <w:t xml:space="preserve"> </w:t>
      </w:r>
      <w:r w:rsidR="00554BFA" w:rsidRPr="00D0383A">
        <w:rPr>
          <w:rtl/>
        </w:rPr>
        <w:t>=</w:t>
      </w:r>
      <w:r w:rsidR="00554BFA">
        <w:rPr>
          <w:rtl/>
        </w:rPr>
        <w:t xml:space="preserve"> </w:t>
      </w:r>
      <w:r w:rsidRPr="007A78D3">
        <w:rPr>
          <w:rtl/>
        </w:rPr>
        <w:t>الحَسن</w:t>
      </w:r>
      <w:r w:rsidR="00554BFA">
        <w:rPr>
          <w:rtl/>
        </w:rPr>
        <w:t xml:space="preserve"> </w:t>
      </w:r>
      <w:r w:rsidRPr="007A78D3">
        <w:rPr>
          <w:rtl/>
        </w:rPr>
        <w:t>الزكي</w:t>
      </w:r>
      <w:r w:rsidR="00554BFA">
        <w:rPr>
          <w:rtl/>
        </w:rPr>
        <w:t xml:space="preserve"> </w:t>
      </w:r>
      <w:r w:rsidRPr="007A78D3">
        <w:rPr>
          <w:rtl/>
        </w:rPr>
        <w:t>أمْ</w:t>
      </w:r>
      <w:r w:rsidR="00554BFA">
        <w:rPr>
          <w:rtl/>
        </w:rPr>
        <w:t xml:space="preserve"> </w:t>
      </w:r>
      <w:r w:rsidRPr="007A78D3">
        <w:rPr>
          <w:rtl/>
        </w:rPr>
        <w:t>الرَضيع</w:t>
      </w:r>
      <w:r w:rsidR="00554BFA">
        <w:rPr>
          <w:rtl/>
        </w:rPr>
        <w:t xml:space="preserve"> </w:t>
      </w:r>
      <w:r w:rsidRPr="007A78D3">
        <w:rPr>
          <w:rtl/>
        </w:rPr>
        <w:t>الأصغَرا</w:t>
      </w:r>
    </w:p>
    <w:p w:rsidR="00645494" w:rsidRDefault="00645494" w:rsidP="00FE2721">
      <w:pPr>
        <w:pStyle w:val="libPoemCenter"/>
        <w:rPr>
          <w:rtl/>
        </w:rPr>
      </w:pPr>
      <w:r w:rsidRPr="007A78D3">
        <w:rPr>
          <w:rtl/>
        </w:rPr>
        <w:t>أمْ</w:t>
      </w:r>
      <w:r w:rsidR="00554BFA">
        <w:rPr>
          <w:rtl/>
        </w:rPr>
        <w:t xml:space="preserve"> </w:t>
      </w:r>
      <w:r w:rsidRPr="007A78D3">
        <w:rPr>
          <w:rtl/>
        </w:rPr>
        <w:t>لابنك</w:t>
      </w:r>
      <w:r w:rsidR="00554BFA">
        <w:rPr>
          <w:rtl/>
        </w:rPr>
        <w:t xml:space="preserve"> </w:t>
      </w:r>
      <w:r w:rsidRPr="007A78D3">
        <w:rPr>
          <w:rtl/>
        </w:rPr>
        <w:t>السَّجاد</w:t>
      </w:r>
      <w:r w:rsidR="00554BFA">
        <w:rPr>
          <w:rtl/>
        </w:rPr>
        <w:t xml:space="preserve"> </w:t>
      </w:r>
      <w:r w:rsidRPr="007A78D3">
        <w:rPr>
          <w:rtl/>
        </w:rPr>
        <w:t>وهو</w:t>
      </w:r>
      <w:r w:rsidR="00554BFA">
        <w:rPr>
          <w:rtl/>
        </w:rPr>
        <w:t xml:space="preserve"> </w:t>
      </w:r>
      <w:r w:rsidRPr="007A78D3">
        <w:rPr>
          <w:rtl/>
        </w:rPr>
        <w:t>مُعالِج</w:t>
      </w:r>
      <w:r w:rsidR="00554BFA">
        <w:rPr>
          <w:rtl/>
        </w:rPr>
        <w:t xml:space="preserve"> </w:t>
      </w:r>
      <w:r w:rsidR="00554BFA" w:rsidRPr="00D0383A">
        <w:rPr>
          <w:rtl/>
        </w:rPr>
        <w:t>=</w:t>
      </w:r>
      <w:r w:rsidR="00554BFA">
        <w:rPr>
          <w:rtl/>
        </w:rPr>
        <w:t xml:space="preserve"> </w:t>
      </w:r>
      <w:r w:rsidRPr="007A78D3">
        <w:rPr>
          <w:rtl/>
        </w:rPr>
        <w:t>سُقماً</w:t>
      </w:r>
      <w:r w:rsidR="00554BFA">
        <w:rPr>
          <w:rtl/>
        </w:rPr>
        <w:t xml:space="preserve"> </w:t>
      </w:r>
      <w:r w:rsidRPr="007A78D3">
        <w:rPr>
          <w:rtl/>
        </w:rPr>
        <w:t>وأقْتاداً</w:t>
      </w:r>
      <w:r w:rsidR="00554BFA">
        <w:rPr>
          <w:rtl/>
        </w:rPr>
        <w:t xml:space="preserve"> </w:t>
      </w:r>
      <w:r w:rsidRPr="007A78D3">
        <w:rPr>
          <w:rtl/>
        </w:rPr>
        <w:t>وقَيداً</w:t>
      </w:r>
      <w:r w:rsidR="00554BFA">
        <w:rPr>
          <w:rtl/>
        </w:rPr>
        <w:t xml:space="preserve"> </w:t>
      </w:r>
      <w:r w:rsidRPr="007A78D3">
        <w:rPr>
          <w:rtl/>
        </w:rPr>
        <w:t>والسِرى</w:t>
      </w:r>
    </w:p>
    <w:p w:rsidR="00645494" w:rsidRDefault="00645494" w:rsidP="00FE2721">
      <w:pPr>
        <w:pStyle w:val="libPoemCenter"/>
        <w:rPr>
          <w:rtl/>
        </w:rPr>
      </w:pPr>
      <w:r w:rsidRPr="007A78D3">
        <w:rPr>
          <w:rtl/>
        </w:rPr>
        <w:t>أم</w:t>
      </w:r>
      <w:r w:rsidR="00554BFA">
        <w:rPr>
          <w:rtl/>
        </w:rPr>
        <w:t xml:space="preserve"> </w:t>
      </w:r>
      <w:r w:rsidRPr="007A78D3">
        <w:rPr>
          <w:rtl/>
        </w:rPr>
        <w:t>للنِساء</w:t>
      </w:r>
      <w:r w:rsidR="00554BFA">
        <w:rPr>
          <w:rtl/>
        </w:rPr>
        <w:t xml:space="preserve"> </w:t>
      </w:r>
      <w:r w:rsidRPr="007A78D3">
        <w:rPr>
          <w:rtl/>
        </w:rPr>
        <w:t>المُرْعَبات</w:t>
      </w:r>
      <w:r w:rsidR="00554BFA">
        <w:rPr>
          <w:rtl/>
        </w:rPr>
        <w:t xml:space="preserve"> </w:t>
      </w:r>
      <w:r w:rsidRPr="007A78D3">
        <w:rPr>
          <w:rtl/>
        </w:rPr>
        <w:t>يَلُذن</w:t>
      </w:r>
      <w:r w:rsidR="00554BFA">
        <w:rPr>
          <w:rtl/>
        </w:rPr>
        <w:t xml:space="preserve"> </w:t>
      </w:r>
      <w:r w:rsidRPr="007A78D3">
        <w:rPr>
          <w:rtl/>
        </w:rPr>
        <w:t>بي</w:t>
      </w:r>
      <w:r w:rsidR="00554BFA">
        <w:rPr>
          <w:rtl/>
        </w:rPr>
        <w:t xml:space="preserve"> </w:t>
      </w:r>
      <w:r w:rsidR="00554BFA" w:rsidRPr="00D0383A">
        <w:rPr>
          <w:rtl/>
        </w:rPr>
        <w:t>=</w:t>
      </w:r>
      <w:r w:rsidR="00554BFA">
        <w:rPr>
          <w:rtl/>
        </w:rPr>
        <w:t xml:space="preserve"> </w:t>
      </w:r>
      <w:r w:rsidRPr="007A78D3">
        <w:rPr>
          <w:rtl/>
        </w:rPr>
        <w:t>ويَريْنَ</w:t>
      </w:r>
      <w:r w:rsidR="00554BFA">
        <w:rPr>
          <w:rtl/>
        </w:rPr>
        <w:t xml:space="preserve"> </w:t>
      </w:r>
      <w:r w:rsidRPr="007A78D3">
        <w:rPr>
          <w:rtl/>
        </w:rPr>
        <w:t>في</w:t>
      </w:r>
      <w:r w:rsidR="00554BFA">
        <w:rPr>
          <w:rtl/>
        </w:rPr>
        <w:t xml:space="preserve"> </w:t>
      </w:r>
      <w:r w:rsidRPr="007A78D3">
        <w:rPr>
          <w:rtl/>
        </w:rPr>
        <w:t>الخْيَم</w:t>
      </w:r>
      <w:r w:rsidR="00554BFA">
        <w:rPr>
          <w:rtl/>
        </w:rPr>
        <w:t xml:space="preserve"> </w:t>
      </w:r>
      <w:r w:rsidRPr="007A78D3">
        <w:rPr>
          <w:rtl/>
        </w:rPr>
        <w:t>الحَريق</w:t>
      </w:r>
      <w:r w:rsidR="00554BFA">
        <w:rPr>
          <w:rtl/>
        </w:rPr>
        <w:t xml:space="preserve"> </w:t>
      </w:r>
      <w:r w:rsidRPr="007A78D3">
        <w:rPr>
          <w:rtl/>
        </w:rPr>
        <w:t>المُسعِرا</w:t>
      </w:r>
    </w:p>
    <w:p w:rsidR="00645494" w:rsidRDefault="00645494" w:rsidP="00FE2721">
      <w:pPr>
        <w:pStyle w:val="libPoemCenter"/>
        <w:rPr>
          <w:rtl/>
        </w:rPr>
      </w:pPr>
      <w:r w:rsidRPr="007A78D3">
        <w:rPr>
          <w:rtl/>
        </w:rPr>
        <w:t>مَنع</w:t>
      </w:r>
      <w:r w:rsidR="00554BFA">
        <w:rPr>
          <w:rtl/>
        </w:rPr>
        <w:t xml:space="preserve"> </w:t>
      </w:r>
      <w:r w:rsidRPr="007A78D3">
        <w:rPr>
          <w:rtl/>
        </w:rPr>
        <w:t>الوَعيد</w:t>
      </w:r>
      <w:r w:rsidR="00554BFA">
        <w:rPr>
          <w:rtl/>
        </w:rPr>
        <w:t xml:space="preserve"> </w:t>
      </w:r>
      <w:r w:rsidRPr="007A78D3">
        <w:rPr>
          <w:rtl/>
        </w:rPr>
        <w:t>نَعيَّها</w:t>
      </w:r>
      <w:r w:rsidR="00554BFA">
        <w:rPr>
          <w:rtl/>
        </w:rPr>
        <w:t xml:space="preserve"> </w:t>
      </w:r>
      <w:r w:rsidRPr="007A78D3">
        <w:rPr>
          <w:rtl/>
        </w:rPr>
        <w:t>وبُكاءها</w:t>
      </w:r>
      <w:r w:rsidR="00554BFA">
        <w:rPr>
          <w:rtl/>
        </w:rPr>
        <w:t xml:space="preserve"> </w:t>
      </w:r>
      <w:r w:rsidR="00554BFA" w:rsidRPr="00D0383A">
        <w:rPr>
          <w:rtl/>
        </w:rPr>
        <w:t>=</w:t>
      </w:r>
      <w:r w:rsidR="00554BFA">
        <w:rPr>
          <w:rtl/>
        </w:rPr>
        <w:t xml:space="preserve"> </w:t>
      </w:r>
      <w:r w:rsidRPr="007A78D3">
        <w:rPr>
          <w:rtl/>
        </w:rPr>
        <w:t>إلاّ</w:t>
      </w:r>
      <w:r w:rsidR="00554BFA">
        <w:rPr>
          <w:rtl/>
        </w:rPr>
        <w:t xml:space="preserve"> </w:t>
      </w:r>
      <w:r w:rsidRPr="007A78D3">
        <w:rPr>
          <w:rtl/>
        </w:rPr>
        <w:t>تُردِّد</w:t>
      </w:r>
      <w:r w:rsidR="00554BFA">
        <w:rPr>
          <w:rtl/>
        </w:rPr>
        <w:t xml:space="preserve"> </w:t>
      </w:r>
      <w:r w:rsidRPr="007A78D3">
        <w:rPr>
          <w:rtl/>
        </w:rPr>
        <w:t>زَفْرَة</w:t>
      </w:r>
      <w:r w:rsidR="00554BFA">
        <w:rPr>
          <w:rtl/>
        </w:rPr>
        <w:t xml:space="preserve"> </w:t>
      </w:r>
      <w:r w:rsidRPr="007A78D3">
        <w:rPr>
          <w:rtl/>
        </w:rPr>
        <w:t>وتَحْسُّرا</w:t>
      </w:r>
    </w:p>
    <w:p w:rsidR="00645494" w:rsidRDefault="00645494" w:rsidP="00FE2721">
      <w:pPr>
        <w:pStyle w:val="libPoemCenter"/>
        <w:rPr>
          <w:rtl/>
        </w:rPr>
      </w:pPr>
      <w:r w:rsidRPr="007A78D3">
        <w:rPr>
          <w:rtl/>
        </w:rPr>
        <w:t>ويَزيد</w:t>
      </w:r>
      <w:r w:rsidR="00554BFA">
        <w:rPr>
          <w:rtl/>
        </w:rPr>
        <w:t xml:space="preserve"> </w:t>
      </w:r>
      <w:r w:rsidRPr="007A78D3">
        <w:rPr>
          <w:rtl/>
        </w:rPr>
        <w:t>يُرهْقهن</w:t>
      </w:r>
      <w:r w:rsidR="00554BFA">
        <w:rPr>
          <w:rtl/>
        </w:rPr>
        <w:t xml:space="preserve"> </w:t>
      </w:r>
      <w:r w:rsidRPr="007A78D3">
        <w:rPr>
          <w:rtl/>
        </w:rPr>
        <w:t>في</w:t>
      </w:r>
      <w:r w:rsidR="00554BFA">
        <w:rPr>
          <w:rtl/>
        </w:rPr>
        <w:t xml:space="preserve"> </w:t>
      </w:r>
      <w:r w:rsidRPr="007A78D3">
        <w:rPr>
          <w:rtl/>
        </w:rPr>
        <w:t>سُلطانه</w:t>
      </w:r>
      <w:r w:rsidR="00554BFA">
        <w:rPr>
          <w:rtl/>
        </w:rPr>
        <w:t xml:space="preserve"> </w:t>
      </w:r>
      <w:r w:rsidR="00554BFA" w:rsidRPr="00D0383A">
        <w:rPr>
          <w:rtl/>
        </w:rPr>
        <w:t>=</w:t>
      </w:r>
      <w:r w:rsidR="00554BFA">
        <w:rPr>
          <w:rtl/>
        </w:rPr>
        <w:t xml:space="preserve"> </w:t>
      </w:r>
      <w:r w:rsidRPr="007A78D3">
        <w:rPr>
          <w:rtl/>
        </w:rPr>
        <w:t>مُتشمِّتاً</w:t>
      </w:r>
      <w:r w:rsidR="00554BFA">
        <w:rPr>
          <w:rtl/>
        </w:rPr>
        <w:t xml:space="preserve"> </w:t>
      </w:r>
      <w:r w:rsidRPr="007A78D3">
        <w:rPr>
          <w:rtl/>
        </w:rPr>
        <w:t>مُتَجَبِّراً</w:t>
      </w:r>
      <w:r w:rsidR="00554BFA">
        <w:rPr>
          <w:rtl/>
        </w:rPr>
        <w:t xml:space="preserve"> </w:t>
      </w:r>
      <w:r w:rsidRPr="007A78D3">
        <w:rPr>
          <w:rtl/>
        </w:rPr>
        <w:t>مُتَكَبِّرا</w:t>
      </w:r>
    </w:p>
    <w:p w:rsidR="00645494" w:rsidRDefault="00645494" w:rsidP="00FE2721">
      <w:pPr>
        <w:pStyle w:val="libPoemCenter"/>
        <w:rPr>
          <w:rtl/>
        </w:rPr>
      </w:pPr>
      <w:r w:rsidRPr="007A78D3">
        <w:rPr>
          <w:rtl/>
        </w:rPr>
        <w:t>يَومٌ</w:t>
      </w:r>
      <w:r w:rsidR="00554BFA">
        <w:rPr>
          <w:rtl/>
        </w:rPr>
        <w:t xml:space="preserve"> </w:t>
      </w:r>
      <w:r w:rsidRPr="007A78D3">
        <w:rPr>
          <w:rtl/>
        </w:rPr>
        <w:t>قَليل</w:t>
      </w:r>
      <w:r w:rsidR="00554BFA">
        <w:rPr>
          <w:rtl/>
        </w:rPr>
        <w:t xml:space="preserve"> </w:t>
      </w:r>
      <w:r w:rsidRPr="007A78D3">
        <w:rPr>
          <w:rtl/>
        </w:rPr>
        <w:t>فيه</w:t>
      </w:r>
      <w:r w:rsidR="00554BFA">
        <w:rPr>
          <w:rtl/>
        </w:rPr>
        <w:t xml:space="preserve"> </w:t>
      </w:r>
      <w:r w:rsidRPr="007A78D3">
        <w:rPr>
          <w:rtl/>
        </w:rPr>
        <w:t>أنْ</w:t>
      </w:r>
      <w:r w:rsidR="00554BFA">
        <w:rPr>
          <w:rtl/>
        </w:rPr>
        <w:t xml:space="preserve"> </w:t>
      </w:r>
      <w:r w:rsidRPr="007A78D3">
        <w:rPr>
          <w:rtl/>
        </w:rPr>
        <w:t>بَكت</w:t>
      </w:r>
      <w:r w:rsidR="00554BFA">
        <w:rPr>
          <w:rtl/>
        </w:rPr>
        <w:t xml:space="preserve"> </w:t>
      </w:r>
      <w:r w:rsidRPr="007A78D3">
        <w:rPr>
          <w:rtl/>
        </w:rPr>
        <w:t>السَما</w:t>
      </w:r>
      <w:r w:rsidR="00554BFA">
        <w:rPr>
          <w:rtl/>
        </w:rPr>
        <w:t xml:space="preserve"> </w:t>
      </w:r>
      <w:r w:rsidR="00554BFA" w:rsidRPr="00D0383A">
        <w:rPr>
          <w:rtl/>
        </w:rPr>
        <w:t>=</w:t>
      </w:r>
      <w:r w:rsidR="00554BFA">
        <w:rPr>
          <w:rtl/>
        </w:rPr>
        <w:t xml:space="preserve"> </w:t>
      </w:r>
      <w:r w:rsidRPr="007A78D3">
        <w:rPr>
          <w:rtl/>
        </w:rPr>
        <w:t>بدَمٍ</w:t>
      </w:r>
      <w:r w:rsidR="00554BFA">
        <w:rPr>
          <w:rtl/>
        </w:rPr>
        <w:t xml:space="preserve"> </w:t>
      </w:r>
      <w:r w:rsidRPr="007A78D3">
        <w:rPr>
          <w:rtl/>
        </w:rPr>
        <w:t>وكادت</w:t>
      </w:r>
      <w:r w:rsidR="00554BFA">
        <w:rPr>
          <w:rtl/>
        </w:rPr>
        <w:t xml:space="preserve"> </w:t>
      </w:r>
      <w:r w:rsidRPr="007A78D3">
        <w:rPr>
          <w:rtl/>
        </w:rPr>
        <w:t>فيه</w:t>
      </w:r>
      <w:r w:rsidR="00554BFA">
        <w:rPr>
          <w:rtl/>
        </w:rPr>
        <w:t xml:space="preserve"> </w:t>
      </w:r>
      <w:r w:rsidRPr="007A78D3">
        <w:rPr>
          <w:rtl/>
        </w:rPr>
        <w:t>أنْ</w:t>
      </w:r>
      <w:r w:rsidR="00554BFA">
        <w:rPr>
          <w:rtl/>
        </w:rPr>
        <w:t xml:space="preserve"> </w:t>
      </w:r>
      <w:r w:rsidRPr="007A78D3">
        <w:rPr>
          <w:rtl/>
        </w:rPr>
        <w:t>تَتَفَطَرا</w:t>
      </w:r>
    </w:p>
    <w:p w:rsidR="00645494" w:rsidRDefault="00645494" w:rsidP="00FE2721">
      <w:pPr>
        <w:pStyle w:val="libPoemCenter"/>
        <w:rPr>
          <w:rtl/>
        </w:rPr>
      </w:pPr>
      <w:r w:rsidRPr="007A78D3">
        <w:rPr>
          <w:rtl/>
        </w:rPr>
        <w:t>حتّى</w:t>
      </w:r>
      <w:r w:rsidR="00554BFA">
        <w:rPr>
          <w:rtl/>
        </w:rPr>
        <w:t xml:space="preserve"> </w:t>
      </w:r>
      <w:r w:rsidRPr="007A78D3">
        <w:rPr>
          <w:rtl/>
        </w:rPr>
        <w:t>نَرى</w:t>
      </w:r>
      <w:r w:rsidR="00554BFA">
        <w:rPr>
          <w:rtl/>
        </w:rPr>
        <w:t xml:space="preserve"> </w:t>
      </w:r>
      <w:r w:rsidRPr="007A78D3">
        <w:rPr>
          <w:rtl/>
        </w:rPr>
        <w:t>المَهدي</w:t>
      </w:r>
      <w:r w:rsidR="00554BFA">
        <w:rPr>
          <w:rtl/>
        </w:rPr>
        <w:t xml:space="preserve"> </w:t>
      </w:r>
      <w:r w:rsidRPr="007A78D3">
        <w:rPr>
          <w:rtl/>
        </w:rPr>
        <w:t>يأخذ</w:t>
      </w:r>
      <w:r w:rsidR="00554BFA">
        <w:rPr>
          <w:rtl/>
        </w:rPr>
        <w:t xml:space="preserve"> </w:t>
      </w:r>
      <w:r w:rsidRPr="007A78D3">
        <w:rPr>
          <w:rtl/>
        </w:rPr>
        <w:t>ثأره</w:t>
      </w:r>
      <w:r w:rsidR="00554BFA">
        <w:rPr>
          <w:rtl/>
        </w:rPr>
        <w:t xml:space="preserve"> </w:t>
      </w:r>
      <w:r w:rsidR="00554BFA" w:rsidRPr="00D0383A">
        <w:rPr>
          <w:rtl/>
        </w:rPr>
        <w:t>=</w:t>
      </w:r>
      <w:r w:rsidR="00554BFA">
        <w:rPr>
          <w:rtl/>
        </w:rPr>
        <w:t xml:space="preserve"> </w:t>
      </w:r>
      <w:r w:rsidRPr="007A78D3">
        <w:rPr>
          <w:rtl/>
        </w:rPr>
        <w:t>ونَرى</w:t>
      </w:r>
      <w:r w:rsidR="00554BFA">
        <w:rPr>
          <w:rtl/>
        </w:rPr>
        <w:t xml:space="preserve"> </w:t>
      </w:r>
      <w:r w:rsidRPr="007A78D3">
        <w:rPr>
          <w:rtl/>
        </w:rPr>
        <w:t>له</w:t>
      </w:r>
      <w:r w:rsidR="00554BFA">
        <w:rPr>
          <w:rtl/>
        </w:rPr>
        <w:t xml:space="preserve"> </w:t>
      </w:r>
      <w:r w:rsidRPr="007A78D3">
        <w:rPr>
          <w:rtl/>
        </w:rPr>
        <w:t>في</w:t>
      </w:r>
      <w:r w:rsidR="00554BFA">
        <w:rPr>
          <w:rtl/>
        </w:rPr>
        <w:t xml:space="preserve"> </w:t>
      </w:r>
      <w:r w:rsidRPr="007A78D3">
        <w:rPr>
          <w:rtl/>
        </w:rPr>
        <w:t>الغاضِرية</w:t>
      </w:r>
      <w:r w:rsidR="00554BFA">
        <w:rPr>
          <w:rtl/>
        </w:rPr>
        <w:t xml:space="preserve"> </w:t>
      </w:r>
      <w:r w:rsidRPr="007A78D3">
        <w:rPr>
          <w:rtl/>
        </w:rPr>
        <w:t>عَسكرا</w:t>
      </w:r>
    </w:p>
    <w:p w:rsidR="00645494" w:rsidRDefault="00645494" w:rsidP="00FE2721">
      <w:pPr>
        <w:pStyle w:val="libPoemCenter"/>
        <w:rPr>
          <w:rtl/>
        </w:rPr>
      </w:pPr>
      <w:r w:rsidRPr="007A78D3">
        <w:rPr>
          <w:rtl/>
        </w:rPr>
        <w:t>فعسى</w:t>
      </w:r>
      <w:r w:rsidR="00554BFA">
        <w:rPr>
          <w:rtl/>
        </w:rPr>
        <w:t xml:space="preserve"> </w:t>
      </w:r>
      <w:r w:rsidRPr="007A78D3">
        <w:rPr>
          <w:rtl/>
        </w:rPr>
        <w:t>أخوض</w:t>
      </w:r>
      <w:r w:rsidR="00554BFA">
        <w:rPr>
          <w:rtl/>
        </w:rPr>
        <w:t xml:space="preserve"> </w:t>
      </w:r>
      <w:r w:rsidRPr="007A78D3">
        <w:rPr>
          <w:rtl/>
        </w:rPr>
        <w:t>به</w:t>
      </w:r>
      <w:r w:rsidR="00554BFA">
        <w:rPr>
          <w:rtl/>
        </w:rPr>
        <w:t xml:space="preserve"> </w:t>
      </w:r>
      <w:r w:rsidRPr="007A78D3">
        <w:rPr>
          <w:rtl/>
        </w:rPr>
        <w:t>الوَغى</w:t>
      </w:r>
      <w:r w:rsidR="00554BFA">
        <w:rPr>
          <w:rtl/>
        </w:rPr>
        <w:t xml:space="preserve"> </w:t>
      </w:r>
      <w:r w:rsidRPr="007A78D3">
        <w:rPr>
          <w:rtl/>
        </w:rPr>
        <w:t>وأعود</w:t>
      </w:r>
      <w:r w:rsidR="00554BFA">
        <w:rPr>
          <w:rtl/>
        </w:rPr>
        <w:t xml:space="preserve"> </w:t>
      </w:r>
      <w:r w:rsidRPr="007A78D3">
        <w:rPr>
          <w:rtl/>
        </w:rPr>
        <w:t>في</w:t>
      </w:r>
      <w:r w:rsidR="00554BFA">
        <w:rPr>
          <w:rtl/>
        </w:rPr>
        <w:t xml:space="preserve"> </w:t>
      </w:r>
      <w:r w:rsidR="00554BFA" w:rsidRPr="00D0383A">
        <w:rPr>
          <w:rtl/>
        </w:rPr>
        <w:t>=</w:t>
      </w:r>
      <w:r w:rsidR="00554BFA">
        <w:rPr>
          <w:rtl/>
        </w:rPr>
        <w:t xml:space="preserve"> </w:t>
      </w:r>
      <w:r w:rsidRPr="007A78D3">
        <w:rPr>
          <w:rtl/>
        </w:rPr>
        <w:t>ظَفرٍ</w:t>
      </w:r>
      <w:r w:rsidR="00554BFA">
        <w:rPr>
          <w:rtl/>
        </w:rPr>
        <w:t xml:space="preserve"> </w:t>
      </w:r>
      <w:r w:rsidRPr="007A78D3">
        <w:rPr>
          <w:rtl/>
        </w:rPr>
        <w:t>وفَتحٍ</w:t>
      </w:r>
      <w:r w:rsidR="00554BFA">
        <w:rPr>
          <w:rtl/>
        </w:rPr>
        <w:t xml:space="preserve"> </w:t>
      </w:r>
      <w:r w:rsidRPr="007A78D3">
        <w:rPr>
          <w:rtl/>
        </w:rPr>
        <w:t>ضاحكاً</w:t>
      </w:r>
      <w:r w:rsidR="00554BFA">
        <w:rPr>
          <w:rtl/>
        </w:rPr>
        <w:t xml:space="preserve"> </w:t>
      </w:r>
      <w:r w:rsidRPr="007A78D3">
        <w:rPr>
          <w:rtl/>
        </w:rPr>
        <w:t>مُستَبشِرا</w:t>
      </w:r>
    </w:p>
    <w:p w:rsidR="00645494" w:rsidRDefault="00645494" w:rsidP="00FE2721">
      <w:pPr>
        <w:pStyle w:val="libPoemCenter"/>
        <w:rPr>
          <w:rtl/>
        </w:rPr>
      </w:pPr>
      <w:r w:rsidRPr="007A78D3">
        <w:rPr>
          <w:rtl/>
        </w:rPr>
        <w:t>يا</w:t>
      </w:r>
      <w:r w:rsidR="00554BFA">
        <w:rPr>
          <w:rtl/>
        </w:rPr>
        <w:t xml:space="preserve"> </w:t>
      </w:r>
      <w:r w:rsidRPr="007A78D3">
        <w:rPr>
          <w:rtl/>
        </w:rPr>
        <w:t>كربلا</w:t>
      </w:r>
      <w:r w:rsidR="00554BFA">
        <w:rPr>
          <w:rtl/>
        </w:rPr>
        <w:t xml:space="preserve"> </w:t>
      </w:r>
      <w:r w:rsidRPr="007A78D3">
        <w:rPr>
          <w:rtl/>
        </w:rPr>
        <w:t>طِلتِ</w:t>
      </w:r>
      <w:r w:rsidR="00554BFA">
        <w:rPr>
          <w:rtl/>
        </w:rPr>
        <w:t xml:space="preserve"> </w:t>
      </w:r>
      <w:r w:rsidRPr="007A78D3">
        <w:rPr>
          <w:rtl/>
        </w:rPr>
        <w:t>السَما</w:t>
      </w:r>
      <w:r w:rsidR="00554BFA">
        <w:rPr>
          <w:rtl/>
        </w:rPr>
        <w:t xml:space="preserve"> </w:t>
      </w:r>
      <w:r w:rsidRPr="007A78D3">
        <w:rPr>
          <w:rtl/>
        </w:rPr>
        <w:t>بمراتب</w:t>
      </w:r>
      <w:r w:rsidR="00554BFA">
        <w:rPr>
          <w:rtl/>
        </w:rPr>
        <w:t xml:space="preserve"> </w:t>
      </w:r>
      <w:r w:rsidR="00554BFA" w:rsidRPr="00D0383A">
        <w:rPr>
          <w:rtl/>
        </w:rPr>
        <w:t>=</w:t>
      </w:r>
      <w:r w:rsidR="00554BFA">
        <w:rPr>
          <w:rtl/>
        </w:rPr>
        <w:t xml:space="preserve"> </w:t>
      </w:r>
      <w:r w:rsidRPr="007A78D3">
        <w:rPr>
          <w:rtl/>
        </w:rPr>
        <w:t>شَرقاً</w:t>
      </w:r>
      <w:r w:rsidR="00554BFA">
        <w:rPr>
          <w:rtl/>
        </w:rPr>
        <w:t xml:space="preserve"> </w:t>
      </w:r>
      <w:r w:rsidRPr="007A78D3">
        <w:rPr>
          <w:rtl/>
        </w:rPr>
        <w:t>تمنَّت</w:t>
      </w:r>
      <w:r w:rsidR="00554BFA">
        <w:rPr>
          <w:rtl/>
        </w:rPr>
        <w:t xml:space="preserve"> </w:t>
      </w:r>
      <w:r w:rsidRPr="007A78D3">
        <w:rPr>
          <w:rtl/>
        </w:rPr>
        <w:t>بَعضه</w:t>
      </w:r>
      <w:r w:rsidR="00554BFA">
        <w:rPr>
          <w:rtl/>
        </w:rPr>
        <w:t xml:space="preserve"> </w:t>
      </w:r>
      <w:r w:rsidRPr="007A78D3">
        <w:rPr>
          <w:rtl/>
        </w:rPr>
        <w:t>أمُّ</w:t>
      </w:r>
      <w:r w:rsidR="00554BFA">
        <w:rPr>
          <w:rtl/>
        </w:rPr>
        <w:t xml:space="preserve"> </w:t>
      </w:r>
      <w:r w:rsidRPr="007A78D3">
        <w:rPr>
          <w:rtl/>
        </w:rPr>
        <w:t>القُرى</w:t>
      </w:r>
    </w:p>
    <w:p w:rsidR="00645494" w:rsidRDefault="00645494" w:rsidP="00FE2721">
      <w:pPr>
        <w:pStyle w:val="libPoemCenter"/>
        <w:rPr>
          <w:rtl/>
        </w:rPr>
      </w:pPr>
      <w:r w:rsidRPr="007A78D3">
        <w:rPr>
          <w:rtl/>
        </w:rPr>
        <w:t>أرج</w:t>
      </w:r>
      <w:r w:rsidR="00554BFA">
        <w:rPr>
          <w:rtl/>
        </w:rPr>
        <w:t xml:space="preserve"> </w:t>
      </w:r>
      <w:r w:rsidRPr="007A78D3">
        <w:rPr>
          <w:rtl/>
        </w:rPr>
        <w:t>تضوَّع</w:t>
      </w:r>
      <w:r w:rsidR="00554BFA">
        <w:rPr>
          <w:rtl/>
        </w:rPr>
        <w:t xml:space="preserve"> </w:t>
      </w:r>
      <w:r w:rsidRPr="007A78D3">
        <w:rPr>
          <w:rtl/>
        </w:rPr>
        <w:t>في</w:t>
      </w:r>
      <w:r w:rsidR="00554BFA">
        <w:rPr>
          <w:rtl/>
        </w:rPr>
        <w:t xml:space="preserve"> </w:t>
      </w:r>
      <w:r w:rsidRPr="007A78D3">
        <w:rPr>
          <w:rtl/>
        </w:rPr>
        <w:t>ثَراك</w:t>
      </w:r>
      <w:r w:rsidR="00554BFA">
        <w:rPr>
          <w:rtl/>
        </w:rPr>
        <w:t xml:space="preserve"> </w:t>
      </w:r>
      <w:r w:rsidRPr="007A78D3">
        <w:rPr>
          <w:rtl/>
        </w:rPr>
        <w:t>تَعطَّرت</w:t>
      </w:r>
      <w:r w:rsidR="00554BFA">
        <w:rPr>
          <w:rtl/>
        </w:rPr>
        <w:t xml:space="preserve"> </w:t>
      </w:r>
      <w:r w:rsidR="00554BFA" w:rsidRPr="00D0383A">
        <w:rPr>
          <w:rtl/>
        </w:rPr>
        <w:t>=</w:t>
      </w:r>
      <w:r w:rsidR="00554BFA">
        <w:rPr>
          <w:rtl/>
        </w:rPr>
        <w:t xml:space="preserve"> </w:t>
      </w:r>
      <w:r w:rsidRPr="007A78D3">
        <w:rPr>
          <w:rtl/>
        </w:rPr>
        <w:t>منه</w:t>
      </w:r>
      <w:r w:rsidR="00554BFA">
        <w:rPr>
          <w:rtl/>
        </w:rPr>
        <w:t xml:space="preserve"> </w:t>
      </w:r>
      <w:r w:rsidRPr="007A78D3">
        <w:rPr>
          <w:rtl/>
        </w:rPr>
        <w:t>جِنان</w:t>
      </w:r>
      <w:r w:rsidR="00554BFA">
        <w:rPr>
          <w:rtl/>
        </w:rPr>
        <w:t xml:space="preserve"> </w:t>
      </w:r>
      <w:r w:rsidRPr="007A78D3">
        <w:rPr>
          <w:rtl/>
        </w:rPr>
        <w:t>الخُلد</w:t>
      </w:r>
      <w:r w:rsidR="00554BFA">
        <w:rPr>
          <w:rtl/>
        </w:rPr>
        <w:t xml:space="preserve"> </w:t>
      </w:r>
      <w:r w:rsidRPr="007A78D3">
        <w:rPr>
          <w:rtl/>
        </w:rPr>
        <w:t>مِسكاً</w:t>
      </w:r>
      <w:r w:rsidR="00554BFA">
        <w:rPr>
          <w:rtl/>
        </w:rPr>
        <w:t xml:space="preserve"> </w:t>
      </w:r>
      <w:r w:rsidRPr="007A78D3">
        <w:rPr>
          <w:rtl/>
        </w:rPr>
        <w:t>أذفرا</w:t>
      </w:r>
    </w:p>
    <w:p w:rsidR="00645494" w:rsidRDefault="00645494" w:rsidP="00FE2721">
      <w:pPr>
        <w:pStyle w:val="libPoemCenter"/>
        <w:rPr>
          <w:rtl/>
        </w:rPr>
      </w:pPr>
      <w:r w:rsidRPr="007A78D3">
        <w:rPr>
          <w:rtl/>
        </w:rPr>
        <w:t>لا</w:t>
      </w:r>
      <w:r w:rsidR="00554BFA">
        <w:rPr>
          <w:rtl/>
        </w:rPr>
        <w:t xml:space="preserve"> </w:t>
      </w:r>
      <w:r w:rsidRPr="007A78D3">
        <w:rPr>
          <w:rtl/>
        </w:rPr>
        <w:t>زال</w:t>
      </w:r>
      <w:r w:rsidR="00554BFA">
        <w:rPr>
          <w:rtl/>
        </w:rPr>
        <w:t xml:space="preserve"> </w:t>
      </w:r>
      <w:r w:rsidRPr="007A78D3">
        <w:rPr>
          <w:rtl/>
        </w:rPr>
        <w:t>مَحلول</w:t>
      </w:r>
      <w:r w:rsidR="00554BFA">
        <w:rPr>
          <w:rtl/>
        </w:rPr>
        <w:t xml:space="preserve"> </w:t>
      </w:r>
      <w:r w:rsidRPr="007A78D3">
        <w:rPr>
          <w:rtl/>
        </w:rPr>
        <w:t>النِطاق</w:t>
      </w:r>
      <w:r w:rsidR="00554BFA">
        <w:rPr>
          <w:rtl/>
        </w:rPr>
        <w:t xml:space="preserve"> </w:t>
      </w:r>
      <w:r w:rsidRPr="007A78D3">
        <w:rPr>
          <w:rtl/>
        </w:rPr>
        <w:t>مُخيِّماً</w:t>
      </w:r>
      <w:r w:rsidR="00554BFA">
        <w:rPr>
          <w:rtl/>
        </w:rPr>
        <w:t xml:space="preserve"> </w:t>
      </w:r>
      <w:r w:rsidR="00554BFA" w:rsidRPr="00D0383A">
        <w:rPr>
          <w:rtl/>
        </w:rPr>
        <w:t>=</w:t>
      </w:r>
      <w:r w:rsidR="00554BFA">
        <w:rPr>
          <w:rtl/>
        </w:rPr>
        <w:t xml:space="preserve"> </w:t>
      </w:r>
      <w:r w:rsidRPr="007A78D3">
        <w:rPr>
          <w:rtl/>
        </w:rPr>
        <w:t>في</w:t>
      </w:r>
      <w:r w:rsidR="00554BFA">
        <w:rPr>
          <w:rtl/>
        </w:rPr>
        <w:t xml:space="preserve"> </w:t>
      </w:r>
      <w:r w:rsidRPr="007A78D3">
        <w:rPr>
          <w:rtl/>
        </w:rPr>
        <w:t>جانبيك</w:t>
      </w:r>
      <w:r w:rsidR="00554BFA">
        <w:rPr>
          <w:rtl/>
        </w:rPr>
        <w:t xml:space="preserve"> </w:t>
      </w:r>
      <w:r w:rsidRPr="007A78D3">
        <w:rPr>
          <w:rtl/>
        </w:rPr>
        <w:t>وللغوادي</w:t>
      </w:r>
      <w:r w:rsidR="00554BFA">
        <w:rPr>
          <w:rtl/>
        </w:rPr>
        <w:t xml:space="preserve"> </w:t>
      </w:r>
      <w:r w:rsidRPr="007A78D3">
        <w:rPr>
          <w:rtl/>
        </w:rPr>
        <w:t>مَصدرا</w:t>
      </w:r>
    </w:p>
    <w:p w:rsidR="00645494" w:rsidRDefault="00645494" w:rsidP="00FE2721">
      <w:pPr>
        <w:pStyle w:val="libPoemCenter"/>
        <w:rPr>
          <w:rtl/>
        </w:rPr>
      </w:pPr>
      <w:r w:rsidRPr="007A78D3">
        <w:rPr>
          <w:rtl/>
        </w:rPr>
        <w:t>يابن</w:t>
      </w:r>
      <w:r w:rsidR="00554BFA">
        <w:rPr>
          <w:rtl/>
        </w:rPr>
        <w:t xml:space="preserve"> </w:t>
      </w:r>
      <w:r w:rsidRPr="007A78D3">
        <w:rPr>
          <w:rtl/>
        </w:rPr>
        <w:t>النبي</w:t>
      </w:r>
      <w:r w:rsidR="00554BFA">
        <w:rPr>
          <w:rtl/>
        </w:rPr>
        <w:t xml:space="preserve"> </w:t>
      </w:r>
      <w:r w:rsidRPr="007A78D3">
        <w:rPr>
          <w:rtl/>
        </w:rPr>
        <w:t>ذَخْرتُ</w:t>
      </w:r>
      <w:r w:rsidR="00554BFA">
        <w:rPr>
          <w:rtl/>
        </w:rPr>
        <w:t xml:space="preserve"> </w:t>
      </w:r>
      <w:r w:rsidRPr="007A78D3">
        <w:rPr>
          <w:rtl/>
        </w:rPr>
        <w:t>فيك</w:t>
      </w:r>
      <w:r w:rsidR="00554BFA">
        <w:rPr>
          <w:rtl/>
        </w:rPr>
        <w:t xml:space="preserve"> </w:t>
      </w:r>
      <w:r w:rsidRPr="007A78D3">
        <w:rPr>
          <w:rtl/>
        </w:rPr>
        <w:t>شَفاعةً</w:t>
      </w:r>
      <w:r w:rsidR="00554BFA">
        <w:rPr>
          <w:rtl/>
        </w:rPr>
        <w:t xml:space="preserve"> </w:t>
      </w:r>
      <w:r w:rsidR="00554BFA" w:rsidRPr="00D0383A">
        <w:rPr>
          <w:rtl/>
        </w:rPr>
        <w:t>=</w:t>
      </w:r>
      <w:r w:rsidR="00554BFA">
        <w:rPr>
          <w:rtl/>
        </w:rPr>
        <w:t xml:space="preserve"> </w:t>
      </w:r>
      <w:r w:rsidRPr="007A78D3">
        <w:rPr>
          <w:rtl/>
        </w:rPr>
        <w:t>لي</w:t>
      </w:r>
      <w:r w:rsidR="00554BFA">
        <w:rPr>
          <w:rtl/>
        </w:rPr>
        <w:t xml:space="preserve"> </w:t>
      </w:r>
      <w:r w:rsidRPr="007A78D3">
        <w:rPr>
          <w:rtl/>
        </w:rPr>
        <w:t>في</w:t>
      </w:r>
      <w:r w:rsidR="00554BFA">
        <w:rPr>
          <w:rtl/>
        </w:rPr>
        <w:t xml:space="preserve"> </w:t>
      </w:r>
      <w:r w:rsidRPr="007A78D3">
        <w:rPr>
          <w:rtl/>
        </w:rPr>
        <w:t>المَعاد</w:t>
      </w:r>
      <w:r w:rsidR="00554BFA">
        <w:rPr>
          <w:rtl/>
        </w:rPr>
        <w:t xml:space="preserve"> </w:t>
      </w:r>
      <w:r w:rsidRPr="007A78D3">
        <w:rPr>
          <w:rtl/>
        </w:rPr>
        <w:t>ولم</w:t>
      </w:r>
      <w:r w:rsidR="00554BFA">
        <w:rPr>
          <w:rtl/>
        </w:rPr>
        <w:t xml:space="preserve"> </w:t>
      </w:r>
      <w:r w:rsidRPr="007A78D3">
        <w:rPr>
          <w:rtl/>
        </w:rPr>
        <w:t>يَخب</w:t>
      </w:r>
      <w:r w:rsidR="00554BFA">
        <w:rPr>
          <w:rtl/>
        </w:rPr>
        <w:t xml:space="preserve"> </w:t>
      </w:r>
      <w:r w:rsidRPr="007A78D3">
        <w:rPr>
          <w:rtl/>
        </w:rPr>
        <w:t>مَن</w:t>
      </w:r>
      <w:r w:rsidR="00554BFA">
        <w:rPr>
          <w:rtl/>
        </w:rPr>
        <w:t xml:space="preserve"> </w:t>
      </w:r>
      <w:r w:rsidRPr="007A78D3">
        <w:rPr>
          <w:rtl/>
        </w:rPr>
        <w:t>أذخَرا</w:t>
      </w:r>
    </w:p>
    <w:p w:rsidR="00645494" w:rsidRPr="00645494" w:rsidRDefault="00645494" w:rsidP="00FE2721">
      <w:pPr>
        <w:pStyle w:val="libPoemCenter"/>
        <w:rPr>
          <w:rtl/>
        </w:rPr>
      </w:pPr>
      <w:r w:rsidRPr="007A78D3">
        <w:rPr>
          <w:rtl/>
        </w:rPr>
        <w:t>انظُر</w:t>
      </w:r>
      <w:r w:rsidR="00554BFA">
        <w:rPr>
          <w:rtl/>
        </w:rPr>
        <w:t xml:space="preserve"> </w:t>
      </w:r>
      <w:r w:rsidRPr="007A78D3">
        <w:rPr>
          <w:rtl/>
        </w:rPr>
        <w:t>إليَّ</w:t>
      </w:r>
      <w:r w:rsidR="00554BFA">
        <w:rPr>
          <w:rtl/>
        </w:rPr>
        <w:t xml:space="preserve"> </w:t>
      </w:r>
      <w:r w:rsidRPr="007A78D3">
        <w:rPr>
          <w:rtl/>
        </w:rPr>
        <w:t>برَحمة</w:t>
      </w:r>
      <w:r w:rsidR="00554BFA">
        <w:rPr>
          <w:rtl/>
        </w:rPr>
        <w:t xml:space="preserve"> </w:t>
      </w:r>
      <w:r w:rsidRPr="007A78D3">
        <w:rPr>
          <w:rtl/>
        </w:rPr>
        <w:t>فيه</w:t>
      </w:r>
      <w:r w:rsidR="00554BFA">
        <w:rPr>
          <w:rtl/>
        </w:rPr>
        <w:t xml:space="preserve"> </w:t>
      </w:r>
      <w:r w:rsidRPr="007A78D3">
        <w:rPr>
          <w:rtl/>
        </w:rPr>
        <w:t>إذا</w:t>
      </w:r>
      <w:r w:rsidR="00554BFA">
        <w:rPr>
          <w:rtl/>
        </w:rPr>
        <w:t xml:space="preserve"> </w:t>
      </w:r>
      <w:r w:rsidR="00554BFA" w:rsidRPr="00D0383A">
        <w:rPr>
          <w:rtl/>
        </w:rPr>
        <w:t>=</w:t>
      </w:r>
      <w:r w:rsidR="00554BFA">
        <w:rPr>
          <w:rtl/>
        </w:rPr>
        <w:t xml:space="preserve"> </w:t>
      </w:r>
      <w:r w:rsidRPr="007A78D3">
        <w:rPr>
          <w:rtl/>
        </w:rPr>
        <w:t>وافاك</w:t>
      </w:r>
      <w:r w:rsidR="00554BFA">
        <w:rPr>
          <w:rtl/>
        </w:rPr>
        <w:t xml:space="preserve"> </w:t>
      </w:r>
      <w:r w:rsidRPr="007A78D3">
        <w:rPr>
          <w:rtl/>
        </w:rPr>
        <w:t>ظَهري</w:t>
      </w:r>
      <w:r w:rsidR="00554BFA">
        <w:rPr>
          <w:rtl/>
        </w:rPr>
        <w:t xml:space="preserve"> </w:t>
      </w:r>
      <w:r w:rsidRPr="007A78D3">
        <w:rPr>
          <w:rtl/>
        </w:rPr>
        <w:t>بالخَطايا</w:t>
      </w:r>
      <w:r w:rsidR="00554BFA">
        <w:rPr>
          <w:rtl/>
        </w:rPr>
        <w:t xml:space="preserve"> </w:t>
      </w:r>
      <w:r w:rsidRPr="007A78D3">
        <w:rPr>
          <w:rtl/>
        </w:rPr>
        <w:t>موقِرا</w:t>
      </w:r>
    </w:p>
    <w:p w:rsidR="00645494" w:rsidRDefault="00645494" w:rsidP="00645494">
      <w:pPr>
        <w:pStyle w:val="libNormal"/>
      </w:pPr>
      <w:r>
        <w:br w:type="page"/>
      </w:r>
    </w:p>
    <w:p w:rsidR="00645494" w:rsidRDefault="00645494" w:rsidP="00FE2721">
      <w:pPr>
        <w:pStyle w:val="libPoemCenter"/>
        <w:rPr>
          <w:rtl/>
        </w:rPr>
      </w:pPr>
      <w:r w:rsidRPr="007A78D3">
        <w:rPr>
          <w:rtl/>
        </w:rPr>
        <w:lastRenderedPageBreak/>
        <w:t>ولوالدي</w:t>
      </w:r>
      <w:r w:rsidR="00554BFA">
        <w:rPr>
          <w:rtl/>
        </w:rPr>
        <w:t xml:space="preserve"> </w:t>
      </w:r>
      <w:r w:rsidRPr="007A78D3">
        <w:rPr>
          <w:rtl/>
        </w:rPr>
        <w:t>ومَن</w:t>
      </w:r>
      <w:r w:rsidR="00554BFA">
        <w:rPr>
          <w:rtl/>
        </w:rPr>
        <w:t xml:space="preserve"> </w:t>
      </w:r>
      <w:r w:rsidRPr="007A78D3">
        <w:rPr>
          <w:rtl/>
        </w:rPr>
        <w:t>أصاخ</w:t>
      </w:r>
      <w:r w:rsidR="00554BFA">
        <w:rPr>
          <w:rtl/>
        </w:rPr>
        <w:t xml:space="preserve"> </w:t>
      </w:r>
      <w:r w:rsidRPr="007A78D3">
        <w:rPr>
          <w:rtl/>
        </w:rPr>
        <w:t>بسَمعه</w:t>
      </w:r>
      <w:r w:rsidR="00554BFA">
        <w:rPr>
          <w:rtl/>
        </w:rPr>
        <w:t xml:space="preserve"> </w:t>
      </w:r>
      <w:r w:rsidR="00554BFA" w:rsidRPr="00D0383A">
        <w:rPr>
          <w:rtl/>
        </w:rPr>
        <w:t>=</w:t>
      </w:r>
      <w:r w:rsidR="00554BFA">
        <w:rPr>
          <w:rtl/>
        </w:rPr>
        <w:t xml:space="preserve"> </w:t>
      </w:r>
      <w:r w:rsidRPr="007A78D3">
        <w:rPr>
          <w:rtl/>
        </w:rPr>
        <w:t>لرثائي</w:t>
      </w:r>
      <w:r w:rsidR="00554BFA">
        <w:rPr>
          <w:rtl/>
        </w:rPr>
        <w:t xml:space="preserve"> </w:t>
      </w:r>
      <w:r w:rsidRPr="007A78D3">
        <w:rPr>
          <w:rtl/>
        </w:rPr>
        <w:t>فيك</w:t>
      </w:r>
      <w:r w:rsidR="00554BFA">
        <w:rPr>
          <w:rtl/>
        </w:rPr>
        <w:t xml:space="preserve"> </w:t>
      </w:r>
      <w:r w:rsidRPr="007A78D3">
        <w:rPr>
          <w:rtl/>
        </w:rPr>
        <w:t>ومَن</w:t>
      </w:r>
      <w:r w:rsidR="00554BFA">
        <w:rPr>
          <w:rtl/>
        </w:rPr>
        <w:t xml:space="preserve"> </w:t>
      </w:r>
      <w:r w:rsidRPr="007A78D3">
        <w:rPr>
          <w:rtl/>
        </w:rPr>
        <w:t>رواه</w:t>
      </w:r>
      <w:r w:rsidR="00554BFA">
        <w:rPr>
          <w:rtl/>
        </w:rPr>
        <w:t xml:space="preserve"> </w:t>
      </w:r>
      <w:r w:rsidRPr="007A78D3">
        <w:rPr>
          <w:rtl/>
        </w:rPr>
        <w:t>ومَن</w:t>
      </w:r>
      <w:r w:rsidR="00554BFA">
        <w:rPr>
          <w:rtl/>
        </w:rPr>
        <w:t xml:space="preserve"> </w:t>
      </w:r>
      <w:r w:rsidRPr="007A78D3">
        <w:rPr>
          <w:rtl/>
        </w:rPr>
        <w:t>قرا</w:t>
      </w:r>
    </w:p>
    <w:p w:rsidR="00645494" w:rsidRPr="00645494" w:rsidRDefault="00645494" w:rsidP="00FE2721">
      <w:pPr>
        <w:pStyle w:val="libPoemCenter"/>
        <w:rPr>
          <w:rtl/>
        </w:rPr>
      </w:pPr>
      <w:r w:rsidRPr="007A78D3">
        <w:rPr>
          <w:rtl/>
        </w:rPr>
        <w:t>صلّى</w:t>
      </w:r>
      <w:r w:rsidR="00554BFA">
        <w:rPr>
          <w:rtl/>
        </w:rPr>
        <w:t xml:space="preserve"> </w:t>
      </w:r>
      <w:r w:rsidRPr="007A78D3">
        <w:rPr>
          <w:rtl/>
        </w:rPr>
        <w:t>عليك</w:t>
      </w:r>
      <w:r w:rsidR="00554BFA">
        <w:rPr>
          <w:rtl/>
        </w:rPr>
        <w:t xml:space="preserve"> </w:t>
      </w:r>
      <w:r w:rsidRPr="007A78D3">
        <w:rPr>
          <w:rtl/>
        </w:rPr>
        <w:t>الله</w:t>
      </w:r>
      <w:r w:rsidR="00554BFA">
        <w:rPr>
          <w:rtl/>
        </w:rPr>
        <w:t xml:space="preserve"> </w:t>
      </w:r>
      <w:r w:rsidRPr="007A78D3">
        <w:rPr>
          <w:rtl/>
        </w:rPr>
        <w:t>ما</w:t>
      </w:r>
      <w:r w:rsidR="00554BFA">
        <w:rPr>
          <w:rtl/>
        </w:rPr>
        <w:t xml:space="preserve"> </w:t>
      </w:r>
      <w:r w:rsidRPr="007A78D3">
        <w:rPr>
          <w:rtl/>
        </w:rPr>
        <w:t>صلّى</w:t>
      </w:r>
      <w:r w:rsidR="00554BFA">
        <w:rPr>
          <w:rtl/>
        </w:rPr>
        <w:t xml:space="preserve"> </w:t>
      </w:r>
      <w:r w:rsidRPr="007A78D3">
        <w:rPr>
          <w:rtl/>
        </w:rPr>
        <w:t>له</w:t>
      </w:r>
      <w:r w:rsidR="00554BFA">
        <w:rPr>
          <w:rtl/>
        </w:rPr>
        <w:t xml:space="preserve"> </w:t>
      </w:r>
      <w:r w:rsidR="00554BFA" w:rsidRPr="00D0383A">
        <w:rPr>
          <w:rtl/>
        </w:rPr>
        <w:t>=</w:t>
      </w:r>
      <w:r w:rsidR="00554BFA">
        <w:rPr>
          <w:rtl/>
        </w:rPr>
        <w:t xml:space="preserve"> </w:t>
      </w:r>
      <w:r w:rsidRPr="007A78D3">
        <w:rPr>
          <w:rtl/>
        </w:rPr>
        <w:t>أحد</w:t>
      </w:r>
      <w:r w:rsidR="00554BFA">
        <w:rPr>
          <w:rtl/>
        </w:rPr>
        <w:t xml:space="preserve"> </w:t>
      </w:r>
      <w:r w:rsidRPr="007A78D3">
        <w:rPr>
          <w:rtl/>
        </w:rPr>
        <w:t>وسبَّح</w:t>
      </w:r>
      <w:r w:rsidR="00554BFA">
        <w:rPr>
          <w:rtl/>
        </w:rPr>
        <w:t xml:space="preserve"> </w:t>
      </w:r>
      <w:r w:rsidRPr="007A78D3">
        <w:rPr>
          <w:rtl/>
        </w:rPr>
        <w:t>أو</w:t>
      </w:r>
      <w:r w:rsidR="00554BFA">
        <w:rPr>
          <w:rtl/>
        </w:rPr>
        <w:t xml:space="preserve"> </w:t>
      </w:r>
      <w:r w:rsidRPr="007A78D3">
        <w:rPr>
          <w:rtl/>
        </w:rPr>
        <w:t>دَعا</w:t>
      </w:r>
      <w:r w:rsidR="00554BFA">
        <w:rPr>
          <w:rtl/>
        </w:rPr>
        <w:t xml:space="preserve"> </w:t>
      </w:r>
      <w:r w:rsidRPr="007A78D3">
        <w:rPr>
          <w:rtl/>
        </w:rPr>
        <w:t>أو</w:t>
      </w:r>
      <w:r w:rsidR="00554BFA">
        <w:rPr>
          <w:rtl/>
        </w:rPr>
        <w:t xml:space="preserve"> </w:t>
      </w:r>
      <w:r w:rsidRPr="007A78D3">
        <w:rPr>
          <w:rtl/>
        </w:rPr>
        <w:t>كبَّرا</w:t>
      </w:r>
    </w:p>
    <w:p w:rsidR="00645494" w:rsidRPr="00554BFA" w:rsidRDefault="00645494" w:rsidP="00645494">
      <w:pPr>
        <w:pStyle w:val="Heading2Center"/>
        <w:rPr>
          <w:rtl/>
        </w:rPr>
      </w:pPr>
      <w:bookmarkStart w:id="67" w:name="_Toc491861332"/>
      <w:r w:rsidRPr="007A78D3">
        <w:rPr>
          <w:rtl/>
        </w:rPr>
        <w:t>الباب السادس</w:t>
      </w:r>
      <w:bookmarkStart w:id="68" w:name="الباب_السادس"/>
      <w:bookmarkEnd w:id="68"/>
      <w:bookmarkEnd w:id="67"/>
    </w:p>
    <w:p w:rsidR="00645494" w:rsidRPr="00554BFA" w:rsidRDefault="00645494" w:rsidP="00645494">
      <w:pPr>
        <w:pStyle w:val="Heading2Center"/>
        <w:rPr>
          <w:rtl/>
        </w:rPr>
      </w:pPr>
      <w:bookmarkStart w:id="69" w:name="_Toc491861333"/>
      <w:r w:rsidRPr="007A78D3">
        <w:rPr>
          <w:rtl/>
        </w:rPr>
        <w:t>فيما يتعلَّق بعلي بن موسى الرضا</w:t>
      </w:r>
      <w:r w:rsidR="00554BFA">
        <w:rPr>
          <w:rtl/>
        </w:rPr>
        <w:t xml:space="preserve"> (</w:t>
      </w:r>
      <w:r w:rsidRPr="007A78D3">
        <w:rPr>
          <w:rtl/>
        </w:rPr>
        <w:t xml:space="preserve"> عليه السلام ) مِن النظام المتلو</w:t>
      </w:r>
      <w:bookmarkEnd w:id="69"/>
    </w:p>
    <w:p w:rsidR="00554BFA" w:rsidRPr="00554BFA" w:rsidRDefault="00645494" w:rsidP="00D0383A">
      <w:pPr>
        <w:pStyle w:val="libCenterBold2"/>
        <w:rPr>
          <w:rtl/>
        </w:rPr>
      </w:pPr>
      <w:r w:rsidRPr="007A78D3">
        <w:rPr>
          <w:rtl/>
        </w:rPr>
        <w:t>وفيه ثلاثة فصول:</w:t>
      </w:r>
    </w:p>
    <w:p w:rsidR="00645494" w:rsidRPr="00554BFA" w:rsidRDefault="00645494" w:rsidP="00645494">
      <w:pPr>
        <w:pStyle w:val="Heading3"/>
        <w:rPr>
          <w:rtl/>
        </w:rPr>
      </w:pPr>
      <w:bookmarkStart w:id="70" w:name="_Toc491861334"/>
      <w:r w:rsidRPr="007A78D3">
        <w:rPr>
          <w:rtl/>
        </w:rPr>
        <w:t>الفصل الأول:</w:t>
      </w:r>
      <w:bookmarkEnd w:id="70"/>
    </w:p>
    <w:p w:rsidR="00554BFA" w:rsidRDefault="00645494" w:rsidP="00554BFA">
      <w:pPr>
        <w:pStyle w:val="libNormal"/>
        <w:rPr>
          <w:rtl/>
        </w:rPr>
      </w:pPr>
      <w:r w:rsidRPr="00554BFA">
        <w:rPr>
          <w:rtl/>
        </w:rPr>
        <w:t>ذكر الشيخ الصدوق</w:t>
      </w:r>
      <w:r w:rsidR="00554BFA">
        <w:rPr>
          <w:rtl/>
        </w:rPr>
        <w:t xml:space="preserve"> (</w:t>
      </w:r>
      <w:r w:rsidRPr="00554BFA">
        <w:rPr>
          <w:rtl/>
        </w:rPr>
        <w:t>رضي الله عنه) في كتابه عُيون الأخبار، قال: حدَّثنا علي بن محمد بن عمران الدقَّاق، قال: حدَّثنا محمد بن أبي عبد الله الكوفي، عن سَهل بن زياد الآدمي، عن عَبد العظيم بن عبد الله الحسني، قال: حدَّثني معمر بن خلاد وجماعة، قالوا: دخلنا على علي الرضا</w:t>
      </w:r>
      <w:r w:rsidR="00554BFA">
        <w:rPr>
          <w:rtl/>
        </w:rPr>
        <w:t xml:space="preserve"> (</w:t>
      </w:r>
      <w:r w:rsidRPr="00554BFA">
        <w:rPr>
          <w:rtl/>
        </w:rPr>
        <w:t>عليه السلام) فقال له: بَعضنا جَعَلَني الله فداك، ما لي أراك مُتغيِّر الوجه؟ فقال:</w:t>
      </w:r>
      <w:r w:rsidR="00554BFA">
        <w:rPr>
          <w:rtl/>
        </w:rPr>
        <w:t xml:space="preserve"> </w:t>
      </w:r>
      <w:r w:rsidR="00554BFA">
        <w:rPr>
          <w:rStyle w:val="libNormalChar"/>
          <w:rtl/>
        </w:rPr>
        <w:t>((</w:t>
      </w:r>
      <w:r w:rsidRPr="00645494">
        <w:rPr>
          <w:rStyle w:val="libNormalChar"/>
          <w:rtl/>
        </w:rPr>
        <w:t xml:space="preserve"> إنّي بقيت ليلتي ساهراً متفكِّراً في قول مروان بن أبي حَفصة:</w:t>
      </w:r>
    </w:p>
    <w:p w:rsidR="00645494" w:rsidRPr="00645494" w:rsidRDefault="00645494" w:rsidP="00645494">
      <w:pPr>
        <w:pStyle w:val="libPoemCenter"/>
        <w:rPr>
          <w:rtl/>
        </w:rPr>
      </w:pPr>
      <w:r w:rsidRPr="007A78D3">
        <w:rPr>
          <w:rtl/>
        </w:rPr>
        <w:t>أنّى</w:t>
      </w:r>
      <w:r w:rsidR="00554BFA">
        <w:rPr>
          <w:rtl/>
        </w:rPr>
        <w:t xml:space="preserve"> </w:t>
      </w:r>
      <w:r w:rsidRPr="007A78D3">
        <w:rPr>
          <w:rtl/>
        </w:rPr>
        <w:t>يَكون</w:t>
      </w:r>
      <w:r w:rsidR="00554BFA">
        <w:rPr>
          <w:rtl/>
        </w:rPr>
        <w:t xml:space="preserve"> </w:t>
      </w:r>
      <w:r w:rsidRPr="007A78D3">
        <w:rPr>
          <w:rtl/>
        </w:rPr>
        <w:t>وليس</w:t>
      </w:r>
      <w:r w:rsidR="00554BFA">
        <w:rPr>
          <w:rtl/>
        </w:rPr>
        <w:t xml:space="preserve"> </w:t>
      </w:r>
      <w:r w:rsidRPr="007A78D3">
        <w:rPr>
          <w:rtl/>
        </w:rPr>
        <w:t>ذاك</w:t>
      </w:r>
      <w:r w:rsidR="00554BFA">
        <w:rPr>
          <w:rtl/>
        </w:rPr>
        <w:t xml:space="preserve"> </w:t>
      </w:r>
      <w:r w:rsidRPr="007A78D3">
        <w:rPr>
          <w:rtl/>
        </w:rPr>
        <w:t>بكائن</w:t>
      </w:r>
      <w:r w:rsidR="00554BFA">
        <w:rPr>
          <w:rtl/>
        </w:rPr>
        <w:t xml:space="preserve"> </w:t>
      </w:r>
      <w:r w:rsidR="00554BFA" w:rsidRPr="00D0383A">
        <w:rPr>
          <w:rtl/>
        </w:rPr>
        <w:t>=</w:t>
      </w:r>
      <w:r w:rsidR="00554BFA">
        <w:rPr>
          <w:rtl/>
        </w:rPr>
        <w:t xml:space="preserve"> </w:t>
      </w:r>
      <w:r w:rsidRPr="007A78D3">
        <w:rPr>
          <w:rtl/>
        </w:rPr>
        <w:t>لبني</w:t>
      </w:r>
      <w:r w:rsidR="00554BFA">
        <w:rPr>
          <w:rtl/>
        </w:rPr>
        <w:t xml:space="preserve"> </w:t>
      </w:r>
      <w:r w:rsidRPr="007A78D3">
        <w:rPr>
          <w:rtl/>
        </w:rPr>
        <w:t>البَنات</w:t>
      </w:r>
      <w:r w:rsidR="00554BFA">
        <w:rPr>
          <w:rtl/>
        </w:rPr>
        <w:t xml:space="preserve"> </w:t>
      </w:r>
      <w:r w:rsidRPr="007A78D3">
        <w:rPr>
          <w:rtl/>
        </w:rPr>
        <w:t>وِراثة</w:t>
      </w:r>
      <w:r w:rsidR="00554BFA">
        <w:rPr>
          <w:rtl/>
        </w:rPr>
        <w:t xml:space="preserve"> </w:t>
      </w:r>
      <w:r w:rsidRPr="007A78D3">
        <w:rPr>
          <w:rtl/>
        </w:rPr>
        <w:t>الأعمام</w:t>
      </w:r>
    </w:p>
    <w:p w:rsidR="00554BFA" w:rsidRDefault="00645494" w:rsidP="00645494">
      <w:pPr>
        <w:pStyle w:val="libNormal"/>
        <w:rPr>
          <w:rtl/>
        </w:rPr>
      </w:pPr>
      <w:r w:rsidRPr="00645494">
        <w:rPr>
          <w:rtl/>
        </w:rPr>
        <w:t>ثم نِمتُ، فإذا بشخص قد أخذ بعَضادتي الباب، وهو يقول</w:t>
      </w:r>
      <w:r w:rsidRPr="007A78D3">
        <w:rPr>
          <w:rtl/>
        </w:rPr>
        <w:t>:</w:t>
      </w:r>
    </w:p>
    <w:p w:rsidR="00645494" w:rsidRDefault="00645494" w:rsidP="00FE2721">
      <w:pPr>
        <w:pStyle w:val="libPoemCenter"/>
        <w:rPr>
          <w:rtl/>
        </w:rPr>
      </w:pPr>
      <w:r w:rsidRPr="007A78D3">
        <w:rPr>
          <w:rtl/>
        </w:rPr>
        <w:t>أنّى</w:t>
      </w:r>
      <w:r w:rsidR="00554BFA">
        <w:rPr>
          <w:rtl/>
        </w:rPr>
        <w:t xml:space="preserve"> </w:t>
      </w:r>
      <w:r w:rsidRPr="007A78D3">
        <w:rPr>
          <w:rtl/>
        </w:rPr>
        <w:t>يكون</w:t>
      </w:r>
      <w:r w:rsidR="00554BFA">
        <w:rPr>
          <w:rtl/>
        </w:rPr>
        <w:t xml:space="preserve"> </w:t>
      </w:r>
      <w:r w:rsidRPr="007A78D3">
        <w:rPr>
          <w:rtl/>
        </w:rPr>
        <w:t>وليس</w:t>
      </w:r>
      <w:r w:rsidR="00554BFA">
        <w:rPr>
          <w:rtl/>
        </w:rPr>
        <w:t xml:space="preserve"> </w:t>
      </w:r>
      <w:r w:rsidRPr="007A78D3">
        <w:rPr>
          <w:rtl/>
        </w:rPr>
        <w:t>ذاك</w:t>
      </w:r>
      <w:r w:rsidR="00554BFA">
        <w:rPr>
          <w:rtl/>
        </w:rPr>
        <w:t xml:space="preserve"> </w:t>
      </w:r>
      <w:r w:rsidRPr="007A78D3">
        <w:rPr>
          <w:rtl/>
        </w:rPr>
        <w:t>بكائن</w:t>
      </w:r>
      <w:r w:rsidR="00554BFA">
        <w:rPr>
          <w:rtl/>
        </w:rPr>
        <w:t xml:space="preserve"> </w:t>
      </w:r>
      <w:r w:rsidR="00554BFA" w:rsidRPr="00D0383A">
        <w:rPr>
          <w:rtl/>
        </w:rPr>
        <w:t>=</w:t>
      </w:r>
      <w:r w:rsidR="00554BFA">
        <w:rPr>
          <w:rtl/>
        </w:rPr>
        <w:t xml:space="preserve"> </w:t>
      </w:r>
      <w:r w:rsidRPr="007A78D3">
        <w:rPr>
          <w:rtl/>
        </w:rPr>
        <w:t>للمُشركين</w:t>
      </w:r>
      <w:r w:rsidR="00554BFA">
        <w:rPr>
          <w:rtl/>
        </w:rPr>
        <w:t xml:space="preserve"> </w:t>
      </w:r>
      <w:r w:rsidRPr="007A78D3">
        <w:rPr>
          <w:rtl/>
        </w:rPr>
        <w:t>وِراثة</w:t>
      </w:r>
      <w:r w:rsidR="00554BFA">
        <w:rPr>
          <w:rtl/>
        </w:rPr>
        <w:t xml:space="preserve"> </w:t>
      </w:r>
      <w:r w:rsidRPr="007A78D3">
        <w:rPr>
          <w:rtl/>
        </w:rPr>
        <w:t>الإسلام</w:t>
      </w:r>
    </w:p>
    <w:p w:rsidR="00645494" w:rsidRDefault="00645494" w:rsidP="00FE2721">
      <w:pPr>
        <w:pStyle w:val="libPoemCenter"/>
        <w:rPr>
          <w:rtl/>
        </w:rPr>
      </w:pPr>
      <w:r w:rsidRPr="007A78D3">
        <w:rPr>
          <w:rtl/>
        </w:rPr>
        <w:t>لبَني</w:t>
      </w:r>
      <w:r w:rsidR="00554BFA">
        <w:rPr>
          <w:rtl/>
        </w:rPr>
        <w:t xml:space="preserve"> </w:t>
      </w:r>
      <w:r w:rsidRPr="007A78D3">
        <w:rPr>
          <w:rtl/>
        </w:rPr>
        <w:t>البَنات</w:t>
      </w:r>
      <w:r w:rsidR="00554BFA">
        <w:rPr>
          <w:rtl/>
        </w:rPr>
        <w:t xml:space="preserve"> </w:t>
      </w:r>
      <w:r w:rsidRPr="007A78D3">
        <w:rPr>
          <w:rtl/>
        </w:rPr>
        <w:t>نَصيبهم</w:t>
      </w:r>
      <w:r w:rsidR="00554BFA">
        <w:rPr>
          <w:rtl/>
        </w:rPr>
        <w:t xml:space="preserve"> </w:t>
      </w:r>
      <w:r w:rsidRPr="007A78D3">
        <w:rPr>
          <w:rtl/>
        </w:rPr>
        <w:t>مِن</w:t>
      </w:r>
      <w:r w:rsidR="00554BFA">
        <w:rPr>
          <w:rtl/>
        </w:rPr>
        <w:t xml:space="preserve"> </w:t>
      </w:r>
      <w:r w:rsidRPr="007A78D3">
        <w:rPr>
          <w:rtl/>
        </w:rPr>
        <w:t>جَدِّهم</w:t>
      </w:r>
      <w:r w:rsidR="00554BFA">
        <w:rPr>
          <w:rtl/>
        </w:rPr>
        <w:t xml:space="preserve"> </w:t>
      </w:r>
      <w:r w:rsidR="00554BFA" w:rsidRPr="00D0383A">
        <w:rPr>
          <w:rtl/>
        </w:rPr>
        <w:t>=</w:t>
      </w:r>
      <w:r w:rsidR="00554BFA">
        <w:rPr>
          <w:rtl/>
        </w:rPr>
        <w:t xml:space="preserve"> </w:t>
      </w:r>
      <w:r w:rsidRPr="007A78D3">
        <w:rPr>
          <w:rtl/>
        </w:rPr>
        <w:t>والعَمُّ</w:t>
      </w:r>
      <w:r w:rsidR="00554BFA">
        <w:rPr>
          <w:rtl/>
        </w:rPr>
        <w:t xml:space="preserve"> </w:t>
      </w:r>
      <w:r w:rsidRPr="007A78D3">
        <w:rPr>
          <w:rtl/>
        </w:rPr>
        <w:t>مَتروك</w:t>
      </w:r>
      <w:r w:rsidR="00554BFA">
        <w:rPr>
          <w:rtl/>
        </w:rPr>
        <w:t xml:space="preserve"> </w:t>
      </w:r>
      <w:r w:rsidRPr="007A78D3">
        <w:rPr>
          <w:rtl/>
        </w:rPr>
        <w:t>بغير</w:t>
      </w:r>
      <w:r w:rsidR="00554BFA">
        <w:rPr>
          <w:rtl/>
        </w:rPr>
        <w:t xml:space="preserve"> </w:t>
      </w:r>
      <w:r w:rsidRPr="007A78D3">
        <w:rPr>
          <w:rtl/>
        </w:rPr>
        <w:t>سِهام</w:t>
      </w:r>
    </w:p>
    <w:p w:rsidR="00645494" w:rsidRPr="00645494" w:rsidRDefault="00645494" w:rsidP="00FE2721">
      <w:pPr>
        <w:pStyle w:val="libPoemCenter"/>
        <w:rPr>
          <w:rtl/>
        </w:rPr>
      </w:pPr>
      <w:r w:rsidRPr="007A78D3">
        <w:rPr>
          <w:rtl/>
        </w:rPr>
        <w:t>ما</w:t>
      </w:r>
      <w:r w:rsidR="00554BFA">
        <w:rPr>
          <w:rtl/>
        </w:rPr>
        <w:t xml:space="preserve"> </w:t>
      </w:r>
      <w:r w:rsidRPr="007A78D3">
        <w:rPr>
          <w:rtl/>
        </w:rPr>
        <w:t>للطَليق</w:t>
      </w:r>
      <w:r w:rsidR="00554BFA">
        <w:rPr>
          <w:rtl/>
        </w:rPr>
        <w:t xml:space="preserve"> </w:t>
      </w:r>
      <w:r w:rsidRPr="007A78D3">
        <w:rPr>
          <w:rtl/>
        </w:rPr>
        <w:t>وللتُراث</w:t>
      </w:r>
      <w:r w:rsidR="00554BFA">
        <w:rPr>
          <w:rtl/>
        </w:rPr>
        <w:t xml:space="preserve"> </w:t>
      </w:r>
      <w:r w:rsidRPr="007A78D3">
        <w:rPr>
          <w:rtl/>
        </w:rPr>
        <w:t>وإنّما</w:t>
      </w:r>
      <w:r w:rsidR="00554BFA">
        <w:rPr>
          <w:rtl/>
        </w:rPr>
        <w:t xml:space="preserve"> </w:t>
      </w:r>
      <w:r w:rsidR="00554BFA" w:rsidRPr="00D0383A">
        <w:rPr>
          <w:rtl/>
        </w:rPr>
        <w:t>=</w:t>
      </w:r>
      <w:r w:rsidR="00554BFA">
        <w:rPr>
          <w:rtl/>
        </w:rPr>
        <w:t xml:space="preserve"> </w:t>
      </w:r>
      <w:r w:rsidRPr="007A78D3">
        <w:rPr>
          <w:rtl/>
        </w:rPr>
        <w:t>سَجد</w:t>
      </w:r>
      <w:r w:rsidR="00554BFA">
        <w:rPr>
          <w:rtl/>
        </w:rPr>
        <w:t xml:space="preserve"> </w:t>
      </w:r>
      <w:r w:rsidRPr="007A78D3">
        <w:rPr>
          <w:rtl/>
        </w:rPr>
        <w:t>الطَليق</w:t>
      </w:r>
      <w:r w:rsidR="00554BFA">
        <w:rPr>
          <w:rtl/>
        </w:rPr>
        <w:t xml:space="preserve"> </w:t>
      </w:r>
      <w:r w:rsidRPr="007A78D3">
        <w:rPr>
          <w:rtl/>
        </w:rPr>
        <w:t>مَخافة</w:t>
      </w:r>
      <w:r w:rsidR="00554BFA">
        <w:rPr>
          <w:rtl/>
        </w:rPr>
        <w:t xml:space="preserve"> </w:t>
      </w:r>
      <w:r w:rsidRPr="007A78D3">
        <w:rPr>
          <w:rtl/>
        </w:rPr>
        <w:t>الصِمصام</w:t>
      </w:r>
    </w:p>
    <w:p w:rsidR="00554BFA" w:rsidRDefault="00645494" w:rsidP="00645494">
      <w:pPr>
        <w:pStyle w:val="libNormal"/>
      </w:pPr>
      <w:r>
        <w:br w:type="page"/>
      </w:r>
    </w:p>
    <w:p w:rsidR="00645494" w:rsidRDefault="00645494" w:rsidP="00645494">
      <w:pPr>
        <w:pStyle w:val="libPoemCenter"/>
        <w:rPr>
          <w:rtl/>
        </w:rPr>
      </w:pPr>
      <w:r w:rsidRPr="007A78D3">
        <w:rPr>
          <w:rtl/>
        </w:rPr>
        <w:lastRenderedPageBreak/>
        <w:t>قد</w:t>
      </w:r>
      <w:r w:rsidR="00554BFA">
        <w:rPr>
          <w:rtl/>
        </w:rPr>
        <w:t xml:space="preserve"> </w:t>
      </w:r>
      <w:r w:rsidRPr="007A78D3">
        <w:rPr>
          <w:rtl/>
        </w:rPr>
        <w:t>كان</w:t>
      </w:r>
      <w:r w:rsidR="00554BFA">
        <w:rPr>
          <w:rtl/>
        </w:rPr>
        <w:t xml:space="preserve"> </w:t>
      </w:r>
      <w:r w:rsidRPr="007A78D3">
        <w:rPr>
          <w:rtl/>
        </w:rPr>
        <w:t>أخبرك</w:t>
      </w:r>
      <w:r w:rsidR="00554BFA">
        <w:rPr>
          <w:rtl/>
        </w:rPr>
        <w:t xml:space="preserve"> </w:t>
      </w:r>
      <w:r w:rsidRPr="007A78D3">
        <w:rPr>
          <w:rtl/>
        </w:rPr>
        <w:t>القُرآن</w:t>
      </w:r>
      <w:r w:rsidR="00554BFA">
        <w:rPr>
          <w:rtl/>
        </w:rPr>
        <w:t xml:space="preserve"> </w:t>
      </w:r>
      <w:r w:rsidRPr="007A78D3">
        <w:rPr>
          <w:rtl/>
        </w:rPr>
        <w:t>بفَضله</w:t>
      </w:r>
      <w:r w:rsidR="00554BFA">
        <w:rPr>
          <w:rtl/>
        </w:rPr>
        <w:t xml:space="preserve"> </w:t>
      </w:r>
      <w:r w:rsidR="00554BFA" w:rsidRPr="00D0383A">
        <w:rPr>
          <w:rtl/>
        </w:rPr>
        <w:t>=</w:t>
      </w:r>
      <w:r w:rsidR="00554BFA">
        <w:rPr>
          <w:rtl/>
        </w:rPr>
        <w:t xml:space="preserve"> </w:t>
      </w:r>
      <w:r w:rsidRPr="007A78D3">
        <w:rPr>
          <w:rtl/>
        </w:rPr>
        <w:t>فمضى</w:t>
      </w:r>
      <w:r w:rsidR="00554BFA">
        <w:rPr>
          <w:rtl/>
        </w:rPr>
        <w:t xml:space="preserve"> </w:t>
      </w:r>
      <w:r w:rsidRPr="007A78D3">
        <w:rPr>
          <w:rtl/>
        </w:rPr>
        <w:t>القَضاء</w:t>
      </w:r>
      <w:r w:rsidR="00554BFA">
        <w:rPr>
          <w:rtl/>
        </w:rPr>
        <w:t xml:space="preserve"> </w:t>
      </w:r>
      <w:r w:rsidRPr="007A78D3">
        <w:rPr>
          <w:rtl/>
        </w:rPr>
        <w:t>به</w:t>
      </w:r>
      <w:r w:rsidR="00554BFA">
        <w:rPr>
          <w:rtl/>
        </w:rPr>
        <w:t xml:space="preserve"> </w:t>
      </w:r>
      <w:r w:rsidRPr="007A78D3">
        <w:rPr>
          <w:rtl/>
        </w:rPr>
        <w:t>مِن</w:t>
      </w:r>
      <w:r w:rsidR="00554BFA">
        <w:rPr>
          <w:rtl/>
        </w:rPr>
        <w:t xml:space="preserve"> </w:t>
      </w:r>
      <w:r w:rsidRPr="007A78D3">
        <w:rPr>
          <w:rtl/>
        </w:rPr>
        <w:t>الحُكّام</w:t>
      </w:r>
    </w:p>
    <w:p w:rsidR="00645494" w:rsidRDefault="00645494" w:rsidP="00FE2721">
      <w:pPr>
        <w:pStyle w:val="libPoemCenter"/>
        <w:rPr>
          <w:rtl/>
        </w:rPr>
      </w:pPr>
      <w:r w:rsidRPr="007A78D3">
        <w:rPr>
          <w:rtl/>
        </w:rPr>
        <w:t>إنَّ</w:t>
      </w:r>
      <w:r w:rsidR="00554BFA">
        <w:rPr>
          <w:rtl/>
        </w:rPr>
        <w:t xml:space="preserve"> </w:t>
      </w:r>
      <w:r w:rsidRPr="007A78D3">
        <w:rPr>
          <w:rtl/>
        </w:rPr>
        <w:t>ابن</w:t>
      </w:r>
      <w:r w:rsidR="00554BFA">
        <w:rPr>
          <w:rtl/>
        </w:rPr>
        <w:t xml:space="preserve"> </w:t>
      </w:r>
      <w:r w:rsidRPr="007A78D3">
        <w:rPr>
          <w:rtl/>
        </w:rPr>
        <w:t>فاطمة</w:t>
      </w:r>
      <w:r w:rsidR="00554BFA">
        <w:rPr>
          <w:rtl/>
        </w:rPr>
        <w:t xml:space="preserve"> </w:t>
      </w:r>
      <w:r w:rsidRPr="007A78D3">
        <w:rPr>
          <w:rtl/>
        </w:rPr>
        <w:t>المنوَّه</w:t>
      </w:r>
      <w:r w:rsidR="00554BFA">
        <w:rPr>
          <w:rtl/>
        </w:rPr>
        <w:t xml:space="preserve"> </w:t>
      </w:r>
      <w:r w:rsidRPr="007A78D3">
        <w:rPr>
          <w:rtl/>
        </w:rPr>
        <w:t>باسمه</w:t>
      </w:r>
      <w:r w:rsidR="00554BFA">
        <w:rPr>
          <w:rtl/>
        </w:rPr>
        <w:t xml:space="preserve"> </w:t>
      </w:r>
      <w:r w:rsidR="00554BFA" w:rsidRPr="00D0383A">
        <w:rPr>
          <w:rtl/>
        </w:rPr>
        <w:t>=</w:t>
      </w:r>
      <w:r w:rsidR="00554BFA">
        <w:rPr>
          <w:rtl/>
        </w:rPr>
        <w:t xml:space="preserve"> </w:t>
      </w:r>
      <w:r w:rsidRPr="007A78D3">
        <w:rPr>
          <w:rtl/>
        </w:rPr>
        <w:t>حاز</w:t>
      </w:r>
      <w:r w:rsidR="00554BFA">
        <w:rPr>
          <w:rtl/>
        </w:rPr>
        <w:t xml:space="preserve"> </w:t>
      </w:r>
      <w:r w:rsidRPr="007A78D3">
        <w:rPr>
          <w:rtl/>
        </w:rPr>
        <w:t>الوِراثة</w:t>
      </w:r>
      <w:r w:rsidR="00554BFA">
        <w:rPr>
          <w:rtl/>
        </w:rPr>
        <w:t xml:space="preserve"> </w:t>
      </w:r>
      <w:r w:rsidRPr="007A78D3">
        <w:rPr>
          <w:rtl/>
        </w:rPr>
        <w:t>مِن</w:t>
      </w:r>
      <w:r w:rsidR="00554BFA">
        <w:rPr>
          <w:rtl/>
        </w:rPr>
        <w:t xml:space="preserve"> </w:t>
      </w:r>
      <w:r w:rsidRPr="007A78D3">
        <w:rPr>
          <w:rtl/>
        </w:rPr>
        <w:t>بني</w:t>
      </w:r>
      <w:r w:rsidR="00554BFA">
        <w:rPr>
          <w:rtl/>
        </w:rPr>
        <w:t xml:space="preserve"> </w:t>
      </w:r>
      <w:r w:rsidRPr="007A78D3">
        <w:rPr>
          <w:rtl/>
        </w:rPr>
        <w:t>الأعمام</w:t>
      </w:r>
    </w:p>
    <w:p w:rsidR="00D0383A" w:rsidRDefault="00645494" w:rsidP="00FE2721">
      <w:pPr>
        <w:pStyle w:val="libPoemCenter"/>
        <w:rPr>
          <w:rtl/>
        </w:rPr>
      </w:pPr>
      <w:r w:rsidRPr="007A78D3">
        <w:rPr>
          <w:rtl/>
        </w:rPr>
        <w:t>وبَقي</w:t>
      </w:r>
      <w:r w:rsidR="00554BFA">
        <w:rPr>
          <w:rtl/>
        </w:rPr>
        <w:t xml:space="preserve"> </w:t>
      </w:r>
      <w:r w:rsidRPr="007A78D3">
        <w:rPr>
          <w:rtl/>
        </w:rPr>
        <w:t>ابن</w:t>
      </w:r>
      <w:r w:rsidR="00554BFA">
        <w:rPr>
          <w:rtl/>
        </w:rPr>
        <w:t xml:space="preserve"> </w:t>
      </w:r>
      <w:r w:rsidRPr="007A78D3">
        <w:rPr>
          <w:rtl/>
        </w:rPr>
        <w:t>نتلة</w:t>
      </w:r>
      <w:r w:rsidR="00554BFA">
        <w:rPr>
          <w:rtl/>
        </w:rPr>
        <w:t xml:space="preserve"> </w:t>
      </w:r>
      <w:r w:rsidRPr="007A78D3">
        <w:rPr>
          <w:rtl/>
        </w:rPr>
        <w:t>واقفاً</w:t>
      </w:r>
      <w:r w:rsidR="00554BFA">
        <w:rPr>
          <w:rtl/>
        </w:rPr>
        <w:t xml:space="preserve"> </w:t>
      </w:r>
      <w:r w:rsidRPr="007A78D3">
        <w:rPr>
          <w:rtl/>
        </w:rPr>
        <w:t>مُتلدِّداً</w:t>
      </w:r>
      <w:r w:rsidR="00554BFA">
        <w:rPr>
          <w:rtl/>
        </w:rPr>
        <w:t xml:space="preserve"> </w:t>
      </w:r>
      <w:r w:rsidR="00554BFA" w:rsidRPr="00D0383A">
        <w:rPr>
          <w:rtl/>
        </w:rPr>
        <w:t>=</w:t>
      </w:r>
      <w:r w:rsidR="00554BFA">
        <w:rPr>
          <w:rtl/>
        </w:rPr>
        <w:t xml:space="preserve"> </w:t>
      </w:r>
      <w:r w:rsidRPr="007A78D3">
        <w:rPr>
          <w:rtl/>
        </w:rPr>
        <w:t>يَبكي</w:t>
      </w:r>
      <w:r w:rsidR="00554BFA">
        <w:rPr>
          <w:rtl/>
        </w:rPr>
        <w:t xml:space="preserve"> </w:t>
      </w:r>
      <w:r w:rsidRPr="007A78D3">
        <w:rPr>
          <w:rtl/>
        </w:rPr>
        <w:t>ويُسعده</w:t>
      </w:r>
      <w:r w:rsidR="00554BFA">
        <w:rPr>
          <w:rtl/>
        </w:rPr>
        <w:t xml:space="preserve"> </w:t>
      </w:r>
      <w:r w:rsidRPr="007A78D3">
        <w:rPr>
          <w:rtl/>
        </w:rPr>
        <w:t>ذَووا</w:t>
      </w:r>
      <w:r w:rsidR="00554BFA">
        <w:rPr>
          <w:rtl/>
        </w:rPr>
        <w:t xml:space="preserve"> </w:t>
      </w:r>
      <w:r w:rsidRPr="007A78D3">
        <w:rPr>
          <w:rtl/>
        </w:rPr>
        <w:t>الأرحام</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إنَّ مروان بن أبي حَفصة كان مولى بَني أُمية، وكان يَمدح الرَشيد ويَهجو أمير المؤمنين</w:t>
      </w:r>
      <w:r>
        <w:rPr>
          <w:rtl/>
        </w:rPr>
        <w:t xml:space="preserve"> (</w:t>
      </w:r>
      <w:r w:rsidR="00645494" w:rsidRPr="00554BFA">
        <w:rPr>
          <w:rtl/>
        </w:rPr>
        <w:t>عليه السلام) وله لامية في هِجاء أمير المؤمنين، ذكر منها جُملة ابن أبي الحديد في شرح نهج البلاغة، وقد ردَّ عليه جماعة من المُتَقَدِّمين والمُتأخِّرين، آخرهم السيّد محمد المهدي بحر العُلوم الحسني الطباطبائي، المُتوفَّى سنة 1212 بلاميَّة تَقرب مِن مائتين وخمسين بيتاً شهيرة، والبيت الّذي ذكره الرضا</w:t>
      </w:r>
      <w:r>
        <w:rPr>
          <w:rtl/>
        </w:rPr>
        <w:t xml:space="preserve"> (</w:t>
      </w:r>
      <w:r w:rsidR="00645494" w:rsidRPr="00554BFA">
        <w:rPr>
          <w:rtl/>
        </w:rPr>
        <w:t>عليه السلام) له، مِن أبيات يُخاطِب بَني علي</w:t>
      </w:r>
      <w:r>
        <w:rPr>
          <w:rtl/>
        </w:rPr>
        <w:t xml:space="preserve"> (</w:t>
      </w:r>
      <w:r w:rsidR="00645494" w:rsidRPr="00554BFA">
        <w:rPr>
          <w:rtl/>
        </w:rPr>
        <w:t>عليه السلام) فيها ويقول:</w:t>
      </w:r>
    </w:p>
    <w:p w:rsidR="00645494" w:rsidRDefault="00645494" w:rsidP="00645494">
      <w:pPr>
        <w:pStyle w:val="libPoemCenter"/>
        <w:rPr>
          <w:rtl/>
        </w:rPr>
      </w:pPr>
      <w:r w:rsidRPr="007A78D3">
        <w:rPr>
          <w:rtl/>
        </w:rPr>
        <w:t>خَلّوا</w:t>
      </w:r>
      <w:r w:rsidR="00554BFA">
        <w:rPr>
          <w:rtl/>
        </w:rPr>
        <w:t xml:space="preserve"> </w:t>
      </w:r>
      <w:r w:rsidRPr="007A78D3">
        <w:rPr>
          <w:rtl/>
        </w:rPr>
        <w:t>الطَريق</w:t>
      </w:r>
      <w:r w:rsidR="00554BFA">
        <w:rPr>
          <w:rtl/>
        </w:rPr>
        <w:t xml:space="preserve"> </w:t>
      </w:r>
      <w:r w:rsidRPr="007A78D3">
        <w:rPr>
          <w:rtl/>
        </w:rPr>
        <w:t>لمَعشرٍ</w:t>
      </w:r>
      <w:r w:rsidR="00554BFA">
        <w:rPr>
          <w:rtl/>
        </w:rPr>
        <w:t xml:space="preserve"> </w:t>
      </w:r>
      <w:r w:rsidRPr="007A78D3">
        <w:rPr>
          <w:rtl/>
        </w:rPr>
        <w:t>عاداتُهم</w:t>
      </w:r>
      <w:r w:rsidR="00554BFA">
        <w:rPr>
          <w:rtl/>
        </w:rPr>
        <w:t xml:space="preserve"> </w:t>
      </w:r>
      <w:r w:rsidR="00554BFA" w:rsidRPr="00D0383A">
        <w:rPr>
          <w:rtl/>
        </w:rPr>
        <w:t>=</w:t>
      </w:r>
      <w:r w:rsidR="00554BFA">
        <w:rPr>
          <w:rtl/>
        </w:rPr>
        <w:t xml:space="preserve"> </w:t>
      </w:r>
      <w:r w:rsidRPr="007A78D3">
        <w:rPr>
          <w:rtl/>
        </w:rPr>
        <w:t>حَطم</w:t>
      </w:r>
      <w:r w:rsidR="00554BFA">
        <w:rPr>
          <w:rtl/>
        </w:rPr>
        <w:t xml:space="preserve"> </w:t>
      </w:r>
      <w:r w:rsidRPr="007A78D3">
        <w:rPr>
          <w:rtl/>
        </w:rPr>
        <w:t>المَناكب</w:t>
      </w:r>
      <w:r w:rsidR="00554BFA">
        <w:rPr>
          <w:rtl/>
        </w:rPr>
        <w:t xml:space="preserve"> </w:t>
      </w:r>
      <w:r w:rsidRPr="007A78D3">
        <w:rPr>
          <w:rtl/>
        </w:rPr>
        <w:t>كلَّ</w:t>
      </w:r>
      <w:r w:rsidR="00554BFA">
        <w:rPr>
          <w:rtl/>
        </w:rPr>
        <w:t xml:space="preserve"> </w:t>
      </w:r>
      <w:r w:rsidRPr="007A78D3">
        <w:rPr>
          <w:rtl/>
        </w:rPr>
        <w:t>يوم</w:t>
      </w:r>
      <w:r w:rsidR="00554BFA">
        <w:rPr>
          <w:rtl/>
        </w:rPr>
        <w:t xml:space="preserve"> </w:t>
      </w:r>
      <w:r w:rsidRPr="007A78D3">
        <w:rPr>
          <w:rtl/>
        </w:rPr>
        <w:t>زُحام</w:t>
      </w:r>
    </w:p>
    <w:p w:rsidR="00645494" w:rsidRDefault="00645494" w:rsidP="00645494">
      <w:pPr>
        <w:pStyle w:val="libPoemCenter"/>
        <w:rPr>
          <w:rtl/>
        </w:rPr>
      </w:pPr>
      <w:r w:rsidRPr="007A78D3">
        <w:rPr>
          <w:rtl/>
        </w:rPr>
        <w:t>وارضوا</w:t>
      </w:r>
      <w:r w:rsidR="00554BFA">
        <w:rPr>
          <w:rtl/>
        </w:rPr>
        <w:t xml:space="preserve"> </w:t>
      </w:r>
      <w:r w:rsidRPr="007A78D3">
        <w:rPr>
          <w:rtl/>
        </w:rPr>
        <w:t>بما</w:t>
      </w:r>
      <w:r w:rsidR="00554BFA">
        <w:rPr>
          <w:rtl/>
        </w:rPr>
        <w:t xml:space="preserve"> </w:t>
      </w:r>
      <w:r w:rsidRPr="007A78D3">
        <w:rPr>
          <w:rtl/>
        </w:rPr>
        <w:t>قَسم</w:t>
      </w:r>
      <w:r w:rsidR="00554BFA">
        <w:rPr>
          <w:rtl/>
        </w:rPr>
        <w:t xml:space="preserve"> </w:t>
      </w:r>
      <w:r w:rsidRPr="007A78D3">
        <w:rPr>
          <w:rtl/>
        </w:rPr>
        <w:t>الإله</w:t>
      </w:r>
      <w:r w:rsidR="00554BFA">
        <w:rPr>
          <w:rtl/>
        </w:rPr>
        <w:t xml:space="preserve"> </w:t>
      </w:r>
      <w:r w:rsidRPr="007A78D3">
        <w:rPr>
          <w:rtl/>
        </w:rPr>
        <w:t>لكم</w:t>
      </w:r>
      <w:r w:rsidR="00554BFA">
        <w:rPr>
          <w:rtl/>
        </w:rPr>
        <w:t xml:space="preserve"> </w:t>
      </w:r>
      <w:r w:rsidRPr="007A78D3">
        <w:rPr>
          <w:rtl/>
        </w:rPr>
        <w:t>به</w:t>
      </w:r>
      <w:r w:rsidR="00554BFA">
        <w:rPr>
          <w:rtl/>
        </w:rPr>
        <w:t xml:space="preserve"> </w:t>
      </w:r>
      <w:r w:rsidR="00554BFA" w:rsidRPr="00D0383A">
        <w:rPr>
          <w:rtl/>
        </w:rPr>
        <w:t>=</w:t>
      </w:r>
      <w:r w:rsidR="00554BFA">
        <w:rPr>
          <w:rtl/>
        </w:rPr>
        <w:t xml:space="preserve"> </w:t>
      </w:r>
      <w:r w:rsidRPr="007A78D3">
        <w:rPr>
          <w:rtl/>
        </w:rPr>
        <w:t>ودَعوا</w:t>
      </w:r>
      <w:r w:rsidR="00554BFA">
        <w:rPr>
          <w:rtl/>
        </w:rPr>
        <w:t xml:space="preserve"> </w:t>
      </w:r>
      <w:r w:rsidRPr="007A78D3">
        <w:rPr>
          <w:rtl/>
        </w:rPr>
        <w:t>وِراثة</w:t>
      </w:r>
      <w:r w:rsidR="00554BFA">
        <w:rPr>
          <w:rtl/>
        </w:rPr>
        <w:t xml:space="preserve"> </w:t>
      </w:r>
      <w:r w:rsidRPr="007A78D3">
        <w:rPr>
          <w:rtl/>
        </w:rPr>
        <w:t>كلِّ</w:t>
      </w:r>
      <w:r w:rsidR="00554BFA">
        <w:rPr>
          <w:rtl/>
        </w:rPr>
        <w:t xml:space="preserve"> </w:t>
      </w:r>
      <w:r w:rsidRPr="007A78D3">
        <w:rPr>
          <w:rtl/>
        </w:rPr>
        <w:t>أصيد</w:t>
      </w:r>
      <w:r w:rsidR="00554BFA">
        <w:rPr>
          <w:rtl/>
        </w:rPr>
        <w:t xml:space="preserve"> </w:t>
      </w:r>
      <w:r w:rsidRPr="007A78D3">
        <w:rPr>
          <w:rtl/>
        </w:rPr>
        <w:t>سامِ</w:t>
      </w:r>
    </w:p>
    <w:p w:rsidR="00645494" w:rsidRPr="00645494" w:rsidRDefault="00645494" w:rsidP="00FE2721">
      <w:pPr>
        <w:pStyle w:val="libPoemCenter"/>
        <w:rPr>
          <w:rtl/>
        </w:rPr>
      </w:pPr>
      <w:r w:rsidRPr="007A78D3">
        <w:rPr>
          <w:rtl/>
        </w:rPr>
        <w:t>أنّى</w:t>
      </w:r>
      <w:r w:rsidR="00554BFA">
        <w:rPr>
          <w:rtl/>
        </w:rPr>
        <w:t xml:space="preserve"> </w:t>
      </w:r>
      <w:r w:rsidRPr="007A78D3">
        <w:rPr>
          <w:rtl/>
        </w:rPr>
        <w:t>يكون</w:t>
      </w:r>
      <w:r w:rsidR="00554BFA">
        <w:rPr>
          <w:rtl/>
        </w:rPr>
        <w:t xml:space="preserve"> </w:t>
      </w:r>
      <w:r w:rsidRPr="007A78D3">
        <w:rPr>
          <w:rtl/>
        </w:rPr>
        <w:t>وليس</w:t>
      </w:r>
      <w:r w:rsidR="00554BFA">
        <w:rPr>
          <w:rtl/>
        </w:rPr>
        <w:t xml:space="preserve"> </w:t>
      </w:r>
      <w:r w:rsidRPr="007A78D3">
        <w:rPr>
          <w:rtl/>
        </w:rPr>
        <w:t>ذاك</w:t>
      </w:r>
      <w:r w:rsidR="00554BFA">
        <w:rPr>
          <w:rtl/>
        </w:rPr>
        <w:t xml:space="preserve"> </w:t>
      </w:r>
      <w:r w:rsidRPr="007A78D3">
        <w:rPr>
          <w:rtl/>
        </w:rPr>
        <w:t>بكائن</w:t>
      </w:r>
      <w:r w:rsidR="00554BFA">
        <w:rPr>
          <w:rtl/>
        </w:rPr>
        <w:t xml:space="preserve"> </w:t>
      </w:r>
      <w:r w:rsidR="00554BFA" w:rsidRPr="00D0383A">
        <w:rPr>
          <w:rtl/>
        </w:rPr>
        <w:t>=</w:t>
      </w:r>
      <w:r w:rsidR="00554BFA">
        <w:rPr>
          <w:rtl/>
        </w:rPr>
        <w:t xml:space="preserve"> </w:t>
      </w:r>
      <w:r w:rsidRPr="007A78D3">
        <w:rPr>
          <w:rtl/>
        </w:rPr>
        <w:t>لبني</w:t>
      </w:r>
      <w:r w:rsidR="00554BFA">
        <w:rPr>
          <w:rtl/>
        </w:rPr>
        <w:t xml:space="preserve"> </w:t>
      </w:r>
      <w:r w:rsidRPr="007A78D3">
        <w:rPr>
          <w:rtl/>
        </w:rPr>
        <w:t>البنات</w:t>
      </w:r>
      <w:r w:rsidR="00554BFA">
        <w:rPr>
          <w:rtl/>
        </w:rPr>
        <w:t xml:space="preserve"> </w:t>
      </w:r>
      <w:r w:rsidRPr="007A78D3">
        <w:rPr>
          <w:rtl/>
        </w:rPr>
        <w:t>وِراثة</w:t>
      </w:r>
      <w:r w:rsidR="00554BFA">
        <w:rPr>
          <w:rtl/>
        </w:rPr>
        <w:t xml:space="preserve"> </w:t>
      </w:r>
      <w:r w:rsidRPr="007A78D3">
        <w:rPr>
          <w:rtl/>
        </w:rPr>
        <w:t>الأعمام</w:t>
      </w:r>
    </w:p>
    <w:p w:rsidR="00645494" w:rsidRPr="007A78D3" w:rsidRDefault="00645494" w:rsidP="00554BFA">
      <w:pPr>
        <w:pStyle w:val="libNormal"/>
        <w:rPr>
          <w:rtl/>
        </w:rPr>
      </w:pPr>
      <w:r w:rsidRPr="00554BFA">
        <w:rPr>
          <w:rtl/>
        </w:rPr>
        <w:t>وقد أجابته العلويون ومواليهم، بأجوبة كثيرة مِن ذلك الزمان إلى هذا الآن، فمنهم جعفر بن عفَّان الطائي الشاعر المشهور، روى أبو الفرج في الأغاني، عن محمد بن يحيى بن أبي مرة، قال: مررت على جعفر بن عفَّان الطائي، وهو على باب مَنزله، فقال لي: مرحباً بك ياأخا تَغلب، أجلِس فجلست، فقال لي: يا أبا يحيى، أما تعجب مِن مروان بن أبي حفصة لعنه الله حيث يقول:</w:t>
      </w:r>
    </w:p>
    <w:p w:rsidR="00645494" w:rsidRDefault="00645494" w:rsidP="00645494">
      <w:pPr>
        <w:pStyle w:val="libNormal"/>
      </w:pPr>
      <w:r>
        <w:rPr>
          <w:rtl/>
        </w:rPr>
        <w:br w:type="page"/>
      </w:r>
    </w:p>
    <w:p w:rsidR="00645494" w:rsidRPr="00645494" w:rsidRDefault="00645494" w:rsidP="00645494">
      <w:pPr>
        <w:pStyle w:val="libPoemCenter"/>
        <w:rPr>
          <w:rtl/>
        </w:rPr>
      </w:pPr>
      <w:r w:rsidRPr="00BE2890">
        <w:rPr>
          <w:rtl/>
        </w:rPr>
        <w:lastRenderedPageBreak/>
        <w:t>أنّى</w:t>
      </w:r>
      <w:r w:rsidR="00554BFA">
        <w:rPr>
          <w:rtl/>
        </w:rPr>
        <w:t xml:space="preserve"> </w:t>
      </w:r>
      <w:r w:rsidRPr="00BE2890">
        <w:rPr>
          <w:rtl/>
        </w:rPr>
        <w:t>يكون</w:t>
      </w:r>
      <w:r w:rsidR="00554BFA">
        <w:rPr>
          <w:rtl/>
        </w:rPr>
        <w:t xml:space="preserve"> </w:t>
      </w:r>
      <w:r w:rsidRPr="00BE2890">
        <w:rPr>
          <w:rtl/>
        </w:rPr>
        <w:t>وليس</w:t>
      </w:r>
      <w:r w:rsidR="00554BFA">
        <w:rPr>
          <w:rtl/>
        </w:rPr>
        <w:t xml:space="preserve"> </w:t>
      </w:r>
      <w:r w:rsidRPr="00BE2890">
        <w:rPr>
          <w:rtl/>
        </w:rPr>
        <w:t>ذاك</w:t>
      </w:r>
      <w:r w:rsidR="00554BFA">
        <w:rPr>
          <w:rtl/>
        </w:rPr>
        <w:t xml:space="preserve"> </w:t>
      </w:r>
      <w:r w:rsidRPr="00BE2890">
        <w:rPr>
          <w:rtl/>
        </w:rPr>
        <w:t>بكائن</w:t>
      </w:r>
      <w:r w:rsidR="00554BFA">
        <w:rPr>
          <w:rtl/>
        </w:rPr>
        <w:t xml:space="preserve"> </w:t>
      </w:r>
      <w:r w:rsidR="00554BFA" w:rsidRPr="00D0383A">
        <w:rPr>
          <w:rtl/>
        </w:rPr>
        <w:t>=</w:t>
      </w:r>
      <w:r w:rsidR="00554BFA">
        <w:rPr>
          <w:rtl/>
        </w:rPr>
        <w:t xml:space="preserve"> </w:t>
      </w:r>
      <w:r w:rsidRPr="00BE2890">
        <w:rPr>
          <w:rtl/>
        </w:rPr>
        <w:t>لبَني</w:t>
      </w:r>
      <w:r w:rsidR="00554BFA">
        <w:rPr>
          <w:rtl/>
        </w:rPr>
        <w:t xml:space="preserve"> </w:t>
      </w:r>
      <w:r w:rsidRPr="00BE2890">
        <w:rPr>
          <w:rtl/>
        </w:rPr>
        <w:t>البَنات</w:t>
      </w:r>
      <w:r w:rsidR="00554BFA">
        <w:rPr>
          <w:rtl/>
        </w:rPr>
        <w:t xml:space="preserve"> </w:t>
      </w:r>
      <w:r w:rsidRPr="00BE2890">
        <w:rPr>
          <w:rtl/>
        </w:rPr>
        <w:t>وِراثة</w:t>
      </w:r>
      <w:r w:rsidR="00554BFA">
        <w:rPr>
          <w:rtl/>
        </w:rPr>
        <w:t xml:space="preserve"> </w:t>
      </w:r>
      <w:r w:rsidRPr="00BE2890">
        <w:rPr>
          <w:rtl/>
        </w:rPr>
        <w:t>الأعمام</w:t>
      </w:r>
    </w:p>
    <w:p w:rsidR="00645494" w:rsidRPr="00BE2890" w:rsidRDefault="00645494" w:rsidP="00554BFA">
      <w:pPr>
        <w:pStyle w:val="libNormal"/>
        <w:rPr>
          <w:rtl/>
        </w:rPr>
      </w:pPr>
      <w:r w:rsidRPr="00554BFA">
        <w:rPr>
          <w:rtl/>
        </w:rPr>
        <w:t>فقلت: بلى والله، إنّي لإتعجَّب منه، وأُكثر اللّعن عليه، فهل قلت في ذلك شيئاً؟ قال نعم قلت:</w:t>
      </w:r>
    </w:p>
    <w:p w:rsidR="00645494" w:rsidRDefault="00645494" w:rsidP="00FE2721">
      <w:pPr>
        <w:pStyle w:val="libPoemCenter"/>
        <w:rPr>
          <w:rtl/>
        </w:rPr>
      </w:pPr>
      <w:r w:rsidRPr="00BE2890">
        <w:rPr>
          <w:rtl/>
        </w:rPr>
        <w:t>أنّى</w:t>
      </w:r>
      <w:r w:rsidR="00554BFA">
        <w:rPr>
          <w:rtl/>
        </w:rPr>
        <w:t xml:space="preserve"> </w:t>
      </w:r>
      <w:r w:rsidRPr="00BE2890">
        <w:rPr>
          <w:rtl/>
        </w:rPr>
        <w:t>يكون</w:t>
      </w:r>
      <w:r w:rsidR="00554BFA">
        <w:rPr>
          <w:rtl/>
        </w:rPr>
        <w:t xml:space="preserve"> </w:t>
      </w:r>
      <w:r w:rsidRPr="00BE2890">
        <w:rPr>
          <w:rtl/>
        </w:rPr>
        <w:t>وإنَّ</w:t>
      </w:r>
      <w:r w:rsidR="00554BFA">
        <w:rPr>
          <w:rtl/>
        </w:rPr>
        <w:t xml:space="preserve"> </w:t>
      </w:r>
      <w:r w:rsidRPr="00BE2890">
        <w:rPr>
          <w:rtl/>
        </w:rPr>
        <w:t>ذاك</w:t>
      </w:r>
      <w:r w:rsidR="00554BFA">
        <w:rPr>
          <w:rtl/>
        </w:rPr>
        <w:t xml:space="preserve"> </w:t>
      </w:r>
      <w:r w:rsidRPr="00BE2890">
        <w:rPr>
          <w:rtl/>
        </w:rPr>
        <w:t>لكائن</w:t>
      </w:r>
      <w:r w:rsidR="00554BFA">
        <w:rPr>
          <w:rtl/>
        </w:rPr>
        <w:t xml:space="preserve"> </w:t>
      </w:r>
      <w:r w:rsidR="00554BFA" w:rsidRPr="00D0383A">
        <w:rPr>
          <w:rtl/>
        </w:rPr>
        <w:t>=</w:t>
      </w:r>
      <w:r w:rsidR="00554BFA">
        <w:rPr>
          <w:rtl/>
        </w:rPr>
        <w:t xml:space="preserve"> </w:t>
      </w:r>
      <w:r w:rsidRPr="00BE2890">
        <w:rPr>
          <w:rtl/>
        </w:rPr>
        <w:t>لبني</w:t>
      </w:r>
      <w:r w:rsidR="00554BFA">
        <w:rPr>
          <w:rtl/>
        </w:rPr>
        <w:t xml:space="preserve"> </w:t>
      </w:r>
      <w:r w:rsidRPr="00BE2890">
        <w:rPr>
          <w:rtl/>
        </w:rPr>
        <w:t>البنات</w:t>
      </w:r>
      <w:r w:rsidR="00554BFA">
        <w:rPr>
          <w:rtl/>
        </w:rPr>
        <w:t xml:space="preserve"> </w:t>
      </w:r>
      <w:r w:rsidRPr="00BE2890">
        <w:rPr>
          <w:rtl/>
        </w:rPr>
        <w:t>وِراثة</w:t>
      </w:r>
      <w:r w:rsidR="00554BFA">
        <w:rPr>
          <w:rtl/>
        </w:rPr>
        <w:t xml:space="preserve"> </w:t>
      </w:r>
      <w:r w:rsidRPr="00BE2890">
        <w:rPr>
          <w:rtl/>
        </w:rPr>
        <w:t>الأعمام</w:t>
      </w:r>
    </w:p>
    <w:p w:rsidR="00645494" w:rsidRDefault="00645494" w:rsidP="00FE2721">
      <w:pPr>
        <w:pStyle w:val="libPoemCenter"/>
        <w:rPr>
          <w:rtl/>
        </w:rPr>
      </w:pPr>
      <w:r w:rsidRPr="00BE2890">
        <w:rPr>
          <w:rtl/>
        </w:rPr>
        <w:t>للبنت</w:t>
      </w:r>
      <w:r w:rsidR="00554BFA">
        <w:rPr>
          <w:rtl/>
        </w:rPr>
        <w:t xml:space="preserve"> </w:t>
      </w:r>
      <w:r w:rsidRPr="00BE2890">
        <w:rPr>
          <w:rtl/>
        </w:rPr>
        <w:t>نُصف</w:t>
      </w:r>
      <w:r w:rsidR="00554BFA">
        <w:rPr>
          <w:rtl/>
        </w:rPr>
        <w:t xml:space="preserve"> </w:t>
      </w:r>
      <w:r w:rsidRPr="00BE2890">
        <w:rPr>
          <w:rtl/>
        </w:rPr>
        <w:t>كامل</w:t>
      </w:r>
      <w:r w:rsidR="00554BFA">
        <w:rPr>
          <w:rtl/>
        </w:rPr>
        <w:t xml:space="preserve"> </w:t>
      </w:r>
      <w:r w:rsidRPr="00BE2890">
        <w:rPr>
          <w:rtl/>
        </w:rPr>
        <w:t>مِن</w:t>
      </w:r>
      <w:r w:rsidR="00554BFA">
        <w:rPr>
          <w:rtl/>
        </w:rPr>
        <w:t xml:space="preserve"> </w:t>
      </w:r>
      <w:r w:rsidRPr="00BE2890">
        <w:rPr>
          <w:rtl/>
        </w:rPr>
        <w:t>ماله</w:t>
      </w:r>
      <w:r w:rsidR="00554BFA">
        <w:rPr>
          <w:rtl/>
        </w:rPr>
        <w:t xml:space="preserve"> </w:t>
      </w:r>
      <w:r w:rsidR="00554BFA" w:rsidRPr="00D0383A">
        <w:rPr>
          <w:rtl/>
        </w:rPr>
        <w:t>=</w:t>
      </w:r>
      <w:r w:rsidR="00554BFA">
        <w:rPr>
          <w:rtl/>
        </w:rPr>
        <w:t xml:space="preserve"> </w:t>
      </w:r>
      <w:r w:rsidRPr="00BE2890">
        <w:rPr>
          <w:rtl/>
        </w:rPr>
        <w:t>والعمُّ</w:t>
      </w:r>
      <w:r w:rsidR="00554BFA">
        <w:rPr>
          <w:rtl/>
        </w:rPr>
        <w:t xml:space="preserve"> </w:t>
      </w:r>
      <w:r w:rsidRPr="00BE2890">
        <w:rPr>
          <w:rtl/>
        </w:rPr>
        <w:t>مَتروك</w:t>
      </w:r>
      <w:r w:rsidR="00554BFA">
        <w:rPr>
          <w:rtl/>
        </w:rPr>
        <w:t xml:space="preserve"> </w:t>
      </w:r>
      <w:r w:rsidRPr="00BE2890">
        <w:rPr>
          <w:rtl/>
        </w:rPr>
        <w:t>بغير</w:t>
      </w:r>
      <w:r w:rsidR="00554BFA">
        <w:rPr>
          <w:rtl/>
        </w:rPr>
        <w:t xml:space="preserve"> </w:t>
      </w:r>
      <w:r w:rsidRPr="00BE2890">
        <w:rPr>
          <w:rtl/>
        </w:rPr>
        <w:t>سِهام</w:t>
      </w:r>
    </w:p>
    <w:p w:rsidR="00645494" w:rsidRPr="00645494" w:rsidRDefault="00645494" w:rsidP="00FE2721">
      <w:pPr>
        <w:pStyle w:val="libPoemCenter"/>
        <w:rPr>
          <w:rtl/>
        </w:rPr>
      </w:pPr>
      <w:r w:rsidRPr="00BE2890">
        <w:rPr>
          <w:rtl/>
        </w:rPr>
        <w:t>ما</w:t>
      </w:r>
      <w:r w:rsidR="00554BFA">
        <w:rPr>
          <w:rtl/>
        </w:rPr>
        <w:t xml:space="preserve"> </w:t>
      </w:r>
      <w:r w:rsidRPr="00BE2890">
        <w:rPr>
          <w:rtl/>
        </w:rPr>
        <w:t>للطَليق</w:t>
      </w:r>
      <w:r w:rsidR="00554BFA">
        <w:rPr>
          <w:rtl/>
        </w:rPr>
        <w:t xml:space="preserve"> </w:t>
      </w:r>
      <w:r w:rsidRPr="00BE2890">
        <w:rPr>
          <w:rtl/>
        </w:rPr>
        <w:t>وللتُراث</w:t>
      </w:r>
      <w:r w:rsidR="00554BFA">
        <w:rPr>
          <w:rtl/>
        </w:rPr>
        <w:t xml:space="preserve"> </w:t>
      </w:r>
      <w:r w:rsidRPr="00BE2890">
        <w:rPr>
          <w:rtl/>
        </w:rPr>
        <w:t>وإنّما</w:t>
      </w:r>
      <w:r w:rsidR="00554BFA">
        <w:rPr>
          <w:rtl/>
        </w:rPr>
        <w:t xml:space="preserve"> </w:t>
      </w:r>
      <w:r w:rsidR="00554BFA" w:rsidRPr="00D0383A">
        <w:rPr>
          <w:rtl/>
        </w:rPr>
        <w:t>=</w:t>
      </w:r>
      <w:r w:rsidR="00554BFA">
        <w:rPr>
          <w:rtl/>
        </w:rPr>
        <w:t xml:space="preserve"> </w:t>
      </w:r>
      <w:r w:rsidRPr="00BE2890">
        <w:rPr>
          <w:rtl/>
        </w:rPr>
        <w:t>سَجد</w:t>
      </w:r>
      <w:r w:rsidR="00554BFA">
        <w:rPr>
          <w:rtl/>
        </w:rPr>
        <w:t xml:space="preserve"> </w:t>
      </w:r>
      <w:r w:rsidRPr="00BE2890">
        <w:rPr>
          <w:rtl/>
        </w:rPr>
        <w:t>الطَليق</w:t>
      </w:r>
      <w:r w:rsidR="00554BFA">
        <w:rPr>
          <w:rtl/>
        </w:rPr>
        <w:t xml:space="preserve"> </w:t>
      </w:r>
      <w:r w:rsidRPr="00BE2890">
        <w:rPr>
          <w:rtl/>
        </w:rPr>
        <w:t>مَخافة</w:t>
      </w:r>
      <w:r w:rsidR="00554BFA">
        <w:rPr>
          <w:rtl/>
        </w:rPr>
        <w:t xml:space="preserve"> </w:t>
      </w:r>
      <w:r w:rsidRPr="00BE2890">
        <w:rPr>
          <w:rtl/>
        </w:rPr>
        <w:t>الصِمصام</w:t>
      </w:r>
    </w:p>
    <w:p w:rsidR="00D0383A" w:rsidRDefault="00645494" w:rsidP="00554BFA">
      <w:pPr>
        <w:pStyle w:val="libNormal"/>
        <w:rPr>
          <w:rtl/>
        </w:rPr>
      </w:pPr>
      <w:r w:rsidRPr="00554BFA">
        <w:rPr>
          <w:rtl/>
        </w:rPr>
        <w:t>ومنهم مؤلِّف هذا الكتاب، فقد شطَّر أبيات مروان الثلاثة، وقَلبها هجواً لأعداء العلويين، فقال مُخاطباً لبني علي</w:t>
      </w:r>
      <w:r w:rsidR="00554BFA">
        <w:rPr>
          <w:rtl/>
        </w:rPr>
        <w:t xml:space="preserve"> (</w:t>
      </w:r>
      <w:r w:rsidRPr="00554BFA">
        <w:rPr>
          <w:rtl/>
        </w:rPr>
        <w:t>عليه السلام):</w:t>
      </w:r>
    </w:p>
    <w:p w:rsidR="00645494" w:rsidRDefault="00554BFA" w:rsidP="00FE2721">
      <w:pPr>
        <w:pStyle w:val="libPoemCenter"/>
        <w:rPr>
          <w:rtl/>
        </w:rPr>
      </w:pPr>
      <w:r>
        <w:rPr>
          <w:rtl/>
        </w:rPr>
        <w:t>(</w:t>
      </w:r>
      <w:r w:rsidR="00645494" w:rsidRPr="00BE2890">
        <w:rPr>
          <w:rtl/>
        </w:rPr>
        <w:t>خَلّوا</w:t>
      </w:r>
      <w:r>
        <w:rPr>
          <w:rtl/>
        </w:rPr>
        <w:t xml:space="preserve"> </w:t>
      </w:r>
      <w:r w:rsidR="00645494" w:rsidRPr="00BE2890">
        <w:rPr>
          <w:rtl/>
        </w:rPr>
        <w:t>الطَريق</w:t>
      </w:r>
      <w:r>
        <w:rPr>
          <w:rtl/>
        </w:rPr>
        <w:t xml:space="preserve"> </w:t>
      </w:r>
      <w:r w:rsidR="00645494" w:rsidRPr="00BE2890">
        <w:rPr>
          <w:rtl/>
        </w:rPr>
        <w:t>لمَعشرٍ</w:t>
      </w:r>
      <w:r>
        <w:rPr>
          <w:rtl/>
        </w:rPr>
        <w:t xml:space="preserve"> </w:t>
      </w:r>
      <w:r w:rsidR="00645494" w:rsidRPr="00BE2890">
        <w:rPr>
          <w:rtl/>
        </w:rPr>
        <w:t>عاداتُهم)</w:t>
      </w:r>
      <w:r>
        <w:rPr>
          <w:rtl/>
        </w:rPr>
        <w:t xml:space="preserve"> </w:t>
      </w:r>
      <w:r w:rsidRPr="00D0383A">
        <w:rPr>
          <w:rtl/>
        </w:rPr>
        <w:t>=</w:t>
      </w:r>
      <w:r>
        <w:rPr>
          <w:rtl/>
        </w:rPr>
        <w:t xml:space="preserve"> </w:t>
      </w:r>
      <w:r w:rsidR="00645494" w:rsidRPr="00BE2890">
        <w:rPr>
          <w:rtl/>
        </w:rPr>
        <w:t>تَطريق</w:t>
      </w:r>
      <w:r>
        <w:rPr>
          <w:rtl/>
        </w:rPr>
        <w:t xml:space="preserve"> </w:t>
      </w:r>
      <w:r w:rsidR="00645494" w:rsidRPr="00BE2890">
        <w:rPr>
          <w:rtl/>
        </w:rPr>
        <w:t>أظهُرِهم</w:t>
      </w:r>
      <w:r>
        <w:rPr>
          <w:rtl/>
        </w:rPr>
        <w:t xml:space="preserve"> </w:t>
      </w:r>
      <w:r w:rsidR="00645494" w:rsidRPr="00BE2890">
        <w:rPr>
          <w:rtl/>
        </w:rPr>
        <w:t>لصَدر</w:t>
      </w:r>
      <w:r>
        <w:rPr>
          <w:rtl/>
        </w:rPr>
        <w:t xml:space="preserve"> </w:t>
      </w:r>
      <w:r w:rsidR="00645494" w:rsidRPr="00BE2890">
        <w:rPr>
          <w:rtl/>
        </w:rPr>
        <w:t>غُلام</w:t>
      </w:r>
    </w:p>
    <w:p w:rsidR="00D0383A" w:rsidRDefault="00645494" w:rsidP="00FE2721">
      <w:pPr>
        <w:pStyle w:val="libPoemCenter"/>
        <w:rPr>
          <w:rtl/>
        </w:rPr>
      </w:pPr>
      <w:r w:rsidRPr="00BE2890">
        <w:rPr>
          <w:rtl/>
        </w:rPr>
        <w:t>أفنوا</w:t>
      </w:r>
      <w:r w:rsidR="00554BFA">
        <w:rPr>
          <w:rtl/>
        </w:rPr>
        <w:t xml:space="preserve"> </w:t>
      </w:r>
      <w:r w:rsidRPr="00BE2890">
        <w:rPr>
          <w:rtl/>
        </w:rPr>
        <w:t>فعادتهم</w:t>
      </w:r>
      <w:r w:rsidR="00554BFA">
        <w:rPr>
          <w:rtl/>
        </w:rPr>
        <w:t xml:space="preserve"> </w:t>
      </w:r>
      <w:r w:rsidRPr="00BE2890">
        <w:rPr>
          <w:rtl/>
        </w:rPr>
        <w:t>لرهز</w:t>
      </w:r>
      <w:r w:rsidR="00554BFA">
        <w:rPr>
          <w:rtl/>
        </w:rPr>
        <w:t xml:space="preserve"> </w:t>
      </w:r>
      <w:r w:rsidRPr="00BE2890">
        <w:rPr>
          <w:rtl/>
        </w:rPr>
        <w:t>عبيدهم</w:t>
      </w:r>
      <w:r w:rsidR="00554BFA">
        <w:rPr>
          <w:rtl/>
        </w:rPr>
        <w:t xml:space="preserve"> </w:t>
      </w:r>
      <w:r w:rsidR="00554BFA" w:rsidRPr="00D0383A">
        <w:rPr>
          <w:rtl/>
        </w:rPr>
        <w:t>=</w:t>
      </w:r>
      <w:r w:rsidR="00554BFA">
        <w:rPr>
          <w:rtl/>
        </w:rPr>
        <w:t xml:space="preserve"> (</w:t>
      </w:r>
      <w:r w:rsidRPr="00BE2890">
        <w:rPr>
          <w:rtl/>
        </w:rPr>
        <w:t>حَطمُ</w:t>
      </w:r>
      <w:r w:rsidR="00554BFA">
        <w:rPr>
          <w:rtl/>
        </w:rPr>
        <w:t xml:space="preserve"> </w:t>
      </w:r>
      <w:r w:rsidRPr="00BE2890">
        <w:rPr>
          <w:rtl/>
        </w:rPr>
        <w:t>المَناكب</w:t>
      </w:r>
      <w:r w:rsidR="00554BFA">
        <w:rPr>
          <w:rtl/>
        </w:rPr>
        <w:t xml:space="preserve"> </w:t>
      </w:r>
      <w:r w:rsidRPr="00BE2890">
        <w:rPr>
          <w:rtl/>
        </w:rPr>
        <w:t>كلَّ</w:t>
      </w:r>
      <w:r w:rsidR="00554BFA">
        <w:rPr>
          <w:rtl/>
        </w:rPr>
        <w:t xml:space="preserve"> </w:t>
      </w:r>
      <w:r w:rsidRPr="00BE2890">
        <w:rPr>
          <w:rtl/>
        </w:rPr>
        <w:t>يوم</w:t>
      </w:r>
      <w:r w:rsidR="00554BFA">
        <w:rPr>
          <w:rtl/>
        </w:rPr>
        <w:t xml:space="preserve"> </w:t>
      </w:r>
      <w:r w:rsidRPr="00BE2890">
        <w:rPr>
          <w:rtl/>
        </w:rPr>
        <w:t>زحام)</w:t>
      </w:r>
    </w:p>
    <w:p w:rsidR="00645494" w:rsidRDefault="00554BFA" w:rsidP="00FE2721">
      <w:pPr>
        <w:pStyle w:val="libPoemCenter"/>
        <w:rPr>
          <w:rtl/>
        </w:rPr>
      </w:pPr>
      <w:r>
        <w:rPr>
          <w:rtl/>
        </w:rPr>
        <w:t>(</w:t>
      </w:r>
      <w:r w:rsidR="00645494" w:rsidRPr="00BE2890">
        <w:rPr>
          <w:rtl/>
        </w:rPr>
        <w:t>وأرضوا</w:t>
      </w:r>
      <w:r>
        <w:rPr>
          <w:rtl/>
        </w:rPr>
        <w:t xml:space="preserve"> </w:t>
      </w:r>
      <w:r w:rsidR="00645494" w:rsidRPr="00BE2890">
        <w:rPr>
          <w:rtl/>
        </w:rPr>
        <w:t>بما</w:t>
      </w:r>
      <w:r>
        <w:rPr>
          <w:rtl/>
        </w:rPr>
        <w:t xml:space="preserve"> </w:t>
      </w:r>
      <w:r w:rsidR="00645494" w:rsidRPr="00BE2890">
        <w:rPr>
          <w:rtl/>
        </w:rPr>
        <w:t>قَسم</w:t>
      </w:r>
      <w:r>
        <w:rPr>
          <w:rtl/>
        </w:rPr>
        <w:t xml:space="preserve"> </w:t>
      </w:r>
      <w:r w:rsidR="00645494" w:rsidRPr="00BE2890">
        <w:rPr>
          <w:rtl/>
        </w:rPr>
        <w:t>الإله</w:t>
      </w:r>
      <w:r>
        <w:rPr>
          <w:rtl/>
        </w:rPr>
        <w:t xml:space="preserve"> </w:t>
      </w:r>
      <w:r w:rsidR="00645494" w:rsidRPr="00BE2890">
        <w:rPr>
          <w:rtl/>
        </w:rPr>
        <w:t>لكم</w:t>
      </w:r>
      <w:r>
        <w:rPr>
          <w:rtl/>
        </w:rPr>
        <w:t xml:space="preserve"> </w:t>
      </w:r>
      <w:r w:rsidR="00645494" w:rsidRPr="00BE2890">
        <w:rPr>
          <w:rtl/>
        </w:rPr>
        <w:t>به)</w:t>
      </w:r>
      <w:r>
        <w:rPr>
          <w:rtl/>
        </w:rPr>
        <w:t xml:space="preserve"> </w:t>
      </w:r>
      <w:r w:rsidRPr="00D0383A">
        <w:rPr>
          <w:rtl/>
        </w:rPr>
        <w:t>=</w:t>
      </w:r>
      <w:r>
        <w:rPr>
          <w:rtl/>
        </w:rPr>
        <w:t xml:space="preserve"> </w:t>
      </w:r>
      <w:r w:rsidR="00645494" w:rsidRPr="00BE2890">
        <w:rPr>
          <w:rtl/>
        </w:rPr>
        <w:t>طُهر</w:t>
      </w:r>
      <w:r>
        <w:rPr>
          <w:rtl/>
        </w:rPr>
        <w:t xml:space="preserve"> </w:t>
      </w:r>
      <w:r w:rsidR="00645494" w:rsidRPr="00BE2890">
        <w:rPr>
          <w:rtl/>
        </w:rPr>
        <w:t>النُفوس</w:t>
      </w:r>
      <w:r>
        <w:rPr>
          <w:rtl/>
        </w:rPr>
        <w:t xml:space="preserve"> </w:t>
      </w:r>
      <w:r w:rsidR="00645494" w:rsidRPr="00BE2890">
        <w:rPr>
          <w:rtl/>
        </w:rPr>
        <w:t>وعِفة</w:t>
      </w:r>
      <w:r>
        <w:rPr>
          <w:rtl/>
        </w:rPr>
        <w:t xml:space="preserve"> </w:t>
      </w:r>
      <w:r w:rsidR="00645494" w:rsidRPr="00BE2890">
        <w:rPr>
          <w:rtl/>
        </w:rPr>
        <w:t>الأجسام</w:t>
      </w:r>
    </w:p>
    <w:p w:rsidR="00D0383A" w:rsidRDefault="00645494" w:rsidP="00FE2721">
      <w:pPr>
        <w:pStyle w:val="libPoemCenter"/>
        <w:rPr>
          <w:rtl/>
        </w:rPr>
      </w:pPr>
      <w:r w:rsidRPr="00BE2890">
        <w:rPr>
          <w:rtl/>
        </w:rPr>
        <w:t>إنْ</w:t>
      </w:r>
      <w:r w:rsidR="00554BFA">
        <w:rPr>
          <w:rtl/>
        </w:rPr>
        <w:t xml:space="preserve"> </w:t>
      </w:r>
      <w:r w:rsidRPr="00BE2890">
        <w:rPr>
          <w:rtl/>
        </w:rPr>
        <w:t>يَمنعوكم</w:t>
      </w:r>
      <w:r w:rsidR="00554BFA">
        <w:rPr>
          <w:rtl/>
        </w:rPr>
        <w:t xml:space="preserve"> </w:t>
      </w:r>
      <w:r w:rsidRPr="00BE2890">
        <w:rPr>
          <w:rtl/>
        </w:rPr>
        <w:t>إرثَكم</w:t>
      </w:r>
      <w:r w:rsidR="00554BFA">
        <w:rPr>
          <w:rtl/>
        </w:rPr>
        <w:t xml:space="preserve"> </w:t>
      </w:r>
      <w:r w:rsidRPr="00BE2890">
        <w:rPr>
          <w:rtl/>
        </w:rPr>
        <w:t>فتَصبَّرو</w:t>
      </w:r>
      <w:r w:rsidR="00554BFA">
        <w:rPr>
          <w:rtl/>
        </w:rPr>
        <w:t xml:space="preserve"> </w:t>
      </w:r>
      <w:r w:rsidR="00554BFA" w:rsidRPr="00D0383A">
        <w:rPr>
          <w:rtl/>
        </w:rPr>
        <w:t>=</w:t>
      </w:r>
      <w:r w:rsidR="00554BFA">
        <w:rPr>
          <w:rtl/>
        </w:rPr>
        <w:t xml:space="preserve"> (</w:t>
      </w:r>
      <w:r w:rsidRPr="00BE2890">
        <w:rPr>
          <w:rtl/>
        </w:rPr>
        <w:t>ودعوا</w:t>
      </w:r>
      <w:r w:rsidR="00554BFA">
        <w:rPr>
          <w:rtl/>
        </w:rPr>
        <w:t xml:space="preserve"> </w:t>
      </w:r>
      <w:r w:rsidRPr="00BE2890">
        <w:rPr>
          <w:rtl/>
        </w:rPr>
        <w:t>وِراثة</w:t>
      </w:r>
      <w:r w:rsidR="00554BFA">
        <w:rPr>
          <w:rtl/>
        </w:rPr>
        <w:t xml:space="preserve"> </w:t>
      </w:r>
      <w:r w:rsidRPr="00BE2890">
        <w:rPr>
          <w:rtl/>
        </w:rPr>
        <w:t>كلِّ</w:t>
      </w:r>
      <w:r w:rsidR="00554BFA">
        <w:rPr>
          <w:rtl/>
        </w:rPr>
        <w:t xml:space="preserve"> </w:t>
      </w:r>
      <w:r w:rsidRPr="00BE2890">
        <w:rPr>
          <w:rtl/>
        </w:rPr>
        <w:t>أصيد</w:t>
      </w:r>
      <w:r w:rsidR="00554BFA">
        <w:rPr>
          <w:rtl/>
        </w:rPr>
        <w:t xml:space="preserve"> </w:t>
      </w:r>
      <w:r w:rsidRPr="00BE2890">
        <w:rPr>
          <w:rtl/>
        </w:rPr>
        <w:t>سام)</w:t>
      </w:r>
    </w:p>
    <w:p w:rsidR="00645494" w:rsidRDefault="00554BFA" w:rsidP="00FE2721">
      <w:pPr>
        <w:pStyle w:val="libPoemCenter"/>
        <w:rPr>
          <w:rtl/>
        </w:rPr>
      </w:pPr>
      <w:r>
        <w:rPr>
          <w:rtl/>
        </w:rPr>
        <w:t>(</w:t>
      </w:r>
      <w:r w:rsidR="00645494" w:rsidRPr="00BE2890">
        <w:rPr>
          <w:rtl/>
        </w:rPr>
        <w:t>أنّى</w:t>
      </w:r>
      <w:r>
        <w:rPr>
          <w:rtl/>
        </w:rPr>
        <w:t xml:space="preserve"> </w:t>
      </w:r>
      <w:r w:rsidR="00645494" w:rsidRPr="00BE2890">
        <w:rPr>
          <w:rtl/>
        </w:rPr>
        <w:t>يكون</w:t>
      </w:r>
      <w:r>
        <w:rPr>
          <w:rtl/>
        </w:rPr>
        <w:t xml:space="preserve"> </w:t>
      </w:r>
      <w:r w:rsidR="00645494" w:rsidRPr="00BE2890">
        <w:rPr>
          <w:rtl/>
        </w:rPr>
        <w:t>وليس</w:t>
      </w:r>
      <w:r>
        <w:rPr>
          <w:rtl/>
        </w:rPr>
        <w:t xml:space="preserve"> </w:t>
      </w:r>
      <w:r w:rsidR="00645494" w:rsidRPr="00BE2890">
        <w:rPr>
          <w:rtl/>
        </w:rPr>
        <w:t>ذاك</w:t>
      </w:r>
      <w:r>
        <w:rPr>
          <w:rtl/>
        </w:rPr>
        <w:t xml:space="preserve"> </w:t>
      </w:r>
      <w:r w:rsidR="00645494" w:rsidRPr="00BE2890">
        <w:rPr>
          <w:rtl/>
        </w:rPr>
        <w:t>بكائن)</w:t>
      </w:r>
      <w:r>
        <w:rPr>
          <w:rtl/>
        </w:rPr>
        <w:t xml:space="preserve"> </w:t>
      </w:r>
      <w:r w:rsidRPr="00D0383A">
        <w:rPr>
          <w:rtl/>
        </w:rPr>
        <w:t>=</w:t>
      </w:r>
      <w:r>
        <w:rPr>
          <w:rtl/>
        </w:rPr>
        <w:t xml:space="preserve"> </w:t>
      </w:r>
      <w:r w:rsidR="00645494" w:rsidRPr="00BE2890">
        <w:rPr>
          <w:rtl/>
        </w:rPr>
        <w:t>للمُلحدين</w:t>
      </w:r>
      <w:r>
        <w:rPr>
          <w:rtl/>
        </w:rPr>
        <w:t xml:space="preserve"> </w:t>
      </w:r>
      <w:r w:rsidR="00645494" w:rsidRPr="00BE2890">
        <w:rPr>
          <w:rtl/>
        </w:rPr>
        <w:t>وِراثة</w:t>
      </w:r>
      <w:r>
        <w:rPr>
          <w:rtl/>
        </w:rPr>
        <w:t xml:space="preserve"> </w:t>
      </w:r>
      <w:r w:rsidR="00645494" w:rsidRPr="00BE2890">
        <w:rPr>
          <w:rtl/>
        </w:rPr>
        <w:t>الإسلام</w:t>
      </w:r>
    </w:p>
    <w:p w:rsidR="00645494" w:rsidRPr="00645494" w:rsidRDefault="00645494" w:rsidP="00FE2721">
      <w:pPr>
        <w:pStyle w:val="libPoemCenter"/>
        <w:rPr>
          <w:rtl/>
        </w:rPr>
      </w:pPr>
      <w:r w:rsidRPr="00BE2890">
        <w:rPr>
          <w:rtl/>
        </w:rPr>
        <w:t>ليس</w:t>
      </w:r>
      <w:r w:rsidR="00554BFA">
        <w:rPr>
          <w:rtl/>
        </w:rPr>
        <w:t xml:space="preserve"> </w:t>
      </w:r>
      <w:r w:rsidRPr="00BE2890">
        <w:rPr>
          <w:rtl/>
        </w:rPr>
        <w:t>الوِراثة</w:t>
      </w:r>
      <w:r w:rsidR="00554BFA">
        <w:rPr>
          <w:rtl/>
        </w:rPr>
        <w:t xml:space="preserve"> </w:t>
      </w:r>
      <w:r w:rsidRPr="00BE2890">
        <w:rPr>
          <w:rtl/>
        </w:rPr>
        <w:t>للعُمومة</w:t>
      </w:r>
      <w:r w:rsidR="00554BFA">
        <w:rPr>
          <w:rtl/>
        </w:rPr>
        <w:t xml:space="preserve"> </w:t>
      </w:r>
      <w:r w:rsidRPr="00BE2890">
        <w:rPr>
          <w:rtl/>
        </w:rPr>
        <w:t>إنَّما</w:t>
      </w:r>
      <w:r w:rsidR="00554BFA">
        <w:rPr>
          <w:rtl/>
        </w:rPr>
        <w:t xml:space="preserve"> </w:t>
      </w:r>
      <w:r w:rsidR="00554BFA" w:rsidRPr="00D0383A">
        <w:rPr>
          <w:rtl/>
        </w:rPr>
        <w:t>=</w:t>
      </w:r>
      <w:r w:rsidR="00554BFA">
        <w:rPr>
          <w:rtl/>
        </w:rPr>
        <w:t xml:space="preserve"> (</w:t>
      </w:r>
      <w:r w:rsidRPr="00BE2890">
        <w:rPr>
          <w:rtl/>
        </w:rPr>
        <w:t>لبني</w:t>
      </w:r>
      <w:r w:rsidR="00554BFA">
        <w:rPr>
          <w:rtl/>
        </w:rPr>
        <w:t xml:space="preserve"> </w:t>
      </w:r>
      <w:r w:rsidRPr="00BE2890">
        <w:rPr>
          <w:rtl/>
        </w:rPr>
        <w:t>البنات</w:t>
      </w:r>
      <w:r w:rsidR="00554BFA">
        <w:rPr>
          <w:rtl/>
        </w:rPr>
        <w:t xml:space="preserve"> </w:t>
      </w:r>
      <w:r w:rsidRPr="00BE2890">
        <w:rPr>
          <w:rtl/>
        </w:rPr>
        <w:t>وِراثة</w:t>
      </w:r>
      <w:r w:rsidR="00554BFA">
        <w:rPr>
          <w:rtl/>
        </w:rPr>
        <w:t xml:space="preserve"> </w:t>
      </w:r>
      <w:r w:rsidRPr="00BE2890">
        <w:rPr>
          <w:rtl/>
        </w:rPr>
        <w:t>الأعمام)</w:t>
      </w:r>
    </w:p>
    <w:p w:rsidR="00554BFA" w:rsidRDefault="00645494" w:rsidP="00554BFA">
      <w:pPr>
        <w:pStyle w:val="libNormal"/>
        <w:rPr>
          <w:rtl/>
        </w:rPr>
      </w:pPr>
      <w:r w:rsidRPr="00554BFA">
        <w:rPr>
          <w:rtl/>
        </w:rPr>
        <w:t>ثم خمّس التشطير إيضاحاً، فقال:</w:t>
      </w:r>
    </w:p>
    <w:p w:rsidR="00645494" w:rsidRDefault="00645494" w:rsidP="00FE2721">
      <w:pPr>
        <w:pStyle w:val="libPoemCenter"/>
        <w:rPr>
          <w:rtl/>
        </w:rPr>
      </w:pPr>
      <w:r w:rsidRPr="00BE2890">
        <w:rPr>
          <w:rtl/>
        </w:rPr>
        <w:t>ضَلَّ</w:t>
      </w:r>
      <w:r w:rsidR="00554BFA">
        <w:rPr>
          <w:rtl/>
        </w:rPr>
        <w:t xml:space="preserve"> </w:t>
      </w:r>
      <w:r w:rsidRPr="00BE2890">
        <w:rPr>
          <w:rtl/>
        </w:rPr>
        <w:t>الوَرى</w:t>
      </w:r>
      <w:r w:rsidR="00554BFA">
        <w:rPr>
          <w:rtl/>
        </w:rPr>
        <w:t xml:space="preserve"> </w:t>
      </w:r>
      <w:r w:rsidRPr="00BE2890">
        <w:rPr>
          <w:rtl/>
        </w:rPr>
        <w:t>وبَنو</w:t>
      </w:r>
      <w:r w:rsidR="00554BFA">
        <w:rPr>
          <w:rtl/>
        </w:rPr>
        <w:t xml:space="preserve"> </w:t>
      </w:r>
      <w:r w:rsidRPr="00BE2890">
        <w:rPr>
          <w:rtl/>
        </w:rPr>
        <w:t>النبي</w:t>
      </w:r>
      <w:r w:rsidR="00554BFA">
        <w:rPr>
          <w:rtl/>
        </w:rPr>
        <w:t xml:space="preserve"> </w:t>
      </w:r>
      <w:r w:rsidRPr="00BE2890">
        <w:rPr>
          <w:rtl/>
        </w:rPr>
        <w:t>هُداتُهم</w:t>
      </w:r>
      <w:r w:rsidR="00554BFA">
        <w:rPr>
          <w:rtl/>
        </w:rPr>
        <w:t xml:space="preserve"> </w:t>
      </w:r>
      <w:r w:rsidR="00554BFA" w:rsidRPr="00D0383A">
        <w:rPr>
          <w:rtl/>
        </w:rPr>
        <w:t>=</w:t>
      </w:r>
      <w:r w:rsidR="00554BFA">
        <w:rPr>
          <w:rtl/>
        </w:rPr>
        <w:t xml:space="preserve"> </w:t>
      </w:r>
      <w:r w:rsidRPr="00BE2890">
        <w:rPr>
          <w:rtl/>
        </w:rPr>
        <w:t>لكنْ</w:t>
      </w:r>
      <w:r w:rsidR="00554BFA">
        <w:rPr>
          <w:rtl/>
        </w:rPr>
        <w:t xml:space="preserve"> </w:t>
      </w:r>
      <w:r w:rsidRPr="00BE2890">
        <w:rPr>
          <w:rtl/>
        </w:rPr>
        <w:t>أبى</w:t>
      </w:r>
      <w:r w:rsidR="00554BFA">
        <w:rPr>
          <w:rtl/>
        </w:rPr>
        <w:t xml:space="preserve"> </w:t>
      </w:r>
      <w:r w:rsidRPr="00BE2890">
        <w:rPr>
          <w:rtl/>
        </w:rPr>
        <w:t>إلاّ</w:t>
      </w:r>
      <w:r w:rsidR="00554BFA">
        <w:rPr>
          <w:rtl/>
        </w:rPr>
        <w:t xml:space="preserve"> </w:t>
      </w:r>
      <w:r w:rsidRPr="00BE2890">
        <w:rPr>
          <w:rtl/>
        </w:rPr>
        <w:t>الضلال</w:t>
      </w:r>
      <w:r w:rsidR="00554BFA">
        <w:rPr>
          <w:rtl/>
        </w:rPr>
        <w:t xml:space="preserve"> </w:t>
      </w:r>
      <w:r w:rsidRPr="00BE2890">
        <w:rPr>
          <w:rtl/>
        </w:rPr>
        <w:t>عِداتهم</w:t>
      </w:r>
    </w:p>
    <w:p w:rsidR="00645494" w:rsidRPr="00645494" w:rsidRDefault="00645494" w:rsidP="00FE2721">
      <w:pPr>
        <w:pStyle w:val="libPoemCenter"/>
        <w:rPr>
          <w:rtl/>
        </w:rPr>
      </w:pPr>
      <w:r w:rsidRPr="00BE2890">
        <w:rPr>
          <w:rtl/>
        </w:rPr>
        <w:t>يا</w:t>
      </w:r>
      <w:r w:rsidR="00554BFA">
        <w:rPr>
          <w:rtl/>
        </w:rPr>
        <w:t xml:space="preserve"> </w:t>
      </w:r>
      <w:r w:rsidRPr="00BE2890">
        <w:rPr>
          <w:rtl/>
        </w:rPr>
        <w:t>سادتي</w:t>
      </w:r>
      <w:r w:rsidR="00554BFA">
        <w:rPr>
          <w:rtl/>
        </w:rPr>
        <w:t xml:space="preserve"> </w:t>
      </w:r>
      <w:r w:rsidRPr="00BE2890">
        <w:rPr>
          <w:rtl/>
        </w:rPr>
        <w:t>لا</w:t>
      </w:r>
      <w:r w:rsidR="00554BFA">
        <w:rPr>
          <w:rtl/>
        </w:rPr>
        <w:t xml:space="preserve"> </w:t>
      </w:r>
      <w:r w:rsidRPr="00BE2890">
        <w:rPr>
          <w:rtl/>
        </w:rPr>
        <w:t>تَهتدي</w:t>
      </w:r>
      <w:r w:rsidR="00554BFA">
        <w:rPr>
          <w:rtl/>
        </w:rPr>
        <w:t xml:space="preserve"> </w:t>
      </w:r>
      <w:r w:rsidRPr="00BE2890">
        <w:rPr>
          <w:rtl/>
        </w:rPr>
        <w:t>ساداتُهم</w:t>
      </w:r>
      <w:r w:rsidR="00554BFA">
        <w:rPr>
          <w:rtl/>
        </w:rPr>
        <w:t xml:space="preserve"> </w:t>
      </w:r>
      <w:r w:rsidR="00554BFA" w:rsidRPr="00D0383A">
        <w:rPr>
          <w:rtl/>
        </w:rPr>
        <w:t>=</w:t>
      </w:r>
      <w:r w:rsidR="00554BFA">
        <w:rPr>
          <w:rtl/>
        </w:rPr>
        <w:t xml:space="preserve"> </w:t>
      </w:r>
      <w:r w:rsidRPr="00BE2890">
        <w:rPr>
          <w:rtl/>
        </w:rPr>
        <w:t>خلّوا</w:t>
      </w:r>
      <w:r w:rsidR="00554BFA">
        <w:rPr>
          <w:rtl/>
        </w:rPr>
        <w:t xml:space="preserve"> </w:t>
      </w:r>
      <w:r w:rsidRPr="00BE2890">
        <w:rPr>
          <w:rtl/>
        </w:rPr>
        <w:t>الطَريق</w:t>
      </w:r>
      <w:r w:rsidR="00554BFA">
        <w:rPr>
          <w:rtl/>
        </w:rPr>
        <w:t xml:space="preserve"> </w:t>
      </w:r>
      <w:r w:rsidRPr="00BE2890">
        <w:rPr>
          <w:rtl/>
        </w:rPr>
        <w:t>لمَعشر</w:t>
      </w:r>
      <w:r w:rsidR="00554BFA">
        <w:rPr>
          <w:rtl/>
        </w:rPr>
        <w:t xml:space="preserve"> </w:t>
      </w:r>
      <w:r w:rsidRPr="00BE2890">
        <w:rPr>
          <w:rtl/>
        </w:rPr>
        <w:t>عاداتُهم</w:t>
      </w:r>
    </w:p>
    <w:p w:rsidR="00645494" w:rsidRPr="00554BFA" w:rsidRDefault="00645494" w:rsidP="00554BFA">
      <w:pPr>
        <w:pStyle w:val="libPoemCenter"/>
        <w:rPr>
          <w:rtl/>
        </w:rPr>
      </w:pPr>
      <w:r w:rsidRPr="00BE2890">
        <w:rPr>
          <w:rtl/>
        </w:rPr>
        <w:t>تَطريق أظهرِهم لصَدر غُلام</w:t>
      </w:r>
    </w:p>
    <w:p w:rsidR="00645494" w:rsidRPr="00645494" w:rsidRDefault="00645494" w:rsidP="00FE2721">
      <w:pPr>
        <w:pStyle w:val="libPoemCenter"/>
        <w:rPr>
          <w:rtl/>
        </w:rPr>
      </w:pPr>
      <w:r w:rsidRPr="00BE2890">
        <w:rPr>
          <w:rtl/>
        </w:rPr>
        <w:t>لا</w:t>
      </w:r>
      <w:r w:rsidR="00554BFA">
        <w:rPr>
          <w:rtl/>
        </w:rPr>
        <w:t xml:space="preserve"> </w:t>
      </w:r>
      <w:r w:rsidRPr="00BE2890">
        <w:rPr>
          <w:rtl/>
        </w:rPr>
        <w:t>تَعرضوا</w:t>
      </w:r>
      <w:r w:rsidR="00554BFA">
        <w:rPr>
          <w:rtl/>
        </w:rPr>
        <w:t xml:space="preserve"> </w:t>
      </w:r>
      <w:r w:rsidRPr="00BE2890">
        <w:rPr>
          <w:rtl/>
        </w:rPr>
        <w:t>أبداً</w:t>
      </w:r>
      <w:r w:rsidR="00554BFA">
        <w:rPr>
          <w:rtl/>
        </w:rPr>
        <w:t xml:space="preserve"> </w:t>
      </w:r>
      <w:r w:rsidRPr="00BE2890">
        <w:rPr>
          <w:rtl/>
        </w:rPr>
        <w:t>إلى</w:t>
      </w:r>
      <w:r w:rsidR="00554BFA">
        <w:rPr>
          <w:rtl/>
        </w:rPr>
        <w:t xml:space="preserve"> </w:t>
      </w:r>
      <w:r w:rsidRPr="00BE2890">
        <w:rPr>
          <w:rtl/>
        </w:rPr>
        <w:t>تَسديدهم</w:t>
      </w:r>
      <w:r w:rsidR="00554BFA">
        <w:rPr>
          <w:rtl/>
        </w:rPr>
        <w:t xml:space="preserve"> </w:t>
      </w:r>
      <w:r w:rsidR="00554BFA" w:rsidRPr="00D0383A">
        <w:rPr>
          <w:rtl/>
        </w:rPr>
        <w:t>=</w:t>
      </w:r>
      <w:r w:rsidR="00554BFA">
        <w:rPr>
          <w:rtl/>
        </w:rPr>
        <w:t xml:space="preserve"> </w:t>
      </w:r>
      <w:r w:rsidRPr="00BE2890">
        <w:rPr>
          <w:rtl/>
        </w:rPr>
        <w:t>وذروهم</w:t>
      </w:r>
      <w:r w:rsidR="00554BFA">
        <w:rPr>
          <w:rtl/>
        </w:rPr>
        <w:t xml:space="preserve"> </w:t>
      </w:r>
      <w:r w:rsidRPr="00BE2890">
        <w:rPr>
          <w:rtl/>
        </w:rPr>
        <w:t>بشَحيحهم</w:t>
      </w:r>
      <w:r w:rsidR="00554BFA">
        <w:rPr>
          <w:rtl/>
        </w:rPr>
        <w:t xml:space="preserve"> </w:t>
      </w:r>
      <w:r w:rsidRPr="00BE2890">
        <w:rPr>
          <w:rtl/>
        </w:rPr>
        <w:t>وفَديدهم</w:t>
      </w:r>
    </w:p>
    <w:p w:rsidR="00645494" w:rsidRDefault="00645494" w:rsidP="00645494">
      <w:pPr>
        <w:pStyle w:val="libNormal"/>
      </w:pPr>
      <w:r>
        <w:br w:type="page"/>
      </w:r>
    </w:p>
    <w:p w:rsidR="00645494" w:rsidRPr="00645494" w:rsidRDefault="00645494" w:rsidP="00FE2721">
      <w:pPr>
        <w:pStyle w:val="libPoemCenter"/>
        <w:rPr>
          <w:rtl/>
        </w:rPr>
      </w:pPr>
      <w:r w:rsidRPr="00BE2890">
        <w:rPr>
          <w:rtl/>
        </w:rPr>
        <w:lastRenderedPageBreak/>
        <w:t>فهمُ</w:t>
      </w:r>
      <w:r w:rsidR="00554BFA">
        <w:rPr>
          <w:rtl/>
        </w:rPr>
        <w:t xml:space="preserve"> </w:t>
      </w:r>
      <w:r w:rsidRPr="00BE2890">
        <w:rPr>
          <w:rtl/>
        </w:rPr>
        <w:t>وكَهلُهم</w:t>
      </w:r>
      <w:r w:rsidR="00554BFA">
        <w:rPr>
          <w:rtl/>
        </w:rPr>
        <w:t xml:space="preserve"> </w:t>
      </w:r>
      <w:r w:rsidRPr="00BE2890">
        <w:rPr>
          <w:rtl/>
        </w:rPr>
        <w:t>كمِثل</w:t>
      </w:r>
      <w:r w:rsidR="00554BFA">
        <w:rPr>
          <w:rtl/>
        </w:rPr>
        <w:t xml:space="preserve"> </w:t>
      </w:r>
      <w:r w:rsidRPr="00BE2890">
        <w:rPr>
          <w:rtl/>
        </w:rPr>
        <w:t>وَليدهم</w:t>
      </w:r>
      <w:r w:rsidR="00554BFA">
        <w:rPr>
          <w:rtl/>
        </w:rPr>
        <w:t xml:space="preserve"> </w:t>
      </w:r>
      <w:r w:rsidR="00554BFA" w:rsidRPr="00D0383A">
        <w:rPr>
          <w:rtl/>
        </w:rPr>
        <w:t>=</w:t>
      </w:r>
      <w:r w:rsidR="00554BFA">
        <w:rPr>
          <w:rtl/>
        </w:rPr>
        <w:t xml:space="preserve"> </w:t>
      </w:r>
      <w:r w:rsidRPr="00BE2890">
        <w:rPr>
          <w:rtl/>
        </w:rPr>
        <w:t>أفنوا</w:t>
      </w:r>
      <w:r w:rsidR="00554BFA">
        <w:rPr>
          <w:rtl/>
        </w:rPr>
        <w:t xml:space="preserve"> </w:t>
      </w:r>
      <w:r w:rsidRPr="00BE2890">
        <w:rPr>
          <w:rtl/>
        </w:rPr>
        <w:t>فعادتهم</w:t>
      </w:r>
      <w:r w:rsidR="00554BFA">
        <w:rPr>
          <w:rtl/>
        </w:rPr>
        <w:t xml:space="preserve"> </w:t>
      </w:r>
      <w:r w:rsidRPr="00BE2890">
        <w:rPr>
          <w:rtl/>
        </w:rPr>
        <w:t>لرَهز</w:t>
      </w:r>
      <w:r w:rsidR="00554BFA">
        <w:rPr>
          <w:rtl/>
        </w:rPr>
        <w:t xml:space="preserve"> </w:t>
      </w:r>
      <w:r w:rsidRPr="00BE2890">
        <w:rPr>
          <w:rtl/>
        </w:rPr>
        <w:t>عَبيدهم</w:t>
      </w:r>
    </w:p>
    <w:p w:rsidR="00645494" w:rsidRPr="00554BFA" w:rsidRDefault="00645494" w:rsidP="00554BFA">
      <w:pPr>
        <w:pStyle w:val="libPoemCenter"/>
        <w:rPr>
          <w:rtl/>
        </w:rPr>
      </w:pPr>
      <w:r w:rsidRPr="00BE2890">
        <w:rPr>
          <w:rtl/>
        </w:rPr>
        <w:t>حَطْمُ المَناكب كلَّ يَوم زِحام</w:t>
      </w:r>
    </w:p>
    <w:p w:rsidR="00645494" w:rsidRDefault="00645494" w:rsidP="00FE2721">
      <w:pPr>
        <w:pStyle w:val="libPoemCenter"/>
        <w:rPr>
          <w:rtl/>
        </w:rPr>
      </w:pPr>
      <w:r w:rsidRPr="00BE2890">
        <w:rPr>
          <w:rtl/>
        </w:rPr>
        <w:t>صفاكم</w:t>
      </w:r>
      <w:r w:rsidR="00554BFA">
        <w:rPr>
          <w:rtl/>
        </w:rPr>
        <w:t xml:space="preserve"> </w:t>
      </w:r>
      <w:r w:rsidRPr="00BE2890">
        <w:rPr>
          <w:rtl/>
        </w:rPr>
        <w:t>الرَحمان</w:t>
      </w:r>
      <w:r w:rsidR="00554BFA">
        <w:rPr>
          <w:rtl/>
        </w:rPr>
        <w:t xml:space="preserve"> </w:t>
      </w:r>
      <w:r w:rsidRPr="00BE2890">
        <w:rPr>
          <w:rtl/>
        </w:rPr>
        <w:t>للمُتَنبِّه</w:t>
      </w:r>
      <w:r w:rsidR="00554BFA">
        <w:rPr>
          <w:rtl/>
        </w:rPr>
        <w:t xml:space="preserve"> </w:t>
      </w:r>
      <w:r w:rsidR="00554BFA" w:rsidRPr="00D0383A">
        <w:rPr>
          <w:rtl/>
        </w:rPr>
        <w:t>=</w:t>
      </w:r>
      <w:r w:rsidR="00554BFA">
        <w:rPr>
          <w:rtl/>
        </w:rPr>
        <w:t xml:space="preserve"> </w:t>
      </w:r>
      <w:r w:rsidRPr="00BE2890">
        <w:rPr>
          <w:rtl/>
        </w:rPr>
        <w:t>وسَما</w:t>
      </w:r>
      <w:r w:rsidR="00554BFA">
        <w:rPr>
          <w:rtl/>
        </w:rPr>
        <w:t xml:space="preserve"> </w:t>
      </w:r>
      <w:r w:rsidRPr="00BE2890">
        <w:rPr>
          <w:rtl/>
        </w:rPr>
        <w:t>بكم</w:t>
      </w:r>
      <w:r w:rsidR="00554BFA">
        <w:rPr>
          <w:rtl/>
        </w:rPr>
        <w:t xml:space="preserve"> </w:t>
      </w:r>
      <w:r w:rsidRPr="00BE2890">
        <w:rPr>
          <w:rtl/>
        </w:rPr>
        <w:t>عن</w:t>
      </w:r>
      <w:r w:rsidR="00554BFA">
        <w:rPr>
          <w:rtl/>
        </w:rPr>
        <w:t xml:space="preserve"> </w:t>
      </w:r>
      <w:r w:rsidRPr="00BE2890">
        <w:rPr>
          <w:rtl/>
        </w:rPr>
        <w:t>مِثل</w:t>
      </w:r>
      <w:r w:rsidR="00554BFA">
        <w:rPr>
          <w:rtl/>
        </w:rPr>
        <w:t xml:space="preserve"> </w:t>
      </w:r>
      <w:r w:rsidRPr="00BE2890">
        <w:rPr>
          <w:rtl/>
        </w:rPr>
        <w:t>أو</w:t>
      </w:r>
      <w:r w:rsidR="00554BFA">
        <w:rPr>
          <w:rtl/>
        </w:rPr>
        <w:t xml:space="preserve"> </w:t>
      </w:r>
      <w:r w:rsidRPr="00BE2890">
        <w:rPr>
          <w:rtl/>
        </w:rPr>
        <w:t>عن</w:t>
      </w:r>
      <w:r w:rsidR="00554BFA">
        <w:rPr>
          <w:rtl/>
        </w:rPr>
        <w:t xml:space="preserve"> </w:t>
      </w:r>
      <w:r w:rsidRPr="00BE2890">
        <w:rPr>
          <w:rtl/>
        </w:rPr>
        <w:t>مُشبِه</w:t>
      </w:r>
    </w:p>
    <w:p w:rsidR="00645494" w:rsidRPr="00645494" w:rsidRDefault="00645494" w:rsidP="00FE2721">
      <w:pPr>
        <w:pStyle w:val="libPoemCenter"/>
        <w:rPr>
          <w:rtl/>
        </w:rPr>
      </w:pPr>
      <w:r w:rsidRPr="00BE2890">
        <w:rPr>
          <w:rtl/>
        </w:rPr>
        <w:t>فتَنزَّهوا</w:t>
      </w:r>
      <w:r w:rsidR="00554BFA">
        <w:rPr>
          <w:rtl/>
        </w:rPr>
        <w:t xml:space="preserve"> </w:t>
      </w:r>
      <w:r w:rsidRPr="00BE2890">
        <w:rPr>
          <w:rtl/>
        </w:rPr>
        <w:t>عمَّن</w:t>
      </w:r>
      <w:r w:rsidR="00554BFA">
        <w:rPr>
          <w:rtl/>
        </w:rPr>
        <w:t xml:space="preserve"> </w:t>
      </w:r>
      <w:r w:rsidRPr="00BE2890">
        <w:rPr>
          <w:rtl/>
        </w:rPr>
        <w:t>به</w:t>
      </w:r>
      <w:r w:rsidR="00554BFA">
        <w:rPr>
          <w:rtl/>
        </w:rPr>
        <w:t xml:space="preserve"> </w:t>
      </w:r>
      <w:r w:rsidRPr="00BE2890">
        <w:rPr>
          <w:rtl/>
        </w:rPr>
        <w:t>لم</w:t>
      </w:r>
      <w:r w:rsidR="00554BFA">
        <w:rPr>
          <w:rtl/>
        </w:rPr>
        <w:t xml:space="preserve"> </w:t>
      </w:r>
      <w:r w:rsidRPr="00BE2890">
        <w:rPr>
          <w:rtl/>
        </w:rPr>
        <w:t>يؤبه</w:t>
      </w:r>
      <w:r w:rsidR="00554BFA">
        <w:rPr>
          <w:rtl/>
        </w:rPr>
        <w:t xml:space="preserve"> </w:t>
      </w:r>
      <w:r w:rsidR="00554BFA" w:rsidRPr="00D0383A">
        <w:rPr>
          <w:rtl/>
        </w:rPr>
        <w:t>=</w:t>
      </w:r>
      <w:r w:rsidR="00554BFA">
        <w:rPr>
          <w:rtl/>
        </w:rPr>
        <w:t xml:space="preserve"> </w:t>
      </w:r>
      <w:r w:rsidRPr="00BE2890">
        <w:rPr>
          <w:rtl/>
        </w:rPr>
        <w:t>وارضوا</w:t>
      </w:r>
      <w:r w:rsidR="00554BFA">
        <w:rPr>
          <w:rtl/>
        </w:rPr>
        <w:t xml:space="preserve"> </w:t>
      </w:r>
      <w:r w:rsidRPr="00BE2890">
        <w:rPr>
          <w:rtl/>
        </w:rPr>
        <w:t>بما</w:t>
      </w:r>
      <w:r w:rsidR="00554BFA">
        <w:rPr>
          <w:rtl/>
        </w:rPr>
        <w:t xml:space="preserve"> </w:t>
      </w:r>
      <w:r w:rsidRPr="00BE2890">
        <w:rPr>
          <w:rtl/>
        </w:rPr>
        <w:t>قَسم</w:t>
      </w:r>
      <w:r w:rsidR="00554BFA">
        <w:rPr>
          <w:rtl/>
        </w:rPr>
        <w:t xml:space="preserve"> </w:t>
      </w:r>
      <w:r w:rsidRPr="00BE2890">
        <w:rPr>
          <w:rtl/>
        </w:rPr>
        <w:t>الإله</w:t>
      </w:r>
      <w:r w:rsidR="00554BFA">
        <w:rPr>
          <w:rtl/>
        </w:rPr>
        <w:t xml:space="preserve"> </w:t>
      </w:r>
      <w:r w:rsidRPr="00BE2890">
        <w:rPr>
          <w:rtl/>
        </w:rPr>
        <w:t>لكم</w:t>
      </w:r>
      <w:r w:rsidR="00554BFA">
        <w:rPr>
          <w:rtl/>
        </w:rPr>
        <w:t xml:space="preserve"> </w:t>
      </w:r>
      <w:r w:rsidRPr="00BE2890">
        <w:rPr>
          <w:rtl/>
        </w:rPr>
        <w:t>به</w:t>
      </w:r>
    </w:p>
    <w:p w:rsidR="00645494" w:rsidRPr="00554BFA" w:rsidRDefault="00645494" w:rsidP="00554BFA">
      <w:pPr>
        <w:pStyle w:val="libPoemCenter"/>
        <w:rPr>
          <w:rtl/>
        </w:rPr>
      </w:pPr>
      <w:r w:rsidRPr="00BE2890">
        <w:rPr>
          <w:rtl/>
        </w:rPr>
        <w:t>طُهر النفوس وعِفة الأجسام</w:t>
      </w:r>
    </w:p>
    <w:p w:rsidR="00645494" w:rsidRDefault="00645494" w:rsidP="00FE2721">
      <w:pPr>
        <w:pStyle w:val="libPoemCenter"/>
        <w:rPr>
          <w:rtl/>
        </w:rPr>
      </w:pPr>
      <w:r w:rsidRPr="00BE2890">
        <w:rPr>
          <w:rtl/>
        </w:rPr>
        <w:t>آبائكم</w:t>
      </w:r>
      <w:r w:rsidR="00554BFA">
        <w:rPr>
          <w:rtl/>
        </w:rPr>
        <w:t xml:space="preserve"> </w:t>
      </w:r>
      <w:r w:rsidRPr="00BE2890">
        <w:rPr>
          <w:rtl/>
        </w:rPr>
        <w:t>لهم</w:t>
      </w:r>
      <w:r w:rsidR="00554BFA">
        <w:rPr>
          <w:rtl/>
        </w:rPr>
        <w:t xml:space="preserve"> </w:t>
      </w:r>
      <w:r w:rsidRPr="00BE2890">
        <w:rPr>
          <w:rtl/>
        </w:rPr>
        <w:t>العُلا</w:t>
      </w:r>
      <w:r w:rsidR="00554BFA">
        <w:rPr>
          <w:rtl/>
        </w:rPr>
        <w:t xml:space="preserve"> </w:t>
      </w:r>
      <w:r w:rsidRPr="00BE2890">
        <w:rPr>
          <w:rtl/>
        </w:rPr>
        <w:t>والمَفخر</w:t>
      </w:r>
      <w:r w:rsidR="00554BFA">
        <w:rPr>
          <w:rtl/>
        </w:rPr>
        <w:t xml:space="preserve"> </w:t>
      </w:r>
      <w:r w:rsidR="00554BFA" w:rsidRPr="00D0383A">
        <w:rPr>
          <w:rtl/>
        </w:rPr>
        <w:t>=</w:t>
      </w:r>
      <w:r w:rsidR="00554BFA">
        <w:rPr>
          <w:rtl/>
        </w:rPr>
        <w:t xml:space="preserve"> </w:t>
      </w:r>
      <w:r w:rsidRPr="00BE2890">
        <w:rPr>
          <w:rtl/>
        </w:rPr>
        <w:t>مِن</w:t>
      </w:r>
      <w:r w:rsidR="00554BFA">
        <w:rPr>
          <w:rtl/>
        </w:rPr>
        <w:t xml:space="preserve"> </w:t>
      </w:r>
      <w:r w:rsidRPr="00BE2890">
        <w:rPr>
          <w:rtl/>
        </w:rPr>
        <w:t>كلِّ</w:t>
      </w:r>
      <w:r w:rsidR="00554BFA">
        <w:rPr>
          <w:rtl/>
        </w:rPr>
        <w:t xml:space="preserve"> </w:t>
      </w:r>
      <w:r w:rsidRPr="00BE2890">
        <w:rPr>
          <w:rtl/>
        </w:rPr>
        <w:t>أصيد</w:t>
      </w:r>
      <w:r w:rsidR="00554BFA">
        <w:rPr>
          <w:rtl/>
        </w:rPr>
        <w:t xml:space="preserve"> </w:t>
      </w:r>
      <w:r w:rsidRPr="00BE2890">
        <w:rPr>
          <w:rtl/>
        </w:rPr>
        <w:t>حَقُّه</w:t>
      </w:r>
      <w:r w:rsidR="00554BFA">
        <w:rPr>
          <w:rtl/>
        </w:rPr>
        <w:t xml:space="preserve"> </w:t>
      </w:r>
      <w:r w:rsidRPr="00BE2890">
        <w:rPr>
          <w:rtl/>
        </w:rPr>
        <w:t>لا</w:t>
      </w:r>
      <w:r w:rsidR="00554BFA">
        <w:rPr>
          <w:rtl/>
        </w:rPr>
        <w:t xml:space="preserve"> </w:t>
      </w:r>
      <w:r w:rsidRPr="00BE2890">
        <w:rPr>
          <w:rtl/>
        </w:rPr>
        <w:t>يُنكر</w:t>
      </w:r>
    </w:p>
    <w:p w:rsidR="00645494" w:rsidRPr="00645494" w:rsidRDefault="00645494" w:rsidP="00FE2721">
      <w:pPr>
        <w:pStyle w:val="libPoemCenter"/>
        <w:rPr>
          <w:rtl/>
        </w:rPr>
      </w:pPr>
      <w:r w:rsidRPr="00BE2890">
        <w:rPr>
          <w:rtl/>
        </w:rPr>
        <w:t>ولكم</w:t>
      </w:r>
      <w:r w:rsidR="00554BFA">
        <w:rPr>
          <w:rtl/>
        </w:rPr>
        <w:t xml:space="preserve"> </w:t>
      </w:r>
      <w:r w:rsidRPr="00BE2890">
        <w:rPr>
          <w:rtl/>
        </w:rPr>
        <w:t>مواريث</w:t>
      </w:r>
      <w:r w:rsidR="00554BFA">
        <w:rPr>
          <w:rtl/>
        </w:rPr>
        <w:t xml:space="preserve"> </w:t>
      </w:r>
      <w:r w:rsidRPr="00BE2890">
        <w:rPr>
          <w:rtl/>
        </w:rPr>
        <w:t>النُبوة</w:t>
      </w:r>
      <w:r w:rsidR="00554BFA">
        <w:rPr>
          <w:rtl/>
        </w:rPr>
        <w:t xml:space="preserve"> </w:t>
      </w:r>
      <w:r w:rsidRPr="00BE2890">
        <w:rPr>
          <w:rtl/>
        </w:rPr>
        <w:t>تُذخر</w:t>
      </w:r>
      <w:r w:rsidR="00554BFA">
        <w:rPr>
          <w:rtl/>
        </w:rPr>
        <w:t xml:space="preserve"> </w:t>
      </w:r>
      <w:r w:rsidR="00554BFA" w:rsidRPr="00D0383A">
        <w:rPr>
          <w:rtl/>
        </w:rPr>
        <w:t>=</w:t>
      </w:r>
      <w:r w:rsidR="00554BFA">
        <w:rPr>
          <w:rtl/>
        </w:rPr>
        <w:t xml:space="preserve"> </w:t>
      </w:r>
      <w:r w:rsidRPr="00BE2890">
        <w:rPr>
          <w:rtl/>
        </w:rPr>
        <w:t>إنْ</w:t>
      </w:r>
      <w:r w:rsidR="00554BFA">
        <w:rPr>
          <w:rtl/>
        </w:rPr>
        <w:t xml:space="preserve"> </w:t>
      </w:r>
      <w:r w:rsidRPr="00BE2890">
        <w:rPr>
          <w:rtl/>
        </w:rPr>
        <w:t>يَمنعوكم</w:t>
      </w:r>
      <w:r w:rsidR="00554BFA">
        <w:rPr>
          <w:rtl/>
        </w:rPr>
        <w:t xml:space="preserve"> </w:t>
      </w:r>
      <w:r w:rsidRPr="00BE2890">
        <w:rPr>
          <w:rtl/>
        </w:rPr>
        <w:t>إرتكم</w:t>
      </w:r>
      <w:r w:rsidR="00554BFA">
        <w:rPr>
          <w:rtl/>
        </w:rPr>
        <w:t xml:space="preserve"> </w:t>
      </w:r>
      <w:r w:rsidRPr="00BE2890">
        <w:rPr>
          <w:rtl/>
        </w:rPr>
        <w:t>فتَصبَّروا</w:t>
      </w:r>
    </w:p>
    <w:p w:rsidR="00645494" w:rsidRPr="00554BFA" w:rsidRDefault="00645494" w:rsidP="00554BFA">
      <w:pPr>
        <w:pStyle w:val="libPoemCenter"/>
        <w:rPr>
          <w:rtl/>
        </w:rPr>
      </w:pPr>
      <w:r w:rsidRPr="00BE2890">
        <w:rPr>
          <w:rtl/>
        </w:rPr>
        <w:t>ودعوا وِراثة كلِّ أصيد سام</w:t>
      </w:r>
    </w:p>
    <w:p w:rsidR="00645494" w:rsidRDefault="00645494" w:rsidP="00FE2721">
      <w:pPr>
        <w:pStyle w:val="libPoemCenter"/>
        <w:rPr>
          <w:rtl/>
        </w:rPr>
      </w:pPr>
      <w:r w:rsidRPr="00BE2890">
        <w:rPr>
          <w:rtl/>
        </w:rPr>
        <w:t>حتّى</w:t>
      </w:r>
      <w:r w:rsidR="00554BFA">
        <w:rPr>
          <w:rtl/>
        </w:rPr>
        <w:t xml:space="preserve"> </w:t>
      </w:r>
      <w:r w:rsidRPr="00BE2890">
        <w:rPr>
          <w:rtl/>
        </w:rPr>
        <w:t>يَجيئكم</w:t>
      </w:r>
      <w:r w:rsidR="00554BFA">
        <w:rPr>
          <w:rtl/>
        </w:rPr>
        <w:t xml:space="preserve"> </w:t>
      </w:r>
      <w:r w:rsidRPr="00BE2890">
        <w:rPr>
          <w:rtl/>
        </w:rPr>
        <w:t>الإله</w:t>
      </w:r>
      <w:r w:rsidR="00554BFA">
        <w:rPr>
          <w:rtl/>
        </w:rPr>
        <w:t xml:space="preserve"> </w:t>
      </w:r>
      <w:r w:rsidRPr="00BE2890">
        <w:rPr>
          <w:rtl/>
        </w:rPr>
        <w:t>بضامن</w:t>
      </w:r>
      <w:r w:rsidR="00554BFA">
        <w:rPr>
          <w:rtl/>
        </w:rPr>
        <w:t xml:space="preserve"> </w:t>
      </w:r>
      <w:r w:rsidR="00554BFA" w:rsidRPr="00D0383A">
        <w:rPr>
          <w:rtl/>
        </w:rPr>
        <w:t>=</w:t>
      </w:r>
      <w:r w:rsidR="00554BFA">
        <w:rPr>
          <w:rtl/>
        </w:rPr>
        <w:t xml:space="preserve"> </w:t>
      </w:r>
      <w:r w:rsidRPr="00BE2890">
        <w:rPr>
          <w:rtl/>
        </w:rPr>
        <w:t>ذِخر</w:t>
      </w:r>
      <w:r w:rsidR="00554BFA">
        <w:rPr>
          <w:rtl/>
        </w:rPr>
        <w:t xml:space="preserve"> </w:t>
      </w:r>
      <w:r w:rsidRPr="00BE2890">
        <w:rPr>
          <w:rtl/>
        </w:rPr>
        <w:t>النَبي</w:t>
      </w:r>
      <w:r w:rsidR="00554BFA">
        <w:rPr>
          <w:rtl/>
        </w:rPr>
        <w:t xml:space="preserve"> </w:t>
      </w:r>
      <w:r w:rsidRPr="00BE2890">
        <w:rPr>
          <w:rtl/>
        </w:rPr>
        <w:t>مِن</w:t>
      </w:r>
      <w:r w:rsidR="00554BFA">
        <w:rPr>
          <w:rtl/>
        </w:rPr>
        <w:t xml:space="preserve"> </w:t>
      </w:r>
      <w:r w:rsidRPr="00BE2890">
        <w:rPr>
          <w:rtl/>
        </w:rPr>
        <w:t>المَخافة</w:t>
      </w:r>
      <w:r w:rsidR="00554BFA">
        <w:rPr>
          <w:rtl/>
        </w:rPr>
        <w:t xml:space="preserve"> </w:t>
      </w:r>
      <w:r w:rsidRPr="00BE2890">
        <w:rPr>
          <w:rtl/>
        </w:rPr>
        <w:t>آمن</w:t>
      </w:r>
    </w:p>
    <w:p w:rsidR="00645494" w:rsidRPr="00645494" w:rsidRDefault="00645494" w:rsidP="00FE2721">
      <w:pPr>
        <w:pStyle w:val="libPoemCenter"/>
        <w:rPr>
          <w:rtl/>
        </w:rPr>
      </w:pPr>
      <w:r w:rsidRPr="00BE2890">
        <w:rPr>
          <w:rtl/>
        </w:rPr>
        <w:t>فيقول</w:t>
      </w:r>
      <w:r w:rsidR="00554BFA">
        <w:rPr>
          <w:rtl/>
        </w:rPr>
        <w:t xml:space="preserve"> </w:t>
      </w:r>
      <w:r w:rsidRPr="00BE2890">
        <w:rPr>
          <w:rtl/>
        </w:rPr>
        <w:t>إنكاراً</w:t>
      </w:r>
      <w:r w:rsidR="00554BFA">
        <w:rPr>
          <w:rtl/>
        </w:rPr>
        <w:t xml:space="preserve"> </w:t>
      </w:r>
      <w:r w:rsidRPr="00BE2890">
        <w:rPr>
          <w:rtl/>
        </w:rPr>
        <w:t>لرجس</w:t>
      </w:r>
      <w:r w:rsidR="00554BFA">
        <w:rPr>
          <w:rtl/>
        </w:rPr>
        <w:t xml:space="preserve"> </w:t>
      </w:r>
      <w:r w:rsidRPr="00BE2890">
        <w:rPr>
          <w:rtl/>
        </w:rPr>
        <w:t>خائن</w:t>
      </w:r>
      <w:r w:rsidR="00554BFA">
        <w:rPr>
          <w:rtl/>
        </w:rPr>
        <w:t xml:space="preserve"> </w:t>
      </w:r>
      <w:r w:rsidR="00554BFA" w:rsidRPr="00D0383A">
        <w:rPr>
          <w:rtl/>
        </w:rPr>
        <w:t>=</w:t>
      </w:r>
      <w:r w:rsidR="00554BFA">
        <w:rPr>
          <w:rtl/>
        </w:rPr>
        <w:t xml:space="preserve"> </w:t>
      </w:r>
      <w:r w:rsidRPr="00BE2890">
        <w:rPr>
          <w:rtl/>
        </w:rPr>
        <w:t>أنّى</w:t>
      </w:r>
      <w:r w:rsidR="00554BFA">
        <w:rPr>
          <w:rtl/>
        </w:rPr>
        <w:t xml:space="preserve"> </w:t>
      </w:r>
      <w:r w:rsidRPr="00BE2890">
        <w:rPr>
          <w:rtl/>
        </w:rPr>
        <w:t>يكون</w:t>
      </w:r>
      <w:r w:rsidR="00554BFA">
        <w:rPr>
          <w:rtl/>
        </w:rPr>
        <w:t xml:space="preserve"> </w:t>
      </w:r>
      <w:r w:rsidRPr="00BE2890">
        <w:rPr>
          <w:rtl/>
        </w:rPr>
        <w:t>وليس</w:t>
      </w:r>
      <w:r w:rsidR="00554BFA">
        <w:rPr>
          <w:rtl/>
        </w:rPr>
        <w:t xml:space="preserve"> </w:t>
      </w:r>
      <w:r w:rsidRPr="00BE2890">
        <w:rPr>
          <w:rtl/>
        </w:rPr>
        <w:t>ذاك</w:t>
      </w:r>
      <w:r w:rsidR="00554BFA">
        <w:rPr>
          <w:rtl/>
        </w:rPr>
        <w:t xml:space="preserve"> </w:t>
      </w:r>
      <w:r w:rsidRPr="00BE2890">
        <w:rPr>
          <w:rtl/>
        </w:rPr>
        <w:t>بكائن</w:t>
      </w:r>
    </w:p>
    <w:p w:rsidR="00645494" w:rsidRPr="00554BFA" w:rsidRDefault="00645494" w:rsidP="00554BFA">
      <w:pPr>
        <w:pStyle w:val="libPoemCenter"/>
        <w:rPr>
          <w:rtl/>
        </w:rPr>
      </w:pPr>
      <w:r w:rsidRPr="00BE2890">
        <w:rPr>
          <w:rtl/>
        </w:rPr>
        <w:t>للمُلحدين وِراثة الإسلام</w:t>
      </w:r>
    </w:p>
    <w:p w:rsidR="00645494" w:rsidRDefault="00645494" w:rsidP="00FE2721">
      <w:pPr>
        <w:pStyle w:val="libPoemCenter"/>
        <w:rPr>
          <w:rtl/>
        </w:rPr>
      </w:pPr>
      <w:r w:rsidRPr="00BE2890">
        <w:rPr>
          <w:rtl/>
        </w:rPr>
        <w:t>أفلست</w:t>
      </w:r>
      <w:r w:rsidR="00554BFA">
        <w:rPr>
          <w:rtl/>
        </w:rPr>
        <w:t xml:space="preserve"> </w:t>
      </w:r>
      <w:r w:rsidRPr="00BE2890">
        <w:rPr>
          <w:rtl/>
        </w:rPr>
        <w:t>تَعلم</w:t>
      </w:r>
      <w:r w:rsidR="00554BFA">
        <w:rPr>
          <w:rtl/>
        </w:rPr>
        <w:t xml:space="preserve"> </w:t>
      </w:r>
      <w:r w:rsidRPr="00BE2890">
        <w:rPr>
          <w:rtl/>
        </w:rPr>
        <w:t>إنْ</w:t>
      </w:r>
      <w:r w:rsidR="00554BFA">
        <w:rPr>
          <w:rtl/>
        </w:rPr>
        <w:t xml:space="preserve"> </w:t>
      </w:r>
      <w:r w:rsidRPr="00BE2890">
        <w:rPr>
          <w:rtl/>
        </w:rPr>
        <w:t>ظننتك</w:t>
      </w:r>
      <w:r w:rsidR="00554BFA">
        <w:rPr>
          <w:rtl/>
        </w:rPr>
        <w:t xml:space="preserve"> </w:t>
      </w:r>
      <w:r w:rsidRPr="00BE2890">
        <w:rPr>
          <w:rtl/>
        </w:rPr>
        <w:t>مُسلماً</w:t>
      </w:r>
      <w:r w:rsidR="00554BFA">
        <w:rPr>
          <w:rtl/>
        </w:rPr>
        <w:t xml:space="preserve"> </w:t>
      </w:r>
      <w:r w:rsidR="00554BFA" w:rsidRPr="00D0383A">
        <w:rPr>
          <w:rtl/>
        </w:rPr>
        <w:t>=</w:t>
      </w:r>
      <w:r w:rsidR="00554BFA">
        <w:rPr>
          <w:rtl/>
        </w:rPr>
        <w:t xml:space="preserve"> </w:t>
      </w:r>
      <w:r w:rsidRPr="00BE2890">
        <w:rPr>
          <w:rtl/>
        </w:rPr>
        <w:t>أنَّ</w:t>
      </w:r>
      <w:r w:rsidR="00554BFA">
        <w:rPr>
          <w:rtl/>
        </w:rPr>
        <w:t xml:space="preserve"> </w:t>
      </w:r>
      <w:r w:rsidRPr="00BE2890">
        <w:rPr>
          <w:rtl/>
        </w:rPr>
        <w:t>البنات</w:t>
      </w:r>
      <w:r w:rsidR="00554BFA">
        <w:rPr>
          <w:rtl/>
        </w:rPr>
        <w:t xml:space="preserve"> </w:t>
      </w:r>
      <w:r w:rsidRPr="00BE2890">
        <w:rPr>
          <w:rtl/>
        </w:rPr>
        <w:t>تَحوز</w:t>
      </w:r>
      <w:r w:rsidR="00554BFA">
        <w:rPr>
          <w:rtl/>
        </w:rPr>
        <w:t xml:space="preserve"> </w:t>
      </w:r>
      <w:r w:rsidRPr="00BE2890">
        <w:rPr>
          <w:rtl/>
        </w:rPr>
        <w:t>إرثاً</w:t>
      </w:r>
      <w:r w:rsidR="00554BFA">
        <w:rPr>
          <w:rtl/>
        </w:rPr>
        <w:t xml:space="preserve"> </w:t>
      </w:r>
      <w:r w:rsidRPr="00BE2890">
        <w:rPr>
          <w:rtl/>
        </w:rPr>
        <w:t>مُحكما</w:t>
      </w:r>
    </w:p>
    <w:p w:rsidR="00645494" w:rsidRPr="00645494" w:rsidRDefault="00645494" w:rsidP="00FE2721">
      <w:pPr>
        <w:pStyle w:val="libPoemCenter"/>
        <w:rPr>
          <w:rtl/>
        </w:rPr>
      </w:pPr>
      <w:r w:rsidRPr="00BE2890">
        <w:rPr>
          <w:rtl/>
        </w:rPr>
        <w:t>فإذا</w:t>
      </w:r>
      <w:r w:rsidR="00554BFA">
        <w:rPr>
          <w:rtl/>
        </w:rPr>
        <w:t xml:space="preserve"> </w:t>
      </w:r>
      <w:r w:rsidRPr="00BE2890">
        <w:rPr>
          <w:rtl/>
        </w:rPr>
        <w:t>انفردْنَ</w:t>
      </w:r>
      <w:r w:rsidR="00554BFA">
        <w:rPr>
          <w:rtl/>
        </w:rPr>
        <w:t xml:space="preserve"> </w:t>
      </w:r>
      <w:r w:rsidRPr="00BE2890">
        <w:rPr>
          <w:rtl/>
        </w:rPr>
        <w:t>جَمعن</w:t>
      </w:r>
      <w:r w:rsidR="00554BFA">
        <w:rPr>
          <w:rtl/>
        </w:rPr>
        <w:t xml:space="preserve"> </w:t>
      </w:r>
      <w:r w:rsidRPr="00BE2890">
        <w:rPr>
          <w:rtl/>
        </w:rPr>
        <w:t>ما</w:t>
      </w:r>
      <w:r w:rsidR="00554BFA">
        <w:rPr>
          <w:rtl/>
        </w:rPr>
        <w:t xml:space="preserve"> </w:t>
      </w:r>
      <w:r w:rsidRPr="00BE2890">
        <w:rPr>
          <w:rtl/>
        </w:rPr>
        <w:t>قد</w:t>
      </w:r>
      <w:r w:rsidR="00554BFA">
        <w:rPr>
          <w:rtl/>
        </w:rPr>
        <w:t xml:space="preserve"> </w:t>
      </w:r>
      <w:r w:rsidRPr="00BE2890">
        <w:rPr>
          <w:rtl/>
        </w:rPr>
        <w:t>قُسِّما</w:t>
      </w:r>
      <w:r w:rsidR="00554BFA">
        <w:rPr>
          <w:rtl/>
        </w:rPr>
        <w:t xml:space="preserve"> </w:t>
      </w:r>
      <w:r w:rsidR="00554BFA" w:rsidRPr="00D0383A">
        <w:rPr>
          <w:rtl/>
        </w:rPr>
        <w:t>=</w:t>
      </w:r>
      <w:r w:rsidR="00554BFA">
        <w:rPr>
          <w:rtl/>
        </w:rPr>
        <w:t xml:space="preserve"> </w:t>
      </w:r>
      <w:r w:rsidRPr="00BE2890">
        <w:rPr>
          <w:rtl/>
        </w:rPr>
        <w:t>ليس</w:t>
      </w:r>
      <w:r w:rsidR="00554BFA">
        <w:rPr>
          <w:rtl/>
        </w:rPr>
        <w:t xml:space="preserve"> </w:t>
      </w:r>
      <w:r w:rsidRPr="00BE2890">
        <w:rPr>
          <w:rtl/>
        </w:rPr>
        <w:t>الوِراثة</w:t>
      </w:r>
      <w:r w:rsidR="00554BFA">
        <w:rPr>
          <w:rtl/>
        </w:rPr>
        <w:t xml:space="preserve"> </w:t>
      </w:r>
      <w:r w:rsidRPr="00BE2890">
        <w:rPr>
          <w:rtl/>
        </w:rPr>
        <w:t>للعمومة</w:t>
      </w:r>
      <w:r w:rsidR="00554BFA">
        <w:rPr>
          <w:rtl/>
        </w:rPr>
        <w:t xml:space="preserve"> </w:t>
      </w:r>
      <w:r w:rsidRPr="00BE2890">
        <w:rPr>
          <w:rtl/>
        </w:rPr>
        <w:t>إنَّما</w:t>
      </w:r>
    </w:p>
    <w:p w:rsidR="00554BFA" w:rsidRDefault="00645494" w:rsidP="00554BFA">
      <w:pPr>
        <w:pStyle w:val="libPoemCenter"/>
        <w:rPr>
          <w:rtl/>
        </w:rPr>
      </w:pPr>
      <w:r w:rsidRPr="00BE2890">
        <w:rPr>
          <w:rtl/>
        </w:rPr>
        <w:t>لبَني البَنات وِراثة الأعمام</w:t>
      </w:r>
    </w:p>
    <w:p w:rsidR="00645494" w:rsidRPr="00554BFA" w:rsidRDefault="00645494" w:rsidP="00645494">
      <w:pPr>
        <w:pStyle w:val="Heading3"/>
        <w:rPr>
          <w:rtl/>
        </w:rPr>
      </w:pPr>
      <w:bookmarkStart w:id="71" w:name="_Toc491861335"/>
      <w:r w:rsidRPr="00BE2890">
        <w:rPr>
          <w:rtl/>
        </w:rPr>
        <w:t>الفصل الثاني:</w:t>
      </w:r>
      <w:bookmarkEnd w:id="71"/>
    </w:p>
    <w:p w:rsidR="00554BFA" w:rsidRDefault="00645494" w:rsidP="00554BFA">
      <w:pPr>
        <w:pStyle w:val="libNormal"/>
        <w:rPr>
          <w:rtl/>
        </w:rPr>
      </w:pPr>
      <w:r w:rsidRPr="00554BFA">
        <w:rPr>
          <w:rtl/>
        </w:rPr>
        <w:t>أخبرني الشيخ التَقي العالِم، الشيخ راضي بن الشيخ علي الطَريحي، المُتوفَّى سنة 1340، قال: أخبرني أخي العالِم الفاضِل التَقي، الشيخ حسين بن الشيخ علي الطَريحي، عن الشيخ العالم الفاضل التَقي الأديب، الشيخ محمد</w:t>
      </w:r>
    </w:p>
    <w:p w:rsidR="00554BFA" w:rsidRDefault="00645494" w:rsidP="00645494">
      <w:pPr>
        <w:pStyle w:val="libNormal"/>
      </w:pPr>
      <w:r>
        <w:br w:type="page"/>
      </w:r>
    </w:p>
    <w:p w:rsidR="00554BFA" w:rsidRDefault="00645494" w:rsidP="00554BFA">
      <w:pPr>
        <w:pStyle w:val="libNormal"/>
        <w:rPr>
          <w:rtl/>
        </w:rPr>
      </w:pPr>
      <w:r w:rsidRPr="00554BFA">
        <w:rPr>
          <w:rtl/>
        </w:rPr>
        <w:lastRenderedPageBreak/>
        <w:t>ابن الشيخ علي بن الشيخ إبراهيم من آل نَصّار الشَيباني النجفي، المُتوفَّى سنة 1292 بالنجف</w:t>
      </w:r>
      <w:r w:rsidR="00554BFA">
        <w:rPr>
          <w:rtl/>
        </w:rPr>
        <w:t xml:space="preserve"> (</w:t>
      </w:r>
      <w:r w:rsidRPr="00554BFA">
        <w:rPr>
          <w:rtl/>
        </w:rPr>
        <w:t>ح) وأخبرني الشيخ التَقي الصالِح العابِد، الشيخ جعفر بن الشيخ محمد نَصّار المذكور، المُتوفَّى سنة 1356 المدفون بالنجف الأشرف مع أبيه في الصحن، خلف الضَريح الشريف، عن عمِّه الشيخ حسين بن الشيخ علي عن أخيه الشيخ محمد نَصّار، قال: زرت الرضا</w:t>
      </w:r>
      <w:r w:rsidR="00554BFA">
        <w:rPr>
          <w:rtl/>
        </w:rPr>
        <w:t xml:space="preserve"> (</w:t>
      </w:r>
      <w:r w:rsidRPr="00554BFA">
        <w:rPr>
          <w:rtl/>
        </w:rPr>
        <w:t>عليه السلام) سنة 1285، فامتدحته بقصيدة وأنا في الطريق على عادة الشعراء في قصدهم المُلوك وكَمُلت قَبل دخولي المشهد بيوم، فكان مطلعها:</w:t>
      </w:r>
    </w:p>
    <w:p w:rsidR="00645494" w:rsidRDefault="00645494" w:rsidP="00FE2721">
      <w:pPr>
        <w:pStyle w:val="libPoemCenter"/>
        <w:rPr>
          <w:rtl/>
        </w:rPr>
      </w:pPr>
      <w:r w:rsidRPr="00BE2890">
        <w:rPr>
          <w:rtl/>
        </w:rPr>
        <w:t>يا</w:t>
      </w:r>
      <w:r w:rsidR="00554BFA">
        <w:rPr>
          <w:rtl/>
        </w:rPr>
        <w:t xml:space="preserve"> </w:t>
      </w:r>
      <w:r w:rsidRPr="00BE2890">
        <w:rPr>
          <w:rtl/>
        </w:rPr>
        <w:t>خَليلي</w:t>
      </w:r>
      <w:r w:rsidR="00554BFA">
        <w:rPr>
          <w:rtl/>
        </w:rPr>
        <w:t xml:space="preserve"> </w:t>
      </w:r>
      <w:r w:rsidRPr="00BE2890">
        <w:rPr>
          <w:rtl/>
        </w:rPr>
        <w:t>هَجرا</w:t>
      </w:r>
      <w:r w:rsidR="00554BFA">
        <w:rPr>
          <w:rtl/>
        </w:rPr>
        <w:t xml:space="preserve"> </w:t>
      </w:r>
      <w:r w:rsidRPr="00BE2890">
        <w:rPr>
          <w:rtl/>
        </w:rPr>
        <w:t>لا</w:t>
      </w:r>
      <w:r w:rsidR="00554BFA">
        <w:rPr>
          <w:rtl/>
        </w:rPr>
        <w:t xml:space="preserve"> </w:t>
      </w:r>
      <w:r w:rsidRPr="00BE2890">
        <w:rPr>
          <w:rtl/>
        </w:rPr>
        <w:t>تَريحا</w:t>
      </w:r>
      <w:r w:rsidR="00554BFA">
        <w:rPr>
          <w:rtl/>
        </w:rPr>
        <w:t xml:space="preserve"> </w:t>
      </w:r>
      <w:r w:rsidR="00554BFA" w:rsidRPr="00D0383A">
        <w:rPr>
          <w:rtl/>
        </w:rPr>
        <w:t>=</w:t>
      </w:r>
      <w:r w:rsidR="00554BFA">
        <w:rPr>
          <w:rtl/>
        </w:rPr>
        <w:t xml:space="preserve"> </w:t>
      </w:r>
      <w:r w:rsidRPr="00BE2890">
        <w:rPr>
          <w:rtl/>
        </w:rPr>
        <w:t>أوشكت</w:t>
      </w:r>
      <w:r w:rsidR="00554BFA">
        <w:rPr>
          <w:rtl/>
        </w:rPr>
        <w:t xml:space="preserve"> </w:t>
      </w:r>
      <w:r w:rsidRPr="00BE2890">
        <w:rPr>
          <w:rtl/>
        </w:rPr>
        <w:t>قُبة</w:t>
      </w:r>
      <w:r w:rsidR="00554BFA">
        <w:rPr>
          <w:rtl/>
        </w:rPr>
        <w:t xml:space="preserve"> </w:t>
      </w:r>
      <w:r w:rsidRPr="00BE2890">
        <w:rPr>
          <w:rtl/>
        </w:rPr>
        <w:t>الرضا</w:t>
      </w:r>
      <w:r w:rsidR="00554BFA">
        <w:rPr>
          <w:rtl/>
        </w:rPr>
        <w:t xml:space="preserve"> </w:t>
      </w:r>
      <w:r w:rsidRPr="00BE2890">
        <w:rPr>
          <w:rtl/>
        </w:rPr>
        <w:t>أنْ</w:t>
      </w:r>
      <w:r w:rsidR="00554BFA">
        <w:rPr>
          <w:rtl/>
        </w:rPr>
        <w:t xml:space="preserve"> </w:t>
      </w:r>
      <w:r w:rsidRPr="00BE2890">
        <w:rPr>
          <w:rtl/>
        </w:rPr>
        <w:t>تَلوحا</w:t>
      </w:r>
    </w:p>
    <w:p w:rsidR="00645494" w:rsidRDefault="00645494" w:rsidP="00FE2721">
      <w:pPr>
        <w:pStyle w:val="libPoemCenter"/>
        <w:rPr>
          <w:rtl/>
        </w:rPr>
      </w:pPr>
      <w:r w:rsidRPr="00BE2890">
        <w:rPr>
          <w:rtl/>
        </w:rPr>
        <w:t>واستمدَّا</w:t>
      </w:r>
      <w:r w:rsidR="00554BFA">
        <w:rPr>
          <w:rtl/>
        </w:rPr>
        <w:t xml:space="preserve"> </w:t>
      </w:r>
      <w:r w:rsidRPr="00BE2890">
        <w:rPr>
          <w:rtl/>
        </w:rPr>
        <w:t>مِن</w:t>
      </w:r>
      <w:r w:rsidR="00554BFA">
        <w:rPr>
          <w:rtl/>
        </w:rPr>
        <w:t xml:space="preserve"> </w:t>
      </w:r>
      <w:r w:rsidRPr="00BE2890">
        <w:rPr>
          <w:rtl/>
        </w:rPr>
        <w:t>ذلك</w:t>
      </w:r>
      <w:r w:rsidR="00554BFA">
        <w:rPr>
          <w:rtl/>
        </w:rPr>
        <w:t xml:space="preserve"> </w:t>
      </w:r>
      <w:r w:rsidRPr="00BE2890">
        <w:rPr>
          <w:rtl/>
        </w:rPr>
        <w:t>الفَيض</w:t>
      </w:r>
      <w:r w:rsidR="00554BFA">
        <w:rPr>
          <w:rtl/>
        </w:rPr>
        <w:t xml:space="preserve"> </w:t>
      </w:r>
      <w:r w:rsidRPr="00BE2890">
        <w:rPr>
          <w:rtl/>
        </w:rPr>
        <w:t>حتّى</w:t>
      </w:r>
      <w:r w:rsidR="00554BFA">
        <w:rPr>
          <w:rtl/>
        </w:rPr>
        <w:t xml:space="preserve"> </w:t>
      </w:r>
      <w:r w:rsidR="00554BFA" w:rsidRPr="00D0383A">
        <w:rPr>
          <w:rtl/>
        </w:rPr>
        <w:t>=</w:t>
      </w:r>
      <w:r w:rsidR="00554BFA">
        <w:rPr>
          <w:rtl/>
        </w:rPr>
        <w:t xml:space="preserve"> </w:t>
      </w:r>
      <w:r w:rsidRPr="00BE2890">
        <w:rPr>
          <w:rtl/>
        </w:rPr>
        <w:t>تأتيا</w:t>
      </w:r>
      <w:r w:rsidR="00554BFA">
        <w:rPr>
          <w:rtl/>
        </w:rPr>
        <w:t xml:space="preserve"> </w:t>
      </w:r>
      <w:r w:rsidRPr="00BE2890">
        <w:rPr>
          <w:rtl/>
        </w:rPr>
        <w:t>ذلك</w:t>
      </w:r>
      <w:r w:rsidR="00554BFA">
        <w:rPr>
          <w:rtl/>
        </w:rPr>
        <w:t xml:space="preserve"> </w:t>
      </w:r>
      <w:r w:rsidRPr="00BE2890">
        <w:rPr>
          <w:rtl/>
        </w:rPr>
        <w:t>الجَناب</w:t>
      </w:r>
      <w:r w:rsidR="00554BFA">
        <w:rPr>
          <w:rtl/>
        </w:rPr>
        <w:t xml:space="preserve"> </w:t>
      </w:r>
      <w:r w:rsidRPr="00BE2890">
        <w:rPr>
          <w:rtl/>
        </w:rPr>
        <w:t>الفَسيحا</w:t>
      </w:r>
    </w:p>
    <w:p w:rsidR="00645494" w:rsidRDefault="00645494" w:rsidP="00FE2721">
      <w:pPr>
        <w:pStyle w:val="libPoemCenter"/>
        <w:rPr>
          <w:rtl/>
        </w:rPr>
      </w:pPr>
      <w:r w:rsidRPr="00BE2890">
        <w:rPr>
          <w:rtl/>
        </w:rPr>
        <w:t>يا</w:t>
      </w:r>
      <w:r w:rsidR="00554BFA">
        <w:rPr>
          <w:rtl/>
        </w:rPr>
        <w:t xml:space="preserve"> </w:t>
      </w:r>
      <w:r w:rsidRPr="00BE2890">
        <w:rPr>
          <w:rtl/>
        </w:rPr>
        <w:t>بن</w:t>
      </w:r>
      <w:r w:rsidR="00554BFA">
        <w:rPr>
          <w:rtl/>
        </w:rPr>
        <w:t xml:space="preserve"> </w:t>
      </w:r>
      <w:r w:rsidRPr="00BE2890">
        <w:rPr>
          <w:rtl/>
        </w:rPr>
        <w:t>طاها</w:t>
      </w:r>
      <w:r w:rsidR="00554BFA">
        <w:rPr>
          <w:rtl/>
        </w:rPr>
        <w:t xml:space="preserve"> </w:t>
      </w:r>
      <w:r w:rsidRPr="00BE2890">
        <w:rPr>
          <w:rtl/>
        </w:rPr>
        <w:t>يا</w:t>
      </w:r>
      <w:r w:rsidR="00554BFA">
        <w:rPr>
          <w:rtl/>
        </w:rPr>
        <w:t xml:space="preserve"> </w:t>
      </w:r>
      <w:r w:rsidRPr="00BE2890">
        <w:rPr>
          <w:rtl/>
        </w:rPr>
        <w:t>مَن</w:t>
      </w:r>
      <w:r w:rsidR="00554BFA">
        <w:rPr>
          <w:rtl/>
        </w:rPr>
        <w:t xml:space="preserve"> </w:t>
      </w:r>
      <w:r w:rsidRPr="00BE2890">
        <w:rPr>
          <w:rtl/>
        </w:rPr>
        <w:t>به</w:t>
      </w:r>
      <w:r w:rsidR="00554BFA">
        <w:rPr>
          <w:rtl/>
        </w:rPr>
        <w:t xml:space="preserve"> </w:t>
      </w:r>
      <w:r w:rsidRPr="00BE2890">
        <w:rPr>
          <w:rtl/>
        </w:rPr>
        <w:t>الله</w:t>
      </w:r>
      <w:r w:rsidR="00554BFA">
        <w:rPr>
          <w:rtl/>
        </w:rPr>
        <w:t xml:space="preserve"> </w:t>
      </w:r>
      <w:r w:rsidRPr="00BE2890">
        <w:rPr>
          <w:rtl/>
        </w:rPr>
        <w:t>أنجى</w:t>
      </w:r>
      <w:r w:rsidR="00554BFA">
        <w:rPr>
          <w:rtl/>
        </w:rPr>
        <w:t xml:space="preserve"> </w:t>
      </w:r>
      <w:r w:rsidR="00554BFA" w:rsidRPr="00D0383A">
        <w:rPr>
          <w:rtl/>
        </w:rPr>
        <w:t>=</w:t>
      </w:r>
      <w:r w:rsidR="00554BFA">
        <w:rPr>
          <w:rtl/>
        </w:rPr>
        <w:t xml:space="preserve"> </w:t>
      </w:r>
      <w:r w:rsidRPr="00BE2890">
        <w:rPr>
          <w:rtl/>
        </w:rPr>
        <w:t>آدم</w:t>
      </w:r>
      <w:r w:rsidR="00554BFA">
        <w:rPr>
          <w:rtl/>
        </w:rPr>
        <w:t xml:space="preserve"> </w:t>
      </w:r>
      <w:r w:rsidRPr="00BE2890">
        <w:rPr>
          <w:rtl/>
        </w:rPr>
        <w:t>المُجتبى</w:t>
      </w:r>
      <w:r w:rsidR="00554BFA">
        <w:rPr>
          <w:rtl/>
        </w:rPr>
        <w:t xml:space="preserve"> </w:t>
      </w:r>
      <w:r w:rsidRPr="00BE2890">
        <w:rPr>
          <w:rtl/>
        </w:rPr>
        <w:t>وأنجى</w:t>
      </w:r>
      <w:r w:rsidR="00554BFA">
        <w:rPr>
          <w:rtl/>
        </w:rPr>
        <w:t xml:space="preserve"> </w:t>
      </w:r>
      <w:r w:rsidRPr="00BE2890">
        <w:rPr>
          <w:rtl/>
        </w:rPr>
        <w:t>نوحا</w:t>
      </w:r>
    </w:p>
    <w:p w:rsidR="00645494" w:rsidRDefault="00645494" w:rsidP="00FE2721">
      <w:pPr>
        <w:pStyle w:val="libPoemCenter"/>
        <w:rPr>
          <w:rtl/>
        </w:rPr>
      </w:pPr>
      <w:r w:rsidRPr="00BE2890">
        <w:rPr>
          <w:rtl/>
        </w:rPr>
        <w:t>ونَجا</w:t>
      </w:r>
      <w:r w:rsidR="00554BFA">
        <w:rPr>
          <w:rtl/>
        </w:rPr>
        <w:t xml:space="preserve"> </w:t>
      </w:r>
      <w:r w:rsidRPr="00BE2890">
        <w:rPr>
          <w:rtl/>
        </w:rPr>
        <w:t>إبراهيم</w:t>
      </w:r>
      <w:r w:rsidR="00554BFA">
        <w:rPr>
          <w:rtl/>
        </w:rPr>
        <w:t xml:space="preserve"> </w:t>
      </w:r>
      <w:r w:rsidRPr="00BE2890">
        <w:rPr>
          <w:rtl/>
        </w:rPr>
        <w:t>مِن</w:t>
      </w:r>
      <w:r w:rsidR="00554BFA">
        <w:rPr>
          <w:rtl/>
        </w:rPr>
        <w:t xml:space="preserve"> </w:t>
      </w:r>
      <w:r w:rsidRPr="00BE2890">
        <w:rPr>
          <w:rtl/>
        </w:rPr>
        <w:t>شُعل</w:t>
      </w:r>
      <w:r w:rsidR="00554BFA">
        <w:rPr>
          <w:rtl/>
        </w:rPr>
        <w:t xml:space="preserve"> </w:t>
      </w:r>
      <w:r w:rsidRPr="00BE2890">
        <w:rPr>
          <w:rtl/>
        </w:rPr>
        <w:t>النار</w:t>
      </w:r>
      <w:r w:rsidR="00554BFA">
        <w:rPr>
          <w:rtl/>
        </w:rPr>
        <w:t xml:space="preserve"> </w:t>
      </w:r>
      <w:r w:rsidR="00554BFA" w:rsidRPr="00D0383A">
        <w:rPr>
          <w:rtl/>
        </w:rPr>
        <w:t>=</w:t>
      </w:r>
      <w:r w:rsidR="00554BFA">
        <w:rPr>
          <w:rtl/>
        </w:rPr>
        <w:t xml:space="preserve"> </w:t>
      </w:r>
      <w:r w:rsidRPr="00BE2890">
        <w:rPr>
          <w:rtl/>
        </w:rPr>
        <w:t>فعادت</w:t>
      </w:r>
      <w:r w:rsidR="00554BFA">
        <w:rPr>
          <w:rtl/>
        </w:rPr>
        <w:t xml:space="preserve"> </w:t>
      </w:r>
      <w:r w:rsidRPr="00BE2890">
        <w:rPr>
          <w:rtl/>
        </w:rPr>
        <w:t>به</w:t>
      </w:r>
      <w:r w:rsidR="00554BFA">
        <w:rPr>
          <w:rtl/>
        </w:rPr>
        <w:t xml:space="preserve"> </w:t>
      </w:r>
      <w:r w:rsidRPr="00BE2890">
        <w:rPr>
          <w:rtl/>
        </w:rPr>
        <w:t>أزاهير</w:t>
      </w:r>
      <w:r w:rsidR="00554BFA">
        <w:rPr>
          <w:rtl/>
        </w:rPr>
        <w:t xml:space="preserve"> </w:t>
      </w:r>
      <w:r w:rsidRPr="00BE2890">
        <w:rPr>
          <w:rtl/>
        </w:rPr>
        <w:t>فَيحا</w:t>
      </w:r>
    </w:p>
    <w:p w:rsidR="00645494" w:rsidRDefault="00645494" w:rsidP="00FE2721">
      <w:pPr>
        <w:pStyle w:val="libPoemCenter"/>
        <w:rPr>
          <w:rtl/>
        </w:rPr>
      </w:pPr>
      <w:r w:rsidRPr="00BE2890">
        <w:rPr>
          <w:rtl/>
        </w:rPr>
        <w:t>وبإباه</w:t>
      </w:r>
      <w:r w:rsidR="00554BFA">
        <w:rPr>
          <w:rtl/>
        </w:rPr>
        <w:t xml:space="preserve"> </w:t>
      </w:r>
      <w:r w:rsidRPr="00BE2890">
        <w:rPr>
          <w:rtl/>
        </w:rPr>
        <w:t>صار</w:t>
      </w:r>
      <w:r w:rsidR="00554BFA">
        <w:rPr>
          <w:rtl/>
        </w:rPr>
        <w:t xml:space="preserve"> </w:t>
      </w:r>
      <w:r w:rsidRPr="00BE2890">
        <w:rPr>
          <w:rtl/>
        </w:rPr>
        <w:t>موسى</w:t>
      </w:r>
      <w:r w:rsidR="00554BFA">
        <w:rPr>
          <w:rtl/>
        </w:rPr>
        <w:t xml:space="preserve"> </w:t>
      </w:r>
      <w:r w:rsidRPr="00BE2890">
        <w:rPr>
          <w:rtl/>
        </w:rPr>
        <w:t>كليماً</w:t>
      </w:r>
      <w:r w:rsidR="00554BFA">
        <w:rPr>
          <w:rtl/>
        </w:rPr>
        <w:t xml:space="preserve"> </w:t>
      </w:r>
      <w:r w:rsidR="00554BFA" w:rsidRPr="00D0383A">
        <w:rPr>
          <w:rtl/>
        </w:rPr>
        <w:t>=</w:t>
      </w:r>
      <w:r w:rsidR="00554BFA">
        <w:rPr>
          <w:rtl/>
        </w:rPr>
        <w:t xml:space="preserve"> </w:t>
      </w:r>
      <w:r w:rsidRPr="00BE2890">
        <w:rPr>
          <w:rtl/>
        </w:rPr>
        <w:t>وبعَلياه</w:t>
      </w:r>
      <w:r w:rsidR="00554BFA">
        <w:rPr>
          <w:rtl/>
        </w:rPr>
        <w:t xml:space="preserve"> </w:t>
      </w:r>
      <w:r w:rsidRPr="00BE2890">
        <w:rPr>
          <w:rtl/>
        </w:rPr>
        <w:t>صار</w:t>
      </w:r>
      <w:r w:rsidR="00554BFA">
        <w:rPr>
          <w:rtl/>
        </w:rPr>
        <w:t xml:space="preserve"> </w:t>
      </w:r>
      <w:r w:rsidRPr="00BE2890">
        <w:rPr>
          <w:rtl/>
        </w:rPr>
        <w:t>عيسى</w:t>
      </w:r>
      <w:r w:rsidR="00554BFA">
        <w:rPr>
          <w:rtl/>
        </w:rPr>
        <w:t xml:space="preserve"> </w:t>
      </w:r>
      <w:r w:rsidRPr="00BE2890">
        <w:rPr>
          <w:rtl/>
        </w:rPr>
        <w:t>روحا</w:t>
      </w:r>
    </w:p>
    <w:p w:rsidR="00645494" w:rsidRDefault="00645494" w:rsidP="00FE2721">
      <w:pPr>
        <w:pStyle w:val="libPoemCenter"/>
        <w:rPr>
          <w:rtl/>
        </w:rPr>
      </w:pPr>
      <w:r w:rsidRPr="00BE2890">
        <w:rPr>
          <w:rtl/>
        </w:rPr>
        <w:t>إنْ</w:t>
      </w:r>
      <w:r w:rsidR="00554BFA">
        <w:rPr>
          <w:rtl/>
        </w:rPr>
        <w:t xml:space="preserve"> </w:t>
      </w:r>
      <w:r w:rsidRPr="00BE2890">
        <w:rPr>
          <w:rtl/>
        </w:rPr>
        <w:t>تناءيت</w:t>
      </w:r>
      <w:r w:rsidR="00554BFA">
        <w:rPr>
          <w:rtl/>
        </w:rPr>
        <w:t xml:space="preserve"> </w:t>
      </w:r>
      <w:r w:rsidRPr="00BE2890">
        <w:rPr>
          <w:rtl/>
        </w:rPr>
        <w:t>يا</w:t>
      </w:r>
      <w:r w:rsidR="00554BFA">
        <w:rPr>
          <w:rtl/>
        </w:rPr>
        <w:t xml:space="preserve"> </w:t>
      </w:r>
      <w:r w:rsidRPr="00BE2890">
        <w:rPr>
          <w:rtl/>
        </w:rPr>
        <w:t>بن</w:t>
      </w:r>
      <w:r w:rsidR="00554BFA">
        <w:rPr>
          <w:rtl/>
        </w:rPr>
        <w:t xml:space="preserve"> </w:t>
      </w:r>
      <w:r w:rsidRPr="00BE2890">
        <w:rPr>
          <w:rtl/>
        </w:rPr>
        <w:t>موسى</w:t>
      </w:r>
      <w:r w:rsidR="00554BFA">
        <w:rPr>
          <w:rtl/>
        </w:rPr>
        <w:t xml:space="preserve"> </w:t>
      </w:r>
      <w:r w:rsidRPr="00BE2890">
        <w:rPr>
          <w:rtl/>
        </w:rPr>
        <w:t>فإنّا</w:t>
      </w:r>
      <w:r w:rsidR="00554BFA">
        <w:rPr>
          <w:rtl/>
        </w:rPr>
        <w:t xml:space="preserve"> </w:t>
      </w:r>
      <w:r w:rsidR="00554BFA" w:rsidRPr="00D0383A">
        <w:rPr>
          <w:rtl/>
        </w:rPr>
        <w:t>=</w:t>
      </w:r>
      <w:r w:rsidR="00554BFA">
        <w:rPr>
          <w:rtl/>
        </w:rPr>
        <w:t xml:space="preserve"> </w:t>
      </w:r>
      <w:r w:rsidRPr="00BE2890">
        <w:rPr>
          <w:rtl/>
        </w:rPr>
        <w:t>قد</w:t>
      </w:r>
      <w:r w:rsidR="00554BFA">
        <w:rPr>
          <w:rtl/>
        </w:rPr>
        <w:t xml:space="preserve"> </w:t>
      </w:r>
      <w:r w:rsidRPr="00BE2890">
        <w:rPr>
          <w:rtl/>
        </w:rPr>
        <w:t>شَققنا</w:t>
      </w:r>
      <w:r w:rsidR="00554BFA">
        <w:rPr>
          <w:rtl/>
        </w:rPr>
        <w:t xml:space="preserve"> </w:t>
      </w:r>
      <w:r w:rsidRPr="00BE2890">
        <w:rPr>
          <w:rtl/>
        </w:rPr>
        <w:t>لك</w:t>
      </w:r>
      <w:r w:rsidR="00554BFA">
        <w:rPr>
          <w:rtl/>
        </w:rPr>
        <w:t xml:space="preserve"> </w:t>
      </w:r>
      <w:r w:rsidRPr="00BE2890">
        <w:rPr>
          <w:rtl/>
        </w:rPr>
        <w:t>القُلوب</w:t>
      </w:r>
      <w:r w:rsidR="00554BFA">
        <w:rPr>
          <w:rtl/>
        </w:rPr>
        <w:t xml:space="preserve"> </w:t>
      </w:r>
      <w:r w:rsidRPr="00BE2890">
        <w:rPr>
          <w:rtl/>
        </w:rPr>
        <w:t>ضَريحا</w:t>
      </w:r>
    </w:p>
    <w:p w:rsidR="00645494" w:rsidRDefault="00645494" w:rsidP="00FE2721">
      <w:pPr>
        <w:pStyle w:val="libPoemCenter"/>
        <w:rPr>
          <w:rtl/>
        </w:rPr>
      </w:pPr>
      <w:r w:rsidRPr="00BE2890">
        <w:rPr>
          <w:rtl/>
        </w:rPr>
        <w:t>كنت</w:t>
      </w:r>
      <w:r w:rsidR="00554BFA">
        <w:rPr>
          <w:rtl/>
        </w:rPr>
        <w:t xml:space="preserve"> </w:t>
      </w:r>
      <w:r w:rsidRPr="00BE2890">
        <w:rPr>
          <w:rtl/>
        </w:rPr>
        <w:t>للدين</w:t>
      </w:r>
      <w:r w:rsidR="00554BFA">
        <w:rPr>
          <w:rtl/>
        </w:rPr>
        <w:t xml:space="preserve"> </w:t>
      </w:r>
      <w:r w:rsidRPr="00BE2890">
        <w:rPr>
          <w:rtl/>
        </w:rPr>
        <w:t>بَهجة</w:t>
      </w:r>
      <w:r w:rsidR="00554BFA">
        <w:rPr>
          <w:rtl/>
        </w:rPr>
        <w:t xml:space="preserve"> </w:t>
      </w:r>
      <w:r w:rsidRPr="00BE2890">
        <w:rPr>
          <w:rtl/>
        </w:rPr>
        <w:t>ولعلم</w:t>
      </w:r>
      <w:r w:rsidR="00554BFA">
        <w:rPr>
          <w:rtl/>
        </w:rPr>
        <w:t xml:space="preserve"> </w:t>
      </w:r>
      <w:r w:rsidRPr="00BE2890">
        <w:rPr>
          <w:rtl/>
        </w:rPr>
        <w:t>الل</w:t>
      </w:r>
      <w:r w:rsidR="00554BFA">
        <w:rPr>
          <w:rtl/>
        </w:rPr>
        <w:t xml:space="preserve"> </w:t>
      </w:r>
      <w:r w:rsidR="00554BFA" w:rsidRPr="00D0383A">
        <w:rPr>
          <w:rtl/>
        </w:rPr>
        <w:t>=</w:t>
      </w:r>
      <w:r w:rsidR="00554BFA">
        <w:rPr>
          <w:rtl/>
        </w:rPr>
        <w:t xml:space="preserve"> </w:t>
      </w:r>
      <w:r w:rsidRPr="00BE2890">
        <w:rPr>
          <w:rtl/>
        </w:rPr>
        <w:t>ه</w:t>
      </w:r>
      <w:r w:rsidR="00554BFA">
        <w:rPr>
          <w:rtl/>
        </w:rPr>
        <w:t xml:space="preserve"> </w:t>
      </w:r>
      <w:r w:rsidRPr="00BE2890">
        <w:rPr>
          <w:rtl/>
        </w:rPr>
        <w:t>شَمساً</w:t>
      </w:r>
      <w:r w:rsidR="00554BFA">
        <w:rPr>
          <w:rtl/>
        </w:rPr>
        <w:t xml:space="preserve"> </w:t>
      </w:r>
      <w:r w:rsidRPr="00BE2890">
        <w:rPr>
          <w:rtl/>
        </w:rPr>
        <w:t>يُوحى</w:t>
      </w:r>
      <w:r w:rsidR="00554BFA">
        <w:rPr>
          <w:rtl/>
        </w:rPr>
        <w:t xml:space="preserve"> </w:t>
      </w:r>
      <w:r w:rsidRPr="00BE2890">
        <w:rPr>
          <w:rtl/>
        </w:rPr>
        <w:t>لها</w:t>
      </w:r>
      <w:r w:rsidR="00554BFA">
        <w:rPr>
          <w:rtl/>
        </w:rPr>
        <w:t xml:space="preserve"> </w:t>
      </w:r>
      <w:r w:rsidRPr="00BE2890">
        <w:rPr>
          <w:rtl/>
        </w:rPr>
        <w:t>ما</w:t>
      </w:r>
      <w:r w:rsidR="00554BFA">
        <w:rPr>
          <w:rtl/>
        </w:rPr>
        <w:t xml:space="preserve"> </w:t>
      </w:r>
      <w:r w:rsidRPr="00BE2890">
        <w:rPr>
          <w:rtl/>
        </w:rPr>
        <w:t>يُوحى</w:t>
      </w:r>
    </w:p>
    <w:p w:rsidR="00645494" w:rsidRDefault="00645494" w:rsidP="00645494">
      <w:pPr>
        <w:pStyle w:val="libPoemCenter"/>
        <w:rPr>
          <w:rtl/>
        </w:rPr>
      </w:pPr>
      <w:r w:rsidRPr="00BE2890">
        <w:rPr>
          <w:rtl/>
        </w:rPr>
        <w:t>واللُّباب</w:t>
      </w:r>
      <w:r w:rsidR="00554BFA">
        <w:rPr>
          <w:rtl/>
        </w:rPr>
        <w:t xml:space="preserve"> </w:t>
      </w:r>
      <w:r w:rsidRPr="00BE2890">
        <w:rPr>
          <w:rtl/>
        </w:rPr>
        <w:t>اللُّباب</w:t>
      </w:r>
      <w:r w:rsidR="00554BFA">
        <w:rPr>
          <w:rtl/>
        </w:rPr>
        <w:t xml:space="preserve"> </w:t>
      </w:r>
      <w:r w:rsidRPr="00BE2890">
        <w:rPr>
          <w:rtl/>
        </w:rPr>
        <w:t>مِن</w:t>
      </w:r>
      <w:r w:rsidR="00554BFA">
        <w:rPr>
          <w:rtl/>
        </w:rPr>
        <w:t xml:space="preserve"> </w:t>
      </w:r>
      <w:r w:rsidRPr="00BE2890">
        <w:rPr>
          <w:rtl/>
        </w:rPr>
        <w:t>أحمد</w:t>
      </w:r>
      <w:r w:rsidR="00554BFA">
        <w:rPr>
          <w:rtl/>
        </w:rPr>
        <w:t xml:space="preserve"> </w:t>
      </w:r>
      <w:r w:rsidRPr="00BE2890">
        <w:rPr>
          <w:rtl/>
        </w:rPr>
        <w:t>الطُهر</w:t>
      </w:r>
      <w:r w:rsidR="00554BFA">
        <w:rPr>
          <w:rtl/>
        </w:rPr>
        <w:t xml:space="preserve"> </w:t>
      </w:r>
      <w:r w:rsidR="00554BFA" w:rsidRPr="00D0383A">
        <w:rPr>
          <w:rtl/>
        </w:rPr>
        <w:t>=</w:t>
      </w:r>
      <w:r w:rsidR="00554BFA">
        <w:rPr>
          <w:rtl/>
        </w:rPr>
        <w:t xml:space="preserve"> </w:t>
      </w:r>
      <w:r w:rsidRPr="00BE2890">
        <w:rPr>
          <w:rtl/>
        </w:rPr>
        <w:t>ومِن</w:t>
      </w:r>
      <w:r w:rsidR="00554BFA">
        <w:rPr>
          <w:rtl/>
        </w:rPr>
        <w:t xml:space="preserve"> </w:t>
      </w:r>
      <w:r w:rsidRPr="00BE2890">
        <w:rPr>
          <w:rtl/>
        </w:rPr>
        <w:t>حَيدر</w:t>
      </w:r>
      <w:r w:rsidR="00554BFA">
        <w:rPr>
          <w:rtl/>
        </w:rPr>
        <w:t xml:space="preserve"> </w:t>
      </w:r>
      <w:r w:rsidRPr="00BE2890">
        <w:rPr>
          <w:rtl/>
        </w:rPr>
        <w:t>الصَريح</w:t>
      </w:r>
      <w:r w:rsidR="00554BFA">
        <w:rPr>
          <w:rtl/>
        </w:rPr>
        <w:t xml:space="preserve"> </w:t>
      </w:r>
      <w:r w:rsidRPr="00BE2890">
        <w:rPr>
          <w:rtl/>
        </w:rPr>
        <w:t>الصَريحا</w:t>
      </w:r>
    </w:p>
    <w:p w:rsidR="00645494" w:rsidRPr="00645494" w:rsidRDefault="00645494" w:rsidP="00FE2721">
      <w:pPr>
        <w:pStyle w:val="libPoemCenter"/>
        <w:rPr>
          <w:rtl/>
        </w:rPr>
      </w:pPr>
      <w:r w:rsidRPr="00BE2890">
        <w:rPr>
          <w:rtl/>
        </w:rPr>
        <w:t>إنَّ</w:t>
      </w:r>
      <w:r w:rsidR="00554BFA">
        <w:rPr>
          <w:rtl/>
        </w:rPr>
        <w:t xml:space="preserve"> </w:t>
      </w:r>
      <w:r w:rsidRPr="00BE2890">
        <w:rPr>
          <w:rtl/>
        </w:rPr>
        <w:t>قَبراً</w:t>
      </w:r>
      <w:r w:rsidR="00554BFA">
        <w:rPr>
          <w:rtl/>
        </w:rPr>
        <w:t xml:space="preserve"> </w:t>
      </w:r>
      <w:r w:rsidRPr="00BE2890">
        <w:rPr>
          <w:rtl/>
        </w:rPr>
        <w:t>لا</w:t>
      </w:r>
      <w:r w:rsidR="00554BFA">
        <w:rPr>
          <w:rtl/>
        </w:rPr>
        <w:t xml:space="preserve"> </w:t>
      </w:r>
      <w:r w:rsidRPr="00BE2890">
        <w:rPr>
          <w:rtl/>
        </w:rPr>
        <w:t>طِفت</w:t>
      </w:r>
      <w:r w:rsidR="00554BFA">
        <w:rPr>
          <w:rtl/>
        </w:rPr>
        <w:t xml:space="preserve"> </w:t>
      </w:r>
      <w:r w:rsidRPr="00BE2890">
        <w:rPr>
          <w:rtl/>
        </w:rPr>
        <w:t>فيه</w:t>
      </w:r>
      <w:r w:rsidR="00554BFA">
        <w:rPr>
          <w:rtl/>
        </w:rPr>
        <w:t xml:space="preserve"> </w:t>
      </w:r>
      <w:r w:rsidRPr="00BE2890">
        <w:rPr>
          <w:rtl/>
        </w:rPr>
        <w:t>تراه</w:t>
      </w:r>
      <w:r w:rsidR="00554BFA">
        <w:rPr>
          <w:rtl/>
        </w:rPr>
        <w:t xml:space="preserve"> </w:t>
      </w:r>
      <w:r w:rsidR="00554BFA" w:rsidRPr="00D0383A">
        <w:rPr>
          <w:rtl/>
        </w:rPr>
        <w:t>=</w:t>
      </w:r>
      <w:r w:rsidR="00554BFA">
        <w:rPr>
          <w:rtl/>
        </w:rPr>
        <w:t xml:space="preserve"> </w:t>
      </w:r>
      <w:r w:rsidRPr="00BE2890">
        <w:rPr>
          <w:rtl/>
        </w:rPr>
        <w:t>منع</w:t>
      </w:r>
      <w:r w:rsidR="00554BFA">
        <w:rPr>
          <w:rtl/>
        </w:rPr>
        <w:t xml:space="preserve"> </w:t>
      </w:r>
      <w:r w:rsidRPr="00BE2890">
        <w:rPr>
          <w:rtl/>
        </w:rPr>
        <w:t>المِسْك</w:t>
      </w:r>
      <w:r w:rsidR="00554BFA">
        <w:rPr>
          <w:rtl/>
        </w:rPr>
        <w:t xml:space="preserve"> </w:t>
      </w:r>
      <w:r w:rsidRPr="00BE2890">
        <w:rPr>
          <w:rtl/>
        </w:rPr>
        <w:t>طِيبه</w:t>
      </w:r>
      <w:r w:rsidR="00554BFA">
        <w:rPr>
          <w:rtl/>
        </w:rPr>
        <w:t xml:space="preserve"> </w:t>
      </w:r>
      <w:r w:rsidRPr="00BE2890">
        <w:rPr>
          <w:rtl/>
        </w:rPr>
        <w:t>أنْ</w:t>
      </w:r>
      <w:r w:rsidR="00554BFA">
        <w:rPr>
          <w:rtl/>
        </w:rPr>
        <w:t xml:space="preserve"> </w:t>
      </w:r>
      <w:r w:rsidRPr="00BE2890">
        <w:rPr>
          <w:rtl/>
        </w:rPr>
        <w:t>يَفوحا</w:t>
      </w:r>
    </w:p>
    <w:p w:rsidR="00554BFA" w:rsidRDefault="00645494" w:rsidP="00554BFA">
      <w:pPr>
        <w:pStyle w:val="libNormal"/>
        <w:rPr>
          <w:rtl/>
        </w:rPr>
      </w:pPr>
      <w:r w:rsidRPr="00554BFA">
        <w:rPr>
          <w:rtl/>
        </w:rPr>
        <w:t>قال: فلمّا دخلت المَشهد وزرته</w:t>
      </w:r>
      <w:r w:rsidR="00554BFA">
        <w:rPr>
          <w:rtl/>
        </w:rPr>
        <w:t xml:space="preserve"> (</w:t>
      </w:r>
      <w:r w:rsidRPr="00554BFA">
        <w:rPr>
          <w:rtl/>
        </w:rPr>
        <w:t>عليه السلام) ونمت تلك الليلة، رأيت في مَنامي الرضا</w:t>
      </w:r>
      <w:r w:rsidR="00554BFA">
        <w:rPr>
          <w:rtl/>
        </w:rPr>
        <w:t xml:space="preserve"> (</w:t>
      </w:r>
      <w:r w:rsidRPr="00554BFA">
        <w:rPr>
          <w:rtl/>
        </w:rPr>
        <w:t>عليه السلام) جالِساً على كُرسي في روضته الشريفة،</w:t>
      </w:r>
    </w:p>
    <w:p w:rsidR="00645494" w:rsidRDefault="00645494" w:rsidP="00645494">
      <w:pPr>
        <w:pStyle w:val="libNormal"/>
      </w:pPr>
      <w:r>
        <w:br w:type="page"/>
      </w:r>
    </w:p>
    <w:p w:rsidR="00554BFA" w:rsidRDefault="00645494" w:rsidP="00554BFA">
      <w:pPr>
        <w:pStyle w:val="libNormal"/>
        <w:rPr>
          <w:rtl/>
        </w:rPr>
      </w:pPr>
      <w:r w:rsidRPr="00554BFA">
        <w:rPr>
          <w:rtl/>
        </w:rPr>
        <w:lastRenderedPageBreak/>
        <w:t>فسلَّمت عليه وقبَّلت يديه، فرحَّب بي وأدناني، وأعطاني صِرة، وقال:</w:t>
      </w:r>
      <w:r w:rsidR="00554BFA">
        <w:rPr>
          <w:rtl/>
        </w:rPr>
        <w:t xml:space="preserve"> </w:t>
      </w:r>
      <w:r w:rsidR="00554BFA">
        <w:rPr>
          <w:rStyle w:val="libNormalChar"/>
          <w:rtl/>
        </w:rPr>
        <w:t>((</w:t>
      </w:r>
      <w:r w:rsidRPr="00645494">
        <w:rPr>
          <w:rStyle w:val="libNormalChar"/>
          <w:rtl/>
        </w:rPr>
        <w:t xml:space="preserve"> افتحها ففيها مسك أذفر ))</w:t>
      </w:r>
      <w:r w:rsidRPr="00554BFA">
        <w:rPr>
          <w:rtl/>
        </w:rPr>
        <w:t>، ففتحتها فوجدت فيها فِتاتاً لا رائحة له، فقلت: لا رائحة له! فتبسَّم</w:t>
      </w:r>
      <w:r w:rsidR="00554BFA">
        <w:rPr>
          <w:rtl/>
        </w:rPr>
        <w:t xml:space="preserve"> (</w:t>
      </w:r>
      <w:r w:rsidRPr="00554BFA">
        <w:rPr>
          <w:rtl/>
        </w:rPr>
        <w:t>عليه السلام) وقال:</w:t>
      </w:r>
      <w:r w:rsidR="00554BFA">
        <w:rPr>
          <w:rtl/>
        </w:rPr>
        <w:t xml:space="preserve"> </w:t>
      </w:r>
      <w:r w:rsidR="00554BFA">
        <w:rPr>
          <w:rStyle w:val="libNormalChar"/>
          <w:rtl/>
        </w:rPr>
        <w:t>((</w:t>
      </w:r>
      <w:r w:rsidRPr="00645494">
        <w:rPr>
          <w:rStyle w:val="libNormalChar"/>
          <w:rtl/>
        </w:rPr>
        <w:t xml:space="preserve"> ألستَ القائل:</w:t>
      </w:r>
    </w:p>
    <w:p w:rsidR="00554BFA" w:rsidRDefault="00645494" w:rsidP="00645494">
      <w:pPr>
        <w:pStyle w:val="libPoemCenter"/>
        <w:rPr>
          <w:rtl/>
        </w:rPr>
      </w:pPr>
      <w:r w:rsidRPr="00BE2890">
        <w:rPr>
          <w:rtl/>
        </w:rPr>
        <w:t>إنَّ قبراً لا طِفت فيه تراه</w:t>
      </w:r>
      <w:r w:rsidRPr="00D0383A">
        <w:rPr>
          <w:rtl/>
        </w:rPr>
        <w:t>=</w:t>
      </w:r>
      <w:r w:rsidRPr="00BE2890">
        <w:rPr>
          <w:rtl/>
        </w:rPr>
        <w:t>مَنع المِسك طِيبه أنْ يَفوحا</w:t>
      </w:r>
    </w:p>
    <w:p w:rsidR="00D0383A" w:rsidRDefault="00645494" w:rsidP="00554BFA">
      <w:pPr>
        <w:pStyle w:val="libNormal"/>
        <w:rPr>
          <w:rtl/>
        </w:rPr>
      </w:pPr>
      <w:r w:rsidRPr="00554BFA">
        <w:rPr>
          <w:rtl/>
        </w:rPr>
        <w:t>فهذا مِسك إذفر مَنع طِيبُ ثرى قبري رائحتَه ))، فانتبهت وأنا في فَرح بما شاهدت، وتَرح على ما فارقت.</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ولم أظفَر بتَمام القصيدة، مع طَلبي لها من وَلَده وغيره، والمَحفوظ له ذلك، فمَن ظفَر بها فليُلحقها.</w:t>
      </w:r>
    </w:p>
    <w:p w:rsidR="00645494" w:rsidRPr="00554BFA" w:rsidRDefault="00645494" w:rsidP="00645494">
      <w:pPr>
        <w:pStyle w:val="Heading3"/>
        <w:rPr>
          <w:rtl/>
        </w:rPr>
      </w:pPr>
      <w:bookmarkStart w:id="72" w:name="_Toc491861336"/>
      <w:r w:rsidRPr="00BE2890">
        <w:rPr>
          <w:rtl/>
        </w:rPr>
        <w:t>الفصل الثالث:</w:t>
      </w:r>
      <w:bookmarkEnd w:id="72"/>
    </w:p>
    <w:p w:rsidR="00554BFA" w:rsidRDefault="00645494" w:rsidP="00554BFA">
      <w:pPr>
        <w:pStyle w:val="libNormal"/>
        <w:rPr>
          <w:rtl/>
        </w:rPr>
      </w:pPr>
      <w:r w:rsidRPr="00554BFA">
        <w:rPr>
          <w:rtl/>
        </w:rPr>
        <w:t>ذكر الحافظ الحمويني، إبراهيم بن إسحاق الشافعي المقدم الذِكر، في كتابه فرائد السمطين، في الباب الأربعين في الجُزء الثاني منه، قال: أورد الإمام شهاب الدين أبو سعيد، عبد الملك بن سعيد بن عمرو بن محمد بن عمرو بن إبراهيم في كتابه نُزهة الأخبار، أنَّه سَمِع من الشيخ الزكي أبي الفُتوح محمد بن عبد الكريم بن منصور بن علان، قال: سمعت الشيخ أبا الحسن محمد بن القاسم الفارسي بنيشابور، قال: كنت أُنكر على مَن قصد المَشهد بطوس للزيارة، وأُصِر على الإنكار، فاتفق إنّي رأيت ليلة فيما يرى النائم، كإنّي كنت بطوس في المشهد، فرأيت رسول الله</w:t>
      </w:r>
      <w:r w:rsidR="00554BFA">
        <w:rPr>
          <w:rtl/>
        </w:rPr>
        <w:t xml:space="preserve"> (</w:t>
      </w:r>
      <w:r w:rsidRPr="00554BFA">
        <w:rPr>
          <w:rtl/>
        </w:rPr>
        <w:t>صلّى الله عليه وآله وسلّم) قائماً وراء صندوق القبر، يُصلّى، وسمعت هاتِفاً مِن فَوق يُنشد هذين البيتين:</w:t>
      </w:r>
    </w:p>
    <w:p w:rsidR="00645494" w:rsidRDefault="00645494" w:rsidP="00645494">
      <w:pPr>
        <w:pStyle w:val="libNormal"/>
      </w:pPr>
      <w:r>
        <w:br w:type="page"/>
      </w:r>
    </w:p>
    <w:p w:rsidR="00645494" w:rsidRDefault="00645494" w:rsidP="00FE2721">
      <w:pPr>
        <w:pStyle w:val="libPoemCenter"/>
        <w:rPr>
          <w:rtl/>
        </w:rPr>
      </w:pPr>
      <w:r w:rsidRPr="00BE2890">
        <w:rPr>
          <w:rtl/>
        </w:rPr>
        <w:lastRenderedPageBreak/>
        <w:t>مَن</w:t>
      </w:r>
      <w:r w:rsidR="00554BFA">
        <w:rPr>
          <w:rtl/>
        </w:rPr>
        <w:t xml:space="preserve"> </w:t>
      </w:r>
      <w:r w:rsidRPr="00BE2890">
        <w:rPr>
          <w:rtl/>
        </w:rPr>
        <w:t>سرَّه</w:t>
      </w:r>
      <w:r w:rsidR="00554BFA">
        <w:rPr>
          <w:rtl/>
        </w:rPr>
        <w:t xml:space="preserve"> </w:t>
      </w:r>
      <w:r w:rsidRPr="00BE2890">
        <w:rPr>
          <w:rtl/>
        </w:rPr>
        <w:t>أنْ</w:t>
      </w:r>
      <w:r w:rsidR="00554BFA">
        <w:rPr>
          <w:rtl/>
        </w:rPr>
        <w:t xml:space="preserve"> </w:t>
      </w:r>
      <w:r w:rsidRPr="00BE2890">
        <w:rPr>
          <w:rtl/>
        </w:rPr>
        <w:t>يَرى</w:t>
      </w:r>
      <w:r w:rsidR="00554BFA">
        <w:rPr>
          <w:rtl/>
        </w:rPr>
        <w:t xml:space="preserve"> </w:t>
      </w:r>
      <w:r w:rsidRPr="00BE2890">
        <w:rPr>
          <w:rtl/>
        </w:rPr>
        <w:t>قَبراً</w:t>
      </w:r>
      <w:r w:rsidR="00554BFA">
        <w:rPr>
          <w:rtl/>
        </w:rPr>
        <w:t xml:space="preserve"> </w:t>
      </w:r>
      <w:r w:rsidRPr="00BE2890">
        <w:rPr>
          <w:rtl/>
        </w:rPr>
        <w:t>برؤيته</w:t>
      </w:r>
      <w:r w:rsidR="00554BFA">
        <w:rPr>
          <w:rtl/>
        </w:rPr>
        <w:t xml:space="preserve"> </w:t>
      </w:r>
      <w:r w:rsidR="00554BFA" w:rsidRPr="00D0383A">
        <w:rPr>
          <w:rtl/>
        </w:rPr>
        <w:t>=</w:t>
      </w:r>
      <w:r w:rsidR="00554BFA">
        <w:rPr>
          <w:rtl/>
        </w:rPr>
        <w:t xml:space="preserve"> </w:t>
      </w:r>
      <w:r w:rsidRPr="00BE2890">
        <w:rPr>
          <w:rtl/>
        </w:rPr>
        <w:t>يفرِّج</w:t>
      </w:r>
      <w:r w:rsidR="00554BFA">
        <w:rPr>
          <w:rtl/>
        </w:rPr>
        <w:t xml:space="preserve"> </w:t>
      </w:r>
      <w:r w:rsidRPr="00BE2890">
        <w:rPr>
          <w:rtl/>
        </w:rPr>
        <w:t>الله</w:t>
      </w:r>
      <w:r w:rsidR="00554BFA">
        <w:rPr>
          <w:rtl/>
        </w:rPr>
        <w:t xml:space="preserve"> </w:t>
      </w:r>
      <w:r w:rsidRPr="00BE2890">
        <w:rPr>
          <w:rtl/>
        </w:rPr>
        <w:t>عمَن</w:t>
      </w:r>
      <w:r w:rsidR="00554BFA">
        <w:rPr>
          <w:rtl/>
        </w:rPr>
        <w:t xml:space="preserve"> </w:t>
      </w:r>
      <w:r w:rsidRPr="00BE2890">
        <w:rPr>
          <w:rtl/>
        </w:rPr>
        <w:t>زاره</w:t>
      </w:r>
      <w:r w:rsidR="00554BFA">
        <w:rPr>
          <w:rtl/>
        </w:rPr>
        <w:t xml:space="preserve"> </w:t>
      </w:r>
      <w:r w:rsidRPr="00BE2890">
        <w:rPr>
          <w:rtl/>
        </w:rPr>
        <w:t>كُرُبَه</w:t>
      </w:r>
    </w:p>
    <w:p w:rsidR="00645494" w:rsidRPr="00645494" w:rsidRDefault="00645494" w:rsidP="00645494">
      <w:pPr>
        <w:pStyle w:val="libPoemCenter"/>
        <w:rPr>
          <w:rtl/>
        </w:rPr>
      </w:pPr>
      <w:r w:rsidRPr="00BE2890">
        <w:rPr>
          <w:rtl/>
        </w:rPr>
        <w:t>فليأتِ</w:t>
      </w:r>
      <w:r w:rsidR="00554BFA">
        <w:rPr>
          <w:rtl/>
        </w:rPr>
        <w:t xml:space="preserve"> </w:t>
      </w:r>
      <w:r w:rsidRPr="00BE2890">
        <w:rPr>
          <w:rtl/>
        </w:rPr>
        <w:t>ذا</w:t>
      </w:r>
      <w:r w:rsidR="00554BFA">
        <w:rPr>
          <w:rtl/>
        </w:rPr>
        <w:t xml:space="preserve"> </w:t>
      </w:r>
      <w:r w:rsidRPr="00BE2890">
        <w:rPr>
          <w:rtl/>
        </w:rPr>
        <w:t>القَبر</w:t>
      </w:r>
      <w:r w:rsidR="00554BFA">
        <w:rPr>
          <w:rtl/>
        </w:rPr>
        <w:t xml:space="preserve"> </w:t>
      </w:r>
      <w:r w:rsidRPr="00BE2890">
        <w:rPr>
          <w:rtl/>
        </w:rPr>
        <w:t>إنَّ</w:t>
      </w:r>
      <w:r w:rsidR="00554BFA">
        <w:rPr>
          <w:rtl/>
        </w:rPr>
        <w:t xml:space="preserve"> </w:t>
      </w:r>
      <w:r w:rsidRPr="00BE2890">
        <w:rPr>
          <w:rtl/>
        </w:rPr>
        <w:t>الله</w:t>
      </w:r>
      <w:r w:rsidR="00554BFA">
        <w:rPr>
          <w:rtl/>
        </w:rPr>
        <w:t xml:space="preserve"> </w:t>
      </w:r>
      <w:r w:rsidRPr="00BE2890">
        <w:rPr>
          <w:rtl/>
        </w:rPr>
        <w:t>أسكنه</w:t>
      </w:r>
      <w:r w:rsidR="00554BFA">
        <w:rPr>
          <w:rtl/>
        </w:rPr>
        <w:t xml:space="preserve"> </w:t>
      </w:r>
      <w:r w:rsidR="00554BFA" w:rsidRPr="00D0383A">
        <w:rPr>
          <w:rtl/>
        </w:rPr>
        <w:t>=</w:t>
      </w:r>
      <w:r w:rsidR="00554BFA">
        <w:rPr>
          <w:rtl/>
        </w:rPr>
        <w:t xml:space="preserve"> </w:t>
      </w:r>
      <w:r w:rsidRPr="00BE2890">
        <w:rPr>
          <w:rtl/>
        </w:rPr>
        <w:t>سُلالة</w:t>
      </w:r>
      <w:r w:rsidR="00554BFA">
        <w:rPr>
          <w:rtl/>
        </w:rPr>
        <w:t xml:space="preserve"> </w:t>
      </w:r>
      <w:r w:rsidRPr="00BE2890">
        <w:rPr>
          <w:rtl/>
        </w:rPr>
        <w:t>مِن</w:t>
      </w:r>
      <w:r w:rsidR="00554BFA">
        <w:rPr>
          <w:rtl/>
        </w:rPr>
        <w:t xml:space="preserve"> </w:t>
      </w:r>
      <w:r w:rsidRPr="00BE2890">
        <w:rPr>
          <w:rtl/>
        </w:rPr>
        <w:t>رسول</w:t>
      </w:r>
      <w:r w:rsidR="00554BFA">
        <w:rPr>
          <w:rtl/>
        </w:rPr>
        <w:t xml:space="preserve"> </w:t>
      </w:r>
      <w:r w:rsidRPr="00BE2890">
        <w:rPr>
          <w:rtl/>
        </w:rPr>
        <w:t>الله</w:t>
      </w:r>
      <w:r w:rsidR="00554BFA">
        <w:rPr>
          <w:rtl/>
        </w:rPr>
        <w:t xml:space="preserve"> </w:t>
      </w:r>
      <w:r w:rsidRPr="00BE2890">
        <w:rPr>
          <w:rtl/>
        </w:rPr>
        <w:t>مُنتَجبه</w:t>
      </w:r>
    </w:p>
    <w:p w:rsidR="00645494" w:rsidRPr="00BE2890" w:rsidRDefault="00645494" w:rsidP="00554BFA">
      <w:pPr>
        <w:pStyle w:val="libNormal"/>
        <w:rPr>
          <w:rtl/>
        </w:rPr>
      </w:pPr>
      <w:r w:rsidRPr="00554BFA">
        <w:rPr>
          <w:rtl/>
        </w:rPr>
        <w:t>وكان يُشير في الخطاب إلى رسول الله</w:t>
      </w:r>
      <w:r w:rsidR="00554BFA">
        <w:rPr>
          <w:rtl/>
        </w:rPr>
        <w:t xml:space="preserve"> (</w:t>
      </w:r>
      <w:r w:rsidRPr="00554BFA">
        <w:rPr>
          <w:rtl/>
        </w:rPr>
        <w:t>صلّى الله عليه وآله وسلّم) فاستيقظت مِن نَومي، وأنا غريق في العرق، فناديت غلامي ليُسرج دابتي في الحال، فركبتها وقصدت الزيارة، وتَعوَّدت أنْ أزور كلَّ سنة مرتين.</w:t>
      </w:r>
    </w:p>
    <w:p w:rsidR="00645494" w:rsidRDefault="00645494" w:rsidP="00645494">
      <w:pPr>
        <w:pStyle w:val="libNormal"/>
      </w:pPr>
      <w:r>
        <w:br w:type="page"/>
      </w:r>
    </w:p>
    <w:p w:rsidR="00645494" w:rsidRPr="00554BFA" w:rsidRDefault="00645494" w:rsidP="00645494">
      <w:pPr>
        <w:pStyle w:val="Heading2Center"/>
        <w:rPr>
          <w:rtl/>
        </w:rPr>
      </w:pPr>
      <w:bookmarkStart w:id="73" w:name="_Toc491861337"/>
      <w:r w:rsidRPr="00BE2890">
        <w:rPr>
          <w:rtl/>
        </w:rPr>
        <w:lastRenderedPageBreak/>
        <w:t>الباب السابع</w:t>
      </w:r>
      <w:bookmarkStart w:id="74" w:name="الباب_السابع"/>
      <w:bookmarkEnd w:id="74"/>
      <w:bookmarkEnd w:id="73"/>
    </w:p>
    <w:p w:rsidR="00554BFA" w:rsidRPr="00554BFA" w:rsidRDefault="00645494" w:rsidP="00645494">
      <w:pPr>
        <w:pStyle w:val="Heading2Center"/>
        <w:rPr>
          <w:rtl/>
        </w:rPr>
      </w:pPr>
      <w:bookmarkStart w:id="75" w:name="_Toc491861338"/>
      <w:r w:rsidRPr="00BE2890">
        <w:rPr>
          <w:rtl/>
        </w:rPr>
        <w:t>فيما يتعلَّق بالمهدي</w:t>
      </w:r>
      <w:r w:rsidR="00554BFA">
        <w:rPr>
          <w:rtl/>
        </w:rPr>
        <w:t xml:space="preserve"> (</w:t>
      </w:r>
      <w:r w:rsidRPr="00BE2890">
        <w:rPr>
          <w:rtl/>
        </w:rPr>
        <w:t>عليه السلام) مِن النظام المتلو</w:t>
      </w:r>
      <w:bookmarkEnd w:id="75"/>
    </w:p>
    <w:p w:rsidR="00554BFA" w:rsidRPr="00554BFA" w:rsidRDefault="00645494" w:rsidP="00D0383A">
      <w:pPr>
        <w:pStyle w:val="libCenterBold2"/>
        <w:rPr>
          <w:rtl/>
        </w:rPr>
      </w:pPr>
      <w:r w:rsidRPr="00BE2890">
        <w:rPr>
          <w:rtl/>
        </w:rPr>
        <w:t>وفيه فصلان:</w:t>
      </w:r>
    </w:p>
    <w:p w:rsidR="00645494" w:rsidRPr="00554BFA" w:rsidRDefault="00645494" w:rsidP="00645494">
      <w:pPr>
        <w:pStyle w:val="Heading3"/>
        <w:rPr>
          <w:rtl/>
        </w:rPr>
      </w:pPr>
      <w:bookmarkStart w:id="76" w:name="_Toc491861339"/>
      <w:r w:rsidRPr="00BE2890">
        <w:rPr>
          <w:rtl/>
        </w:rPr>
        <w:t>الفصل الأول:</w:t>
      </w:r>
      <w:bookmarkEnd w:id="76"/>
    </w:p>
    <w:p w:rsidR="00554BFA" w:rsidRDefault="00645494" w:rsidP="00554BFA">
      <w:pPr>
        <w:pStyle w:val="libNormal"/>
        <w:rPr>
          <w:rtl/>
        </w:rPr>
      </w:pPr>
      <w:r w:rsidRPr="00554BFA">
        <w:rPr>
          <w:rtl/>
        </w:rPr>
        <w:t>أخبرني السيّد العالم الفاضل الأديب، السيّد باقر بن السيّد السعيد العلاَّمة السيّد محمد بن السيّد هاشم بن السيّد التقي الصالح، مير شجاعت علي الرضوي الهندي النجفي، المُتوفَّى سنة 1329 ودُفن مع أبيه في داره، قال: رأيت في مَنامي المهدي</w:t>
      </w:r>
      <w:r w:rsidR="00554BFA">
        <w:rPr>
          <w:rtl/>
        </w:rPr>
        <w:t xml:space="preserve"> (</w:t>
      </w:r>
      <w:r w:rsidRPr="00554BFA">
        <w:rPr>
          <w:rtl/>
        </w:rPr>
        <w:t xml:space="preserve">عجّل الله فرجه وسهّل مخرجه) ليلة الغَدير حزيناً باكياً، فجِئت إليه وسلَّمت عليه، وقبَّلت يديه، وكأنَّه يُفكِّر فقلت: ياسيدي، إنَّ هذه أيام فرح وسرور بِعيد الغَدير، وأراك حزيناً تَبكي! فقال: ذكرت أمّي الزهراء وحُزنها، ثم أنشد يقول: </w:t>
      </w:r>
    </w:p>
    <w:p w:rsidR="00554BFA" w:rsidRDefault="00645494" w:rsidP="00FE2721">
      <w:pPr>
        <w:pStyle w:val="libPoemCenter"/>
        <w:rPr>
          <w:rtl/>
        </w:rPr>
      </w:pPr>
      <w:r w:rsidRPr="00BE2890">
        <w:rPr>
          <w:rtl/>
        </w:rPr>
        <w:t>لا</w:t>
      </w:r>
      <w:r w:rsidR="00554BFA">
        <w:rPr>
          <w:rtl/>
        </w:rPr>
        <w:t xml:space="preserve"> </w:t>
      </w:r>
      <w:r w:rsidRPr="00BE2890">
        <w:rPr>
          <w:rtl/>
        </w:rPr>
        <w:t>تَراني</w:t>
      </w:r>
      <w:r w:rsidR="00554BFA">
        <w:rPr>
          <w:rtl/>
        </w:rPr>
        <w:t xml:space="preserve"> </w:t>
      </w:r>
      <w:r w:rsidRPr="00BE2890">
        <w:rPr>
          <w:rtl/>
        </w:rPr>
        <w:t>اتَخذت</w:t>
      </w:r>
      <w:r w:rsidR="00554BFA">
        <w:rPr>
          <w:rtl/>
        </w:rPr>
        <w:t xml:space="preserve"> </w:t>
      </w:r>
      <w:r w:rsidRPr="00BE2890">
        <w:rPr>
          <w:rtl/>
        </w:rPr>
        <w:t>لا</w:t>
      </w:r>
      <w:r w:rsidR="00554BFA">
        <w:rPr>
          <w:rtl/>
        </w:rPr>
        <w:t xml:space="preserve"> </w:t>
      </w:r>
      <w:r w:rsidRPr="00BE2890">
        <w:rPr>
          <w:rtl/>
        </w:rPr>
        <w:t>وعَلاها</w:t>
      </w:r>
      <w:r w:rsidR="00554BFA">
        <w:rPr>
          <w:rtl/>
        </w:rPr>
        <w:t xml:space="preserve"> </w:t>
      </w:r>
      <w:r w:rsidR="00554BFA" w:rsidRPr="00D0383A">
        <w:rPr>
          <w:rtl/>
        </w:rPr>
        <w:t>=</w:t>
      </w:r>
      <w:r w:rsidR="00554BFA">
        <w:rPr>
          <w:rtl/>
        </w:rPr>
        <w:t xml:space="preserve"> </w:t>
      </w:r>
      <w:r w:rsidRPr="00BE2890">
        <w:rPr>
          <w:rtl/>
        </w:rPr>
        <w:t>بَعد</w:t>
      </w:r>
      <w:r w:rsidR="00554BFA">
        <w:rPr>
          <w:rtl/>
        </w:rPr>
        <w:t xml:space="preserve"> </w:t>
      </w:r>
      <w:r w:rsidRPr="00BE2890">
        <w:rPr>
          <w:rtl/>
        </w:rPr>
        <w:t>بَيت</w:t>
      </w:r>
      <w:r w:rsidR="00554BFA">
        <w:rPr>
          <w:rtl/>
        </w:rPr>
        <w:t xml:space="preserve"> </w:t>
      </w:r>
      <w:r w:rsidRPr="00BE2890">
        <w:rPr>
          <w:rtl/>
        </w:rPr>
        <w:t>الأحزان</w:t>
      </w:r>
      <w:r w:rsidR="00554BFA">
        <w:rPr>
          <w:rtl/>
        </w:rPr>
        <w:t xml:space="preserve"> </w:t>
      </w:r>
      <w:r w:rsidRPr="00BE2890">
        <w:rPr>
          <w:rtl/>
        </w:rPr>
        <w:t>بَيت</w:t>
      </w:r>
      <w:r w:rsidR="00554BFA">
        <w:rPr>
          <w:rtl/>
        </w:rPr>
        <w:t xml:space="preserve"> </w:t>
      </w:r>
      <w:r w:rsidRPr="00BE2890">
        <w:rPr>
          <w:rtl/>
        </w:rPr>
        <w:t>سُرور</w:t>
      </w:r>
    </w:p>
    <w:p w:rsidR="00645494" w:rsidRDefault="00645494" w:rsidP="00645494">
      <w:pPr>
        <w:pStyle w:val="libNormal"/>
        <w:rPr>
          <w:rtl/>
        </w:rPr>
      </w:pPr>
      <w:r>
        <w:rPr>
          <w:rtl/>
        </w:rPr>
        <w:br w:type="page"/>
      </w:r>
    </w:p>
    <w:p w:rsidR="00554BFA" w:rsidRDefault="00645494" w:rsidP="00554BFA">
      <w:pPr>
        <w:pStyle w:val="libNormal"/>
        <w:rPr>
          <w:rtl/>
        </w:rPr>
      </w:pPr>
      <w:r w:rsidRPr="00554BFA">
        <w:rPr>
          <w:rtl/>
        </w:rPr>
        <w:lastRenderedPageBreak/>
        <w:t>قال: فانتبهت مِن نَومي، ونَظمت قصيدة في أحوال الغَدير، وذَكرت الزهراء</w:t>
      </w:r>
      <w:r w:rsidR="00554BFA">
        <w:rPr>
          <w:rtl/>
        </w:rPr>
        <w:t xml:space="preserve"> (</w:t>
      </w:r>
      <w:r w:rsidRPr="00554BFA">
        <w:rPr>
          <w:rtl/>
        </w:rPr>
        <w:t>عليها السلام) وذَكرت بيته</w:t>
      </w:r>
      <w:r w:rsidR="00554BFA">
        <w:rPr>
          <w:rtl/>
        </w:rPr>
        <w:t xml:space="preserve"> (</w:t>
      </w:r>
      <w:r w:rsidRPr="00554BFA">
        <w:rPr>
          <w:rtl/>
        </w:rPr>
        <w:t>عليه السلام) في ضمنها، وهي:</w:t>
      </w:r>
    </w:p>
    <w:p w:rsidR="00645494" w:rsidRDefault="00645494" w:rsidP="00FE2721">
      <w:pPr>
        <w:pStyle w:val="libPoemCenter"/>
        <w:rPr>
          <w:rtl/>
        </w:rPr>
      </w:pPr>
      <w:r w:rsidRPr="00E31671">
        <w:rPr>
          <w:rtl/>
        </w:rPr>
        <w:t>ليس</w:t>
      </w:r>
      <w:r w:rsidR="00554BFA">
        <w:rPr>
          <w:rtl/>
        </w:rPr>
        <w:t xml:space="preserve"> </w:t>
      </w:r>
      <w:r w:rsidRPr="00E31671">
        <w:rPr>
          <w:rtl/>
        </w:rPr>
        <w:t>إنكارُك</w:t>
      </w:r>
      <w:r w:rsidR="00554BFA">
        <w:rPr>
          <w:rtl/>
        </w:rPr>
        <w:t xml:space="preserve"> </w:t>
      </w:r>
      <w:r w:rsidRPr="00E31671">
        <w:rPr>
          <w:rtl/>
        </w:rPr>
        <w:t>الوِلا</w:t>
      </w:r>
      <w:r w:rsidR="00554BFA">
        <w:rPr>
          <w:rtl/>
        </w:rPr>
        <w:t xml:space="preserve"> </w:t>
      </w:r>
      <w:r w:rsidRPr="00E31671">
        <w:rPr>
          <w:rtl/>
        </w:rPr>
        <w:t>بالجَدير</w:t>
      </w:r>
      <w:r w:rsidR="00554BFA">
        <w:rPr>
          <w:rtl/>
        </w:rPr>
        <w:t xml:space="preserve"> </w:t>
      </w:r>
      <w:r w:rsidR="00554BFA" w:rsidRPr="00D0383A">
        <w:rPr>
          <w:rtl/>
        </w:rPr>
        <w:t>=</w:t>
      </w:r>
      <w:r w:rsidR="00554BFA">
        <w:rPr>
          <w:rtl/>
        </w:rPr>
        <w:t xml:space="preserve"> </w:t>
      </w:r>
      <w:r w:rsidRPr="00E31671">
        <w:rPr>
          <w:rtl/>
        </w:rPr>
        <w:t>بعد</w:t>
      </w:r>
      <w:r w:rsidR="00554BFA">
        <w:rPr>
          <w:rtl/>
        </w:rPr>
        <w:t xml:space="preserve"> </w:t>
      </w:r>
      <w:r w:rsidRPr="00E31671">
        <w:rPr>
          <w:rtl/>
        </w:rPr>
        <w:t>ما</w:t>
      </w:r>
      <w:r w:rsidR="00554BFA">
        <w:rPr>
          <w:rtl/>
        </w:rPr>
        <w:t xml:space="preserve"> </w:t>
      </w:r>
      <w:r w:rsidRPr="00E31671">
        <w:rPr>
          <w:rtl/>
        </w:rPr>
        <w:t>قد</w:t>
      </w:r>
      <w:r w:rsidR="00554BFA">
        <w:rPr>
          <w:rtl/>
        </w:rPr>
        <w:t xml:space="preserve"> </w:t>
      </w:r>
      <w:r w:rsidRPr="00E31671">
        <w:rPr>
          <w:rtl/>
        </w:rPr>
        <w:t>سَمِعتَ</w:t>
      </w:r>
      <w:r w:rsidR="00554BFA">
        <w:rPr>
          <w:rtl/>
        </w:rPr>
        <w:t xml:space="preserve"> </w:t>
      </w:r>
      <w:r w:rsidRPr="00E31671">
        <w:rPr>
          <w:rtl/>
        </w:rPr>
        <w:t>نَص</w:t>
      </w:r>
      <w:r w:rsidR="00554BFA">
        <w:rPr>
          <w:rtl/>
        </w:rPr>
        <w:t xml:space="preserve"> </w:t>
      </w:r>
      <w:r w:rsidRPr="00E31671">
        <w:rPr>
          <w:rtl/>
        </w:rPr>
        <w:t>الغَدير</w:t>
      </w:r>
    </w:p>
    <w:p w:rsidR="00645494" w:rsidRDefault="00645494" w:rsidP="00FE2721">
      <w:pPr>
        <w:pStyle w:val="libPoemCenter"/>
        <w:rPr>
          <w:rtl/>
        </w:rPr>
      </w:pPr>
      <w:r w:rsidRPr="00E31671">
        <w:rPr>
          <w:rtl/>
        </w:rPr>
        <w:t>فتَبصَّرْ</w:t>
      </w:r>
      <w:r w:rsidR="00554BFA">
        <w:rPr>
          <w:rtl/>
        </w:rPr>
        <w:t xml:space="preserve"> </w:t>
      </w:r>
      <w:r w:rsidRPr="00E31671">
        <w:rPr>
          <w:rtl/>
        </w:rPr>
        <w:t>تَبصَّرْ</w:t>
      </w:r>
      <w:r w:rsidR="00554BFA">
        <w:rPr>
          <w:rtl/>
        </w:rPr>
        <w:t xml:space="preserve"> </w:t>
      </w:r>
      <w:r w:rsidRPr="00E31671">
        <w:rPr>
          <w:rtl/>
        </w:rPr>
        <w:t>هَداك</w:t>
      </w:r>
      <w:r w:rsidR="00554BFA">
        <w:rPr>
          <w:rtl/>
        </w:rPr>
        <w:t xml:space="preserve"> </w:t>
      </w:r>
      <w:r w:rsidRPr="00E31671">
        <w:rPr>
          <w:rtl/>
        </w:rPr>
        <w:t>إلى</w:t>
      </w:r>
      <w:r w:rsidR="00554BFA">
        <w:rPr>
          <w:rtl/>
        </w:rPr>
        <w:t xml:space="preserve"> </w:t>
      </w:r>
      <w:r w:rsidRPr="00E31671">
        <w:rPr>
          <w:rtl/>
        </w:rPr>
        <w:t>الحق</w:t>
      </w:r>
      <w:r w:rsidR="00554BFA">
        <w:rPr>
          <w:rtl/>
        </w:rPr>
        <w:t xml:space="preserve"> </w:t>
      </w:r>
      <w:r w:rsidR="00554BFA" w:rsidRPr="00D0383A">
        <w:rPr>
          <w:rtl/>
        </w:rPr>
        <w:t>=</w:t>
      </w:r>
      <w:r w:rsidR="00554BFA">
        <w:rPr>
          <w:rtl/>
        </w:rPr>
        <w:t xml:space="preserve"> </w:t>
      </w:r>
      <w:r w:rsidRPr="00E31671">
        <w:rPr>
          <w:rtl/>
        </w:rPr>
        <w:t>فليس</w:t>
      </w:r>
      <w:r w:rsidR="00554BFA">
        <w:rPr>
          <w:rtl/>
        </w:rPr>
        <w:t xml:space="preserve"> </w:t>
      </w:r>
      <w:r w:rsidRPr="00E31671">
        <w:rPr>
          <w:rtl/>
        </w:rPr>
        <w:t>الأعمى</w:t>
      </w:r>
      <w:r w:rsidR="00554BFA">
        <w:rPr>
          <w:rtl/>
        </w:rPr>
        <w:t xml:space="preserve"> </w:t>
      </w:r>
      <w:r w:rsidRPr="00E31671">
        <w:rPr>
          <w:rtl/>
        </w:rPr>
        <w:t>به</w:t>
      </w:r>
      <w:r w:rsidR="00554BFA">
        <w:rPr>
          <w:rtl/>
        </w:rPr>
        <w:t xml:space="preserve"> </w:t>
      </w:r>
      <w:r w:rsidRPr="00E31671">
        <w:rPr>
          <w:rtl/>
        </w:rPr>
        <w:t>كالبَصير</w:t>
      </w:r>
    </w:p>
    <w:p w:rsidR="00645494" w:rsidRDefault="00645494" w:rsidP="00FE2721">
      <w:pPr>
        <w:pStyle w:val="libPoemCenter"/>
        <w:rPr>
          <w:rtl/>
        </w:rPr>
      </w:pPr>
      <w:r w:rsidRPr="00E31671">
        <w:rPr>
          <w:rtl/>
        </w:rPr>
        <w:t>ليس</w:t>
      </w:r>
      <w:r w:rsidR="00554BFA">
        <w:rPr>
          <w:rtl/>
        </w:rPr>
        <w:t xml:space="preserve"> </w:t>
      </w:r>
      <w:r w:rsidRPr="00E31671">
        <w:rPr>
          <w:rtl/>
        </w:rPr>
        <w:t>تَعمى</w:t>
      </w:r>
      <w:r w:rsidR="00554BFA">
        <w:rPr>
          <w:rtl/>
        </w:rPr>
        <w:t xml:space="preserve"> </w:t>
      </w:r>
      <w:r w:rsidRPr="00E31671">
        <w:rPr>
          <w:rtl/>
        </w:rPr>
        <w:t>العُيون</w:t>
      </w:r>
      <w:r w:rsidR="00554BFA">
        <w:rPr>
          <w:rtl/>
        </w:rPr>
        <w:t xml:space="preserve"> </w:t>
      </w:r>
      <w:r w:rsidRPr="00E31671">
        <w:rPr>
          <w:rtl/>
        </w:rPr>
        <w:t>لكنَّما</w:t>
      </w:r>
      <w:r w:rsidR="00554BFA">
        <w:rPr>
          <w:rtl/>
        </w:rPr>
        <w:t xml:space="preserve"> </w:t>
      </w:r>
      <w:r w:rsidRPr="00E31671">
        <w:rPr>
          <w:rtl/>
        </w:rPr>
        <w:t>تَعمى</w:t>
      </w:r>
      <w:r w:rsidR="00554BFA">
        <w:rPr>
          <w:rtl/>
        </w:rPr>
        <w:t xml:space="preserve"> </w:t>
      </w:r>
      <w:r w:rsidR="00554BFA" w:rsidRPr="00D0383A">
        <w:rPr>
          <w:rtl/>
        </w:rPr>
        <w:t>=</w:t>
      </w:r>
      <w:r w:rsidR="00554BFA">
        <w:rPr>
          <w:rtl/>
        </w:rPr>
        <w:t xml:space="preserve"> </w:t>
      </w:r>
      <w:r w:rsidRPr="00E31671">
        <w:rPr>
          <w:rtl/>
        </w:rPr>
        <w:t>القُلوب</w:t>
      </w:r>
      <w:r w:rsidR="00554BFA">
        <w:rPr>
          <w:rtl/>
        </w:rPr>
        <w:t xml:space="preserve"> </w:t>
      </w:r>
      <w:r w:rsidRPr="00E31671">
        <w:rPr>
          <w:rtl/>
        </w:rPr>
        <w:t>التي</w:t>
      </w:r>
      <w:r w:rsidR="00554BFA">
        <w:rPr>
          <w:rtl/>
        </w:rPr>
        <w:t xml:space="preserve"> </w:t>
      </w:r>
      <w:r w:rsidRPr="00E31671">
        <w:rPr>
          <w:rtl/>
        </w:rPr>
        <w:t>انطَوت</w:t>
      </w:r>
      <w:r w:rsidR="00554BFA">
        <w:rPr>
          <w:rtl/>
        </w:rPr>
        <w:t xml:space="preserve"> </w:t>
      </w:r>
      <w:r w:rsidRPr="00E31671">
        <w:rPr>
          <w:rtl/>
        </w:rPr>
        <w:t>في</w:t>
      </w:r>
      <w:r w:rsidR="00554BFA">
        <w:rPr>
          <w:rtl/>
        </w:rPr>
        <w:t xml:space="preserve"> </w:t>
      </w:r>
      <w:r w:rsidRPr="00E31671">
        <w:rPr>
          <w:rtl/>
        </w:rPr>
        <w:t>الصُدور</w:t>
      </w:r>
    </w:p>
    <w:p w:rsidR="00645494" w:rsidRDefault="00645494" w:rsidP="00FE2721">
      <w:pPr>
        <w:pStyle w:val="libPoemCenter"/>
        <w:rPr>
          <w:rtl/>
        </w:rPr>
      </w:pPr>
      <w:r w:rsidRPr="00E31671">
        <w:rPr>
          <w:rtl/>
        </w:rPr>
        <w:t>يوم</w:t>
      </w:r>
      <w:r w:rsidR="00554BFA">
        <w:rPr>
          <w:rtl/>
        </w:rPr>
        <w:t xml:space="preserve"> </w:t>
      </w:r>
      <w:r w:rsidRPr="00E31671">
        <w:rPr>
          <w:rtl/>
        </w:rPr>
        <w:t>أوحى</w:t>
      </w:r>
      <w:r w:rsidR="00554BFA">
        <w:rPr>
          <w:rtl/>
        </w:rPr>
        <w:t xml:space="preserve"> </w:t>
      </w:r>
      <w:r w:rsidRPr="00E31671">
        <w:rPr>
          <w:rtl/>
        </w:rPr>
        <w:t>الجَليل</w:t>
      </w:r>
      <w:r w:rsidR="00554BFA">
        <w:rPr>
          <w:rtl/>
        </w:rPr>
        <w:t xml:space="preserve"> </w:t>
      </w:r>
      <w:r w:rsidRPr="00E31671">
        <w:rPr>
          <w:rtl/>
        </w:rPr>
        <w:t>يأمُرُ</w:t>
      </w:r>
      <w:r w:rsidR="00554BFA">
        <w:rPr>
          <w:rtl/>
        </w:rPr>
        <w:t xml:space="preserve"> </w:t>
      </w:r>
      <w:r w:rsidRPr="00E31671">
        <w:rPr>
          <w:rtl/>
        </w:rPr>
        <w:t>طاها</w:t>
      </w:r>
      <w:r w:rsidR="00554BFA">
        <w:rPr>
          <w:rtl/>
        </w:rPr>
        <w:t xml:space="preserve"> </w:t>
      </w:r>
      <w:r w:rsidR="00554BFA" w:rsidRPr="00D0383A">
        <w:rPr>
          <w:rtl/>
        </w:rPr>
        <w:t>=</w:t>
      </w:r>
      <w:r w:rsidR="00554BFA">
        <w:rPr>
          <w:rtl/>
        </w:rPr>
        <w:t xml:space="preserve"> </w:t>
      </w:r>
      <w:r w:rsidRPr="00E31671">
        <w:rPr>
          <w:rtl/>
        </w:rPr>
        <w:t>وهو</w:t>
      </w:r>
      <w:r w:rsidR="00554BFA">
        <w:rPr>
          <w:rtl/>
        </w:rPr>
        <w:t xml:space="preserve"> </w:t>
      </w:r>
      <w:r w:rsidRPr="00E31671">
        <w:rPr>
          <w:rtl/>
        </w:rPr>
        <w:t>سارٍ</w:t>
      </w:r>
      <w:r w:rsidR="00554BFA">
        <w:rPr>
          <w:rtl/>
        </w:rPr>
        <w:t xml:space="preserve"> </w:t>
      </w:r>
      <w:r w:rsidRPr="00E31671">
        <w:rPr>
          <w:rtl/>
        </w:rPr>
        <w:t>أنْ</w:t>
      </w:r>
      <w:r w:rsidR="00554BFA">
        <w:rPr>
          <w:rtl/>
        </w:rPr>
        <w:t xml:space="preserve"> </w:t>
      </w:r>
      <w:r w:rsidRPr="00E31671">
        <w:rPr>
          <w:rtl/>
        </w:rPr>
        <w:t>مُرْ</w:t>
      </w:r>
      <w:r w:rsidR="00554BFA">
        <w:rPr>
          <w:rtl/>
        </w:rPr>
        <w:t xml:space="preserve"> </w:t>
      </w:r>
      <w:r w:rsidRPr="00E31671">
        <w:rPr>
          <w:rtl/>
        </w:rPr>
        <w:t>بترك</w:t>
      </w:r>
      <w:r w:rsidR="00554BFA">
        <w:rPr>
          <w:rtl/>
        </w:rPr>
        <w:t xml:space="preserve"> </w:t>
      </w:r>
      <w:r w:rsidRPr="00E31671">
        <w:rPr>
          <w:rtl/>
        </w:rPr>
        <w:t>المَسير</w:t>
      </w:r>
    </w:p>
    <w:p w:rsidR="00645494" w:rsidRDefault="00645494" w:rsidP="00FE2721">
      <w:pPr>
        <w:pStyle w:val="libPoemCenter"/>
        <w:rPr>
          <w:rtl/>
        </w:rPr>
      </w:pPr>
      <w:r w:rsidRPr="00E31671">
        <w:rPr>
          <w:rtl/>
        </w:rPr>
        <w:t>حُطَّ</w:t>
      </w:r>
      <w:r w:rsidR="00554BFA">
        <w:rPr>
          <w:rtl/>
        </w:rPr>
        <w:t xml:space="preserve"> </w:t>
      </w:r>
      <w:r w:rsidRPr="00E31671">
        <w:rPr>
          <w:rtl/>
        </w:rPr>
        <w:t>رحل</w:t>
      </w:r>
      <w:r w:rsidR="00554BFA">
        <w:rPr>
          <w:rtl/>
        </w:rPr>
        <w:t xml:space="preserve"> </w:t>
      </w:r>
      <w:r w:rsidRPr="00E31671">
        <w:rPr>
          <w:rtl/>
        </w:rPr>
        <w:t>السِرى</w:t>
      </w:r>
      <w:r w:rsidR="00554BFA">
        <w:rPr>
          <w:rtl/>
        </w:rPr>
        <w:t xml:space="preserve"> </w:t>
      </w:r>
      <w:r w:rsidRPr="00E31671">
        <w:rPr>
          <w:rtl/>
        </w:rPr>
        <w:t>على</w:t>
      </w:r>
      <w:r w:rsidR="00554BFA">
        <w:rPr>
          <w:rtl/>
        </w:rPr>
        <w:t xml:space="preserve"> </w:t>
      </w:r>
      <w:r w:rsidRPr="00E31671">
        <w:rPr>
          <w:rtl/>
        </w:rPr>
        <w:t>غير</w:t>
      </w:r>
      <w:r w:rsidR="00554BFA">
        <w:rPr>
          <w:rtl/>
        </w:rPr>
        <w:t xml:space="preserve"> </w:t>
      </w:r>
      <w:r w:rsidRPr="00E31671">
        <w:rPr>
          <w:rtl/>
        </w:rPr>
        <w:t>ماء</w:t>
      </w:r>
      <w:r w:rsidR="00554BFA">
        <w:rPr>
          <w:rtl/>
        </w:rPr>
        <w:t xml:space="preserve"> </w:t>
      </w:r>
      <w:r w:rsidR="00554BFA" w:rsidRPr="00D0383A">
        <w:rPr>
          <w:rtl/>
        </w:rPr>
        <w:t>=</w:t>
      </w:r>
      <w:r w:rsidR="00554BFA">
        <w:rPr>
          <w:rtl/>
        </w:rPr>
        <w:t xml:space="preserve"> </w:t>
      </w:r>
      <w:r w:rsidRPr="00E31671">
        <w:rPr>
          <w:rtl/>
        </w:rPr>
        <w:t>وكَلا</w:t>
      </w:r>
      <w:r w:rsidR="00554BFA">
        <w:rPr>
          <w:rtl/>
        </w:rPr>
        <w:t xml:space="preserve"> </w:t>
      </w:r>
      <w:r w:rsidRPr="00E31671">
        <w:rPr>
          <w:rtl/>
        </w:rPr>
        <w:t>في</w:t>
      </w:r>
      <w:r w:rsidR="00554BFA">
        <w:rPr>
          <w:rtl/>
        </w:rPr>
        <w:t xml:space="preserve"> </w:t>
      </w:r>
      <w:r w:rsidRPr="00E31671">
        <w:rPr>
          <w:rtl/>
        </w:rPr>
        <w:t>الفَلا</w:t>
      </w:r>
      <w:r w:rsidR="00554BFA">
        <w:rPr>
          <w:rtl/>
        </w:rPr>
        <w:t xml:space="preserve"> </w:t>
      </w:r>
      <w:r w:rsidRPr="00E31671">
        <w:rPr>
          <w:rtl/>
        </w:rPr>
        <w:t>بَحر</w:t>
      </w:r>
      <w:r w:rsidR="00554BFA">
        <w:rPr>
          <w:rtl/>
        </w:rPr>
        <w:t xml:space="preserve"> </w:t>
      </w:r>
      <w:r w:rsidRPr="00E31671">
        <w:rPr>
          <w:rtl/>
        </w:rPr>
        <w:t>الهَجير</w:t>
      </w:r>
    </w:p>
    <w:p w:rsidR="00645494" w:rsidRDefault="00645494" w:rsidP="00FE2721">
      <w:pPr>
        <w:pStyle w:val="libPoemCenter"/>
        <w:rPr>
          <w:rtl/>
        </w:rPr>
      </w:pPr>
      <w:r w:rsidRPr="00E31671">
        <w:rPr>
          <w:rtl/>
        </w:rPr>
        <w:t>ثم</w:t>
      </w:r>
      <w:r w:rsidR="00554BFA">
        <w:rPr>
          <w:rtl/>
        </w:rPr>
        <w:t xml:space="preserve"> </w:t>
      </w:r>
      <w:r w:rsidRPr="00E31671">
        <w:rPr>
          <w:rtl/>
        </w:rPr>
        <w:t>بلِّغهم</w:t>
      </w:r>
      <w:r w:rsidR="00554BFA">
        <w:rPr>
          <w:rtl/>
        </w:rPr>
        <w:t xml:space="preserve"> </w:t>
      </w:r>
      <w:r w:rsidRPr="00E31671">
        <w:rPr>
          <w:rtl/>
        </w:rPr>
        <w:t>وإلا</w:t>
      </w:r>
      <w:r w:rsidR="00554BFA">
        <w:rPr>
          <w:rtl/>
        </w:rPr>
        <w:t xml:space="preserve"> </w:t>
      </w:r>
      <w:r w:rsidRPr="00E31671">
        <w:rPr>
          <w:rtl/>
        </w:rPr>
        <w:t>فما</w:t>
      </w:r>
      <w:r w:rsidR="00554BFA">
        <w:rPr>
          <w:rtl/>
        </w:rPr>
        <w:t xml:space="preserve"> </w:t>
      </w:r>
      <w:r w:rsidRPr="00E31671">
        <w:rPr>
          <w:rtl/>
        </w:rPr>
        <w:t>بَلَّغت</w:t>
      </w:r>
      <w:r w:rsidR="00554BFA">
        <w:rPr>
          <w:rtl/>
        </w:rPr>
        <w:t xml:space="preserve"> </w:t>
      </w:r>
      <w:r w:rsidR="00554BFA" w:rsidRPr="00D0383A">
        <w:rPr>
          <w:rtl/>
        </w:rPr>
        <w:t>=</w:t>
      </w:r>
      <w:r w:rsidR="00554BFA">
        <w:rPr>
          <w:rtl/>
        </w:rPr>
        <w:t xml:space="preserve"> </w:t>
      </w:r>
      <w:r w:rsidRPr="00E31671">
        <w:rPr>
          <w:rtl/>
        </w:rPr>
        <w:t>وَحياً</w:t>
      </w:r>
      <w:r w:rsidR="00554BFA">
        <w:rPr>
          <w:rtl/>
        </w:rPr>
        <w:t xml:space="preserve"> </w:t>
      </w:r>
      <w:r w:rsidRPr="00E31671">
        <w:rPr>
          <w:rtl/>
        </w:rPr>
        <w:t>عن</w:t>
      </w:r>
      <w:r w:rsidR="00554BFA">
        <w:rPr>
          <w:rtl/>
        </w:rPr>
        <w:t xml:space="preserve"> </w:t>
      </w:r>
      <w:r w:rsidRPr="00E31671">
        <w:rPr>
          <w:rtl/>
        </w:rPr>
        <w:t>اللطيف</w:t>
      </w:r>
      <w:r w:rsidR="00554BFA">
        <w:rPr>
          <w:rtl/>
        </w:rPr>
        <w:t xml:space="preserve"> </w:t>
      </w:r>
      <w:r w:rsidRPr="00E31671">
        <w:rPr>
          <w:rtl/>
        </w:rPr>
        <w:t>الخَبير</w:t>
      </w:r>
    </w:p>
    <w:p w:rsidR="00645494" w:rsidRDefault="00645494" w:rsidP="00FE2721">
      <w:pPr>
        <w:pStyle w:val="libPoemCenter"/>
        <w:rPr>
          <w:rtl/>
        </w:rPr>
      </w:pPr>
      <w:r w:rsidRPr="00E31671">
        <w:rPr>
          <w:rtl/>
        </w:rPr>
        <w:t>أقم</w:t>
      </w:r>
      <w:r w:rsidR="00554BFA">
        <w:rPr>
          <w:rtl/>
        </w:rPr>
        <w:t xml:space="preserve"> </w:t>
      </w:r>
      <w:r w:rsidRPr="00E31671">
        <w:rPr>
          <w:rtl/>
        </w:rPr>
        <w:t>المُرتضى</w:t>
      </w:r>
      <w:r w:rsidR="00554BFA">
        <w:rPr>
          <w:rtl/>
        </w:rPr>
        <w:t xml:space="preserve"> </w:t>
      </w:r>
      <w:r w:rsidRPr="00E31671">
        <w:rPr>
          <w:rtl/>
        </w:rPr>
        <w:t>إماماً</w:t>
      </w:r>
      <w:r w:rsidR="00554BFA">
        <w:rPr>
          <w:rtl/>
        </w:rPr>
        <w:t xml:space="preserve"> </w:t>
      </w:r>
      <w:r w:rsidRPr="00E31671">
        <w:rPr>
          <w:rtl/>
        </w:rPr>
        <w:t>على</w:t>
      </w:r>
      <w:r w:rsidR="00554BFA">
        <w:rPr>
          <w:rtl/>
        </w:rPr>
        <w:t xml:space="preserve"> </w:t>
      </w:r>
      <w:r w:rsidRPr="00E31671">
        <w:rPr>
          <w:rtl/>
        </w:rPr>
        <w:t>الخَلق</w:t>
      </w:r>
      <w:r w:rsidR="00554BFA">
        <w:rPr>
          <w:rtl/>
        </w:rPr>
        <w:t xml:space="preserve"> </w:t>
      </w:r>
      <w:r w:rsidR="00554BFA" w:rsidRPr="00D0383A">
        <w:rPr>
          <w:rtl/>
        </w:rPr>
        <w:t>=</w:t>
      </w:r>
      <w:r w:rsidR="00554BFA">
        <w:rPr>
          <w:rtl/>
        </w:rPr>
        <w:t xml:space="preserve"> </w:t>
      </w:r>
      <w:r w:rsidRPr="00E31671">
        <w:rPr>
          <w:rtl/>
        </w:rPr>
        <w:t>ونوراً</w:t>
      </w:r>
      <w:r w:rsidR="00554BFA">
        <w:rPr>
          <w:rtl/>
        </w:rPr>
        <w:t xml:space="preserve"> </w:t>
      </w:r>
      <w:r w:rsidRPr="00E31671">
        <w:rPr>
          <w:rtl/>
        </w:rPr>
        <w:t>يَجلو</w:t>
      </w:r>
      <w:r w:rsidR="00554BFA">
        <w:rPr>
          <w:rtl/>
        </w:rPr>
        <w:t xml:space="preserve"> </w:t>
      </w:r>
      <w:r w:rsidRPr="00E31671">
        <w:rPr>
          <w:rtl/>
        </w:rPr>
        <w:t>دُجى</w:t>
      </w:r>
      <w:r w:rsidR="00554BFA">
        <w:rPr>
          <w:rtl/>
        </w:rPr>
        <w:t xml:space="preserve"> </w:t>
      </w:r>
      <w:r w:rsidRPr="00E31671">
        <w:rPr>
          <w:rtl/>
        </w:rPr>
        <w:t>الدَيجور</w:t>
      </w:r>
    </w:p>
    <w:p w:rsidR="00645494" w:rsidRDefault="00645494" w:rsidP="00FE2721">
      <w:pPr>
        <w:pStyle w:val="libPoemCenter"/>
        <w:rPr>
          <w:rtl/>
        </w:rPr>
      </w:pPr>
      <w:r w:rsidRPr="00E31671">
        <w:rPr>
          <w:rtl/>
        </w:rPr>
        <w:t>فرقى</w:t>
      </w:r>
      <w:r w:rsidR="00554BFA">
        <w:rPr>
          <w:rtl/>
        </w:rPr>
        <w:t xml:space="preserve"> </w:t>
      </w:r>
      <w:r w:rsidRPr="00E31671">
        <w:rPr>
          <w:rtl/>
        </w:rPr>
        <w:t>آخذاً</w:t>
      </w:r>
      <w:r w:rsidR="00554BFA">
        <w:rPr>
          <w:rtl/>
        </w:rPr>
        <w:t xml:space="preserve"> </w:t>
      </w:r>
      <w:r w:rsidRPr="00E31671">
        <w:rPr>
          <w:rtl/>
        </w:rPr>
        <w:t>بكفِّ</w:t>
      </w:r>
      <w:r w:rsidR="00554BFA">
        <w:rPr>
          <w:rtl/>
        </w:rPr>
        <w:t xml:space="preserve"> </w:t>
      </w:r>
      <w:r w:rsidRPr="00E31671">
        <w:rPr>
          <w:rtl/>
        </w:rPr>
        <w:t>علي</w:t>
      </w:r>
      <w:r w:rsidR="00554BFA">
        <w:rPr>
          <w:rtl/>
        </w:rPr>
        <w:t xml:space="preserve"> </w:t>
      </w:r>
      <w:r w:rsidR="00554BFA" w:rsidRPr="00D0383A">
        <w:rPr>
          <w:rtl/>
        </w:rPr>
        <w:t>=</w:t>
      </w:r>
      <w:r w:rsidR="00554BFA">
        <w:rPr>
          <w:rtl/>
        </w:rPr>
        <w:t xml:space="preserve"> </w:t>
      </w:r>
      <w:r w:rsidRPr="00E31671">
        <w:rPr>
          <w:rtl/>
        </w:rPr>
        <w:t>مِنبراً</w:t>
      </w:r>
      <w:r w:rsidR="00554BFA">
        <w:rPr>
          <w:rtl/>
        </w:rPr>
        <w:t xml:space="preserve"> </w:t>
      </w:r>
      <w:r w:rsidRPr="00E31671">
        <w:rPr>
          <w:rtl/>
        </w:rPr>
        <w:t>كان</w:t>
      </w:r>
      <w:r w:rsidR="00554BFA">
        <w:rPr>
          <w:rtl/>
        </w:rPr>
        <w:t xml:space="preserve"> </w:t>
      </w:r>
      <w:r w:rsidRPr="00E31671">
        <w:rPr>
          <w:rtl/>
        </w:rPr>
        <w:t>مِن</w:t>
      </w:r>
      <w:r w:rsidR="00554BFA">
        <w:rPr>
          <w:rtl/>
        </w:rPr>
        <w:t xml:space="preserve"> </w:t>
      </w:r>
      <w:r w:rsidRPr="00E31671">
        <w:rPr>
          <w:rtl/>
        </w:rPr>
        <w:t>حِدوج</w:t>
      </w:r>
      <w:r w:rsidR="00554BFA">
        <w:rPr>
          <w:rtl/>
        </w:rPr>
        <w:t xml:space="preserve"> </w:t>
      </w:r>
      <w:r w:rsidRPr="00E31671">
        <w:rPr>
          <w:rtl/>
        </w:rPr>
        <w:t>وكُور</w:t>
      </w:r>
    </w:p>
    <w:p w:rsidR="00645494" w:rsidRDefault="00645494" w:rsidP="00FE2721">
      <w:pPr>
        <w:pStyle w:val="libPoemCenter"/>
        <w:rPr>
          <w:rtl/>
        </w:rPr>
      </w:pPr>
      <w:r w:rsidRPr="00E31671">
        <w:rPr>
          <w:rtl/>
        </w:rPr>
        <w:t>قائلاً</w:t>
      </w:r>
      <w:r w:rsidR="00554BFA">
        <w:rPr>
          <w:rtl/>
        </w:rPr>
        <w:t xml:space="preserve"> </w:t>
      </w:r>
      <w:r w:rsidRPr="00E31671">
        <w:rPr>
          <w:rtl/>
        </w:rPr>
        <w:t>ذا</w:t>
      </w:r>
      <w:r w:rsidR="00554BFA">
        <w:rPr>
          <w:rtl/>
        </w:rPr>
        <w:t xml:space="preserve"> </w:t>
      </w:r>
      <w:r w:rsidRPr="00E31671">
        <w:rPr>
          <w:rtl/>
        </w:rPr>
        <w:t>أميرُكم</w:t>
      </w:r>
      <w:r w:rsidR="00554BFA">
        <w:rPr>
          <w:rtl/>
        </w:rPr>
        <w:t xml:space="preserve"> </w:t>
      </w:r>
      <w:r w:rsidRPr="00E31671">
        <w:rPr>
          <w:rtl/>
        </w:rPr>
        <w:t>وولي</w:t>
      </w:r>
      <w:r w:rsidR="00554BFA">
        <w:rPr>
          <w:rtl/>
        </w:rPr>
        <w:t xml:space="preserve"> </w:t>
      </w:r>
      <w:r w:rsidRPr="00E31671">
        <w:rPr>
          <w:rtl/>
        </w:rPr>
        <w:t>الأ</w:t>
      </w:r>
      <w:r w:rsidR="00554BFA">
        <w:rPr>
          <w:rtl/>
        </w:rPr>
        <w:t xml:space="preserve"> </w:t>
      </w:r>
      <w:r w:rsidR="00554BFA" w:rsidRPr="00D0383A">
        <w:rPr>
          <w:rtl/>
        </w:rPr>
        <w:t>=</w:t>
      </w:r>
      <w:r w:rsidR="00554BFA">
        <w:rPr>
          <w:rtl/>
        </w:rPr>
        <w:t xml:space="preserve"> </w:t>
      </w:r>
      <w:r w:rsidRPr="00E31671">
        <w:rPr>
          <w:rtl/>
        </w:rPr>
        <w:t>مر</w:t>
      </w:r>
      <w:r w:rsidR="00554BFA">
        <w:rPr>
          <w:rtl/>
        </w:rPr>
        <w:t xml:space="preserve"> </w:t>
      </w:r>
      <w:r w:rsidRPr="00E31671">
        <w:rPr>
          <w:rtl/>
        </w:rPr>
        <w:t>بعدي</w:t>
      </w:r>
      <w:r w:rsidR="00554BFA">
        <w:rPr>
          <w:rtl/>
        </w:rPr>
        <w:t xml:space="preserve"> </w:t>
      </w:r>
      <w:r w:rsidRPr="00E31671">
        <w:rPr>
          <w:rtl/>
        </w:rPr>
        <w:t>ووراثي</w:t>
      </w:r>
      <w:r w:rsidR="00554BFA">
        <w:rPr>
          <w:rtl/>
        </w:rPr>
        <w:t xml:space="preserve"> </w:t>
      </w:r>
      <w:r w:rsidRPr="00E31671">
        <w:rPr>
          <w:rtl/>
        </w:rPr>
        <w:t>ووزيري</w:t>
      </w:r>
    </w:p>
    <w:p w:rsidR="00645494" w:rsidRPr="00645494" w:rsidRDefault="00645494" w:rsidP="00FE2721">
      <w:pPr>
        <w:pStyle w:val="libPoemCenter"/>
        <w:rPr>
          <w:rtl/>
        </w:rPr>
      </w:pPr>
      <w:r w:rsidRPr="00E31671">
        <w:rPr>
          <w:rtl/>
        </w:rPr>
        <w:t>هو</w:t>
      </w:r>
      <w:r w:rsidR="00554BFA">
        <w:rPr>
          <w:rtl/>
        </w:rPr>
        <w:t xml:space="preserve"> </w:t>
      </w:r>
      <w:r w:rsidRPr="00E31671">
        <w:rPr>
          <w:rtl/>
        </w:rPr>
        <w:t>مولى</w:t>
      </w:r>
      <w:r w:rsidR="00554BFA">
        <w:rPr>
          <w:rtl/>
        </w:rPr>
        <w:t xml:space="preserve"> </w:t>
      </w:r>
      <w:r w:rsidRPr="00E31671">
        <w:rPr>
          <w:rtl/>
        </w:rPr>
        <w:t>لكلِّ</w:t>
      </w:r>
      <w:r w:rsidR="00554BFA">
        <w:rPr>
          <w:rtl/>
        </w:rPr>
        <w:t xml:space="preserve"> </w:t>
      </w:r>
      <w:r w:rsidRPr="00E31671">
        <w:rPr>
          <w:rtl/>
        </w:rPr>
        <w:t>مَن</w:t>
      </w:r>
      <w:r w:rsidR="00554BFA">
        <w:rPr>
          <w:rtl/>
        </w:rPr>
        <w:t xml:space="preserve"> </w:t>
      </w:r>
      <w:r w:rsidRPr="00E31671">
        <w:rPr>
          <w:rtl/>
        </w:rPr>
        <w:t>كنت</w:t>
      </w:r>
      <w:r w:rsidR="00554BFA">
        <w:rPr>
          <w:rtl/>
        </w:rPr>
        <w:t xml:space="preserve"> </w:t>
      </w:r>
      <w:r w:rsidRPr="00E31671">
        <w:rPr>
          <w:rtl/>
        </w:rPr>
        <w:t>مولاه</w:t>
      </w:r>
      <w:r w:rsidR="00554BFA">
        <w:rPr>
          <w:rtl/>
        </w:rPr>
        <w:t xml:space="preserve"> </w:t>
      </w:r>
      <w:r w:rsidR="00554BFA" w:rsidRPr="00D0383A">
        <w:rPr>
          <w:rtl/>
        </w:rPr>
        <w:t>=</w:t>
      </w:r>
      <w:r w:rsidR="00554BFA">
        <w:rPr>
          <w:rtl/>
        </w:rPr>
        <w:t xml:space="preserve"> </w:t>
      </w:r>
      <w:r w:rsidRPr="00E31671">
        <w:rPr>
          <w:rtl/>
        </w:rPr>
        <w:t>مِن</w:t>
      </w:r>
      <w:r w:rsidR="00554BFA">
        <w:rPr>
          <w:rtl/>
        </w:rPr>
        <w:t xml:space="preserve"> </w:t>
      </w:r>
      <w:r w:rsidRPr="00E31671">
        <w:rPr>
          <w:rtl/>
        </w:rPr>
        <w:t>الله</w:t>
      </w:r>
      <w:r w:rsidR="00554BFA">
        <w:rPr>
          <w:rtl/>
        </w:rPr>
        <w:t xml:space="preserve"> </w:t>
      </w:r>
      <w:r w:rsidRPr="00E31671">
        <w:rPr>
          <w:rtl/>
        </w:rPr>
        <w:t>في</w:t>
      </w:r>
      <w:r w:rsidR="00554BFA">
        <w:rPr>
          <w:rtl/>
        </w:rPr>
        <w:t xml:space="preserve"> </w:t>
      </w:r>
      <w:r w:rsidRPr="00E31671">
        <w:rPr>
          <w:rtl/>
        </w:rPr>
        <w:t>جميع</w:t>
      </w:r>
      <w:r w:rsidR="00554BFA">
        <w:rPr>
          <w:rtl/>
        </w:rPr>
        <w:t xml:space="preserve"> </w:t>
      </w:r>
      <w:r w:rsidRPr="00E31671">
        <w:rPr>
          <w:rtl/>
        </w:rPr>
        <w:t>الأمور</w:t>
      </w:r>
    </w:p>
    <w:p w:rsidR="00645494" w:rsidRPr="00554BFA" w:rsidRDefault="00645494" w:rsidP="00645494">
      <w:pPr>
        <w:pStyle w:val="libCenter"/>
        <w:rPr>
          <w:rtl/>
        </w:rPr>
      </w:pPr>
      <w:r w:rsidRPr="00E31671">
        <w:rPr>
          <w:rtl/>
        </w:rPr>
        <w:t>* * *</w:t>
      </w:r>
    </w:p>
    <w:p w:rsidR="00645494" w:rsidRDefault="00645494" w:rsidP="00FE2721">
      <w:pPr>
        <w:pStyle w:val="libPoemCenter"/>
        <w:rPr>
          <w:rtl/>
        </w:rPr>
      </w:pPr>
      <w:r w:rsidRPr="00E31671">
        <w:rPr>
          <w:rtl/>
        </w:rPr>
        <w:t>أفَصبراً</w:t>
      </w:r>
      <w:r w:rsidR="00554BFA">
        <w:rPr>
          <w:rtl/>
        </w:rPr>
        <w:t xml:space="preserve"> </w:t>
      </w:r>
      <w:r w:rsidRPr="00E31671">
        <w:rPr>
          <w:rtl/>
        </w:rPr>
        <w:t>يا</w:t>
      </w:r>
      <w:r w:rsidR="00554BFA">
        <w:rPr>
          <w:rtl/>
        </w:rPr>
        <w:t xml:space="preserve"> </w:t>
      </w:r>
      <w:r w:rsidRPr="00E31671">
        <w:rPr>
          <w:rtl/>
        </w:rPr>
        <w:t>صاحب</w:t>
      </w:r>
      <w:r w:rsidR="00554BFA">
        <w:rPr>
          <w:rtl/>
        </w:rPr>
        <w:t xml:space="preserve"> </w:t>
      </w:r>
      <w:r w:rsidRPr="00E31671">
        <w:rPr>
          <w:rtl/>
        </w:rPr>
        <w:t>الأمر</w:t>
      </w:r>
      <w:r w:rsidR="00554BFA">
        <w:rPr>
          <w:rtl/>
        </w:rPr>
        <w:t xml:space="preserve"> </w:t>
      </w:r>
      <w:r w:rsidRPr="00E31671">
        <w:rPr>
          <w:rtl/>
        </w:rPr>
        <w:t>والخَطبُ</w:t>
      </w:r>
      <w:r w:rsidR="00554BFA">
        <w:rPr>
          <w:rtl/>
        </w:rPr>
        <w:t xml:space="preserve"> </w:t>
      </w:r>
      <w:r w:rsidR="00554BFA" w:rsidRPr="00D0383A">
        <w:rPr>
          <w:rtl/>
        </w:rPr>
        <w:t>=</w:t>
      </w:r>
      <w:r w:rsidR="00554BFA">
        <w:rPr>
          <w:rtl/>
        </w:rPr>
        <w:t xml:space="preserve"> </w:t>
      </w:r>
      <w:r w:rsidRPr="00E31671">
        <w:rPr>
          <w:rtl/>
        </w:rPr>
        <w:t>جَليل</w:t>
      </w:r>
      <w:r w:rsidR="00554BFA">
        <w:rPr>
          <w:rtl/>
        </w:rPr>
        <w:t xml:space="preserve"> </w:t>
      </w:r>
      <w:r w:rsidRPr="00E31671">
        <w:rPr>
          <w:rtl/>
        </w:rPr>
        <w:t>مُستَغرب</w:t>
      </w:r>
      <w:r w:rsidR="00554BFA">
        <w:rPr>
          <w:rtl/>
        </w:rPr>
        <w:t xml:space="preserve"> </w:t>
      </w:r>
      <w:r w:rsidRPr="00E31671">
        <w:rPr>
          <w:rtl/>
        </w:rPr>
        <w:t>في</w:t>
      </w:r>
      <w:r w:rsidR="00554BFA">
        <w:rPr>
          <w:rtl/>
        </w:rPr>
        <w:t xml:space="preserve"> </w:t>
      </w:r>
      <w:r w:rsidRPr="00E31671">
        <w:rPr>
          <w:rtl/>
        </w:rPr>
        <w:t>الدُهور</w:t>
      </w:r>
    </w:p>
    <w:p w:rsidR="00645494" w:rsidRDefault="00645494" w:rsidP="00FE2721">
      <w:pPr>
        <w:pStyle w:val="libPoemCenter"/>
        <w:rPr>
          <w:rtl/>
        </w:rPr>
      </w:pPr>
      <w:r w:rsidRPr="00E31671">
        <w:rPr>
          <w:rtl/>
        </w:rPr>
        <w:t>كَم</w:t>
      </w:r>
      <w:r w:rsidR="00554BFA">
        <w:rPr>
          <w:rtl/>
        </w:rPr>
        <w:t xml:space="preserve"> </w:t>
      </w:r>
      <w:r w:rsidRPr="00E31671">
        <w:rPr>
          <w:rtl/>
        </w:rPr>
        <w:t>مُصاب</w:t>
      </w:r>
      <w:r w:rsidR="00554BFA">
        <w:rPr>
          <w:rtl/>
        </w:rPr>
        <w:t xml:space="preserve"> </w:t>
      </w:r>
      <w:r w:rsidRPr="00E31671">
        <w:rPr>
          <w:rtl/>
        </w:rPr>
        <w:t>يَطول</w:t>
      </w:r>
      <w:r w:rsidR="00554BFA">
        <w:rPr>
          <w:rtl/>
        </w:rPr>
        <w:t xml:space="preserve"> </w:t>
      </w:r>
      <w:r w:rsidRPr="00E31671">
        <w:rPr>
          <w:rtl/>
        </w:rPr>
        <w:t>فيه</w:t>
      </w:r>
      <w:r w:rsidR="00554BFA">
        <w:rPr>
          <w:rtl/>
        </w:rPr>
        <w:t xml:space="preserve"> </w:t>
      </w:r>
      <w:r w:rsidRPr="00E31671">
        <w:rPr>
          <w:rtl/>
        </w:rPr>
        <w:t>بَياني</w:t>
      </w:r>
      <w:r w:rsidR="00554BFA">
        <w:rPr>
          <w:rtl/>
        </w:rPr>
        <w:t xml:space="preserve"> </w:t>
      </w:r>
      <w:r w:rsidR="00554BFA" w:rsidRPr="00D0383A">
        <w:rPr>
          <w:rtl/>
        </w:rPr>
        <w:t>=</w:t>
      </w:r>
      <w:r w:rsidR="00554BFA">
        <w:rPr>
          <w:rtl/>
        </w:rPr>
        <w:t xml:space="preserve"> </w:t>
      </w:r>
      <w:r w:rsidRPr="00E31671">
        <w:rPr>
          <w:rtl/>
        </w:rPr>
        <w:t>قد</w:t>
      </w:r>
      <w:r w:rsidR="00554BFA">
        <w:rPr>
          <w:rtl/>
        </w:rPr>
        <w:t xml:space="preserve"> </w:t>
      </w:r>
      <w:r w:rsidRPr="00E31671">
        <w:rPr>
          <w:rtl/>
        </w:rPr>
        <w:t>عرا</w:t>
      </w:r>
      <w:r w:rsidR="00554BFA">
        <w:rPr>
          <w:rtl/>
        </w:rPr>
        <w:t xml:space="preserve"> </w:t>
      </w:r>
      <w:r w:rsidRPr="00E31671">
        <w:rPr>
          <w:rtl/>
        </w:rPr>
        <w:t>الطُهرَ</w:t>
      </w:r>
      <w:r w:rsidR="00554BFA">
        <w:rPr>
          <w:rtl/>
        </w:rPr>
        <w:t xml:space="preserve"> </w:t>
      </w:r>
      <w:r w:rsidRPr="00E31671">
        <w:rPr>
          <w:rtl/>
        </w:rPr>
        <w:t>في</w:t>
      </w:r>
      <w:r w:rsidR="00554BFA">
        <w:rPr>
          <w:rtl/>
        </w:rPr>
        <w:t xml:space="preserve"> </w:t>
      </w:r>
      <w:r w:rsidRPr="00E31671">
        <w:rPr>
          <w:rtl/>
        </w:rPr>
        <w:t>الزمان</w:t>
      </w:r>
      <w:r w:rsidR="00554BFA">
        <w:rPr>
          <w:rtl/>
        </w:rPr>
        <w:t xml:space="preserve"> </w:t>
      </w:r>
      <w:r w:rsidRPr="00E31671">
        <w:rPr>
          <w:rtl/>
        </w:rPr>
        <w:t>القَصير</w:t>
      </w:r>
    </w:p>
    <w:p w:rsidR="00645494" w:rsidRDefault="00645494" w:rsidP="00FE2721">
      <w:pPr>
        <w:pStyle w:val="libPoemCenter"/>
        <w:rPr>
          <w:rtl/>
        </w:rPr>
      </w:pPr>
      <w:r w:rsidRPr="00E31671">
        <w:rPr>
          <w:rtl/>
        </w:rPr>
        <w:t>فكأنّي</w:t>
      </w:r>
      <w:r w:rsidR="00554BFA">
        <w:rPr>
          <w:rtl/>
        </w:rPr>
        <w:t xml:space="preserve"> </w:t>
      </w:r>
      <w:r w:rsidRPr="00E31671">
        <w:rPr>
          <w:rtl/>
        </w:rPr>
        <w:t>به</w:t>
      </w:r>
      <w:r w:rsidR="00554BFA">
        <w:rPr>
          <w:rtl/>
        </w:rPr>
        <w:t xml:space="preserve"> </w:t>
      </w:r>
      <w:r w:rsidRPr="00E31671">
        <w:rPr>
          <w:rtl/>
        </w:rPr>
        <w:t>يَقول</w:t>
      </w:r>
      <w:r w:rsidR="00554BFA">
        <w:rPr>
          <w:rtl/>
        </w:rPr>
        <w:t xml:space="preserve"> </w:t>
      </w:r>
      <w:r w:rsidRPr="00E31671">
        <w:rPr>
          <w:rtl/>
        </w:rPr>
        <w:t>ويَبكي</w:t>
      </w:r>
      <w:r w:rsidR="00554BFA">
        <w:rPr>
          <w:rtl/>
        </w:rPr>
        <w:t xml:space="preserve"> </w:t>
      </w:r>
      <w:r w:rsidR="00554BFA" w:rsidRPr="00D0383A">
        <w:rPr>
          <w:rtl/>
        </w:rPr>
        <w:t>=</w:t>
      </w:r>
      <w:r w:rsidR="00554BFA">
        <w:rPr>
          <w:rtl/>
        </w:rPr>
        <w:t xml:space="preserve"> </w:t>
      </w:r>
      <w:r w:rsidRPr="00E31671">
        <w:rPr>
          <w:rtl/>
        </w:rPr>
        <w:t>بسَلو</w:t>
      </w:r>
      <w:r w:rsidR="00554BFA">
        <w:rPr>
          <w:rtl/>
        </w:rPr>
        <w:t xml:space="preserve"> </w:t>
      </w:r>
      <w:r w:rsidRPr="00E31671">
        <w:rPr>
          <w:rtl/>
        </w:rPr>
        <w:t>نَزر</w:t>
      </w:r>
      <w:r w:rsidR="00554BFA">
        <w:rPr>
          <w:rtl/>
        </w:rPr>
        <w:t xml:space="preserve"> </w:t>
      </w:r>
      <w:r w:rsidRPr="00E31671">
        <w:rPr>
          <w:rtl/>
        </w:rPr>
        <w:t>ودَمع</w:t>
      </w:r>
      <w:r w:rsidR="00554BFA">
        <w:rPr>
          <w:rtl/>
        </w:rPr>
        <w:t xml:space="preserve"> </w:t>
      </w:r>
      <w:r w:rsidRPr="00E31671">
        <w:rPr>
          <w:rtl/>
        </w:rPr>
        <w:t>غَزير</w:t>
      </w:r>
    </w:p>
    <w:p w:rsidR="00D0383A" w:rsidRDefault="00645494" w:rsidP="00FE2721">
      <w:pPr>
        <w:pStyle w:val="libPoemCenter"/>
        <w:rPr>
          <w:rtl/>
        </w:rPr>
      </w:pPr>
      <w:r w:rsidRPr="00E31671">
        <w:rPr>
          <w:rtl/>
        </w:rPr>
        <w:t>لا</w:t>
      </w:r>
      <w:r w:rsidR="00554BFA">
        <w:rPr>
          <w:rtl/>
        </w:rPr>
        <w:t xml:space="preserve"> </w:t>
      </w:r>
      <w:r w:rsidRPr="00E31671">
        <w:rPr>
          <w:rtl/>
        </w:rPr>
        <w:t>تَراني</w:t>
      </w:r>
      <w:r w:rsidR="00554BFA">
        <w:rPr>
          <w:rtl/>
        </w:rPr>
        <w:t xml:space="preserve"> </w:t>
      </w:r>
      <w:r w:rsidRPr="00E31671">
        <w:rPr>
          <w:rtl/>
        </w:rPr>
        <w:t>اتَّخذت</w:t>
      </w:r>
      <w:r w:rsidR="00554BFA">
        <w:rPr>
          <w:rtl/>
        </w:rPr>
        <w:t xml:space="preserve"> </w:t>
      </w:r>
      <w:r w:rsidRPr="00E31671">
        <w:rPr>
          <w:rtl/>
        </w:rPr>
        <w:t>لا</w:t>
      </w:r>
      <w:r w:rsidR="00554BFA">
        <w:rPr>
          <w:rtl/>
        </w:rPr>
        <w:t xml:space="preserve"> </w:t>
      </w:r>
      <w:r w:rsidRPr="00E31671">
        <w:rPr>
          <w:rtl/>
        </w:rPr>
        <w:t>وعلاها</w:t>
      </w:r>
      <w:r w:rsidR="00554BFA">
        <w:rPr>
          <w:rtl/>
        </w:rPr>
        <w:t xml:space="preserve"> </w:t>
      </w:r>
      <w:r w:rsidR="00554BFA" w:rsidRPr="00D0383A">
        <w:rPr>
          <w:rtl/>
        </w:rPr>
        <w:t>=</w:t>
      </w:r>
      <w:r w:rsidR="00554BFA">
        <w:rPr>
          <w:rtl/>
        </w:rPr>
        <w:t xml:space="preserve"> </w:t>
      </w:r>
      <w:r w:rsidRPr="00E31671">
        <w:rPr>
          <w:rtl/>
        </w:rPr>
        <w:t>بَعد</w:t>
      </w:r>
      <w:r w:rsidR="00554BFA">
        <w:rPr>
          <w:rtl/>
        </w:rPr>
        <w:t xml:space="preserve"> </w:t>
      </w:r>
      <w:r w:rsidRPr="00E31671">
        <w:rPr>
          <w:rtl/>
        </w:rPr>
        <w:t>بَيت</w:t>
      </w:r>
      <w:r w:rsidR="00554BFA">
        <w:rPr>
          <w:rtl/>
        </w:rPr>
        <w:t xml:space="preserve"> </w:t>
      </w:r>
      <w:r w:rsidRPr="00E31671">
        <w:rPr>
          <w:rtl/>
        </w:rPr>
        <w:t>الأحزان</w:t>
      </w:r>
      <w:r w:rsidR="00554BFA">
        <w:rPr>
          <w:rtl/>
        </w:rPr>
        <w:t xml:space="preserve"> </w:t>
      </w:r>
      <w:r w:rsidRPr="00E31671">
        <w:rPr>
          <w:rtl/>
        </w:rPr>
        <w:t>بَيت</w:t>
      </w:r>
      <w:r w:rsidR="00554BFA">
        <w:rPr>
          <w:rtl/>
        </w:rPr>
        <w:t xml:space="preserve"> </w:t>
      </w:r>
      <w:r w:rsidRPr="00E31671">
        <w:rPr>
          <w:rtl/>
        </w:rPr>
        <w:t>سُرور</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والقصيدة طويلة كَتبتُ منها ما أمكن</w:t>
      </w:r>
      <w:r w:rsidR="00D0383A">
        <w:rPr>
          <w:rtl/>
        </w:rPr>
        <w:t>،</w:t>
      </w:r>
      <w:r w:rsidR="00645494" w:rsidRPr="00554BFA">
        <w:rPr>
          <w:rtl/>
        </w:rPr>
        <w:t xml:space="preserve"> وهي مشهورة محفوظة للقراء الذاكرين وأبدلت منها المَطلع</w:t>
      </w:r>
      <w:r w:rsidR="00D0383A">
        <w:rPr>
          <w:rtl/>
        </w:rPr>
        <w:t>،</w:t>
      </w:r>
      <w:r w:rsidR="00645494" w:rsidRPr="00554BFA">
        <w:rPr>
          <w:rtl/>
        </w:rPr>
        <w:t xml:space="preserve"> إيثاراً للمناسبة.</w:t>
      </w:r>
    </w:p>
    <w:p w:rsidR="00645494" w:rsidRDefault="00645494" w:rsidP="00645494">
      <w:pPr>
        <w:pStyle w:val="libNormal"/>
      </w:pPr>
      <w:r>
        <w:br w:type="page"/>
      </w:r>
    </w:p>
    <w:p w:rsidR="00645494" w:rsidRPr="00554BFA" w:rsidRDefault="00645494" w:rsidP="00645494">
      <w:pPr>
        <w:pStyle w:val="Heading3"/>
        <w:rPr>
          <w:rtl/>
        </w:rPr>
      </w:pPr>
      <w:bookmarkStart w:id="77" w:name="_Toc491861340"/>
      <w:r w:rsidRPr="00E31671">
        <w:rPr>
          <w:rtl/>
        </w:rPr>
        <w:lastRenderedPageBreak/>
        <w:t>الفصل الثاني:</w:t>
      </w:r>
      <w:bookmarkEnd w:id="77"/>
    </w:p>
    <w:p w:rsidR="00554BFA" w:rsidRDefault="00645494" w:rsidP="00554BFA">
      <w:pPr>
        <w:pStyle w:val="libNormal"/>
        <w:rPr>
          <w:rtl/>
        </w:rPr>
      </w:pPr>
      <w:r w:rsidRPr="00554BFA">
        <w:rPr>
          <w:rtl/>
        </w:rPr>
        <w:t>أخبر الشيخ الجليل الفاضل التقي، الشيخ محمد طه بن الشيخ مهدي النجفي، المُتوفَّى سنة 1323، عن الشيخ أحمد ابن الشيخ حسن آل قَفطان الأديب الأصمّ، المُتوفَّى سنة 1306، أنَّه رأى ذات ليلة في منامه الإمام المهدي</w:t>
      </w:r>
      <w:r w:rsidR="00554BFA">
        <w:rPr>
          <w:rtl/>
        </w:rPr>
        <w:t xml:space="preserve"> (</w:t>
      </w:r>
      <w:r w:rsidRPr="00554BFA">
        <w:rPr>
          <w:rtl/>
        </w:rPr>
        <w:t>عليه السلام) فشكا إليه الحال، فأنشده</w:t>
      </w:r>
      <w:r w:rsidR="00554BFA">
        <w:rPr>
          <w:rtl/>
        </w:rPr>
        <w:t xml:space="preserve"> (</w:t>
      </w:r>
      <w:r w:rsidRPr="00554BFA">
        <w:rPr>
          <w:rtl/>
        </w:rPr>
        <w:t>عليه السلام) قوله:</w:t>
      </w:r>
    </w:p>
    <w:p w:rsidR="00645494" w:rsidRDefault="00645494" w:rsidP="00645494">
      <w:pPr>
        <w:pStyle w:val="libPoemCenter"/>
        <w:rPr>
          <w:rtl/>
        </w:rPr>
      </w:pPr>
      <w:r w:rsidRPr="00E31671">
        <w:rPr>
          <w:rtl/>
        </w:rPr>
        <w:t>لنا</w:t>
      </w:r>
      <w:r w:rsidR="00554BFA">
        <w:rPr>
          <w:rtl/>
        </w:rPr>
        <w:t xml:space="preserve"> </w:t>
      </w:r>
      <w:r w:rsidRPr="00E31671">
        <w:rPr>
          <w:rtl/>
        </w:rPr>
        <w:t>أوَبة</w:t>
      </w:r>
      <w:r w:rsidR="00554BFA">
        <w:rPr>
          <w:rtl/>
        </w:rPr>
        <w:t xml:space="preserve"> </w:t>
      </w:r>
      <w:r w:rsidRPr="00E31671">
        <w:rPr>
          <w:rtl/>
        </w:rPr>
        <w:t>مِن</w:t>
      </w:r>
      <w:r w:rsidR="00554BFA">
        <w:rPr>
          <w:rtl/>
        </w:rPr>
        <w:t xml:space="preserve"> </w:t>
      </w:r>
      <w:r w:rsidRPr="00E31671">
        <w:rPr>
          <w:rtl/>
        </w:rPr>
        <w:t>بَعد</w:t>
      </w:r>
      <w:r w:rsidR="00554BFA">
        <w:rPr>
          <w:rtl/>
        </w:rPr>
        <w:t xml:space="preserve"> </w:t>
      </w:r>
      <w:r w:rsidRPr="00E31671">
        <w:rPr>
          <w:rtl/>
        </w:rPr>
        <w:t>غَيبتنا</w:t>
      </w:r>
      <w:r w:rsidR="00554BFA">
        <w:rPr>
          <w:rtl/>
        </w:rPr>
        <w:t xml:space="preserve"> </w:t>
      </w:r>
      <w:r w:rsidRPr="00E31671">
        <w:rPr>
          <w:rtl/>
        </w:rPr>
        <w:t>العُظمى</w:t>
      </w:r>
      <w:r w:rsidR="00554BFA">
        <w:rPr>
          <w:rtl/>
        </w:rPr>
        <w:t xml:space="preserve"> </w:t>
      </w:r>
      <w:r w:rsidR="00554BFA" w:rsidRPr="00D0383A">
        <w:rPr>
          <w:rtl/>
        </w:rPr>
        <w:t>=</w:t>
      </w:r>
      <w:r w:rsidR="00554BFA">
        <w:rPr>
          <w:rtl/>
        </w:rPr>
        <w:t xml:space="preserve"> </w:t>
      </w:r>
      <w:r w:rsidRPr="00E31671">
        <w:rPr>
          <w:rtl/>
        </w:rPr>
        <w:t>فنَملؤها</w:t>
      </w:r>
      <w:r w:rsidR="00554BFA">
        <w:rPr>
          <w:rtl/>
        </w:rPr>
        <w:t xml:space="preserve"> </w:t>
      </w:r>
      <w:r w:rsidRPr="00E31671">
        <w:rPr>
          <w:rtl/>
        </w:rPr>
        <w:t>قِسطاً</w:t>
      </w:r>
      <w:r w:rsidR="00554BFA">
        <w:rPr>
          <w:rtl/>
        </w:rPr>
        <w:t xml:space="preserve"> </w:t>
      </w:r>
      <w:r w:rsidRPr="00E31671">
        <w:rPr>
          <w:rtl/>
        </w:rPr>
        <w:t>كَما</w:t>
      </w:r>
      <w:r w:rsidR="00554BFA">
        <w:rPr>
          <w:rtl/>
        </w:rPr>
        <w:t xml:space="preserve"> </w:t>
      </w:r>
      <w:r w:rsidRPr="00E31671">
        <w:rPr>
          <w:rtl/>
        </w:rPr>
        <w:t>مُلئت</w:t>
      </w:r>
      <w:r w:rsidR="00554BFA">
        <w:rPr>
          <w:rtl/>
        </w:rPr>
        <w:t xml:space="preserve"> </w:t>
      </w:r>
      <w:r w:rsidRPr="00E31671">
        <w:rPr>
          <w:rtl/>
        </w:rPr>
        <w:t>ظُلما</w:t>
      </w:r>
    </w:p>
    <w:p w:rsidR="00645494" w:rsidRPr="00645494" w:rsidRDefault="00645494" w:rsidP="00FE2721">
      <w:pPr>
        <w:pStyle w:val="libPoemCenter"/>
        <w:rPr>
          <w:rtl/>
        </w:rPr>
      </w:pPr>
      <w:r w:rsidRPr="00E31671">
        <w:rPr>
          <w:rtl/>
        </w:rPr>
        <w:t>وَجَدّي</w:t>
      </w:r>
      <w:r w:rsidR="00554BFA">
        <w:rPr>
          <w:rtl/>
        </w:rPr>
        <w:t xml:space="preserve"> </w:t>
      </w:r>
      <w:r w:rsidRPr="00E31671">
        <w:rPr>
          <w:rtl/>
        </w:rPr>
        <w:t>وآبائي</w:t>
      </w:r>
      <w:r w:rsidR="00554BFA">
        <w:rPr>
          <w:rtl/>
        </w:rPr>
        <w:t xml:space="preserve"> </w:t>
      </w:r>
      <w:r w:rsidRPr="00E31671">
        <w:rPr>
          <w:rtl/>
        </w:rPr>
        <w:t>وعَقد</w:t>
      </w:r>
      <w:r w:rsidR="00554BFA">
        <w:rPr>
          <w:rtl/>
        </w:rPr>
        <w:t xml:space="preserve"> </w:t>
      </w:r>
      <w:r w:rsidRPr="00E31671">
        <w:rPr>
          <w:rtl/>
        </w:rPr>
        <w:t>ولائنا</w:t>
      </w:r>
      <w:r w:rsidR="00554BFA">
        <w:rPr>
          <w:rtl/>
        </w:rPr>
        <w:t xml:space="preserve"> </w:t>
      </w:r>
      <w:r w:rsidR="00554BFA" w:rsidRPr="00D0383A">
        <w:rPr>
          <w:rtl/>
        </w:rPr>
        <w:t>=</w:t>
      </w:r>
      <w:r w:rsidR="00554BFA">
        <w:rPr>
          <w:rtl/>
        </w:rPr>
        <w:t xml:space="preserve"> </w:t>
      </w:r>
      <w:r w:rsidRPr="00E31671">
        <w:rPr>
          <w:rtl/>
        </w:rPr>
        <w:t>لقد</w:t>
      </w:r>
      <w:r w:rsidR="00554BFA">
        <w:rPr>
          <w:rtl/>
        </w:rPr>
        <w:t xml:space="preserve"> </w:t>
      </w:r>
      <w:r w:rsidRPr="00E31671">
        <w:rPr>
          <w:rtl/>
        </w:rPr>
        <w:t>كان</w:t>
      </w:r>
      <w:r w:rsidR="00554BFA">
        <w:rPr>
          <w:rtl/>
        </w:rPr>
        <w:t xml:space="preserve"> </w:t>
      </w:r>
      <w:r w:rsidRPr="00E31671">
        <w:rPr>
          <w:rtl/>
        </w:rPr>
        <w:t>ذا</w:t>
      </w:r>
      <w:r w:rsidR="00554BFA">
        <w:rPr>
          <w:rtl/>
        </w:rPr>
        <w:t xml:space="preserve"> </w:t>
      </w:r>
      <w:r w:rsidRPr="00E31671">
        <w:rPr>
          <w:rtl/>
        </w:rPr>
        <w:t>حَقّاً</w:t>
      </w:r>
      <w:r w:rsidR="00554BFA">
        <w:rPr>
          <w:rtl/>
        </w:rPr>
        <w:t xml:space="preserve"> </w:t>
      </w:r>
      <w:r w:rsidRPr="00E31671">
        <w:rPr>
          <w:rtl/>
        </w:rPr>
        <w:t>على</w:t>
      </w:r>
      <w:r w:rsidR="00554BFA">
        <w:rPr>
          <w:rtl/>
        </w:rPr>
        <w:t xml:space="preserve"> </w:t>
      </w:r>
      <w:r w:rsidRPr="00E31671">
        <w:rPr>
          <w:rtl/>
        </w:rPr>
        <w:t>رَبنا</w:t>
      </w:r>
      <w:r w:rsidR="00554BFA">
        <w:rPr>
          <w:rtl/>
        </w:rPr>
        <w:t xml:space="preserve"> </w:t>
      </w:r>
      <w:r w:rsidRPr="00E31671">
        <w:rPr>
          <w:rtl/>
        </w:rPr>
        <w:t>حَتما</w:t>
      </w:r>
    </w:p>
    <w:p w:rsidR="00D0383A" w:rsidRDefault="00645494" w:rsidP="00554BFA">
      <w:pPr>
        <w:pStyle w:val="libNormal"/>
        <w:rPr>
          <w:rtl/>
        </w:rPr>
      </w:pPr>
      <w:r w:rsidRPr="00554BFA">
        <w:rPr>
          <w:rtl/>
        </w:rPr>
        <w:t xml:space="preserve">فانتبه، وهو يحفظهما. </w:t>
      </w:r>
    </w:p>
    <w:p w:rsidR="00554BF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وقد شطَّرهما الفاضل التَقي، الشيخ عبد الغني بن الشيخ أحمد الحرّ العاملي، المُتوفَّى سنة 1357 في النجف وقد أنشدني التشطير في الروضة العلوية سنة 1337، وهو قوله:</w:t>
      </w:r>
    </w:p>
    <w:p w:rsidR="00645494" w:rsidRDefault="00645494" w:rsidP="00FE2721">
      <w:pPr>
        <w:pStyle w:val="libPoemCenter"/>
        <w:rPr>
          <w:rtl/>
        </w:rPr>
      </w:pPr>
      <w:r w:rsidRPr="00E31671">
        <w:rPr>
          <w:rtl/>
        </w:rPr>
        <w:t>لنا</w:t>
      </w:r>
      <w:r w:rsidR="00554BFA">
        <w:rPr>
          <w:rtl/>
        </w:rPr>
        <w:t xml:space="preserve"> </w:t>
      </w:r>
      <w:r w:rsidRPr="00E31671">
        <w:rPr>
          <w:rtl/>
        </w:rPr>
        <w:t>أوَبةٌ</w:t>
      </w:r>
      <w:r w:rsidR="00554BFA">
        <w:rPr>
          <w:rtl/>
        </w:rPr>
        <w:t xml:space="preserve"> </w:t>
      </w:r>
      <w:r w:rsidRPr="00E31671">
        <w:rPr>
          <w:rtl/>
        </w:rPr>
        <w:t>مِن</w:t>
      </w:r>
      <w:r w:rsidR="00554BFA">
        <w:rPr>
          <w:rtl/>
        </w:rPr>
        <w:t xml:space="preserve"> </w:t>
      </w:r>
      <w:r w:rsidRPr="00E31671">
        <w:rPr>
          <w:rtl/>
        </w:rPr>
        <w:t>بعد</w:t>
      </w:r>
      <w:r w:rsidR="00554BFA">
        <w:rPr>
          <w:rtl/>
        </w:rPr>
        <w:t xml:space="preserve"> </w:t>
      </w:r>
      <w:r w:rsidRPr="00E31671">
        <w:rPr>
          <w:rtl/>
        </w:rPr>
        <w:t>غَيبتنا</w:t>
      </w:r>
      <w:r w:rsidR="00554BFA">
        <w:rPr>
          <w:rtl/>
        </w:rPr>
        <w:t xml:space="preserve"> </w:t>
      </w:r>
      <w:r w:rsidRPr="00E31671">
        <w:rPr>
          <w:rtl/>
        </w:rPr>
        <w:t>العُظمى</w:t>
      </w:r>
      <w:r w:rsidR="00554BFA">
        <w:rPr>
          <w:rtl/>
        </w:rPr>
        <w:t xml:space="preserve"> </w:t>
      </w:r>
      <w:r w:rsidR="00554BFA" w:rsidRPr="00D0383A">
        <w:rPr>
          <w:rtl/>
        </w:rPr>
        <w:t>=</w:t>
      </w:r>
      <w:r w:rsidR="00554BFA">
        <w:rPr>
          <w:rtl/>
        </w:rPr>
        <w:t xml:space="preserve"> </w:t>
      </w:r>
      <w:r w:rsidRPr="00E31671">
        <w:rPr>
          <w:rtl/>
        </w:rPr>
        <w:t>فنَكشف</w:t>
      </w:r>
      <w:r w:rsidR="00554BFA">
        <w:rPr>
          <w:rtl/>
        </w:rPr>
        <w:t xml:space="preserve"> </w:t>
      </w:r>
      <w:r w:rsidRPr="00E31671">
        <w:rPr>
          <w:rtl/>
        </w:rPr>
        <w:t>فيها</w:t>
      </w:r>
      <w:r w:rsidR="00554BFA">
        <w:rPr>
          <w:rtl/>
        </w:rPr>
        <w:t xml:space="preserve"> </w:t>
      </w:r>
      <w:r w:rsidRPr="00E31671">
        <w:rPr>
          <w:rtl/>
        </w:rPr>
        <w:t>كلَّ</w:t>
      </w:r>
      <w:r w:rsidR="00554BFA">
        <w:rPr>
          <w:rtl/>
        </w:rPr>
        <w:t xml:space="preserve"> </w:t>
      </w:r>
      <w:r w:rsidRPr="00E31671">
        <w:rPr>
          <w:rtl/>
        </w:rPr>
        <w:t>دَاجية</w:t>
      </w:r>
      <w:r w:rsidR="00554BFA">
        <w:rPr>
          <w:rtl/>
        </w:rPr>
        <w:t xml:space="preserve"> </w:t>
      </w:r>
      <w:r w:rsidRPr="00E31671">
        <w:rPr>
          <w:rtl/>
        </w:rPr>
        <w:t>ظُلما</w:t>
      </w:r>
    </w:p>
    <w:p w:rsidR="00D0383A" w:rsidRDefault="00645494" w:rsidP="00FE2721">
      <w:pPr>
        <w:pStyle w:val="libPoemCenter"/>
        <w:rPr>
          <w:rtl/>
        </w:rPr>
      </w:pPr>
      <w:r w:rsidRPr="00E31671">
        <w:rPr>
          <w:rtl/>
        </w:rPr>
        <w:t>بها</w:t>
      </w:r>
      <w:r w:rsidR="00554BFA">
        <w:rPr>
          <w:rtl/>
        </w:rPr>
        <w:t xml:space="preserve"> </w:t>
      </w:r>
      <w:r w:rsidRPr="00E31671">
        <w:rPr>
          <w:rtl/>
        </w:rPr>
        <w:t>نَملك</w:t>
      </w:r>
      <w:r w:rsidR="00554BFA">
        <w:rPr>
          <w:rtl/>
        </w:rPr>
        <w:t xml:space="preserve"> </w:t>
      </w:r>
      <w:r w:rsidRPr="00E31671">
        <w:rPr>
          <w:rtl/>
        </w:rPr>
        <w:t>الآفاق</w:t>
      </w:r>
      <w:r w:rsidR="00554BFA">
        <w:rPr>
          <w:rtl/>
        </w:rPr>
        <w:t xml:space="preserve"> </w:t>
      </w:r>
      <w:r w:rsidRPr="00E31671">
        <w:rPr>
          <w:rtl/>
        </w:rPr>
        <w:t>شَرقاً</w:t>
      </w:r>
      <w:r w:rsidR="00554BFA">
        <w:rPr>
          <w:rtl/>
        </w:rPr>
        <w:t xml:space="preserve"> </w:t>
      </w:r>
      <w:r w:rsidRPr="00E31671">
        <w:rPr>
          <w:rtl/>
        </w:rPr>
        <w:t>ومَغرب</w:t>
      </w:r>
      <w:r w:rsidR="00554BFA">
        <w:rPr>
          <w:rtl/>
        </w:rPr>
        <w:t xml:space="preserve"> </w:t>
      </w:r>
      <w:r w:rsidR="00554BFA" w:rsidRPr="00D0383A">
        <w:rPr>
          <w:rtl/>
        </w:rPr>
        <w:t>=</w:t>
      </w:r>
      <w:r w:rsidR="00554BFA">
        <w:rPr>
          <w:rtl/>
        </w:rPr>
        <w:t xml:space="preserve"> (</w:t>
      </w:r>
      <w:r w:rsidRPr="00E31671">
        <w:rPr>
          <w:rtl/>
        </w:rPr>
        <w:t>فنَملؤها</w:t>
      </w:r>
      <w:r w:rsidR="00554BFA">
        <w:rPr>
          <w:rtl/>
        </w:rPr>
        <w:t xml:space="preserve"> </w:t>
      </w:r>
      <w:r w:rsidRPr="00E31671">
        <w:rPr>
          <w:rtl/>
        </w:rPr>
        <w:t>قِسطاً</w:t>
      </w:r>
      <w:r w:rsidR="00554BFA">
        <w:rPr>
          <w:rtl/>
        </w:rPr>
        <w:t xml:space="preserve"> </w:t>
      </w:r>
      <w:r w:rsidRPr="00E31671">
        <w:rPr>
          <w:rtl/>
        </w:rPr>
        <w:t>كما</w:t>
      </w:r>
      <w:r w:rsidR="00554BFA">
        <w:rPr>
          <w:rtl/>
        </w:rPr>
        <w:t xml:space="preserve"> </w:t>
      </w:r>
      <w:r w:rsidRPr="00E31671">
        <w:rPr>
          <w:rtl/>
        </w:rPr>
        <w:t>مُلئت</w:t>
      </w:r>
      <w:r w:rsidR="00554BFA">
        <w:rPr>
          <w:rtl/>
        </w:rPr>
        <w:t xml:space="preserve"> </w:t>
      </w:r>
      <w:r w:rsidRPr="00E31671">
        <w:rPr>
          <w:rtl/>
        </w:rPr>
        <w:t>ظُلما)</w:t>
      </w:r>
    </w:p>
    <w:p w:rsidR="00645494" w:rsidRDefault="00554BFA" w:rsidP="00FE2721">
      <w:pPr>
        <w:pStyle w:val="libPoemCenter"/>
        <w:rPr>
          <w:rtl/>
        </w:rPr>
      </w:pPr>
      <w:r>
        <w:rPr>
          <w:rtl/>
        </w:rPr>
        <w:t>(</w:t>
      </w:r>
      <w:r w:rsidR="00645494" w:rsidRPr="00E31671">
        <w:rPr>
          <w:rtl/>
        </w:rPr>
        <w:t>وَجَدّي</w:t>
      </w:r>
      <w:r>
        <w:rPr>
          <w:rtl/>
        </w:rPr>
        <w:t xml:space="preserve"> </w:t>
      </w:r>
      <w:r w:rsidR="00645494" w:rsidRPr="00E31671">
        <w:rPr>
          <w:rtl/>
        </w:rPr>
        <w:t>وآبائي</w:t>
      </w:r>
      <w:r>
        <w:rPr>
          <w:rtl/>
        </w:rPr>
        <w:t xml:space="preserve"> </w:t>
      </w:r>
      <w:r w:rsidR="00645494" w:rsidRPr="00E31671">
        <w:rPr>
          <w:rtl/>
        </w:rPr>
        <w:t>وعَقد</w:t>
      </w:r>
      <w:r>
        <w:rPr>
          <w:rtl/>
        </w:rPr>
        <w:t xml:space="preserve"> </w:t>
      </w:r>
      <w:r w:rsidR="00645494" w:rsidRPr="00E31671">
        <w:rPr>
          <w:rtl/>
        </w:rPr>
        <w:t>وِلائنا)</w:t>
      </w:r>
      <w:r>
        <w:rPr>
          <w:rtl/>
        </w:rPr>
        <w:t xml:space="preserve"> </w:t>
      </w:r>
      <w:r w:rsidRPr="00D0383A">
        <w:rPr>
          <w:rtl/>
        </w:rPr>
        <w:t>=</w:t>
      </w:r>
      <w:r>
        <w:rPr>
          <w:rtl/>
        </w:rPr>
        <w:t xml:space="preserve"> </w:t>
      </w:r>
      <w:r w:rsidR="00645494" w:rsidRPr="00E31671">
        <w:rPr>
          <w:rtl/>
        </w:rPr>
        <w:t>ومَن</w:t>
      </w:r>
      <w:r>
        <w:rPr>
          <w:rtl/>
        </w:rPr>
        <w:t xml:space="preserve"> </w:t>
      </w:r>
      <w:r w:rsidR="00645494" w:rsidRPr="00E31671">
        <w:rPr>
          <w:rtl/>
        </w:rPr>
        <w:t>خصَّنا</w:t>
      </w:r>
      <w:r>
        <w:rPr>
          <w:rtl/>
        </w:rPr>
        <w:t xml:space="preserve"> </w:t>
      </w:r>
      <w:r w:rsidR="00645494" w:rsidRPr="00E31671">
        <w:rPr>
          <w:rtl/>
        </w:rPr>
        <w:t>دون</w:t>
      </w:r>
      <w:r>
        <w:rPr>
          <w:rtl/>
        </w:rPr>
        <w:t xml:space="preserve"> </w:t>
      </w:r>
      <w:r w:rsidR="00645494" w:rsidRPr="00E31671">
        <w:rPr>
          <w:rtl/>
        </w:rPr>
        <w:t>الوَرى</w:t>
      </w:r>
      <w:r>
        <w:rPr>
          <w:rtl/>
        </w:rPr>
        <w:t xml:space="preserve"> </w:t>
      </w:r>
      <w:r w:rsidR="00645494" w:rsidRPr="00E31671">
        <w:rPr>
          <w:rtl/>
        </w:rPr>
        <w:t>الحُكم</w:t>
      </w:r>
      <w:r>
        <w:rPr>
          <w:rtl/>
        </w:rPr>
        <w:t xml:space="preserve"> </w:t>
      </w:r>
      <w:r w:rsidR="00645494" w:rsidRPr="00E31671">
        <w:rPr>
          <w:rtl/>
        </w:rPr>
        <w:t>والعِلما</w:t>
      </w:r>
    </w:p>
    <w:p w:rsidR="00645494" w:rsidRPr="00645494" w:rsidRDefault="00645494" w:rsidP="00FE2721">
      <w:pPr>
        <w:pStyle w:val="libPoemCenter"/>
        <w:rPr>
          <w:rtl/>
        </w:rPr>
      </w:pPr>
      <w:r w:rsidRPr="00E31671">
        <w:rPr>
          <w:rtl/>
        </w:rPr>
        <w:t>وأكرمُ</w:t>
      </w:r>
      <w:r w:rsidR="00554BFA">
        <w:rPr>
          <w:rtl/>
        </w:rPr>
        <w:t xml:space="preserve"> </w:t>
      </w:r>
      <w:r w:rsidRPr="00E31671">
        <w:rPr>
          <w:rtl/>
        </w:rPr>
        <w:t>أنصار</w:t>
      </w:r>
      <w:r w:rsidR="00554BFA">
        <w:rPr>
          <w:rtl/>
        </w:rPr>
        <w:t xml:space="preserve"> </w:t>
      </w:r>
      <w:r w:rsidRPr="00E31671">
        <w:rPr>
          <w:rtl/>
        </w:rPr>
        <w:t>أعُدَّت</w:t>
      </w:r>
      <w:r w:rsidR="00554BFA">
        <w:rPr>
          <w:rtl/>
        </w:rPr>
        <w:t xml:space="preserve"> </w:t>
      </w:r>
      <w:r w:rsidRPr="00E31671">
        <w:rPr>
          <w:rtl/>
        </w:rPr>
        <w:t>لنَصرنا</w:t>
      </w:r>
      <w:r w:rsidR="00554BFA">
        <w:rPr>
          <w:rtl/>
        </w:rPr>
        <w:t xml:space="preserve"> </w:t>
      </w:r>
      <w:r w:rsidR="00554BFA" w:rsidRPr="00D0383A">
        <w:rPr>
          <w:rtl/>
        </w:rPr>
        <w:t>=</w:t>
      </w:r>
      <w:r w:rsidR="00554BFA">
        <w:rPr>
          <w:rtl/>
        </w:rPr>
        <w:t xml:space="preserve"> (</w:t>
      </w:r>
      <w:r w:rsidRPr="00E31671">
        <w:rPr>
          <w:rtl/>
        </w:rPr>
        <w:t>لقد</w:t>
      </w:r>
      <w:r w:rsidR="00554BFA">
        <w:rPr>
          <w:rtl/>
        </w:rPr>
        <w:t xml:space="preserve"> </w:t>
      </w:r>
      <w:r w:rsidRPr="00E31671">
        <w:rPr>
          <w:rtl/>
        </w:rPr>
        <w:t>كان</w:t>
      </w:r>
      <w:r w:rsidR="00554BFA">
        <w:rPr>
          <w:rtl/>
        </w:rPr>
        <w:t xml:space="preserve"> </w:t>
      </w:r>
      <w:r w:rsidRPr="00E31671">
        <w:rPr>
          <w:rtl/>
        </w:rPr>
        <w:t>ذا</w:t>
      </w:r>
      <w:r w:rsidR="00554BFA">
        <w:rPr>
          <w:rtl/>
        </w:rPr>
        <w:t xml:space="preserve"> </w:t>
      </w:r>
      <w:r w:rsidRPr="00E31671">
        <w:rPr>
          <w:rtl/>
        </w:rPr>
        <w:t>حَقّاً</w:t>
      </w:r>
      <w:r w:rsidR="00554BFA">
        <w:rPr>
          <w:rtl/>
        </w:rPr>
        <w:t xml:space="preserve"> </w:t>
      </w:r>
      <w:r w:rsidRPr="00E31671">
        <w:rPr>
          <w:rtl/>
        </w:rPr>
        <w:t>على</w:t>
      </w:r>
      <w:r w:rsidR="00554BFA">
        <w:rPr>
          <w:rtl/>
        </w:rPr>
        <w:t xml:space="preserve"> </w:t>
      </w:r>
      <w:r w:rsidRPr="00E31671">
        <w:rPr>
          <w:rtl/>
        </w:rPr>
        <w:t>ربنا</w:t>
      </w:r>
      <w:r w:rsidR="00554BFA">
        <w:rPr>
          <w:rtl/>
        </w:rPr>
        <w:t xml:space="preserve"> </w:t>
      </w:r>
      <w:r w:rsidRPr="00E31671">
        <w:rPr>
          <w:rtl/>
        </w:rPr>
        <w:t>حتما)</w:t>
      </w:r>
    </w:p>
    <w:p w:rsidR="00554BFA" w:rsidRDefault="00645494" w:rsidP="00554BFA">
      <w:pPr>
        <w:pStyle w:val="libNormal"/>
        <w:rPr>
          <w:rtl/>
        </w:rPr>
      </w:pPr>
      <w:r w:rsidRPr="00554BFA">
        <w:rPr>
          <w:rtl/>
        </w:rPr>
        <w:t>وقد شطَّر التشطير وخمَّسه، وذلك مطبوع ضمن ديوانه، فلا حاجة إلى ذكره، فمَن أراده فليطلبه مِن ديوانه المَطبوع في النجف.</w:t>
      </w:r>
    </w:p>
    <w:p w:rsidR="00645494" w:rsidRDefault="00645494" w:rsidP="00645494">
      <w:pPr>
        <w:pStyle w:val="libNormal"/>
      </w:pPr>
      <w:r>
        <w:br w:type="page"/>
      </w:r>
    </w:p>
    <w:p w:rsidR="00645494" w:rsidRPr="00554BFA" w:rsidRDefault="00645494" w:rsidP="00645494">
      <w:pPr>
        <w:pStyle w:val="Heading2Center"/>
        <w:rPr>
          <w:rtl/>
        </w:rPr>
      </w:pPr>
      <w:bookmarkStart w:id="78" w:name="_Toc491861341"/>
      <w:r w:rsidRPr="00E31671">
        <w:rPr>
          <w:rtl/>
        </w:rPr>
        <w:lastRenderedPageBreak/>
        <w:t>الباب الثامن</w:t>
      </w:r>
      <w:bookmarkStart w:id="79" w:name="الباب_الثامن"/>
      <w:bookmarkEnd w:id="79"/>
      <w:bookmarkEnd w:id="78"/>
    </w:p>
    <w:p w:rsidR="00645494" w:rsidRPr="00554BFA" w:rsidRDefault="00645494" w:rsidP="00645494">
      <w:pPr>
        <w:pStyle w:val="Heading2Center"/>
        <w:rPr>
          <w:rtl/>
        </w:rPr>
      </w:pPr>
      <w:bookmarkStart w:id="80" w:name="_Toc491861342"/>
      <w:r w:rsidRPr="00E31671">
        <w:rPr>
          <w:rtl/>
        </w:rPr>
        <w:t>فيما يتعلَّق بأحد الأئمة</w:t>
      </w:r>
      <w:r w:rsidR="00554BFA">
        <w:rPr>
          <w:rtl/>
        </w:rPr>
        <w:t xml:space="preserve"> (</w:t>
      </w:r>
      <w:r w:rsidRPr="00E31671">
        <w:rPr>
          <w:rtl/>
        </w:rPr>
        <w:t>عليهم السلام) لا على التعيين من النظام المتلو</w:t>
      </w:r>
      <w:bookmarkEnd w:id="80"/>
    </w:p>
    <w:p w:rsidR="00554BFA" w:rsidRDefault="00645494" w:rsidP="00645494">
      <w:pPr>
        <w:pStyle w:val="libCenterBold2"/>
        <w:rPr>
          <w:rtl/>
        </w:rPr>
      </w:pPr>
      <w:r w:rsidRPr="00E31671">
        <w:rPr>
          <w:rtl/>
        </w:rPr>
        <w:t>وفيه ثلاثة فصول:</w:t>
      </w:r>
    </w:p>
    <w:p w:rsidR="00645494" w:rsidRPr="00554BFA" w:rsidRDefault="00645494" w:rsidP="00645494">
      <w:pPr>
        <w:pStyle w:val="Heading3"/>
        <w:rPr>
          <w:rtl/>
        </w:rPr>
      </w:pPr>
      <w:bookmarkStart w:id="81" w:name="_Toc491861343"/>
      <w:r w:rsidRPr="00E31671">
        <w:rPr>
          <w:rtl/>
        </w:rPr>
        <w:t>الفصل الأول:</w:t>
      </w:r>
      <w:bookmarkEnd w:id="81"/>
    </w:p>
    <w:p w:rsidR="00554BFA" w:rsidRDefault="00645494" w:rsidP="00554BFA">
      <w:pPr>
        <w:pStyle w:val="libNormal"/>
        <w:rPr>
          <w:rtl/>
        </w:rPr>
      </w:pPr>
      <w:r w:rsidRPr="00554BFA">
        <w:rPr>
          <w:rtl/>
        </w:rPr>
        <w:t>أخبرني العالم الفاضل، الشيخ حسن بن العلاَّمة الأديب الشيخ عبد الحسين</w:t>
      </w:r>
      <w:r w:rsidR="00554BFA">
        <w:rPr>
          <w:rtl/>
        </w:rPr>
        <w:t xml:space="preserve"> (</w:t>
      </w:r>
      <w:r w:rsidRPr="00554BFA">
        <w:rPr>
          <w:rtl/>
        </w:rPr>
        <w:t xml:space="preserve"> سلَّمهما الله تعالى ) بن الشيخ العلاَّمة الأديب الشيخ إبراهيم، بن الشيخ العلاَّمة الأديب الشيخ صادق ،بن الشيخ العلاَّمة الأديب الشيخ إبراهيم بن يحيى بن محمد بن نجم المخزومي العاملي النباطي، عن أبيه الشيخ عبد الحسين، قال: رأيت في منامي أحد الأئمة الصادقيِنَ</w:t>
      </w:r>
      <w:r w:rsidR="00554BFA">
        <w:rPr>
          <w:rtl/>
        </w:rPr>
        <w:t xml:space="preserve"> (</w:t>
      </w:r>
      <w:r w:rsidRPr="00554BFA">
        <w:rPr>
          <w:rtl/>
        </w:rPr>
        <w:t>عليهم السلام) فأنشدني:</w:t>
      </w:r>
    </w:p>
    <w:p w:rsidR="00645494" w:rsidRDefault="00645494" w:rsidP="00FE2721">
      <w:pPr>
        <w:pStyle w:val="libPoemCenter"/>
        <w:rPr>
          <w:rtl/>
        </w:rPr>
      </w:pPr>
      <w:r w:rsidRPr="00E31671">
        <w:rPr>
          <w:rtl/>
        </w:rPr>
        <w:t>لا</w:t>
      </w:r>
      <w:r w:rsidR="00554BFA">
        <w:rPr>
          <w:rtl/>
        </w:rPr>
        <w:t xml:space="preserve"> </w:t>
      </w:r>
      <w:r w:rsidRPr="00E31671">
        <w:rPr>
          <w:rtl/>
        </w:rPr>
        <w:t>عُذر</w:t>
      </w:r>
      <w:r w:rsidR="00554BFA">
        <w:rPr>
          <w:rtl/>
        </w:rPr>
        <w:t xml:space="preserve"> </w:t>
      </w:r>
      <w:r w:rsidRPr="00E31671">
        <w:rPr>
          <w:rtl/>
        </w:rPr>
        <w:t>للعين</w:t>
      </w:r>
      <w:r w:rsidR="00554BFA">
        <w:rPr>
          <w:rtl/>
        </w:rPr>
        <w:t xml:space="preserve"> </w:t>
      </w:r>
      <w:r w:rsidRPr="00E31671">
        <w:rPr>
          <w:rtl/>
        </w:rPr>
        <w:t>إنْ</w:t>
      </w:r>
      <w:r w:rsidR="00554BFA">
        <w:rPr>
          <w:rtl/>
        </w:rPr>
        <w:t xml:space="preserve"> </w:t>
      </w:r>
      <w:r w:rsidRPr="00E31671">
        <w:rPr>
          <w:rtl/>
        </w:rPr>
        <w:t>لم</w:t>
      </w:r>
      <w:r w:rsidR="00554BFA">
        <w:rPr>
          <w:rtl/>
        </w:rPr>
        <w:t xml:space="preserve"> </w:t>
      </w:r>
      <w:r w:rsidRPr="00E31671">
        <w:rPr>
          <w:rtl/>
        </w:rPr>
        <w:t>تَنفجر</w:t>
      </w:r>
      <w:r w:rsidR="00554BFA">
        <w:rPr>
          <w:rtl/>
        </w:rPr>
        <w:t xml:space="preserve"> </w:t>
      </w:r>
      <w:r w:rsidRPr="00E31671">
        <w:rPr>
          <w:rtl/>
        </w:rPr>
        <w:t>عَلقا</w:t>
      </w:r>
      <w:r w:rsidR="00554BFA">
        <w:rPr>
          <w:rtl/>
        </w:rPr>
        <w:t xml:space="preserve"> </w:t>
      </w:r>
      <w:r w:rsidR="00554BFA" w:rsidRPr="00D0383A">
        <w:rPr>
          <w:rtl/>
        </w:rPr>
        <w:t>=</w:t>
      </w:r>
      <w:r w:rsidR="00554BFA">
        <w:rPr>
          <w:rtl/>
        </w:rPr>
        <w:t xml:space="preserve"> </w:t>
      </w:r>
      <w:r w:rsidRPr="00E31671">
        <w:rPr>
          <w:rtl/>
        </w:rPr>
        <w:t>ولا</w:t>
      </w:r>
      <w:r w:rsidR="00554BFA">
        <w:rPr>
          <w:rtl/>
        </w:rPr>
        <w:t xml:space="preserve"> </w:t>
      </w:r>
      <w:r w:rsidRPr="00E31671">
        <w:rPr>
          <w:rtl/>
        </w:rPr>
        <w:t>لقلبي</w:t>
      </w:r>
      <w:r w:rsidR="00554BFA">
        <w:rPr>
          <w:rtl/>
        </w:rPr>
        <w:t xml:space="preserve"> </w:t>
      </w:r>
      <w:r w:rsidRPr="00E31671">
        <w:rPr>
          <w:rtl/>
        </w:rPr>
        <w:t>إنْ</w:t>
      </w:r>
      <w:r w:rsidR="00554BFA">
        <w:rPr>
          <w:rtl/>
        </w:rPr>
        <w:t xml:space="preserve"> </w:t>
      </w:r>
      <w:r w:rsidRPr="00E31671">
        <w:rPr>
          <w:rtl/>
        </w:rPr>
        <w:t>لم</w:t>
      </w:r>
      <w:r w:rsidR="00554BFA">
        <w:rPr>
          <w:rtl/>
        </w:rPr>
        <w:t xml:space="preserve"> </w:t>
      </w:r>
      <w:r w:rsidRPr="00E31671">
        <w:rPr>
          <w:rtl/>
        </w:rPr>
        <w:t>يَنفطر</w:t>
      </w:r>
      <w:r w:rsidR="00554BFA">
        <w:rPr>
          <w:rtl/>
        </w:rPr>
        <w:t xml:space="preserve"> </w:t>
      </w:r>
      <w:r w:rsidRPr="00E31671">
        <w:rPr>
          <w:rtl/>
        </w:rPr>
        <w:t>حرقا</w:t>
      </w:r>
    </w:p>
    <w:p w:rsidR="00645494" w:rsidRDefault="00645494" w:rsidP="00FE2721">
      <w:pPr>
        <w:pStyle w:val="libPoemCenter"/>
        <w:rPr>
          <w:rtl/>
        </w:rPr>
      </w:pPr>
      <w:r w:rsidRPr="00E31671">
        <w:rPr>
          <w:rtl/>
        </w:rPr>
        <w:t>أ</w:t>
      </w:r>
      <w:r w:rsidR="00554BFA">
        <w:rPr>
          <w:rtl/>
        </w:rPr>
        <w:t xml:space="preserve"> </w:t>
      </w:r>
      <w:r w:rsidRPr="00E31671">
        <w:rPr>
          <w:rtl/>
        </w:rPr>
        <w:t>حربان</w:t>
      </w:r>
      <w:r w:rsidR="00554BFA">
        <w:rPr>
          <w:rtl/>
        </w:rPr>
        <w:t xml:space="preserve"> </w:t>
      </w:r>
      <w:r w:rsidRPr="00E31671">
        <w:rPr>
          <w:rtl/>
        </w:rPr>
        <w:t>تُفنيا</w:t>
      </w:r>
      <w:r w:rsidR="00554BFA">
        <w:rPr>
          <w:rtl/>
        </w:rPr>
        <w:t xml:space="preserve"> </w:t>
      </w:r>
      <w:r w:rsidRPr="00E31671">
        <w:rPr>
          <w:rtl/>
        </w:rPr>
        <w:t>في</w:t>
      </w:r>
      <w:r w:rsidR="00554BFA">
        <w:rPr>
          <w:rtl/>
        </w:rPr>
        <w:t xml:space="preserve"> </w:t>
      </w:r>
      <w:r w:rsidRPr="00E31671">
        <w:rPr>
          <w:rtl/>
        </w:rPr>
        <w:t>عَبرة</w:t>
      </w:r>
      <w:r w:rsidR="00554BFA">
        <w:rPr>
          <w:rtl/>
        </w:rPr>
        <w:t xml:space="preserve"> </w:t>
      </w:r>
      <w:r w:rsidRPr="00E31671">
        <w:rPr>
          <w:rtl/>
        </w:rPr>
        <w:t>ولَظىً</w:t>
      </w:r>
      <w:r w:rsidR="00554BFA">
        <w:rPr>
          <w:rtl/>
        </w:rPr>
        <w:t xml:space="preserve"> </w:t>
      </w:r>
      <w:r w:rsidR="00554BFA" w:rsidRPr="00D0383A">
        <w:rPr>
          <w:rtl/>
        </w:rPr>
        <w:t>=</w:t>
      </w:r>
      <w:r w:rsidR="00554BFA">
        <w:rPr>
          <w:rtl/>
        </w:rPr>
        <w:t xml:space="preserve"> </w:t>
      </w:r>
      <w:r w:rsidRPr="00E31671">
        <w:rPr>
          <w:rtl/>
        </w:rPr>
        <w:t>أ</w:t>
      </w:r>
      <w:r w:rsidR="00554BFA">
        <w:rPr>
          <w:rtl/>
        </w:rPr>
        <w:t xml:space="preserve"> </w:t>
      </w:r>
      <w:r w:rsidRPr="00E31671">
        <w:rPr>
          <w:rtl/>
        </w:rPr>
        <w:t>تَبقيان</w:t>
      </w:r>
      <w:r w:rsidR="00554BFA">
        <w:rPr>
          <w:rtl/>
        </w:rPr>
        <w:t xml:space="preserve"> </w:t>
      </w:r>
      <w:r w:rsidRPr="00E31671">
        <w:rPr>
          <w:rtl/>
        </w:rPr>
        <w:t>وليس</w:t>
      </w:r>
      <w:r w:rsidR="00554BFA">
        <w:rPr>
          <w:rtl/>
        </w:rPr>
        <w:t xml:space="preserve"> </w:t>
      </w:r>
      <w:r w:rsidRPr="00E31671">
        <w:rPr>
          <w:rtl/>
        </w:rPr>
        <w:t>الحين</w:t>
      </w:r>
      <w:r w:rsidR="00554BFA">
        <w:rPr>
          <w:rtl/>
        </w:rPr>
        <w:t xml:space="preserve"> </w:t>
      </w:r>
      <w:r w:rsidRPr="00E31671">
        <w:rPr>
          <w:rtl/>
        </w:rPr>
        <w:t>حينَ</w:t>
      </w:r>
      <w:r w:rsidR="00554BFA">
        <w:rPr>
          <w:rtl/>
        </w:rPr>
        <w:t xml:space="preserve"> </w:t>
      </w:r>
      <w:r w:rsidRPr="00E31671">
        <w:rPr>
          <w:rtl/>
        </w:rPr>
        <w:t>بَقا</w:t>
      </w:r>
    </w:p>
    <w:p w:rsidR="00645494" w:rsidRDefault="00645494" w:rsidP="00FE2721">
      <w:pPr>
        <w:pStyle w:val="libPoemCenter"/>
        <w:rPr>
          <w:rtl/>
        </w:rPr>
      </w:pPr>
      <w:r w:rsidRPr="00E31671">
        <w:rPr>
          <w:rtl/>
        </w:rPr>
        <w:t>أ</w:t>
      </w:r>
      <w:r w:rsidR="00554BFA">
        <w:rPr>
          <w:rtl/>
        </w:rPr>
        <w:t xml:space="preserve"> </w:t>
      </w:r>
      <w:r w:rsidRPr="00E31671">
        <w:rPr>
          <w:rtl/>
        </w:rPr>
        <w:t>ليس</w:t>
      </w:r>
      <w:r w:rsidR="00554BFA">
        <w:rPr>
          <w:rtl/>
        </w:rPr>
        <w:t xml:space="preserve"> </w:t>
      </w:r>
      <w:r w:rsidRPr="00E31671">
        <w:rPr>
          <w:rtl/>
        </w:rPr>
        <w:t>علة</w:t>
      </w:r>
      <w:r w:rsidR="00554BFA">
        <w:rPr>
          <w:rtl/>
        </w:rPr>
        <w:t xml:space="preserve"> </w:t>
      </w:r>
      <w:r w:rsidRPr="00E31671">
        <w:rPr>
          <w:rtl/>
        </w:rPr>
        <w:t>إيجاد</w:t>
      </w:r>
      <w:r w:rsidR="00554BFA">
        <w:rPr>
          <w:rtl/>
        </w:rPr>
        <w:t xml:space="preserve"> </w:t>
      </w:r>
      <w:r w:rsidRPr="00E31671">
        <w:rPr>
          <w:rtl/>
        </w:rPr>
        <w:t>الوجود</w:t>
      </w:r>
      <w:r w:rsidR="00554BFA">
        <w:rPr>
          <w:rtl/>
        </w:rPr>
        <w:t xml:space="preserve"> </w:t>
      </w:r>
      <w:r w:rsidRPr="00E31671">
        <w:rPr>
          <w:rtl/>
        </w:rPr>
        <w:t>قَضى</w:t>
      </w:r>
      <w:r w:rsidR="00554BFA">
        <w:rPr>
          <w:rtl/>
        </w:rPr>
        <w:t xml:space="preserve"> </w:t>
      </w:r>
      <w:r w:rsidR="00554BFA" w:rsidRPr="00D0383A">
        <w:rPr>
          <w:rtl/>
        </w:rPr>
        <w:t>=</w:t>
      </w:r>
      <w:r w:rsidR="00554BFA">
        <w:rPr>
          <w:rtl/>
        </w:rPr>
        <w:t xml:space="preserve"> </w:t>
      </w:r>
      <w:r w:rsidRPr="00E31671">
        <w:rPr>
          <w:rtl/>
        </w:rPr>
        <w:t>نَحباً</w:t>
      </w:r>
      <w:r w:rsidR="00554BFA">
        <w:rPr>
          <w:rtl/>
        </w:rPr>
        <w:t xml:space="preserve"> </w:t>
      </w:r>
      <w:r w:rsidRPr="00E31671">
        <w:rPr>
          <w:rtl/>
        </w:rPr>
        <w:t>وغُودر</w:t>
      </w:r>
      <w:r w:rsidR="00554BFA">
        <w:rPr>
          <w:rtl/>
        </w:rPr>
        <w:t xml:space="preserve"> </w:t>
      </w:r>
      <w:r w:rsidRPr="00E31671">
        <w:rPr>
          <w:rtl/>
        </w:rPr>
        <w:t>في</w:t>
      </w:r>
      <w:r w:rsidR="00554BFA">
        <w:rPr>
          <w:rtl/>
        </w:rPr>
        <w:t xml:space="preserve"> </w:t>
      </w:r>
      <w:r w:rsidRPr="00E31671">
        <w:rPr>
          <w:rtl/>
        </w:rPr>
        <w:t>ضاحي</w:t>
      </w:r>
      <w:r w:rsidR="00554BFA">
        <w:rPr>
          <w:rtl/>
        </w:rPr>
        <w:t xml:space="preserve"> </w:t>
      </w:r>
      <w:r w:rsidRPr="00E31671">
        <w:rPr>
          <w:rtl/>
        </w:rPr>
        <w:t>الطُفوف</w:t>
      </w:r>
      <w:r w:rsidR="00554BFA">
        <w:rPr>
          <w:rtl/>
        </w:rPr>
        <w:t xml:space="preserve"> </w:t>
      </w:r>
      <w:r w:rsidRPr="00E31671">
        <w:rPr>
          <w:rtl/>
        </w:rPr>
        <w:t>لُقى</w:t>
      </w:r>
    </w:p>
    <w:p w:rsidR="00645494" w:rsidRPr="00645494" w:rsidRDefault="00645494" w:rsidP="00FE2721">
      <w:pPr>
        <w:pStyle w:val="libPoemCenter"/>
        <w:rPr>
          <w:rtl/>
        </w:rPr>
      </w:pPr>
      <w:r w:rsidRPr="00E31671">
        <w:rPr>
          <w:rtl/>
        </w:rPr>
        <w:t>مُعفَّر</w:t>
      </w:r>
      <w:r w:rsidR="00554BFA">
        <w:rPr>
          <w:rtl/>
        </w:rPr>
        <w:t xml:space="preserve"> </w:t>
      </w:r>
      <w:r w:rsidRPr="00E31671">
        <w:rPr>
          <w:rtl/>
        </w:rPr>
        <w:t>الجسم</w:t>
      </w:r>
      <w:r w:rsidR="00554BFA">
        <w:rPr>
          <w:rtl/>
        </w:rPr>
        <w:t xml:space="preserve"> </w:t>
      </w:r>
      <w:r w:rsidRPr="00E31671">
        <w:rPr>
          <w:rtl/>
        </w:rPr>
        <w:t>عاريه</w:t>
      </w:r>
      <w:r w:rsidR="00554BFA">
        <w:rPr>
          <w:rtl/>
        </w:rPr>
        <w:t xml:space="preserve"> </w:t>
      </w:r>
      <w:r w:rsidRPr="00E31671">
        <w:rPr>
          <w:rtl/>
        </w:rPr>
        <w:t>مضرَّجه</w:t>
      </w:r>
      <w:r w:rsidR="00554BFA">
        <w:rPr>
          <w:rtl/>
        </w:rPr>
        <w:t xml:space="preserve"> </w:t>
      </w:r>
      <w:r w:rsidR="00554BFA" w:rsidRPr="00D0383A">
        <w:rPr>
          <w:rtl/>
        </w:rPr>
        <w:t>=</w:t>
      </w:r>
      <w:r w:rsidR="00554BFA">
        <w:rPr>
          <w:rtl/>
        </w:rPr>
        <w:t xml:space="preserve"> </w:t>
      </w:r>
      <w:r w:rsidRPr="00E31671">
        <w:rPr>
          <w:rtl/>
        </w:rPr>
        <w:t>قد</w:t>
      </w:r>
      <w:r w:rsidR="00554BFA">
        <w:rPr>
          <w:rtl/>
        </w:rPr>
        <w:t xml:space="preserve"> </w:t>
      </w:r>
      <w:r w:rsidRPr="00E31671">
        <w:rPr>
          <w:rtl/>
        </w:rPr>
        <w:t>ضاعف</w:t>
      </w:r>
      <w:r w:rsidR="00554BFA">
        <w:rPr>
          <w:rtl/>
        </w:rPr>
        <w:t xml:space="preserve"> </w:t>
      </w:r>
      <w:r w:rsidRPr="00E31671">
        <w:rPr>
          <w:rtl/>
        </w:rPr>
        <w:t>الطَعن</w:t>
      </w:r>
      <w:r w:rsidR="00554BFA">
        <w:rPr>
          <w:rtl/>
        </w:rPr>
        <w:t xml:space="preserve"> </w:t>
      </w:r>
      <w:r w:rsidRPr="00E31671">
        <w:rPr>
          <w:rtl/>
        </w:rPr>
        <w:t>في</w:t>
      </w:r>
      <w:r w:rsidR="00554BFA">
        <w:rPr>
          <w:rtl/>
        </w:rPr>
        <w:t xml:space="preserve"> </w:t>
      </w:r>
      <w:r w:rsidRPr="00E31671">
        <w:rPr>
          <w:rtl/>
        </w:rPr>
        <w:t>جُثمانه</w:t>
      </w:r>
      <w:r w:rsidR="00554BFA">
        <w:rPr>
          <w:rtl/>
        </w:rPr>
        <w:t xml:space="preserve"> </w:t>
      </w:r>
      <w:r w:rsidRPr="00E31671">
        <w:rPr>
          <w:rtl/>
        </w:rPr>
        <w:t>العَلقا</w:t>
      </w:r>
    </w:p>
    <w:p w:rsidR="00554BFA" w:rsidRDefault="00645494" w:rsidP="00554BFA">
      <w:pPr>
        <w:pStyle w:val="libNormal"/>
        <w:rPr>
          <w:rtl/>
        </w:rPr>
      </w:pPr>
      <w:r w:rsidRPr="00554BFA">
        <w:rPr>
          <w:rtl/>
        </w:rPr>
        <w:t>وأمرني بإكمالها، فانتبهت مِن نومي وأنا أحفظها، وامتثلت أمره فأكملتها بقولي:</w:t>
      </w:r>
    </w:p>
    <w:p w:rsidR="00645494" w:rsidRPr="00645494" w:rsidRDefault="00645494" w:rsidP="00FE2721">
      <w:pPr>
        <w:pStyle w:val="libPoemCenter"/>
        <w:rPr>
          <w:rtl/>
        </w:rPr>
      </w:pPr>
      <w:r w:rsidRPr="00E31671">
        <w:rPr>
          <w:rtl/>
        </w:rPr>
        <w:t>ساموه</w:t>
      </w:r>
      <w:r w:rsidR="00554BFA">
        <w:rPr>
          <w:rtl/>
        </w:rPr>
        <w:t xml:space="preserve"> </w:t>
      </w:r>
      <w:r w:rsidRPr="00E31671">
        <w:rPr>
          <w:rtl/>
        </w:rPr>
        <w:t>عِزاً</w:t>
      </w:r>
      <w:r w:rsidR="00554BFA">
        <w:rPr>
          <w:rtl/>
        </w:rPr>
        <w:t xml:space="preserve"> </w:t>
      </w:r>
      <w:r w:rsidRPr="00E31671">
        <w:rPr>
          <w:rtl/>
        </w:rPr>
        <w:t>وذِلاً</w:t>
      </w:r>
      <w:r w:rsidR="00554BFA">
        <w:rPr>
          <w:rtl/>
        </w:rPr>
        <w:t xml:space="preserve"> </w:t>
      </w:r>
      <w:r w:rsidRPr="00E31671">
        <w:rPr>
          <w:rtl/>
        </w:rPr>
        <w:t>مِن</w:t>
      </w:r>
      <w:r w:rsidR="00554BFA">
        <w:rPr>
          <w:rtl/>
        </w:rPr>
        <w:t xml:space="preserve"> </w:t>
      </w:r>
      <w:r w:rsidRPr="00E31671">
        <w:rPr>
          <w:rtl/>
        </w:rPr>
        <w:t>ردى</w:t>
      </w:r>
      <w:r w:rsidR="00554BFA">
        <w:rPr>
          <w:rtl/>
        </w:rPr>
        <w:t xml:space="preserve"> </w:t>
      </w:r>
      <w:r w:rsidRPr="00E31671">
        <w:rPr>
          <w:rtl/>
        </w:rPr>
        <w:t>وبقى</w:t>
      </w:r>
      <w:r w:rsidR="00554BFA">
        <w:rPr>
          <w:rtl/>
        </w:rPr>
        <w:t xml:space="preserve"> </w:t>
      </w:r>
      <w:r w:rsidR="00554BFA" w:rsidRPr="00D0383A">
        <w:rPr>
          <w:rtl/>
        </w:rPr>
        <w:t>=</w:t>
      </w:r>
      <w:r w:rsidR="00554BFA">
        <w:rPr>
          <w:rtl/>
        </w:rPr>
        <w:t xml:space="preserve"> </w:t>
      </w:r>
      <w:r w:rsidRPr="00E31671">
        <w:rPr>
          <w:rtl/>
        </w:rPr>
        <w:t>فَهبَّ</w:t>
      </w:r>
      <w:r w:rsidR="00554BFA">
        <w:rPr>
          <w:rtl/>
        </w:rPr>
        <w:t xml:space="preserve"> </w:t>
      </w:r>
      <w:r w:rsidRPr="00E31671">
        <w:rPr>
          <w:rtl/>
        </w:rPr>
        <w:t>للموت</w:t>
      </w:r>
      <w:r w:rsidR="00554BFA">
        <w:rPr>
          <w:rtl/>
        </w:rPr>
        <w:t xml:space="preserve"> </w:t>
      </w:r>
      <w:r w:rsidRPr="00E31671">
        <w:rPr>
          <w:rtl/>
        </w:rPr>
        <w:t>وهو</w:t>
      </w:r>
      <w:r w:rsidR="00554BFA">
        <w:rPr>
          <w:rtl/>
        </w:rPr>
        <w:t xml:space="preserve"> </w:t>
      </w:r>
      <w:r w:rsidRPr="00E31671">
        <w:rPr>
          <w:rtl/>
        </w:rPr>
        <w:t>العِز</w:t>
      </w:r>
      <w:r w:rsidR="00554BFA">
        <w:rPr>
          <w:rtl/>
        </w:rPr>
        <w:t xml:space="preserve"> </w:t>
      </w:r>
      <w:r w:rsidRPr="00E31671">
        <w:rPr>
          <w:rtl/>
        </w:rPr>
        <w:t>مُستّبقا</w:t>
      </w:r>
    </w:p>
    <w:p w:rsidR="00645494" w:rsidRDefault="00645494" w:rsidP="00645494">
      <w:pPr>
        <w:pStyle w:val="libNormal"/>
      </w:pPr>
      <w:r>
        <w:br w:type="page"/>
      </w:r>
    </w:p>
    <w:p w:rsidR="00645494" w:rsidRDefault="00645494" w:rsidP="00FE2721">
      <w:pPr>
        <w:pStyle w:val="libPoemCenter"/>
        <w:rPr>
          <w:rtl/>
        </w:rPr>
      </w:pPr>
      <w:r w:rsidRPr="00E31671">
        <w:rPr>
          <w:rtl/>
        </w:rPr>
        <w:lastRenderedPageBreak/>
        <w:t>مالانَ</w:t>
      </w:r>
      <w:r w:rsidR="00554BFA">
        <w:rPr>
          <w:rtl/>
        </w:rPr>
        <w:t xml:space="preserve"> </w:t>
      </w:r>
      <w:r w:rsidRPr="00E31671">
        <w:rPr>
          <w:rtl/>
        </w:rPr>
        <w:t>وهو</w:t>
      </w:r>
      <w:r w:rsidR="00554BFA">
        <w:rPr>
          <w:rtl/>
        </w:rPr>
        <w:t xml:space="preserve"> </w:t>
      </w:r>
      <w:r w:rsidRPr="00E31671">
        <w:rPr>
          <w:rtl/>
        </w:rPr>
        <w:t>أبيُّ</w:t>
      </w:r>
      <w:r w:rsidR="00554BFA">
        <w:rPr>
          <w:rtl/>
        </w:rPr>
        <w:t xml:space="preserve"> </w:t>
      </w:r>
      <w:r w:rsidRPr="00E31671">
        <w:rPr>
          <w:rtl/>
        </w:rPr>
        <w:t>الضَيم</w:t>
      </w:r>
      <w:r w:rsidR="00554BFA">
        <w:rPr>
          <w:rtl/>
        </w:rPr>
        <w:t xml:space="preserve"> </w:t>
      </w:r>
      <w:r w:rsidRPr="00E31671">
        <w:rPr>
          <w:rtl/>
        </w:rPr>
        <w:t>مَلْمَسُه</w:t>
      </w:r>
      <w:r w:rsidR="00554BFA">
        <w:rPr>
          <w:rtl/>
        </w:rPr>
        <w:t xml:space="preserve"> </w:t>
      </w:r>
      <w:r w:rsidR="00554BFA" w:rsidRPr="00D0383A">
        <w:rPr>
          <w:rtl/>
        </w:rPr>
        <w:t>=</w:t>
      </w:r>
      <w:r w:rsidR="00554BFA">
        <w:rPr>
          <w:rtl/>
        </w:rPr>
        <w:t xml:space="preserve"> </w:t>
      </w:r>
      <w:r w:rsidRPr="00E31671">
        <w:rPr>
          <w:rtl/>
        </w:rPr>
        <w:t>للغامزين</w:t>
      </w:r>
      <w:r w:rsidR="00554BFA">
        <w:rPr>
          <w:rtl/>
        </w:rPr>
        <w:t xml:space="preserve"> </w:t>
      </w:r>
      <w:r w:rsidRPr="00E31671">
        <w:rPr>
          <w:rtl/>
        </w:rPr>
        <w:t>ولم</w:t>
      </w:r>
      <w:r w:rsidR="00554BFA">
        <w:rPr>
          <w:rtl/>
        </w:rPr>
        <w:t xml:space="preserve"> </w:t>
      </w:r>
      <w:r w:rsidRPr="00E31671">
        <w:rPr>
          <w:rtl/>
        </w:rPr>
        <w:t>يَضْرُع</w:t>
      </w:r>
      <w:r w:rsidR="00554BFA">
        <w:rPr>
          <w:rtl/>
        </w:rPr>
        <w:t xml:space="preserve"> </w:t>
      </w:r>
      <w:r w:rsidRPr="00E31671">
        <w:rPr>
          <w:rtl/>
        </w:rPr>
        <w:t>لغَير</w:t>
      </w:r>
      <w:r w:rsidR="00554BFA">
        <w:rPr>
          <w:rtl/>
        </w:rPr>
        <w:t xml:space="preserve"> </w:t>
      </w:r>
      <w:r w:rsidRPr="00E31671">
        <w:rPr>
          <w:rtl/>
        </w:rPr>
        <w:t>تَقي</w:t>
      </w:r>
    </w:p>
    <w:p w:rsidR="00645494" w:rsidRDefault="00645494" w:rsidP="00FE2721">
      <w:pPr>
        <w:pStyle w:val="libPoemCenter"/>
        <w:rPr>
          <w:rtl/>
        </w:rPr>
      </w:pPr>
      <w:r w:rsidRPr="00E31671">
        <w:rPr>
          <w:rtl/>
        </w:rPr>
        <w:t>ما</w:t>
      </w:r>
      <w:r w:rsidR="00554BFA">
        <w:rPr>
          <w:rtl/>
        </w:rPr>
        <w:t xml:space="preserve"> </w:t>
      </w:r>
      <w:r w:rsidRPr="00E31671">
        <w:rPr>
          <w:rtl/>
        </w:rPr>
        <w:t>بين</w:t>
      </w:r>
      <w:r w:rsidR="00554BFA">
        <w:rPr>
          <w:rtl/>
        </w:rPr>
        <w:t xml:space="preserve"> </w:t>
      </w:r>
      <w:r w:rsidRPr="00E31671">
        <w:rPr>
          <w:rtl/>
        </w:rPr>
        <w:t>جَنبيه</w:t>
      </w:r>
      <w:r w:rsidR="00554BFA">
        <w:rPr>
          <w:rtl/>
        </w:rPr>
        <w:t xml:space="preserve"> </w:t>
      </w:r>
      <w:r w:rsidRPr="00E31671">
        <w:rPr>
          <w:rtl/>
        </w:rPr>
        <w:t>مِن</w:t>
      </w:r>
      <w:r w:rsidR="00554BFA">
        <w:rPr>
          <w:rtl/>
        </w:rPr>
        <w:t xml:space="preserve"> </w:t>
      </w:r>
      <w:r w:rsidRPr="00E31671">
        <w:rPr>
          <w:rtl/>
        </w:rPr>
        <w:t>طاها</w:t>
      </w:r>
      <w:r w:rsidR="00554BFA">
        <w:rPr>
          <w:rtl/>
        </w:rPr>
        <w:t xml:space="preserve"> </w:t>
      </w:r>
      <w:r w:rsidRPr="00E31671">
        <w:rPr>
          <w:rtl/>
        </w:rPr>
        <w:t>وحَيدرة</w:t>
      </w:r>
      <w:r w:rsidR="00554BFA">
        <w:rPr>
          <w:rtl/>
        </w:rPr>
        <w:t xml:space="preserve"> </w:t>
      </w:r>
      <w:r w:rsidR="00554BFA" w:rsidRPr="00D0383A">
        <w:rPr>
          <w:rtl/>
        </w:rPr>
        <w:t>=</w:t>
      </w:r>
      <w:r w:rsidR="00554BFA">
        <w:rPr>
          <w:rtl/>
        </w:rPr>
        <w:t xml:space="preserve"> </w:t>
      </w:r>
      <w:r w:rsidRPr="00E31671">
        <w:rPr>
          <w:rtl/>
        </w:rPr>
        <w:t>فَصل</w:t>
      </w:r>
      <w:r w:rsidR="00554BFA">
        <w:rPr>
          <w:rtl/>
        </w:rPr>
        <w:t xml:space="preserve"> </w:t>
      </w:r>
      <w:r w:rsidRPr="00E31671">
        <w:rPr>
          <w:rtl/>
        </w:rPr>
        <w:t>القَضا</w:t>
      </w:r>
      <w:r w:rsidR="00554BFA">
        <w:rPr>
          <w:rtl/>
        </w:rPr>
        <w:t xml:space="preserve"> </w:t>
      </w:r>
      <w:r w:rsidRPr="00E31671">
        <w:rPr>
          <w:rtl/>
        </w:rPr>
        <w:t>والقَضا</w:t>
      </w:r>
      <w:r w:rsidR="00554BFA">
        <w:rPr>
          <w:rtl/>
        </w:rPr>
        <w:t xml:space="preserve"> </w:t>
      </w:r>
      <w:r w:rsidRPr="00E31671">
        <w:rPr>
          <w:rtl/>
        </w:rPr>
        <w:t>إنْ</w:t>
      </w:r>
      <w:r w:rsidR="00554BFA">
        <w:rPr>
          <w:rtl/>
        </w:rPr>
        <w:t xml:space="preserve"> </w:t>
      </w:r>
      <w:r w:rsidRPr="00E31671">
        <w:rPr>
          <w:rtl/>
        </w:rPr>
        <w:t>صال</w:t>
      </w:r>
      <w:r w:rsidR="00554BFA">
        <w:rPr>
          <w:rtl/>
        </w:rPr>
        <w:t xml:space="preserve"> </w:t>
      </w:r>
      <w:r w:rsidRPr="00E31671">
        <w:rPr>
          <w:rtl/>
        </w:rPr>
        <w:t>أو</w:t>
      </w:r>
      <w:r w:rsidR="00554BFA">
        <w:rPr>
          <w:rtl/>
        </w:rPr>
        <w:t xml:space="preserve"> </w:t>
      </w:r>
      <w:r w:rsidRPr="00E31671">
        <w:rPr>
          <w:rtl/>
        </w:rPr>
        <w:t>نَطقا</w:t>
      </w:r>
    </w:p>
    <w:p w:rsidR="00645494" w:rsidRDefault="00645494" w:rsidP="00FE2721">
      <w:pPr>
        <w:pStyle w:val="libPoemCenter"/>
        <w:rPr>
          <w:rtl/>
        </w:rPr>
      </w:pPr>
      <w:r w:rsidRPr="00E31671">
        <w:rPr>
          <w:rtl/>
        </w:rPr>
        <w:t>هَبَلتِ</w:t>
      </w:r>
      <w:r w:rsidR="00554BFA">
        <w:rPr>
          <w:rtl/>
        </w:rPr>
        <w:t xml:space="preserve"> </w:t>
      </w:r>
      <w:r w:rsidRPr="00E31671">
        <w:rPr>
          <w:rtl/>
        </w:rPr>
        <w:t>يافِئةَ</w:t>
      </w:r>
      <w:r w:rsidR="00554BFA">
        <w:rPr>
          <w:rtl/>
        </w:rPr>
        <w:t xml:space="preserve"> </w:t>
      </w:r>
      <w:r w:rsidRPr="00E31671">
        <w:rPr>
          <w:rtl/>
        </w:rPr>
        <w:t>الإلِحاد</w:t>
      </w:r>
      <w:r w:rsidR="00554BFA">
        <w:rPr>
          <w:rtl/>
        </w:rPr>
        <w:t xml:space="preserve"> </w:t>
      </w:r>
      <w:r w:rsidRPr="00E31671">
        <w:rPr>
          <w:rtl/>
        </w:rPr>
        <w:t>مِن</w:t>
      </w:r>
      <w:r w:rsidR="00554BFA">
        <w:rPr>
          <w:rtl/>
        </w:rPr>
        <w:t xml:space="preserve"> </w:t>
      </w:r>
      <w:r w:rsidRPr="00E31671">
        <w:rPr>
          <w:rtl/>
        </w:rPr>
        <w:t>فِئة</w:t>
      </w:r>
      <w:r w:rsidR="00554BFA">
        <w:rPr>
          <w:rtl/>
        </w:rPr>
        <w:t xml:space="preserve"> </w:t>
      </w:r>
      <w:r w:rsidR="00554BFA" w:rsidRPr="00D0383A">
        <w:rPr>
          <w:rtl/>
        </w:rPr>
        <w:t>=</w:t>
      </w:r>
      <w:r w:rsidR="00554BFA">
        <w:rPr>
          <w:rtl/>
        </w:rPr>
        <w:t xml:space="preserve"> </w:t>
      </w:r>
      <w:r w:rsidRPr="00E31671">
        <w:rPr>
          <w:rtl/>
        </w:rPr>
        <w:t>رامت</w:t>
      </w:r>
      <w:r w:rsidR="00554BFA">
        <w:rPr>
          <w:rtl/>
        </w:rPr>
        <w:t xml:space="preserve"> </w:t>
      </w:r>
      <w:r w:rsidRPr="00E31671">
        <w:rPr>
          <w:rtl/>
        </w:rPr>
        <w:t>مِن</w:t>
      </w:r>
      <w:r w:rsidR="00554BFA">
        <w:rPr>
          <w:rtl/>
        </w:rPr>
        <w:t xml:space="preserve"> </w:t>
      </w:r>
      <w:r w:rsidRPr="00E31671">
        <w:rPr>
          <w:rtl/>
        </w:rPr>
        <w:t>اللَّيث</w:t>
      </w:r>
      <w:r w:rsidR="00554BFA">
        <w:rPr>
          <w:rtl/>
        </w:rPr>
        <w:t xml:space="preserve"> </w:t>
      </w:r>
      <w:r w:rsidRPr="00E31671">
        <w:rPr>
          <w:rtl/>
        </w:rPr>
        <w:t>أنْ</w:t>
      </w:r>
      <w:r w:rsidR="00554BFA">
        <w:rPr>
          <w:rtl/>
        </w:rPr>
        <w:t xml:space="preserve"> </w:t>
      </w:r>
      <w:r w:rsidRPr="00E31671">
        <w:rPr>
          <w:rtl/>
        </w:rPr>
        <w:t>يَعنو</w:t>
      </w:r>
      <w:r w:rsidR="00554BFA">
        <w:rPr>
          <w:rtl/>
        </w:rPr>
        <w:t xml:space="preserve"> </w:t>
      </w:r>
      <w:r w:rsidRPr="00E31671">
        <w:rPr>
          <w:rtl/>
        </w:rPr>
        <w:t>لها</w:t>
      </w:r>
      <w:r w:rsidR="00554BFA">
        <w:rPr>
          <w:rtl/>
        </w:rPr>
        <w:t xml:space="preserve"> </w:t>
      </w:r>
      <w:r w:rsidRPr="00E31671">
        <w:rPr>
          <w:rtl/>
        </w:rPr>
        <w:t>فَرقا</w:t>
      </w:r>
    </w:p>
    <w:p w:rsidR="00645494" w:rsidRDefault="00645494" w:rsidP="00FE2721">
      <w:pPr>
        <w:pStyle w:val="libPoemCenter"/>
        <w:rPr>
          <w:rtl/>
        </w:rPr>
      </w:pPr>
      <w:r w:rsidRPr="00E31671">
        <w:rPr>
          <w:rtl/>
        </w:rPr>
        <w:t>متى</w:t>
      </w:r>
      <w:r w:rsidR="00554BFA">
        <w:rPr>
          <w:rtl/>
        </w:rPr>
        <w:t xml:space="preserve"> </w:t>
      </w:r>
      <w:r w:rsidRPr="00E31671">
        <w:rPr>
          <w:rtl/>
        </w:rPr>
        <w:t>عهِدت</w:t>
      </w:r>
      <w:r w:rsidR="00554BFA">
        <w:rPr>
          <w:rtl/>
        </w:rPr>
        <w:t xml:space="preserve"> </w:t>
      </w:r>
      <w:r w:rsidRPr="00E31671">
        <w:rPr>
          <w:rtl/>
        </w:rPr>
        <w:t>الأسود</w:t>
      </w:r>
      <w:r w:rsidR="00554BFA">
        <w:rPr>
          <w:rtl/>
        </w:rPr>
        <w:t xml:space="preserve"> </w:t>
      </w:r>
      <w:r w:rsidRPr="00E31671">
        <w:rPr>
          <w:rtl/>
        </w:rPr>
        <w:t>الضاريات</w:t>
      </w:r>
      <w:r w:rsidR="00554BFA">
        <w:rPr>
          <w:rtl/>
        </w:rPr>
        <w:t xml:space="preserve"> </w:t>
      </w:r>
      <w:r w:rsidRPr="00E31671">
        <w:rPr>
          <w:rtl/>
        </w:rPr>
        <w:t>عَنت</w:t>
      </w:r>
      <w:r w:rsidR="00554BFA">
        <w:rPr>
          <w:rtl/>
        </w:rPr>
        <w:t xml:space="preserve"> </w:t>
      </w:r>
      <w:r w:rsidR="00554BFA" w:rsidRPr="00D0383A">
        <w:rPr>
          <w:rtl/>
        </w:rPr>
        <w:t>=</w:t>
      </w:r>
      <w:r w:rsidR="00554BFA">
        <w:rPr>
          <w:rtl/>
        </w:rPr>
        <w:t xml:space="preserve"> </w:t>
      </w:r>
      <w:r w:rsidRPr="00E31671">
        <w:rPr>
          <w:rtl/>
        </w:rPr>
        <w:t>لسائميها</w:t>
      </w:r>
      <w:r w:rsidR="00554BFA">
        <w:rPr>
          <w:rtl/>
        </w:rPr>
        <w:t xml:space="preserve"> </w:t>
      </w:r>
      <w:r w:rsidRPr="00E31671">
        <w:rPr>
          <w:rtl/>
        </w:rPr>
        <w:t>بَخسف</w:t>
      </w:r>
      <w:r w:rsidR="00554BFA">
        <w:rPr>
          <w:rtl/>
        </w:rPr>
        <w:t xml:space="preserve"> </w:t>
      </w:r>
      <w:r w:rsidRPr="00E31671">
        <w:rPr>
          <w:rtl/>
        </w:rPr>
        <w:t>أو</w:t>
      </w:r>
      <w:r w:rsidR="00554BFA">
        <w:rPr>
          <w:rtl/>
        </w:rPr>
        <w:t xml:space="preserve"> </w:t>
      </w:r>
      <w:r w:rsidRPr="00E31671">
        <w:rPr>
          <w:rtl/>
        </w:rPr>
        <w:t>لوت</w:t>
      </w:r>
      <w:r w:rsidR="00554BFA">
        <w:rPr>
          <w:rtl/>
        </w:rPr>
        <w:t xml:space="preserve"> </w:t>
      </w:r>
      <w:r w:rsidRPr="00E31671">
        <w:rPr>
          <w:rtl/>
        </w:rPr>
        <w:t>عُنُقا</w:t>
      </w:r>
    </w:p>
    <w:p w:rsidR="00645494" w:rsidRDefault="00645494" w:rsidP="00FE2721">
      <w:pPr>
        <w:pStyle w:val="libPoemCenter"/>
        <w:rPr>
          <w:rtl/>
        </w:rPr>
      </w:pPr>
      <w:r w:rsidRPr="00E31671">
        <w:rPr>
          <w:rtl/>
        </w:rPr>
        <w:t>بي</w:t>
      </w:r>
      <w:r w:rsidR="00554BFA">
        <w:rPr>
          <w:rtl/>
        </w:rPr>
        <w:t xml:space="preserve"> </w:t>
      </w:r>
      <w:r w:rsidRPr="00E31671">
        <w:rPr>
          <w:rtl/>
        </w:rPr>
        <w:t>مِن</w:t>
      </w:r>
      <w:r w:rsidR="00554BFA">
        <w:rPr>
          <w:rtl/>
        </w:rPr>
        <w:t xml:space="preserve"> </w:t>
      </w:r>
      <w:r w:rsidRPr="00E31671">
        <w:rPr>
          <w:rtl/>
        </w:rPr>
        <w:t>أبي</w:t>
      </w:r>
      <w:r w:rsidR="00554BFA">
        <w:rPr>
          <w:rtl/>
        </w:rPr>
        <w:t xml:space="preserve"> </w:t>
      </w:r>
      <w:r w:rsidRPr="00E31671">
        <w:rPr>
          <w:rtl/>
        </w:rPr>
        <w:t>السيّد</w:t>
      </w:r>
      <w:r w:rsidR="00554BFA">
        <w:rPr>
          <w:rtl/>
        </w:rPr>
        <w:t xml:space="preserve"> </w:t>
      </w:r>
      <w:r w:rsidRPr="00E31671">
        <w:rPr>
          <w:rtl/>
        </w:rPr>
        <w:t>السّجاد</w:t>
      </w:r>
      <w:r w:rsidR="00554BFA">
        <w:rPr>
          <w:rtl/>
        </w:rPr>
        <w:t xml:space="preserve"> </w:t>
      </w:r>
      <w:r w:rsidRPr="00E31671">
        <w:rPr>
          <w:rtl/>
        </w:rPr>
        <w:t>قَلب</w:t>
      </w:r>
      <w:r w:rsidR="00554BFA">
        <w:rPr>
          <w:rtl/>
        </w:rPr>
        <w:t xml:space="preserve"> </w:t>
      </w:r>
      <w:r w:rsidRPr="00E31671">
        <w:rPr>
          <w:rtl/>
        </w:rPr>
        <w:t>هُدى</w:t>
      </w:r>
      <w:r w:rsidR="00554BFA">
        <w:rPr>
          <w:rtl/>
        </w:rPr>
        <w:t xml:space="preserve"> </w:t>
      </w:r>
      <w:r w:rsidR="00554BFA" w:rsidRPr="00D0383A">
        <w:rPr>
          <w:rtl/>
        </w:rPr>
        <w:t>=</w:t>
      </w:r>
      <w:r w:rsidR="00554BFA">
        <w:rPr>
          <w:rtl/>
        </w:rPr>
        <w:t xml:space="preserve"> </w:t>
      </w:r>
      <w:r w:rsidRPr="00E31671">
        <w:rPr>
          <w:rtl/>
        </w:rPr>
        <w:t>منه</w:t>
      </w:r>
      <w:r w:rsidR="00554BFA">
        <w:rPr>
          <w:rtl/>
        </w:rPr>
        <w:t xml:space="preserve"> </w:t>
      </w:r>
      <w:r w:rsidRPr="00E31671">
        <w:rPr>
          <w:rtl/>
        </w:rPr>
        <w:t>برغم</w:t>
      </w:r>
      <w:r w:rsidR="00554BFA">
        <w:rPr>
          <w:rtl/>
        </w:rPr>
        <w:t xml:space="preserve"> </w:t>
      </w:r>
      <w:r w:rsidRPr="00E31671">
        <w:rPr>
          <w:rtl/>
        </w:rPr>
        <w:t>الهُدى</w:t>
      </w:r>
      <w:r w:rsidR="00554BFA">
        <w:rPr>
          <w:rtl/>
        </w:rPr>
        <w:t xml:space="preserve"> </w:t>
      </w:r>
      <w:r w:rsidRPr="00E31671">
        <w:rPr>
          <w:rtl/>
        </w:rPr>
        <w:t>سَهم</w:t>
      </w:r>
      <w:r w:rsidR="00554BFA">
        <w:rPr>
          <w:rtl/>
        </w:rPr>
        <w:t xml:space="preserve"> </w:t>
      </w:r>
      <w:r w:rsidRPr="00E31671">
        <w:rPr>
          <w:rtl/>
        </w:rPr>
        <w:t>الردى</w:t>
      </w:r>
      <w:r w:rsidR="00554BFA">
        <w:rPr>
          <w:rtl/>
        </w:rPr>
        <w:t xml:space="preserve"> </w:t>
      </w:r>
      <w:r w:rsidRPr="00E31671">
        <w:rPr>
          <w:rtl/>
        </w:rPr>
        <w:t>مَرقا</w:t>
      </w:r>
    </w:p>
    <w:p w:rsidR="00645494" w:rsidRDefault="00645494" w:rsidP="00FE2721">
      <w:pPr>
        <w:pStyle w:val="libPoemCenter"/>
        <w:rPr>
          <w:rtl/>
        </w:rPr>
      </w:pPr>
      <w:r w:rsidRPr="00E31671">
        <w:rPr>
          <w:rtl/>
        </w:rPr>
        <w:t>ووجه</w:t>
      </w:r>
      <w:r w:rsidR="00554BFA">
        <w:rPr>
          <w:rtl/>
        </w:rPr>
        <w:t xml:space="preserve"> </w:t>
      </w:r>
      <w:r w:rsidRPr="00E31671">
        <w:rPr>
          <w:rtl/>
        </w:rPr>
        <w:t>رُشد</w:t>
      </w:r>
      <w:r w:rsidR="00554BFA">
        <w:rPr>
          <w:rtl/>
        </w:rPr>
        <w:t xml:space="preserve"> </w:t>
      </w:r>
      <w:r w:rsidRPr="00E31671">
        <w:rPr>
          <w:rtl/>
        </w:rPr>
        <w:t>نَقي</w:t>
      </w:r>
      <w:r w:rsidR="00554BFA">
        <w:rPr>
          <w:rtl/>
        </w:rPr>
        <w:t xml:space="preserve"> </w:t>
      </w:r>
      <w:r w:rsidRPr="00E31671">
        <w:rPr>
          <w:rtl/>
        </w:rPr>
        <w:t>الخَد</w:t>
      </w:r>
      <w:r w:rsidR="00554BFA">
        <w:rPr>
          <w:rtl/>
        </w:rPr>
        <w:t xml:space="preserve"> </w:t>
      </w:r>
      <w:r w:rsidRPr="00E31671">
        <w:rPr>
          <w:rtl/>
        </w:rPr>
        <w:t>مُلتئم</w:t>
      </w:r>
      <w:r w:rsidR="00554BFA">
        <w:rPr>
          <w:rtl/>
        </w:rPr>
        <w:t xml:space="preserve"> </w:t>
      </w:r>
      <w:r w:rsidR="00554BFA" w:rsidRPr="00D0383A">
        <w:rPr>
          <w:rtl/>
        </w:rPr>
        <w:t>=</w:t>
      </w:r>
      <w:r w:rsidR="00554BFA">
        <w:rPr>
          <w:rtl/>
        </w:rPr>
        <w:t xml:space="preserve"> </w:t>
      </w:r>
      <w:r w:rsidRPr="00E31671">
        <w:rPr>
          <w:rtl/>
        </w:rPr>
        <w:t>على</w:t>
      </w:r>
      <w:r w:rsidR="00554BFA">
        <w:rPr>
          <w:rtl/>
        </w:rPr>
        <w:t xml:space="preserve"> </w:t>
      </w:r>
      <w:r w:rsidRPr="00E31671">
        <w:rPr>
          <w:rtl/>
        </w:rPr>
        <w:t>الثَرى</w:t>
      </w:r>
      <w:r w:rsidR="00554BFA">
        <w:rPr>
          <w:rtl/>
        </w:rPr>
        <w:t xml:space="preserve"> </w:t>
      </w:r>
      <w:r w:rsidRPr="00E31671">
        <w:rPr>
          <w:rtl/>
        </w:rPr>
        <w:t>بلثام</w:t>
      </w:r>
      <w:r w:rsidR="00554BFA">
        <w:rPr>
          <w:rtl/>
        </w:rPr>
        <w:t xml:space="preserve"> </w:t>
      </w:r>
      <w:r w:rsidRPr="00E31671">
        <w:rPr>
          <w:rtl/>
        </w:rPr>
        <w:t>مِن</w:t>
      </w:r>
      <w:r w:rsidR="00554BFA">
        <w:rPr>
          <w:rtl/>
        </w:rPr>
        <w:t xml:space="preserve"> </w:t>
      </w:r>
      <w:r w:rsidRPr="00E31671">
        <w:rPr>
          <w:rtl/>
        </w:rPr>
        <w:t>نَسيج</w:t>
      </w:r>
      <w:r w:rsidR="00554BFA">
        <w:rPr>
          <w:rtl/>
        </w:rPr>
        <w:t xml:space="preserve"> </w:t>
      </w:r>
      <w:r w:rsidRPr="00E31671">
        <w:rPr>
          <w:rtl/>
        </w:rPr>
        <w:t>نَقى</w:t>
      </w:r>
    </w:p>
    <w:p w:rsidR="00645494" w:rsidRDefault="00645494" w:rsidP="00FE2721">
      <w:pPr>
        <w:pStyle w:val="libPoemCenter"/>
        <w:rPr>
          <w:rtl/>
        </w:rPr>
      </w:pPr>
      <w:r w:rsidRPr="00E31671">
        <w:rPr>
          <w:rtl/>
        </w:rPr>
        <w:t>وعُنق</w:t>
      </w:r>
      <w:r w:rsidR="00554BFA">
        <w:rPr>
          <w:rtl/>
        </w:rPr>
        <w:t xml:space="preserve"> </w:t>
      </w:r>
      <w:r w:rsidRPr="00E31671">
        <w:rPr>
          <w:rtl/>
        </w:rPr>
        <w:t>عِزٍّ</w:t>
      </w:r>
      <w:r w:rsidR="00554BFA">
        <w:rPr>
          <w:rtl/>
        </w:rPr>
        <w:t xml:space="preserve"> </w:t>
      </w:r>
      <w:r w:rsidRPr="00E31671">
        <w:rPr>
          <w:rtl/>
        </w:rPr>
        <w:t>خَلا</w:t>
      </w:r>
      <w:r w:rsidR="00554BFA">
        <w:rPr>
          <w:rtl/>
        </w:rPr>
        <w:t xml:space="preserve"> </w:t>
      </w:r>
      <w:r w:rsidRPr="00E31671">
        <w:rPr>
          <w:rtl/>
        </w:rPr>
        <w:t>مِن</w:t>
      </w:r>
      <w:r w:rsidR="00554BFA">
        <w:rPr>
          <w:rtl/>
        </w:rPr>
        <w:t xml:space="preserve"> </w:t>
      </w:r>
      <w:r w:rsidRPr="00E31671">
        <w:rPr>
          <w:rtl/>
        </w:rPr>
        <w:t>عَقد</w:t>
      </w:r>
      <w:r w:rsidR="00554BFA">
        <w:rPr>
          <w:rtl/>
        </w:rPr>
        <w:t xml:space="preserve"> </w:t>
      </w:r>
      <w:r w:rsidRPr="00E31671">
        <w:rPr>
          <w:rtl/>
        </w:rPr>
        <w:t>طاغية</w:t>
      </w:r>
      <w:r w:rsidR="00554BFA">
        <w:rPr>
          <w:rtl/>
        </w:rPr>
        <w:t xml:space="preserve"> </w:t>
      </w:r>
      <w:r w:rsidR="00554BFA" w:rsidRPr="00D0383A">
        <w:rPr>
          <w:rtl/>
        </w:rPr>
        <w:t>=</w:t>
      </w:r>
      <w:r w:rsidR="00554BFA">
        <w:rPr>
          <w:rtl/>
        </w:rPr>
        <w:t xml:space="preserve"> </w:t>
      </w:r>
      <w:r w:rsidRPr="00E31671">
        <w:rPr>
          <w:rtl/>
        </w:rPr>
        <w:t>حتّى</w:t>
      </w:r>
      <w:r w:rsidR="00554BFA">
        <w:rPr>
          <w:rtl/>
        </w:rPr>
        <w:t xml:space="preserve"> </w:t>
      </w:r>
      <w:r w:rsidRPr="00E31671">
        <w:rPr>
          <w:rtl/>
        </w:rPr>
        <w:t>غَدا</w:t>
      </w:r>
      <w:r w:rsidR="00554BFA">
        <w:rPr>
          <w:rtl/>
        </w:rPr>
        <w:t xml:space="preserve"> </w:t>
      </w:r>
      <w:r w:rsidRPr="00E31671">
        <w:rPr>
          <w:rtl/>
        </w:rPr>
        <w:t>لنُصول</w:t>
      </w:r>
      <w:r w:rsidR="00554BFA">
        <w:rPr>
          <w:rtl/>
        </w:rPr>
        <w:t xml:space="preserve"> </w:t>
      </w:r>
      <w:r w:rsidRPr="00E31671">
        <w:rPr>
          <w:rtl/>
        </w:rPr>
        <w:t>البيض</w:t>
      </w:r>
      <w:r w:rsidR="00554BFA">
        <w:rPr>
          <w:rtl/>
        </w:rPr>
        <w:t xml:space="preserve"> </w:t>
      </w:r>
      <w:r w:rsidRPr="00E31671">
        <w:rPr>
          <w:rtl/>
        </w:rPr>
        <w:t>مُعتَنِقا</w:t>
      </w:r>
    </w:p>
    <w:p w:rsidR="00645494" w:rsidRDefault="00645494" w:rsidP="00FE2721">
      <w:pPr>
        <w:pStyle w:val="libPoemCenter"/>
        <w:rPr>
          <w:rtl/>
        </w:rPr>
      </w:pPr>
      <w:r w:rsidRPr="00E31671">
        <w:rPr>
          <w:rtl/>
        </w:rPr>
        <w:t>وجِسم</w:t>
      </w:r>
      <w:r w:rsidR="00554BFA">
        <w:rPr>
          <w:rtl/>
        </w:rPr>
        <w:t xml:space="preserve"> </w:t>
      </w:r>
      <w:r w:rsidRPr="00E31671">
        <w:rPr>
          <w:rtl/>
        </w:rPr>
        <w:t>مَجد</w:t>
      </w:r>
      <w:r w:rsidR="00554BFA">
        <w:rPr>
          <w:rtl/>
        </w:rPr>
        <w:t xml:space="preserve"> </w:t>
      </w:r>
      <w:r w:rsidRPr="00E31671">
        <w:rPr>
          <w:rtl/>
        </w:rPr>
        <w:t>على</w:t>
      </w:r>
      <w:r w:rsidR="00554BFA">
        <w:rPr>
          <w:rtl/>
        </w:rPr>
        <w:t xml:space="preserve"> </w:t>
      </w:r>
      <w:r w:rsidRPr="00E31671">
        <w:rPr>
          <w:rtl/>
        </w:rPr>
        <w:t>ما</w:t>
      </w:r>
      <w:r w:rsidR="00554BFA">
        <w:rPr>
          <w:rtl/>
        </w:rPr>
        <w:t xml:space="preserve"> </w:t>
      </w:r>
      <w:r w:rsidRPr="00E31671">
        <w:rPr>
          <w:rtl/>
        </w:rPr>
        <w:t>فيه</w:t>
      </w:r>
      <w:r w:rsidR="00554BFA">
        <w:rPr>
          <w:rtl/>
        </w:rPr>
        <w:t xml:space="preserve"> </w:t>
      </w:r>
      <w:r w:rsidRPr="00E31671">
        <w:rPr>
          <w:rtl/>
        </w:rPr>
        <w:t>مِن</w:t>
      </w:r>
      <w:r w:rsidR="00554BFA">
        <w:rPr>
          <w:rtl/>
        </w:rPr>
        <w:t xml:space="preserve"> </w:t>
      </w:r>
      <w:r w:rsidRPr="00E31671">
        <w:rPr>
          <w:rtl/>
        </w:rPr>
        <w:t>ظَماء</w:t>
      </w:r>
      <w:r w:rsidR="00554BFA">
        <w:rPr>
          <w:rtl/>
        </w:rPr>
        <w:t xml:space="preserve"> </w:t>
      </w:r>
      <w:r w:rsidR="00554BFA" w:rsidRPr="00D0383A">
        <w:rPr>
          <w:rtl/>
        </w:rPr>
        <w:t>=</w:t>
      </w:r>
      <w:r w:rsidR="00554BFA">
        <w:rPr>
          <w:rtl/>
        </w:rPr>
        <w:t xml:space="preserve"> </w:t>
      </w:r>
      <w:r w:rsidRPr="00E31671">
        <w:rPr>
          <w:rtl/>
        </w:rPr>
        <w:t>تَمجُّ</w:t>
      </w:r>
      <w:r w:rsidR="00554BFA">
        <w:rPr>
          <w:rtl/>
        </w:rPr>
        <w:t xml:space="preserve"> </w:t>
      </w:r>
      <w:r w:rsidRPr="00E31671">
        <w:rPr>
          <w:rtl/>
        </w:rPr>
        <w:t>منه</w:t>
      </w:r>
      <w:r w:rsidR="00554BFA">
        <w:rPr>
          <w:rtl/>
        </w:rPr>
        <w:t xml:space="preserve"> </w:t>
      </w:r>
      <w:r w:rsidRPr="00E31671">
        <w:rPr>
          <w:rtl/>
        </w:rPr>
        <w:t>العوالي</w:t>
      </w:r>
      <w:r w:rsidR="00554BFA">
        <w:rPr>
          <w:rtl/>
        </w:rPr>
        <w:t xml:space="preserve"> </w:t>
      </w:r>
      <w:r w:rsidRPr="00E31671">
        <w:rPr>
          <w:rtl/>
        </w:rPr>
        <w:t>صيّبَاً</w:t>
      </w:r>
      <w:r w:rsidR="00554BFA">
        <w:rPr>
          <w:rtl/>
        </w:rPr>
        <w:t xml:space="preserve"> </w:t>
      </w:r>
      <w:r w:rsidRPr="00E31671">
        <w:rPr>
          <w:rtl/>
        </w:rPr>
        <w:t>غَدقا</w:t>
      </w:r>
    </w:p>
    <w:p w:rsidR="00645494" w:rsidRDefault="00645494" w:rsidP="00FE2721">
      <w:pPr>
        <w:pStyle w:val="libPoemCenter"/>
        <w:rPr>
          <w:rtl/>
        </w:rPr>
      </w:pPr>
      <w:r w:rsidRPr="00E31671">
        <w:rPr>
          <w:rtl/>
        </w:rPr>
        <w:t>لئِن</w:t>
      </w:r>
      <w:r w:rsidR="00554BFA">
        <w:rPr>
          <w:rtl/>
        </w:rPr>
        <w:t xml:space="preserve"> </w:t>
      </w:r>
      <w:r w:rsidRPr="00E31671">
        <w:rPr>
          <w:rtl/>
        </w:rPr>
        <w:t>قضى</w:t>
      </w:r>
      <w:r w:rsidR="00554BFA">
        <w:rPr>
          <w:rtl/>
        </w:rPr>
        <w:t xml:space="preserve"> </w:t>
      </w:r>
      <w:r w:rsidRPr="00E31671">
        <w:rPr>
          <w:rtl/>
        </w:rPr>
        <w:t>بين</w:t>
      </w:r>
      <w:r w:rsidR="00554BFA">
        <w:rPr>
          <w:rtl/>
        </w:rPr>
        <w:t xml:space="preserve"> </w:t>
      </w:r>
      <w:r w:rsidRPr="00E31671">
        <w:rPr>
          <w:rtl/>
        </w:rPr>
        <w:t>أطراف</w:t>
      </w:r>
      <w:r w:rsidR="00554BFA">
        <w:rPr>
          <w:rtl/>
        </w:rPr>
        <w:t xml:space="preserve"> </w:t>
      </w:r>
      <w:r w:rsidRPr="00E31671">
        <w:rPr>
          <w:rtl/>
        </w:rPr>
        <w:t>القَنا</w:t>
      </w:r>
      <w:r w:rsidR="00554BFA">
        <w:rPr>
          <w:rtl/>
        </w:rPr>
        <w:t xml:space="preserve"> </w:t>
      </w:r>
      <w:r w:rsidRPr="00E31671">
        <w:rPr>
          <w:rtl/>
        </w:rPr>
        <w:t>عَطِشا</w:t>
      </w:r>
      <w:r w:rsidR="00554BFA">
        <w:rPr>
          <w:rtl/>
        </w:rPr>
        <w:t xml:space="preserve"> </w:t>
      </w:r>
      <w:r w:rsidR="00554BFA" w:rsidRPr="00D0383A">
        <w:rPr>
          <w:rtl/>
        </w:rPr>
        <w:t>=</w:t>
      </w:r>
      <w:r w:rsidR="00554BFA">
        <w:rPr>
          <w:rtl/>
        </w:rPr>
        <w:t xml:space="preserve"> </w:t>
      </w:r>
      <w:r w:rsidRPr="00E31671">
        <w:rPr>
          <w:rtl/>
        </w:rPr>
        <w:t>فكم</w:t>
      </w:r>
      <w:r w:rsidR="00554BFA">
        <w:rPr>
          <w:rtl/>
        </w:rPr>
        <w:t xml:space="preserve"> </w:t>
      </w:r>
      <w:r w:rsidRPr="00E31671">
        <w:rPr>
          <w:rtl/>
        </w:rPr>
        <w:t>دَم</w:t>
      </w:r>
      <w:r w:rsidR="00554BFA">
        <w:rPr>
          <w:rtl/>
        </w:rPr>
        <w:t xml:space="preserve"> </w:t>
      </w:r>
      <w:r w:rsidRPr="00E31671">
        <w:rPr>
          <w:rtl/>
        </w:rPr>
        <w:t>لأنابيب</w:t>
      </w:r>
      <w:r w:rsidR="00554BFA">
        <w:rPr>
          <w:rtl/>
        </w:rPr>
        <w:t xml:space="preserve"> </w:t>
      </w:r>
      <w:r w:rsidRPr="00E31671">
        <w:rPr>
          <w:rtl/>
        </w:rPr>
        <w:t>الرِماح</w:t>
      </w:r>
      <w:r w:rsidR="00554BFA">
        <w:rPr>
          <w:rtl/>
        </w:rPr>
        <w:t xml:space="preserve"> </w:t>
      </w:r>
      <w:r w:rsidRPr="00E31671">
        <w:rPr>
          <w:rtl/>
        </w:rPr>
        <w:t>سَقى</w:t>
      </w:r>
    </w:p>
    <w:p w:rsidR="00645494" w:rsidRDefault="00645494" w:rsidP="00FE2721">
      <w:pPr>
        <w:pStyle w:val="libPoemCenter"/>
        <w:rPr>
          <w:rtl/>
        </w:rPr>
      </w:pPr>
      <w:r w:rsidRPr="00E31671">
        <w:rPr>
          <w:rtl/>
        </w:rPr>
        <w:t>وإنْ</w:t>
      </w:r>
      <w:r w:rsidR="00554BFA">
        <w:rPr>
          <w:rtl/>
        </w:rPr>
        <w:t xml:space="preserve"> </w:t>
      </w:r>
      <w:r w:rsidRPr="00E31671">
        <w:rPr>
          <w:rtl/>
        </w:rPr>
        <w:t>يَمت</w:t>
      </w:r>
      <w:r w:rsidR="00554BFA">
        <w:rPr>
          <w:rtl/>
        </w:rPr>
        <w:t xml:space="preserve"> </w:t>
      </w:r>
      <w:r w:rsidRPr="00E31671">
        <w:rPr>
          <w:rtl/>
        </w:rPr>
        <w:t>بين</w:t>
      </w:r>
      <w:r w:rsidR="00554BFA">
        <w:rPr>
          <w:rtl/>
        </w:rPr>
        <w:t xml:space="preserve"> </w:t>
      </w:r>
      <w:r w:rsidRPr="00E31671">
        <w:rPr>
          <w:rtl/>
        </w:rPr>
        <w:t>مُلتَّف</w:t>
      </w:r>
      <w:r w:rsidR="00554BFA">
        <w:rPr>
          <w:rtl/>
        </w:rPr>
        <w:t xml:space="preserve"> </w:t>
      </w:r>
      <w:r w:rsidRPr="00E31671">
        <w:rPr>
          <w:rtl/>
        </w:rPr>
        <w:t>الظبا</w:t>
      </w:r>
      <w:r w:rsidR="00554BFA">
        <w:rPr>
          <w:rtl/>
        </w:rPr>
        <w:t xml:space="preserve"> </w:t>
      </w:r>
      <w:r w:rsidRPr="00E31671">
        <w:rPr>
          <w:rtl/>
        </w:rPr>
        <w:t>سُغُبا</w:t>
      </w:r>
      <w:r w:rsidR="00554BFA">
        <w:rPr>
          <w:rtl/>
        </w:rPr>
        <w:t xml:space="preserve"> </w:t>
      </w:r>
      <w:r w:rsidR="00554BFA" w:rsidRPr="00D0383A">
        <w:rPr>
          <w:rtl/>
        </w:rPr>
        <w:t>=</w:t>
      </w:r>
      <w:r w:rsidR="00554BFA">
        <w:rPr>
          <w:rtl/>
        </w:rPr>
        <w:t xml:space="preserve"> </w:t>
      </w:r>
      <w:r w:rsidRPr="00E31671">
        <w:rPr>
          <w:rtl/>
        </w:rPr>
        <w:t>فبَعد</w:t>
      </w:r>
      <w:r w:rsidR="00554BFA">
        <w:rPr>
          <w:rtl/>
        </w:rPr>
        <w:t xml:space="preserve"> </w:t>
      </w:r>
      <w:r w:rsidRPr="00E31671">
        <w:rPr>
          <w:rtl/>
        </w:rPr>
        <w:t>ما</w:t>
      </w:r>
      <w:r w:rsidR="00554BFA">
        <w:rPr>
          <w:rtl/>
        </w:rPr>
        <w:t xml:space="preserve"> </w:t>
      </w:r>
      <w:r w:rsidRPr="00E31671">
        <w:rPr>
          <w:rtl/>
        </w:rPr>
        <w:t>أطعم</w:t>
      </w:r>
      <w:r w:rsidR="00554BFA">
        <w:rPr>
          <w:rtl/>
        </w:rPr>
        <w:t xml:space="preserve"> </w:t>
      </w:r>
      <w:r w:rsidRPr="00E31671">
        <w:rPr>
          <w:rtl/>
        </w:rPr>
        <w:t>الهِندي</w:t>
      </w:r>
      <w:r w:rsidR="00554BFA">
        <w:rPr>
          <w:rtl/>
        </w:rPr>
        <w:t xml:space="preserve"> </w:t>
      </w:r>
      <w:r w:rsidRPr="00E31671">
        <w:rPr>
          <w:rtl/>
        </w:rPr>
        <w:t>ضَرب</w:t>
      </w:r>
      <w:r w:rsidR="00554BFA">
        <w:rPr>
          <w:rtl/>
        </w:rPr>
        <w:t xml:space="preserve"> </w:t>
      </w:r>
      <w:r w:rsidRPr="00E31671">
        <w:rPr>
          <w:rtl/>
        </w:rPr>
        <w:t>شقا</w:t>
      </w:r>
    </w:p>
    <w:p w:rsidR="00645494" w:rsidRDefault="00645494" w:rsidP="00FE2721">
      <w:pPr>
        <w:pStyle w:val="libPoemCenter"/>
        <w:rPr>
          <w:rtl/>
        </w:rPr>
      </w:pPr>
      <w:r w:rsidRPr="00E31671">
        <w:rPr>
          <w:rtl/>
        </w:rPr>
        <w:t>وإنْ</w:t>
      </w:r>
      <w:r w:rsidR="00554BFA">
        <w:rPr>
          <w:rtl/>
        </w:rPr>
        <w:t xml:space="preserve"> </w:t>
      </w:r>
      <w:r w:rsidRPr="00E31671">
        <w:rPr>
          <w:rtl/>
        </w:rPr>
        <w:t>هوى</w:t>
      </w:r>
      <w:r w:rsidR="00554BFA">
        <w:rPr>
          <w:rtl/>
        </w:rPr>
        <w:t xml:space="preserve"> </w:t>
      </w:r>
      <w:r w:rsidRPr="00E31671">
        <w:rPr>
          <w:rtl/>
        </w:rPr>
        <w:t>وهو</w:t>
      </w:r>
      <w:r w:rsidR="00554BFA">
        <w:rPr>
          <w:rtl/>
        </w:rPr>
        <w:t xml:space="preserve"> </w:t>
      </w:r>
      <w:r w:rsidRPr="00E31671">
        <w:rPr>
          <w:rtl/>
        </w:rPr>
        <w:t>قُطب</w:t>
      </w:r>
      <w:r w:rsidR="00554BFA">
        <w:rPr>
          <w:rtl/>
        </w:rPr>
        <w:t xml:space="preserve"> </w:t>
      </w:r>
      <w:r w:rsidRPr="00E31671">
        <w:rPr>
          <w:rtl/>
        </w:rPr>
        <w:t>الكائنات</w:t>
      </w:r>
      <w:r w:rsidR="00554BFA">
        <w:rPr>
          <w:rtl/>
        </w:rPr>
        <w:t xml:space="preserve"> </w:t>
      </w:r>
      <w:r w:rsidRPr="00E31671">
        <w:rPr>
          <w:rtl/>
        </w:rPr>
        <w:t>فقد</w:t>
      </w:r>
      <w:r w:rsidR="00554BFA">
        <w:rPr>
          <w:rtl/>
        </w:rPr>
        <w:t xml:space="preserve"> </w:t>
      </w:r>
      <w:r w:rsidR="00554BFA" w:rsidRPr="00D0383A">
        <w:rPr>
          <w:rtl/>
        </w:rPr>
        <w:t>=</w:t>
      </w:r>
      <w:r w:rsidR="00554BFA">
        <w:rPr>
          <w:rtl/>
        </w:rPr>
        <w:t xml:space="preserve"> </w:t>
      </w:r>
      <w:r w:rsidRPr="00E31671">
        <w:rPr>
          <w:rtl/>
        </w:rPr>
        <w:t>هوى</w:t>
      </w:r>
      <w:r w:rsidR="00554BFA">
        <w:rPr>
          <w:rtl/>
        </w:rPr>
        <w:t xml:space="preserve"> </w:t>
      </w:r>
      <w:r w:rsidRPr="00E31671">
        <w:rPr>
          <w:rtl/>
        </w:rPr>
        <w:t>لمَهواه</w:t>
      </w:r>
      <w:r w:rsidR="00554BFA">
        <w:rPr>
          <w:rtl/>
        </w:rPr>
        <w:t xml:space="preserve"> </w:t>
      </w:r>
      <w:r w:rsidRPr="00E31671">
        <w:rPr>
          <w:rtl/>
        </w:rPr>
        <w:t>كَيوان</w:t>
      </w:r>
      <w:r w:rsidR="00554BFA">
        <w:rPr>
          <w:rtl/>
        </w:rPr>
        <w:t xml:space="preserve"> </w:t>
      </w:r>
      <w:r w:rsidRPr="00E31671">
        <w:rPr>
          <w:rtl/>
        </w:rPr>
        <w:t>العُلى</w:t>
      </w:r>
      <w:r w:rsidR="00554BFA">
        <w:rPr>
          <w:rtl/>
        </w:rPr>
        <w:t xml:space="preserve"> </w:t>
      </w:r>
      <w:r w:rsidRPr="00E31671">
        <w:rPr>
          <w:rtl/>
        </w:rPr>
        <w:t>صَعقا</w:t>
      </w:r>
    </w:p>
    <w:p w:rsidR="00645494" w:rsidRDefault="00645494" w:rsidP="00FE2721">
      <w:pPr>
        <w:pStyle w:val="libPoemCenter"/>
        <w:rPr>
          <w:rtl/>
        </w:rPr>
      </w:pPr>
      <w:r w:rsidRPr="00E31671">
        <w:rPr>
          <w:rtl/>
        </w:rPr>
        <w:t>يا</w:t>
      </w:r>
      <w:r w:rsidR="00554BFA">
        <w:rPr>
          <w:rtl/>
        </w:rPr>
        <w:t xml:space="preserve"> </w:t>
      </w:r>
      <w:r w:rsidRPr="00E31671">
        <w:rPr>
          <w:rtl/>
        </w:rPr>
        <w:t>مُستفِز</w:t>
      </w:r>
      <w:r w:rsidR="00554BFA">
        <w:rPr>
          <w:rtl/>
        </w:rPr>
        <w:t xml:space="preserve"> </w:t>
      </w:r>
      <w:r w:rsidRPr="00E31671">
        <w:rPr>
          <w:rtl/>
        </w:rPr>
        <w:t>فُؤاد</w:t>
      </w:r>
      <w:r w:rsidR="00554BFA">
        <w:rPr>
          <w:rtl/>
        </w:rPr>
        <w:t xml:space="preserve"> </w:t>
      </w:r>
      <w:r w:rsidRPr="00E31671">
        <w:rPr>
          <w:rtl/>
        </w:rPr>
        <w:t>المُصطفى</w:t>
      </w:r>
      <w:r w:rsidR="00554BFA">
        <w:rPr>
          <w:rtl/>
        </w:rPr>
        <w:t xml:space="preserve"> </w:t>
      </w:r>
      <w:r w:rsidRPr="00E31671">
        <w:rPr>
          <w:rtl/>
        </w:rPr>
        <w:t>قَلقَا</w:t>
      </w:r>
      <w:r w:rsidR="00554BFA">
        <w:rPr>
          <w:rtl/>
        </w:rPr>
        <w:t xml:space="preserve"> </w:t>
      </w:r>
      <w:r w:rsidR="00554BFA" w:rsidRPr="00D0383A">
        <w:rPr>
          <w:rtl/>
        </w:rPr>
        <w:t>=</w:t>
      </w:r>
      <w:r w:rsidR="00554BFA">
        <w:rPr>
          <w:rtl/>
        </w:rPr>
        <w:t xml:space="preserve"> </w:t>
      </w:r>
      <w:r w:rsidRPr="00E31671">
        <w:rPr>
          <w:rtl/>
        </w:rPr>
        <w:t>له</w:t>
      </w:r>
      <w:r w:rsidR="00554BFA">
        <w:rPr>
          <w:rtl/>
        </w:rPr>
        <w:t xml:space="preserve"> </w:t>
      </w:r>
      <w:r w:rsidRPr="00E31671">
        <w:rPr>
          <w:rtl/>
        </w:rPr>
        <w:t>ومالئ</w:t>
      </w:r>
      <w:r w:rsidR="00554BFA">
        <w:rPr>
          <w:rtl/>
        </w:rPr>
        <w:t xml:space="preserve"> </w:t>
      </w:r>
      <w:r w:rsidRPr="00E31671">
        <w:rPr>
          <w:rtl/>
        </w:rPr>
        <w:t>عَين</w:t>
      </w:r>
      <w:r w:rsidR="00554BFA">
        <w:rPr>
          <w:rtl/>
        </w:rPr>
        <w:t xml:space="preserve"> </w:t>
      </w:r>
      <w:r w:rsidRPr="00E31671">
        <w:rPr>
          <w:rtl/>
        </w:rPr>
        <w:t>المُرتضى</w:t>
      </w:r>
      <w:r w:rsidR="00554BFA">
        <w:rPr>
          <w:rtl/>
        </w:rPr>
        <w:t xml:space="preserve"> </w:t>
      </w:r>
      <w:r w:rsidRPr="00E31671">
        <w:rPr>
          <w:rtl/>
        </w:rPr>
        <w:t>أرقا</w:t>
      </w:r>
    </w:p>
    <w:p w:rsidR="00645494" w:rsidRDefault="00645494" w:rsidP="00FE2721">
      <w:pPr>
        <w:pStyle w:val="libPoemCenter"/>
        <w:rPr>
          <w:rtl/>
        </w:rPr>
      </w:pPr>
      <w:r w:rsidRPr="00E31671">
        <w:rPr>
          <w:rtl/>
        </w:rPr>
        <w:t>ومُثكل</w:t>
      </w:r>
      <w:r w:rsidR="00554BFA">
        <w:rPr>
          <w:rtl/>
        </w:rPr>
        <w:t xml:space="preserve"> </w:t>
      </w:r>
      <w:r w:rsidRPr="00E31671">
        <w:rPr>
          <w:rtl/>
        </w:rPr>
        <w:t>البِضعة</w:t>
      </w:r>
      <w:r w:rsidR="00554BFA">
        <w:rPr>
          <w:rtl/>
        </w:rPr>
        <w:t xml:space="preserve"> </w:t>
      </w:r>
      <w:r w:rsidRPr="00E31671">
        <w:rPr>
          <w:rtl/>
        </w:rPr>
        <w:t>الزهراء</w:t>
      </w:r>
      <w:r w:rsidR="00554BFA">
        <w:rPr>
          <w:rtl/>
        </w:rPr>
        <w:t xml:space="preserve"> </w:t>
      </w:r>
      <w:r w:rsidRPr="00E31671">
        <w:rPr>
          <w:rtl/>
        </w:rPr>
        <w:t>مُهجتها</w:t>
      </w:r>
      <w:r w:rsidR="00554BFA">
        <w:rPr>
          <w:rtl/>
        </w:rPr>
        <w:t xml:space="preserve"> </w:t>
      </w:r>
      <w:r w:rsidR="00554BFA" w:rsidRPr="00D0383A">
        <w:rPr>
          <w:rtl/>
        </w:rPr>
        <w:t>=</w:t>
      </w:r>
      <w:r w:rsidR="00554BFA">
        <w:rPr>
          <w:rtl/>
        </w:rPr>
        <w:t xml:space="preserve"> </w:t>
      </w:r>
      <w:r w:rsidRPr="00E31671">
        <w:rPr>
          <w:rtl/>
        </w:rPr>
        <w:t>بلى</w:t>
      </w:r>
      <w:r w:rsidR="00554BFA">
        <w:rPr>
          <w:rtl/>
        </w:rPr>
        <w:t xml:space="preserve"> </w:t>
      </w:r>
      <w:r w:rsidRPr="00E31671">
        <w:rPr>
          <w:rtl/>
        </w:rPr>
        <w:t>ومُسقِط</w:t>
      </w:r>
      <w:r w:rsidR="00554BFA">
        <w:rPr>
          <w:rtl/>
        </w:rPr>
        <w:t xml:space="preserve"> </w:t>
      </w:r>
      <w:r w:rsidRPr="00E31671">
        <w:rPr>
          <w:rtl/>
        </w:rPr>
        <w:t>مِن</w:t>
      </w:r>
      <w:r w:rsidR="00554BFA">
        <w:rPr>
          <w:rtl/>
        </w:rPr>
        <w:t xml:space="preserve"> </w:t>
      </w:r>
      <w:r w:rsidRPr="00E31671">
        <w:rPr>
          <w:rtl/>
        </w:rPr>
        <w:t>آماقها</w:t>
      </w:r>
      <w:r w:rsidR="00554BFA">
        <w:rPr>
          <w:rtl/>
        </w:rPr>
        <w:t xml:space="preserve"> </w:t>
      </w:r>
      <w:r w:rsidRPr="00E31671">
        <w:rPr>
          <w:rtl/>
        </w:rPr>
        <w:t>الحَدقا</w:t>
      </w:r>
    </w:p>
    <w:p w:rsidR="00645494" w:rsidRPr="00645494" w:rsidRDefault="00645494" w:rsidP="00FE2721">
      <w:pPr>
        <w:pStyle w:val="libPoemCenter"/>
        <w:rPr>
          <w:rtl/>
        </w:rPr>
      </w:pPr>
      <w:r w:rsidRPr="00E31671">
        <w:rPr>
          <w:rtl/>
        </w:rPr>
        <w:t>ألبست</w:t>
      </w:r>
      <w:r w:rsidR="00554BFA">
        <w:rPr>
          <w:rtl/>
        </w:rPr>
        <w:t xml:space="preserve"> </w:t>
      </w:r>
      <w:r w:rsidRPr="00E31671">
        <w:rPr>
          <w:rtl/>
        </w:rPr>
        <w:t>ما</w:t>
      </w:r>
      <w:r w:rsidR="00554BFA">
        <w:rPr>
          <w:rtl/>
        </w:rPr>
        <w:t xml:space="preserve"> </w:t>
      </w:r>
      <w:r w:rsidRPr="00E31671">
        <w:rPr>
          <w:rtl/>
        </w:rPr>
        <w:t>خَلق</w:t>
      </w:r>
      <w:r w:rsidR="00554BFA">
        <w:rPr>
          <w:rtl/>
        </w:rPr>
        <w:t xml:space="preserve"> </w:t>
      </w:r>
      <w:r w:rsidRPr="00E31671">
        <w:rPr>
          <w:rtl/>
        </w:rPr>
        <w:t>الله</w:t>
      </w:r>
      <w:r w:rsidR="00554BFA">
        <w:rPr>
          <w:rtl/>
        </w:rPr>
        <w:t xml:space="preserve"> </w:t>
      </w:r>
      <w:r w:rsidRPr="00E31671">
        <w:rPr>
          <w:rtl/>
        </w:rPr>
        <w:t>العظيم</w:t>
      </w:r>
      <w:r w:rsidR="00554BFA">
        <w:rPr>
          <w:rtl/>
        </w:rPr>
        <w:t xml:space="preserve"> </w:t>
      </w:r>
      <w:r w:rsidRPr="00E31671">
        <w:rPr>
          <w:rtl/>
        </w:rPr>
        <w:t>مِن</w:t>
      </w:r>
      <w:r w:rsidR="00554BFA">
        <w:rPr>
          <w:rtl/>
        </w:rPr>
        <w:t xml:space="preserve"> </w:t>
      </w:r>
      <w:r w:rsidR="00554BFA" w:rsidRPr="00D0383A">
        <w:rPr>
          <w:rtl/>
        </w:rPr>
        <w:t>=</w:t>
      </w:r>
      <w:r w:rsidR="00554BFA">
        <w:rPr>
          <w:rtl/>
        </w:rPr>
        <w:t xml:space="preserve"> </w:t>
      </w:r>
      <w:r w:rsidRPr="00E31671">
        <w:rPr>
          <w:rtl/>
        </w:rPr>
        <w:t>المُصاب</w:t>
      </w:r>
      <w:r w:rsidR="00554BFA">
        <w:rPr>
          <w:rtl/>
        </w:rPr>
        <w:t xml:space="preserve"> </w:t>
      </w:r>
      <w:r w:rsidRPr="00E31671">
        <w:rPr>
          <w:rtl/>
        </w:rPr>
        <w:t>بُرداً</w:t>
      </w:r>
      <w:r w:rsidR="00554BFA">
        <w:rPr>
          <w:rtl/>
        </w:rPr>
        <w:t xml:space="preserve"> </w:t>
      </w:r>
      <w:r w:rsidRPr="00E31671">
        <w:rPr>
          <w:rtl/>
        </w:rPr>
        <w:t>ليوم</w:t>
      </w:r>
      <w:r w:rsidR="00554BFA">
        <w:rPr>
          <w:rtl/>
        </w:rPr>
        <w:t xml:space="preserve"> </w:t>
      </w:r>
      <w:r w:rsidRPr="00E31671">
        <w:rPr>
          <w:rtl/>
        </w:rPr>
        <w:t>الحَشر</w:t>
      </w:r>
      <w:r w:rsidR="00554BFA">
        <w:rPr>
          <w:rtl/>
        </w:rPr>
        <w:t xml:space="preserve"> </w:t>
      </w:r>
      <w:r w:rsidRPr="00E31671">
        <w:rPr>
          <w:rtl/>
        </w:rPr>
        <w:t>ما</w:t>
      </w:r>
      <w:r w:rsidR="00554BFA">
        <w:rPr>
          <w:rtl/>
        </w:rPr>
        <w:t xml:space="preserve"> </w:t>
      </w:r>
      <w:r w:rsidRPr="00E31671">
        <w:rPr>
          <w:rtl/>
        </w:rPr>
        <w:t>خَلِقا</w:t>
      </w:r>
    </w:p>
    <w:p w:rsidR="00554BFA" w:rsidRDefault="00645494" w:rsidP="00554BFA">
      <w:pPr>
        <w:pStyle w:val="libNormal"/>
        <w:rPr>
          <w:rtl/>
        </w:rPr>
      </w:pPr>
      <w:r w:rsidRPr="00554BFA">
        <w:rPr>
          <w:rtl/>
        </w:rPr>
        <w:t>هذا ما أنشدنيه الشيخ حسن منها، قال: وهي طويلة، ولا أحفظ منها إلاّ هذا المقدار.</w:t>
      </w:r>
    </w:p>
    <w:p w:rsidR="00645494" w:rsidRPr="00554BFA" w:rsidRDefault="00645494" w:rsidP="00645494">
      <w:pPr>
        <w:pStyle w:val="Heading3"/>
        <w:rPr>
          <w:rtl/>
        </w:rPr>
      </w:pPr>
      <w:bookmarkStart w:id="82" w:name="_Toc491861344"/>
      <w:r w:rsidRPr="00E31671">
        <w:rPr>
          <w:rtl/>
        </w:rPr>
        <w:t>الفصل الثاني</w:t>
      </w:r>
      <w:bookmarkStart w:id="83" w:name="الفصل_الثاني2"/>
      <w:bookmarkEnd w:id="83"/>
      <w:r w:rsidRPr="00E31671">
        <w:rPr>
          <w:rtl/>
        </w:rPr>
        <w:t>:</w:t>
      </w:r>
      <w:bookmarkEnd w:id="82"/>
    </w:p>
    <w:p w:rsidR="00645494" w:rsidRPr="00E31671" w:rsidRDefault="00645494" w:rsidP="00554BFA">
      <w:pPr>
        <w:pStyle w:val="libNormal"/>
        <w:rPr>
          <w:rtl/>
        </w:rPr>
      </w:pPr>
      <w:r w:rsidRPr="00554BFA">
        <w:rPr>
          <w:rtl/>
        </w:rPr>
        <w:t>أخبرني الشيخ الفاضل التقي الأديب الذاكِر، الشيخ قاسم بن الشيخ</w:t>
      </w:r>
    </w:p>
    <w:p w:rsidR="00554BFA" w:rsidRDefault="00645494" w:rsidP="00645494">
      <w:pPr>
        <w:pStyle w:val="libNormal"/>
      </w:pPr>
      <w:r>
        <w:rPr>
          <w:rtl/>
        </w:rPr>
        <w:br w:type="page"/>
      </w:r>
    </w:p>
    <w:p w:rsidR="00554BFA" w:rsidRDefault="00645494" w:rsidP="00554BFA">
      <w:pPr>
        <w:pStyle w:val="libNormal"/>
        <w:rPr>
          <w:rtl/>
        </w:rPr>
      </w:pPr>
      <w:r w:rsidRPr="00554BFA">
        <w:rPr>
          <w:rtl/>
        </w:rPr>
        <w:lastRenderedPageBreak/>
        <w:t>الفاضل التَقي الشيخ محمد بن الشيخ حمزة بن الحسين بن نور علي الحلّي، المعروف بالملاَّ المولود سنة 1290، قال: رأيت في منامي ذات ليلة، كأنّي في مَحفل فيه أحد الأئمة</w:t>
      </w:r>
      <w:r w:rsidR="00554BFA">
        <w:rPr>
          <w:rtl/>
        </w:rPr>
        <w:t xml:space="preserve"> (</w:t>
      </w:r>
      <w:r w:rsidRPr="00554BFA">
        <w:rPr>
          <w:rtl/>
        </w:rPr>
        <w:t>عليهم السلام) وكأنّي أذكر فيه أحوال الحسين</w:t>
      </w:r>
      <w:r w:rsidR="00554BFA">
        <w:rPr>
          <w:rtl/>
        </w:rPr>
        <w:t xml:space="preserve"> (</w:t>
      </w:r>
      <w:r w:rsidRPr="00554BFA">
        <w:rPr>
          <w:rtl/>
        </w:rPr>
        <w:t>عليه السلام) وأتلو قصيدة مطلعها:</w:t>
      </w:r>
    </w:p>
    <w:p w:rsidR="00645494" w:rsidRPr="00645494" w:rsidRDefault="00645494" w:rsidP="00645494">
      <w:pPr>
        <w:pStyle w:val="libPoemCenter"/>
        <w:rPr>
          <w:rtl/>
        </w:rPr>
      </w:pPr>
      <w:r w:rsidRPr="005664FD">
        <w:rPr>
          <w:rtl/>
        </w:rPr>
        <w:t>ظَنَّ</w:t>
      </w:r>
      <w:r w:rsidR="00554BFA">
        <w:rPr>
          <w:rtl/>
        </w:rPr>
        <w:t xml:space="preserve"> </w:t>
      </w:r>
      <w:r w:rsidRPr="005664FD">
        <w:rPr>
          <w:rtl/>
        </w:rPr>
        <w:t>العُذول</w:t>
      </w:r>
      <w:r w:rsidR="00554BFA">
        <w:rPr>
          <w:rtl/>
        </w:rPr>
        <w:t xml:space="preserve"> </w:t>
      </w:r>
      <w:r w:rsidRPr="005664FD">
        <w:rPr>
          <w:rtl/>
        </w:rPr>
        <w:t>غَداة</w:t>
      </w:r>
      <w:r w:rsidR="00554BFA">
        <w:rPr>
          <w:rtl/>
        </w:rPr>
        <w:t xml:space="preserve"> </w:t>
      </w:r>
      <w:r w:rsidRPr="005664FD">
        <w:rPr>
          <w:rtl/>
        </w:rPr>
        <w:t>لُجٍّ</w:t>
      </w:r>
      <w:r w:rsidR="00554BFA">
        <w:rPr>
          <w:rtl/>
        </w:rPr>
        <w:t xml:space="preserve"> </w:t>
      </w:r>
      <w:r w:rsidRPr="005664FD">
        <w:rPr>
          <w:rtl/>
        </w:rPr>
        <w:t>بعَذله</w:t>
      </w:r>
      <w:r w:rsidR="00554BFA">
        <w:rPr>
          <w:rtl/>
        </w:rPr>
        <w:t xml:space="preserve"> </w:t>
      </w:r>
      <w:r w:rsidR="00554BFA" w:rsidRPr="00D0383A">
        <w:rPr>
          <w:rtl/>
        </w:rPr>
        <w:t>=</w:t>
      </w:r>
      <w:r w:rsidR="00554BFA">
        <w:rPr>
          <w:rtl/>
        </w:rPr>
        <w:t xml:space="preserve"> </w:t>
      </w:r>
      <w:r w:rsidRPr="005664FD">
        <w:rPr>
          <w:rtl/>
        </w:rPr>
        <w:t>أنّي</w:t>
      </w:r>
      <w:r w:rsidR="00554BFA">
        <w:rPr>
          <w:rtl/>
        </w:rPr>
        <w:t xml:space="preserve"> </w:t>
      </w:r>
      <w:r w:rsidRPr="005664FD">
        <w:rPr>
          <w:rtl/>
        </w:rPr>
        <w:t>سأغدو</w:t>
      </w:r>
      <w:r w:rsidR="00554BFA">
        <w:rPr>
          <w:rtl/>
        </w:rPr>
        <w:t xml:space="preserve"> </w:t>
      </w:r>
      <w:r w:rsidRPr="005664FD">
        <w:rPr>
          <w:rtl/>
        </w:rPr>
        <w:t>سالِكاً</w:t>
      </w:r>
      <w:r w:rsidR="00554BFA">
        <w:rPr>
          <w:rtl/>
        </w:rPr>
        <w:t xml:space="preserve"> </w:t>
      </w:r>
      <w:r w:rsidRPr="005664FD">
        <w:rPr>
          <w:rtl/>
        </w:rPr>
        <w:t>في</w:t>
      </w:r>
      <w:r w:rsidR="00554BFA">
        <w:rPr>
          <w:rtl/>
        </w:rPr>
        <w:t xml:space="preserve"> </w:t>
      </w:r>
      <w:r w:rsidRPr="005664FD">
        <w:rPr>
          <w:rtl/>
        </w:rPr>
        <w:t>سُبله</w:t>
      </w:r>
    </w:p>
    <w:p w:rsidR="00554BFA" w:rsidRDefault="00645494" w:rsidP="00554BFA">
      <w:pPr>
        <w:pStyle w:val="libNormal"/>
        <w:rPr>
          <w:rtl/>
        </w:rPr>
      </w:pPr>
      <w:r w:rsidRPr="00554BFA">
        <w:rPr>
          <w:rtl/>
        </w:rPr>
        <w:t>ومنها في أحوال زينب</w:t>
      </w:r>
      <w:r w:rsidR="00554BFA">
        <w:rPr>
          <w:rtl/>
        </w:rPr>
        <w:t xml:space="preserve"> (</w:t>
      </w:r>
      <w:r w:rsidRPr="00554BFA">
        <w:rPr>
          <w:rtl/>
        </w:rPr>
        <w:t>عليها السلام) حين رأت طفل الحسين</w:t>
      </w:r>
      <w:r w:rsidR="00554BFA">
        <w:rPr>
          <w:rtl/>
        </w:rPr>
        <w:t xml:space="preserve"> (</w:t>
      </w:r>
      <w:r w:rsidRPr="00554BFA">
        <w:rPr>
          <w:rtl/>
        </w:rPr>
        <w:t>عليه السلام) ذبيحاً:</w:t>
      </w:r>
    </w:p>
    <w:p w:rsidR="00645494" w:rsidRDefault="00645494" w:rsidP="00FE2721">
      <w:pPr>
        <w:pStyle w:val="libPoemCenter"/>
        <w:rPr>
          <w:rtl/>
        </w:rPr>
      </w:pPr>
      <w:r w:rsidRPr="005664FD">
        <w:rPr>
          <w:rtl/>
        </w:rPr>
        <w:t>هَمَّت</w:t>
      </w:r>
      <w:r w:rsidR="00554BFA">
        <w:rPr>
          <w:rtl/>
        </w:rPr>
        <w:t xml:space="preserve"> </w:t>
      </w:r>
      <w:r w:rsidRPr="005664FD">
        <w:rPr>
          <w:rtl/>
        </w:rPr>
        <w:t>تُغسِّله</w:t>
      </w:r>
      <w:r w:rsidR="00554BFA">
        <w:rPr>
          <w:rtl/>
        </w:rPr>
        <w:t xml:space="preserve"> </w:t>
      </w:r>
      <w:r w:rsidRPr="005664FD">
        <w:rPr>
          <w:rtl/>
        </w:rPr>
        <w:t>بماء</w:t>
      </w:r>
      <w:r w:rsidR="00554BFA">
        <w:rPr>
          <w:rtl/>
        </w:rPr>
        <w:t xml:space="preserve"> </w:t>
      </w:r>
      <w:r w:rsidRPr="005664FD">
        <w:rPr>
          <w:rtl/>
        </w:rPr>
        <w:t>عُيونها</w:t>
      </w:r>
      <w:r w:rsidR="00554BFA">
        <w:rPr>
          <w:rtl/>
        </w:rPr>
        <w:t xml:space="preserve"> </w:t>
      </w:r>
      <w:r w:rsidR="00554BFA" w:rsidRPr="00D0383A">
        <w:rPr>
          <w:rtl/>
        </w:rPr>
        <w:t>=</w:t>
      </w:r>
      <w:r w:rsidR="00554BFA">
        <w:rPr>
          <w:rtl/>
        </w:rPr>
        <w:t xml:space="preserve"> </w:t>
      </w:r>
      <w:r w:rsidRPr="005664FD">
        <w:rPr>
          <w:rtl/>
        </w:rPr>
        <w:t>فتَكفَّلت</w:t>
      </w:r>
      <w:r w:rsidR="00554BFA">
        <w:rPr>
          <w:rtl/>
        </w:rPr>
        <w:t xml:space="preserve"> </w:t>
      </w:r>
      <w:r w:rsidRPr="005664FD">
        <w:rPr>
          <w:rtl/>
        </w:rPr>
        <w:t>عنها</w:t>
      </w:r>
      <w:r w:rsidR="00554BFA">
        <w:rPr>
          <w:rtl/>
        </w:rPr>
        <w:t xml:space="preserve"> </w:t>
      </w:r>
      <w:r w:rsidRPr="005664FD">
        <w:rPr>
          <w:rtl/>
        </w:rPr>
        <w:t>الدماء</w:t>
      </w:r>
      <w:r w:rsidR="00554BFA">
        <w:rPr>
          <w:rtl/>
        </w:rPr>
        <w:t xml:space="preserve"> </w:t>
      </w:r>
      <w:r w:rsidRPr="005664FD">
        <w:rPr>
          <w:rtl/>
        </w:rPr>
        <w:t>بغسله</w:t>
      </w:r>
    </w:p>
    <w:p w:rsidR="00645494" w:rsidRPr="00645494" w:rsidRDefault="00645494" w:rsidP="00FE2721">
      <w:pPr>
        <w:pStyle w:val="libPoemCenter"/>
        <w:rPr>
          <w:rtl/>
        </w:rPr>
      </w:pPr>
      <w:r w:rsidRPr="005664FD">
        <w:rPr>
          <w:rtl/>
        </w:rPr>
        <w:t>يا</w:t>
      </w:r>
      <w:r w:rsidR="00554BFA">
        <w:rPr>
          <w:rtl/>
        </w:rPr>
        <w:t xml:space="preserve"> </w:t>
      </w:r>
      <w:r w:rsidRPr="005664FD">
        <w:rPr>
          <w:rtl/>
        </w:rPr>
        <w:t>ويحَ</w:t>
      </w:r>
      <w:r w:rsidR="00554BFA">
        <w:rPr>
          <w:rtl/>
        </w:rPr>
        <w:t xml:space="preserve"> </w:t>
      </w:r>
      <w:r w:rsidRPr="005664FD">
        <w:rPr>
          <w:rtl/>
        </w:rPr>
        <w:t>دهر</w:t>
      </w:r>
      <w:r w:rsidR="00554BFA">
        <w:rPr>
          <w:rtl/>
        </w:rPr>
        <w:t xml:space="preserve"> </w:t>
      </w:r>
      <w:r w:rsidRPr="005664FD">
        <w:rPr>
          <w:rtl/>
        </w:rPr>
        <w:t>مِن</w:t>
      </w:r>
      <w:r w:rsidR="00554BFA">
        <w:rPr>
          <w:rtl/>
        </w:rPr>
        <w:t xml:space="preserve"> </w:t>
      </w:r>
      <w:r w:rsidRPr="005664FD">
        <w:rPr>
          <w:rtl/>
        </w:rPr>
        <w:t>فَجائع</w:t>
      </w:r>
      <w:r w:rsidR="00554BFA">
        <w:rPr>
          <w:rtl/>
        </w:rPr>
        <w:t xml:space="preserve"> </w:t>
      </w:r>
      <w:r w:rsidRPr="005664FD">
        <w:rPr>
          <w:rtl/>
        </w:rPr>
        <w:t>خَطبه</w:t>
      </w:r>
      <w:r w:rsidR="00554BFA">
        <w:rPr>
          <w:rtl/>
        </w:rPr>
        <w:t xml:space="preserve"> </w:t>
      </w:r>
      <w:r w:rsidR="00554BFA" w:rsidRPr="00D0383A">
        <w:rPr>
          <w:rtl/>
        </w:rPr>
        <w:t>=</w:t>
      </w:r>
      <w:r w:rsidR="00554BFA">
        <w:rPr>
          <w:rtl/>
        </w:rPr>
        <w:t xml:space="preserve"> </w:t>
      </w:r>
      <w:r w:rsidRPr="005664FD">
        <w:rPr>
          <w:rtl/>
        </w:rPr>
        <w:t>فَجَعَ</w:t>
      </w:r>
      <w:r w:rsidR="00554BFA">
        <w:rPr>
          <w:rtl/>
        </w:rPr>
        <w:t xml:space="preserve"> </w:t>
      </w:r>
      <w:r w:rsidRPr="005664FD">
        <w:rPr>
          <w:rtl/>
        </w:rPr>
        <w:t>ابن</w:t>
      </w:r>
      <w:r w:rsidR="00554BFA">
        <w:rPr>
          <w:rtl/>
        </w:rPr>
        <w:t xml:space="preserve"> </w:t>
      </w:r>
      <w:r w:rsidRPr="005664FD">
        <w:rPr>
          <w:rtl/>
        </w:rPr>
        <w:t>أحمد</w:t>
      </w:r>
      <w:r w:rsidR="00554BFA">
        <w:rPr>
          <w:rtl/>
        </w:rPr>
        <w:t xml:space="preserve"> </w:t>
      </w:r>
      <w:r w:rsidRPr="005664FD">
        <w:rPr>
          <w:rtl/>
        </w:rPr>
        <w:t>في</w:t>
      </w:r>
      <w:r w:rsidR="00554BFA">
        <w:rPr>
          <w:rtl/>
        </w:rPr>
        <w:t xml:space="preserve"> </w:t>
      </w:r>
      <w:r w:rsidRPr="005664FD">
        <w:rPr>
          <w:rtl/>
        </w:rPr>
        <w:t>الطُفوف</w:t>
      </w:r>
      <w:r w:rsidR="00554BFA">
        <w:rPr>
          <w:rtl/>
        </w:rPr>
        <w:t xml:space="preserve"> </w:t>
      </w:r>
      <w:r w:rsidRPr="005664FD">
        <w:rPr>
          <w:rtl/>
        </w:rPr>
        <w:t>بطِفله</w:t>
      </w:r>
    </w:p>
    <w:p w:rsidR="00D0383A" w:rsidRDefault="00645494" w:rsidP="00554BFA">
      <w:pPr>
        <w:pStyle w:val="libNormal"/>
        <w:rPr>
          <w:rtl/>
        </w:rPr>
      </w:pPr>
      <w:r w:rsidRPr="00554BFA">
        <w:rPr>
          <w:rtl/>
        </w:rPr>
        <w:t>قال: فانتبهت وأنا أحفظ مِن القصيدة المتلوة هذه الأبيات الثلاثة فقط، وما نبَّهني إلاّ البُكاء، وما كنت نظمت هذه القصيدة ولا سمعتها، ولكنّي قرأتها في النوم وكأنَّها محفوظة لي.</w:t>
      </w:r>
    </w:p>
    <w:p w:rsidR="00D0383A" w:rsidRDefault="00554BFA" w:rsidP="00554BFA">
      <w:pPr>
        <w:pStyle w:val="libNormal"/>
        <w:rPr>
          <w:rtl/>
        </w:rPr>
      </w:pPr>
      <w:r>
        <w:rPr>
          <w:rStyle w:val="libBold2Char"/>
          <w:rtl/>
        </w:rPr>
        <w:t>(</w:t>
      </w:r>
      <w:r w:rsidR="00645494" w:rsidRPr="00554BFA">
        <w:rPr>
          <w:rStyle w:val="libBold2Char"/>
          <w:rtl/>
        </w:rPr>
        <w:t>أقول):</w:t>
      </w:r>
      <w:r w:rsidR="00645494" w:rsidRPr="00554BFA">
        <w:rPr>
          <w:rtl/>
        </w:rPr>
        <w:t xml:space="preserve"> وكان هذا الرجل الصالح مِن مُحبي الأئمة</w:t>
      </w:r>
      <w:r>
        <w:rPr>
          <w:rtl/>
        </w:rPr>
        <w:t xml:space="preserve"> (</w:t>
      </w:r>
      <w:r w:rsidR="00645494" w:rsidRPr="00554BFA">
        <w:rPr>
          <w:rtl/>
        </w:rPr>
        <w:t>عليهم السلام) جدَّاً، ولَعهدي به يزور الحسين</w:t>
      </w:r>
      <w:r>
        <w:rPr>
          <w:rtl/>
        </w:rPr>
        <w:t xml:space="preserve"> (</w:t>
      </w:r>
      <w:r w:rsidR="00645494" w:rsidRPr="00554BFA">
        <w:rPr>
          <w:rtl/>
        </w:rPr>
        <w:t>عليه السلام) في أغلب الجُمعات، ويَنظم كلَّ ما زار في مَدح الحسين</w:t>
      </w:r>
      <w:r>
        <w:rPr>
          <w:rtl/>
        </w:rPr>
        <w:t xml:space="preserve"> (</w:t>
      </w:r>
      <w:r w:rsidR="00645494" w:rsidRPr="00554BFA">
        <w:rPr>
          <w:rtl/>
        </w:rPr>
        <w:t>عليه السلام) أو رثائِه ما يَتيسَّر له ولو بيتين، ونقل لي عن أبيه الشيخ محمد أنَّه ما نام ليلة إلاّ ونظم في مَدح النبي، أو أحد الأئمة</w:t>
      </w:r>
      <w:r>
        <w:rPr>
          <w:rtl/>
        </w:rPr>
        <w:t xml:space="preserve"> (</w:t>
      </w:r>
      <w:r w:rsidR="00645494" w:rsidRPr="00554BFA">
        <w:rPr>
          <w:rtl/>
        </w:rPr>
        <w:t xml:space="preserve"> صلوات الله عليهم ) بيتين أو أكثر، وله ولأبيه ترجمتان في الطليعة.</w:t>
      </w:r>
    </w:p>
    <w:p w:rsidR="00554BFA" w:rsidRDefault="00554BFA" w:rsidP="00554BFA">
      <w:pPr>
        <w:pStyle w:val="libNormal"/>
        <w:rPr>
          <w:rtl/>
        </w:rPr>
      </w:pPr>
      <w:r>
        <w:rPr>
          <w:rStyle w:val="libBold2Char"/>
          <w:rtl/>
        </w:rPr>
        <w:t>(</w:t>
      </w:r>
      <w:r w:rsidR="00645494" w:rsidRPr="00645494">
        <w:rPr>
          <w:rStyle w:val="libBold2Char"/>
          <w:rtl/>
        </w:rPr>
        <w:t>ثم أقول):</w:t>
      </w:r>
      <w:r w:rsidR="00645494" w:rsidRPr="00554BFA">
        <w:rPr>
          <w:rtl/>
        </w:rPr>
        <w:t xml:space="preserve"> إنّي أدخلت ثلاثة أبيات بعد البيت الأول من أبيات الرؤيا، وبيتاً رابعاً بعدها</w:t>
      </w:r>
      <w:r w:rsidR="00D0383A">
        <w:rPr>
          <w:rtl/>
        </w:rPr>
        <w:t>؛</w:t>
      </w:r>
      <w:r w:rsidR="00645494" w:rsidRPr="00554BFA">
        <w:rPr>
          <w:rtl/>
        </w:rPr>
        <w:t xml:space="preserve"> ليرتبط المعنى</w:t>
      </w:r>
      <w:r w:rsidR="00D0383A">
        <w:rPr>
          <w:rtl/>
        </w:rPr>
        <w:t>؛</w:t>
      </w:r>
      <w:r w:rsidR="00645494" w:rsidRPr="00554BFA">
        <w:rPr>
          <w:rtl/>
        </w:rPr>
        <w:t xml:space="preserve"> ويَتمَّ الغرض</w:t>
      </w:r>
      <w:r w:rsidR="00D0383A">
        <w:rPr>
          <w:rtl/>
        </w:rPr>
        <w:t>؛</w:t>
      </w:r>
      <w:r w:rsidR="00645494" w:rsidRPr="00554BFA">
        <w:rPr>
          <w:rtl/>
        </w:rPr>
        <w:t xml:space="preserve"> فصار الجميع سبعة أبيات، وسأعيدها مع</w:t>
      </w:r>
    </w:p>
    <w:p w:rsidR="00645494" w:rsidRDefault="00645494" w:rsidP="00645494">
      <w:pPr>
        <w:pStyle w:val="libNormal"/>
      </w:pPr>
      <w:r>
        <w:br w:type="page"/>
      </w:r>
    </w:p>
    <w:p w:rsidR="00D0383A" w:rsidRDefault="00645494" w:rsidP="00554BFA">
      <w:pPr>
        <w:pStyle w:val="libNormal"/>
        <w:rPr>
          <w:rtl/>
        </w:rPr>
      </w:pPr>
      <w:r w:rsidRPr="00554BFA">
        <w:rPr>
          <w:rtl/>
        </w:rPr>
        <w:lastRenderedPageBreak/>
        <w:t>الالحاق وهي:</w:t>
      </w:r>
    </w:p>
    <w:p w:rsidR="00645494" w:rsidRDefault="00554BFA" w:rsidP="00FE2721">
      <w:pPr>
        <w:pStyle w:val="libPoemCenter"/>
        <w:rPr>
          <w:rtl/>
        </w:rPr>
      </w:pPr>
      <w:r>
        <w:rPr>
          <w:rtl/>
        </w:rPr>
        <w:t>(</w:t>
      </w:r>
      <w:r w:rsidR="00645494" w:rsidRPr="005664FD">
        <w:rPr>
          <w:rtl/>
        </w:rPr>
        <w:t>ظَنَّ</w:t>
      </w:r>
      <w:r>
        <w:rPr>
          <w:rtl/>
        </w:rPr>
        <w:t xml:space="preserve"> </w:t>
      </w:r>
      <w:r w:rsidR="00645494" w:rsidRPr="005664FD">
        <w:rPr>
          <w:rtl/>
        </w:rPr>
        <w:t>العُذول</w:t>
      </w:r>
      <w:r>
        <w:rPr>
          <w:rtl/>
        </w:rPr>
        <w:t xml:space="preserve"> </w:t>
      </w:r>
      <w:r w:rsidR="00645494" w:rsidRPr="005664FD">
        <w:rPr>
          <w:rtl/>
        </w:rPr>
        <w:t>غَداة</w:t>
      </w:r>
      <w:r>
        <w:rPr>
          <w:rtl/>
        </w:rPr>
        <w:t xml:space="preserve"> </w:t>
      </w:r>
      <w:r w:rsidR="00645494" w:rsidRPr="005664FD">
        <w:rPr>
          <w:rtl/>
        </w:rPr>
        <w:t>لُجٍّ</w:t>
      </w:r>
      <w:r>
        <w:rPr>
          <w:rtl/>
        </w:rPr>
        <w:t xml:space="preserve"> </w:t>
      </w:r>
      <w:r w:rsidR="00645494" w:rsidRPr="005664FD">
        <w:rPr>
          <w:rtl/>
        </w:rPr>
        <w:t>بعذله</w:t>
      </w:r>
      <w:r>
        <w:rPr>
          <w:rtl/>
        </w:rPr>
        <w:t xml:space="preserve"> </w:t>
      </w:r>
      <w:r w:rsidRPr="00D0383A">
        <w:rPr>
          <w:rtl/>
        </w:rPr>
        <w:t>=</w:t>
      </w:r>
      <w:r>
        <w:rPr>
          <w:rtl/>
        </w:rPr>
        <w:t xml:space="preserve"> </w:t>
      </w:r>
      <w:r w:rsidR="00645494" w:rsidRPr="005664FD">
        <w:rPr>
          <w:rtl/>
        </w:rPr>
        <w:t>أنّي</w:t>
      </w:r>
      <w:r>
        <w:rPr>
          <w:rtl/>
        </w:rPr>
        <w:t xml:space="preserve"> </w:t>
      </w:r>
      <w:r w:rsidR="00645494" w:rsidRPr="005664FD">
        <w:rPr>
          <w:rtl/>
        </w:rPr>
        <w:t>سأغدو</w:t>
      </w:r>
      <w:r>
        <w:rPr>
          <w:rtl/>
        </w:rPr>
        <w:t xml:space="preserve"> </w:t>
      </w:r>
      <w:r w:rsidR="00645494" w:rsidRPr="005664FD">
        <w:rPr>
          <w:rtl/>
        </w:rPr>
        <w:t>سالكاً</w:t>
      </w:r>
      <w:r>
        <w:rPr>
          <w:rtl/>
        </w:rPr>
        <w:t xml:space="preserve"> </w:t>
      </w:r>
      <w:r w:rsidR="00645494" w:rsidRPr="005664FD">
        <w:rPr>
          <w:rtl/>
        </w:rPr>
        <w:t>في</w:t>
      </w:r>
      <w:r>
        <w:rPr>
          <w:rtl/>
        </w:rPr>
        <w:t xml:space="preserve"> </w:t>
      </w:r>
      <w:r w:rsidR="00645494" w:rsidRPr="005664FD">
        <w:rPr>
          <w:rtl/>
        </w:rPr>
        <w:t>سُبله)</w:t>
      </w:r>
    </w:p>
    <w:p w:rsidR="00645494" w:rsidRDefault="00645494" w:rsidP="00FE2721">
      <w:pPr>
        <w:pStyle w:val="libPoemCenter"/>
        <w:rPr>
          <w:rtl/>
        </w:rPr>
      </w:pPr>
      <w:r w:rsidRPr="005664FD">
        <w:rPr>
          <w:rtl/>
        </w:rPr>
        <w:t>هيهات</w:t>
      </w:r>
      <w:r w:rsidR="00554BFA">
        <w:rPr>
          <w:rtl/>
        </w:rPr>
        <w:t xml:space="preserve"> </w:t>
      </w:r>
      <w:r w:rsidRPr="005664FD">
        <w:rPr>
          <w:rtl/>
        </w:rPr>
        <w:t>أسلو</w:t>
      </w:r>
      <w:r w:rsidR="00554BFA">
        <w:rPr>
          <w:rtl/>
        </w:rPr>
        <w:t xml:space="preserve"> </w:t>
      </w:r>
      <w:r w:rsidRPr="005664FD">
        <w:rPr>
          <w:rtl/>
        </w:rPr>
        <w:t>عن</w:t>
      </w:r>
      <w:r w:rsidR="00554BFA">
        <w:rPr>
          <w:rtl/>
        </w:rPr>
        <w:t xml:space="preserve"> </w:t>
      </w:r>
      <w:r w:rsidRPr="005664FD">
        <w:rPr>
          <w:rtl/>
        </w:rPr>
        <w:t>تذكُّر</w:t>
      </w:r>
      <w:r w:rsidR="00554BFA">
        <w:rPr>
          <w:rtl/>
        </w:rPr>
        <w:t xml:space="preserve"> </w:t>
      </w:r>
      <w:r w:rsidRPr="005664FD">
        <w:rPr>
          <w:rtl/>
        </w:rPr>
        <w:t>كربلا</w:t>
      </w:r>
      <w:r w:rsidR="00554BFA">
        <w:rPr>
          <w:rtl/>
        </w:rPr>
        <w:t xml:space="preserve"> </w:t>
      </w:r>
      <w:r w:rsidR="00554BFA" w:rsidRPr="00D0383A">
        <w:rPr>
          <w:rtl/>
        </w:rPr>
        <w:t>=</w:t>
      </w:r>
      <w:r w:rsidR="00554BFA">
        <w:rPr>
          <w:rtl/>
        </w:rPr>
        <w:t xml:space="preserve"> </w:t>
      </w:r>
      <w:r w:rsidRPr="005664FD">
        <w:rPr>
          <w:rtl/>
        </w:rPr>
        <w:t>وعن</w:t>
      </w:r>
      <w:r w:rsidR="00554BFA">
        <w:rPr>
          <w:rtl/>
        </w:rPr>
        <w:t xml:space="preserve"> </w:t>
      </w:r>
      <w:r w:rsidRPr="005664FD">
        <w:rPr>
          <w:rtl/>
        </w:rPr>
        <w:t>القَتيل</w:t>
      </w:r>
      <w:r w:rsidR="00554BFA">
        <w:rPr>
          <w:rtl/>
        </w:rPr>
        <w:t xml:space="preserve"> </w:t>
      </w:r>
      <w:r w:rsidRPr="005664FD">
        <w:rPr>
          <w:rtl/>
        </w:rPr>
        <w:t>وما</w:t>
      </w:r>
      <w:r w:rsidR="00554BFA">
        <w:rPr>
          <w:rtl/>
        </w:rPr>
        <w:t xml:space="preserve"> </w:t>
      </w:r>
      <w:r w:rsidRPr="005664FD">
        <w:rPr>
          <w:rtl/>
        </w:rPr>
        <w:t>جرى</w:t>
      </w:r>
      <w:r w:rsidR="00554BFA">
        <w:rPr>
          <w:rtl/>
        </w:rPr>
        <w:t xml:space="preserve"> </w:t>
      </w:r>
      <w:r w:rsidRPr="005664FD">
        <w:rPr>
          <w:rtl/>
        </w:rPr>
        <w:t>في</w:t>
      </w:r>
      <w:r w:rsidR="00554BFA">
        <w:rPr>
          <w:rtl/>
        </w:rPr>
        <w:t xml:space="preserve"> </w:t>
      </w:r>
      <w:r w:rsidRPr="005664FD">
        <w:rPr>
          <w:rtl/>
        </w:rPr>
        <w:t>قَتله</w:t>
      </w:r>
    </w:p>
    <w:p w:rsidR="00645494" w:rsidRDefault="00645494" w:rsidP="00FE2721">
      <w:pPr>
        <w:pStyle w:val="libPoemCenter"/>
        <w:rPr>
          <w:rtl/>
        </w:rPr>
      </w:pPr>
      <w:r w:rsidRPr="005664FD">
        <w:rPr>
          <w:rtl/>
        </w:rPr>
        <w:t>وافت</w:t>
      </w:r>
      <w:r w:rsidR="00554BFA">
        <w:rPr>
          <w:rtl/>
        </w:rPr>
        <w:t xml:space="preserve"> </w:t>
      </w:r>
      <w:r w:rsidRPr="005664FD">
        <w:rPr>
          <w:rtl/>
        </w:rPr>
        <w:t>عَقيلة</w:t>
      </w:r>
      <w:r w:rsidR="00554BFA">
        <w:rPr>
          <w:rtl/>
        </w:rPr>
        <w:t xml:space="preserve"> </w:t>
      </w:r>
      <w:r w:rsidRPr="005664FD">
        <w:rPr>
          <w:rtl/>
        </w:rPr>
        <w:t>أحمد</w:t>
      </w:r>
      <w:r w:rsidR="00554BFA">
        <w:rPr>
          <w:rtl/>
        </w:rPr>
        <w:t xml:space="preserve"> </w:t>
      </w:r>
      <w:r w:rsidRPr="005664FD">
        <w:rPr>
          <w:rtl/>
        </w:rPr>
        <w:t>في</w:t>
      </w:r>
      <w:r w:rsidR="00554BFA">
        <w:rPr>
          <w:rtl/>
        </w:rPr>
        <w:t xml:space="preserve"> </w:t>
      </w:r>
      <w:r w:rsidRPr="005664FD">
        <w:rPr>
          <w:rtl/>
        </w:rPr>
        <w:t>نَجله</w:t>
      </w:r>
      <w:r w:rsidR="00554BFA">
        <w:rPr>
          <w:rtl/>
        </w:rPr>
        <w:t xml:space="preserve"> </w:t>
      </w:r>
      <w:r w:rsidR="00554BFA" w:rsidRPr="00D0383A">
        <w:rPr>
          <w:rtl/>
        </w:rPr>
        <w:t>=</w:t>
      </w:r>
      <w:r w:rsidR="00554BFA">
        <w:rPr>
          <w:rtl/>
        </w:rPr>
        <w:t xml:space="preserve"> </w:t>
      </w:r>
      <w:r w:rsidRPr="005664FD">
        <w:rPr>
          <w:rtl/>
        </w:rPr>
        <w:t>صَديان</w:t>
      </w:r>
      <w:r w:rsidR="00554BFA">
        <w:rPr>
          <w:rtl/>
        </w:rPr>
        <w:t xml:space="preserve"> </w:t>
      </w:r>
      <w:r w:rsidRPr="005664FD">
        <w:rPr>
          <w:rtl/>
        </w:rPr>
        <w:t>كي</w:t>
      </w:r>
      <w:r w:rsidR="00554BFA">
        <w:rPr>
          <w:rtl/>
        </w:rPr>
        <w:t xml:space="preserve"> </w:t>
      </w:r>
      <w:r w:rsidRPr="005664FD">
        <w:rPr>
          <w:rtl/>
        </w:rPr>
        <w:t>يَجلو</w:t>
      </w:r>
      <w:r w:rsidR="00554BFA">
        <w:rPr>
          <w:rtl/>
        </w:rPr>
        <w:t xml:space="preserve"> </w:t>
      </w:r>
      <w:r w:rsidRPr="005664FD">
        <w:rPr>
          <w:rtl/>
        </w:rPr>
        <w:t>الصدا</w:t>
      </w:r>
      <w:r w:rsidR="00554BFA">
        <w:rPr>
          <w:rtl/>
        </w:rPr>
        <w:t xml:space="preserve"> </w:t>
      </w:r>
      <w:r w:rsidRPr="005664FD">
        <w:rPr>
          <w:rtl/>
        </w:rPr>
        <w:t>عن</w:t>
      </w:r>
      <w:r w:rsidR="00554BFA">
        <w:rPr>
          <w:rtl/>
        </w:rPr>
        <w:t xml:space="preserve"> </w:t>
      </w:r>
      <w:r w:rsidRPr="005664FD">
        <w:rPr>
          <w:rtl/>
        </w:rPr>
        <w:t>نَجله</w:t>
      </w:r>
    </w:p>
    <w:p w:rsidR="00D0383A" w:rsidRDefault="00645494" w:rsidP="00FE2721">
      <w:pPr>
        <w:pStyle w:val="libPoemCenter"/>
        <w:rPr>
          <w:rtl/>
        </w:rPr>
      </w:pPr>
      <w:r w:rsidRPr="005664FD">
        <w:rPr>
          <w:rtl/>
        </w:rPr>
        <w:t>فرماه</w:t>
      </w:r>
      <w:r w:rsidR="00554BFA">
        <w:rPr>
          <w:rtl/>
        </w:rPr>
        <w:t xml:space="preserve"> </w:t>
      </w:r>
      <w:r w:rsidRPr="005664FD">
        <w:rPr>
          <w:rtl/>
        </w:rPr>
        <w:t>حَرملة</w:t>
      </w:r>
      <w:r w:rsidR="00554BFA">
        <w:rPr>
          <w:rtl/>
        </w:rPr>
        <w:t xml:space="preserve"> </w:t>
      </w:r>
      <w:r w:rsidRPr="005664FD">
        <w:rPr>
          <w:rtl/>
        </w:rPr>
        <w:t>بنَبل</w:t>
      </w:r>
      <w:r w:rsidR="00554BFA">
        <w:rPr>
          <w:rtl/>
        </w:rPr>
        <w:t xml:space="preserve"> </w:t>
      </w:r>
      <w:r w:rsidRPr="005664FD">
        <w:rPr>
          <w:rtl/>
        </w:rPr>
        <w:t>فارْتمى</w:t>
      </w:r>
      <w:r w:rsidR="00554BFA">
        <w:rPr>
          <w:rtl/>
        </w:rPr>
        <w:t xml:space="preserve"> </w:t>
      </w:r>
      <w:r w:rsidR="00554BFA" w:rsidRPr="00D0383A">
        <w:rPr>
          <w:rtl/>
        </w:rPr>
        <w:t>=</w:t>
      </w:r>
      <w:r w:rsidR="00554BFA">
        <w:rPr>
          <w:rtl/>
        </w:rPr>
        <w:t xml:space="preserve"> </w:t>
      </w:r>
      <w:r w:rsidRPr="005664FD">
        <w:rPr>
          <w:rtl/>
        </w:rPr>
        <w:t>عن</w:t>
      </w:r>
      <w:r w:rsidR="00554BFA">
        <w:rPr>
          <w:rtl/>
        </w:rPr>
        <w:t xml:space="preserve"> </w:t>
      </w:r>
      <w:r w:rsidRPr="005664FD">
        <w:rPr>
          <w:rtl/>
        </w:rPr>
        <w:t>صدر</w:t>
      </w:r>
      <w:r w:rsidR="00554BFA">
        <w:rPr>
          <w:rtl/>
        </w:rPr>
        <w:t xml:space="preserve"> </w:t>
      </w:r>
      <w:r w:rsidRPr="005664FD">
        <w:rPr>
          <w:rtl/>
        </w:rPr>
        <w:t>والده</w:t>
      </w:r>
      <w:r w:rsidR="00554BFA">
        <w:rPr>
          <w:rtl/>
        </w:rPr>
        <w:t xml:space="preserve"> </w:t>
      </w:r>
      <w:r w:rsidRPr="005664FD">
        <w:rPr>
          <w:rtl/>
        </w:rPr>
        <w:t>النبيل</w:t>
      </w:r>
      <w:r w:rsidR="00554BFA">
        <w:rPr>
          <w:rtl/>
        </w:rPr>
        <w:t xml:space="preserve"> </w:t>
      </w:r>
      <w:r w:rsidRPr="005664FD">
        <w:rPr>
          <w:rtl/>
        </w:rPr>
        <w:t>بنبله</w:t>
      </w:r>
    </w:p>
    <w:p w:rsidR="00D0383A" w:rsidRDefault="00554BFA" w:rsidP="00FE2721">
      <w:pPr>
        <w:pStyle w:val="libPoemCenter"/>
        <w:rPr>
          <w:rtl/>
        </w:rPr>
      </w:pPr>
      <w:r>
        <w:rPr>
          <w:rtl/>
        </w:rPr>
        <w:t>(</w:t>
      </w:r>
      <w:r w:rsidR="00645494" w:rsidRPr="005664FD">
        <w:rPr>
          <w:rtl/>
        </w:rPr>
        <w:t>هَمَّت</w:t>
      </w:r>
      <w:r>
        <w:rPr>
          <w:rtl/>
        </w:rPr>
        <w:t xml:space="preserve"> </w:t>
      </w:r>
      <w:r w:rsidR="00645494" w:rsidRPr="005664FD">
        <w:rPr>
          <w:rtl/>
        </w:rPr>
        <w:t>تُغسِّله</w:t>
      </w:r>
      <w:r>
        <w:rPr>
          <w:rtl/>
        </w:rPr>
        <w:t xml:space="preserve"> </w:t>
      </w:r>
      <w:r w:rsidR="00645494" w:rsidRPr="005664FD">
        <w:rPr>
          <w:rtl/>
        </w:rPr>
        <w:t>بماء</w:t>
      </w:r>
      <w:r>
        <w:rPr>
          <w:rtl/>
        </w:rPr>
        <w:t xml:space="preserve"> </w:t>
      </w:r>
      <w:r w:rsidR="00645494" w:rsidRPr="005664FD">
        <w:rPr>
          <w:rtl/>
        </w:rPr>
        <w:t>عيونها</w:t>
      </w:r>
      <w:r>
        <w:rPr>
          <w:rtl/>
        </w:rPr>
        <w:t xml:space="preserve"> </w:t>
      </w:r>
      <w:r w:rsidRPr="00D0383A">
        <w:rPr>
          <w:rtl/>
        </w:rPr>
        <w:t>=</w:t>
      </w:r>
      <w:r>
        <w:rPr>
          <w:rtl/>
        </w:rPr>
        <w:t xml:space="preserve"> </w:t>
      </w:r>
      <w:r w:rsidR="00645494" w:rsidRPr="005664FD">
        <w:rPr>
          <w:rtl/>
        </w:rPr>
        <w:t>فتكفَّلت</w:t>
      </w:r>
      <w:r>
        <w:rPr>
          <w:rtl/>
        </w:rPr>
        <w:t xml:space="preserve"> </w:t>
      </w:r>
      <w:r w:rsidR="00645494" w:rsidRPr="005664FD">
        <w:rPr>
          <w:rtl/>
        </w:rPr>
        <w:t>عنها</w:t>
      </w:r>
      <w:r>
        <w:rPr>
          <w:rtl/>
        </w:rPr>
        <w:t xml:space="preserve"> </w:t>
      </w:r>
      <w:r w:rsidR="00645494" w:rsidRPr="005664FD">
        <w:rPr>
          <w:rtl/>
        </w:rPr>
        <w:t>الدِماء</w:t>
      </w:r>
      <w:r>
        <w:rPr>
          <w:rtl/>
        </w:rPr>
        <w:t xml:space="preserve"> </w:t>
      </w:r>
      <w:r w:rsidR="00645494" w:rsidRPr="005664FD">
        <w:rPr>
          <w:rtl/>
        </w:rPr>
        <w:t>بغسله)</w:t>
      </w:r>
    </w:p>
    <w:p w:rsidR="00645494" w:rsidRDefault="00554BFA" w:rsidP="00FE2721">
      <w:pPr>
        <w:pStyle w:val="libPoemCenter"/>
        <w:rPr>
          <w:rtl/>
        </w:rPr>
      </w:pPr>
      <w:r>
        <w:rPr>
          <w:rtl/>
        </w:rPr>
        <w:t>(</w:t>
      </w:r>
      <w:r w:rsidR="00645494" w:rsidRPr="005664FD">
        <w:rPr>
          <w:rtl/>
        </w:rPr>
        <w:t>يا</w:t>
      </w:r>
      <w:r>
        <w:rPr>
          <w:rtl/>
        </w:rPr>
        <w:t xml:space="preserve"> </w:t>
      </w:r>
      <w:r w:rsidR="00645494" w:rsidRPr="005664FD">
        <w:rPr>
          <w:rtl/>
        </w:rPr>
        <w:t>ويحَ</w:t>
      </w:r>
      <w:r>
        <w:rPr>
          <w:rtl/>
        </w:rPr>
        <w:t xml:space="preserve"> </w:t>
      </w:r>
      <w:r w:rsidR="00645494" w:rsidRPr="005664FD">
        <w:rPr>
          <w:rtl/>
        </w:rPr>
        <w:t>دَهرٍ</w:t>
      </w:r>
      <w:r>
        <w:rPr>
          <w:rtl/>
        </w:rPr>
        <w:t xml:space="preserve"> </w:t>
      </w:r>
      <w:r w:rsidR="00645494" w:rsidRPr="005664FD">
        <w:rPr>
          <w:rtl/>
        </w:rPr>
        <w:t>مِن</w:t>
      </w:r>
      <w:r>
        <w:rPr>
          <w:rtl/>
        </w:rPr>
        <w:t xml:space="preserve"> </w:t>
      </w:r>
      <w:r w:rsidR="00645494" w:rsidRPr="005664FD">
        <w:rPr>
          <w:rtl/>
        </w:rPr>
        <w:t>فَجائع</w:t>
      </w:r>
      <w:r>
        <w:rPr>
          <w:rtl/>
        </w:rPr>
        <w:t xml:space="preserve"> </w:t>
      </w:r>
      <w:r w:rsidR="00645494" w:rsidRPr="005664FD">
        <w:rPr>
          <w:rtl/>
        </w:rPr>
        <w:t>خَطبه</w:t>
      </w:r>
      <w:r>
        <w:rPr>
          <w:rtl/>
        </w:rPr>
        <w:t xml:space="preserve"> </w:t>
      </w:r>
      <w:r w:rsidRPr="00D0383A">
        <w:rPr>
          <w:rtl/>
        </w:rPr>
        <w:t>=</w:t>
      </w:r>
      <w:r>
        <w:rPr>
          <w:rtl/>
        </w:rPr>
        <w:t xml:space="preserve"> </w:t>
      </w:r>
      <w:r w:rsidR="00645494" w:rsidRPr="005664FD">
        <w:rPr>
          <w:rtl/>
        </w:rPr>
        <w:t>فَجَعَ</w:t>
      </w:r>
      <w:r>
        <w:rPr>
          <w:rtl/>
        </w:rPr>
        <w:t xml:space="preserve"> </w:t>
      </w:r>
      <w:r w:rsidR="00645494" w:rsidRPr="005664FD">
        <w:rPr>
          <w:rtl/>
        </w:rPr>
        <w:t>ابن</w:t>
      </w:r>
      <w:r>
        <w:rPr>
          <w:rtl/>
        </w:rPr>
        <w:t xml:space="preserve"> </w:t>
      </w:r>
      <w:r w:rsidR="00645494" w:rsidRPr="005664FD">
        <w:rPr>
          <w:rtl/>
        </w:rPr>
        <w:t>أحمد</w:t>
      </w:r>
      <w:r>
        <w:rPr>
          <w:rtl/>
        </w:rPr>
        <w:t xml:space="preserve"> </w:t>
      </w:r>
      <w:r w:rsidR="00645494" w:rsidRPr="005664FD">
        <w:rPr>
          <w:rtl/>
        </w:rPr>
        <w:t>في</w:t>
      </w:r>
      <w:r>
        <w:rPr>
          <w:rtl/>
        </w:rPr>
        <w:t xml:space="preserve"> </w:t>
      </w:r>
      <w:r w:rsidR="00645494" w:rsidRPr="005664FD">
        <w:rPr>
          <w:rtl/>
        </w:rPr>
        <w:t>الطفوف</w:t>
      </w:r>
      <w:r>
        <w:rPr>
          <w:rtl/>
        </w:rPr>
        <w:t xml:space="preserve"> </w:t>
      </w:r>
      <w:r w:rsidR="00645494" w:rsidRPr="005664FD">
        <w:rPr>
          <w:rtl/>
        </w:rPr>
        <w:t>بطفله)</w:t>
      </w:r>
    </w:p>
    <w:p w:rsidR="00645494" w:rsidRPr="00645494" w:rsidRDefault="00645494" w:rsidP="00FE2721">
      <w:pPr>
        <w:pStyle w:val="libPoemCenter"/>
        <w:rPr>
          <w:rtl/>
        </w:rPr>
      </w:pPr>
      <w:r w:rsidRPr="005664FD">
        <w:rPr>
          <w:rtl/>
        </w:rPr>
        <w:t>وأصاب</w:t>
      </w:r>
      <w:r w:rsidR="00554BFA">
        <w:rPr>
          <w:rtl/>
        </w:rPr>
        <w:t xml:space="preserve"> </w:t>
      </w:r>
      <w:r w:rsidRPr="005664FD">
        <w:rPr>
          <w:rtl/>
        </w:rPr>
        <w:t>أحمد</w:t>
      </w:r>
      <w:r w:rsidR="00554BFA">
        <w:rPr>
          <w:rtl/>
        </w:rPr>
        <w:t xml:space="preserve"> </w:t>
      </w:r>
      <w:r w:rsidRPr="005664FD">
        <w:rPr>
          <w:rtl/>
        </w:rPr>
        <w:t>والبَتول</w:t>
      </w:r>
      <w:r w:rsidR="00554BFA">
        <w:rPr>
          <w:rtl/>
        </w:rPr>
        <w:t xml:space="preserve"> </w:t>
      </w:r>
      <w:r w:rsidRPr="005664FD">
        <w:rPr>
          <w:rtl/>
        </w:rPr>
        <w:t>وحَيدر</w:t>
      </w:r>
      <w:r w:rsidR="00554BFA">
        <w:rPr>
          <w:rtl/>
        </w:rPr>
        <w:t xml:space="preserve"> </w:t>
      </w:r>
      <w:r w:rsidR="00554BFA" w:rsidRPr="00D0383A">
        <w:rPr>
          <w:rtl/>
        </w:rPr>
        <w:t>=</w:t>
      </w:r>
      <w:r w:rsidR="00554BFA">
        <w:rPr>
          <w:rtl/>
        </w:rPr>
        <w:t xml:space="preserve"> </w:t>
      </w:r>
      <w:r w:rsidRPr="005664FD">
        <w:rPr>
          <w:rtl/>
        </w:rPr>
        <w:t>في</w:t>
      </w:r>
      <w:r w:rsidR="00554BFA">
        <w:rPr>
          <w:rtl/>
        </w:rPr>
        <w:t xml:space="preserve"> </w:t>
      </w:r>
      <w:r w:rsidRPr="005664FD">
        <w:rPr>
          <w:rtl/>
        </w:rPr>
        <w:t>ذبحه</w:t>
      </w:r>
      <w:r w:rsidR="00554BFA">
        <w:rPr>
          <w:rtl/>
        </w:rPr>
        <w:t xml:space="preserve"> </w:t>
      </w:r>
      <w:r w:rsidRPr="005664FD">
        <w:rPr>
          <w:rtl/>
        </w:rPr>
        <w:t>وسِبا</w:t>
      </w:r>
      <w:r w:rsidR="00554BFA">
        <w:rPr>
          <w:rtl/>
        </w:rPr>
        <w:t xml:space="preserve"> </w:t>
      </w:r>
      <w:r w:rsidRPr="005664FD">
        <w:rPr>
          <w:rtl/>
        </w:rPr>
        <w:t>بنيه</w:t>
      </w:r>
      <w:r w:rsidR="00554BFA">
        <w:rPr>
          <w:rtl/>
        </w:rPr>
        <w:t xml:space="preserve"> </w:t>
      </w:r>
      <w:r w:rsidRPr="005664FD">
        <w:rPr>
          <w:rtl/>
        </w:rPr>
        <w:t>وأهله</w:t>
      </w:r>
    </w:p>
    <w:p w:rsidR="00645494" w:rsidRDefault="00645494" w:rsidP="00554BFA">
      <w:pPr>
        <w:pStyle w:val="libNormal"/>
        <w:rPr>
          <w:rtl/>
        </w:rPr>
      </w:pPr>
      <w:r w:rsidRPr="00554BFA">
        <w:rPr>
          <w:rtl/>
        </w:rPr>
        <w:t>ثم إنّي خمَّست الجميع، فقلت</w:t>
      </w:r>
      <w:r w:rsidRPr="005664FD">
        <w:rPr>
          <w:rtl/>
        </w:rPr>
        <w:t>:</w:t>
      </w:r>
    </w:p>
    <w:p w:rsidR="00D0383A" w:rsidRDefault="00D0383A" w:rsidP="00FE2721">
      <w:pPr>
        <w:pStyle w:val="libPoemCenter"/>
        <w:rPr>
          <w:rtl/>
        </w:rPr>
      </w:pPr>
      <w:r w:rsidRPr="005664FD">
        <w:rPr>
          <w:rFonts w:hint="cs"/>
          <w:rtl/>
        </w:rPr>
        <w:t>لج</w:t>
      </w:r>
      <w:r>
        <w:rPr>
          <w:rFonts w:hint="cs"/>
          <w:rtl/>
        </w:rPr>
        <w:t xml:space="preserve"> </w:t>
      </w:r>
      <w:r w:rsidRPr="005664FD">
        <w:rPr>
          <w:rFonts w:hint="cs"/>
          <w:rtl/>
        </w:rPr>
        <w:t>العُذول</w:t>
      </w:r>
      <w:r>
        <w:rPr>
          <w:rFonts w:hint="cs"/>
          <w:rtl/>
        </w:rPr>
        <w:t xml:space="preserve"> </w:t>
      </w:r>
      <w:r w:rsidRPr="005664FD">
        <w:rPr>
          <w:rFonts w:hint="cs"/>
          <w:rtl/>
        </w:rPr>
        <w:t>بعَذله</w:t>
      </w:r>
      <w:r>
        <w:rPr>
          <w:rFonts w:hint="cs"/>
          <w:rtl/>
        </w:rPr>
        <w:t xml:space="preserve"> </w:t>
      </w:r>
      <w:r w:rsidRPr="005664FD">
        <w:rPr>
          <w:rFonts w:hint="cs"/>
          <w:rtl/>
        </w:rPr>
        <w:t>مِن</w:t>
      </w:r>
      <w:r>
        <w:rPr>
          <w:rFonts w:hint="cs"/>
          <w:rtl/>
        </w:rPr>
        <w:t xml:space="preserve"> </w:t>
      </w:r>
      <w:r w:rsidRPr="005664FD">
        <w:rPr>
          <w:rFonts w:hint="cs"/>
          <w:rtl/>
        </w:rPr>
        <w:t>جَهله</w:t>
      </w:r>
      <w:r>
        <w:rPr>
          <w:rFonts w:hint="cs"/>
          <w:rtl/>
        </w:rPr>
        <w:t xml:space="preserve"> </w:t>
      </w:r>
      <w:r w:rsidRPr="00D0383A">
        <w:rPr>
          <w:rFonts w:hint="cs"/>
          <w:rtl/>
        </w:rPr>
        <w:t>=</w:t>
      </w:r>
      <w:r>
        <w:rPr>
          <w:rFonts w:hint="cs"/>
          <w:rtl/>
        </w:rPr>
        <w:t xml:space="preserve"> </w:t>
      </w:r>
      <w:r w:rsidRPr="005664FD">
        <w:rPr>
          <w:rFonts w:hint="cs"/>
          <w:rtl/>
        </w:rPr>
        <w:t>والقَلب</w:t>
      </w:r>
      <w:r>
        <w:rPr>
          <w:rFonts w:hint="cs"/>
          <w:rtl/>
        </w:rPr>
        <w:t xml:space="preserve"> </w:t>
      </w:r>
      <w:r w:rsidRPr="005664FD">
        <w:rPr>
          <w:rFonts w:hint="cs"/>
          <w:rtl/>
        </w:rPr>
        <w:t>عنه</w:t>
      </w:r>
      <w:r>
        <w:rPr>
          <w:rFonts w:hint="cs"/>
          <w:rtl/>
        </w:rPr>
        <w:t xml:space="preserve"> </w:t>
      </w:r>
      <w:r w:rsidRPr="005664FD">
        <w:rPr>
          <w:rFonts w:hint="cs"/>
          <w:rtl/>
        </w:rPr>
        <w:t>بشُغله</w:t>
      </w:r>
      <w:r>
        <w:rPr>
          <w:rFonts w:hint="cs"/>
          <w:rtl/>
        </w:rPr>
        <w:t xml:space="preserve"> </w:t>
      </w:r>
      <w:r w:rsidRPr="005664FD">
        <w:rPr>
          <w:rFonts w:hint="cs"/>
          <w:rtl/>
        </w:rPr>
        <w:t>مِن</w:t>
      </w:r>
      <w:r>
        <w:rPr>
          <w:rFonts w:hint="cs"/>
          <w:rtl/>
        </w:rPr>
        <w:t xml:space="preserve"> </w:t>
      </w:r>
      <w:r w:rsidRPr="005664FD">
        <w:rPr>
          <w:rFonts w:hint="cs"/>
          <w:rtl/>
        </w:rPr>
        <w:t>ذَهله</w:t>
      </w:r>
    </w:p>
    <w:p w:rsidR="00D0383A" w:rsidRDefault="00D0383A" w:rsidP="00FE2721">
      <w:pPr>
        <w:pStyle w:val="libPoemCenter"/>
        <w:rPr>
          <w:rtl/>
        </w:rPr>
      </w:pPr>
      <w:r w:rsidRPr="005664FD">
        <w:rPr>
          <w:rFonts w:hint="cs"/>
          <w:rtl/>
        </w:rPr>
        <w:t>أترى</w:t>
      </w:r>
      <w:r>
        <w:rPr>
          <w:rFonts w:hint="cs"/>
          <w:rtl/>
        </w:rPr>
        <w:t xml:space="preserve"> </w:t>
      </w:r>
      <w:r w:rsidRPr="005664FD">
        <w:rPr>
          <w:rFonts w:hint="cs"/>
          <w:rtl/>
        </w:rPr>
        <w:t>وكلٌّ</w:t>
      </w:r>
      <w:r>
        <w:rPr>
          <w:rFonts w:hint="cs"/>
          <w:rtl/>
        </w:rPr>
        <w:t xml:space="preserve"> </w:t>
      </w:r>
      <w:r w:rsidRPr="005664FD">
        <w:rPr>
          <w:rFonts w:hint="cs"/>
          <w:rtl/>
        </w:rPr>
        <w:t>مُرتضٍ</w:t>
      </w:r>
      <w:r>
        <w:rPr>
          <w:rFonts w:hint="cs"/>
          <w:rtl/>
        </w:rPr>
        <w:t xml:space="preserve"> </w:t>
      </w:r>
      <w:r w:rsidRPr="005664FD">
        <w:rPr>
          <w:rFonts w:hint="cs"/>
          <w:rtl/>
        </w:rPr>
        <w:t>في</w:t>
      </w:r>
      <w:r>
        <w:rPr>
          <w:rFonts w:hint="cs"/>
          <w:rtl/>
        </w:rPr>
        <w:t xml:space="preserve"> </w:t>
      </w:r>
      <w:r w:rsidRPr="005664FD">
        <w:rPr>
          <w:rFonts w:hint="cs"/>
          <w:rtl/>
        </w:rPr>
        <w:t>فعله</w:t>
      </w:r>
      <w:r>
        <w:rPr>
          <w:rFonts w:hint="cs"/>
          <w:rtl/>
        </w:rPr>
        <w:t xml:space="preserve"> </w:t>
      </w:r>
      <w:r w:rsidRPr="00D0383A">
        <w:rPr>
          <w:rFonts w:hint="cs"/>
          <w:rtl/>
        </w:rPr>
        <w:t>=</w:t>
      </w:r>
      <w:r>
        <w:rPr>
          <w:rFonts w:hint="cs"/>
          <w:rtl/>
        </w:rPr>
        <w:t xml:space="preserve"> </w:t>
      </w:r>
      <w:r w:rsidRPr="005664FD">
        <w:rPr>
          <w:rFonts w:hint="cs"/>
          <w:rtl/>
        </w:rPr>
        <w:t>ظَنَّ</w:t>
      </w:r>
      <w:r>
        <w:rPr>
          <w:rFonts w:hint="cs"/>
          <w:rtl/>
        </w:rPr>
        <w:t xml:space="preserve"> </w:t>
      </w:r>
      <w:r w:rsidRPr="005664FD">
        <w:rPr>
          <w:rFonts w:hint="cs"/>
          <w:rtl/>
        </w:rPr>
        <w:t>العُذول</w:t>
      </w:r>
      <w:r>
        <w:rPr>
          <w:rFonts w:hint="cs"/>
          <w:rtl/>
        </w:rPr>
        <w:t xml:space="preserve"> </w:t>
      </w:r>
      <w:r w:rsidRPr="005664FD">
        <w:rPr>
          <w:rFonts w:hint="cs"/>
          <w:rtl/>
        </w:rPr>
        <w:t>غَداة</w:t>
      </w:r>
      <w:r>
        <w:rPr>
          <w:rFonts w:hint="cs"/>
          <w:rtl/>
        </w:rPr>
        <w:t xml:space="preserve"> </w:t>
      </w:r>
      <w:r w:rsidRPr="005664FD">
        <w:rPr>
          <w:rFonts w:hint="cs"/>
          <w:rtl/>
        </w:rPr>
        <w:t>لُج</w:t>
      </w:r>
      <w:r>
        <w:rPr>
          <w:rFonts w:hint="cs"/>
          <w:rtl/>
        </w:rPr>
        <w:t xml:space="preserve"> </w:t>
      </w:r>
      <w:r w:rsidRPr="005664FD">
        <w:rPr>
          <w:rFonts w:hint="cs"/>
          <w:rtl/>
        </w:rPr>
        <w:t>بعَذله</w:t>
      </w:r>
    </w:p>
    <w:p w:rsidR="00D0383A" w:rsidRPr="00554BFA" w:rsidRDefault="00D0383A" w:rsidP="00FE2721">
      <w:pPr>
        <w:pStyle w:val="libPoemCenter"/>
        <w:rPr>
          <w:rtl/>
        </w:rPr>
      </w:pPr>
      <w:r w:rsidRPr="00554BFA">
        <w:rPr>
          <w:rFonts w:hint="cs"/>
          <w:rtl/>
        </w:rPr>
        <w:t>أنّي</w:t>
      </w:r>
      <w:r>
        <w:rPr>
          <w:rFonts w:hint="cs"/>
          <w:rtl/>
        </w:rPr>
        <w:t xml:space="preserve"> </w:t>
      </w:r>
      <w:r w:rsidRPr="00554BFA">
        <w:rPr>
          <w:rFonts w:hint="cs"/>
          <w:rtl/>
        </w:rPr>
        <w:t>سأغدو</w:t>
      </w:r>
      <w:r>
        <w:rPr>
          <w:rFonts w:hint="cs"/>
          <w:rtl/>
        </w:rPr>
        <w:t xml:space="preserve"> </w:t>
      </w:r>
      <w:r w:rsidRPr="00554BFA">
        <w:rPr>
          <w:rFonts w:hint="cs"/>
          <w:rtl/>
        </w:rPr>
        <w:t>سالكاً</w:t>
      </w:r>
      <w:r>
        <w:rPr>
          <w:rFonts w:hint="cs"/>
          <w:rtl/>
        </w:rPr>
        <w:t xml:space="preserve"> </w:t>
      </w:r>
      <w:r w:rsidRPr="00554BFA">
        <w:rPr>
          <w:rFonts w:hint="cs"/>
          <w:rtl/>
        </w:rPr>
        <w:t>في</w:t>
      </w:r>
      <w:r>
        <w:rPr>
          <w:rFonts w:hint="cs"/>
          <w:rtl/>
        </w:rPr>
        <w:t xml:space="preserve"> </w:t>
      </w:r>
      <w:r w:rsidRPr="00554BFA">
        <w:rPr>
          <w:rFonts w:hint="cs"/>
          <w:rtl/>
        </w:rPr>
        <w:t>سُبله</w:t>
      </w:r>
    </w:p>
    <w:p w:rsidR="00D0383A" w:rsidRDefault="00D0383A" w:rsidP="00FE2721">
      <w:pPr>
        <w:pStyle w:val="libPoemCenter"/>
        <w:rPr>
          <w:rtl/>
        </w:rPr>
      </w:pPr>
      <w:r w:rsidRPr="005664FD">
        <w:rPr>
          <w:rFonts w:hint="cs"/>
          <w:rtl/>
        </w:rPr>
        <w:t>لا</w:t>
      </w:r>
      <w:r>
        <w:rPr>
          <w:rFonts w:hint="cs"/>
          <w:rtl/>
        </w:rPr>
        <w:t xml:space="preserve"> </w:t>
      </w:r>
      <w:r w:rsidRPr="005664FD">
        <w:rPr>
          <w:rFonts w:hint="cs"/>
          <w:rtl/>
        </w:rPr>
        <w:t>والّذي</w:t>
      </w:r>
      <w:r>
        <w:rPr>
          <w:rFonts w:hint="cs"/>
          <w:rtl/>
        </w:rPr>
        <w:t xml:space="preserve"> </w:t>
      </w:r>
      <w:r w:rsidRPr="005664FD">
        <w:rPr>
          <w:rFonts w:hint="cs"/>
          <w:rtl/>
        </w:rPr>
        <w:t>بَعَثَ</w:t>
      </w:r>
      <w:r>
        <w:rPr>
          <w:rFonts w:hint="cs"/>
          <w:rtl/>
        </w:rPr>
        <w:t xml:space="preserve"> </w:t>
      </w:r>
      <w:r w:rsidRPr="005664FD">
        <w:rPr>
          <w:rFonts w:hint="cs"/>
          <w:rtl/>
        </w:rPr>
        <w:t>النَبي</w:t>
      </w:r>
      <w:r>
        <w:rPr>
          <w:rFonts w:hint="cs"/>
          <w:rtl/>
        </w:rPr>
        <w:t xml:space="preserve"> </w:t>
      </w:r>
      <w:r w:rsidRPr="005664FD">
        <w:rPr>
          <w:rFonts w:hint="cs"/>
          <w:rtl/>
        </w:rPr>
        <w:t>المُرسَلا</w:t>
      </w:r>
      <w:r>
        <w:rPr>
          <w:rFonts w:hint="cs"/>
          <w:rtl/>
        </w:rPr>
        <w:t xml:space="preserve"> </w:t>
      </w:r>
      <w:r w:rsidRPr="00D0383A">
        <w:rPr>
          <w:rFonts w:hint="cs"/>
          <w:rtl/>
        </w:rPr>
        <w:t>=</w:t>
      </w:r>
      <w:r>
        <w:rPr>
          <w:rFonts w:hint="cs"/>
          <w:rtl/>
        </w:rPr>
        <w:t xml:space="preserve"> </w:t>
      </w:r>
      <w:r w:rsidRPr="005664FD">
        <w:rPr>
          <w:rFonts w:hint="cs"/>
          <w:rtl/>
        </w:rPr>
        <w:t>بكتابه</w:t>
      </w:r>
      <w:r>
        <w:rPr>
          <w:rFonts w:hint="cs"/>
          <w:rtl/>
        </w:rPr>
        <w:t xml:space="preserve"> </w:t>
      </w:r>
      <w:r w:rsidRPr="005664FD">
        <w:rPr>
          <w:rFonts w:hint="cs"/>
          <w:rtl/>
        </w:rPr>
        <w:t>فَهدى</w:t>
      </w:r>
      <w:r>
        <w:rPr>
          <w:rFonts w:hint="cs"/>
          <w:rtl/>
        </w:rPr>
        <w:t xml:space="preserve"> </w:t>
      </w:r>
      <w:r w:rsidRPr="005664FD">
        <w:rPr>
          <w:rFonts w:hint="cs"/>
          <w:rtl/>
        </w:rPr>
        <w:t>به</w:t>
      </w:r>
      <w:r>
        <w:rPr>
          <w:rFonts w:hint="cs"/>
          <w:rtl/>
        </w:rPr>
        <w:t xml:space="preserve"> </w:t>
      </w:r>
      <w:r w:rsidRPr="005664FD">
        <w:rPr>
          <w:rFonts w:hint="cs"/>
          <w:rtl/>
        </w:rPr>
        <w:t>كُلَّ</w:t>
      </w:r>
      <w:r>
        <w:rPr>
          <w:rFonts w:hint="cs"/>
          <w:rtl/>
        </w:rPr>
        <w:t xml:space="preserve"> </w:t>
      </w:r>
      <w:r w:rsidRPr="005664FD">
        <w:rPr>
          <w:rFonts w:hint="cs"/>
          <w:rtl/>
        </w:rPr>
        <w:t>المَلا</w:t>
      </w:r>
    </w:p>
    <w:p w:rsidR="00D0383A" w:rsidRDefault="00D0383A" w:rsidP="00FE2721">
      <w:pPr>
        <w:pStyle w:val="libPoemCenter"/>
        <w:rPr>
          <w:rtl/>
        </w:rPr>
      </w:pPr>
      <w:r w:rsidRPr="005664FD">
        <w:rPr>
          <w:rFonts w:hint="cs"/>
          <w:rtl/>
        </w:rPr>
        <w:t>واعتاض</w:t>
      </w:r>
      <w:r>
        <w:rPr>
          <w:rFonts w:hint="cs"/>
          <w:rtl/>
        </w:rPr>
        <w:t xml:space="preserve"> </w:t>
      </w:r>
      <w:r w:rsidRPr="005664FD">
        <w:rPr>
          <w:rFonts w:hint="cs"/>
          <w:rtl/>
        </w:rPr>
        <w:t>عن</w:t>
      </w:r>
      <w:r>
        <w:rPr>
          <w:rFonts w:hint="cs"/>
          <w:rtl/>
        </w:rPr>
        <w:t xml:space="preserve"> </w:t>
      </w:r>
      <w:r w:rsidRPr="005664FD">
        <w:rPr>
          <w:rFonts w:hint="cs"/>
          <w:rtl/>
        </w:rPr>
        <w:t>أجر</w:t>
      </w:r>
      <w:r>
        <w:rPr>
          <w:rFonts w:hint="cs"/>
          <w:rtl/>
        </w:rPr>
        <w:t xml:space="preserve"> </w:t>
      </w:r>
      <w:r w:rsidRPr="005664FD">
        <w:rPr>
          <w:rFonts w:hint="cs"/>
          <w:rtl/>
        </w:rPr>
        <w:t>الرسالة</w:t>
      </w:r>
      <w:r>
        <w:rPr>
          <w:rFonts w:hint="cs"/>
          <w:rtl/>
        </w:rPr>
        <w:t xml:space="preserve"> </w:t>
      </w:r>
      <w:r w:rsidRPr="005664FD">
        <w:rPr>
          <w:rFonts w:hint="cs"/>
          <w:rtl/>
        </w:rPr>
        <w:t>بالوِلا</w:t>
      </w:r>
      <w:r>
        <w:rPr>
          <w:rFonts w:hint="cs"/>
          <w:rtl/>
        </w:rPr>
        <w:t xml:space="preserve"> </w:t>
      </w:r>
      <w:r w:rsidRPr="00D0383A">
        <w:rPr>
          <w:rFonts w:hint="cs"/>
          <w:rtl/>
        </w:rPr>
        <w:t>=</w:t>
      </w:r>
      <w:r>
        <w:rPr>
          <w:rFonts w:hint="cs"/>
          <w:rtl/>
        </w:rPr>
        <w:t xml:space="preserve"> </w:t>
      </w:r>
      <w:r w:rsidRPr="005664FD">
        <w:rPr>
          <w:rFonts w:hint="cs"/>
          <w:rtl/>
        </w:rPr>
        <w:t>هيهات</w:t>
      </w:r>
      <w:r>
        <w:rPr>
          <w:rFonts w:hint="cs"/>
          <w:rtl/>
        </w:rPr>
        <w:t xml:space="preserve"> </w:t>
      </w:r>
      <w:r w:rsidRPr="005664FD">
        <w:rPr>
          <w:rFonts w:hint="cs"/>
          <w:rtl/>
        </w:rPr>
        <w:t>أسلو</w:t>
      </w:r>
      <w:r>
        <w:rPr>
          <w:rFonts w:hint="cs"/>
          <w:rtl/>
        </w:rPr>
        <w:t xml:space="preserve"> </w:t>
      </w:r>
      <w:r w:rsidRPr="005664FD">
        <w:rPr>
          <w:rFonts w:hint="cs"/>
          <w:rtl/>
        </w:rPr>
        <w:t>عن</w:t>
      </w:r>
      <w:r>
        <w:rPr>
          <w:rFonts w:hint="cs"/>
          <w:rtl/>
        </w:rPr>
        <w:t xml:space="preserve"> </w:t>
      </w:r>
      <w:r w:rsidRPr="005664FD">
        <w:rPr>
          <w:rFonts w:hint="cs"/>
          <w:rtl/>
        </w:rPr>
        <w:t>تذكُّر</w:t>
      </w:r>
      <w:r>
        <w:rPr>
          <w:rFonts w:hint="cs"/>
          <w:rtl/>
        </w:rPr>
        <w:t xml:space="preserve"> </w:t>
      </w:r>
      <w:r w:rsidRPr="005664FD">
        <w:rPr>
          <w:rFonts w:hint="cs"/>
          <w:rtl/>
        </w:rPr>
        <w:t>كربلا</w:t>
      </w:r>
    </w:p>
    <w:p w:rsidR="00D0383A" w:rsidRPr="00554BFA" w:rsidRDefault="00D0383A" w:rsidP="00FE2721">
      <w:pPr>
        <w:pStyle w:val="libPoemCenter"/>
        <w:rPr>
          <w:rtl/>
        </w:rPr>
      </w:pPr>
      <w:r w:rsidRPr="00554BFA">
        <w:rPr>
          <w:rFonts w:hint="cs"/>
          <w:rtl/>
        </w:rPr>
        <w:t>وعن</w:t>
      </w:r>
      <w:r>
        <w:rPr>
          <w:rFonts w:hint="cs"/>
          <w:rtl/>
        </w:rPr>
        <w:t xml:space="preserve"> </w:t>
      </w:r>
      <w:r w:rsidRPr="00554BFA">
        <w:rPr>
          <w:rFonts w:hint="cs"/>
          <w:rtl/>
        </w:rPr>
        <w:t>القَتيل</w:t>
      </w:r>
      <w:r>
        <w:rPr>
          <w:rFonts w:hint="cs"/>
          <w:rtl/>
        </w:rPr>
        <w:t xml:space="preserve"> </w:t>
      </w:r>
      <w:r w:rsidRPr="00554BFA">
        <w:rPr>
          <w:rFonts w:hint="cs"/>
          <w:rtl/>
        </w:rPr>
        <w:t>وما</w:t>
      </w:r>
      <w:r>
        <w:rPr>
          <w:rFonts w:hint="cs"/>
          <w:rtl/>
        </w:rPr>
        <w:t xml:space="preserve"> </w:t>
      </w:r>
      <w:r w:rsidRPr="00554BFA">
        <w:rPr>
          <w:rFonts w:hint="cs"/>
          <w:rtl/>
        </w:rPr>
        <w:t>جَرى</w:t>
      </w:r>
      <w:r>
        <w:rPr>
          <w:rFonts w:hint="cs"/>
          <w:rtl/>
        </w:rPr>
        <w:t xml:space="preserve"> </w:t>
      </w:r>
      <w:r w:rsidRPr="00554BFA">
        <w:rPr>
          <w:rFonts w:hint="cs"/>
          <w:rtl/>
        </w:rPr>
        <w:t>في</w:t>
      </w:r>
      <w:r>
        <w:rPr>
          <w:rFonts w:hint="cs"/>
          <w:rtl/>
        </w:rPr>
        <w:t xml:space="preserve"> </w:t>
      </w:r>
      <w:r w:rsidRPr="00554BFA">
        <w:rPr>
          <w:rFonts w:hint="cs"/>
          <w:rtl/>
        </w:rPr>
        <w:t>قَتله</w:t>
      </w:r>
    </w:p>
    <w:p w:rsidR="00D0383A" w:rsidRDefault="00D0383A" w:rsidP="00FE2721">
      <w:pPr>
        <w:pStyle w:val="libPoemCenter"/>
        <w:rPr>
          <w:rtl/>
        </w:rPr>
      </w:pPr>
      <w:r w:rsidRPr="005664FD">
        <w:rPr>
          <w:rFonts w:hint="cs"/>
          <w:rtl/>
        </w:rPr>
        <w:t>تَركتْه</w:t>
      </w:r>
      <w:r>
        <w:rPr>
          <w:rFonts w:hint="cs"/>
          <w:rtl/>
        </w:rPr>
        <w:t xml:space="preserve"> </w:t>
      </w:r>
      <w:r w:rsidRPr="005664FD">
        <w:rPr>
          <w:rFonts w:hint="cs"/>
          <w:rtl/>
        </w:rPr>
        <w:t>أعداء</w:t>
      </w:r>
      <w:r>
        <w:rPr>
          <w:rFonts w:hint="cs"/>
          <w:rtl/>
        </w:rPr>
        <w:t xml:space="preserve"> </w:t>
      </w:r>
      <w:r w:rsidRPr="005664FD">
        <w:rPr>
          <w:rFonts w:hint="cs"/>
          <w:rtl/>
        </w:rPr>
        <w:t>الإله</w:t>
      </w:r>
      <w:r>
        <w:rPr>
          <w:rFonts w:hint="cs"/>
          <w:rtl/>
        </w:rPr>
        <w:t xml:space="preserve"> </w:t>
      </w:r>
      <w:r w:rsidRPr="005664FD">
        <w:rPr>
          <w:rFonts w:hint="cs"/>
          <w:rtl/>
        </w:rPr>
        <w:t>ورُسلِه</w:t>
      </w:r>
      <w:r>
        <w:rPr>
          <w:rFonts w:hint="cs"/>
          <w:rtl/>
        </w:rPr>
        <w:t xml:space="preserve"> </w:t>
      </w:r>
      <w:r w:rsidRPr="00D0383A">
        <w:rPr>
          <w:rFonts w:hint="cs"/>
          <w:rtl/>
        </w:rPr>
        <w:t>=</w:t>
      </w:r>
      <w:r>
        <w:rPr>
          <w:rFonts w:hint="cs"/>
          <w:rtl/>
        </w:rPr>
        <w:t xml:space="preserve"> </w:t>
      </w:r>
      <w:r w:rsidRPr="005664FD">
        <w:rPr>
          <w:rFonts w:hint="cs"/>
          <w:rtl/>
        </w:rPr>
        <w:t>يَرنو</w:t>
      </w:r>
      <w:r>
        <w:rPr>
          <w:rFonts w:hint="cs"/>
          <w:rtl/>
        </w:rPr>
        <w:t xml:space="preserve"> </w:t>
      </w:r>
      <w:r w:rsidRPr="005664FD">
        <w:rPr>
          <w:rFonts w:hint="cs"/>
          <w:rtl/>
        </w:rPr>
        <w:t>الفُرات</w:t>
      </w:r>
      <w:r>
        <w:rPr>
          <w:rFonts w:hint="cs"/>
          <w:rtl/>
        </w:rPr>
        <w:t xml:space="preserve"> </w:t>
      </w:r>
      <w:r w:rsidRPr="005664FD">
        <w:rPr>
          <w:rFonts w:hint="cs"/>
          <w:rtl/>
        </w:rPr>
        <w:t>مُحلَّأ</w:t>
      </w:r>
      <w:r>
        <w:rPr>
          <w:rFonts w:hint="cs"/>
          <w:rtl/>
        </w:rPr>
        <w:t xml:space="preserve"> </w:t>
      </w:r>
      <w:r w:rsidRPr="005664FD">
        <w:rPr>
          <w:rFonts w:hint="cs"/>
          <w:rtl/>
        </w:rPr>
        <w:t>عن</w:t>
      </w:r>
      <w:r>
        <w:rPr>
          <w:rFonts w:hint="cs"/>
          <w:rtl/>
        </w:rPr>
        <w:t xml:space="preserve"> </w:t>
      </w:r>
      <w:r w:rsidRPr="005664FD">
        <w:rPr>
          <w:rFonts w:hint="cs"/>
          <w:rtl/>
        </w:rPr>
        <w:t>نَهله</w:t>
      </w:r>
    </w:p>
    <w:p w:rsidR="00D0383A" w:rsidRDefault="00D0383A" w:rsidP="00FE2721">
      <w:pPr>
        <w:pStyle w:val="libPoemCenter"/>
        <w:rPr>
          <w:rtl/>
        </w:rPr>
      </w:pPr>
      <w:r w:rsidRPr="005664FD">
        <w:rPr>
          <w:rFonts w:hint="cs"/>
          <w:rtl/>
        </w:rPr>
        <w:t>حتّى</w:t>
      </w:r>
      <w:r>
        <w:rPr>
          <w:rFonts w:hint="cs"/>
          <w:rtl/>
        </w:rPr>
        <w:t xml:space="preserve"> </w:t>
      </w:r>
      <w:r w:rsidRPr="005664FD">
        <w:rPr>
          <w:rFonts w:hint="cs"/>
          <w:rtl/>
        </w:rPr>
        <w:t>إذا</w:t>
      </w:r>
      <w:r>
        <w:rPr>
          <w:rFonts w:hint="cs"/>
          <w:rtl/>
        </w:rPr>
        <w:t xml:space="preserve"> </w:t>
      </w:r>
      <w:r w:rsidRPr="005664FD">
        <w:rPr>
          <w:rFonts w:hint="cs"/>
          <w:rtl/>
        </w:rPr>
        <w:t>أودى</w:t>
      </w:r>
      <w:r>
        <w:rPr>
          <w:rFonts w:hint="cs"/>
          <w:rtl/>
        </w:rPr>
        <w:t xml:space="preserve"> </w:t>
      </w:r>
      <w:r w:rsidRPr="005664FD">
        <w:rPr>
          <w:rFonts w:hint="cs"/>
          <w:rtl/>
        </w:rPr>
        <w:t>العُطاش</w:t>
      </w:r>
      <w:r>
        <w:rPr>
          <w:rFonts w:hint="cs"/>
          <w:rtl/>
        </w:rPr>
        <w:t xml:space="preserve"> </w:t>
      </w:r>
      <w:r w:rsidRPr="005664FD">
        <w:rPr>
          <w:rFonts w:hint="cs"/>
          <w:rtl/>
        </w:rPr>
        <w:t>بأهله</w:t>
      </w:r>
      <w:r>
        <w:rPr>
          <w:rFonts w:hint="cs"/>
          <w:rtl/>
        </w:rPr>
        <w:t xml:space="preserve"> </w:t>
      </w:r>
      <w:r w:rsidRPr="00D0383A">
        <w:rPr>
          <w:rFonts w:hint="cs"/>
          <w:rtl/>
        </w:rPr>
        <w:t>=</w:t>
      </w:r>
      <w:r>
        <w:rPr>
          <w:rFonts w:hint="cs"/>
          <w:rtl/>
        </w:rPr>
        <w:t xml:space="preserve"> </w:t>
      </w:r>
      <w:r w:rsidRPr="005664FD">
        <w:rPr>
          <w:rFonts w:hint="cs"/>
          <w:rtl/>
        </w:rPr>
        <w:t>وافت</w:t>
      </w:r>
      <w:r>
        <w:rPr>
          <w:rFonts w:hint="cs"/>
          <w:rtl/>
        </w:rPr>
        <w:t xml:space="preserve"> </w:t>
      </w:r>
      <w:r w:rsidRPr="005664FD">
        <w:rPr>
          <w:rFonts w:hint="cs"/>
          <w:rtl/>
        </w:rPr>
        <w:t>عَقيلة</w:t>
      </w:r>
      <w:r>
        <w:rPr>
          <w:rFonts w:hint="cs"/>
          <w:rtl/>
        </w:rPr>
        <w:t xml:space="preserve"> </w:t>
      </w:r>
      <w:r w:rsidRPr="005664FD">
        <w:rPr>
          <w:rFonts w:hint="cs"/>
          <w:rtl/>
        </w:rPr>
        <w:t>أحمد</w:t>
      </w:r>
      <w:r>
        <w:rPr>
          <w:rFonts w:hint="cs"/>
          <w:rtl/>
        </w:rPr>
        <w:t xml:space="preserve"> </w:t>
      </w:r>
      <w:r w:rsidRPr="005664FD">
        <w:rPr>
          <w:rFonts w:hint="cs"/>
          <w:rtl/>
        </w:rPr>
        <w:t>في</w:t>
      </w:r>
      <w:r>
        <w:rPr>
          <w:rFonts w:hint="cs"/>
          <w:rtl/>
        </w:rPr>
        <w:t xml:space="preserve"> </w:t>
      </w:r>
      <w:r w:rsidRPr="005664FD">
        <w:rPr>
          <w:rFonts w:hint="cs"/>
          <w:rtl/>
        </w:rPr>
        <w:t>نَجله</w:t>
      </w:r>
    </w:p>
    <w:p w:rsidR="00D0383A" w:rsidRPr="00554BFA" w:rsidRDefault="00D0383A" w:rsidP="00D0383A">
      <w:pPr>
        <w:pStyle w:val="libPoemCenter"/>
        <w:rPr>
          <w:rtl/>
        </w:rPr>
      </w:pPr>
      <w:r w:rsidRPr="00554BFA">
        <w:rPr>
          <w:rFonts w:hint="cs"/>
          <w:rtl/>
        </w:rPr>
        <w:t>صَديان</w:t>
      </w:r>
      <w:r>
        <w:rPr>
          <w:rFonts w:hint="cs"/>
          <w:rtl/>
        </w:rPr>
        <w:t xml:space="preserve"> </w:t>
      </w:r>
      <w:r w:rsidRPr="00554BFA">
        <w:rPr>
          <w:rFonts w:hint="cs"/>
          <w:rtl/>
        </w:rPr>
        <w:t>كي</w:t>
      </w:r>
      <w:r>
        <w:rPr>
          <w:rFonts w:hint="cs"/>
          <w:rtl/>
        </w:rPr>
        <w:t xml:space="preserve"> </w:t>
      </w:r>
      <w:r w:rsidRPr="00554BFA">
        <w:rPr>
          <w:rFonts w:hint="cs"/>
          <w:rtl/>
        </w:rPr>
        <w:t>يَجلو</w:t>
      </w:r>
      <w:r>
        <w:rPr>
          <w:rFonts w:hint="cs"/>
          <w:rtl/>
        </w:rPr>
        <w:t xml:space="preserve"> </w:t>
      </w:r>
      <w:r w:rsidRPr="00554BFA">
        <w:rPr>
          <w:rFonts w:hint="cs"/>
          <w:rtl/>
        </w:rPr>
        <w:t>الصَدا</w:t>
      </w:r>
      <w:r>
        <w:rPr>
          <w:rFonts w:hint="cs"/>
          <w:rtl/>
        </w:rPr>
        <w:t xml:space="preserve"> </w:t>
      </w:r>
      <w:r w:rsidRPr="00554BFA">
        <w:rPr>
          <w:rFonts w:hint="cs"/>
          <w:rtl/>
        </w:rPr>
        <w:t>عن</w:t>
      </w:r>
      <w:r>
        <w:rPr>
          <w:rFonts w:hint="cs"/>
          <w:rtl/>
        </w:rPr>
        <w:t xml:space="preserve"> </w:t>
      </w:r>
      <w:r w:rsidRPr="00554BFA">
        <w:rPr>
          <w:rFonts w:hint="cs"/>
          <w:rtl/>
        </w:rPr>
        <w:t>نَجله</w:t>
      </w:r>
    </w:p>
    <w:p w:rsidR="00D0383A" w:rsidRDefault="00D0383A" w:rsidP="00FE2721">
      <w:pPr>
        <w:pStyle w:val="libPoemCenter"/>
        <w:rPr>
          <w:rtl/>
        </w:rPr>
      </w:pPr>
      <w:r w:rsidRPr="005664FD">
        <w:rPr>
          <w:rFonts w:hint="cs"/>
          <w:rtl/>
        </w:rPr>
        <w:t>جاءت</w:t>
      </w:r>
      <w:r>
        <w:rPr>
          <w:rFonts w:hint="cs"/>
          <w:rtl/>
        </w:rPr>
        <w:t xml:space="preserve"> </w:t>
      </w:r>
      <w:r w:rsidRPr="005664FD">
        <w:rPr>
          <w:rFonts w:hint="cs"/>
          <w:rtl/>
        </w:rPr>
        <w:t>إليه</w:t>
      </w:r>
      <w:r>
        <w:rPr>
          <w:rFonts w:hint="cs"/>
          <w:rtl/>
        </w:rPr>
        <w:t xml:space="preserve"> </w:t>
      </w:r>
      <w:r w:rsidRPr="005664FD">
        <w:rPr>
          <w:rFonts w:hint="cs"/>
          <w:rtl/>
        </w:rPr>
        <w:t>به</w:t>
      </w:r>
      <w:r>
        <w:rPr>
          <w:rFonts w:hint="cs"/>
          <w:rtl/>
        </w:rPr>
        <w:t xml:space="preserve"> </w:t>
      </w:r>
      <w:r w:rsidRPr="005664FD">
        <w:rPr>
          <w:rFonts w:hint="cs"/>
          <w:rtl/>
        </w:rPr>
        <w:t>تُطالبه</w:t>
      </w:r>
      <w:r>
        <w:rPr>
          <w:rFonts w:hint="cs"/>
          <w:rtl/>
        </w:rPr>
        <w:t xml:space="preserve"> </w:t>
      </w:r>
      <w:r w:rsidRPr="005664FD">
        <w:rPr>
          <w:rFonts w:hint="cs"/>
          <w:rtl/>
        </w:rPr>
        <w:t>بما</w:t>
      </w:r>
      <w:r>
        <w:rPr>
          <w:rFonts w:hint="cs"/>
          <w:rtl/>
        </w:rPr>
        <w:t xml:space="preserve"> </w:t>
      </w:r>
      <w:r w:rsidRPr="00D0383A">
        <w:rPr>
          <w:rFonts w:hint="cs"/>
          <w:rtl/>
        </w:rPr>
        <w:t>=</w:t>
      </w:r>
      <w:r>
        <w:rPr>
          <w:rFonts w:hint="cs"/>
          <w:rtl/>
        </w:rPr>
        <w:t xml:space="preserve"> </w:t>
      </w:r>
      <w:r w:rsidRPr="005664FD">
        <w:rPr>
          <w:rFonts w:hint="cs"/>
          <w:rtl/>
        </w:rPr>
        <w:t>فَثَنى</w:t>
      </w:r>
      <w:r>
        <w:rPr>
          <w:rFonts w:hint="cs"/>
          <w:rtl/>
        </w:rPr>
        <w:t xml:space="preserve"> </w:t>
      </w:r>
      <w:r w:rsidRPr="005664FD">
        <w:rPr>
          <w:rFonts w:hint="cs"/>
          <w:rtl/>
        </w:rPr>
        <w:t>له</w:t>
      </w:r>
      <w:r>
        <w:rPr>
          <w:rFonts w:hint="cs"/>
          <w:rtl/>
        </w:rPr>
        <w:t xml:space="preserve"> </w:t>
      </w:r>
      <w:r w:rsidRPr="005664FD">
        <w:rPr>
          <w:rFonts w:hint="cs"/>
          <w:rtl/>
        </w:rPr>
        <w:t>صَدراً</w:t>
      </w:r>
      <w:r>
        <w:rPr>
          <w:rFonts w:hint="cs"/>
          <w:rtl/>
        </w:rPr>
        <w:t xml:space="preserve"> </w:t>
      </w:r>
      <w:r w:rsidRPr="005664FD">
        <w:rPr>
          <w:rFonts w:hint="cs"/>
          <w:rtl/>
        </w:rPr>
        <w:t>وألوى</w:t>
      </w:r>
      <w:r>
        <w:rPr>
          <w:rFonts w:hint="cs"/>
          <w:rtl/>
        </w:rPr>
        <w:t xml:space="preserve"> </w:t>
      </w:r>
      <w:r w:rsidRPr="005664FD">
        <w:rPr>
          <w:rFonts w:hint="cs"/>
          <w:rtl/>
        </w:rPr>
        <w:t>مِعصَما</w:t>
      </w:r>
    </w:p>
    <w:p w:rsidR="00645494" w:rsidRDefault="00645494" w:rsidP="00645494">
      <w:pPr>
        <w:pStyle w:val="libNormal"/>
      </w:pPr>
      <w:r>
        <w:br w:type="page"/>
      </w:r>
    </w:p>
    <w:p w:rsidR="00D0383A" w:rsidRDefault="00D0383A" w:rsidP="00FE2721">
      <w:pPr>
        <w:pStyle w:val="libPoemCenter"/>
        <w:rPr>
          <w:rtl/>
        </w:rPr>
      </w:pPr>
      <w:r w:rsidRPr="005664FD">
        <w:rPr>
          <w:rFonts w:hint="cs"/>
          <w:rtl/>
        </w:rPr>
        <w:lastRenderedPageBreak/>
        <w:t>ووريدُه</w:t>
      </w:r>
      <w:r>
        <w:rPr>
          <w:rFonts w:hint="cs"/>
          <w:rtl/>
        </w:rPr>
        <w:t xml:space="preserve"> </w:t>
      </w:r>
      <w:r w:rsidRPr="005664FD">
        <w:rPr>
          <w:rFonts w:hint="cs"/>
          <w:rtl/>
        </w:rPr>
        <w:t>بادٍ</w:t>
      </w:r>
      <w:r>
        <w:rPr>
          <w:rFonts w:hint="cs"/>
          <w:rtl/>
        </w:rPr>
        <w:t xml:space="preserve"> </w:t>
      </w:r>
      <w:r w:rsidRPr="005664FD">
        <w:rPr>
          <w:rFonts w:hint="cs"/>
          <w:rtl/>
        </w:rPr>
        <w:t>يُليح</w:t>
      </w:r>
      <w:r>
        <w:rPr>
          <w:rFonts w:hint="cs"/>
          <w:rtl/>
        </w:rPr>
        <w:t xml:space="preserve"> </w:t>
      </w:r>
      <w:r w:rsidRPr="005664FD">
        <w:rPr>
          <w:rFonts w:hint="cs"/>
          <w:rtl/>
        </w:rPr>
        <w:t>به</w:t>
      </w:r>
      <w:r>
        <w:rPr>
          <w:rFonts w:hint="cs"/>
          <w:rtl/>
        </w:rPr>
        <w:t xml:space="preserve"> </w:t>
      </w:r>
      <w:r w:rsidRPr="005664FD">
        <w:rPr>
          <w:rFonts w:hint="cs"/>
          <w:rtl/>
        </w:rPr>
        <w:t>الظَما</w:t>
      </w:r>
      <w:r>
        <w:rPr>
          <w:rFonts w:hint="cs"/>
          <w:rtl/>
        </w:rPr>
        <w:t xml:space="preserve"> </w:t>
      </w:r>
      <w:r w:rsidRPr="00D0383A">
        <w:rPr>
          <w:rFonts w:hint="cs"/>
          <w:rtl/>
        </w:rPr>
        <w:t>=</w:t>
      </w:r>
      <w:r>
        <w:rPr>
          <w:rFonts w:hint="cs"/>
          <w:rtl/>
        </w:rPr>
        <w:t xml:space="preserve"> </w:t>
      </w:r>
      <w:r w:rsidRPr="005664FD">
        <w:rPr>
          <w:rFonts w:hint="cs"/>
          <w:rtl/>
        </w:rPr>
        <w:t>فرماه</w:t>
      </w:r>
      <w:r>
        <w:rPr>
          <w:rFonts w:hint="cs"/>
          <w:rtl/>
        </w:rPr>
        <w:t xml:space="preserve"> </w:t>
      </w:r>
      <w:r w:rsidRPr="005664FD">
        <w:rPr>
          <w:rFonts w:hint="cs"/>
          <w:rtl/>
        </w:rPr>
        <w:t>حَرملة</w:t>
      </w:r>
      <w:r>
        <w:rPr>
          <w:rFonts w:hint="cs"/>
          <w:rtl/>
        </w:rPr>
        <w:t xml:space="preserve"> </w:t>
      </w:r>
      <w:r w:rsidRPr="005664FD">
        <w:rPr>
          <w:rFonts w:hint="cs"/>
          <w:rtl/>
        </w:rPr>
        <w:t>بنَبل</w:t>
      </w:r>
      <w:r>
        <w:rPr>
          <w:rFonts w:hint="cs"/>
          <w:rtl/>
        </w:rPr>
        <w:t xml:space="preserve"> </w:t>
      </w:r>
      <w:r w:rsidRPr="005664FD">
        <w:rPr>
          <w:rFonts w:hint="cs"/>
          <w:rtl/>
        </w:rPr>
        <w:t>فارتمى</w:t>
      </w:r>
    </w:p>
    <w:p w:rsidR="00D0383A" w:rsidRPr="00645494" w:rsidRDefault="00D0383A" w:rsidP="00FE2721">
      <w:pPr>
        <w:pStyle w:val="libPoemCenter"/>
        <w:rPr>
          <w:rtl/>
        </w:rPr>
      </w:pPr>
      <w:r w:rsidRPr="00645494">
        <w:rPr>
          <w:rFonts w:hint="cs"/>
          <w:rtl/>
        </w:rPr>
        <w:t>عن</w:t>
      </w:r>
      <w:r>
        <w:rPr>
          <w:rFonts w:hint="cs"/>
          <w:rtl/>
        </w:rPr>
        <w:t xml:space="preserve"> </w:t>
      </w:r>
      <w:r w:rsidRPr="00645494">
        <w:rPr>
          <w:rFonts w:hint="cs"/>
          <w:rtl/>
        </w:rPr>
        <w:t>صَدر</w:t>
      </w:r>
      <w:r>
        <w:rPr>
          <w:rFonts w:hint="cs"/>
          <w:rtl/>
        </w:rPr>
        <w:t xml:space="preserve"> </w:t>
      </w:r>
      <w:r w:rsidRPr="00645494">
        <w:rPr>
          <w:rFonts w:hint="cs"/>
          <w:rtl/>
        </w:rPr>
        <w:t>والده</w:t>
      </w:r>
      <w:r>
        <w:rPr>
          <w:rFonts w:hint="cs"/>
          <w:rtl/>
        </w:rPr>
        <w:t xml:space="preserve"> </w:t>
      </w:r>
      <w:r w:rsidRPr="00645494">
        <w:rPr>
          <w:rFonts w:hint="cs"/>
          <w:rtl/>
        </w:rPr>
        <w:t>النَبيل</w:t>
      </w:r>
      <w:r>
        <w:rPr>
          <w:rFonts w:hint="cs"/>
          <w:rtl/>
        </w:rPr>
        <w:t xml:space="preserve"> </w:t>
      </w:r>
      <w:r w:rsidRPr="00645494">
        <w:rPr>
          <w:rFonts w:hint="cs"/>
          <w:rtl/>
        </w:rPr>
        <w:t>بنَبله</w:t>
      </w:r>
    </w:p>
    <w:p w:rsidR="00D0383A" w:rsidRDefault="00D0383A" w:rsidP="00FE2721">
      <w:pPr>
        <w:pStyle w:val="libPoemCenter"/>
        <w:rPr>
          <w:rtl/>
        </w:rPr>
      </w:pPr>
      <w:r w:rsidRPr="005664FD">
        <w:rPr>
          <w:rFonts w:hint="cs"/>
          <w:rtl/>
        </w:rPr>
        <w:t>ما</w:t>
      </w:r>
      <w:r>
        <w:rPr>
          <w:rFonts w:hint="cs"/>
          <w:rtl/>
        </w:rPr>
        <w:t xml:space="preserve"> </w:t>
      </w:r>
      <w:r w:rsidRPr="005664FD">
        <w:rPr>
          <w:rFonts w:hint="cs"/>
          <w:rtl/>
        </w:rPr>
        <w:t>حال</w:t>
      </w:r>
      <w:r>
        <w:rPr>
          <w:rFonts w:hint="cs"/>
          <w:rtl/>
        </w:rPr>
        <w:t xml:space="preserve"> </w:t>
      </w:r>
      <w:r w:rsidRPr="005664FD">
        <w:rPr>
          <w:rFonts w:hint="cs"/>
          <w:rtl/>
        </w:rPr>
        <w:t>عمَّتِه</w:t>
      </w:r>
      <w:r>
        <w:rPr>
          <w:rFonts w:hint="cs"/>
          <w:rtl/>
        </w:rPr>
        <w:t xml:space="preserve"> </w:t>
      </w:r>
      <w:r w:rsidRPr="005664FD">
        <w:rPr>
          <w:rFonts w:hint="cs"/>
          <w:rtl/>
        </w:rPr>
        <w:t>وحال</w:t>
      </w:r>
      <w:r>
        <w:rPr>
          <w:rFonts w:hint="cs"/>
          <w:rtl/>
        </w:rPr>
        <w:t xml:space="preserve"> </w:t>
      </w:r>
      <w:r w:rsidRPr="005664FD">
        <w:rPr>
          <w:rFonts w:hint="cs"/>
          <w:rtl/>
        </w:rPr>
        <w:t>شُجونها</w:t>
      </w:r>
      <w:r>
        <w:rPr>
          <w:rFonts w:hint="cs"/>
          <w:rtl/>
        </w:rPr>
        <w:t xml:space="preserve"> </w:t>
      </w:r>
      <w:r w:rsidRPr="00D0383A">
        <w:rPr>
          <w:rFonts w:hint="cs"/>
          <w:rtl/>
        </w:rPr>
        <w:t>=</w:t>
      </w:r>
      <w:r>
        <w:rPr>
          <w:rFonts w:hint="cs"/>
          <w:rtl/>
        </w:rPr>
        <w:t xml:space="preserve"> </w:t>
      </w:r>
      <w:r w:rsidRPr="005664FD">
        <w:rPr>
          <w:rFonts w:hint="cs"/>
          <w:rtl/>
        </w:rPr>
        <w:t>مِن</w:t>
      </w:r>
      <w:r>
        <w:rPr>
          <w:rFonts w:hint="cs"/>
          <w:rtl/>
        </w:rPr>
        <w:t xml:space="preserve"> </w:t>
      </w:r>
      <w:r w:rsidRPr="005664FD">
        <w:rPr>
          <w:rFonts w:hint="cs"/>
          <w:rtl/>
        </w:rPr>
        <w:t>نار</w:t>
      </w:r>
      <w:r>
        <w:rPr>
          <w:rFonts w:hint="cs"/>
          <w:rtl/>
        </w:rPr>
        <w:t xml:space="preserve"> </w:t>
      </w:r>
      <w:r w:rsidRPr="005664FD">
        <w:rPr>
          <w:rFonts w:hint="cs"/>
          <w:rtl/>
        </w:rPr>
        <w:t>أحشاها</w:t>
      </w:r>
      <w:r>
        <w:rPr>
          <w:rFonts w:hint="cs"/>
          <w:rtl/>
        </w:rPr>
        <w:t xml:space="preserve"> </w:t>
      </w:r>
      <w:r w:rsidRPr="005664FD">
        <w:rPr>
          <w:rFonts w:hint="cs"/>
          <w:rtl/>
        </w:rPr>
        <w:t>وماء</w:t>
      </w:r>
      <w:r>
        <w:rPr>
          <w:rFonts w:hint="cs"/>
          <w:rtl/>
        </w:rPr>
        <w:t xml:space="preserve"> </w:t>
      </w:r>
      <w:r w:rsidRPr="005664FD">
        <w:rPr>
          <w:rFonts w:hint="cs"/>
          <w:rtl/>
        </w:rPr>
        <w:t>جفونها</w:t>
      </w:r>
    </w:p>
    <w:p w:rsidR="00D0383A" w:rsidRDefault="00D0383A" w:rsidP="00FE2721">
      <w:pPr>
        <w:pStyle w:val="libPoemCenter"/>
        <w:rPr>
          <w:rtl/>
        </w:rPr>
      </w:pPr>
      <w:r w:rsidRPr="005664FD">
        <w:rPr>
          <w:rFonts w:hint="cs"/>
          <w:rtl/>
        </w:rPr>
        <w:t>لمّا</w:t>
      </w:r>
      <w:r>
        <w:rPr>
          <w:rFonts w:hint="cs"/>
          <w:rtl/>
        </w:rPr>
        <w:t xml:space="preserve"> </w:t>
      </w:r>
      <w:r w:rsidRPr="005664FD">
        <w:rPr>
          <w:rFonts w:hint="cs"/>
          <w:rtl/>
        </w:rPr>
        <w:t>رأتْ</w:t>
      </w:r>
      <w:r>
        <w:rPr>
          <w:rFonts w:hint="cs"/>
          <w:rtl/>
        </w:rPr>
        <w:t xml:space="preserve"> </w:t>
      </w:r>
      <w:r w:rsidRPr="005664FD">
        <w:rPr>
          <w:rFonts w:hint="cs"/>
          <w:rtl/>
        </w:rPr>
        <w:t>خطفته</w:t>
      </w:r>
      <w:r>
        <w:rPr>
          <w:rFonts w:hint="cs"/>
          <w:rtl/>
        </w:rPr>
        <w:t xml:space="preserve"> </w:t>
      </w:r>
      <w:r w:rsidRPr="005664FD">
        <w:rPr>
          <w:rFonts w:hint="cs"/>
          <w:rtl/>
        </w:rPr>
        <w:t>كفُّ</w:t>
      </w:r>
      <w:r>
        <w:rPr>
          <w:rFonts w:hint="cs"/>
          <w:rtl/>
        </w:rPr>
        <w:t xml:space="preserve"> </w:t>
      </w:r>
      <w:r w:rsidRPr="005664FD">
        <w:rPr>
          <w:rFonts w:hint="cs"/>
          <w:rtl/>
        </w:rPr>
        <w:t>مَنونها</w:t>
      </w:r>
      <w:r>
        <w:rPr>
          <w:rFonts w:hint="cs"/>
          <w:rtl/>
        </w:rPr>
        <w:t xml:space="preserve"> </w:t>
      </w:r>
      <w:r w:rsidRPr="00D0383A">
        <w:rPr>
          <w:rFonts w:hint="cs"/>
          <w:rtl/>
        </w:rPr>
        <w:t>=</w:t>
      </w:r>
      <w:r>
        <w:rPr>
          <w:rFonts w:hint="cs"/>
          <w:rtl/>
        </w:rPr>
        <w:t xml:space="preserve"> </w:t>
      </w:r>
      <w:r w:rsidRPr="005664FD">
        <w:rPr>
          <w:rFonts w:hint="cs"/>
          <w:rtl/>
        </w:rPr>
        <w:t>هَمَّت</w:t>
      </w:r>
      <w:r>
        <w:rPr>
          <w:rFonts w:hint="cs"/>
          <w:rtl/>
        </w:rPr>
        <w:t xml:space="preserve"> </w:t>
      </w:r>
      <w:r w:rsidRPr="005664FD">
        <w:rPr>
          <w:rFonts w:hint="cs"/>
          <w:rtl/>
        </w:rPr>
        <w:t>تُغسِّله</w:t>
      </w:r>
      <w:r>
        <w:rPr>
          <w:rFonts w:hint="cs"/>
          <w:rtl/>
        </w:rPr>
        <w:t xml:space="preserve"> </w:t>
      </w:r>
      <w:r w:rsidRPr="005664FD">
        <w:rPr>
          <w:rFonts w:hint="cs"/>
          <w:rtl/>
        </w:rPr>
        <w:t>بماء</w:t>
      </w:r>
      <w:r>
        <w:rPr>
          <w:rFonts w:hint="cs"/>
          <w:rtl/>
        </w:rPr>
        <w:t xml:space="preserve"> </w:t>
      </w:r>
      <w:r w:rsidRPr="005664FD">
        <w:rPr>
          <w:rFonts w:hint="cs"/>
          <w:rtl/>
        </w:rPr>
        <w:t>عُيونها</w:t>
      </w:r>
    </w:p>
    <w:p w:rsidR="00D0383A" w:rsidRPr="00645494" w:rsidRDefault="00D0383A" w:rsidP="00FE2721">
      <w:pPr>
        <w:pStyle w:val="libPoemCenter"/>
        <w:rPr>
          <w:rtl/>
        </w:rPr>
      </w:pPr>
      <w:r w:rsidRPr="00645494">
        <w:rPr>
          <w:rFonts w:hint="cs"/>
          <w:rtl/>
        </w:rPr>
        <w:t>فتكفَّلت</w:t>
      </w:r>
      <w:r>
        <w:rPr>
          <w:rFonts w:hint="cs"/>
          <w:rtl/>
        </w:rPr>
        <w:t xml:space="preserve"> </w:t>
      </w:r>
      <w:r w:rsidRPr="00645494">
        <w:rPr>
          <w:rFonts w:hint="cs"/>
          <w:rtl/>
        </w:rPr>
        <w:t>عنها</w:t>
      </w:r>
      <w:r>
        <w:rPr>
          <w:rFonts w:hint="cs"/>
          <w:rtl/>
        </w:rPr>
        <w:t xml:space="preserve"> </w:t>
      </w:r>
      <w:r w:rsidRPr="00645494">
        <w:rPr>
          <w:rFonts w:hint="cs"/>
          <w:rtl/>
        </w:rPr>
        <w:t>الدِماء</w:t>
      </w:r>
      <w:r>
        <w:rPr>
          <w:rFonts w:hint="cs"/>
          <w:rtl/>
        </w:rPr>
        <w:t xml:space="preserve"> </w:t>
      </w:r>
      <w:r w:rsidRPr="00645494">
        <w:rPr>
          <w:rFonts w:hint="cs"/>
          <w:rtl/>
        </w:rPr>
        <w:t>بغسله</w:t>
      </w:r>
    </w:p>
    <w:p w:rsidR="00D0383A" w:rsidRDefault="00D0383A" w:rsidP="00FE2721">
      <w:pPr>
        <w:pStyle w:val="libPoemCenter"/>
        <w:rPr>
          <w:rtl/>
        </w:rPr>
      </w:pPr>
      <w:r w:rsidRPr="005664FD">
        <w:rPr>
          <w:rFonts w:hint="cs"/>
          <w:rtl/>
        </w:rPr>
        <w:t>فحثا</w:t>
      </w:r>
      <w:r>
        <w:rPr>
          <w:rFonts w:hint="cs"/>
          <w:rtl/>
        </w:rPr>
        <w:t xml:space="preserve"> </w:t>
      </w:r>
      <w:r w:rsidRPr="005664FD">
        <w:rPr>
          <w:rFonts w:hint="cs"/>
          <w:rtl/>
        </w:rPr>
        <w:t>أبوه</w:t>
      </w:r>
      <w:r>
        <w:rPr>
          <w:rFonts w:hint="cs"/>
          <w:rtl/>
        </w:rPr>
        <w:t xml:space="preserve"> </w:t>
      </w:r>
      <w:r w:rsidRPr="005664FD">
        <w:rPr>
          <w:rFonts w:hint="cs"/>
          <w:rtl/>
        </w:rPr>
        <w:t>له</w:t>
      </w:r>
      <w:r>
        <w:rPr>
          <w:rFonts w:hint="cs"/>
          <w:rtl/>
        </w:rPr>
        <w:t xml:space="preserve"> </w:t>
      </w:r>
      <w:r w:rsidRPr="005664FD">
        <w:rPr>
          <w:rFonts w:hint="cs"/>
          <w:rtl/>
        </w:rPr>
        <w:t>بقائمِ</w:t>
      </w:r>
      <w:r>
        <w:rPr>
          <w:rFonts w:hint="cs"/>
          <w:rtl/>
        </w:rPr>
        <w:t xml:space="preserve"> </w:t>
      </w:r>
      <w:r w:rsidRPr="005664FD">
        <w:rPr>
          <w:rFonts w:hint="cs"/>
          <w:rtl/>
        </w:rPr>
        <w:t>عَضبه</w:t>
      </w:r>
      <w:r>
        <w:rPr>
          <w:rFonts w:hint="cs"/>
          <w:rtl/>
        </w:rPr>
        <w:t xml:space="preserve"> </w:t>
      </w:r>
      <w:r w:rsidRPr="00D0383A">
        <w:rPr>
          <w:rFonts w:hint="cs"/>
          <w:rtl/>
        </w:rPr>
        <w:t>=</w:t>
      </w:r>
      <w:r>
        <w:rPr>
          <w:rFonts w:hint="cs"/>
          <w:rtl/>
        </w:rPr>
        <w:t xml:space="preserve"> </w:t>
      </w:r>
      <w:r w:rsidRPr="005664FD">
        <w:rPr>
          <w:rFonts w:hint="cs"/>
          <w:rtl/>
        </w:rPr>
        <w:t>وطواه</w:t>
      </w:r>
      <w:r>
        <w:rPr>
          <w:rFonts w:hint="cs"/>
          <w:rtl/>
        </w:rPr>
        <w:t xml:space="preserve"> </w:t>
      </w:r>
      <w:r w:rsidRPr="005664FD">
        <w:rPr>
          <w:rFonts w:hint="cs"/>
          <w:rtl/>
        </w:rPr>
        <w:t>مَحلول</w:t>
      </w:r>
      <w:r>
        <w:rPr>
          <w:rFonts w:hint="cs"/>
          <w:rtl/>
        </w:rPr>
        <w:t xml:space="preserve"> </w:t>
      </w:r>
      <w:r w:rsidRPr="005664FD">
        <w:rPr>
          <w:rFonts w:hint="cs"/>
          <w:rtl/>
        </w:rPr>
        <w:t>القِماط</w:t>
      </w:r>
      <w:r>
        <w:rPr>
          <w:rFonts w:hint="cs"/>
          <w:rtl/>
        </w:rPr>
        <w:t xml:space="preserve"> </w:t>
      </w:r>
      <w:r w:rsidRPr="005664FD">
        <w:rPr>
          <w:rFonts w:hint="cs"/>
          <w:rtl/>
        </w:rPr>
        <w:t>بتُربه</w:t>
      </w:r>
    </w:p>
    <w:p w:rsidR="00D0383A" w:rsidRDefault="00D0383A" w:rsidP="00FE2721">
      <w:pPr>
        <w:pStyle w:val="libPoemCenter"/>
        <w:rPr>
          <w:rtl/>
        </w:rPr>
      </w:pPr>
      <w:r w:rsidRPr="005664FD">
        <w:rPr>
          <w:rFonts w:hint="cs"/>
          <w:rtl/>
        </w:rPr>
        <w:t>والعَين</w:t>
      </w:r>
      <w:r>
        <w:rPr>
          <w:rFonts w:hint="cs"/>
          <w:rtl/>
        </w:rPr>
        <w:t xml:space="preserve"> </w:t>
      </w:r>
      <w:r w:rsidRPr="005664FD">
        <w:rPr>
          <w:rFonts w:hint="cs"/>
          <w:rtl/>
        </w:rPr>
        <w:t>شاخصة</w:t>
      </w:r>
      <w:r>
        <w:rPr>
          <w:rFonts w:hint="cs"/>
          <w:rtl/>
        </w:rPr>
        <w:t xml:space="preserve"> </w:t>
      </w:r>
      <w:r w:rsidRPr="005664FD">
        <w:rPr>
          <w:rFonts w:hint="cs"/>
          <w:rtl/>
        </w:rPr>
        <w:t>لرحمة</w:t>
      </w:r>
      <w:r>
        <w:rPr>
          <w:rFonts w:hint="cs"/>
          <w:rtl/>
        </w:rPr>
        <w:t xml:space="preserve"> </w:t>
      </w:r>
      <w:r w:rsidRPr="005664FD">
        <w:rPr>
          <w:rFonts w:hint="cs"/>
          <w:rtl/>
        </w:rPr>
        <w:t>رَبه</w:t>
      </w:r>
      <w:r>
        <w:rPr>
          <w:rFonts w:hint="cs"/>
          <w:rtl/>
        </w:rPr>
        <w:t xml:space="preserve"> </w:t>
      </w:r>
      <w:r w:rsidRPr="00D0383A">
        <w:rPr>
          <w:rFonts w:hint="cs"/>
          <w:rtl/>
        </w:rPr>
        <w:t>=</w:t>
      </w:r>
      <w:r>
        <w:rPr>
          <w:rFonts w:hint="cs"/>
          <w:rtl/>
        </w:rPr>
        <w:t xml:space="preserve"> </w:t>
      </w:r>
      <w:r w:rsidRPr="005664FD">
        <w:rPr>
          <w:rFonts w:hint="cs"/>
          <w:rtl/>
        </w:rPr>
        <w:t>يا</w:t>
      </w:r>
      <w:r>
        <w:rPr>
          <w:rFonts w:hint="cs"/>
          <w:rtl/>
        </w:rPr>
        <w:t xml:space="preserve"> </w:t>
      </w:r>
      <w:r w:rsidRPr="005664FD">
        <w:rPr>
          <w:rFonts w:hint="cs"/>
          <w:rtl/>
        </w:rPr>
        <w:t>ويحَ</w:t>
      </w:r>
      <w:r>
        <w:rPr>
          <w:rFonts w:hint="cs"/>
          <w:rtl/>
        </w:rPr>
        <w:t xml:space="preserve"> </w:t>
      </w:r>
      <w:r w:rsidRPr="005664FD">
        <w:rPr>
          <w:rFonts w:hint="cs"/>
          <w:rtl/>
        </w:rPr>
        <w:t>دَهرٍ</w:t>
      </w:r>
      <w:r>
        <w:rPr>
          <w:rFonts w:hint="cs"/>
          <w:rtl/>
        </w:rPr>
        <w:t xml:space="preserve"> </w:t>
      </w:r>
      <w:r w:rsidRPr="005664FD">
        <w:rPr>
          <w:rFonts w:hint="cs"/>
          <w:rtl/>
        </w:rPr>
        <w:t>مِن</w:t>
      </w:r>
      <w:r>
        <w:rPr>
          <w:rFonts w:hint="cs"/>
          <w:rtl/>
        </w:rPr>
        <w:t xml:space="preserve"> </w:t>
      </w:r>
      <w:r w:rsidRPr="005664FD">
        <w:rPr>
          <w:rFonts w:hint="cs"/>
          <w:rtl/>
        </w:rPr>
        <w:t>فَجائع</w:t>
      </w:r>
      <w:r>
        <w:rPr>
          <w:rFonts w:hint="cs"/>
          <w:rtl/>
        </w:rPr>
        <w:t xml:space="preserve"> </w:t>
      </w:r>
      <w:r w:rsidRPr="005664FD">
        <w:rPr>
          <w:rFonts w:hint="cs"/>
          <w:rtl/>
        </w:rPr>
        <w:t>خَطبه</w:t>
      </w:r>
    </w:p>
    <w:p w:rsidR="00D0383A" w:rsidRPr="00645494" w:rsidRDefault="00D0383A" w:rsidP="00D0383A">
      <w:pPr>
        <w:pStyle w:val="libPoemCenter"/>
        <w:rPr>
          <w:rtl/>
        </w:rPr>
      </w:pPr>
      <w:r w:rsidRPr="00645494">
        <w:rPr>
          <w:rFonts w:hint="cs"/>
          <w:rtl/>
        </w:rPr>
        <w:t>فَجَع</w:t>
      </w:r>
      <w:r>
        <w:rPr>
          <w:rFonts w:hint="cs"/>
          <w:rtl/>
        </w:rPr>
        <w:t xml:space="preserve"> </w:t>
      </w:r>
      <w:r w:rsidRPr="00645494">
        <w:rPr>
          <w:rFonts w:hint="cs"/>
          <w:rtl/>
        </w:rPr>
        <w:t>ابن</w:t>
      </w:r>
      <w:r>
        <w:rPr>
          <w:rFonts w:hint="cs"/>
          <w:rtl/>
        </w:rPr>
        <w:t xml:space="preserve"> </w:t>
      </w:r>
      <w:r w:rsidRPr="00645494">
        <w:rPr>
          <w:rFonts w:hint="cs"/>
          <w:rtl/>
        </w:rPr>
        <w:t>أحمد</w:t>
      </w:r>
      <w:r>
        <w:rPr>
          <w:rFonts w:hint="cs"/>
          <w:rtl/>
        </w:rPr>
        <w:t xml:space="preserve"> </w:t>
      </w:r>
      <w:r w:rsidRPr="00645494">
        <w:rPr>
          <w:rFonts w:hint="cs"/>
          <w:rtl/>
        </w:rPr>
        <w:t>في</w:t>
      </w:r>
      <w:r>
        <w:rPr>
          <w:rFonts w:hint="cs"/>
          <w:rtl/>
        </w:rPr>
        <w:t xml:space="preserve"> </w:t>
      </w:r>
      <w:r w:rsidRPr="00645494">
        <w:rPr>
          <w:rFonts w:hint="cs"/>
          <w:rtl/>
        </w:rPr>
        <w:t>الطُفوف</w:t>
      </w:r>
      <w:r>
        <w:rPr>
          <w:rFonts w:hint="cs"/>
          <w:rtl/>
        </w:rPr>
        <w:t xml:space="preserve"> </w:t>
      </w:r>
      <w:r w:rsidRPr="00645494">
        <w:rPr>
          <w:rFonts w:hint="cs"/>
          <w:rtl/>
        </w:rPr>
        <w:t>بطِفله</w:t>
      </w:r>
    </w:p>
    <w:p w:rsidR="00D0383A" w:rsidRDefault="00D0383A" w:rsidP="00FE2721">
      <w:pPr>
        <w:pStyle w:val="libPoemCenter"/>
        <w:rPr>
          <w:rtl/>
        </w:rPr>
      </w:pPr>
      <w:r w:rsidRPr="005664FD">
        <w:rPr>
          <w:rFonts w:hint="cs"/>
          <w:rtl/>
        </w:rPr>
        <w:t>ورماه</w:t>
      </w:r>
      <w:r>
        <w:rPr>
          <w:rFonts w:hint="cs"/>
          <w:rtl/>
        </w:rPr>
        <w:t xml:space="preserve"> </w:t>
      </w:r>
      <w:r w:rsidRPr="005664FD">
        <w:rPr>
          <w:rFonts w:hint="cs"/>
          <w:rtl/>
        </w:rPr>
        <w:t>جِسماً</w:t>
      </w:r>
      <w:r>
        <w:rPr>
          <w:rFonts w:hint="cs"/>
          <w:rtl/>
        </w:rPr>
        <w:t xml:space="preserve"> </w:t>
      </w:r>
      <w:r w:rsidRPr="005664FD">
        <w:rPr>
          <w:rFonts w:hint="cs"/>
          <w:rtl/>
        </w:rPr>
        <w:t>في</w:t>
      </w:r>
      <w:r>
        <w:rPr>
          <w:rFonts w:hint="cs"/>
          <w:rtl/>
        </w:rPr>
        <w:t xml:space="preserve"> </w:t>
      </w:r>
      <w:r w:rsidRPr="005664FD">
        <w:rPr>
          <w:rFonts w:hint="cs"/>
          <w:rtl/>
        </w:rPr>
        <w:t>التُراب</w:t>
      </w:r>
      <w:r>
        <w:rPr>
          <w:rFonts w:hint="cs"/>
          <w:rtl/>
        </w:rPr>
        <w:t xml:space="preserve"> </w:t>
      </w:r>
      <w:r w:rsidRPr="005664FD">
        <w:rPr>
          <w:rFonts w:hint="cs"/>
          <w:rtl/>
        </w:rPr>
        <w:t>معفرا</w:t>
      </w:r>
      <w:r>
        <w:rPr>
          <w:rFonts w:hint="cs"/>
          <w:rtl/>
        </w:rPr>
        <w:t xml:space="preserve"> </w:t>
      </w:r>
      <w:r w:rsidRPr="00D0383A">
        <w:rPr>
          <w:rFonts w:hint="cs"/>
          <w:rtl/>
        </w:rPr>
        <w:t>=</w:t>
      </w:r>
      <w:r>
        <w:rPr>
          <w:rFonts w:hint="cs"/>
          <w:rtl/>
        </w:rPr>
        <w:t xml:space="preserve"> </w:t>
      </w:r>
      <w:r w:rsidRPr="005664FD">
        <w:rPr>
          <w:rFonts w:hint="cs"/>
          <w:rtl/>
        </w:rPr>
        <w:t>سَلِبْاً</w:t>
      </w:r>
      <w:r>
        <w:rPr>
          <w:rFonts w:hint="cs"/>
          <w:rtl/>
        </w:rPr>
        <w:t xml:space="preserve"> </w:t>
      </w:r>
      <w:r w:rsidRPr="005664FD">
        <w:rPr>
          <w:rFonts w:hint="cs"/>
          <w:rtl/>
        </w:rPr>
        <w:t>ورأساً</w:t>
      </w:r>
      <w:r>
        <w:rPr>
          <w:rFonts w:hint="cs"/>
          <w:rtl/>
        </w:rPr>
        <w:t xml:space="preserve"> </w:t>
      </w:r>
      <w:r w:rsidRPr="005664FD">
        <w:rPr>
          <w:rFonts w:hint="cs"/>
          <w:rtl/>
        </w:rPr>
        <w:t>فَوق</w:t>
      </w:r>
      <w:r>
        <w:rPr>
          <w:rFonts w:hint="cs"/>
          <w:rtl/>
        </w:rPr>
        <w:t xml:space="preserve"> </w:t>
      </w:r>
      <w:r w:rsidRPr="005664FD">
        <w:rPr>
          <w:rFonts w:hint="cs"/>
          <w:rtl/>
        </w:rPr>
        <w:t>عالٍ</w:t>
      </w:r>
      <w:r>
        <w:rPr>
          <w:rFonts w:hint="cs"/>
          <w:rtl/>
        </w:rPr>
        <w:t xml:space="preserve"> </w:t>
      </w:r>
      <w:r w:rsidRPr="005664FD">
        <w:rPr>
          <w:rFonts w:hint="cs"/>
          <w:rtl/>
        </w:rPr>
        <w:t>أسمرا</w:t>
      </w:r>
    </w:p>
    <w:p w:rsidR="00D0383A" w:rsidRDefault="00D0383A" w:rsidP="00FE2721">
      <w:pPr>
        <w:pStyle w:val="libPoemCenter"/>
        <w:rPr>
          <w:rtl/>
        </w:rPr>
      </w:pPr>
      <w:r w:rsidRPr="005664FD">
        <w:rPr>
          <w:rFonts w:hint="cs"/>
          <w:rtl/>
        </w:rPr>
        <w:t>وأطاف</w:t>
      </w:r>
      <w:r>
        <w:rPr>
          <w:rFonts w:hint="cs"/>
          <w:rtl/>
        </w:rPr>
        <w:t xml:space="preserve"> </w:t>
      </w:r>
      <w:r w:rsidRPr="005664FD">
        <w:rPr>
          <w:rFonts w:hint="cs"/>
          <w:rtl/>
        </w:rPr>
        <w:t>أهليه</w:t>
      </w:r>
      <w:r>
        <w:rPr>
          <w:rFonts w:hint="cs"/>
          <w:rtl/>
        </w:rPr>
        <w:t xml:space="preserve"> </w:t>
      </w:r>
      <w:r w:rsidRPr="005664FD">
        <w:rPr>
          <w:rFonts w:hint="cs"/>
          <w:rtl/>
        </w:rPr>
        <w:t>السباسب</w:t>
      </w:r>
      <w:r>
        <w:rPr>
          <w:rFonts w:hint="cs"/>
          <w:rtl/>
        </w:rPr>
        <w:t xml:space="preserve"> </w:t>
      </w:r>
      <w:r w:rsidRPr="005664FD">
        <w:rPr>
          <w:rFonts w:hint="cs"/>
          <w:rtl/>
        </w:rPr>
        <w:t>حُسّرا</w:t>
      </w:r>
      <w:r>
        <w:rPr>
          <w:rFonts w:hint="cs"/>
          <w:rtl/>
        </w:rPr>
        <w:t xml:space="preserve"> </w:t>
      </w:r>
      <w:r w:rsidRPr="00D0383A">
        <w:rPr>
          <w:rFonts w:hint="cs"/>
          <w:rtl/>
        </w:rPr>
        <w:t>=</w:t>
      </w:r>
      <w:r>
        <w:rPr>
          <w:rFonts w:hint="cs"/>
          <w:rtl/>
        </w:rPr>
        <w:t xml:space="preserve"> </w:t>
      </w:r>
      <w:r w:rsidRPr="005664FD">
        <w:rPr>
          <w:rFonts w:hint="cs"/>
          <w:rtl/>
        </w:rPr>
        <w:t>وأصاب</w:t>
      </w:r>
      <w:r>
        <w:rPr>
          <w:rFonts w:hint="cs"/>
          <w:rtl/>
        </w:rPr>
        <w:t xml:space="preserve"> </w:t>
      </w:r>
      <w:r w:rsidRPr="005664FD">
        <w:rPr>
          <w:rFonts w:hint="cs"/>
          <w:rtl/>
        </w:rPr>
        <w:t>أحمد</w:t>
      </w:r>
      <w:r>
        <w:rPr>
          <w:rFonts w:hint="cs"/>
          <w:rtl/>
        </w:rPr>
        <w:t xml:space="preserve"> </w:t>
      </w:r>
      <w:r w:rsidRPr="005664FD">
        <w:rPr>
          <w:rFonts w:hint="cs"/>
          <w:rtl/>
        </w:rPr>
        <w:t>والبَتول</w:t>
      </w:r>
      <w:r>
        <w:rPr>
          <w:rFonts w:hint="cs"/>
          <w:rtl/>
        </w:rPr>
        <w:t xml:space="preserve"> </w:t>
      </w:r>
      <w:r w:rsidRPr="005664FD">
        <w:rPr>
          <w:rFonts w:hint="cs"/>
          <w:rtl/>
        </w:rPr>
        <w:t>وحَيدرا</w:t>
      </w:r>
    </w:p>
    <w:p w:rsidR="00645494" w:rsidRPr="00554BFA" w:rsidRDefault="00645494" w:rsidP="00D0383A">
      <w:pPr>
        <w:pStyle w:val="libPoemCenter"/>
        <w:rPr>
          <w:rtl/>
        </w:rPr>
      </w:pPr>
      <w:r w:rsidRPr="005664FD">
        <w:rPr>
          <w:rtl/>
        </w:rPr>
        <w:t>في ذَبحه وسِبا بنيه وأهله</w:t>
      </w:r>
    </w:p>
    <w:p w:rsidR="00645494" w:rsidRPr="00554BFA" w:rsidRDefault="00645494" w:rsidP="00645494">
      <w:pPr>
        <w:pStyle w:val="Heading3"/>
        <w:rPr>
          <w:rtl/>
        </w:rPr>
      </w:pPr>
      <w:bookmarkStart w:id="84" w:name="_Toc491861345"/>
      <w:r w:rsidRPr="005664FD">
        <w:rPr>
          <w:rtl/>
        </w:rPr>
        <w:t>الفصل الثالث:</w:t>
      </w:r>
      <w:bookmarkEnd w:id="84"/>
    </w:p>
    <w:p w:rsidR="00645494" w:rsidRPr="005664FD" w:rsidRDefault="00645494" w:rsidP="00554BFA">
      <w:pPr>
        <w:pStyle w:val="libNormal"/>
        <w:rPr>
          <w:rtl/>
        </w:rPr>
      </w:pPr>
      <w:r w:rsidRPr="00554BFA">
        <w:rPr>
          <w:rtl/>
        </w:rPr>
        <w:t>كنت نظمت قصيدة استنهض بها الإمام المهدي</w:t>
      </w:r>
      <w:r w:rsidR="00554BFA">
        <w:rPr>
          <w:rtl/>
        </w:rPr>
        <w:t xml:space="preserve"> (</w:t>
      </w:r>
      <w:r w:rsidRPr="00554BFA">
        <w:rPr>
          <w:rtl/>
        </w:rPr>
        <w:t>عليه السلام) وأرثي بها الحسين</w:t>
      </w:r>
      <w:r w:rsidR="00554BFA">
        <w:rPr>
          <w:rtl/>
        </w:rPr>
        <w:t xml:space="preserve"> (</w:t>
      </w:r>
      <w:r w:rsidRPr="00554BFA">
        <w:rPr>
          <w:rtl/>
        </w:rPr>
        <w:t>عليه السلام) على قافية الصاد مُشجَّرة الأوائل بحروف الهِجاء سنة 1315 في السماوة، فكتبتها في دفتر شعري ليلاً ونِمت، فرأيت في تلك الليلة أحد العلويين، وظننته أحد الأئمة</w:t>
      </w:r>
      <w:r w:rsidR="00554BFA">
        <w:rPr>
          <w:rtl/>
        </w:rPr>
        <w:t xml:space="preserve"> (</w:t>
      </w:r>
      <w:r w:rsidRPr="00554BFA">
        <w:rPr>
          <w:rtl/>
        </w:rPr>
        <w:t>عليهم السلام) بل غَلب على ظنّي في المنام أنَّه المهدي</w:t>
      </w:r>
      <w:r w:rsidR="00554BFA">
        <w:rPr>
          <w:rtl/>
        </w:rPr>
        <w:t xml:space="preserve"> (</w:t>
      </w:r>
      <w:r w:rsidRPr="00554BFA">
        <w:rPr>
          <w:rtl/>
        </w:rPr>
        <w:t>عليه السلام)، وكأنّه دخل عليَّ غُرفتي التي أنا نائم فيها، فقمت احتراماً له، فقال: أريد أنْ أكتب</w:t>
      </w:r>
    </w:p>
    <w:p w:rsidR="00645494" w:rsidRDefault="00645494" w:rsidP="00645494">
      <w:pPr>
        <w:pStyle w:val="libNormal"/>
      </w:pPr>
      <w:r>
        <w:rPr>
          <w:rtl/>
        </w:rPr>
        <w:br w:type="page"/>
      </w:r>
    </w:p>
    <w:p w:rsidR="00554BFA" w:rsidRDefault="00645494" w:rsidP="00645494">
      <w:pPr>
        <w:pStyle w:val="libNormal"/>
        <w:rPr>
          <w:rtl/>
        </w:rPr>
      </w:pPr>
      <w:r w:rsidRPr="00301761">
        <w:rPr>
          <w:rtl/>
        </w:rPr>
        <w:lastRenderedPageBreak/>
        <w:t>القصيدة الصادية، وأخرج قرطاساً ودواة وقلماً، فأخرجت دفتر شِعري، وجعلت أتلو عليه وهو يكتب، حتّى انتهى إلى حرف الهاء منها، فقال: يكفي، فقلت: إنَّ هذه القصيدة تسعة وعشرون بيتاً، تبدأ بالألف وتَنتهي بالياء، وقد بقي منها ثلاثة أبيات: الهاء، ولام ألف، والياء، فقال: يَكفي ما كتبت، فحرصت على أنْ يُتمها، فقلت له: إنَّ الحروف لم تَتُم وتكون القصيدة ناقصة، فقال: أعلم، ولكن الأبيات الثلاثة الباقية ليست في مدحنا، فانتبهت من نومي، وأسرجت المصابيح ونظرت القصيدة في الدفتر</w:t>
      </w:r>
      <w:r w:rsidR="00D0383A">
        <w:rPr>
          <w:rtl/>
        </w:rPr>
        <w:t>؛</w:t>
      </w:r>
      <w:r w:rsidRPr="00301761">
        <w:rPr>
          <w:rtl/>
        </w:rPr>
        <w:t xml:space="preserve"> لأنَّها لم تكُن على بالي، فإذا الأبيات الثلاثة في مدح القصيدة على عادة الشعراء</w:t>
      </w:r>
      <w:r w:rsidR="00D0383A">
        <w:rPr>
          <w:rtl/>
        </w:rPr>
        <w:t>؛</w:t>
      </w:r>
      <w:r w:rsidRPr="00301761">
        <w:rPr>
          <w:rtl/>
        </w:rPr>
        <w:t xml:space="preserve"> فإنَّهم يمدحون شعرهم في آخر القصيدة، فمَحوت الأصل وأبدلته بمدحهم</w:t>
      </w:r>
      <w:r w:rsidR="00554BFA">
        <w:rPr>
          <w:rtl/>
        </w:rPr>
        <w:t xml:space="preserve"> (</w:t>
      </w:r>
      <w:r w:rsidRPr="00301761">
        <w:rPr>
          <w:rtl/>
        </w:rPr>
        <w:t>عليهم السلام) ثم حَدتني تلك الرُؤيا المُباركة على أنْ نَظمت تسعاً وأربعين قصيدة على ذلك المنوال، في الأوائل والقوافي مرتّبة، وسمّيتها روضة الهُدى في رثاء سيّد الشُهداء، وهي ضمن ديواني المُشتمل على الروضات والمَدح والرِثاء المسمّى</w:t>
      </w:r>
      <w:r w:rsidR="00554BFA">
        <w:rPr>
          <w:rtl/>
        </w:rPr>
        <w:t xml:space="preserve"> (</w:t>
      </w:r>
      <w:r w:rsidRPr="00301761">
        <w:rPr>
          <w:rtl/>
        </w:rPr>
        <w:t>رياض الأزهار في ذِكرى أهل البيت الأطهار) وها أنا أذكر القصيدة بأسرها، وأذكر الأبيات الثلاثة المُبدَلة، والثلاثة الأصلية، فإنّي أثبتّها ليلة الرؤيا في محلٍّ آخر</w:t>
      </w:r>
      <w:r w:rsidR="00D0383A">
        <w:rPr>
          <w:rtl/>
        </w:rPr>
        <w:t>؛</w:t>
      </w:r>
      <w:r w:rsidRPr="00301761">
        <w:rPr>
          <w:rtl/>
        </w:rPr>
        <w:t xml:space="preserve"> لأرويها فتكون مُرغِّبة لمدح الأئمة</w:t>
      </w:r>
      <w:r w:rsidR="00554BFA">
        <w:rPr>
          <w:rtl/>
        </w:rPr>
        <w:t xml:space="preserve"> (</w:t>
      </w:r>
      <w:r w:rsidRPr="00301761">
        <w:rPr>
          <w:rtl/>
        </w:rPr>
        <w:t>عليهم السلام) فالقصيدة هي:</w:t>
      </w:r>
    </w:p>
    <w:p w:rsidR="00645494" w:rsidRDefault="00645494" w:rsidP="00FE2721">
      <w:pPr>
        <w:pStyle w:val="libPoemCenter"/>
        <w:rPr>
          <w:rtl/>
        </w:rPr>
      </w:pPr>
      <w:r w:rsidRPr="00301761">
        <w:rPr>
          <w:rtl/>
        </w:rPr>
        <w:t>أرخ</w:t>
      </w:r>
      <w:r w:rsidR="00554BFA">
        <w:rPr>
          <w:rtl/>
        </w:rPr>
        <w:t xml:space="preserve"> </w:t>
      </w:r>
      <w:r w:rsidRPr="00301761">
        <w:rPr>
          <w:rtl/>
        </w:rPr>
        <w:t>البرى</w:t>
      </w:r>
      <w:r w:rsidR="00554BFA">
        <w:rPr>
          <w:rtl/>
        </w:rPr>
        <w:t xml:space="preserve"> </w:t>
      </w:r>
      <w:r w:rsidRPr="00301761">
        <w:rPr>
          <w:rtl/>
        </w:rPr>
        <w:t>لأيانق</w:t>
      </w:r>
      <w:r w:rsidR="00554BFA">
        <w:rPr>
          <w:rtl/>
        </w:rPr>
        <w:t xml:space="preserve"> </w:t>
      </w:r>
      <w:r w:rsidRPr="00301761">
        <w:rPr>
          <w:rtl/>
        </w:rPr>
        <w:t>وقلاص</w:t>
      </w:r>
      <w:r w:rsidR="00554BFA">
        <w:rPr>
          <w:rtl/>
        </w:rPr>
        <w:t xml:space="preserve"> </w:t>
      </w:r>
      <w:r w:rsidR="00554BFA" w:rsidRPr="00D0383A">
        <w:rPr>
          <w:rtl/>
        </w:rPr>
        <w:t>=</w:t>
      </w:r>
      <w:r w:rsidR="00554BFA">
        <w:rPr>
          <w:rtl/>
        </w:rPr>
        <w:t xml:space="preserve"> </w:t>
      </w:r>
      <w:r w:rsidRPr="00301761">
        <w:rPr>
          <w:rtl/>
        </w:rPr>
        <w:t>واطلب</w:t>
      </w:r>
      <w:r w:rsidR="00554BFA">
        <w:rPr>
          <w:rtl/>
        </w:rPr>
        <w:t xml:space="preserve"> </w:t>
      </w:r>
      <w:r w:rsidRPr="00301761">
        <w:rPr>
          <w:rtl/>
        </w:rPr>
        <w:t>بها</w:t>
      </w:r>
      <w:r w:rsidR="00554BFA">
        <w:rPr>
          <w:rtl/>
        </w:rPr>
        <w:t xml:space="preserve"> </w:t>
      </w:r>
      <w:r w:rsidRPr="00301761">
        <w:rPr>
          <w:rtl/>
        </w:rPr>
        <w:t>قُرب</w:t>
      </w:r>
      <w:r w:rsidR="00554BFA">
        <w:rPr>
          <w:rtl/>
        </w:rPr>
        <w:t xml:space="preserve"> </w:t>
      </w:r>
      <w:r w:rsidRPr="00301761">
        <w:rPr>
          <w:rtl/>
        </w:rPr>
        <w:t>المَحلِّ</w:t>
      </w:r>
      <w:r w:rsidR="00554BFA">
        <w:rPr>
          <w:rtl/>
        </w:rPr>
        <w:t xml:space="preserve"> </w:t>
      </w:r>
      <w:r w:rsidRPr="00301761">
        <w:rPr>
          <w:rtl/>
        </w:rPr>
        <w:t>القاصي</w:t>
      </w:r>
    </w:p>
    <w:p w:rsidR="00645494" w:rsidRPr="00645494" w:rsidRDefault="00645494" w:rsidP="00FE2721">
      <w:pPr>
        <w:pStyle w:val="libPoemCenter"/>
        <w:rPr>
          <w:rtl/>
        </w:rPr>
      </w:pPr>
      <w:r w:rsidRPr="00301761">
        <w:rPr>
          <w:rtl/>
        </w:rPr>
        <w:t>بمَشافر</w:t>
      </w:r>
      <w:r w:rsidR="00554BFA">
        <w:rPr>
          <w:rtl/>
        </w:rPr>
        <w:t xml:space="preserve"> </w:t>
      </w:r>
      <w:r w:rsidRPr="00301761">
        <w:rPr>
          <w:rtl/>
        </w:rPr>
        <w:t>مِثل</w:t>
      </w:r>
      <w:r w:rsidR="00554BFA">
        <w:rPr>
          <w:rtl/>
        </w:rPr>
        <w:t xml:space="preserve"> </w:t>
      </w:r>
      <w:r w:rsidRPr="00301761">
        <w:rPr>
          <w:rtl/>
        </w:rPr>
        <w:t>الجِنان</w:t>
      </w:r>
      <w:r w:rsidR="00554BFA">
        <w:rPr>
          <w:rtl/>
        </w:rPr>
        <w:t xml:space="preserve"> </w:t>
      </w:r>
      <w:r w:rsidRPr="00301761">
        <w:rPr>
          <w:rtl/>
        </w:rPr>
        <w:t>تَفتَّحت</w:t>
      </w:r>
      <w:r w:rsidR="00554BFA">
        <w:rPr>
          <w:rtl/>
        </w:rPr>
        <w:t xml:space="preserve"> </w:t>
      </w:r>
      <w:r w:rsidR="00554BFA" w:rsidRPr="00D0383A">
        <w:rPr>
          <w:rtl/>
        </w:rPr>
        <w:t>=</w:t>
      </w:r>
      <w:r w:rsidR="00554BFA">
        <w:rPr>
          <w:rtl/>
        </w:rPr>
        <w:t xml:space="preserve"> </w:t>
      </w:r>
      <w:r w:rsidRPr="00301761">
        <w:rPr>
          <w:rtl/>
        </w:rPr>
        <w:t>ومناسم</w:t>
      </w:r>
      <w:r w:rsidR="00554BFA">
        <w:rPr>
          <w:rtl/>
        </w:rPr>
        <w:t xml:space="preserve"> </w:t>
      </w:r>
      <w:r w:rsidRPr="00301761">
        <w:rPr>
          <w:rtl/>
        </w:rPr>
        <w:t>دُوِرن</w:t>
      </w:r>
      <w:r w:rsidR="00554BFA">
        <w:rPr>
          <w:rtl/>
        </w:rPr>
        <w:t xml:space="preserve"> </w:t>
      </w:r>
      <w:r w:rsidRPr="00301761">
        <w:rPr>
          <w:rtl/>
        </w:rPr>
        <w:t>كالأقراص</w:t>
      </w:r>
    </w:p>
    <w:p w:rsidR="00645494" w:rsidRDefault="00645494" w:rsidP="00645494">
      <w:pPr>
        <w:pStyle w:val="libNormal"/>
      </w:pPr>
      <w:r>
        <w:br w:type="page"/>
      </w:r>
    </w:p>
    <w:p w:rsidR="00645494" w:rsidRDefault="00645494" w:rsidP="00FE2721">
      <w:pPr>
        <w:pStyle w:val="libPoemCenter"/>
        <w:rPr>
          <w:rtl/>
        </w:rPr>
      </w:pPr>
      <w:r w:rsidRPr="00301761">
        <w:rPr>
          <w:rtl/>
        </w:rPr>
        <w:lastRenderedPageBreak/>
        <w:t>تُفلي</w:t>
      </w:r>
      <w:r w:rsidR="00554BFA">
        <w:rPr>
          <w:rtl/>
        </w:rPr>
        <w:t xml:space="preserve"> </w:t>
      </w:r>
      <w:r w:rsidRPr="00301761">
        <w:rPr>
          <w:rtl/>
        </w:rPr>
        <w:t>الفَلاة</w:t>
      </w:r>
      <w:r w:rsidR="00554BFA">
        <w:rPr>
          <w:rtl/>
        </w:rPr>
        <w:t xml:space="preserve"> </w:t>
      </w:r>
      <w:r w:rsidRPr="00301761">
        <w:rPr>
          <w:rtl/>
        </w:rPr>
        <w:t>سَباسباً</w:t>
      </w:r>
      <w:r w:rsidR="00554BFA">
        <w:rPr>
          <w:rtl/>
        </w:rPr>
        <w:t xml:space="preserve"> </w:t>
      </w:r>
      <w:r w:rsidRPr="00301761">
        <w:rPr>
          <w:rtl/>
        </w:rPr>
        <w:t>فسباسبا</w:t>
      </w:r>
      <w:r w:rsidR="00554BFA">
        <w:rPr>
          <w:rtl/>
        </w:rPr>
        <w:t xml:space="preserve"> </w:t>
      </w:r>
      <w:r w:rsidR="00554BFA" w:rsidRPr="00D0383A">
        <w:rPr>
          <w:rtl/>
        </w:rPr>
        <w:t>=</w:t>
      </w:r>
      <w:r w:rsidR="00554BFA">
        <w:rPr>
          <w:rtl/>
        </w:rPr>
        <w:t xml:space="preserve"> </w:t>
      </w:r>
      <w:r w:rsidRPr="00301761">
        <w:rPr>
          <w:rtl/>
        </w:rPr>
        <w:t>وتلفُّ</w:t>
      </w:r>
      <w:r w:rsidR="00554BFA">
        <w:rPr>
          <w:rtl/>
        </w:rPr>
        <w:t xml:space="preserve"> </w:t>
      </w:r>
      <w:r w:rsidRPr="00301761">
        <w:rPr>
          <w:rtl/>
        </w:rPr>
        <w:t>أدعاصاً</w:t>
      </w:r>
      <w:r w:rsidR="00554BFA">
        <w:rPr>
          <w:rtl/>
        </w:rPr>
        <w:t xml:space="preserve"> </w:t>
      </w:r>
      <w:r w:rsidRPr="00301761">
        <w:rPr>
          <w:rtl/>
        </w:rPr>
        <w:t>على</w:t>
      </w:r>
      <w:r w:rsidR="00554BFA">
        <w:rPr>
          <w:rtl/>
        </w:rPr>
        <w:t xml:space="preserve"> </w:t>
      </w:r>
      <w:r w:rsidRPr="00301761">
        <w:rPr>
          <w:rtl/>
        </w:rPr>
        <w:t>أدعاص</w:t>
      </w:r>
    </w:p>
    <w:p w:rsidR="00645494" w:rsidRDefault="00645494" w:rsidP="00FE2721">
      <w:pPr>
        <w:pStyle w:val="libPoemCenter"/>
        <w:rPr>
          <w:rtl/>
        </w:rPr>
      </w:pPr>
      <w:r w:rsidRPr="00301761">
        <w:rPr>
          <w:rtl/>
        </w:rPr>
        <w:t>نورانها</w:t>
      </w:r>
      <w:r w:rsidR="00554BFA">
        <w:rPr>
          <w:rtl/>
        </w:rPr>
        <w:t xml:space="preserve"> </w:t>
      </w:r>
      <w:r w:rsidRPr="00301761">
        <w:rPr>
          <w:rtl/>
        </w:rPr>
        <w:t>إرسالها</w:t>
      </w:r>
      <w:r w:rsidR="00554BFA">
        <w:rPr>
          <w:rtl/>
        </w:rPr>
        <w:t xml:space="preserve"> </w:t>
      </w:r>
      <w:r w:rsidRPr="00301761">
        <w:rPr>
          <w:rtl/>
        </w:rPr>
        <w:t>ومناخها</w:t>
      </w:r>
      <w:r w:rsidR="00554BFA">
        <w:rPr>
          <w:rtl/>
        </w:rPr>
        <w:t xml:space="preserve"> </w:t>
      </w:r>
      <w:r w:rsidR="00554BFA" w:rsidRPr="00D0383A">
        <w:rPr>
          <w:rtl/>
        </w:rPr>
        <w:t>=</w:t>
      </w:r>
      <w:r w:rsidR="00554BFA">
        <w:rPr>
          <w:rtl/>
        </w:rPr>
        <w:t xml:space="preserve"> </w:t>
      </w:r>
      <w:r w:rsidRPr="00301761">
        <w:rPr>
          <w:rtl/>
        </w:rPr>
        <w:t>للقِضم</w:t>
      </w:r>
      <w:r w:rsidR="00554BFA">
        <w:rPr>
          <w:rtl/>
        </w:rPr>
        <w:t xml:space="preserve"> </w:t>
      </w:r>
      <w:r w:rsidRPr="00301761">
        <w:rPr>
          <w:rtl/>
        </w:rPr>
        <w:t>في</w:t>
      </w:r>
      <w:r w:rsidR="00554BFA">
        <w:rPr>
          <w:rtl/>
        </w:rPr>
        <w:t xml:space="preserve"> </w:t>
      </w:r>
      <w:r w:rsidRPr="00301761">
        <w:rPr>
          <w:rtl/>
        </w:rPr>
        <w:t>الساحات</w:t>
      </w:r>
      <w:r w:rsidR="00554BFA">
        <w:rPr>
          <w:rtl/>
        </w:rPr>
        <w:t xml:space="preserve"> </w:t>
      </w:r>
      <w:r w:rsidRPr="00301761">
        <w:rPr>
          <w:rtl/>
        </w:rPr>
        <w:t>والأعراص</w:t>
      </w:r>
    </w:p>
    <w:p w:rsidR="00645494" w:rsidRDefault="00645494" w:rsidP="00FE2721">
      <w:pPr>
        <w:pStyle w:val="libPoemCenter"/>
        <w:rPr>
          <w:rtl/>
        </w:rPr>
      </w:pPr>
      <w:r w:rsidRPr="00301761">
        <w:rPr>
          <w:rtl/>
        </w:rPr>
        <w:t>جالت</w:t>
      </w:r>
      <w:r w:rsidR="00554BFA">
        <w:rPr>
          <w:rtl/>
        </w:rPr>
        <w:t xml:space="preserve"> </w:t>
      </w:r>
      <w:r w:rsidRPr="00301761">
        <w:rPr>
          <w:rtl/>
        </w:rPr>
        <w:t>بأضلُعها</w:t>
      </w:r>
      <w:r w:rsidR="00554BFA">
        <w:rPr>
          <w:rtl/>
        </w:rPr>
        <w:t xml:space="preserve"> </w:t>
      </w:r>
      <w:r w:rsidRPr="00301761">
        <w:rPr>
          <w:rtl/>
        </w:rPr>
        <w:t>النُسوع</w:t>
      </w:r>
      <w:r w:rsidR="00554BFA">
        <w:rPr>
          <w:rtl/>
        </w:rPr>
        <w:t xml:space="preserve"> </w:t>
      </w:r>
      <w:r w:rsidRPr="00301761">
        <w:rPr>
          <w:rtl/>
        </w:rPr>
        <w:t>لأنَّها</w:t>
      </w:r>
      <w:r w:rsidR="00554BFA">
        <w:rPr>
          <w:rtl/>
        </w:rPr>
        <w:t xml:space="preserve"> </w:t>
      </w:r>
      <w:r w:rsidR="00554BFA" w:rsidRPr="00D0383A">
        <w:rPr>
          <w:rtl/>
        </w:rPr>
        <w:t>=</w:t>
      </w:r>
      <w:r w:rsidR="00554BFA">
        <w:rPr>
          <w:rtl/>
        </w:rPr>
        <w:t xml:space="preserve"> </w:t>
      </w:r>
      <w:r w:rsidRPr="00301761">
        <w:rPr>
          <w:rtl/>
        </w:rPr>
        <w:t>خَمصانة</w:t>
      </w:r>
      <w:r w:rsidR="00554BFA">
        <w:rPr>
          <w:rtl/>
        </w:rPr>
        <w:t xml:space="preserve"> </w:t>
      </w:r>
      <w:r w:rsidRPr="00301761">
        <w:rPr>
          <w:rtl/>
        </w:rPr>
        <w:t>الأحشاء</w:t>
      </w:r>
      <w:r w:rsidR="00554BFA">
        <w:rPr>
          <w:rtl/>
        </w:rPr>
        <w:t xml:space="preserve"> </w:t>
      </w:r>
      <w:r w:rsidRPr="00301761">
        <w:rPr>
          <w:rtl/>
        </w:rPr>
        <w:t>تَحت</w:t>
      </w:r>
      <w:r w:rsidR="00554BFA">
        <w:rPr>
          <w:rtl/>
        </w:rPr>
        <w:t xml:space="preserve"> </w:t>
      </w:r>
      <w:r w:rsidRPr="00301761">
        <w:rPr>
          <w:rtl/>
        </w:rPr>
        <w:t>خِماص</w:t>
      </w:r>
    </w:p>
    <w:p w:rsidR="00645494" w:rsidRDefault="00645494" w:rsidP="00FE2721">
      <w:pPr>
        <w:pStyle w:val="libPoemCenter"/>
        <w:rPr>
          <w:rtl/>
        </w:rPr>
      </w:pPr>
      <w:r w:rsidRPr="00301761">
        <w:rPr>
          <w:rtl/>
        </w:rPr>
        <w:t>حتَّى</w:t>
      </w:r>
      <w:r w:rsidR="00554BFA">
        <w:rPr>
          <w:rtl/>
        </w:rPr>
        <w:t xml:space="preserve"> </w:t>
      </w:r>
      <w:r w:rsidRPr="00301761">
        <w:rPr>
          <w:rtl/>
        </w:rPr>
        <w:t>إذا</w:t>
      </w:r>
      <w:r w:rsidR="00554BFA">
        <w:rPr>
          <w:rtl/>
        </w:rPr>
        <w:t xml:space="preserve"> </w:t>
      </w:r>
      <w:r w:rsidRPr="00301761">
        <w:rPr>
          <w:rtl/>
        </w:rPr>
        <w:t>تَدنو</w:t>
      </w:r>
      <w:r w:rsidR="00554BFA">
        <w:rPr>
          <w:rtl/>
        </w:rPr>
        <w:t xml:space="preserve"> </w:t>
      </w:r>
      <w:r w:rsidRPr="00301761">
        <w:rPr>
          <w:rtl/>
        </w:rPr>
        <w:t>المَقام</w:t>
      </w:r>
      <w:r w:rsidR="00554BFA">
        <w:rPr>
          <w:rtl/>
        </w:rPr>
        <w:t xml:space="preserve"> </w:t>
      </w:r>
      <w:r w:rsidRPr="00301761">
        <w:rPr>
          <w:rtl/>
        </w:rPr>
        <w:t>فناديا</w:t>
      </w:r>
      <w:r w:rsidR="00554BFA">
        <w:rPr>
          <w:rtl/>
        </w:rPr>
        <w:t xml:space="preserve"> </w:t>
      </w:r>
      <w:r w:rsidR="00554BFA" w:rsidRPr="00D0383A">
        <w:rPr>
          <w:rtl/>
        </w:rPr>
        <w:t>=</w:t>
      </w:r>
      <w:r w:rsidR="00554BFA">
        <w:rPr>
          <w:rtl/>
        </w:rPr>
        <w:t xml:space="preserve"> </w:t>
      </w:r>
      <w:r w:rsidRPr="00301761">
        <w:rPr>
          <w:rtl/>
        </w:rPr>
        <w:t>غَوث</w:t>
      </w:r>
      <w:r w:rsidR="00554BFA">
        <w:rPr>
          <w:rtl/>
        </w:rPr>
        <w:t xml:space="preserve"> </w:t>
      </w:r>
      <w:r w:rsidRPr="00301761">
        <w:rPr>
          <w:rtl/>
        </w:rPr>
        <w:t>الأنام</w:t>
      </w:r>
      <w:r w:rsidR="00554BFA">
        <w:rPr>
          <w:rtl/>
        </w:rPr>
        <w:t xml:space="preserve"> </w:t>
      </w:r>
      <w:r w:rsidRPr="00301761">
        <w:rPr>
          <w:rtl/>
        </w:rPr>
        <w:t>لكل</w:t>
      </w:r>
      <w:r w:rsidR="00554BFA">
        <w:rPr>
          <w:rtl/>
        </w:rPr>
        <w:t xml:space="preserve"> </w:t>
      </w:r>
      <w:r w:rsidRPr="00301761">
        <w:rPr>
          <w:rtl/>
        </w:rPr>
        <w:t>خطب</w:t>
      </w:r>
      <w:r w:rsidR="00554BFA">
        <w:rPr>
          <w:rtl/>
        </w:rPr>
        <w:t xml:space="preserve"> </w:t>
      </w:r>
      <w:r w:rsidRPr="00301761">
        <w:rPr>
          <w:rtl/>
        </w:rPr>
        <w:t>شاص</w:t>
      </w:r>
    </w:p>
    <w:p w:rsidR="00645494" w:rsidRDefault="00645494" w:rsidP="00FE2721">
      <w:pPr>
        <w:pStyle w:val="libPoemCenter"/>
        <w:rPr>
          <w:rtl/>
        </w:rPr>
      </w:pPr>
      <w:r w:rsidRPr="00301761">
        <w:rPr>
          <w:rtl/>
        </w:rPr>
        <w:t>خلفت</w:t>
      </w:r>
      <w:r w:rsidR="00554BFA">
        <w:rPr>
          <w:rtl/>
        </w:rPr>
        <w:t xml:space="preserve"> </w:t>
      </w:r>
      <w:r w:rsidRPr="00301761">
        <w:rPr>
          <w:rtl/>
        </w:rPr>
        <w:t>سقياً</w:t>
      </w:r>
      <w:r w:rsidR="00554BFA">
        <w:rPr>
          <w:rtl/>
        </w:rPr>
        <w:t xml:space="preserve"> </w:t>
      </w:r>
      <w:r w:rsidRPr="00301761">
        <w:rPr>
          <w:rtl/>
        </w:rPr>
        <w:t>هاشم</w:t>
      </w:r>
      <w:r w:rsidR="00554BFA">
        <w:rPr>
          <w:rtl/>
        </w:rPr>
        <w:t xml:space="preserve"> </w:t>
      </w:r>
      <w:r w:rsidRPr="00301761">
        <w:rPr>
          <w:rtl/>
        </w:rPr>
        <w:t>ولواءها</w:t>
      </w:r>
      <w:r w:rsidR="00554BFA">
        <w:rPr>
          <w:rtl/>
        </w:rPr>
        <w:t xml:space="preserve"> </w:t>
      </w:r>
      <w:r w:rsidR="00554BFA" w:rsidRPr="00D0383A">
        <w:rPr>
          <w:rtl/>
        </w:rPr>
        <w:t>=</w:t>
      </w:r>
      <w:r w:rsidR="00554BFA">
        <w:rPr>
          <w:rtl/>
        </w:rPr>
        <w:t xml:space="preserve"> </w:t>
      </w:r>
      <w:r w:rsidRPr="00301761">
        <w:rPr>
          <w:rtl/>
        </w:rPr>
        <w:t>وحِجابها</w:t>
      </w:r>
      <w:r w:rsidR="00554BFA">
        <w:rPr>
          <w:rtl/>
        </w:rPr>
        <w:t xml:space="preserve"> </w:t>
      </w:r>
      <w:r w:rsidRPr="00301761">
        <w:rPr>
          <w:rtl/>
        </w:rPr>
        <w:t>في</w:t>
      </w:r>
      <w:r w:rsidR="00554BFA">
        <w:rPr>
          <w:rtl/>
        </w:rPr>
        <w:t xml:space="preserve"> </w:t>
      </w:r>
      <w:r w:rsidRPr="00301761">
        <w:rPr>
          <w:rtl/>
        </w:rPr>
        <w:t>قَبضة</w:t>
      </w:r>
      <w:r w:rsidR="00554BFA">
        <w:rPr>
          <w:rtl/>
        </w:rPr>
        <w:t xml:space="preserve"> </w:t>
      </w:r>
      <w:r w:rsidRPr="00301761">
        <w:rPr>
          <w:rtl/>
        </w:rPr>
        <w:t>الأعياص</w:t>
      </w:r>
    </w:p>
    <w:p w:rsidR="00645494" w:rsidRDefault="00645494" w:rsidP="00FE2721">
      <w:pPr>
        <w:pStyle w:val="libPoemCenter"/>
        <w:rPr>
          <w:rtl/>
        </w:rPr>
      </w:pPr>
      <w:r w:rsidRPr="00301761">
        <w:rPr>
          <w:rtl/>
        </w:rPr>
        <w:t>دالت</w:t>
      </w:r>
      <w:r w:rsidR="00554BFA">
        <w:rPr>
          <w:rtl/>
        </w:rPr>
        <w:t xml:space="preserve"> </w:t>
      </w:r>
      <w:r w:rsidRPr="00301761">
        <w:rPr>
          <w:rtl/>
        </w:rPr>
        <w:t>لهم</w:t>
      </w:r>
      <w:r w:rsidR="00554BFA">
        <w:rPr>
          <w:rtl/>
        </w:rPr>
        <w:t xml:space="preserve"> </w:t>
      </w:r>
      <w:r w:rsidRPr="00301761">
        <w:rPr>
          <w:rtl/>
        </w:rPr>
        <w:t>دُنياهم</w:t>
      </w:r>
      <w:r w:rsidR="00554BFA">
        <w:rPr>
          <w:rtl/>
        </w:rPr>
        <w:t xml:space="preserve"> </w:t>
      </w:r>
      <w:r w:rsidRPr="00301761">
        <w:rPr>
          <w:rtl/>
        </w:rPr>
        <w:t>وتَرفَّعت</w:t>
      </w:r>
      <w:r w:rsidR="00554BFA">
        <w:rPr>
          <w:rtl/>
        </w:rPr>
        <w:t xml:space="preserve"> </w:t>
      </w:r>
      <w:r w:rsidR="00554BFA" w:rsidRPr="00D0383A">
        <w:rPr>
          <w:rtl/>
        </w:rPr>
        <w:t>=</w:t>
      </w:r>
      <w:r w:rsidR="00554BFA">
        <w:rPr>
          <w:rtl/>
        </w:rPr>
        <w:t xml:space="preserve"> </w:t>
      </w:r>
      <w:r w:rsidRPr="00301761">
        <w:rPr>
          <w:rtl/>
        </w:rPr>
        <w:t>مِن</w:t>
      </w:r>
      <w:r w:rsidR="00554BFA">
        <w:rPr>
          <w:rtl/>
        </w:rPr>
        <w:t xml:space="preserve"> </w:t>
      </w:r>
      <w:r w:rsidRPr="00301761">
        <w:rPr>
          <w:rtl/>
        </w:rPr>
        <w:t>وَهدةٍ</w:t>
      </w:r>
      <w:r w:rsidR="00554BFA">
        <w:rPr>
          <w:rtl/>
        </w:rPr>
        <w:t xml:space="preserve"> </w:t>
      </w:r>
      <w:r w:rsidRPr="00301761">
        <w:rPr>
          <w:rtl/>
        </w:rPr>
        <w:t>بهم</w:t>
      </w:r>
      <w:r w:rsidR="00554BFA">
        <w:rPr>
          <w:rtl/>
        </w:rPr>
        <w:t xml:space="preserve"> </w:t>
      </w:r>
      <w:r w:rsidRPr="00301761">
        <w:rPr>
          <w:rtl/>
        </w:rPr>
        <w:t>لهام</w:t>
      </w:r>
      <w:r w:rsidR="00554BFA">
        <w:rPr>
          <w:rtl/>
        </w:rPr>
        <w:t xml:space="preserve"> </w:t>
      </w:r>
      <w:r w:rsidRPr="00301761">
        <w:rPr>
          <w:rtl/>
        </w:rPr>
        <w:t>صياصي</w:t>
      </w:r>
    </w:p>
    <w:p w:rsidR="00645494" w:rsidRDefault="00645494" w:rsidP="00FE2721">
      <w:pPr>
        <w:pStyle w:val="libPoemCenter"/>
        <w:rPr>
          <w:rtl/>
        </w:rPr>
      </w:pPr>
      <w:r w:rsidRPr="00301761">
        <w:rPr>
          <w:rtl/>
        </w:rPr>
        <w:t>ذهبوا</w:t>
      </w:r>
      <w:r w:rsidR="00554BFA">
        <w:rPr>
          <w:rtl/>
        </w:rPr>
        <w:t xml:space="preserve"> </w:t>
      </w:r>
      <w:r w:rsidRPr="00301761">
        <w:rPr>
          <w:rtl/>
        </w:rPr>
        <w:t>بشُرعتكم</w:t>
      </w:r>
      <w:r w:rsidR="00554BFA">
        <w:rPr>
          <w:rtl/>
        </w:rPr>
        <w:t xml:space="preserve"> </w:t>
      </w:r>
      <w:r w:rsidRPr="00301761">
        <w:rPr>
          <w:rtl/>
        </w:rPr>
        <w:t>فهل</w:t>
      </w:r>
      <w:r w:rsidR="00554BFA">
        <w:rPr>
          <w:rtl/>
        </w:rPr>
        <w:t xml:space="preserve"> </w:t>
      </w:r>
      <w:r w:rsidRPr="00301761">
        <w:rPr>
          <w:rtl/>
        </w:rPr>
        <w:t>لكمُ</w:t>
      </w:r>
      <w:r w:rsidR="00554BFA">
        <w:rPr>
          <w:rtl/>
        </w:rPr>
        <w:t xml:space="preserve"> </w:t>
      </w:r>
      <w:r w:rsidRPr="00301761">
        <w:rPr>
          <w:rtl/>
        </w:rPr>
        <w:t>وقد</w:t>
      </w:r>
      <w:r w:rsidR="00554BFA">
        <w:rPr>
          <w:rtl/>
        </w:rPr>
        <w:t xml:space="preserve"> </w:t>
      </w:r>
      <w:r w:rsidR="00554BFA" w:rsidRPr="00D0383A">
        <w:rPr>
          <w:rtl/>
        </w:rPr>
        <w:t>=</w:t>
      </w:r>
      <w:r w:rsidR="00554BFA">
        <w:rPr>
          <w:rtl/>
        </w:rPr>
        <w:t xml:space="preserve"> </w:t>
      </w:r>
      <w:r w:rsidRPr="00301761">
        <w:rPr>
          <w:rtl/>
        </w:rPr>
        <w:t>سدّوا</w:t>
      </w:r>
      <w:r w:rsidR="00554BFA">
        <w:rPr>
          <w:rtl/>
        </w:rPr>
        <w:t xml:space="preserve"> </w:t>
      </w:r>
      <w:r w:rsidRPr="00301761">
        <w:rPr>
          <w:rtl/>
        </w:rPr>
        <w:t>الفضا</w:t>
      </w:r>
      <w:r w:rsidR="00554BFA">
        <w:rPr>
          <w:rtl/>
        </w:rPr>
        <w:t xml:space="preserve"> </w:t>
      </w:r>
      <w:r w:rsidRPr="00301761">
        <w:rPr>
          <w:rtl/>
        </w:rPr>
        <w:t>مِن</w:t>
      </w:r>
      <w:r w:rsidR="00554BFA">
        <w:rPr>
          <w:rtl/>
        </w:rPr>
        <w:t xml:space="preserve"> </w:t>
      </w:r>
      <w:r w:rsidRPr="00301761">
        <w:rPr>
          <w:rtl/>
        </w:rPr>
        <w:t>مَفحَص</w:t>
      </w:r>
      <w:r w:rsidR="00554BFA">
        <w:rPr>
          <w:rtl/>
        </w:rPr>
        <w:t xml:space="preserve"> </w:t>
      </w:r>
      <w:r w:rsidRPr="00301761">
        <w:rPr>
          <w:rtl/>
        </w:rPr>
        <w:t>ومَناص</w:t>
      </w:r>
    </w:p>
    <w:p w:rsidR="00645494" w:rsidRDefault="00645494" w:rsidP="00FE2721">
      <w:pPr>
        <w:pStyle w:val="libPoemCenter"/>
        <w:rPr>
          <w:rtl/>
        </w:rPr>
      </w:pPr>
      <w:r w:rsidRPr="00301761">
        <w:rPr>
          <w:rtl/>
        </w:rPr>
        <w:t>راموا</w:t>
      </w:r>
      <w:r w:rsidR="00554BFA">
        <w:rPr>
          <w:rtl/>
        </w:rPr>
        <w:t xml:space="preserve"> </w:t>
      </w:r>
      <w:r w:rsidRPr="00301761">
        <w:rPr>
          <w:rtl/>
        </w:rPr>
        <w:t>مذلَّتكم</w:t>
      </w:r>
      <w:r w:rsidR="00554BFA">
        <w:rPr>
          <w:rtl/>
        </w:rPr>
        <w:t xml:space="preserve"> </w:t>
      </w:r>
      <w:r w:rsidRPr="00301761">
        <w:rPr>
          <w:rtl/>
        </w:rPr>
        <w:t>ويأبى</w:t>
      </w:r>
      <w:r w:rsidR="00554BFA">
        <w:rPr>
          <w:rtl/>
        </w:rPr>
        <w:t xml:space="preserve"> </w:t>
      </w:r>
      <w:r w:rsidRPr="00301761">
        <w:rPr>
          <w:rtl/>
        </w:rPr>
        <w:t>عِزُّكم</w:t>
      </w:r>
      <w:r w:rsidR="00554BFA">
        <w:rPr>
          <w:rtl/>
        </w:rPr>
        <w:t xml:space="preserve"> </w:t>
      </w:r>
      <w:r w:rsidR="00554BFA" w:rsidRPr="00D0383A">
        <w:rPr>
          <w:rtl/>
        </w:rPr>
        <w:t>=</w:t>
      </w:r>
      <w:r w:rsidR="00554BFA">
        <w:rPr>
          <w:rtl/>
        </w:rPr>
        <w:t xml:space="preserve"> </w:t>
      </w:r>
      <w:r w:rsidRPr="00301761">
        <w:rPr>
          <w:rtl/>
        </w:rPr>
        <w:t>أنْ</w:t>
      </w:r>
      <w:r w:rsidR="00554BFA">
        <w:rPr>
          <w:rtl/>
        </w:rPr>
        <w:t xml:space="preserve"> </w:t>
      </w:r>
      <w:r w:rsidRPr="00301761">
        <w:rPr>
          <w:rtl/>
        </w:rPr>
        <w:t>تُذعنوا</w:t>
      </w:r>
      <w:r w:rsidR="00554BFA">
        <w:rPr>
          <w:rtl/>
        </w:rPr>
        <w:t xml:space="preserve"> </w:t>
      </w:r>
      <w:r w:rsidRPr="00301761">
        <w:rPr>
          <w:rtl/>
        </w:rPr>
        <w:t>لأقارب</w:t>
      </w:r>
      <w:r w:rsidR="00554BFA">
        <w:rPr>
          <w:rtl/>
        </w:rPr>
        <w:t xml:space="preserve"> </w:t>
      </w:r>
      <w:r w:rsidRPr="00301761">
        <w:rPr>
          <w:rtl/>
        </w:rPr>
        <w:t>وأقاص</w:t>
      </w:r>
    </w:p>
    <w:p w:rsidR="00645494" w:rsidRDefault="00645494" w:rsidP="00FE2721">
      <w:pPr>
        <w:pStyle w:val="libPoemCenter"/>
        <w:rPr>
          <w:rtl/>
        </w:rPr>
      </w:pPr>
      <w:r w:rsidRPr="00301761">
        <w:rPr>
          <w:rtl/>
        </w:rPr>
        <w:t>زَم</w:t>
      </w:r>
      <w:r w:rsidR="00554BFA">
        <w:rPr>
          <w:rtl/>
        </w:rPr>
        <w:t xml:space="preserve"> </w:t>
      </w:r>
      <w:r w:rsidRPr="00301761">
        <w:rPr>
          <w:rtl/>
        </w:rPr>
        <w:t>الجِياد</w:t>
      </w:r>
      <w:r w:rsidR="00554BFA">
        <w:rPr>
          <w:rtl/>
        </w:rPr>
        <w:t xml:space="preserve"> </w:t>
      </w:r>
      <w:r w:rsidRPr="00301761">
        <w:rPr>
          <w:rtl/>
        </w:rPr>
        <w:t>بكل</w:t>
      </w:r>
      <w:r w:rsidR="00554BFA">
        <w:rPr>
          <w:rtl/>
        </w:rPr>
        <w:t xml:space="preserve"> </w:t>
      </w:r>
      <w:r w:rsidRPr="00301761">
        <w:rPr>
          <w:rtl/>
        </w:rPr>
        <w:t>أغلب</w:t>
      </w:r>
      <w:r w:rsidR="00554BFA">
        <w:rPr>
          <w:rtl/>
        </w:rPr>
        <w:t xml:space="preserve"> </w:t>
      </w:r>
      <w:r w:rsidRPr="00301761">
        <w:rPr>
          <w:rtl/>
        </w:rPr>
        <w:t>واضح</w:t>
      </w:r>
      <w:r w:rsidR="00554BFA">
        <w:rPr>
          <w:rtl/>
        </w:rPr>
        <w:t xml:space="preserve"> </w:t>
      </w:r>
      <w:r w:rsidR="00554BFA" w:rsidRPr="00D0383A">
        <w:rPr>
          <w:rtl/>
        </w:rPr>
        <w:t>=</w:t>
      </w:r>
      <w:r w:rsidR="00554BFA">
        <w:rPr>
          <w:rtl/>
        </w:rPr>
        <w:t xml:space="preserve"> </w:t>
      </w:r>
      <w:r w:rsidRPr="00301761">
        <w:rPr>
          <w:rtl/>
        </w:rPr>
        <w:t>بهج</w:t>
      </w:r>
      <w:r w:rsidR="00554BFA">
        <w:rPr>
          <w:rtl/>
        </w:rPr>
        <w:t xml:space="preserve"> </w:t>
      </w:r>
      <w:r w:rsidRPr="00301761">
        <w:rPr>
          <w:rtl/>
        </w:rPr>
        <w:t>المحيا</w:t>
      </w:r>
      <w:r w:rsidR="00554BFA">
        <w:rPr>
          <w:rtl/>
        </w:rPr>
        <w:t xml:space="preserve"> </w:t>
      </w:r>
      <w:r w:rsidRPr="00301761">
        <w:rPr>
          <w:rtl/>
        </w:rPr>
        <w:t>طَيّب</w:t>
      </w:r>
      <w:r w:rsidR="00554BFA">
        <w:rPr>
          <w:rtl/>
        </w:rPr>
        <w:t xml:space="preserve"> </w:t>
      </w:r>
      <w:r w:rsidRPr="00301761">
        <w:rPr>
          <w:rtl/>
        </w:rPr>
        <w:t>الأعقاص</w:t>
      </w:r>
    </w:p>
    <w:p w:rsidR="00645494" w:rsidRDefault="00645494" w:rsidP="00FE2721">
      <w:pPr>
        <w:pStyle w:val="libPoemCenter"/>
        <w:rPr>
          <w:rtl/>
        </w:rPr>
      </w:pPr>
      <w:r w:rsidRPr="00301761">
        <w:rPr>
          <w:rtl/>
        </w:rPr>
        <w:t>سبر</w:t>
      </w:r>
      <w:r w:rsidR="00554BFA">
        <w:rPr>
          <w:rtl/>
        </w:rPr>
        <w:t xml:space="preserve"> </w:t>
      </w:r>
      <w:r w:rsidRPr="00301761">
        <w:rPr>
          <w:rtl/>
        </w:rPr>
        <w:t>الخُطوب</w:t>
      </w:r>
      <w:r w:rsidR="00554BFA">
        <w:rPr>
          <w:rtl/>
        </w:rPr>
        <w:t xml:space="preserve"> </w:t>
      </w:r>
      <w:r w:rsidRPr="00301761">
        <w:rPr>
          <w:rtl/>
        </w:rPr>
        <w:t>وعاد</w:t>
      </w:r>
      <w:r w:rsidR="00554BFA">
        <w:rPr>
          <w:rtl/>
        </w:rPr>
        <w:t xml:space="preserve"> </w:t>
      </w:r>
      <w:r w:rsidRPr="00301761">
        <w:rPr>
          <w:rtl/>
        </w:rPr>
        <w:t>عنها</w:t>
      </w:r>
      <w:r w:rsidR="00554BFA">
        <w:rPr>
          <w:rtl/>
        </w:rPr>
        <w:t xml:space="preserve"> </w:t>
      </w:r>
      <w:r w:rsidRPr="00301761">
        <w:rPr>
          <w:rtl/>
        </w:rPr>
        <w:t>كافلاً</w:t>
      </w:r>
      <w:r w:rsidR="00554BFA">
        <w:rPr>
          <w:rtl/>
        </w:rPr>
        <w:t xml:space="preserve"> </w:t>
      </w:r>
      <w:r w:rsidR="00554BFA" w:rsidRPr="00D0383A">
        <w:rPr>
          <w:rtl/>
        </w:rPr>
        <w:t>=</w:t>
      </w:r>
      <w:r w:rsidR="00554BFA">
        <w:rPr>
          <w:rtl/>
        </w:rPr>
        <w:t xml:space="preserve"> </w:t>
      </w:r>
      <w:r w:rsidRPr="00301761">
        <w:rPr>
          <w:rtl/>
        </w:rPr>
        <w:t>للحلِّ</w:t>
      </w:r>
      <w:r w:rsidR="00554BFA">
        <w:rPr>
          <w:rtl/>
        </w:rPr>
        <w:t xml:space="preserve"> </w:t>
      </w:r>
      <w:r w:rsidRPr="00301761">
        <w:rPr>
          <w:rtl/>
        </w:rPr>
        <w:t>مِن</w:t>
      </w:r>
      <w:r w:rsidR="00554BFA">
        <w:rPr>
          <w:rtl/>
        </w:rPr>
        <w:t xml:space="preserve"> </w:t>
      </w:r>
      <w:r w:rsidRPr="00301761">
        <w:rPr>
          <w:rtl/>
        </w:rPr>
        <w:t>مَعقودها</w:t>
      </w:r>
      <w:r w:rsidR="00554BFA">
        <w:rPr>
          <w:rtl/>
        </w:rPr>
        <w:t xml:space="preserve"> </w:t>
      </w:r>
      <w:r w:rsidRPr="00301761">
        <w:rPr>
          <w:rtl/>
        </w:rPr>
        <w:t>المعتاص</w:t>
      </w:r>
    </w:p>
    <w:p w:rsidR="00645494" w:rsidRDefault="00645494" w:rsidP="00FE2721">
      <w:pPr>
        <w:pStyle w:val="libPoemCenter"/>
        <w:rPr>
          <w:rtl/>
        </w:rPr>
      </w:pPr>
      <w:r w:rsidRPr="00301761">
        <w:rPr>
          <w:rtl/>
        </w:rPr>
        <w:t>شادت</w:t>
      </w:r>
      <w:r w:rsidR="00554BFA">
        <w:rPr>
          <w:rtl/>
        </w:rPr>
        <w:t xml:space="preserve"> </w:t>
      </w:r>
      <w:r w:rsidRPr="00301761">
        <w:rPr>
          <w:rtl/>
        </w:rPr>
        <w:t>مَكارمها</w:t>
      </w:r>
      <w:r w:rsidR="00554BFA">
        <w:rPr>
          <w:rtl/>
        </w:rPr>
        <w:t xml:space="preserve"> </w:t>
      </w:r>
      <w:r w:rsidRPr="00301761">
        <w:rPr>
          <w:rtl/>
        </w:rPr>
        <w:t>به</w:t>
      </w:r>
      <w:r w:rsidR="00554BFA">
        <w:rPr>
          <w:rtl/>
        </w:rPr>
        <w:t xml:space="preserve"> </w:t>
      </w:r>
      <w:r w:rsidRPr="00301761">
        <w:rPr>
          <w:rtl/>
        </w:rPr>
        <w:t>أشخاصه</w:t>
      </w:r>
      <w:r w:rsidR="00554BFA">
        <w:rPr>
          <w:rtl/>
        </w:rPr>
        <w:t xml:space="preserve"> </w:t>
      </w:r>
      <w:r w:rsidR="00554BFA" w:rsidRPr="00D0383A">
        <w:rPr>
          <w:rtl/>
        </w:rPr>
        <w:t>=</w:t>
      </w:r>
      <w:r w:rsidR="00554BFA">
        <w:rPr>
          <w:rtl/>
        </w:rPr>
        <w:t xml:space="preserve"> </w:t>
      </w:r>
      <w:r w:rsidRPr="00301761">
        <w:rPr>
          <w:rtl/>
        </w:rPr>
        <w:t>وغدت</w:t>
      </w:r>
      <w:r w:rsidR="00554BFA">
        <w:rPr>
          <w:rtl/>
        </w:rPr>
        <w:t xml:space="preserve"> </w:t>
      </w:r>
      <w:r w:rsidRPr="00301761">
        <w:rPr>
          <w:rtl/>
        </w:rPr>
        <w:t>به</w:t>
      </w:r>
      <w:r w:rsidR="00554BFA">
        <w:rPr>
          <w:rtl/>
        </w:rPr>
        <w:t xml:space="preserve"> </w:t>
      </w:r>
      <w:r w:rsidRPr="00301761">
        <w:rPr>
          <w:rtl/>
        </w:rPr>
        <w:t>مِن</w:t>
      </w:r>
      <w:r w:rsidR="00554BFA">
        <w:rPr>
          <w:rtl/>
        </w:rPr>
        <w:t xml:space="preserve"> </w:t>
      </w:r>
      <w:r w:rsidRPr="00301761">
        <w:rPr>
          <w:rtl/>
        </w:rPr>
        <w:t>أكرم</w:t>
      </w:r>
      <w:r w:rsidR="00554BFA">
        <w:rPr>
          <w:rtl/>
        </w:rPr>
        <w:t xml:space="preserve"> </w:t>
      </w:r>
      <w:r w:rsidRPr="00301761">
        <w:rPr>
          <w:rtl/>
        </w:rPr>
        <w:t>الأشخاص</w:t>
      </w:r>
    </w:p>
    <w:p w:rsidR="00645494" w:rsidRDefault="00645494" w:rsidP="00FE2721">
      <w:pPr>
        <w:pStyle w:val="libPoemCenter"/>
        <w:rPr>
          <w:rtl/>
        </w:rPr>
      </w:pPr>
      <w:r w:rsidRPr="00301761">
        <w:rPr>
          <w:rtl/>
        </w:rPr>
        <w:t>صاوِلْ</w:t>
      </w:r>
      <w:r w:rsidR="00554BFA">
        <w:rPr>
          <w:rtl/>
        </w:rPr>
        <w:t xml:space="preserve"> </w:t>
      </w:r>
      <w:r w:rsidRPr="00301761">
        <w:rPr>
          <w:rtl/>
        </w:rPr>
        <w:t>بهم</w:t>
      </w:r>
      <w:r w:rsidR="00554BFA">
        <w:rPr>
          <w:rtl/>
        </w:rPr>
        <w:t xml:space="preserve"> </w:t>
      </w:r>
      <w:r w:rsidRPr="00301761">
        <w:rPr>
          <w:rtl/>
        </w:rPr>
        <w:t>أعداك</w:t>
      </w:r>
      <w:r w:rsidR="00554BFA">
        <w:rPr>
          <w:rtl/>
        </w:rPr>
        <w:t xml:space="preserve"> </w:t>
      </w:r>
      <w:r w:rsidRPr="00301761">
        <w:rPr>
          <w:rtl/>
        </w:rPr>
        <w:t>تَلفُ</w:t>
      </w:r>
      <w:r w:rsidR="00554BFA">
        <w:rPr>
          <w:rtl/>
        </w:rPr>
        <w:t xml:space="preserve"> </w:t>
      </w:r>
      <w:r w:rsidRPr="00301761">
        <w:rPr>
          <w:rtl/>
        </w:rPr>
        <w:t>ضَراغم</w:t>
      </w:r>
      <w:r w:rsidR="00554BFA">
        <w:rPr>
          <w:rtl/>
        </w:rPr>
        <w:t xml:space="preserve"> </w:t>
      </w:r>
      <w:r w:rsidR="00554BFA" w:rsidRPr="00D0383A">
        <w:rPr>
          <w:rtl/>
        </w:rPr>
        <w:t>=</w:t>
      </w:r>
      <w:r w:rsidR="00554BFA">
        <w:rPr>
          <w:rtl/>
        </w:rPr>
        <w:t xml:space="preserve"> </w:t>
      </w:r>
      <w:r w:rsidRPr="00301761">
        <w:rPr>
          <w:rtl/>
        </w:rPr>
        <w:t>لكنَّها</w:t>
      </w:r>
      <w:r w:rsidR="00554BFA">
        <w:rPr>
          <w:rtl/>
        </w:rPr>
        <w:t xml:space="preserve"> </w:t>
      </w:r>
      <w:r w:rsidRPr="00301761">
        <w:rPr>
          <w:rtl/>
        </w:rPr>
        <w:t>بمَغافِر</w:t>
      </w:r>
      <w:r w:rsidR="00554BFA">
        <w:rPr>
          <w:rtl/>
        </w:rPr>
        <w:t xml:space="preserve"> </w:t>
      </w:r>
      <w:r w:rsidRPr="00301761">
        <w:rPr>
          <w:rtl/>
        </w:rPr>
        <w:t>ودلاص</w:t>
      </w:r>
    </w:p>
    <w:p w:rsidR="00645494" w:rsidRDefault="00645494" w:rsidP="00FE2721">
      <w:pPr>
        <w:pStyle w:val="libPoemCenter"/>
        <w:rPr>
          <w:rtl/>
        </w:rPr>
      </w:pPr>
      <w:r w:rsidRPr="00301761">
        <w:rPr>
          <w:rtl/>
        </w:rPr>
        <w:t>ضَمنوا</w:t>
      </w:r>
      <w:r w:rsidR="00554BFA">
        <w:rPr>
          <w:rtl/>
        </w:rPr>
        <w:t xml:space="preserve"> </w:t>
      </w:r>
      <w:r w:rsidRPr="00301761">
        <w:rPr>
          <w:rtl/>
        </w:rPr>
        <w:t>القَصاص</w:t>
      </w:r>
      <w:r w:rsidR="00554BFA">
        <w:rPr>
          <w:rtl/>
        </w:rPr>
        <w:t xml:space="preserve"> </w:t>
      </w:r>
      <w:r w:rsidRPr="00301761">
        <w:rPr>
          <w:rtl/>
        </w:rPr>
        <w:t>لكم</w:t>
      </w:r>
      <w:r w:rsidR="00554BFA">
        <w:rPr>
          <w:rtl/>
        </w:rPr>
        <w:t xml:space="preserve"> </w:t>
      </w:r>
      <w:r w:rsidRPr="00301761">
        <w:rPr>
          <w:rtl/>
        </w:rPr>
        <w:t>مِن</w:t>
      </w:r>
      <w:r w:rsidR="00554BFA">
        <w:rPr>
          <w:rtl/>
        </w:rPr>
        <w:t xml:space="preserve"> </w:t>
      </w:r>
      <w:r w:rsidRPr="00301761">
        <w:rPr>
          <w:rtl/>
        </w:rPr>
        <w:t>آل</w:t>
      </w:r>
      <w:r w:rsidR="00554BFA">
        <w:rPr>
          <w:rtl/>
        </w:rPr>
        <w:t xml:space="preserve"> </w:t>
      </w:r>
      <w:r w:rsidRPr="00301761">
        <w:rPr>
          <w:rtl/>
        </w:rPr>
        <w:t>أمية</w:t>
      </w:r>
      <w:r w:rsidR="00554BFA">
        <w:rPr>
          <w:rtl/>
        </w:rPr>
        <w:t xml:space="preserve"> </w:t>
      </w:r>
      <w:r w:rsidR="00554BFA" w:rsidRPr="00D0383A">
        <w:rPr>
          <w:rtl/>
        </w:rPr>
        <w:t>=</w:t>
      </w:r>
      <w:r w:rsidR="00554BFA">
        <w:rPr>
          <w:rtl/>
        </w:rPr>
        <w:t xml:space="preserve"> </w:t>
      </w:r>
      <w:r w:rsidRPr="00301761">
        <w:rPr>
          <w:rtl/>
        </w:rPr>
        <w:t>والعَدل</w:t>
      </w:r>
      <w:r w:rsidR="00554BFA">
        <w:rPr>
          <w:rtl/>
        </w:rPr>
        <w:t xml:space="preserve"> </w:t>
      </w:r>
      <w:r w:rsidRPr="00301761">
        <w:rPr>
          <w:rtl/>
        </w:rPr>
        <w:t>لا</w:t>
      </w:r>
      <w:r w:rsidR="00554BFA">
        <w:rPr>
          <w:rtl/>
        </w:rPr>
        <w:t xml:space="preserve"> </w:t>
      </w:r>
      <w:r w:rsidRPr="00301761">
        <w:rPr>
          <w:rtl/>
        </w:rPr>
        <w:t>يَرضى</w:t>
      </w:r>
      <w:r w:rsidR="00554BFA">
        <w:rPr>
          <w:rtl/>
        </w:rPr>
        <w:t xml:space="preserve"> </w:t>
      </w:r>
      <w:r w:rsidRPr="00301761">
        <w:rPr>
          <w:rtl/>
        </w:rPr>
        <w:t>لكم</w:t>
      </w:r>
      <w:r w:rsidR="00554BFA">
        <w:rPr>
          <w:rtl/>
        </w:rPr>
        <w:t xml:space="preserve"> </w:t>
      </w:r>
      <w:r w:rsidRPr="00301761">
        <w:rPr>
          <w:rtl/>
        </w:rPr>
        <w:t>بقَصاص</w:t>
      </w:r>
    </w:p>
    <w:p w:rsidR="00645494" w:rsidRDefault="00645494" w:rsidP="00FE2721">
      <w:pPr>
        <w:pStyle w:val="libPoemCenter"/>
        <w:rPr>
          <w:rtl/>
        </w:rPr>
      </w:pPr>
      <w:r w:rsidRPr="00301761">
        <w:rPr>
          <w:rtl/>
        </w:rPr>
        <w:t>طحنوا</w:t>
      </w:r>
      <w:r w:rsidR="00554BFA">
        <w:rPr>
          <w:rtl/>
        </w:rPr>
        <w:t xml:space="preserve"> </w:t>
      </w:r>
      <w:r w:rsidRPr="00301761">
        <w:rPr>
          <w:rtl/>
        </w:rPr>
        <w:t>جَناجنكم</w:t>
      </w:r>
      <w:r w:rsidR="00554BFA">
        <w:rPr>
          <w:rtl/>
        </w:rPr>
        <w:t xml:space="preserve"> </w:t>
      </w:r>
      <w:r w:rsidRPr="00301761">
        <w:rPr>
          <w:rtl/>
        </w:rPr>
        <w:t>بعَرصة</w:t>
      </w:r>
      <w:r w:rsidR="00554BFA">
        <w:rPr>
          <w:rtl/>
        </w:rPr>
        <w:t xml:space="preserve"> </w:t>
      </w:r>
      <w:r w:rsidRPr="00301761">
        <w:rPr>
          <w:rtl/>
        </w:rPr>
        <w:t>كربلا</w:t>
      </w:r>
      <w:r w:rsidR="00554BFA">
        <w:rPr>
          <w:rtl/>
        </w:rPr>
        <w:t xml:space="preserve"> </w:t>
      </w:r>
      <w:r w:rsidR="00554BFA" w:rsidRPr="00D0383A">
        <w:rPr>
          <w:rtl/>
        </w:rPr>
        <w:t>=</w:t>
      </w:r>
      <w:r w:rsidR="00554BFA">
        <w:rPr>
          <w:rtl/>
        </w:rPr>
        <w:t xml:space="preserve"> </w:t>
      </w:r>
      <w:r w:rsidRPr="00301761">
        <w:rPr>
          <w:rtl/>
        </w:rPr>
        <w:t>والهفتا</w:t>
      </w:r>
      <w:r w:rsidR="00554BFA">
        <w:rPr>
          <w:rtl/>
        </w:rPr>
        <w:t xml:space="preserve"> </w:t>
      </w:r>
      <w:r w:rsidRPr="00301761">
        <w:rPr>
          <w:rtl/>
        </w:rPr>
        <w:t>لجَناجنٍ</w:t>
      </w:r>
      <w:r w:rsidR="00554BFA">
        <w:rPr>
          <w:rtl/>
        </w:rPr>
        <w:t xml:space="preserve"> </w:t>
      </w:r>
      <w:r w:rsidRPr="00301761">
        <w:rPr>
          <w:rtl/>
        </w:rPr>
        <w:t>بعراص</w:t>
      </w:r>
    </w:p>
    <w:p w:rsidR="00645494" w:rsidRDefault="00645494" w:rsidP="00FE2721">
      <w:pPr>
        <w:pStyle w:val="libPoemCenter"/>
        <w:rPr>
          <w:rtl/>
        </w:rPr>
      </w:pPr>
      <w:r w:rsidRPr="00301761">
        <w:rPr>
          <w:rtl/>
        </w:rPr>
        <w:t>ظعنوا</w:t>
      </w:r>
      <w:r w:rsidR="00554BFA">
        <w:rPr>
          <w:rtl/>
        </w:rPr>
        <w:t xml:space="preserve"> </w:t>
      </w:r>
      <w:r w:rsidRPr="00301761">
        <w:rPr>
          <w:rtl/>
        </w:rPr>
        <w:t>بنسوتكم</w:t>
      </w:r>
      <w:r w:rsidR="00554BFA">
        <w:rPr>
          <w:rtl/>
        </w:rPr>
        <w:t xml:space="preserve"> </w:t>
      </w:r>
      <w:r w:rsidRPr="00301761">
        <w:rPr>
          <w:rtl/>
        </w:rPr>
        <w:t>حواسر</w:t>
      </w:r>
      <w:r w:rsidR="00554BFA">
        <w:rPr>
          <w:rtl/>
        </w:rPr>
        <w:t xml:space="preserve"> </w:t>
      </w:r>
      <w:r w:rsidRPr="00301761">
        <w:rPr>
          <w:rtl/>
        </w:rPr>
        <w:t>ولَّهاً</w:t>
      </w:r>
      <w:r w:rsidR="00554BFA">
        <w:rPr>
          <w:rtl/>
        </w:rPr>
        <w:t xml:space="preserve"> </w:t>
      </w:r>
      <w:r w:rsidR="00554BFA" w:rsidRPr="00D0383A">
        <w:rPr>
          <w:rtl/>
        </w:rPr>
        <w:t>=</w:t>
      </w:r>
      <w:r w:rsidR="00554BFA">
        <w:rPr>
          <w:rtl/>
        </w:rPr>
        <w:t xml:space="preserve"> </w:t>
      </w:r>
      <w:r w:rsidRPr="00301761">
        <w:rPr>
          <w:rtl/>
        </w:rPr>
        <w:t>كالعفر</w:t>
      </w:r>
      <w:r w:rsidR="00554BFA">
        <w:rPr>
          <w:rtl/>
        </w:rPr>
        <w:t xml:space="preserve"> </w:t>
      </w:r>
      <w:r w:rsidRPr="00301761">
        <w:rPr>
          <w:rtl/>
        </w:rPr>
        <w:t>ريعت</w:t>
      </w:r>
      <w:r w:rsidR="00554BFA">
        <w:rPr>
          <w:rtl/>
        </w:rPr>
        <w:t xml:space="preserve"> </w:t>
      </w:r>
      <w:r w:rsidRPr="00301761">
        <w:rPr>
          <w:rtl/>
        </w:rPr>
        <w:t>في</w:t>
      </w:r>
      <w:r w:rsidR="00554BFA">
        <w:rPr>
          <w:rtl/>
        </w:rPr>
        <w:t xml:space="preserve"> </w:t>
      </w:r>
      <w:r w:rsidRPr="00301761">
        <w:rPr>
          <w:rtl/>
        </w:rPr>
        <w:t>يَد</w:t>
      </w:r>
      <w:r w:rsidR="00554BFA">
        <w:rPr>
          <w:rtl/>
        </w:rPr>
        <w:t xml:space="preserve"> </w:t>
      </w:r>
      <w:r w:rsidRPr="00301761">
        <w:rPr>
          <w:rtl/>
        </w:rPr>
        <w:t>القَناص</w:t>
      </w:r>
    </w:p>
    <w:p w:rsidR="00645494" w:rsidRDefault="00645494" w:rsidP="00FE2721">
      <w:pPr>
        <w:pStyle w:val="libPoemCenter"/>
        <w:rPr>
          <w:rtl/>
        </w:rPr>
      </w:pPr>
      <w:r w:rsidRPr="00301761">
        <w:rPr>
          <w:rtl/>
        </w:rPr>
        <w:t>عَطفاً</w:t>
      </w:r>
      <w:r w:rsidR="00554BFA">
        <w:rPr>
          <w:rtl/>
        </w:rPr>
        <w:t xml:space="preserve"> </w:t>
      </w:r>
      <w:r w:rsidRPr="00301761">
        <w:rPr>
          <w:rtl/>
        </w:rPr>
        <w:t>عليها</w:t>
      </w:r>
      <w:r w:rsidR="00554BFA">
        <w:rPr>
          <w:rtl/>
        </w:rPr>
        <w:t xml:space="preserve"> </w:t>
      </w:r>
      <w:r w:rsidRPr="00301761">
        <w:rPr>
          <w:rtl/>
        </w:rPr>
        <w:t>يا</w:t>
      </w:r>
      <w:r w:rsidR="00554BFA">
        <w:rPr>
          <w:rtl/>
        </w:rPr>
        <w:t xml:space="preserve"> </w:t>
      </w:r>
      <w:r w:rsidRPr="00301761">
        <w:rPr>
          <w:rtl/>
        </w:rPr>
        <w:t>حُماة</w:t>
      </w:r>
      <w:r w:rsidR="00554BFA">
        <w:rPr>
          <w:rtl/>
        </w:rPr>
        <w:t xml:space="preserve"> </w:t>
      </w:r>
      <w:r w:rsidRPr="00301761">
        <w:rPr>
          <w:rtl/>
        </w:rPr>
        <w:t>خُدورها</w:t>
      </w:r>
      <w:r w:rsidR="00554BFA">
        <w:rPr>
          <w:rtl/>
        </w:rPr>
        <w:t xml:space="preserve"> </w:t>
      </w:r>
      <w:r w:rsidR="00554BFA" w:rsidRPr="00D0383A">
        <w:rPr>
          <w:rtl/>
        </w:rPr>
        <w:t>=</w:t>
      </w:r>
      <w:r w:rsidR="00554BFA">
        <w:rPr>
          <w:rtl/>
        </w:rPr>
        <w:t xml:space="preserve"> </w:t>
      </w:r>
      <w:r w:rsidRPr="00301761">
        <w:rPr>
          <w:rtl/>
        </w:rPr>
        <w:t>فلقد</w:t>
      </w:r>
      <w:r w:rsidR="00554BFA">
        <w:rPr>
          <w:rtl/>
        </w:rPr>
        <w:t xml:space="preserve"> </w:t>
      </w:r>
      <w:r w:rsidRPr="00301761">
        <w:rPr>
          <w:rtl/>
        </w:rPr>
        <w:t>رَكبن</w:t>
      </w:r>
      <w:r w:rsidR="00554BFA">
        <w:rPr>
          <w:rtl/>
        </w:rPr>
        <w:t xml:space="preserve"> </w:t>
      </w:r>
      <w:r w:rsidRPr="00301761">
        <w:rPr>
          <w:rtl/>
        </w:rPr>
        <w:t>على</w:t>
      </w:r>
      <w:r w:rsidR="00554BFA">
        <w:rPr>
          <w:rtl/>
        </w:rPr>
        <w:t xml:space="preserve"> </w:t>
      </w:r>
      <w:r w:rsidRPr="00301761">
        <w:rPr>
          <w:rtl/>
        </w:rPr>
        <w:t>هزال</w:t>
      </w:r>
      <w:r w:rsidR="00554BFA">
        <w:rPr>
          <w:rtl/>
        </w:rPr>
        <w:t xml:space="preserve"> </w:t>
      </w:r>
      <w:r w:rsidRPr="00301761">
        <w:rPr>
          <w:rtl/>
        </w:rPr>
        <w:t>قلاص</w:t>
      </w:r>
    </w:p>
    <w:p w:rsidR="00645494" w:rsidRDefault="00645494" w:rsidP="00FE2721">
      <w:pPr>
        <w:pStyle w:val="libPoemCenter"/>
        <w:rPr>
          <w:rtl/>
        </w:rPr>
      </w:pPr>
      <w:r w:rsidRPr="00301761">
        <w:rPr>
          <w:rtl/>
        </w:rPr>
        <w:t>غاليتم</w:t>
      </w:r>
      <w:r w:rsidR="00554BFA">
        <w:rPr>
          <w:rtl/>
        </w:rPr>
        <w:t xml:space="preserve"> </w:t>
      </w:r>
      <w:r w:rsidRPr="00301761">
        <w:rPr>
          <w:rtl/>
        </w:rPr>
        <w:t>فيها</w:t>
      </w:r>
      <w:r w:rsidR="00554BFA">
        <w:rPr>
          <w:rtl/>
        </w:rPr>
        <w:t xml:space="preserve"> </w:t>
      </w:r>
      <w:r w:rsidRPr="00301761">
        <w:rPr>
          <w:rtl/>
        </w:rPr>
        <w:t>بصَون</w:t>
      </w:r>
      <w:r w:rsidR="00554BFA">
        <w:rPr>
          <w:rtl/>
        </w:rPr>
        <w:t xml:space="preserve"> </w:t>
      </w:r>
      <w:r w:rsidRPr="00301761">
        <w:rPr>
          <w:rtl/>
        </w:rPr>
        <w:t>خُدورها</w:t>
      </w:r>
      <w:r w:rsidR="00554BFA">
        <w:rPr>
          <w:rtl/>
        </w:rPr>
        <w:t xml:space="preserve"> </w:t>
      </w:r>
      <w:r w:rsidR="00554BFA" w:rsidRPr="00D0383A">
        <w:rPr>
          <w:rtl/>
        </w:rPr>
        <w:t>=</w:t>
      </w:r>
      <w:r w:rsidR="00554BFA">
        <w:rPr>
          <w:rtl/>
        </w:rPr>
        <w:t xml:space="preserve"> </w:t>
      </w:r>
      <w:r w:rsidRPr="00301761">
        <w:rPr>
          <w:rtl/>
        </w:rPr>
        <w:t>فاستامها</w:t>
      </w:r>
      <w:r w:rsidR="00554BFA">
        <w:rPr>
          <w:rtl/>
        </w:rPr>
        <w:t xml:space="preserve"> </w:t>
      </w:r>
      <w:r w:rsidRPr="00301761">
        <w:rPr>
          <w:rtl/>
        </w:rPr>
        <w:t>الطُلقاء</w:t>
      </w:r>
      <w:r w:rsidR="00554BFA">
        <w:rPr>
          <w:rtl/>
        </w:rPr>
        <w:t xml:space="preserve"> </w:t>
      </w:r>
      <w:r w:rsidRPr="00301761">
        <w:rPr>
          <w:rtl/>
        </w:rPr>
        <w:t>بالأرخاص</w:t>
      </w:r>
    </w:p>
    <w:p w:rsidR="00645494" w:rsidRDefault="00645494" w:rsidP="00FE2721">
      <w:pPr>
        <w:pStyle w:val="libPoemCenter"/>
        <w:rPr>
          <w:rtl/>
        </w:rPr>
      </w:pPr>
      <w:r w:rsidRPr="00301761">
        <w:rPr>
          <w:rtl/>
        </w:rPr>
        <w:t>فمَن</w:t>
      </w:r>
      <w:r w:rsidR="00554BFA">
        <w:rPr>
          <w:rtl/>
        </w:rPr>
        <w:t xml:space="preserve"> </w:t>
      </w:r>
      <w:r w:rsidRPr="00301761">
        <w:rPr>
          <w:rtl/>
        </w:rPr>
        <w:t>المُخلِّصها</w:t>
      </w:r>
      <w:r w:rsidR="00554BFA">
        <w:rPr>
          <w:rtl/>
        </w:rPr>
        <w:t xml:space="preserve"> </w:t>
      </w:r>
      <w:r w:rsidRPr="00301761">
        <w:rPr>
          <w:rtl/>
        </w:rPr>
        <w:t>وأنتم</w:t>
      </w:r>
      <w:r w:rsidR="00554BFA">
        <w:rPr>
          <w:rtl/>
        </w:rPr>
        <w:t xml:space="preserve"> </w:t>
      </w:r>
      <w:r w:rsidRPr="00301761">
        <w:rPr>
          <w:rtl/>
        </w:rPr>
        <w:t>غُيَّب</w:t>
      </w:r>
      <w:r w:rsidR="00554BFA">
        <w:rPr>
          <w:rtl/>
        </w:rPr>
        <w:t xml:space="preserve"> </w:t>
      </w:r>
      <w:r w:rsidR="00554BFA" w:rsidRPr="00D0383A">
        <w:rPr>
          <w:rtl/>
        </w:rPr>
        <w:t>=</w:t>
      </w:r>
      <w:r w:rsidR="00554BFA">
        <w:rPr>
          <w:rtl/>
        </w:rPr>
        <w:t xml:space="preserve"> </w:t>
      </w:r>
      <w:r w:rsidRPr="00301761">
        <w:rPr>
          <w:rtl/>
        </w:rPr>
        <w:t>عنها</w:t>
      </w:r>
      <w:r w:rsidR="00554BFA">
        <w:rPr>
          <w:rtl/>
        </w:rPr>
        <w:t xml:space="preserve"> </w:t>
      </w:r>
      <w:r w:rsidRPr="00301761">
        <w:rPr>
          <w:rtl/>
        </w:rPr>
        <w:t>إذا</w:t>
      </w:r>
      <w:r w:rsidR="00554BFA">
        <w:rPr>
          <w:rtl/>
        </w:rPr>
        <w:t xml:space="preserve"> </w:t>
      </w:r>
      <w:r w:rsidRPr="00301761">
        <w:rPr>
          <w:rtl/>
        </w:rPr>
        <w:t>هَتفت</w:t>
      </w:r>
      <w:r w:rsidR="00554BFA">
        <w:rPr>
          <w:rtl/>
        </w:rPr>
        <w:t xml:space="preserve"> </w:t>
      </w:r>
      <w:r w:rsidRPr="00301761">
        <w:rPr>
          <w:rtl/>
        </w:rPr>
        <w:t>بكم</w:t>
      </w:r>
      <w:r w:rsidR="00554BFA">
        <w:rPr>
          <w:rtl/>
        </w:rPr>
        <w:t xml:space="preserve"> </w:t>
      </w:r>
      <w:r w:rsidRPr="00301761">
        <w:rPr>
          <w:rtl/>
        </w:rPr>
        <w:t>لخَلاص</w:t>
      </w:r>
    </w:p>
    <w:p w:rsidR="00645494" w:rsidRPr="00645494" w:rsidRDefault="00645494" w:rsidP="00FE2721">
      <w:pPr>
        <w:pStyle w:val="libPoemCenter"/>
        <w:rPr>
          <w:rtl/>
        </w:rPr>
      </w:pPr>
      <w:r w:rsidRPr="00301761">
        <w:rPr>
          <w:rtl/>
        </w:rPr>
        <w:t>قوموا</w:t>
      </w:r>
      <w:r w:rsidR="00554BFA">
        <w:rPr>
          <w:rtl/>
        </w:rPr>
        <w:t xml:space="preserve"> </w:t>
      </w:r>
      <w:r w:rsidRPr="00301761">
        <w:rPr>
          <w:rtl/>
        </w:rPr>
        <w:t>فإن</w:t>
      </w:r>
      <w:r w:rsidR="00554BFA">
        <w:rPr>
          <w:rtl/>
        </w:rPr>
        <w:t xml:space="preserve"> </w:t>
      </w:r>
      <w:r w:rsidRPr="00301761">
        <w:rPr>
          <w:rtl/>
        </w:rPr>
        <w:t>عِداكم</w:t>
      </w:r>
      <w:r w:rsidR="00554BFA">
        <w:rPr>
          <w:rtl/>
        </w:rPr>
        <w:t xml:space="preserve"> </w:t>
      </w:r>
      <w:r w:rsidRPr="00301761">
        <w:rPr>
          <w:rtl/>
        </w:rPr>
        <w:t>شَمتت</w:t>
      </w:r>
      <w:r w:rsidR="00554BFA">
        <w:rPr>
          <w:rtl/>
        </w:rPr>
        <w:t xml:space="preserve"> </w:t>
      </w:r>
      <w:r w:rsidRPr="00301761">
        <w:rPr>
          <w:rtl/>
        </w:rPr>
        <w:t>بكم</w:t>
      </w:r>
      <w:r w:rsidR="00554BFA">
        <w:rPr>
          <w:rtl/>
        </w:rPr>
        <w:t xml:space="preserve"> </w:t>
      </w:r>
      <w:r w:rsidR="00554BFA" w:rsidRPr="00D0383A">
        <w:rPr>
          <w:rtl/>
        </w:rPr>
        <w:t>=</w:t>
      </w:r>
      <w:r w:rsidR="00554BFA">
        <w:rPr>
          <w:rtl/>
        </w:rPr>
        <w:t xml:space="preserve"> </w:t>
      </w:r>
      <w:r w:rsidRPr="00301761">
        <w:rPr>
          <w:rtl/>
        </w:rPr>
        <w:t>وأسموا</w:t>
      </w:r>
      <w:r w:rsidR="00554BFA">
        <w:rPr>
          <w:rtl/>
        </w:rPr>
        <w:t xml:space="preserve"> </w:t>
      </w:r>
      <w:r w:rsidRPr="00301761">
        <w:rPr>
          <w:rtl/>
        </w:rPr>
        <w:t>فقدوا</w:t>
      </w:r>
      <w:r w:rsidR="00554BFA">
        <w:rPr>
          <w:rtl/>
        </w:rPr>
        <w:t xml:space="preserve"> </w:t>
      </w:r>
      <w:r w:rsidRPr="00301761">
        <w:rPr>
          <w:rtl/>
        </w:rPr>
        <w:t>سمتكم</w:t>
      </w:r>
      <w:r w:rsidR="00554BFA">
        <w:rPr>
          <w:rtl/>
        </w:rPr>
        <w:t xml:space="preserve"> </w:t>
      </w:r>
      <w:r w:rsidRPr="00301761">
        <w:rPr>
          <w:rtl/>
        </w:rPr>
        <w:t>بنواص</w:t>
      </w:r>
    </w:p>
    <w:p w:rsidR="00645494" w:rsidRDefault="00645494" w:rsidP="00645494">
      <w:pPr>
        <w:pStyle w:val="libNormal"/>
      </w:pPr>
      <w:r>
        <w:br w:type="page"/>
      </w:r>
    </w:p>
    <w:p w:rsidR="00645494" w:rsidRDefault="00645494" w:rsidP="00FE2721">
      <w:pPr>
        <w:pStyle w:val="libPoemCenter"/>
        <w:rPr>
          <w:rtl/>
        </w:rPr>
      </w:pPr>
      <w:r w:rsidRPr="00301761">
        <w:rPr>
          <w:rtl/>
        </w:rPr>
        <w:lastRenderedPageBreak/>
        <w:t>كم</w:t>
      </w:r>
      <w:r w:rsidR="00554BFA">
        <w:rPr>
          <w:rtl/>
        </w:rPr>
        <w:t xml:space="preserve"> </w:t>
      </w:r>
      <w:r w:rsidRPr="00301761">
        <w:rPr>
          <w:rtl/>
        </w:rPr>
        <w:t>تَربطون</w:t>
      </w:r>
      <w:r w:rsidR="00554BFA">
        <w:rPr>
          <w:rtl/>
        </w:rPr>
        <w:t xml:space="preserve"> </w:t>
      </w:r>
      <w:r w:rsidRPr="00301761">
        <w:rPr>
          <w:rtl/>
        </w:rPr>
        <w:t>خُيولكم</w:t>
      </w:r>
      <w:r w:rsidR="00554BFA">
        <w:rPr>
          <w:rtl/>
        </w:rPr>
        <w:t xml:space="preserve"> </w:t>
      </w:r>
      <w:r w:rsidRPr="00301761">
        <w:rPr>
          <w:rtl/>
        </w:rPr>
        <w:t>فلربَّما</w:t>
      </w:r>
      <w:r w:rsidR="00554BFA">
        <w:rPr>
          <w:rtl/>
        </w:rPr>
        <w:t xml:space="preserve"> </w:t>
      </w:r>
      <w:r w:rsidR="00554BFA" w:rsidRPr="00D0383A">
        <w:rPr>
          <w:rtl/>
        </w:rPr>
        <w:t>=</w:t>
      </w:r>
      <w:r w:rsidR="00554BFA">
        <w:rPr>
          <w:rtl/>
        </w:rPr>
        <w:t xml:space="preserve"> </w:t>
      </w:r>
      <w:r w:rsidRPr="00301761">
        <w:rPr>
          <w:rtl/>
        </w:rPr>
        <w:t>جَمَحَ</w:t>
      </w:r>
      <w:r w:rsidR="00554BFA">
        <w:rPr>
          <w:rtl/>
        </w:rPr>
        <w:t xml:space="preserve"> </w:t>
      </w:r>
      <w:r w:rsidRPr="00301761">
        <w:rPr>
          <w:rtl/>
        </w:rPr>
        <w:t>المطبع</w:t>
      </w:r>
      <w:r w:rsidR="00554BFA">
        <w:rPr>
          <w:rtl/>
        </w:rPr>
        <w:t xml:space="preserve"> </w:t>
      </w:r>
      <w:r w:rsidRPr="00301761">
        <w:rPr>
          <w:rtl/>
        </w:rPr>
        <w:t>بها</w:t>
      </w:r>
      <w:r w:rsidR="00554BFA">
        <w:rPr>
          <w:rtl/>
        </w:rPr>
        <w:t xml:space="preserve"> </w:t>
      </w:r>
      <w:r w:rsidRPr="00301761">
        <w:rPr>
          <w:rtl/>
        </w:rPr>
        <w:t>فسارى</w:t>
      </w:r>
      <w:r w:rsidR="00554BFA">
        <w:rPr>
          <w:rtl/>
        </w:rPr>
        <w:t xml:space="preserve"> </w:t>
      </w:r>
      <w:r w:rsidRPr="00301761">
        <w:rPr>
          <w:rtl/>
        </w:rPr>
        <w:t>العاصي</w:t>
      </w:r>
    </w:p>
    <w:p w:rsidR="00645494" w:rsidRDefault="00645494" w:rsidP="00FE2721">
      <w:pPr>
        <w:pStyle w:val="libPoemCenter"/>
        <w:rPr>
          <w:rtl/>
        </w:rPr>
      </w:pPr>
      <w:r w:rsidRPr="00301761">
        <w:rPr>
          <w:rtl/>
        </w:rPr>
        <w:t>لقد</w:t>
      </w:r>
      <w:r w:rsidR="00554BFA">
        <w:rPr>
          <w:rtl/>
        </w:rPr>
        <w:t xml:space="preserve"> </w:t>
      </w:r>
      <w:r w:rsidRPr="00301761">
        <w:rPr>
          <w:rtl/>
        </w:rPr>
        <w:t>اغتدت</w:t>
      </w:r>
      <w:r w:rsidR="00554BFA">
        <w:rPr>
          <w:rtl/>
        </w:rPr>
        <w:t xml:space="preserve"> </w:t>
      </w:r>
      <w:r w:rsidRPr="00301761">
        <w:rPr>
          <w:rtl/>
        </w:rPr>
        <w:t>مَغلولةً</w:t>
      </w:r>
      <w:r w:rsidR="00554BFA">
        <w:rPr>
          <w:rtl/>
        </w:rPr>
        <w:t xml:space="preserve"> </w:t>
      </w:r>
      <w:r w:rsidRPr="00301761">
        <w:rPr>
          <w:rtl/>
        </w:rPr>
        <w:t>بقيودها</w:t>
      </w:r>
      <w:r w:rsidR="00554BFA">
        <w:rPr>
          <w:rtl/>
        </w:rPr>
        <w:t xml:space="preserve"> </w:t>
      </w:r>
      <w:r w:rsidR="00554BFA" w:rsidRPr="00D0383A">
        <w:rPr>
          <w:rtl/>
        </w:rPr>
        <w:t>=</w:t>
      </w:r>
      <w:r w:rsidR="00554BFA">
        <w:rPr>
          <w:rtl/>
        </w:rPr>
        <w:t xml:space="preserve"> </w:t>
      </w:r>
      <w:r w:rsidRPr="00301761">
        <w:rPr>
          <w:rtl/>
        </w:rPr>
        <w:t>بين</w:t>
      </w:r>
      <w:r w:rsidR="00554BFA">
        <w:rPr>
          <w:rtl/>
        </w:rPr>
        <w:t xml:space="preserve"> </w:t>
      </w:r>
      <w:r w:rsidRPr="00301761">
        <w:rPr>
          <w:rtl/>
        </w:rPr>
        <w:t>الأواخي</w:t>
      </w:r>
      <w:r w:rsidR="00554BFA">
        <w:rPr>
          <w:rtl/>
        </w:rPr>
        <w:t xml:space="preserve"> </w:t>
      </w:r>
      <w:r w:rsidRPr="00301761">
        <w:rPr>
          <w:rtl/>
        </w:rPr>
        <w:t>وهي</w:t>
      </w:r>
      <w:r w:rsidR="00554BFA">
        <w:rPr>
          <w:rtl/>
        </w:rPr>
        <w:t xml:space="preserve"> </w:t>
      </w:r>
      <w:r w:rsidRPr="00301761">
        <w:rPr>
          <w:rtl/>
        </w:rPr>
        <w:t>جد</w:t>
      </w:r>
      <w:r w:rsidR="00554BFA">
        <w:rPr>
          <w:rtl/>
        </w:rPr>
        <w:t xml:space="preserve"> </w:t>
      </w:r>
      <w:r w:rsidRPr="00301761">
        <w:rPr>
          <w:rtl/>
        </w:rPr>
        <w:t>حراص</w:t>
      </w:r>
    </w:p>
    <w:p w:rsidR="00645494" w:rsidRDefault="00645494" w:rsidP="00FE2721">
      <w:pPr>
        <w:pStyle w:val="libPoemCenter"/>
        <w:rPr>
          <w:rtl/>
        </w:rPr>
      </w:pPr>
      <w:r w:rsidRPr="00301761">
        <w:rPr>
          <w:rtl/>
        </w:rPr>
        <w:t>ماذا</w:t>
      </w:r>
      <w:r w:rsidR="00554BFA">
        <w:rPr>
          <w:rtl/>
        </w:rPr>
        <w:t xml:space="preserve"> </w:t>
      </w:r>
      <w:r w:rsidRPr="00301761">
        <w:rPr>
          <w:rtl/>
        </w:rPr>
        <w:t>القُعود</w:t>
      </w:r>
      <w:r w:rsidR="00554BFA">
        <w:rPr>
          <w:rtl/>
        </w:rPr>
        <w:t xml:space="preserve"> </w:t>
      </w:r>
      <w:r w:rsidRPr="00301761">
        <w:rPr>
          <w:rtl/>
        </w:rPr>
        <w:t>فجرِّدوا</w:t>
      </w:r>
      <w:r w:rsidR="00554BFA">
        <w:rPr>
          <w:rtl/>
        </w:rPr>
        <w:t xml:space="preserve"> </w:t>
      </w:r>
      <w:r w:rsidRPr="00301761">
        <w:rPr>
          <w:rtl/>
        </w:rPr>
        <w:t>أسيافَكم</w:t>
      </w:r>
      <w:r w:rsidR="00554BFA">
        <w:rPr>
          <w:rtl/>
        </w:rPr>
        <w:t xml:space="preserve"> </w:t>
      </w:r>
      <w:r w:rsidR="00554BFA" w:rsidRPr="00D0383A">
        <w:rPr>
          <w:rtl/>
        </w:rPr>
        <w:t>=</w:t>
      </w:r>
      <w:r w:rsidR="00554BFA">
        <w:rPr>
          <w:rtl/>
        </w:rPr>
        <w:t xml:space="preserve"> </w:t>
      </w:r>
      <w:r w:rsidRPr="00301761">
        <w:rPr>
          <w:rtl/>
        </w:rPr>
        <w:t>واستنهِضوا</w:t>
      </w:r>
      <w:r w:rsidR="00554BFA">
        <w:rPr>
          <w:rtl/>
        </w:rPr>
        <w:t xml:space="preserve"> </w:t>
      </w:r>
      <w:r w:rsidRPr="00301761">
        <w:rPr>
          <w:rtl/>
        </w:rPr>
        <w:t>العزمات</w:t>
      </w:r>
      <w:r w:rsidR="00554BFA">
        <w:rPr>
          <w:rtl/>
        </w:rPr>
        <w:t xml:space="preserve"> </w:t>
      </w:r>
      <w:r w:rsidRPr="00301761">
        <w:rPr>
          <w:rtl/>
        </w:rPr>
        <w:t>للارهاص</w:t>
      </w:r>
    </w:p>
    <w:p w:rsidR="00645494" w:rsidRDefault="00645494" w:rsidP="00FE2721">
      <w:pPr>
        <w:pStyle w:val="libPoemCenter"/>
        <w:rPr>
          <w:rtl/>
        </w:rPr>
      </w:pPr>
      <w:r w:rsidRPr="00301761">
        <w:rPr>
          <w:rtl/>
        </w:rPr>
        <w:t>ويلاي</w:t>
      </w:r>
      <w:r w:rsidR="00554BFA">
        <w:rPr>
          <w:rtl/>
        </w:rPr>
        <w:t xml:space="preserve"> </w:t>
      </w:r>
      <w:r w:rsidRPr="00301761">
        <w:rPr>
          <w:rtl/>
        </w:rPr>
        <w:t>من</w:t>
      </w:r>
      <w:r w:rsidR="00554BFA">
        <w:rPr>
          <w:rtl/>
        </w:rPr>
        <w:t xml:space="preserve"> </w:t>
      </w:r>
      <w:r w:rsidRPr="00301761">
        <w:rPr>
          <w:rtl/>
        </w:rPr>
        <w:t>إبطائكم</w:t>
      </w:r>
      <w:r w:rsidR="00554BFA">
        <w:rPr>
          <w:rtl/>
        </w:rPr>
        <w:t xml:space="preserve"> </w:t>
      </w:r>
      <w:r w:rsidRPr="00301761">
        <w:rPr>
          <w:rtl/>
        </w:rPr>
        <w:t>وقُعودكم</w:t>
      </w:r>
      <w:r w:rsidR="00554BFA">
        <w:rPr>
          <w:rtl/>
        </w:rPr>
        <w:t xml:space="preserve"> </w:t>
      </w:r>
      <w:r w:rsidR="00554BFA" w:rsidRPr="00D0383A">
        <w:rPr>
          <w:rtl/>
        </w:rPr>
        <w:t>=</w:t>
      </w:r>
      <w:r w:rsidR="00554BFA">
        <w:rPr>
          <w:rtl/>
        </w:rPr>
        <w:t xml:space="preserve"> </w:t>
      </w:r>
      <w:r w:rsidRPr="00301761">
        <w:rPr>
          <w:rtl/>
        </w:rPr>
        <w:t>حتّى</w:t>
      </w:r>
      <w:r w:rsidR="00554BFA">
        <w:rPr>
          <w:rtl/>
        </w:rPr>
        <w:t xml:space="preserve"> </w:t>
      </w:r>
      <w:r w:rsidRPr="00301761">
        <w:rPr>
          <w:rtl/>
        </w:rPr>
        <w:t>كأنَّ</w:t>
      </w:r>
      <w:r w:rsidR="00554BFA">
        <w:rPr>
          <w:rtl/>
        </w:rPr>
        <w:t xml:space="preserve"> </w:t>
      </w:r>
      <w:r w:rsidRPr="00301761">
        <w:rPr>
          <w:rtl/>
        </w:rPr>
        <w:t>قعودكم</w:t>
      </w:r>
      <w:r w:rsidR="00554BFA">
        <w:rPr>
          <w:rtl/>
        </w:rPr>
        <w:t xml:space="preserve"> </w:t>
      </w:r>
      <w:r w:rsidRPr="00301761">
        <w:rPr>
          <w:rtl/>
        </w:rPr>
        <w:t>بتواص</w:t>
      </w:r>
    </w:p>
    <w:p w:rsidR="00645494" w:rsidRDefault="00645494" w:rsidP="00FE2721">
      <w:pPr>
        <w:pStyle w:val="libPoemCenter"/>
        <w:rPr>
          <w:rtl/>
        </w:rPr>
      </w:pPr>
      <w:r w:rsidRPr="00301761">
        <w:rPr>
          <w:rtl/>
        </w:rPr>
        <w:t>هلاَّ</w:t>
      </w:r>
      <w:r w:rsidR="00554BFA">
        <w:rPr>
          <w:rtl/>
        </w:rPr>
        <w:t xml:space="preserve"> </w:t>
      </w:r>
      <w:r w:rsidRPr="00301761">
        <w:rPr>
          <w:rtl/>
        </w:rPr>
        <w:t>نَهضتم</w:t>
      </w:r>
      <w:r w:rsidR="00554BFA">
        <w:rPr>
          <w:rtl/>
        </w:rPr>
        <w:t xml:space="preserve"> </w:t>
      </w:r>
      <w:r w:rsidRPr="00301761">
        <w:rPr>
          <w:rtl/>
        </w:rPr>
        <w:t>غاضبين</w:t>
      </w:r>
      <w:r w:rsidR="00554BFA">
        <w:rPr>
          <w:rtl/>
        </w:rPr>
        <w:t xml:space="preserve"> </w:t>
      </w:r>
      <w:r w:rsidRPr="00301761">
        <w:rPr>
          <w:rtl/>
        </w:rPr>
        <w:t>بمَعشرٍ</w:t>
      </w:r>
      <w:r w:rsidR="00554BFA">
        <w:rPr>
          <w:rtl/>
        </w:rPr>
        <w:t xml:space="preserve"> </w:t>
      </w:r>
      <w:r w:rsidR="00554BFA" w:rsidRPr="00D0383A">
        <w:rPr>
          <w:rtl/>
        </w:rPr>
        <w:t>=</w:t>
      </w:r>
      <w:r w:rsidR="00554BFA">
        <w:rPr>
          <w:rtl/>
        </w:rPr>
        <w:t xml:space="preserve"> </w:t>
      </w:r>
      <w:r w:rsidRPr="00301761">
        <w:rPr>
          <w:rtl/>
        </w:rPr>
        <w:t>سامي</w:t>
      </w:r>
      <w:r w:rsidR="00554BFA">
        <w:rPr>
          <w:rtl/>
        </w:rPr>
        <w:t xml:space="preserve"> </w:t>
      </w:r>
      <w:r w:rsidRPr="00301761">
        <w:rPr>
          <w:rtl/>
        </w:rPr>
        <w:t>الفُروع</w:t>
      </w:r>
      <w:r w:rsidR="00554BFA">
        <w:rPr>
          <w:rtl/>
        </w:rPr>
        <w:t xml:space="preserve"> </w:t>
      </w:r>
      <w:r w:rsidRPr="00301761">
        <w:rPr>
          <w:rtl/>
        </w:rPr>
        <w:t>ورَاسخ</w:t>
      </w:r>
      <w:r w:rsidR="00554BFA">
        <w:rPr>
          <w:rtl/>
        </w:rPr>
        <w:t xml:space="preserve"> </w:t>
      </w:r>
      <w:r w:rsidRPr="00301761">
        <w:rPr>
          <w:rtl/>
        </w:rPr>
        <w:t>الأعياص</w:t>
      </w:r>
    </w:p>
    <w:p w:rsidR="00645494" w:rsidRDefault="00645494" w:rsidP="00FE2721">
      <w:pPr>
        <w:pStyle w:val="libPoemCenter"/>
        <w:rPr>
          <w:rtl/>
        </w:rPr>
      </w:pPr>
      <w:r w:rsidRPr="00301761">
        <w:rPr>
          <w:rtl/>
        </w:rPr>
        <w:t>لا</w:t>
      </w:r>
      <w:r w:rsidR="00554BFA">
        <w:rPr>
          <w:rtl/>
        </w:rPr>
        <w:t xml:space="preserve"> </w:t>
      </w:r>
      <w:r w:rsidRPr="00301761">
        <w:rPr>
          <w:rtl/>
        </w:rPr>
        <w:t>يحذر</w:t>
      </w:r>
      <w:r w:rsidR="00554BFA">
        <w:rPr>
          <w:rtl/>
        </w:rPr>
        <w:t xml:space="preserve"> </w:t>
      </w:r>
      <w:r w:rsidRPr="00301761">
        <w:rPr>
          <w:rtl/>
        </w:rPr>
        <w:t>الغوَّاص</w:t>
      </w:r>
      <w:r w:rsidR="00554BFA">
        <w:rPr>
          <w:rtl/>
        </w:rPr>
        <w:t xml:space="preserve"> </w:t>
      </w:r>
      <w:r w:rsidRPr="00301761">
        <w:rPr>
          <w:rtl/>
        </w:rPr>
        <w:t>لفظة</w:t>
      </w:r>
      <w:r w:rsidR="00554BFA">
        <w:rPr>
          <w:rtl/>
        </w:rPr>
        <w:t xml:space="preserve"> </w:t>
      </w:r>
      <w:r w:rsidRPr="00301761">
        <w:rPr>
          <w:rtl/>
        </w:rPr>
        <w:t>روحه</w:t>
      </w:r>
      <w:r w:rsidR="00554BFA">
        <w:rPr>
          <w:rtl/>
        </w:rPr>
        <w:t xml:space="preserve"> </w:t>
      </w:r>
      <w:r w:rsidR="00554BFA" w:rsidRPr="00D0383A">
        <w:rPr>
          <w:rtl/>
        </w:rPr>
        <w:t>=</w:t>
      </w:r>
      <w:r w:rsidR="00554BFA">
        <w:rPr>
          <w:rtl/>
        </w:rPr>
        <w:t xml:space="preserve"> </w:t>
      </w:r>
      <w:r w:rsidRPr="00301761">
        <w:rPr>
          <w:rtl/>
        </w:rPr>
        <w:t>إنْ</w:t>
      </w:r>
      <w:r w:rsidR="00554BFA">
        <w:rPr>
          <w:rtl/>
        </w:rPr>
        <w:t xml:space="preserve"> </w:t>
      </w:r>
      <w:r w:rsidRPr="00301761">
        <w:rPr>
          <w:rtl/>
        </w:rPr>
        <w:t>راح</w:t>
      </w:r>
      <w:r w:rsidR="00554BFA">
        <w:rPr>
          <w:rtl/>
        </w:rPr>
        <w:t xml:space="preserve"> </w:t>
      </w:r>
      <w:r w:rsidRPr="00301761">
        <w:rPr>
          <w:rtl/>
        </w:rPr>
        <w:t>يَرجو</w:t>
      </w:r>
      <w:r w:rsidR="00554BFA">
        <w:rPr>
          <w:rtl/>
        </w:rPr>
        <w:t xml:space="preserve"> </w:t>
      </w:r>
      <w:r w:rsidRPr="00301761">
        <w:rPr>
          <w:rtl/>
        </w:rPr>
        <w:t>دُرَّة</w:t>
      </w:r>
      <w:r w:rsidR="00554BFA">
        <w:rPr>
          <w:rtl/>
        </w:rPr>
        <w:t xml:space="preserve"> </w:t>
      </w:r>
      <w:r w:rsidRPr="00301761">
        <w:rPr>
          <w:rtl/>
        </w:rPr>
        <w:t>الغوَّاص</w:t>
      </w:r>
    </w:p>
    <w:p w:rsidR="00645494" w:rsidRPr="00645494" w:rsidRDefault="00645494" w:rsidP="00FE2721">
      <w:pPr>
        <w:pStyle w:val="libPoemCenter"/>
        <w:rPr>
          <w:rtl/>
        </w:rPr>
      </w:pPr>
      <w:r w:rsidRPr="00301761">
        <w:rPr>
          <w:rtl/>
        </w:rPr>
        <w:t>يا</w:t>
      </w:r>
      <w:r w:rsidR="00554BFA">
        <w:rPr>
          <w:rtl/>
        </w:rPr>
        <w:t xml:space="preserve"> </w:t>
      </w:r>
      <w:r w:rsidRPr="00301761">
        <w:rPr>
          <w:rtl/>
        </w:rPr>
        <w:t>آل</w:t>
      </w:r>
      <w:r w:rsidR="00554BFA">
        <w:rPr>
          <w:rtl/>
        </w:rPr>
        <w:t xml:space="preserve"> </w:t>
      </w:r>
      <w:r w:rsidRPr="00301761">
        <w:rPr>
          <w:rtl/>
        </w:rPr>
        <w:t>أحمد</w:t>
      </w:r>
      <w:r w:rsidR="00554BFA">
        <w:rPr>
          <w:rtl/>
        </w:rPr>
        <w:t xml:space="preserve"> </w:t>
      </w:r>
      <w:r w:rsidRPr="00301761">
        <w:rPr>
          <w:rtl/>
        </w:rPr>
        <w:t>هلْ</w:t>
      </w:r>
      <w:r w:rsidR="00554BFA">
        <w:rPr>
          <w:rtl/>
        </w:rPr>
        <w:t xml:space="preserve"> </w:t>
      </w:r>
      <w:r w:rsidRPr="00301761">
        <w:rPr>
          <w:rtl/>
        </w:rPr>
        <w:t>لكم</w:t>
      </w:r>
      <w:r w:rsidR="00554BFA">
        <w:rPr>
          <w:rtl/>
        </w:rPr>
        <w:t xml:space="preserve"> </w:t>
      </w:r>
      <w:r w:rsidRPr="00301761">
        <w:rPr>
          <w:rtl/>
        </w:rPr>
        <w:t>عن</w:t>
      </w:r>
      <w:r w:rsidR="00554BFA">
        <w:rPr>
          <w:rtl/>
        </w:rPr>
        <w:t xml:space="preserve"> </w:t>
      </w:r>
      <w:r w:rsidRPr="00301761">
        <w:rPr>
          <w:rtl/>
        </w:rPr>
        <w:t>حَقِّكم</w:t>
      </w:r>
      <w:r w:rsidR="00554BFA">
        <w:rPr>
          <w:rtl/>
        </w:rPr>
        <w:t xml:space="preserve"> </w:t>
      </w:r>
      <w:r w:rsidR="00554BFA" w:rsidRPr="00D0383A">
        <w:rPr>
          <w:rtl/>
        </w:rPr>
        <w:t>=</w:t>
      </w:r>
      <w:r w:rsidR="00554BFA">
        <w:rPr>
          <w:rtl/>
        </w:rPr>
        <w:t xml:space="preserve"> </w:t>
      </w:r>
      <w:r w:rsidRPr="00301761">
        <w:rPr>
          <w:rtl/>
        </w:rPr>
        <w:t>مِن</w:t>
      </w:r>
      <w:r w:rsidR="00554BFA">
        <w:rPr>
          <w:rtl/>
        </w:rPr>
        <w:t xml:space="preserve"> </w:t>
      </w:r>
      <w:r w:rsidRPr="00301761">
        <w:rPr>
          <w:rtl/>
        </w:rPr>
        <w:t>منقذ</w:t>
      </w:r>
      <w:r w:rsidR="00554BFA">
        <w:rPr>
          <w:rtl/>
        </w:rPr>
        <w:t xml:space="preserve"> </w:t>
      </w:r>
      <w:r w:rsidRPr="00301761">
        <w:rPr>
          <w:rtl/>
        </w:rPr>
        <w:t>ترضونه</w:t>
      </w:r>
      <w:r w:rsidR="00554BFA">
        <w:rPr>
          <w:rtl/>
        </w:rPr>
        <w:t xml:space="preserve"> </w:t>
      </w:r>
      <w:r w:rsidRPr="00301761">
        <w:rPr>
          <w:rtl/>
        </w:rPr>
        <w:t>وخلاص</w:t>
      </w:r>
    </w:p>
    <w:p w:rsidR="00645494" w:rsidRPr="00554BFA" w:rsidRDefault="00645494" w:rsidP="00554BFA">
      <w:pPr>
        <w:pStyle w:val="libNormal"/>
        <w:rPr>
          <w:rtl/>
        </w:rPr>
      </w:pPr>
      <w:r w:rsidRPr="00301761">
        <w:rPr>
          <w:rtl/>
        </w:rPr>
        <w:t>والأبيات الممحوَّة كانت هكذا:</w:t>
      </w:r>
    </w:p>
    <w:p w:rsidR="00645494" w:rsidRDefault="00645494" w:rsidP="00FE2721">
      <w:pPr>
        <w:pStyle w:val="libPoemCenter"/>
        <w:rPr>
          <w:rtl/>
        </w:rPr>
      </w:pPr>
      <w:r w:rsidRPr="00301761">
        <w:rPr>
          <w:rtl/>
        </w:rPr>
        <w:t>هاكم</w:t>
      </w:r>
      <w:r w:rsidR="00554BFA">
        <w:rPr>
          <w:rtl/>
        </w:rPr>
        <w:t xml:space="preserve"> </w:t>
      </w:r>
      <w:r w:rsidRPr="00301761">
        <w:rPr>
          <w:rtl/>
        </w:rPr>
        <w:t>مواليِّ</w:t>
      </w:r>
      <w:r w:rsidR="00554BFA">
        <w:rPr>
          <w:rtl/>
        </w:rPr>
        <w:t xml:space="preserve"> </w:t>
      </w:r>
      <w:r w:rsidRPr="00301761">
        <w:rPr>
          <w:rtl/>
        </w:rPr>
        <w:t>قصيدة</w:t>
      </w:r>
      <w:r w:rsidR="00554BFA">
        <w:rPr>
          <w:rtl/>
        </w:rPr>
        <w:t xml:space="preserve"> </w:t>
      </w:r>
      <w:r w:rsidRPr="00301761">
        <w:rPr>
          <w:rtl/>
        </w:rPr>
        <w:t>خادم</w:t>
      </w:r>
      <w:r w:rsidR="00554BFA">
        <w:rPr>
          <w:rtl/>
        </w:rPr>
        <w:t xml:space="preserve"> </w:t>
      </w:r>
      <w:r w:rsidR="00554BFA" w:rsidRPr="00D0383A">
        <w:rPr>
          <w:rtl/>
        </w:rPr>
        <w:t>=</w:t>
      </w:r>
      <w:r w:rsidR="00554BFA">
        <w:rPr>
          <w:rtl/>
        </w:rPr>
        <w:t xml:space="preserve"> </w:t>
      </w:r>
      <w:r w:rsidRPr="00301761">
        <w:rPr>
          <w:rtl/>
        </w:rPr>
        <w:t>هي</w:t>
      </w:r>
      <w:r w:rsidR="00554BFA">
        <w:rPr>
          <w:rtl/>
        </w:rPr>
        <w:t xml:space="preserve"> </w:t>
      </w:r>
      <w:r w:rsidRPr="00301761">
        <w:rPr>
          <w:rtl/>
        </w:rPr>
        <w:t>في</w:t>
      </w:r>
      <w:r w:rsidR="00554BFA">
        <w:rPr>
          <w:rtl/>
        </w:rPr>
        <w:t xml:space="preserve"> </w:t>
      </w:r>
      <w:r w:rsidRPr="00301761">
        <w:rPr>
          <w:rtl/>
        </w:rPr>
        <w:t>القَصائد</w:t>
      </w:r>
      <w:r w:rsidR="00554BFA">
        <w:rPr>
          <w:rtl/>
        </w:rPr>
        <w:t xml:space="preserve"> </w:t>
      </w:r>
      <w:r w:rsidRPr="00301761">
        <w:rPr>
          <w:rtl/>
        </w:rPr>
        <w:t>دُرَّة</w:t>
      </w:r>
      <w:r w:rsidR="00554BFA">
        <w:rPr>
          <w:rtl/>
        </w:rPr>
        <w:t xml:space="preserve"> </w:t>
      </w:r>
      <w:r w:rsidRPr="00301761">
        <w:rPr>
          <w:rtl/>
        </w:rPr>
        <w:t>الغَواص</w:t>
      </w:r>
    </w:p>
    <w:p w:rsidR="00645494" w:rsidRDefault="00645494" w:rsidP="00FE2721">
      <w:pPr>
        <w:pStyle w:val="libPoemCenter"/>
        <w:rPr>
          <w:rtl/>
        </w:rPr>
      </w:pPr>
      <w:r w:rsidRPr="00301761">
        <w:rPr>
          <w:rtl/>
        </w:rPr>
        <w:t>لا</w:t>
      </w:r>
      <w:r w:rsidR="00554BFA">
        <w:rPr>
          <w:rtl/>
        </w:rPr>
        <w:t xml:space="preserve"> </w:t>
      </w:r>
      <w:r w:rsidRPr="00301761">
        <w:rPr>
          <w:rtl/>
        </w:rPr>
        <w:t>يَنبغي</w:t>
      </w:r>
      <w:r w:rsidR="00554BFA">
        <w:rPr>
          <w:rtl/>
        </w:rPr>
        <w:t xml:space="preserve"> </w:t>
      </w:r>
      <w:r w:rsidRPr="00301761">
        <w:rPr>
          <w:rtl/>
        </w:rPr>
        <w:t>إلاّ</w:t>
      </w:r>
      <w:r w:rsidR="00554BFA">
        <w:rPr>
          <w:rtl/>
        </w:rPr>
        <w:t xml:space="preserve"> </w:t>
      </w:r>
      <w:r w:rsidRPr="00301761">
        <w:rPr>
          <w:rtl/>
        </w:rPr>
        <w:t>مَقامكم</w:t>
      </w:r>
      <w:r w:rsidR="00554BFA">
        <w:rPr>
          <w:rtl/>
        </w:rPr>
        <w:t xml:space="preserve"> </w:t>
      </w:r>
      <w:r w:rsidRPr="00301761">
        <w:rPr>
          <w:rtl/>
        </w:rPr>
        <w:t>لها</w:t>
      </w:r>
      <w:r w:rsidR="00554BFA">
        <w:rPr>
          <w:rtl/>
        </w:rPr>
        <w:t xml:space="preserve"> </w:t>
      </w:r>
      <w:r w:rsidR="00554BFA" w:rsidRPr="00D0383A">
        <w:rPr>
          <w:rtl/>
        </w:rPr>
        <w:t>=</w:t>
      </w:r>
      <w:r w:rsidR="00554BFA">
        <w:rPr>
          <w:rtl/>
        </w:rPr>
        <w:t xml:space="preserve"> </w:t>
      </w:r>
      <w:r w:rsidRPr="00301761">
        <w:rPr>
          <w:rtl/>
        </w:rPr>
        <w:t>إنَّ</w:t>
      </w:r>
      <w:r w:rsidR="00554BFA">
        <w:rPr>
          <w:rtl/>
        </w:rPr>
        <w:t xml:space="preserve"> </w:t>
      </w:r>
      <w:r w:rsidRPr="00301761">
        <w:rPr>
          <w:rtl/>
        </w:rPr>
        <w:t>الخَلاص</w:t>
      </w:r>
      <w:r w:rsidR="00554BFA">
        <w:rPr>
          <w:rtl/>
        </w:rPr>
        <w:t xml:space="preserve"> </w:t>
      </w:r>
      <w:r w:rsidRPr="00301761">
        <w:rPr>
          <w:rtl/>
        </w:rPr>
        <w:t>ليُبتغى</w:t>
      </w:r>
      <w:r w:rsidR="00554BFA">
        <w:rPr>
          <w:rtl/>
        </w:rPr>
        <w:t xml:space="preserve"> </w:t>
      </w:r>
      <w:r w:rsidRPr="00301761">
        <w:rPr>
          <w:rtl/>
        </w:rPr>
        <w:t>لخَلاص</w:t>
      </w:r>
    </w:p>
    <w:p w:rsidR="00645494" w:rsidRPr="00645494" w:rsidRDefault="00645494" w:rsidP="00FE2721">
      <w:pPr>
        <w:pStyle w:val="libPoemCenter"/>
        <w:rPr>
          <w:rtl/>
        </w:rPr>
      </w:pPr>
      <w:r w:rsidRPr="00301761">
        <w:rPr>
          <w:rtl/>
        </w:rPr>
        <w:t>يبدو</w:t>
      </w:r>
      <w:r w:rsidR="00554BFA">
        <w:rPr>
          <w:rtl/>
        </w:rPr>
        <w:t xml:space="preserve"> </w:t>
      </w:r>
      <w:r w:rsidRPr="00301761">
        <w:rPr>
          <w:rtl/>
        </w:rPr>
        <w:t>بمطلعها</w:t>
      </w:r>
      <w:r w:rsidR="00554BFA">
        <w:rPr>
          <w:rtl/>
        </w:rPr>
        <w:t xml:space="preserve"> </w:t>
      </w:r>
      <w:r w:rsidRPr="00301761">
        <w:rPr>
          <w:rtl/>
        </w:rPr>
        <w:t>المَرام</w:t>
      </w:r>
      <w:r w:rsidR="00554BFA">
        <w:rPr>
          <w:rtl/>
        </w:rPr>
        <w:t xml:space="preserve"> </w:t>
      </w:r>
      <w:r w:rsidRPr="00301761">
        <w:rPr>
          <w:rtl/>
        </w:rPr>
        <w:t>براعة</w:t>
      </w:r>
      <w:r w:rsidR="00554BFA">
        <w:rPr>
          <w:rtl/>
        </w:rPr>
        <w:t xml:space="preserve"> </w:t>
      </w:r>
      <w:r w:rsidR="00554BFA" w:rsidRPr="00D0383A">
        <w:rPr>
          <w:rtl/>
        </w:rPr>
        <w:t>=</w:t>
      </w:r>
      <w:r w:rsidR="00554BFA">
        <w:rPr>
          <w:rtl/>
        </w:rPr>
        <w:t xml:space="preserve"> </w:t>
      </w:r>
      <w:r w:rsidRPr="00301761">
        <w:rPr>
          <w:rtl/>
        </w:rPr>
        <w:t>في</w:t>
      </w:r>
      <w:r w:rsidR="00554BFA">
        <w:rPr>
          <w:rtl/>
        </w:rPr>
        <w:t xml:space="preserve"> </w:t>
      </w:r>
      <w:r w:rsidRPr="00301761">
        <w:rPr>
          <w:rtl/>
        </w:rPr>
        <w:t>مَقصد</w:t>
      </w:r>
      <w:r w:rsidR="00554BFA">
        <w:rPr>
          <w:rtl/>
        </w:rPr>
        <w:t xml:space="preserve"> </w:t>
      </w:r>
      <w:r w:rsidRPr="00301761">
        <w:rPr>
          <w:rtl/>
        </w:rPr>
        <w:t>راس</w:t>
      </w:r>
      <w:r w:rsidR="00554BFA">
        <w:rPr>
          <w:rtl/>
        </w:rPr>
        <w:t xml:space="preserve"> </w:t>
      </w:r>
      <w:r w:rsidRPr="00301761">
        <w:rPr>
          <w:rtl/>
        </w:rPr>
        <w:t>ولفظ</w:t>
      </w:r>
      <w:r w:rsidR="00554BFA">
        <w:rPr>
          <w:rtl/>
        </w:rPr>
        <w:t xml:space="preserve"> </w:t>
      </w:r>
      <w:r w:rsidRPr="00301761">
        <w:rPr>
          <w:rtl/>
        </w:rPr>
        <w:t>راص</w:t>
      </w:r>
    </w:p>
    <w:p w:rsidR="00645494" w:rsidRPr="00554BFA" w:rsidRDefault="00645494" w:rsidP="00645494">
      <w:pPr>
        <w:pStyle w:val="libNormal"/>
        <w:rPr>
          <w:rtl/>
        </w:rPr>
      </w:pPr>
      <w:r w:rsidRPr="00301761">
        <w:rPr>
          <w:rtl/>
        </w:rPr>
        <w:t>فأبدلتها بقولي: هلاّ نَهضتم إلى آخر الأبيات المذكورة في القصيدة، هذا ما ساعد عليه الوقت، وحصل عليه التَتَبُّع ونقب عليه البحث في مدَّة غير قليلة، ولعلَّ قائلاً يقول: إنَّك قد أكثرت من شِعرك في خصوص هذا التأليف! ومثله يُستهجن مِن المؤلفين! فأقول: إنَّ العذر في ذلك</w:t>
      </w:r>
      <w:r w:rsidR="00D0383A">
        <w:rPr>
          <w:rtl/>
        </w:rPr>
        <w:t>؛</w:t>
      </w:r>
      <w:r w:rsidRPr="00301761">
        <w:rPr>
          <w:rtl/>
        </w:rPr>
        <w:t xml:space="preserve"> إنّي أردت أنْ أتراءى لسادتي في كل وقت، وأكون تجاههم في كل محلٍّ، وأقعد لهم بكل طريق، عسى أن تشملني رأفتهم، وتعطف علي رحمتهم، فيشفعوا لي عند الله ربنا جلّ وتعالى، في خلاص رقبتي من النار، فهم المُشفَّعون عند المَلك الغَفَّار، ولهم الجاه العظيم عند</w:t>
      </w:r>
    </w:p>
    <w:p w:rsidR="00645494" w:rsidRDefault="00645494" w:rsidP="00645494">
      <w:pPr>
        <w:pStyle w:val="libNormal"/>
      </w:pPr>
      <w:r>
        <w:br w:type="page"/>
      </w:r>
    </w:p>
    <w:p w:rsidR="00D0383A" w:rsidRDefault="00645494" w:rsidP="00554BFA">
      <w:pPr>
        <w:pStyle w:val="libNormal"/>
        <w:rPr>
          <w:rtl/>
        </w:rPr>
      </w:pPr>
      <w:r w:rsidRPr="00554BFA">
        <w:rPr>
          <w:rtl/>
        </w:rPr>
        <w:lastRenderedPageBreak/>
        <w:t>المَلك الكريم، واستراح القلم في عاشر شهر رمضان سنة 1356، في النجف حامِداً مُصلِّياً مسلِّماً، سائلاً غُفران المَساوي من العَبد محمد بن الشيخ طاهر السَماوي، عُفي عنهما.</w:t>
      </w:r>
    </w:p>
    <w:p w:rsidR="00D0383A" w:rsidRDefault="00D0383A" w:rsidP="00D0383A">
      <w:pPr>
        <w:pStyle w:val="libNormal"/>
        <w:rPr>
          <w:rtl/>
        </w:rPr>
      </w:pPr>
      <w:r>
        <w:rPr>
          <w:rtl/>
        </w:rPr>
        <w:br w:type="page"/>
      </w:r>
    </w:p>
    <w:sdt>
      <w:sdtPr>
        <w:rPr>
          <w:b w:val="0"/>
          <w:bCs w:val="0"/>
          <w:rtl/>
        </w:rPr>
        <w:id w:val="11865344"/>
        <w:docPartObj>
          <w:docPartGallery w:val="Table of Contents"/>
          <w:docPartUnique/>
        </w:docPartObj>
      </w:sdtPr>
      <w:sdtContent>
        <w:p w:rsidR="00D0383A" w:rsidRDefault="00D0383A" w:rsidP="00D0383A">
          <w:pPr>
            <w:pStyle w:val="libCenterBold1"/>
          </w:pPr>
          <w:r>
            <w:rPr>
              <w:rFonts w:hint="cs"/>
              <w:rtl/>
            </w:rPr>
            <w:t>الفهرس</w:t>
          </w:r>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D0383A">
            <w:instrText xml:space="preserve"> TOC \o "1-3" \h \z \u </w:instrText>
          </w:r>
          <w:r>
            <w:fldChar w:fldCharType="separate"/>
          </w:r>
          <w:hyperlink w:anchor="_Toc491861285" w:history="1">
            <w:r w:rsidR="00D0383A" w:rsidRPr="000D28F4">
              <w:rPr>
                <w:rStyle w:val="Hyperlink"/>
                <w:noProof/>
                <w:rtl/>
              </w:rPr>
              <w:t>المقدمة</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Toc491861285 \h</w:instrText>
            </w:r>
            <w:r w:rsidR="00D0383A">
              <w:rPr>
                <w:noProof/>
                <w:webHidden/>
                <w:rtl/>
              </w:rPr>
              <w:instrText xml:space="preserve"> </w:instrText>
            </w:r>
            <w:r>
              <w:rPr>
                <w:noProof/>
                <w:webHidden/>
                <w:rtl/>
              </w:rPr>
            </w:r>
            <w:r>
              <w:rPr>
                <w:noProof/>
                <w:webHidden/>
                <w:rtl/>
              </w:rPr>
              <w:fldChar w:fldCharType="separate"/>
            </w:r>
            <w:r w:rsidR="00D0383A">
              <w:rPr>
                <w:noProof/>
                <w:webHidden/>
                <w:rtl/>
              </w:rPr>
              <w:t>3</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86" w:history="1">
            <w:r w:rsidR="00D0383A" w:rsidRPr="000D28F4">
              <w:rPr>
                <w:rStyle w:val="Hyperlink"/>
                <w:noProof/>
                <w:rtl/>
              </w:rPr>
              <w:t>الفصل الأول: في أسماء الرؤيا.</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Toc491861286 \h</w:instrText>
            </w:r>
            <w:r w:rsidR="00D0383A">
              <w:rPr>
                <w:noProof/>
                <w:webHidden/>
                <w:rtl/>
              </w:rPr>
              <w:instrText xml:space="preserve"> </w:instrText>
            </w:r>
            <w:r>
              <w:rPr>
                <w:noProof/>
                <w:webHidden/>
                <w:rtl/>
              </w:rPr>
            </w:r>
            <w:r>
              <w:rPr>
                <w:noProof/>
                <w:webHidden/>
                <w:rtl/>
              </w:rPr>
              <w:fldChar w:fldCharType="separate"/>
            </w:r>
            <w:r w:rsidR="00D0383A">
              <w:rPr>
                <w:noProof/>
                <w:webHidden/>
                <w:rtl/>
              </w:rPr>
              <w:t>3</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87" w:history="1">
            <w:r w:rsidR="00D0383A" w:rsidRPr="000D28F4">
              <w:rPr>
                <w:rStyle w:val="Hyperlink"/>
                <w:noProof/>
                <w:rtl/>
              </w:rPr>
              <w:t>الفصل الثاني: (في معنى الرؤيا).</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Toc491861287 \h</w:instrText>
            </w:r>
            <w:r w:rsidR="00D0383A">
              <w:rPr>
                <w:noProof/>
                <w:webHidden/>
                <w:rtl/>
              </w:rPr>
              <w:instrText xml:space="preserve"> </w:instrText>
            </w:r>
            <w:r>
              <w:rPr>
                <w:noProof/>
                <w:webHidden/>
                <w:rtl/>
              </w:rPr>
            </w:r>
            <w:r>
              <w:rPr>
                <w:noProof/>
                <w:webHidden/>
                <w:rtl/>
              </w:rPr>
              <w:fldChar w:fldCharType="separate"/>
            </w:r>
            <w:r w:rsidR="00D0383A">
              <w:rPr>
                <w:noProof/>
                <w:webHidden/>
                <w:rtl/>
              </w:rPr>
              <w:t>4</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88" w:history="1">
            <w:r w:rsidR="00D0383A" w:rsidRPr="000D28F4">
              <w:rPr>
                <w:rStyle w:val="Hyperlink"/>
                <w:noProof/>
                <w:rtl/>
              </w:rPr>
              <w:t>الفصل الثالث: (في ذكر أحاديث تتعلق بالرؤيا وما يقال عليها وفيها).</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Toc491861288 \h</w:instrText>
            </w:r>
            <w:r w:rsidR="00D0383A">
              <w:rPr>
                <w:noProof/>
                <w:webHidden/>
                <w:rtl/>
              </w:rPr>
              <w:instrText xml:space="preserve"> </w:instrText>
            </w:r>
            <w:r>
              <w:rPr>
                <w:noProof/>
                <w:webHidden/>
                <w:rtl/>
              </w:rPr>
            </w:r>
            <w:r>
              <w:rPr>
                <w:noProof/>
                <w:webHidden/>
                <w:rtl/>
              </w:rPr>
              <w:fldChar w:fldCharType="separate"/>
            </w:r>
            <w:r w:rsidR="00D0383A">
              <w:rPr>
                <w:noProof/>
                <w:webHidden/>
                <w:rtl/>
              </w:rPr>
              <w:t>5</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289" w:history="1">
            <w:r w:rsidR="00D0383A" w:rsidRPr="000D28F4">
              <w:rPr>
                <w:rStyle w:val="Hyperlink"/>
                <w:noProof/>
                <w:rtl/>
              </w:rPr>
              <w:t>الباب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Toc491861289 \h</w:instrText>
            </w:r>
            <w:r w:rsidR="00D0383A">
              <w:rPr>
                <w:noProof/>
                <w:webHidden/>
                <w:rtl/>
              </w:rPr>
              <w:instrText xml:space="preserve"> </w:instrText>
            </w:r>
            <w:r>
              <w:rPr>
                <w:noProof/>
                <w:webHidden/>
                <w:rtl/>
              </w:rPr>
            </w:r>
            <w:r>
              <w:rPr>
                <w:noProof/>
                <w:webHidden/>
                <w:rtl/>
              </w:rPr>
              <w:fldChar w:fldCharType="separate"/>
            </w:r>
            <w:r w:rsidR="00D0383A">
              <w:rPr>
                <w:noProof/>
                <w:webHidden/>
                <w:rtl/>
              </w:rPr>
              <w:t>6</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290" w:history="1">
            <w:r w:rsidR="00D0383A" w:rsidRPr="000D28F4">
              <w:rPr>
                <w:rStyle w:val="Hyperlink"/>
                <w:noProof/>
                <w:rtl/>
              </w:rPr>
              <w:t>فيما يتعلَّق بالنبي المصطفى (صلّى الله عليه وآله وسلّم) من النظام المتلو في المنام</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Toc491861290 \h</w:instrText>
            </w:r>
            <w:r w:rsidR="00D0383A">
              <w:rPr>
                <w:noProof/>
                <w:webHidden/>
                <w:rtl/>
              </w:rPr>
              <w:instrText xml:space="preserve"> </w:instrText>
            </w:r>
            <w:r>
              <w:rPr>
                <w:noProof/>
                <w:webHidden/>
                <w:rtl/>
              </w:rPr>
            </w:r>
            <w:r>
              <w:rPr>
                <w:noProof/>
                <w:webHidden/>
                <w:rtl/>
              </w:rPr>
              <w:fldChar w:fldCharType="separate"/>
            </w:r>
            <w:r w:rsidR="00D0383A">
              <w:rPr>
                <w:noProof/>
                <w:webHidden/>
                <w:rtl/>
              </w:rPr>
              <w:t>6</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1"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Toc491861291 \h</w:instrText>
            </w:r>
            <w:r w:rsidR="00D0383A">
              <w:rPr>
                <w:noProof/>
                <w:webHidden/>
                <w:rtl/>
              </w:rPr>
              <w:instrText xml:space="preserve"> </w:instrText>
            </w:r>
            <w:r>
              <w:rPr>
                <w:noProof/>
                <w:webHidden/>
                <w:rtl/>
              </w:rPr>
            </w:r>
            <w:r>
              <w:rPr>
                <w:noProof/>
                <w:webHidden/>
                <w:rtl/>
              </w:rPr>
              <w:fldChar w:fldCharType="separate"/>
            </w:r>
            <w:r w:rsidR="00D0383A">
              <w:rPr>
                <w:noProof/>
                <w:webHidden/>
                <w:rtl/>
              </w:rPr>
              <w:t>6</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2"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Toc491861292 \h</w:instrText>
            </w:r>
            <w:r w:rsidR="00D0383A">
              <w:rPr>
                <w:noProof/>
                <w:webHidden/>
                <w:rtl/>
              </w:rPr>
              <w:instrText xml:space="preserve"> </w:instrText>
            </w:r>
            <w:r>
              <w:rPr>
                <w:noProof/>
                <w:webHidden/>
                <w:rtl/>
              </w:rPr>
            </w:r>
            <w:r>
              <w:rPr>
                <w:noProof/>
                <w:webHidden/>
                <w:rtl/>
              </w:rPr>
              <w:fldChar w:fldCharType="separate"/>
            </w:r>
            <w:r w:rsidR="00D0383A">
              <w:rPr>
                <w:noProof/>
                <w:webHidden/>
                <w:rtl/>
              </w:rPr>
              <w:t>7</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3" w:history="1">
            <w:r w:rsidR="00D0383A" w:rsidRPr="000D28F4">
              <w:rPr>
                <w:rStyle w:val="Hyperlink"/>
                <w:noProof/>
                <w:rtl/>
              </w:rPr>
              <w:t>الفصل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Toc491861293 \h</w:instrText>
            </w:r>
            <w:r w:rsidR="00D0383A">
              <w:rPr>
                <w:noProof/>
                <w:webHidden/>
                <w:rtl/>
              </w:rPr>
              <w:instrText xml:space="preserve"> </w:instrText>
            </w:r>
            <w:r>
              <w:rPr>
                <w:noProof/>
                <w:webHidden/>
                <w:rtl/>
              </w:rPr>
            </w:r>
            <w:r>
              <w:rPr>
                <w:noProof/>
                <w:webHidden/>
                <w:rtl/>
              </w:rPr>
              <w:fldChar w:fldCharType="separate"/>
            </w:r>
            <w:r w:rsidR="00D0383A">
              <w:rPr>
                <w:noProof/>
                <w:webHidden/>
                <w:rtl/>
              </w:rPr>
              <w:t>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4" w:history="1">
            <w:r w:rsidR="00D0383A" w:rsidRPr="000D28F4">
              <w:rPr>
                <w:rStyle w:val="Hyperlink"/>
                <w:noProof/>
                <w:rtl/>
              </w:rPr>
              <w:t>الفصل الرابع: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Toc491861294 \h</w:instrText>
            </w:r>
            <w:r w:rsidR="00D0383A">
              <w:rPr>
                <w:noProof/>
                <w:webHidden/>
                <w:rtl/>
              </w:rPr>
              <w:instrText xml:space="preserve"> </w:instrText>
            </w:r>
            <w:r>
              <w:rPr>
                <w:noProof/>
                <w:webHidden/>
                <w:rtl/>
              </w:rPr>
            </w:r>
            <w:r>
              <w:rPr>
                <w:noProof/>
                <w:webHidden/>
                <w:rtl/>
              </w:rPr>
              <w:fldChar w:fldCharType="separate"/>
            </w:r>
            <w:r w:rsidR="00D0383A">
              <w:rPr>
                <w:noProof/>
                <w:webHidden/>
                <w:rtl/>
              </w:rPr>
              <w:t>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5" w:history="1">
            <w:r w:rsidR="00D0383A" w:rsidRPr="000D28F4">
              <w:rPr>
                <w:rStyle w:val="Hyperlink"/>
                <w:noProof/>
                <w:rtl/>
              </w:rPr>
              <w:t>الفصل الخامس: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Toc491861295 \h</w:instrText>
            </w:r>
            <w:r w:rsidR="00D0383A">
              <w:rPr>
                <w:noProof/>
                <w:webHidden/>
                <w:rtl/>
              </w:rPr>
              <w:instrText xml:space="preserve"> </w:instrText>
            </w:r>
            <w:r>
              <w:rPr>
                <w:noProof/>
                <w:webHidden/>
                <w:rtl/>
              </w:rPr>
            </w:r>
            <w:r>
              <w:rPr>
                <w:noProof/>
                <w:webHidden/>
                <w:rtl/>
              </w:rPr>
              <w:fldChar w:fldCharType="separate"/>
            </w:r>
            <w:r w:rsidR="00D0383A">
              <w:rPr>
                <w:noProof/>
                <w:webHidden/>
                <w:rtl/>
              </w:rPr>
              <w:t>9</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6" w:history="1">
            <w:r w:rsidR="00D0383A" w:rsidRPr="000D28F4">
              <w:rPr>
                <w:rStyle w:val="Hyperlink"/>
                <w:noProof/>
                <w:rtl/>
              </w:rPr>
              <w:t>الفصل السادس: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Toc491861296 \h</w:instrText>
            </w:r>
            <w:r w:rsidR="00D0383A">
              <w:rPr>
                <w:noProof/>
                <w:webHidden/>
                <w:rtl/>
              </w:rPr>
              <w:instrText xml:space="preserve"> </w:instrText>
            </w:r>
            <w:r>
              <w:rPr>
                <w:noProof/>
                <w:webHidden/>
                <w:rtl/>
              </w:rPr>
            </w:r>
            <w:r>
              <w:rPr>
                <w:noProof/>
                <w:webHidden/>
                <w:rtl/>
              </w:rPr>
              <w:fldChar w:fldCharType="separate"/>
            </w:r>
            <w:r w:rsidR="00D0383A">
              <w:rPr>
                <w:noProof/>
                <w:webHidden/>
                <w:rtl/>
              </w:rPr>
              <w:t>11</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7" w:history="1">
            <w:r w:rsidR="00D0383A" w:rsidRPr="000D28F4">
              <w:rPr>
                <w:rStyle w:val="Hyperlink"/>
                <w:noProof/>
                <w:rtl/>
              </w:rPr>
              <w:t>الفصل السابع: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Toc491861297 \h</w:instrText>
            </w:r>
            <w:r w:rsidR="00D0383A">
              <w:rPr>
                <w:noProof/>
                <w:webHidden/>
                <w:rtl/>
              </w:rPr>
              <w:instrText xml:space="preserve"> </w:instrText>
            </w:r>
            <w:r>
              <w:rPr>
                <w:noProof/>
                <w:webHidden/>
                <w:rtl/>
              </w:rPr>
            </w:r>
            <w:r>
              <w:rPr>
                <w:noProof/>
                <w:webHidden/>
                <w:rtl/>
              </w:rPr>
              <w:fldChar w:fldCharType="separate"/>
            </w:r>
            <w:r w:rsidR="00D0383A">
              <w:rPr>
                <w:noProof/>
                <w:webHidden/>
                <w:rtl/>
              </w:rPr>
              <w:t>11</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8" w:history="1">
            <w:r w:rsidR="00D0383A" w:rsidRPr="000D28F4">
              <w:rPr>
                <w:rStyle w:val="Hyperlink"/>
                <w:noProof/>
                <w:rtl/>
              </w:rPr>
              <w:t>الفصل الثامن:</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Toc491861298 \h</w:instrText>
            </w:r>
            <w:r w:rsidR="00D0383A">
              <w:rPr>
                <w:noProof/>
                <w:webHidden/>
                <w:rtl/>
              </w:rPr>
              <w:instrText xml:space="preserve"> </w:instrText>
            </w:r>
            <w:r>
              <w:rPr>
                <w:noProof/>
                <w:webHidden/>
                <w:rtl/>
              </w:rPr>
            </w:r>
            <w:r>
              <w:rPr>
                <w:noProof/>
                <w:webHidden/>
                <w:rtl/>
              </w:rPr>
              <w:fldChar w:fldCharType="separate"/>
            </w:r>
            <w:r w:rsidR="00D0383A">
              <w:rPr>
                <w:noProof/>
                <w:webHidden/>
                <w:rtl/>
              </w:rPr>
              <w:t>15</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299" w:history="1">
            <w:r w:rsidR="00D0383A" w:rsidRPr="000D28F4">
              <w:rPr>
                <w:rStyle w:val="Hyperlink"/>
                <w:noProof/>
                <w:rtl/>
              </w:rPr>
              <w:t>الفصل التاسع: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Toc491861299 \h</w:instrText>
            </w:r>
            <w:r w:rsidR="00D0383A">
              <w:rPr>
                <w:noProof/>
                <w:webHidden/>
                <w:rtl/>
              </w:rPr>
              <w:instrText xml:space="preserve"> </w:instrText>
            </w:r>
            <w:r>
              <w:rPr>
                <w:noProof/>
                <w:webHidden/>
                <w:rtl/>
              </w:rPr>
            </w:r>
            <w:r>
              <w:rPr>
                <w:noProof/>
                <w:webHidden/>
                <w:rtl/>
              </w:rPr>
              <w:fldChar w:fldCharType="separate"/>
            </w:r>
            <w:r w:rsidR="00D0383A">
              <w:rPr>
                <w:noProof/>
                <w:webHidden/>
                <w:rtl/>
              </w:rPr>
              <w:t>15</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0" w:history="1">
            <w:r w:rsidR="00D0383A" w:rsidRPr="000D28F4">
              <w:rPr>
                <w:rStyle w:val="Hyperlink"/>
                <w:noProof/>
                <w:rtl/>
              </w:rPr>
              <w:t>الفصل العاشر:</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Toc491861300 \h</w:instrText>
            </w:r>
            <w:r w:rsidR="00D0383A">
              <w:rPr>
                <w:noProof/>
                <w:webHidden/>
                <w:rtl/>
              </w:rPr>
              <w:instrText xml:space="preserve"> </w:instrText>
            </w:r>
            <w:r>
              <w:rPr>
                <w:noProof/>
                <w:webHidden/>
                <w:rtl/>
              </w:rPr>
            </w:r>
            <w:r>
              <w:rPr>
                <w:noProof/>
                <w:webHidden/>
                <w:rtl/>
              </w:rPr>
              <w:fldChar w:fldCharType="separate"/>
            </w:r>
            <w:r w:rsidR="00D0383A">
              <w:rPr>
                <w:noProof/>
                <w:webHidden/>
                <w:rtl/>
              </w:rPr>
              <w:t>16</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01" w:history="1">
            <w:r w:rsidR="00D0383A" w:rsidRPr="000D28F4">
              <w:rPr>
                <w:rStyle w:val="Hyperlink"/>
                <w:noProof/>
                <w:rtl/>
              </w:rPr>
              <w:t>الباب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Toc491861301 \h</w:instrText>
            </w:r>
            <w:r w:rsidR="00D0383A">
              <w:rPr>
                <w:noProof/>
                <w:webHidden/>
                <w:rtl/>
              </w:rPr>
              <w:instrText xml:space="preserve"> </w:instrText>
            </w:r>
            <w:r>
              <w:rPr>
                <w:noProof/>
                <w:webHidden/>
                <w:rtl/>
              </w:rPr>
            </w:r>
            <w:r>
              <w:rPr>
                <w:noProof/>
                <w:webHidden/>
                <w:rtl/>
              </w:rPr>
              <w:fldChar w:fldCharType="separate"/>
            </w:r>
            <w:r w:rsidR="00D0383A">
              <w:rPr>
                <w:noProof/>
                <w:webHidden/>
                <w:rtl/>
              </w:rPr>
              <w:t>18</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02" w:history="1">
            <w:r w:rsidR="00D0383A" w:rsidRPr="000D28F4">
              <w:rPr>
                <w:rStyle w:val="Hyperlink"/>
                <w:noProof/>
                <w:rtl/>
              </w:rPr>
              <w:t>فيما يتعلَّق بأمير المؤمنين علي بن أبي طالب (عليه السلام) من النظام المتلو</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Toc491861302 \h</w:instrText>
            </w:r>
            <w:r w:rsidR="00D0383A">
              <w:rPr>
                <w:noProof/>
                <w:webHidden/>
                <w:rtl/>
              </w:rPr>
              <w:instrText xml:space="preserve"> </w:instrText>
            </w:r>
            <w:r>
              <w:rPr>
                <w:noProof/>
                <w:webHidden/>
                <w:rtl/>
              </w:rPr>
            </w:r>
            <w:r>
              <w:rPr>
                <w:noProof/>
                <w:webHidden/>
                <w:rtl/>
              </w:rPr>
              <w:fldChar w:fldCharType="separate"/>
            </w:r>
            <w:r w:rsidR="00D0383A">
              <w:rPr>
                <w:noProof/>
                <w:webHidden/>
                <w:rtl/>
              </w:rPr>
              <w:t>18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3"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Toc491861303 \h</w:instrText>
            </w:r>
            <w:r w:rsidR="00D0383A">
              <w:rPr>
                <w:noProof/>
                <w:webHidden/>
                <w:rtl/>
              </w:rPr>
              <w:instrText xml:space="preserve"> </w:instrText>
            </w:r>
            <w:r>
              <w:rPr>
                <w:noProof/>
                <w:webHidden/>
                <w:rtl/>
              </w:rPr>
            </w:r>
            <w:r>
              <w:rPr>
                <w:noProof/>
                <w:webHidden/>
                <w:rtl/>
              </w:rPr>
              <w:fldChar w:fldCharType="separate"/>
            </w:r>
            <w:r w:rsidR="00D0383A">
              <w:rPr>
                <w:noProof/>
                <w:webHidden/>
                <w:rtl/>
              </w:rPr>
              <w:t>18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4"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Toc491861304 \h</w:instrText>
            </w:r>
            <w:r w:rsidR="00D0383A">
              <w:rPr>
                <w:noProof/>
                <w:webHidden/>
                <w:rtl/>
              </w:rPr>
              <w:instrText xml:space="preserve"> </w:instrText>
            </w:r>
            <w:r>
              <w:rPr>
                <w:noProof/>
                <w:webHidden/>
                <w:rtl/>
              </w:rPr>
            </w:r>
            <w:r>
              <w:rPr>
                <w:noProof/>
                <w:webHidden/>
                <w:rtl/>
              </w:rPr>
              <w:fldChar w:fldCharType="separate"/>
            </w:r>
            <w:r w:rsidR="00D0383A">
              <w:rPr>
                <w:noProof/>
                <w:webHidden/>
                <w:rtl/>
              </w:rPr>
              <w:t>20</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5" w:history="1">
            <w:r w:rsidR="00D0383A" w:rsidRPr="000D28F4">
              <w:rPr>
                <w:rStyle w:val="Hyperlink"/>
                <w:noProof/>
                <w:rtl/>
              </w:rPr>
              <w:t>الفصل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Toc491861305 \h</w:instrText>
            </w:r>
            <w:r w:rsidR="00D0383A">
              <w:rPr>
                <w:noProof/>
                <w:webHidden/>
                <w:rtl/>
              </w:rPr>
              <w:instrText xml:space="preserve"> </w:instrText>
            </w:r>
            <w:r>
              <w:rPr>
                <w:noProof/>
                <w:webHidden/>
                <w:rtl/>
              </w:rPr>
            </w:r>
            <w:r>
              <w:rPr>
                <w:noProof/>
                <w:webHidden/>
                <w:rtl/>
              </w:rPr>
              <w:fldChar w:fldCharType="separate"/>
            </w:r>
            <w:r w:rsidR="00D0383A">
              <w:rPr>
                <w:noProof/>
                <w:webHidden/>
                <w:rtl/>
              </w:rPr>
              <w:t>23</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6" w:history="1">
            <w:r w:rsidR="00D0383A" w:rsidRPr="000D28F4">
              <w:rPr>
                <w:rStyle w:val="Hyperlink"/>
                <w:noProof/>
                <w:rtl/>
              </w:rPr>
              <w:t>الفصل الرابع: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Toc491861306 \h</w:instrText>
            </w:r>
            <w:r w:rsidR="00D0383A">
              <w:rPr>
                <w:noProof/>
                <w:webHidden/>
                <w:rtl/>
              </w:rPr>
              <w:instrText xml:space="preserve"> </w:instrText>
            </w:r>
            <w:r>
              <w:rPr>
                <w:noProof/>
                <w:webHidden/>
                <w:rtl/>
              </w:rPr>
            </w:r>
            <w:r>
              <w:rPr>
                <w:noProof/>
                <w:webHidden/>
                <w:rtl/>
              </w:rPr>
              <w:fldChar w:fldCharType="separate"/>
            </w:r>
            <w:r w:rsidR="00D0383A">
              <w:rPr>
                <w:noProof/>
                <w:webHidden/>
                <w:rtl/>
              </w:rPr>
              <w:t>26</w:t>
            </w:r>
            <w:r>
              <w:rPr>
                <w:noProof/>
                <w:webHidden/>
                <w:rtl/>
              </w:rPr>
              <w:fldChar w:fldCharType="end"/>
            </w:r>
          </w:hyperlink>
        </w:p>
        <w:p w:rsidR="00D0383A" w:rsidRDefault="00D0383A" w:rsidP="00D0383A">
          <w:pPr>
            <w:pStyle w:val="libNormal"/>
            <w:rPr>
              <w:rtl/>
            </w:rPr>
          </w:pPr>
          <w:r>
            <w:br w:type="page"/>
          </w:r>
        </w:p>
        <w:p w:rsidR="00D0383A" w:rsidRDefault="007E1470">
          <w:pPr>
            <w:pStyle w:val="TOC3"/>
            <w:rPr>
              <w:rFonts w:asciiTheme="minorHAnsi" w:eastAsiaTheme="minorEastAsia" w:hAnsiTheme="minorHAnsi" w:cstheme="minorBidi"/>
              <w:noProof/>
              <w:color w:val="auto"/>
              <w:sz w:val="22"/>
              <w:szCs w:val="22"/>
              <w:rtl/>
            </w:rPr>
          </w:pPr>
          <w:hyperlink w:anchor="_Toc491861307" w:history="1">
            <w:r w:rsidR="00D0383A" w:rsidRPr="000D28F4">
              <w:rPr>
                <w:rStyle w:val="Hyperlink"/>
                <w:noProof/>
                <w:rtl/>
              </w:rPr>
              <w:t>الفصل الخامس: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Toc491861307 \h</w:instrText>
            </w:r>
            <w:r w:rsidR="00D0383A">
              <w:rPr>
                <w:noProof/>
                <w:webHidden/>
                <w:rtl/>
              </w:rPr>
              <w:instrText xml:space="preserve"> </w:instrText>
            </w:r>
            <w:r>
              <w:rPr>
                <w:noProof/>
                <w:webHidden/>
                <w:rtl/>
              </w:rPr>
            </w:r>
            <w:r>
              <w:rPr>
                <w:noProof/>
                <w:webHidden/>
                <w:rtl/>
              </w:rPr>
              <w:fldChar w:fldCharType="separate"/>
            </w:r>
            <w:r w:rsidR="00D0383A">
              <w:rPr>
                <w:noProof/>
                <w:webHidden/>
                <w:rtl/>
              </w:rPr>
              <w:t>27</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8" w:history="1">
            <w:r w:rsidR="00D0383A" w:rsidRPr="000D28F4">
              <w:rPr>
                <w:rStyle w:val="Hyperlink"/>
                <w:noProof/>
                <w:rtl/>
              </w:rPr>
              <w:t>الفصل السادس: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Toc491861308 \h</w:instrText>
            </w:r>
            <w:r w:rsidR="00D0383A">
              <w:rPr>
                <w:noProof/>
                <w:webHidden/>
                <w:rtl/>
              </w:rPr>
              <w:instrText xml:space="preserve"> </w:instrText>
            </w:r>
            <w:r>
              <w:rPr>
                <w:noProof/>
                <w:webHidden/>
                <w:rtl/>
              </w:rPr>
            </w:r>
            <w:r>
              <w:rPr>
                <w:noProof/>
                <w:webHidden/>
                <w:rtl/>
              </w:rPr>
              <w:fldChar w:fldCharType="separate"/>
            </w:r>
            <w:r w:rsidR="00D0383A">
              <w:rPr>
                <w:noProof/>
                <w:webHidden/>
                <w:rtl/>
              </w:rPr>
              <w:t>29</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09" w:history="1">
            <w:r w:rsidR="00D0383A" w:rsidRPr="000D28F4">
              <w:rPr>
                <w:rStyle w:val="Hyperlink"/>
                <w:noProof/>
                <w:rtl/>
              </w:rPr>
              <w:t>الفصل السابع: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Toc491861309 \h</w:instrText>
            </w:r>
            <w:r w:rsidR="00D0383A">
              <w:rPr>
                <w:noProof/>
                <w:webHidden/>
                <w:rtl/>
              </w:rPr>
              <w:instrText xml:space="preserve"> </w:instrText>
            </w:r>
            <w:r>
              <w:rPr>
                <w:noProof/>
                <w:webHidden/>
                <w:rtl/>
              </w:rPr>
            </w:r>
            <w:r>
              <w:rPr>
                <w:noProof/>
                <w:webHidden/>
                <w:rtl/>
              </w:rPr>
              <w:fldChar w:fldCharType="separate"/>
            </w:r>
            <w:r w:rsidR="00D0383A">
              <w:rPr>
                <w:noProof/>
                <w:webHidden/>
                <w:rtl/>
              </w:rPr>
              <w:t>30</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0" w:history="1">
            <w:r w:rsidR="00D0383A" w:rsidRPr="000D28F4">
              <w:rPr>
                <w:rStyle w:val="Hyperlink"/>
                <w:noProof/>
                <w:rtl/>
              </w:rPr>
              <w:t>الفصل الثامن:</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Toc491861310 \h</w:instrText>
            </w:r>
            <w:r w:rsidR="00D0383A">
              <w:rPr>
                <w:noProof/>
                <w:webHidden/>
                <w:rtl/>
              </w:rPr>
              <w:instrText xml:space="preserve"> </w:instrText>
            </w:r>
            <w:r>
              <w:rPr>
                <w:noProof/>
                <w:webHidden/>
                <w:rtl/>
              </w:rPr>
            </w:r>
            <w:r>
              <w:rPr>
                <w:noProof/>
                <w:webHidden/>
                <w:rtl/>
              </w:rPr>
              <w:fldChar w:fldCharType="separate"/>
            </w:r>
            <w:r w:rsidR="00D0383A">
              <w:rPr>
                <w:noProof/>
                <w:webHidden/>
                <w:rtl/>
              </w:rPr>
              <w:t>31</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1" w:history="1">
            <w:r w:rsidR="00D0383A" w:rsidRPr="000D28F4">
              <w:rPr>
                <w:rStyle w:val="Hyperlink"/>
                <w:noProof/>
                <w:rtl/>
              </w:rPr>
              <w:t>الفصل التاسع: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Toc491861311 \h</w:instrText>
            </w:r>
            <w:r w:rsidR="00D0383A">
              <w:rPr>
                <w:noProof/>
                <w:webHidden/>
                <w:rtl/>
              </w:rPr>
              <w:instrText xml:space="preserve"> </w:instrText>
            </w:r>
            <w:r>
              <w:rPr>
                <w:noProof/>
                <w:webHidden/>
                <w:rtl/>
              </w:rPr>
            </w:r>
            <w:r>
              <w:rPr>
                <w:noProof/>
                <w:webHidden/>
                <w:rtl/>
              </w:rPr>
              <w:fldChar w:fldCharType="separate"/>
            </w:r>
            <w:r w:rsidR="00D0383A">
              <w:rPr>
                <w:noProof/>
                <w:webHidden/>
                <w:rtl/>
              </w:rPr>
              <w:t>42</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2" w:history="1">
            <w:r w:rsidR="00D0383A" w:rsidRPr="000D28F4">
              <w:rPr>
                <w:rStyle w:val="Hyperlink"/>
                <w:noProof/>
                <w:rtl/>
              </w:rPr>
              <w:t>الفصل العاشر:</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Toc491861312 \h</w:instrText>
            </w:r>
            <w:r w:rsidR="00D0383A">
              <w:rPr>
                <w:noProof/>
                <w:webHidden/>
                <w:rtl/>
              </w:rPr>
              <w:instrText xml:space="preserve"> </w:instrText>
            </w:r>
            <w:r>
              <w:rPr>
                <w:noProof/>
                <w:webHidden/>
                <w:rtl/>
              </w:rPr>
            </w:r>
            <w:r>
              <w:rPr>
                <w:noProof/>
                <w:webHidden/>
                <w:rtl/>
              </w:rPr>
              <w:fldChar w:fldCharType="separate"/>
            </w:r>
            <w:r w:rsidR="00D0383A">
              <w:rPr>
                <w:noProof/>
                <w:webHidden/>
                <w:rtl/>
              </w:rPr>
              <w:t>44</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13" w:history="1">
            <w:r w:rsidR="00D0383A" w:rsidRPr="000D28F4">
              <w:rPr>
                <w:rStyle w:val="Hyperlink"/>
                <w:noProof/>
                <w:rtl/>
              </w:rPr>
              <w:t>الباب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Toc491861313 \h</w:instrText>
            </w:r>
            <w:r w:rsidR="00D0383A">
              <w:rPr>
                <w:noProof/>
                <w:webHidden/>
                <w:rtl/>
              </w:rPr>
              <w:instrText xml:space="preserve"> </w:instrText>
            </w:r>
            <w:r>
              <w:rPr>
                <w:noProof/>
                <w:webHidden/>
                <w:rtl/>
              </w:rPr>
            </w:r>
            <w:r>
              <w:rPr>
                <w:noProof/>
                <w:webHidden/>
                <w:rtl/>
              </w:rPr>
              <w:fldChar w:fldCharType="separate"/>
            </w:r>
            <w:r w:rsidR="00D0383A">
              <w:rPr>
                <w:noProof/>
                <w:webHidden/>
                <w:rtl/>
              </w:rPr>
              <w:t>46</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14" w:history="1">
            <w:r w:rsidR="00D0383A" w:rsidRPr="000D28F4">
              <w:rPr>
                <w:rStyle w:val="Hyperlink"/>
                <w:noProof/>
                <w:rtl/>
              </w:rPr>
              <w:t>فيما يتعلَّق بفاطمة (عليها السلام)</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Toc491861314 \h</w:instrText>
            </w:r>
            <w:r w:rsidR="00D0383A">
              <w:rPr>
                <w:noProof/>
                <w:webHidden/>
                <w:rtl/>
              </w:rPr>
              <w:instrText xml:space="preserve"> </w:instrText>
            </w:r>
            <w:r>
              <w:rPr>
                <w:noProof/>
                <w:webHidden/>
                <w:rtl/>
              </w:rPr>
            </w:r>
            <w:r>
              <w:rPr>
                <w:noProof/>
                <w:webHidden/>
                <w:rtl/>
              </w:rPr>
              <w:fldChar w:fldCharType="separate"/>
            </w:r>
            <w:r w:rsidR="00D0383A">
              <w:rPr>
                <w:noProof/>
                <w:webHidden/>
                <w:rtl/>
              </w:rPr>
              <w:t>46</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5"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Toc491861315 \h</w:instrText>
            </w:r>
            <w:r w:rsidR="00D0383A">
              <w:rPr>
                <w:noProof/>
                <w:webHidden/>
                <w:rtl/>
              </w:rPr>
              <w:instrText xml:space="preserve"> </w:instrText>
            </w:r>
            <w:r>
              <w:rPr>
                <w:noProof/>
                <w:webHidden/>
                <w:rtl/>
              </w:rPr>
            </w:r>
            <w:r>
              <w:rPr>
                <w:noProof/>
                <w:webHidden/>
                <w:rtl/>
              </w:rPr>
              <w:fldChar w:fldCharType="separate"/>
            </w:r>
            <w:r w:rsidR="00D0383A">
              <w:rPr>
                <w:noProof/>
                <w:webHidden/>
                <w:rtl/>
              </w:rPr>
              <w:t>46</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6"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Toc491861316 \h</w:instrText>
            </w:r>
            <w:r w:rsidR="00D0383A">
              <w:rPr>
                <w:noProof/>
                <w:webHidden/>
                <w:rtl/>
              </w:rPr>
              <w:instrText xml:space="preserve"> </w:instrText>
            </w:r>
            <w:r>
              <w:rPr>
                <w:noProof/>
                <w:webHidden/>
                <w:rtl/>
              </w:rPr>
            </w:r>
            <w:r>
              <w:rPr>
                <w:noProof/>
                <w:webHidden/>
                <w:rtl/>
              </w:rPr>
              <w:fldChar w:fldCharType="separate"/>
            </w:r>
            <w:r w:rsidR="00D0383A">
              <w:rPr>
                <w:noProof/>
                <w:webHidden/>
                <w:rtl/>
              </w:rPr>
              <w:t>48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7" w:history="1">
            <w:r w:rsidR="00D0383A" w:rsidRPr="000D28F4">
              <w:rPr>
                <w:rStyle w:val="Hyperlink"/>
                <w:noProof/>
                <w:rtl/>
              </w:rPr>
              <w:t>الفصل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Toc491861317 \h</w:instrText>
            </w:r>
            <w:r w:rsidR="00D0383A">
              <w:rPr>
                <w:noProof/>
                <w:webHidden/>
                <w:rtl/>
              </w:rPr>
              <w:instrText xml:space="preserve"> </w:instrText>
            </w:r>
            <w:r>
              <w:rPr>
                <w:noProof/>
                <w:webHidden/>
                <w:rtl/>
              </w:rPr>
            </w:r>
            <w:r>
              <w:rPr>
                <w:noProof/>
                <w:webHidden/>
                <w:rtl/>
              </w:rPr>
              <w:fldChar w:fldCharType="separate"/>
            </w:r>
            <w:r w:rsidR="00D0383A">
              <w:rPr>
                <w:noProof/>
                <w:webHidden/>
                <w:rtl/>
              </w:rPr>
              <w:t>51</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8" w:history="1">
            <w:r w:rsidR="00D0383A" w:rsidRPr="000D28F4">
              <w:rPr>
                <w:rStyle w:val="Hyperlink"/>
                <w:noProof/>
                <w:rtl/>
              </w:rPr>
              <w:t>الفصل الرابع: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Toc491861318 \h</w:instrText>
            </w:r>
            <w:r w:rsidR="00D0383A">
              <w:rPr>
                <w:noProof/>
                <w:webHidden/>
                <w:rtl/>
              </w:rPr>
              <w:instrText xml:space="preserve"> </w:instrText>
            </w:r>
            <w:r>
              <w:rPr>
                <w:noProof/>
                <w:webHidden/>
                <w:rtl/>
              </w:rPr>
            </w:r>
            <w:r>
              <w:rPr>
                <w:noProof/>
                <w:webHidden/>
                <w:rtl/>
              </w:rPr>
              <w:fldChar w:fldCharType="separate"/>
            </w:r>
            <w:r w:rsidR="00D0383A">
              <w:rPr>
                <w:noProof/>
                <w:webHidden/>
                <w:rtl/>
              </w:rPr>
              <w:t>53</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19" w:history="1">
            <w:r w:rsidR="00D0383A" w:rsidRPr="000D28F4">
              <w:rPr>
                <w:rStyle w:val="Hyperlink"/>
                <w:noProof/>
                <w:rtl/>
              </w:rPr>
              <w:t>الفصل الخامس: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Toc491861319 \h</w:instrText>
            </w:r>
            <w:r w:rsidR="00D0383A">
              <w:rPr>
                <w:noProof/>
                <w:webHidden/>
                <w:rtl/>
              </w:rPr>
              <w:instrText xml:space="preserve"> </w:instrText>
            </w:r>
            <w:r>
              <w:rPr>
                <w:noProof/>
                <w:webHidden/>
                <w:rtl/>
              </w:rPr>
            </w:r>
            <w:r>
              <w:rPr>
                <w:noProof/>
                <w:webHidden/>
                <w:rtl/>
              </w:rPr>
              <w:fldChar w:fldCharType="separate"/>
            </w:r>
            <w:r w:rsidR="00D0383A">
              <w:rPr>
                <w:noProof/>
                <w:webHidden/>
                <w:rtl/>
              </w:rPr>
              <w:t>56</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20" w:history="1">
            <w:r w:rsidR="00D0383A" w:rsidRPr="000D28F4">
              <w:rPr>
                <w:rStyle w:val="Hyperlink"/>
                <w:noProof/>
                <w:rtl/>
              </w:rPr>
              <w:t>الفصل السادس: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Toc491861320 \h</w:instrText>
            </w:r>
            <w:r w:rsidR="00D0383A">
              <w:rPr>
                <w:noProof/>
                <w:webHidden/>
                <w:rtl/>
              </w:rPr>
              <w:instrText xml:space="preserve"> </w:instrText>
            </w:r>
            <w:r>
              <w:rPr>
                <w:noProof/>
                <w:webHidden/>
                <w:rtl/>
              </w:rPr>
            </w:r>
            <w:r>
              <w:rPr>
                <w:noProof/>
                <w:webHidden/>
                <w:rtl/>
              </w:rPr>
              <w:fldChar w:fldCharType="separate"/>
            </w:r>
            <w:r w:rsidR="00D0383A">
              <w:rPr>
                <w:noProof/>
                <w:webHidden/>
                <w:rtl/>
              </w:rPr>
              <w:t>59</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21" w:history="1">
            <w:r w:rsidR="00D0383A" w:rsidRPr="000D28F4">
              <w:rPr>
                <w:rStyle w:val="Hyperlink"/>
                <w:noProof/>
                <w:rtl/>
              </w:rPr>
              <w:t>الفصل السابع: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Toc491861321 \h</w:instrText>
            </w:r>
            <w:r w:rsidR="00D0383A">
              <w:rPr>
                <w:noProof/>
                <w:webHidden/>
                <w:rtl/>
              </w:rPr>
              <w:instrText xml:space="preserve"> </w:instrText>
            </w:r>
            <w:r>
              <w:rPr>
                <w:noProof/>
                <w:webHidden/>
                <w:rtl/>
              </w:rPr>
            </w:r>
            <w:r>
              <w:rPr>
                <w:noProof/>
                <w:webHidden/>
                <w:rtl/>
              </w:rPr>
              <w:fldChar w:fldCharType="separate"/>
            </w:r>
            <w:r w:rsidR="00D0383A">
              <w:rPr>
                <w:noProof/>
                <w:webHidden/>
                <w:rtl/>
              </w:rPr>
              <w:t>61</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22" w:history="1">
            <w:r w:rsidR="00D0383A" w:rsidRPr="000D28F4">
              <w:rPr>
                <w:rStyle w:val="Hyperlink"/>
                <w:noProof/>
                <w:rtl/>
              </w:rPr>
              <w:t>الباب الرابع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Toc491861322 \h</w:instrText>
            </w:r>
            <w:r w:rsidR="00D0383A">
              <w:rPr>
                <w:noProof/>
                <w:webHidden/>
                <w:rtl/>
              </w:rPr>
              <w:instrText xml:space="preserve"> </w:instrText>
            </w:r>
            <w:r>
              <w:rPr>
                <w:noProof/>
                <w:webHidden/>
                <w:rtl/>
              </w:rPr>
            </w:r>
            <w:r>
              <w:rPr>
                <w:noProof/>
                <w:webHidden/>
                <w:rtl/>
              </w:rPr>
              <w:fldChar w:fldCharType="separate"/>
            </w:r>
            <w:r w:rsidR="00D0383A">
              <w:rPr>
                <w:noProof/>
                <w:webHidden/>
                <w:rtl/>
              </w:rPr>
              <w:t>65</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23" w:history="1">
            <w:r w:rsidR="00D0383A" w:rsidRPr="000D28F4">
              <w:rPr>
                <w:rStyle w:val="Hyperlink"/>
                <w:noProof/>
                <w:rtl/>
              </w:rPr>
              <w:t>فيما يتعلَّق بالحسن ( عليه السلام ) مِن النَظام المَتلو</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Toc491861323 \h</w:instrText>
            </w:r>
            <w:r w:rsidR="00D0383A">
              <w:rPr>
                <w:noProof/>
                <w:webHidden/>
                <w:rtl/>
              </w:rPr>
              <w:instrText xml:space="preserve"> </w:instrText>
            </w:r>
            <w:r>
              <w:rPr>
                <w:noProof/>
                <w:webHidden/>
                <w:rtl/>
              </w:rPr>
            </w:r>
            <w:r>
              <w:rPr>
                <w:noProof/>
                <w:webHidden/>
                <w:rtl/>
              </w:rPr>
              <w:fldChar w:fldCharType="separate"/>
            </w:r>
            <w:r w:rsidR="00D0383A">
              <w:rPr>
                <w:noProof/>
                <w:webHidden/>
                <w:rtl/>
              </w:rPr>
              <w:t>65</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24"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Toc491861324 \h</w:instrText>
            </w:r>
            <w:r w:rsidR="00D0383A">
              <w:rPr>
                <w:noProof/>
                <w:webHidden/>
                <w:rtl/>
              </w:rPr>
              <w:instrText xml:space="preserve"> </w:instrText>
            </w:r>
            <w:r>
              <w:rPr>
                <w:noProof/>
                <w:webHidden/>
                <w:rtl/>
              </w:rPr>
            </w:r>
            <w:r>
              <w:rPr>
                <w:noProof/>
                <w:webHidden/>
                <w:rtl/>
              </w:rPr>
              <w:fldChar w:fldCharType="separate"/>
            </w:r>
            <w:r w:rsidR="00D0383A">
              <w:rPr>
                <w:noProof/>
                <w:webHidden/>
                <w:rtl/>
              </w:rPr>
              <w:t>65</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25"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Toc491861325 \h</w:instrText>
            </w:r>
            <w:r w:rsidR="00D0383A">
              <w:rPr>
                <w:noProof/>
                <w:webHidden/>
                <w:rtl/>
              </w:rPr>
              <w:instrText xml:space="preserve"> </w:instrText>
            </w:r>
            <w:r>
              <w:rPr>
                <w:noProof/>
                <w:webHidden/>
                <w:rtl/>
              </w:rPr>
            </w:r>
            <w:r>
              <w:rPr>
                <w:noProof/>
                <w:webHidden/>
                <w:rtl/>
              </w:rPr>
              <w:fldChar w:fldCharType="separate"/>
            </w:r>
            <w:r w:rsidR="00D0383A">
              <w:rPr>
                <w:noProof/>
                <w:webHidden/>
                <w:rtl/>
              </w:rPr>
              <w:t>66</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26" w:history="1">
            <w:r w:rsidR="00D0383A" w:rsidRPr="000D28F4">
              <w:rPr>
                <w:rStyle w:val="Hyperlink"/>
                <w:noProof/>
                <w:rtl/>
              </w:rPr>
              <w:t>الباب الخامس: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Toc491861326 \h</w:instrText>
            </w:r>
            <w:r w:rsidR="00D0383A">
              <w:rPr>
                <w:noProof/>
                <w:webHidden/>
                <w:rtl/>
              </w:rPr>
              <w:instrText xml:space="preserve"> </w:instrText>
            </w:r>
            <w:r>
              <w:rPr>
                <w:noProof/>
                <w:webHidden/>
                <w:rtl/>
              </w:rPr>
            </w:r>
            <w:r>
              <w:rPr>
                <w:noProof/>
                <w:webHidden/>
                <w:rtl/>
              </w:rPr>
              <w:fldChar w:fldCharType="separate"/>
            </w:r>
            <w:r w:rsidR="00D0383A">
              <w:rPr>
                <w:noProof/>
                <w:webHidden/>
                <w:rtl/>
              </w:rPr>
              <w:t>69</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27" w:history="1">
            <w:r w:rsidR="00D0383A" w:rsidRPr="000D28F4">
              <w:rPr>
                <w:rStyle w:val="Hyperlink"/>
                <w:noProof/>
                <w:rtl/>
              </w:rPr>
              <w:t>فيما يتعلَّق بالحسين السبط (عليه السلام) مِن النَظام المَتلو</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Toc491861327 \h</w:instrText>
            </w:r>
            <w:r w:rsidR="00D0383A">
              <w:rPr>
                <w:noProof/>
                <w:webHidden/>
                <w:rtl/>
              </w:rPr>
              <w:instrText xml:space="preserve"> </w:instrText>
            </w:r>
            <w:r>
              <w:rPr>
                <w:noProof/>
                <w:webHidden/>
                <w:rtl/>
              </w:rPr>
            </w:r>
            <w:r>
              <w:rPr>
                <w:noProof/>
                <w:webHidden/>
                <w:rtl/>
              </w:rPr>
              <w:fldChar w:fldCharType="separate"/>
            </w:r>
            <w:r w:rsidR="00D0383A">
              <w:rPr>
                <w:noProof/>
                <w:webHidden/>
                <w:rtl/>
              </w:rPr>
              <w:t>69</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28"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Toc491861328 \h</w:instrText>
            </w:r>
            <w:r w:rsidR="00D0383A">
              <w:rPr>
                <w:noProof/>
                <w:webHidden/>
                <w:rtl/>
              </w:rPr>
              <w:instrText xml:space="preserve"> </w:instrText>
            </w:r>
            <w:r>
              <w:rPr>
                <w:noProof/>
                <w:webHidden/>
                <w:rtl/>
              </w:rPr>
            </w:r>
            <w:r>
              <w:rPr>
                <w:noProof/>
                <w:webHidden/>
                <w:rtl/>
              </w:rPr>
              <w:fldChar w:fldCharType="separate"/>
            </w:r>
            <w:r w:rsidR="00D0383A">
              <w:rPr>
                <w:noProof/>
                <w:webHidden/>
                <w:rtl/>
              </w:rPr>
              <w:t>69</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29"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Toc491861329 \h</w:instrText>
            </w:r>
            <w:r w:rsidR="00D0383A">
              <w:rPr>
                <w:noProof/>
                <w:webHidden/>
                <w:rtl/>
              </w:rPr>
              <w:instrText xml:space="preserve"> </w:instrText>
            </w:r>
            <w:r>
              <w:rPr>
                <w:noProof/>
                <w:webHidden/>
                <w:rtl/>
              </w:rPr>
            </w:r>
            <w:r>
              <w:rPr>
                <w:noProof/>
                <w:webHidden/>
                <w:rtl/>
              </w:rPr>
              <w:fldChar w:fldCharType="separate"/>
            </w:r>
            <w:r w:rsidR="00D0383A">
              <w:rPr>
                <w:noProof/>
                <w:webHidden/>
                <w:rtl/>
              </w:rPr>
              <w:t>70</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30" w:history="1">
            <w:r w:rsidR="00D0383A" w:rsidRPr="000D28F4">
              <w:rPr>
                <w:rStyle w:val="Hyperlink"/>
                <w:noProof/>
                <w:rtl/>
              </w:rPr>
              <w:t>وَصلٌ يَحسُن أن يَدخُل في هذا الفصل: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Toc491861330 \h</w:instrText>
            </w:r>
            <w:r w:rsidR="00D0383A">
              <w:rPr>
                <w:noProof/>
                <w:webHidden/>
                <w:rtl/>
              </w:rPr>
              <w:instrText xml:space="preserve"> </w:instrText>
            </w:r>
            <w:r>
              <w:rPr>
                <w:noProof/>
                <w:webHidden/>
                <w:rtl/>
              </w:rPr>
            </w:r>
            <w:r>
              <w:rPr>
                <w:noProof/>
                <w:webHidden/>
                <w:rtl/>
              </w:rPr>
              <w:fldChar w:fldCharType="separate"/>
            </w:r>
            <w:r w:rsidR="00D0383A">
              <w:rPr>
                <w:noProof/>
                <w:webHidden/>
                <w:rtl/>
              </w:rPr>
              <w:t>72</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31" w:history="1">
            <w:r w:rsidR="00D0383A" w:rsidRPr="000D28F4">
              <w:rPr>
                <w:rStyle w:val="Hyperlink"/>
                <w:noProof/>
                <w:rtl/>
              </w:rPr>
              <w:t>الفصل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Toc491861331 \h</w:instrText>
            </w:r>
            <w:r w:rsidR="00D0383A">
              <w:rPr>
                <w:noProof/>
                <w:webHidden/>
                <w:rtl/>
              </w:rPr>
              <w:instrText xml:space="preserve"> </w:instrText>
            </w:r>
            <w:r>
              <w:rPr>
                <w:noProof/>
                <w:webHidden/>
                <w:rtl/>
              </w:rPr>
            </w:r>
            <w:r>
              <w:rPr>
                <w:noProof/>
                <w:webHidden/>
                <w:rtl/>
              </w:rPr>
              <w:fldChar w:fldCharType="separate"/>
            </w:r>
            <w:r w:rsidR="00D0383A">
              <w:rPr>
                <w:noProof/>
                <w:webHidden/>
                <w:rtl/>
              </w:rPr>
              <w:t>74</w:t>
            </w:r>
            <w:r>
              <w:rPr>
                <w:noProof/>
                <w:webHidden/>
                <w:rtl/>
              </w:rPr>
              <w:fldChar w:fldCharType="end"/>
            </w:r>
          </w:hyperlink>
        </w:p>
        <w:p w:rsidR="00D0383A" w:rsidRDefault="00D0383A" w:rsidP="00D0383A">
          <w:pPr>
            <w:pStyle w:val="libNormal"/>
            <w:rPr>
              <w:rtl/>
            </w:rPr>
          </w:pPr>
          <w:r>
            <w:br w:type="page"/>
          </w:r>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32" w:history="1">
            <w:r w:rsidR="00D0383A" w:rsidRPr="000D28F4">
              <w:rPr>
                <w:rStyle w:val="Hyperlink"/>
                <w:noProof/>
                <w:rtl/>
              </w:rPr>
              <w:t>الباب السادس</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Toc491861332 \h</w:instrText>
            </w:r>
            <w:r w:rsidR="00D0383A">
              <w:rPr>
                <w:noProof/>
                <w:webHidden/>
                <w:rtl/>
              </w:rPr>
              <w:instrText xml:space="preserve"> </w:instrText>
            </w:r>
            <w:r>
              <w:rPr>
                <w:noProof/>
                <w:webHidden/>
                <w:rtl/>
              </w:rPr>
            </w:r>
            <w:r>
              <w:rPr>
                <w:noProof/>
                <w:webHidden/>
                <w:rtl/>
              </w:rPr>
              <w:fldChar w:fldCharType="separate"/>
            </w:r>
            <w:r w:rsidR="00D0383A">
              <w:rPr>
                <w:noProof/>
                <w:webHidden/>
                <w:rtl/>
              </w:rPr>
              <w:t>78</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33" w:history="1">
            <w:r w:rsidR="00D0383A" w:rsidRPr="000D28F4">
              <w:rPr>
                <w:rStyle w:val="Hyperlink"/>
                <w:noProof/>
                <w:rtl/>
              </w:rPr>
              <w:t>فيما يتعلَّق بعلي بن موسى الرضا ( عليه السلام ) مِن النظام المتلو</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Toc491861333 \h</w:instrText>
            </w:r>
            <w:r w:rsidR="00D0383A">
              <w:rPr>
                <w:noProof/>
                <w:webHidden/>
                <w:rtl/>
              </w:rPr>
              <w:instrText xml:space="preserve"> </w:instrText>
            </w:r>
            <w:r>
              <w:rPr>
                <w:noProof/>
                <w:webHidden/>
                <w:rtl/>
              </w:rPr>
            </w:r>
            <w:r>
              <w:rPr>
                <w:noProof/>
                <w:webHidden/>
                <w:rtl/>
              </w:rPr>
              <w:fldChar w:fldCharType="separate"/>
            </w:r>
            <w:r w:rsidR="00D0383A">
              <w:rPr>
                <w:noProof/>
                <w:webHidden/>
                <w:rtl/>
              </w:rPr>
              <w:t>78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34"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Toc491861334 \h</w:instrText>
            </w:r>
            <w:r w:rsidR="00D0383A">
              <w:rPr>
                <w:noProof/>
                <w:webHidden/>
                <w:rtl/>
              </w:rPr>
              <w:instrText xml:space="preserve"> </w:instrText>
            </w:r>
            <w:r>
              <w:rPr>
                <w:noProof/>
                <w:webHidden/>
                <w:rtl/>
              </w:rPr>
            </w:r>
            <w:r>
              <w:rPr>
                <w:noProof/>
                <w:webHidden/>
                <w:rtl/>
              </w:rPr>
              <w:fldChar w:fldCharType="separate"/>
            </w:r>
            <w:r w:rsidR="00D0383A">
              <w:rPr>
                <w:noProof/>
                <w:webHidden/>
                <w:rtl/>
              </w:rPr>
              <w:t>78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35"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Toc491861335 \h</w:instrText>
            </w:r>
            <w:r w:rsidR="00D0383A">
              <w:rPr>
                <w:noProof/>
                <w:webHidden/>
                <w:rtl/>
              </w:rPr>
              <w:instrText xml:space="preserve"> </w:instrText>
            </w:r>
            <w:r>
              <w:rPr>
                <w:noProof/>
                <w:webHidden/>
                <w:rtl/>
              </w:rPr>
            </w:r>
            <w:r>
              <w:rPr>
                <w:noProof/>
                <w:webHidden/>
                <w:rtl/>
              </w:rPr>
              <w:fldChar w:fldCharType="separate"/>
            </w:r>
            <w:r w:rsidR="00D0383A">
              <w:rPr>
                <w:noProof/>
                <w:webHidden/>
                <w:rtl/>
              </w:rPr>
              <w:t>81</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36" w:history="1">
            <w:r w:rsidR="00D0383A" w:rsidRPr="000D28F4">
              <w:rPr>
                <w:rStyle w:val="Hyperlink"/>
                <w:noProof/>
                <w:rtl/>
              </w:rPr>
              <w:t>الفصل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Toc491861336 \h</w:instrText>
            </w:r>
            <w:r w:rsidR="00D0383A">
              <w:rPr>
                <w:noProof/>
                <w:webHidden/>
                <w:rtl/>
              </w:rPr>
              <w:instrText xml:space="preserve"> </w:instrText>
            </w:r>
            <w:r>
              <w:rPr>
                <w:noProof/>
                <w:webHidden/>
                <w:rtl/>
              </w:rPr>
            </w:r>
            <w:r>
              <w:rPr>
                <w:noProof/>
                <w:webHidden/>
                <w:rtl/>
              </w:rPr>
              <w:fldChar w:fldCharType="separate"/>
            </w:r>
            <w:r w:rsidR="00D0383A">
              <w:rPr>
                <w:noProof/>
                <w:webHidden/>
                <w:rtl/>
              </w:rPr>
              <w:t>83</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37" w:history="1">
            <w:r w:rsidR="00D0383A" w:rsidRPr="000D28F4">
              <w:rPr>
                <w:rStyle w:val="Hyperlink"/>
                <w:noProof/>
                <w:rtl/>
              </w:rPr>
              <w:t>الباب السابع</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Toc491861337 \h</w:instrText>
            </w:r>
            <w:r w:rsidR="00D0383A">
              <w:rPr>
                <w:noProof/>
                <w:webHidden/>
                <w:rtl/>
              </w:rPr>
              <w:instrText xml:space="preserve"> </w:instrText>
            </w:r>
            <w:r>
              <w:rPr>
                <w:noProof/>
                <w:webHidden/>
                <w:rtl/>
              </w:rPr>
            </w:r>
            <w:r>
              <w:rPr>
                <w:noProof/>
                <w:webHidden/>
                <w:rtl/>
              </w:rPr>
              <w:fldChar w:fldCharType="separate"/>
            </w:r>
            <w:r w:rsidR="00D0383A">
              <w:rPr>
                <w:noProof/>
                <w:webHidden/>
                <w:rtl/>
              </w:rPr>
              <w:t>85</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38" w:history="1">
            <w:r w:rsidR="00D0383A" w:rsidRPr="000D28F4">
              <w:rPr>
                <w:rStyle w:val="Hyperlink"/>
                <w:noProof/>
                <w:rtl/>
              </w:rPr>
              <w:t>فيما يتعلَّق بالمهدي (عليه السلام) مِن النظام المتلو</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Toc491861338 \h</w:instrText>
            </w:r>
            <w:r w:rsidR="00D0383A">
              <w:rPr>
                <w:noProof/>
                <w:webHidden/>
                <w:rtl/>
              </w:rPr>
              <w:instrText xml:space="preserve"> </w:instrText>
            </w:r>
            <w:r>
              <w:rPr>
                <w:noProof/>
                <w:webHidden/>
                <w:rtl/>
              </w:rPr>
            </w:r>
            <w:r>
              <w:rPr>
                <w:noProof/>
                <w:webHidden/>
                <w:rtl/>
              </w:rPr>
              <w:fldChar w:fldCharType="separate"/>
            </w:r>
            <w:r w:rsidR="00D0383A">
              <w:rPr>
                <w:noProof/>
                <w:webHidden/>
                <w:rtl/>
              </w:rPr>
              <w:t>85</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39"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Toc491861339 \h</w:instrText>
            </w:r>
            <w:r w:rsidR="00D0383A">
              <w:rPr>
                <w:noProof/>
                <w:webHidden/>
                <w:rtl/>
              </w:rPr>
              <w:instrText xml:space="preserve"> </w:instrText>
            </w:r>
            <w:r>
              <w:rPr>
                <w:noProof/>
                <w:webHidden/>
                <w:rtl/>
              </w:rPr>
            </w:r>
            <w:r>
              <w:rPr>
                <w:noProof/>
                <w:webHidden/>
                <w:rtl/>
              </w:rPr>
              <w:fldChar w:fldCharType="separate"/>
            </w:r>
            <w:r w:rsidR="00D0383A">
              <w:rPr>
                <w:noProof/>
                <w:webHidden/>
                <w:rtl/>
              </w:rPr>
              <w:t>85</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40"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Toc491861340 \h</w:instrText>
            </w:r>
            <w:r w:rsidR="00D0383A">
              <w:rPr>
                <w:noProof/>
                <w:webHidden/>
                <w:rtl/>
              </w:rPr>
              <w:instrText xml:space="preserve"> </w:instrText>
            </w:r>
            <w:r>
              <w:rPr>
                <w:noProof/>
                <w:webHidden/>
                <w:rtl/>
              </w:rPr>
            </w:r>
            <w:r>
              <w:rPr>
                <w:noProof/>
                <w:webHidden/>
                <w:rtl/>
              </w:rPr>
              <w:fldChar w:fldCharType="separate"/>
            </w:r>
            <w:r w:rsidR="00D0383A">
              <w:rPr>
                <w:noProof/>
                <w:webHidden/>
                <w:rtl/>
              </w:rPr>
              <w:t>87</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41" w:history="1">
            <w:r w:rsidR="00D0383A" w:rsidRPr="000D28F4">
              <w:rPr>
                <w:rStyle w:val="Hyperlink"/>
                <w:noProof/>
                <w:rtl/>
              </w:rPr>
              <w:t>الباب الثامن</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Toc491861341 \h</w:instrText>
            </w:r>
            <w:r w:rsidR="00D0383A">
              <w:rPr>
                <w:noProof/>
                <w:webHidden/>
                <w:rtl/>
              </w:rPr>
              <w:instrText xml:space="preserve"> </w:instrText>
            </w:r>
            <w:r>
              <w:rPr>
                <w:noProof/>
                <w:webHidden/>
                <w:rtl/>
              </w:rPr>
            </w:r>
            <w:r>
              <w:rPr>
                <w:noProof/>
                <w:webHidden/>
                <w:rtl/>
              </w:rPr>
              <w:fldChar w:fldCharType="separate"/>
            </w:r>
            <w:r w:rsidR="00D0383A">
              <w:rPr>
                <w:noProof/>
                <w:webHidden/>
                <w:rtl/>
              </w:rPr>
              <w:t>88</w:t>
            </w:r>
            <w:r>
              <w:rPr>
                <w:noProof/>
                <w:webHidden/>
                <w:rtl/>
              </w:rPr>
              <w:fldChar w:fldCharType="end"/>
            </w:r>
          </w:hyperlink>
        </w:p>
        <w:p w:rsidR="00D0383A" w:rsidRDefault="007E1470">
          <w:pPr>
            <w:pStyle w:val="TOC2"/>
            <w:tabs>
              <w:tab w:val="right" w:leader="dot" w:pos="7786"/>
            </w:tabs>
            <w:rPr>
              <w:rFonts w:asciiTheme="minorHAnsi" w:eastAsiaTheme="minorEastAsia" w:hAnsiTheme="minorHAnsi" w:cstheme="minorBidi"/>
              <w:noProof/>
              <w:color w:val="auto"/>
              <w:sz w:val="22"/>
              <w:szCs w:val="22"/>
              <w:rtl/>
            </w:rPr>
          </w:pPr>
          <w:hyperlink w:anchor="_Toc491861342" w:history="1">
            <w:r w:rsidR="00D0383A" w:rsidRPr="000D28F4">
              <w:rPr>
                <w:rStyle w:val="Hyperlink"/>
                <w:noProof/>
                <w:rtl/>
              </w:rPr>
              <w:t>فيما يتعلَّق بأحد الأئمة (عليهم السلام) لا على التعيين من النظام المتلو</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Toc491861342 \h</w:instrText>
            </w:r>
            <w:r w:rsidR="00D0383A">
              <w:rPr>
                <w:noProof/>
                <w:webHidden/>
                <w:rtl/>
              </w:rPr>
              <w:instrText xml:space="preserve"> </w:instrText>
            </w:r>
            <w:r>
              <w:rPr>
                <w:noProof/>
                <w:webHidden/>
                <w:rtl/>
              </w:rPr>
            </w:r>
            <w:r>
              <w:rPr>
                <w:noProof/>
                <w:webHidden/>
                <w:rtl/>
              </w:rPr>
              <w:fldChar w:fldCharType="separate"/>
            </w:r>
            <w:r w:rsidR="00D0383A">
              <w:rPr>
                <w:noProof/>
                <w:webHidden/>
                <w:rtl/>
              </w:rPr>
              <w:t>88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43" w:history="1">
            <w:r w:rsidR="00D0383A" w:rsidRPr="000D28F4">
              <w:rPr>
                <w:rStyle w:val="Hyperlink"/>
                <w:noProof/>
                <w:rtl/>
              </w:rPr>
              <w:t>الفصل الأول:</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Toc491861343 \h</w:instrText>
            </w:r>
            <w:r w:rsidR="00D0383A">
              <w:rPr>
                <w:noProof/>
                <w:webHidden/>
                <w:rtl/>
              </w:rPr>
              <w:instrText xml:space="preserve"> </w:instrText>
            </w:r>
            <w:r>
              <w:rPr>
                <w:noProof/>
                <w:webHidden/>
                <w:rtl/>
              </w:rPr>
            </w:r>
            <w:r>
              <w:rPr>
                <w:noProof/>
                <w:webHidden/>
                <w:rtl/>
              </w:rPr>
              <w:fldChar w:fldCharType="separate"/>
            </w:r>
            <w:r w:rsidR="00D0383A">
              <w:rPr>
                <w:noProof/>
                <w:webHidden/>
                <w:rtl/>
              </w:rPr>
              <w:t>88</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44" w:history="1">
            <w:r w:rsidR="00D0383A" w:rsidRPr="000D28F4">
              <w:rPr>
                <w:rStyle w:val="Hyperlink"/>
                <w:noProof/>
                <w:rtl/>
              </w:rPr>
              <w:t>الفصل الثاني:</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Toc491861344 \h</w:instrText>
            </w:r>
            <w:r w:rsidR="00D0383A">
              <w:rPr>
                <w:noProof/>
                <w:webHidden/>
                <w:rtl/>
              </w:rPr>
              <w:instrText xml:space="preserve"> </w:instrText>
            </w:r>
            <w:r>
              <w:rPr>
                <w:noProof/>
                <w:webHidden/>
                <w:rtl/>
              </w:rPr>
            </w:r>
            <w:r>
              <w:rPr>
                <w:noProof/>
                <w:webHidden/>
                <w:rtl/>
              </w:rPr>
              <w:fldChar w:fldCharType="separate"/>
            </w:r>
            <w:r w:rsidR="00D0383A">
              <w:rPr>
                <w:noProof/>
                <w:webHidden/>
                <w:rtl/>
              </w:rPr>
              <w:t>89</w:t>
            </w:r>
            <w:r>
              <w:rPr>
                <w:noProof/>
                <w:webHidden/>
                <w:rtl/>
              </w:rPr>
              <w:fldChar w:fldCharType="end"/>
            </w:r>
          </w:hyperlink>
        </w:p>
        <w:p w:rsidR="00D0383A" w:rsidRDefault="007E1470">
          <w:pPr>
            <w:pStyle w:val="TOC3"/>
            <w:rPr>
              <w:rFonts w:asciiTheme="minorHAnsi" w:eastAsiaTheme="minorEastAsia" w:hAnsiTheme="minorHAnsi" w:cstheme="minorBidi"/>
              <w:noProof/>
              <w:color w:val="auto"/>
              <w:sz w:val="22"/>
              <w:szCs w:val="22"/>
              <w:rtl/>
            </w:rPr>
          </w:pPr>
          <w:hyperlink w:anchor="_Toc491861345" w:history="1">
            <w:r w:rsidR="00D0383A" w:rsidRPr="000D28F4">
              <w:rPr>
                <w:rStyle w:val="Hyperlink"/>
                <w:noProof/>
                <w:rtl/>
              </w:rPr>
              <w:t>الفصل الثالث:</w:t>
            </w:r>
            <w:r w:rsidR="00D0383A">
              <w:rPr>
                <w:noProof/>
                <w:webHidden/>
                <w:rtl/>
              </w:rPr>
              <w:tab/>
            </w:r>
            <w:r>
              <w:rPr>
                <w:noProof/>
                <w:webHidden/>
                <w:rtl/>
              </w:rPr>
              <w:fldChar w:fldCharType="begin"/>
            </w:r>
            <w:r w:rsidR="00D0383A">
              <w:rPr>
                <w:noProof/>
                <w:webHidden/>
                <w:rtl/>
              </w:rPr>
              <w:instrText xml:space="preserve"> </w:instrText>
            </w:r>
            <w:r w:rsidR="00D0383A">
              <w:rPr>
                <w:noProof/>
                <w:webHidden/>
              </w:rPr>
              <w:instrText>PAGEREF</w:instrText>
            </w:r>
            <w:r w:rsidR="00D0383A">
              <w:rPr>
                <w:noProof/>
                <w:webHidden/>
                <w:rtl/>
              </w:rPr>
              <w:instrText xml:space="preserve"> _</w:instrText>
            </w:r>
            <w:r w:rsidR="00D0383A">
              <w:rPr>
                <w:noProof/>
                <w:webHidden/>
              </w:rPr>
              <w:instrText>Toc491861345 \h</w:instrText>
            </w:r>
            <w:r w:rsidR="00D0383A">
              <w:rPr>
                <w:noProof/>
                <w:webHidden/>
                <w:rtl/>
              </w:rPr>
              <w:instrText xml:space="preserve"> </w:instrText>
            </w:r>
            <w:r>
              <w:rPr>
                <w:noProof/>
                <w:webHidden/>
                <w:rtl/>
              </w:rPr>
            </w:r>
            <w:r>
              <w:rPr>
                <w:noProof/>
                <w:webHidden/>
                <w:rtl/>
              </w:rPr>
              <w:fldChar w:fldCharType="separate"/>
            </w:r>
            <w:r w:rsidR="00D0383A">
              <w:rPr>
                <w:noProof/>
                <w:webHidden/>
                <w:rtl/>
              </w:rPr>
              <w:t>92</w:t>
            </w:r>
            <w:r>
              <w:rPr>
                <w:noProof/>
                <w:webHidden/>
                <w:rtl/>
              </w:rPr>
              <w:fldChar w:fldCharType="end"/>
            </w:r>
          </w:hyperlink>
        </w:p>
        <w:p w:rsidR="00D0383A" w:rsidRDefault="007E1470" w:rsidP="00D0383A">
          <w:pPr>
            <w:pStyle w:val="libNormal"/>
          </w:pPr>
          <w:r>
            <w:fldChar w:fldCharType="end"/>
          </w:r>
        </w:p>
      </w:sdtContent>
    </w:sdt>
    <w:sectPr w:rsidR="00D0383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BFA" w:rsidRDefault="00554BFA">
      <w:r>
        <w:separator/>
      </w:r>
    </w:p>
  </w:endnote>
  <w:endnote w:type="continuationSeparator" w:id="0">
    <w:p w:rsidR="00554BFA" w:rsidRDefault="00554B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FA" w:rsidRPr="00460435" w:rsidRDefault="007E147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54BF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2721">
      <w:rPr>
        <w:rFonts w:ascii="Traditional Arabic" w:hAnsi="Traditional Arabic"/>
        <w:noProof/>
        <w:sz w:val="28"/>
        <w:szCs w:val="28"/>
        <w:rtl/>
      </w:rPr>
      <w:t>66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FA" w:rsidRPr="00460435" w:rsidRDefault="007E147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54BF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2721">
      <w:rPr>
        <w:rFonts w:ascii="Traditional Arabic" w:hAnsi="Traditional Arabic"/>
        <w:noProof/>
        <w:sz w:val="28"/>
        <w:szCs w:val="28"/>
        <w:rtl/>
      </w:rPr>
      <w:t>99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FA" w:rsidRPr="00460435" w:rsidRDefault="007E147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54BF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272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BFA" w:rsidRDefault="00554BFA">
      <w:r>
        <w:separator/>
      </w:r>
    </w:p>
  </w:footnote>
  <w:footnote w:type="continuationSeparator" w:id="0">
    <w:p w:rsidR="00554BFA" w:rsidRDefault="00554B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54BFA"/>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129A"/>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088"/>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4BFA"/>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5494"/>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1470"/>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7781C"/>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0383A"/>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721"/>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4549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72078-96DE-4BFD-ADEF-E7B186E3E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29</TotalTime>
  <Pages>99</Pages>
  <Words>16459</Words>
  <Characters>79831</Characters>
  <Application>Microsoft Office Word</Application>
  <DocSecurity>0</DocSecurity>
  <Lines>665</Lines>
  <Paragraphs>192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4</cp:revision>
  <cp:lastPrinted>2014-01-25T18:18:00Z</cp:lastPrinted>
  <dcterms:created xsi:type="dcterms:W3CDTF">2017-08-30T08:00:00Z</dcterms:created>
  <dcterms:modified xsi:type="dcterms:W3CDTF">2017-08-30T08:34:00Z</dcterms:modified>
</cp:coreProperties>
</file>