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44" w:rsidRDefault="000E4D44" w:rsidP="00ED7F18">
      <w:pPr>
        <w:pStyle w:val="Heading1Center"/>
      </w:pPr>
      <w:bookmarkStart w:id="0" w:name="_Toc488154346"/>
      <w:r>
        <w:rPr>
          <w:rtl/>
        </w:rPr>
        <w:t>القرآن وإعجازه العلمي</w:t>
      </w:r>
      <w:bookmarkEnd w:id="0"/>
    </w:p>
    <w:p w:rsidR="000E4D44" w:rsidRDefault="000E4D44" w:rsidP="00ED7F18">
      <w:pPr>
        <w:pStyle w:val="Heading1Center"/>
      </w:pPr>
      <w:bookmarkStart w:id="1" w:name="_Toc488154347"/>
      <w:r>
        <w:rPr>
          <w:rtl/>
        </w:rPr>
        <w:t>محمد اسماعيل ابراهيم</w:t>
      </w:r>
      <w:bookmarkEnd w:id="1"/>
    </w:p>
    <w:p w:rsidR="00ED7F18" w:rsidRDefault="00ED7F18" w:rsidP="00ED7F18">
      <w:pPr>
        <w:pStyle w:val="libNormal"/>
        <w:rPr>
          <w:rtl/>
        </w:rPr>
      </w:pPr>
      <w:r>
        <w:rPr>
          <w:rtl/>
        </w:rPr>
        <w:br w:type="page"/>
      </w:r>
    </w:p>
    <w:p w:rsidR="000E4D44" w:rsidRDefault="000E4D44" w:rsidP="00ED7F18">
      <w:pPr>
        <w:pStyle w:val="libCenterBold1"/>
      </w:pPr>
      <w:r>
        <w:rPr>
          <w:rtl/>
        </w:rPr>
        <w:lastRenderedPageBreak/>
        <w:t>هذا الكتاب</w:t>
      </w:r>
    </w:p>
    <w:p w:rsidR="000E4D44" w:rsidRDefault="000E4D44" w:rsidP="00ED7F18">
      <w:pPr>
        <w:pStyle w:val="libCenterBold1"/>
      </w:pPr>
      <w:r>
        <w:rPr>
          <w:rtl/>
        </w:rPr>
        <w:t>نشر إليكترونياً وأخرج فنِّياً برعاية وإشراف</w:t>
      </w:r>
    </w:p>
    <w:p w:rsidR="000E4D44" w:rsidRDefault="000E4D44" w:rsidP="00ED7F18">
      <w:pPr>
        <w:pStyle w:val="libCenterBold1"/>
      </w:pPr>
      <w:r>
        <w:rPr>
          <w:rtl/>
        </w:rPr>
        <w:t xml:space="preserve">شبكة الإمامين الحسنين </w:t>
      </w:r>
      <w:r w:rsidR="00ED7F18" w:rsidRPr="00ED7F18">
        <w:rPr>
          <w:rStyle w:val="libAlaemChar"/>
          <w:rtl/>
        </w:rPr>
        <w:t>عليهما‌السلام</w:t>
      </w:r>
      <w:r>
        <w:rPr>
          <w:rtl/>
        </w:rPr>
        <w:t xml:space="preserve"> للتراث والفكر الإسلامي</w:t>
      </w:r>
    </w:p>
    <w:p w:rsidR="000E4D44" w:rsidRDefault="000E4D44" w:rsidP="00ED7F18">
      <w:pPr>
        <w:pStyle w:val="libCenterBold1"/>
      </w:pPr>
      <w:r>
        <w:rPr>
          <w:rtl/>
        </w:rPr>
        <w:t>بانتظار أن يوفقنا الله تعالى لتصحيح نصه وتقديمه بصورة أفضل في فرصة أخرى قريبة إنشاء الله تعالى.</w:t>
      </w:r>
    </w:p>
    <w:p w:rsidR="00ED7F18" w:rsidRDefault="00ED7F18" w:rsidP="00ED7F18">
      <w:pPr>
        <w:pStyle w:val="libNormal"/>
        <w:rPr>
          <w:rtl/>
        </w:rPr>
      </w:pPr>
      <w:r>
        <w:rPr>
          <w:rtl/>
        </w:rPr>
        <w:br w:type="page"/>
      </w:r>
    </w:p>
    <w:p w:rsidR="000E4D44" w:rsidRDefault="000E4D44" w:rsidP="00ED7F18">
      <w:pPr>
        <w:pStyle w:val="Heading2Center"/>
      </w:pPr>
      <w:bookmarkStart w:id="2" w:name="_Toc488154348"/>
      <w:r>
        <w:rPr>
          <w:rtl/>
        </w:rPr>
        <w:lastRenderedPageBreak/>
        <w:t>القرآن وإعجازه العلمى</w:t>
      </w:r>
      <w:bookmarkEnd w:id="2"/>
    </w:p>
    <w:p w:rsidR="000E4D44" w:rsidRDefault="000E4D44" w:rsidP="00ED7F18">
      <w:pPr>
        <w:pStyle w:val="libCenterBold1"/>
      </w:pPr>
      <w:r>
        <w:rPr>
          <w:rtl/>
        </w:rPr>
        <w:t xml:space="preserve">بسم الله الرحمن الرحيم </w:t>
      </w:r>
    </w:p>
    <w:p w:rsidR="000E4D44" w:rsidRDefault="000E4D44" w:rsidP="000E4D44">
      <w:pPr>
        <w:pStyle w:val="libNormal"/>
      </w:pPr>
      <w:r>
        <w:rPr>
          <w:rtl/>
        </w:rPr>
        <w:t>الحمد الله رب العالمين والصلاة والسلام على سيدنا محمد وعلى آله وصحبه أجمعين.</w:t>
      </w:r>
    </w:p>
    <w:p w:rsidR="000E4D44" w:rsidRDefault="000E4D44" w:rsidP="00ED7F18">
      <w:pPr>
        <w:pStyle w:val="libCenterBold1"/>
      </w:pPr>
      <w:r>
        <w:rPr>
          <w:rtl/>
        </w:rPr>
        <w:t>المقدمة</w:t>
      </w:r>
    </w:p>
    <w:p w:rsidR="000E4D44" w:rsidRDefault="000E4D44" w:rsidP="000E4D44">
      <w:pPr>
        <w:pStyle w:val="libNormal"/>
      </w:pPr>
      <w:r>
        <w:rPr>
          <w:rtl/>
        </w:rPr>
        <w:t>لا أرانى في حاجة إلى التأكيد على من يطالع هذا الكتاب أننى أعددته رغبة منى في إثبات إعجاز القرآن بأى وجه من الوجوه، لان إعجازه حقيقة ثابتة وقضية واضحة وضوح الشمس منذ أن نزل القرآن على النبى معجزة كبرى تحدى بها البلغاء والحكماء وأهل الكتب السماوية فعجزوا عن تحديها وأقروا بصدقها وتساميها، ويكفى للدلاله على علو شأنها قوله تعالى:(وإنه لكتاب عزيز لا يأتيه الباطل من بين يديه ولا من خلفه تنزيل من حكيم حميد) وقوله تعالى:(قل لئن اجتمعت الانس والجن على أن يأتوا بمثل هذا القرآن لا يأتون بمثله ولو كان بعضهم لبعض ظهيرا)، وها هى القرون تلو القرون تمر، وها هى العلوم قد إزدهرت والفنون قد أينعت؟ ولم يقدر أحد أن يأتى بمثل هذا الكتاب في أسلوبه أو منهجه أو هديه.</w:t>
      </w:r>
    </w:p>
    <w:p w:rsidR="000E4D44" w:rsidRDefault="000E4D44" w:rsidP="000E4D44">
      <w:pPr>
        <w:pStyle w:val="libNormal"/>
      </w:pPr>
      <w:r>
        <w:rPr>
          <w:rtl/>
        </w:rPr>
        <w:t>وغاية قصدى من وضع هذا الكتاب أو قصد غيرى مما كتبوا على نسقه وفى موضوعه من العلماء الاجلاء في إعجاز القرآن إنما كان أولا وقبل كل شئ للتشرف والاستمتاع بالنظر في كتاب الله بعين الاجلال والاعظام والايمان بقداسته، ثم للاشادة بسموه وروعته والتذكير بعلو مكانته بين الكتب السماوية</w:t>
      </w:r>
    </w:p>
    <w:p w:rsidR="000E4D44" w:rsidRDefault="00ED7F18" w:rsidP="000E4D44">
      <w:pPr>
        <w:pStyle w:val="libNormal"/>
      </w:pPr>
      <w:r>
        <w:rPr>
          <w:rtl/>
        </w:rPr>
        <w:br w:type="page"/>
      </w:r>
    </w:p>
    <w:p w:rsidR="000E4D44" w:rsidRDefault="000E4D44" w:rsidP="00ED7F18">
      <w:pPr>
        <w:pStyle w:val="libNormal0"/>
      </w:pPr>
      <w:r>
        <w:rPr>
          <w:rtl/>
        </w:rPr>
        <w:lastRenderedPageBreak/>
        <w:t>الاخرى فقد حفظه الله من أى تبديل أو تغيير في نصه أو رسمه تحقيقا لقول الله تبارك وتعالى:(إنا نحن نزلنا الذكر وإنا له لحافظون) بل إنه جل شأنه كرم هذا الكتاب فقال:(لا يمسه إلا المطهرون) فليس بعد ذلك غاية لتكريم أو تعظيم هذا القرآن المجيد.</w:t>
      </w:r>
    </w:p>
    <w:p w:rsidR="000E4D44" w:rsidRDefault="000E4D44" w:rsidP="000E4D44">
      <w:pPr>
        <w:pStyle w:val="libNormal"/>
      </w:pPr>
      <w:r>
        <w:rPr>
          <w:rtl/>
        </w:rPr>
        <w:t xml:space="preserve">واعتقادى أن أى محاولة من البشر لاظهار عظمة القرآن وقدسيته إنما هى وليدة رغبة إيمانية مخلصة فيها ما يشبه التأسى بموقف نبى الله إبراهيم </w:t>
      </w:r>
      <w:r w:rsidR="00ED7F18" w:rsidRPr="00ED7F18">
        <w:rPr>
          <w:rStyle w:val="libAlaemChar"/>
          <w:rtl/>
        </w:rPr>
        <w:t>عليه‌السلام</w:t>
      </w:r>
      <w:r>
        <w:rPr>
          <w:rtl/>
        </w:rPr>
        <w:t xml:space="preserve"> وهو خليل الله عندما قال بروح الواثق من قدرة الله تعالى:(رب أرنى كيف تحيى الموتى، قال: أولم تؤمن؟ قال: بلى، ولكن ليطمئن قلبى).</w:t>
      </w:r>
    </w:p>
    <w:p w:rsidR="000E4D44" w:rsidRDefault="000E4D44" w:rsidP="000E4D44">
      <w:pPr>
        <w:pStyle w:val="libNormal"/>
      </w:pPr>
      <w:r>
        <w:rPr>
          <w:rtl/>
        </w:rPr>
        <w:t>والقرآن المجيد حافل بالكثير من الآيات الدالة على علم الله المحيط بكل ما في الكون من مخلوقات وكائنات وما فيه من نواميس وسنن وقوانين أوجدها سبحانه خاضعة لارادته وأمره، وقد نزلت هذه الآيات الكونية وغيرها من آيات الاعجاز العلمى في وقت لم يكن أهل الجزيرة العربية ومن حولها من الاقطار على علم بأسرارها فلما تقدم الانسان وازدادت علومه ومعارفه بدأت آيات القرآن تظهر أمام بصيرته بمعانيها العلمية الباهرة، وتكشف عن إعجازها الرائع.</w:t>
      </w:r>
    </w:p>
    <w:p w:rsidR="000E4D44" w:rsidRDefault="000E4D44" w:rsidP="000E4D44">
      <w:pPr>
        <w:pStyle w:val="libNormal"/>
      </w:pPr>
      <w:r>
        <w:rPr>
          <w:rtl/>
        </w:rPr>
        <w:t>والمسلمون يعيشون الآن في عصر زاهر بالعلم وقد بهرهم فيه ما وصل إليه أهل أوروبا وأمريكا من تفوق ظاهر في العلوم والفنون والآداب وبخاصة علم التكنولوجيا وقد سبقوا فيها الدول الاسلامية بأشواط بعيدة الامر الذى جعل ضعاف العقول يسيئون الظن بالاسلام ويحسبون أنه سبب قصورهم وتخلفهم في ذلك المضمار، وهم في ذلك الوهم نسوا أو تناسوا أن الدين الاسلامى بقرآنه المجيد وسنته المطهرة هو الذى خلق من العرب أهل البادية خير أمة أخرجت للناس وأسسوا أعظم الدول وأرقى الحضارات وأكثر الاصول العلمية التى اقتبس أهل الغرب منها علومهم وفنونهم.</w:t>
      </w:r>
    </w:p>
    <w:p w:rsidR="000E4D44" w:rsidRDefault="00ED7F18" w:rsidP="000E4D44">
      <w:pPr>
        <w:pStyle w:val="libNormal"/>
      </w:pPr>
      <w:r>
        <w:rPr>
          <w:rtl/>
        </w:rPr>
        <w:br w:type="page"/>
      </w:r>
    </w:p>
    <w:p w:rsidR="000E4D44" w:rsidRDefault="000E4D44" w:rsidP="000E4D44">
      <w:pPr>
        <w:pStyle w:val="libNormal"/>
      </w:pPr>
      <w:r>
        <w:rPr>
          <w:rtl/>
        </w:rPr>
        <w:lastRenderedPageBreak/>
        <w:t>وواجب كل مسلم ألا يختلط عليه الامر في حقيقة كل من الدين والعلم، أو أن ينظر إليهما على اعتبار أن كلا منهما مستقل عن الآخر، إذ الواقع أنهما صنوان متكاملان أصلا ومتحدان غاية ومنهجا لخدمة البشرية، فلا الدين يجافى العلم ولا العلم يعارض الدين، بل إن الدين بدوره يحض على طلب العلم والاستزادة منه، كما أن نور العلم يظهر لنا ما في الدين من جلال وبهاء وسمو روحى.</w:t>
      </w:r>
    </w:p>
    <w:p w:rsidR="000E4D44" w:rsidRDefault="000E4D44" w:rsidP="000E4D44">
      <w:pPr>
        <w:pStyle w:val="libNormal"/>
      </w:pPr>
      <w:r>
        <w:rPr>
          <w:rtl/>
        </w:rPr>
        <w:t>والقرآن كتاب الله المجيد الذى يجب على المسلمين أن يحرصوا على حفظه كله أو بعضه عن ظهر قلب والعمل به بحيث يكلف الآباء أبناء‌هم منذ نعومة أظفارهم باستظهار قصار سوره، ويكلف الشباب بتلاوته دائما وفهمه، كما يجب ألا يتوانى الكهول عن دراسته وتطبيقه في حياتهم قولا وعملا، لان القرآن هو الكتاب الجامع لكنوز العلم النافع وهو الدستور الهادى إلى الطريق المستقيم وأن اتباعه نصا وروحا هو الوسيلة العملية الموصلة إلى سعادة الدارين.</w:t>
      </w:r>
    </w:p>
    <w:p w:rsidR="000E4D44" w:rsidRDefault="000E4D44" w:rsidP="000E4D44">
      <w:pPr>
        <w:pStyle w:val="libNormal"/>
      </w:pPr>
      <w:r>
        <w:rPr>
          <w:rtl/>
        </w:rPr>
        <w:t>وقد نشط علماء الدين على مر العصور واجتهدوا في فهم القرآن والتدبر في آياته وتفسيرها وألفوا في ذلك كتبهم القيمة التى تعتبر من أجل وأبرك ما تركه السلف للخلف، ولكن أغلب ما صدر عنهم من التفسير يدل على أنهم نظروا إلى للقرآن على أنه كتاب دين وهداية وتهذيب وترغيب وترهيب دون تعمق فيما انطوى عليه من معانى علمية أخرى أبعد غاية وأجل شأنا، وقد عنيت الاجيال التالية للسلف الصالح بإعادة النظر في القرآن في ضوء ما كان يجد في مجال العلم الحديث من تطور وتقدم في كل عصر.</w:t>
      </w:r>
    </w:p>
    <w:p w:rsidR="000E4D44" w:rsidRDefault="000E4D44" w:rsidP="000E4D44">
      <w:pPr>
        <w:pStyle w:val="libNormal"/>
      </w:pPr>
      <w:r>
        <w:rPr>
          <w:rtl/>
        </w:rPr>
        <w:t>وفى عصرنا الحديث أخذت دولة العلم تزداد إتساعا وعمقا في أبحاثها وتنوعا في موضوعاتها، وذلك بفضل الطرق التى استحدثها الانسان في الكشف عن الحقائق بالمشاهدة والملاحظة والمقارنة واستعمال الاجهزة والمجاهر والمختبرات وإجراء</w:t>
      </w:r>
    </w:p>
    <w:p w:rsidR="000E4D44" w:rsidRDefault="00ED7F18" w:rsidP="000E4D44">
      <w:pPr>
        <w:pStyle w:val="libNormal"/>
      </w:pPr>
      <w:r>
        <w:rPr>
          <w:rtl/>
        </w:rPr>
        <w:br w:type="page"/>
      </w:r>
    </w:p>
    <w:p w:rsidR="000E4D44" w:rsidRDefault="000E4D44" w:rsidP="00ED7F18">
      <w:pPr>
        <w:pStyle w:val="libNormal0"/>
      </w:pPr>
      <w:r>
        <w:rPr>
          <w:rtl/>
        </w:rPr>
        <w:lastRenderedPageBreak/>
        <w:t>التجارب حتى تمكن بذلك من الوصول إلى نظريات وقوانين وعلوم وفنون لم تكن موجودة من قبل في معارف من سبقوه من العلماء والباحثين.</w:t>
      </w:r>
    </w:p>
    <w:p w:rsidR="000E4D44" w:rsidRDefault="000E4D44" w:rsidP="000E4D44">
      <w:pPr>
        <w:pStyle w:val="libNormal"/>
      </w:pPr>
      <w:r>
        <w:rPr>
          <w:rtl/>
        </w:rPr>
        <w:t>وعندما جدد العلماء النظر في القرآن الكريم وحاولوا فهمه فهما عصريا وتفسيره في ضوء هذه العلوم الحديثة ظهر بوضوح أن آيات القرآن الكريم لها معان أوسع وأشمل مما فهم العلماء السابقون منها، وتبين بجلاء أن القرآن الكريم جاء بكثير من حقائق الكون ونواميسه وأصول العلوم الحديثة قبل أن يهتدى الانسان إلى معرفتها بمئات السنين وهذا هو الاعجاز كل الاعجاز الكامن في القرآن وأسرار آياته.</w:t>
      </w:r>
    </w:p>
    <w:p w:rsidR="000E4D44" w:rsidRDefault="000E4D44" w:rsidP="00DD4881">
      <w:pPr>
        <w:pStyle w:val="libNormal"/>
      </w:pPr>
      <w:r>
        <w:rPr>
          <w:rtl/>
        </w:rPr>
        <w:t>وهكذا يتجلى لنا الدين الاسلامى بقرآنه المجيد وسنة المطهرة وكأنه كنز العلوم والمعارف لانه متصل أشد الاتصال بالعلم قديمه وحديثه، وأنه ليس بمعزل عن الحياة ومشاكلها وتطوراتها، وأنه ما جاء ليعادى العلم وأهله وإنما جاء ليقدم للبشرية منتهى العلم وأنفعه ويقودها إلى طريق الحق واليقين في كل أمر من أمور ديننا ودنيانا، وهو بذلك يؤكد ويحقق قول الله تعالى:</w:t>
      </w:r>
      <w:r w:rsidRPr="00DD4881">
        <w:rPr>
          <w:rStyle w:val="libAlaemChar"/>
          <w:rtl/>
        </w:rPr>
        <w:t>(</w:t>
      </w:r>
      <w:r w:rsidR="00DD4881" w:rsidRPr="00DD4881">
        <w:rPr>
          <w:rStyle w:val="libAieChar"/>
          <w:rtl/>
        </w:rPr>
        <w:t xml:space="preserve"> مَا فَرَّطْنَا فِي الْکِتَابِ مِنْ شَيْ‌ءٍ</w:t>
      </w:r>
      <w:r w:rsidRPr="00DD4881">
        <w:rPr>
          <w:rStyle w:val="libAlaemChar"/>
          <w:rtl/>
        </w:rPr>
        <w:t>)</w:t>
      </w:r>
      <w:r>
        <w:rPr>
          <w:rtl/>
        </w:rPr>
        <w:t>.</w:t>
      </w:r>
    </w:p>
    <w:p w:rsidR="000E4D44" w:rsidRDefault="000E4D44" w:rsidP="000E4D44">
      <w:pPr>
        <w:pStyle w:val="libNormal"/>
      </w:pPr>
      <w:r>
        <w:rPr>
          <w:rtl/>
        </w:rPr>
        <w:t>(سورة الانعام آية 38) وتحدثا بنعم الله علي أذكر أننى بعد أن قمت بعون من الله بتأليف كتابى(معجم الالفاظ والاعلام القرآنية) وجدتنى راغبا بل مشدودا ومساقا إلى خدمة كتاب الله مرة أخرى في محاولة ترادونى أن أكتب في إعجاز القرآن العلمى على قدر بضاعتى الضئيلة في هذا المجال وقد عزمت وتوكلت مستعينا بحول الله وقوته وبما ألفه العلماء في ذلك، أملا في أن يكون في عملى هذا ما يزيد القارئ للقرآن علما بجلال حقائقه وروعة أسراره وأن يمحو الله به الغشاوة عن أعين الذين عميت أبصارهم عن أنواره، وطمعا في أن بزيل به ظلمات الشكوك والريب</w:t>
      </w:r>
    </w:p>
    <w:p w:rsidR="000E4D44" w:rsidRDefault="00ED7F18" w:rsidP="000E4D44">
      <w:pPr>
        <w:pStyle w:val="libNormal"/>
      </w:pPr>
      <w:r>
        <w:rPr>
          <w:rtl/>
        </w:rPr>
        <w:br w:type="page"/>
      </w:r>
    </w:p>
    <w:p w:rsidR="000E4D44" w:rsidRDefault="000E4D44" w:rsidP="00430EB4">
      <w:pPr>
        <w:pStyle w:val="libNormal0"/>
      </w:pPr>
      <w:r>
        <w:rPr>
          <w:rtl/>
        </w:rPr>
        <w:lastRenderedPageBreak/>
        <w:t>من قلوب الذين كفروا بما جاء في هذا الكتاب من الحق ويهديهم إلى سواء السبيل.</w:t>
      </w:r>
    </w:p>
    <w:p w:rsidR="000E4D44" w:rsidRDefault="000E4D44" w:rsidP="000E4D44">
      <w:pPr>
        <w:pStyle w:val="libNormal"/>
      </w:pPr>
      <w:r>
        <w:rPr>
          <w:rtl/>
        </w:rPr>
        <w:t>ومما يشجعنى على تأليف هذا الكتاب أنى آنست في كثير من شبابنا المثقف رغبة ملحة في استجلاء معانى الآيات القرآنية بفهم عصرى وميلا إلى الاستزادة من أسرارها ومراميها، وهذه ظاهرة تدعو إلى الاستجابة لها والحث على دوامها وتشجيعها وأرجو أن يقابلها العلماء ورجال الدين من ائمة الدعوة إلى الله تعالى بكل ترحيب وإهتمام وأن يرووا ظمأ الظامئين من فيوض القرآن العذبة وأرجو الله أن يجعل من كتابى هذا منهلا سائغا رويا لمن يطالعه بوعى سديد.</w:t>
      </w:r>
    </w:p>
    <w:p w:rsidR="000E4D44" w:rsidRDefault="000E4D44" w:rsidP="000E4D44">
      <w:pPr>
        <w:pStyle w:val="libNormal"/>
      </w:pPr>
      <w:r>
        <w:rPr>
          <w:rtl/>
        </w:rPr>
        <w:t>وإنه من المفيد لمن يقرأ هذا الكتاب أن يتعرف على محتوياته واتجاهاته فهو يشمل الابواب الثلاثة الآتية:</w:t>
      </w:r>
    </w:p>
    <w:p w:rsidR="000E4D44" w:rsidRDefault="000E4D44" w:rsidP="000E4D44">
      <w:pPr>
        <w:pStyle w:val="libNormal"/>
      </w:pPr>
      <w:r w:rsidRPr="00430EB4">
        <w:rPr>
          <w:rStyle w:val="libBold1Char"/>
          <w:rtl/>
        </w:rPr>
        <w:t>الباب الاول</w:t>
      </w:r>
      <w:r>
        <w:rPr>
          <w:rtl/>
        </w:rPr>
        <w:t>: وفيه تمهيد لزيادة التعريف بالقرآن والتأكيد على أنه كتاب الله الذى لا ريب فيه والذى يأمر الشرع بتلاوته.</w:t>
      </w:r>
    </w:p>
    <w:p w:rsidR="000E4D44" w:rsidRDefault="000E4D44" w:rsidP="000E4D44">
      <w:pPr>
        <w:pStyle w:val="libNormal"/>
      </w:pPr>
      <w:r>
        <w:rPr>
          <w:rtl/>
        </w:rPr>
        <w:t>إظهار موقف العرب من القرآن وقت نزوله وتصديهم له بالتكذيب والحجود.</w:t>
      </w:r>
    </w:p>
    <w:p w:rsidR="000E4D44" w:rsidRDefault="000E4D44" w:rsidP="000E4D44">
      <w:pPr>
        <w:pStyle w:val="libNormal"/>
      </w:pPr>
      <w:r w:rsidRPr="00430EB4">
        <w:rPr>
          <w:rStyle w:val="libBold1Char"/>
          <w:rtl/>
        </w:rPr>
        <w:t>الباب الثانى</w:t>
      </w:r>
      <w:r>
        <w:rPr>
          <w:rtl/>
        </w:rPr>
        <w:t>: وفيه بيان عن سبب نزول القرآن معجزة معنوية دون غيرها.</w:t>
      </w:r>
    </w:p>
    <w:p w:rsidR="000E4D44" w:rsidRDefault="000E4D44" w:rsidP="000E4D44">
      <w:pPr>
        <w:pStyle w:val="libNormal"/>
      </w:pPr>
      <w:r>
        <w:rPr>
          <w:rtl/>
        </w:rPr>
        <w:t>من المعجزات الحسية التى كانت لغيره من الانبياء.</w:t>
      </w:r>
    </w:p>
    <w:p w:rsidR="000E4D44" w:rsidRDefault="000E4D44" w:rsidP="000E4D44">
      <w:pPr>
        <w:pStyle w:val="libNormal"/>
      </w:pPr>
      <w:r>
        <w:rPr>
          <w:rtl/>
        </w:rPr>
        <w:t>عرض لعلم تفسير القرآن والادوار التى مر بها في مختلف العصور.</w:t>
      </w:r>
    </w:p>
    <w:p w:rsidR="000E4D44" w:rsidRDefault="000E4D44" w:rsidP="000E4D44">
      <w:pPr>
        <w:pStyle w:val="libNormal"/>
      </w:pPr>
      <w:r w:rsidRPr="00430EB4">
        <w:rPr>
          <w:rStyle w:val="libBold1Char"/>
          <w:rtl/>
        </w:rPr>
        <w:t>الباب الثالث</w:t>
      </w:r>
      <w:r>
        <w:rPr>
          <w:rtl/>
        </w:rPr>
        <w:t>: وفيه طائفة من الآيات التى تدل على إعجازها العلمى مع تفسيرها الدينى أولا ثم شرحها في ضوء العلوم الحديثة بفهم عصرى لها.</w:t>
      </w:r>
    </w:p>
    <w:p w:rsidR="000E4D44" w:rsidRDefault="00ED7F18" w:rsidP="000E4D44">
      <w:pPr>
        <w:pStyle w:val="libNormal"/>
      </w:pPr>
      <w:r>
        <w:rPr>
          <w:rtl/>
        </w:rPr>
        <w:br w:type="page"/>
      </w:r>
    </w:p>
    <w:p w:rsidR="000E4D44" w:rsidRDefault="000E4D44" w:rsidP="000E4D44">
      <w:pPr>
        <w:pStyle w:val="libNormal"/>
      </w:pPr>
      <w:r>
        <w:rPr>
          <w:rtl/>
        </w:rPr>
        <w:lastRenderedPageBreak/>
        <w:t>وقد إقتضى هذا الباب الاخير الاهتمام بعرض موجز لبعض مبادئ العلوم الحديثة في أبسط أسلوب ومن غير تعمق في تفصيلاتها لبيان توافقها وتطابقها مع منهج القرآن إذا إقتضى الامر زيادة الايضاح.</w:t>
      </w:r>
    </w:p>
    <w:p w:rsidR="000E4D44" w:rsidRDefault="000E4D44" w:rsidP="000E4D44">
      <w:pPr>
        <w:pStyle w:val="libNormal"/>
      </w:pPr>
      <w:r>
        <w:rPr>
          <w:rtl/>
        </w:rPr>
        <w:t>ولا يسعنى وأنا أختم هذه المقدمة إلا أن أحمد الله حمدا كثيرا، وأثنى على فضله ثناء جميلا على ما أولانى من إتاحة الفرصة لتحقيق أمنية عزيزة على نفسى كنت أتمناها لاعداد هذا الكتاب وطبعه ونشره عسى أن يكون لى من وراء ذلك ما أنشده وهو إظهار أقباس من نور القرآن في إعجازه العلمى الذى أعتقد أن كثيرا من المتعلمين المتقين يتطلعون إلى استجلاء أسراره العليا لكى يحققوا لانفسهم مزيدا من العلم والايمان ومزيدا من التمكن والعرفان ببعض ما جاء في آيات القرآن من إعجاز علمى غاية في الروعة والبيان، ولعل في مطالعة غير المسلمين لها ما يحملهم على الايمان بالقرآن وأنه كتاب الاسلام حقا وصدقا.</w:t>
      </w:r>
    </w:p>
    <w:p w:rsidR="000E4D44" w:rsidRDefault="000E4D44" w:rsidP="000E4D44">
      <w:pPr>
        <w:pStyle w:val="libNormal"/>
      </w:pPr>
      <w:r>
        <w:rPr>
          <w:rtl/>
        </w:rPr>
        <w:t>ولابد لى وأنا أقدم كتابى هذا أن أقول وحق أن ليس لى فيه من فضل يذكر في تأليفه أكثر من أنى تتبعت آيات الاعجاز العلمى: بالبحث والتنقيب عنها ثم جمعها والتنسيق لها، ثم عرض ما قطفته من ثمرات العلماء الاجلاء وآراء الخبراء النجباء الذين كان لهم فضل السبق في فهم القرآن وتفسير آياته في ضوء العلوم الحديثة التى هدى الله عباده إلى وضع قواعدها وهى العلوم التى أصبحت حقائق لا يعتورها شك لان العلماء كرسوا حياتهم في بحثها ودارستها بالفحص والتجريب حتى صارت لهم حصيلة تزداد نماء ورسوخا وتنوعا وتفرعا، وصارت لها مع آيات الله توافق عجيب وتطابق رائع حقا.</w:t>
      </w:r>
    </w:p>
    <w:p w:rsidR="000E4D44" w:rsidRDefault="000E4D44" w:rsidP="000E4D44">
      <w:pPr>
        <w:pStyle w:val="libNormal"/>
      </w:pPr>
      <w:r>
        <w:rPr>
          <w:rtl/>
        </w:rPr>
        <w:t>وهناك حقيقة أخرى في هذا الاعجاز العلمى المشهود في قرء‌اننا وهو أن هذا الاعجاز لم ينته بعد بل هو قائم وممتد على طول العصور القادمة، وسوف تشهد</w:t>
      </w:r>
    </w:p>
    <w:p w:rsidR="000E4D44" w:rsidRDefault="00ED7F18" w:rsidP="000E4D44">
      <w:pPr>
        <w:pStyle w:val="libNormal"/>
      </w:pPr>
      <w:r>
        <w:rPr>
          <w:rtl/>
        </w:rPr>
        <w:br w:type="page"/>
      </w:r>
    </w:p>
    <w:p w:rsidR="000E4D44" w:rsidRDefault="000E4D44" w:rsidP="00430EB4">
      <w:pPr>
        <w:pStyle w:val="libNormal0"/>
      </w:pPr>
      <w:r>
        <w:rPr>
          <w:rtl/>
        </w:rPr>
        <w:lastRenderedPageBreak/>
        <w:t xml:space="preserve">القرون المقبلة من إعجاز القرآن آفاقا جديدة لان الشواهد دلت على أنه كلما تقدم العلم وتعمق الانسان في بحوره يجد مع كل ظاهرة علمية كانت في طى الخفاء أن لها أصولا في القرآن سابقة عليها، وسوف يبقى هذا السبق سمة ملازمة للقرآن ومستوعبة لكل ما سوف تأتى به العلوم على مدى الازمان، وفى هذا ما يؤكد ويحقق قول الله تبارك وتعالى: </w:t>
      </w:r>
      <w:r w:rsidR="00713CE3" w:rsidRPr="00713CE3">
        <w:rPr>
          <w:rStyle w:val="libAlaemChar"/>
          <w:rFonts w:hint="cs"/>
          <w:rtl/>
        </w:rPr>
        <w:t>(</w:t>
      </w:r>
      <w:r w:rsidRPr="00713CE3">
        <w:rPr>
          <w:rStyle w:val="libAieChar"/>
          <w:rtl/>
        </w:rPr>
        <w:t>سنريهم آياتنا في الآفاق وفى أنفسهم حتى يتبين لهم أنه الحق</w:t>
      </w:r>
      <w:r w:rsidRPr="00713CE3">
        <w:rPr>
          <w:rStyle w:val="libAlaemChar"/>
          <w:rtl/>
        </w:rPr>
        <w:t>)</w:t>
      </w:r>
      <w:r>
        <w:rPr>
          <w:rtl/>
        </w:rPr>
        <w:t>.</w:t>
      </w:r>
    </w:p>
    <w:p w:rsidR="000E4D44" w:rsidRDefault="000E4D44" w:rsidP="000E4D44">
      <w:pPr>
        <w:pStyle w:val="libNormal"/>
      </w:pPr>
      <w:r>
        <w:rPr>
          <w:rtl/>
        </w:rPr>
        <w:t>وإنى أدعو الله الكريم أن يقبل عملى هذا قبولا حسنا وأن يجعل منه كتابا ينطق بالصدق ويدعو إلى ذكر الله والتذكير بجلاله وعظمته وأن يحيى به قلوب من قرأه بوعى وانتفع به في دينه ودنياه، وتأكد أن كل ما يدعوا إليه هو التدبر في ملك الله بقلب سليم.</w:t>
      </w:r>
    </w:p>
    <w:p w:rsidR="000E4D44" w:rsidRDefault="000E4D44" w:rsidP="000E4D44">
      <w:pPr>
        <w:pStyle w:val="libNormal"/>
      </w:pPr>
      <w:r>
        <w:rPr>
          <w:rtl/>
        </w:rPr>
        <w:t>والله الهادى إلى سواء السبيل؟ المؤلف محمد اسماعيل ابراهيم 22 شارع المنتزه بالزمالك بالقاهرة</w:t>
      </w:r>
    </w:p>
    <w:p w:rsidR="00430EB4" w:rsidRDefault="00430EB4" w:rsidP="00430EB4">
      <w:pPr>
        <w:pStyle w:val="libNormal"/>
      </w:pPr>
      <w:r>
        <w:rPr>
          <w:rtl/>
        </w:rPr>
        <w:br w:type="page"/>
      </w:r>
    </w:p>
    <w:p w:rsidR="00430EB4" w:rsidRDefault="00430EB4" w:rsidP="00430EB4">
      <w:pPr>
        <w:pStyle w:val="libNormal"/>
      </w:pPr>
      <w:r>
        <w:rPr>
          <w:rtl/>
        </w:rPr>
        <w:lastRenderedPageBreak/>
        <w:br w:type="page"/>
      </w:r>
    </w:p>
    <w:p w:rsidR="00430EB4" w:rsidRDefault="00430EB4" w:rsidP="00430EB4">
      <w:pPr>
        <w:pStyle w:val="libNormal"/>
      </w:pPr>
      <w:r>
        <w:rPr>
          <w:rtl/>
        </w:rPr>
        <w:lastRenderedPageBreak/>
        <w:br w:type="page"/>
      </w:r>
    </w:p>
    <w:p w:rsidR="000E4D44" w:rsidRDefault="000E4D44" w:rsidP="00430EB4">
      <w:pPr>
        <w:pStyle w:val="Heading2Center"/>
      </w:pPr>
      <w:bookmarkStart w:id="3" w:name="_Toc488154349"/>
      <w:r>
        <w:rPr>
          <w:rtl/>
        </w:rPr>
        <w:lastRenderedPageBreak/>
        <w:t>الباب الاول: القرآن</w:t>
      </w:r>
      <w:bookmarkEnd w:id="3"/>
    </w:p>
    <w:p w:rsidR="000E4D44" w:rsidRDefault="00430EB4" w:rsidP="00430EB4">
      <w:pPr>
        <w:pStyle w:val="libNormal"/>
      </w:pPr>
      <w:r w:rsidRPr="00430EB4">
        <w:rPr>
          <w:rStyle w:val="libAlaemChar"/>
          <w:rFonts w:hint="cs"/>
          <w:rtl/>
        </w:rPr>
        <w:t>(</w:t>
      </w:r>
      <w:r w:rsidRPr="00430EB4">
        <w:rPr>
          <w:rStyle w:val="libAieChar"/>
          <w:rFonts w:hint="eastAsia"/>
          <w:rtl/>
        </w:rPr>
        <w:t>بَلْ</w:t>
      </w:r>
      <w:r w:rsidRPr="00430EB4">
        <w:rPr>
          <w:rStyle w:val="libAieChar"/>
          <w:rtl/>
        </w:rPr>
        <w:t xml:space="preserve"> هُوَ قُرْآنٌ مَجِيدٌ</w:t>
      </w:r>
      <w:r w:rsidR="000E4D44" w:rsidRPr="00430EB4">
        <w:rPr>
          <w:rStyle w:val="libAieChar"/>
          <w:rtl/>
        </w:rPr>
        <w:t xml:space="preserve"> </w:t>
      </w:r>
      <w:r w:rsidRPr="00430EB4">
        <w:rPr>
          <w:rStyle w:val="libAieChar"/>
          <w:rFonts w:hint="eastAsia"/>
          <w:rtl/>
        </w:rPr>
        <w:t>فِي</w:t>
      </w:r>
      <w:r w:rsidRPr="00430EB4">
        <w:rPr>
          <w:rStyle w:val="libAieChar"/>
          <w:rtl/>
        </w:rPr>
        <w:t xml:space="preserve"> لَوْحٍ مَحْفُوظٍ</w:t>
      </w:r>
      <w:r>
        <w:rPr>
          <w:rtl/>
        </w:rPr>
        <w:t xml:space="preserve"> </w:t>
      </w:r>
      <w:r w:rsidRPr="00430EB4">
        <w:rPr>
          <w:rStyle w:val="libAlaemChar"/>
          <w:rFonts w:hint="cs"/>
          <w:rtl/>
        </w:rPr>
        <w:t>)</w:t>
      </w:r>
      <w:r w:rsidR="000E4D44">
        <w:rPr>
          <w:rtl/>
        </w:rPr>
        <w:t>(سورة البروج آية 21)</w:t>
      </w:r>
    </w:p>
    <w:p w:rsidR="000E4D44" w:rsidRDefault="000E4D44" w:rsidP="00430EB4">
      <w:pPr>
        <w:pStyle w:val="libNormal"/>
      </w:pPr>
      <w:r>
        <w:rPr>
          <w:rtl/>
        </w:rPr>
        <w:t>القرآن الكريم هو كلام رب العالمين نزل به الروح الامين على خاتم الانبياء والمرسلين سيدنا محمد لهداية الناس أجمعين، وقد جاء معجزة خالدة تحدى بها الاسلام العرب فعجزوا عن مجاراتها فيما حوت من إعجاز في نظمها وأسلوبها وما اشتملت عليه من روائع الشرائع والحكم والعلوم والامثال، وإن أفضل استهلال لموضوع هذا الكتاب هو أن نبدأ بذكر بعض ما ورد من وصف للقرآن في كتاب الله الكريم وما جاء في سنة رسوله العظيم عنه، وما نطق به لسان الحق من الخلق أجمعين تمهيدا للتعريف بجلال القرآن وحقيقة قدسيته، ثم نشفع ذلك بما يجب معرفته بالضرورة من أنه معجزة الاسلام الكبرى: آيات من كتاب الله تعالى في وصف القرآن: يقول الله تبارك وتعالى في أول سورة البقرة تعريفا بالقرآن:</w:t>
      </w:r>
      <w:r w:rsidRPr="00430EB4">
        <w:rPr>
          <w:rStyle w:val="libAlaemChar"/>
          <w:rtl/>
        </w:rPr>
        <w:t>(</w:t>
      </w:r>
      <w:r w:rsidRPr="00430EB4">
        <w:rPr>
          <w:rStyle w:val="libAieChar"/>
          <w:rtl/>
        </w:rPr>
        <w:t xml:space="preserve">ألم، </w:t>
      </w:r>
      <w:r w:rsidR="00430EB4" w:rsidRPr="00430EB4">
        <w:rPr>
          <w:rStyle w:val="libAieChar"/>
          <w:rFonts w:hint="eastAsia"/>
          <w:rtl/>
        </w:rPr>
        <w:t>ذٰلِکَ</w:t>
      </w:r>
      <w:r w:rsidR="00430EB4" w:rsidRPr="00430EB4">
        <w:rPr>
          <w:rStyle w:val="libAieChar"/>
          <w:rtl/>
        </w:rPr>
        <w:t xml:space="preserve"> الْکِتَابُ لاَ رَيْبَ فِيهِ هُدًى لِلْمُتَّقِينَ‌</w:t>
      </w:r>
      <w:r w:rsidRPr="00430EB4">
        <w:rPr>
          <w:rStyle w:val="libAieChar"/>
          <w:rtl/>
        </w:rPr>
        <w:t xml:space="preserve"> </w:t>
      </w:r>
      <w:r w:rsidR="00430EB4" w:rsidRPr="00430EB4">
        <w:rPr>
          <w:rStyle w:val="libAieChar"/>
          <w:rFonts w:hint="eastAsia"/>
          <w:rtl/>
        </w:rPr>
        <w:t>الَّذِينَ</w:t>
      </w:r>
      <w:r w:rsidR="00430EB4" w:rsidRPr="00430EB4">
        <w:rPr>
          <w:rStyle w:val="libAieChar"/>
          <w:rtl/>
        </w:rPr>
        <w:t xml:space="preserve"> يُؤْمِنُونَ بِالْغَيْبِ وَ يُقِيمُونَ الصَّلاَةَ وَ مِمَّا رَزَقْنَاهُمْ يُنْفِقُونَ</w:t>
      </w:r>
      <w:r w:rsidRPr="00430EB4">
        <w:rPr>
          <w:rStyle w:val="libAlaemChar"/>
          <w:rtl/>
        </w:rPr>
        <w:t>)</w:t>
      </w:r>
      <w:r>
        <w:rPr>
          <w:rtl/>
        </w:rPr>
        <w:t>.</w:t>
      </w:r>
    </w:p>
    <w:p w:rsidR="000E4D44" w:rsidRDefault="000E4D44" w:rsidP="00430EB4">
      <w:pPr>
        <w:pStyle w:val="libNormal"/>
      </w:pPr>
      <w:r>
        <w:rPr>
          <w:rtl/>
        </w:rPr>
        <w:t>ويقول سبحانه وتعالى في أول سورة الكهف:</w:t>
      </w:r>
      <w:r w:rsidRPr="00430EB4">
        <w:rPr>
          <w:rStyle w:val="libAlaemChar"/>
          <w:rtl/>
        </w:rPr>
        <w:t>(</w:t>
      </w:r>
      <w:r w:rsidR="00430EB4" w:rsidRPr="00430EB4">
        <w:rPr>
          <w:rStyle w:val="libAieChar"/>
          <w:rFonts w:hint="eastAsia"/>
          <w:rtl/>
        </w:rPr>
        <w:t xml:space="preserve"> الْحَمْدُ</w:t>
      </w:r>
      <w:r w:rsidR="00430EB4" w:rsidRPr="00430EB4">
        <w:rPr>
          <w:rStyle w:val="libAieChar"/>
          <w:rtl/>
        </w:rPr>
        <w:t xml:space="preserve"> لِلَّهِ الَّذِي أَنْزَلَ عَلَى عَبْدِهِ الْکِتَابَ وَ لَمْ يَجْعَلْ لَهُ عِوَجاً </w:t>
      </w:r>
      <w:r w:rsidRPr="00430EB4">
        <w:rPr>
          <w:rStyle w:val="libAieChar"/>
          <w:rtl/>
        </w:rPr>
        <w:t xml:space="preserve">، </w:t>
      </w:r>
      <w:r w:rsidR="00430EB4" w:rsidRPr="00430EB4">
        <w:rPr>
          <w:rStyle w:val="libAieChar"/>
          <w:rFonts w:hint="eastAsia"/>
          <w:rtl/>
        </w:rPr>
        <w:t>قَيِّماً</w:t>
      </w:r>
      <w:r w:rsidR="00430EB4" w:rsidRPr="00430EB4">
        <w:rPr>
          <w:rStyle w:val="libAieChar"/>
          <w:rtl/>
        </w:rPr>
        <w:t xml:space="preserve"> لِيُنْذِرَ بَأْساً شَدِيداً مِنْ لَدُنْهُ وَ يُبَشِّرَ الْمُؤْمِنِينَ الَّذِينَ يَعْمَلُونَ الصَّالِحَاتِ أَنَّ لَهُمْ أَجْراً حَسَناً</w:t>
      </w:r>
      <w:r w:rsidRPr="00430EB4">
        <w:rPr>
          <w:rStyle w:val="libAieChar"/>
          <w:rtl/>
        </w:rPr>
        <w:t xml:space="preserve"> </w:t>
      </w:r>
      <w:r w:rsidR="00430EB4" w:rsidRPr="00430EB4">
        <w:rPr>
          <w:rStyle w:val="libAieChar"/>
          <w:rFonts w:hint="eastAsia"/>
          <w:rtl/>
        </w:rPr>
        <w:t>مَاکِثِينَ</w:t>
      </w:r>
      <w:r w:rsidR="00430EB4" w:rsidRPr="00430EB4">
        <w:rPr>
          <w:rStyle w:val="libAieChar"/>
          <w:rtl/>
        </w:rPr>
        <w:t xml:space="preserve"> فِيهِ أَبَداً</w:t>
      </w:r>
      <w:r w:rsidRPr="00430EB4">
        <w:rPr>
          <w:rStyle w:val="libAlaemChar"/>
          <w:rtl/>
        </w:rPr>
        <w:t>)</w:t>
      </w:r>
      <w:r>
        <w:rPr>
          <w:rtl/>
        </w:rPr>
        <w:t>.</w:t>
      </w:r>
    </w:p>
    <w:p w:rsidR="000E4D44" w:rsidRDefault="000E4D44" w:rsidP="000E4D44">
      <w:pPr>
        <w:pStyle w:val="libNormal"/>
      </w:pPr>
      <w:r>
        <w:rPr>
          <w:rtl/>
        </w:rPr>
        <w:t>ويقول جل من قائل في سورة المائدة آية - 16:</w:t>
      </w:r>
    </w:p>
    <w:p w:rsidR="000E4D44" w:rsidRDefault="00ED7F18" w:rsidP="000E4D44">
      <w:pPr>
        <w:pStyle w:val="libNormal"/>
      </w:pPr>
      <w:r>
        <w:rPr>
          <w:rtl/>
        </w:rPr>
        <w:br w:type="page"/>
      </w:r>
    </w:p>
    <w:p w:rsidR="000E4D44" w:rsidRDefault="000E4D44" w:rsidP="00430EB4">
      <w:pPr>
        <w:pStyle w:val="libNormal0"/>
      </w:pPr>
      <w:r w:rsidRPr="00430EB4">
        <w:rPr>
          <w:rStyle w:val="libAlaemChar"/>
          <w:rtl/>
        </w:rPr>
        <w:lastRenderedPageBreak/>
        <w:t>(</w:t>
      </w:r>
      <w:r w:rsidRPr="00430EB4">
        <w:rPr>
          <w:rStyle w:val="libAieChar"/>
          <w:rtl/>
        </w:rPr>
        <w:t>قد جاء‌كم من الله نور وكتاب مبين يهدى به الله من أتبع رضوانه سبل السلام ويخرجهم من الظلمات إلى النور بإذنه ويهديهم إلى صراط مستقيم</w:t>
      </w:r>
      <w:r w:rsidRPr="00430EB4">
        <w:rPr>
          <w:rStyle w:val="libAlaemChar"/>
          <w:rtl/>
        </w:rPr>
        <w:t>)</w:t>
      </w:r>
      <w:r>
        <w:rPr>
          <w:rtl/>
        </w:rPr>
        <w:t>.</w:t>
      </w:r>
    </w:p>
    <w:p w:rsidR="000E4D44" w:rsidRDefault="000E4D44" w:rsidP="00E628ED">
      <w:pPr>
        <w:pStyle w:val="libNormal"/>
      </w:pPr>
      <w:r>
        <w:rPr>
          <w:rtl/>
        </w:rPr>
        <w:t>وقال تعالى في سورة الانعام آية - 155:</w:t>
      </w:r>
      <w:r w:rsidRPr="00430EB4">
        <w:rPr>
          <w:rStyle w:val="libAlaemChar"/>
          <w:rtl/>
        </w:rPr>
        <w:t>(</w:t>
      </w:r>
      <w:r w:rsidR="00E628ED" w:rsidRPr="00E628ED">
        <w:rPr>
          <w:rStyle w:val="libAieChar"/>
          <w:rFonts w:hint="eastAsia"/>
          <w:rtl/>
        </w:rPr>
        <w:t xml:space="preserve"> وَ</w:t>
      </w:r>
      <w:r w:rsidR="00E628ED" w:rsidRPr="00E628ED">
        <w:rPr>
          <w:rStyle w:val="libAieChar"/>
          <w:rtl/>
        </w:rPr>
        <w:t xml:space="preserve"> هٰذَا کِتَابٌ أَنْزَلْنَاهُ مُبَارَکٌ فَاتَّبِعُوهُ وَ اتَّقُوا لَعَلَّکُمْ تُرْحَمُونَ</w:t>
      </w:r>
      <w:r w:rsidRPr="00430EB4">
        <w:rPr>
          <w:rStyle w:val="libAlaemChar"/>
          <w:rtl/>
        </w:rPr>
        <w:t>)</w:t>
      </w:r>
      <w:r>
        <w:rPr>
          <w:rtl/>
        </w:rPr>
        <w:t>.</w:t>
      </w:r>
    </w:p>
    <w:p w:rsidR="000E4D44" w:rsidRDefault="000E4D44" w:rsidP="00E628ED">
      <w:pPr>
        <w:pStyle w:val="libNormal"/>
      </w:pPr>
      <w:r>
        <w:rPr>
          <w:rtl/>
        </w:rPr>
        <w:t xml:space="preserve">وقال تعالى في سورة فصلت آية(1 - 4): </w:t>
      </w:r>
      <w:r w:rsidR="00E628ED" w:rsidRPr="00E628ED">
        <w:rPr>
          <w:rStyle w:val="libAlaemChar"/>
          <w:rFonts w:hint="cs"/>
          <w:rtl/>
        </w:rPr>
        <w:t>(</w:t>
      </w:r>
      <w:r w:rsidRPr="00E628ED">
        <w:rPr>
          <w:rStyle w:val="libAieChar"/>
          <w:rtl/>
        </w:rPr>
        <w:t xml:space="preserve">حم، </w:t>
      </w:r>
      <w:r w:rsidR="00E628ED" w:rsidRPr="00E628ED">
        <w:rPr>
          <w:rStyle w:val="libAieChar"/>
          <w:rFonts w:hint="eastAsia"/>
          <w:rtl/>
        </w:rPr>
        <w:t>تَنْزِيلٌ</w:t>
      </w:r>
      <w:r w:rsidR="00E628ED" w:rsidRPr="00E628ED">
        <w:rPr>
          <w:rStyle w:val="libAieChar"/>
          <w:rtl/>
        </w:rPr>
        <w:t xml:space="preserve"> مِنَ الرَّحْمٰنِ الرَّحِيمِ‌</w:t>
      </w:r>
      <w:r w:rsidR="00E628ED" w:rsidRPr="00E628ED">
        <w:rPr>
          <w:rStyle w:val="libAieChar"/>
          <w:rFonts w:hint="eastAsia"/>
          <w:rtl/>
        </w:rPr>
        <w:t xml:space="preserve"> کِتَابٌ</w:t>
      </w:r>
      <w:r w:rsidR="00E628ED" w:rsidRPr="00E628ED">
        <w:rPr>
          <w:rStyle w:val="libAieChar"/>
          <w:rtl/>
        </w:rPr>
        <w:t xml:space="preserve"> فُصِّلَتْ آيَاتُهُ قُرْآناً عَرَبِيّاً لِقَوْمٍ يَعْلَمُونَ</w:t>
      </w:r>
      <w:r w:rsidRPr="00E628ED">
        <w:rPr>
          <w:rStyle w:val="libAieChar"/>
          <w:rtl/>
        </w:rPr>
        <w:t xml:space="preserve"> </w:t>
      </w:r>
      <w:r w:rsidR="00E628ED" w:rsidRPr="00E628ED">
        <w:rPr>
          <w:rStyle w:val="libAieChar"/>
          <w:rFonts w:hint="eastAsia"/>
          <w:rtl/>
        </w:rPr>
        <w:t>بَشِيراً</w:t>
      </w:r>
      <w:r w:rsidR="00E628ED" w:rsidRPr="00E628ED">
        <w:rPr>
          <w:rStyle w:val="libAieChar"/>
          <w:rtl/>
        </w:rPr>
        <w:t xml:space="preserve"> وَ نَذِيراً فَأَعْرَضَ أَکْثَرُهُمْ فَهُمْ لاَ يَسْمَعُونَ‌</w:t>
      </w:r>
      <w:r w:rsidRPr="00E628ED">
        <w:rPr>
          <w:rStyle w:val="libAlaemChar"/>
          <w:rtl/>
        </w:rPr>
        <w:t>)</w:t>
      </w:r>
      <w:r>
        <w:rPr>
          <w:rtl/>
        </w:rPr>
        <w:t>.</w:t>
      </w:r>
    </w:p>
    <w:p w:rsidR="000E4D44" w:rsidRDefault="000E4D44" w:rsidP="000E4D44">
      <w:pPr>
        <w:pStyle w:val="libNormal"/>
      </w:pPr>
      <w:r>
        <w:rPr>
          <w:rtl/>
        </w:rPr>
        <w:t xml:space="preserve">ما جاء في أحاديث الرسول </w:t>
      </w:r>
      <w:r w:rsidR="00ED7F18" w:rsidRPr="00ED7F18">
        <w:rPr>
          <w:rStyle w:val="libAlaemChar"/>
          <w:rtl/>
        </w:rPr>
        <w:t>صلى‌الله‌عليه‌وآله‌وسلم</w:t>
      </w:r>
      <w:r>
        <w:rPr>
          <w:rtl/>
        </w:rPr>
        <w:t xml:space="preserve"> عن القرآن:(أفضل عبادة أمتى تلاوة القرآن)(القرآن مأدبة الله فتعلموا من مأدبته ما استطعتم)(نوروا منازلكم بالصلاة وتلاوة القرآن)(خيركم من تعلم القرآن وعلمه)(أهل القرآن أهل الله وخاصته)(وهم الحافظون له والعاملون بما فيه)(إن القلوب تصدأ كما يصدأ الحديد، فقيل يا رسول الله وما جلاؤها؟ فقال:(تلاوة القرآن وذكر الموت)(ما من أحد يعلم ولده القرآن إلا نوج يوم القيامة بتاج في الجنة) وفى حديث طويل للرسول صلوات الله وسلامه عليه أنه قال:(ستكون فتن كقطع الليل المظلم، قيل يا رسول الله وما المخرج منها؟ قال: كتاب الله</w:t>
      </w:r>
    </w:p>
    <w:p w:rsidR="000E4D44" w:rsidRDefault="00ED7F18" w:rsidP="000E4D44">
      <w:pPr>
        <w:pStyle w:val="libNormal"/>
      </w:pPr>
      <w:r>
        <w:rPr>
          <w:rtl/>
        </w:rPr>
        <w:br w:type="page"/>
      </w:r>
    </w:p>
    <w:p w:rsidR="000E4D44" w:rsidRDefault="000E4D44" w:rsidP="007B57DC">
      <w:pPr>
        <w:pStyle w:val="libNormal0"/>
      </w:pPr>
      <w:r>
        <w:rPr>
          <w:rtl/>
        </w:rPr>
        <w:lastRenderedPageBreak/>
        <w:t>تبارك وتعالى، فيه نبأ من قبلكم وخبر ما بعدكم وحكم ما بينكم، وهو الفصل ليس بالهزل، من تركه من جبار قصمه الله، ومن أتبع الهدى من غيره أضله الله فهو حبل الله المتين، ونوره المبين، والذكر الحكيم، وهو الصراط المستقيم، وهو الذى لا تزيغ به الاهواء، ولا تلتبس به الالسنة، ولا تتشعب معه الآراء، ولا يشبع منه العلماء، ولا يمله الاتقياء، ولا يخلق على كثرة التكرار، ولا تنقضى عجائبه، وهو الذى لم تنته الجن إذ سمعته أن قالوا:(إنا سمعنا قرآنا عجبا) من علم علمه سبق، ومن قال به صدق، ومن حكم به عدل، ومن دعا إليه هدى إلى صراط مستقيم).</w:t>
      </w:r>
    </w:p>
    <w:p w:rsidR="000E4D44" w:rsidRDefault="000E4D44" w:rsidP="000E4D44">
      <w:pPr>
        <w:pStyle w:val="libNormal"/>
      </w:pPr>
      <w:r>
        <w:rPr>
          <w:rtl/>
        </w:rPr>
        <w:t xml:space="preserve">وفى خطبة من خطبه </w:t>
      </w:r>
      <w:r w:rsidR="00ED7F18" w:rsidRPr="00ED7F18">
        <w:rPr>
          <w:rStyle w:val="libAlaemChar"/>
          <w:rtl/>
        </w:rPr>
        <w:t>صلى‌الله‌عليه‌وآله‌وسلم</w:t>
      </w:r>
      <w:r>
        <w:rPr>
          <w:rtl/>
        </w:rPr>
        <w:t xml:space="preserve"> أنه قال:(إن أصدق الحديث كتاب الله وأوثق العرى كلمة التقوى، وخير الملل ملة إبراهيم، وخير السنة سنة محمد، وأشرف الحديث ذكر الله، وأحسن القصص هذا القرآن).</w:t>
      </w:r>
    </w:p>
    <w:p w:rsidR="000E4D44" w:rsidRDefault="000E4D44" w:rsidP="000E4D44">
      <w:pPr>
        <w:pStyle w:val="libNormal"/>
      </w:pPr>
      <w:r>
        <w:rPr>
          <w:rtl/>
        </w:rPr>
        <w:t xml:space="preserve">وعن عبدالله بن مسعود </w:t>
      </w:r>
      <w:r w:rsidR="00ED7F18" w:rsidRPr="00ED7F18">
        <w:rPr>
          <w:rStyle w:val="libAlaemChar"/>
          <w:rtl/>
        </w:rPr>
        <w:t>رضي‌الله‌عنه</w:t>
      </w:r>
      <w:r>
        <w:rPr>
          <w:rtl/>
        </w:rPr>
        <w:t xml:space="preserve"> قال:(قال لى رسول الله </w:t>
      </w:r>
      <w:r w:rsidR="00ED7F18" w:rsidRPr="00ED7F18">
        <w:rPr>
          <w:rStyle w:val="libAlaemChar"/>
          <w:rtl/>
        </w:rPr>
        <w:t>صلى‌الله‌عليه‌وآله‌وسلم</w:t>
      </w:r>
      <w:r>
        <w:rPr>
          <w:rtl/>
        </w:rPr>
        <w:t>: اقرأ القرآن) قال:(فقلت يا رسول الله أقرأ عليك القرآن وعليك أنزل؟ قال:(إنى أشتهى أن أسمعه من غيرى).</w:t>
      </w:r>
    </w:p>
    <w:p w:rsidR="000E4D44" w:rsidRDefault="000E4D44" w:rsidP="000E4D44">
      <w:pPr>
        <w:pStyle w:val="libNormal"/>
      </w:pPr>
      <w:r>
        <w:rPr>
          <w:rtl/>
        </w:rPr>
        <w:t>أقوال بعض العلماء في القرآن: ذكر السيوطى في تعريف القرآن: إن القرآن إنما صار معجزا لانه جاء بأفصح الالفاظ في أحسن نظم التأليف متضمنا أصح المعانى من توحيد الله تعالى وتنزيهه في صفاته، ودعائه إلى طاعته، وبيان لطريق عبادته من تحليل وتحريم؟ وحظر وإباحة، ومن وعظ وتقويم، وأمر بمعروف ونهى عن منكر وإرشاد إلى محاسن الاخلاق وزجر عن مساويها، واضعا كل شئ منها موضعه الذى</w:t>
      </w:r>
    </w:p>
    <w:p w:rsidR="000E4D44" w:rsidRDefault="00ED7F18" w:rsidP="000E4D44">
      <w:pPr>
        <w:pStyle w:val="libNormal"/>
      </w:pPr>
      <w:r>
        <w:rPr>
          <w:rtl/>
        </w:rPr>
        <w:br w:type="page"/>
      </w:r>
    </w:p>
    <w:p w:rsidR="000E4D44" w:rsidRDefault="000E4D44" w:rsidP="007B57DC">
      <w:pPr>
        <w:pStyle w:val="libNormal0"/>
      </w:pPr>
      <w:r>
        <w:rPr>
          <w:rtl/>
        </w:rPr>
        <w:lastRenderedPageBreak/>
        <w:t>لا يرى شئ أولى منه، ولا يتوهم في صورة العقل أمر أليق به منه، مودعا أخبار القرون الاولى الماضية، وما نزل من مثلات الله بمن مضى، وعائد منهم منبئا عن الكوائن المستقبلة والاعصار الآتية من ذلك، جامعا في ذلك بين الحجة والمحتج له، والدليل والمدلول عليه ليكون ذلك أكد اللزوم ما دعا إليه وأنبأ عن وجوب ما أمر به ونهى عنه.</w:t>
      </w:r>
    </w:p>
    <w:p w:rsidR="000E4D44" w:rsidRDefault="000E4D44" w:rsidP="000E4D44">
      <w:pPr>
        <w:pStyle w:val="libNormal"/>
      </w:pPr>
      <w:r>
        <w:rPr>
          <w:rtl/>
        </w:rPr>
        <w:t>وقال بعض العلماء عن مضمون القرآن أنه اشتمل على أنواع من الاعمال كلف الله بها عبادة للقيام بأدائها وهى: أولا: معاملة بين الله والعبد وهى العبادات التى لا تصح إلا بالنية، ومنها عبادات محضة وهى الصلاة والصوم، وعبادة مالية اجتماعية وهى الزكاة، وعبادة بدنية اجتماعية وهى الحج وقد اعتبرت هذه العبادات بعد الايمان أساس الاسلام.</w:t>
      </w:r>
    </w:p>
    <w:p w:rsidR="000E4D44" w:rsidRDefault="000E4D44" w:rsidP="000E4D44">
      <w:pPr>
        <w:pStyle w:val="libNormal"/>
      </w:pPr>
      <w:r>
        <w:rPr>
          <w:rtl/>
        </w:rPr>
        <w:t>ثانيا: معاملة بين العباد بعضهم مع بعض وهى أقسام منها:</w:t>
      </w:r>
    </w:p>
    <w:p w:rsidR="000E4D44" w:rsidRDefault="000E4D44" w:rsidP="000E4D44">
      <w:pPr>
        <w:pStyle w:val="libNormal"/>
      </w:pPr>
      <w:r>
        <w:rPr>
          <w:rtl/>
        </w:rPr>
        <w:t>(ا) مشروعات لتأمين الدعوة بالجهاد بالنفس والمال في سبيل الله.</w:t>
      </w:r>
    </w:p>
    <w:p w:rsidR="000E4D44" w:rsidRDefault="000E4D44" w:rsidP="000E4D44">
      <w:pPr>
        <w:pStyle w:val="libNormal"/>
      </w:pPr>
      <w:r>
        <w:rPr>
          <w:rtl/>
        </w:rPr>
        <w:t>(ب) مشروعات للاسرة وهى ما يتعلق بالزواج والطلاق والمواريث.</w:t>
      </w:r>
    </w:p>
    <w:p w:rsidR="000E4D44" w:rsidRDefault="000E4D44" w:rsidP="000E4D44">
      <w:pPr>
        <w:pStyle w:val="libNormal"/>
      </w:pPr>
      <w:r>
        <w:rPr>
          <w:rtl/>
        </w:rPr>
        <w:t>(ج) مشروعات لبيان المعاملة بين الناس من بيع وإجارة وهى بالمعاملات.</w:t>
      </w:r>
    </w:p>
    <w:p w:rsidR="000E4D44" w:rsidRDefault="000E4D44" w:rsidP="000E4D44">
      <w:pPr>
        <w:pStyle w:val="libNormal"/>
      </w:pPr>
      <w:r>
        <w:rPr>
          <w:rtl/>
        </w:rPr>
        <w:t>(د) مشروعات لبيان العقوبات على الجرائم وهى القصاص والحدود.</w:t>
      </w:r>
    </w:p>
    <w:p w:rsidR="000E4D44" w:rsidRDefault="000E4D44" w:rsidP="000E4D44">
      <w:pPr>
        <w:pStyle w:val="libNormal"/>
      </w:pPr>
      <w:r>
        <w:rPr>
          <w:rtl/>
        </w:rPr>
        <w:t xml:space="preserve">وقد عرف الاستاذ فريد وجدى مقاصد القرآن بقوله:(القرآن وحى إلهى نزل به الروح الامين جبريل على قلب رسول الله محمد </w:t>
      </w:r>
      <w:r w:rsidR="00ED7F18" w:rsidRPr="00ED7F18">
        <w:rPr>
          <w:rStyle w:val="libAlaemChar"/>
          <w:rtl/>
        </w:rPr>
        <w:t>صلى‌الله‌عليه‌وآله‌وسلم</w:t>
      </w:r>
      <w:r>
        <w:rPr>
          <w:rtl/>
        </w:rPr>
        <w:t xml:space="preserve"> ليكون للعاملين نذيرا وبشيرا، وعقيدتنا معشر المسلمين أنه الكتاب الجامع لاشتات الحكم ومتفرقات الاصول، وأنه فيه خلاصة سائر الكتب السماوية المتقدمة وأنه</w:t>
      </w:r>
    </w:p>
    <w:p w:rsidR="000E4D44" w:rsidRDefault="00ED7F18" w:rsidP="000E4D44">
      <w:pPr>
        <w:pStyle w:val="libNormal"/>
      </w:pPr>
      <w:r>
        <w:rPr>
          <w:rtl/>
        </w:rPr>
        <w:br w:type="page"/>
      </w:r>
    </w:p>
    <w:p w:rsidR="000E4D44" w:rsidRDefault="000E4D44" w:rsidP="007B57DC">
      <w:pPr>
        <w:pStyle w:val="libNormal0"/>
      </w:pPr>
      <w:r>
        <w:rPr>
          <w:rtl/>
        </w:rPr>
        <w:lastRenderedPageBreak/>
        <w:t>جاء بالناموس الاعظم لكمال الحياتين الدنيوية والاخروية، وأنه آخى بين طبيعتى الانسان الجسدية والروحية، وأنه أنزل للعالمين أجمعين وروعيت فيه مصالحهم على قسطاس مستقيم، ولا جرم أن كتابا هذا شأنه لابد أن يكون راميا إلى قصد ومتوخيا في تعاليمه دستورا، ولابد أن يكون قد وعد وأوعد، وبشر وأنذر، ورغب ونفر، وبنى وهدم، وقوى ووهن، ووصل وقطع، وسلك لكل ذلك مسالك خاصة أدته إلى المكانة التى بلغها في نفوس الآخذين به قديما وحديثا.</w:t>
      </w:r>
    </w:p>
    <w:p w:rsidR="000E4D44" w:rsidRDefault="000E4D44" w:rsidP="000E4D44">
      <w:pPr>
        <w:pStyle w:val="libNormal"/>
      </w:pPr>
      <w:r>
        <w:rPr>
          <w:rtl/>
        </w:rPr>
        <w:t>القرآن آخر الكتب السماوية: جاء في بعض الآثار عن عدد الصحف السماوية المنزلة ما روى عن أبى ذر الغفارى قال:(قلت يا رسول الله كم كتابا أنزل على أنبيائه؟ قال الرسول: مائة صحيفة وأربعة كتب، فقد أنزل على آدم عشر صحائف وعلى شيث خمسين صحيفة وعلى إدريس ثلاثين صحيفة وعلى إبراهيم عشر صحائف وأنزل التوراة والانجيل والزبور والفرقان(وهو القرآن) وقد نزلت الكتب المقدسة جميعها دفعة واحدة إلا القرآن فقد نزل منجما أى مفرقا.</w:t>
      </w:r>
    </w:p>
    <w:p w:rsidR="000E4D44" w:rsidRDefault="000E4D44" w:rsidP="000E4D44">
      <w:pPr>
        <w:pStyle w:val="libNormal"/>
      </w:pPr>
      <w:r>
        <w:rPr>
          <w:rtl/>
        </w:rPr>
        <w:t xml:space="preserve">فالقرآن آخر الكتب السماوية أنزله رب العزة جل جلاله على خاتم أنبيائه ورسله محمد </w:t>
      </w:r>
      <w:r w:rsidR="00ED7F18" w:rsidRPr="00ED7F18">
        <w:rPr>
          <w:rStyle w:val="libAlaemChar"/>
          <w:rtl/>
        </w:rPr>
        <w:t>صلى‌الله‌عليه‌وآله‌وسلم</w:t>
      </w:r>
      <w:r>
        <w:rPr>
          <w:rtl/>
        </w:rPr>
        <w:t>، وقد ثبت نزوله بكل من الدليلين العقلى والنقلى، أما الدليل العقلى فهو ما تضمنه هذا الكتاب من وجوه الاعجاز الذى تحدى الانس والجن أن يأتوا بمثله فعجزوا عجزا مطلقا وما يزال التحدى قائما إلى يوم القيامة.</w:t>
      </w:r>
    </w:p>
    <w:p w:rsidR="000E4D44" w:rsidRDefault="000E4D44" w:rsidP="000E4D44">
      <w:pPr>
        <w:pStyle w:val="libNormal"/>
      </w:pPr>
      <w:r>
        <w:rPr>
          <w:rtl/>
        </w:rPr>
        <w:t>وأما الدليل النقلى فهو ما نقله إلينا السلف الصالح الذين عاشوا في زمن النبى وعاصروه، فقد ثبت بالتواتر الذى لا يرقى إليه شك أن القرآن كلام الله الذى</w:t>
      </w:r>
    </w:p>
    <w:p w:rsidR="000E4D44" w:rsidRDefault="00ED7F18" w:rsidP="000E4D44">
      <w:pPr>
        <w:pStyle w:val="libNormal"/>
      </w:pPr>
      <w:r>
        <w:rPr>
          <w:rtl/>
        </w:rPr>
        <w:br w:type="page"/>
      </w:r>
    </w:p>
    <w:p w:rsidR="000E4D44" w:rsidRDefault="000E4D44" w:rsidP="007B57DC">
      <w:pPr>
        <w:pStyle w:val="libNormal0"/>
      </w:pPr>
      <w:r>
        <w:rPr>
          <w:rtl/>
        </w:rPr>
        <w:lastRenderedPageBreak/>
        <w:t>كان ينزل على النبى ويوحى إليه به بمرأى ومسمع من عشيرته وصحابته المعاصرين والملازمين له، وكان النبى يأمر كتاب الوحى أن يسجلوا آياته فور نزولها على رقاع من العظم أو الجلد أو الجريد أو الحجارة وعلى كل ما كان ميسورا وصالحا للكتابة عليه وقتئذ.</w:t>
      </w:r>
    </w:p>
    <w:p w:rsidR="000E4D44" w:rsidRDefault="000E4D44" w:rsidP="000E4D44">
      <w:pPr>
        <w:pStyle w:val="libNormal"/>
      </w:pPr>
      <w:r>
        <w:rPr>
          <w:rtl/>
        </w:rPr>
        <w:t>موقف العرب إزاء الدعوة الاسلامية والقرآن: لم يجد النبى من العرب عامة ومن قريش خاصة عندما أعلن دعوته بدين الاسلام سوى الصد والتكذيب والسخرية والاستهزاء والايذاء، فقد رموه بالكهانة تارة وبالجنون تارة أخرى، كما أعلنوا التنكر للقرآن وقالوا عنه إنه سحر مفترى، وقد تعرض النبى وكل أتباعه من المؤمنين لاشد ألوان الاذى والاعتداء ولم يثنه ذلك عن مواصلة جهاده وإعلان دعوته للتوحيد والحط شأن معبوداتهم من الاصنام والاوثان، وقد حاولوا أن يصرفوه عن دعوته بكل وسائل الارهاب وبالوعد والوعيد فكان يرد عليهم قائلا:(إن الله بعثنى رسولا وأنزل علي كتابا، وأمرنى أن أكون لكم بشيرا ونذيرا فبلغتكم رسالات ربى ونصحت لكم فإن تقبلوا منى ماجئتكم به فهو حظكم في الدنيا والآخرة، وإن تردوه على أصبر لامر ربى حتى يحكم بينى وبينكم).</w:t>
      </w:r>
    </w:p>
    <w:p w:rsidR="000E4D44" w:rsidRDefault="000E4D44" w:rsidP="000E4D44">
      <w:pPr>
        <w:pStyle w:val="libNormal"/>
      </w:pPr>
      <w:r>
        <w:rPr>
          <w:rtl/>
        </w:rPr>
        <w:t>استعانة قريش باليهود في معارضة النبى وتحدى القرآن: استعان القرشيون في معارضة الدعوة الاسلامية وقرآنها بأحبار اليهود لانهم أهل كتاب يدعو للتوحيد لعلهم يجدوا لديهم أدلة يدحضون بها ما أنزل من الوحى على النبى، وكان اليهود يومئذ من ألد أعداء الاسلام ورسوله لانهم</w:t>
      </w:r>
    </w:p>
    <w:p w:rsidR="000E4D44" w:rsidRDefault="00ED7F18" w:rsidP="000E4D44">
      <w:pPr>
        <w:pStyle w:val="libNormal"/>
      </w:pPr>
      <w:r>
        <w:rPr>
          <w:rtl/>
        </w:rPr>
        <w:br w:type="page"/>
      </w:r>
    </w:p>
    <w:p w:rsidR="000E4D44" w:rsidRDefault="000E4D44" w:rsidP="007B57DC">
      <w:pPr>
        <w:pStyle w:val="libNormal0"/>
      </w:pPr>
      <w:r>
        <w:rPr>
          <w:rtl/>
        </w:rPr>
        <w:lastRenderedPageBreak/>
        <w:t>يعتقدون أن النبى المنتظر سيكون من بنى إسرائيل لا من العرب، فأوعز اليهود لقريش أن يسألوا النبى عن ثلاثة أشياء فإن أخبرهم بهن فهو نبى مرسل، وإن لم يجب عنها فهو مدع منتحل للنبوة، وقالوا سلوه عن فتية ذهبوا في الدهر الاول، وعن رجل طواف، وعن الروح، وقد نزل الوحى بالاجابة عن هذه الاسئلة بأن الفتية الذين ذهبوا في الدهر هم أهل الكهف، وقد ذكر القرآن قصتهم، وأن الرجل الطواف هو ذوالقرنين المذكورة قصته أيضا في القرآن، أما عن الروح فكانت الاجابة عليها قوله تعالى:(الروح من أمر ربى وما أوتيتم من العلم إلا قليلا).</w:t>
      </w:r>
    </w:p>
    <w:p w:rsidR="000E4D44" w:rsidRDefault="000E4D44" w:rsidP="007B57DC">
      <w:pPr>
        <w:pStyle w:val="libNormal"/>
      </w:pPr>
      <w:r>
        <w:rPr>
          <w:rtl/>
        </w:rPr>
        <w:t>عناد قريش وتخبطهم في تكذيب القرآن: لقد كانت قريش أحرص الناس على إطفاء نور القرآن والطعن في إعجازه والسعى في إخفاء حقائقه وإبعاد تأثيره القوى في نفوس من يسمعه عن القبائل وذلك بالدعايات الكاذبه، ولو كان في مقدروهم معارضة القرآن والاتيان بشئ من مثلة لفعلوا، ولكنهم قالوا عن القرآن إنه سحر كما جاء ذلك في قوله تعالى:</w:t>
      </w:r>
      <w:r w:rsidRPr="007B57DC">
        <w:rPr>
          <w:rStyle w:val="libAlaemChar"/>
          <w:rtl/>
        </w:rPr>
        <w:t>(</w:t>
      </w:r>
      <w:r w:rsidR="007B57DC" w:rsidRPr="007B57DC">
        <w:rPr>
          <w:rStyle w:val="libAieChar"/>
          <w:rFonts w:hint="eastAsia"/>
          <w:rtl/>
        </w:rPr>
        <w:t xml:space="preserve"> وَ</w:t>
      </w:r>
      <w:r w:rsidR="007B57DC" w:rsidRPr="007B57DC">
        <w:rPr>
          <w:rStyle w:val="libAieChar"/>
          <w:rtl/>
        </w:rPr>
        <w:t xml:space="preserve"> إِذَا تُتْلَى عَلَيْهِمْ آيَاتُنَا بَيِّنَاتٍ قَالَ الَّذِينَ کَفَرُوا لِلْحَقِّ لَمَّا جَاءَهُمْ هٰذَا سِحْرٌ مُبِينٌ‌</w:t>
      </w:r>
      <w:r w:rsidRPr="007B57DC">
        <w:rPr>
          <w:rStyle w:val="libAlaemChar"/>
          <w:rtl/>
        </w:rPr>
        <w:t>)</w:t>
      </w:r>
      <w:r>
        <w:rPr>
          <w:rtl/>
        </w:rPr>
        <w:t>(سورة الاحقاف آية - 7) ثم قالوا عن القرآن إنه شعر شاعر فرد القرآن عليهم بقوله تعالى:</w:t>
      </w:r>
      <w:r w:rsidR="007B57DC" w:rsidRPr="007B57DC">
        <w:rPr>
          <w:rStyle w:val="libAlaemChar"/>
          <w:rFonts w:hint="cs"/>
          <w:rtl/>
        </w:rPr>
        <w:t>(</w:t>
      </w:r>
      <w:r w:rsidRPr="007B57DC">
        <w:rPr>
          <w:rStyle w:val="libAieChar"/>
          <w:rtl/>
        </w:rPr>
        <w:t xml:space="preserve"> </w:t>
      </w:r>
      <w:r w:rsidR="007B57DC" w:rsidRPr="007B57DC">
        <w:rPr>
          <w:rStyle w:val="libAieChar"/>
          <w:rFonts w:hint="eastAsia"/>
          <w:rtl/>
        </w:rPr>
        <w:t>وَ</w:t>
      </w:r>
      <w:r w:rsidR="007B57DC" w:rsidRPr="007B57DC">
        <w:rPr>
          <w:rStyle w:val="libAieChar"/>
          <w:rtl/>
        </w:rPr>
        <w:t xml:space="preserve"> مَا عَلَّمْنَاهُ الشِّعْرَ وَ مَا يَنْبَغِي لَهُ إِنْ هُوَ إِلاَّ ذِکْرٌ وَ قُرْآنٌ مُبِينٌ‌ </w:t>
      </w:r>
      <w:r w:rsidR="007B57DC" w:rsidRPr="007B57DC">
        <w:rPr>
          <w:rStyle w:val="libAlaemChar"/>
          <w:rFonts w:hint="cs"/>
          <w:rtl/>
        </w:rPr>
        <w:t>)</w:t>
      </w:r>
      <w:r>
        <w:rPr>
          <w:rtl/>
        </w:rPr>
        <w:t>(سورة يس آية - 69) ثم عادوا فقالوا أنه أساطير الاولين علمها له غيره من العارفين بها فيرد عليهم الحق سبحانه وتعالى بقوله:</w:t>
      </w:r>
      <w:r w:rsidRPr="007B57DC">
        <w:rPr>
          <w:rStyle w:val="libAlaemChar"/>
          <w:rtl/>
        </w:rPr>
        <w:t>(</w:t>
      </w:r>
      <w:r w:rsidR="007B57DC" w:rsidRPr="007B57DC">
        <w:rPr>
          <w:rStyle w:val="libAieChar"/>
          <w:rFonts w:hint="eastAsia"/>
          <w:rtl/>
        </w:rPr>
        <w:t xml:space="preserve"> وَ</w:t>
      </w:r>
      <w:r w:rsidR="007B57DC" w:rsidRPr="007B57DC">
        <w:rPr>
          <w:rStyle w:val="libAieChar"/>
          <w:rtl/>
        </w:rPr>
        <w:t xml:space="preserve"> قَالُوا أَسَاطِيرُ الْأَوَّلِينَ اکْتَتَبَهَا فَهِيَ تُمْلَى عَلَيْهِ بُکْرَةً وَ أَصِيلاً</w:t>
      </w:r>
      <w:r w:rsidRPr="007B57DC">
        <w:rPr>
          <w:rStyle w:val="libAlaemChar"/>
          <w:rtl/>
        </w:rPr>
        <w:t>)</w:t>
      </w:r>
      <w:r>
        <w:rPr>
          <w:rtl/>
        </w:rPr>
        <w:t>(سورة الفرقان آية - 5) وقد اتهمه بعضهم بالجنون فرد القرآن عليهم بقوله تعالى:</w:t>
      </w:r>
      <w:r w:rsidRPr="007B57DC">
        <w:rPr>
          <w:rStyle w:val="libAlaemChar"/>
          <w:rtl/>
        </w:rPr>
        <w:t>(</w:t>
      </w:r>
      <w:r w:rsidR="007B57DC" w:rsidRPr="007B57DC">
        <w:rPr>
          <w:rStyle w:val="libAieChar"/>
          <w:rFonts w:hint="eastAsia"/>
          <w:rtl/>
        </w:rPr>
        <w:t xml:space="preserve"> وَ</w:t>
      </w:r>
      <w:r w:rsidR="007B57DC" w:rsidRPr="007B57DC">
        <w:rPr>
          <w:rStyle w:val="libAieChar"/>
          <w:rtl/>
        </w:rPr>
        <w:t xml:space="preserve"> يَقُولُونَ أَ إِنَّا لَتَارِکُوا آلِهَتِنَا لِشَاعِرٍ مَجْنُونٍ </w:t>
      </w:r>
      <w:r w:rsidRPr="007B57DC">
        <w:rPr>
          <w:rStyle w:val="libAieChar"/>
          <w:rtl/>
        </w:rPr>
        <w:t xml:space="preserve">، </w:t>
      </w:r>
      <w:r w:rsidR="007B57DC" w:rsidRPr="007B57DC">
        <w:rPr>
          <w:rStyle w:val="libAieChar"/>
          <w:rFonts w:hint="eastAsia"/>
          <w:rtl/>
        </w:rPr>
        <w:t>بَلْ</w:t>
      </w:r>
      <w:r w:rsidR="007B57DC" w:rsidRPr="007B57DC">
        <w:rPr>
          <w:rStyle w:val="libAieChar"/>
          <w:rtl/>
        </w:rPr>
        <w:t xml:space="preserve"> جَاءَ بِالْحَقِّ وَ صَدَّقَ الْمُرْسَلِينَ‌</w:t>
      </w:r>
      <w:r w:rsidRPr="007B57DC">
        <w:rPr>
          <w:rStyle w:val="libAlaemChar"/>
          <w:rtl/>
        </w:rPr>
        <w:t>)</w:t>
      </w:r>
      <w:r>
        <w:rPr>
          <w:rtl/>
        </w:rPr>
        <w:t>:(سورة الصافات آية - 36، 37).</w:t>
      </w:r>
    </w:p>
    <w:p w:rsidR="000E4D44" w:rsidRDefault="00ED7F18" w:rsidP="000E4D44">
      <w:pPr>
        <w:pStyle w:val="libNormal"/>
      </w:pPr>
      <w:r>
        <w:rPr>
          <w:rtl/>
        </w:rPr>
        <w:br w:type="page"/>
      </w:r>
    </w:p>
    <w:p w:rsidR="000E4D44" w:rsidRDefault="000E4D44" w:rsidP="000E4D44">
      <w:pPr>
        <w:pStyle w:val="libNormal"/>
      </w:pPr>
      <w:r>
        <w:rPr>
          <w:rtl/>
        </w:rPr>
        <w:lastRenderedPageBreak/>
        <w:t xml:space="preserve">شهادة الوليد بن المغيرة أبلغ فصحاء العرب في القرآن: أعيت الحيل القرشيين في محاربة القرآن بتكذبيه وإطفاء نوره والحد من تأثيره في قلوب سامعيه فاجتمعوا عند الوليد بن المغيرة أحد بلغاء العرب يتشاورون فيما يمكن عمله لابطال سحر البيان في هذا القرآن العجز الذى كانت وفود القبائل الآتية إلى مكة للحج تستمع إلى النبى </w:t>
      </w:r>
      <w:r w:rsidR="00ED7F18" w:rsidRPr="00ED7F18">
        <w:rPr>
          <w:rStyle w:val="libAlaemChar"/>
          <w:rtl/>
        </w:rPr>
        <w:t>صلى‌الله‌عليه‌وآله‌وسلم</w:t>
      </w:r>
      <w:r>
        <w:rPr>
          <w:rtl/>
        </w:rPr>
        <w:t xml:space="preserve"> وهو يرتله فيبلغ تأثير القرآن أعماق نفوسهم ويروعهم أسلوبه ومعناه، وحارت قريش في أمرها وكيف يصدون هذه القبائل عن الاجتماع بمحمد والاستماع لرسالته فكانوا يقولون لهم مرة إنه كاهن، ومرة أخرى يقولون عنه أنه ساحر ومرة ثالثة يقولون عنه إنه شاعر ولكن عقلاء القبائل ما كانت في قرارة نفسها تصدق هذا الكلام المناقض لجلال ما يسمعون من آيات القرآن والذكر الحكيم.</w:t>
      </w:r>
    </w:p>
    <w:p w:rsidR="000E4D44" w:rsidRDefault="000E4D44" w:rsidP="000E4D44">
      <w:pPr>
        <w:pStyle w:val="libNormal"/>
      </w:pPr>
      <w:r>
        <w:rPr>
          <w:rtl/>
        </w:rPr>
        <w:t>وأخيرا استقر رأى قريش أن يوزعوا أنفسهم عند مفارق الطريق الموصلة إلى مكة ويجلسون عند مداخلها لمقابلة القادمين وتحذيرهم من مقابلة محمد أو الاستماع إلى حديثه وقرآنه، ولما كانت قريش مسموعة الكلمة في العرب فكان كثير من هؤلاء الوافدين ينقادون لرأيهم، وكان الوليد بن المغيرة أشد المؤمنين بأن ما يتلوه محمد من القرآن حق لا ريب فيه، وكان يقول لقومه عن القرآن:(إن له لحلاوة وإن عليه لطلاوة وإن أعلاه لمثمر وإن أسفله لمغدق وإنه يعلو ولا يعلى عليه، وكان ينصح قومه أن يتركوا محمدا وشأنه لانه توسم مجسه المرهف أن دعوة محمد ستكون لها شأن وأى شأن.</w:t>
      </w:r>
    </w:p>
    <w:p w:rsidR="000E4D44" w:rsidRDefault="000E4D44" w:rsidP="000E4D44">
      <w:pPr>
        <w:pStyle w:val="libNormal"/>
      </w:pPr>
      <w:r>
        <w:rPr>
          <w:rtl/>
        </w:rPr>
        <w:t>معجزة النبى الكبرى هى القرآن: إن كلمة القرآن لفظ مشتق من مادة قرأ وهى أول كلمة نزل بها الوحى على النبى في غار حراء إشارة إلى مكانة القراء‌ة التى هى السبيل إلى العلم وسر التقدم</w:t>
      </w:r>
    </w:p>
    <w:p w:rsidR="000E4D44" w:rsidRDefault="00ED7F18" w:rsidP="000E4D44">
      <w:pPr>
        <w:pStyle w:val="libNormal"/>
      </w:pPr>
      <w:r>
        <w:rPr>
          <w:rtl/>
        </w:rPr>
        <w:br w:type="page"/>
      </w:r>
    </w:p>
    <w:p w:rsidR="000E4D44" w:rsidRDefault="000E4D44" w:rsidP="000C3C1A">
      <w:pPr>
        <w:pStyle w:val="libNormal0"/>
      </w:pPr>
      <w:r>
        <w:rPr>
          <w:rtl/>
        </w:rPr>
        <w:lastRenderedPageBreak/>
        <w:t>والارتقاء في الحياة وكانت معجزة النبى هى القرآن الذى كان يتلوه المسلمون في حياته والذى سوف يتلوه من بعده ألوف مؤلفة لا حصر لها إلى يوم القيامة ولم تكن معجزته معجزة مادية محسوسة كمعجزات الانبياء السابقين وقد طالبه قومه بإلحاح بمعجزة حسية ملموسة حتى يؤمنوا برسالته، والقرآن يقص علينا ذلك في قوله تعالى في سورة الاسراء - آية 92.</w:t>
      </w:r>
    </w:p>
    <w:p w:rsidR="000E4D44" w:rsidRDefault="000E4D44" w:rsidP="000E4D44">
      <w:pPr>
        <w:pStyle w:val="libNormal"/>
      </w:pPr>
      <w:r w:rsidRPr="00D32B4C">
        <w:rPr>
          <w:rStyle w:val="libAlaemChar"/>
          <w:rtl/>
        </w:rPr>
        <w:t>(</w:t>
      </w:r>
      <w:r w:rsidRPr="00D32B4C">
        <w:rPr>
          <w:rStyle w:val="libAieChar"/>
          <w:rtl/>
        </w:rPr>
        <w:t>لن تؤمن لك حتى تفجر لنا من الارض ينبوعا، أو يكون لك جنة من نخيل وعنب فتفجر الانهار خلالها تفجيرا، أو تسقط السماء علينا كما زعمت كسفا، أو تأتى بالله والملائكة قبيلا، أو يكون لك بيت من زخرف، أو ترقى في السماء ولن نؤمن لرقيك حتى تنزل علينا كتابا تقرأه</w:t>
      </w:r>
      <w:r w:rsidRPr="00D32B4C">
        <w:rPr>
          <w:rStyle w:val="libAlaemChar"/>
          <w:rtl/>
        </w:rPr>
        <w:t>)</w:t>
      </w:r>
      <w:r>
        <w:rPr>
          <w:rtl/>
        </w:rPr>
        <w:t xml:space="preserve"> فكان الجواب على هذا التحدى أن قال الرسول بأمر الله(قيل سبحان ربى ! هل كنت إلا بشرا رسولا؟) وكان هذا هو الجواب المفحم بالحق والصدق أمام تعنت المتعنتين المطالبين بالبراهين المادية.</w:t>
      </w:r>
    </w:p>
    <w:p w:rsidR="000E4D44" w:rsidRDefault="000E4D44" w:rsidP="000E4D44">
      <w:pPr>
        <w:pStyle w:val="libNormal"/>
      </w:pPr>
      <w:r>
        <w:rPr>
          <w:rtl/>
        </w:rPr>
        <w:t xml:space="preserve">لماذا كانت معجزة محمد </w:t>
      </w:r>
      <w:r w:rsidR="00ED7F18" w:rsidRPr="00ED7F18">
        <w:rPr>
          <w:rStyle w:val="libAlaemChar"/>
          <w:rtl/>
        </w:rPr>
        <w:t>صلى‌الله‌عليه‌وآله‌وسلم</w:t>
      </w:r>
      <w:r>
        <w:rPr>
          <w:rtl/>
        </w:rPr>
        <w:t xml:space="preserve"> هى القرآن؟ إن السر في أن يكون القرآن هو معجزة النبى الكبرى تتجلى في أنها المعجزة المعنوية القدسية ذات الاسرار الروحية المتصلة بالملا الاعلى، وأن فيه علوما وفيوضات آلهية جعلته الكنز الربانى الخالد على الدهر وأن له البقاء والنماء المعنوى والروحى ما دامت الالسنة ترتل آياته والقلوب تخشع عند سماعها والجلود والجوارح تلين وقت التأثر بها، ولم تشأ إرادة الله الحكيم العليم أن يجعل معجزة النبى معجزة مادية حسية كما كانت معجزات الانبياء من قبل عندما ظهرت للعيان ثم اختفت لانها عاشت في ذاكرة الناس مع حياة أنبيائها فقط، فلما ذهبوا ذهبت وانطوت بموتهم، وإنما أرادها الله لنبيه محمد أن تكون معجزته قرآنا خالدا على الدهر، وتبقى معجزة حية ما دام النبى حيا وأن تظل كذلك حية بعد موته</w:t>
      </w:r>
    </w:p>
    <w:p w:rsidR="000E4D44" w:rsidRDefault="00ED7F18" w:rsidP="000E4D44">
      <w:pPr>
        <w:pStyle w:val="libNormal"/>
      </w:pPr>
      <w:r>
        <w:rPr>
          <w:rtl/>
        </w:rPr>
        <w:br w:type="page"/>
      </w:r>
    </w:p>
    <w:p w:rsidR="000E4D44" w:rsidRDefault="000E4D44" w:rsidP="000E4D44">
      <w:pPr>
        <w:pStyle w:val="libNormal"/>
      </w:pPr>
      <w:r>
        <w:rPr>
          <w:rtl/>
        </w:rPr>
        <w:lastRenderedPageBreak/>
        <w:t>وإلى أن يرث الله الارض ومن عليها، وذلك لانها خاتمة الرسالات للناس أجمعين وليست بعدها رسالات ولا معجزات أخرى، ويكفى في تفوقها أنها جمعت فأوعت كل ما تحتاج إليه البشرية من أصح العقائد الحقة وأسمى المبادئ القويمة وأرقى المناهج للصلاح والاصلاح والفلاح، وأخلص العبادات الموصلة قولا وعملا إلى رضوان الله تعالى وسعادة الدارين.</w:t>
      </w:r>
    </w:p>
    <w:p w:rsidR="000E4D44" w:rsidRDefault="000E4D44" w:rsidP="000E4D44">
      <w:pPr>
        <w:pStyle w:val="libNormal"/>
      </w:pPr>
      <w:r>
        <w:rPr>
          <w:rtl/>
        </w:rPr>
        <w:t xml:space="preserve">وكل الذين هداهم الله ووفقهم إلى قراء‌ة القرآن وتدبر آياته من يوم أن نزل على النبى </w:t>
      </w:r>
      <w:r w:rsidR="00ED7F18" w:rsidRPr="00ED7F18">
        <w:rPr>
          <w:rStyle w:val="libAlaemChar"/>
          <w:rtl/>
        </w:rPr>
        <w:t>صلى‌الله‌عليه‌وآله‌وسلم</w:t>
      </w:r>
      <w:r>
        <w:rPr>
          <w:rtl/>
        </w:rPr>
        <w:t xml:space="preserve"> وإلى ما شاء الله يؤمنون بقدسيته ويقرون بروعته البيانية ويشعرون بلمساته الروحية ويأنسون بنفحاته السماوية، ويرجع ذلك إلى حقيقة ذاتية في القرآن تتمثل في كيانه القائم على الحق وفى أسراره العلوية التى تكمن وراء ألفاظه ومعافيه والتى تتجلى في جاذبيته الآلهية التى تأخذ بقلوب مرتليه وسامعيه، وليس أدل على ذلك من أن أبلغ بلغاء العرب من قريش كانوا إذا سمعوا آيات الله تتلى عليهم يستولى على مشاعرهم سحر بلاغتها، وقد بلغ من افتتان بعضهم بها أنهم كانوا يتسللون فرادى في دجى الليل على مقربة من دار النبى ينصتون إلى تلاوة القرآن فتملاهم تلاوته إعجابا وتقديرا واستمتاعا بمافيه من حلاوة وطلاوة وسمو روحى يأخذ بألبابهم، ومن عجيب أمر هؤلاء العرب الذين أنكروا القرآن وإعجازه في الاداء والبيان هم أبناء الامة التى كان لها غرام بالبلاغة والفصاحة حتى أنهم كانوا يعقدون الاسواق الادبية كل عام ليعرض فيها الادباء والشعراء إنتاج مواهبهم ويدعون الحكام للحكم بين الشعراء والادباء لتكريمهم والاحتفال بالنوابغ منهم.</w:t>
      </w:r>
    </w:p>
    <w:p w:rsidR="000E4D44" w:rsidRDefault="000E4D44" w:rsidP="000E4D44">
      <w:pPr>
        <w:pStyle w:val="libNormal"/>
      </w:pPr>
      <w:r>
        <w:rPr>
          <w:rtl/>
        </w:rPr>
        <w:t>دلائل إعجاز القرآن: اشتمل القرآن الكريم على عدة دلائل قوية وبراهين دامغة على أنه المعجزة الكبرى وأنه آية من آيات الله العظمى الخالدة على الدهر ومن ذلك:</w:t>
      </w:r>
    </w:p>
    <w:p w:rsidR="000E4D44" w:rsidRDefault="00ED7F18" w:rsidP="000E4D44">
      <w:pPr>
        <w:pStyle w:val="libNormal"/>
      </w:pPr>
      <w:r>
        <w:rPr>
          <w:rtl/>
        </w:rPr>
        <w:br w:type="page"/>
      </w:r>
    </w:p>
    <w:p w:rsidR="000E4D44" w:rsidRDefault="000E4D44" w:rsidP="00755338">
      <w:pPr>
        <w:pStyle w:val="libNormal0"/>
      </w:pPr>
      <w:r>
        <w:rPr>
          <w:rtl/>
        </w:rPr>
        <w:lastRenderedPageBreak/>
        <w:t>أولا: بلاغته الفريدة في نظمه ولفظه وأسلوبه ومخالفته لمناهج العرب في فصاحتهم وبلاغتهم التى كانوا يعتزون بنبوغهم فيها، إذا لم يكن شعرا موزونا ولا نثرا مرسلا ولا سجعا مقفى وإنما هو نهج مستقل قائم بذاته في جمال عباراته العذبة وصياغة معانيه السامية التى لم يكن للعرب عهد بمثلها من قبل حتى أن بلغاء‌هم ما كانوا لا يدرون من أى ناحية من نواحيه يتملك مشاعرهم ويستولى على عقولهم وكانوا من فرط حيرتهم في وصفه يقولون عنه إنه السحر وما هو بالسحر.</w:t>
      </w:r>
    </w:p>
    <w:p w:rsidR="000E4D44" w:rsidRDefault="000E4D44" w:rsidP="00755338">
      <w:pPr>
        <w:pStyle w:val="libNormal"/>
      </w:pPr>
      <w:r>
        <w:rPr>
          <w:rtl/>
        </w:rPr>
        <w:t>ثانيا: حفل القرآن بالكثير من قصص الانبياء والرسل وأخبار الامم السابقة وأحوالهم بما يطابق الصادق المؤكد مما جاء في كتب أهل الكتاب من اليهود والنصارى، مع أن النبى صلوات الله وسلامه عليه نشأ أميا لا يقرأ ولا يكتب وقومه يعلمون أنه لم يدرس ولم يتعلم على يد أحد شيئا من العلم، فمن أين له هذه الانباء والمعلومات عن الرسل والانبياء وعن التاريخ القديم للامم والشعوب؟ إنه لا شئ سوى الوحى الذى يوحى إليه من ربه الذى يقول في كتابه العزيز في سورة العنكبوت - آية 48:</w:t>
      </w:r>
      <w:r w:rsidRPr="00755338">
        <w:rPr>
          <w:rStyle w:val="libAlaemChar"/>
          <w:rtl/>
        </w:rPr>
        <w:t>(</w:t>
      </w:r>
      <w:r w:rsidR="00755338" w:rsidRPr="00755338">
        <w:rPr>
          <w:rStyle w:val="libAieChar"/>
          <w:rFonts w:hint="eastAsia"/>
          <w:rtl/>
        </w:rPr>
        <w:t xml:space="preserve"> وَ</w:t>
      </w:r>
      <w:r w:rsidR="00755338" w:rsidRPr="00755338">
        <w:rPr>
          <w:rStyle w:val="libAieChar"/>
          <w:rtl/>
        </w:rPr>
        <w:t xml:space="preserve"> مَا کُنْتَ تَتْلُو مِنْ قَبْلِهِ مِنْ کِتَابٍ وَ لاَ تَخُطُّهُ بِيَمِينِکَ إِذاً لاَرْتَابَ الْمُبْطِلُونَ‌</w:t>
      </w:r>
      <w:r w:rsidRPr="00755338">
        <w:rPr>
          <w:rStyle w:val="libAlaemChar"/>
          <w:rtl/>
        </w:rPr>
        <w:t>)</w:t>
      </w:r>
      <w:r>
        <w:rPr>
          <w:rtl/>
        </w:rPr>
        <w:t>، ولما تملكتهم الحيرة في شأن القرآن وروعته افتروا على الله الكذب وأدعوا أن أحد فتيان الروم علمه سرا هذه الاخبار كلها وهذا كذب صراح لان هذا الرومى المزعوم كان أعجميا لا يحسن العربية، ويكذب القرآن افتراء‌هم هذا بقوله تعالى في سورة النحل آية - 103:</w:t>
      </w:r>
      <w:r w:rsidRPr="00755338">
        <w:rPr>
          <w:rStyle w:val="libAlaemChar"/>
          <w:rtl/>
        </w:rPr>
        <w:t>(</w:t>
      </w:r>
      <w:r w:rsidR="00755338" w:rsidRPr="00755338">
        <w:rPr>
          <w:rStyle w:val="libAieChar"/>
          <w:rFonts w:hint="eastAsia"/>
          <w:rtl/>
        </w:rPr>
        <w:t xml:space="preserve"> وَ</w:t>
      </w:r>
      <w:r w:rsidR="00755338" w:rsidRPr="00755338">
        <w:rPr>
          <w:rStyle w:val="libAieChar"/>
          <w:rtl/>
        </w:rPr>
        <w:t xml:space="preserve"> لَقَدْ نَعْلَمُ أَنَّهُمْ يَقُولُونَ إِنَّمَا يُعَلِّمُهُ بَشَرٌ لِسَانُ الَّذِي يُلْحِدُونَ إِلَيْهِ أَعْجَمِيٌّ وَ هٰذَا لِسَانٌ عَرَبِيٌّ مُبِينٌ‌</w:t>
      </w:r>
      <w:r w:rsidRPr="00755338">
        <w:rPr>
          <w:rStyle w:val="libAlaemChar"/>
          <w:rtl/>
        </w:rPr>
        <w:t>)</w:t>
      </w:r>
      <w:r>
        <w:rPr>
          <w:rtl/>
        </w:rPr>
        <w:t>.</w:t>
      </w:r>
    </w:p>
    <w:p w:rsidR="000E4D44" w:rsidRDefault="000E4D44" w:rsidP="000E4D44">
      <w:pPr>
        <w:pStyle w:val="libNormal"/>
      </w:pPr>
      <w:r>
        <w:rPr>
          <w:rtl/>
        </w:rPr>
        <w:t>ثالثا: لم يقتصر القرآن على ذكر أخبار أحوال الامم الماضية وأنبيائهم ورسلهم وما جرى من الحوادث التى مضى عليها زمن طويل بل أخبر كذلك عن أمور سوف تقع في المستقبل وقد تحقق فعلا وقوعها، ومن ذلك ما أخبر به</w:t>
      </w:r>
    </w:p>
    <w:p w:rsidR="000E4D44" w:rsidRDefault="00ED7F18" w:rsidP="000E4D44">
      <w:pPr>
        <w:pStyle w:val="libNormal"/>
      </w:pPr>
      <w:r>
        <w:rPr>
          <w:rtl/>
        </w:rPr>
        <w:br w:type="page"/>
      </w:r>
    </w:p>
    <w:p w:rsidR="000E4D44" w:rsidRDefault="000E4D44" w:rsidP="00755338">
      <w:pPr>
        <w:pStyle w:val="libNormal0"/>
      </w:pPr>
      <w:r>
        <w:rPr>
          <w:rtl/>
        </w:rPr>
        <w:lastRenderedPageBreak/>
        <w:t>القرآن عن دولة الروم المسيحية التى غلبتها دولة الفرس الوثنية أولا، ثم أخبر القرآن بأن دولة الروم المغلوبة سوف تنتصر بعد بضع سنين كما جاء ذلك في قوله تعالى في سورة الروم آية 1 - 4:</w:t>
      </w:r>
      <w:r w:rsidRPr="00755338">
        <w:rPr>
          <w:rStyle w:val="libAlaemChar"/>
          <w:rtl/>
        </w:rPr>
        <w:t>(</w:t>
      </w:r>
      <w:r w:rsidRPr="00755338">
        <w:rPr>
          <w:rStyle w:val="libAieChar"/>
          <w:rtl/>
        </w:rPr>
        <w:t xml:space="preserve">ألم، </w:t>
      </w:r>
      <w:r w:rsidR="00755338" w:rsidRPr="00755338">
        <w:rPr>
          <w:rStyle w:val="libAieChar"/>
          <w:rFonts w:hint="eastAsia"/>
          <w:rtl/>
        </w:rPr>
        <w:t>غُلِبَتِ</w:t>
      </w:r>
      <w:r w:rsidR="00755338" w:rsidRPr="00755338">
        <w:rPr>
          <w:rStyle w:val="libAieChar"/>
          <w:rtl/>
        </w:rPr>
        <w:t xml:space="preserve"> الرُّومُ</w:t>
      </w:r>
      <w:r w:rsidRPr="00755338">
        <w:rPr>
          <w:rStyle w:val="libAieChar"/>
          <w:rtl/>
        </w:rPr>
        <w:t xml:space="preserve"> </w:t>
      </w:r>
      <w:r w:rsidR="00755338" w:rsidRPr="00755338">
        <w:rPr>
          <w:rStyle w:val="libAieChar"/>
          <w:rFonts w:hint="eastAsia"/>
          <w:rtl/>
        </w:rPr>
        <w:t>فِي</w:t>
      </w:r>
      <w:r w:rsidR="00755338" w:rsidRPr="00755338">
        <w:rPr>
          <w:rStyle w:val="libAieChar"/>
          <w:rtl/>
        </w:rPr>
        <w:t xml:space="preserve"> أَدْنَى الْأَرْضِ وَ هُمْ مِنْ بَعْدِ غَلَبِهِمْ سَيَغْلِبُونَ</w:t>
      </w:r>
      <w:r w:rsidRPr="00755338">
        <w:rPr>
          <w:rStyle w:val="libAieChar"/>
          <w:rtl/>
        </w:rPr>
        <w:t xml:space="preserve"> </w:t>
      </w:r>
      <w:r w:rsidR="00755338" w:rsidRPr="00755338">
        <w:rPr>
          <w:rStyle w:val="libAieChar"/>
          <w:rFonts w:hint="eastAsia"/>
          <w:rtl/>
        </w:rPr>
        <w:t>فِي</w:t>
      </w:r>
      <w:r w:rsidR="00755338" w:rsidRPr="00755338">
        <w:rPr>
          <w:rStyle w:val="libAieChar"/>
          <w:rtl/>
        </w:rPr>
        <w:t xml:space="preserve"> بِضْعِ سِنِينَ لِلَّهِ الْأَمْرُ مِنْ قَبْلُ وَ مِنْ بَعْدُ وَ يَوْمَئِذٍ يَفْرَحُ الْمُؤْمِنُونَ‌</w:t>
      </w:r>
      <w:r w:rsidRPr="00755338">
        <w:rPr>
          <w:rStyle w:val="libAlaemChar"/>
          <w:rtl/>
        </w:rPr>
        <w:t>)</w:t>
      </w:r>
      <w:r>
        <w:rPr>
          <w:rtl/>
        </w:rPr>
        <w:t>.</w:t>
      </w:r>
    </w:p>
    <w:p w:rsidR="000E4D44" w:rsidRDefault="000E4D44" w:rsidP="00755338">
      <w:pPr>
        <w:pStyle w:val="libNormal"/>
      </w:pPr>
      <w:r>
        <w:rPr>
          <w:rtl/>
        </w:rPr>
        <w:t>ومن ذلك أيضا ما أخبر به القرآن عن وعد الله لرسوله بأنه سوف يفتح مكة ويدخل المسجد الحرام، وقد تحقق ذلك فعلا بعد فترة وجيزة من الزمن فقال تعالى في سورة الفتح آية - 27:</w:t>
      </w:r>
      <w:r w:rsidRPr="00755338">
        <w:rPr>
          <w:rStyle w:val="libAlaemChar"/>
          <w:rtl/>
        </w:rPr>
        <w:t>(</w:t>
      </w:r>
      <w:r w:rsidR="00755338" w:rsidRPr="00755338">
        <w:rPr>
          <w:rStyle w:val="libAieChar"/>
          <w:rFonts w:hint="eastAsia"/>
          <w:rtl/>
        </w:rPr>
        <w:t xml:space="preserve"> لَقَدْ</w:t>
      </w:r>
      <w:r w:rsidR="00755338" w:rsidRPr="00755338">
        <w:rPr>
          <w:rStyle w:val="libAieChar"/>
          <w:rtl/>
        </w:rPr>
        <w:t xml:space="preserve"> صَدَقَ اللَّهُ رَسُولَهُ الرُّؤْيَا بِالْحَقِّ لَتَدْخُلُنَّ الْمَسْجِدَ الْحَرَامَ إِنْ شَاءَ اللَّهُ آمِنِينَ مُحَلِّقِينَ رُءُوسَکُمْ وَ مُقَصِّرِينَ لاَ تَخَافُونَ فَعَلِمَ مَا لَمْ تَعْلَمُوا فَجَعَلَ مِنْ دُونِ ذٰلِکَ فَتْحاً قَرِيباً</w:t>
      </w:r>
      <w:r w:rsidRPr="00755338">
        <w:rPr>
          <w:rStyle w:val="libAlaemChar"/>
          <w:rtl/>
        </w:rPr>
        <w:t>)</w:t>
      </w:r>
      <w:r>
        <w:rPr>
          <w:rtl/>
        </w:rPr>
        <w:t>.</w:t>
      </w:r>
    </w:p>
    <w:p w:rsidR="000E4D44" w:rsidRDefault="000E4D44" w:rsidP="000E4D44">
      <w:pPr>
        <w:pStyle w:val="libNormal"/>
      </w:pPr>
      <w:r>
        <w:rPr>
          <w:rtl/>
        </w:rPr>
        <w:t>رابعا: ما تضمنه القرآن من أمور دينية ما كان العرب يعرفون عنها شيئا مثل عقيدة التوحيد وإلايمان بالغيب وبيوم القيامة والحساب والجزاء والجنة والنار والملائكة وغيرها من المسائل الاخرى الخاصة بالتشريع ومعرفة الحلال والحرام والحقوق والواجبات للاسرة والوطن ثم بيان ما يجب على الانسان من مكارم الاخلاق وروح الاخوة والتعاون والبر والتقوى مما يؤدى إلى سعادة الدارين.</w:t>
      </w:r>
    </w:p>
    <w:p w:rsidR="000E4D44" w:rsidRDefault="000E4D44" w:rsidP="000E4D44">
      <w:pPr>
        <w:pStyle w:val="libNormal"/>
      </w:pPr>
      <w:r>
        <w:rPr>
          <w:rtl/>
        </w:rPr>
        <w:t>وكان النبى صلوات الله وسلامه عليه يتلو على الناس ما أنزل إليه بلسان عربى مبين في موضوعات أخرى شتى وهو الامى الذى لم يدرس من أمور التشريع ولا من أمور الغيب ولا من أصول الاخلاق أو علم النفس أو علم الاجتماع شيئا، فمن أين له هذا الكنز الفياض بهذه العلوم والمعارف في دقة وروعة وإحكام؟ أنه النبوة الموحية إليه بهذا كله من عند الله تعالى.</w:t>
      </w:r>
    </w:p>
    <w:p w:rsidR="000E4D44" w:rsidRDefault="00ED7F18" w:rsidP="000E4D44">
      <w:pPr>
        <w:pStyle w:val="libNormal"/>
      </w:pPr>
      <w:r>
        <w:rPr>
          <w:rtl/>
        </w:rPr>
        <w:br w:type="page"/>
      </w:r>
    </w:p>
    <w:p w:rsidR="000E4D44" w:rsidRDefault="000E4D44" w:rsidP="000E4D44">
      <w:pPr>
        <w:pStyle w:val="libNormal"/>
      </w:pPr>
      <w:r>
        <w:rPr>
          <w:rtl/>
        </w:rPr>
        <w:lastRenderedPageBreak/>
        <w:t>خامسا: لقد انطوى الكريم على آيات بينات كثيرة فيها حقائق علمية غاية في الاصالة والموضوعية فيما يتعلق بالكون والسماوات والارض والنجوم والكواكب التى تجرى في أفلاكها وتعاقب الليل والنهار ثم ما جاء عن خلق الانسان وتطوره جسما وعقلا وروحا ثم ما ذكره عن النبات والحيوان والحشرات كما أن القرآن تكلم عن السحب والامطار والعواصف والجبال والاشجار والانهار والبحار وغير ذلك من الكائنات والمخلوقات كبيرها وصغيرها وكل ذلك لم يكن الانسان قبل نزول القرآن ولا بعد نزوله بزمن طويل يعلم عن حقائقه شيئا ولا يدرى من أسبابه وأسراره أى شئ بل ظل ذلك كله سرا مطويا عن العقل البشرى إلى أن جاء‌ت عصور النهضة العلمية التى أخذ الانسان خلالها يدرس ويبحث وينقب بحثا عن الحقائق الكونية والكشف عن أسرارها ونواميسها شيئا فشيئا حتى صارت لديه حصيلة قيمة من العلوم والمعارف والقوانين والنظريات التى عن طريقها بدأ الانسان يعرف ما جاء به القرآن منها وذلك قبل نهضته العلمية الحديثة بزمن بعيد.</w:t>
      </w:r>
    </w:p>
    <w:p w:rsidR="000E4D44" w:rsidRDefault="000E4D44" w:rsidP="000E4D44">
      <w:pPr>
        <w:pStyle w:val="libNormal"/>
      </w:pPr>
      <w:r>
        <w:rPr>
          <w:rtl/>
        </w:rPr>
        <w:t>سادسا: أن القرآن الكريم وقد مضى على نزوله حتى الآن نحو أربعة عشر قرنا لم يظهر في نصوصه ولا في معانيه أو مراميه أى خلل أو تناقض أواضطراب أو قصور فيما عبر به عن الحياة الدنيا وأحوالها أو ما جاء به من حقائق ومبادئ وتشريع وأحكام ونظام وقد حاول أعداء الاسلام خلال هذه القرون وبعد أن قرأوا القران مرارا ونخلوه وغربلوه.</w:t>
      </w:r>
    </w:p>
    <w:p w:rsidR="000E4D44" w:rsidRDefault="000E4D44" w:rsidP="000612BD">
      <w:pPr>
        <w:pStyle w:val="libNormal"/>
      </w:pPr>
      <w:r>
        <w:rPr>
          <w:rtl/>
        </w:rPr>
        <w:t>تكرارا لكى يجدوا فيه أى ثغرة من خطأ أو نقص أو ضعف في أى شئ فما وجدوا فيه غير الحق الصراح والعقائد القويمة والهداية الشاملة في أروع ظواهرها وبواطنها ويقول الله تعالى في سورة النساء آية - 82:</w:t>
      </w:r>
      <w:r w:rsidRPr="000612BD">
        <w:rPr>
          <w:rStyle w:val="libAlaemChar"/>
          <w:rtl/>
        </w:rPr>
        <w:t>(</w:t>
      </w:r>
      <w:r w:rsidR="000612BD" w:rsidRPr="000612BD">
        <w:rPr>
          <w:rStyle w:val="libAieChar"/>
          <w:rtl/>
        </w:rPr>
        <w:t xml:space="preserve"> وَ لَوْ کَانَ مِنْ عِنْدِ غَيْرِ اللَّهِ لَوَجَدُوا فِيهِ اخْتِلاَفاً کَثِيراً</w:t>
      </w:r>
      <w:r w:rsidR="000612BD" w:rsidRPr="000612BD">
        <w:rPr>
          <w:rStyle w:val="libAlaemChar"/>
          <w:rFonts w:hint="cs"/>
          <w:rtl/>
        </w:rPr>
        <w:t>)</w:t>
      </w:r>
    </w:p>
    <w:p w:rsidR="000E4D44" w:rsidRDefault="00ED7F18" w:rsidP="000E4D44">
      <w:pPr>
        <w:pStyle w:val="libNormal"/>
      </w:pPr>
      <w:r>
        <w:rPr>
          <w:rtl/>
        </w:rPr>
        <w:br w:type="page"/>
      </w:r>
    </w:p>
    <w:p w:rsidR="000E4D44" w:rsidRDefault="000E4D44" w:rsidP="00C674EE">
      <w:pPr>
        <w:pStyle w:val="libNormal0"/>
      </w:pPr>
      <w:r>
        <w:rPr>
          <w:rtl/>
        </w:rPr>
        <w:lastRenderedPageBreak/>
        <w:t>ويتجلى إعجاز القر</w:t>
      </w:r>
      <w:r w:rsidR="00C674EE">
        <w:rPr>
          <w:rFonts w:hint="cs"/>
          <w:rtl/>
        </w:rPr>
        <w:t xml:space="preserve"> </w:t>
      </w:r>
      <w:r>
        <w:rPr>
          <w:rtl/>
        </w:rPr>
        <w:t>آن بصفة خاصة في وجهين هامين من إعجازه: أولهما ما يتعلق بمنهاجه البيانى وثانيهما منهاجه العلمى.</w:t>
      </w:r>
    </w:p>
    <w:p w:rsidR="000E4D44" w:rsidRDefault="000E4D44" w:rsidP="000E4D44">
      <w:pPr>
        <w:pStyle w:val="libNormal"/>
      </w:pPr>
      <w:r>
        <w:rPr>
          <w:rtl/>
        </w:rPr>
        <w:t>أما منهاجه البيانى فقد لمسه العرب لانهم كانوا أول من خوطبوا به وأدركوا ما في آياته من بلاغة وفصاحة وجزالة في ألفاظه ومعانيه، وقد أقروا بعجزهم عن تحديه، وظل إعجازه البيانى قائما في الجزيرة العربية طيلة عصر النبوة وما بعده إلى ما شاء الله تعالى.</w:t>
      </w:r>
    </w:p>
    <w:p w:rsidR="000E4D44" w:rsidRDefault="000E4D44" w:rsidP="000E4D44">
      <w:pPr>
        <w:pStyle w:val="libNormal"/>
      </w:pPr>
      <w:r>
        <w:rPr>
          <w:rtl/>
        </w:rPr>
        <w:t xml:space="preserve">وأما منهاجه العلمى فقد كان إعجازا ممتدا على مدى العصور وإلى أن يرث الله الارض ومن عليها، وذلك لما اشتمل عليه القرآن من علوم كونية وحقائق علمية وتشريعية لم تكن معروفة في عصر النبى </w:t>
      </w:r>
      <w:r w:rsidR="00ED7F18" w:rsidRPr="00ED7F18">
        <w:rPr>
          <w:rStyle w:val="libAlaemChar"/>
          <w:rtl/>
        </w:rPr>
        <w:t>صلى‌الله‌عليه‌وآله‌وسلم</w:t>
      </w:r>
      <w:r>
        <w:rPr>
          <w:rtl/>
        </w:rPr>
        <w:t>، وسيظل هذا المنهاج العلمى هو معجزة الاجيال كلها بما يظهر منها تباعا.</w:t>
      </w:r>
    </w:p>
    <w:p w:rsidR="000E4D44" w:rsidRDefault="000E4D44" w:rsidP="000E4D44">
      <w:pPr>
        <w:pStyle w:val="libNormal"/>
      </w:pPr>
      <w:r>
        <w:rPr>
          <w:rtl/>
        </w:rPr>
        <w:t>ومنهج الاعجاز البيانى يتمثل في تأليف كلماته وتآخيها، وتلاقيها في عباراته المنسجمة وفى نظمها المحكم ورنينها الموسيقى، وقد جاء‌ت المعانى القرآنية مؤاخية للالفاط وكأن الالفاظ قطعت لها وسويت على حجمها، ومن أمثلة التناسق بين الالفاظ ومعانيها قوله تعالى:(والصبح إذا تنقس) فإن استعمال لفظ تنفس لا يمكن أن يوضع مكانه لفظ آخر ليؤدى معناها، وذلك لان التنفس يندرج فيه ثلاثة معان تتصل بالحياة الدائمة المستمرة أولها التنفس بمعنى الحياة وثانيها حركتها واستمرارها وثالثها تدرجها في الظهور شيئا فشيئا، فلو وضعت كلمة أشرق بدل تنفس أو أصبح أو أنار أو أضاء لا تقوم مقام تنفس ولا تغنى غناء‌ها.</w:t>
      </w:r>
    </w:p>
    <w:p w:rsidR="000E4D44" w:rsidRDefault="000E4D44" w:rsidP="000E4D44">
      <w:pPr>
        <w:pStyle w:val="libNormal"/>
      </w:pPr>
      <w:r>
        <w:rPr>
          <w:rtl/>
        </w:rPr>
        <w:t>ومثل آخر للعبارات التى ترد في القرآن ولها معان لا يحل محلها أى تعبير آخر</w:t>
      </w:r>
    </w:p>
    <w:p w:rsidR="000E4D44" w:rsidRDefault="00ED7F18" w:rsidP="000E4D44">
      <w:pPr>
        <w:pStyle w:val="libNormal"/>
      </w:pPr>
      <w:r>
        <w:rPr>
          <w:rtl/>
        </w:rPr>
        <w:br w:type="page"/>
      </w:r>
    </w:p>
    <w:p w:rsidR="000E4D44" w:rsidRDefault="000E4D44" w:rsidP="004C480F">
      <w:pPr>
        <w:pStyle w:val="libNormal0"/>
      </w:pPr>
      <w:r>
        <w:rPr>
          <w:rtl/>
        </w:rPr>
        <w:lastRenderedPageBreak/>
        <w:t>كما في قوله تعالى:</w:t>
      </w:r>
      <w:r w:rsidRPr="004C480F">
        <w:rPr>
          <w:rStyle w:val="libAlaemChar"/>
          <w:rtl/>
        </w:rPr>
        <w:t>(</w:t>
      </w:r>
      <w:r w:rsidR="004C480F" w:rsidRPr="004C480F">
        <w:rPr>
          <w:rStyle w:val="libAieChar"/>
          <w:rFonts w:hint="eastAsia"/>
          <w:rtl/>
        </w:rPr>
        <w:t xml:space="preserve"> وَ</w:t>
      </w:r>
      <w:r w:rsidR="004C480F" w:rsidRPr="004C480F">
        <w:rPr>
          <w:rStyle w:val="libAieChar"/>
          <w:rtl/>
        </w:rPr>
        <w:t xml:space="preserve"> اتْلُ عَلَيْهِمْ نَبَأَ الَّذِي آتَيْنَاهُ آيَاتِنَا فَانْسَلَخَ مِنْهَا فَأَتْبَعَهُ الشَّيْطَانُ فَکَانَ مِنَ الْغَاوِينَ </w:t>
      </w:r>
      <w:r w:rsidRPr="004C480F">
        <w:rPr>
          <w:rStyle w:val="libAieChar"/>
          <w:rtl/>
        </w:rPr>
        <w:t xml:space="preserve">، </w:t>
      </w:r>
      <w:r w:rsidR="004C480F" w:rsidRPr="004C480F">
        <w:rPr>
          <w:rStyle w:val="libAieChar"/>
          <w:rFonts w:hint="eastAsia"/>
          <w:rtl/>
        </w:rPr>
        <w:t>وَ</w:t>
      </w:r>
      <w:r w:rsidR="004C480F" w:rsidRPr="004C480F">
        <w:rPr>
          <w:rStyle w:val="libAieChar"/>
          <w:rtl/>
        </w:rPr>
        <w:t xml:space="preserve"> لَوْ شِئْنَا لَرَفَعْنَاهُ بِهَا وَ لٰکِنَّهُ أَخْلَدَ إِلَى الْأَرْضِ وَ اتَّبَعَ هَوَاهُ فَمَثَلُهُ کَمَثَلِ الْکَلْبِ إِنْ تَحْمِلْ عَلَيْهِ يَلْهَثْ أَوْ تَتْرُکْهُ يَلْهَثْ ذٰلِکَ مَثَلُ الْقَوْمِ الَّذِينَ کَذَّبُوا بِآيَاتِنَا فَاقْصُصِ الْقَصَصَ لَعَلَّهُمْ يَتَفَکَّرُونَ‌</w:t>
      </w:r>
      <w:r w:rsidRPr="004C480F">
        <w:rPr>
          <w:rStyle w:val="libAlaemChar"/>
          <w:rtl/>
        </w:rPr>
        <w:t>)</w:t>
      </w:r>
      <w:r>
        <w:rPr>
          <w:rtl/>
        </w:rPr>
        <w:t>(الاعراف 175 - 176).</w:t>
      </w:r>
    </w:p>
    <w:p w:rsidR="000E4D44" w:rsidRDefault="000E4D44" w:rsidP="000E4D44">
      <w:pPr>
        <w:pStyle w:val="libNormal"/>
      </w:pPr>
      <w:r>
        <w:rPr>
          <w:rtl/>
        </w:rPr>
        <w:t>وتصور هذه الآيات رجلا أتاه الله العلم بالآيات الموجبة للتصديق بالحق، وأن هذه الآيات أحاطت بقلبه ونفسه كما يحيط الاهاب أى الجلد بالجسم ولكنه ترك الاخذ بالهدى استجابة لداعى الشيطان، وصار من الضالين الذين أغواهم إبليس اللعين فكان مثله كمثل الكلب يلهث دائما، إن ترك يلهث، وإن حمل عليه يلهث، فكل كلمة في هذة الآيات تؤدى معنى لا تعنى عنه كلمة أخرى مهما حاول الانسان ذلك، والعبارات صادقة ومطابقة للحال في تصوريها.</w:t>
      </w:r>
    </w:p>
    <w:p w:rsidR="000E4D44" w:rsidRDefault="000E4D44" w:rsidP="000E4D44">
      <w:pPr>
        <w:pStyle w:val="libNormal"/>
      </w:pPr>
      <w:r>
        <w:rPr>
          <w:rtl/>
        </w:rPr>
        <w:t>وأما المنهج العلمى من الاعجاز فهو موضوع هذا الكتاب بالذات وسوف فعرض له مجموعة من الآيات التى تبين كيف حفل القرآن بأصول العلوم المتصلة بنشأة الكون وخلق الانسان والكائنات كلها، وكيف أنه طلب منا التفكر والتدبر في أسرارها وحكمتها.</w:t>
      </w:r>
    </w:p>
    <w:p w:rsidR="000E4D44" w:rsidRDefault="000E4D44" w:rsidP="000E4D44">
      <w:pPr>
        <w:pStyle w:val="libNormal"/>
      </w:pPr>
      <w:r>
        <w:rPr>
          <w:rtl/>
        </w:rPr>
        <w:t>القرآن والعلم: فليس غريبا ولا عجيبا أن يأتى القرآن وهو المعجزة الكبرى بكل الموافقات والمطابقات لكل ما وصلت إليه العلوم الحديثة من نتائج ووصل إليها العلماء بعد مئات السنين من الدراسة والبحث والتأمل لانه كلام الله العليم بالسر وأخفى في ملكه العظيم وإن كثيرا من القضايا الاجتماعية والسياسية والحربية والتشريعية</w:t>
      </w:r>
    </w:p>
    <w:p w:rsidR="000E4D44" w:rsidRDefault="00ED7F18" w:rsidP="000E4D44">
      <w:pPr>
        <w:pStyle w:val="libNormal"/>
      </w:pPr>
      <w:r>
        <w:rPr>
          <w:rtl/>
        </w:rPr>
        <w:br w:type="page"/>
      </w:r>
    </w:p>
    <w:p w:rsidR="000E4D44" w:rsidRDefault="000E4D44" w:rsidP="004C480F">
      <w:pPr>
        <w:pStyle w:val="libNormal0"/>
      </w:pPr>
      <w:r>
        <w:rPr>
          <w:rtl/>
        </w:rPr>
        <w:lastRenderedPageBreak/>
        <w:t xml:space="preserve">والاخلاقية وغيرها جاء بها القرآن قبل أن تكون شيئا مذكورا في معارف الانسان وقت نزول القرآن ثم ظهرت معالمها واضحة بعد موت النبى </w:t>
      </w:r>
      <w:r w:rsidR="00ED7F18" w:rsidRPr="00ED7F18">
        <w:rPr>
          <w:rStyle w:val="libAlaemChar"/>
          <w:rtl/>
        </w:rPr>
        <w:t>صلى‌الله‌عليه‌وآله‌وسلم</w:t>
      </w:r>
      <w:r>
        <w:rPr>
          <w:rtl/>
        </w:rPr>
        <w:t xml:space="preserve"> بزمن طويل، بل أن في القرآن ما هو أكثر من الاعجاز العلمى ألا وهو ما أخبر به القرآن في عدة آيات بأمور لم يكن أحد يعلم أسرارها الغيبية مثل ما حدث في الملاء الاعلى قبل ظهور الانسان عندما خلق الله آدم </w:t>
      </w:r>
      <w:r w:rsidR="00ED7F18" w:rsidRPr="00ED7F18">
        <w:rPr>
          <w:rStyle w:val="libAlaemChar"/>
          <w:rtl/>
        </w:rPr>
        <w:t>عليه‌السلام</w:t>
      </w:r>
      <w:r>
        <w:rPr>
          <w:rtl/>
        </w:rPr>
        <w:t xml:space="preserve"> وما كان من سجود الملائكة له وهبوطه إلى الارض وخلافته فيها، فهل ذلك كله من علم محمد رسول الله حتى يذكره لنا مفصلا؟ كلا أنه كتاب الله الذى يتحدث عن علم الله المحيط يكل شئ.</w:t>
      </w:r>
    </w:p>
    <w:p w:rsidR="000E4D44" w:rsidRDefault="000E4D44" w:rsidP="000E4D44">
      <w:pPr>
        <w:pStyle w:val="libNormal"/>
      </w:pPr>
      <w:r>
        <w:rPr>
          <w:rtl/>
        </w:rPr>
        <w:t xml:space="preserve">المصحف كيف توحد وانتشر: إن كلام الله المنزل على محمد </w:t>
      </w:r>
      <w:r w:rsidR="00ED7F18" w:rsidRPr="00ED7F18">
        <w:rPr>
          <w:rStyle w:val="libAlaemChar"/>
          <w:rtl/>
        </w:rPr>
        <w:t>صلى‌الله‌عليه‌وآله‌وسلم</w:t>
      </w:r>
      <w:r>
        <w:rPr>
          <w:rtl/>
        </w:rPr>
        <w:t xml:space="preserve"> سورا أو آيات متفرقة في في مدى ثلاث وعشرين سنة والمنقول تواترا صحيحا والمتعبد به تلاوة وعملا والمجموع كله بين دفتى المصاحف من أول سورة الفاتحة إلى آخر سورة الناس، كان في أول الامر وعلى عهد النبى مكتوبا على رقاع متفرقة من الجلد أو العظم أو جريد النخل أو قطع الحجارة كما كان محفوظا في صدور الصحابة الذين حفظوه عن ظهر قلب، فلما قامت حروب الردة في خلافة أبى بكر الصديق وقتل فيها أكثر الصحابة المجيدين لحفظ القرآن، هال هذا الامر عمر بن الخطاب وأشار على أبى بكر بجمع الرقاع ونسخها، فستجاب أبوبكر لذلك وأمر زيدا بن ثابت وهو من أبرز كتاب الوحى أن يقوم بجمع القرآن من الرقاع المكتوب عليها ومن صدور الحفاظ فنسخه وحفظت هذه الاصول المنسوخة عند أبى بكر فلما مات حفظتها السيدة حفصة إبنة عمر عندها، وفى عهد سيدنا عثمان بن عفان ظهرت بعض اختلافات في القراء‌ات بين المسلمين فرأى عثمان منعا لهذه الاختلافات أن</w:t>
      </w:r>
    </w:p>
    <w:p w:rsidR="000E4D44" w:rsidRDefault="00ED7F18" w:rsidP="000E4D44">
      <w:pPr>
        <w:pStyle w:val="libNormal"/>
      </w:pPr>
      <w:r>
        <w:rPr>
          <w:rtl/>
        </w:rPr>
        <w:br w:type="page"/>
      </w:r>
    </w:p>
    <w:p w:rsidR="000E4D44" w:rsidRDefault="000E4D44" w:rsidP="004C480F">
      <w:pPr>
        <w:pStyle w:val="libNormal0"/>
      </w:pPr>
      <w:r>
        <w:rPr>
          <w:rtl/>
        </w:rPr>
        <w:lastRenderedPageBreak/>
        <w:t>يدون مصحفا واحدا مأخوذا من الاصول المحفوظة عند حفصة وأن ينسخ منها عدة مصاحف أعدها وأرسلها إلى الامصار الاسلامية ثم أحرق جميع الرقاع الاخرى كما أعدم كل ما سوى المصحف الموحد حتى لا يفتح باب الزيادة أو النقص أو التحريف في كتاب الله وخاصة بعد اختلاط العرب بأهالى البلاد غير العربية التى فتحوها وبذلك تحقق قول الله تعالى: إنا أنزلنا الذكر وإنا له لحافظون).</w:t>
      </w:r>
    </w:p>
    <w:p w:rsidR="000E4D44" w:rsidRDefault="000E4D44" w:rsidP="000E4D44">
      <w:pPr>
        <w:pStyle w:val="libNormal"/>
      </w:pPr>
      <w:r>
        <w:rPr>
          <w:rtl/>
        </w:rPr>
        <w:t>وسوف يبقى القرآن إلى ما شاء الله المعجزة الآلهية الخالدة وسوف يبقى كلام الله عزيزا بقدسيته غنيا بنفسه متلالا بآياته التى كلما مضى عليها الزمن إزدادت إشراقا وبهاء لانها أنوار آلهية وضاء‌ة وطاقة علوية خلاقة وقوة روحية وثابة تدفع كل من يؤمن بها إلى العمل والجهاد والرقى حسا ومعنى، ولا يغيب عن البال أن كتاب الله حليف العلم والعلماء، وعدو الجهل والجهلاء وداعية الهدى والاهتداء ثم هو كتاب الله الذى لا يرضى مطلقا عن الجمود والركود والاستخذاء وما كان في أى حال أو في أى عهد من عهود الزمان متعارضا أو متناقضا مع أصول العلم ومناهج الحكمة ونواميس الكون بل إنه كلما اكتشف العلماء جديدا من كليات العلوم وأصولها أو أى شئ من كنوز الحكمة وجدوا لها في كتاب الله مواضع وإشارات تنم عليها وتدل عليها.</w:t>
      </w:r>
    </w:p>
    <w:p w:rsidR="000E4D44" w:rsidRDefault="000E4D44" w:rsidP="000E4D44">
      <w:pPr>
        <w:pStyle w:val="libNormal"/>
      </w:pPr>
      <w:r>
        <w:rPr>
          <w:rtl/>
        </w:rPr>
        <w:t>إن هذا القرآن هو كلام الله الحق وقد وعد المسلمين فيه بالتمكن في الارض والاستخلاف فيها بقوله تعالى:(وعد الله الذين آمنوا منكم وعملوا الصالحات ليستخلفنكم في الارض كما استخلف الذين من قبلهم وليمكنن لهم دينهم الذى ارتضى لهم وليبدلنهم من بعد خوفهم أمنا يعبدوننى لا يشركون بى شيئا ومن كفر بعد ذلك فأولئك هم الفاسقون) فماذا جرى ونحن المسلمون المخاطبون بهذه الآيات وقد تخطانا هذا الوعد بأن يستخلفنا الله في الارض؟ أما آن لنا معاشر</w:t>
      </w:r>
    </w:p>
    <w:p w:rsidR="000E4D44" w:rsidRDefault="00ED7F18" w:rsidP="000E4D44">
      <w:pPr>
        <w:pStyle w:val="libNormal"/>
      </w:pPr>
      <w:r>
        <w:rPr>
          <w:rtl/>
        </w:rPr>
        <w:br w:type="page"/>
      </w:r>
    </w:p>
    <w:p w:rsidR="000E4D44" w:rsidRDefault="000E4D44" w:rsidP="004C480F">
      <w:pPr>
        <w:pStyle w:val="libNormal0"/>
      </w:pPr>
      <w:r>
        <w:rPr>
          <w:rtl/>
        </w:rPr>
        <w:lastRenderedPageBreak/>
        <w:t>المسلمين ونحن في كثرة من العدد ووفرة من الموارد أن نتحد ونتعاون ونستعيد أمجادنا بأن نتعلم كل ما هيأ الله في الارض من علم، وما يلهم به من عمل وصناعة ورقى مادى واختراع لكي نعد أنفسنا لحياتنا العصرية التى لا تتفوق فيها الامم إلا بالايمان وبالعلم وتطبيقاته، ولدينا من الحوافز القوية من كتاب الله وسنة رسوله ما يجعلنا خير أمة أخرجت الناس.</w:t>
      </w:r>
    </w:p>
    <w:p w:rsidR="000E4D44" w:rsidRDefault="000E4D44" w:rsidP="000E4D44">
      <w:pPr>
        <w:pStyle w:val="libNormal"/>
      </w:pPr>
      <w:r>
        <w:rPr>
          <w:rtl/>
        </w:rPr>
        <w:t>وفى ختام هذا الباب يطيب لى أن أسجل ما سبق لى أن كتبته ونشرته في كتابى(مع الله) في باب كلام الله وهو القرآن ما يأتى بأسلوب الشعر الحر: كلام الله يتلوه أهل الذكر على مكث فيحدون هديه أجمل ما يكون.</w:t>
      </w:r>
    </w:p>
    <w:p w:rsidR="000E4D44" w:rsidRDefault="000E4D44" w:rsidP="000E4D44">
      <w:pPr>
        <w:pStyle w:val="libNormal"/>
      </w:pPr>
      <w:r>
        <w:rPr>
          <w:rtl/>
        </w:rPr>
        <w:t>وهم يرددون تلاوته آناء اليل وأطراف النهار ما استطاعوا ولا يسأمون.</w:t>
      </w:r>
    </w:p>
    <w:p w:rsidR="000E4D44" w:rsidRDefault="000E4D44" w:rsidP="000E4D44">
      <w:pPr>
        <w:pStyle w:val="libNormal"/>
      </w:pPr>
      <w:r>
        <w:rPr>
          <w:rtl/>
        </w:rPr>
        <w:t>وكل الذين يرتلونه بفهم يحسون قدسيته فتقشعر منهم الجلود ثم تلين.</w:t>
      </w:r>
    </w:p>
    <w:p w:rsidR="000E4D44" w:rsidRDefault="000E4D44" w:rsidP="000E4D44">
      <w:pPr>
        <w:pStyle w:val="libNormal"/>
      </w:pPr>
      <w:r>
        <w:rPr>
          <w:rtl/>
        </w:rPr>
        <w:t>وكل الذين يتدبرون آياته يلهمون من أسراره وأهدافه أكثر وأمتنع مما يعلمون.</w:t>
      </w:r>
    </w:p>
    <w:p w:rsidR="000E4D44" w:rsidRDefault="000E4D44" w:rsidP="000E4D44">
      <w:pPr>
        <w:pStyle w:val="libNormal"/>
      </w:pPr>
      <w:r>
        <w:rPr>
          <w:rtl/>
        </w:rPr>
        <w:t>وكل الذين يتفرغون لدراسته تنكشف لهم كنوز قيمة من العلوم والفنون وهكذا كل من يقرأ القرآن بفهم يجد فيه ينابيع من التقى تروى قلوب المؤمين.</w:t>
      </w:r>
    </w:p>
    <w:p w:rsidR="000E4D44" w:rsidRDefault="000E4D44" w:rsidP="000E4D44">
      <w:pPr>
        <w:pStyle w:val="libNormal"/>
      </w:pPr>
      <w:r>
        <w:rPr>
          <w:rtl/>
        </w:rPr>
        <w:t>فتعلق ياأخى بحبل القرآن وأحرص على تلاوته وفهمه ولا تكن عنه من الغافلين لقد أنزل الله كتابه وقال له: كن لقرائك الابرار شفاء لما في الصدور.</w:t>
      </w:r>
    </w:p>
    <w:p w:rsidR="000E4D44" w:rsidRDefault="000E4D44" w:rsidP="000E4D44">
      <w:pPr>
        <w:pStyle w:val="libNormal"/>
      </w:pPr>
      <w:r>
        <w:rPr>
          <w:rtl/>
        </w:rPr>
        <w:t>وكن نورا يهتدى به من يتعلمه ويحفظه ويتلوه خاشعا في مساء وبكور.</w:t>
      </w:r>
    </w:p>
    <w:p w:rsidR="000E4D44" w:rsidRDefault="000E4D44" w:rsidP="000E4D44">
      <w:pPr>
        <w:pStyle w:val="libNormal"/>
      </w:pPr>
      <w:r>
        <w:rPr>
          <w:rtl/>
        </w:rPr>
        <w:t>وكن أيها القن آن مذكرا بالغيب وبحقيقة الحساب يوم البعث والنشور.</w:t>
      </w:r>
    </w:p>
    <w:p w:rsidR="000E4D44" w:rsidRDefault="000E4D44" w:rsidP="000E4D44">
      <w:pPr>
        <w:pStyle w:val="libNormal"/>
      </w:pPr>
      <w:r>
        <w:rPr>
          <w:rtl/>
        </w:rPr>
        <w:t>وكن أيها القرآن معلما ومرشدا للناس بأن الآخرة هى دار القرار والمصير وأن هذه الحياة الدنيا متاع قليل، فلا يلههم الامل عن مآلهم بالغفلة والغرور.</w:t>
      </w:r>
    </w:p>
    <w:p w:rsidR="000E4D44" w:rsidRDefault="000E4D44" w:rsidP="000E4D44">
      <w:pPr>
        <w:pStyle w:val="libNormal"/>
      </w:pPr>
      <w:r>
        <w:rPr>
          <w:rtl/>
        </w:rPr>
        <w:t>وأن الله سبحانه حسيب رقيب لا يغفل عن صغير من عملهم أو كبير.</w:t>
      </w:r>
    </w:p>
    <w:p w:rsidR="000E4D44" w:rsidRDefault="000E4D44" w:rsidP="000E4D44">
      <w:pPr>
        <w:pStyle w:val="libNormal"/>
      </w:pPr>
      <w:r>
        <w:rPr>
          <w:rtl/>
        </w:rPr>
        <w:t>وهكذا القرآن على منوال الهدى ينسج الوعظ وعلى محور التقوى يدور.</w:t>
      </w:r>
    </w:p>
    <w:p w:rsidR="000E4D44" w:rsidRDefault="00ED7F18" w:rsidP="000E4D44">
      <w:pPr>
        <w:pStyle w:val="libNormal"/>
      </w:pPr>
      <w:r>
        <w:rPr>
          <w:rtl/>
        </w:rPr>
        <w:br w:type="page"/>
      </w:r>
    </w:p>
    <w:p w:rsidR="000E4D44" w:rsidRDefault="000E4D44" w:rsidP="000E4D44">
      <w:pPr>
        <w:pStyle w:val="libNormal"/>
      </w:pPr>
      <w:r>
        <w:rPr>
          <w:rtl/>
        </w:rPr>
        <w:lastRenderedPageBreak/>
        <w:t>والقرآن معجزة الله الباقية من المعجزات التى جاء‌ت وأنتهى أمرها بزمانها.</w:t>
      </w:r>
    </w:p>
    <w:p w:rsidR="000E4D44" w:rsidRDefault="000E4D44" w:rsidP="000E4D44">
      <w:pPr>
        <w:pStyle w:val="libNormal"/>
      </w:pPr>
      <w:r>
        <w:rPr>
          <w:rtl/>
        </w:rPr>
        <w:t>ومعجزة القرآن جاء‌ت كاملة خالدة لندوم إلى ما شاء الله تعالى لدوامها.</w:t>
      </w:r>
    </w:p>
    <w:p w:rsidR="000E4D44" w:rsidRDefault="000E4D44" w:rsidP="000E4D44">
      <w:pPr>
        <w:pStyle w:val="libNormal"/>
      </w:pPr>
      <w:r>
        <w:rPr>
          <w:rtl/>
        </w:rPr>
        <w:t>وكل الكتب السماوية السابقة حرفت ولم يبق غير الاطلال من جلال أصولها.</w:t>
      </w:r>
    </w:p>
    <w:p w:rsidR="000E4D44" w:rsidRDefault="000E4D44" w:rsidP="000E4D44">
      <w:pPr>
        <w:pStyle w:val="libNormal"/>
      </w:pPr>
      <w:r>
        <w:rPr>
          <w:rtl/>
        </w:rPr>
        <w:t>أما القرآن الكريم فهو باق على الدهر لا يتغير وآياته حافظة لرسمها ونصوصها.</w:t>
      </w:r>
    </w:p>
    <w:p w:rsidR="000E4D44" w:rsidRDefault="000E4D44" w:rsidP="000E4D44">
      <w:pPr>
        <w:pStyle w:val="libNormal"/>
      </w:pPr>
      <w:r>
        <w:rPr>
          <w:rtl/>
        </w:rPr>
        <w:t>أليس في ذلك ما يقنع أهل الشك بالدليل القاطع على صدق آياته وإعجازها.</w:t>
      </w:r>
    </w:p>
    <w:p w:rsidR="000E4D44" w:rsidRDefault="000E4D44" w:rsidP="000E4D44">
      <w:pPr>
        <w:pStyle w:val="libNormal"/>
      </w:pPr>
      <w:r>
        <w:rPr>
          <w:rtl/>
        </w:rPr>
        <w:t>وكم من جاجدين حاقدين يتمنون لو يعثرون على تناقص أو نقص في كمالها.</w:t>
      </w:r>
    </w:p>
    <w:p w:rsidR="000E4D44" w:rsidRDefault="000E4D44" w:rsidP="000E4D44">
      <w:pPr>
        <w:pStyle w:val="libNormal"/>
      </w:pPr>
      <w:r>
        <w:rPr>
          <w:rtl/>
        </w:rPr>
        <w:t>وقد مضت القرون وما وجد المنقبون في آيات القرآن غير الحق في طياتها.</w:t>
      </w:r>
    </w:p>
    <w:p w:rsidR="004C480F" w:rsidRDefault="004C480F" w:rsidP="004C480F">
      <w:pPr>
        <w:pStyle w:val="libNormal"/>
      </w:pPr>
      <w:r>
        <w:rPr>
          <w:rtl/>
        </w:rPr>
        <w:br w:type="page"/>
      </w:r>
    </w:p>
    <w:p w:rsidR="000E4D44" w:rsidRDefault="000E4D44" w:rsidP="004C480F">
      <w:pPr>
        <w:pStyle w:val="Heading2Center"/>
      </w:pPr>
      <w:bookmarkStart w:id="4" w:name="_Toc488154350"/>
      <w:r>
        <w:rPr>
          <w:rtl/>
        </w:rPr>
        <w:lastRenderedPageBreak/>
        <w:t>الباب الثانى: القرآن روح الدعوة الاسلامية ومحور ثقافتها</w:t>
      </w:r>
      <w:bookmarkEnd w:id="4"/>
    </w:p>
    <w:p w:rsidR="000E4D44" w:rsidRDefault="000E4D44" w:rsidP="000E4D44">
      <w:pPr>
        <w:pStyle w:val="libNormal"/>
      </w:pPr>
      <w:r>
        <w:rPr>
          <w:rtl/>
        </w:rPr>
        <w:t>قد جاء‌كم من الله نور وكتاب مبين.</w:t>
      </w:r>
    </w:p>
    <w:p w:rsidR="000E4D44" w:rsidRDefault="000E4D44" w:rsidP="000E4D44">
      <w:pPr>
        <w:pStyle w:val="libNormal"/>
      </w:pPr>
      <w:r>
        <w:rPr>
          <w:rtl/>
        </w:rPr>
        <w:t xml:space="preserve">إن القرآن الكريم منذ نزل على محمد </w:t>
      </w:r>
      <w:r w:rsidR="00ED7F18" w:rsidRPr="00ED7F18">
        <w:rPr>
          <w:rStyle w:val="libAlaemChar"/>
          <w:rtl/>
        </w:rPr>
        <w:t>صلى‌الله‌عليه‌وآله‌وسلم</w:t>
      </w:r>
      <w:r>
        <w:rPr>
          <w:rtl/>
        </w:rPr>
        <w:t xml:space="preserve"> إلى يومنا هذاو هو ركيزة التوحيد الخالص وكنز العقائد الايمانية ومصدر الاحكام الشرعية ودليل الحقائق الكونية كما أنه الملهم بالفتوحات الالهية والباعث على الجهاد والاجتهاد في العبادة والطاعات، والحافز للعقول إلى التفكر في خلق السماوات والارض وغير ذلك من المجالات المتعلقة بالحسيات والمعنويات، فهو بحق مدار لكل حركات فكرية أو نهضات إصلاحية أو أعمال عمرانية وتقدمية على مدى الزمن.</w:t>
      </w:r>
    </w:p>
    <w:p w:rsidR="004C480F" w:rsidRDefault="004C480F" w:rsidP="004C480F">
      <w:pPr>
        <w:pStyle w:val="libNormal"/>
      </w:pPr>
      <w:r>
        <w:rPr>
          <w:rtl/>
        </w:rPr>
        <w:br w:type="page"/>
      </w:r>
    </w:p>
    <w:p w:rsidR="000E4D44" w:rsidRDefault="000E4D44" w:rsidP="004C480F">
      <w:pPr>
        <w:pStyle w:val="Heading2Center"/>
      </w:pPr>
      <w:bookmarkStart w:id="5" w:name="_Toc488154351"/>
      <w:r>
        <w:rPr>
          <w:rtl/>
        </w:rPr>
        <w:lastRenderedPageBreak/>
        <w:t>الله هو الخلاق العظيم</w:t>
      </w:r>
      <w:bookmarkEnd w:id="5"/>
    </w:p>
    <w:p w:rsidR="000E4D44" w:rsidRDefault="000E4D44" w:rsidP="000E4D44">
      <w:pPr>
        <w:pStyle w:val="libNormal"/>
      </w:pPr>
      <w:r>
        <w:rPr>
          <w:rtl/>
        </w:rPr>
        <w:t>خلق الله الاكوان كلها من العدم، وأبدع صنعها وأتقن كل شئ من ظواهرها وخوافيها وجلائها ودقائقها، ولا تخفى عليه ذرة من مقوماتها وسننها ونواميسها فإذا ذكر سبحانه عنها شيئا في قرآنه فهو قول العليم الخبير الذى لا يعزب عن علمه شئ منها في الارض ولا في السماء، والقرآن بهذه المزايا الربانية هو المرجع الجامع لكل علم نافع أو نهج قويم يوصل إلى سعادة الدارين، والرسول صلوات الله وسلامه عليه يقول في حديث له:(من ابتغى الهدى في غير القرآن أضله الله).</w:t>
      </w:r>
    </w:p>
    <w:p w:rsidR="000E4D44" w:rsidRDefault="000E4D44" w:rsidP="000E4D44">
      <w:pPr>
        <w:pStyle w:val="libNormal"/>
      </w:pPr>
      <w:r>
        <w:rPr>
          <w:rtl/>
        </w:rPr>
        <w:t>ولا يتاح للبشرية إن تنتفع بالقرآن وتهتدى بنوره إلا إذا فهمت نصوصه لفظا ومعنى عن طريق تفسير واضح قائم على حقائقه المؤكدة التى تبين مقاصده ومراميه بغير تأويل له يراد به غايات دنيوية أو منافع ذاتية، ولهذا عنى المسلمون بتفسير القرآن واهتموا بفهم حقائقه اهتماما عظيما على مدى العصور، ولابد لنا قبل</w:t>
      </w:r>
    </w:p>
    <w:p w:rsidR="000E4D44" w:rsidRDefault="00ED7F18" w:rsidP="000E4D44">
      <w:pPr>
        <w:pStyle w:val="libNormal"/>
      </w:pPr>
      <w:r>
        <w:rPr>
          <w:rtl/>
        </w:rPr>
        <w:br w:type="page"/>
      </w:r>
    </w:p>
    <w:p w:rsidR="000E4D44" w:rsidRDefault="000E4D44" w:rsidP="004C480F">
      <w:pPr>
        <w:pStyle w:val="libNormal0"/>
      </w:pPr>
      <w:r>
        <w:rPr>
          <w:rtl/>
        </w:rPr>
        <w:lastRenderedPageBreak/>
        <w:t>الكلام عن موضوع الاعجاز العلمى للقرآن أن نمهد بنبذة موجزة عن التفسير ووسائله وأهدافه اتجاهاته المختلفة المنازع.</w:t>
      </w:r>
    </w:p>
    <w:p w:rsidR="000E4D44" w:rsidRDefault="000E4D44" w:rsidP="004C480F">
      <w:pPr>
        <w:pStyle w:val="Heading2Center"/>
      </w:pPr>
      <w:bookmarkStart w:id="6" w:name="_Toc488154352"/>
      <w:r>
        <w:rPr>
          <w:rtl/>
        </w:rPr>
        <w:t>القرآن كتاب الله المبين</w:t>
      </w:r>
      <w:bookmarkEnd w:id="6"/>
    </w:p>
    <w:p w:rsidR="000E4D44" w:rsidRDefault="000E4D44" w:rsidP="004C480F">
      <w:pPr>
        <w:pStyle w:val="libNormal"/>
      </w:pPr>
      <w:r>
        <w:rPr>
          <w:rtl/>
        </w:rPr>
        <w:t>يقول الله تبارك وتعالى في وصف القرآن بأنه كتاب مبين في عدة آيات منها:</w:t>
      </w:r>
      <w:r w:rsidRPr="004C480F">
        <w:rPr>
          <w:rStyle w:val="libAlaemChar"/>
          <w:rtl/>
        </w:rPr>
        <w:t>(</w:t>
      </w:r>
      <w:r w:rsidRPr="004C480F">
        <w:rPr>
          <w:rStyle w:val="libAieChar"/>
          <w:rtl/>
        </w:rPr>
        <w:t xml:space="preserve">ألم، </w:t>
      </w:r>
      <w:r w:rsidR="004C480F" w:rsidRPr="004C480F">
        <w:rPr>
          <w:rStyle w:val="libAieChar"/>
          <w:rFonts w:hint="eastAsia"/>
          <w:rtl/>
        </w:rPr>
        <w:t>الر</w:t>
      </w:r>
      <w:r w:rsidR="004C480F" w:rsidRPr="004C480F">
        <w:rPr>
          <w:rStyle w:val="libAieChar"/>
          <w:rtl/>
        </w:rPr>
        <w:t xml:space="preserve"> تِلْکَ آيَاتُ الْکِتَابِ الْمُبِينِ‌</w:t>
      </w:r>
      <w:r w:rsidRPr="004C480F">
        <w:rPr>
          <w:rStyle w:val="libAlaemChar"/>
          <w:rtl/>
        </w:rPr>
        <w:t>)</w:t>
      </w:r>
      <w:r>
        <w:rPr>
          <w:rtl/>
        </w:rPr>
        <w:t>(يوسف آية - 1)</w:t>
      </w:r>
      <w:r w:rsidRPr="004C480F">
        <w:rPr>
          <w:rStyle w:val="libAlaemChar"/>
          <w:rtl/>
        </w:rPr>
        <w:t>(</w:t>
      </w:r>
      <w:r w:rsidR="004C480F" w:rsidRPr="004C480F">
        <w:rPr>
          <w:rStyle w:val="libAieChar"/>
          <w:rtl/>
        </w:rPr>
        <w:t xml:space="preserve"> قَدْ جَاءَکُمْ مِنَ اللَّهِ نُورٌ وَ کِتَابٌ مُبِينٌ‌</w:t>
      </w:r>
      <w:r w:rsidRPr="004C480F">
        <w:rPr>
          <w:rStyle w:val="libAlaemChar"/>
          <w:rtl/>
        </w:rPr>
        <w:t>)</w:t>
      </w:r>
      <w:r>
        <w:rPr>
          <w:rtl/>
        </w:rPr>
        <w:t>(المائدة آية - 15)</w:t>
      </w:r>
      <w:r w:rsidRPr="004C480F">
        <w:rPr>
          <w:rStyle w:val="libAlaemChar"/>
          <w:rtl/>
        </w:rPr>
        <w:t>(</w:t>
      </w:r>
      <w:r w:rsidR="004C480F" w:rsidRPr="004C480F">
        <w:rPr>
          <w:rStyle w:val="libAieChar"/>
          <w:rFonts w:hint="eastAsia"/>
          <w:rtl/>
        </w:rPr>
        <w:t xml:space="preserve"> وَ</w:t>
      </w:r>
      <w:r w:rsidR="004C480F" w:rsidRPr="004C480F">
        <w:rPr>
          <w:rStyle w:val="libAieChar"/>
          <w:rtl/>
        </w:rPr>
        <w:t xml:space="preserve"> لَقَدْ أَنْزَلْنَا إِلَيْکُمْ آيَاتٍ مُبَيِّنَاتٍ</w:t>
      </w:r>
      <w:r w:rsidRPr="004C480F">
        <w:rPr>
          <w:rStyle w:val="libAlaemChar"/>
          <w:rtl/>
        </w:rPr>
        <w:t>)</w:t>
      </w:r>
      <w:r>
        <w:rPr>
          <w:rtl/>
        </w:rPr>
        <w:t>(النور آية - 34)</w:t>
      </w:r>
      <w:r w:rsidRPr="004C480F">
        <w:rPr>
          <w:rStyle w:val="libAlaemChar"/>
          <w:rtl/>
        </w:rPr>
        <w:t>(</w:t>
      </w:r>
      <w:r w:rsidR="004C480F" w:rsidRPr="004C480F">
        <w:rPr>
          <w:rStyle w:val="libAieChar"/>
          <w:rtl/>
        </w:rPr>
        <w:t xml:space="preserve"> وَ أَنْزَلْنَا إِلَيْکَ الذِّکْرَ لِتُبَيِّنَ لِلنَّاسِ مَا نُزِّلَ إِلَيْهِمْ وَ لَعَلَّهُمْ يَتَفَکَّرُونَ‌</w:t>
      </w:r>
      <w:r w:rsidRPr="004C480F">
        <w:rPr>
          <w:rStyle w:val="libAlaemChar"/>
          <w:rtl/>
        </w:rPr>
        <w:t>)</w:t>
      </w:r>
      <w:r>
        <w:rPr>
          <w:rtl/>
        </w:rPr>
        <w:t>(النحل آية - 44).</w:t>
      </w:r>
    </w:p>
    <w:p w:rsidR="000E4D44" w:rsidRDefault="000E4D44" w:rsidP="000E4D44">
      <w:pPr>
        <w:pStyle w:val="libNormal"/>
      </w:pPr>
      <w:r>
        <w:rPr>
          <w:rtl/>
        </w:rPr>
        <w:t>وهذه الآيات ومثيلاتها تبين بكل وضوح أن القرآن بين ولا يحتاج إلى تبيين وقد نزل على العرب بلغتهم التى يعرفون ألفاظها وأساليبها وبلاغتها، وإذا كان في القرآن شئ مجمل أو شئ غامض المعنى فكان الرسول صلوات الله وسلامه عليه يفسره، هذا مع العلم بأن كثيرا من الآيات القرآنية يفسر بعضه بعضا.</w:t>
      </w:r>
    </w:p>
    <w:p w:rsidR="000E4D44" w:rsidRDefault="000E4D44" w:rsidP="004C480F">
      <w:pPr>
        <w:pStyle w:val="Heading2Center"/>
      </w:pPr>
      <w:bookmarkStart w:id="7" w:name="_Toc488154353"/>
      <w:r>
        <w:rPr>
          <w:rtl/>
        </w:rPr>
        <w:t>تفسير القرآن</w:t>
      </w:r>
      <w:bookmarkEnd w:id="7"/>
    </w:p>
    <w:p w:rsidR="000E4D44" w:rsidRDefault="000E4D44" w:rsidP="00E11E17">
      <w:pPr>
        <w:pStyle w:val="libNormal"/>
      </w:pPr>
      <w:r>
        <w:rPr>
          <w:rtl/>
        </w:rPr>
        <w:t>التفسير علم من العلوم الدينية التى يقصد به إيضاح القرآن وتبيانه للكشف عن مراميه وأسراره، وقد وضع المفسرون له قديما وحديثا المؤلفات الكثيرة للشرح ألفاظه بما يتفق مع سياق المنهج القرآنى وإظهار المعانى التى وراء الالفاظ سواء في ذلك المعانى الحقيقية أو المعانى المجازية، وفى ذلك يقول الله تعالى في سورة الفرقان آية 33:</w:t>
      </w:r>
      <w:r w:rsidRPr="00E11E17">
        <w:rPr>
          <w:rStyle w:val="libAlaemChar"/>
          <w:rtl/>
        </w:rPr>
        <w:t>(</w:t>
      </w:r>
      <w:r w:rsidR="00E11E17" w:rsidRPr="00E11E17">
        <w:rPr>
          <w:rStyle w:val="libAieChar"/>
          <w:rFonts w:hint="eastAsia"/>
          <w:rtl/>
        </w:rPr>
        <w:t xml:space="preserve"> وَ</w:t>
      </w:r>
      <w:r w:rsidR="00E11E17" w:rsidRPr="00E11E17">
        <w:rPr>
          <w:rStyle w:val="libAieChar"/>
          <w:rtl/>
        </w:rPr>
        <w:t xml:space="preserve"> لاَ يَأْتُونَکَ بِمَثَلٍ إِلاَّ جِئْنَاکَ بِالْحَقِّ وَ أَحْسَنَ تَفْسِيراً</w:t>
      </w:r>
      <w:r w:rsidRPr="00E11E17">
        <w:rPr>
          <w:rStyle w:val="libAlaemChar"/>
          <w:rtl/>
        </w:rPr>
        <w:t>)</w:t>
      </w:r>
      <w:r>
        <w:rPr>
          <w:rtl/>
        </w:rPr>
        <w:t>،</w:t>
      </w:r>
    </w:p>
    <w:p w:rsidR="000E4D44" w:rsidRDefault="00ED7F18" w:rsidP="000E4D44">
      <w:pPr>
        <w:pStyle w:val="libNormal"/>
      </w:pPr>
      <w:r>
        <w:rPr>
          <w:rtl/>
        </w:rPr>
        <w:br w:type="page"/>
      </w:r>
    </w:p>
    <w:p w:rsidR="000E4D44" w:rsidRDefault="000E4D44" w:rsidP="00E11E17">
      <w:pPr>
        <w:pStyle w:val="libNormal0"/>
      </w:pPr>
      <w:r>
        <w:rPr>
          <w:rtl/>
        </w:rPr>
        <w:lastRenderedPageBreak/>
        <w:t>وكان النبى صلوات الله وسلامه عليه أول مفسرا للقرآن لاصحابه فيما يتعلق بالآيات التى تحتاج إلى تفصيل لما أجمل فيها من أحكام أو إيضاح لما غمض فيها من معان دقيقة.</w:t>
      </w:r>
    </w:p>
    <w:p w:rsidR="000E4D44" w:rsidRDefault="000E4D44" w:rsidP="000E4D44">
      <w:pPr>
        <w:pStyle w:val="libNormal"/>
      </w:pPr>
      <w:r>
        <w:rPr>
          <w:rtl/>
        </w:rPr>
        <w:t>ومع مرور الزمن صار التفسير علما ضروريا لفهم كتاب الله فهما صحيحا، وهو علم قائم ومدون منذ عهد التابعين للصحابة، ولا ريب أن القرآن مقصود بذاته لكل مسلم لوجوب تلاوته والتعبد به والاستماع إليه والتفقه فيه ما استطاع إلى ذلك سبيلا، مع الاجتهاد في فهم الروابط التى تربط معانى القرآن بما ورد في السنة النبوية من أحاديث توضحها.</w:t>
      </w:r>
    </w:p>
    <w:p w:rsidR="000E4D44" w:rsidRDefault="000E4D44" w:rsidP="00756191">
      <w:pPr>
        <w:pStyle w:val="libNormal"/>
      </w:pPr>
      <w:r>
        <w:rPr>
          <w:rtl/>
        </w:rPr>
        <w:t>وقد تجمعت من مجهودات المفسرين للقرآن قديما وحديثا حصيلة ضخمة من شروح قيمة تدعو للاعجاب التقدير لهؤلاء العلماء الاجلاء الذين خدموا كتاب الله بما لم يخدم به أى كتاب عرفه الناس في هذه الدنيا، فقد خدموه ظبطا وشرحا واستنباطا وتقديرا وإعزازا وإكبارا على مدى أربعة عشر قرنا سوف تتلوها إن شاء الله قرون أخرى حتى يرث الله الارض ومن عليها، ومع كل هذه لدراسات والتفسيرات والشروح المستفيضة للقرآن فإنه ما يزال كنزا لا ينفد من العلوم الربانية المنطوية في ثناياه، والتى سوف تظهر رويدا رويدا مع التعمق في بحاره والغوص وراء جواهره ولآلئة المكتونة فيه، ويقول الله تعالى في سورة فصلت آية 53:</w:t>
      </w:r>
      <w:r w:rsidR="00756191" w:rsidRPr="00756191">
        <w:rPr>
          <w:rStyle w:val="libAlaemChar"/>
          <w:rFonts w:hint="cs"/>
          <w:rtl/>
        </w:rPr>
        <w:t>(</w:t>
      </w:r>
      <w:r w:rsidRPr="00756191">
        <w:rPr>
          <w:rStyle w:val="libAieChar"/>
          <w:rtl/>
        </w:rPr>
        <w:t xml:space="preserve"> </w:t>
      </w:r>
      <w:r w:rsidR="00756191" w:rsidRPr="00756191">
        <w:rPr>
          <w:rStyle w:val="libAieChar"/>
          <w:rFonts w:hint="eastAsia"/>
          <w:rtl/>
        </w:rPr>
        <w:t>سَنُرِيهِمْ</w:t>
      </w:r>
      <w:r w:rsidR="00756191" w:rsidRPr="00756191">
        <w:rPr>
          <w:rStyle w:val="libAieChar"/>
          <w:rtl/>
        </w:rPr>
        <w:t xml:space="preserve"> آيَاتِنَا فِي الْآفَاقِ وَ فِي أَنْفُسِهِمْ حَتَّى يَتَبَيَّنَ لَهُمْ أَنَّهُ الْحَقُّ</w:t>
      </w:r>
      <w:r w:rsidR="00756191" w:rsidRPr="00756191">
        <w:rPr>
          <w:rStyle w:val="libAlaemChar"/>
          <w:rFonts w:hint="cs"/>
          <w:rtl/>
        </w:rPr>
        <w:t>)</w:t>
      </w:r>
      <w:r>
        <w:rPr>
          <w:rtl/>
        </w:rPr>
        <w:t>.</w:t>
      </w:r>
    </w:p>
    <w:p w:rsidR="000E4D44" w:rsidRDefault="000E4D44" w:rsidP="00756191">
      <w:pPr>
        <w:pStyle w:val="Heading2Center"/>
      </w:pPr>
      <w:bookmarkStart w:id="8" w:name="_Toc488154354"/>
      <w:r>
        <w:rPr>
          <w:rtl/>
        </w:rPr>
        <w:t>مراحل التفسير ومناهجه</w:t>
      </w:r>
      <w:bookmarkEnd w:id="8"/>
    </w:p>
    <w:p w:rsidR="000E4D44" w:rsidRDefault="000E4D44" w:rsidP="000E4D44">
      <w:pPr>
        <w:pStyle w:val="libNormal"/>
      </w:pPr>
      <w:r>
        <w:rPr>
          <w:rtl/>
        </w:rPr>
        <w:t>يمكن القول بأن علم التفسير مر بعدة مراحل كان لكل مرحلة منهاجها العلمى الموافق لاحوال الزمان والمكان للانسان وعلى مبلغ تفتح القلوب واستنارة</w:t>
      </w:r>
    </w:p>
    <w:p w:rsidR="000E4D44" w:rsidRDefault="00ED7F18" w:rsidP="000E4D44">
      <w:pPr>
        <w:pStyle w:val="libNormal"/>
      </w:pPr>
      <w:r>
        <w:rPr>
          <w:rtl/>
        </w:rPr>
        <w:br w:type="page"/>
      </w:r>
    </w:p>
    <w:p w:rsidR="000E4D44" w:rsidRDefault="000E4D44" w:rsidP="00756191">
      <w:pPr>
        <w:pStyle w:val="libNormal0"/>
      </w:pPr>
      <w:r>
        <w:rPr>
          <w:rtl/>
        </w:rPr>
        <w:lastRenderedPageBreak/>
        <w:t>العقول التى استجابت لدولة العلم في تطورها واتساع آفاقها وازدهار ثمارها، وهذه المراحل هى:</w:t>
      </w:r>
    </w:p>
    <w:p w:rsidR="000E4D44" w:rsidRDefault="000E4D44" w:rsidP="000E4D44">
      <w:pPr>
        <w:pStyle w:val="libNormal"/>
      </w:pPr>
      <w:r>
        <w:rPr>
          <w:rtl/>
        </w:rPr>
        <w:t xml:space="preserve">أولا: مرحلة التفسير المأثور عن النبى </w:t>
      </w:r>
      <w:r w:rsidR="00ED7F18" w:rsidRPr="00ED7F18">
        <w:rPr>
          <w:rStyle w:val="libAlaemChar"/>
          <w:rtl/>
        </w:rPr>
        <w:t>صلى‌الله‌عليه‌وآله‌وسلم</w:t>
      </w:r>
      <w:r>
        <w:rPr>
          <w:rtl/>
        </w:rPr>
        <w:t>.</w:t>
      </w:r>
    </w:p>
    <w:p w:rsidR="000E4D44" w:rsidRDefault="000E4D44" w:rsidP="000E4D44">
      <w:pPr>
        <w:pStyle w:val="libNormal"/>
      </w:pPr>
      <w:r>
        <w:rPr>
          <w:rtl/>
        </w:rPr>
        <w:t>ثانيا: مرحلة التفسير المأثور عن أقوال الصحابة وتلاميذهم من التابعين.</w:t>
      </w:r>
    </w:p>
    <w:p w:rsidR="000E4D44" w:rsidRDefault="000E4D44" w:rsidP="000E4D44">
      <w:pPr>
        <w:pStyle w:val="libNormal"/>
      </w:pPr>
      <w:r>
        <w:rPr>
          <w:rtl/>
        </w:rPr>
        <w:t>ثالثا: مرحلة التفسير المعتمد على اللغة لانها أداة التعبير.</w:t>
      </w:r>
    </w:p>
    <w:p w:rsidR="000E4D44" w:rsidRDefault="000E4D44" w:rsidP="000E4D44">
      <w:pPr>
        <w:pStyle w:val="libNormal"/>
      </w:pPr>
      <w:r>
        <w:rPr>
          <w:rtl/>
        </w:rPr>
        <w:t>رابعا: مرحلة التفسير المعتمد على رأى التابعين وتأويلاتهم واجتهاداتهم.</w:t>
      </w:r>
    </w:p>
    <w:p w:rsidR="000E4D44" w:rsidRDefault="000E4D44" w:rsidP="000E4D44">
      <w:pPr>
        <w:pStyle w:val="libNormal"/>
      </w:pPr>
      <w:r>
        <w:rPr>
          <w:rtl/>
        </w:rPr>
        <w:t>خامسا: مرحلة التفسير العصرى لبعض الآيات ذات المفاهيم العلمية أو التشريعية.</w:t>
      </w:r>
    </w:p>
    <w:p w:rsidR="000E4D44" w:rsidRDefault="000E4D44" w:rsidP="000E4D44">
      <w:pPr>
        <w:pStyle w:val="libNormal"/>
      </w:pPr>
      <w:r>
        <w:rPr>
          <w:rtl/>
        </w:rPr>
        <w:t>في ضوء العلوم الحديثة التى اتسع مجال أبحاثها وما زال يتسع يوما بعد يوم.</w:t>
      </w:r>
    </w:p>
    <w:p w:rsidR="000E4D44" w:rsidRDefault="000E4D44" w:rsidP="000E4D44">
      <w:pPr>
        <w:pStyle w:val="libNormal"/>
      </w:pPr>
      <w:r>
        <w:rPr>
          <w:rtl/>
        </w:rPr>
        <w:t xml:space="preserve">وإليك توضيحا لكل مرحلة منها: التفسير المأثور عن النبى </w:t>
      </w:r>
      <w:r w:rsidR="00ED7F18" w:rsidRPr="00ED7F18">
        <w:rPr>
          <w:rStyle w:val="libAlaemChar"/>
          <w:rtl/>
        </w:rPr>
        <w:t>صلى‌الله‌عليه‌وآله‌وسلم</w:t>
      </w:r>
      <w:r>
        <w:rPr>
          <w:rtl/>
        </w:rPr>
        <w:t>: كان النبى صلوات الله وسلامه عليه هو المفسر الاول للقرآن وكان تفسيره شاملا لكل ما جاء فيه من عبادات ومعاملات ومعتقدات وكل ما يتعلق بالمجتمع الانسانى، ابتداء من الاسرة إلى الجماعة إلى الامة وعلاقة الحاكم بالمحكوم وعلاقة المسلمين بغيرهم من الامم في الحرب والسلم، وقد وردت عن النبى أحاديث صحيحة توضح وتفسر ما جاء في القرآن زيادة في الايضاح والبيان وهى الاحايث المتواترة بالسند الصحيح ولذلك كانت السنة النبوية خير مفسر للقرآن الكريم.</w:t>
      </w:r>
    </w:p>
    <w:p w:rsidR="000E4D44" w:rsidRDefault="000E4D44" w:rsidP="000E4D44">
      <w:pPr>
        <w:pStyle w:val="libNormal"/>
      </w:pPr>
      <w:r>
        <w:rPr>
          <w:rtl/>
        </w:rPr>
        <w:t xml:space="preserve">التفسير المأثور عن أقوال الصحابة وتلاميذهم والتابعين لهم: يعتمد هذا التفسير أولا وقبل كل شئ على ما سمعه الصحابة من مفسره الاول وهو النبى </w:t>
      </w:r>
      <w:r w:rsidR="00ED7F18" w:rsidRPr="00ED7F18">
        <w:rPr>
          <w:rStyle w:val="libAlaemChar"/>
          <w:rtl/>
        </w:rPr>
        <w:t>صلى‌الله‌عليه‌وآله‌وسلم</w:t>
      </w:r>
      <w:r>
        <w:rPr>
          <w:rtl/>
        </w:rPr>
        <w:t>، وقد حفظوا هذا التفسير ووعوه لانهم كانوا</w:t>
      </w:r>
    </w:p>
    <w:p w:rsidR="000E4D44" w:rsidRDefault="00ED7F18" w:rsidP="000E4D44">
      <w:pPr>
        <w:pStyle w:val="libNormal"/>
      </w:pPr>
      <w:r>
        <w:rPr>
          <w:rtl/>
        </w:rPr>
        <w:br w:type="page"/>
      </w:r>
    </w:p>
    <w:p w:rsidR="000E4D44" w:rsidRDefault="000E4D44" w:rsidP="00476967">
      <w:pPr>
        <w:pStyle w:val="libNormal0"/>
      </w:pPr>
      <w:r>
        <w:rPr>
          <w:rtl/>
        </w:rPr>
        <w:lastRenderedPageBreak/>
        <w:t>أول من سمع القرآن عقب نزوله والنبى يتلوه عليهم، وكانوا أول من علموا أسباب نزول كل آية ومناسباتها، وكان ذلك خير معين لهم على فهم المقصود من كل آية فهما صحيحا، وكانوا يعنون كل العناية بتفسير كل ما يتعلق بالامور الدينية من حيث العقائد والعبادات وأركان الاسلام وأصوله وأحكامه لان هذا في نظرهم هو جوهر الدين، وما كانوا يشغلون عقولهم بالحقائق الكونية وأسرارها ونواميسها ولا يفكرون في أمرها إلى بقدر ما تدل عليه في نظرهم من قدرة الله تعالى وعظمته، وما كانوا يهتمون بالقصص القرآنى ولا الخوض في شئ من أخباره إلا بقدر ما أتى به القرآن ولا يتعدون نطاقه ولا يلتفتون إلى ما يقوله القصاص الذين زادوا فيه كلاما دخيلا عليه من الاسرائيليات وخلافها.</w:t>
      </w:r>
    </w:p>
    <w:p w:rsidR="000E4D44" w:rsidRDefault="000E4D44" w:rsidP="000E4D44">
      <w:pPr>
        <w:pStyle w:val="libNormal"/>
      </w:pPr>
      <w:r>
        <w:rPr>
          <w:rtl/>
        </w:rPr>
        <w:t>التفسير القائم على اللغة ومعاجمها اللغوية: إن معرفة اللغة العربية هى بلا شك الاساس في فهم القرآن لان الالفاظ القرآنية في ذاتها هى الوعاء له وهى أداة التعبير عن معانى القرآن وأهدافه ولا يمكن الاستغناء عن معرفتها، ومعلوم أن القبائل العربية وقت نزول القرآن لم تكن موحدة اللغة أو اللهجة بل كانت لكل قبيلة ألفاظها وتعابيرها الخاصة بها في إطار اللغة العربية العام، وقد امتازت قبيلة قريش بأنها وسط بين هذه اللغات واللهجات ولذا أنزل القرآن بها لانها أقومها لسانا، وأعذبها بيانا، ولذلك كانت لغة القرآن هى أصح وأدق الاصول اللغوية والبيانية وصارت هى المقياس والميزان لكل ما يراد الاستشهاد على صحة عربيته.</w:t>
      </w:r>
    </w:p>
    <w:p w:rsidR="000E4D44" w:rsidRDefault="000E4D44" w:rsidP="000E4D44">
      <w:pPr>
        <w:pStyle w:val="libNormal"/>
      </w:pPr>
      <w:r>
        <w:rPr>
          <w:rtl/>
        </w:rPr>
        <w:t>وقد اتجهت عناية المسلمين وغيرهم من المستشرقين إلى دراسة مفردات القرآن الكريم وشرحها ووضع المعاجم والفهارس لالفاظه الغريب منها وغير الغريب للدلالة على معانيها لان القرآن أتى بألفاظ جديدة لم تكن معروفة ولا مألوفة قبل</w:t>
      </w:r>
    </w:p>
    <w:p w:rsidR="000E4D44" w:rsidRDefault="00ED7F18" w:rsidP="000E4D44">
      <w:pPr>
        <w:pStyle w:val="libNormal"/>
      </w:pPr>
      <w:r>
        <w:rPr>
          <w:rtl/>
        </w:rPr>
        <w:br w:type="page"/>
      </w:r>
    </w:p>
    <w:p w:rsidR="000E4D44" w:rsidRDefault="000E4D44" w:rsidP="00476967">
      <w:pPr>
        <w:pStyle w:val="libNormal0"/>
      </w:pPr>
      <w:r>
        <w:rPr>
          <w:rtl/>
        </w:rPr>
        <w:lastRenderedPageBreak/>
        <w:t>الاسلام ولها مدلولات خاصة مثل كلمات الشرك والنفاق والصور والحشر والاعراف والصراط والعرش والكرسى وغيرها مما لا عهد للعرب بها، وقد وضح النبى معانيها بجلاء للصحابة وغيرهم، وقد استعمل القرآن ألفاظا من لغات أخرى مثل كلمات الجبت وحصب وأرائك وهى ألفاظ حبشية، وكلمات السجل والسرادق وزنجبيل وهى ألفاظ معربة من الفارسية، وكلمات قسط والرقيم والدراهم وفردوس وهى كلمات رومية الاصل، وكلمات صلوات ولينا وفوم وهى من أصل عبرى، وأمثال هذه الكلمات الغربية أصلا والدخيلة على اللغة العربية لابد لها من معاجم تبين المقصود منها، هذا مع ملاحظة أن أمما كثيرة غير عربية دخلت الاسلام وهى لا تعرف العربية كما أن عامة المسلمين الذين لم ينالوا قسطا كافيا من الثقافة بحاجة شديدة إلى فهم معانى الالفاظ القرآنية من المعاجم اللغوية التى هى خير وسيلة لشرحها.</w:t>
      </w:r>
    </w:p>
    <w:p w:rsidR="000E4D44" w:rsidRDefault="000E4D44" w:rsidP="00476967">
      <w:pPr>
        <w:pStyle w:val="Heading2Center"/>
      </w:pPr>
      <w:bookmarkStart w:id="9" w:name="_Toc488154355"/>
      <w:r>
        <w:rPr>
          <w:rtl/>
        </w:rPr>
        <w:t>مرحلة التفسير بالرأى</w:t>
      </w:r>
      <w:bookmarkEnd w:id="9"/>
    </w:p>
    <w:p w:rsidR="000E4D44" w:rsidRDefault="000E4D44" w:rsidP="000E4D44">
      <w:pPr>
        <w:pStyle w:val="libNormal"/>
      </w:pPr>
      <w:r>
        <w:rPr>
          <w:rtl/>
        </w:rPr>
        <w:t>وهو التفسير القائم على اجتهاد التابعين للصحابة ومن جاء بعدهم من العلماء الاتقياء ذوى الفطن وهم الذين اتخذوا من سعة علومهم باللغة وإلمامهم بأصول الشريعة وفهمهم لروح الدعوة الاسلامية اتخذوا من ذلك وسيلة للتمحيص والتخريج واستنباط آراء وشروح مفصلة لقضايا وردت في القرآن بطريق الاشارة إليها أو الاجمال لها، وقد فتح ذلك باب التفكر والتدبر في آيات الله وعدم الاقتصار على ظواهرها وعلى آراء السلف فقط في تفسيرها بل حاولوا الاجتهاد والتعمق في فهمها واستخراج المعانى الدقيقة المنطوية عليها بحيث لا يخالف هذا الاجتهاد روح الشريعة وأهدافها.</w:t>
      </w:r>
    </w:p>
    <w:p w:rsidR="000E4D44" w:rsidRDefault="000E4D44" w:rsidP="000E4D44">
      <w:pPr>
        <w:pStyle w:val="libNormal"/>
      </w:pPr>
      <w:r>
        <w:rPr>
          <w:rtl/>
        </w:rPr>
        <w:t>وكان أول من استعمل رأية في التفسير الامام بن جرير الطبرى وذلك بعد</w:t>
      </w:r>
    </w:p>
    <w:p w:rsidR="000E4D44" w:rsidRDefault="00ED7F18" w:rsidP="000E4D44">
      <w:pPr>
        <w:pStyle w:val="libNormal"/>
      </w:pPr>
      <w:r>
        <w:rPr>
          <w:rtl/>
        </w:rPr>
        <w:br w:type="page"/>
      </w:r>
    </w:p>
    <w:p w:rsidR="000E4D44" w:rsidRDefault="000E4D44" w:rsidP="00476967">
      <w:pPr>
        <w:pStyle w:val="libNormal0"/>
      </w:pPr>
      <w:r>
        <w:rPr>
          <w:rtl/>
        </w:rPr>
        <w:lastRenderedPageBreak/>
        <w:t>استعراضه لمختلف التفاسير في زمنه وتمحيصها وترجيح بعضها على بعض وإيداء رأيه الخاص مستعينا في ذلك باللغة وأسرارها وبمعرفته لتقاليد العرب وآدابهم وثقافته الواسعة في فهم طبائع الاشياء، وقد سلك مسلكه الامام الزمخشرى ومن جاء بعده ممن استعملوا عقولهم وخبراتهم وعلومهم في تفسيرهم القرآن، وكذلك فعل أئمة المذاهب الاربعة في تمحيص القرآن وفهمه واستنباط الاحكام منه.</w:t>
      </w:r>
    </w:p>
    <w:p w:rsidR="000E4D44" w:rsidRDefault="000E4D44" w:rsidP="00476967">
      <w:pPr>
        <w:pStyle w:val="libNormal"/>
      </w:pPr>
      <w:r>
        <w:rPr>
          <w:rtl/>
        </w:rPr>
        <w:t>وقد أجاز هذا التفسير بالرأى الامام الغزالى وغيره ما دام الرأى لا يخالف القرآن ولا يعارض السنة النبوية ويحقق ما أمر به الله في قوله تعالى في سورة محمد آية 24:</w:t>
      </w:r>
      <w:r w:rsidRPr="00476967">
        <w:rPr>
          <w:rStyle w:val="libAlaemChar"/>
          <w:rtl/>
        </w:rPr>
        <w:t>(</w:t>
      </w:r>
      <w:r w:rsidR="00476967" w:rsidRPr="00476967">
        <w:rPr>
          <w:rStyle w:val="libAieChar"/>
          <w:rFonts w:hint="eastAsia"/>
          <w:rtl/>
        </w:rPr>
        <w:t xml:space="preserve"> أَ</w:t>
      </w:r>
      <w:r w:rsidR="00476967" w:rsidRPr="00476967">
        <w:rPr>
          <w:rStyle w:val="libAieChar"/>
          <w:rtl/>
        </w:rPr>
        <w:t xml:space="preserve"> فَلاَ يَتَدَبَّرُونَ الْقُرْآنَ أَمْ عَلَى قُلُوبٍ أَقْفَالُهَا </w:t>
      </w:r>
      <w:r w:rsidRPr="00476967">
        <w:rPr>
          <w:rStyle w:val="libAieChar"/>
          <w:rtl/>
        </w:rPr>
        <w:t>؟</w:t>
      </w:r>
      <w:r w:rsidRPr="00476967">
        <w:rPr>
          <w:rStyle w:val="libAlaemChar"/>
          <w:rtl/>
        </w:rPr>
        <w:t>)</w:t>
      </w:r>
      <w:r>
        <w:rPr>
          <w:rtl/>
        </w:rPr>
        <w:t xml:space="preserve"> وفى هذا تحريض على التدبر والتفكر في القرآن بقلوب مفتوحة وعقول مستنيرة غير مغلقة.</w:t>
      </w:r>
    </w:p>
    <w:p w:rsidR="000E4D44" w:rsidRDefault="000E4D44" w:rsidP="000E4D44">
      <w:pPr>
        <w:pStyle w:val="libNormal"/>
      </w:pPr>
      <w:r>
        <w:rPr>
          <w:rtl/>
        </w:rPr>
        <w:t>وأنه على الرغم من الدعوة إلى تعقل آيات الله والتعمق في معانيها إلا أن هناك من المحاذير ما يمنع بل يحرم تحريما باتا استعمال الرأى إذا كان هذا الرأى نابعا عن هوى شخصى في نفس المفسر ما يتنافى مع الشرع ويأباه العرف، أو كان رأيا صادرا عن تحميل الآيات ما لا تتحمله لاقرار مذهب معين يتعصب له المفسر ويقحمه إقحاما لا مبرر له أصلا في نصوص الآيات لان ذلك يفتح أمام القلوب المريضة المجالات للتهجم على القرآن بما لم ينزل به الله سلطانا.</w:t>
      </w:r>
    </w:p>
    <w:p w:rsidR="000E4D44" w:rsidRDefault="000E4D44" w:rsidP="000E4D44">
      <w:pPr>
        <w:pStyle w:val="libNormal"/>
      </w:pPr>
      <w:r>
        <w:rPr>
          <w:rtl/>
        </w:rPr>
        <w:t xml:space="preserve">ولئن كان بعض العلماء أجاز التفسير بالرأى والتأويل استنادا إلى دعاء النبى </w:t>
      </w:r>
      <w:r w:rsidR="00ED7F18" w:rsidRPr="00ED7F18">
        <w:rPr>
          <w:rStyle w:val="libAlaemChar"/>
          <w:rtl/>
        </w:rPr>
        <w:t>صلى‌الله‌عليه‌وآله‌وسلم</w:t>
      </w:r>
      <w:r>
        <w:rPr>
          <w:rtl/>
        </w:rPr>
        <w:t xml:space="preserve"> لابن عباس بأن يفقههه الله في الدين ويعلمه التأويل إلا أن ذلك التوسع في التأويل قد فتح باب الشطط في التخيل والتصور وأوقع الكثير من المؤولين في مزالق خطيرة في فهم الآيات وتحميلها معانى بعيدة عنها ومن ذلك</w:t>
      </w:r>
    </w:p>
    <w:p w:rsidR="000E4D44" w:rsidRDefault="00ED7F18" w:rsidP="000E4D44">
      <w:pPr>
        <w:pStyle w:val="libNormal"/>
      </w:pPr>
      <w:r>
        <w:rPr>
          <w:rtl/>
        </w:rPr>
        <w:br w:type="page"/>
      </w:r>
    </w:p>
    <w:p w:rsidR="000E4D44" w:rsidRDefault="000E4D44" w:rsidP="00B44669">
      <w:pPr>
        <w:pStyle w:val="libNormal0"/>
      </w:pPr>
      <w:r>
        <w:rPr>
          <w:rtl/>
        </w:rPr>
        <w:lastRenderedPageBreak/>
        <w:t>ما يفسر به الشيعة بعض الآيات على هواهم لاعتقادهم بأن للقرآن ظاهرا وباطنا وأن الباطن له عدة بواطن لا يعرفها حق المعرفة إلا الامام المعصوم الذى يعتقدون أنه يوحى إليه وأنه يسمع الكلام الموحى به ولكنه لا يرى من يكلمه.</w:t>
      </w:r>
    </w:p>
    <w:p w:rsidR="000E4D44" w:rsidRDefault="000E4D44" w:rsidP="000E4D44">
      <w:pPr>
        <w:pStyle w:val="libNormal"/>
      </w:pPr>
      <w:r>
        <w:rPr>
          <w:rtl/>
        </w:rPr>
        <w:t>ومن أمثلة تفاسيرهم وتأويلاتهم ما ورد مرويا عن الامام الباقر في شرح قوله تعالى:(من جاء بالحسنة فله خير منها وهم من فزع يومئذ آمنون، ومن جاء بالسيئة فكبت وجوهم في النار) أنه فسر الحسنة بأنها هى معرفة الامام وحب آل البيت وأن السيئة هى إنكار الامام وبغض آل البيت، وكذلك ما روى عن جعفر الصادق في قوله:(فسيرى الله عملكم ورسوله والمؤمنون) أنه فسرها بأن أعمال الناس تعرض على الائمة من آل البيت.</w:t>
      </w:r>
    </w:p>
    <w:p w:rsidR="000E4D44" w:rsidRDefault="000E4D44" w:rsidP="000E4D44">
      <w:pPr>
        <w:pStyle w:val="libNormal"/>
      </w:pPr>
      <w:r>
        <w:rPr>
          <w:rtl/>
        </w:rPr>
        <w:t>وقد كان هناك فريق من علماء المسلمين يستمعون إلى ما يقوله أهل الكتاب من اليهود والنصارى نقلا عن كتبهم المقدسة فيصدقونها ويعتمدون عليها في تفسيرهم للقرآن، والحقيقة أن كتب أهل الكتاب وتفسيرها قد دخلها التحريف والتغيير على يد رجال الدين السابقين الذين حرفوها ودسوا فيها ما ليس منها طعما في حطام الدنيا أو إرضاء للحكام كما أنها عندما ترجمت من لغاتها الاصلية إلى اللغات الاخرى فقدت الكثير من حقائقها ومعانيها الاصلية، وذلك علاوة على ما خالط تفسير هذه الكتب من أساطير وخرافات وإسرائيليات كان خليقا بعلماء المسلمين الذين اعتمدوا عليها ألا يركنوا إليها ويحشروها في تفاسيرهم وفاتهم أن المقصود من هذه الاسرائيليات هو الافتراء على الدين الاسلامى بما هو براء منه ونتج عن ذلك تحقيق ما أراده أعداء الاسلام من البلبلة والتضليل، ومن أمثلة ذلك ما جاء في تفسر الثعالبى وغيره.</w:t>
      </w:r>
    </w:p>
    <w:p w:rsidR="000E4D44" w:rsidRDefault="000E4D44" w:rsidP="000E4D44">
      <w:pPr>
        <w:pStyle w:val="libNormal"/>
      </w:pPr>
      <w:r>
        <w:rPr>
          <w:rtl/>
        </w:rPr>
        <w:t>وكان الاحرى بالعلماء القدامى الذين عاشوا في العصور المضطربة إجتماعيا والمتأخرة عقليا أن يتنبهوا إلى ما جاء في كتاب الله من الحض على فهم القرآن</w:t>
      </w:r>
    </w:p>
    <w:p w:rsidR="000E4D44" w:rsidRDefault="00ED7F18" w:rsidP="000E4D44">
      <w:pPr>
        <w:pStyle w:val="libNormal"/>
      </w:pPr>
      <w:r>
        <w:rPr>
          <w:rtl/>
        </w:rPr>
        <w:br w:type="page"/>
      </w:r>
    </w:p>
    <w:p w:rsidR="000E4D44" w:rsidRDefault="000E4D44" w:rsidP="00B44669">
      <w:pPr>
        <w:pStyle w:val="libNormal0"/>
      </w:pPr>
      <w:r>
        <w:rPr>
          <w:rtl/>
        </w:rPr>
        <w:lastRenderedPageBreak/>
        <w:t>والتدبر في الآيات ومعانيها بفكر قويم وعقل سليم غير متأثر بترهات أو فلسفات دخيلة على الاسلام من معتقدات الامم التى دخلت في الاسلام وخلطوا عقائدهم ومبادئهم الخاطئة ومفاهيمهم المنكرة في ساحة الاسلام النقية الخالية من الخرافات.</w:t>
      </w:r>
    </w:p>
    <w:p w:rsidR="000E4D44" w:rsidRDefault="000E4D44" w:rsidP="00B44669">
      <w:pPr>
        <w:pStyle w:val="Heading2Center"/>
      </w:pPr>
      <w:bookmarkStart w:id="10" w:name="_Toc488154356"/>
      <w:r>
        <w:rPr>
          <w:rtl/>
        </w:rPr>
        <w:t>لماذا تتفاوت تفاسير القرآن</w:t>
      </w:r>
      <w:bookmarkEnd w:id="10"/>
    </w:p>
    <w:p w:rsidR="000E4D44" w:rsidRDefault="000E4D44" w:rsidP="000E4D44">
      <w:pPr>
        <w:pStyle w:val="libNormal"/>
      </w:pPr>
      <w:r>
        <w:rPr>
          <w:rtl/>
        </w:rPr>
        <w:t>إن تراث التفاسير الذى خلفه السلف يختلف بعضه عن بعض في اتجاهاتها ومشاربها إختلافا واضحا، ومنشأ ذلك هو إختلاف مصادر الثقافة التى تأثر بها أصحاب هذه التفاسير، فمن غلبت عليه النزعة الدينية توسع في شرح العقيدة وأركان الاسلام، ومنهم من غلبت عليه الناحية اللغوية من بلاغة وبيان فأولى هذه الابحاث اهتمامه في تفسيره منهم من غلبت عليه النزعة الفقهية التشريعية فانصرف إلى استنباط الاحكام والقوانين الدينية في المعاملات والحقوق والواجبات ومنهم من تعلقت نفسه بالعبادة والتصوف والنظر إلى الحياة الدنيا يعين الزهد فيها والتأمل في تقلباتها والاعتبار بصرفها فاجتهد في تفسير الآيات على منهج الوعظ والتذكير بخشية الله والعمل على مرضاته والاخلاص في طاعته.</w:t>
      </w:r>
    </w:p>
    <w:p w:rsidR="000E4D44" w:rsidRDefault="000E4D44" w:rsidP="000E4D44">
      <w:pPr>
        <w:pStyle w:val="libNormal"/>
      </w:pPr>
      <w:r>
        <w:rPr>
          <w:rtl/>
        </w:rPr>
        <w:t>وبعض التفاسير القديمة مليئة بالكثير من الآراء التى لا تخلو من الخطأ والصواب والراجح منها والمرجوح والقوى والضعيف، كما أن بعض المفسرين قديمهم حديثهم لهم في تفسير الآيات آراء متعددة ومتشعبة، وقد تكون للآية الواحدة في نظرهم عدة وجوه مختلفة، وواجب المفسر في العصر الحديث أن يمحص ويقارن بين هذه الآراء ويكشف عن الآراء الضعيفة منها ليبين عوامل الضعف والخطأ فيها، وقد يقتضى الامر البحث عن رأى آخر أقرب للحق والصواب دون مجافاة أو معارضة لنصوص الدين ومنهجه ولا بأس من الاستعانة بكل ما هو صحيح تماما من القوانين العلمية.</w:t>
      </w:r>
    </w:p>
    <w:p w:rsidR="000E4D44" w:rsidRDefault="00ED7F18" w:rsidP="000E4D44">
      <w:pPr>
        <w:pStyle w:val="libNormal"/>
      </w:pPr>
      <w:r>
        <w:rPr>
          <w:rtl/>
        </w:rPr>
        <w:br w:type="page"/>
      </w:r>
    </w:p>
    <w:p w:rsidR="000E4D44" w:rsidRDefault="000E4D44" w:rsidP="000E4D44">
      <w:pPr>
        <w:pStyle w:val="libNormal"/>
      </w:pPr>
      <w:r>
        <w:rPr>
          <w:rtl/>
        </w:rPr>
        <w:lastRenderedPageBreak/>
        <w:t>وبدهى أن القرآن لم ينزل ليكون كتاب طبيعة أو كيمياء أو فلك أو طب أو تاريخ أو غير ذلك من مختلف العلوم بل هو كتاب هداية، لانه لو نزل مفصلا للنظريات العلمية الحديثة لما فهمه العرب الاميون وقتئذ، ولم يؤد القرآن رسالته التى نزل من أجلها وهى نزع الشرك والجهالة والضلال والشرور والمفاسد المتأصلة في النفوس، وقد كانت أكثر الآيات الملكية التى نزلت خلال ثلاث عشرة سنة تدعو بصفة عامة إلى التوحيد ومحاربة الشرك بأساليب الوعد والوعيد والترغيب والترهيب والتفقه في أصول الدين، ثم نزلت الآيات المدنية بعد ذلك لكى تمكن الايمان في القلوب وتدعو إلى أهداف أخرى تقوم على التشريع وتنظيم المجتمع وبث روح الاخوة والتعاون والحض على الجهاد في سبيل الله وغير ذلك من سياسة الجماعات والدول الرشيدة.</w:t>
      </w:r>
    </w:p>
    <w:p w:rsidR="000E4D44" w:rsidRDefault="000E4D44" w:rsidP="006F5F03">
      <w:pPr>
        <w:pStyle w:val="libNormal"/>
      </w:pPr>
      <w:r>
        <w:rPr>
          <w:rtl/>
        </w:rPr>
        <w:t xml:space="preserve">وكان النبى </w:t>
      </w:r>
      <w:r w:rsidR="00ED7F18" w:rsidRPr="00ED7F18">
        <w:rPr>
          <w:rStyle w:val="libAlaemChar"/>
          <w:rtl/>
        </w:rPr>
        <w:t>صلى‌الله‌عليه‌وآله‌وسلم</w:t>
      </w:r>
      <w:r>
        <w:rPr>
          <w:rtl/>
        </w:rPr>
        <w:t xml:space="preserve"> إذا وجه إليه أحد سؤالا عن أمور كونية أو مسائل طبيعية أو غير ذلك مما يستلزم الاجابة عليه الدخول في تفاصيل علمية فوق مستوى ثقافة عصره فإن الله سبحانه يوحى إلى رسوله بإجابات سديدة مبسطة تقبلها العقول قبولا حسنا، فمن ذلك مثلا قوله تعالى في سورة البقرة آية 189:</w:t>
      </w:r>
      <w:r w:rsidR="006F5F03" w:rsidRPr="006F5F03">
        <w:rPr>
          <w:rStyle w:val="libAlaemChar"/>
          <w:rFonts w:hint="cs"/>
          <w:rtl/>
        </w:rPr>
        <w:t>(</w:t>
      </w:r>
      <w:r w:rsidRPr="006F5F03">
        <w:rPr>
          <w:rStyle w:val="libAieChar"/>
          <w:rtl/>
        </w:rPr>
        <w:t xml:space="preserve"> </w:t>
      </w:r>
      <w:r w:rsidR="006F5F03" w:rsidRPr="006F5F03">
        <w:rPr>
          <w:rStyle w:val="libAieChar"/>
          <w:rFonts w:hint="eastAsia"/>
          <w:rtl/>
        </w:rPr>
        <w:t>يَسْأَلُونَکَ</w:t>
      </w:r>
      <w:r w:rsidR="006F5F03" w:rsidRPr="006F5F03">
        <w:rPr>
          <w:rStyle w:val="libAieChar"/>
          <w:rtl/>
        </w:rPr>
        <w:t xml:space="preserve"> عَنِ الْأَهِلَّةِ قُلْ هِيَ مَوَاقِيتُ لِلنَّاسِ وَ الْحَجِّ</w:t>
      </w:r>
      <w:r w:rsidRPr="006F5F03">
        <w:rPr>
          <w:rStyle w:val="libAlaemChar"/>
          <w:rtl/>
        </w:rPr>
        <w:t>)</w:t>
      </w:r>
      <w:r>
        <w:rPr>
          <w:rtl/>
        </w:rPr>
        <w:t xml:space="preserve"> وهكذا يأتى الجواب سهل الفهم كافيا للاقناع بأن اختلاف أوجه القمر هى لحكمة معرفة الاوقات وبخاصة مواقيت الشهور ومواعيد الحج التى تهم السائلين.</w:t>
      </w:r>
    </w:p>
    <w:p w:rsidR="000E4D44" w:rsidRDefault="000E4D44" w:rsidP="000E4D44">
      <w:pPr>
        <w:pStyle w:val="libNormal"/>
      </w:pPr>
      <w:r>
        <w:rPr>
          <w:rtl/>
        </w:rPr>
        <w:t>وقد جاء‌ت في بعض التفاسير القديمة آراء غير صحيحة وتأويلات خاطئة لا تقبلها العقول السليمة فكان لابد من معارضتها ودحضها بإعادة النظر في تفسيرها على وجهها الصحيح لان السكوت على ذلك وترك القديم على قدمه وخطأه هو نوع من الجمود والتخلف وحجر على العقول والقلوب المتفتحة لرؤية حقائق القرآن بنور العلم والايمان.</w:t>
      </w:r>
    </w:p>
    <w:p w:rsidR="006F5F03" w:rsidRDefault="006F5F03" w:rsidP="006F5F03">
      <w:pPr>
        <w:pStyle w:val="libNormal"/>
      </w:pPr>
      <w:r>
        <w:rPr>
          <w:rtl/>
        </w:rPr>
        <w:br w:type="page"/>
      </w:r>
    </w:p>
    <w:p w:rsidR="000E4D44" w:rsidRDefault="000E4D44" w:rsidP="006F5F03">
      <w:pPr>
        <w:pStyle w:val="Heading2Center"/>
      </w:pPr>
      <w:bookmarkStart w:id="11" w:name="_Toc488154357"/>
      <w:r>
        <w:rPr>
          <w:rtl/>
        </w:rPr>
        <w:lastRenderedPageBreak/>
        <w:t>الاعجاز العلمى في آيات القرآن</w:t>
      </w:r>
      <w:bookmarkEnd w:id="11"/>
    </w:p>
    <w:p w:rsidR="000E4D44" w:rsidRDefault="000E4D44" w:rsidP="000E4D44">
      <w:pPr>
        <w:pStyle w:val="libNormal"/>
      </w:pPr>
      <w:r>
        <w:rPr>
          <w:rtl/>
        </w:rPr>
        <w:t>يجب على المسلم ألا يختلط عليه الامر بين رسالتى الدين والعلم وألا ينظر إليهما على أنهما أمران مختلفان تجب المقارنة والمفاضلة بينهما بل هما في حقيقة أمرهما رسالتان متكاملتان، وكلاهما يساعدان على تثبيت الايمان في القلوب، لان العلم نور يهدى إلى الحق ما دام علما نافعا، والدين في جوهره هداية ربانية للعقول والقلوب ونفحات سماوية للارواح والنفوس.</w:t>
      </w:r>
    </w:p>
    <w:p w:rsidR="000E4D44" w:rsidRDefault="000E4D44" w:rsidP="000E4D44">
      <w:pPr>
        <w:pStyle w:val="libNormal"/>
      </w:pPr>
      <w:r>
        <w:rPr>
          <w:rtl/>
        </w:rPr>
        <w:t>ويجب على المسلم ألا تخدعه مظاهر التقدم العلمى المادى الذى برع فيه أهل أوروبا وأمريكا وبخاصة في علوم الذرة والتكنولوجية وغزو الفضاء فهذه كلها ليست كل شئ لاسعاد البشرية وشقاء عللها، وإنما العلوم الدينية المستمدة من القرآن والسنة وأنباع هديها إلى جانب العلوم الدنيوية هى البلسم الواقى من العلل والشافى من أمراض النفوس.</w:t>
      </w:r>
    </w:p>
    <w:p w:rsidR="000E4D44" w:rsidRDefault="000E4D44" w:rsidP="000E4D44">
      <w:pPr>
        <w:pStyle w:val="libNormal"/>
      </w:pPr>
      <w:r>
        <w:rPr>
          <w:rtl/>
        </w:rPr>
        <w:t xml:space="preserve">والقرآن الكريم هو كلام الله سبحانه وتعالى، وكلامه جل جلاله صفة من صفاته التى تجلى بها على نبيه محمد </w:t>
      </w:r>
      <w:r w:rsidR="00ED7F18" w:rsidRPr="00ED7F18">
        <w:rPr>
          <w:rStyle w:val="libAlaemChar"/>
          <w:rtl/>
        </w:rPr>
        <w:t>صلى‌الله‌عليه‌وآله‌وسلم</w:t>
      </w:r>
      <w:r>
        <w:rPr>
          <w:rtl/>
        </w:rPr>
        <w:t xml:space="preserve"> فكانت تلك الآيات التى بهرت العقول بروعتها وأدخلت الايمان في القلوب بقدسيتها وروحانيتها، وبصدق حقائقها المطلق الذى لا يأنيها الباطل من بين يديها ولا من خلفها، وإن صدق اليقين الذى نزل به القرآن جعل لكلماته تأثيرا قويا لا تنال منه الايام، وبهذا يظل هدى القرآن على الدهر شبابا ناضرا دائما، وإعجازا متجددا لا ينقطع مدده وإلهامه للمؤمنين العاملين به.</w:t>
      </w:r>
    </w:p>
    <w:p w:rsidR="000E4D44" w:rsidRDefault="000E4D44" w:rsidP="000E4D44">
      <w:pPr>
        <w:pStyle w:val="libNormal"/>
      </w:pPr>
      <w:r>
        <w:rPr>
          <w:rtl/>
        </w:rPr>
        <w:t>ويكفى للدلالة على حيوية القرآن وقوة تأثيره أن من يسمعه بوعى أو يقرأه بتدبر لمبانيه ومعانيه أو يدرسه للوقوف على أسراره يؤمن إيمانا عميقا أنه وحى السماء،</w:t>
      </w:r>
    </w:p>
    <w:p w:rsidR="000E4D44" w:rsidRDefault="00ED7F18" w:rsidP="000E4D44">
      <w:pPr>
        <w:pStyle w:val="libNormal"/>
      </w:pPr>
      <w:r>
        <w:rPr>
          <w:rtl/>
        </w:rPr>
        <w:br w:type="page"/>
      </w:r>
    </w:p>
    <w:p w:rsidR="000E4D44" w:rsidRDefault="000E4D44" w:rsidP="006F5F03">
      <w:pPr>
        <w:pStyle w:val="libNormal0"/>
      </w:pPr>
      <w:r>
        <w:rPr>
          <w:rtl/>
        </w:rPr>
        <w:lastRenderedPageBreak/>
        <w:t xml:space="preserve">وليس من كلام بشر، فهاهو عمر بن الخطاب </w:t>
      </w:r>
      <w:r w:rsidR="00ED7F18" w:rsidRPr="00ED7F18">
        <w:rPr>
          <w:rStyle w:val="libAlaemChar"/>
          <w:rtl/>
        </w:rPr>
        <w:t>رضي‌الله‌عنه</w:t>
      </w:r>
      <w:r>
        <w:rPr>
          <w:rtl/>
        </w:rPr>
        <w:t xml:space="preserve"> بعد ما قرأ بعض آيات من القرآن في بيت أخته التى ذهب للانتقام منها لاسلامها نراه يتحول من مشرك عنيد وعدو لدود للاسلام والمسلمين يتحول إلى مؤمن قوى، ويسارع إلى مقابلة النبى حيث كان مجتمعا مع أتباعه المسلمين يعلمهم ويزكيهم في دار الارقم بن الارقم ويعلن له إسلامه وانضمامه إلى جماعة المسلمين بمكة، أسلم وهو يعلم ما سوف يلقاه من عشيرته وقومه من معارضة وإيذاء.</w:t>
      </w:r>
    </w:p>
    <w:p w:rsidR="000E4D44" w:rsidRDefault="000E4D44" w:rsidP="000E4D44">
      <w:pPr>
        <w:pStyle w:val="libNormal"/>
      </w:pPr>
      <w:r>
        <w:rPr>
          <w:rtl/>
        </w:rPr>
        <w:t>مفهوم العلم والعلماء قديما وحديثا: لقد صارت كلمة العلم مع تطور الزمن ذات مدلولين، فقديما كان مدلولها العلم القائم على العلوم الدينية وما يتفرع عنها من علوم التوحيد وعلم الفقه وعلم التفسير وعلم اللغة والبلاغة وعلم الحديث إلى غير ذلك من العلوم المتصلة بالدعوة الاسلامية وتاريخها وقرآنها وأحاديثها النبوية، وكان الدارسون لهذه العلوم هم العلماء والفقهاء وأهل العلم وقتئذ، وكانوا هم قادة الفكر والرأى والعلم قبل عصرنا هذا، ويقول الامام الغزالى في هذا الموضوع: إن العلم المقصود هو العلم بالله وصفاته وملائكته ورسله وملكوت السماوات والارض وعجائب النفوس الانسانية والحيوانية من حيث أنها مرتبة بقدرة الله لا من حيث ذواتها لان المقصود الاقصى هو العلم بالله، وأما العمل فمقصود به أساسا مجاهدة الهوى حتى تزول الحوائل التى ربما أعاقت الانسان عن العلم بالله تعالى.</w:t>
      </w:r>
    </w:p>
    <w:p w:rsidR="000E4D44" w:rsidRDefault="000E4D44" w:rsidP="000E4D44">
      <w:pPr>
        <w:pStyle w:val="libNormal"/>
      </w:pPr>
      <w:r>
        <w:rPr>
          <w:rtl/>
        </w:rPr>
        <w:t>أما مدلول العلم حديثا فإنه يختلف عن المعنى القديم المشار إليه سابقا، إذ ظهر من وقت قريب جماعة تقول عن عصرنا الحاضر إنه عصر العلم والعمل ويقصدون بذلك أن العلم بمفهوم عصرنا هو العلم الطبيعى القائم على دراسة ما في الكون من مواد وعناصر وكائنات لها خصائصها الذاتية ونواميسها التى تحكمها من كيمياء</w:t>
      </w:r>
    </w:p>
    <w:p w:rsidR="000E4D44" w:rsidRDefault="00ED7F18" w:rsidP="000E4D44">
      <w:pPr>
        <w:pStyle w:val="libNormal"/>
      </w:pPr>
      <w:r>
        <w:rPr>
          <w:rtl/>
        </w:rPr>
        <w:br w:type="page"/>
      </w:r>
    </w:p>
    <w:p w:rsidR="000E4D44" w:rsidRDefault="000E4D44" w:rsidP="006F5F03">
      <w:pPr>
        <w:pStyle w:val="libNormal0"/>
      </w:pPr>
      <w:r>
        <w:rPr>
          <w:rtl/>
        </w:rPr>
        <w:lastRenderedPageBreak/>
        <w:t>وطبيعية وميكانيكا وغير ذلك من علوم الطب والرياضة والفلك وما يتضمنه ذلك من حقائق كونية، وأن العمل في إطار هذا المفهوم للعلم فهو تطبيق العلم عمليا بإستعمال الاجهزة والادوات والوسائل الاخرى الحديثة من مختبرات ومراصد وتجارب واستنباطات منطقية وغير ذلك: وفى ضوء هذين المدلولين للعلم يرى المفسرون العصريون لآيات القرآن أنه من الضرروى أن يشتمل تفسيرهم الناحيتين الدينية والعلمية ودون الاكتفاء بناحية واحدة منهما.</w:t>
      </w:r>
    </w:p>
    <w:p w:rsidR="000E4D44" w:rsidRDefault="000E4D44" w:rsidP="006F5F03">
      <w:pPr>
        <w:pStyle w:val="Heading2Center"/>
      </w:pPr>
      <w:bookmarkStart w:id="12" w:name="_Toc488154358"/>
      <w:r>
        <w:rPr>
          <w:rtl/>
        </w:rPr>
        <w:t>تفسير القرآن في ضوء العلوم الحديثة</w:t>
      </w:r>
      <w:bookmarkEnd w:id="12"/>
    </w:p>
    <w:p w:rsidR="000E4D44" w:rsidRDefault="000E4D44" w:rsidP="000E4D44">
      <w:pPr>
        <w:pStyle w:val="libNormal"/>
      </w:pPr>
      <w:r>
        <w:rPr>
          <w:rtl/>
        </w:rPr>
        <w:t>إن هذا النوع من التفسير لبعض الآيات الكونية والطبيعية وغيرها ذات الطابع العلمى منهج جديد ومحاولة موفقة إن شاء الله تعالى لاظهار ما في القرآن من إعجاز علمى أو تشريعى لم يعرفه المفسرون القدامى المعرفة التامة، ولم يكن ذلك عن إغفال لشأنها وإنما كان ذلك منهم لانهم نظروا إليها نظرة تأمل وإجلال وتقديس باعتبارها مظهر لقدرة الله العظيمة في خلق هذا الكون وروعة حكمته وتدابيره؟ لجميع ما فيه من كائنات ومخلوقات، ولكن عندما تقدم العلم واتسعت آفاقه مع تطور المدنية والحضارة أخذت أنظار العلماء تتجه إلى ما جاء به القرآن من حقائق علمية سبقت نهضة الانسان العلمية بعدة قرون.</w:t>
      </w:r>
    </w:p>
    <w:p w:rsidR="000E4D44" w:rsidRDefault="000E4D44" w:rsidP="000E4D44">
      <w:pPr>
        <w:pStyle w:val="libNormal"/>
      </w:pPr>
      <w:r>
        <w:rPr>
          <w:rtl/>
        </w:rPr>
        <w:t xml:space="preserve">فمن المعلوم أن القرآن نزل على النبى </w:t>
      </w:r>
      <w:r w:rsidR="00ED7F18" w:rsidRPr="00ED7F18">
        <w:rPr>
          <w:rStyle w:val="libAlaemChar"/>
          <w:rtl/>
        </w:rPr>
        <w:t>صلى‌الله‌عليه‌وآله‌وسلم</w:t>
      </w:r>
      <w:r>
        <w:rPr>
          <w:rtl/>
        </w:rPr>
        <w:t xml:space="preserve"> خلال القرن السادس الميلادى أى قبل عصر نهضة أوروبا التى بدأت طلائعها في القرن الرابع عشر الميلادى واستمرت في نمو وإزدهار وحققت نتائج قيمة من الكشوف العلمية في مختلف العلوم والفنون والآداب التى حررت العقول من الجهل والخرافات التى كانت سائدة ومسيطرة في العصور الوسطى ومما يذكره التاريخ من قضايا هذا العصر الوسيط أنه قامت بين رجال الدين</w:t>
      </w:r>
    </w:p>
    <w:p w:rsidR="000E4D44" w:rsidRDefault="00ED7F18" w:rsidP="000E4D44">
      <w:pPr>
        <w:pStyle w:val="libNormal"/>
      </w:pPr>
      <w:r>
        <w:rPr>
          <w:rtl/>
        </w:rPr>
        <w:br w:type="page"/>
      </w:r>
    </w:p>
    <w:p w:rsidR="000E4D44" w:rsidRDefault="000E4D44" w:rsidP="006F5F03">
      <w:pPr>
        <w:pStyle w:val="libNormal0"/>
      </w:pPr>
      <w:r>
        <w:rPr>
          <w:rtl/>
        </w:rPr>
        <w:lastRenderedPageBreak/>
        <w:t>المسيحى وبين رجال العلم مخاصمات ومنازعات خطيرة في أمور علمية اعتبرها رجال الدين خروجا على ما في الكتب المقدسة من نصوص لم يفهموها وحرفوها وغيروا وبدلوا فيها تبعا لاهوائهم وتحقيقا لمصالحهم ومنافعهم الخاصة.</w:t>
      </w:r>
    </w:p>
    <w:p w:rsidR="000E4D44" w:rsidRDefault="000E4D44" w:rsidP="000E4D44">
      <w:pPr>
        <w:pStyle w:val="libNormal"/>
      </w:pPr>
      <w:r>
        <w:rPr>
          <w:rtl/>
        </w:rPr>
        <w:t>ومن أمثلة هذه الخلافات ما قرره علماء الفلك بعد الدراسة والبحث الوثيق من أن الارض ليست مركز الكون كما كان يعتقد رجال الدين الذين اعتبروا ذلك الرأى خروجا على حرمة الدين فكفروا كل من اعتقد ذلك الرأى واضطهدوهم بل أهدروا دماء‌هم.</w:t>
      </w:r>
    </w:p>
    <w:p w:rsidR="000E4D44" w:rsidRDefault="000E4D44" w:rsidP="008520BA">
      <w:pPr>
        <w:pStyle w:val="libNormal"/>
      </w:pPr>
      <w:r>
        <w:rPr>
          <w:rtl/>
        </w:rPr>
        <w:t xml:space="preserve">وإليك نموذجا يوضح اختلاف التفاسير قديما وحديثا وكيف أن إدراك المعانى للآيات يتفاوت من فهم إلى فهم ومن عصر إلى عصر كما في الآيات الآتية: قال الله تعالى في سورة ص آية </w:t>
      </w:r>
      <w:r w:rsidR="008520BA">
        <w:rPr>
          <w:rtl/>
        </w:rPr>
        <w:t>–</w:t>
      </w:r>
      <w:r>
        <w:rPr>
          <w:rtl/>
        </w:rPr>
        <w:t xml:space="preserve"> 3</w:t>
      </w:r>
      <w:r w:rsidR="008520BA">
        <w:rPr>
          <w:rFonts w:hint="cs"/>
          <w:rtl/>
        </w:rPr>
        <w:t>0-</w:t>
      </w:r>
      <w:r>
        <w:rPr>
          <w:rtl/>
        </w:rPr>
        <w:t xml:space="preserve"> 3</w:t>
      </w:r>
      <w:r w:rsidR="008520BA">
        <w:rPr>
          <w:rFonts w:hint="cs"/>
          <w:rtl/>
        </w:rPr>
        <w:t>3</w:t>
      </w:r>
      <w:r>
        <w:rPr>
          <w:rtl/>
        </w:rPr>
        <w:t>:</w:t>
      </w:r>
      <w:r w:rsidRPr="008520BA">
        <w:rPr>
          <w:rStyle w:val="libAlaemChar"/>
          <w:rtl/>
        </w:rPr>
        <w:t>(</w:t>
      </w:r>
      <w:r w:rsidR="008520BA" w:rsidRPr="008520BA">
        <w:rPr>
          <w:rStyle w:val="libAieChar"/>
          <w:rFonts w:hint="eastAsia"/>
          <w:rtl/>
        </w:rPr>
        <w:t xml:space="preserve"> وَ</w:t>
      </w:r>
      <w:r w:rsidR="008520BA" w:rsidRPr="008520BA">
        <w:rPr>
          <w:rStyle w:val="libAieChar"/>
          <w:rtl/>
        </w:rPr>
        <w:t xml:space="preserve"> وَهَبْنَا لِدَاوُدَ سُلَيْمَانَ نِعْمَ الْعَبْدُ إِنَّهُ أَوَّابٌ‌</w:t>
      </w:r>
      <w:r w:rsidRPr="008520BA">
        <w:rPr>
          <w:rStyle w:val="libAieChar"/>
          <w:rtl/>
        </w:rPr>
        <w:t xml:space="preserve"> </w:t>
      </w:r>
      <w:r w:rsidR="008520BA" w:rsidRPr="008520BA">
        <w:rPr>
          <w:rStyle w:val="libAieChar"/>
          <w:rFonts w:hint="eastAsia"/>
          <w:rtl/>
        </w:rPr>
        <w:t>إِذْ</w:t>
      </w:r>
      <w:r w:rsidR="008520BA" w:rsidRPr="008520BA">
        <w:rPr>
          <w:rStyle w:val="libAieChar"/>
          <w:rtl/>
        </w:rPr>
        <w:t xml:space="preserve"> عُرِضَ عَلَيْهِ بِالْعَشِيِّ الصَّافِنَاتُ الْجِيَادُ</w:t>
      </w:r>
      <w:r w:rsidRPr="008520BA">
        <w:rPr>
          <w:rStyle w:val="libAieChar"/>
          <w:rtl/>
        </w:rPr>
        <w:t xml:space="preserve"> </w:t>
      </w:r>
      <w:r w:rsidR="008520BA" w:rsidRPr="008520BA">
        <w:rPr>
          <w:rStyle w:val="libAieChar"/>
          <w:rFonts w:hint="eastAsia"/>
          <w:rtl/>
        </w:rPr>
        <w:t>فَقَالَ</w:t>
      </w:r>
      <w:r w:rsidR="008520BA" w:rsidRPr="008520BA">
        <w:rPr>
          <w:rStyle w:val="libAieChar"/>
          <w:rtl/>
        </w:rPr>
        <w:t xml:space="preserve"> إِنِّي أَحْبَبْتُ حُبَّ الْخَيْرِ عَنْ ذِکْرِ رَبِّي حَتَّى تَوَارَتْ بِالْحِجَابِ</w:t>
      </w:r>
      <w:r w:rsidRPr="008520BA">
        <w:rPr>
          <w:rStyle w:val="libAieChar"/>
          <w:rtl/>
        </w:rPr>
        <w:t xml:space="preserve"> </w:t>
      </w:r>
      <w:r w:rsidR="008520BA" w:rsidRPr="008520BA">
        <w:rPr>
          <w:rStyle w:val="libAieChar"/>
          <w:rFonts w:hint="eastAsia"/>
          <w:rtl/>
        </w:rPr>
        <w:t>رُدُّوهَا</w:t>
      </w:r>
      <w:r w:rsidR="008520BA" w:rsidRPr="008520BA">
        <w:rPr>
          <w:rStyle w:val="libAieChar"/>
          <w:rtl/>
        </w:rPr>
        <w:t xml:space="preserve"> عَلَيَّ فَطَفِقَ مَسْحاً بِالسُّوقِ وَ الْأَعْنَاقِ</w:t>
      </w:r>
      <w:r w:rsidRPr="008520BA">
        <w:rPr>
          <w:rStyle w:val="libAlaemChar"/>
          <w:rtl/>
        </w:rPr>
        <w:t>)</w:t>
      </w:r>
      <w:r>
        <w:rPr>
          <w:rtl/>
        </w:rPr>
        <w:t xml:space="preserve"> فقد فسرت هذه الآية الكريمة قديما بأن سيدنا سليمان </w:t>
      </w:r>
      <w:r w:rsidR="00ED7F18" w:rsidRPr="00ED7F18">
        <w:rPr>
          <w:rStyle w:val="libAlaemChar"/>
          <w:rtl/>
        </w:rPr>
        <w:t>عليه‌السلام</w:t>
      </w:r>
      <w:r>
        <w:rPr>
          <w:rtl/>
        </w:rPr>
        <w:t xml:space="preserve"> لما عرضت عليه الخيل في وقت صلاة العصر شغلته وألهته عن الصلاة فتملكه الغضب وأخذ يقطع سيقان هذه الخيول وأعناقها بالسيف.</w:t>
      </w:r>
    </w:p>
    <w:p w:rsidR="000E4D44" w:rsidRDefault="000E4D44" w:rsidP="006F5F03">
      <w:pPr>
        <w:pStyle w:val="libNormal"/>
      </w:pPr>
      <w:r>
        <w:rPr>
          <w:rtl/>
        </w:rPr>
        <w:t xml:space="preserve">وهذا التفسير ينافى ما جاء في الآية من أن سليمان </w:t>
      </w:r>
      <w:r w:rsidR="006F5F03" w:rsidRPr="00ED7F18">
        <w:rPr>
          <w:rStyle w:val="libAlaemChar"/>
          <w:rtl/>
        </w:rPr>
        <w:t>عليه‌السلام</w:t>
      </w:r>
      <w:r w:rsidR="006F5F03">
        <w:rPr>
          <w:rtl/>
        </w:rPr>
        <w:t xml:space="preserve"> </w:t>
      </w:r>
      <w:r>
        <w:rPr>
          <w:rtl/>
        </w:rPr>
        <w:t>كان نعم العبد الاواب فكيف يصدر عن نبى أثنى عليه القرآن هذا الثناء أن يكون قاسيا إلى حد قتل الخيول البريئة التى هى عدة المؤمنين في قتال أعداء الدين والزود عن حياض الاوطان بغير ذنب جنته.</w:t>
      </w:r>
    </w:p>
    <w:p w:rsidR="000E4D44" w:rsidRDefault="000E4D44" w:rsidP="000E4D44">
      <w:pPr>
        <w:pStyle w:val="libNormal"/>
      </w:pPr>
      <w:r>
        <w:rPr>
          <w:rtl/>
        </w:rPr>
        <w:t xml:space="preserve">وقد فسرت الآيات بعد ذلك تفسيرا معقولا أقرب إلى الواقع المفهوم وهو أن سليمان </w:t>
      </w:r>
      <w:r w:rsidR="00ED7F18" w:rsidRPr="00ED7F18">
        <w:rPr>
          <w:rStyle w:val="libAlaemChar"/>
          <w:rtl/>
        </w:rPr>
        <w:t>عليه‌السلام</w:t>
      </w:r>
      <w:r>
        <w:rPr>
          <w:rtl/>
        </w:rPr>
        <w:t xml:space="preserve"> عرضت عليه بعد الظهر الخيل الاصيلة التى تسكن حين وقوفها</w:t>
      </w:r>
    </w:p>
    <w:p w:rsidR="000E4D44" w:rsidRDefault="00ED7F18" w:rsidP="000E4D44">
      <w:pPr>
        <w:pStyle w:val="libNormal"/>
      </w:pPr>
      <w:r>
        <w:rPr>
          <w:rtl/>
        </w:rPr>
        <w:br w:type="page"/>
      </w:r>
    </w:p>
    <w:p w:rsidR="000E4D44" w:rsidRDefault="000E4D44" w:rsidP="00E94ED8">
      <w:pPr>
        <w:pStyle w:val="libNormal0"/>
      </w:pPr>
      <w:r>
        <w:rPr>
          <w:rtl/>
        </w:rPr>
        <w:lastRenderedPageBreak/>
        <w:t>وتسرع حين سيرها، فقال سليمان إنى أشربت حب الخيل لانها عدة الخير وهو الجهاد في سبيل الله وأن حبها نشأ عن ذكرى لربى، وما زال مشغولا بعرضها حتى غابت عن ناظريه، ثم إنه أمر بردها عليه ليتعرف أحوالها، فأخذ يمسح سوقها وأعناقها ترفقا بها وحبا لها واستئناسا لها.</w:t>
      </w:r>
    </w:p>
    <w:p w:rsidR="000E4D44" w:rsidRDefault="000E4D44" w:rsidP="000E4D44">
      <w:pPr>
        <w:pStyle w:val="libNormal"/>
      </w:pPr>
      <w:r>
        <w:rPr>
          <w:rtl/>
        </w:rPr>
        <w:t xml:space="preserve">وبعد أن تقدم العلم كثيرا نجد أن الانسان قد توصل في مجال الطب البيطرى إلى أن ما فعله سيدنا سليمان </w:t>
      </w:r>
      <w:r w:rsidR="00ED7F18" w:rsidRPr="00ED7F18">
        <w:rPr>
          <w:rStyle w:val="libAlaemChar"/>
          <w:rtl/>
        </w:rPr>
        <w:t>عليه‌السلام</w:t>
      </w:r>
      <w:r>
        <w:rPr>
          <w:rtl/>
        </w:rPr>
        <w:t xml:space="preserve"> كان هو الاسلوب الامثل في معاملة الحيوانات واستئناسها بإدخال الطمأنينة والهدوء عليها بأن يربت على رؤوسها ورقابها وظهورها عندما يريد فحصها أو استخدامها، ومن ذلك يتضح ما بين التفسيرين من فرق شاسع.</w:t>
      </w:r>
    </w:p>
    <w:p w:rsidR="000E4D44" w:rsidRDefault="000E4D44" w:rsidP="00E94ED8">
      <w:pPr>
        <w:pStyle w:val="Heading2Center"/>
      </w:pPr>
      <w:bookmarkStart w:id="13" w:name="_Toc488154359"/>
      <w:r>
        <w:rPr>
          <w:rtl/>
        </w:rPr>
        <w:t>القرآن يهدى القلوب التى تتدبره وتنير العقول التى تتفهمه</w:t>
      </w:r>
      <w:bookmarkEnd w:id="13"/>
    </w:p>
    <w:p w:rsidR="000E4D44" w:rsidRDefault="000E4D44" w:rsidP="00E94ED8">
      <w:pPr>
        <w:pStyle w:val="libNormal"/>
      </w:pPr>
      <w:r>
        <w:rPr>
          <w:rtl/>
        </w:rPr>
        <w:t xml:space="preserve">لقد آمن بالاسلام وبالقرآن أفراد وجماعات كثيرة من غير المسلمين، وكان إسلامهم نتيجة تأثير القرآن في نفوسهم بطريق مباشر أو غير مباشر، فأما عن تأثيره المباشر فقد اعترفت به أفراد من علماء أوروبا ذوى الالباب والفطر السليمة ممن سمعوا القرآن أو قرأوه وفهموا بعض أسراره وإعجازه، ومن أمثلة ذلك ما فهمه أحد الاطباء من قوله تعالى في سورة النساء آية - 56: </w:t>
      </w:r>
      <w:r w:rsidR="00E94ED8" w:rsidRPr="00E94ED8">
        <w:rPr>
          <w:rStyle w:val="libAlaemChar"/>
          <w:rFonts w:hint="cs"/>
          <w:rtl/>
        </w:rPr>
        <w:t>(</w:t>
      </w:r>
      <w:r w:rsidR="00E94ED8" w:rsidRPr="00E94ED8">
        <w:rPr>
          <w:rStyle w:val="libAieChar"/>
          <w:rtl/>
        </w:rPr>
        <w:t>کُلَّمَا نَضِجَتْ جُلُودُهُمْ بَدَّلْنَاهُمْ جُلُوداً غَيْرَهَا لِيَذُوقُوا الْعَذَابَ</w:t>
      </w:r>
      <w:r w:rsidRPr="00E94ED8">
        <w:rPr>
          <w:rStyle w:val="libAlaemChar"/>
          <w:rtl/>
        </w:rPr>
        <w:t>)</w:t>
      </w:r>
      <w:r>
        <w:rPr>
          <w:rtl/>
        </w:rPr>
        <w:t xml:space="preserve"> فأدرك أن وراء هذه الآية حقيقة علمية ما كانت معلومة للناس وقت نزول القرآن، وأنه لابد أن يكون من كلام عليم خبير بتركيب جسم الانسان، وبشبكة الاعصاب الدقيقة التى تنتشر أطرافها في الطبقة الجلدية وهى التى نستقبل الاحساس بالحرارة والبرودة والالم والراحة.</w:t>
      </w:r>
    </w:p>
    <w:p w:rsidR="000E4D44" w:rsidRDefault="000E4D44" w:rsidP="000E4D44">
      <w:pPr>
        <w:pStyle w:val="libNormal"/>
      </w:pPr>
      <w:r>
        <w:rPr>
          <w:rtl/>
        </w:rPr>
        <w:t>فهم ذلك الطبيب من الآية أن تجدد الالم الذى انقطع بحرق الجلد لا يكون</w:t>
      </w:r>
    </w:p>
    <w:p w:rsidR="000E4D44" w:rsidRDefault="00ED7F18" w:rsidP="000E4D44">
      <w:pPr>
        <w:pStyle w:val="libNormal"/>
      </w:pPr>
      <w:r>
        <w:rPr>
          <w:rtl/>
        </w:rPr>
        <w:br w:type="page"/>
      </w:r>
    </w:p>
    <w:p w:rsidR="000E4D44" w:rsidRDefault="000E4D44" w:rsidP="006E1649">
      <w:pPr>
        <w:pStyle w:val="libNormal0"/>
      </w:pPr>
      <w:r>
        <w:rPr>
          <w:rtl/>
        </w:rPr>
        <w:lastRenderedPageBreak/>
        <w:t>إلا بإعادة الجلد حيا كما كان لكى يتجدد ألمه مرارا وتكرارا كلما تبدل الجلد في كل مرة بعد حرقه، وتأكد الطبيب بأن هذا الكلام لا يصدر إلا من عالم خبير بتركيب الجسم البشرى ووظيفة الاعصاب المنتشرة في كيانه، وأن هذا الكلام نزل منذ قرون بعيدة على لسان نبى أمى لم يدرس علم الطب ولا التشريح فأيقن أن هذا كلام من أرسل محمدا رسولا فآمن به وأسلم.</w:t>
      </w:r>
    </w:p>
    <w:p w:rsidR="000E4D44" w:rsidRDefault="000E4D44" w:rsidP="006E1649">
      <w:pPr>
        <w:pStyle w:val="libNormal"/>
      </w:pPr>
      <w:r>
        <w:rPr>
          <w:rtl/>
        </w:rPr>
        <w:t>ومثل آخر لربان بحرى كان يجول البحار ويشاهد أحوالها ومظاهرها ليلا ونهارا وما تتعرض له عن عواصف وسحب وأمواج متلاطمة ورياح عاتية وظلمات وغير ذلك مما كابده خلال سنين عمله في البحار والمحيطات، فإنه لما قرأ في سورة النور آية - 40 قوله تعالى:</w:t>
      </w:r>
      <w:r w:rsidRPr="006E1649">
        <w:rPr>
          <w:rStyle w:val="libAlaemChar"/>
          <w:rtl/>
        </w:rPr>
        <w:t>(</w:t>
      </w:r>
      <w:r w:rsidR="006E1649" w:rsidRPr="006E1649">
        <w:rPr>
          <w:rStyle w:val="libAieChar"/>
          <w:rFonts w:hint="eastAsia"/>
          <w:rtl/>
        </w:rPr>
        <w:t xml:space="preserve"> أَوْ</w:t>
      </w:r>
      <w:r w:rsidR="006E1649" w:rsidRPr="006E1649">
        <w:rPr>
          <w:rStyle w:val="libAieChar"/>
          <w:rtl/>
        </w:rPr>
        <w:t xml:space="preserve"> کَظُلُمَاتٍ فِي بَحْرٍ لُجِّيٍّ يَغْشَاهُ مَوْجٌ مِنْ فَوْقِهِ مَوْجٌ مِنْ فَوْقِهِ سَحَابٌ ظُلُمَاتٌ بَعْضُهَا فَوْقَ بَعْضٍ إِذَا أَخْرَجَ يَدَهُ لَمْ يَکَدْ يَرَاهَا</w:t>
      </w:r>
      <w:r w:rsidRPr="006E1649">
        <w:rPr>
          <w:rStyle w:val="libAlaemChar"/>
          <w:rtl/>
        </w:rPr>
        <w:t>)</w:t>
      </w:r>
      <w:r>
        <w:rPr>
          <w:rtl/>
        </w:rPr>
        <w:t xml:space="preserve"> قال في نفسه إن أحدا لا يستطيع أن يصف هذا الوصف الدقيق لاحوال البحار وظواهرها الجوية إلا من كان بحارا شق عباب الماء وعاين تقلبات الاحوال فيه، وأن محمدا الذى نزل عليه هذا الكلام لم يكن في يوم من أيامه بحارا كما أنه لم يركب البحر في حياته وعاش في وسط الصحراء البعيدة كل البعد عن عالم البحار فمن أين له هذه المعلومات الدقيقة التى لا يعرفها سوى الملاحون؟ إنه ولا شك كلام عليم خبير وهو الله سبحانه فآمن وأسلم بأن محمدا رسول الله حقا وصدقا.</w:t>
      </w:r>
    </w:p>
    <w:p w:rsidR="000E4D44" w:rsidRDefault="000E4D44" w:rsidP="000E4D44">
      <w:pPr>
        <w:pStyle w:val="libNormal"/>
      </w:pPr>
      <w:r>
        <w:rPr>
          <w:rtl/>
        </w:rPr>
        <w:t>وهناك شعوب أسلمت وآمنت بالقرآن بطريق غير مباشر ومن أمثلة هؤلاء سكان إندونيسيا وما حولها وسكان شرق قارة أفريقية ووسطها حيث نزل بساحتهم التجار العرب المسلمون الذين ذهبوا إلى هذه الجهات النائية للاتجار وتعاملوا مع أهلها معاملة كلها الصدق والامانة والوفاء ومكارم الاخلاق فراعتهم هذه الاخلاق السامية والمبادئ العالية التى كانوا عليها وعلموا أن مزاياهم الجميلة هذه هى من</w:t>
      </w:r>
    </w:p>
    <w:p w:rsidR="000E4D44" w:rsidRDefault="00ED7F18" w:rsidP="000E4D44">
      <w:pPr>
        <w:pStyle w:val="libNormal"/>
      </w:pPr>
      <w:r>
        <w:rPr>
          <w:rtl/>
        </w:rPr>
        <w:br w:type="page"/>
      </w:r>
    </w:p>
    <w:p w:rsidR="000E4D44" w:rsidRDefault="000E4D44" w:rsidP="00F5302A">
      <w:pPr>
        <w:pStyle w:val="libNormal0"/>
      </w:pPr>
      <w:r>
        <w:rPr>
          <w:rtl/>
        </w:rPr>
        <w:lastRenderedPageBreak/>
        <w:t>أثر القرآن وتعاليم الاسلام التى أكسبتهم هذه الفضائل والمكارم وصاغتهم هذه الصياغة الكريمة التى لا مئيل لها فيمن عرفوا من الناس فآمنوا بالاسلام دينا وبالقرآن معجزة لرسوله الكريم صلوات الله وسلامه عليه.</w:t>
      </w:r>
    </w:p>
    <w:p w:rsidR="000E4D44" w:rsidRPr="00713CE3" w:rsidRDefault="000E4D44" w:rsidP="00F5302A">
      <w:pPr>
        <w:pStyle w:val="libNormal"/>
      </w:pPr>
      <w:r>
        <w:rPr>
          <w:rtl/>
        </w:rPr>
        <w:t>بمثل هذه الآيات السالفة الذكر وآثارها في العقول والنفوس كان إيمان كثير من المسيحيين وغيرهم من الملل الاخرى من ذوى الالباب والفطن الذين ما كانوا يعرفون معنى الاعجاز البيانى أو البلاغى في لغة القرآن وإنما عرفوا منه الاعجاز العلمى الذى وجدوه في كثير من الآيات العلمية مثل قوله تعالى</w:t>
      </w:r>
      <w:r w:rsidRPr="00713CE3">
        <w:rPr>
          <w:rtl/>
        </w:rPr>
        <w:t>:(</w:t>
      </w:r>
      <w:r w:rsidR="00F5302A" w:rsidRPr="00713CE3">
        <w:rPr>
          <w:rFonts w:hint="eastAsia"/>
          <w:rtl/>
        </w:rPr>
        <w:t xml:space="preserve"> خَلَقَ</w:t>
      </w:r>
      <w:r w:rsidR="00F5302A" w:rsidRPr="00713CE3">
        <w:rPr>
          <w:rtl/>
        </w:rPr>
        <w:t xml:space="preserve"> الْإِنْسَانَ مِنْ عَلَقٍ</w:t>
      </w:r>
      <w:r w:rsidRPr="00713CE3">
        <w:rPr>
          <w:rtl/>
        </w:rPr>
        <w:t>)(يخرج الميت من الحى ويخرج الحى من الميت)(وجعلنا الرياح لواقح)(يكور الليل على النهار ويكور النهار على الليل</w:t>
      </w:r>
      <w:r w:rsidR="00F5302A" w:rsidRPr="00713CE3">
        <w:rPr>
          <w:rtl/>
        </w:rPr>
        <w:t>)</w:t>
      </w:r>
      <w:r w:rsidR="00F5302A" w:rsidRPr="00713CE3">
        <w:rPr>
          <w:rFonts w:hint="cs"/>
          <w:rtl/>
        </w:rPr>
        <w:t>(</w:t>
      </w:r>
      <w:r w:rsidRPr="00713CE3">
        <w:rPr>
          <w:rtl/>
        </w:rPr>
        <w:t>وإن من شئ إلا يسبح بحمده)(والسماء ذات الحبك)(</w:t>
      </w:r>
      <w:r w:rsidR="00F5302A" w:rsidRPr="00713CE3">
        <w:rPr>
          <w:rFonts w:hint="eastAsia"/>
          <w:rtl/>
        </w:rPr>
        <w:t xml:space="preserve"> فَلاَ</w:t>
      </w:r>
      <w:r w:rsidR="00F5302A" w:rsidRPr="00713CE3">
        <w:rPr>
          <w:rtl/>
        </w:rPr>
        <w:t xml:space="preserve"> أُقْسِمُ بِمَوَاقِعِ النُّجُومِ </w:t>
      </w:r>
      <w:r w:rsidR="00F5302A" w:rsidRPr="00713CE3">
        <w:rPr>
          <w:rFonts w:hint="eastAsia"/>
          <w:rtl/>
        </w:rPr>
        <w:t>وَ</w:t>
      </w:r>
      <w:r w:rsidR="00F5302A" w:rsidRPr="00713CE3">
        <w:rPr>
          <w:rtl/>
        </w:rPr>
        <w:t xml:space="preserve"> إِنَّهُ لَقَسَمٌ لَوْ تَعْلَمُونَ عَظِيمٌ</w:t>
      </w:r>
      <w:r w:rsidRPr="00713CE3">
        <w:rPr>
          <w:rtl/>
        </w:rPr>
        <w:t xml:space="preserve">) </w:t>
      </w:r>
      <w:r w:rsidR="00F5302A" w:rsidRPr="00713CE3">
        <w:rPr>
          <w:rFonts w:hint="cs"/>
          <w:rtl/>
        </w:rPr>
        <w:t>(</w:t>
      </w:r>
      <w:r w:rsidRPr="00713CE3">
        <w:rPr>
          <w:rtl/>
        </w:rPr>
        <w:t>وفى هذا ما يؤكد أن الكون هو كتاب الله الصامت، وآن القرآن هو كتاب الله الناطق بما يدل على علم الله بأسراره).</w:t>
      </w:r>
    </w:p>
    <w:p w:rsidR="000E4D44" w:rsidRDefault="000E4D44" w:rsidP="000E4D44">
      <w:pPr>
        <w:pStyle w:val="libNormal"/>
      </w:pPr>
      <w:r>
        <w:rPr>
          <w:rtl/>
        </w:rPr>
        <w:t xml:space="preserve">وهذه الآيات وأمثالها لم يفهمها السلف الصالح على وجهها العلمى وإنما رأوا فيها أنها دلائل على قدرة الله تعالى وعظمته، وأنها شاهدة على أنه سبحانه بديع السماوات والارض، ولا شك أن النبى </w:t>
      </w:r>
      <w:r w:rsidR="00ED7F18" w:rsidRPr="00ED7F18">
        <w:rPr>
          <w:rStyle w:val="libAlaemChar"/>
          <w:rtl/>
        </w:rPr>
        <w:t>صلى‌الله‌عليه‌وآله‌وسلم</w:t>
      </w:r>
      <w:r>
        <w:rPr>
          <w:rtl/>
        </w:rPr>
        <w:t xml:space="preserve"> لم يتعرض في</w:t>
      </w:r>
    </w:p>
    <w:p w:rsidR="000E4D44" w:rsidRDefault="00ED7F18" w:rsidP="000E4D44">
      <w:pPr>
        <w:pStyle w:val="libNormal"/>
      </w:pPr>
      <w:r>
        <w:rPr>
          <w:rtl/>
        </w:rPr>
        <w:br w:type="page"/>
      </w:r>
    </w:p>
    <w:p w:rsidR="000E4D44" w:rsidRDefault="000E4D44" w:rsidP="00F5302A">
      <w:pPr>
        <w:pStyle w:val="libNormal0"/>
      </w:pPr>
      <w:r>
        <w:rPr>
          <w:rtl/>
        </w:rPr>
        <w:lastRenderedPageBreak/>
        <w:t>تفسيره لمثل هذه الآيات من الناحية العلمية التفصيلية التى هى فوق مستوى عقولهم فقد أمر الله نبيه أن يخاطب الناس على قدر عقولهم.</w:t>
      </w:r>
    </w:p>
    <w:p w:rsidR="000E4D44" w:rsidRDefault="000E4D44" w:rsidP="000E4D44">
      <w:pPr>
        <w:pStyle w:val="libNormal"/>
      </w:pPr>
      <w:r>
        <w:rPr>
          <w:rtl/>
        </w:rPr>
        <w:t>وقبل الكلام عن الاعجاز العلمى للقرآن يجب أن نعرف أن المعجزة هى أمر خارق للعادة يظهره الله على يد النبى تأييدا لنبوته، ومعجزات القرآن كثيرة ومتنوعة كان أبرزها عند نزولها الاعجاز البيانى الذى تحدى به العرب أهل الفصاحة والبلاغة أن يأتوا بشئ من مثله فعجزوا، وللقرآن إعجازات أخرى منها الاعجاز العلمى والاعجاز التشريعى والسياسى والحربى والنفسى وكلها شاهدة على روعة القرآن وعظمته وقدسيته وأنه كلام الله الحق.</w:t>
      </w:r>
    </w:p>
    <w:p w:rsidR="000E4D44" w:rsidRDefault="000E4D44" w:rsidP="000E4D44">
      <w:pPr>
        <w:pStyle w:val="libNormal"/>
      </w:pPr>
      <w:r>
        <w:rPr>
          <w:rtl/>
        </w:rPr>
        <w:t>وقد أجمع العلماء على أنه لا يجوز مطلقا أن نخضع القرآن للتفسير العلمى لان من نظريات العلم ما يتغير ويتطور ولا يثبت على حال، وإذا اختلفت النظرة العلمية في وقت من الاوقات مع الآية القرآنية فيرجع ذلك إلى أن العلم الذى يتطور من وقت لآخر لم يصل بعد إلى مستوى مفهوم الآية، والله سبحانه وتعالى يقول في كتابه العزيز:(سنريهم آياتنا في الآفاق وفي أنفسهم) أى أن ما لم يتفق مع الآية القرآنية من النظريات العلمية فإنه سوف يظهر مستقبلا بعد طول الدرس وللبحث والتنقيب لان كلام الله لا يأتيه الباطل من بين يديه ولا من خلفه، ثم أنه سبحانه يقول عن القرآن:(ثم إن علينا بيانه) أى أنه سوف يشرحه ويبين أسراره في مستقبل الاعصر والدهور.</w:t>
      </w:r>
    </w:p>
    <w:p w:rsidR="000E4D44" w:rsidRDefault="00ED7F18" w:rsidP="000E4D44">
      <w:pPr>
        <w:pStyle w:val="libNormal"/>
      </w:pPr>
      <w:r>
        <w:rPr>
          <w:rtl/>
        </w:rPr>
        <w:br w:type="page"/>
      </w:r>
    </w:p>
    <w:p w:rsidR="000E4D44" w:rsidRDefault="000E4D44" w:rsidP="000E4D44">
      <w:pPr>
        <w:pStyle w:val="libNormal"/>
      </w:pPr>
      <w:r>
        <w:rPr>
          <w:rtl/>
        </w:rPr>
        <w:lastRenderedPageBreak/>
        <w:t xml:space="preserve">مقارنة بين بعض ما جاء به القرآن وبين ما في الكتب السماوية الاخرى: إن القرآن الكريم فيه من العلوم والمعارف والمبادئ والآداب أضعاف أضعاف ما جاء في الكتب المقدسة السابقة، فالعهد القديم مثلا كان أكثر الكتب السماوية تناولا للناحية العلمية قبل القرآن، ونجده لم يتعرض إلا لثلاثة موضوعات فقط بإيجاز وهى: خلق الارض وخلق ما عليها من كائنات وبعض سير الانبياء من لدن آدم </w:t>
      </w:r>
      <w:r w:rsidR="00ED7F18" w:rsidRPr="00ED7F18">
        <w:rPr>
          <w:rStyle w:val="libAlaemChar"/>
          <w:rtl/>
        </w:rPr>
        <w:t>عليه‌السلام</w:t>
      </w:r>
      <w:r>
        <w:rPr>
          <w:rtl/>
        </w:rPr>
        <w:t xml:space="preserve"> إلى أنبياء بنى إسرائيل فقط، وكان تناوله لهذه الموضوعات محدودا، أما القرآن فقد تناول الحقائق الكونية وما يدور حولها من مظاهر ثم ما يتعلق بقصص الانبياء بصورة أصح وأدق بكثير عما جاء في الكتب السماوية الاخرى، كما أنه رسم الطريق الصحيح للبحث العلمى عن طريق النظر والتدبر والتأمل واستعمال الفكر القويم في فهم القرآن.</w:t>
      </w:r>
    </w:p>
    <w:p w:rsidR="000E4D44" w:rsidRDefault="000E4D44" w:rsidP="00713CE3">
      <w:pPr>
        <w:pStyle w:val="libNormal"/>
      </w:pPr>
      <w:r>
        <w:rPr>
          <w:rtl/>
        </w:rPr>
        <w:t xml:space="preserve">وعلى سبيل المثال ما ورد في التوراة عن نبى الله سليمان </w:t>
      </w:r>
      <w:r w:rsidR="00ED7F18" w:rsidRPr="00ED7F18">
        <w:rPr>
          <w:rStyle w:val="libAlaemChar"/>
          <w:rtl/>
        </w:rPr>
        <w:t>عليه‌السلام</w:t>
      </w:r>
      <w:r>
        <w:rPr>
          <w:rtl/>
        </w:rPr>
        <w:t xml:space="preserve"> كان شيئا يحط من قدره ويصفه بأنه حاد عن طريق الايمان باستخدام الجن، واعتبرت خوارق المعجزات التى ظهرت على يديه من قبيل السحر، ولكن القرآن الكريم نفى عنه هذه التهم الباطلة نفيا باتا بقوله تعالى في سورة البقرة آية - 102:</w:t>
      </w:r>
      <w:r w:rsidRPr="00713CE3">
        <w:rPr>
          <w:rStyle w:val="libAlaemChar"/>
          <w:rtl/>
        </w:rPr>
        <w:t>(</w:t>
      </w:r>
      <w:r w:rsidR="00713CE3" w:rsidRPr="00713CE3">
        <w:rPr>
          <w:rStyle w:val="libAieChar"/>
          <w:rtl/>
        </w:rPr>
        <w:t xml:space="preserve"> وَ مَا کَفَرَ سُلَيْمَانُ وَ لٰکِنَّ الشَّيَاطِينَ کَفَرُوا يُعَلِّمُونَ النَّاسَ السِّحْرَ وَ مَا أُنْزِلَ عَلَى الْمَلَکَيْنِ بِبَابِلَ هَارُوتَ وَ مَارُوتَ وَ مَا يُعَلِّمَانِ مِنْ أَحَدٍ </w:t>
      </w:r>
      <w:r w:rsidR="00713CE3" w:rsidRPr="00713CE3">
        <w:rPr>
          <w:rStyle w:val="libAieChar"/>
          <w:rFonts w:hint="eastAsia"/>
          <w:rtl/>
        </w:rPr>
        <w:t>حَتَّى</w:t>
      </w:r>
      <w:r w:rsidR="00713CE3" w:rsidRPr="00713CE3">
        <w:rPr>
          <w:rStyle w:val="libAieChar"/>
          <w:rtl/>
        </w:rPr>
        <w:t xml:space="preserve"> يَقُولاَ إِنَّمَا نَحْنُ فِتْنَةٌ فَلاَ تَکْفُرْ</w:t>
      </w:r>
      <w:r w:rsidRPr="00713CE3">
        <w:rPr>
          <w:rStyle w:val="libAlaemChar"/>
          <w:rtl/>
        </w:rPr>
        <w:t>)</w:t>
      </w:r>
      <w:r>
        <w:rPr>
          <w:rtl/>
        </w:rPr>
        <w:t xml:space="preserve"> وشتان بين ما جاء به القرآن عن نبى معصوم وبين ما جاء في التوراة كتاب العهد القديم من قدح وذم في نبى كريم.</w:t>
      </w:r>
    </w:p>
    <w:p w:rsidR="000E4D44" w:rsidRDefault="000E4D44" w:rsidP="000E4D44">
      <w:pPr>
        <w:pStyle w:val="libNormal"/>
      </w:pPr>
      <w:r>
        <w:rPr>
          <w:rtl/>
        </w:rPr>
        <w:t>وفيما يلى طائفة من الآيات القرآنية ذات المدلولات العلمية التى لا شك مطلقا في توافق العلم معها توافقا تاما لا تناقض فيه لاثبات الاعجاز العلمى في آيات القرآن، وقد أتبعت في عرض هذه الآيات الخطوات الآتية:</w:t>
      </w:r>
    </w:p>
    <w:p w:rsidR="000E4D44" w:rsidRDefault="00ED7F18" w:rsidP="000E4D44">
      <w:pPr>
        <w:pStyle w:val="libNormal"/>
      </w:pPr>
      <w:r>
        <w:rPr>
          <w:rtl/>
        </w:rPr>
        <w:br w:type="page"/>
      </w:r>
    </w:p>
    <w:p w:rsidR="000E4D44" w:rsidRDefault="000E4D44" w:rsidP="00402EAA">
      <w:pPr>
        <w:pStyle w:val="libNormal0"/>
      </w:pPr>
      <w:r>
        <w:rPr>
          <w:rtl/>
        </w:rPr>
        <w:lastRenderedPageBreak/>
        <w:t>أولا: ذكر الآية ومكانها من القرآن الكريم.</w:t>
      </w:r>
    </w:p>
    <w:p w:rsidR="000E4D44" w:rsidRDefault="000E4D44" w:rsidP="000E4D44">
      <w:pPr>
        <w:pStyle w:val="libNormal"/>
      </w:pPr>
      <w:r>
        <w:rPr>
          <w:rtl/>
        </w:rPr>
        <w:t>ثانيا: التفسير الدينى الوارد في كثير من التفاسير المعتبرة لرجال الدين.</w:t>
      </w:r>
    </w:p>
    <w:p w:rsidR="000E4D44" w:rsidRDefault="000E4D44" w:rsidP="000E4D44">
      <w:pPr>
        <w:pStyle w:val="libNormal"/>
      </w:pPr>
      <w:r>
        <w:rPr>
          <w:rtl/>
        </w:rPr>
        <w:t>ثالثا: التفسير بالرأى العلمى المطابق لاحدث ما وصل إليه العلماء من نظريات صحيحة متفقة مع القرآن.</w:t>
      </w:r>
    </w:p>
    <w:p w:rsidR="000E4D44" w:rsidRDefault="000E4D44" w:rsidP="000E4D44">
      <w:pPr>
        <w:pStyle w:val="libNormal"/>
      </w:pPr>
      <w:r>
        <w:rPr>
          <w:rtl/>
        </w:rPr>
        <w:t>رابعا: عرض مبسط لبعض مبادئ العلوم المتصلة بالآيات بأسهل أسلوب يفهمه القارئ العادى إذا لزم الامر ذلك لزيادة التأكيد بين صلة العلم بالقرآن.</w:t>
      </w:r>
    </w:p>
    <w:p w:rsidR="000E4D44" w:rsidRDefault="000E4D44" w:rsidP="00402EAA">
      <w:pPr>
        <w:pStyle w:val="libNormal"/>
      </w:pPr>
      <w:r>
        <w:rPr>
          <w:rtl/>
        </w:rPr>
        <w:t xml:space="preserve">ويجب ألا يغيب عن البال مطلقا أن الله سبحانه وهو خالق السماوات والارض وما فيهن هو الذى أنزل القرآن مبينا فيه علمه القديم بكل حقائقه وأسراره وأحكامه وظواهره وخوافيه، ويكفى للدلالة على ذلك قوله تعالى في سورة الحج آية - </w:t>
      </w:r>
      <w:r w:rsidR="00402EAA">
        <w:rPr>
          <w:rFonts w:hint="cs"/>
          <w:rtl/>
        </w:rPr>
        <w:t>70</w:t>
      </w:r>
      <w:r>
        <w:rPr>
          <w:rtl/>
        </w:rPr>
        <w:t>:</w:t>
      </w:r>
      <w:r w:rsidRPr="00402EAA">
        <w:rPr>
          <w:rStyle w:val="libAlaemChar"/>
          <w:rtl/>
        </w:rPr>
        <w:t>(</w:t>
      </w:r>
      <w:r w:rsidR="00402EAA" w:rsidRPr="00402EAA">
        <w:rPr>
          <w:rStyle w:val="libAieChar"/>
          <w:rFonts w:hint="eastAsia"/>
          <w:rtl/>
        </w:rPr>
        <w:t xml:space="preserve"> أَ</w:t>
      </w:r>
      <w:r w:rsidR="00402EAA" w:rsidRPr="00402EAA">
        <w:rPr>
          <w:rStyle w:val="libAieChar"/>
          <w:rtl/>
        </w:rPr>
        <w:t xml:space="preserve"> لَمْ تَعْلَمْ أَنَّ اللَّهَ يَعْلَمُ مَا فِي السَّمَاءِ وَ الْأَرْضِ إِنَّ ذٰلِکَ فِي کِتَابٍ إِنَّ ذٰلِکَ عَلَى اللَّهِ يَسِيرٌ</w:t>
      </w:r>
      <w:r w:rsidRPr="00402EAA">
        <w:rPr>
          <w:rStyle w:val="libAlaemChar"/>
          <w:rtl/>
        </w:rPr>
        <w:t>)</w:t>
      </w:r>
      <w:r>
        <w:rPr>
          <w:rtl/>
        </w:rPr>
        <w:t>.</w:t>
      </w:r>
    </w:p>
    <w:p w:rsidR="000E4D44" w:rsidRDefault="000E4D44" w:rsidP="000E4D44">
      <w:pPr>
        <w:pStyle w:val="libNormal"/>
      </w:pPr>
      <w:r>
        <w:rPr>
          <w:rtl/>
        </w:rPr>
        <w:t>وقد قلت في كتابى:(مع الله) في باب(كلام الله) بأسلوب الشعر المنثور ما يأتى: كلما سمعنا كلام الله يتلى حق تلاوته اهتزت منا النفوس تأثرا بروح معانيه وسمت بنا الروح تعرج إلى ملكوت الله متطلعة إلى الملا الاعلى ومغانيه.</w:t>
      </w:r>
    </w:p>
    <w:p w:rsidR="000E4D44" w:rsidRDefault="000E4D44" w:rsidP="000E4D44">
      <w:pPr>
        <w:pStyle w:val="libNormal"/>
      </w:pPr>
      <w:r>
        <w:rPr>
          <w:rtl/>
        </w:rPr>
        <w:t>وكأننا كلما سمعناه يتلى بخشوع نسمع جديدا من الوحى يسمو ويعلو في مراميه وكأن هذا الجديد منطلق لا يقف عند حد في قلوب السامعين المستغرقين فيه وهذا لون من الاعجاز لا تجده في غيره أبدا لانه لا شئ من القول يدانيه فأى كلام هذا الذى كلما تلوناه ووعيناه وجدناه أعمق وأوسع من مبانيه أنه كلام الله الحق، وكفاه شرفا أنه تنزيل من رب العالمين ولا ريب فيه.</w:t>
      </w:r>
    </w:p>
    <w:p w:rsidR="000E4D44" w:rsidRDefault="000E4D44" w:rsidP="000E4D44">
      <w:pPr>
        <w:pStyle w:val="libNormal"/>
      </w:pPr>
      <w:r>
        <w:rPr>
          <w:rtl/>
        </w:rPr>
        <w:t>والقرآن كلام الله القدسى والكتاب العلوى الذى أودعه الله أخبار الغابرين وجعل في قصصه مواعظ حسنة ودروسا قيمة وكلها ذكرى للذاكرين</w:t>
      </w:r>
    </w:p>
    <w:p w:rsidR="000E4D44" w:rsidRDefault="00ED7F18" w:rsidP="000E4D44">
      <w:pPr>
        <w:pStyle w:val="libNormal"/>
      </w:pPr>
      <w:r>
        <w:rPr>
          <w:rtl/>
        </w:rPr>
        <w:br w:type="page"/>
      </w:r>
    </w:p>
    <w:p w:rsidR="000E4D44" w:rsidRDefault="000E4D44" w:rsidP="00402EAA">
      <w:pPr>
        <w:pStyle w:val="libNormal0"/>
      </w:pPr>
      <w:r>
        <w:rPr>
          <w:rtl/>
        </w:rPr>
        <w:lastRenderedPageBreak/>
        <w:t>وما فرط الله في القرآن من شئ يصلح شأن العباد في دنياهم والدين وقد دامت آياته الباهرة تتلى وهى تتألق بأنوارها في قلوب المؤمنين وقد سبقت علومه مستحدثات العلم والعلماء ولم يكونوا لها سابقين لان القرآن أتى بكليات العلوم دون تفصيل لها لانه كتاب شرع ودين لقد ظن البعض أن معجزة القرآن في بلاغته وفاتهم أنه كنز من العلم ثمين.</w:t>
      </w:r>
    </w:p>
    <w:p w:rsidR="000E4D44" w:rsidRDefault="000E4D44" w:rsidP="000E4D44">
      <w:pPr>
        <w:pStyle w:val="libNormal"/>
      </w:pPr>
      <w:r>
        <w:rPr>
          <w:rtl/>
        </w:rPr>
        <w:t>وقد أنزل الله في القرآن كل ما تحتاج إليه البشرية من دستور عالمى رشيد ووضح فيه بأسلوب عذب ما يسعد وما يشقى وما يضر الناس وما يفيد وحذر العباد من فتنة الدنيا وزينتها، وخوفهم من هول يوم القيامة الشديد وبين لهم فيه طرق الهدى بيانا يقبله العقل ولا حاجه بعده إلى مزيد فهو كتاب الله الذى يتمشى مع الفطرة السليمة وأنه عنها لا يحيد وهو بهذه الحقيقة يغزو القلوب التى آمنت به طوعا بغير ترهيب أو تهديد لانه كلام مشرق بنور الحق لا غموض فيه أبدا وفيه إقناع ومنطق سديد.</w:t>
      </w:r>
    </w:p>
    <w:p w:rsidR="00790A36" w:rsidRDefault="00790A36" w:rsidP="00790A36">
      <w:pPr>
        <w:pStyle w:val="libNormal"/>
      </w:pPr>
      <w:r>
        <w:rPr>
          <w:rtl/>
        </w:rPr>
        <w:br w:type="page"/>
      </w:r>
    </w:p>
    <w:p w:rsidR="00790A36" w:rsidRDefault="00790A36" w:rsidP="00790A36">
      <w:pPr>
        <w:pStyle w:val="libNormal"/>
      </w:pPr>
      <w:r>
        <w:rPr>
          <w:rtl/>
        </w:rPr>
        <w:lastRenderedPageBreak/>
        <w:br w:type="page"/>
      </w:r>
    </w:p>
    <w:p w:rsidR="000E4D44" w:rsidRDefault="000E4D44" w:rsidP="00790A36">
      <w:pPr>
        <w:pStyle w:val="Heading2Center"/>
      </w:pPr>
      <w:bookmarkStart w:id="14" w:name="_Toc488154360"/>
      <w:r>
        <w:rPr>
          <w:rtl/>
        </w:rPr>
        <w:lastRenderedPageBreak/>
        <w:t>الباب الثالث: العلوم الكونية في القرآن</w:t>
      </w:r>
      <w:bookmarkEnd w:id="14"/>
    </w:p>
    <w:p w:rsidR="000E4D44" w:rsidRDefault="000E4D44" w:rsidP="00814FB3">
      <w:pPr>
        <w:pStyle w:val="libNormal"/>
      </w:pPr>
      <w:r>
        <w:rPr>
          <w:rtl/>
        </w:rPr>
        <w:t>قال تعالى:</w:t>
      </w:r>
      <w:r w:rsidR="00814FB3" w:rsidRPr="00814FB3">
        <w:rPr>
          <w:rStyle w:val="libAlaemChar"/>
          <w:rFonts w:hint="cs"/>
          <w:rtl/>
        </w:rPr>
        <w:t>(</w:t>
      </w:r>
      <w:r w:rsidRPr="00814FB3">
        <w:rPr>
          <w:rStyle w:val="libAieChar"/>
          <w:rtl/>
        </w:rPr>
        <w:t xml:space="preserve"> </w:t>
      </w:r>
      <w:r w:rsidR="00814FB3" w:rsidRPr="00814FB3">
        <w:rPr>
          <w:rStyle w:val="libAieChar"/>
          <w:rFonts w:hint="eastAsia"/>
          <w:rtl/>
        </w:rPr>
        <w:t>قُلِ</w:t>
      </w:r>
      <w:r w:rsidR="00814FB3" w:rsidRPr="00814FB3">
        <w:rPr>
          <w:rStyle w:val="libAieChar"/>
          <w:rtl/>
        </w:rPr>
        <w:t xml:space="preserve"> انْظُرُوا مَا ذَا فِي السَّمَاوَاتِ وَ الْأَرْضِ </w:t>
      </w:r>
      <w:r w:rsidR="00814FB3" w:rsidRPr="00814FB3">
        <w:rPr>
          <w:rStyle w:val="libAlaemChar"/>
          <w:rFonts w:hint="cs"/>
          <w:rtl/>
        </w:rPr>
        <w:t>)</w:t>
      </w:r>
      <w:r>
        <w:rPr>
          <w:rtl/>
        </w:rPr>
        <w:t>[ سورة يونس آية - 101]</w:t>
      </w:r>
    </w:p>
    <w:p w:rsidR="000E4D44" w:rsidRDefault="000E4D44" w:rsidP="000E4D44">
      <w:pPr>
        <w:pStyle w:val="libNormal"/>
      </w:pPr>
      <w:r>
        <w:rPr>
          <w:rtl/>
        </w:rPr>
        <w:t>عرض القرآن الكريم الكثير من الحقائق الكونية ولكنه عندما يعرض أى قضية من قضايا الكون العلمية لا يعرضها بأساليب البشر باستعمال المقدمات والدلائل والمعادلات واستنباط النتائج وإنما يقدمها بالاشارة أو الرمز أو المجاز أو الاستعارة أو بالعبارات التى تومض في العقل بنور روحى باهر، إنه سبحانه ينزل آيات قد لا يدرك معناها أو يفهم حقائقها وأسرارها في وقتها كل المعاصرين لنزولها لان العلم بقوانين الكون كان محدود الآفاق وقتئذ، ولكنه سبحانه يعلم أن المستقبل سوف يأتى بشرح لهذه الآيات في ضوء علوم عصورها، ومصداق ذلك قوله تعالى:(سنريهم آياتنا في الآفاق وفى أنفسهم حتى يتبين لهم أنه الحق).</w:t>
      </w:r>
    </w:p>
    <w:p w:rsidR="000E4D44" w:rsidRDefault="000E4D44" w:rsidP="000E4D44">
      <w:pPr>
        <w:pStyle w:val="libNormal"/>
      </w:pPr>
      <w:r>
        <w:rPr>
          <w:rtl/>
        </w:rPr>
        <w:t>وتدل الدلائل على أن العلماء الذين درسوا الآيات الكونية في القرن فيما بعد وطبقوها على ما وصل إليه العلم في زمانهم في الفلك أو الطب أو الطبيعة أو الكيمياء أو الاحياء وغيرها من العلوم وجدوا تطابقا وتوافقا علميا رائعا أكد لهم أن القرآن كتاب الله الحق الذى لا يأتيه الباطل من بين يديه ولا من خلفه.</w:t>
      </w:r>
    </w:p>
    <w:p w:rsidR="000E4D44" w:rsidRDefault="000E4D44" w:rsidP="000E4D44">
      <w:pPr>
        <w:pStyle w:val="libNormal"/>
      </w:pPr>
      <w:r>
        <w:rPr>
          <w:rtl/>
        </w:rPr>
        <w:t>لذلك كان علماء الفلك وعلماء الطب أكثر الناس إيمانا بعظمة الخالق المبدع وأسبقهم إقرارا بألوهيته لما رأوه رأى العين من أن القرآن الكريم الذى نزل على نبينا محمد صلوات الله وسلامه عليه منذ أربعة عشر قرنا من الزمان كان هو نهاية العلم الذى يصلون إليه كلما جد جديد في بحثهم، وهذا هو العلم الذى</w:t>
      </w:r>
    </w:p>
    <w:p w:rsidR="000E4D44" w:rsidRDefault="00ED7F18" w:rsidP="000E4D44">
      <w:pPr>
        <w:pStyle w:val="libNormal"/>
      </w:pPr>
      <w:r>
        <w:rPr>
          <w:rtl/>
        </w:rPr>
        <w:br w:type="page"/>
      </w:r>
    </w:p>
    <w:p w:rsidR="000E4D44" w:rsidRDefault="000E4D44" w:rsidP="00814FB3">
      <w:pPr>
        <w:pStyle w:val="libNormal0"/>
      </w:pPr>
      <w:r>
        <w:rPr>
          <w:rtl/>
        </w:rPr>
        <w:lastRenderedPageBreak/>
        <w:t>جاء به النبى الامى محمد الذى لم يكن هو ولا قومه ولا عصره يعرف شيئا من فلك أو جيولوجيا أو كيمياء أو طب أو غير ذلك.</w:t>
      </w:r>
    </w:p>
    <w:p w:rsidR="000E4D44" w:rsidRDefault="000E4D44" w:rsidP="000E4D44">
      <w:pPr>
        <w:pStyle w:val="libNormal"/>
      </w:pPr>
      <w:r>
        <w:rPr>
          <w:rtl/>
        </w:rPr>
        <w:t xml:space="preserve">وقد أدرك الناس مكانة العلم في القرآن الذى هو دستور الاسلام، من أن أول ما نزل من وحى السماء على النبى </w:t>
      </w:r>
      <w:r w:rsidR="00ED7F18" w:rsidRPr="00ED7F18">
        <w:rPr>
          <w:rStyle w:val="libAlaemChar"/>
          <w:rtl/>
        </w:rPr>
        <w:t>صلى‌الله‌عليه‌وآله‌وسلم</w:t>
      </w:r>
      <w:r>
        <w:rPr>
          <w:rtl/>
        </w:rPr>
        <w:t xml:space="preserve"> هو قوله تعالى:(اقرأ باسم ربك الذى خلق) ثم إنه سبحانه أقسم بأداة العلم وهى القلم في قوله تعالى:(ن والقلم وما يسطرون) فدين الاسلام وكتابه هو كنز العلوم التى حثنا القرآن في آياته مرارا على النظر إلى صنع الله في مخلوقاته والتأمل فيها والتفكير في خواصها وأسرارها والعلم بها.</w:t>
      </w:r>
    </w:p>
    <w:p w:rsidR="000E4D44" w:rsidRDefault="000E4D44" w:rsidP="000E4D44">
      <w:pPr>
        <w:pStyle w:val="libNormal"/>
      </w:pPr>
      <w:r>
        <w:rPr>
          <w:rtl/>
        </w:rPr>
        <w:t>وإنه من الخطأ أن يتوهم الواهمون بأن العلم هو ما أتى به أهل الغرب، أو أنه علم العصور الذى يتطور من حين إلى حين، إذ الحقيقة أن علوم الدين الاسلامى هى نهاية العلم، وقد ثبت أن مبادئه وشرائعه منذ نزلت وإلى أن يرث الله الارض ومن عليها هى خير المبادئ والشرائع لكل زمان ومكان.</w:t>
      </w:r>
    </w:p>
    <w:p w:rsidR="000E4D44" w:rsidRDefault="000E4D44" w:rsidP="000E4D44">
      <w:pPr>
        <w:pStyle w:val="libNormal"/>
      </w:pPr>
      <w:r>
        <w:rPr>
          <w:rtl/>
        </w:rPr>
        <w:t>وأن الاسلام دين واحد لا يتعدد في نظمه ولا يتطور في أصوله، وليس هناك إسلام قديم يناسب عصره وإسلام جديد يتفق مع أهواء البشر وتقلباتهم.</w:t>
      </w:r>
    </w:p>
    <w:p w:rsidR="000E4D44" w:rsidRDefault="000E4D44" w:rsidP="000E4D44">
      <w:pPr>
        <w:pStyle w:val="libNormal"/>
      </w:pPr>
      <w:r>
        <w:rPr>
          <w:rtl/>
        </w:rPr>
        <w:t>ويجب أن يؤمن كل مسلم بأن ما يجد في عصرنا من إدراك علمى لآيات القرآن ليس معناه أن حقائق القرآن تغيرت أو تطورت في ذاتها، وإنما الذى يتغير ويتطور هو عقل الانسان الذى يتسع إذا استنار وفكره إذا استقام مع كثرة البحث والدرس والتجريب فيبدو له القرآن على حقيقته الاصلية الخالدة.</w:t>
      </w:r>
    </w:p>
    <w:p w:rsidR="00796245" w:rsidRDefault="00796245" w:rsidP="00796245">
      <w:pPr>
        <w:pStyle w:val="libNormal"/>
      </w:pPr>
      <w:r>
        <w:rPr>
          <w:rtl/>
        </w:rPr>
        <w:br w:type="page"/>
      </w:r>
    </w:p>
    <w:p w:rsidR="000E4D44" w:rsidRDefault="000E4D44" w:rsidP="00796245">
      <w:pPr>
        <w:pStyle w:val="Heading2Center"/>
      </w:pPr>
      <w:bookmarkStart w:id="15" w:name="_Toc488154361"/>
      <w:r>
        <w:rPr>
          <w:rtl/>
        </w:rPr>
        <w:lastRenderedPageBreak/>
        <w:t>لمحة في كوكبنا الارضى</w:t>
      </w:r>
      <w:bookmarkEnd w:id="15"/>
    </w:p>
    <w:p w:rsidR="000E4D44" w:rsidRDefault="000E4D44" w:rsidP="000E4D44">
      <w:pPr>
        <w:pStyle w:val="libNormal"/>
      </w:pPr>
      <w:r>
        <w:rPr>
          <w:rtl/>
        </w:rPr>
        <w:t>جاء‌ت في القرآن الكريم آيات كثيرة تتحدث عن السماء والارض والنجوم والشمس والقمر، وعن ظاهرات اختلاف الليل والنهار وجريان الشمس وتكون السحب ونزول الامطار وكذلك ذكرت ما يوجد على الارض من جبال وأنهار ونبات وأشجار وحيوان وحشرات، كما وردت آيات تبين خلق الانسان وسلالاته وما يتعلق بحياته وجهاده وسعادته أو شقائه وذكرت غير ذلك كثيرا من شتى المخلوقات التى أوجدها لله في ملكه وحثنا على مشاهدتها والتدبر في روائعها.</w:t>
      </w:r>
    </w:p>
    <w:p w:rsidR="000E4D44" w:rsidRDefault="000E4D44" w:rsidP="000E4D44">
      <w:pPr>
        <w:pStyle w:val="libNormal"/>
      </w:pPr>
      <w:r>
        <w:rPr>
          <w:rtl/>
        </w:rPr>
        <w:t>وقد اهتدى الانسان بما وهبه الله من ملكات واستعدادات عقلية أن يعرف الكثير عن عالمنا الذى نعيش فيه واستطاع أن يكشف لنا عن أن الكرة الارضية لبثت زهاء عشرين مليونا من القرون بلا حياة ولا أحياء تدب عليها، وذلك خلال الازمنة والحقب الجيولوجية وقبل ظهور الحياة عليها.</w:t>
      </w:r>
    </w:p>
    <w:p w:rsidR="000E4D44" w:rsidRDefault="000E4D44" w:rsidP="000E4D44">
      <w:pPr>
        <w:pStyle w:val="libNormal"/>
      </w:pPr>
      <w:r>
        <w:rPr>
          <w:rtl/>
        </w:rPr>
        <w:t>ولم يكن هناك على سطح الكرة الارضية وقتئذ سوى الصخور والمياه ولا شئ غير ذلك وفي تلك الازمنة السحيقة أخذت العوامل الجوية ولحركات والاضطرابات الباطنية تفتت الصخور ويترسب فتاتها على هيئة طبقات رسوبية يستقر بعضها فوق بعض على قيعان البحار والمحيطات كما تنتظم الصحف في الكتب ورقة فوق أخرى.</w:t>
      </w:r>
    </w:p>
    <w:p w:rsidR="000E4D44" w:rsidRDefault="000E4D44" w:rsidP="000E4D44">
      <w:pPr>
        <w:pStyle w:val="libNormal"/>
      </w:pPr>
      <w:r>
        <w:rPr>
          <w:rtl/>
        </w:rPr>
        <w:t>وبعد هذا النوم العميق في حياة الكرة الارضية بدأت معالم الحياة ومواكبها تظهر في صور بدائية من عوالم الحشرات والنباتات والاشجار والغابات، وتغير وجه الارض مرارا وصار عاليها سافلها تحت تأثير العوامل الجوية والحركات الباطنية فكانت الكائنات الحية من نبات وحيوان تنطمر في باطن الارض،</w:t>
      </w:r>
    </w:p>
    <w:p w:rsidR="000E4D44" w:rsidRDefault="00ED7F18" w:rsidP="000E4D44">
      <w:pPr>
        <w:pStyle w:val="libNormal"/>
      </w:pPr>
      <w:r>
        <w:rPr>
          <w:rtl/>
        </w:rPr>
        <w:br w:type="page"/>
      </w:r>
    </w:p>
    <w:p w:rsidR="000E4D44" w:rsidRDefault="000E4D44" w:rsidP="00796245">
      <w:pPr>
        <w:pStyle w:val="libNormal0"/>
      </w:pPr>
      <w:r>
        <w:rPr>
          <w:rtl/>
        </w:rPr>
        <w:lastRenderedPageBreak/>
        <w:t>وتترك آثارها فيه كما كانت عليه من حجم وهيئة وكيان في حياتها، وهذه هى الحفربات التى يعثر عليها علماء الجيولوجيا في بحثهم ودراستهم لطبقات الارض، وهم يشبهون الصخور الرسوبية وما فيها من حفريات بأنها السطور التى كتبتها الارض في سجل تاريخها الطويل الحافل بتطوراتها وتقلباتها، وهذا هو سفر التاريخ الاعظم الذى ما يزال علم الجيولوجيا يستمد منه الحقائق تلو الحقائق مع كل حفر وتعمق في البحث لاظهار معالم الحياة والاحياء في عهودها القديمة جدا، وهى عهود لها أزمان تقدر بالآف الملايين من السنين ولا يعرف مددها إلا الله الازلى الذى لا أول له ولا آخر.</w:t>
      </w:r>
    </w:p>
    <w:p w:rsidR="000E4D44" w:rsidRDefault="000E4D44" w:rsidP="00796245">
      <w:pPr>
        <w:pStyle w:val="Heading2Center"/>
      </w:pPr>
      <w:bookmarkStart w:id="16" w:name="_Toc488154362"/>
      <w:r>
        <w:rPr>
          <w:rtl/>
        </w:rPr>
        <w:t>الكون كتاب مفتوح لكل قارئ له ومتدبر فيه</w:t>
      </w:r>
      <w:bookmarkEnd w:id="16"/>
    </w:p>
    <w:p w:rsidR="000E4D44" w:rsidRDefault="000E4D44" w:rsidP="000E4D44">
      <w:pPr>
        <w:pStyle w:val="libNormal"/>
      </w:pPr>
      <w:r>
        <w:rPr>
          <w:rtl/>
        </w:rPr>
        <w:t>إن الارض التى يعيش عليها الانسان وغيره من المخلوقات هى جزء ضئيل جدا في ملكوت الله، بل هى ذرة أول أو أقل في عالم الاكوان الذى هو مجموعات هائلة من مجرات هائلة ونجوم لا حصر لعددها ولا نهاية لامتدادها خلقها الله سبحانه بقدرته وإرادته، وأوجد فيها أنواعا شتى من مخلوقاته، ودبر أمورها تدبيرا محكما قائما على العدل والرحمة والاحسان والاتقان لانه جل جلاله لم يخلقها عبثا بل أوجدها لحكمة عليا أرادها هى معرفة عباده له وواجب عبادته وحده.</w:t>
      </w:r>
    </w:p>
    <w:p w:rsidR="000E4D44" w:rsidRDefault="000E4D44" w:rsidP="000E4D44">
      <w:pPr>
        <w:pStyle w:val="libNormal"/>
      </w:pPr>
      <w:r>
        <w:rPr>
          <w:rtl/>
        </w:rPr>
        <w:t>وقد شاء‌ت إرادة الله أن يجعل هذا الكون العجيب كتابا مفتوحا يقرأه كل من يتأمله ويتدبره بعين العقل والفكر والوجدان ليتضح أماما بصيرته ما فيه من روعة وجمال وبهاء وما أودعه الله في نظامه الدقيق من قوانين ونواميس تحكمة وتنظمه، وقد اجتهد في قراء‌ة صحف هذا الكتاب الكونى علماء مفكرون وباحثون ملهمون وخبراء متخصصون استطاعوا مع طول الدرس والبحث أن يكشفوا في عصورنا الحديثة عن كثير من أسرار الكون في ضوء</w:t>
      </w:r>
    </w:p>
    <w:p w:rsidR="000E4D44" w:rsidRDefault="00ED7F18" w:rsidP="000E4D44">
      <w:pPr>
        <w:pStyle w:val="libNormal"/>
      </w:pPr>
      <w:r>
        <w:rPr>
          <w:rtl/>
        </w:rPr>
        <w:br w:type="page"/>
      </w:r>
    </w:p>
    <w:p w:rsidR="000E4D44" w:rsidRDefault="000E4D44" w:rsidP="00796245">
      <w:pPr>
        <w:pStyle w:val="libNormal0"/>
      </w:pPr>
      <w:r>
        <w:rPr>
          <w:rtl/>
        </w:rPr>
        <w:lastRenderedPageBreak/>
        <w:t>العلوم التى وضعوا قواعدها في الطب والفلك والرياضيات والكيمياء والجيولوجيا والهندسة والتكنولوجيا وعلوم الانسان والحيوان والنبات والحشرات وغير ذلك من مختلف العلوم التى هدى الله بها الانسان أن يتعلم ما لم يعلم من علم الله الواسع في ملكوت السماوات والارض.</w:t>
      </w:r>
    </w:p>
    <w:p w:rsidR="000E4D44" w:rsidRDefault="000E4D44" w:rsidP="000E4D44">
      <w:pPr>
        <w:pStyle w:val="libNormal"/>
      </w:pPr>
      <w:r>
        <w:rPr>
          <w:rtl/>
        </w:rPr>
        <w:t>وقد نزل في كثير من آيات القرآن إشارات إلى العلوم الكونية وغيرها مما تمكن الانسان بواسطتها أن يصل إلى معرفة قوانينها وقواعدها ونظرياتها بعد نزول القرآن بعدة قرون، وكان من فضل الله على الناس أنه وجه أنظارهم إلى الكون ليدرسوه ويتعرفوا على ما جاء في الآيات القرآنية عن حقائق عنه، وقد استطاع أولو الالباب من العلماء أن يلمسوا الصلة الوثيقة بين ما أوحى به القرآن من قبل وما كشف عنه العلم من بعد وما تأكد من سبق القرآن بأكثر من أربعة عشر قرنا بهذه المعلومات عن الكون وما فيه وأنها في جوهرها تتفق مع العلم الحديث الصحيح في معظم نظرياته التى انتهى من إقرارها بعد ثبوتها.</w:t>
      </w:r>
    </w:p>
    <w:p w:rsidR="000E4D44" w:rsidRDefault="000E4D44" w:rsidP="000E4D44">
      <w:pPr>
        <w:pStyle w:val="libNormal"/>
      </w:pPr>
      <w:r>
        <w:rPr>
          <w:rtl/>
        </w:rPr>
        <w:t>وفيما يلى عرض لمختلف الآيات الكونية وغيرها، وكل آية منها مفسرة أولا تفسيرا يتفق مع وجهة نظر علماء الدين، وثانيا مفسرة تفسيرا عصريا يتمشى مع الآراء العلمية التى ثبتت صحتها، وزيادة في توثيق الصلة بين النص القرآنى والعلوم الحديثة وتوافقهما أضفت فقرات موجزة لبعض النظريات العلمية المؤيدة للقرآن مع شرح مبسط لها.</w:t>
      </w:r>
    </w:p>
    <w:p w:rsidR="00796245" w:rsidRDefault="00796245" w:rsidP="00796245">
      <w:pPr>
        <w:pStyle w:val="libNormal"/>
      </w:pPr>
      <w:r>
        <w:rPr>
          <w:rtl/>
        </w:rPr>
        <w:br w:type="page"/>
      </w:r>
    </w:p>
    <w:p w:rsidR="000E4D44" w:rsidRDefault="000E4D44" w:rsidP="00796245">
      <w:pPr>
        <w:pStyle w:val="Heading2Center"/>
      </w:pPr>
      <w:bookmarkStart w:id="17" w:name="_Toc488154363"/>
      <w:r>
        <w:rPr>
          <w:rtl/>
        </w:rPr>
        <w:lastRenderedPageBreak/>
        <w:t>آيات قرآنية مع تفسير لها قديما وحديثا عن نشأة الكون</w:t>
      </w:r>
      <w:bookmarkEnd w:id="17"/>
    </w:p>
    <w:p w:rsidR="000E4D44" w:rsidRDefault="000E4D44" w:rsidP="00796245">
      <w:pPr>
        <w:pStyle w:val="libNormal"/>
      </w:pPr>
      <w:r>
        <w:rPr>
          <w:rtl/>
        </w:rPr>
        <w:t>قال الله تعالى في سورة فصلت آية - 11:</w:t>
      </w:r>
      <w:r w:rsidRPr="00796245">
        <w:rPr>
          <w:rStyle w:val="libAlaemChar"/>
          <w:rtl/>
        </w:rPr>
        <w:t>(</w:t>
      </w:r>
      <w:r w:rsidR="00796245" w:rsidRPr="00796245">
        <w:rPr>
          <w:rStyle w:val="libAieChar"/>
          <w:rFonts w:hint="eastAsia"/>
          <w:rtl/>
        </w:rPr>
        <w:t xml:space="preserve"> ثُمَّ</w:t>
      </w:r>
      <w:r w:rsidR="00796245" w:rsidRPr="00796245">
        <w:rPr>
          <w:rStyle w:val="libAieChar"/>
          <w:rtl/>
        </w:rPr>
        <w:t xml:space="preserve"> اسْتَوَى إِلَى السَّمَاءِ وَ هِيَ دُخَانٌ فَقَالَ لَهَا وَ لِلْأَرْضِ ائْتِيَا طَوْعاً أَوْ کَرْهاً قَالَتَا أَتَيْنَا طَائِعِينَ‌</w:t>
      </w:r>
      <w:r w:rsidRPr="00796245">
        <w:rPr>
          <w:rStyle w:val="libAieChar"/>
          <w:rtl/>
        </w:rPr>
        <w:t xml:space="preserve">، </w:t>
      </w:r>
      <w:r w:rsidR="00796245" w:rsidRPr="00796245">
        <w:rPr>
          <w:rStyle w:val="libAieChar"/>
          <w:rFonts w:hint="eastAsia"/>
          <w:rtl/>
        </w:rPr>
        <w:t>فَقَضَاهُنَّ</w:t>
      </w:r>
      <w:r w:rsidR="00796245" w:rsidRPr="00796245">
        <w:rPr>
          <w:rStyle w:val="libAieChar"/>
          <w:rtl/>
        </w:rPr>
        <w:t xml:space="preserve"> سَبْعَ سَمَاوَاتٍ فِي يَوْمَيْنِ</w:t>
      </w:r>
      <w:r w:rsidRPr="00796245">
        <w:rPr>
          <w:rStyle w:val="libAlaemChar"/>
          <w:rtl/>
        </w:rPr>
        <w:t>)</w:t>
      </w:r>
      <w:r>
        <w:rPr>
          <w:rtl/>
        </w:rPr>
        <w:t xml:space="preserve"> تفسير علماء الدين: ثم عمد سبحانه إلى خلق السماء وهى على هيئة دخان فوجدت، ثم إن خلقه للسماوات والارض - على وفق إرادته - هين عليه بمنزلة ما يقال للشئ احضر - راضيا أو كارها فيطيع وأتم خلق السماوات سبعا في يومين أخرين.</w:t>
      </w:r>
    </w:p>
    <w:p w:rsidR="000E4D44" w:rsidRDefault="000E4D44" w:rsidP="000E4D44">
      <w:pPr>
        <w:pStyle w:val="libNormal"/>
      </w:pPr>
      <w:r>
        <w:rPr>
          <w:rtl/>
        </w:rPr>
        <w:t>النظرة العلمية: يقول العلم إن للقصود بكلمه دخان في الآية السديم وهو السحب الكونية أو المجرات التى نشأت فيها السماء والارض، والسماوات السبع التى يرد ذكرها في كثير من الآيات هى على أرجح الاقوال الكواكب السبع السيارة المعروفة، وأن اليومين المذكورين في الاية هما في رأى الجيولوجيا الزمنين الذين استغرق كل منهما ملايين السنين لتكوين هذه السماوات، وأحد هذين الزمنين انقضى وقت أن كانت الارض مرتوفة أى متصلد بالسديم، والآخر بعد أن انفتقت الارض أى انفصلت عن السديم، وإليك وصفا علميا للمجرات.</w:t>
      </w:r>
    </w:p>
    <w:p w:rsidR="000E4D44" w:rsidRDefault="000E4D44" w:rsidP="000E4D44">
      <w:pPr>
        <w:pStyle w:val="libNormal"/>
      </w:pPr>
      <w:r>
        <w:rPr>
          <w:rtl/>
        </w:rPr>
        <w:t>المجرات(الصدم) المجرات جمع مجرة وهى كما يفسرها العلم سحابة ضخمة من غازات ومواد صلبة وعناصر أخرى مختلفة تتحرك بسرعة داخلها، وهى تتجاذب فيما بينها،</w:t>
      </w:r>
    </w:p>
    <w:p w:rsidR="000E4D44" w:rsidRDefault="00ED7F18" w:rsidP="000E4D44">
      <w:pPr>
        <w:pStyle w:val="libNormal"/>
      </w:pPr>
      <w:r>
        <w:rPr>
          <w:rtl/>
        </w:rPr>
        <w:br w:type="page"/>
      </w:r>
    </w:p>
    <w:p w:rsidR="000E4D44" w:rsidRDefault="000E4D44" w:rsidP="00EE1958">
      <w:pPr>
        <w:pStyle w:val="libNormal0"/>
      </w:pPr>
      <w:r>
        <w:rPr>
          <w:rtl/>
        </w:rPr>
        <w:lastRenderedPageBreak/>
        <w:t>وقد أطلق عليها علماء الفلك من العرب اسم المجرة لانها تشبه النهر الجارى، وقوام الكون المرئى يربو حتى الآن على ألف مليون مجرة تظهر على الالواح الفوتوغرافية التى يستخدمها العلماء لتصويرها، أما الكون غير المرئى فلا يعلمه إلا الله الذى وسع كرسيه السماوات والارض ولا يؤده حفظهما وهو العلى العظيم وتتباعدا المجرات بعضها عن بعض بسرعة هائلة فيتسع تبعا لذلك حجم الكون وتتولد فيه مجرات جديدة من الغازات الكونية بنفس الطريقة التى تكونت بها المجرات القديمة وهذا ما يطلق عليه العلماء نظرية تمدد الكون مصداقا لقوله تعالى:(والسماء بنيناها بأيد وإنا لموسعون) والكرة الارضية موجودة في إحدى هذه المجرات المعروفة باسم طريق التبانة لانها تشبهه منظر التبن عندما يتبعثر على الطريق، والكرة الارضية هى إحدى أقراد المجموعة الشمسية التى سيأتى الكلام عنها فيما بعد.</w:t>
      </w:r>
    </w:p>
    <w:p w:rsidR="000E4D44" w:rsidRDefault="000E4D44" w:rsidP="00EE1958">
      <w:pPr>
        <w:pStyle w:val="Heading2Center"/>
      </w:pPr>
      <w:bookmarkStart w:id="18" w:name="_Toc488154364"/>
      <w:r>
        <w:rPr>
          <w:rtl/>
        </w:rPr>
        <w:t>معنى السماء</w:t>
      </w:r>
      <w:bookmarkEnd w:id="18"/>
    </w:p>
    <w:p w:rsidR="000E4D44" w:rsidRDefault="000E4D44" w:rsidP="000E4D44">
      <w:pPr>
        <w:pStyle w:val="libNormal"/>
      </w:pPr>
      <w:r>
        <w:rPr>
          <w:rtl/>
        </w:rPr>
        <w:t>ترد كلمة السماء والسماوات مرارا وتكرارا في القرآن، وإليك بيانا وتعريفا علميا عنها: يفسر العلم السماء بأنها الكرة الكونية الجامعة لكل الافلاك والنجوم في مجرتنا أى حدود عالمنا المادى، وهذا يوافق تفسير الامام محمد عبده إذ يقول: السماء إسم لما علاك وارتفع فوق رأسك، وأنت إنما تتصور عند سماعك لفظ اسماء هذا الكون الذى فوقك، وفيه الشمس والقمر وسائر الكواكب تجرى في مسالكها وتتحرك في مداراتها، وهذا هو السماء، وقد بناه الله أى رفعه وجعل كل كوكل منه لبنة من بناء سقف فيه أو جدران تحيط به، وقد تجاذبت هذه الكواكب السيارة بعضها إلى بعض برباط الجاذبية العامة كما تربط أجزاء البناء</w:t>
      </w:r>
    </w:p>
    <w:p w:rsidR="000E4D44" w:rsidRDefault="00ED7F18" w:rsidP="000E4D44">
      <w:pPr>
        <w:pStyle w:val="libNormal"/>
      </w:pPr>
      <w:r>
        <w:rPr>
          <w:rtl/>
        </w:rPr>
        <w:br w:type="page"/>
      </w:r>
    </w:p>
    <w:p w:rsidR="000E4D44" w:rsidRDefault="000E4D44" w:rsidP="00EE1958">
      <w:pPr>
        <w:pStyle w:val="libNormal0"/>
      </w:pPr>
      <w:r>
        <w:rPr>
          <w:rtl/>
        </w:rPr>
        <w:lastRenderedPageBreak/>
        <w:t>الواحد بما يوضع بينها من مواد تتماسك بها.</w:t>
      </w:r>
    </w:p>
    <w:p w:rsidR="000E4D44" w:rsidRDefault="000E4D44" w:rsidP="000E4D44">
      <w:pPr>
        <w:pStyle w:val="libNormal"/>
      </w:pPr>
      <w:r>
        <w:rPr>
          <w:rtl/>
        </w:rPr>
        <w:t>ومما تجدر الاشارة إليه أن السماء تدل على الفراغ اللانهائى في الكون والذى لا يمكن أن يكون خلوا لا يشغله شئ بل يملاه وسط غير مادى اسمه الاثير وفي هذا الوسط غير المادى تنتقل الطاقات غير المادية مثل موجات اللاسلكى أو الراديو والرادار والضوء والحرارة، ويطلق على هذه الطاقات اسم أمواج الاثير.</w:t>
      </w:r>
    </w:p>
    <w:p w:rsidR="000E4D44" w:rsidRDefault="000E4D44" w:rsidP="00EE1958">
      <w:pPr>
        <w:pStyle w:val="libNormal"/>
      </w:pPr>
      <w:r>
        <w:rPr>
          <w:rtl/>
        </w:rPr>
        <w:t>وقال تعالى في سورة الانبياء آية - 30:</w:t>
      </w:r>
      <w:r w:rsidRPr="00EE1958">
        <w:rPr>
          <w:rStyle w:val="libAlaemChar"/>
          <w:rtl/>
        </w:rPr>
        <w:t>(</w:t>
      </w:r>
      <w:r w:rsidR="00EE1958" w:rsidRPr="00EE1958">
        <w:rPr>
          <w:rStyle w:val="libAieChar"/>
          <w:rFonts w:hint="eastAsia"/>
          <w:rtl/>
        </w:rPr>
        <w:t xml:space="preserve"> أَ</w:t>
      </w:r>
      <w:r w:rsidR="00EE1958" w:rsidRPr="00EE1958">
        <w:rPr>
          <w:rStyle w:val="libAieChar"/>
          <w:rtl/>
        </w:rPr>
        <w:t>وَ لَمْ يَرَ الَّذِينَ کَفَرُوا أَنَّ السَّمَاوَاتِ وَ الْأَرْضَ کَانَتَا رَتْقاً فَفَتَقْنَاهُمَا</w:t>
      </w:r>
      <w:r w:rsidRPr="00EE1958">
        <w:rPr>
          <w:rStyle w:val="libAlaemChar"/>
          <w:rtl/>
        </w:rPr>
        <w:t>)</w:t>
      </w:r>
      <w:r>
        <w:rPr>
          <w:rtl/>
        </w:rPr>
        <w:t>.</w:t>
      </w:r>
    </w:p>
    <w:p w:rsidR="000E4D44" w:rsidRDefault="000E4D44" w:rsidP="000E4D44">
      <w:pPr>
        <w:pStyle w:val="libNormal"/>
      </w:pPr>
      <w:r>
        <w:rPr>
          <w:rtl/>
        </w:rPr>
        <w:t xml:space="preserve">تفسير علماء الدين: أو لم يعلم الذين كفروا بمحمد </w:t>
      </w:r>
      <w:r w:rsidR="00ED7F18" w:rsidRPr="00ED7F18">
        <w:rPr>
          <w:rStyle w:val="libAlaemChar"/>
          <w:rtl/>
        </w:rPr>
        <w:t>عليه‌السلام</w:t>
      </w:r>
      <w:r>
        <w:rPr>
          <w:rtl/>
        </w:rPr>
        <w:t xml:space="preserve"> وبالقرآن أن السماوات والارض كانتا رتقا لم تنزل منها قطرة من مطر، ولم ينبت على الارض شئ من النبات ملتزقا بعضها على بعض ففرقناهما عن بعض بالمطر والنبات؟ ويقول تفسير آخر: أعمى الذين كفروا ولم يبصروا أن السماوات والارض كنتا في بدء خلقهما ملتصقتين بقدرتنا ثم فصلنا كلا منهما عن الاخرى.</w:t>
      </w:r>
    </w:p>
    <w:p w:rsidR="000E4D44" w:rsidRDefault="000E4D44" w:rsidP="000E4D44">
      <w:pPr>
        <w:pStyle w:val="libNormal"/>
      </w:pPr>
      <w:r>
        <w:rPr>
          <w:rtl/>
        </w:rPr>
        <w:t>النظرة العلمية: يتفق نص هذه الآية مع أحدث النظريات في نشأة الارض والسماء وذلك أنهما كانتا في أول أمرهما ملتصقين داخل السديم الذى يحتويهما، ثم إنهما انفصلتا نتيجة انفجارات شديدة حدثت داخل السديم وتم الانفتاق المذكور في الآية بعد أن كانتا مرتوقتين أى متصلتين بعضها ببعض وفي ذلك إشارة لما حدث في الكون من انفجارات انتشرت بسببها مادة الكون فيما حولها من فضاء وفراغ انتهت بتكوين مختلف أجرام السماء المختلفة.</w:t>
      </w:r>
    </w:p>
    <w:p w:rsidR="000E4D44" w:rsidRDefault="00ED7F18" w:rsidP="000E4D44">
      <w:pPr>
        <w:pStyle w:val="libNormal"/>
      </w:pPr>
      <w:r>
        <w:rPr>
          <w:rtl/>
        </w:rPr>
        <w:br w:type="page"/>
      </w:r>
    </w:p>
    <w:p w:rsidR="000E4D44" w:rsidRDefault="000E4D44" w:rsidP="00BE348C">
      <w:pPr>
        <w:pStyle w:val="libNormal"/>
      </w:pPr>
      <w:r>
        <w:rPr>
          <w:rtl/>
        </w:rPr>
        <w:lastRenderedPageBreak/>
        <w:t>وقال تعالى في سورة الواقعة آية - 75، 76:</w:t>
      </w:r>
      <w:r w:rsidRPr="00BE348C">
        <w:rPr>
          <w:rStyle w:val="libAlaemChar"/>
          <w:rtl/>
        </w:rPr>
        <w:t>(</w:t>
      </w:r>
      <w:r w:rsidR="00BE348C" w:rsidRPr="00BE348C">
        <w:rPr>
          <w:rStyle w:val="libAieChar"/>
          <w:rFonts w:hint="eastAsia"/>
          <w:rtl/>
        </w:rPr>
        <w:t xml:space="preserve"> فَلاَ</w:t>
      </w:r>
      <w:r w:rsidR="00BE348C" w:rsidRPr="00BE348C">
        <w:rPr>
          <w:rStyle w:val="libAieChar"/>
          <w:rtl/>
        </w:rPr>
        <w:t xml:space="preserve"> أُقْسِمُ بِمَوَاقِعِ النُّجُومِ‌</w:t>
      </w:r>
      <w:r w:rsidRPr="00BE348C">
        <w:rPr>
          <w:rStyle w:val="libAieChar"/>
          <w:rtl/>
        </w:rPr>
        <w:t xml:space="preserve"> </w:t>
      </w:r>
      <w:r w:rsidR="00BE348C" w:rsidRPr="00BE348C">
        <w:rPr>
          <w:rStyle w:val="libAieChar"/>
          <w:rFonts w:hint="eastAsia"/>
          <w:rtl/>
        </w:rPr>
        <w:t>وَ</w:t>
      </w:r>
      <w:r w:rsidR="00BE348C" w:rsidRPr="00BE348C">
        <w:rPr>
          <w:rStyle w:val="libAieChar"/>
          <w:rtl/>
        </w:rPr>
        <w:t xml:space="preserve"> إِنَّهُ لَقَسَمٌ لَوْ تَعْلَمُونَ عَظِيمٌ</w:t>
      </w:r>
      <w:r w:rsidRPr="00BE348C">
        <w:rPr>
          <w:rStyle w:val="libAlaemChar"/>
          <w:rtl/>
        </w:rPr>
        <w:t>)</w:t>
      </w:r>
      <w:r>
        <w:rPr>
          <w:rtl/>
        </w:rPr>
        <w:t>.</w:t>
      </w:r>
    </w:p>
    <w:p w:rsidR="000E4D44" w:rsidRDefault="000E4D44" w:rsidP="000E4D44">
      <w:pPr>
        <w:pStyle w:val="libNormal"/>
      </w:pPr>
      <w:r>
        <w:rPr>
          <w:rtl/>
        </w:rPr>
        <w:t>تفسير علماء الدين: فأقسم حقا بمساقط النجوم عند غروبها آخر الليل وهى أوقات التهجد والاستغفار وأنه لقسم - لو تفكرون في مدلوله - عظيم الخطر بعيد الاثر.</w:t>
      </w:r>
    </w:p>
    <w:p w:rsidR="000E4D44" w:rsidRDefault="000E4D44" w:rsidP="000E4D44">
      <w:pPr>
        <w:pStyle w:val="libNormal"/>
      </w:pPr>
      <w:r>
        <w:rPr>
          <w:rtl/>
        </w:rPr>
        <w:t>النظرة العلمية: يقسم المولى تبارك وتعالى بمواقع النجوم لان القسم بمواقعها يوجه الانتباه إلى أن المسافات بين النجوم تبلغ حدودا لا يتصورها الخيال فمثلا نجد أن أقرب نجم إلينا في مجرتنا وهى الشمس تبعد عنا بمقدار 500 ثانية ضوئية بينما النجم الذى يليها في القرب يبعد عنا بمقدار أربع سنوات ضوئية تقريبا، والسنة الضوئية تدل على مدى المسافة التى يقطعها الضوء في سنة كاملة علما بأن سرعد الضوء تساوى 300 ألف كيلومتر في الثانية، ثم إن هناك مدلولا علميا آخر عن مواقع النجوم وهى أن موقع الشمس موقع بالغ الدقة في وضعه لكى تستقيم معه الحياة على كوكبنا الارضى، لانها لو تقدمت عن موضعها الاحالى لاحترقت الارض من شدة حرارتها ولو تأخرت عن موضعها لبردت الارض وتجمدت فيها البحار والمحيطات وتصير غير صالحة لحياة البشر عليها.</w:t>
      </w:r>
    </w:p>
    <w:p w:rsidR="000E4D44" w:rsidRDefault="000E4D44" w:rsidP="000E4D44">
      <w:pPr>
        <w:pStyle w:val="libNormal"/>
      </w:pPr>
      <w:r>
        <w:rPr>
          <w:rtl/>
        </w:rPr>
        <w:t>ويلى هذه الآية قول الله:(أنه لقرآن كريم في كتاب مكنون لا يمسه إلا المطهرون) وهذا القسم للاشادة بشأن القرآن وأنه كثير المنافع وأنه محفوظ في لوح مصون لا يطلع عليه غير المقربين من الملائكة.</w:t>
      </w:r>
    </w:p>
    <w:p w:rsidR="000E4D44" w:rsidRDefault="00ED7F18" w:rsidP="000E4D44">
      <w:pPr>
        <w:pStyle w:val="libNormal"/>
      </w:pPr>
      <w:r>
        <w:rPr>
          <w:rtl/>
        </w:rPr>
        <w:br w:type="page"/>
      </w:r>
    </w:p>
    <w:p w:rsidR="000E4D44" w:rsidRDefault="000E4D44" w:rsidP="0094700E">
      <w:pPr>
        <w:pStyle w:val="libNormal"/>
      </w:pPr>
      <w:r>
        <w:rPr>
          <w:rtl/>
        </w:rPr>
        <w:lastRenderedPageBreak/>
        <w:t>وقوله تعالى في سورة الرحمن آية - 19، 20:</w:t>
      </w:r>
      <w:r w:rsidRPr="0094700E">
        <w:rPr>
          <w:rStyle w:val="libAlaemChar"/>
          <w:rtl/>
        </w:rPr>
        <w:t>(</w:t>
      </w:r>
      <w:r w:rsidR="0094700E" w:rsidRPr="0094700E">
        <w:rPr>
          <w:rStyle w:val="libAieChar"/>
          <w:rFonts w:hint="eastAsia"/>
          <w:rtl/>
        </w:rPr>
        <w:t xml:space="preserve"> مَرَجَ</w:t>
      </w:r>
      <w:r w:rsidR="0094700E" w:rsidRPr="0094700E">
        <w:rPr>
          <w:rStyle w:val="libAieChar"/>
          <w:rtl/>
        </w:rPr>
        <w:t xml:space="preserve"> الْبَحْرَيْنِ يَلْتَقِيَانِ‌</w:t>
      </w:r>
      <w:r w:rsidRPr="0094700E">
        <w:rPr>
          <w:rStyle w:val="libAieChar"/>
          <w:rtl/>
        </w:rPr>
        <w:t xml:space="preserve">، </w:t>
      </w:r>
      <w:r w:rsidR="0094700E" w:rsidRPr="0094700E">
        <w:rPr>
          <w:rStyle w:val="libAieChar"/>
          <w:rFonts w:hint="eastAsia"/>
          <w:rtl/>
        </w:rPr>
        <w:t>بَيْنَهُمَا</w:t>
      </w:r>
      <w:r w:rsidR="0094700E" w:rsidRPr="0094700E">
        <w:rPr>
          <w:rStyle w:val="libAieChar"/>
          <w:rtl/>
        </w:rPr>
        <w:t xml:space="preserve"> بَرْزَخٌ لاَ يَبْغِيَانِ </w:t>
      </w:r>
      <w:r w:rsidRPr="0094700E">
        <w:rPr>
          <w:rStyle w:val="libAieChar"/>
          <w:rtl/>
        </w:rPr>
        <w:t xml:space="preserve">، </w:t>
      </w:r>
      <w:r w:rsidR="0094700E" w:rsidRPr="0094700E">
        <w:rPr>
          <w:rStyle w:val="libAieChar"/>
          <w:rFonts w:hint="eastAsia"/>
          <w:rtl/>
        </w:rPr>
        <w:t>فَبِأَيِّ</w:t>
      </w:r>
      <w:r w:rsidR="0094700E" w:rsidRPr="0094700E">
        <w:rPr>
          <w:rStyle w:val="libAieChar"/>
          <w:rtl/>
        </w:rPr>
        <w:t xml:space="preserve"> آلاَءِ رَبِّکُمَا تُکَذِّبَانِ </w:t>
      </w:r>
      <w:r w:rsidRPr="0094700E">
        <w:rPr>
          <w:rStyle w:val="libAieChar"/>
          <w:rtl/>
        </w:rPr>
        <w:t>؟</w:t>
      </w:r>
      <w:r w:rsidRPr="0094700E">
        <w:rPr>
          <w:rStyle w:val="libAlaemChar"/>
          <w:rtl/>
        </w:rPr>
        <w:t>)</w:t>
      </w:r>
      <w:r w:rsidR="0094700E" w:rsidRPr="0094700E">
        <w:rPr>
          <w:rFonts w:hint="cs"/>
          <w:rtl/>
        </w:rPr>
        <w:t>.</w:t>
      </w:r>
    </w:p>
    <w:p w:rsidR="000E4D44" w:rsidRDefault="000E4D44" w:rsidP="000E4D44">
      <w:pPr>
        <w:pStyle w:val="libNormal"/>
      </w:pPr>
      <w:r>
        <w:rPr>
          <w:rtl/>
        </w:rPr>
        <w:t>تفسير علماء الدين: أرسل الله البحرين العذب والملح يتجاوران وتتماس سطوحهما وبينهما حاجز من قدرة الله لا يطغى أحدهما على الآخر فيمتزجان، وقد ذهب بعض المفسرين القدماء في تفسير هذه الآية إلى القول بأن المقصود بالبحرين الانهار والبحار ويستدلون على ذلك بقوله تعالى: وهو الذى مرج البحرين هذا عذب فرات وهذا ملح أجاج، وجعل بينهما برزخا وحجرا محجورا، فبأى نعمة من تعم ربكما تجحدان؟.</w:t>
      </w:r>
    </w:p>
    <w:p w:rsidR="000E4D44" w:rsidRDefault="000E4D44" w:rsidP="000E4D44">
      <w:pPr>
        <w:pStyle w:val="libNormal"/>
      </w:pPr>
      <w:r>
        <w:rPr>
          <w:rtl/>
        </w:rPr>
        <w:t>النظرة العلمية: تشير هذه الاية إلى نعمة الله على عباده وهى عدم اختلاط مياه البحار المتجاورة بل جعل بينهما قانونا ثابتا يحكم فيهما العلاقة بينهما من حيث الكثافة والملوجة وما فيهما من أحياء مائية كأن بين كل بحر وآخر حاجزا غير ظاهر للعيان لم تقمه يد الانسان ولكن أقامته يد الرحمن ومن عجائب قدرة الله تعالى أنه جعل ماء النهر لا يؤثر في ماء البحر فيغير ملوحته كما لا يؤثر ماء البحر في ماء النهر لان النهر الذى يصب في البحر يكون عادة في مستوى أعلى من مستوى سطح البحر، وتدل المشاهدة على أن مياه نهر الامزون الذى يصب في المحيط الاطلسى تندفع مسافة 200 ميل في المحيط حافظة لعذوبتها طول هذه المسافة، وفي الخليج العربى نجد عيونا من الماء العذب تفيض داخل ماء الخليج الملح بماء عذب.</w:t>
      </w:r>
    </w:p>
    <w:p w:rsidR="000E4D44" w:rsidRDefault="00ED7F18" w:rsidP="000E4D44">
      <w:pPr>
        <w:pStyle w:val="libNormal"/>
      </w:pPr>
      <w:r>
        <w:rPr>
          <w:rtl/>
        </w:rPr>
        <w:br w:type="page"/>
      </w:r>
    </w:p>
    <w:p w:rsidR="000E4D44" w:rsidRDefault="000E4D44" w:rsidP="0094700E">
      <w:pPr>
        <w:pStyle w:val="libNormal"/>
      </w:pPr>
      <w:r>
        <w:rPr>
          <w:rtl/>
        </w:rPr>
        <w:lastRenderedPageBreak/>
        <w:t xml:space="preserve">وقال تعالى في سورة الطارق آية - 11: 12: </w:t>
      </w:r>
      <w:r w:rsidR="0094700E" w:rsidRPr="0094700E">
        <w:rPr>
          <w:rStyle w:val="libAlaemChar"/>
          <w:rtl/>
        </w:rPr>
        <w:t>(</w:t>
      </w:r>
      <w:r w:rsidR="0094700E" w:rsidRPr="0094700E">
        <w:rPr>
          <w:rStyle w:val="libAieChar"/>
          <w:rFonts w:hint="eastAsia"/>
          <w:rtl/>
        </w:rPr>
        <w:t>وَ</w:t>
      </w:r>
      <w:r w:rsidR="0094700E" w:rsidRPr="0094700E">
        <w:rPr>
          <w:rStyle w:val="libAieChar"/>
          <w:rtl/>
        </w:rPr>
        <w:t xml:space="preserve"> السَّمَاءِ ذَاتِ الرَّجْعِ</w:t>
      </w:r>
      <w:r w:rsidRPr="0094700E">
        <w:rPr>
          <w:rStyle w:val="libAieChar"/>
          <w:rtl/>
        </w:rPr>
        <w:t xml:space="preserve"> </w:t>
      </w:r>
      <w:r w:rsidR="0094700E" w:rsidRPr="0094700E">
        <w:rPr>
          <w:rStyle w:val="libAieChar"/>
          <w:rFonts w:hint="eastAsia"/>
          <w:rtl/>
        </w:rPr>
        <w:t>وَ</w:t>
      </w:r>
      <w:r w:rsidR="0094700E" w:rsidRPr="0094700E">
        <w:rPr>
          <w:rStyle w:val="libAieChar"/>
          <w:rtl/>
        </w:rPr>
        <w:t xml:space="preserve"> الْأَرْضِ ذَاتِ الصَّدْعِ </w:t>
      </w:r>
      <w:r w:rsidR="0094700E" w:rsidRPr="0094700E">
        <w:rPr>
          <w:rStyle w:val="libAieChar"/>
          <w:rFonts w:hint="eastAsia"/>
          <w:rtl/>
        </w:rPr>
        <w:t>إِنَّهُ</w:t>
      </w:r>
      <w:r w:rsidR="0094700E" w:rsidRPr="0094700E">
        <w:rPr>
          <w:rStyle w:val="libAieChar"/>
          <w:rtl/>
        </w:rPr>
        <w:t xml:space="preserve"> لَقَوْلٌ فَصْلٌ‌</w:t>
      </w:r>
      <w:r w:rsidRPr="0094700E">
        <w:rPr>
          <w:rStyle w:val="libAieChar"/>
          <w:rtl/>
        </w:rPr>
        <w:t xml:space="preserve"> </w:t>
      </w:r>
      <w:r w:rsidR="0094700E" w:rsidRPr="0094700E">
        <w:rPr>
          <w:rStyle w:val="libAieChar"/>
          <w:rFonts w:hint="eastAsia"/>
          <w:rtl/>
        </w:rPr>
        <w:t>وَ</w:t>
      </w:r>
      <w:r w:rsidR="0094700E" w:rsidRPr="0094700E">
        <w:rPr>
          <w:rStyle w:val="libAieChar"/>
          <w:rtl/>
        </w:rPr>
        <w:t xml:space="preserve"> مَا هُوَ بِالْهَزْلِ</w:t>
      </w:r>
      <w:r w:rsidRPr="0094700E">
        <w:rPr>
          <w:rStyle w:val="libAlaemChar"/>
          <w:rtl/>
        </w:rPr>
        <w:t>)</w:t>
      </w:r>
      <w:r>
        <w:rPr>
          <w:rtl/>
        </w:rPr>
        <w:t>.</w:t>
      </w:r>
    </w:p>
    <w:p w:rsidR="000E4D44" w:rsidRDefault="000E4D44" w:rsidP="000E4D44">
      <w:pPr>
        <w:pStyle w:val="libNormal"/>
      </w:pPr>
      <w:r>
        <w:rPr>
          <w:rtl/>
        </w:rPr>
        <w:t>تفسير علماء الدين: أقسم بالسماء ذات المطر الذى يعود ويتكرر عل الارض ذات الانشقاق عن النبات الذى يخرج منها، إن القرآن فاصل بين الحق والباطل، وليس فيه شائبة من لهو ولعب بل هو الحق لا مرية فيه.</w:t>
      </w:r>
    </w:p>
    <w:p w:rsidR="000E4D44" w:rsidRDefault="000E4D44" w:rsidP="000E4D44">
      <w:pPr>
        <w:pStyle w:val="libNormal"/>
      </w:pPr>
      <w:r>
        <w:rPr>
          <w:rtl/>
        </w:rPr>
        <w:t>النظرة العلمية: يتجلى إعجاز القرآن في كلماته الحقة التى تنطوى على معان دقيقة وتحمل علما إلهيا لا علما بشريا، ففى قوله تعالى والسماء ذات الرجع أى أنها ترجع وتعيد لارض ما يصعد من بحارها ومحيطاتها من بخار الماء الذى يتجمع مكونا سحبا ثم يتكاثف ويسقط الامطار الغزيرة على الارض كما أقسم سبحانه بالارض ذات الصدع أى التى تتصدع وتتشقق ليخرج منها النبات بعد ارتوائها بماء المطر، كما أنها أيضا ذات الصدوع التى تكونت في باطنها وصارت مكامن تتفجر منها مواد الغاز الطبيعى والبترول وينابيع المياه الكبريتية وكأنها تعيد لنا ما انطوى في باطنها من النبات بعد تحوله وتحلله إلى مواد أخرى.</w:t>
      </w:r>
    </w:p>
    <w:p w:rsidR="000E4D44" w:rsidRDefault="000E4D44" w:rsidP="0094700E">
      <w:pPr>
        <w:pStyle w:val="libNormal"/>
      </w:pPr>
      <w:r>
        <w:rPr>
          <w:rtl/>
        </w:rPr>
        <w:t>وقال تعالى في سورة النبأ آية 6:</w:t>
      </w:r>
      <w:r w:rsidRPr="0094700E">
        <w:rPr>
          <w:rStyle w:val="libAlaemChar"/>
          <w:rtl/>
        </w:rPr>
        <w:t>(</w:t>
      </w:r>
      <w:r w:rsidR="0094700E" w:rsidRPr="0094700E">
        <w:rPr>
          <w:rStyle w:val="libAieChar"/>
          <w:rFonts w:hint="eastAsia"/>
          <w:rtl/>
        </w:rPr>
        <w:t xml:space="preserve"> أَ</w:t>
      </w:r>
      <w:r w:rsidR="0094700E" w:rsidRPr="0094700E">
        <w:rPr>
          <w:rStyle w:val="libAieChar"/>
          <w:rtl/>
        </w:rPr>
        <w:t xml:space="preserve"> لَمْ نَجْعَلِ الْأَرْضَ مِهَاداً</w:t>
      </w:r>
      <w:r w:rsidRPr="0094700E">
        <w:rPr>
          <w:rStyle w:val="libAieChar"/>
          <w:rtl/>
        </w:rPr>
        <w:t xml:space="preserve"> </w:t>
      </w:r>
      <w:r w:rsidR="0094700E" w:rsidRPr="0094700E">
        <w:rPr>
          <w:rStyle w:val="libAieChar"/>
          <w:rFonts w:hint="eastAsia"/>
          <w:rtl/>
        </w:rPr>
        <w:t>وَ</w:t>
      </w:r>
      <w:r w:rsidR="0094700E" w:rsidRPr="0094700E">
        <w:rPr>
          <w:rStyle w:val="libAieChar"/>
          <w:rtl/>
        </w:rPr>
        <w:t xml:space="preserve"> الْجِبَالَ أَوْتَاداً</w:t>
      </w:r>
      <w:r w:rsidRPr="0094700E">
        <w:rPr>
          <w:rStyle w:val="libAlaemChar"/>
          <w:rtl/>
        </w:rPr>
        <w:t>)</w:t>
      </w:r>
      <w:r>
        <w:rPr>
          <w:rtl/>
        </w:rPr>
        <w:t>.</w:t>
      </w:r>
    </w:p>
    <w:p w:rsidR="000E4D44" w:rsidRDefault="000E4D44" w:rsidP="000E4D44">
      <w:pPr>
        <w:pStyle w:val="libNormal"/>
      </w:pPr>
      <w:r>
        <w:rPr>
          <w:rtl/>
        </w:rPr>
        <w:t>تفسير علماء الدين: ألم نجعل الارض مهادا أى فراشا ومناما، والجبال أوتادا لها لكى لا تميد بهم</w:t>
      </w:r>
    </w:p>
    <w:p w:rsidR="000E4D44" w:rsidRDefault="00ED7F18" w:rsidP="000E4D44">
      <w:pPr>
        <w:pStyle w:val="libNormal"/>
      </w:pPr>
      <w:r>
        <w:rPr>
          <w:rtl/>
        </w:rPr>
        <w:br w:type="page"/>
      </w:r>
    </w:p>
    <w:p w:rsidR="000E4D44" w:rsidRDefault="000E4D44" w:rsidP="00C95A3E">
      <w:pPr>
        <w:pStyle w:val="libNormal0"/>
      </w:pPr>
      <w:r>
        <w:rPr>
          <w:rtl/>
        </w:rPr>
        <w:lastRenderedPageBreak/>
        <w:t>النظرة العلمية: تمكن الانسان بوسائله العلمية المختلفة أن يثبت أن الجزء الصلب من القشرة الارضية يبلغ سمكه 60 كيلومترا، وأن بعض هذه القشرة يرتفع مكونا الجبال وينخفض بعضها ليكون قيعان البحار والمحيطات، وأن وجود الجبال على سطح الكرة الارضية موزعة بدقة وحكمة يساعد على التوازن بين المرتفعات والمنخفضات بحيث لا تميد الارض ولا تضطرب، فكأن هذه الجبال تعمل عمل الاوتاد التى تحفظ توازن الخيمة واستقرارها.</w:t>
      </w:r>
    </w:p>
    <w:p w:rsidR="000E4D44" w:rsidRDefault="000E4D44" w:rsidP="000E4D44">
      <w:pPr>
        <w:pStyle w:val="libNormal"/>
      </w:pPr>
      <w:r>
        <w:rPr>
          <w:rtl/>
        </w:rPr>
        <w:t>وهناك حقيقة علمية أخرى وصل إليها البحث العلمى في توزيع الجبال واليابس والماء على سطح الارض بنسب أحجامها الحالية علاوة على التوزان بحيث لا تميد الارض ولا تحيد عن موضعها، وهى أنه لو كانت الارض بحجمها الحالى مكونة من الماء بنسبة أكبر لبلغ وزنها أقل مما هي عليه الآن ولما تمكنت من حفظ نسبة بعدها عن الشمس بل لانجذبت إليها واحترقت ولو كان أكثرها مكونا من اليابس لزاد وزنها عما هي عليه الآن ولبعدت عن الشمس البعد الذى لا تتحقق معه الحياة لانها في هذه الحالة تتجمد من شدة البرودة.</w:t>
      </w:r>
    </w:p>
    <w:p w:rsidR="000E4D44" w:rsidRDefault="000E4D44" w:rsidP="00C95A3E">
      <w:pPr>
        <w:pStyle w:val="libNormal"/>
      </w:pPr>
      <w:r>
        <w:rPr>
          <w:rtl/>
        </w:rPr>
        <w:t>وقال تعالى في سورة آل عمران آية - 137:</w:t>
      </w:r>
      <w:r w:rsidRPr="00C95A3E">
        <w:rPr>
          <w:rStyle w:val="libAlaemChar"/>
          <w:rtl/>
        </w:rPr>
        <w:t>(</w:t>
      </w:r>
      <w:r w:rsidR="00C95A3E" w:rsidRPr="00C95A3E">
        <w:rPr>
          <w:rStyle w:val="libAieChar"/>
          <w:rFonts w:hint="eastAsia"/>
          <w:rtl/>
        </w:rPr>
        <w:t xml:space="preserve"> قَدْ</w:t>
      </w:r>
      <w:r w:rsidR="00C95A3E" w:rsidRPr="00C95A3E">
        <w:rPr>
          <w:rStyle w:val="libAieChar"/>
          <w:rtl/>
        </w:rPr>
        <w:t xml:space="preserve"> خَلَتْ مِنْ قَبْلِکُمْ سُنَنٌ فَسِيرُوا فِي الْأَرْضِ فَانْظُروا کَيْفَ کَانَ عَاقِبَةُ الْمُکَذِّبِينَ‌</w:t>
      </w:r>
      <w:r w:rsidRPr="00C95A3E">
        <w:rPr>
          <w:rStyle w:val="libAlaemChar"/>
          <w:rtl/>
        </w:rPr>
        <w:t>)</w:t>
      </w:r>
      <w:r>
        <w:rPr>
          <w:rtl/>
        </w:rPr>
        <w:t>.</w:t>
      </w:r>
    </w:p>
    <w:p w:rsidR="000E4D44" w:rsidRDefault="000E4D44" w:rsidP="000E4D44">
      <w:pPr>
        <w:pStyle w:val="libNormal"/>
      </w:pPr>
      <w:r>
        <w:rPr>
          <w:rtl/>
        </w:rPr>
        <w:t>تفسير علماء الدين: قد مضت من قبلكم أيها المؤمنون سنن الله في الامم المكذبة بإمهالهم ثم أخذهم الله بذنوبهم فتأملوا عواقبهم.</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يقرر العلم أنه يكفى لتحصيل العلم قراء‌ته ودراسته بل يختط لنا منهجا عمليا للوطول إلى العلم الصحيح هو منهج(السير والنظر) فقى السير مشاهد مختلفة يراها السائر، وفي تأملها تبدو له ملاحظات هامة يجمعها ثم يستقرئها ليستنبط منها القوانين العامة التى تربط بعضها وهذا هو المنهج الاستقرائى الذى توصل إليه بيكون أحد العلماء الانجليز بعد نزول القرآن بألف سنة.</w:t>
      </w:r>
    </w:p>
    <w:p w:rsidR="000E4D44" w:rsidRDefault="000E4D44" w:rsidP="00085C8E">
      <w:pPr>
        <w:pStyle w:val="libNormal"/>
      </w:pPr>
      <w:r>
        <w:rPr>
          <w:rtl/>
        </w:rPr>
        <w:t>وقال تعالى في سورة هود آية - 7:</w:t>
      </w:r>
      <w:r w:rsidRPr="00085C8E">
        <w:rPr>
          <w:rStyle w:val="libAlaemChar"/>
          <w:rtl/>
        </w:rPr>
        <w:t>(</w:t>
      </w:r>
      <w:r w:rsidR="00085C8E" w:rsidRPr="00085C8E">
        <w:rPr>
          <w:rStyle w:val="libAieChar"/>
          <w:rFonts w:hint="eastAsia"/>
          <w:rtl/>
        </w:rPr>
        <w:t xml:space="preserve"> وَ</w:t>
      </w:r>
      <w:r w:rsidR="00085C8E" w:rsidRPr="00085C8E">
        <w:rPr>
          <w:rStyle w:val="libAieChar"/>
          <w:rtl/>
        </w:rPr>
        <w:t xml:space="preserve"> هُوَ الَّذِي خَلَقَ السَّمَاوَاتِ وَ الْأَرْضَ فِي سِتَّةِ أَيَّامٍ وَ کَانَ عَرْشُهُ عَلَى الْمَاءِ لِيَبْلُوَکُمْ أَيُّکُمْ أَحْسَنُ عَمَلاً</w:t>
      </w:r>
      <w:r w:rsidRPr="00085C8E">
        <w:rPr>
          <w:rStyle w:val="libAlaemChar"/>
          <w:rtl/>
        </w:rPr>
        <w:t>)</w:t>
      </w:r>
      <w:r>
        <w:rPr>
          <w:rtl/>
        </w:rPr>
        <w:t>.</w:t>
      </w:r>
    </w:p>
    <w:p w:rsidR="000E4D44" w:rsidRDefault="000E4D44" w:rsidP="000E4D44">
      <w:pPr>
        <w:pStyle w:val="libNormal"/>
      </w:pPr>
      <w:r>
        <w:rPr>
          <w:rtl/>
        </w:rPr>
        <w:t>تفسير علماء الدين: والله خلق السماوات والارض وما فيهما في ستة أيام، ومن قبل ذلك لم يكن في الوجود أكثر من عالم الماء ومن فوقه عرش الله، وقد خلق الله هذا الكون ليظهر بالاختبار أحوالكم وأعمالكم ويعلم من يقبل على الله بالطاعة ومن يعرض عن ذلك.</w:t>
      </w:r>
    </w:p>
    <w:p w:rsidR="000E4D44" w:rsidRDefault="000E4D44" w:rsidP="000E4D44">
      <w:pPr>
        <w:pStyle w:val="libNormal"/>
      </w:pPr>
      <w:r>
        <w:rPr>
          <w:rtl/>
        </w:rPr>
        <w:t>النظرة العلمية: ترد كلمة العرش في اللغة بمعنى سرير الملك، ورب العرش هو الله جل جلاله الذى وسع كرسيه السماوات والارض جميعا، وتعنى كلمة السماء كل ما أظلك وعلاك، وتشمل طبقات الهواء الذى تقل كثافته تدريجا كلما علونا حتى تصل هذه</w:t>
      </w:r>
    </w:p>
    <w:p w:rsidR="000E4D44" w:rsidRDefault="00ED7F18" w:rsidP="000E4D44">
      <w:pPr>
        <w:pStyle w:val="libNormal"/>
      </w:pPr>
      <w:r>
        <w:rPr>
          <w:rtl/>
        </w:rPr>
        <w:br w:type="page"/>
      </w:r>
    </w:p>
    <w:p w:rsidR="000E4D44" w:rsidRDefault="000E4D44" w:rsidP="0017033F">
      <w:pPr>
        <w:pStyle w:val="libNormal0"/>
      </w:pPr>
      <w:r>
        <w:rPr>
          <w:rtl/>
        </w:rPr>
        <w:lastRenderedPageBreak/>
        <w:t>الطبقات العليا إلى مناطق الفراغ الكونى والفضاء اللانهائى حيث تسبح النجوم والكواكب في أفلاكها بنظام دقيق طبقا لقانون الجاذبية، وتوضح هذه الآية الكريمة ما توصلت إليه النظريات الحدينة عن نشأة الارض، وخلاصتها أن أرضنا كانت جزء‌ا متصلا بجرم الشمس ثم انفصلت وابتعدت عنها تبأثير عوامل خارجية طارئة عليها، وبعد انفصالها صارت كرة ملتهبة بداخلها مواد منصهرة لشدة حرارتها، وتحيط بها طبقات كثيفة من غازات وأبخرة أخذت تشع حرارتها الشديدة في الفضاء وتبرد شيئا فشيئا، واقترنت برودتها بانكماشها وتغضن في سطحها أى بارتفاع أجزاء منها وانخفاض أخرى، وهبوط المواد الثقيلة من عناصرها إلى مركز الارض الباطنى وطفو المواد الخفيفة منها حول قشرتها، وقد استغرقت برودة قشرة الارض ملايين سنين التى عبر عنها القرآن بستة يام، وأيام الله لا يعلم مدى مدتها وأزمانها إلا الله سبحانه وتعالى لانها تحسب بملايين السنين وفي خلال الزمن الطويل الذى استغرقته برودة القشرة الارضية تكاثرت فوقها كتل كثيفة من الغازات والابخرة، مكونة سحبا متراكمة سميكة ظللت الارض بظلمات جو قاتم يتخلله برق ورعد وانهمار للمطر بكميات هائلة من المياه التى غمرت سطح الارض وغمرت جميع المنخفضات في الارض وكونت البحار والمحيطات، كما أنها نسربت إلى الفجوات والانكسارات والشقوق داخل الارض مكونة بها المياه الجوفية، وقد استمر انهمار المطار بدون انقطاع حتى زاد وعلا التلال والهضباب والجبال وغطاها كلها ولم يبق ظاهرا على وجه الارض سوى عالم الماء ولا شئ غيره يحيط بالكرة الارضية من جميع أقطارها، ومعنى ذلك أن الارض قبل أن تقوم عليها الحياة بصورتها الحاضرة من يابس وماء ونبات وحيوان كانت عالما واحدا فقط من الماء يمتد تحت عرش الله المسيطر والمهيمن بسلطانه على الاكوان كلها.</w:t>
      </w:r>
    </w:p>
    <w:p w:rsidR="000E4D44" w:rsidRDefault="00ED7F18" w:rsidP="000E4D44">
      <w:pPr>
        <w:pStyle w:val="libNormal"/>
      </w:pPr>
      <w:r>
        <w:rPr>
          <w:rtl/>
        </w:rPr>
        <w:br w:type="page"/>
      </w:r>
    </w:p>
    <w:p w:rsidR="000E4D44" w:rsidRDefault="000E4D44" w:rsidP="000E4D44">
      <w:pPr>
        <w:pStyle w:val="libNormal"/>
      </w:pPr>
      <w:r>
        <w:rPr>
          <w:rtl/>
        </w:rPr>
        <w:lastRenderedPageBreak/>
        <w:t>وهذا يذكرنا بكل جلاء ووضوح معنى الآيات التى فيها تسأل يلفت النظر إلى قدرة الله عظمته وحكمته وإرداته في ملكه بقوله تعالى:(أء‌نتم أشد خلقا أم السماء بناها، رفع سمكها فسواها، وأغطش ليلها وأخرج ضحاها، والارض بعد ذلك دحاها أخرج منها ماء‌ها ومرعاها، والجبال أرساها متاعا لكم ولانعامكم).</w:t>
      </w:r>
    </w:p>
    <w:p w:rsidR="000E4D44" w:rsidRDefault="000E4D44" w:rsidP="0017033F">
      <w:pPr>
        <w:pStyle w:val="libNormal"/>
      </w:pPr>
      <w:r>
        <w:rPr>
          <w:rtl/>
        </w:rPr>
        <w:t>فسبحانه من إله قادر مقتدر خلق فسوى وقدر فهدى وأمرنا بالتفكير والتدبر في مخلوقاته ومصنوعاته كما يقول تعالى في سورة العنكبوت آية - 20:</w:t>
      </w:r>
      <w:r w:rsidRPr="0017033F">
        <w:rPr>
          <w:rStyle w:val="libAlaemChar"/>
          <w:rtl/>
        </w:rPr>
        <w:t>(</w:t>
      </w:r>
      <w:r w:rsidR="0017033F" w:rsidRPr="0017033F">
        <w:rPr>
          <w:rStyle w:val="libAieChar"/>
          <w:rFonts w:hint="eastAsia"/>
          <w:rtl/>
        </w:rPr>
        <w:t xml:space="preserve"> قُلْ</w:t>
      </w:r>
      <w:r w:rsidR="0017033F" w:rsidRPr="0017033F">
        <w:rPr>
          <w:rStyle w:val="libAieChar"/>
          <w:rtl/>
        </w:rPr>
        <w:t xml:space="preserve"> سِيرُوا فِي الْأَرْضِ فَانْظُرُوا کَيْفَ بَدَأَ الْخَلْقَ ثُمَّ اللَّهُ يُنْشِئُ النَّشْأَةَ الْآخِرَةَ إِنَّ اللَّهَ عَلَى کُلِّ شَيْ‌ءٍ قَدِيرٌ</w:t>
      </w:r>
      <w:r w:rsidRPr="0017033F">
        <w:rPr>
          <w:rStyle w:val="libAlaemChar"/>
          <w:rtl/>
        </w:rPr>
        <w:t>)</w:t>
      </w:r>
      <w:r>
        <w:rPr>
          <w:rtl/>
        </w:rPr>
        <w:t xml:space="preserve"> وها هو القرآن يدعونا إلى التفكر في بدء الخلق منذ أن تصلبت قشرة الارض الخارجية وتكونت عليها القارات والمحيطات لذلك اجتهد علماء الجيولوجيا أن يقرأوا تاريخ الارض من طبقات الصخور الرسوبية التى تراكمت عليها وفى طياتها الكثير من بقايا الكائنات الحية التى عاشت عليها سواء كانت لحيوان أو نبات وهذه البقايا المتحجرة هى ما نسميه اليوم بالحفريات، وهى في واقعها سجل حافل بتاريخ الخليقة منذ بدايتها، وقد استطاع العلم بوسائله المتقدمة أن يقرأ كثيرا من صفحات هذا السجل ويعرف حقائق كثيرة عن نشأة الارض وتطوراتها خلال الازمنة الجيولوجية.</w:t>
      </w:r>
    </w:p>
    <w:p w:rsidR="000E4D44" w:rsidRDefault="000E4D44" w:rsidP="0017033F">
      <w:pPr>
        <w:pStyle w:val="libNormal"/>
      </w:pPr>
      <w:r>
        <w:rPr>
          <w:rtl/>
        </w:rPr>
        <w:t>وقال تعالى في سورة البقرة آية - 29:</w:t>
      </w:r>
      <w:r w:rsidRPr="0017033F">
        <w:rPr>
          <w:rStyle w:val="libAlaemChar"/>
          <w:rtl/>
        </w:rPr>
        <w:t>(</w:t>
      </w:r>
      <w:r w:rsidR="0017033F" w:rsidRPr="0017033F">
        <w:rPr>
          <w:rStyle w:val="libAieChar"/>
          <w:rFonts w:hint="eastAsia"/>
          <w:rtl/>
        </w:rPr>
        <w:t xml:space="preserve"> هُوَ</w:t>
      </w:r>
      <w:r w:rsidR="0017033F" w:rsidRPr="0017033F">
        <w:rPr>
          <w:rStyle w:val="libAieChar"/>
          <w:rtl/>
        </w:rPr>
        <w:t xml:space="preserve"> الَّذِي خَلَقَ لَکُمْ مَا فِي الْأَرْضِ جَمِيعاً ثُمَّ اسْتَوَى إِلَى السَّمَاءِ فَسَوَّاهُنَّ سَبْعَ سَمَاوَاتٍ وَ هُوَ بِکُلِّ شَيْ‌ءٍ عَلِيمٌ‌</w:t>
      </w:r>
      <w:r w:rsidRPr="0017033F">
        <w:rPr>
          <w:rStyle w:val="libAlaemChar"/>
          <w:rtl/>
        </w:rPr>
        <w:t>)</w:t>
      </w:r>
      <w:r>
        <w:rP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إن الله هو الذى تفضل عليكم بأن خلق لمنفعتكم وفائدتكم كل النعم الموجودة في الارض، ثم توجهت إرادته إلى السماء فجعل منها سبع سماوات فيها ما ترون وما لا ترون والله محيط بكل شئ.</w:t>
      </w:r>
    </w:p>
    <w:p w:rsidR="000E4D44" w:rsidRDefault="000E4D44" w:rsidP="00031B07">
      <w:pPr>
        <w:pStyle w:val="libNormal"/>
      </w:pPr>
      <w:r>
        <w:rPr>
          <w:rtl/>
        </w:rPr>
        <w:t>النظرة العلمية: جاء في تفسير علماء الفلك لهذه الآية أنه يصح أن يراد بالسماوات السبع مدارات الكواكب السيارة التى تدور حول الشمس، ويصح أن يراد بها الطبقات المختلفة لما يحيط بالارض، ذلك أن الله تعالى بعد أن أكمل تكوين الارض ودبت الحياة على سطحها وجعل حولها أجواء من طبقات أودع فيها وسائل لوقايتها من أهوال الفضاء الذى يرسل باشعاعات مهلكة وتتهاوى فيه شهب ونيازك مدمرة، وهذه الطبقات لم تعرف خواصها إلا في العصور الحديثة فأنى لمحمد النبى الامى العلم بها؟ وقال تعالى في سورة الانبياء آية - 32:</w:t>
      </w:r>
      <w:r w:rsidRPr="00031B07">
        <w:rPr>
          <w:rStyle w:val="libAlaemChar"/>
          <w:rtl/>
        </w:rPr>
        <w:t>(</w:t>
      </w:r>
      <w:r w:rsidR="00031B07" w:rsidRPr="00031B07">
        <w:rPr>
          <w:rStyle w:val="libAieChar"/>
          <w:rFonts w:hint="eastAsia"/>
          <w:rtl/>
        </w:rPr>
        <w:t xml:space="preserve"> وَ</w:t>
      </w:r>
      <w:r w:rsidR="00031B07" w:rsidRPr="00031B07">
        <w:rPr>
          <w:rStyle w:val="libAieChar"/>
          <w:rtl/>
        </w:rPr>
        <w:t xml:space="preserve"> جَعَلْنَا السَّمَاءَ سَقْفاً مَحْفُوظاً وَ هُمْ عَنْ آيَاتِهَا مُعْرِضُونَ‌</w:t>
      </w:r>
      <w:r w:rsidRPr="00031B07">
        <w:rPr>
          <w:rStyle w:val="libAlaemChar"/>
          <w:rtl/>
        </w:rPr>
        <w:t>)</w:t>
      </w:r>
      <w:r>
        <w:rPr>
          <w:rtl/>
        </w:rPr>
        <w:t>.</w:t>
      </w:r>
    </w:p>
    <w:p w:rsidR="000E4D44" w:rsidRDefault="000E4D44" w:rsidP="000E4D44">
      <w:pPr>
        <w:pStyle w:val="libNormal"/>
      </w:pPr>
      <w:r>
        <w:rPr>
          <w:rtl/>
        </w:rPr>
        <w:t>تفسير علماء الدين: وجعلنا السماء فوقهم كالسقف المرفوع، وحفظناها أن تقع، أو يقع ما فيها عليهم، وهم مع ذلك منصرفون عن النظر والاعتبار بآياتنا الدالة على قدرتنا وحكمتنا ورحمتنا.</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تقرر هذه الآية الكريمة أن السماوات وما فيها من أجرام حافظة لكيانها ومتماسكة فيما بينها ولا خلل يعتورها ومحفوظة من أن تقع على الارض، هي كل ما علانا وهي تبدأ بالغلاف الهوائى الذى يحمى أهل الارض من كثير من أهوال الفضاء التى لا تستقيم معها الحياة بأى حال، مثل الشهب والنيازك والاشعة الكونية وفوق الارض الغلاف الهوائى الذى تحتفظ به الارض بقوة الجاذبية ولا سبيل إلى فقده في خضم الفضاء المتناهى، وفوق الغلاف الهوائى أجرام السماء على أبعاد مختلفة وتدور دوراتها المنتظمة في أفلاكها منذ أن خلقها الله تعالى.</w:t>
      </w:r>
    </w:p>
    <w:p w:rsidR="000E4D44" w:rsidRDefault="000E4D44" w:rsidP="008B3565">
      <w:pPr>
        <w:pStyle w:val="Heading2Center"/>
      </w:pPr>
      <w:bookmarkStart w:id="19" w:name="_Toc488154365"/>
      <w:r>
        <w:rPr>
          <w:rtl/>
        </w:rPr>
        <w:t>قانون الجاذبية</w:t>
      </w:r>
      <w:bookmarkEnd w:id="19"/>
    </w:p>
    <w:p w:rsidR="000E4D44" w:rsidRDefault="000E4D44" w:rsidP="000E4D44">
      <w:pPr>
        <w:pStyle w:val="libNormal"/>
      </w:pPr>
      <w:r>
        <w:rPr>
          <w:rtl/>
        </w:rPr>
        <w:t>توجد في الكون نظم لها قوانين لا تتبدل ولا تتغير منذ الازل ومن أول هذه القوانين قانون الجاذبية الذى يعمل على تجميع شتات الاجزاء المادية المتقاربة في أبعاد دقيقه محددة، ولولا قوة هذا القانون لسقطت الكائنات في هاوية الفضاء، ويتركز ثقل الارض في مركز تكورها أى أن الارض تجذب الاجسام التى عليها نحوه، وقد اكتشف هذا القانون نيوتن العالم الانجليزى الذى لاحظ يوما أن تفاحة سقطت من شجرتها على الارض فأخذ يفكر في سبب سقوطها إلى أن وصل إلى قانون الجاذبية الذى يثبت أن كل جسم مادى يجذب غيره من الاجسام المادية بقوة تزيد أو تنقص حسب الكتلة والمسافة بينهما، كما يدل على ذلك علم الديناميكا، وهذا هو القانون الذى يربط الاجرام السماوية ويحفظ تماسكها وانتظامها في مداراتها.</w:t>
      </w:r>
    </w:p>
    <w:p w:rsidR="000E4D44" w:rsidRDefault="00ED7F18" w:rsidP="000E4D44">
      <w:pPr>
        <w:pStyle w:val="libNormal"/>
      </w:pPr>
      <w:r>
        <w:rPr>
          <w:rtl/>
        </w:rPr>
        <w:br w:type="page"/>
      </w:r>
    </w:p>
    <w:p w:rsidR="000E4D44" w:rsidRDefault="000E4D44" w:rsidP="008B3565">
      <w:pPr>
        <w:pStyle w:val="libNormal"/>
      </w:pPr>
      <w:r>
        <w:rPr>
          <w:rtl/>
        </w:rPr>
        <w:lastRenderedPageBreak/>
        <w:t>وقال تعالى في سورة الفرقان آية - 61:</w:t>
      </w:r>
      <w:r w:rsidRPr="008B3565">
        <w:rPr>
          <w:rStyle w:val="libAlaemChar"/>
          <w:rtl/>
        </w:rPr>
        <w:t>(</w:t>
      </w:r>
      <w:r w:rsidR="008B3565" w:rsidRPr="008B3565">
        <w:rPr>
          <w:rStyle w:val="libAieChar"/>
          <w:rFonts w:hint="eastAsia"/>
          <w:rtl/>
        </w:rPr>
        <w:t xml:space="preserve"> تَبَارَکَ</w:t>
      </w:r>
      <w:r w:rsidR="008B3565" w:rsidRPr="008B3565">
        <w:rPr>
          <w:rStyle w:val="libAieChar"/>
          <w:rtl/>
        </w:rPr>
        <w:t xml:space="preserve"> الَّذِي جَعَلَ فِي السَّمَاءِ بُرُوجاً وَ جَعَلَ فِيهَا سِرَاجاً وَ قَمَراً مُنِيراً</w:t>
      </w:r>
      <w:r w:rsidRPr="008B3565">
        <w:rPr>
          <w:rStyle w:val="libAlaemChar"/>
          <w:rtl/>
        </w:rPr>
        <w:t>)</w:t>
      </w:r>
      <w:r>
        <w:rPr>
          <w:rtl/>
        </w:rPr>
        <w:t>.</w:t>
      </w:r>
    </w:p>
    <w:p w:rsidR="000E4D44" w:rsidRDefault="000E4D44" w:rsidP="000E4D44">
      <w:pPr>
        <w:pStyle w:val="libNormal"/>
      </w:pPr>
      <w:r>
        <w:rPr>
          <w:rtl/>
        </w:rPr>
        <w:t>تفسير علماء الدين: تعالى الرحمن وتزايد فضله، أنشأ الكواكب في السماوات وجعل لها منازل تسير فيها وجعل من الكواكب الشمس سراجا مضيئا وقمرا منيرا.</w:t>
      </w:r>
    </w:p>
    <w:p w:rsidR="000E4D44" w:rsidRDefault="000E4D44" w:rsidP="000E4D44">
      <w:pPr>
        <w:pStyle w:val="libNormal"/>
      </w:pPr>
      <w:r>
        <w:rPr>
          <w:rtl/>
        </w:rPr>
        <w:t>النظرة العلمية: يرى سكان الارض نجوم السماء على هيئة مجموعات تكاد تحتفظ بصورها على مر الاجيال، والبروج هى تلك المجموعات من الاجرام التى تمر أمامها الشمس أثنا دورانها الظاهرى من حول الارض، فالبروج كأنها منازل الشمس في دورانها أثناء السنة.</w:t>
      </w:r>
    </w:p>
    <w:p w:rsidR="000E4D44" w:rsidRDefault="000E4D44" w:rsidP="000E4D44">
      <w:pPr>
        <w:pStyle w:val="libNormal"/>
      </w:pPr>
      <w:r>
        <w:rPr>
          <w:rtl/>
        </w:rPr>
        <w:t>وكل ثلاثة منها تؤلف فصلا من فصول السنة، وعدد هذه البروج اثنى عشر وهى: الحمل والثور والجوزاء والسرطان والاسد والسنبلة والميزان والعقرب والقوس والجدى والدلو والحوت، وفي قوله تعالى في وصف الشمس أنها سراج اشارة إلى أنها مصدر الطاقة الحرارية نظرا للتفاعلات الذرية في داخلها، والاشعاع الشمسى المنبعث من هذه الطاقة يسقط على الكواكب والارض والاقمار وسائر اجرام السماء غير المضيئة، أما القمر فينير بضياء الشمس المرتد على سطحه.</w:t>
      </w:r>
    </w:p>
    <w:p w:rsidR="000E4D44" w:rsidRDefault="000E4D44" w:rsidP="008B3565">
      <w:pPr>
        <w:pStyle w:val="libNormal"/>
      </w:pPr>
      <w:r>
        <w:rPr>
          <w:rtl/>
        </w:rPr>
        <w:t>وقال تعالى في سورة يس آية - 38:</w:t>
      </w:r>
      <w:r w:rsidRPr="008B3565">
        <w:rPr>
          <w:rStyle w:val="libAlaemChar"/>
          <w:rtl/>
        </w:rPr>
        <w:t>(</w:t>
      </w:r>
      <w:r w:rsidR="008B3565" w:rsidRPr="008B3565">
        <w:rPr>
          <w:rStyle w:val="libAieChar"/>
          <w:rFonts w:hint="eastAsia"/>
          <w:rtl/>
        </w:rPr>
        <w:t xml:space="preserve"> وَ</w:t>
      </w:r>
      <w:r w:rsidR="008B3565" w:rsidRPr="008B3565">
        <w:rPr>
          <w:rStyle w:val="libAieChar"/>
          <w:rtl/>
        </w:rPr>
        <w:t xml:space="preserve"> الشَّمْسُ تَجْرِي لِمُسْتَقَرٍّ لَهَا ذٰلِکَ تَقْدِيرُ الْعَزِيزِ الْعَلِيمِ</w:t>
      </w:r>
      <w:r w:rsidRPr="008B3565">
        <w:rPr>
          <w:rStyle w:val="libAlaemChar"/>
          <w:rtl/>
        </w:rPr>
        <w:t>)</w:t>
      </w:r>
      <w:r>
        <w:rP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إن الشمس تجرى ليلا ونهار لغاية محددة لها وإلى مستقر قدره الله لها زمانا ومكانا وذلك تدبير الله الغالب بقدرته والمحيط علما بكل شئ.</w:t>
      </w:r>
    </w:p>
    <w:p w:rsidR="000E4D44" w:rsidRDefault="000E4D44" w:rsidP="000E4D44">
      <w:pPr>
        <w:pStyle w:val="libNormal"/>
      </w:pPr>
      <w:r>
        <w:rPr>
          <w:rtl/>
        </w:rPr>
        <w:t>النظرة العلمية: يقرر علم الفلك بأن الشمس لها مجموعة من الكواكب والاقمار والمذنبات تتبعها دائما وتخضع لقوة جاذبيتها وتجعلها تدور من حولها في مدارات متتابعة بيضاوية الشكل، وجميع أفراد هذه المجموعة تنتقل مع الشمس خلال حركتها الذاتية، والخلاصة أن المجموعة الشمسية تجرى في الفضاء بسرعة محدودة وفي اتجاه محدود، وتبلغ هذه السرعة حوالى 700 كيلومتر في الثانية، وتتم دورتها حول المركز في مدى 200 مليون سنة ضوئية، ولم يتوصل علماء الفلك إلى معرفة هذه الحركة واتجاهها إلا في أوائل القرن العشرين فأين هذا من وقت نزول القرآن حيث لم يكن محمد النبى الامى ولا قومه يعرفون شيئا من ذلك.</w:t>
      </w:r>
    </w:p>
    <w:p w:rsidR="000E4D44" w:rsidRDefault="000E4D44" w:rsidP="008B3565">
      <w:pPr>
        <w:pStyle w:val="libNormal"/>
      </w:pPr>
      <w:r>
        <w:rPr>
          <w:rtl/>
        </w:rPr>
        <w:t>وقال تعالى في سورة الرحمن آية 33 - 35:</w:t>
      </w:r>
      <w:r w:rsidRPr="008B3565">
        <w:rPr>
          <w:rStyle w:val="libAlaemChar"/>
          <w:rtl/>
        </w:rPr>
        <w:t>(</w:t>
      </w:r>
      <w:r w:rsidR="008B3565" w:rsidRPr="008B3565">
        <w:rPr>
          <w:rStyle w:val="libAieChar"/>
          <w:rFonts w:hint="eastAsia"/>
          <w:rtl/>
        </w:rPr>
        <w:t xml:space="preserve"> يَا</w:t>
      </w:r>
      <w:r w:rsidR="008B3565" w:rsidRPr="008B3565">
        <w:rPr>
          <w:rStyle w:val="libAieChar"/>
          <w:rtl/>
        </w:rPr>
        <w:t xml:space="preserve"> مَعْشَرَ الْجِنِّ وَ الْإِنْسِ إِنِ اسْتَطَعْتُمْ أَنْ تَنْفُذُوا مِنْ أَقْطَارِ السَّمَاوَاتِ وَ الْأَرْضِ فَانْفُذُوا لاَ تَنْفُذُونَ إِلاَّ بِسُلْطَانٍ</w:t>
      </w:r>
      <w:r w:rsidRPr="008B3565">
        <w:rPr>
          <w:rStyle w:val="libAieChar"/>
          <w:rtl/>
        </w:rPr>
        <w:t xml:space="preserve"> </w:t>
      </w:r>
      <w:r w:rsidR="008B3565" w:rsidRPr="008B3565">
        <w:rPr>
          <w:rStyle w:val="libAieChar"/>
          <w:rFonts w:hint="eastAsia"/>
          <w:rtl/>
        </w:rPr>
        <w:t>فَبِأَيِّ</w:t>
      </w:r>
      <w:r w:rsidR="008B3565" w:rsidRPr="008B3565">
        <w:rPr>
          <w:rStyle w:val="libAieChar"/>
          <w:rtl/>
        </w:rPr>
        <w:t xml:space="preserve"> آلاَءِ رَبِّکُمَا تُکَذِّبَانِ </w:t>
      </w:r>
      <w:r w:rsidRPr="008B3565">
        <w:rPr>
          <w:rStyle w:val="libAieChar"/>
          <w:rtl/>
        </w:rPr>
        <w:t xml:space="preserve">، </w:t>
      </w:r>
      <w:r w:rsidR="008B3565" w:rsidRPr="008B3565">
        <w:rPr>
          <w:rStyle w:val="libAieChar"/>
          <w:rFonts w:hint="eastAsia"/>
          <w:rtl/>
        </w:rPr>
        <w:t>يُرْسَلُ</w:t>
      </w:r>
      <w:r w:rsidR="008B3565" w:rsidRPr="008B3565">
        <w:rPr>
          <w:rStyle w:val="libAieChar"/>
          <w:rtl/>
        </w:rPr>
        <w:t xml:space="preserve"> عَلَيْکُمَا شُوَاظٌ مِنْ نَارٍ وَ نُحَاسٌ فَلاَ تَنْتَصِرَانِ</w:t>
      </w:r>
      <w:r w:rsidRPr="008B3565">
        <w:rPr>
          <w:rStyle w:val="libAlaemChar"/>
          <w:rtl/>
        </w:rPr>
        <w:t>)</w:t>
      </w:r>
      <w:r>
        <w:rPr>
          <w:rtl/>
        </w:rPr>
        <w:t>.</w:t>
      </w:r>
    </w:p>
    <w:p w:rsidR="000E4D44" w:rsidRDefault="000E4D44" w:rsidP="000E4D44">
      <w:pPr>
        <w:pStyle w:val="libNormal"/>
      </w:pPr>
      <w:r>
        <w:rPr>
          <w:rtl/>
        </w:rPr>
        <w:t>تفسير علماء الدين: يا معشر الجن والانس إن استطعتم أن تخرجوا من جوانب السماوات والارض هاربين فأخرجوا، لا تستطيعون الخروج إلا بعوة وقهر، ولن يكون لكم ذلك،</w:t>
      </w:r>
    </w:p>
    <w:p w:rsidR="000E4D44" w:rsidRDefault="00ED7F18" w:rsidP="000E4D44">
      <w:pPr>
        <w:pStyle w:val="libNormal"/>
      </w:pPr>
      <w:r>
        <w:rPr>
          <w:rtl/>
        </w:rPr>
        <w:br w:type="page"/>
      </w:r>
    </w:p>
    <w:p w:rsidR="000E4D44" w:rsidRDefault="000E4D44" w:rsidP="008B3565">
      <w:pPr>
        <w:pStyle w:val="libNormal0"/>
      </w:pPr>
      <w:r>
        <w:rPr>
          <w:rtl/>
        </w:rPr>
        <w:lastRenderedPageBreak/>
        <w:t xml:space="preserve">فبأى نعمة من نعم ربكما تكذبان؟ يصب عليكما لهب من نار ونحاس مذاب فلا تقدران على دفع العذاب النظرة العلمية: قد يتوهم العامة من أهل عصرنا هذا عصر غزو الفضاء أن الانسان قد حقق أعظم اتجاز علمى وعملى بالصعود إلى القمر وأنه تمكن بفضل مخترعاته وأجهزته أن يسير فوق سطح القمر، وأن يحضر معه في عودته عينات من صخوره وترابه لتحليلها والتعرف على عناصرها، وظن بعض البسطاء والجهلاء بآيات القرآن أن الانسان بعمله هذا قد تمكن من النفاذ إلى أقطار السماوات وأنه حقق هذا النفاذ بسلطان العلم، والحقيقة أن هذا الزعم لا أساس له مطلقا من الصحة لان كلمة سلطان التى أولها المتأولون خطأ بمعنى سلطان العلم إنما هى في حقيقة الامر سلطان الله سبحانه وهو السلطان الآلهى الذى نفذ بقوته النبى </w:t>
      </w:r>
      <w:r w:rsidR="00ED7F18" w:rsidRPr="00ED7F18">
        <w:rPr>
          <w:rStyle w:val="libAlaemChar"/>
          <w:rtl/>
        </w:rPr>
        <w:t>صلى‌الله‌عليه‌وآله‌وسلم</w:t>
      </w:r>
      <w:r>
        <w:rPr>
          <w:rtl/>
        </w:rPr>
        <w:t xml:space="preserve"> إلى أقطار السماوات ليلة معراجه، لانه هو السلطان القاهر على إخضاع سنين الكون وقوانينه لارادة الله تعالى.</w:t>
      </w:r>
    </w:p>
    <w:p w:rsidR="000E4D44" w:rsidRDefault="000E4D44" w:rsidP="000E4D44">
      <w:pPr>
        <w:pStyle w:val="libNormal"/>
      </w:pPr>
      <w:r>
        <w:rPr>
          <w:rtl/>
        </w:rPr>
        <w:t>ويرى العلم الحديث في هذه القضية أن القمر الذى وصل إليه الانسان بقوة صواريخه إنما هو جرم صغير تابع للارض، وكأنما هو ضاحية قريبة من ضواحيها إذا لا يبعد عنها بأكثر من 240000 كيلومتر، فأين هذا البعد من أقطار السماوات التى يبلغ أبعاد القريب منها عن الارض بألف سنة ضوئية، مع العلم بأن الضوة يسير بسرعد 300000 كيلومتر في الثانية فكم من الكيلومترات يقطع الضوء في الدقيقة ثم في الساعة ثم في اليوم ثم في الشهر ثم في السنة أنه يقطع في السند مسافات لا تقدر بأرقامنا الحسابية وإنما هى أرقام فلكية خيالية.</w:t>
      </w:r>
    </w:p>
    <w:p w:rsidR="000E4D44" w:rsidRDefault="000E4D44" w:rsidP="000E4D44">
      <w:pPr>
        <w:pStyle w:val="libNormal"/>
      </w:pPr>
      <w:r>
        <w:rPr>
          <w:rtl/>
        </w:rPr>
        <w:t>ولنضرب مثلا يبين لنا استحالة الوصول إلى هذه الاقطار السحيقة أننا لو أردنا</w:t>
      </w:r>
    </w:p>
    <w:p w:rsidR="000E4D44" w:rsidRDefault="00ED7F18" w:rsidP="000E4D44">
      <w:pPr>
        <w:pStyle w:val="libNormal"/>
      </w:pPr>
      <w:r>
        <w:rPr>
          <w:rtl/>
        </w:rPr>
        <w:br w:type="page"/>
      </w:r>
    </w:p>
    <w:p w:rsidR="000E4D44" w:rsidRDefault="000E4D44" w:rsidP="008B3565">
      <w:pPr>
        <w:pStyle w:val="libNormal0"/>
      </w:pPr>
      <w:r>
        <w:rPr>
          <w:rtl/>
        </w:rPr>
        <w:lastRenderedPageBreak/>
        <w:t>الوصول إلى الشمس وهى أقرب النجوم إلى الارض واستخدمنا قطارا من قطر السكة الحديدية وجعلناه يسير بسرعة 60 كيلو مترا في الساعد ليلا ونهارا بدون انقطاع لوصل إليها بعد 300 سنة، فما يالك بمدة الزمن اللازم للوصول إلى نجم يبعد عن الارض بألف سنة ضوئية.</w:t>
      </w:r>
    </w:p>
    <w:p w:rsidR="000E4D44" w:rsidRDefault="000E4D44" w:rsidP="008B3565">
      <w:pPr>
        <w:pStyle w:val="Heading2Center"/>
      </w:pPr>
      <w:bookmarkStart w:id="20" w:name="_Toc488154366"/>
      <w:r>
        <w:rPr>
          <w:rtl/>
        </w:rPr>
        <w:t>المجموعة الشمسية</w:t>
      </w:r>
      <w:bookmarkEnd w:id="20"/>
    </w:p>
    <w:p w:rsidR="000E4D44" w:rsidRDefault="000E4D44" w:rsidP="000E4D44">
      <w:pPr>
        <w:pStyle w:val="libNormal"/>
      </w:pPr>
      <w:r>
        <w:rPr>
          <w:rtl/>
        </w:rPr>
        <w:t>الشمس والارض والقمر والنجوم والكواكب والشهب ألفاظ جاء‌ت في القرآن كثيرا، فالشمس ذكرت 33 مرة، والارض ذكرت 461 مرة، والقمر ذكر 27 مرة، وهذه الاجرام السماوية هى وحدات من المجموعة الشمسية التى هى المجموعة الوحيدة من بين آلاف المجموعات التى يتألف منها الكون والتى يمكن القول بأننا نعرف عنها بعض الحقائق لاننا نعيش فيها.</w:t>
      </w:r>
    </w:p>
    <w:p w:rsidR="000E4D44" w:rsidRDefault="000E4D44" w:rsidP="000E4D44">
      <w:pPr>
        <w:pStyle w:val="libNormal"/>
      </w:pPr>
      <w:r>
        <w:rPr>
          <w:rtl/>
        </w:rPr>
        <w:t>وتتكون المجموعة الشمسية من نجم عظيم يشغل مركزها وهو الشمس، ومن عشر كواكب سيارة تدور حول هذا النجم في اتجاه واحد من الغرب إلى الشرق وفي مستوى واحد، وكأنها كرات مختلفة الاحجام تطفو فوق الماء، وهذه الكواكب هى: عطارد والزهرة والارض والمريخ والكويكبات والمشترى وزحل وأورانوس ونبتون وبلوتو، وتختلف أحجام هذه الكواكب، وإن أكبرها حجما هو المشترى الذى يقع في مركز متوسط بينها، أما بقية الكواكب فإن أحجامها تتدرج في الصغر كلما بعدت عنه في كلا جانبيه، ولبعض هذه الكواكب أقمار تابعة لها تدور حولها، وللارض قمر واحد يدور حولها، وإليك تعريفات موجزة عن بعض أفراد المجموعة الشمسية وهما الشمس والقمر:</w:t>
      </w:r>
    </w:p>
    <w:p w:rsidR="000E4D44" w:rsidRDefault="00ED7F18" w:rsidP="000E4D44">
      <w:pPr>
        <w:pStyle w:val="libNormal"/>
      </w:pPr>
      <w:r>
        <w:rPr>
          <w:rtl/>
        </w:rPr>
        <w:br w:type="page"/>
      </w:r>
    </w:p>
    <w:p w:rsidR="000E4D44" w:rsidRDefault="000E4D44" w:rsidP="008B3565">
      <w:pPr>
        <w:pStyle w:val="libNormal0"/>
      </w:pPr>
      <w:r>
        <w:rPr>
          <w:rtl/>
        </w:rPr>
        <w:lastRenderedPageBreak/>
        <w:t>الشمس: نجم عظم الحجم يبلغ حجمه بالنسبه لحجم الارض 000 , 1305 مرة وتصدر منه الحرارة والضوء، وتندلع في بعض نواحيه ألسنة من اللهب تمتد آلاف الكيلومترات في الفضاء، وتدور الشمس حول محورها كما تدور الارض حول محورها، وتكمل الشمس دورتها في 26 يوما وقد تمكن العلماء من تحديد هذه المدة بملاحظة دورة البقع الشمسية وهى المعروفة باسم الكلف الشمسى على سطحها، وينبعث من هذه البقع غازات وأعاصير يمكن تسجيلها عن طريق التحليل الطيفى، لمعرفة عناصرها، وتبلغ درجة حرارة الشمس عند سطحها 6000 درجة مئوية ولكنها في مركزها الباطنى تربو على 15 مليون درجة، ورغم أن الشمس تدور حول نفسها، فإنها ليست ثابتة في مكان واحد بل إنها تسير في الفضاء وتسير معها أسرتها تنبعها وهى تجرى لمستقر لها.</w:t>
      </w:r>
    </w:p>
    <w:p w:rsidR="000E4D44" w:rsidRDefault="000E4D44" w:rsidP="000E4D44">
      <w:pPr>
        <w:pStyle w:val="libNormal"/>
      </w:pPr>
      <w:r>
        <w:rPr>
          <w:rtl/>
        </w:rPr>
        <w:t>القمر: تابع للارض يدور حولها مرة في كل شهر قمرى، والارض تدور في نفس الوقت حول شمس، وتبلغ سرعة القمر أثناء دورته حول الارض 3300 ميلا في الساعة، وتبلغ كتلة الارض 80 مرة قدر كتلة القمر، ويبعد القمر عن الارض بمقدار 240000 كيلومتر، ويستخدم الرادار في قياس أبعاد الاجرام السماوية القريبة فقط: مثل القمر وذلك بمعرفة الزمن الذى تقطعه الموجة اللاسلكية في الذهاب ألى القمر والعودة منه، ويدور القمر حول محوره ببطئ شديد، ولذا كان يومه أطول من يومنا كثيرا، فيستغرق كل من الليل والنهار أسبوعين، أى أن الشهر القمرى نصفه نهار على وجه من القمر، ونصفه ليل على وجهه المقابل، ولذا تصل الحرارة في النصف المقابل للشمس حوالى 130 درجة مئوية، بينما تهبط أثناء الليل في النصف الآخر إلى حوالى 150 درجة مئوية تحت الصفر.</w:t>
      </w:r>
    </w:p>
    <w:p w:rsidR="008B3565" w:rsidRDefault="008B3565" w:rsidP="008B3565">
      <w:pPr>
        <w:pStyle w:val="libNormal"/>
      </w:pPr>
      <w:r>
        <w:rPr>
          <w:rtl/>
        </w:rPr>
        <w:br w:type="page"/>
      </w:r>
    </w:p>
    <w:p w:rsidR="000E4D44" w:rsidRDefault="000E4D44" w:rsidP="008B3565">
      <w:pPr>
        <w:pStyle w:val="Heading2Center"/>
      </w:pPr>
      <w:bookmarkStart w:id="21" w:name="_Toc488154367"/>
      <w:r>
        <w:rPr>
          <w:rtl/>
        </w:rPr>
        <w:lastRenderedPageBreak/>
        <w:t>معجزة القرآن في وصف الكائنات</w:t>
      </w:r>
      <w:bookmarkEnd w:id="21"/>
    </w:p>
    <w:p w:rsidR="000E4D44" w:rsidRDefault="000E4D44" w:rsidP="000E4D44">
      <w:pPr>
        <w:pStyle w:val="libNormal"/>
      </w:pPr>
      <w:r>
        <w:rPr>
          <w:rtl/>
        </w:rPr>
        <w:t>لقد جاء حديث القرآن عن الكائنات التى أبدعتها يد القدره مناسبا لجميع الناس على اختلاف درجات عقولهم وأفهامهم فكان لهم من ظاهره معان واضحة سهلة تصور لهم روعة صنعة الخالق كما يشاهدونها أمامهم، وتبين لهم ما فيها من آيات القدرة العظيمة المبدعة ودلائل العلم الواسع المحيط بكل شئ والموجه للعقول إلى فهم رحمة الله ومبلغ لطفه بعباده لكي يتعرفوا منها بالتعقل والتبصر على خالق الخلق وجلال ذاته وكمال صفاته إذ الصنعة دليل ساطع على قدرة الصانع وإبداعه.</w:t>
      </w:r>
    </w:p>
    <w:p w:rsidR="000E4D44" w:rsidRDefault="000E4D44" w:rsidP="000E4D44">
      <w:pPr>
        <w:pStyle w:val="libNormal"/>
      </w:pPr>
      <w:r>
        <w:rPr>
          <w:rtl/>
        </w:rPr>
        <w:t>ولكن المتأملين في حديث القرآن من أهل العلم والخبرة بالكائنات يرون في ألفاظ القرآن وعباراته أنها فوق معانيها الظاهرة وأن لها معان دقيقة تنطوى على اصول وجوامع من العلم الواسع الدقيق الذي لم يكن معروفا للناس من قبل ولم يتعرفوا عليه إلا بعد انتشار العلم الحديث بينهم في القرنين الاخيرين، وانكشفت هذا المعاني للمتأملين من أصحاب العقول الراجحة في ضوء علومهم الخاصة إما من صريح النص القرآني أو من إشارات ورموز لها.</w:t>
      </w:r>
    </w:p>
    <w:p w:rsidR="000E4D44" w:rsidRDefault="000E4D44" w:rsidP="008B3565">
      <w:pPr>
        <w:pStyle w:val="libNormal"/>
      </w:pPr>
      <w:r>
        <w:rPr>
          <w:rtl/>
        </w:rPr>
        <w:t xml:space="preserve">وقال تعالى: في سورة يس آية - 39: </w:t>
      </w:r>
      <w:r w:rsidR="008B3565" w:rsidRPr="008B3565">
        <w:rPr>
          <w:rStyle w:val="libAlaemChar"/>
          <w:rFonts w:hint="cs"/>
          <w:rtl/>
        </w:rPr>
        <w:t>(</w:t>
      </w:r>
      <w:r w:rsidR="008B3565" w:rsidRPr="008B3565">
        <w:rPr>
          <w:rStyle w:val="libAieChar"/>
          <w:rFonts w:hint="eastAsia"/>
          <w:rtl/>
        </w:rPr>
        <w:t>وَ</w:t>
      </w:r>
      <w:r w:rsidR="008B3565" w:rsidRPr="008B3565">
        <w:rPr>
          <w:rStyle w:val="libAieChar"/>
          <w:rtl/>
        </w:rPr>
        <w:t xml:space="preserve"> الْقَمَرَ قَدَّرْنَاهُ مَنَازِلَ حَتَّى عَادَ کَالْعُرْجُونِ الْقَدِيمِ‌</w:t>
      </w:r>
      <w:r w:rsidR="008B3565" w:rsidRPr="008B3565">
        <w:rPr>
          <w:rStyle w:val="libAlaemChar"/>
          <w:rFonts w:hint="cs"/>
          <w:rtl/>
        </w:rPr>
        <w:t>)</w:t>
      </w:r>
      <w:r>
        <w:rPr>
          <w:rtl/>
        </w:rPr>
        <w:t xml:space="preserve"> تفسير علماء الدين: والقمر جعلنا له منازل كمنازل الشمس، وهو يزيد وينقص حتى يصير كالعذق للقوس أو السباطة اليابسة إذا حال عليها الحول وجفت.</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دلت الدراسات الفلكية على أن القمر يدور حول نفسه، وفي نفس الوقت يطوف حول الارض مرة واحدة في كل شهر، ولا يظهر لنا من القمر مدة دورته هذه سوى وجه واحد هو الوجه المواجه للارض، أما جهة الآخر فلم ولن يراه سكان الارض، وتعرف دورته هذه بالشهر القمري، وفي كل يوم من هذا الشهر يبدو لنا القمر بأوجه مختلفة، ففي أول الشهر يكون في المحاق لانمحاق نوره أي اختفائه ثم يكون بعد سبعة أيام في التربيع الاول، ثم يكون بدرا في وسط الشهر ثم يكون في التربيع الثاني بعد الاسبوع الثالث، ثم يكون في المحاق آخر الشهر وهكذا دواليك، وبذلك يعرف الناس المواقيت.</w:t>
      </w:r>
    </w:p>
    <w:p w:rsidR="000E4D44" w:rsidRDefault="000E4D44" w:rsidP="000E4D44">
      <w:pPr>
        <w:pStyle w:val="libNormal"/>
      </w:pPr>
      <w:r>
        <w:rPr>
          <w:rtl/>
        </w:rPr>
        <w:t>وتعبير القرآن بالعرجون القديم الذي لا خضرة فيه ولا ماء ولا حياة هو تشبيه علمى يمثل لنا حالة القمر الواقعية بأنه لا حضرة فيه ولا ماء ولا حياة، وقد تحقق ذلك فعلا بعد أن تمكن الانسان أخيرا من النزول على سطح القمر والسير فوقه ومشاهدة معالمه المقفرة، فسبحان من بيده ملكوت كل شئ وهو على كل شئ قدير.</w:t>
      </w:r>
    </w:p>
    <w:p w:rsidR="000E4D44" w:rsidRDefault="000E4D44" w:rsidP="00D35D7F">
      <w:pPr>
        <w:pStyle w:val="libNormal"/>
      </w:pPr>
      <w:r>
        <w:rPr>
          <w:rtl/>
        </w:rPr>
        <w:t>وقال الله تعالى في سورة يس آية 40:</w:t>
      </w:r>
      <w:r w:rsidRPr="00D35D7F">
        <w:rPr>
          <w:rStyle w:val="libAlaemChar"/>
          <w:rtl/>
        </w:rPr>
        <w:t>(</w:t>
      </w:r>
      <w:r w:rsidR="00D35D7F" w:rsidRPr="00D35D7F">
        <w:rPr>
          <w:rStyle w:val="libAieChar"/>
          <w:rFonts w:hint="eastAsia"/>
          <w:rtl/>
        </w:rPr>
        <w:t xml:space="preserve"> لاَ</w:t>
      </w:r>
      <w:r w:rsidR="00D35D7F" w:rsidRPr="00D35D7F">
        <w:rPr>
          <w:rStyle w:val="libAieChar"/>
          <w:rtl/>
        </w:rPr>
        <w:t xml:space="preserve"> الشَّمْسُ يَنْبَغِي لَهَا أَنْ تُدْرِکَ الْقَمَرَ وَ لاَ اللَّيْلُ سَابِقُ النَّهَارِ وَ کُلٌّ فِي فَلَکٍ يَسْبَحُونَ‌</w:t>
      </w:r>
      <w:r w:rsidRPr="00D35D7F">
        <w:rPr>
          <w:rStyle w:val="libAlaemChar"/>
          <w:rtl/>
        </w:rPr>
        <w:t>)</w:t>
      </w:r>
      <w:r>
        <w:rPr>
          <w:rtl/>
        </w:rPr>
        <w:t>.</w:t>
      </w:r>
    </w:p>
    <w:p w:rsidR="000E4D44" w:rsidRDefault="000E4D44" w:rsidP="000E4D44">
      <w:pPr>
        <w:pStyle w:val="libNormal"/>
      </w:pPr>
      <w:r>
        <w:rPr>
          <w:rtl/>
        </w:rPr>
        <w:t>تفسير علماء الدين: إن الشمس لا يصلح لها أن تطلع في سلطان القمر فيذهب ضوؤه، ولا الليل</w:t>
      </w:r>
    </w:p>
    <w:p w:rsidR="000E4D44" w:rsidRDefault="00ED7F18" w:rsidP="000E4D44">
      <w:pPr>
        <w:pStyle w:val="libNormal"/>
      </w:pPr>
      <w:r>
        <w:rPr>
          <w:rtl/>
        </w:rPr>
        <w:br w:type="page"/>
      </w:r>
    </w:p>
    <w:p w:rsidR="000E4D44" w:rsidRDefault="000E4D44" w:rsidP="003E658E">
      <w:pPr>
        <w:pStyle w:val="libNormal0"/>
      </w:pPr>
      <w:r>
        <w:rPr>
          <w:rtl/>
        </w:rPr>
        <w:lastRenderedPageBreak/>
        <w:t>يطلع في سلطان النهار فيذهب ضوؤه بل إن الشمس والقمر والنجوم كل منها في أفلاكها تدور ولا تخرج عنها.</w:t>
      </w:r>
    </w:p>
    <w:p w:rsidR="000E4D44" w:rsidRDefault="000E4D44" w:rsidP="000E4D44">
      <w:pPr>
        <w:pStyle w:val="libNormal"/>
      </w:pPr>
      <w:r>
        <w:rPr>
          <w:rtl/>
        </w:rPr>
        <w:t>وتفسيرا آخر يقول: لا الشمس يتأتى لها أن تخرج على نواميسها فتلحق القمر وتدخل في مداره ولا الليل يتأتى له أن يغلب النهار ويحول دون مجيئه بل هما متعاقبان وكل الاجرام السماوية تسبح في أفلاك لا تخرج عنها.</w:t>
      </w:r>
    </w:p>
    <w:p w:rsidR="000E4D44" w:rsidRDefault="000E4D44" w:rsidP="000E4D44">
      <w:pPr>
        <w:pStyle w:val="libNormal"/>
      </w:pPr>
      <w:r>
        <w:rPr>
          <w:rtl/>
        </w:rPr>
        <w:t>النظرة العلمية: يثبت العلم الحديث أنه لا يمكن أن تدرك الشمس القمر ولا يمكن أن يتلاقيا لان كلا منهما يجرى في مدار مواز للآخر فيستحيل أن يتقابلا لان الخطين المتوازين لا يتلاقيان أبدا، كما يستحيل أن يسبق الليل النهار لان ذلك يتطلب من الارض أن تدور عكس اتجاهها الطبيعى الذى هو من الغرب إلى الشرق، وهو أمر مخالف لناموس الكون والله سبحانه يقول في كتابه العزيز:(إنا كل شئ خلقناه بقدر).</w:t>
      </w:r>
    </w:p>
    <w:p w:rsidR="000E4D44" w:rsidRDefault="000E4D44" w:rsidP="003E658E">
      <w:pPr>
        <w:pStyle w:val="libNormal"/>
      </w:pPr>
      <w:r>
        <w:rPr>
          <w:rtl/>
        </w:rPr>
        <w:t>وقال تعالى في سورة يونس آية - 5:</w:t>
      </w:r>
      <w:r w:rsidRPr="003E658E">
        <w:rPr>
          <w:rStyle w:val="libAlaemChar"/>
          <w:rtl/>
        </w:rPr>
        <w:t>(</w:t>
      </w:r>
      <w:r w:rsidR="003E658E" w:rsidRPr="003E658E">
        <w:rPr>
          <w:rStyle w:val="libAieChar"/>
          <w:rFonts w:hint="eastAsia"/>
          <w:rtl/>
        </w:rPr>
        <w:t xml:space="preserve"> هُوَ</w:t>
      </w:r>
      <w:r w:rsidR="003E658E" w:rsidRPr="003E658E">
        <w:rPr>
          <w:rStyle w:val="libAieChar"/>
          <w:rtl/>
        </w:rPr>
        <w:t xml:space="preserve"> الَّذِي جَعَلَ الشَّمْسَ ضِيَاءً وَ الْقَمَرَ نُوراً وَ قَدَّرَهُ مَنَازِلَ لِتَعْلَمُوا عَدَدَ السِّنِينَ وَ الْحِسَابَ مَا خَلَقَ اللَّهُ ذٰلِکَ إِلاَّ بِالْحَقِّ يُفَصِّلُ الْآيَاتِ لِقَوْمٍ يَعْلَمُونَ‌</w:t>
      </w:r>
      <w:r w:rsidRPr="003E658E">
        <w:rPr>
          <w:rStyle w:val="libAlaemChar"/>
          <w:rtl/>
        </w:rPr>
        <w:t>)</w:t>
      </w:r>
      <w:r>
        <w:rPr>
          <w:rtl/>
        </w:rPr>
        <w:t>.</w:t>
      </w:r>
    </w:p>
    <w:p w:rsidR="000E4D44" w:rsidRDefault="000E4D44" w:rsidP="000E4D44">
      <w:pPr>
        <w:pStyle w:val="libNormal"/>
      </w:pPr>
      <w:r>
        <w:rPr>
          <w:rtl/>
        </w:rPr>
        <w:t>تفسير علماء الدين: إن ربكم هو الذى جعل الشمس تشع بالضياء وجعل القمر يرسل النور، وجعل للقمر منازل ينتقل فيها فيختلف نوره تبعا لهذه المنازل لتسعينوا بهذا</w:t>
      </w:r>
    </w:p>
    <w:p w:rsidR="000E4D44" w:rsidRDefault="00ED7F18" w:rsidP="000E4D44">
      <w:pPr>
        <w:pStyle w:val="libNormal"/>
      </w:pPr>
      <w:r>
        <w:rPr>
          <w:rtl/>
        </w:rPr>
        <w:br w:type="page"/>
      </w:r>
    </w:p>
    <w:p w:rsidR="000E4D44" w:rsidRDefault="000E4D44" w:rsidP="003E658E">
      <w:pPr>
        <w:pStyle w:val="libNormal0"/>
      </w:pPr>
      <w:r>
        <w:rPr>
          <w:rtl/>
        </w:rPr>
        <w:lastRenderedPageBreak/>
        <w:t>في تقدير مواقيتكم وتعلموا عدد السنين والحساب، وما خلق الله ذلك إلا بالحكمة وهو سبحانه يبسط في كتابه الآيات الدالة على ألوهيته وكمال قدرته لكى تتدبروها بعقولكم وتستجيبوا لما يقتضيه العلم.</w:t>
      </w:r>
    </w:p>
    <w:p w:rsidR="000E4D44" w:rsidRDefault="000E4D44" w:rsidP="000E4D44">
      <w:pPr>
        <w:pStyle w:val="libNormal"/>
      </w:pPr>
      <w:r>
        <w:rPr>
          <w:rtl/>
        </w:rPr>
        <w:t>النظرة العلمية: كشفت هذه الآية الكريمة عن حقائق لم تكن معروفة للناس قبل نزولها، كشفت عن أن الشمس نجم تنبعث منه حرارة وضوء كما هو شأن سائر النجوم التى هى أجرام ملتهبة ومضيئة في آن واحد، وأن القمر كوكب أى جسم بارد مظلم يستمد ضوء‌ه وحرارته من الشمس، وأن القمر يتحرك في مداره مرة في كل شهر بتوقيت دقيق يعرف منه عدد الايام وحسابها في الشهور والاعوام فلولا هذه الحركة المنتظمة ما عرف الانسان وقته ولا كيف يحسب الشهور والاعوام.</w:t>
      </w:r>
    </w:p>
    <w:p w:rsidR="000E4D44" w:rsidRDefault="000E4D44" w:rsidP="000E4D44">
      <w:pPr>
        <w:pStyle w:val="libNormal"/>
      </w:pPr>
      <w:r>
        <w:rPr>
          <w:rtl/>
        </w:rPr>
        <w:t>فهل كل هذا النظام الدقيق والتدابير المحكمة يحدث عبثا واعتباطا وبلا غاية؟ كلا ! إنه تقدير العزيز الحكيم الذى أراده رحمة بمخلوقاته وكائناته التى جعل الارض مستقرا لها ومجالا لنشاطها.</w:t>
      </w:r>
    </w:p>
    <w:p w:rsidR="000E4D44" w:rsidRDefault="000E4D44" w:rsidP="003E658E">
      <w:pPr>
        <w:pStyle w:val="libNormal"/>
      </w:pPr>
      <w:r>
        <w:rPr>
          <w:rtl/>
        </w:rPr>
        <w:t>وقال الله تعالى في سورة يونس آية - 6</w:t>
      </w:r>
      <w:r w:rsidRPr="003E658E">
        <w:rPr>
          <w:rStyle w:val="libAlaemChar"/>
          <w:rtl/>
        </w:rPr>
        <w:t>(</w:t>
      </w:r>
      <w:r w:rsidR="003E658E" w:rsidRPr="003E658E">
        <w:rPr>
          <w:rStyle w:val="libAieChar"/>
          <w:rFonts w:hint="eastAsia"/>
          <w:rtl/>
        </w:rPr>
        <w:t>إِنَّ</w:t>
      </w:r>
      <w:r w:rsidR="003E658E" w:rsidRPr="003E658E">
        <w:rPr>
          <w:rStyle w:val="libAieChar"/>
          <w:rtl/>
        </w:rPr>
        <w:t xml:space="preserve"> فِي اخْتِلاَفِ اللَّيْلِ وَ النَّهَارِ وَ مَا خَلَقَ اللَّهُ فِي السَّمَاوَاتِ وَ الْأَرْضِ لَآيَاتٍ لِقَوْمٍ يَتَّقُونَ</w:t>
      </w:r>
      <w:r w:rsidRPr="003E658E">
        <w:rPr>
          <w:rStyle w:val="libAlaemChar"/>
          <w:rtl/>
        </w:rPr>
        <w:t>)</w:t>
      </w:r>
      <w:r>
        <w:rPr>
          <w:rtl/>
        </w:rPr>
        <w:t>.</w:t>
      </w:r>
    </w:p>
    <w:p w:rsidR="000E4D44" w:rsidRDefault="000E4D44" w:rsidP="000E4D44">
      <w:pPr>
        <w:pStyle w:val="libNormal"/>
      </w:pPr>
      <w:r>
        <w:rPr>
          <w:rtl/>
        </w:rPr>
        <w:t>تفسير علماء الدين: إن في تعاقب الليل والنهار واختلافهما بالزيادة والنقصان وفى خلق السماوات</w:t>
      </w:r>
    </w:p>
    <w:p w:rsidR="000E4D44" w:rsidRDefault="00ED7F18" w:rsidP="000E4D44">
      <w:pPr>
        <w:pStyle w:val="libNormal"/>
      </w:pPr>
      <w:r>
        <w:rPr>
          <w:rtl/>
        </w:rPr>
        <w:br w:type="page"/>
      </w:r>
    </w:p>
    <w:p w:rsidR="000E4D44" w:rsidRDefault="000E4D44" w:rsidP="00F20C6E">
      <w:pPr>
        <w:pStyle w:val="libNormal0"/>
      </w:pPr>
      <w:r>
        <w:rPr>
          <w:rtl/>
        </w:rPr>
        <w:lastRenderedPageBreak/>
        <w:t>والارض وما فيهما من الكائنات لادلة واضحة وحججا بينة على ألوهية الخالق وقدرته لمن يتجنبون غضبه ويخافون عذابه.</w:t>
      </w:r>
    </w:p>
    <w:p w:rsidR="000E4D44" w:rsidRDefault="000E4D44" w:rsidP="000E4D44">
      <w:pPr>
        <w:pStyle w:val="libNormal"/>
      </w:pPr>
      <w:r>
        <w:rPr>
          <w:rtl/>
        </w:rPr>
        <w:t>النظرة العلمية: يقرر العلم الحديث أن طول كل من الليل والنهار يختلف باستمرار على مدار السنة، وأن هذا الاختلاف في التوقيت يرجع إلى دوران الارض حول الشمس وحول محورها المائل على مداره بمقدار 2 / 1 و 23 مما يجعل الليل يطول أو يقصر بحسب تعامد الشمس على المكان أو ميلها عنه، وهذه حقائق كونية تكون في حكم البدهيات لمن يدرس مبادئ الجغرافيا.</w:t>
      </w:r>
    </w:p>
    <w:p w:rsidR="000E4D44" w:rsidRDefault="000E4D44" w:rsidP="00F20C6E">
      <w:pPr>
        <w:pStyle w:val="libNormal"/>
      </w:pPr>
      <w:r>
        <w:rPr>
          <w:rtl/>
        </w:rPr>
        <w:t>وقال تعالى في سورة الرعد آية 41:</w:t>
      </w:r>
      <w:r w:rsidRPr="00F20C6E">
        <w:rPr>
          <w:rStyle w:val="libAlaemChar"/>
          <w:rtl/>
        </w:rPr>
        <w:t>(</w:t>
      </w:r>
      <w:r w:rsidR="00F20C6E" w:rsidRPr="00F20C6E">
        <w:rPr>
          <w:rStyle w:val="libAieChar"/>
          <w:rFonts w:hint="eastAsia"/>
          <w:rtl/>
        </w:rPr>
        <w:t xml:space="preserve"> أَ</w:t>
      </w:r>
      <w:r w:rsidR="00F20C6E" w:rsidRPr="00F20C6E">
        <w:rPr>
          <w:rStyle w:val="libAieChar"/>
          <w:rtl/>
        </w:rPr>
        <w:t xml:space="preserve"> وَ لَمْ يَرَوْا أَنَّا نَأْتِي الْأَرْضَ نَنْقُصُهَا مِنْ أَطْرَافِهَا</w:t>
      </w:r>
      <w:r w:rsidR="00F20C6E" w:rsidRPr="00F20C6E">
        <w:rPr>
          <w:rStyle w:val="libAieChar"/>
          <w:rFonts w:hint="cs"/>
          <w:rtl/>
        </w:rPr>
        <w:t>؟</w:t>
      </w:r>
      <w:r w:rsidR="00F20C6E" w:rsidRPr="00F20C6E">
        <w:rPr>
          <w:rStyle w:val="libAieChar"/>
          <w:rtl/>
        </w:rPr>
        <w:t xml:space="preserve"> وَ اللَّهُ يَحْکُمُ لاَ مُعَقِّبَ لِحُکْمِهِ وَ هُوَ سَرِيعُ الْحِسَابِ‌</w:t>
      </w:r>
      <w:r w:rsidRPr="00F20C6E">
        <w:rPr>
          <w:rStyle w:val="libAlaemChar"/>
          <w:rtl/>
        </w:rPr>
        <w:t>)</w:t>
      </w:r>
      <w:r>
        <w:rPr>
          <w:rtl/>
        </w:rPr>
        <w:t>.</w:t>
      </w:r>
    </w:p>
    <w:p w:rsidR="000E4D44" w:rsidRDefault="000E4D44" w:rsidP="000E4D44">
      <w:pPr>
        <w:pStyle w:val="libNormal"/>
      </w:pPr>
      <w:r>
        <w:rPr>
          <w:rtl/>
        </w:rPr>
        <w:t>تفسير علماء الدين: إن الارض التى استولى عليها الكافرون يأخذها منهم المؤمنون جزء‌ا بعد جزء وبذلك تنقص عليهم الارض من حولهم، والله وحده هو الذى يحكم بالنصر أو الهزيمة وبالثواب أو العقاب ولا راد لحكمه، وحسابه سريع في وقته فلا يحتاج حكمه إلى وقت طويل لان عنده علم كل شئ.</w:t>
      </w:r>
    </w:p>
    <w:p w:rsidR="000E4D44" w:rsidRDefault="000E4D44" w:rsidP="000E4D44">
      <w:pPr>
        <w:pStyle w:val="libNormal"/>
      </w:pPr>
      <w:r>
        <w:rPr>
          <w:rtl/>
        </w:rPr>
        <w:t>النظرة العلمية: تحتمل هذه في تفسيرها علميا أنها تطابق ما وصل إليه علماء الفلك من أن الكرة لارضية تفلطحت عند القطبين وانبعجت عند خط الاستواء بسبب</w:t>
      </w:r>
    </w:p>
    <w:p w:rsidR="000E4D44" w:rsidRDefault="00ED7F18" w:rsidP="000E4D44">
      <w:pPr>
        <w:pStyle w:val="libNormal"/>
      </w:pPr>
      <w:r>
        <w:rPr>
          <w:rtl/>
        </w:rPr>
        <w:br w:type="page"/>
      </w:r>
    </w:p>
    <w:p w:rsidR="000E4D44" w:rsidRDefault="000E4D44" w:rsidP="00B338E7">
      <w:pPr>
        <w:pStyle w:val="libNormal0"/>
      </w:pPr>
      <w:r>
        <w:rPr>
          <w:rtl/>
        </w:rPr>
        <w:lastRenderedPageBreak/>
        <w:t>سرعة دورانها حول نفسها التى تبلغ سرعتها نحو ألف ميل في الساعة وأن جزئيات من الغازات والعناصر المحيطة بوسط الكرة الارضية تنطلق بقوة الطرد المركزية إلى الخارج حول خط الاستواء مما يساعد على الانبعاج أى زيادة في شكلها عند خط الاستواء ونقص في طرفى القطبين.</w:t>
      </w:r>
    </w:p>
    <w:p w:rsidR="000E4D44" w:rsidRDefault="000E4D44" w:rsidP="00B338E7">
      <w:pPr>
        <w:pStyle w:val="libNormal"/>
      </w:pPr>
      <w:r>
        <w:rPr>
          <w:rtl/>
        </w:rPr>
        <w:t>وقال تعالى في سورة النمل آية - 88:</w:t>
      </w:r>
      <w:r w:rsidRPr="00B338E7">
        <w:rPr>
          <w:rStyle w:val="libAlaemChar"/>
          <w:rtl/>
        </w:rPr>
        <w:t>(</w:t>
      </w:r>
      <w:r w:rsidR="00B338E7" w:rsidRPr="00B338E7">
        <w:rPr>
          <w:rStyle w:val="libAieChar"/>
          <w:rFonts w:hint="eastAsia"/>
          <w:rtl/>
        </w:rPr>
        <w:t xml:space="preserve"> وَ</w:t>
      </w:r>
      <w:r w:rsidR="00B338E7" w:rsidRPr="00B338E7">
        <w:rPr>
          <w:rStyle w:val="libAieChar"/>
          <w:rtl/>
        </w:rPr>
        <w:t xml:space="preserve"> تَرَى الْجِبَالَ تَحْسَبُهَا جَامِدَةً وَ هِيَ تَمُرُّ مَرَّ السَّحَابِ صُنْعَ اللَّهِ الَّذِي أَتْقَنَ کُلَّ شَيْ‌ءٍ إِنَّهُ خَبِيرٌ بِمَا تَفْعَلُونَ</w:t>
      </w:r>
      <w:r w:rsidRPr="00B338E7">
        <w:rPr>
          <w:rStyle w:val="libAlaemChar"/>
          <w:rtl/>
        </w:rPr>
        <w:t>)</w:t>
      </w:r>
      <w:r>
        <w:rPr>
          <w:rtl/>
        </w:rPr>
        <w:t>.</w:t>
      </w:r>
    </w:p>
    <w:p w:rsidR="000E4D44" w:rsidRDefault="000E4D44" w:rsidP="000E4D44">
      <w:pPr>
        <w:pStyle w:val="libNormal"/>
      </w:pPr>
      <w:r>
        <w:rPr>
          <w:rtl/>
        </w:rPr>
        <w:t>تفسير علماء الدين: إنك يا محمد ترى الجبال وقت النفخة الاولى تحسبها جامدة ساكنة مستقرة وهى تمر في الهواء مر السحب صنع الله الذى أتقن كل شئ من الخلق وأنه خبير بما تفعلون من الخير والشر(ومعنى ذلك في رأيهم أن حركة الجبال هذه لا تكون إلا يوم القيامة فقط).</w:t>
      </w:r>
    </w:p>
    <w:p w:rsidR="000E4D44" w:rsidRDefault="000E4D44" w:rsidP="000E4D44">
      <w:pPr>
        <w:pStyle w:val="libNormal"/>
      </w:pPr>
      <w:r>
        <w:rPr>
          <w:rtl/>
        </w:rPr>
        <w:t>النظرة العلمية يقرر العلم الحديث أن الكرة الارضية منذ نشأتها تدور حول نفسها باستمرار أمام الشمس مرة في كل يوم، وأنها تدور مرة كل سنة حول الشمس، شأنها في ذلك شأن جميع الاجرام السماوية التى تسبح في أفلاكها بانتظام، وعلى ذلك فكل ما على الارض من جبال وبحار وغلاف جوى كلها تشترك مع الارض في دورتها اليومية حول محورها ودورتها السنوية حول الشمس مع ملاحظة أن كلمة تحسب الواردة في الآية بمعنى تظن لا تتفق مطلقا مع ثبوت كل شئ يوم القيامة الذى</w:t>
      </w:r>
    </w:p>
    <w:p w:rsidR="000E4D44" w:rsidRDefault="00ED7F18" w:rsidP="000E4D44">
      <w:pPr>
        <w:pStyle w:val="libNormal"/>
      </w:pPr>
      <w:r>
        <w:rPr>
          <w:rtl/>
        </w:rPr>
        <w:br w:type="page"/>
      </w:r>
    </w:p>
    <w:p w:rsidR="000E4D44" w:rsidRDefault="000E4D44" w:rsidP="00B338E7">
      <w:pPr>
        <w:pStyle w:val="libNormal0"/>
      </w:pPr>
      <w:r>
        <w:rPr>
          <w:rtl/>
        </w:rPr>
        <w:lastRenderedPageBreak/>
        <w:t>لا شئ فيه سوى اليقين الذى لا شك فيه، ولا ظنون بأى حال من الاحوال، والذى لا شك فيه أن الارض متحركة حول نفسها وحول الشمس في وقت واحد وليست ثابتة لانها لو كانت ثابتة لما حدث الليل والنهار ولما حدثت الفصول الاربعة.</w:t>
      </w:r>
    </w:p>
    <w:p w:rsidR="000E4D44" w:rsidRDefault="000E4D44" w:rsidP="00B338E7">
      <w:pPr>
        <w:pStyle w:val="libNormal"/>
      </w:pPr>
      <w:r>
        <w:rPr>
          <w:rtl/>
        </w:rPr>
        <w:t>وقال تعالى في سورة الفرقان آية - 45، 46:</w:t>
      </w:r>
      <w:r w:rsidRPr="00B338E7">
        <w:rPr>
          <w:rStyle w:val="libAlaemChar"/>
          <w:rtl/>
        </w:rPr>
        <w:t>(</w:t>
      </w:r>
      <w:r w:rsidR="00B338E7" w:rsidRPr="00B338E7">
        <w:rPr>
          <w:rStyle w:val="libAieChar"/>
          <w:rFonts w:hint="eastAsia"/>
          <w:rtl/>
        </w:rPr>
        <w:t xml:space="preserve"> أَ</w:t>
      </w:r>
      <w:r w:rsidR="00B338E7" w:rsidRPr="00B338E7">
        <w:rPr>
          <w:rStyle w:val="libAieChar"/>
          <w:rtl/>
        </w:rPr>
        <w:t xml:space="preserve"> لَمْ تَرَ إِلَى رَبِّکَ کَيْفَ مَدَّ الظِّلَّ وَ لَوْ شَاءَ لَجَعَلَهُ سَاکِناً ثُمَّ جَعَلْنَا الشَّمْسَ عَلَيْهِ دَلِيلاً</w:t>
      </w:r>
      <w:r w:rsidRPr="00B338E7">
        <w:rPr>
          <w:rStyle w:val="libAieChar"/>
          <w:rtl/>
        </w:rPr>
        <w:t xml:space="preserve"> </w:t>
      </w:r>
      <w:r w:rsidR="00B338E7" w:rsidRPr="00B338E7">
        <w:rPr>
          <w:rStyle w:val="libAieChar"/>
          <w:rFonts w:hint="eastAsia"/>
          <w:rtl/>
        </w:rPr>
        <w:t>ثُمَّ</w:t>
      </w:r>
      <w:r w:rsidR="00B338E7" w:rsidRPr="00B338E7">
        <w:rPr>
          <w:rStyle w:val="libAieChar"/>
          <w:rtl/>
        </w:rPr>
        <w:t xml:space="preserve"> قَبَضْنَاهُ إِلَيْنَا قَبْضاً يَسِيراً</w:t>
      </w:r>
      <w:r w:rsidRPr="00B338E7">
        <w:rPr>
          <w:rStyle w:val="libAlaemChar"/>
          <w:rtl/>
        </w:rPr>
        <w:t>)</w:t>
      </w:r>
      <w:r>
        <w:rPr>
          <w:rtl/>
        </w:rPr>
        <w:t>.</w:t>
      </w:r>
    </w:p>
    <w:p w:rsidR="000E4D44" w:rsidRDefault="000E4D44" w:rsidP="000E4D44">
      <w:pPr>
        <w:pStyle w:val="libNormal"/>
      </w:pPr>
      <w:r>
        <w:rPr>
          <w:rtl/>
        </w:rPr>
        <w:t>تفسير علماء الدين: أنظر إلى صنع ربك كيف بسط الظل بعد طلوع الفجر وقبل طلوع الشمس من المشرق إلى المغرب ولو شاء لتركه دائما ثم جعل الشمس تزيل منه بما يحل محله من أشعتها فكانت الشمس دالة عليه ولولاها ما عرف الظل، ولو شاء الله لجعل الظل ساكنا مطبقا على الناس فتفوت مصالحهم ومرافقهم.</w:t>
      </w:r>
    </w:p>
    <w:p w:rsidR="000E4D44" w:rsidRDefault="000E4D44" w:rsidP="000E4D44">
      <w:pPr>
        <w:pStyle w:val="libNormal"/>
      </w:pPr>
      <w:r>
        <w:rPr>
          <w:rtl/>
        </w:rPr>
        <w:t>النظرة العلمية: في هذه الآية دليل قوى على دوران الارض حول نفسها، وأن هذا الدوران ضرورى للكائنات الحية فوق الارض لانها لو كانت غير متحركة لسكن الظل ولم يتغير طولا أو قصرا، ولظلت أشعة الشمس مسلطة على نصف الكرة الارضية باستمرار، بينما يظل النصف الآخر ليلا دائما وهذا ما يسبب اختلافا كبيرا في التوازن الحرارى على الارض ويؤدى ذلك إلى هلاك البشر من شدة الحرارة أو من شدة البرودة، والله سبحانه قد جعل نسخ الظل بالشمس تدريجيا وبمقدار، ولم يجعله دفعة واحدة وفي ذلك منافع للناس تحفظ عليهم نظام حياتهم ونشاطهم.</w:t>
      </w:r>
    </w:p>
    <w:p w:rsidR="000E4D44" w:rsidRDefault="00ED7F18" w:rsidP="000E4D44">
      <w:pPr>
        <w:pStyle w:val="libNormal"/>
      </w:pPr>
      <w:r>
        <w:rPr>
          <w:rtl/>
        </w:rPr>
        <w:br w:type="page"/>
      </w:r>
    </w:p>
    <w:p w:rsidR="000E4D44" w:rsidRDefault="000E4D44" w:rsidP="00DE615B">
      <w:pPr>
        <w:pStyle w:val="libNormal"/>
      </w:pPr>
      <w:r>
        <w:rPr>
          <w:rtl/>
        </w:rPr>
        <w:lastRenderedPageBreak/>
        <w:t>وقال الله تعالى في سورة الزمر آية - 5:</w:t>
      </w:r>
      <w:r w:rsidRPr="00DE615B">
        <w:rPr>
          <w:rStyle w:val="libAlaemChar"/>
          <w:rtl/>
        </w:rPr>
        <w:t>(</w:t>
      </w:r>
      <w:r w:rsidR="00DE615B" w:rsidRPr="00DE615B">
        <w:rPr>
          <w:rStyle w:val="libAieChar"/>
          <w:rFonts w:hint="eastAsia"/>
          <w:rtl/>
        </w:rPr>
        <w:t xml:space="preserve"> خَلَقَ</w:t>
      </w:r>
      <w:r w:rsidR="00DE615B" w:rsidRPr="00DE615B">
        <w:rPr>
          <w:rStyle w:val="libAieChar"/>
          <w:rtl/>
        </w:rPr>
        <w:t xml:space="preserve"> السَّمَاوَاتِ وَ الْأَرْضَ بِالْحَقِّ يُکَوِّرُ اللَّيْلَ عَلَى النَّهَارِ وَ يُکَوِّرُ النَّهَارَ عَلَى اللَّيْلِ وَ سَخَّرَ الشَّمْسَ وَ الْقَمَرَ کُلٌّ يَجْرِي لِأَجَلٍ مُسَمًّى أَلاَ هُوَ الْعَزِيزُ الْغَفَّارُ</w:t>
      </w:r>
      <w:r w:rsidRPr="00DE615B">
        <w:rPr>
          <w:rStyle w:val="libAlaemChar"/>
          <w:rtl/>
        </w:rPr>
        <w:t>)</w:t>
      </w:r>
      <w:r>
        <w:rPr>
          <w:rtl/>
        </w:rPr>
        <w:t>.</w:t>
      </w:r>
    </w:p>
    <w:p w:rsidR="000E4D44" w:rsidRDefault="000E4D44" w:rsidP="000E4D44">
      <w:pPr>
        <w:pStyle w:val="libNormal"/>
      </w:pPr>
      <w:r>
        <w:rPr>
          <w:rtl/>
        </w:rPr>
        <w:t>تفسير علماء الدين: يقول المفسرون الاوائل إن الله سبحانه وتعالى خلق السماوات والارض متلبسة بالحق والصواب على ناموس ثابت يلف الليل على النهار، ويلف النهار على الليل على صورة الكرة وذلل الشمس والقمر لارادته ومصلحة عباده وكل منهما يسير في فلكه إلى وقت محدود عنده وهو يوم القيامة.</w:t>
      </w:r>
    </w:p>
    <w:p w:rsidR="000E4D44" w:rsidRDefault="000E4D44" w:rsidP="000E4D44">
      <w:pPr>
        <w:pStyle w:val="libNormal"/>
      </w:pPr>
      <w:r>
        <w:rPr>
          <w:rtl/>
        </w:rPr>
        <w:t>النظرة العلمية تدل الآية على شيئين هما كروبة الارض ودورانها حول نفسها لان معنى التكوير هو لف الشئ على الشئ على سبيل التتابع أى الدوران كما تدل على أن كلا من الشمس والقمر يجرى أى يتحرك في مداره وأن لكل حركة زمنا محددا فالقمر له حركته الشهرية وللشمس حركتها حول نفسها ثم حركتها في مسارها وقد ثبت ذلك بالمشاهدة وبالوسائل والاجهزة الفلكية ويرى العلماء أن للشمس نهاية عندما تستنفد وقودها الذرى ولا يكون ذلك إلا عند فناء الكون حسب تقدير الله وتدبيره لانه سبحانه قدر كل شئ تقديرا.</w:t>
      </w:r>
    </w:p>
    <w:p w:rsidR="000E4D44" w:rsidRDefault="000E4D44" w:rsidP="000C512F">
      <w:pPr>
        <w:pStyle w:val="libNormal"/>
      </w:pPr>
      <w:r>
        <w:rPr>
          <w:rtl/>
        </w:rPr>
        <w:t>وقال تعالى في سورة النازعات آية 30:</w:t>
      </w:r>
      <w:r w:rsidRPr="000C512F">
        <w:rPr>
          <w:rStyle w:val="libAlaemChar"/>
          <w:rtl/>
        </w:rPr>
        <w:t>(</w:t>
      </w:r>
      <w:r w:rsidR="000C512F" w:rsidRPr="000C512F">
        <w:rPr>
          <w:rStyle w:val="libAieChar"/>
          <w:rFonts w:hint="eastAsia"/>
          <w:rtl/>
        </w:rPr>
        <w:t xml:space="preserve"> وَ</w:t>
      </w:r>
      <w:r w:rsidR="000C512F" w:rsidRPr="000C512F">
        <w:rPr>
          <w:rStyle w:val="libAieChar"/>
          <w:rtl/>
        </w:rPr>
        <w:t xml:space="preserve"> الْأَرْضَ بَعْدَ ذٰلِکَ دَحَاهَا</w:t>
      </w:r>
      <w:r w:rsidRPr="000C512F">
        <w:rPr>
          <w:rStyle w:val="libAlaemChar"/>
          <w:rtl/>
        </w:rPr>
        <w:t>)</w:t>
      </w:r>
    </w:p>
    <w:p w:rsidR="000E4D44" w:rsidRDefault="00ED7F18" w:rsidP="000E4D44">
      <w:pPr>
        <w:pStyle w:val="libNormal"/>
      </w:pPr>
      <w:r>
        <w:rPr>
          <w:rtl/>
        </w:rPr>
        <w:br w:type="page"/>
      </w:r>
    </w:p>
    <w:p w:rsidR="000E4D44" w:rsidRDefault="000E4D44" w:rsidP="000C512F">
      <w:pPr>
        <w:pStyle w:val="libNormal0"/>
      </w:pPr>
      <w:r>
        <w:rPr>
          <w:rtl/>
        </w:rPr>
        <w:lastRenderedPageBreak/>
        <w:t>تفسير علماء الدين: والارض بعد ذلك بسطها على الماء ومهدها لسكنى الناس.</w:t>
      </w:r>
    </w:p>
    <w:p w:rsidR="000E4D44" w:rsidRDefault="000E4D44" w:rsidP="000E4D44">
      <w:pPr>
        <w:pStyle w:val="libNormal"/>
      </w:pPr>
      <w:r>
        <w:rPr>
          <w:rtl/>
        </w:rPr>
        <w:t>النظرة العلمية: توضح المعاجم اللغوية أن كلمة دحاها تؤدى معنى أنه جعلها كالدحية أى كالبيضة لان الادحوة معناها بيضة النعام أو مكان بيض النعام ويكون عادة مستدير الشكل، ولا شك أن هذا يطابق شكل الارض الحقيقى الذى تدل عليه البراهين النظرية والعملية، كما تؤكده الصور التى سجلتها آلات التصوير أثناء رحلات الاقمار الصناعية في الفضاء، ولفظ دحا يدل على شيئين هما البسط مع الاتساع والتكوير في التكوين، وهذه روعة في التعبير عن أن الارض التى نراها أمامنا في الظاهر مبسوطة فسيحة الارجاء هى في واقع الامر مستديرة كالبيضة، وهذا تقدير العزيز الحكيم الذى أتقن كل شئ خلقه.</w:t>
      </w:r>
    </w:p>
    <w:p w:rsidR="000E4D44" w:rsidRDefault="000E4D44" w:rsidP="000E4D44">
      <w:pPr>
        <w:pStyle w:val="libNormal"/>
      </w:pPr>
      <w:r>
        <w:rPr>
          <w:rtl/>
        </w:rPr>
        <w:t>والانسان في سيره على سطح الارض لا يزيد في حجمه عن نملة ضئيلة جدا تتحرك فوق منطاد ضخم جدا ولا ترى حولها غير استواء طريقها عليه ولا ترى أى انحناء أو استدارة أينما كانت فوقه.</w:t>
      </w:r>
    </w:p>
    <w:p w:rsidR="000E4D44" w:rsidRDefault="000E4D44" w:rsidP="000C512F">
      <w:pPr>
        <w:pStyle w:val="libNormal"/>
      </w:pPr>
      <w:r>
        <w:rPr>
          <w:rtl/>
        </w:rPr>
        <w:t>وقال الله تعالى في سورة البقرة آية - 22:</w:t>
      </w:r>
      <w:r w:rsidRPr="000C512F">
        <w:rPr>
          <w:rStyle w:val="libAlaemChar"/>
          <w:rtl/>
        </w:rPr>
        <w:t>(</w:t>
      </w:r>
      <w:r w:rsidR="000C512F" w:rsidRPr="000C512F">
        <w:rPr>
          <w:rStyle w:val="libAieChar"/>
          <w:rFonts w:hint="eastAsia"/>
          <w:rtl/>
        </w:rPr>
        <w:t xml:space="preserve"> الَّذِي</w:t>
      </w:r>
      <w:r w:rsidR="000C512F" w:rsidRPr="000C512F">
        <w:rPr>
          <w:rStyle w:val="libAieChar"/>
          <w:rtl/>
        </w:rPr>
        <w:t xml:space="preserve"> جَعَلَ لَکُمُ الْأَرْضَ فِرَاشاً وَ السَّمَاءَ بِنَاءً وَ أَنْزَلَ مِنَ السَّمَاءِ مَاءً فَأَخْرَجَ بِهِ مِنَ الثَّمَرَاتِ رِزْقاً لَکُمْ فَلاَ تَجْعَلُوا لِلَّهِ أَنْدَاداً وَ أَنْتُمْ تَعْلَمُونَ</w:t>
      </w:r>
      <w:r w:rsidRPr="000C512F">
        <w:rPr>
          <w:rStyle w:val="libAlaemChar"/>
          <w:rtl/>
        </w:rPr>
        <w:t>)</w:t>
      </w:r>
      <w:r>
        <w:rPr>
          <w:rtl/>
        </w:rPr>
        <w:t>.</w:t>
      </w:r>
    </w:p>
    <w:p w:rsidR="000E4D44" w:rsidRDefault="000E4D44" w:rsidP="000E4D44">
      <w:pPr>
        <w:pStyle w:val="libNormal"/>
      </w:pPr>
      <w:r>
        <w:rPr>
          <w:rtl/>
        </w:rPr>
        <w:t>تفسير علماء الدين: إن الله وحده هو الذى مهد لكم الارض وبسط رقعتها ليسهل عليكم</w:t>
      </w:r>
    </w:p>
    <w:p w:rsidR="000E4D44" w:rsidRDefault="00ED7F18" w:rsidP="000E4D44">
      <w:pPr>
        <w:pStyle w:val="libNormal"/>
      </w:pPr>
      <w:r>
        <w:rPr>
          <w:rtl/>
        </w:rPr>
        <w:br w:type="page"/>
      </w:r>
    </w:p>
    <w:p w:rsidR="000E4D44" w:rsidRDefault="000E4D44" w:rsidP="000C512F">
      <w:pPr>
        <w:pStyle w:val="libNormal0"/>
      </w:pPr>
      <w:r>
        <w:rPr>
          <w:rtl/>
        </w:rPr>
        <w:lastRenderedPageBreak/>
        <w:t>الاقامة فيها والانتفاع بهما، وجعل ما فوقكم من السماء وأجرامها وكواكبها كالبنيان المشيد وأمدكم بالماء الذى هو سبب الحياة والنعمة أنزله عليكم من السماء فجعله سببا في إخراج النبات والاشجار المثمرة التى رزقكم بفوائدها فلا يصح مع هذا أن تتصوروا أن لله نظراء تعبدونهم لانه ليس له مثيل ولا شريك، وأنتم بفطرتكم الاصلية تعلمون أنه لا مثيل له ولا شريك فلا تنحرفوا عن ذلك.</w:t>
      </w:r>
    </w:p>
    <w:p w:rsidR="000E4D44" w:rsidRDefault="000E4D44" w:rsidP="000E4D44">
      <w:pPr>
        <w:pStyle w:val="libNormal"/>
      </w:pPr>
      <w:r>
        <w:rPr>
          <w:rtl/>
        </w:rPr>
        <w:t>النظرة العلمية: يرى العلم الحديث أن موضع الاعجاز في هذه الآية قوله تعالى والسماء بناها، فقد أثبت العلم بما لا يقيل الشك أن السماء في معناها الواقعى والطبيعى هى كل ما يحيط بالارض من جميع أقطارها ابتداء من الغلاف الجوى الذى يرتفع بنحو ثلاثمائة كيلومتر فوق سطح الارض وكأنه بحر من الهواء حول الكرة الارضية ثم إنه بعد هذا الغلاف الجوى يوجد فراغ كونى تسبح فيه ملايين الاجرام السماوية في أعماقه السحيقة وهى تتجاذب فيما بينها وتتحرك في تماسك واتزان في طبقة بعد طبقة وكأنها البناء المحكم، أو كأنها السقف المبنى فوق الارض، فتبارك الله أحسن الخالقين.</w:t>
      </w:r>
    </w:p>
    <w:p w:rsidR="000E4D44" w:rsidRDefault="000E4D44" w:rsidP="000C512F">
      <w:pPr>
        <w:pStyle w:val="libNormal"/>
      </w:pPr>
      <w:r>
        <w:rPr>
          <w:rtl/>
        </w:rPr>
        <w:t>وقال تعالى في سورة الانبياء آية 30:</w:t>
      </w:r>
      <w:r w:rsidRPr="000C512F">
        <w:rPr>
          <w:rStyle w:val="libAlaemChar"/>
          <w:rtl/>
        </w:rPr>
        <w:t>(</w:t>
      </w:r>
      <w:r w:rsidR="000C512F" w:rsidRPr="000C512F">
        <w:rPr>
          <w:rStyle w:val="libAieChar"/>
          <w:rtl/>
        </w:rPr>
        <w:t xml:space="preserve"> وَ جَعَلْنَا مِنَ الْمَاءِ کُلَّ شَيْ‌ءٍ حَيٍّ أَفَلاَ يُؤْمِنُونَ‌</w:t>
      </w:r>
      <w:r w:rsidRPr="000C512F">
        <w:rPr>
          <w:rStyle w:val="libAlaemChar"/>
          <w:rtl/>
        </w:rPr>
        <w:t>)</w:t>
      </w:r>
      <w:r>
        <w:rPr>
          <w:rtl/>
        </w:rPr>
        <w:t>.</w:t>
      </w:r>
    </w:p>
    <w:p w:rsidR="000E4D44" w:rsidRDefault="000E4D44" w:rsidP="000E4D44">
      <w:pPr>
        <w:pStyle w:val="libNormal"/>
      </w:pPr>
      <w:r>
        <w:rPr>
          <w:rtl/>
        </w:rPr>
        <w:t xml:space="preserve">تفسير علماء الدين: فسرها المفسرون السابقون بأن الله خلق جميع الاحياء من ماء الذكر والانثى، وأن كل شئ من الكائنات الحية يحتاج إلى الماء في حياته، أفلا يؤمن أهل مكة بمحمد </w:t>
      </w:r>
      <w:r w:rsidR="00ED7F18" w:rsidRPr="00ED7F18">
        <w:rPr>
          <w:rStyle w:val="libAlaemChar"/>
          <w:rtl/>
        </w:rPr>
        <w:t>صلى‌الله‌عليه‌وآله‌وسلم</w:t>
      </w:r>
      <w:r>
        <w:rPr>
          <w:rtl/>
        </w:rPr>
        <w:t xml:space="preserve"> وبالقرآن؟</w:t>
      </w:r>
    </w:p>
    <w:p w:rsidR="000E4D44" w:rsidRDefault="00ED7F18" w:rsidP="000E4D44">
      <w:pPr>
        <w:pStyle w:val="libNormal"/>
      </w:pPr>
      <w:r>
        <w:rPr>
          <w:rtl/>
        </w:rPr>
        <w:br w:type="page"/>
      </w:r>
    </w:p>
    <w:p w:rsidR="000E4D44" w:rsidRDefault="000E4D44" w:rsidP="000C512F">
      <w:pPr>
        <w:pStyle w:val="libNormal0"/>
      </w:pPr>
      <w:r>
        <w:rPr>
          <w:rtl/>
        </w:rPr>
        <w:lastRenderedPageBreak/>
        <w:t xml:space="preserve">النظرة العلمية: يقرر العلم الحديث في تفسير هذه الآية الكريمة أن الماء يدخل في بناء أى جسم حى إذ هو في الحقيقة قوام حياته، فالماء في نظر العلم هو المكون الاصلى في تركيب مادة الخلية، والحلية هى وحدة البناء في كل شئ حى نباتا كان أو حيوانا، كما أن علم الكيمياء في أبحاثه الحديثة قد أثبت أن الماء عنصر لازم وفعال في كل ما يحدث من التحولات والتفاعلات التى تتم داخل الاجسام فهو إما وسط أو عامل مساعد أو داخل في هذا التفاعل أو ناتج عنه، وتقول الآيات الكريمة في قصة خلق آدم أبى البشر </w:t>
      </w:r>
      <w:r w:rsidR="00ED7F18" w:rsidRPr="00ED7F18">
        <w:rPr>
          <w:rStyle w:val="libAlaemChar"/>
          <w:rtl/>
        </w:rPr>
        <w:t>عليه‌السلام</w:t>
      </w:r>
      <w:r>
        <w:rPr>
          <w:rtl/>
        </w:rPr>
        <w:t xml:space="preserve"> أنه خلق من طين، والطين هو خليط من الماء والتراب أى أن الماء عنصر أساسى في تكوين أى شئ حى.</w:t>
      </w:r>
    </w:p>
    <w:p w:rsidR="000E4D44" w:rsidRDefault="000E4D44" w:rsidP="000C512F">
      <w:pPr>
        <w:pStyle w:val="libNormal"/>
      </w:pPr>
      <w:r>
        <w:rPr>
          <w:rtl/>
        </w:rPr>
        <w:t>وقال تعالى في سورة طه - آية 50:</w:t>
      </w:r>
      <w:r w:rsidRPr="000C512F">
        <w:rPr>
          <w:rStyle w:val="libAlaemChar"/>
          <w:rtl/>
        </w:rPr>
        <w:t>(</w:t>
      </w:r>
      <w:r w:rsidR="000C512F" w:rsidRPr="000C512F">
        <w:rPr>
          <w:rStyle w:val="libAieChar"/>
          <w:rFonts w:hint="eastAsia"/>
          <w:rtl/>
        </w:rPr>
        <w:t xml:space="preserve"> قَالَ</w:t>
      </w:r>
      <w:r w:rsidR="000C512F" w:rsidRPr="000C512F">
        <w:rPr>
          <w:rStyle w:val="libAieChar"/>
          <w:rtl/>
        </w:rPr>
        <w:t xml:space="preserve"> رَبُّنَا الَّذِي أَعْطَى کُلَّ شَيْ‌ءٍ خَلْقَهُ ثُمَّ هَدَى</w:t>
      </w:r>
      <w:r w:rsidRPr="000C512F">
        <w:rPr>
          <w:rStyle w:val="libAlaemChar"/>
          <w:rtl/>
        </w:rPr>
        <w:t>)</w:t>
      </w:r>
      <w:r>
        <w:rPr>
          <w:rtl/>
        </w:rPr>
        <w:t>.</w:t>
      </w:r>
    </w:p>
    <w:p w:rsidR="000E4D44" w:rsidRDefault="000E4D44" w:rsidP="000E4D44">
      <w:pPr>
        <w:pStyle w:val="libNormal"/>
      </w:pPr>
      <w:r>
        <w:rPr>
          <w:rtl/>
        </w:rPr>
        <w:t>تفسير علماء الدين: ربنا الذى منح نعمة الوجود لكل موجود، وخلقه على الصورة التى اختارها سبحانه له، ووجهه لما خلق.</w:t>
      </w:r>
    </w:p>
    <w:p w:rsidR="000E4D44" w:rsidRDefault="000E4D44" w:rsidP="000E4D44">
      <w:pPr>
        <w:pStyle w:val="libNormal"/>
      </w:pPr>
      <w:r>
        <w:rPr>
          <w:rtl/>
        </w:rPr>
        <w:t>النظرة العلمية: يرى العلم بنور الايمان أن قدرة الله تعالى وحكمته ورحمته قد أودعت في كل شئ خلقه صفاته الخاصة التى تؤهله لاداء وظيفته التى خلق لها ومن أجلها بصورة مدهشة تجعل الانسان يقر بعظمة الله جل جلاله ووحدانيته، فكل مخلوق</w:t>
      </w:r>
    </w:p>
    <w:p w:rsidR="000E4D44" w:rsidRDefault="00ED7F18" w:rsidP="000E4D44">
      <w:pPr>
        <w:pStyle w:val="libNormal"/>
      </w:pPr>
      <w:r>
        <w:rPr>
          <w:rtl/>
        </w:rPr>
        <w:br w:type="page"/>
      </w:r>
    </w:p>
    <w:p w:rsidR="000E4D44" w:rsidRDefault="000E4D44" w:rsidP="000C512F">
      <w:pPr>
        <w:pStyle w:val="libNormal0"/>
      </w:pPr>
      <w:r>
        <w:rPr>
          <w:rtl/>
        </w:rPr>
        <w:lastRenderedPageBreak/>
        <w:t>لم يخلق عبثا وإنما خلق ليؤدى الدور الذى أهلته له مقوماته وقدراته واستعداداته.</w:t>
      </w:r>
    </w:p>
    <w:p w:rsidR="000E4D44" w:rsidRDefault="000E4D44" w:rsidP="000C512F">
      <w:pPr>
        <w:pStyle w:val="Heading2Center"/>
      </w:pPr>
      <w:bookmarkStart w:id="22" w:name="_Toc488154368"/>
      <w:r>
        <w:rPr>
          <w:rtl/>
        </w:rPr>
        <w:t>الكائنات الحية والخلايا</w:t>
      </w:r>
      <w:bookmarkEnd w:id="22"/>
    </w:p>
    <w:p w:rsidR="000E4D44" w:rsidRDefault="000E4D44" w:rsidP="000E4D44">
      <w:pPr>
        <w:pStyle w:val="libNormal"/>
      </w:pPr>
      <w:r>
        <w:rPr>
          <w:rtl/>
        </w:rPr>
        <w:t>توصل العلم عن طريق الدراسات المجهرية وهى التى تستعمل فيها المجاهر أى مكبرات الصور إلى درجة كبيرة من التقدم فقد توصل إلى اكتشاف أن الحيوانات والنباتات لا تتركب أجسامها من كتلة واحدة تندمج أجزاء مادتها بعضها في بعض، وإنما تتركب من عدد ضخم من الوحدات الصغيرة التى تعرف بالخلايا(جمع خلية).</w:t>
      </w:r>
    </w:p>
    <w:p w:rsidR="000E4D44" w:rsidRDefault="000E4D44" w:rsidP="000E4D44">
      <w:pPr>
        <w:pStyle w:val="libNormal"/>
      </w:pPr>
      <w:r>
        <w:rPr>
          <w:rtl/>
        </w:rPr>
        <w:t>ولا توجد الخلايا منفردة ومتباعدة وإنما تتجمع في كتل وتتراص على هيئة صفائح دقيقة، ويطلق على هذه التجمعات اسم الانسجة، وهذه الانسجة تتجمع بدورها لتكون الاعضاء.</w:t>
      </w:r>
    </w:p>
    <w:p w:rsidR="000E4D44" w:rsidRDefault="000E4D44" w:rsidP="000E4D44">
      <w:pPr>
        <w:pStyle w:val="libNormal"/>
      </w:pPr>
      <w:r>
        <w:rPr>
          <w:rtl/>
        </w:rPr>
        <w:t>ويتم التكاثر التزاوجى بأن ينتج الحيوان خلايا اصطلح على تسميتها بالخلايا الشقيقة، وهى إما خلايا مؤنثة(أى بويضات) وإما خلايا مذكرة(أى حيوانات منوية) والبويضة عادة كبيرة الحجم عديمة الحركة وهى مزودة بكميات من المواد الغذائية، أما الحيوانات المنوية فهى صغيرة جدا ورفيعة، وهى مزودة بأعضاء للحركة تساعدها على بلوغ البويضة، فإذا ما أخصبت البويضة بحيوان منوى فإنها تندمج معه وتتحد به وتدخل في مرحلة تعرف بمرحلة التكوين، وبعد ذلك تنقسم خلايا البويصة إلى عدد كبير من الخلايا، وتأخذ هذه الخلايا بعد ذلك في التمايز والتخصص لان لكل نوع منها وظائف معينة.</w:t>
      </w:r>
    </w:p>
    <w:p w:rsidR="000E4D44" w:rsidRDefault="00ED7F18" w:rsidP="000E4D44">
      <w:pPr>
        <w:pStyle w:val="libNormal"/>
      </w:pPr>
      <w:r>
        <w:rPr>
          <w:rtl/>
        </w:rPr>
        <w:br w:type="page"/>
      </w:r>
    </w:p>
    <w:p w:rsidR="000E4D44" w:rsidRDefault="000E4D44" w:rsidP="000E4D44">
      <w:pPr>
        <w:pStyle w:val="libNormal"/>
      </w:pPr>
      <w:r>
        <w:rPr>
          <w:rtl/>
        </w:rPr>
        <w:lastRenderedPageBreak/>
        <w:t>ويتركب جسم الكائن الحى إما من خلية واحدة ويسمى وحيد الخلية أو يتركب من عدد كبير من الخلايا ويسمى عديد الخلايا، وهناك خلايا نباتية للنبات وأخرى حيوانية للحيوان، وقد ساعدت المجاهر على تكبير الخلية إلى درجة عظيمة وأمكن بذلك دراسة مقومات الخلية وتركيبها لان العين المجردة ما كانت لتستطيع الكشف عنها لشدة صغرها.</w:t>
      </w:r>
    </w:p>
    <w:p w:rsidR="000E4D44" w:rsidRDefault="000E4D44" w:rsidP="000E4D44">
      <w:pPr>
        <w:pStyle w:val="libNormal"/>
      </w:pPr>
      <w:r>
        <w:rPr>
          <w:rtl/>
        </w:rPr>
        <w:t>وتتركب الخلية الحيوانية من:</w:t>
      </w:r>
    </w:p>
    <w:p w:rsidR="000E4D44" w:rsidRDefault="000E4D44" w:rsidP="000E4D44">
      <w:pPr>
        <w:pStyle w:val="libNormal"/>
      </w:pPr>
      <w:r>
        <w:rPr>
          <w:rtl/>
        </w:rPr>
        <w:t>1 - جدار وهو غشاء رقيق شفاف يحيط بالخلية.</w:t>
      </w:r>
    </w:p>
    <w:p w:rsidR="000E4D44" w:rsidRDefault="000E4D44" w:rsidP="000E4D44">
      <w:pPr>
        <w:pStyle w:val="libNormal"/>
      </w:pPr>
      <w:r>
        <w:rPr>
          <w:rtl/>
        </w:rPr>
        <w:t>2- البروتوبلازم وهو المادة الحية في الخلية ويتكون من مادة هلامية شفافة قوامها مادة بروتينية معقدة التركيب ومختلطة بمادة دهنية، وتحتوى الخلية على نسبة كبيرة من الماء وبعض العناصر الاخرى من الكربون والاكسجين والاروت والكبريت والفسفور، وللبروتوبلازم القدرة على هضم الغذاء وتمثيله وأكسدته وإخراج الفضلات، كما أن له القدرة على النمو والحركة والتكاثر.</w:t>
      </w:r>
    </w:p>
    <w:p w:rsidR="000E4D44" w:rsidRDefault="000E4D44" w:rsidP="00627784">
      <w:pPr>
        <w:pStyle w:val="libNormal"/>
      </w:pPr>
      <w:r>
        <w:rPr>
          <w:rtl/>
        </w:rPr>
        <w:t>وقال تعالى في سورة الانعام آية - 125:</w:t>
      </w:r>
      <w:r w:rsidRPr="00627784">
        <w:rPr>
          <w:rStyle w:val="libAlaemChar"/>
          <w:rtl/>
        </w:rPr>
        <w:t>(</w:t>
      </w:r>
      <w:r w:rsidR="00627784" w:rsidRPr="00627784">
        <w:rPr>
          <w:rStyle w:val="libAieChar"/>
          <w:rFonts w:hint="eastAsia"/>
          <w:rtl/>
        </w:rPr>
        <w:t xml:space="preserve"> فَمَنْ</w:t>
      </w:r>
      <w:r w:rsidR="00627784" w:rsidRPr="00627784">
        <w:rPr>
          <w:rStyle w:val="libAieChar"/>
          <w:rtl/>
        </w:rPr>
        <w:t xml:space="preserve"> يُرِدِ اللَّهُ أَنْ يَهْدِيَهُ يَشْرَحْ صَدْرَهُ لِلْإِسْلاَمِ وَ مَنْ يُرِدْ أَنْ يُضِلَّهُ يَجْعَلْ صَدْرَهُ ضَيِّقاً حَرَجاً کَأَنَّمَا يَصَّعَّدُ فِي السَّمَاءِ کَذٰلِکَ يَجْعَلُ اللَّهُ الرِّجْسَ عَلَى الَّذِينَ لاَ يُؤْمِنُونَ‌</w:t>
      </w:r>
      <w:r w:rsidRPr="00627784">
        <w:rPr>
          <w:rStyle w:val="libAlaemChar"/>
          <w:rtl/>
        </w:rPr>
        <w:t>)</w:t>
      </w:r>
      <w:r>
        <w:rPr>
          <w:rtl/>
        </w:rPr>
        <w:t>.</w:t>
      </w:r>
    </w:p>
    <w:p w:rsidR="000E4D44" w:rsidRDefault="000E4D44" w:rsidP="000E4D44">
      <w:pPr>
        <w:pStyle w:val="libNormal"/>
      </w:pPr>
      <w:r>
        <w:rPr>
          <w:rtl/>
        </w:rPr>
        <w:t>تفسير رجال الدين: فمن يرد الله أن يرشده لدينه يشرح قلبه لقبول الاسلام حتى يسلم ومن يرد</w:t>
      </w:r>
    </w:p>
    <w:p w:rsidR="000E4D44" w:rsidRDefault="00ED7F18" w:rsidP="000E4D44">
      <w:pPr>
        <w:pStyle w:val="libNormal"/>
      </w:pPr>
      <w:r>
        <w:rPr>
          <w:rtl/>
        </w:rPr>
        <w:br w:type="page"/>
      </w:r>
    </w:p>
    <w:p w:rsidR="000E4D44" w:rsidRDefault="000E4D44" w:rsidP="00710755">
      <w:pPr>
        <w:pStyle w:val="libNormal0"/>
      </w:pPr>
      <w:r>
        <w:rPr>
          <w:rtl/>
        </w:rPr>
        <w:lastRenderedPageBreak/>
        <w:t>أن يضله يتركه ضالا كافرا ويترك قلبه ضيقا لا يجد النور إلى قلبه منفذا ولا مجازا كالمكلف الصعود إلى السماء.</w:t>
      </w:r>
    </w:p>
    <w:p w:rsidR="000E4D44" w:rsidRDefault="000E4D44" w:rsidP="000E4D44">
      <w:pPr>
        <w:pStyle w:val="libNormal"/>
      </w:pPr>
      <w:r>
        <w:rPr>
          <w:rtl/>
        </w:rPr>
        <w:t>النظرة العلمية: يرى العلم الحديث في هذه الآية حقيقة علمية تؤكد وجود الضغط الجوى الذى اكتشفه أحد العلماء الطليان المسمى تورشيلى في منصف القرن السابع عشر، فقد قاس هذا الضغط وقدره بما يساوى وزن 76 س.م مكعب من الزئبق، وقد اجتهد بعد ذلك علماء الطبيعة في دراسة الغلاف الجوى وغازاته وإرتفاعه ومقدار وزنه وتخلخله، وأن الانسان على سطح الارض يتحمل قدرا معينا من هذا الضغط على جسمه، فاذا ارتفع الانسان بالصعود على جبل أو ركوب الطائرة فإن هذا القدر من الضغط يقل تدريجا بحسب مقدار الارتفاع ويؤثر ذلك في تنفسه ويشعر بضعف حتى إذا وصل إلى إرتفاع 12000 قدم فوق سطح البحر يحس بصعوبة شديدة في التنفس وضيق في الصدر يجعل مجرد الكلام متعذرا عليه، فهل بعد ذلك برهان على أن هذا القرآن كلام الله الذى يعلم السر وأخفى؟ وليتأمل ذوو الالباب في هذا الاعجاز العلمى الباهر ما عرفه أحد قبل نزول القرآن فسبحان من هذا كلامه.</w:t>
      </w:r>
    </w:p>
    <w:p w:rsidR="000E4D44" w:rsidRDefault="000E4D44" w:rsidP="00710755">
      <w:pPr>
        <w:pStyle w:val="libNormal"/>
      </w:pPr>
      <w:r>
        <w:rPr>
          <w:rtl/>
        </w:rPr>
        <w:t>قال تعالى في سورة الفرقان آية - 48:</w:t>
      </w:r>
      <w:r w:rsidRPr="00710755">
        <w:rPr>
          <w:rStyle w:val="libAlaemChar"/>
          <w:rtl/>
        </w:rPr>
        <w:t>(</w:t>
      </w:r>
      <w:r w:rsidR="00710755" w:rsidRPr="00710755">
        <w:rPr>
          <w:rStyle w:val="libAieChar"/>
          <w:rFonts w:hint="cs"/>
          <w:rtl/>
        </w:rPr>
        <w:t>وَ</w:t>
      </w:r>
      <w:r w:rsidR="00710755" w:rsidRPr="00710755">
        <w:rPr>
          <w:rStyle w:val="libAieChar"/>
          <w:rtl/>
        </w:rPr>
        <w:t xml:space="preserve"> أَنْزَلْنَا مِنَ السَّمَاءِ مَاءً طَهُوراً</w:t>
      </w:r>
      <w:r w:rsidRPr="00710755">
        <w:rPr>
          <w:rStyle w:val="libAlaemChar"/>
          <w:rtl/>
        </w:rPr>
        <w:t>)</w:t>
      </w:r>
      <w:r>
        <w:rPr>
          <w:rtl/>
        </w:rPr>
        <w:t>.</w:t>
      </w:r>
    </w:p>
    <w:p w:rsidR="000E4D44" w:rsidRDefault="000E4D44" w:rsidP="000E4D44">
      <w:pPr>
        <w:pStyle w:val="libNormal"/>
      </w:pPr>
      <w:r>
        <w:rPr>
          <w:rtl/>
        </w:rPr>
        <w:t>تفسير علماء الدين: ولقد أنزلنا من السماء ماء طاهرا مزيلا للانجاس والاوساخ.</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يقول العلم في معنى هذه الآية الكريمة أن الله يمن على البشر بإنزال الماء طاهرا إليهم من السماء، وفى ذلك إشارة إلى أن ماء المطر عند بدء تكوينه يكون في أعلى درجات النقاء بعد تبخره وتخلصه من جميع شوائبه فإنه يكون نقيا وخاليا من أى شئ ينجسه أو يكدره فهو لذلك صالح للتطهر به من الاوضار والادران حسية كانت أو للتطهر به من الاحداث الصغرى والكبرى.</w:t>
      </w:r>
    </w:p>
    <w:p w:rsidR="000E4D44" w:rsidRDefault="000E4D44" w:rsidP="00821834">
      <w:pPr>
        <w:pStyle w:val="Heading2Center"/>
      </w:pPr>
      <w:bookmarkStart w:id="23" w:name="_Toc488154369"/>
      <w:r>
        <w:rPr>
          <w:rtl/>
        </w:rPr>
        <w:t>ظهور الحياة على الارض</w:t>
      </w:r>
      <w:bookmarkEnd w:id="23"/>
    </w:p>
    <w:p w:rsidR="000E4D44" w:rsidRDefault="000E4D44" w:rsidP="000E4D44">
      <w:pPr>
        <w:pStyle w:val="libNormal"/>
      </w:pPr>
      <w:r>
        <w:rPr>
          <w:rtl/>
        </w:rPr>
        <w:t>دلت أبحاث علماء الفلك والرياضيات والجيولوجيا وغيرها من العلوم الطبيعية والكونية التى كرسوا حياتهم للتعمق في دراستها وفهمها أن ظهور الحياة على الارض لها قصة استغرفت بلايين السنين وهى تمثل كيفية التدرج في نشأة الحياة النباتية والحيوانية على سطح الارض.</w:t>
      </w:r>
    </w:p>
    <w:p w:rsidR="000E4D44" w:rsidRDefault="000E4D44" w:rsidP="000E4D44">
      <w:pPr>
        <w:pStyle w:val="libNormal"/>
      </w:pPr>
      <w:r>
        <w:rPr>
          <w:rtl/>
        </w:rPr>
        <w:t>وتبدأ القصة بعدما بردت الارض وتكونت بحارها وجبالها وسهولها وغلافها الجوى واستعدت لاستقبال الحياة عليها وذلك بعد تعرضها خلال ملايين السنين لتطورها من حال إلى حال.</w:t>
      </w:r>
    </w:p>
    <w:p w:rsidR="000E4D44" w:rsidRDefault="000E4D44" w:rsidP="000E4D44">
      <w:pPr>
        <w:pStyle w:val="libNormal"/>
      </w:pPr>
      <w:r>
        <w:rPr>
          <w:rtl/>
        </w:rPr>
        <w:t>ثم جاء ميلاد الحياة على الارض سرا ازليا لا يعلم حقيقته إلا الله الخالق البارئ المصور سبحانه، ولكن الانسان الذى وهبه الله العقل ورأى آثار قدرة الله في مخلوقاته حاول أن يكشف هذا السر فهداه تفكيره وبحثه وإلهام الله له إلى معرفة ما يأتى:</w:t>
      </w:r>
    </w:p>
    <w:p w:rsidR="000E4D44" w:rsidRDefault="000E4D44" w:rsidP="000E4D44">
      <w:pPr>
        <w:pStyle w:val="libNormal"/>
      </w:pPr>
      <w:r>
        <w:rPr>
          <w:rtl/>
        </w:rPr>
        <w:t>1 - أن أول ظهور للحياة على الارض كان فوق سطح الماء والمحيطات والمستنقعات وعلى شواطئ المسطحات المائية التى تكونت عندها مادة الطين حيث اختلط الماء بالتراب</w:t>
      </w:r>
      <w:r w:rsidR="00821834">
        <w:rPr>
          <w:rFonts w:hint="cs"/>
          <w:rtl/>
        </w:rPr>
        <w:t>.</w:t>
      </w:r>
    </w:p>
    <w:p w:rsidR="000E4D44" w:rsidRDefault="00ED7F18" w:rsidP="000E4D44">
      <w:pPr>
        <w:pStyle w:val="libNormal"/>
      </w:pPr>
      <w:r>
        <w:rPr>
          <w:rtl/>
        </w:rPr>
        <w:br w:type="page"/>
      </w:r>
    </w:p>
    <w:p w:rsidR="000E4D44" w:rsidRDefault="000E4D44" w:rsidP="000E4D44">
      <w:pPr>
        <w:pStyle w:val="libNormal"/>
      </w:pPr>
      <w:r>
        <w:rPr>
          <w:rtl/>
        </w:rPr>
        <w:lastRenderedPageBreak/>
        <w:t>2 - أن من عفن الطين المنتن نشأت أبسط وأصغر أنواع الحياة التى نراها ممثلة في بعض أنواع البكتيريا وبعض الكائنات وحيدة الخلية التى لم تتميز بعد على أنها نبات أو حيوان.</w:t>
      </w:r>
    </w:p>
    <w:p w:rsidR="000E4D44" w:rsidRDefault="000E4D44" w:rsidP="000E4D44">
      <w:pPr>
        <w:pStyle w:val="libNormal"/>
      </w:pPr>
      <w:r>
        <w:rPr>
          <w:rtl/>
        </w:rPr>
        <w:t>3 - أن من هذا الاصل المشترك لجميع الكائنات نبت فرعان من الخلايا المجهرية أى التى لا ترى إلا بواسطة المجاهر المكبرة تولد من أحدهما النبات ومن الآخر الحيوان.</w:t>
      </w:r>
    </w:p>
    <w:p w:rsidR="000E4D44" w:rsidRDefault="000E4D44" w:rsidP="000E4D44">
      <w:pPr>
        <w:pStyle w:val="libNormal"/>
      </w:pPr>
      <w:r>
        <w:rPr>
          <w:rtl/>
        </w:rPr>
        <w:t>4 - أن فرع الحلايا المكونة للنبات؟ رعان ما استحدثت طريقة عجيبة لتركيب مادة الكلوروفيل الخضراء في هيكلها لتكسب بها الطاقة من ضوء الشمس وتستعين بها على استخلاص الكربون من غاز ثانى أكسيد الكربون الموجود في الجو ثم تحويله إلى مواد سكرية ونشوية وكان هذا بدء ممارسة عملية التمثيل الضوئى لنمو النبات.</w:t>
      </w:r>
    </w:p>
    <w:p w:rsidR="000E4D44" w:rsidRDefault="000E4D44" w:rsidP="000E4D44">
      <w:pPr>
        <w:pStyle w:val="libNormal"/>
      </w:pPr>
      <w:r>
        <w:rPr>
          <w:rtl/>
        </w:rPr>
        <w:t>5 - أن الخلايا أخذت بعد ذلك تحيط أجسامها الدقيقة بجدران من هذه المواد الكربونية في هيئة السليولوز، وكانت تستعمل الطاقة التى تنبعث في أجسامها نتيجه التمثيل الضوئى داخل هذه الجدران في التحرك.</w:t>
      </w:r>
    </w:p>
    <w:p w:rsidR="000E4D44" w:rsidRDefault="000E4D44" w:rsidP="000E4D44">
      <w:pPr>
        <w:pStyle w:val="libNormal"/>
      </w:pPr>
      <w:r>
        <w:rPr>
          <w:rtl/>
        </w:rPr>
        <w:t>6 - أن هذه الخلايا كانت أول الخلق وهى كائنات متناهية في الدقة تعيش في غير جلبة أو ضوضاء ويأتيها رزقها رغدا من الهواء وماء البحر وأملاحه.</w:t>
      </w:r>
    </w:p>
    <w:p w:rsidR="000E4D44" w:rsidRDefault="000E4D44" w:rsidP="000E4D44">
      <w:pPr>
        <w:pStyle w:val="libNormal"/>
      </w:pPr>
      <w:r>
        <w:rPr>
          <w:rtl/>
        </w:rPr>
        <w:t>7 - أن زمنا طويلا من العصور والاحقاب مضى على هذه الخلايا وهى تنمو وتتطور وأن البحار كانت تغص بكائنات لا عدد لها من هذه العضويات الاولى التى كانت الاصل في جميع أعضاء مملكة النبات التى تكاثرت وغطت الارض بأعشابها وأشجارها وغاياتها الضخمة الكثيفة قبل وجود الانسان.</w:t>
      </w:r>
    </w:p>
    <w:p w:rsidR="000E4D44" w:rsidRDefault="00ED7F18" w:rsidP="000E4D44">
      <w:pPr>
        <w:pStyle w:val="libNormal"/>
      </w:pPr>
      <w:r>
        <w:rPr>
          <w:rtl/>
        </w:rPr>
        <w:br w:type="page"/>
      </w:r>
    </w:p>
    <w:p w:rsidR="000E4D44" w:rsidRDefault="000E4D44" w:rsidP="000E4D44">
      <w:pPr>
        <w:pStyle w:val="libNormal"/>
      </w:pPr>
      <w:r>
        <w:rPr>
          <w:rtl/>
        </w:rPr>
        <w:lastRenderedPageBreak/>
        <w:t>8 - أن عالم الحيوان قام كذلك مع الخلايا التى انقسمت وكونت الحيوانات التى عاشت على النبات وغيره وصارت أنواعا مختلفة من الاحياء على الارض.</w:t>
      </w:r>
    </w:p>
    <w:p w:rsidR="000E4D44" w:rsidRDefault="000E4D44" w:rsidP="00821834">
      <w:pPr>
        <w:pStyle w:val="libNormal"/>
      </w:pPr>
      <w:r>
        <w:rPr>
          <w:rtl/>
        </w:rPr>
        <w:t>قال تعالى في سورة نوح آية - 13، 14:</w:t>
      </w:r>
      <w:r w:rsidRPr="00821834">
        <w:rPr>
          <w:rStyle w:val="libAlaemChar"/>
          <w:rtl/>
        </w:rPr>
        <w:t>(</w:t>
      </w:r>
      <w:r w:rsidR="00821834" w:rsidRPr="00821834">
        <w:rPr>
          <w:rStyle w:val="libAieChar"/>
          <w:rFonts w:hint="eastAsia"/>
          <w:rtl/>
        </w:rPr>
        <w:t xml:space="preserve"> مَا</w:t>
      </w:r>
      <w:r w:rsidR="00821834" w:rsidRPr="00821834">
        <w:rPr>
          <w:rStyle w:val="libAieChar"/>
          <w:rtl/>
        </w:rPr>
        <w:t xml:space="preserve"> لَکُمْ لاَ تَرْجُونَ لِلَّهِ وَقَاراً </w:t>
      </w:r>
      <w:r w:rsidRPr="00821834">
        <w:rPr>
          <w:rStyle w:val="libAieChar"/>
          <w:rtl/>
        </w:rPr>
        <w:t xml:space="preserve">، </w:t>
      </w:r>
      <w:r w:rsidR="00821834" w:rsidRPr="00821834">
        <w:rPr>
          <w:rStyle w:val="libAieChar"/>
          <w:rFonts w:hint="eastAsia"/>
          <w:rtl/>
        </w:rPr>
        <w:t>وَ</w:t>
      </w:r>
      <w:r w:rsidR="00821834" w:rsidRPr="00821834">
        <w:rPr>
          <w:rStyle w:val="libAieChar"/>
          <w:rtl/>
        </w:rPr>
        <w:t xml:space="preserve"> قَدْ خَلَقَکُمْ أَطْوَاراً</w:t>
      </w:r>
      <w:r w:rsidRPr="00821834">
        <w:rPr>
          <w:rStyle w:val="libAlaemChar"/>
          <w:rtl/>
        </w:rPr>
        <w:t>)</w:t>
      </w:r>
      <w:r>
        <w:rPr>
          <w:rtl/>
        </w:rPr>
        <w:t xml:space="preserve"> تفسير علماء الدين: ما لكم لا تعظمون الله حق عظمته حتى ترجو تكريمكم بإنجائكم من العذاب، وقد خلقكم كرات متدرجة نطفا ثم علقا ثم مضغا ثم عظاما ولحما.</w:t>
      </w:r>
    </w:p>
    <w:p w:rsidR="000E4D44" w:rsidRDefault="000E4D44" w:rsidP="000E4D44">
      <w:pPr>
        <w:pStyle w:val="libNormal"/>
      </w:pPr>
      <w:r>
        <w:rPr>
          <w:rtl/>
        </w:rPr>
        <w:t xml:space="preserve">النظرة العلمية: تدل الابحاث العلمية في خلق الانسان أنه كانت هناك قبل ظهور آدم </w:t>
      </w:r>
      <w:r w:rsidR="00ED7F18" w:rsidRPr="00ED7F18">
        <w:rPr>
          <w:rStyle w:val="libAlaemChar"/>
          <w:rtl/>
        </w:rPr>
        <w:t>عليه‌السلام</w:t>
      </w:r>
      <w:r>
        <w:rPr>
          <w:rtl/>
        </w:rPr>
        <w:t xml:space="preserve"> صور وصنوف من المخلوقات جاء الانسان ذروة لها في التكوين والتقويم، ويقول القرآن عن الله أنه هو:(الذى أعطى كل شئ خلقه ثم هدى) أى أنه هدى مسيرة التطور حتى بلغت ذروتها في نوع الانسان المتفوق وذلك بعد أن مر بالانسان قبل وجوده حين من الدهر لم يكن شيئا مذكورا، ونظرية التطور في خلق الانسان أصبحت حقيقة ولها براهين تؤيدها.</w:t>
      </w:r>
    </w:p>
    <w:p w:rsidR="000E4D44" w:rsidRDefault="000E4D44" w:rsidP="002B4E70">
      <w:pPr>
        <w:pStyle w:val="libNormal"/>
      </w:pPr>
      <w:r>
        <w:rPr>
          <w:rtl/>
        </w:rPr>
        <w:t>قال تعالى في سورة نوح آية - 17، 18:</w:t>
      </w:r>
      <w:r w:rsidRPr="002B4E70">
        <w:rPr>
          <w:rStyle w:val="libAlaemChar"/>
          <w:rtl/>
        </w:rPr>
        <w:t>(</w:t>
      </w:r>
      <w:r w:rsidR="002B4E70" w:rsidRPr="002B4E70">
        <w:rPr>
          <w:rStyle w:val="libAieChar"/>
          <w:rFonts w:hint="eastAsia"/>
          <w:rtl/>
        </w:rPr>
        <w:t xml:space="preserve"> وَ</w:t>
      </w:r>
      <w:r w:rsidR="002B4E70" w:rsidRPr="002B4E70">
        <w:rPr>
          <w:rStyle w:val="libAieChar"/>
          <w:rtl/>
        </w:rPr>
        <w:t xml:space="preserve"> اللَّهُ أَنْبَتَکُمْ مِنَ الْأَرْضِ نَبَاتاً </w:t>
      </w:r>
      <w:r w:rsidRPr="002B4E70">
        <w:rPr>
          <w:rStyle w:val="libAieChar"/>
          <w:rtl/>
        </w:rPr>
        <w:t xml:space="preserve">، </w:t>
      </w:r>
      <w:r w:rsidR="002B4E70" w:rsidRPr="002B4E70">
        <w:rPr>
          <w:rStyle w:val="libAieChar"/>
          <w:rFonts w:hint="eastAsia"/>
          <w:rtl/>
        </w:rPr>
        <w:t>ثُمَّ</w:t>
      </w:r>
      <w:r w:rsidR="002B4E70" w:rsidRPr="002B4E70">
        <w:rPr>
          <w:rStyle w:val="libAieChar"/>
          <w:rtl/>
        </w:rPr>
        <w:t xml:space="preserve"> يُعِيدُکُمْ فِيهَا وَ يُخْرِجُکُمْ إِخْرَاجاً</w:t>
      </w:r>
      <w:r w:rsidRPr="002B4E70">
        <w:rPr>
          <w:rStyle w:val="libAlaemChar"/>
          <w:rtl/>
        </w:rPr>
        <w:t>)</w:t>
      </w:r>
    </w:p>
    <w:p w:rsidR="000E4D44" w:rsidRDefault="00ED7F18" w:rsidP="000E4D44">
      <w:pPr>
        <w:pStyle w:val="libNormal"/>
      </w:pPr>
      <w:r>
        <w:rPr>
          <w:rtl/>
        </w:rPr>
        <w:br w:type="page"/>
      </w:r>
    </w:p>
    <w:p w:rsidR="000E4D44" w:rsidRDefault="000E4D44" w:rsidP="002B4E70">
      <w:pPr>
        <w:pStyle w:val="libNormal0"/>
      </w:pPr>
      <w:r>
        <w:rPr>
          <w:rtl/>
        </w:rPr>
        <w:lastRenderedPageBreak/>
        <w:t>تفسير علماء الدين: والله أنشأكم من الارض فنبتم نباتا عجيبا، ثم يعيدكم في الارض بعد الموت، ويخرجكم منها إخراجا محققا لا محالة.</w:t>
      </w:r>
    </w:p>
    <w:p w:rsidR="000E4D44" w:rsidRDefault="000E4D44" w:rsidP="000E4D44">
      <w:pPr>
        <w:pStyle w:val="libNormal"/>
      </w:pPr>
      <w:r>
        <w:rPr>
          <w:rtl/>
        </w:rPr>
        <w:t>النظرة العلمية: يقرر العلم أن الانسان هو ابن هذه الارض ومصداق ذلك قوله تعالى:(منها خلقناكم وفيها نعيدكم ومنها نخرجكم تارة أخرى) وأكثر من ذلك يحدثنا القرآن في صراحة أن الانسان نبتة من نبات الارض، وقد أكد القرآن الكريم حقيقة معدن آدم وهو الطين في أشكاله التى ذكرها القرآن في قوله أنه من طين، أو من حمأ مسنون، أو من طين لازب أو من سلالة من طين، أو من صلصال كالفخار.</w:t>
      </w:r>
    </w:p>
    <w:p w:rsidR="000E4D44" w:rsidRDefault="000E4D44" w:rsidP="000E4D44">
      <w:pPr>
        <w:pStyle w:val="libNormal"/>
      </w:pPr>
      <w:r>
        <w:rPr>
          <w:rtl/>
        </w:rPr>
        <w:t xml:space="preserve">وأن الانسان الاول وهو آدم </w:t>
      </w:r>
      <w:r w:rsidR="00ED7F18" w:rsidRPr="00ED7F18">
        <w:rPr>
          <w:rStyle w:val="libAlaemChar"/>
          <w:rtl/>
        </w:rPr>
        <w:t>عليه‌السلام</w:t>
      </w:r>
      <w:r>
        <w:rPr>
          <w:rtl/>
        </w:rPr>
        <w:t xml:space="preserve"> بعد خلقه من الطين وصار جسما حيا من لحم وعظم ودم وأعصاب ثم صار تكوينه بعد ذلك عن طريق آخر هو من نطفة من منى يمنى.</w:t>
      </w:r>
    </w:p>
    <w:p w:rsidR="000E4D44" w:rsidRDefault="000E4D44" w:rsidP="00C662EA">
      <w:pPr>
        <w:pStyle w:val="libNormal"/>
      </w:pPr>
      <w:r>
        <w:rPr>
          <w:rtl/>
        </w:rPr>
        <w:t>قال تعالى في سورة الطارق آية - 5، 6، 7:</w:t>
      </w:r>
      <w:r w:rsidRPr="00C662EA">
        <w:rPr>
          <w:rStyle w:val="libAlaemChar"/>
          <w:rtl/>
        </w:rPr>
        <w:t>(</w:t>
      </w:r>
      <w:r w:rsidR="00C662EA" w:rsidRPr="00C662EA">
        <w:rPr>
          <w:rStyle w:val="libAieChar"/>
          <w:rFonts w:hint="eastAsia"/>
          <w:rtl/>
        </w:rPr>
        <w:t xml:space="preserve"> فَلْيَنْظُرِ</w:t>
      </w:r>
      <w:r w:rsidR="00C662EA" w:rsidRPr="00C662EA">
        <w:rPr>
          <w:rStyle w:val="libAieChar"/>
          <w:rtl/>
        </w:rPr>
        <w:t xml:space="preserve"> الْإِنْسَانُ مِمَّ خُلِقَ </w:t>
      </w:r>
      <w:r w:rsidRPr="00C662EA">
        <w:rPr>
          <w:rStyle w:val="libAieChar"/>
          <w:rtl/>
        </w:rPr>
        <w:t xml:space="preserve">، </w:t>
      </w:r>
      <w:r w:rsidR="00C662EA" w:rsidRPr="00C662EA">
        <w:rPr>
          <w:rStyle w:val="libAieChar"/>
          <w:rFonts w:hint="eastAsia"/>
          <w:rtl/>
        </w:rPr>
        <w:t>خُلِقَ</w:t>
      </w:r>
      <w:r w:rsidR="00C662EA" w:rsidRPr="00C662EA">
        <w:rPr>
          <w:rStyle w:val="libAieChar"/>
          <w:rtl/>
        </w:rPr>
        <w:t xml:space="preserve"> مِنْ مَاءٍ دَافِقٍ‌</w:t>
      </w:r>
      <w:r w:rsidRPr="00C662EA">
        <w:rPr>
          <w:rStyle w:val="libAieChar"/>
          <w:rtl/>
        </w:rPr>
        <w:t xml:space="preserve">، </w:t>
      </w:r>
      <w:r w:rsidR="00C662EA" w:rsidRPr="00C662EA">
        <w:rPr>
          <w:rStyle w:val="libAieChar"/>
          <w:rFonts w:hint="eastAsia"/>
          <w:rtl/>
        </w:rPr>
        <w:t>يَخْرُجُ</w:t>
      </w:r>
      <w:r w:rsidR="00C662EA" w:rsidRPr="00C662EA">
        <w:rPr>
          <w:rStyle w:val="libAieChar"/>
          <w:rtl/>
        </w:rPr>
        <w:t xml:space="preserve"> مِنْ بَيْنِ الصُّلْبِ وَ التَّرَائِبِ</w:t>
      </w:r>
      <w:r w:rsidRPr="00C662EA">
        <w:rPr>
          <w:rStyle w:val="libAlaemChar"/>
          <w:rtl/>
        </w:rPr>
        <w:t>)</w:t>
      </w:r>
      <w:r>
        <w:rPr>
          <w:rtl/>
        </w:rPr>
        <w:t>.</w:t>
      </w:r>
    </w:p>
    <w:p w:rsidR="000E4D44" w:rsidRDefault="000E4D44" w:rsidP="000E4D44">
      <w:pPr>
        <w:pStyle w:val="libNormal"/>
      </w:pPr>
      <w:r>
        <w:rPr>
          <w:rtl/>
        </w:rPr>
        <w:t>تفسير علماء الدين: فليفكر الانسان من أى شئ خلق؟ ! خلق من ماء متدفق، يخرج هذا الماء من بين صلب الرجل وعظام الصدر وهى الترائب للمرأة.</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ظهر من الدراسات الطبية الحديثة أن الصلب هو منطقة العمود الفقرى للرجل وأن الترائب هى عظام الصدر للمرأة، كما أظهرت للتحاليل الكيمائية أن الماء الدافق هو سائل الرجل المنوى الذى يحتوى على الحيوانات الحية في النطفة، وقد سمى دافقا لانه يندفع وقت الملامسة الجنسية من ذكر الرجل وحده دون الانثى التى لا يتدفق منها سوى إفرازإت تسيل لمجرد تليين الجهاز التناسلى وترطيبه.</w:t>
      </w:r>
    </w:p>
    <w:p w:rsidR="000E4D44" w:rsidRDefault="000E4D44" w:rsidP="003A2789">
      <w:pPr>
        <w:pStyle w:val="libNormal"/>
      </w:pPr>
      <w:r>
        <w:rPr>
          <w:rtl/>
        </w:rPr>
        <w:t>وقال تعالى في سورة الجاثية آية - 3 - 5:</w:t>
      </w:r>
      <w:r w:rsidRPr="003A2789">
        <w:rPr>
          <w:rStyle w:val="libAlaemChar"/>
          <w:rtl/>
        </w:rPr>
        <w:t>(</w:t>
      </w:r>
      <w:r w:rsidR="003A2789" w:rsidRPr="003A2789">
        <w:rPr>
          <w:rStyle w:val="libAieChar"/>
          <w:rFonts w:hint="eastAsia"/>
          <w:rtl/>
        </w:rPr>
        <w:t xml:space="preserve"> إِنَّ</w:t>
      </w:r>
      <w:r w:rsidR="003A2789" w:rsidRPr="003A2789">
        <w:rPr>
          <w:rStyle w:val="libAieChar"/>
          <w:rtl/>
        </w:rPr>
        <w:t xml:space="preserve"> فِي السَّمَاوَاتِ وَ الْأَرْضِ لَآيَاتٍ لِلْمُؤْمِنِينَ‌</w:t>
      </w:r>
      <w:r w:rsidRPr="003A2789">
        <w:rPr>
          <w:rStyle w:val="libAieChar"/>
          <w:rtl/>
        </w:rPr>
        <w:t xml:space="preserve">، </w:t>
      </w:r>
      <w:r w:rsidR="003A2789" w:rsidRPr="003A2789">
        <w:rPr>
          <w:rStyle w:val="libAieChar"/>
          <w:rFonts w:hint="eastAsia"/>
          <w:rtl/>
        </w:rPr>
        <w:t>وَ</w:t>
      </w:r>
      <w:r w:rsidR="003A2789" w:rsidRPr="003A2789">
        <w:rPr>
          <w:rStyle w:val="libAieChar"/>
          <w:rtl/>
        </w:rPr>
        <w:t xml:space="preserve"> فِي خَلْقِکُمْ وَ مَا يَبُثُّ مِنْ دَابَّةٍ آيَاتٌ لِقَوْمٍ يُوقِنُونَ‌</w:t>
      </w:r>
      <w:r w:rsidRPr="003A2789">
        <w:rPr>
          <w:rStyle w:val="libAieChar"/>
          <w:rtl/>
        </w:rPr>
        <w:t xml:space="preserve">، </w:t>
      </w:r>
      <w:r w:rsidR="003A2789" w:rsidRPr="003A2789">
        <w:rPr>
          <w:rStyle w:val="libAieChar"/>
          <w:rFonts w:hint="eastAsia"/>
          <w:rtl/>
        </w:rPr>
        <w:t>وَ</w:t>
      </w:r>
      <w:r w:rsidR="003A2789" w:rsidRPr="003A2789">
        <w:rPr>
          <w:rStyle w:val="libAieChar"/>
          <w:rtl/>
        </w:rPr>
        <w:t xml:space="preserve"> اخْتِلاَفِ اللَّيْلِ وَ النَّهَارِ وَ مَا أَنْزَلَ اللَّهُ مِنَ السَّمَاءِ مِنْ رِزْقٍ فَأَحْيَا بِهِ الْأَرْضَ بَعْدَ مَوْتِهَا وَ تَصْرِيفِ الرِّيَاحِ آيَاتٌ لِقَوْمٍ يَعْقِلُونَ</w:t>
      </w:r>
      <w:r w:rsidRPr="003A2789">
        <w:rPr>
          <w:rStyle w:val="libAlaemChar"/>
          <w:rtl/>
        </w:rPr>
        <w:t>)</w:t>
      </w:r>
      <w:r>
        <w:rPr>
          <w:rtl/>
        </w:rPr>
        <w:t>.</w:t>
      </w:r>
    </w:p>
    <w:p w:rsidR="000E4D44" w:rsidRDefault="000E4D44" w:rsidP="000E4D44">
      <w:pPr>
        <w:pStyle w:val="libNormal"/>
      </w:pPr>
      <w:r>
        <w:rPr>
          <w:rtl/>
        </w:rPr>
        <w:t>تفسير علماء الدين: أن في خلق السماوات والارض من بديع صنع الله لدلالات قوية على ألوهيته ووحدانيته يؤمن بها المصدقون بالله بفطرهم السليمة، وفي خلق الله لكم على ما أنتم عليه من حسن الصورة وبديع الصنع وما يفرق وينشر من الدواب على اختلاف الصور والمنافع لدلالات قوية واضحة لقوم يستيقنون بأمورهم بالتدبر والتفكر، وفي اختلاف الليل والنهار في الطول والقصر والنور والظلام مع تعاقبهما عى نظام ثابت، وفيما أنزل الله من السماء من مطر فأحيا به الارض بالانبات بعد موتها بالجدب، وتصريف الرياح إلى جهات متعددة مع اختلافها برودة وحرارة وقوة وضعفا علامات واضحة على كمال قدرة الله لقوم فسكروا بعقولهم فخلص يقينهم.</w:t>
      </w:r>
    </w:p>
    <w:p w:rsidR="000E4D44" w:rsidRDefault="00ED7F18" w:rsidP="000E4D44">
      <w:pPr>
        <w:pStyle w:val="libNormal"/>
      </w:pPr>
      <w:r>
        <w:rPr>
          <w:rtl/>
        </w:rPr>
        <w:br w:type="page"/>
      </w:r>
    </w:p>
    <w:p w:rsidR="000E4D44" w:rsidRDefault="000E4D44" w:rsidP="003A2789">
      <w:pPr>
        <w:pStyle w:val="libNormal"/>
      </w:pPr>
      <w:r>
        <w:rPr>
          <w:rtl/>
        </w:rPr>
        <w:lastRenderedPageBreak/>
        <w:t>النظرة العلمية: توجه هذه الآيات نظر الانسان إلى عدة آيات بينات من قدرة الله وإبداعه في كل ما صنع من آيات ملكه، ومن ذلك إنها تلفت النظر إلى قوله تعالى:(وتصريف الرياح) فهذه العبارة الموجزة في كلماتها وراء‌ها حقائق علمية رائعة، فهذه الرياح التى هى الهواء المتحرك فوق غلاف الارض الجوى إنما تتحرك بتأثير حرارة الشمس التى تجعله يخف ويرتفع ويحل محله هواء بارد ثقيل يندفع نحو منطقة الضغظ المنخفض بنظام دقيق فيه تصريف للرياح وتوجيه لها في هبوبها من مكان إلى مكان معين، وينشأ عن حركة الرياح نتائج لها أهميتها في حياة الناس فهى تسوق السحاب المطرة إلى الارض المجدبة، وتساعد السفن الشراعية في سيرها، وتحمل اللقاح إلى النباتات النامية وتوزع الحرارة والبرودة في دورات منتظمة على الارض وغير ذلك من حكمة الله في تصريف الرياح فقد قال تعالى في سورة الاعراف آية - 57</w:t>
      </w:r>
      <w:r w:rsidRPr="003A2789">
        <w:rPr>
          <w:rStyle w:val="libAlaemChar"/>
          <w:rtl/>
        </w:rPr>
        <w:t>(</w:t>
      </w:r>
      <w:r w:rsidR="003A2789" w:rsidRPr="003A2789">
        <w:rPr>
          <w:rStyle w:val="libAieChar"/>
          <w:rFonts w:hint="eastAsia"/>
          <w:rtl/>
        </w:rPr>
        <w:t>وَ</w:t>
      </w:r>
      <w:r w:rsidR="003A2789" w:rsidRPr="003A2789">
        <w:rPr>
          <w:rStyle w:val="libAieChar"/>
          <w:rtl/>
        </w:rPr>
        <w:t xml:space="preserve"> هُوَ الَّذِي يُرْسِلُ الرِّيَاحَ بُشْراً بَيْنَ يَدَيْ رَحْمَتِهِ حَتَّى إِذَا أَقَلَّتْ سَحَاباً ثِقَالاً سُقْنَاهُ لِبَلَدٍ مَيِّتٍ فَأَنْزَلْنَا بِهِ الْمَاءَ فَأَخْرَجْنَا بِهِ مِنْ کُلِّ الثَّمَرَاتِ کَذٰلِکَ نُخْرِجُ الْمَوْتَى لَعَلَّکُمْ تَذَکَّ</w:t>
      </w:r>
      <w:r w:rsidR="003A2789" w:rsidRPr="003A2789">
        <w:rPr>
          <w:rStyle w:val="libAieChar"/>
          <w:rFonts w:hint="eastAsia"/>
          <w:rtl/>
        </w:rPr>
        <w:t>رُونَ‌</w:t>
      </w:r>
      <w:r w:rsidRPr="003A2789">
        <w:rPr>
          <w:rStyle w:val="libAlaemChar"/>
          <w:rtl/>
        </w:rPr>
        <w:t>)</w:t>
      </w:r>
      <w:r>
        <w:rPr>
          <w:rtl/>
        </w:rPr>
        <w:t>، وقد أثبت العلم الدورة الهوائية على سطح الكرة الارضية وكيف يكون تصريفها من جهة إلى أخرى.</w:t>
      </w:r>
    </w:p>
    <w:p w:rsidR="000E4D44" w:rsidRDefault="000E4D44" w:rsidP="000E4D44">
      <w:pPr>
        <w:pStyle w:val="libNormal"/>
      </w:pPr>
      <w:r>
        <w:rPr>
          <w:rtl/>
        </w:rPr>
        <w:t>الماء ورد ذكر الماء في القرآن 63 مرة، وهو سائل شفاف لا لون له ولا طعم ولا رائحة، ويتكون أساسا من اتحاد غازى الاكسيجين والايدروجين مع غيرهما.والماء أكثر المواد مقدارا وحجما بالكرة الارضية وهو يكون الغلاف</w:t>
      </w:r>
    </w:p>
    <w:p w:rsidR="000E4D44" w:rsidRDefault="00ED7F18" w:rsidP="000E4D44">
      <w:pPr>
        <w:pStyle w:val="libNormal"/>
      </w:pPr>
      <w:r>
        <w:rPr>
          <w:rtl/>
        </w:rPr>
        <w:br w:type="page"/>
      </w:r>
    </w:p>
    <w:p w:rsidR="000E4D44" w:rsidRDefault="000E4D44" w:rsidP="000049E9">
      <w:pPr>
        <w:pStyle w:val="libNormal0"/>
      </w:pPr>
      <w:r>
        <w:rPr>
          <w:rtl/>
        </w:rPr>
        <w:lastRenderedPageBreak/>
        <w:t>المائى على سطحها، ولو أن الارض كانت كرة ملساء لا تعاريج ولا تضاريس في سطحها لغطاها ذلك الماء بغلاف سمكه نحو ميليين، أما وسطح الارض بين منخفض ومرتفع فقد تجمع الماء منذ النشأة الاولى في مناطق هبوط القشرة الارضية مكونا المحيطات والبحار التى تشغل أكثر من ثلثى مساحة الكرة ومياهها ملحة وهذه الملوحة ضرورية لحفظها من التغير والعطن، أما مياه الانهار فعذبة لانها تنزل من السحب التى تبخرت من المحيطات ثم تكاثفت وسقطت أمطارا غزيرة خالية من أى شائبة.</w:t>
      </w:r>
    </w:p>
    <w:p w:rsidR="000E4D44" w:rsidRDefault="000E4D44" w:rsidP="008B27F4">
      <w:pPr>
        <w:pStyle w:val="libNormal"/>
      </w:pPr>
      <w:r>
        <w:rPr>
          <w:rtl/>
        </w:rPr>
        <w:t>والماء عماد الحياة في الارض لكل كائن حى من نبات وإنسان وحيوان وقد أشار القرآن الكريم في كثير من آياته عن عظم أهميته في إحيائها فيقول تعالى:</w:t>
      </w:r>
      <w:r w:rsidRPr="008B27F4">
        <w:rPr>
          <w:rStyle w:val="libAlaemChar"/>
          <w:rtl/>
        </w:rPr>
        <w:t>(</w:t>
      </w:r>
      <w:r w:rsidR="008B27F4" w:rsidRPr="008B27F4">
        <w:rPr>
          <w:rStyle w:val="libAieChar"/>
          <w:rFonts w:hint="eastAsia"/>
          <w:rtl/>
        </w:rPr>
        <w:t xml:space="preserve"> وَ</w:t>
      </w:r>
      <w:r w:rsidR="008B27F4" w:rsidRPr="008B27F4">
        <w:rPr>
          <w:rStyle w:val="libAieChar"/>
          <w:rtl/>
        </w:rPr>
        <w:t xml:space="preserve"> اللَّهُ أَنْزَلَ مِنَ السَّمَاءِ مَاءً فَأَحْيَا بِهِ الْأَرْضَ بَعْدَ مَوْتِهَا</w:t>
      </w:r>
      <w:r w:rsidRPr="007014D9">
        <w:rPr>
          <w:rStyle w:val="libAlaemChar"/>
          <w:rtl/>
        </w:rPr>
        <w:t>)</w:t>
      </w:r>
      <w:r w:rsidRPr="008B27F4">
        <w:rPr>
          <w:rStyle w:val="libAieChar"/>
          <w:rtl/>
        </w:rPr>
        <w:t xml:space="preserve"> </w:t>
      </w:r>
      <w:r>
        <w:rPr>
          <w:rtl/>
        </w:rPr>
        <w:t>سورة النحل آية - 65.</w:t>
      </w:r>
    </w:p>
    <w:p w:rsidR="000E4D44" w:rsidRDefault="000E4D44" w:rsidP="008623B0">
      <w:pPr>
        <w:pStyle w:val="libNormal"/>
      </w:pPr>
      <w:r w:rsidRPr="008623B0">
        <w:rPr>
          <w:rStyle w:val="libAlaemChar"/>
          <w:rtl/>
        </w:rPr>
        <w:t>(</w:t>
      </w:r>
      <w:r w:rsidR="008623B0" w:rsidRPr="008623B0">
        <w:rPr>
          <w:rStyle w:val="libAieChar"/>
          <w:rtl/>
        </w:rPr>
        <w:t>وَ جَعَلْنَا مِنَ الْمَاءِ کُلَّ شَيْ‌ءٍ حَيٍّ</w:t>
      </w:r>
      <w:r w:rsidRPr="008623B0">
        <w:rPr>
          <w:rStyle w:val="libAlaemChar"/>
          <w:rtl/>
        </w:rPr>
        <w:t>)</w:t>
      </w:r>
      <w:r>
        <w:rPr>
          <w:rtl/>
        </w:rPr>
        <w:t xml:space="preserve"> سورة الانبياء آية - 30:</w:t>
      </w:r>
      <w:r w:rsidRPr="000049E9">
        <w:rPr>
          <w:rStyle w:val="libAlaemChar"/>
          <w:rtl/>
        </w:rPr>
        <w:t>(</w:t>
      </w:r>
      <w:r w:rsidR="000049E9" w:rsidRPr="000049E9">
        <w:rPr>
          <w:rStyle w:val="libAieChar"/>
          <w:rFonts w:hint="eastAsia"/>
          <w:rtl/>
        </w:rPr>
        <w:t xml:space="preserve"> وَ</w:t>
      </w:r>
      <w:r w:rsidR="000049E9" w:rsidRPr="000049E9">
        <w:rPr>
          <w:rStyle w:val="libAieChar"/>
          <w:rtl/>
        </w:rPr>
        <w:t xml:space="preserve"> اللَّهُ خَلَقَ کُلَّ دَابَّةٍ مِنْ مَاءٍ</w:t>
      </w:r>
      <w:r w:rsidRPr="000049E9">
        <w:rPr>
          <w:rStyle w:val="libAlaemChar"/>
          <w:rtl/>
        </w:rPr>
        <w:t>)</w:t>
      </w:r>
      <w:r>
        <w:rPr>
          <w:rtl/>
        </w:rPr>
        <w:t xml:space="preserve"> سورة النور آية - 45.</w:t>
      </w:r>
    </w:p>
    <w:p w:rsidR="000E4D44" w:rsidRDefault="000E4D44" w:rsidP="003F2DEA">
      <w:pPr>
        <w:pStyle w:val="libNormal"/>
      </w:pPr>
      <w:r w:rsidRPr="003F2DEA">
        <w:rPr>
          <w:rStyle w:val="libAlaemChar"/>
          <w:rtl/>
        </w:rPr>
        <w:t>(</w:t>
      </w:r>
      <w:r w:rsidR="003F2DEA" w:rsidRPr="003F2DEA">
        <w:rPr>
          <w:rStyle w:val="libAieChar"/>
          <w:rFonts w:hint="eastAsia"/>
          <w:rtl/>
        </w:rPr>
        <w:t>وَ</w:t>
      </w:r>
      <w:r w:rsidR="003F2DEA" w:rsidRPr="003F2DEA">
        <w:rPr>
          <w:rStyle w:val="libAieChar"/>
          <w:rtl/>
        </w:rPr>
        <w:t xml:space="preserve"> هُوَ الَّذِي خَلَقَ مِنَ الْمَاءِ بَشَراً فَجَعَلَهُ نَسَباً وَ صِهْراً</w:t>
      </w:r>
      <w:r w:rsidRPr="003F2DEA">
        <w:rPr>
          <w:rStyle w:val="libAlaemChar"/>
          <w:rtl/>
        </w:rPr>
        <w:t>)</w:t>
      </w:r>
      <w:r>
        <w:rPr>
          <w:rtl/>
        </w:rPr>
        <w:t xml:space="preserve"> سورة الفرقان آية - 54.</w:t>
      </w:r>
    </w:p>
    <w:p w:rsidR="000E4D44" w:rsidRDefault="000E4D44" w:rsidP="00D41A84">
      <w:pPr>
        <w:pStyle w:val="libNormal"/>
      </w:pPr>
      <w:r w:rsidRPr="00D41A84">
        <w:rPr>
          <w:rStyle w:val="libAlaemChar"/>
          <w:rtl/>
        </w:rPr>
        <w:t>(</w:t>
      </w:r>
      <w:r w:rsidR="00D41A84" w:rsidRPr="00D41A84">
        <w:rPr>
          <w:rStyle w:val="libAieChar"/>
          <w:rtl/>
        </w:rPr>
        <w:t>وَ أَنْزَلَ مِنَ السَّمَاءِ مَاءً فَأَخْرَجْنَا بِهِ أَزْوَاجاً مِنْ نَبَاتٍ شَتَّى‌</w:t>
      </w:r>
      <w:r w:rsidRPr="00D41A84">
        <w:rPr>
          <w:rStyle w:val="libAlaemChar"/>
          <w:rtl/>
        </w:rPr>
        <w:t>)</w:t>
      </w:r>
      <w:r>
        <w:rPr>
          <w:rtl/>
        </w:rPr>
        <w:t xml:space="preserve"> سورة طه آية - 53.</w:t>
      </w:r>
    </w:p>
    <w:p w:rsidR="000E4D44" w:rsidRDefault="000E4D44" w:rsidP="000E4D44">
      <w:pPr>
        <w:pStyle w:val="libNormal"/>
      </w:pPr>
      <w:r>
        <w:rPr>
          <w:rtl/>
        </w:rPr>
        <w:t>ويحتوى جسم الانسان على حوالى 70 % من وزنه ماء لان له أهمية خاصة في الجسم كموصل لعناصر الغذاء إلى خلايا الجسم وإفراز للمواد الضارة في الجسم وتلطيف لدرجة حرارة الجسم عن طريق تبخره في الرئتين والجلد، ومصادر المياه</w:t>
      </w:r>
    </w:p>
    <w:p w:rsidR="000E4D44" w:rsidRDefault="00ED7F18" w:rsidP="000E4D44">
      <w:pPr>
        <w:pStyle w:val="libNormal"/>
      </w:pPr>
      <w:r>
        <w:rPr>
          <w:rtl/>
        </w:rPr>
        <w:br w:type="page"/>
      </w:r>
    </w:p>
    <w:p w:rsidR="000E4D44" w:rsidRDefault="000E4D44" w:rsidP="00E17C16">
      <w:pPr>
        <w:pStyle w:val="libNormal0"/>
      </w:pPr>
      <w:r>
        <w:rPr>
          <w:rtl/>
        </w:rPr>
        <w:lastRenderedPageBreak/>
        <w:t>في الجسم هو ما نشربه منه، وما تحتوى الاطعمة عليه من نسب مختلفة من الماء ومما يتتج عن أكسدة بعض المواد الغذائية وتفاعل بعضها مع بعض داخل الجسم.</w:t>
      </w:r>
    </w:p>
    <w:p w:rsidR="000E4D44" w:rsidRDefault="000E4D44" w:rsidP="000E4D44">
      <w:pPr>
        <w:pStyle w:val="libNormal"/>
      </w:pPr>
      <w:r>
        <w:rPr>
          <w:rtl/>
        </w:rPr>
        <w:t>والماء يعمل على إذابة المواد الغذائية بعد هضمها حتى يتمكن الجسم من امتصاصها، والماء أساس تكوين الدم والسائل اللمفاوى والسائل النخاعى وغيرها من السوائل التى تتكون منه في الجسم من إفرازات كالعرق والبول والدموع والمخاط، ويثبت العلم أن الماء أكثر ضرورة للانسان من الغذاء فبيما الانسان يمكنه أن يعيش نحو 60 يوما بدون أكل لا يمكنه أن يعيش بدون الماء أكثر من أسبوع على أقصى تقدير ولو فقد الجسم 20 % من مائه فإنه يكون معرضا للموت.</w:t>
      </w:r>
    </w:p>
    <w:p w:rsidR="000E4D44" w:rsidRDefault="000E4D44" w:rsidP="00F046E1">
      <w:pPr>
        <w:pStyle w:val="libNormal"/>
      </w:pPr>
      <w:r>
        <w:rPr>
          <w:rtl/>
        </w:rPr>
        <w:t>قال الله تعالى في سورة ص آية - 71، 72:</w:t>
      </w:r>
      <w:r w:rsidRPr="00F046E1">
        <w:rPr>
          <w:rStyle w:val="libAlaemChar"/>
          <w:rtl/>
        </w:rPr>
        <w:t>(</w:t>
      </w:r>
      <w:r w:rsidR="00F046E1" w:rsidRPr="00F046E1">
        <w:rPr>
          <w:rStyle w:val="libAieChar"/>
          <w:rFonts w:hint="eastAsia"/>
          <w:rtl/>
        </w:rPr>
        <w:t xml:space="preserve"> إِذْ</w:t>
      </w:r>
      <w:r w:rsidR="00F046E1" w:rsidRPr="00F046E1">
        <w:rPr>
          <w:rStyle w:val="libAieChar"/>
          <w:rtl/>
        </w:rPr>
        <w:t xml:space="preserve"> قَالَ رَبُّکَ لِلْمَلاَئِکَةِ إِنِّي خَالِقٌ بَشَراً مِنْ طِينٍ‌</w:t>
      </w:r>
      <w:r w:rsidR="00F046E1" w:rsidRPr="00F046E1">
        <w:rPr>
          <w:rStyle w:val="libAieChar"/>
          <w:rFonts w:hint="cs"/>
          <w:rtl/>
        </w:rPr>
        <w:t xml:space="preserve"> </w:t>
      </w:r>
      <w:r w:rsidR="00F046E1" w:rsidRPr="00F046E1">
        <w:rPr>
          <w:rStyle w:val="libAieChar"/>
          <w:rFonts w:hint="eastAsia"/>
          <w:rtl/>
        </w:rPr>
        <w:t>فَإِذَا</w:t>
      </w:r>
      <w:r w:rsidR="00F046E1" w:rsidRPr="00F046E1">
        <w:rPr>
          <w:rStyle w:val="libAieChar"/>
          <w:rtl/>
        </w:rPr>
        <w:t xml:space="preserve"> سَوَّيْتُهُ وَ نَفَخْتُ فِيهِ مِنْ رُوحِي فَقَعُوا لَهُ سَاجِدِينَ‌</w:t>
      </w:r>
      <w:r w:rsidRPr="00F046E1">
        <w:rPr>
          <w:rStyle w:val="libAlaemChar"/>
          <w:rtl/>
        </w:rPr>
        <w:t>)</w:t>
      </w:r>
      <w:r>
        <w:rPr>
          <w:rtl/>
        </w:rPr>
        <w:t>.</w:t>
      </w:r>
    </w:p>
    <w:p w:rsidR="000E4D44" w:rsidRDefault="000E4D44" w:rsidP="000E4D44">
      <w:pPr>
        <w:pStyle w:val="libNormal"/>
      </w:pPr>
      <w:r>
        <w:rPr>
          <w:rtl/>
        </w:rPr>
        <w:t>تفسير علماء الدين: قال الله لملائكته إنى خالق بشرا أى آدم من طين فإذا جمعت خلقه وجعلت الروح فيه فخروا له ساجدين.</w:t>
      </w:r>
    </w:p>
    <w:p w:rsidR="000E4D44" w:rsidRDefault="000E4D44" w:rsidP="000E4D44">
      <w:pPr>
        <w:pStyle w:val="libNormal"/>
      </w:pPr>
      <w:r>
        <w:rPr>
          <w:rtl/>
        </w:rPr>
        <w:t>النظرة العلمية: تصرح آلاية بأن الاصل الذى خلق الله منه آدم أبا البشر هو الطين الذىهو مزيج من الماء والتراب، ويقرر العلم الحديث أن الحياة ظهرت على هذه</w:t>
      </w:r>
    </w:p>
    <w:p w:rsidR="000E4D44" w:rsidRDefault="00ED7F18" w:rsidP="000E4D44">
      <w:pPr>
        <w:pStyle w:val="libNormal"/>
      </w:pPr>
      <w:r>
        <w:rPr>
          <w:rtl/>
        </w:rPr>
        <w:br w:type="page"/>
      </w:r>
    </w:p>
    <w:p w:rsidR="000E4D44" w:rsidRDefault="000E4D44" w:rsidP="008623B0">
      <w:pPr>
        <w:pStyle w:val="libNormal0"/>
      </w:pPr>
      <w:r>
        <w:rPr>
          <w:rtl/>
        </w:rPr>
        <w:lastRenderedPageBreak/>
        <w:t>الارض أول ما ظهرت على شواطئ المسطحات المائية حيث يتكون بجوارها الطين الذى ينشأ، منه الزبد والحمأ المسنون والطحالب فالنبات فالحيوان فالانسان، وأن هذا التطور في حالات الطين وأشكاله السالفة الذكر حدثت عبر ملايين السنين حتى أثمرت شجرتها الاولى، وكان أكمل وأكرم ثمره من ثمارها في النهاية هو الانسان.</w:t>
      </w:r>
    </w:p>
    <w:p w:rsidR="000E4D44" w:rsidRDefault="000E4D44" w:rsidP="000E4D44">
      <w:pPr>
        <w:pStyle w:val="libNormal"/>
      </w:pPr>
      <w:r>
        <w:rPr>
          <w:rtl/>
        </w:rPr>
        <w:t>والقرآن الكريم لم يبين لنا كيف تفرعت هذه الشجرة حتى كان الانسان أحد فروعها، ولكن أشار في أكثر من آية إلى الصلة الوثيقة بين الانسان وعالم الاحياء الناشئ من الماء الممزوج بالتراب.</w:t>
      </w:r>
    </w:p>
    <w:p w:rsidR="000E4D44" w:rsidRDefault="000E4D44" w:rsidP="008623B0">
      <w:pPr>
        <w:pStyle w:val="libNormal"/>
      </w:pPr>
      <w:r>
        <w:rPr>
          <w:rtl/>
        </w:rPr>
        <w:t>ففى قوله تعالى:</w:t>
      </w:r>
      <w:r w:rsidRPr="008623B0">
        <w:rPr>
          <w:rStyle w:val="libAlaemChar"/>
          <w:rtl/>
        </w:rPr>
        <w:t>(</w:t>
      </w:r>
      <w:r w:rsidR="008623B0" w:rsidRPr="000049E9">
        <w:rPr>
          <w:rStyle w:val="libAieChar"/>
          <w:rFonts w:hint="eastAsia"/>
          <w:rtl/>
        </w:rPr>
        <w:t xml:space="preserve"> وَ</w:t>
      </w:r>
      <w:r w:rsidR="008623B0" w:rsidRPr="000049E9">
        <w:rPr>
          <w:rStyle w:val="libAieChar"/>
          <w:rtl/>
        </w:rPr>
        <w:t xml:space="preserve"> اللَّهُ خَلَقَ کُلَّ دَابَّةٍ مِنْ مَاءٍ</w:t>
      </w:r>
      <w:r w:rsidR="008623B0" w:rsidRPr="008623B0">
        <w:rPr>
          <w:rStyle w:val="libAlaemChar"/>
          <w:rFonts w:hint="cs"/>
          <w:rtl/>
        </w:rPr>
        <w:t>)</w:t>
      </w:r>
      <w:r w:rsidR="008623B0">
        <w:rPr>
          <w:rtl/>
        </w:rPr>
        <w:t xml:space="preserve"> </w:t>
      </w:r>
      <w:r>
        <w:rPr>
          <w:rtl/>
        </w:rPr>
        <w:t>(سورة النور آية 45): وقوله سبحانه:</w:t>
      </w:r>
      <w:r w:rsidRPr="008623B0">
        <w:rPr>
          <w:rStyle w:val="libAlaemChar"/>
          <w:rtl/>
        </w:rPr>
        <w:t>(</w:t>
      </w:r>
      <w:r w:rsidR="008623B0" w:rsidRPr="008623B0">
        <w:rPr>
          <w:rStyle w:val="libAieChar"/>
          <w:rtl/>
        </w:rPr>
        <w:t xml:space="preserve"> وَ جَعَلْنَا مِنَ الْمَاءِ کُلَّ شَيْ‌ءٍ حَيٍّ</w:t>
      </w:r>
      <w:r w:rsidRPr="008623B0">
        <w:rPr>
          <w:rStyle w:val="libAlaemChar"/>
          <w:rtl/>
        </w:rPr>
        <w:t>)</w:t>
      </w:r>
      <w:r>
        <w:rPr>
          <w:rtl/>
        </w:rPr>
        <w:t xml:space="preserve"> سورة الانبياء آية 30: دلالة قوية على أن الاحياء كلها - ومنها الانسان - مخلوقة من مادة واحدة هى الماء، وللماء هو المادة اللازمة بل الاصيلة لتكوين الطين، إذ لا وجود للطين إلا مع الماء وبالماء.</w:t>
      </w:r>
    </w:p>
    <w:p w:rsidR="000E4D44" w:rsidRDefault="000E4D44" w:rsidP="008623B0">
      <w:pPr>
        <w:pStyle w:val="libNormal"/>
      </w:pPr>
      <w:r>
        <w:rPr>
          <w:rtl/>
        </w:rPr>
        <w:t>يقول الله تعالى في سورة الاسراء آية - 70:</w:t>
      </w:r>
      <w:r w:rsidRPr="008623B0">
        <w:rPr>
          <w:rStyle w:val="libAlaemChar"/>
          <w:rtl/>
        </w:rPr>
        <w:t>(</w:t>
      </w:r>
      <w:r w:rsidR="008623B0" w:rsidRPr="008623B0">
        <w:rPr>
          <w:rFonts w:hint="eastAsia"/>
          <w:rtl/>
        </w:rPr>
        <w:t xml:space="preserve"> </w:t>
      </w:r>
      <w:r w:rsidR="008623B0" w:rsidRPr="008623B0">
        <w:rPr>
          <w:rStyle w:val="libAieChar"/>
          <w:rFonts w:hint="eastAsia"/>
          <w:rtl/>
        </w:rPr>
        <w:t>وَ</w:t>
      </w:r>
      <w:r w:rsidR="008623B0" w:rsidRPr="008623B0">
        <w:rPr>
          <w:rStyle w:val="libAieChar"/>
          <w:rtl/>
        </w:rPr>
        <w:t xml:space="preserve"> لَقَدْ کَرَّمْنَا بَنِي آدَمَ وَ حَمَلْنَاهُمْ فِي الْبَرِّ وَ الْبَحْرِ وَ رَزَقْنَاهُمْ مِنَ الطَّيِّبَاتِ وَ فَضَّلْنَاهُمْ عَلَى کَثِيرٍ مِمَّنْ خَلَقْنَا تَفْضِيلاً</w:t>
      </w:r>
      <w:r w:rsidRPr="008623B0">
        <w:rPr>
          <w:rStyle w:val="libAlaemChar"/>
          <w:rtl/>
        </w:rPr>
        <w:t>)</w:t>
      </w:r>
      <w:r>
        <w:rPr>
          <w:rtl/>
        </w:rPr>
        <w:t>.</w:t>
      </w:r>
    </w:p>
    <w:p w:rsidR="000E4D44" w:rsidRDefault="000E4D44" w:rsidP="000E4D44">
      <w:pPr>
        <w:pStyle w:val="libNormal"/>
      </w:pPr>
      <w:r>
        <w:rPr>
          <w:rtl/>
        </w:rPr>
        <w:t xml:space="preserve">وتدل هذه الآية الكريمة على أن الله كرم أولاد أبينا آدم </w:t>
      </w:r>
      <w:r w:rsidR="00ED7F18" w:rsidRPr="00ED7F18">
        <w:rPr>
          <w:rStyle w:val="libAlaemChar"/>
          <w:rtl/>
        </w:rPr>
        <w:t>عليه‌السلام</w:t>
      </w:r>
      <w:r>
        <w:rPr>
          <w:rtl/>
        </w:rPr>
        <w:t xml:space="preserve"> بحسن القوام والقدرة على النطق والكلام وتخير الاشياء اللازمة لهم، وأنه أعطاهم</w:t>
      </w:r>
    </w:p>
    <w:p w:rsidR="000E4D44" w:rsidRDefault="00ED7F18" w:rsidP="000E4D44">
      <w:pPr>
        <w:pStyle w:val="libNormal"/>
      </w:pPr>
      <w:r>
        <w:rPr>
          <w:rtl/>
        </w:rPr>
        <w:br w:type="page"/>
      </w:r>
    </w:p>
    <w:p w:rsidR="000E4D44" w:rsidRDefault="000E4D44" w:rsidP="00BC13C0">
      <w:pPr>
        <w:pStyle w:val="libNormal0"/>
      </w:pPr>
      <w:r>
        <w:rPr>
          <w:rtl/>
        </w:rPr>
        <w:lastRenderedPageBreak/>
        <w:t>الكرامة والعزة، وأنه هيأ الوسائل لحملهم في البر على الدواب وفي البحر على السفن ورزقهم من خير الطعام وفضلهم على كثير من المخلوقات بالعقل والتفكير تفضيلا عظيما.</w:t>
      </w:r>
    </w:p>
    <w:p w:rsidR="000E4D44" w:rsidRDefault="000E4D44" w:rsidP="000E4D44">
      <w:pPr>
        <w:pStyle w:val="libNormal"/>
      </w:pPr>
      <w:r>
        <w:rPr>
          <w:rtl/>
        </w:rPr>
        <w:t>والرأى العلمى السائد أن الانسان وحيد النشأة أى أن السلالة البشرية كلها انحدرت من أب واحد هو آدم ولكن هجرات ذريته القديمة واستقرارهم في بيئات طبيعية مختلفة جعلت كل جماعة تتشكل بحسب ظروف تلك البيئة، وكان من الممكن أن تلتزم كل جماعة بصفاتها ومميزاتها الجنسية ولكنها اختلطت بالزواج من الاجناس الاخرى فأخذ عامل الوراثة يعمل عمله في الصفات الجسمية لكل جنس فخلطها بعضها ببعض حتى لا يمكن أن نجد جنسا نقيا في أى دولة في الوقت الحاضر.</w:t>
      </w:r>
    </w:p>
    <w:p w:rsidR="000E4D44" w:rsidRDefault="000E4D44" w:rsidP="00BC13C0">
      <w:pPr>
        <w:pStyle w:val="Heading2Center"/>
      </w:pPr>
      <w:bookmarkStart w:id="24" w:name="_Toc488154370"/>
      <w:r>
        <w:rPr>
          <w:rtl/>
        </w:rPr>
        <w:t>الجسد والروح</w:t>
      </w:r>
      <w:bookmarkEnd w:id="24"/>
    </w:p>
    <w:p w:rsidR="000E4D44" w:rsidRDefault="000E4D44" w:rsidP="000E4D44">
      <w:pPr>
        <w:pStyle w:val="libNormal"/>
      </w:pPr>
      <w:r>
        <w:rPr>
          <w:rtl/>
        </w:rPr>
        <w:t>الانسان مكون من جسد وروح، أما الجسد فقد قام علم الطب بدراسته وتشريح جميع أجزائه وأعضائه وقد تبين له ما في خلق الانسان من معجزات وآيات تدعو إلى الايمان بقدرة الله وحكمته وإبداعه في خلق أجهزته الدقيقة التكوين، فسبحان الله الخالق البارئ المصور الذى له الاسماء الحسنى.</w:t>
      </w:r>
    </w:p>
    <w:p w:rsidR="000E4D44" w:rsidRDefault="000E4D44" w:rsidP="000E4D44">
      <w:pPr>
        <w:pStyle w:val="libNormal"/>
      </w:pPr>
      <w:r>
        <w:rPr>
          <w:rtl/>
        </w:rPr>
        <w:t>وقد جعل الله سبحانه وتعالى الانسان خليفته في أرضه، وكان أبوالبشر آدم أول خليفة له، وقد علمه الاسماء كلها وأمر الملائكة بالسجود له سجود تكريم وتعظيم لشأنه، فقد قال تعالى في سورة الحجر آية 28 وما بعدها:(وإذ قال ربك للملائكة إنى خالق بشرا من صلصال من حمأ مسنون، فإذا سويته ونفخت فيه من روحى فقعوا له ساجدين، فسجد الملائكة كلهم أجمعون، إلا أبليس أبى أن يكون</w:t>
      </w:r>
    </w:p>
    <w:p w:rsidR="000E4D44" w:rsidRDefault="00ED7F18" w:rsidP="000E4D44">
      <w:pPr>
        <w:pStyle w:val="libNormal"/>
      </w:pPr>
      <w:r>
        <w:rPr>
          <w:rtl/>
        </w:rPr>
        <w:br w:type="page"/>
      </w:r>
    </w:p>
    <w:p w:rsidR="000E4D44" w:rsidRDefault="000E4D44" w:rsidP="00BC13C0">
      <w:pPr>
        <w:pStyle w:val="libNormal0"/>
      </w:pPr>
      <w:r>
        <w:rPr>
          <w:rtl/>
        </w:rPr>
        <w:lastRenderedPageBreak/>
        <w:t>مع الساجدين، قال ياإبليس مالك ألا تكون مع الساجدين، قال لم أكن لاسجد لبشر خلقته من صلصال من حمأ مسنون، قال فاخرج منها فإنك رجيم وإن عليك اللعنة إلى يوم الدين).</w:t>
      </w:r>
    </w:p>
    <w:p w:rsidR="000E4D44" w:rsidRDefault="000E4D44" w:rsidP="000E4D44">
      <w:pPr>
        <w:pStyle w:val="libNormal"/>
      </w:pPr>
      <w:r>
        <w:rPr>
          <w:rtl/>
        </w:rPr>
        <w:t xml:space="preserve">وقد ذكرت الكتب المقدسة قصة آدم وما جرى من مخالفته لامر ربه وهبوطه إلى الارض، وهى قصة تدل بوضوح على أن الشجرة المحرمة ووسوسة الشيطان لآدم بالاكل منها ثم إبداء الندم وطلب المغفرة إنما كانت التجربة البشرية المستمرة التى قدرها الله لعباده في هذه الدنيا ما دامت السماوات والارض ليبتلى الخلق أيهم أحسن عملا، وكان القرآن أصدق الحديث عن قصة آدم </w:t>
      </w:r>
      <w:r w:rsidR="00ED7F18" w:rsidRPr="00ED7F18">
        <w:rPr>
          <w:rStyle w:val="libAlaemChar"/>
          <w:rtl/>
        </w:rPr>
        <w:t>عليه‌السلام</w:t>
      </w:r>
      <w:r>
        <w:rPr>
          <w:rtl/>
        </w:rPr>
        <w:t>.</w:t>
      </w:r>
    </w:p>
    <w:p w:rsidR="000E4D44" w:rsidRDefault="000E4D44" w:rsidP="00BC13C0">
      <w:pPr>
        <w:pStyle w:val="libNormal"/>
      </w:pPr>
      <w:r>
        <w:rPr>
          <w:rtl/>
        </w:rPr>
        <w:t>نظرة عابرة في عالم الانسان وصف بعض العلماء القدماء الانسان بأنه عالم أصغر انطوى فيه العالم الاكبر حسا ومعنى، وشبهوا جسده بأنه كالارض وعظامه كالجبال وجوفه كالبحر وأمعاؤه كالانهار وعروقه كالجداول وشعره كالنبات، وهذا تشبيه عادى لاظهار حالته الموافقة لصورة الارض، أما حالته المعنوية والنفسية والروحية فقد ورد في القرآن الكريم آيات كثيرة تصفها وصف العليم الخبير بكل أحوالها ظاهرها وخافيها، وقد أجمل المولى سبحانه وصف طبائع الانسان فقال تعالى في سورة الاحزاب آية - 72:</w:t>
      </w:r>
      <w:r w:rsidRPr="00BC13C0">
        <w:rPr>
          <w:rStyle w:val="libAlaemChar"/>
          <w:rtl/>
        </w:rPr>
        <w:t>(</w:t>
      </w:r>
      <w:r w:rsidR="00BC13C0" w:rsidRPr="00BC13C0">
        <w:rPr>
          <w:rStyle w:val="libAieChar"/>
          <w:rFonts w:hint="eastAsia"/>
          <w:rtl/>
        </w:rPr>
        <w:t>إِنَّا</w:t>
      </w:r>
      <w:r w:rsidR="00BC13C0" w:rsidRPr="00BC13C0">
        <w:rPr>
          <w:rStyle w:val="libAieChar"/>
          <w:rtl/>
        </w:rPr>
        <w:t xml:space="preserve"> عَرَضْنَا الْأَمَانَةَ عَلَى السَّمَاوَاتِ وَ الْأَرْضِ وَ الْجِبَالِ فَأَبَيْنَ أَنْ يَحْمِلْنَهَا وَ أَشْفَقْنَ مِنْهَا وَ حَمَلَهَا الْإِنْسَانُ إِنَّهُ کَانَ ظَلُوماً جَهُولاً</w:t>
      </w:r>
      <w:r w:rsidRPr="00BC13C0">
        <w:rPr>
          <w:rStyle w:val="libAlaemChar"/>
          <w:rtl/>
        </w:rPr>
        <w:t>)</w:t>
      </w:r>
      <w:r>
        <w:rPr>
          <w:rtl/>
        </w:rPr>
        <w:t xml:space="preserve"> وتدل هذه الآية الكريمة على أن التكاليف من الواجبات التى يفرضها الدين ويأمر بها الشرع أمر صعب التنفيذ يخافه ويخشاه أقوى الافوياء وتنوء بحمله الجبال على مكانتها وضخامتها إذا حاولت القيام به، ولكن الانسان على ضعفه وجهله غامر وحملها فظلم نفسه لانه حملها ما لا تطيق حمله.</w:t>
      </w:r>
    </w:p>
    <w:p w:rsidR="000E4D44" w:rsidRDefault="00ED7F18" w:rsidP="000E4D44">
      <w:pPr>
        <w:pStyle w:val="libNormal"/>
      </w:pPr>
      <w:r>
        <w:rPr>
          <w:rtl/>
        </w:rPr>
        <w:br w:type="page"/>
      </w:r>
    </w:p>
    <w:p w:rsidR="000E4D44" w:rsidRDefault="000E4D44" w:rsidP="009F69C9">
      <w:pPr>
        <w:pStyle w:val="libNormal"/>
      </w:pPr>
      <w:r>
        <w:rPr>
          <w:rtl/>
        </w:rPr>
        <w:lastRenderedPageBreak/>
        <w:t>وإليك طائفة من الآيات البينات في رسم صورة واضحة المعالم لطبائع هذا الانسان المعنوية في قوله تعالى:</w:t>
      </w:r>
      <w:r w:rsidRPr="0096451B">
        <w:rPr>
          <w:rStyle w:val="libAlaemChar"/>
          <w:rtl/>
        </w:rPr>
        <w:t>(</w:t>
      </w:r>
      <w:r w:rsidR="0096451B" w:rsidRPr="0096451B">
        <w:rPr>
          <w:rStyle w:val="libAieChar"/>
          <w:rtl/>
        </w:rPr>
        <w:t>إِنَّ الْإِنْسَانَ لَظَلُومٌ کَفَّارٌ</w:t>
      </w:r>
      <w:r w:rsidRPr="0096451B">
        <w:rPr>
          <w:rStyle w:val="libAlaemChar"/>
          <w:rtl/>
        </w:rPr>
        <w:t>)</w:t>
      </w:r>
      <w:r>
        <w:rPr>
          <w:rtl/>
        </w:rPr>
        <w:t xml:space="preserve"> سورة إبراهيم - 34</w:t>
      </w:r>
      <w:r w:rsidRPr="00B51CA9">
        <w:rPr>
          <w:rStyle w:val="libAlaemChar"/>
          <w:rtl/>
        </w:rPr>
        <w:t>(</w:t>
      </w:r>
      <w:r w:rsidR="00B51CA9" w:rsidRPr="00B51CA9">
        <w:rPr>
          <w:rStyle w:val="libAieChar"/>
          <w:rtl/>
        </w:rPr>
        <w:t>وَ کَانَ الْإِنْسَانُ أَکْثَرَ شَيْ‌ءٍ جَدَلاً</w:t>
      </w:r>
      <w:r w:rsidRPr="00B51CA9">
        <w:rPr>
          <w:rStyle w:val="libAlaemChar"/>
          <w:rtl/>
        </w:rPr>
        <w:t>)</w:t>
      </w:r>
      <w:r>
        <w:rPr>
          <w:rtl/>
        </w:rPr>
        <w:t xml:space="preserve"> سورة الكهف - 54</w:t>
      </w:r>
      <w:r w:rsidRPr="003C4C2F">
        <w:rPr>
          <w:rStyle w:val="libAlaemChar"/>
          <w:rtl/>
        </w:rPr>
        <w:t>(</w:t>
      </w:r>
      <w:r w:rsidR="003C4C2F" w:rsidRPr="003C4C2F">
        <w:rPr>
          <w:rStyle w:val="libAieChar"/>
          <w:rtl/>
        </w:rPr>
        <w:t>وَ کَانَ الْإِنْسَانُ عَجُولاً</w:t>
      </w:r>
      <w:r w:rsidRPr="003C4C2F">
        <w:rPr>
          <w:rStyle w:val="libAlaemChar"/>
          <w:rtl/>
        </w:rPr>
        <w:t>)</w:t>
      </w:r>
      <w:r>
        <w:rPr>
          <w:rtl/>
        </w:rPr>
        <w:t xml:space="preserve"> سورة الاسراء - 11</w:t>
      </w:r>
      <w:r w:rsidRPr="001472F0">
        <w:rPr>
          <w:rStyle w:val="libAlaemChar"/>
          <w:rtl/>
        </w:rPr>
        <w:t>(</w:t>
      </w:r>
      <w:r w:rsidR="001472F0" w:rsidRPr="001472F0">
        <w:rPr>
          <w:rStyle w:val="libAieChar"/>
          <w:rFonts w:hint="eastAsia"/>
          <w:rtl/>
        </w:rPr>
        <w:t>إِنَّ</w:t>
      </w:r>
      <w:r w:rsidR="001472F0" w:rsidRPr="001472F0">
        <w:rPr>
          <w:rStyle w:val="libAieChar"/>
          <w:rtl/>
        </w:rPr>
        <w:t xml:space="preserve"> الْإِنْسَانَ خُلِقَ هَلُوعاً</w:t>
      </w:r>
      <w:r w:rsidRPr="001472F0">
        <w:rPr>
          <w:rStyle w:val="libAlaemChar"/>
          <w:rtl/>
        </w:rPr>
        <w:t>)</w:t>
      </w:r>
      <w:r>
        <w:rPr>
          <w:rtl/>
        </w:rPr>
        <w:t xml:space="preserve"> سورة المعارج - 19</w:t>
      </w:r>
      <w:r w:rsidRPr="001472F0">
        <w:rPr>
          <w:rStyle w:val="libAlaemChar"/>
          <w:rtl/>
        </w:rPr>
        <w:t>(</w:t>
      </w:r>
      <w:r w:rsidR="001472F0" w:rsidRPr="001472F0">
        <w:rPr>
          <w:rStyle w:val="libAieChar"/>
          <w:rFonts w:hint="eastAsia"/>
          <w:rtl/>
        </w:rPr>
        <w:t>إِنَّ</w:t>
      </w:r>
      <w:r w:rsidR="001472F0" w:rsidRPr="001472F0">
        <w:rPr>
          <w:rStyle w:val="libAieChar"/>
          <w:rtl/>
        </w:rPr>
        <w:t xml:space="preserve"> الْإِنْسَانَ لِرَبِّهِ لَکَنُودٌ</w:t>
      </w:r>
      <w:r w:rsidRPr="001472F0">
        <w:rPr>
          <w:rStyle w:val="libAlaemChar"/>
          <w:rtl/>
        </w:rPr>
        <w:t>)</w:t>
      </w:r>
      <w:r>
        <w:rPr>
          <w:rtl/>
        </w:rPr>
        <w:t xml:space="preserve"> سورة العاديات - 6</w:t>
      </w:r>
      <w:r w:rsidRPr="00CF18A7">
        <w:rPr>
          <w:rStyle w:val="libAlaemChar"/>
          <w:rtl/>
        </w:rPr>
        <w:t>(</w:t>
      </w:r>
      <w:r w:rsidR="00CF18A7" w:rsidRPr="00CF18A7">
        <w:rPr>
          <w:rStyle w:val="libAieChar"/>
          <w:rFonts w:hint="eastAsia"/>
          <w:rtl/>
        </w:rPr>
        <w:t>إِنَّ</w:t>
      </w:r>
      <w:r w:rsidR="00CF18A7" w:rsidRPr="00CF18A7">
        <w:rPr>
          <w:rStyle w:val="libAieChar"/>
          <w:rtl/>
        </w:rPr>
        <w:t xml:space="preserve"> الْإِنْسَانَ لَفِي خُسْرٍ</w:t>
      </w:r>
      <w:r w:rsidRPr="00CF18A7">
        <w:rPr>
          <w:rStyle w:val="libAlaemChar"/>
          <w:rtl/>
        </w:rPr>
        <w:t>)</w:t>
      </w:r>
      <w:r>
        <w:rPr>
          <w:rtl/>
        </w:rPr>
        <w:t xml:space="preserve"> سورة العصر - 2</w:t>
      </w:r>
      <w:r w:rsidRPr="009F69C9">
        <w:rPr>
          <w:rStyle w:val="libAlaemChar"/>
          <w:rtl/>
        </w:rPr>
        <w:t>(</w:t>
      </w:r>
      <w:r w:rsidR="009F69C9" w:rsidRPr="009F69C9">
        <w:rPr>
          <w:rStyle w:val="libAieChar"/>
          <w:rFonts w:hint="eastAsia"/>
          <w:rtl/>
        </w:rPr>
        <w:t>قُتِلَ</w:t>
      </w:r>
      <w:r w:rsidR="009F69C9" w:rsidRPr="009F69C9">
        <w:rPr>
          <w:rStyle w:val="libAieChar"/>
          <w:rtl/>
        </w:rPr>
        <w:t xml:space="preserve"> الْإِنْسَانُ مَا أَکْفَرَهُ‌</w:t>
      </w:r>
      <w:r w:rsidRPr="009F69C9">
        <w:rPr>
          <w:rStyle w:val="libAlaemChar"/>
          <w:rtl/>
        </w:rPr>
        <w:t>)</w:t>
      </w:r>
      <w:r>
        <w:rPr>
          <w:rtl/>
        </w:rPr>
        <w:t xml:space="preserve"> سورة عبس - 17 وقال تعالى في سوره الاعراف آية 172:</w:t>
      </w:r>
      <w:r w:rsidRPr="009F69C9">
        <w:rPr>
          <w:rStyle w:val="libAlaemChar"/>
          <w:rtl/>
        </w:rPr>
        <w:t>(</w:t>
      </w:r>
      <w:r w:rsidR="009F69C9" w:rsidRPr="009F69C9">
        <w:rPr>
          <w:rStyle w:val="libAieChar"/>
          <w:rFonts w:hint="eastAsia"/>
          <w:rtl/>
        </w:rPr>
        <w:t>وَ</w:t>
      </w:r>
      <w:r w:rsidR="009F69C9" w:rsidRPr="009F69C9">
        <w:rPr>
          <w:rStyle w:val="libAieChar"/>
          <w:rtl/>
        </w:rPr>
        <w:t xml:space="preserve"> إِذْ أَخَذَ رَبُّکَ مِنْ بَنِي آدَمَ مِنْ ظُهُورِهِمْ ذُرِّيَّتَهُمْ وَ أَشْهَدَهُمْ عَلَى أَنْفُسِهِمْ أَ لَسْتُ بِرَبِّکُمْ قَالُوا بَلَى شَهِدْنَا أَنْ تَقُولُوا يَوْمَ الْقِيَامَةِ إِنَّا کُنَّا عَنْ هٰذَا غَافِلِينَ</w:t>
      </w:r>
      <w:r w:rsidRPr="009F69C9">
        <w:rPr>
          <w:rStyle w:val="libAlaemChar"/>
          <w:rtl/>
        </w:rPr>
        <w:t>)</w:t>
      </w:r>
      <w:r>
        <w:rPr>
          <w:rtl/>
        </w:rPr>
        <w:t>.</w:t>
      </w:r>
    </w:p>
    <w:p w:rsidR="000E4D44" w:rsidRDefault="000E4D44" w:rsidP="000E4D44">
      <w:pPr>
        <w:pStyle w:val="libNormal"/>
      </w:pPr>
      <w:r>
        <w:rPr>
          <w:rtl/>
        </w:rPr>
        <w:t>تفسير علماء الدين: إن الله سبحانه وتعالى قد أخذ أى أخرج من أبناء آدم أى من ظهورهم ذريتهم، وأنه سبحانه أشهدهم على أنفسهم - وهم في عالم الروح - حيث تشعر كل روح بذاتها ووجودها - أليس الله سبحانه وتعالى هو ربكم وخالقكم؟ فشهدوا جميعا - وقالوا: أنت ربنا وخالقنا، وإن هذا اعتراف منهم بالتوحيد حتى لا يقولوا يوم القيامة إنا كنا غافلين لا نعرف ذلك.</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في هذه الآية ما يشير إلى أن الذرية أصلها من الاصلاب، وقد عبر عنها القرآن بكلمة ظهورهم للدلالة على معنى علمى يقصد به التعريف بالجهاز التناسلى الذى هو أحد أجهزة جسم الانسان وبيان موقعه ووظيفته وهو أسفل الكليتين وينتهى بالخصيتين، وفى هذا دليل على أن الله القادر هو الذى أخرج من أصلاب بنى آدم ونسلهم وما يتوالدون قرنا بعد قرن ذرية تعرف الربوبية والتوحيد بطريق الدلائل الملموسة المحسوسة والبصائر المستنيرة.</w:t>
      </w:r>
    </w:p>
    <w:p w:rsidR="000E4D44" w:rsidRDefault="000E4D44" w:rsidP="00753250">
      <w:pPr>
        <w:pStyle w:val="libNormal"/>
      </w:pPr>
      <w:r>
        <w:rPr>
          <w:rtl/>
        </w:rPr>
        <w:t xml:space="preserve">قال تعالى في سورة المؤمنون آية - 12 - 14: </w:t>
      </w:r>
      <w:r w:rsidR="00753250" w:rsidRPr="00753250">
        <w:rPr>
          <w:rStyle w:val="libAieChar"/>
          <w:rFonts w:hint="eastAsia"/>
          <w:rtl/>
        </w:rPr>
        <w:t>وَ</w:t>
      </w:r>
      <w:r w:rsidR="00753250" w:rsidRPr="00753250">
        <w:rPr>
          <w:rStyle w:val="libAieChar"/>
          <w:rtl/>
        </w:rPr>
        <w:t xml:space="preserve"> لَقَدْ خَلَقْنَا الْإِنْسَانَ مِنْ سُلاَلَةٍ مِنْ طِينٍ‌</w:t>
      </w:r>
      <w:r w:rsidRPr="00753250">
        <w:rPr>
          <w:rStyle w:val="libAieChar"/>
          <w:rtl/>
        </w:rPr>
        <w:t xml:space="preserve">، </w:t>
      </w:r>
      <w:r w:rsidR="00753250" w:rsidRPr="00753250">
        <w:rPr>
          <w:rStyle w:val="libAieChar"/>
          <w:rFonts w:hint="eastAsia"/>
          <w:rtl/>
        </w:rPr>
        <w:t>ثُمَّ</w:t>
      </w:r>
      <w:r w:rsidR="00753250" w:rsidRPr="00753250">
        <w:rPr>
          <w:rStyle w:val="libAieChar"/>
          <w:rtl/>
        </w:rPr>
        <w:t xml:space="preserve"> جَعَلْنَاهُ نُطْفَةً فِي قَرَارٍ مَکِينٍ </w:t>
      </w:r>
      <w:r w:rsidRPr="00753250">
        <w:rPr>
          <w:rStyle w:val="libAieChar"/>
          <w:rtl/>
        </w:rPr>
        <w:t xml:space="preserve">، </w:t>
      </w:r>
      <w:r w:rsidR="00753250" w:rsidRPr="00753250">
        <w:rPr>
          <w:rStyle w:val="libAieChar"/>
          <w:rFonts w:hint="eastAsia"/>
          <w:rtl/>
        </w:rPr>
        <w:t>ثُمَّ</w:t>
      </w:r>
      <w:r w:rsidR="00753250" w:rsidRPr="00753250">
        <w:rPr>
          <w:rStyle w:val="libAieChar"/>
          <w:rtl/>
        </w:rPr>
        <w:t xml:space="preserve"> خَلَقْنَا النُّطْفَةَ عَلَقَةً فَخَلَقْنَا الْعَلَقَةَ مُضْغَةً فَخَلَقْنَا الْمُضْغَةَ عِظَاماً فَکَسَوْنَا الْعِظَامَ لَحْماً ثُمَّ أَنْشَأْنَاهُ خَلْقاً آخَرَ فَتَبَارَکَ اللَّهُ أَحْسَنُ الْخَالِقِينَ‌</w:t>
      </w:r>
      <w:r>
        <w:rPr>
          <w:rtl/>
        </w:rPr>
        <w:t>.</w:t>
      </w:r>
    </w:p>
    <w:p w:rsidR="000E4D44" w:rsidRDefault="000E4D44" w:rsidP="000E4D44">
      <w:pPr>
        <w:pStyle w:val="libNormal"/>
      </w:pPr>
      <w:r>
        <w:rPr>
          <w:rtl/>
        </w:rPr>
        <w:t>تفسير علماء الدين: لقد خلقنا الانسان من خلاصة الطين ثم خلقنا نسله فجعلناه نطفة - أى ماء فيه كل عناصر الحياة الاولى - تستقر في الرحم وهو مكان أمين حصين ثم صيرنا هذه النطفة بعد تلقيح البويضة والاخصاب دما - ثم صيرنا الدم بعد ذلك قطعة لحم، ثم صيرناها هيكلا عظميا، ثم كسونا العظام باللحم، ثم أتممنا خلقه فصار في النهاية بعد نفخ الروح فيه خلقا مغايرا لمبدأ تكوينه فتعالى شأن الله في عظمته وقدرته فهو لا يشبهه أحد في خلقه وتصويره في إبداعه.</w:t>
      </w:r>
    </w:p>
    <w:p w:rsidR="000E4D44" w:rsidRDefault="00ED7F18" w:rsidP="000E4D44">
      <w:pPr>
        <w:pStyle w:val="libNormal"/>
      </w:pPr>
      <w:r>
        <w:rPr>
          <w:rtl/>
        </w:rPr>
        <w:br w:type="page"/>
      </w:r>
    </w:p>
    <w:p w:rsidR="000E4D44" w:rsidRDefault="000E4D44" w:rsidP="001F43D0">
      <w:pPr>
        <w:pStyle w:val="libNormal"/>
      </w:pPr>
      <w:r>
        <w:rPr>
          <w:rtl/>
        </w:rPr>
        <w:lastRenderedPageBreak/>
        <w:t xml:space="preserve">النظرة العلمية: أشارت الآية الكريمة إلى أول طور من أطوار خلق الانسان هو طور خلق آدم أبى البشر من طين، والطين كما هو معلوم خليط من ماء وتراب، والتراب يتكون أصلا من عدة عناصر مختلفة والعناصر في الطبيعة يبلغ عددها نحو تسعين عنصرا، والطينة التى خلق منها آدم كانت خلاصة مستخرجه من هذه العناصر، وأشارت الآية بعد ذلك إلى العلقة والنطفة والمضغة وما تلا ذلك من تطورات في تكوين الجنين وقد أئبتت هذه التطورات التى ذكرها القرآن الصور الفوتوغرافية التى سجلتها آلات التصوير الدقيقة لها وهى تطابق ما جاء في القرآن عن تسلسلها حالة بعد حالة وشكلا بعد شكل في بطن الام، فهل كان محمد رسول الله </w:t>
      </w:r>
      <w:r w:rsidR="00ED7F18" w:rsidRPr="00ED7F18">
        <w:rPr>
          <w:rStyle w:val="libAlaemChar"/>
          <w:rtl/>
        </w:rPr>
        <w:t>صلى‌الله‌عليه‌وآله‌وسلم</w:t>
      </w:r>
      <w:r>
        <w:rPr>
          <w:rtl/>
        </w:rPr>
        <w:t xml:space="preserve"> على علم بكل هذه الحقائق الخفية عن العيون والتى لم يتوصل الانسان إلى معرفتها وكشف خفاياها إلا بعد مئات السنين، أليس هذا هو كلام الله الحق الذى أعجز الناس ببلاغته ثم بأصالته في المعرفة الدقيقة التى تحيط بكل شئ علما؟ وقال تعالى في سورة الانعام آية - 98:</w:t>
      </w:r>
      <w:r w:rsidRPr="001F43D0">
        <w:rPr>
          <w:rStyle w:val="libAlaemChar"/>
          <w:rtl/>
        </w:rPr>
        <w:t>(</w:t>
      </w:r>
      <w:r w:rsidR="001F43D0" w:rsidRPr="001F43D0">
        <w:rPr>
          <w:rStyle w:val="libAieChar"/>
          <w:rFonts w:hint="eastAsia"/>
          <w:rtl/>
        </w:rPr>
        <w:t>وَ</w:t>
      </w:r>
      <w:r w:rsidR="001F43D0" w:rsidRPr="001F43D0">
        <w:rPr>
          <w:rStyle w:val="libAieChar"/>
          <w:rtl/>
        </w:rPr>
        <w:t xml:space="preserve"> هُوَ الَّذِي أَنْشَأَکُمْ مِنْ نَفْسٍ وَاحِدَةٍ فَمُسْتَقَرٌّ وَ مُسْتَوْدَعٌ قَدْ فَصَّلْنَا الْآيَاتِ لِقَوْمٍ يَفْقَهُونَ</w:t>
      </w:r>
      <w:r w:rsidRPr="001F43D0">
        <w:rPr>
          <w:rStyle w:val="libAlaemChar"/>
          <w:rtl/>
        </w:rPr>
        <w:t>)</w:t>
      </w:r>
      <w:r>
        <w:rPr>
          <w:rtl/>
        </w:rPr>
        <w:t>.</w:t>
      </w:r>
    </w:p>
    <w:p w:rsidR="000E4D44" w:rsidRDefault="000E4D44" w:rsidP="000E4D44">
      <w:pPr>
        <w:pStyle w:val="libNormal"/>
      </w:pPr>
      <w:r>
        <w:rPr>
          <w:rtl/>
        </w:rPr>
        <w:t>تفسير علماء الدين: هو الله الذى أنشأكم من أصل واحد هو آدم أبوالبشر، وآدم من الارض فالارض هى مكان استقراركم مدة حياتكم ومستودع لكم بعد مماتكم قد بينا الآيات لقوم يدركون ويفهمون الاشياء على وجهها.</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يقول الله تعالى وهو أصدق القائلين أنه أنشأكم من نفس واحدة أى من خلية واحدة حية ذات حياة واحدة ونفس واحدة أى من العلقة التى هى البويضة الملحقة بالحيوان المنوى الذى يستقر في الرحم، وتكون البويضة مستودعا لكم، وعلم الاجنة يؤكد ذلك عن خبرة ومشاهدة للصور المأخوذة خلال جميع حالات الحمل.</w:t>
      </w:r>
    </w:p>
    <w:p w:rsidR="000E4D44" w:rsidRDefault="000E4D44" w:rsidP="001F43D0">
      <w:pPr>
        <w:pStyle w:val="libNormal"/>
      </w:pPr>
      <w:r>
        <w:rPr>
          <w:rtl/>
        </w:rPr>
        <w:t>وقال تعالى في سورة الزمر آية - 6:</w:t>
      </w:r>
      <w:r w:rsidRPr="001F43D0">
        <w:rPr>
          <w:rStyle w:val="libAlaemChar"/>
          <w:rtl/>
        </w:rPr>
        <w:t>(</w:t>
      </w:r>
      <w:r w:rsidR="001F43D0" w:rsidRPr="001F43D0">
        <w:rPr>
          <w:rStyle w:val="libAieChar"/>
          <w:rFonts w:hint="eastAsia"/>
          <w:rtl/>
        </w:rPr>
        <w:t>خَلَقَکُمْ</w:t>
      </w:r>
      <w:r w:rsidR="001F43D0" w:rsidRPr="001F43D0">
        <w:rPr>
          <w:rStyle w:val="libAieChar"/>
          <w:rtl/>
        </w:rPr>
        <w:t xml:space="preserve"> مِنْ نَفْسٍ وَاحِدَةٍ ثُمَّ جَعَلَ مِنْهَا زَوْجَهَا وَ أَنْزَلَ لَکُمْ مِنَ الْأَنْعَامِ ثَمَانِيَةَ أَزْوَاجٍ يَخْلُقُکُمْ فِي بُطُونِ أُمَّهَاتِکُمْ خَلْقاً مِنْ بَعْدِ خَلْقٍ فِي ظُلُمَاتٍ ثَلاَثٍ</w:t>
      </w:r>
      <w:r w:rsidRPr="001F43D0">
        <w:rPr>
          <w:rStyle w:val="libAlaemChar"/>
          <w:rtl/>
        </w:rPr>
        <w:t>)</w:t>
      </w:r>
      <w:r>
        <w:rPr>
          <w:rtl/>
        </w:rPr>
        <w:t>.</w:t>
      </w:r>
    </w:p>
    <w:p w:rsidR="000E4D44" w:rsidRDefault="000E4D44" w:rsidP="000E4D44">
      <w:pPr>
        <w:pStyle w:val="libNormal"/>
      </w:pPr>
      <w:r>
        <w:rPr>
          <w:rtl/>
        </w:rPr>
        <w:t>تفسير رجال الدين: الله سبحانه خلق الناس من نفس واحدة هو آدم أبوالبشر، وخلق من هذه النفس زوجه حواء وأنزل لمصالحكم ثمانية أنواع من الانعام ذكرا وأنثى وهى الابل والبقر والضأن والماعز، ويخلقكم في بطون أمهاتكم طورا بعد طور في ظلمات ثلاث هى ظلمة البطن والرحم والمشيمة.</w:t>
      </w:r>
    </w:p>
    <w:p w:rsidR="000E4D44" w:rsidRDefault="000E4D44" w:rsidP="000E4D44">
      <w:pPr>
        <w:pStyle w:val="libNormal"/>
      </w:pPr>
      <w:r>
        <w:rPr>
          <w:rtl/>
        </w:rPr>
        <w:t>النظرة العلمية: دلت الابحاث في علم الاجنة أنه وقت تكوين الجنين في أرحام الامهات تنشأ البويضة في أحد مبيضى المرأة حتى إذا اكتمل نضجها انطلقت منه فيتلقفها أحد بوقى فالوب وهو اسم العالم الذى اكتشف هذين البوقين ثم تمضى إلى الرحم وتبدأ مراحل التطور، وفى الرحم يمضى الجنين بقية مدة الحمل حتى يكون لنفسه</w:t>
      </w:r>
    </w:p>
    <w:p w:rsidR="000E4D44" w:rsidRDefault="00ED7F18" w:rsidP="000E4D44">
      <w:pPr>
        <w:pStyle w:val="libNormal"/>
      </w:pPr>
      <w:r>
        <w:rPr>
          <w:rtl/>
        </w:rPr>
        <w:br w:type="page"/>
      </w:r>
    </w:p>
    <w:p w:rsidR="000E4D44" w:rsidRDefault="000E4D44" w:rsidP="00BD141D">
      <w:pPr>
        <w:pStyle w:val="libNormal0"/>
      </w:pPr>
      <w:r>
        <w:rPr>
          <w:rtl/>
        </w:rPr>
        <w:lastRenderedPageBreak/>
        <w:t xml:space="preserve">الاغلفة الثلاث التى تحيط به، ويقرر العلم في تفسير الظلمات الثلاث أنها المبيض وقناة فالوب والرحم لانها تقع في مواضع متفرقة، أما تفسيرها بأنها البطن والرحم والمشيمة فهى تعتبر ظلمة واحدة لانها في مكان واحد، وهكذا نرى القرآن قد أومأ إلى هذه الحقائق في وقت لم يكن العلم قد عرفها، فهل لهؤلاء المكذبين للقرآن ورسالة سيد المرسلين محمد </w:t>
      </w:r>
      <w:r w:rsidR="00ED7F18" w:rsidRPr="00ED7F18">
        <w:rPr>
          <w:rStyle w:val="libAlaemChar"/>
          <w:rtl/>
        </w:rPr>
        <w:t>صلى‌الله‌عليه‌وآله‌وسلم</w:t>
      </w:r>
      <w:r>
        <w:rPr>
          <w:rtl/>
        </w:rPr>
        <w:t xml:space="preserve"> أن يراجعوا أنفسهم ويؤمنوا بالله الواحد الاحد منزل القرآن معجزة من لدنه ليكون للعالمين بشيرا ونذيرا.وقال تعالى في سورة التين آية - 4.</w:t>
      </w:r>
      <w:r w:rsidRPr="00BD141D">
        <w:rPr>
          <w:rStyle w:val="libAlaemChar"/>
          <w:rtl/>
        </w:rPr>
        <w:t>(</w:t>
      </w:r>
      <w:r w:rsidR="00BD141D" w:rsidRPr="00BD141D">
        <w:rPr>
          <w:rStyle w:val="libAieChar"/>
          <w:rFonts w:hint="eastAsia"/>
          <w:rtl/>
        </w:rPr>
        <w:t>لَقَدْ</w:t>
      </w:r>
      <w:r w:rsidR="00BD141D" w:rsidRPr="00BD141D">
        <w:rPr>
          <w:rStyle w:val="libAieChar"/>
          <w:rtl/>
        </w:rPr>
        <w:t xml:space="preserve"> خَلَقْنَا الْإِنْسَانَ فِي أَحْسَنِ تَقْوِيمٍ</w:t>
      </w:r>
      <w:r w:rsidRPr="00BD141D">
        <w:rPr>
          <w:rStyle w:val="libAlaemChar"/>
          <w:rtl/>
        </w:rPr>
        <w:t>)</w:t>
      </w:r>
      <w:r>
        <w:rPr>
          <w:rtl/>
        </w:rPr>
        <w:t>.</w:t>
      </w:r>
    </w:p>
    <w:p w:rsidR="000E4D44" w:rsidRDefault="000E4D44" w:rsidP="000E4D44">
      <w:pPr>
        <w:pStyle w:val="libNormal"/>
      </w:pPr>
      <w:r>
        <w:rPr>
          <w:rtl/>
        </w:rPr>
        <w:t>تفسير علماء الدين: لقد خلقنا جنسى الانسان مقوما في أحسن ما يكون من التعديل، متصفا بأجمل ما يكون من الصفات).</w:t>
      </w:r>
    </w:p>
    <w:p w:rsidR="000E4D44" w:rsidRDefault="000E4D44" w:rsidP="000E4D44">
      <w:pPr>
        <w:pStyle w:val="libNormal"/>
      </w:pPr>
      <w:r>
        <w:rPr>
          <w:rtl/>
        </w:rPr>
        <w:t>النظرة العلمية: إن تعبير القرآن الكريم بعبارة(في أحسن تقويم هو تعبير موجز أشد الايجاز، ولكنه ينطوى على معان جمة يعجز الانسان عن إيفائها حقها من البيان، لان الله الذى أتقن كل شئ خلقه قد أودع في الاجسام البشرية من عجائب الاسرار ما يدل على حكم بالغة، وأقرب شئ يدل على روعة خلق الانسان يبدو لاول وهلة في اعتدال قامته، وتناسب أطرافه ومرونة حركته واتزانها ووضع الرأس في مكانها المحكم لكى يكون لها السيطرة التامة من مركزها وهو المخ على جميع حركات الجسم وتصرفاته من خلال شبكة الاعصاب المنتشرة في جميع أجزائه، ثم إننا لو شرحنا أى جهاز من أجهزة الجسم لبدت لنا عجائب ودقائق</w:t>
      </w:r>
    </w:p>
    <w:p w:rsidR="000E4D44" w:rsidRDefault="00ED7F18" w:rsidP="000E4D44">
      <w:pPr>
        <w:pStyle w:val="libNormal"/>
      </w:pPr>
      <w:r>
        <w:rPr>
          <w:rtl/>
        </w:rPr>
        <w:br w:type="page"/>
      </w:r>
    </w:p>
    <w:p w:rsidR="000E4D44" w:rsidRDefault="000E4D44" w:rsidP="006312C3">
      <w:pPr>
        <w:pStyle w:val="libNormal0"/>
      </w:pPr>
      <w:r>
        <w:rPr>
          <w:rtl/>
        </w:rPr>
        <w:lastRenderedPageBreak/>
        <w:t>لا يسع العقل إلا أن يقف أمامها خاضعا خاشعا لجلال الله الحكيم الخبير وهذا هو منتهى التقويم الذى يتمثل فيه كل الاعتدال والاستواء.</w:t>
      </w:r>
    </w:p>
    <w:p w:rsidR="000E4D44" w:rsidRDefault="000E4D44" w:rsidP="006312C3">
      <w:pPr>
        <w:pStyle w:val="libNormal"/>
      </w:pPr>
      <w:r>
        <w:rPr>
          <w:rtl/>
        </w:rPr>
        <w:t>وقال تعالى في سورة الانبياء آية - 4:</w:t>
      </w:r>
      <w:r w:rsidRPr="006312C3">
        <w:rPr>
          <w:rStyle w:val="libAlaemChar"/>
          <w:rtl/>
        </w:rPr>
        <w:t>(</w:t>
      </w:r>
      <w:r w:rsidR="006312C3" w:rsidRPr="006312C3">
        <w:rPr>
          <w:rStyle w:val="libAieChar"/>
          <w:rFonts w:hint="eastAsia"/>
          <w:rtl/>
        </w:rPr>
        <w:t>قَالَ</w:t>
      </w:r>
      <w:r w:rsidR="006312C3" w:rsidRPr="006312C3">
        <w:rPr>
          <w:rStyle w:val="libAieChar"/>
          <w:rtl/>
        </w:rPr>
        <w:t xml:space="preserve"> رَبِّي يَعْلَمُ الْقَوْلَ فِي السَّمَاءِ وَ الْأَرْضِ وَ هُوَ السَّمِيعُ الْعَلِيمُ</w:t>
      </w:r>
      <w:r w:rsidRPr="006312C3">
        <w:rPr>
          <w:rStyle w:val="libAlaemChar"/>
          <w:rtl/>
        </w:rPr>
        <w:t>)</w:t>
      </w:r>
      <w:r>
        <w:rPr>
          <w:rtl/>
        </w:rPr>
        <w:t>.</w:t>
      </w:r>
    </w:p>
    <w:p w:rsidR="000E4D44" w:rsidRDefault="000E4D44" w:rsidP="000E4D44">
      <w:pPr>
        <w:pStyle w:val="libNormal"/>
      </w:pPr>
      <w:r>
        <w:rPr>
          <w:rtl/>
        </w:rPr>
        <w:t>تفسير علماء الدين: قال الرسول لهم وقد أطلعه الله على حديثهم الذى أسروه: ربى يعلم كل ما يقال في السماء والارض، وهو الذى يسمع كل ما يسمع، ويعلم كل ما يقع في ملكه.</w:t>
      </w:r>
    </w:p>
    <w:p w:rsidR="000E4D44" w:rsidRDefault="000E4D44" w:rsidP="000E4D44">
      <w:pPr>
        <w:pStyle w:val="libNormal"/>
      </w:pPr>
      <w:r>
        <w:rPr>
          <w:rtl/>
        </w:rPr>
        <w:t>النظرة العلمية: يرى العلم أن الآية تشير في صراحة واضحة وبساطة لفظية جلية إلى أن في السماوات والارض أقوالا تقال أى أن بها مخلوقات تتكلم بأى صورة من صور التفاهم لفظا أو رمزا أو إشارة بين سائر الكائنات الحية ما يعقل منها وما لا يعقل كالحشرات، وهذا يقودنا إلى قوله تعالى في سورة النمل:(قالت نملة يا أيها النمل أدخلوا مساكنكم لا يحطمنكم سليمان وجنوده) ويدل ذلك على أن النمل يعيش في جماعات أى أن له مجتمعا له خصائصه من اليقظة والحذر وطرق التفاهم فيما بينها لكى تنظم أعمالها الباهرة في حياتها القائمة بالالهام الآلهى على منتهى النظام والاحكام، ويتم لها ذلك بطريق من طرق التفاهم بإشارات وحركات وأصوات خاصة لها دلالاتها فيما بينها كما للكلام دلالاته بين بنى الانسان.</w:t>
      </w:r>
    </w:p>
    <w:p w:rsidR="000E4D44" w:rsidRDefault="00ED7F18" w:rsidP="000E4D44">
      <w:pPr>
        <w:pStyle w:val="libNormal"/>
      </w:pPr>
      <w:r>
        <w:rPr>
          <w:rtl/>
        </w:rPr>
        <w:br w:type="page"/>
      </w:r>
    </w:p>
    <w:p w:rsidR="000E4D44" w:rsidRDefault="000E4D44" w:rsidP="006312C3">
      <w:pPr>
        <w:pStyle w:val="libNormal"/>
      </w:pPr>
      <w:r>
        <w:rPr>
          <w:rtl/>
        </w:rPr>
        <w:lastRenderedPageBreak/>
        <w:t>وقال تعالى في سورة الحج آية - 5:</w:t>
      </w:r>
      <w:r w:rsidRPr="006312C3">
        <w:rPr>
          <w:rStyle w:val="libAlaemChar"/>
          <w:rtl/>
        </w:rPr>
        <w:t>(</w:t>
      </w:r>
      <w:r w:rsidR="006312C3" w:rsidRPr="006312C3">
        <w:rPr>
          <w:rStyle w:val="libAieChar"/>
          <w:rFonts w:hint="eastAsia"/>
          <w:rtl/>
        </w:rPr>
        <w:t>يَا</w:t>
      </w:r>
      <w:r w:rsidR="006312C3" w:rsidRPr="006312C3">
        <w:rPr>
          <w:rStyle w:val="libAieChar"/>
          <w:rtl/>
        </w:rPr>
        <w:t xml:space="preserve"> أَيُّهَا النَّاسُ إِنْ کُنْتُمْ فِي رَيْبٍ مِنَ الْبَعْثِ فَإِنَّا خَلَقْنَاکُمْ مِنْ تُرَابٍ ثُمَّ مِنْ نُطْفَةٍ ثُمَّ مِنْ عَلَقَةٍ ثُمَّ مِنْ مُضْغَةٍ مُخَلَّقَةٍ وَ غَيْرِ مُخَلَّقَةٍ لِنُبَيِّنَ لَکُمْ وَ نُقِرُّ فِي الْأَرْحَامِ مَا نَشَاءُ إِلَى أَجَلٍ مُسَمًّى ثُمَّ نُخْرِجُکُمْ طِفْلاً ثُمَّ لِتَبْلُغُوا أَشُدَّکُمْ وَ مِنْکُمْ مَنْ يُتَوَفَّى وَ مِنْکُمْ مَنْ يُرَدُّ إِلَى أَرْذَلِ الْعُمُرِ لِکَيْلاَ يَعْلَمَ مِنْ بَعْدِ عِلْمٍ شَيْئاً</w:t>
      </w:r>
      <w:r w:rsidRPr="006312C3">
        <w:rPr>
          <w:rStyle w:val="libAlaemChar"/>
          <w:rtl/>
        </w:rPr>
        <w:t>)</w:t>
      </w:r>
      <w:r>
        <w:rPr>
          <w:rtl/>
        </w:rPr>
        <w:t>.</w:t>
      </w:r>
    </w:p>
    <w:p w:rsidR="000E4D44" w:rsidRDefault="000E4D44" w:rsidP="000E4D44">
      <w:pPr>
        <w:pStyle w:val="libNormal"/>
      </w:pPr>
      <w:r>
        <w:rPr>
          <w:rtl/>
        </w:rPr>
        <w:t>تفسير علماء الدين: يا أيها الناس إن كنتم في شك من بعثنا لكم بعد الموت ففى خلقكم الدليل على قدرتنا على البعث، فقد خلقنا أصلكم من تراب، ثم جعلنا منه نطفة حولناها بعد مدة إلى قطعة دم متجمدة ثم جعلناها قطعة من اللحم مصورة فيها معالم الانسان أو غير مصورة لنبين لكم قدرتنا على الابداع والتدرج في التكوين والتغيير من حال إلى حال، ونسقط من الارحام من نشاء، ونقر فيها ما نشاء حتى تكمل مدة الحمل ثم نخرجكم من بطون أمهاتكم أطفالا.</w:t>
      </w:r>
    </w:p>
    <w:p w:rsidR="000E4D44" w:rsidRDefault="000E4D44" w:rsidP="000E4D44">
      <w:pPr>
        <w:pStyle w:val="libNormal"/>
      </w:pPr>
      <w:r>
        <w:rPr>
          <w:rtl/>
        </w:rPr>
        <w:t>النظرة العلمية: تناول علم الاجنة أطوار خلق الجنين ويقرر في ذلك الشأن أن العلق ليس بدم جامد وإنما هو مجموعة من الخلايا نشأت بطريقة الانقسام عن البويضة الملقحة التى تمثل الخلية الانسانية الاولى، وهى لا تحتوى على خلايا دموية على الاطلاق بل إن هذه الخلايا الدموية لا تتكون طلائعها إلا حول اليوم الثامن عشر من حياة الجنين، ثم يأتى بعد ذلك دور المضغة التى تأخذ في التخلق والتشكل ويستمر هذا التطور حتى اليوم الستين من عمر الجنين حيث تظهر الملامح الانسانية مخلقة في جسم الجنين، وقد يحدث شذوذ في نمو الجنين كأن يغوص كيانه في غير المكان الطبيعى من جدار الرحم فلا يتخلق ويموت وهذه هى حالة السقط، ورغم ما وصل</w:t>
      </w:r>
    </w:p>
    <w:p w:rsidR="000E4D44" w:rsidRDefault="00ED7F18" w:rsidP="000E4D44">
      <w:pPr>
        <w:pStyle w:val="libNormal"/>
      </w:pPr>
      <w:r>
        <w:rPr>
          <w:rtl/>
        </w:rPr>
        <w:br w:type="page"/>
      </w:r>
    </w:p>
    <w:p w:rsidR="000E4D44" w:rsidRDefault="000E4D44" w:rsidP="00FA43BC">
      <w:pPr>
        <w:pStyle w:val="libNormal0"/>
      </w:pPr>
      <w:r>
        <w:rPr>
          <w:rtl/>
        </w:rPr>
        <w:lastRenderedPageBreak/>
        <w:t>إليه العلم في عصرنا من تقدم مذهل في البحث لايزال تخلق الاجنة أمرا محيرا للعلماء لا يستطيعون تفسيره أو تعليله ولا يدرون كيف تميزت الخلية الانسانية وتحولت إلى الاعصاب والعظام والعضلات وأجهزة السمع والبصر وغيرها، إن هذا هو سر الله الكامن في قدرته وإبداعه لانه على كل شى قدير، ولا يحيط أحد بشئ من علمه، سبحانه لا تدركه الابصار وهو يدرك الابصار وهو اللطيف الخبير.</w:t>
      </w:r>
    </w:p>
    <w:p w:rsidR="000E4D44" w:rsidRDefault="000E4D44" w:rsidP="00FA43BC">
      <w:pPr>
        <w:pStyle w:val="Heading2Center"/>
      </w:pPr>
      <w:bookmarkStart w:id="25" w:name="_Toc488154371"/>
      <w:r>
        <w:rPr>
          <w:rtl/>
        </w:rPr>
        <w:t>علم الاجنة</w:t>
      </w:r>
      <w:bookmarkEnd w:id="25"/>
    </w:p>
    <w:p w:rsidR="000E4D44" w:rsidRDefault="000E4D44" w:rsidP="000E4D44">
      <w:pPr>
        <w:pStyle w:val="libNormal"/>
      </w:pPr>
      <w:r>
        <w:rPr>
          <w:rtl/>
        </w:rPr>
        <w:t>ظهر من دراسات الاجنة لكثير من الانسان والحيوان أن الجنين أثناء نموه يعيد تاريخه التطورى الذى يقول إن كل حيوان أثناء المراحل المتعاقبة لنموه إنما يعرج في سلم التطور الذى سلكه أجداده من قبل أثناء الازمنة الجيولوجية السحيقة.</w:t>
      </w:r>
    </w:p>
    <w:p w:rsidR="000E4D44" w:rsidRDefault="000E4D44" w:rsidP="000E4D44">
      <w:pPr>
        <w:pStyle w:val="libNormal"/>
      </w:pPr>
      <w:r>
        <w:rPr>
          <w:rtl/>
        </w:rPr>
        <w:t>ولنأخذ جنين الانسان مثلا لنلاحظ التغيرات التى يمر بها حتى يولد طفلا مكتمل النمو، فهو أول أطواره يكون خلية مفردة تنتج من تزاوج خلية الذكر بخلية الانثى، ثم هو ينقسم وينقسم - شأن الحيوانات الدنيا - ويتزايد في الحجم حتى يصير شيئا يشبه العلقة بداخلها تجويف لقناة الطعام، ثم يأخذ في التصلب فوق هذه القناة هيكل غضروفى ممتد، وفى هذه الفترة يتكون للجنين أربعة أزواج من الفتحات خلف منطقة الاذن تذكرنا بخياشيم التنفس في الاسماك، ويصير الجنين كله أشبه بالسمكة في تلك الفترة، ثم هو ينمو ويتصلب عموده الفقرى، ويقوى شيئا فشيئا، وفى الاسبوع السابع عندما تستبين الاطراف نجد له ذيلا مكونا من خمس أو ست فقرات يجاوز طول الساقين، ثم يبدأ هذا الذيل</w:t>
      </w:r>
    </w:p>
    <w:p w:rsidR="000E4D44" w:rsidRDefault="00ED7F18" w:rsidP="000E4D44">
      <w:pPr>
        <w:pStyle w:val="libNormal"/>
      </w:pPr>
      <w:r>
        <w:rPr>
          <w:rtl/>
        </w:rPr>
        <w:br w:type="page"/>
      </w:r>
    </w:p>
    <w:p w:rsidR="000E4D44" w:rsidRDefault="000E4D44" w:rsidP="00FA43BC">
      <w:pPr>
        <w:pStyle w:val="libNormal0"/>
      </w:pPr>
      <w:r>
        <w:rPr>
          <w:rtl/>
        </w:rPr>
        <w:lastRenderedPageBreak/>
        <w:t>في القصر والانكماش شيئا فشيئا حتى يصير عند الولادة عصعصة تختفى تحت الجلد في مكان العجز، وفى الاشهر الاخيرة يكون جسم الجنين كله مكسوا بالشعر الذى يبدأ في الزوال قبل الولادة، وهذه هى المراحل التى يمر بها جنين الانسان وهو في ظلام الرحم من أمه يعيد فيها باختصار كل الخطوات التطورية الكبرى التى مر بها أجداده وأسلافه خلال ليل التاريخ الجيولوجى الطويل، ومن أنصع الادلة على هذه التطورات ما ورد في علوم الحفريات من تتبع أطوار النمو في الحيوانات من طبقة إلى طبقة في الصخور، وقد أثبتت الصور الفوتوغرافية الدقيقة التى أخذت للجنين هذه الحالات في بطن أمه يوما بعد يوم بشكل ظاهر للعيان.</w:t>
      </w:r>
    </w:p>
    <w:p w:rsidR="000E4D44" w:rsidRDefault="000E4D44" w:rsidP="00FA43BC">
      <w:pPr>
        <w:pStyle w:val="libNormal"/>
      </w:pPr>
      <w:r>
        <w:rPr>
          <w:rtl/>
        </w:rPr>
        <w:t>قال الله تعالى في سورة النحل آية - 78:</w:t>
      </w:r>
      <w:r w:rsidRPr="00FA43BC">
        <w:rPr>
          <w:rStyle w:val="libAlaemChar"/>
          <w:rtl/>
        </w:rPr>
        <w:t>(</w:t>
      </w:r>
      <w:r w:rsidR="00FA43BC" w:rsidRPr="00FA43BC">
        <w:rPr>
          <w:rStyle w:val="libAieChar"/>
          <w:rFonts w:hint="eastAsia"/>
          <w:rtl/>
        </w:rPr>
        <w:t>وَ</w:t>
      </w:r>
      <w:r w:rsidR="00FA43BC" w:rsidRPr="00FA43BC">
        <w:rPr>
          <w:rStyle w:val="libAieChar"/>
          <w:rtl/>
        </w:rPr>
        <w:t xml:space="preserve"> اللَّهُ أَخْرَجَکُمْ مِنْ بُطُونِ أُمَّهَاتِکُمْ لاَ تَعْلَمُونَ شَيْئاً وَ جَعَلَ لَکُمُ السَّمْعَ وَ الْأَبْصَارَ وَ الْأَفْئِدَةَ لَعَلَّکُمْ تَشْکُرُونَ</w:t>
      </w:r>
      <w:r w:rsidRPr="00FA43BC">
        <w:rPr>
          <w:rStyle w:val="libAlaemChar"/>
          <w:rtl/>
        </w:rPr>
        <w:t>)</w:t>
      </w:r>
      <w:r>
        <w:rPr>
          <w:rtl/>
        </w:rPr>
        <w:t>.</w:t>
      </w:r>
    </w:p>
    <w:p w:rsidR="000E4D44" w:rsidRDefault="000E4D44" w:rsidP="000E4D44">
      <w:pPr>
        <w:pStyle w:val="libNormal"/>
      </w:pPr>
      <w:r>
        <w:rPr>
          <w:rtl/>
        </w:rPr>
        <w:t>تفسير علماء الدين: والله أخرجكم من بطون أمهاتكم لا تدركون شيئا مما يحيط بكم وجعل لكم السمع والابصار والافئدة وسائل للعلم والادراك لتؤمنوا به عن طريق العلم وتشكروه على ما تفضل به عليكم.</w:t>
      </w:r>
    </w:p>
    <w:p w:rsidR="000E4D44" w:rsidRDefault="000E4D44" w:rsidP="000E4D44">
      <w:pPr>
        <w:pStyle w:val="libNormal"/>
      </w:pPr>
      <w:r>
        <w:rPr>
          <w:rtl/>
        </w:rPr>
        <w:t>النظرة العلمية: يؤكد لنا العلم بدلائله الكثيرة أن حاسة السمع تسبق حاسة البصر في أداء وظيفتها، ولم يكن أحد يعلم ذلك وقت نزول القرآن، وقد ورد تقديم السمع على البصر في أكثر من سبعة عشر موضعا منها قوله تعالى:</w:t>
      </w:r>
    </w:p>
    <w:p w:rsidR="000E4D44" w:rsidRDefault="00ED7F18" w:rsidP="000E4D44">
      <w:pPr>
        <w:pStyle w:val="libNormal"/>
      </w:pPr>
      <w:r>
        <w:rPr>
          <w:rtl/>
        </w:rPr>
        <w:br w:type="page"/>
      </w:r>
    </w:p>
    <w:p w:rsidR="000E4D44" w:rsidRDefault="000E4D44" w:rsidP="00EB38B0">
      <w:pPr>
        <w:pStyle w:val="libNormal0"/>
      </w:pPr>
      <w:r w:rsidRPr="00F346EA">
        <w:rPr>
          <w:rStyle w:val="libAlaemChar"/>
          <w:rtl/>
        </w:rPr>
        <w:lastRenderedPageBreak/>
        <w:t>(</w:t>
      </w:r>
      <w:r w:rsidR="00647387" w:rsidRPr="00F346EA">
        <w:rPr>
          <w:rStyle w:val="libAieChar"/>
          <w:rtl/>
        </w:rPr>
        <w:t>وَ جَعَلْنَا لَهُمْ سَمْعاً وَ أَبْصَاراً وَ أَفْئِدَةً</w:t>
      </w:r>
      <w:r w:rsidRPr="00F346EA">
        <w:rPr>
          <w:rStyle w:val="libAlaemChar"/>
          <w:rtl/>
        </w:rPr>
        <w:t>)</w:t>
      </w:r>
      <w:r>
        <w:rPr>
          <w:rtl/>
        </w:rPr>
        <w:t>(الاحقاف آية 26)</w:t>
      </w:r>
      <w:r w:rsidRPr="00EB38B0">
        <w:rPr>
          <w:rStyle w:val="libAlaemChar"/>
          <w:rtl/>
        </w:rPr>
        <w:t>(</w:t>
      </w:r>
      <w:r w:rsidR="00EB38B0" w:rsidRPr="00EB38B0">
        <w:rPr>
          <w:rStyle w:val="libAieChar"/>
          <w:rFonts w:hint="eastAsia"/>
          <w:rtl/>
        </w:rPr>
        <w:t>حَتَّى</w:t>
      </w:r>
      <w:r w:rsidR="00EB38B0" w:rsidRPr="00EB38B0">
        <w:rPr>
          <w:rStyle w:val="libAieChar"/>
          <w:rtl/>
        </w:rPr>
        <w:t xml:space="preserve"> إِذَا مَا جَاءُوهَا شَهِدَ عَلَيْهِمْ سَمْعُهُمْ وَ أَبْصَارُهُمْ</w:t>
      </w:r>
      <w:r w:rsidRPr="00EB38B0">
        <w:rPr>
          <w:rStyle w:val="libAlaemChar"/>
          <w:rtl/>
        </w:rPr>
        <w:t>)</w:t>
      </w:r>
      <w:r>
        <w:rPr>
          <w:rtl/>
        </w:rPr>
        <w:t>(فصلت آية20)</w:t>
      </w:r>
      <w:r w:rsidRPr="00EB38B0">
        <w:rPr>
          <w:rStyle w:val="libAlaemChar"/>
          <w:rtl/>
        </w:rPr>
        <w:t>(</w:t>
      </w:r>
      <w:r w:rsidR="00EB38B0" w:rsidRPr="00EB38B0">
        <w:rPr>
          <w:rStyle w:val="libAieChar"/>
          <w:rtl/>
        </w:rPr>
        <w:t>إِنَّ السَّمْعَ وَ الْبَصَرَ وَ الْفُؤَادَ کُلُّ أُولٰئِکَ کَانَ عَنْهُ مَسْئُولاً</w:t>
      </w:r>
      <w:r w:rsidRPr="00EB38B0">
        <w:rPr>
          <w:rStyle w:val="libAlaemChar"/>
          <w:rtl/>
        </w:rPr>
        <w:t>)</w:t>
      </w:r>
      <w:r>
        <w:rPr>
          <w:rtl/>
        </w:rPr>
        <w:t>(الاسراء 36) ويقرر العلم أن حاسة السمع تبدأ مبكرة في أداء عملها في الاسابيع القليلة الاولى بعد ولادة الطفل، أما البصر فيبدأ عمله في الشهر الثالث ولا يتم تركيز الابصار إلا بعد الشهر السادس، ودليل ذلك أن أذن الطفل تؤدى وظيفتها عقب ولادته لانه إذا سمع صوتا شعر به وأحسه فورا وصدر عنه ما يدل على التأثر به، أما عين الطفل فإنها لا تؤدى وظيفتها إلا بعد فترة من ولادته، ودليل ذلك أنك إذا مددت يدك قريبا منها لا ترمش ولا تتحرك.</w:t>
      </w:r>
    </w:p>
    <w:p w:rsidR="000E4D44" w:rsidRDefault="000E4D44" w:rsidP="000E4D44">
      <w:pPr>
        <w:pStyle w:val="libNormal"/>
      </w:pPr>
      <w:r>
        <w:rPr>
          <w:rtl/>
        </w:rPr>
        <w:t>ومن روعة الاعجاز العلمى في هذه الآية الكريمة أن الله سبحانه يذكر الفؤاد بعد السمع والبصر لمعنى علمى دقيق أيضا وهو أن اكتساب العلم يحصل بعد الانتقال من مرحلة الادراك الحسى بالسمع والبصر إلى مرحلة الادراك العقلى، وهذه هى طريقة تعلم المعارف والخبرات وكلها تجيئ بحسب الترتيب الذى ذكره القرآن وهو الادراك الحسى أولا ثم الادراك العقلى، ودليل ذلك وأضح في أن الطفل يولد لا يعلم شيئا ثم تتوالى عليه المدركات الحسية وتتكاثر عن طريق السمع ثم اليصر فإذا ما صارت مجموعة المدركات الحسية كافية يأتى دور الفؤاد ليعقل ويعى ما أدركه الطفل منها بحواسه.</w:t>
      </w:r>
    </w:p>
    <w:p w:rsidR="000E4D44" w:rsidRDefault="000E4D44" w:rsidP="000E4D44">
      <w:pPr>
        <w:pStyle w:val="libNormal"/>
      </w:pPr>
      <w:r>
        <w:rPr>
          <w:rtl/>
        </w:rPr>
        <w:t>وهناك حقيقة أخرى في تقديم السمع على البصر وهو أن القرآن يذكر السمع مفردا ويذكر الابصار بصيغة الجمع وفى ذلك سر من أسرار الاعجاز أيضا لان استقبال الاذن للمسموع لا خيار للانسان فيه حيث لا حجاب يحجب وصول</w:t>
      </w:r>
    </w:p>
    <w:p w:rsidR="000E4D44" w:rsidRDefault="00ED7F18" w:rsidP="000E4D44">
      <w:pPr>
        <w:pStyle w:val="libNormal"/>
      </w:pPr>
      <w:r>
        <w:rPr>
          <w:rtl/>
        </w:rPr>
        <w:br w:type="page"/>
      </w:r>
    </w:p>
    <w:p w:rsidR="000E4D44" w:rsidRDefault="000E4D44" w:rsidP="00F512C1">
      <w:pPr>
        <w:pStyle w:val="libNormal0"/>
      </w:pPr>
      <w:r>
        <w:rPr>
          <w:rtl/>
        </w:rPr>
        <w:lastRenderedPageBreak/>
        <w:t>الصوت إلى طبلة الاذن، أما العين فللانسان الخيار في أن يرى أو لا يرى ولها جفون تساعد على ذلك.</w:t>
      </w:r>
    </w:p>
    <w:p w:rsidR="000E4D44" w:rsidRDefault="000E4D44" w:rsidP="00F512C1">
      <w:pPr>
        <w:pStyle w:val="libNormal"/>
      </w:pPr>
      <w:r>
        <w:rPr>
          <w:rtl/>
        </w:rPr>
        <w:t>وقال تعالى في سورة القيامة آية - 3، 4:</w:t>
      </w:r>
      <w:r w:rsidRPr="00F512C1">
        <w:rPr>
          <w:rStyle w:val="libAlaemChar"/>
          <w:rtl/>
        </w:rPr>
        <w:t>(</w:t>
      </w:r>
      <w:r w:rsidR="00F512C1" w:rsidRPr="00F512C1">
        <w:rPr>
          <w:rStyle w:val="libAieChar"/>
          <w:rFonts w:hint="eastAsia"/>
          <w:rtl/>
        </w:rPr>
        <w:t>أَ</w:t>
      </w:r>
      <w:r w:rsidR="00F512C1" w:rsidRPr="00F512C1">
        <w:rPr>
          <w:rStyle w:val="libAieChar"/>
          <w:rtl/>
        </w:rPr>
        <w:t xml:space="preserve"> يَحْسَبُ الْإِنْسَانُ أَلَّنْ نَجْمَعَ عِظَامَهُ </w:t>
      </w:r>
      <w:r w:rsidRPr="00F512C1">
        <w:rPr>
          <w:rStyle w:val="libAieChar"/>
          <w:rtl/>
        </w:rPr>
        <w:t xml:space="preserve">، </w:t>
      </w:r>
      <w:r w:rsidR="00F512C1" w:rsidRPr="00F512C1">
        <w:rPr>
          <w:rStyle w:val="libAieChar"/>
          <w:rFonts w:hint="eastAsia"/>
          <w:rtl/>
        </w:rPr>
        <w:t>بَلَى</w:t>
      </w:r>
      <w:r w:rsidR="00F512C1" w:rsidRPr="00F512C1">
        <w:rPr>
          <w:rStyle w:val="libAieChar"/>
          <w:rtl/>
        </w:rPr>
        <w:t xml:space="preserve"> قَادِرِينَ عَلَى أَنْ نُسَوِّيَ بَنَانَهُ</w:t>
      </w:r>
      <w:r w:rsidRPr="00F512C1">
        <w:rPr>
          <w:rStyle w:val="libAlaemChar"/>
          <w:rtl/>
        </w:rPr>
        <w:t>)</w:t>
      </w:r>
      <w:r>
        <w:rPr>
          <w:rtl/>
        </w:rPr>
        <w:t>.</w:t>
      </w:r>
    </w:p>
    <w:p w:rsidR="000E4D44" w:rsidRDefault="000E4D44" w:rsidP="000E4D44">
      <w:pPr>
        <w:pStyle w:val="libNormal"/>
      </w:pPr>
      <w:r>
        <w:rPr>
          <w:rtl/>
        </w:rPr>
        <w:t>تفسير علماء الدين: أيحسب الانسان بعد أن خلقناه من عدم أن لن نجمع مابلى وتفرق من عظامه؟ نعم إننا نقدر على أن نسوى أطراف أصابعه الصغيرة ونجعلها كما كانت قبل الموت فكيف بالعظام الكبار.</w:t>
      </w:r>
    </w:p>
    <w:p w:rsidR="000E4D44" w:rsidRDefault="000E4D44" w:rsidP="000E4D44">
      <w:pPr>
        <w:pStyle w:val="libNormal"/>
      </w:pPr>
      <w:r>
        <w:rPr>
          <w:rtl/>
        </w:rPr>
        <w:t>النظرة العلمية: تدل عبارة تسوية البنان على معنى لم يكشف العلم سره إلا بعد نزول الآية بأكثر من ألف سنة حينما عرف أن لكل بنان بصمة خاصة به، تختلف فيها اتجاهات خطوطها اختلافا واضحا بين فرد وآخر، وبين جميع البشر وقد استخدم الانسان هذه الاختلافات في تحقيق الشخصية عن طريق البصمات وقد أفادت هذه الحقيقة في التعرف على الاشخاص عن طريق بصماتهم في حالة وقوع جرائم يترك الجناة فيها بصماتهم على أى شئ تناولوه.</w:t>
      </w:r>
    </w:p>
    <w:p w:rsidR="000E4D44" w:rsidRPr="002029D0" w:rsidRDefault="000E4D44" w:rsidP="002029D0">
      <w:pPr>
        <w:pStyle w:val="libNormal"/>
      </w:pPr>
      <w:r>
        <w:rPr>
          <w:rtl/>
        </w:rPr>
        <w:t>وقال تعالى في سورة فصلت آية - 53، 54:</w:t>
      </w:r>
      <w:r w:rsidRPr="002029D0">
        <w:rPr>
          <w:rStyle w:val="libAlaemChar"/>
          <w:rtl/>
        </w:rPr>
        <w:t>(</w:t>
      </w:r>
      <w:r w:rsidR="002029D0" w:rsidRPr="002029D0">
        <w:rPr>
          <w:rStyle w:val="libAieChar"/>
          <w:rFonts w:hint="eastAsia"/>
          <w:rtl/>
        </w:rPr>
        <w:t xml:space="preserve"> سَنُرِيهِمْ</w:t>
      </w:r>
      <w:r w:rsidR="002029D0" w:rsidRPr="002029D0">
        <w:rPr>
          <w:rStyle w:val="libAieChar"/>
          <w:rtl/>
        </w:rPr>
        <w:t xml:space="preserve"> آيَاتِنَا فِي الْآفَاقِ وَ فِي أَنْفُسِهِمْ حَتَّى يَتَبَيَّنَ لَهُمْ أَنَّهُ الْحَقُّ أَ وَ لَمْ يَکْفِ</w:t>
      </w:r>
    </w:p>
    <w:p w:rsidR="000E4D44" w:rsidRDefault="00ED7F18" w:rsidP="000E4D44">
      <w:pPr>
        <w:pStyle w:val="libNormal"/>
      </w:pPr>
      <w:r>
        <w:rPr>
          <w:rtl/>
        </w:rPr>
        <w:br w:type="page"/>
      </w:r>
    </w:p>
    <w:p w:rsidR="000E4D44" w:rsidRDefault="002029D0" w:rsidP="002029D0">
      <w:pPr>
        <w:pStyle w:val="libNormal0"/>
      </w:pPr>
      <w:r w:rsidRPr="002029D0">
        <w:rPr>
          <w:rStyle w:val="libAieChar"/>
          <w:rtl/>
        </w:rPr>
        <w:lastRenderedPageBreak/>
        <w:t xml:space="preserve">بِرَبِّکَ أَنَّهُ عَلَى کُلِّ شَيْ‌ءٍ شَهِيدٌ </w:t>
      </w:r>
      <w:r w:rsidR="000E4D44" w:rsidRPr="002029D0">
        <w:rPr>
          <w:rStyle w:val="libAieChar"/>
          <w:rtl/>
        </w:rPr>
        <w:t xml:space="preserve">، </w:t>
      </w:r>
      <w:r w:rsidRPr="002029D0">
        <w:rPr>
          <w:rStyle w:val="libAieChar"/>
          <w:rFonts w:hint="eastAsia"/>
          <w:rtl/>
        </w:rPr>
        <w:t>أَلاَ</w:t>
      </w:r>
      <w:r w:rsidRPr="002029D0">
        <w:rPr>
          <w:rStyle w:val="libAieChar"/>
          <w:rtl/>
        </w:rPr>
        <w:t xml:space="preserve"> إِنَّهُمْ فِي مِرْيَةٍ مِنْ لِقَاءِ رَبِّهِمْ أَلاَ إِنَّهُ بِکُلِّ شَيْ‌ءٍ مُحِيطٌ</w:t>
      </w:r>
      <w:r w:rsidR="000E4D44" w:rsidRPr="002029D0">
        <w:rPr>
          <w:rStyle w:val="libAlaemChar"/>
          <w:rtl/>
        </w:rPr>
        <w:t>)</w:t>
      </w:r>
      <w:r w:rsidR="000E4D44">
        <w:rPr>
          <w:rtl/>
        </w:rPr>
        <w:t>.</w:t>
      </w:r>
    </w:p>
    <w:p w:rsidR="000E4D44" w:rsidRDefault="000E4D44" w:rsidP="000E4D44">
      <w:pPr>
        <w:pStyle w:val="libNormal"/>
      </w:pPr>
      <w:r>
        <w:rPr>
          <w:rtl/>
        </w:rPr>
        <w:t>تفسير علماء الدين: سنريهم آيات وحدتنا وقدرتنا في أقطار السماوات والارض والشمس والقمر والنجوم والليل والنهار والرياح والامطار والنبات والاشجار والجبال والبحار وغيرها وسنريهم ما أودعنا في نفوسهم من الحواس والقوى والعقل والروح وما يصيبهم من البلايا والمحن وما نجريه عليهم من النعم، حتى يظهر لهم ما جئت به يا محمد من الحق، أينكرون إظهارنا لهم الآيات؟ أو لم يكف بربك أنه مطلع على كل شئ، ألا إن الكفار في شك من لقاء ربهم لاستبعادهم البعث، ألا إن الله بكل شئ محيط بعلمه وقدرته.</w:t>
      </w:r>
    </w:p>
    <w:p w:rsidR="000E4D44" w:rsidRDefault="000E4D44" w:rsidP="00B4714A">
      <w:pPr>
        <w:pStyle w:val="libNormal"/>
      </w:pPr>
      <w:r>
        <w:rPr>
          <w:rtl/>
        </w:rPr>
        <w:t>النظرة العلمية: تصرح هذه الآية بحقيقة كبرى في ذات الانسان وهى نفسه التى تناول علم النفس دراستها وكشف ما في النفوس البشرية من عوالم مكنونة حافلة بالاسرار وبالعجائب والغرائب من السلوك والمشاعر ومن تقلبات بين طمأنينة وقلق وبين انشغال واستقرار وبين هدوء وانفعال، وكيف أن النفس لها حالات من الرشد والهداية مع النفس اللوامة وحالات من للفجور والطغيان مع النفس الامارة، وإليك بعض الآيات التى تفصح عن أمثال هذه الحالات فقد قال تعالى:</w:t>
      </w:r>
      <w:r w:rsidRPr="00B4714A">
        <w:rPr>
          <w:rStyle w:val="libAlaemChar"/>
          <w:rtl/>
        </w:rPr>
        <w:t>(</w:t>
      </w:r>
      <w:r w:rsidR="00B4714A" w:rsidRPr="00B4714A">
        <w:rPr>
          <w:rStyle w:val="libAieChar"/>
          <w:rFonts w:hint="eastAsia"/>
          <w:rtl/>
        </w:rPr>
        <w:t>وَ</w:t>
      </w:r>
      <w:r w:rsidR="00B4714A" w:rsidRPr="00B4714A">
        <w:rPr>
          <w:rStyle w:val="libAieChar"/>
          <w:rtl/>
        </w:rPr>
        <w:t xml:space="preserve"> نَفْسٍ وَ مَا سَوَّاهَا</w:t>
      </w:r>
      <w:r w:rsidRPr="00B4714A">
        <w:rPr>
          <w:rStyle w:val="libAieChar"/>
          <w:rtl/>
        </w:rPr>
        <w:t xml:space="preserve"> </w:t>
      </w:r>
      <w:r w:rsidR="00B4714A" w:rsidRPr="00B4714A">
        <w:rPr>
          <w:rStyle w:val="libAieChar"/>
          <w:rFonts w:hint="eastAsia"/>
          <w:rtl/>
        </w:rPr>
        <w:t>فَأَلْهَمَهَا</w:t>
      </w:r>
      <w:r w:rsidR="00B4714A" w:rsidRPr="00B4714A">
        <w:rPr>
          <w:rStyle w:val="libAieChar"/>
          <w:rtl/>
        </w:rPr>
        <w:t xml:space="preserve"> فُجُورَهَا وَ تَقْوَاهَا</w:t>
      </w:r>
      <w:r w:rsidRPr="00B4714A">
        <w:rPr>
          <w:rStyle w:val="libAieChar"/>
          <w:rtl/>
        </w:rPr>
        <w:t xml:space="preserve"> </w:t>
      </w:r>
      <w:r w:rsidR="00B4714A" w:rsidRPr="00B4714A">
        <w:rPr>
          <w:rStyle w:val="libAieChar"/>
          <w:rFonts w:hint="eastAsia"/>
          <w:rtl/>
        </w:rPr>
        <w:t>قَدْ</w:t>
      </w:r>
      <w:r w:rsidR="00B4714A" w:rsidRPr="00B4714A">
        <w:rPr>
          <w:rStyle w:val="libAieChar"/>
          <w:rtl/>
        </w:rPr>
        <w:t xml:space="preserve"> أَفْلَحَ مَنْ زَکَّاهَا</w:t>
      </w:r>
      <w:r w:rsidRPr="00B4714A">
        <w:rPr>
          <w:rStyle w:val="libAieChar"/>
          <w:rtl/>
        </w:rPr>
        <w:t xml:space="preserve"> </w:t>
      </w:r>
      <w:r w:rsidR="00B4714A" w:rsidRPr="00B4714A">
        <w:rPr>
          <w:rStyle w:val="libAieChar"/>
          <w:rFonts w:hint="eastAsia"/>
          <w:rtl/>
        </w:rPr>
        <w:t>وَ</w:t>
      </w:r>
      <w:r w:rsidR="00B4714A" w:rsidRPr="00B4714A">
        <w:rPr>
          <w:rStyle w:val="libAieChar"/>
          <w:rtl/>
        </w:rPr>
        <w:t xml:space="preserve"> قَدْ خَابَ مَنْ دَسَّاهَا</w:t>
      </w:r>
      <w:r w:rsidRPr="00B4714A">
        <w:rPr>
          <w:rStyle w:val="libAlaemChar"/>
          <w:rtl/>
        </w:rPr>
        <w:t>)</w:t>
      </w:r>
      <w:r>
        <w:rPr>
          <w:rtl/>
        </w:rPr>
        <w:t>(سورة الشمس آية 7 10).</w:t>
      </w:r>
    </w:p>
    <w:p w:rsidR="000E4D44" w:rsidRDefault="000E4D44" w:rsidP="00B4714A">
      <w:pPr>
        <w:pStyle w:val="libNormal"/>
      </w:pPr>
      <w:r w:rsidRPr="00B4714A">
        <w:rPr>
          <w:rStyle w:val="libAlaemChar"/>
          <w:rtl/>
        </w:rPr>
        <w:t>(</w:t>
      </w:r>
      <w:r w:rsidR="00B4714A" w:rsidRPr="00B4714A">
        <w:rPr>
          <w:rStyle w:val="libAieChar"/>
          <w:rFonts w:hint="eastAsia"/>
          <w:rtl/>
        </w:rPr>
        <w:t>وَ</w:t>
      </w:r>
      <w:r w:rsidR="00B4714A" w:rsidRPr="00B4714A">
        <w:rPr>
          <w:rStyle w:val="libAieChar"/>
          <w:rtl/>
        </w:rPr>
        <w:t xml:space="preserve"> مَا أُبَرِّئُ نَفْسِي إِنَّ النَّفْسَ لَأَمَّارَةٌ بِالسُّوءِ إِلاَّ مَا رَحِمَ رَبِّي</w:t>
      </w:r>
      <w:r w:rsidRPr="00B4714A">
        <w:rPr>
          <w:rStyle w:val="libAlaemChar"/>
          <w:rtl/>
        </w:rPr>
        <w:t>)</w:t>
      </w:r>
      <w:r>
        <w:rPr>
          <w:rtl/>
        </w:rPr>
        <w:t>(سورة يوسف آية - 53)</w:t>
      </w:r>
    </w:p>
    <w:p w:rsidR="000E4D44" w:rsidRDefault="00ED7F18" w:rsidP="000E4D44">
      <w:pPr>
        <w:pStyle w:val="libNormal"/>
      </w:pPr>
      <w:r>
        <w:rPr>
          <w:rtl/>
        </w:rPr>
        <w:br w:type="page"/>
      </w:r>
    </w:p>
    <w:p w:rsidR="000E4D44" w:rsidRDefault="002029D0" w:rsidP="002029D0">
      <w:pPr>
        <w:pStyle w:val="libNormal"/>
      </w:pPr>
      <w:r w:rsidRPr="002029D0">
        <w:rPr>
          <w:rStyle w:val="libAlaemChar"/>
          <w:rFonts w:hint="cs"/>
          <w:rtl/>
        </w:rPr>
        <w:lastRenderedPageBreak/>
        <w:t>(</w:t>
      </w:r>
      <w:r w:rsidRPr="002029D0">
        <w:rPr>
          <w:rStyle w:val="libAieChar"/>
          <w:rtl/>
        </w:rPr>
        <w:t>وَ مَا أَصَابَکَ مِنْ سَيِّئَةٍ فَمِنْ نَفْسِکَ</w:t>
      </w:r>
      <w:r w:rsidR="000E4D44" w:rsidRPr="002029D0">
        <w:rPr>
          <w:rStyle w:val="libAlaemChar"/>
          <w:rtl/>
        </w:rPr>
        <w:t>)</w:t>
      </w:r>
      <w:r w:rsidR="000E4D44">
        <w:rPr>
          <w:rtl/>
        </w:rPr>
        <w:t>(سورة النساء - 79)</w:t>
      </w:r>
      <w:r w:rsidR="000E4D44" w:rsidRPr="002029D0">
        <w:rPr>
          <w:rStyle w:val="libAlaemChar"/>
          <w:rtl/>
        </w:rPr>
        <w:t>(</w:t>
      </w:r>
      <w:r w:rsidRPr="002029D0">
        <w:rPr>
          <w:rStyle w:val="libAieChar"/>
          <w:rFonts w:hint="eastAsia"/>
          <w:rtl/>
        </w:rPr>
        <w:t xml:space="preserve"> فَطَوَّعَتْ</w:t>
      </w:r>
      <w:r w:rsidRPr="002029D0">
        <w:rPr>
          <w:rStyle w:val="libAieChar"/>
          <w:rtl/>
        </w:rPr>
        <w:t xml:space="preserve"> لَهُ نَفْسُهُ قَتْلَ أَخِيهِ فَقَتَلَهُ فَأَصْبَحَ مِنَ الْخَاسِرِينَ‌</w:t>
      </w:r>
      <w:r w:rsidR="000E4D44" w:rsidRPr="002029D0">
        <w:rPr>
          <w:rStyle w:val="libAlaemChar"/>
          <w:rtl/>
        </w:rPr>
        <w:t>)</w:t>
      </w:r>
      <w:r w:rsidR="000E4D44">
        <w:rPr>
          <w:rtl/>
        </w:rPr>
        <w:t>(سورة المائدة آية - 30).</w:t>
      </w:r>
    </w:p>
    <w:p w:rsidR="000E4D44" w:rsidRDefault="000E4D44" w:rsidP="002029D0">
      <w:pPr>
        <w:pStyle w:val="libNormal"/>
      </w:pPr>
      <w:r w:rsidRPr="002029D0">
        <w:rPr>
          <w:rStyle w:val="libAlaemChar"/>
          <w:rtl/>
        </w:rPr>
        <w:t>(</w:t>
      </w:r>
      <w:r w:rsidR="002029D0" w:rsidRPr="002029D0">
        <w:rPr>
          <w:rStyle w:val="libAieChar"/>
          <w:rFonts w:hint="eastAsia"/>
          <w:rtl/>
        </w:rPr>
        <w:t>وَ</w:t>
      </w:r>
      <w:r w:rsidR="002029D0" w:rsidRPr="002029D0">
        <w:rPr>
          <w:rStyle w:val="libAieChar"/>
          <w:rtl/>
        </w:rPr>
        <w:t xml:space="preserve"> فِي الْأَرْضِ آيَاتٌ لِلْمُوقِنِينَ‌</w:t>
      </w:r>
      <w:r w:rsidRPr="002029D0">
        <w:rPr>
          <w:rStyle w:val="libAieChar"/>
          <w:rtl/>
        </w:rPr>
        <w:t xml:space="preserve"> </w:t>
      </w:r>
      <w:r w:rsidR="002029D0" w:rsidRPr="002029D0">
        <w:rPr>
          <w:rStyle w:val="libAieChar"/>
          <w:rFonts w:hint="eastAsia"/>
          <w:rtl/>
        </w:rPr>
        <w:t>وَ</w:t>
      </w:r>
      <w:r w:rsidR="002029D0" w:rsidRPr="002029D0">
        <w:rPr>
          <w:rStyle w:val="libAieChar"/>
          <w:rtl/>
        </w:rPr>
        <w:t xml:space="preserve"> فِي أَنْفُسِکُمْ أَ فَلاَ تُبْصِرُونَ</w:t>
      </w:r>
      <w:r w:rsidRPr="002029D0">
        <w:rPr>
          <w:rStyle w:val="libAlaemChar"/>
          <w:rtl/>
        </w:rPr>
        <w:t>)</w:t>
      </w:r>
      <w:r>
        <w:rPr>
          <w:rtl/>
        </w:rPr>
        <w:t xml:space="preserve"> سورة الذاريات(آية - </w:t>
      </w:r>
      <w:r w:rsidR="002029D0">
        <w:rPr>
          <w:rFonts w:hint="cs"/>
          <w:rtl/>
        </w:rPr>
        <w:t>2</w:t>
      </w:r>
      <w:r>
        <w:rPr>
          <w:rtl/>
        </w:rPr>
        <w:t>0).</w:t>
      </w:r>
    </w:p>
    <w:p w:rsidR="000E4D44" w:rsidRDefault="000E4D44" w:rsidP="000E4D44">
      <w:pPr>
        <w:pStyle w:val="libNormal"/>
      </w:pPr>
      <w:r>
        <w:rPr>
          <w:rtl/>
        </w:rPr>
        <w:t>والحقيقة أن علم النفس قد صارت له أهمية في تفسير تصرفات الناس ودوافعها وأمراضها وعللها، كما أن فيه مجالات لكشف مناطق اللاشعور في الانسان وإظهار عوامل الكبت التى هى سبب العقد النفسية وبيان طرق معالجتها وغير ذلك من مجالات أبحاثه الحيوية المتعددة.</w:t>
      </w:r>
    </w:p>
    <w:p w:rsidR="000E4D44" w:rsidRDefault="000E4D44" w:rsidP="007B05F8">
      <w:pPr>
        <w:pStyle w:val="libNormal"/>
      </w:pPr>
      <w:r>
        <w:rPr>
          <w:rtl/>
        </w:rPr>
        <w:t>وقال تعالى في سورة المائدة آية - 6:</w:t>
      </w:r>
      <w:r w:rsidRPr="007B05F8">
        <w:rPr>
          <w:rStyle w:val="libAlaemChar"/>
          <w:rtl/>
        </w:rPr>
        <w:t>(</w:t>
      </w:r>
      <w:r w:rsidR="007B05F8" w:rsidRPr="007B05F8">
        <w:rPr>
          <w:rStyle w:val="libAieChar"/>
          <w:rFonts w:hint="eastAsia"/>
          <w:rtl/>
        </w:rPr>
        <w:t xml:space="preserve"> يَا</w:t>
      </w:r>
      <w:r w:rsidR="007B05F8" w:rsidRPr="007B05F8">
        <w:rPr>
          <w:rStyle w:val="libAieChar"/>
          <w:rtl/>
        </w:rPr>
        <w:t xml:space="preserve"> أَيُّهَا الَّذِينَ آمَنُوا إِذَا قُمْتُمْ إِلَى الصَّلاَةِ فَاغْسِلُوا وُجُوهَکُمْ وَ أَيْدِيَکُمْ إِلَى الْمَرَافِقِ وَ امْسَحُوا بِرُءُوسِکُمْ وَ أَرْجُلَکُمْ إِلَى الْکَعْبَيْنِ وَ إِنْ کُنْتُمْ جُنُباً فَاطَّهَّرُوا وَ إِنْ کُنْتُمْ مَرْضَى أَوْ عَ</w:t>
      </w:r>
      <w:r w:rsidR="007B05F8" w:rsidRPr="007B05F8">
        <w:rPr>
          <w:rStyle w:val="libAieChar"/>
          <w:rFonts w:hint="eastAsia"/>
          <w:rtl/>
        </w:rPr>
        <w:t>لَى</w:t>
      </w:r>
      <w:r w:rsidR="007B05F8" w:rsidRPr="007B05F8">
        <w:rPr>
          <w:rStyle w:val="libAieChar"/>
          <w:rtl/>
        </w:rPr>
        <w:t xml:space="preserve"> سَفَرٍ أَوْ جَاءَ أَحَدٌ مِنْکُمْ مِنَ الْغَائِطِ أَوْ لاَمَسْتُمُ النِّسَاءَ فَلَمْ تَجِدُوا مَاءً فَتَيَمَّمُوا صَعِيداً طَيِّباً فَامْسَحُوا بِوُجُوهِکُمْ وَ أَيْدِيکُمْ مِنْهُ مَا يُرِيدُ اللَّهُ لِيَجْعَلَ عَلَيْکُمْ مِنْ حَرَجٍ وَ لٰکِنْ يُرِيدُ </w:t>
      </w:r>
      <w:r w:rsidR="007B05F8" w:rsidRPr="007B05F8">
        <w:rPr>
          <w:rStyle w:val="libAieChar"/>
          <w:rFonts w:hint="eastAsia"/>
          <w:rtl/>
        </w:rPr>
        <w:t>لِيُطَهِّرَکُمْ</w:t>
      </w:r>
      <w:r w:rsidR="007B05F8" w:rsidRPr="007B05F8">
        <w:rPr>
          <w:rStyle w:val="libAieChar"/>
          <w:rtl/>
        </w:rPr>
        <w:t xml:space="preserve"> وَ لِيُتِمَّ نِعْمَتَهُ عَلَيْکُمْ لَعَلَّکُمْ تَشْکُرُونَ</w:t>
      </w:r>
      <w:r w:rsidRPr="007B05F8">
        <w:rPr>
          <w:rStyle w:val="libAlaemChar"/>
          <w:rtl/>
        </w:rPr>
        <w:t>)</w:t>
      </w:r>
      <w:r>
        <w:rP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يا أيها المؤمنون إذا قمتم للصلاة ولم تكونوا متوضئين فتوضئوا بغسل وجوهكم وأيديكم إلى المرافق، وامسحوا رؤوسكم كلها أو بعضها واغسلوا أرجلكم مع الكعبين، وإن كنتم جنبا فاغسلوا جميع أبدانكم بالماء، وإن كنتم مرضى مرضا يمنع استعمال الماء أو كنتم مسافرين وتعذر وجود الماء فعليكم بالتيمم بالتراب الطهور، ما يريد الله فيما أمركم به التضيق عليكم ولكنه شرع ذلك لتطهيركم ظاهرا وباطنا وليتم نعمه عليكم بالهدية والبيان والتيسير لتشكروا الله على هدايته وتمام نعمته بالمداومة على طاعته.</w:t>
      </w:r>
    </w:p>
    <w:p w:rsidR="000E4D44" w:rsidRDefault="000E4D44" w:rsidP="000E4D44">
      <w:pPr>
        <w:pStyle w:val="libNormal"/>
      </w:pPr>
      <w:r>
        <w:rPr>
          <w:rtl/>
        </w:rPr>
        <w:t>النظرة العلمية: يقرر العلم الحديث أن هذه الآية الكريمة تظهر لنا علاقتها بالطب ولاسيما الطب الوقائى للانسان من الامراض الجلدية التى يتعرض لها الانسان إذا لم ينظف أعضاء جسمه وبخاصة المعرضة للعوامل الجوية وما فيها من أتربة وجراثيم وغازات ضارة، ولا شك أن الوجه والايدى والارجل هى أكثر أجزاء الجسم تعرضا للتلوث والتأثر بهذه الميكروبات وهى تعد بملايين الملايين في كل سنتيمتر مكعب من الهواء، وأن الوضوء خمس مرات في اليوم لا يترك مطلقا أى درن على الجسم يخشى منه الضرر وهكذا نرى آيات الله سبقت الحكمة القائلة بأن الوقاية خير من العلاج.</w:t>
      </w:r>
    </w:p>
    <w:p w:rsidR="000E4D44" w:rsidRDefault="000E4D44" w:rsidP="00D2349C">
      <w:pPr>
        <w:pStyle w:val="libNormal"/>
      </w:pPr>
      <w:r>
        <w:rPr>
          <w:rtl/>
        </w:rPr>
        <w:t>وقال تعالى في سورة البقرة آية - 222:</w:t>
      </w:r>
      <w:r w:rsidRPr="00D2349C">
        <w:rPr>
          <w:rStyle w:val="libAlaemChar"/>
          <w:rtl/>
        </w:rPr>
        <w:t>(</w:t>
      </w:r>
      <w:r w:rsidR="00D2349C" w:rsidRPr="00D2349C">
        <w:rPr>
          <w:rStyle w:val="libAieChar"/>
          <w:rFonts w:hint="eastAsia"/>
          <w:rtl/>
        </w:rPr>
        <w:t xml:space="preserve"> وَ</w:t>
      </w:r>
      <w:r w:rsidR="00D2349C" w:rsidRPr="00D2349C">
        <w:rPr>
          <w:rStyle w:val="libAieChar"/>
          <w:rtl/>
        </w:rPr>
        <w:t xml:space="preserve"> يَسْأَلُونَکَ عَنِ الْمَحِيضِ قُلْ هُوَ أَذًى فَاعْتَزِلُوا النِّسَاءَ فِي الْمَحِيضِ وَ لاَ تَقْرَبُوهُنَّ</w:t>
      </w:r>
    </w:p>
    <w:p w:rsidR="000E4D44" w:rsidRDefault="00ED7F18" w:rsidP="000E4D44">
      <w:pPr>
        <w:pStyle w:val="libNormal"/>
      </w:pPr>
      <w:r>
        <w:rPr>
          <w:rtl/>
        </w:rPr>
        <w:br w:type="page"/>
      </w:r>
    </w:p>
    <w:p w:rsidR="000E4D44" w:rsidRDefault="00D2349C" w:rsidP="00D2349C">
      <w:pPr>
        <w:pStyle w:val="libNormal0"/>
      </w:pPr>
      <w:r w:rsidRPr="00D2349C">
        <w:rPr>
          <w:rStyle w:val="libAieChar"/>
          <w:rtl/>
        </w:rPr>
        <w:lastRenderedPageBreak/>
        <w:t>حَتَّى يَطْهُرْنَ فَإِذَا تَطَهَّرْنَ فَأْتُوهُنَّ مِنْ حَيْثُ أَمَرَکُمُ اللَّهُ إِنَّ اللَّهَ يُحِبُّ التَّوَّابِينَ وَ يُحِبُّ الْمُتَطَهِّرِي</w:t>
      </w:r>
      <w:r w:rsidRPr="00D2349C">
        <w:rPr>
          <w:rStyle w:val="libAieChar"/>
          <w:rFonts w:hint="eastAsia"/>
          <w:rtl/>
        </w:rPr>
        <w:t>نَ‌</w:t>
      </w:r>
      <w:r w:rsidR="000E4D44" w:rsidRPr="00D2349C">
        <w:rPr>
          <w:rStyle w:val="libAlaemChar"/>
          <w:rtl/>
        </w:rPr>
        <w:t>)</w:t>
      </w:r>
      <w:r w:rsidR="000E4D44">
        <w:rPr>
          <w:rtl/>
        </w:rPr>
        <w:t>.</w:t>
      </w:r>
    </w:p>
    <w:p w:rsidR="000E4D44" w:rsidRDefault="000E4D44" w:rsidP="000E4D44">
      <w:pPr>
        <w:pStyle w:val="libNormal"/>
      </w:pPr>
      <w:r>
        <w:rPr>
          <w:rtl/>
        </w:rPr>
        <w:t>تفسير علماء الدين: يسألونك يا محمد عن إتيان الزوجات زمن المحيض فأجبهم أن المحيض أذى فامتنعوا عن إتيانهن خلال مدته، ولا تأتوهن حتى يطهرن، فإذا تطهرن فأتوهن في المكان الطبيعى، ومن كان وقع منه شئ من ذلك فليتب فإن الله يحب من عباده كثرة التوبة والطهارة من الافذار والفحش.</w:t>
      </w:r>
    </w:p>
    <w:p w:rsidR="000E4D44" w:rsidRDefault="000E4D44" w:rsidP="000E4D44">
      <w:pPr>
        <w:pStyle w:val="libNormal"/>
      </w:pPr>
      <w:r>
        <w:rPr>
          <w:rtl/>
        </w:rPr>
        <w:t>النظرة العلمية: لا يقتصر الاعجاز في هذه الآية على أسلوبها الرفيع ونظمها البديع الذى يجد فيه رجل البلاغة والبيان روعة اللفظ والاداء ودقة التعبير عن الامور الجنسية بل إن إعجازها يتجلى فيما حوت من جلال المعانى الطبية وأغراضها النبيلة، وإليك ما يقرره علم الطب في شأن المرأة الحائضة وضرورة اعتزالها في مدته، وذلك لان دورة الحيض رغم كونها حالة طبيعية إلا أنها تسبب للمرأة آلاما في بدنها وانحرافا في مزاجها يصرفها عن الرغبة في الاتصال الجنسى، وتعانى منه حدة في طبعها، وقد تشعر بمغص شديد تصحبه أحيانا أعراض اضطرابات نفسية، كما أن الجهاز التناسلى للمرأة أيام الحيض يكون معرضا لكثير منالعلل لان المهبل في أوقات الحيض يكون ميدانا مفتوحا لغزو أسراب مختلفة من الجراثيم، وإن الوطئ في هذه الفترة يؤدى إلى التهابات بالمبيض قد يسبب العقم أحيانا، كما أنها قد تصيب الرجل بالعدوى فتحدث عنده التهابات في أعضائه التناسلية، ولا شك أن الجماع في المحيض ينذر الرجل بخطر داهم هو في غنى عنه لو خالف هوى</w:t>
      </w:r>
    </w:p>
    <w:p w:rsidR="000E4D44" w:rsidRDefault="00ED7F18" w:rsidP="000E4D44">
      <w:pPr>
        <w:pStyle w:val="libNormal"/>
      </w:pPr>
      <w:r>
        <w:rPr>
          <w:rtl/>
        </w:rPr>
        <w:br w:type="page"/>
      </w:r>
    </w:p>
    <w:p w:rsidR="000E4D44" w:rsidRDefault="000E4D44" w:rsidP="00D2349C">
      <w:pPr>
        <w:pStyle w:val="libNormal0"/>
      </w:pPr>
      <w:r>
        <w:rPr>
          <w:rtl/>
        </w:rPr>
        <w:lastRenderedPageBreak/>
        <w:t>نفسه وأطاع أمر ربه، وهذا هو ما وجهه القرآن للناس لاتباعه والتزامه حرصا على صحتهم وسلامتهم، وما كان أحد يعلم ذلك ولكن كان علمه عند خالق كل شئ وأنزله في قرآنه لحماية عباده من أضرار وأمراض محققة، لان ربنا رؤوف رحيم بعباده.</w:t>
      </w:r>
    </w:p>
    <w:p w:rsidR="000E4D44" w:rsidRDefault="000E4D44" w:rsidP="00D2349C">
      <w:pPr>
        <w:pStyle w:val="libNormal"/>
      </w:pPr>
      <w:r>
        <w:rPr>
          <w:rtl/>
        </w:rPr>
        <w:t>قال تعالى في سورة محمد آية - 4:</w:t>
      </w:r>
      <w:r w:rsidRPr="00D2349C">
        <w:rPr>
          <w:rStyle w:val="libAlaemChar"/>
          <w:rtl/>
        </w:rPr>
        <w:t>(</w:t>
      </w:r>
      <w:r w:rsidR="00D2349C" w:rsidRPr="00D2349C">
        <w:rPr>
          <w:rStyle w:val="libAieChar"/>
          <w:rFonts w:hint="eastAsia"/>
          <w:rtl/>
        </w:rPr>
        <w:t xml:space="preserve"> فَإِذَا</w:t>
      </w:r>
      <w:r w:rsidR="00D2349C" w:rsidRPr="00D2349C">
        <w:rPr>
          <w:rStyle w:val="libAieChar"/>
          <w:rtl/>
        </w:rPr>
        <w:t xml:space="preserve"> لَقِيتُمُ الَّذِينَ کَفَرُوا فَضَرْبَ الرِّقَابِ</w:t>
      </w:r>
      <w:r w:rsidRPr="00D2349C">
        <w:rPr>
          <w:rStyle w:val="libAlaemChar"/>
          <w:rtl/>
        </w:rPr>
        <w:t>)</w:t>
      </w:r>
      <w:r>
        <w:rPr>
          <w:rtl/>
        </w:rPr>
        <w:t>.</w:t>
      </w:r>
    </w:p>
    <w:p w:rsidR="000E4D44" w:rsidRDefault="000E4D44" w:rsidP="000E4D44">
      <w:pPr>
        <w:pStyle w:val="libNormal"/>
      </w:pPr>
      <w:r>
        <w:rPr>
          <w:rtl/>
        </w:rPr>
        <w:t>تفسير علماء الدين:(فإذا لقيتم الذين كفروا في الحرب فأضربوا رقابهم) النظرة العلمية: تبين الآية الكريمة أن أ؟ - ع وأسرع وسيلة للاجهاز على المراد قتله من الاعداء بغير تعذيب له ولا تمثيل به هو ضرب الرقاب لقطعها، إذ ثبت أن الرقبة هى حلقة الاتصال بين الرأس وسائر الجسد، فإذا قطع ما في الرقبة من الجهاز العصبى شلت وظائف الجسم الرئيسية، كما أن قطعها فيه قطع للشرايين والاوردة وبذلك يمتنع وصول الدم إلى المخ، كما تنقطع الممرات الهوائية ويتوقف التنفس وهذا يؤدى إلى إنهاء حياة المضروب سريعا، فسبحان من أحاط علمه بكل ما في جسم الانسان من أعضاء وأعصاب فيها الاسباب المؤدية إلى حياته أو موته، وقد نزلت الآية في وقت كانت السيوف فيه هى أكثر الاسلحة استعمالا وما تزال.</w:t>
      </w:r>
    </w:p>
    <w:p w:rsidR="000E4D44" w:rsidRDefault="00ED7F18" w:rsidP="000E4D44">
      <w:pPr>
        <w:pStyle w:val="libNormal"/>
      </w:pPr>
      <w:r>
        <w:rPr>
          <w:rtl/>
        </w:rPr>
        <w:br w:type="page"/>
      </w:r>
    </w:p>
    <w:p w:rsidR="000E4D44" w:rsidRDefault="000E4D44" w:rsidP="00D2349C">
      <w:pPr>
        <w:pStyle w:val="libNormal"/>
      </w:pPr>
      <w:r>
        <w:rPr>
          <w:rtl/>
        </w:rPr>
        <w:lastRenderedPageBreak/>
        <w:t>وقال تعالى في سورة محمد آية - 15:</w:t>
      </w:r>
      <w:r w:rsidRPr="00D2349C">
        <w:rPr>
          <w:rStyle w:val="libAlaemChar"/>
          <w:rtl/>
        </w:rPr>
        <w:t>(</w:t>
      </w:r>
      <w:r w:rsidR="00D2349C" w:rsidRPr="00D2349C">
        <w:rPr>
          <w:rStyle w:val="libAieChar"/>
          <w:rFonts w:hint="eastAsia"/>
          <w:rtl/>
        </w:rPr>
        <w:t xml:space="preserve"> مَثَلُ</w:t>
      </w:r>
      <w:r w:rsidR="00D2349C" w:rsidRPr="00D2349C">
        <w:rPr>
          <w:rStyle w:val="libAieChar"/>
          <w:rtl/>
        </w:rPr>
        <w:t xml:space="preserve"> الْجَنَّةِ الَّتِي وُعِدَ الْمُتَّقُونَ فِيهَا أَنْهَارٌ مِنْ مَاءٍ غَيْرِ آسِنٍ وَ أَنْهَارٌ مِنْ لَبَنٍ لَمْ يَتَغَيَّرْ طَعْمُهُ</w:t>
      </w:r>
      <w:r w:rsidRPr="00D2349C">
        <w:rPr>
          <w:rStyle w:val="libAlaemChar"/>
          <w:rtl/>
        </w:rPr>
        <w:t>)</w:t>
      </w:r>
      <w:r>
        <w:rPr>
          <w:rtl/>
        </w:rPr>
        <w:t>.</w:t>
      </w:r>
    </w:p>
    <w:p w:rsidR="000E4D44" w:rsidRDefault="000E4D44" w:rsidP="000E4D44">
      <w:pPr>
        <w:pStyle w:val="libNormal"/>
      </w:pPr>
      <w:r>
        <w:rPr>
          <w:rtl/>
        </w:rPr>
        <w:t>تفسير علماء الدين: صفة الجنة التى وعد الله المتقين فيها أنهار من ماء غير متغير وأنهار من لبن لم يتغير طعمه.</w:t>
      </w:r>
    </w:p>
    <w:p w:rsidR="000E4D44" w:rsidRDefault="000E4D44" w:rsidP="000E4D44">
      <w:pPr>
        <w:pStyle w:val="libNormal"/>
      </w:pPr>
      <w:r>
        <w:rPr>
          <w:rtl/>
        </w:rPr>
        <w:t>النظرة العلمية: قررت الآية الكريمة حقيقة علمية قبل أن يكشف العلم بوسائله وأدواته عالم الميكروبات أى الجراثيم التى توجد في الماء الراكد الذى يصير مستودعا لملايين البكتيريا والطفيليات الضارة التى تصيب الانسان والحيوان بالامراض، فانه لما اخترع الانسان المناظير المكبرة رأى بواسطتها كيف أن الماء الراكد يموج بملايين الكائنات الدقيقة التى لا ترى بالعين المجردة وتتكاثر بسرعة هائلة فتفسد الماء وتجعله متغير الرائحة والطعم وسببا في الامراض والاوبئة التى ما كان أحد يعرف مصدرها قبل اكتشافها بواسطة المجهر(الميكروسكوب) أى مكبر الصور إلى درجة كبيرة.</w:t>
      </w:r>
    </w:p>
    <w:p w:rsidR="000E4D44" w:rsidRDefault="000E4D44" w:rsidP="000E4D44">
      <w:pPr>
        <w:pStyle w:val="libNormal"/>
      </w:pPr>
      <w:r>
        <w:rPr>
          <w:rtl/>
        </w:rPr>
        <w:t>وقال تعالى في سورة فصلت آية - 39: ومن آياته أنك ترى الارض خاشعة فإذا أنزلنا عليها الماء اهتزت وربت إن الذى أحياها لمحيي الموتى إنه على كل شئ قدير.</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ومن دلائل قدرة الله تعالى أنك ترى الارض يابسة فإذا أنزلنا عليها الماء تحركت بالنبات وانتفخت وزادت إن الذى أحيا الارض بعد موتها لخليق أن يحيى الموتى من الحيوان إنه على كل شئ تام القدرة.</w:t>
      </w:r>
    </w:p>
    <w:p w:rsidR="000E4D44" w:rsidRDefault="000E4D44" w:rsidP="000E4D44">
      <w:pPr>
        <w:pStyle w:val="libNormal"/>
      </w:pPr>
      <w:r>
        <w:rPr>
          <w:rtl/>
        </w:rPr>
        <w:t>النطرة العلمية: يؤكد القرآن الكريم في كثير من آياته التى نزلت في بيان أهمية الماء بل ضرورته للحياة والاحياء في قوله تعالى:(وجعلنا من الماء كل شئ حى)(والذى نزل من السماء ماء بقدر فأنشرنا به بلدا ميتا)(وانزلنا من السماء ماء مباركا فأنبتنا به جنات وحب الحصيد) وتدل أبحاث علم النبات على أن عناصر التربة ومركباتها المختلفة الميتة عندما ينزل عليها ماء المطر تذوب فيه وتتحلل فيسهل وصوله إلى بذور النبات وجذوره حيث تتحول إلى خلايا وأنسجة حية، ولذلك تبدو حية ويزيد حجمها بما يتخللها وما يعلوها من نبات، وقد سبقت الاشارة إلى الماء وأهميته.</w:t>
      </w:r>
    </w:p>
    <w:p w:rsidR="000E4D44" w:rsidRDefault="000E4D44" w:rsidP="00D2349C">
      <w:pPr>
        <w:pStyle w:val="libNormal"/>
      </w:pPr>
      <w:r>
        <w:rPr>
          <w:rtl/>
        </w:rPr>
        <w:t>وقال تعالى في سورة فصلت آية - 9:</w:t>
      </w:r>
      <w:r w:rsidRPr="00D2349C">
        <w:rPr>
          <w:rStyle w:val="libAlaemChar"/>
          <w:rtl/>
        </w:rPr>
        <w:t>(</w:t>
      </w:r>
      <w:r w:rsidR="00D2349C" w:rsidRPr="00D2349C">
        <w:rPr>
          <w:rStyle w:val="libAieChar"/>
          <w:rFonts w:hint="eastAsia"/>
          <w:rtl/>
        </w:rPr>
        <w:t xml:space="preserve"> قُلْ</w:t>
      </w:r>
      <w:r w:rsidR="00D2349C" w:rsidRPr="00D2349C">
        <w:rPr>
          <w:rStyle w:val="libAieChar"/>
          <w:rtl/>
        </w:rPr>
        <w:t xml:space="preserve"> أَ إِنَّکُمْ لَتَکْفُرُونَ بِالَّذِي خَلَقَ الْأَرْضَ فِي يَوْمَيْنِ وَ تَجْعَلُونَ لَهُ أَنْدَاداً ذٰلِکَ رَبُّ الْعَالَمِينَ‌</w:t>
      </w:r>
      <w:r w:rsidRPr="00D2349C">
        <w:rPr>
          <w:rStyle w:val="libAlaemChar"/>
          <w:rtl/>
        </w:rPr>
        <w:t>)</w:t>
      </w:r>
      <w:r>
        <w:rP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قل يا محمد لهؤلاء المشركين: عجبا لكم ! تكفرون بالله الذى خلق الارض في يومين وأنتم مع هذا تجعلون له شركاء متساوين مع ذلك الخالق للارض ومالك العوالم كلها رب العالمين.</w:t>
      </w:r>
    </w:p>
    <w:p w:rsidR="000E4D44" w:rsidRDefault="000E4D44" w:rsidP="00D2349C">
      <w:pPr>
        <w:pStyle w:val="libNormal"/>
      </w:pPr>
      <w:r>
        <w:rPr>
          <w:rtl/>
        </w:rPr>
        <w:t>النظرة العلمية: ذكر الله تبارك وتعالى كلمة اليوم والايام في عدة آيات منها:</w:t>
      </w:r>
      <w:r w:rsidRPr="00D2349C">
        <w:rPr>
          <w:rStyle w:val="libAlaemChar"/>
          <w:rtl/>
        </w:rPr>
        <w:t>(</w:t>
      </w:r>
      <w:r w:rsidR="00D2349C" w:rsidRPr="00D2349C">
        <w:rPr>
          <w:rStyle w:val="libAieChar"/>
          <w:rtl/>
        </w:rPr>
        <w:t xml:space="preserve"> وَ إِنَّ يَوْماً عِنْدَ رَبِّکَ کَأَلْفِ سَنَةٍ مِمَّا تَعُدُّونَ‌</w:t>
      </w:r>
      <w:r w:rsidRPr="00D2349C">
        <w:rPr>
          <w:rStyle w:val="libAlaemChar"/>
          <w:rtl/>
        </w:rPr>
        <w:t>)</w:t>
      </w:r>
      <w:r>
        <w:rPr>
          <w:rtl/>
        </w:rPr>
        <w:t xml:space="preserve"> سورة الحج آية - 47.</w:t>
      </w:r>
    </w:p>
    <w:p w:rsidR="000E4D44" w:rsidRDefault="000E4D44" w:rsidP="00D2349C">
      <w:pPr>
        <w:pStyle w:val="libNormal"/>
      </w:pPr>
      <w:r w:rsidRPr="00D2349C">
        <w:rPr>
          <w:rStyle w:val="libAlaemChar"/>
          <w:rtl/>
        </w:rPr>
        <w:t>(</w:t>
      </w:r>
      <w:r w:rsidR="00D2349C" w:rsidRPr="00D2349C">
        <w:rPr>
          <w:rStyle w:val="libAieChar"/>
          <w:rFonts w:hint="eastAsia"/>
          <w:rtl/>
        </w:rPr>
        <w:t>يُدَبِّرُ</w:t>
      </w:r>
      <w:r w:rsidR="00D2349C" w:rsidRPr="00D2349C">
        <w:rPr>
          <w:rStyle w:val="libAieChar"/>
          <w:rtl/>
        </w:rPr>
        <w:t xml:space="preserve"> الْأَمْرَ مِنَ السَّمَاءِ إِلَى الْأَرْضِ ثُمَّ يَعْرُجُ إِلَيْهِ فِي يَوْمٍ کَانَ مِقْدَارُهُ أَلْفَ سَنَةٍ مِمَّا تَعُدُّونَ</w:t>
      </w:r>
      <w:r w:rsidRPr="00D2349C">
        <w:rPr>
          <w:rStyle w:val="libAlaemChar"/>
          <w:rtl/>
        </w:rPr>
        <w:t>)</w:t>
      </w:r>
      <w:r>
        <w:rPr>
          <w:rtl/>
        </w:rPr>
        <w:t xml:space="preserve"> سورة السجدة آية - 5.</w:t>
      </w:r>
    </w:p>
    <w:p w:rsidR="000E4D44" w:rsidRDefault="000E4D44" w:rsidP="00303221">
      <w:pPr>
        <w:pStyle w:val="libNormal"/>
      </w:pPr>
      <w:r w:rsidRPr="00303221">
        <w:rPr>
          <w:rStyle w:val="libAlaemChar"/>
          <w:rtl/>
        </w:rPr>
        <w:t>(</w:t>
      </w:r>
      <w:r w:rsidR="00303221" w:rsidRPr="00303221">
        <w:rPr>
          <w:rStyle w:val="libAieChar"/>
          <w:rFonts w:hint="eastAsia"/>
          <w:rtl/>
        </w:rPr>
        <w:t>تَعْرُجُ</w:t>
      </w:r>
      <w:r w:rsidR="00303221" w:rsidRPr="00303221">
        <w:rPr>
          <w:rStyle w:val="libAieChar"/>
          <w:rtl/>
        </w:rPr>
        <w:t xml:space="preserve"> الْمَلاَئِکَةُ وَ الرُّوحُ إِلَيْهِ فِي يَوْمٍ کَانَ مِقْدَارُهُ خَمْسِينَ أَلْفَ سَنَةٍ</w:t>
      </w:r>
      <w:r w:rsidRPr="00303221">
        <w:rPr>
          <w:rStyle w:val="libAlaemChar"/>
          <w:rtl/>
        </w:rPr>
        <w:t>)</w:t>
      </w:r>
      <w:r>
        <w:rPr>
          <w:rtl/>
        </w:rPr>
        <w:t xml:space="preserve"> سورة المعارج آية - 4 يقول علماء الفلك إن وحدات الزمن التى يستخدمها الناس لتقدير الوقت في دنيانا مرتبطة بالارض ودورانها حول محورها مرة كل 24 ساعة، وحول محورها كل سنة، فإذا ما غادر أحد الارض إلى أى جرم سماوى آخر اختلفت الوحدات الزمنية طولا وقصرا، والآيات الكريمة السابقة تشير إلى هذه الحقيقة العلمية وإلى أن الزمن مختلف في مقداره، وأن هناك سنوات فلكية نسبية يمكن التفرقة بينها، فالسنة الشمسية على الارض تحسب بمقدار الزمن الذى تقطع فيه الارض دروة كاملة حول الشمس في 365 يوما شمسيا على حين أن السيارات القريبة من الشمس مثل عطارد فإنه يقطع دورته حول الشمس في 88 يوما،</w:t>
      </w:r>
    </w:p>
    <w:p w:rsidR="000E4D44" w:rsidRDefault="00ED7F18" w:rsidP="000E4D44">
      <w:pPr>
        <w:pStyle w:val="libNormal"/>
      </w:pPr>
      <w:r>
        <w:rPr>
          <w:rtl/>
        </w:rPr>
        <w:br w:type="page"/>
      </w:r>
    </w:p>
    <w:p w:rsidR="000E4D44" w:rsidRDefault="000E4D44" w:rsidP="00303221">
      <w:pPr>
        <w:pStyle w:val="libNormal0"/>
      </w:pPr>
      <w:r>
        <w:rPr>
          <w:rtl/>
        </w:rPr>
        <w:lastRenderedPageBreak/>
        <w:t>على حين أن بلوتو وهو أبعد الكواكب السيارة من الشمس وأبطؤها حركة يتم دورته حولها في 250 سنة من سنواتنا، فالايام في ملك الله مختلفة طولا وعددا.</w:t>
      </w:r>
    </w:p>
    <w:p w:rsidR="000E4D44" w:rsidRDefault="000E4D44" w:rsidP="00303221">
      <w:pPr>
        <w:pStyle w:val="libNormal"/>
      </w:pPr>
      <w:r>
        <w:rPr>
          <w:rtl/>
        </w:rPr>
        <w:t>وقال الله تعالى في سورة الاسراء آية - 32:</w:t>
      </w:r>
      <w:r w:rsidRPr="00303221">
        <w:rPr>
          <w:rStyle w:val="libAlaemChar"/>
          <w:rtl/>
        </w:rPr>
        <w:t>(</w:t>
      </w:r>
      <w:r w:rsidR="00303221" w:rsidRPr="00303221">
        <w:rPr>
          <w:rStyle w:val="libAieChar"/>
          <w:rFonts w:hint="eastAsia"/>
          <w:rtl/>
        </w:rPr>
        <w:t xml:space="preserve"> وَ</w:t>
      </w:r>
      <w:r w:rsidR="00303221" w:rsidRPr="00303221">
        <w:rPr>
          <w:rStyle w:val="libAieChar"/>
          <w:rtl/>
        </w:rPr>
        <w:t xml:space="preserve"> لاَ تَقْرَبُوا الزِّنَى إِنَّهُ کَانَ فَاحِشَةً وَ سَاءَ سَبِيلاً</w:t>
      </w:r>
      <w:r w:rsidRPr="00303221">
        <w:rPr>
          <w:rStyle w:val="libAlaemChar"/>
          <w:rtl/>
        </w:rPr>
        <w:t>)</w:t>
      </w:r>
      <w:r>
        <w:rPr>
          <w:rtl/>
        </w:rPr>
        <w:t>.</w:t>
      </w:r>
    </w:p>
    <w:p w:rsidR="000E4D44" w:rsidRDefault="000E4D44" w:rsidP="000E4D44">
      <w:pPr>
        <w:pStyle w:val="libNormal"/>
      </w:pPr>
      <w:r>
        <w:rPr>
          <w:rtl/>
        </w:rPr>
        <w:t>تفسير رجال الدين: ولا تقربوا الزنى بمباشرة أسبابه ودواعيه لانه رذيلة واضحة القبح ويئس طريقا طريقه.</w:t>
      </w:r>
    </w:p>
    <w:p w:rsidR="000E4D44" w:rsidRDefault="000E4D44" w:rsidP="000E4D44">
      <w:pPr>
        <w:pStyle w:val="libNormal"/>
      </w:pPr>
      <w:r>
        <w:rPr>
          <w:rtl/>
        </w:rPr>
        <w:t>النظرة العلمية: لقد أثبت علم الطب أن الزنى فيه أضرار صحية خطيرة تهدد البشرية بالامراض الخبيثة التى يصعب علاجها، فهو السبب المباشر في الزهرى وهو مرض يعدى بمجرد اللمس ويؤثر تأثيرا سيئا في الجهار العصبى، وكذلك بسبب مرض السيلان الذى هو من المعضلات المرضية الخطيرة التى حار في علاجها الطب وهو يترك المصاب به في حالة من الالم والمرض يعطلان حركته وبشلان تفكيره ويجعلانه عضو أشل لا فائدة فيه، كما أنه سبب تشويه النسل، وقد ثبت أن كل امرأة اتصلت برجل مصاب بهذه الامراض الخبيثة لابد أن تصاب هى الاخرى بها وإننا نحمد الله تعالى ونشكره على تفضله تعالى بالارشاد إلى كل ما فيه صحة عباده وسلامتهم، فهو سبحانه أحكم الحاكمين وأرحم الراحمين يريد بهم الخير دائما.</w:t>
      </w:r>
    </w:p>
    <w:p w:rsidR="000E4D44" w:rsidRDefault="00ED7F18" w:rsidP="000E4D44">
      <w:pPr>
        <w:pStyle w:val="libNormal"/>
      </w:pPr>
      <w:r>
        <w:rPr>
          <w:rtl/>
        </w:rPr>
        <w:br w:type="page"/>
      </w:r>
    </w:p>
    <w:p w:rsidR="000E4D44" w:rsidRDefault="000E4D44" w:rsidP="00303221">
      <w:pPr>
        <w:pStyle w:val="libNormal"/>
      </w:pPr>
      <w:r>
        <w:rPr>
          <w:rtl/>
        </w:rPr>
        <w:lastRenderedPageBreak/>
        <w:t>قال تعالى في سورة الشعراء آية - 165:</w:t>
      </w:r>
      <w:r w:rsidRPr="00303221">
        <w:rPr>
          <w:rStyle w:val="libAlaemChar"/>
          <w:rtl/>
        </w:rPr>
        <w:t>(</w:t>
      </w:r>
      <w:r w:rsidR="00303221" w:rsidRPr="00303221">
        <w:rPr>
          <w:rStyle w:val="libAieChar"/>
          <w:rFonts w:hint="eastAsia"/>
          <w:rtl/>
        </w:rPr>
        <w:t xml:space="preserve"> أَ</w:t>
      </w:r>
      <w:r w:rsidR="00303221" w:rsidRPr="00303221">
        <w:rPr>
          <w:rStyle w:val="libAieChar"/>
          <w:rtl/>
        </w:rPr>
        <w:t xml:space="preserve"> تَأْتُونَ الذُّکْرَانَ مِنَ الْعَالَمِينَ‌</w:t>
      </w:r>
      <w:r w:rsidRPr="00303221">
        <w:rPr>
          <w:rStyle w:val="libAieChar"/>
          <w:rtl/>
        </w:rPr>
        <w:t xml:space="preserve"> </w:t>
      </w:r>
      <w:r w:rsidR="00303221" w:rsidRPr="00303221">
        <w:rPr>
          <w:rStyle w:val="libAieChar"/>
          <w:rFonts w:hint="eastAsia"/>
          <w:rtl/>
        </w:rPr>
        <w:t>وَ</w:t>
      </w:r>
      <w:r w:rsidR="00303221" w:rsidRPr="00303221">
        <w:rPr>
          <w:rStyle w:val="libAieChar"/>
          <w:rtl/>
        </w:rPr>
        <w:t xml:space="preserve"> تَذَرُونَ مَا خَلَقَ لَکُمْ رَبُّکُمْ مِنْ أَزْوَاجِکُمْ بَلْ أَنْتُمْ قَوْمٌ عَادُونَ</w:t>
      </w:r>
      <w:r w:rsidRPr="00303221">
        <w:rPr>
          <w:rStyle w:val="libAlaemChar"/>
          <w:rtl/>
        </w:rPr>
        <w:t>)</w:t>
      </w:r>
      <w:r>
        <w:rPr>
          <w:rtl/>
        </w:rPr>
        <w:t>.</w:t>
      </w:r>
    </w:p>
    <w:p w:rsidR="000E4D44" w:rsidRDefault="000E4D44" w:rsidP="000E4D44">
      <w:pPr>
        <w:pStyle w:val="libNormal"/>
      </w:pPr>
      <w:r>
        <w:rPr>
          <w:rtl/>
        </w:rPr>
        <w:t>تفسير علماء الدين: قال نبى الله لوط لقومه: أتستمتعون بوطئ المذكور دون الاناث وقد خلقها الله لكم؟ بل أنتم قوم متجاوزون الحد بارتكاب هذه الفاحشة المنكرة.</w:t>
      </w:r>
    </w:p>
    <w:p w:rsidR="000E4D44" w:rsidRDefault="000E4D44" w:rsidP="000E4D44">
      <w:pPr>
        <w:pStyle w:val="libNormal"/>
      </w:pPr>
      <w:r>
        <w:rPr>
          <w:rtl/>
        </w:rPr>
        <w:t>النظرة العلمية: يرى علماء الاجتماع أن هذه الفاحشة المنكرة التى تنفر منها الطباع الكريمة هى أسوأ ما ينزل بالانسان إلى أحط الحضيض من الكرامة الآدمية، وأن إشاعتها وتفشيها وتعودها يؤدى إلى تعطيل سنة الزواج التى هى سنة الله في خلقه والتى هى طريقة التناسل الطبيعية والتكاثر الذى عليه عمارة الارض وإصلاحها، ثم إن علماء الطب يرون في جريمة اللواط من الاخطار الصحية لفاعلها مثل ما يصيب الزناة من أمراض جنسية خبيثة يصعب البرء منها مثل الزهرى والسيلان والقرحة والجرب كما أنه يفقد الانسان السيطرة على عملية التبرز فيحدث منه عن غير إرادة، وقد يفضى الامر بالمجنى عليه في هذا الفسق أن يصير مخنثا إذا لزمته هذه العادة من صغره ويفقد بذلك رجولته.</w:t>
      </w:r>
    </w:p>
    <w:p w:rsidR="000E4D44" w:rsidRDefault="000E4D44" w:rsidP="005F1718">
      <w:pPr>
        <w:pStyle w:val="libNormal"/>
      </w:pPr>
      <w:r>
        <w:rPr>
          <w:rtl/>
        </w:rPr>
        <w:t>قال الله تعالى في سورة النور آية 2:</w:t>
      </w:r>
      <w:r w:rsidR="005F1718" w:rsidRPr="005F1718">
        <w:rPr>
          <w:rStyle w:val="libAlaemChar"/>
          <w:rFonts w:hint="cs"/>
          <w:rtl/>
        </w:rPr>
        <w:t>(</w:t>
      </w:r>
      <w:r w:rsidRPr="005F1718">
        <w:rPr>
          <w:rStyle w:val="libAieChar"/>
          <w:rtl/>
        </w:rPr>
        <w:t xml:space="preserve"> </w:t>
      </w:r>
      <w:r w:rsidR="005F1718" w:rsidRPr="005F1718">
        <w:rPr>
          <w:rStyle w:val="libAieChar"/>
          <w:rFonts w:hint="eastAsia"/>
          <w:rtl/>
        </w:rPr>
        <w:t>الزَّانِيَةُ</w:t>
      </w:r>
      <w:r w:rsidR="005F1718" w:rsidRPr="005F1718">
        <w:rPr>
          <w:rStyle w:val="libAieChar"/>
          <w:rtl/>
        </w:rPr>
        <w:t xml:space="preserve"> وَ الزَّانِي فَاجْلِدُوا کُلَّ وَاحِدٍ مِنْهُمَا مِائَةَ جَلْدَةٍ وَ لاَ تَأْخُذْکُمْ بِهِمَا رَأْفَةٌ فِي دِينِ اللَّهِ</w:t>
      </w:r>
      <w:r w:rsidRPr="005F1718">
        <w:rPr>
          <w:rStyle w:val="libAlaemChar"/>
          <w:rtl/>
        </w:rPr>
        <w:t>)</w:t>
      </w:r>
      <w:r>
        <w:rP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اضربوا كلا من الزانى والزانية مائة جلدة ولا يمنعكم شئ من الرأفة عند تنفيذ الحكم.</w:t>
      </w:r>
    </w:p>
    <w:p w:rsidR="000E4D44" w:rsidRDefault="000E4D44" w:rsidP="000E4D44">
      <w:pPr>
        <w:pStyle w:val="libNormal"/>
      </w:pPr>
      <w:r>
        <w:rPr>
          <w:rtl/>
        </w:rPr>
        <w:t>النظرة العلمية: يرى علماء التشريع أن ضرب الزانى أو الزانية مائة جلدة لا رحمة فيها أمام الناس هو العقاب الرادع لكل من تسول له نفسه ارتكاب هذه الجريمة النكرا وبروا أن القوانين الوضعية التى تعاقب الزانى بالحبس أو التهاون في مؤاخذته باستعمال توافه العقوبات قد أدى إلى إشاعة الفسق والفجور وهانت الاعراض وفسدت النفوس وضاعت الانساب وضاعت كرامة العائلات وقد يؤدى ذلك إلى الدفاع عن الشرف بالقتل والاخذ بالثأر في أعراض المعتدين كرها وغير ذلك من عوامل الهدم والتخريب للمجتمعات.</w:t>
      </w:r>
    </w:p>
    <w:p w:rsidR="000E4D44" w:rsidRDefault="000E4D44" w:rsidP="00842006">
      <w:pPr>
        <w:pStyle w:val="libNormal"/>
      </w:pPr>
      <w:r>
        <w:rPr>
          <w:rtl/>
        </w:rPr>
        <w:t>وقال تعالى في سورة النور آية - 3:</w:t>
      </w:r>
      <w:r w:rsidR="00842006" w:rsidRPr="00842006">
        <w:rPr>
          <w:rStyle w:val="libAlaemChar"/>
          <w:rFonts w:hint="cs"/>
          <w:rtl/>
        </w:rPr>
        <w:t>(</w:t>
      </w:r>
      <w:r w:rsidR="00842006" w:rsidRPr="00842006">
        <w:rPr>
          <w:rStyle w:val="libAieChar"/>
          <w:rFonts w:hint="eastAsia"/>
          <w:rtl/>
        </w:rPr>
        <w:t>الزَّانِي</w:t>
      </w:r>
      <w:r w:rsidR="00842006" w:rsidRPr="00842006">
        <w:rPr>
          <w:rStyle w:val="libAieChar"/>
          <w:rtl/>
        </w:rPr>
        <w:t xml:space="preserve"> لاَ يَنْکِحُ إِلاَّ زَانِيَةً أَوْ مُشْرِکَةً وَ الزَّانِيَةُ لاَ يَنْکِحُهَا إِلاَّ زَانٍ أَوْ مُشْرِکٌ وَ حُرِّمَ ذٰلِکَ عَلَى الْمُؤْمِنِينَ‌</w:t>
      </w:r>
      <w:r w:rsidRPr="00842006">
        <w:rPr>
          <w:rStyle w:val="libAlaemChar"/>
          <w:rtl/>
        </w:rPr>
        <w:t>)</w:t>
      </w:r>
      <w:r>
        <w:rPr>
          <w:rtl/>
        </w:rPr>
        <w:t>.</w:t>
      </w:r>
    </w:p>
    <w:p w:rsidR="000E4D44" w:rsidRDefault="000E4D44" w:rsidP="000E4D44">
      <w:pPr>
        <w:pStyle w:val="libNormal"/>
      </w:pPr>
      <w:r>
        <w:rPr>
          <w:rtl/>
        </w:rPr>
        <w:t>تفسير علماء الدين: المجرم الخبيث الذى من دأبه الزنا ولا يرغب إلا في نكاح مجرمة خبيثة عرفت بالزنا أو الشرك، والخبيثة التى من دأبها الزنا لا يرغب في نكاحها</w:t>
      </w:r>
    </w:p>
    <w:p w:rsidR="000E4D44" w:rsidRDefault="00ED7F18" w:rsidP="000E4D44">
      <w:pPr>
        <w:pStyle w:val="libNormal"/>
      </w:pPr>
      <w:r>
        <w:rPr>
          <w:rtl/>
        </w:rPr>
        <w:br w:type="page"/>
      </w:r>
    </w:p>
    <w:p w:rsidR="000E4D44" w:rsidRDefault="000E4D44" w:rsidP="006676FF">
      <w:pPr>
        <w:pStyle w:val="libNormal0"/>
      </w:pPr>
      <w:r>
        <w:rPr>
          <w:rtl/>
        </w:rPr>
        <w:lastRenderedPageBreak/>
        <w:t>إلا خبيث عرف بالزنا أو الشرك، ولا يليق هذا النكاح بالمؤمنين لما فيه من مقارفة الفسق والتعرض للتهم.</w:t>
      </w:r>
    </w:p>
    <w:p w:rsidR="000E4D44" w:rsidRDefault="000E4D44" w:rsidP="000E4D44">
      <w:pPr>
        <w:pStyle w:val="libNormal"/>
      </w:pPr>
      <w:r>
        <w:rPr>
          <w:rtl/>
        </w:rPr>
        <w:t>النظرة العلمية: ينظر علم النفس وعلم الاجتماع إلى هذه الآية نظرة علمية تحليلية، فيرى في طبيعة الزانى أنه مخلوق شاذ لا يتفق سلوكه مع سلوك الرجل العادى السوى من الناحية العقلية والنفسية والاخلاقية، وهو يقدم على جريمته النكراء مع من ثمائله الشذوذ في الحالة النفسية والعقلية والاخلاقية ولو أردنا معرفة العوامل التى تحمل الزانى على فحشه هذا نجد أنها شذوذ عن الطبيعة وانحلال في الاخلاق واستسلام للاهواء الشهوانية الفاسدة، وأنه لا يقع في جريمة الزنا إلا من كان فاسقا مستهترا بدينه، أما الرجل المتدين الذى يعبد الله ويخشاه فإنه لا يقع في هذه الفاحشة مهما كانت المغريات لان له من الدين حصانة تحميه وتحقظه من الوقوع في هذه الجريمة النكراء.</w:t>
      </w:r>
    </w:p>
    <w:p w:rsidR="000E4D44" w:rsidRDefault="000E4D44" w:rsidP="006676FF">
      <w:pPr>
        <w:pStyle w:val="libNormal"/>
      </w:pPr>
      <w:r>
        <w:rPr>
          <w:rtl/>
        </w:rPr>
        <w:t>قال تعالى في سورة ق آية - 3، 4:</w:t>
      </w:r>
      <w:r w:rsidRPr="006676FF">
        <w:rPr>
          <w:rStyle w:val="libAlaemChar"/>
          <w:rtl/>
        </w:rPr>
        <w:t>(</w:t>
      </w:r>
      <w:r w:rsidR="006676FF" w:rsidRPr="006676FF">
        <w:rPr>
          <w:rStyle w:val="libAieChar"/>
          <w:rFonts w:hint="eastAsia"/>
          <w:rtl/>
        </w:rPr>
        <w:t xml:space="preserve"> أَ</w:t>
      </w:r>
      <w:r w:rsidR="006676FF" w:rsidRPr="006676FF">
        <w:rPr>
          <w:rStyle w:val="libAieChar"/>
          <w:rtl/>
        </w:rPr>
        <w:t xml:space="preserve"> إِذَا مِتْنَا وَ کُنَّا تُرَاباً ذٰلِکَ رَجْعٌ بَعِيدٌ </w:t>
      </w:r>
      <w:r w:rsidRPr="006676FF">
        <w:rPr>
          <w:rStyle w:val="libAieChar"/>
          <w:rtl/>
        </w:rPr>
        <w:t xml:space="preserve">، </w:t>
      </w:r>
      <w:r w:rsidR="006676FF" w:rsidRPr="006676FF">
        <w:rPr>
          <w:rStyle w:val="libAieChar"/>
          <w:rFonts w:hint="eastAsia"/>
          <w:rtl/>
        </w:rPr>
        <w:t>قَدْ</w:t>
      </w:r>
      <w:r w:rsidR="006676FF" w:rsidRPr="006676FF">
        <w:rPr>
          <w:rStyle w:val="libAieChar"/>
          <w:rtl/>
        </w:rPr>
        <w:t xml:space="preserve"> عَلِمْنَا مَا تَنْقُصُ الْأَرْضُ مِنْهُمْ وَ عِنْدَنَا کِتَابٌ حَفِيظٌ</w:t>
      </w:r>
      <w:r w:rsidRPr="006676FF">
        <w:rPr>
          <w:rStyle w:val="libAlaemChar"/>
          <w:rtl/>
        </w:rPr>
        <w:t>)</w:t>
      </w:r>
      <w:r>
        <w:rPr>
          <w:rtl/>
        </w:rPr>
        <w:t>.</w:t>
      </w:r>
    </w:p>
    <w:p w:rsidR="000E4D44" w:rsidRDefault="000E4D44" w:rsidP="000E4D44">
      <w:pPr>
        <w:pStyle w:val="libNormal"/>
      </w:pPr>
      <w:r>
        <w:rPr>
          <w:rtl/>
        </w:rPr>
        <w:t>تفسير علماء الدين: أبعد أن نموت ونصير ترابا نرجع أحياء؟ ذلك البعث بعد الموت رجع بعيد الوقوع، قد علمنا ما تأخذه الارض من أجسامهم بعد الموت وعندنا كتاب دقيق الاحصاء والحفظ.</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تحمل هذه الآية في طياتها معنى القانون العلمى الذى يقول بأن المادة لا تفنى، ودليل ذلك أن الشمعة التي احترقت لم تفن مادتها بل إنها تحولت أثناء احترقها إلى مواد غازية وأخرى سائلة لو جمعها الانسان ووزنها لم يجد بها نقصا عن وزنها السابق قبل احتراقها، وحقيقة عدم فناء المادة قانون الله وسنته في خلقه، ولن تجد لسنة الله تبديلا، وقد تكونت الخلائق في أول أمرها من التراب، وبعد ذلك تناسلوا وتغذوا بما تخرجه الارض من نبات وبما يتغذى من الارض من حيوان، ثم إنهم بعد ذلك يقبرون ثم يبعثون ولا ينقصون، أى أن الناس نشئوا نشأتهم الاولى من الارض ثم إنهم إلى الارض يعودون، ويؤيد ذلك قوله تعالى:(منها خلقناكم وفيها نعيدكم، ومنها نخرجكم تارة أخرى) ومعنى ذلك أن جثة الميت التى تحللت وصارات سائلا تسرب في التراب وغارات انتشرت لم تتبدد، وإنما ترجع إلى أصلها كما كانت دون نقص، وسبحان الله الذى عنده كتاب حفيظ لكل ذرة في السماوات والارض فهو القائل:(وعنده مفاتيح الغيب لايعلمها إلا هو ويعلم ما في البر والبحر وما تسقط من ورقة إلا يعلمها، ولا حبة في ظلمات الارض ولا رطب ولا يابس إلا في كتاب مبين) فكيف يذهب الانسان وهو أشرف المخلوقات هباء ويتبدد سدى، قال تعالى،(أفحسبتم أنا خلقناكم عبثا وأنكم إلينا لا ترجعون) كلا إن مادة الاجسام لا تفنى بعد موتها بل هى باقية موجودة بصور مختلفة وفى حفط من التبدد والضياع بأمر الله.</w:t>
      </w:r>
    </w:p>
    <w:p w:rsidR="000E4D44" w:rsidRDefault="00ED7F18" w:rsidP="000E4D44">
      <w:pPr>
        <w:pStyle w:val="libNormal"/>
      </w:pPr>
      <w:r>
        <w:rPr>
          <w:rtl/>
        </w:rPr>
        <w:br w:type="page"/>
      </w:r>
    </w:p>
    <w:p w:rsidR="000E4D44" w:rsidRDefault="000E4D44" w:rsidP="002A6FC5">
      <w:pPr>
        <w:pStyle w:val="libNormal"/>
      </w:pPr>
      <w:r>
        <w:rPr>
          <w:rtl/>
        </w:rPr>
        <w:lastRenderedPageBreak/>
        <w:t>وقال تعالى في سورة الغاشية آية - 19:</w:t>
      </w:r>
      <w:r w:rsidRPr="002A6FC5">
        <w:rPr>
          <w:rStyle w:val="libAlaemChar"/>
          <w:rtl/>
        </w:rPr>
        <w:t>(</w:t>
      </w:r>
      <w:r w:rsidR="002A6FC5" w:rsidRPr="002A6FC5">
        <w:rPr>
          <w:rStyle w:val="libAieChar"/>
          <w:rFonts w:hint="eastAsia"/>
          <w:rtl/>
        </w:rPr>
        <w:t xml:space="preserve"> أَ</w:t>
      </w:r>
      <w:r w:rsidR="002A6FC5" w:rsidRPr="002A6FC5">
        <w:rPr>
          <w:rStyle w:val="libAieChar"/>
          <w:rtl/>
        </w:rPr>
        <w:t xml:space="preserve"> فَلاَ يَنْظُرُونَ إِلَى الْإِبِلِ کَيْفَ خُلِقَتْ‌</w:t>
      </w:r>
      <w:r w:rsidRPr="002A6FC5">
        <w:rPr>
          <w:rStyle w:val="libAieChar"/>
          <w:rtl/>
        </w:rPr>
        <w:t xml:space="preserve"> </w:t>
      </w:r>
      <w:r w:rsidR="002A6FC5" w:rsidRPr="002A6FC5">
        <w:rPr>
          <w:rStyle w:val="libAieChar"/>
          <w:rFonts w:hint="eastAsia"/>
          <w:rtl/>
        </w:rPr>
        <w:t>وَ</w:t>
      </w:r>
      <w:r w:rsidR="002A6FC5" w:rsidRPr="002A6FC5">
        <w:rPr>
          <w:rStyle w:val="libAieChar"/>
          <w:rtl/>
        </w:rPr>
        <w:t xml:space="preserve"> إِلَى السَّمَاءِ کَيْفَ رُفِعَتْ‌</w:t>
      </w:r>
      <w:r w:rsidRPr="002A6FC5">
        <w:rPr>
          <w:rStyle w:val="libAieChar"/>
          <w:rtl/>
        </w:rPr>
        <w:t xml:space="preserve"> </w:t>
      </w:r>
      <w:r w:rsidR="002A6FC5" w:rsidRPr="002A6FC5">
        <w:rPr>
          <w:rStyle w:val="libAieChar"/>
          <w:rFonts w:hint="eastAsia"/>
          <w:rtl/>
        </w:rPr>
        <w:t>وَ</w:t>
      </w:r>
      <w:r w:rsidR="002A6FC5" w:rsidRPr="002A6FC5">
        <w:rPr>
          <w:rStyle w:val="libAieChar"/>
          <w:rtl/>
        </w:rPr>
        <w:t xml:space="preserve"> إِلَى الْجِبَالِ کَيْفَ نُصِبَتْ </w:t>
      </w:r>
      <w:r w:rsidRPr="002A6FC5">
        <w:rPr>
          <w:rStyle w:val="libAieChar"/>
          <w:rtl/>
        </w:rPr>
        <w:t>؟</w:t>
      </w:r>
      <w:r w:rsidRPr="002A6FC5">
        <w:rPr>
          <w:rStyle w:val="libAlaemChar"/>
          <w:rtl/>
        </w:rPr>
        <w:t>)</w:t>
      </w:r>
      <w:r>
        <w:rPr>
          <w:rtl/>
        </w:rPr>
        <w:t>.</w:t>
      </w:r>
    </w:p>
    <w:p w:rsidR="000E4D44" w:rsidRDefault="000E4D44" w:rsidP="000E4D44">
      <w:pPr>
        <w:pStyle w:val="libNormal"/>
      </w:pPr>
      <w:r>
        <w:rPr>
          <w:rtl/>
        </w:rPr>
        <w:t>تفسير علماء الدين: أيهمل الناس التدبر في آيات الله فلا ينظرون إلى الابل كيف خلقت خلقا بديعا يدل على قدرة الله، وإلى السماء التى يشاهدونها دائما كيف رفعت رفعا بعيد المدى بلا عمد تحملها، وإلى الجبال كيف أقيمت شامخة تمسك الارض فلا تميل ولا تميد؟ النظرة العلمية: تدعو هذه الآية الكريمة إلى التفكر في عجائب صنع الله الماثلة في الابل لتكون سفن الصحراء، ويدخل التفكر في خلقها وتكوينها في علم الاحياء، وإلى رفع السماء لتكون سقفا واقيا للارض من الرجوم التى تتساقط عليها من شهب ونيازك وأشعة كونية مهلكة، ويدخل ذلك في علم الفلك، وتدعو هذه الآية إلى التفكر في الجبال وكيف أنها تكونت من حركات الارض الباطنية التى لا يهدأ باطنها من الثوران وكذا التفكر في صخورها المختلفة الانواع ويدخل ذلك في علم الجيولوجيا، وهكذا تبدو آيات الله الخلاق العظيم في قرآنه الكريم لتذكر الناس وتحثهم على التأمل والتفكر والتدبر في آيات الله المحيطة بهم في الارض وفى السماء.</w:t>
      </w:r>
    </w:p>
    <w:p w:rsidR="000E4D44" w:rsidRDefault="00ED7F18" w:rsidP="000E4D44">
      <w:pPr>
        <w:pStyle w:val="libNormal"/>
      </w:pPr>
      <w:r>
        <w:rPr>
          <w:rtl/>
        </w:rPr>
        <w:br w:type="page"/>
      </w:r>
    </w:p>
    <w:p w:rsidR="000E4D44" w:rsidRDefault="000E4D44" w:rsidP="002A6FC5">
      <w:pPr>
        <w:pStyle w:val="libNormal"/>
      </w:pPr>
      <w:r>
        <w:rPr>
          <w:rtl/>
        </w:rPr>
        <w:lastRenderedPageBreak/>
        <w:t>وقال تعالى في سورة الاسراء آية-85:</w:t>
      </w:r>
      <w:r w:rsidRPr="002A6FC5">
        <w:rPr>
          <w:rStyle w:val="libAlaemChar"/>
          <w:rtl/>
        </w:rPr>
        <w:t>(</w:t>
      </w:r>
      <w:r w:rsidR="002A6FC5" w:rsidRPr="002A6FC5">
        <w:rPr>
          <w:rStyle w:val="libAieChar"/>
          <w:rFonts w:hint="eastAsia"/>
          <w:rtl/>
        </w:rPr>
        <w:t xml:space="preserve"> وَ</w:t>
      </w:r>
      <w:r w:rsidR="002A6FC5" w:rsidRPr="002A6FC5">
        <w:rPr>
          <w:rStyle w:val="libAieChar"/>
          <w:rtl/>
        </w:rPr>
        <w:t xml:space="preserve"> يَسْأَلُونَکَ عَنِ الرُّوحِ قُلِ الرُّوحُ مِنْ أَمْرِ رَبِّي وَ مَا أُوتِيتُمْ مِنَ الْعِلْمِ إِلاَّ قَلِيلاً</w:t>
      </w:r>
      <w:r w:rsidRPr="002A6FC5">
        <w:rPr>
          <w:rStyle w:val="libAlaemChar"/>
          <w:rtl/>
        </w:rPr>
        <w:t>)</w:t>
      </w:r>
      <w:r>
        <w:rPr>
          <w:rtl/>
        </w:rPr>
        <w:t>.</w:t>
      </w:r>
    </w:p>
    <w:p w:rsidR="000E4D44" w:rsidRDefault="000E4D44" w:rsidP="000E4D44">
      <w:pPr>
        <w:pStyle w:val="libNormal"/>
      </w:pPr>
      <w:r>
        <w:rPr>
          <w:rtl/>
        </w:rPr>
        <w:t>تفسير علماء الدين: يسألك قومك يا محمد بإيعاز من اليهود عن حقيقة الروح، فقل لهم الروح من علم ربى الذى استأثر به، وما أوتيتم من العلم إلا شيئا قليلا في جنب علم الله.</w:t>
      </w:r>
    </w:p>
    <w:p w:rsidR="000E4D44" w:rsidRDefault="000E4D44" w:rsidP="000E4D44">
      <w:pPr>
        <w:pStyle w:val="libNormal"/>
      </w:pPr>
      <w:r>
        <w:rPr>
          <w:rtl/>
        </w:rPr>
        <w:t>النظرة العلمية: يقرر الفلاسفة والعلماء أنه مهما بلغ اجتهادهم وتبحرهم في العلم وأكثروا من التأمل والتفكير في الكون فإنهم أعجر من أن يقطعوا برأى حاسم في حقيقة الروح أو التعرف على أى شئ من ماهيتها، وقد حاول بعض كبار الفلاسفة القدماء أن يحلوا لغز الروح ويكشفوا عن سرها فحاموا حول حماها وأكثروا من التأمل والتفكير في أمرها ولكنهم لم يصلوا إلى شئ يكشف عن جوهرها، وخير ما قيل في الروح ما جاء في آيات الله وأحاديث رسوله عن النفس الانسانية ذاتها وأنها سر مكنون في كيان الانسان مثل الروح من حيث أنها شئ يحس بمختلف الاحاسيس من اطمئنان وقلق وسعادة وشقاء وغير ذلك من تقلب في شتى الانفعالات والحالات الشعورية والوجدانية.</w:t>
      </w:r>
    </w:p>
    <w:p w:rsidR="000E4D44" w:rsidRDefault="000E4D44" w:rsidP="000E4D44">
      <w:pPr>
        <w:pStyle w:val="libNormal"/>
      </w:pPr>
      <w:r>
        <w:rPr>
          <w:rtl/>
        </w:rPr>
        <w:t>وقد اختلف العلماء في معنى الروح الانسانية وكيفية تعلقها بالبدن وسريانها فيه أو في تجردها عنه وأشهر الآراء في ذلك قولان: أولهما - أنها ليست جسما ولا عرضا بل هى جوهر مجرد قائم بنفسه وليس حالا في بدن الانسان ولا متعلقا به تعلقا يسهل زواله بل هو تعلق وسط بين بين</w:t>
      </w:r>
    </w:p>
    <w:p w:rsidR="000E4D44" w:rsidRDefault="00ED7F18" w:rsidP="000E4D44">
      <w:pPr>
        <w:pStyle w:val="libNormal"/>
      </w:pPr>
      <w:r>
        <w:rPr>
          <w:rtl/>
        </w:rPr>
        <w:br w:type="page"/>
      </w:r>
    </w:p>
    <w:p w:rsidR="000E4D44" w:rsidRDefault="000E4D44" w:rsidP="002A6FC5">
      <w:pPr>
        <w:pStyle w:val="libNormal0"/>
      </w:pPr>
      <w:r>
        <w:rPr>
          <w:rtl/>
        </w:rPr>
        <w:lastRenderedPageBreak/>
        <w:t>كتعلق العاشق بالمعشوق عشقا جبليا إلهاميا لا ينقطع ما دام البدن صالحا لان يتعلق به.</w:t>
      </w:r>
    </w:p>
    <w:p w:rsidR="000E4D44" w:rsidRDefault="000E4D44" w:rsidP="000E4D44">
      <w:pPr>
        <w:pStyle w:val="libNormal"/>
      </w:pPr>
      <w:r>
        <w:rPr>
          <w:rtl/>
        </w:rPr>
        <w:t>ثانيهما أنها جسم نورانى سرى في الاعضاء سريان الماء في الورد والدهن في الزيتون والنار في الفحم لا يتبدل ولا يتحلل، وهو الجسم المعنوى الحامل لصفات الكمال من العقل والفهم داخل الهيكل المحسوس القابل للزوال الذى يطلق عليه مجازا إسم إنسان كما يسمى ضوء الشمس شمسا لان ضوء الشمس قائم بها وتابع لها ويستدل به عليها، كذلك الانسان الظاهر فهو ظل وشبح للانسان الحقيقى لانه مظهر انفعاله ومحل تصرفاته وهو المراد بقوله تعالى:(لقد خلقنا الانسان في أحسن تقويم) أى في أحسن حالة من الفطرة التى تقر وتعترف بالربوبية لخالقها والمزودة بالغرائز المستعدة لادراك الحقائق الكلية والجزئية.</w:t>
      </w:r>
    </w:p>
    <w:p w:rsidR="000E4D44" w:rsidRDefault="000E4D44" w:rsidP="000E4D44">
      <w:pPr>
        <w:pStyle w:val="libNormal"/>
      </w:pPr>
      <w:r>
        <w:rPr>
          <w:rtl/>
        </w:rPr>
        <w:t>ويقول ابن القيم وهو من أصحاب الرأى في هذا البحث: إن الارواح أجساد حاملة لاغراضها من التعارف والتناكر وأنها عارفة ومميزة للاشياء وأنها مخالفة في الماهية لهذه الاجسام المحسوسة، وأن الروح جسم نورانى خفيف متحرك في جوهر الاعضاء يسرى فيها سريان الماء في الورد والدهن في الزيتون، والنار في الفحم.</w:t>
      </w:r>
    </w:p>
    <w:p w:rsidR="000E4D44" w:rsidRDefault="000E4D44" w:rsidP="002A6FC5">
      <w:pPr>
        <w:pStyle w:val="libNormal"/>
      </w:pPr>
      <w:r>
        <w:rPr>
          <w:rtl/>
        </w:rPr>
        <w:t>وقال تعالى في سورة الحج آية - 73:</w:t>
      </w:r>
      <w:r w:rsidRPr="002A6FC5">
        <w:rPr>
          <w:rStyle w:val="libAlaemChar"/>
          <w:rtl/>
        </w:rPr>
        <w:t>(</w:t>
      </w:r>
      <w:r w:rsidR="002A6FC5" w:rsidRPr="002A6FC5">
        <w:rPr>
          <w:rStyle w:val="libAieChar"/>
          <w:rFonts w:hint="eastAsia"/>
          <w:rtl/>
        </w:rPr>
        <w:t xml:space="preserve"> يَا</w:t>
      </w:r>
      <w:r w:rsidR="002A6FC5" w:rsidRPr="002A6FC5">
        <w:rPr>
          <w:rStyle w:val="libAieChar"/>
          <w:rtl/>
        </w:rPr>
        <w:t xml:space="preserve"> أَيُّهَا النَّاسُ ضُرِبَ مَثَلٌ فَاسْتَمِعُوا لَهُ إِنَّ الَّذِينَ تَدْعُونَ مِنْ دُونِ اللَّهِ لَنْ يَخْلُقُوا ذُبَاباً وَ لَوِ اجْتَمَعُوا لَهُ وَ إِنْ يَسْلُبْهُمُ الذُّبَابُ شَيْئاً لاَ يَسْتَنْقِذُوهُ مِنْهُ ضَعُفَ الطَّالِبُ وَ الْمَطْلُوبُ</w:t>
      </w:r>
      <w:r w:rsidRPr="002A6FC5">
        <w:rPr>
          <w:rStyle w:val="libAlaemChar"/>
          <w:rtl/>
        </w:rPr>
        <w:t>)</w:t>
      </w:r>
      <w:r>
        <w:rP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يا أيها الناس(والمراد أهل مكة وغيرهم): إنا نبرز أمامكم حقيقة عجيبة في شأنها فاستمعوا إليها وتدبروها: إن أصنامكم لن تستطيع أبدا خلق شئ مهما يكن تافها حقيرا كالذباب وإن تضافروا جميعا على خلقه، بل إن هذا المخلوق التافه لو سلب من الاصنام شيئا من القرابين التى تقدم إليها فإنها لا تستطيع بحال من الاحوال أن تمنعه عنه أو تسترده منه، وما أضعف الذى يهزم أمام الذباب عن استرداد ما سلبه منه، وما أضعف نفس الذباب، كلاهما شديد الضعف، بل الاصنام أشد ضعفا، فكيف يليق بإنسان عاقل أن يعبدها ويلتمس النفع منها؟ ! النظرة العلمية: لقد جاء‌ت في القرآن آيات نزلت تتحدى العرب وهم أهل الفصاحة والبلاغة أن يأتوا بسورة من مثله فعجزوا، وتكرر في القرآن هذا التحدى البيانى الذى كانوا يفتخرون ببراعتهم وتفوقهم فيه فعجزوا عن أن يأتوا بأصغر سورة من مثله، ثم إن القرآن بعد ذلك تحدى الناس جميعا تحديا ماديا أن يخلقوا ذبابة وهى حشرة ضئيلة فلم يقدروا كذلك، واستمر هذا التحدى قائما إلى عصرنا هذا أى بعد أكثر من ألف سنة من نزول القرآن وبعد أن تقدم العلم تقدما هائلا وبلغت التكنولوجيا ذروتها في التطور والاختراع، فهل تستطيع دولة العلم بعد ما بلغت ما بلغت من التفوق أن يقف الناس أمام هذا التحدى المادى ويصنع ذبابة واحدة؟ ثم يسألهم هل لو بسلبهم الذباب حياتهم بمرض فتاك ينفل جراثيمه إليهم هل يمكنهم استرداد حياتهم؟ إن القرآن الكريم هو كلام الله المعجز حقا قديما وحديثا، وكتابه الذى لا ريب فيه، ونختم كلامنا بأن القرآن معجزة خالدة ولكن إعجازها لايقتصر على الاسلوب البيانى المعجز وإنما فيما حوى من منهج</w:t>
      </w:r>
    </w:p>
    <w:p w:rsidR="000E4D44" w:rsidRDefault="00ED7F18" w:rsidP="000E4D44">
      <w:pPr>
        <w:pStyle w:val="libNormal"/>
      </w:pPr>
      <w:r>
        <w:rPr>
          <w:rtl/>
        </w:rPr>
        <w:br w:type="page"/>
      </w:r>
    </w:p>
    <w:p w:rsidR="000E4D44" w:rsidRDefault="000E4D44" w:rsidP="002A6FC5">
      <w:pPr>
        <w:pStyle w:val="libNormal0"/>
      </w:pPr>
      <w:r>
        <w:rPr>
          <w:rtl/>
        </w:rPr>
        <w:lastRenderedPageBreak/>
        <w:t>على تناول حقائق الاكوان والانسان والحيوان والنبات والحشرات وغير ذلك لان القرآن لم ينزل للعرب فقط وإنما نزل للناس كافة وفيهم من لا يعرفون العربية فكيف يكون الاعجاز القرآنى مفهوما لديهم؟ لقد تبين لهم هذا الاعجاز عن طريق المناهج العلمية والتشريعية والاصلاحية التى هى من أسرار الاعجاز العليا للقرآن والتى كلما تجلت علميا زانها الاداء البيانى البليغ والاسلوب القرآنى الرائع في مبناه ومعناه.</w:t>
      </w:r>
    </w:p>
    <w:p w:rsidR="000E4D44" w:rsidRDefault="000E4D44" w:rsidP="002A6FC5">
      <w:pPr>
        <w:pStyle w:val="libNormal"/>
      </w:pPr>
      <w:r>
        <w:rPr>
          <w:rtl/>
        </w:rPr>
        <w:t xml:space="preserve">قال تعالى في سورة الرعد آية - 3: </w:t>
      </w:r>
      <w:r w:rsidR="002A6FC5" w:rsidRPr="002A6FC5">
        <w:rPr>
          <w:rStyle w:val="libAlaemChar"/>
          <w:rFonts w:hint="cs"/>
          <w:rtl/>
        </w:rPr>
        <w:t>(</w:t>
      </w:r>
      <w:r w:rsidR="002A6FC5" w:rsidRPr="002A6FC5">
        <w:rPr>
          <w:rStyle w:val="libAieChar"/>
          <w:rtl/>
        </w:rPr>
        <w:t>وَ مِنْ کُلِّ الثَّمَرَاتِ جَعَلَ فِيهَا زَوْجَيْنِ اثْنَيْنِ</w:t>
      </w:r>
      <w:r w:rsidRPr="002A6FC5">
        <w:rPr>
          <w:rStyle w:val="libAlaemChar"/>
          <w:rtl/>
        </w:rPr>
        <w:t>)</w:t>
      </w:r>
      <w:r>
        <w:rPr>
          <w:rtl/>
        </w:rPr>
        <w:t>.</w:t>
      </w:r>
    </w:p>
    <w:p w:rsidR="000E4D44" w:rsidRDefault="000E4D44" w:rsidP="000E4D44">
      <w:pPr>
        <w:pStyle w:val="libNormal"/>
      </w:pPr>
      <w:r>
        <w:rPr>
          <w:rtl/>
        </w:rPr>
        <w:t>تفسير علماء الدين: وجعل الله سبحانه من الثمرات الانواع المتقابلة أصنافا منها الحلو والحامض ومنها الابيض والاسود.</w:t>
      </w:r>
    </w:p>
    <w:p w:rsidR="000E4D44" w:rsidRDefault="000E4D44" w:rsidP="000E4D44">
      <w:pPr>
        <w:pStyle w:val="libNormal"/>
      </w:pPr>
      <w:r>
        <w:rPr>
          <w:rtl/>
        </w:rPr>
        <w:t>النظرة العلمية: يقرر العلم الحديث أن أزهار النباتات على اختلاف أنواعها تنقسم ثلاثة أقسام: أزهار مذكرة وأزهار مؤنثة وأزهار خنثى تجمع الناحيتين من عضو التذكير وعضو التأنيث معا، ومن الامثلة الموضحة لذلك النخيل فمنه نوع مذكر وآخر مؤنث، ونبات الذرة يحمل في وقت واحد أزهارا مذكرة وأخرى مؤنثة ونبات القول له زهرة تجمع بين عضوى التأنيث والتذكير معا</w:t>
      </w:r>
    </w:p>
    <w:p w:rsidR="000E4D44" w:rsidRDefault="00ED7F18" w:rsidP="000E4D44">
      <w:pPr>
        <w:pStyle w:val="libNormal"/>
      </w:pPr>
      <w:r>
        <w:rPr>
          <w:rtl/>
        </w:rPr>
        <w:br w:type="page"/>
      </w:r>
    </w:p>
    <w:p w:rsidR="000E4D44" w:rsidRDefault="000E4D44" w:rsidP="002A6FC5">
      <w:pPr>
        <w:pStyle w:val="libNormal0"/>
      </w:pPr>
      <w:r>
        <w:rPr>
          <w:rtl/>
        </w:rPr>
        <w:lastRenderedPageBreak/>
        <w:t>وقال الله تعالى في سورة يس آية - 65:</w:t>
      </w:r>
      <w:r w:rsidRPr="002A6FC5">
        <w:rPr>
          <w:rStyle w:val="libAlaemChar"/>
          <w:rtl/>
        </w:rPr>
        <w:t>(</w:t>
      </w:r>
      <w:r w:rsidR="002A6FC5" w:rsidRPr="002A6FC5">
        <w:rPr>
          <w:rStyle w:val="libAieChar"/>
          <w:rFonts w:hint="eastAsia"/>
          <w:rtl/>
        </w:rPr>
        <w:t xml:space="preserve"> الْيَوْمَ</w:t>
      </w:r>
      <w:r w:rsidR="002A6FC5" w:rsidRPr="002A6FC5">
        <w:rPr>
          <w:rStyle w:val="libAieChar"/>
          <w:rtl/>
        </w:rPr>
        <w:t xml:space="preserve"> نَخْتِمُ عَلَى أَفْوَاهِهِمْ وَ تُکَلِّمُنَا أَيْدِيهِمْ وَ تَشْهَدُ أَرْجُلُهُمْ بِمَا کَانُوا يَکْسِبُونَ‌</w:t>
      </w:r>
      <w:r w:rsidRPr="002A6FC5">
        <w:rPr>
          <w:rStyle w:val="libAlaemChar"/>
          <w:rtl/>
        </w:rPr>
        <w:t>)</w:t>
      </w:r>
      <w:r>
        <w:rPr>
          <w:rtl/>
        </w:rPr>
        <w:t>.</w:t>
      </w:r>
    </w:p>
    <w:p w:rsidR="000E4D44" w:rsidRDefault="000E4D44" w:rsidP="000E4D44">
      <w:pPr>
        <w:pStyle w:val="libNormal"/>
      </w:pPr>
      <w:r>
        <w:rPr>
          <w:rtl/>
        </w:rPr>
        <w:t xml:space="preserve">تفسير علماء الدين: </w:t>
      </w:r>
      <w:r w:rsidR="002A6FC5">
        <w:rPr>
          <w:rFonts w:hint="cs"/>
          <w:rtl/>
        </w:rPr>
        <w:t>(</w:t>
      </w:r>
      <w:r>
        <w:rPr>
          <w:rtl/>
        </w:rPr>
        <w:t>اليوم نغطى على أفواههم فلا تنطق وتكلمنا أيهديهم وتنطق أرجلهم شاهدة عليهم بما كانوا يعملون).</w:t>
      </w:r>
    </w:p>
    <w:p w:rsidR="000E4D44" w:rsidRDefault="000E4D44" w:rsidP="000E4D44">
      <w:pPr>
        <w:pStyle w:val="libNormal"/>
      </w:pPr>
      <w:r>
        <w:rPr>
          <w:rtl/>
        </w:rPr>
        <w:t>النظرة العلمية: رأى العلم في هذه الحقيقة الكبري أن الاعضاء وهى حية ليست مركبة إلا من جزئيات وذرات تكونت وتجمعت فكانت أجساما وسيبعث الانسان على هيئته الاولى كما كان في الحياة بأعضائه جميعا وما انطبع عليها من آثار، وهذه عملية سهلة بالنسبة للخالق القادر الذى يقول في كتابه الحكيم:(وهو الذى يبدأ الخلق ثم يعيده، وهو أهون عليه، وله المثل الاعلى في السماوات والارض وهو العزيز الحكيم).</w:t>
      </w:r>
    </w:p>
    <w:p w:rsidR="000E4D44" w:rsidRDefault="000E4D44" w:rsidP="000E4D44">
      <w:pPr>
        <w:pStyle w:val="libNormal"/>
      </w:pPr>
      <w:r>
        <w:rPr>
          <w:rtl/>
        </w:rPr>
        <w:t>وقد أنطق الانسان الجماد في عديد من مخترعاته في الحاكى وفى شرائط التسجيلات الصوتية، ولم يقتصر على هذا بل اخترع جهازا اليكترونيا يقرأ الصحف والمجلات وغيرها من المطبوعات للعميان الذين فقدوا نعمة الابصار، كما اخترع تليفونا يسجل الرسائل التى تصل إلى صاحبه في أثناء غيابه عن منزله أو عمله ثم يعيد عليه ما سجله عند عودته.</w:t>
      </w:r>
    </w:p>
    <w:p w:rsidR="000E4D44" w:rsidRDefault="000E4D44" w:rsidP="000E4D44">
      <w:pPr>
        <w:pStyle w:val="libNormal"/>
      </w:pPr>
      <w:r>
        <w:rPr>
          <w:rtl/>
        </w:rPr>
        <w:t>وها هم رجال المخابرات يسجلون أقوال المتهمين آليا وهم لا يشعرون، ويجب أن يعرف كل إنسان أن مخابراتنا موجودة في أجسامنا ومنطبعة في حواسنا</w:t>
      </w:r>
    </w:p>
    <w:p w:rsidR="000E4D44" w:rsidRDefault="00ED7F18" w:rsidP="000E4D44">
      <w:pPr>
        <w:pStyle w:val="libNormal"/>
      </w:pPr>
      <w:r>
        <w:rPr>
          <w:rtl/>
        </w:rPr>
        <w:br w:type="page"/>
      </w:r>
    </w:p>
    <w:p w:rsidR="000E4D44" w:rsidRDefault="000E4D44" w:rsidP="002A6FC5">
      <w:pPr>
        <w:pStyle w:val="libNormal0"/>
      </w:pPr>
      <w:r>
        <w:rPr>
          <w:rtl/>
        </w:rPr>
        <w:lastRenderedPageBreak/>
        <w:t>وكأنها شرائط تسجيل، وهى شهود لنا أو علينا يوم الجزاء في المحكمة الكبرى التى لن يكون قاضيها من قضاة البشر إنما قاضيها رب العالمين أحكم الحاكمين.</w:t>
      </w:r>
    </w:p>
    <w:p w:rsidR="000E4D44" w:rsidRDefault="000E4D44" w:rsidP="000E4D44">
      <w:pPr>
        <w:pStyle w:val="libNormal"/>
      </w:pPr>
      <w:r>
        <w:rPr>
          <w:rtl/>
        </w:rPr>
        <w:t>فإذا كان الانسان هذا المخلوق الضعيف توصل بعلمه المحدود إلى هذه المخترعات فهل يشك أحد في قدرة الخالق على إنطاق أعضاء الجسم بكل أعمالها المسجلة عليها.</w:t>
      </w:r>
    </w:p>
    <w:p w:rsidR="000E4D44" w:rsidRDefault="000E4D44" w:rsidP="002A6FC5">
      <w:pPr>
        <w:pStyle w:val="libNormal"/>
      </w:pPr>
      <w:r>
        <w:rPr>
          <w:rtl/>
        </w:rPr>
        <w:t xml:space="preserve">وقال تعالى في سورة النحل آية - 70: </w:t>
      </w:r>
      <w:r w:rsidR="002A6FC5" w:rsidRPr="002A6FC5">
        <w:rPr>
          <w:rStyle w:val="libAlaemChar"/>
          <w:rFonts w:hint="cs"/>
          <w:rtl/>
        </w:rPr>
        <w:t>(</w:t>
      </w:r>
      <w:r w:rsidR="002A6FC5" w:rsidRPr="002A6FC5">
        <w:rPr>
          <w:rStyle w:val="libAieChar"/>
          <w:rFonts w:hint="eastAsia"/>
          <w:rtl/>
        </w:rPr>
        <w:t>وَ</w:t>
      </w:r>
      <w:r w:rsidR="002A6FC5" w:rsidRPr="002A6FC5">
        <w:rPr>
          <w:rStyle w:val="libAieChar"/>
          <w:rtl/>
        </w:rPr>
        <w:t xml:space="preserve"> اللَّهُ خَلَقَکُمْ ثُمَّ يَتَوَفَّاکُمْ وَ مِنْکُمْ مَنْ يُرَدُّ إِلَى أَرْذَلِ الْعُمُرِ لِکَيْ لاَ يَعْلَمَ بَعْدَ عِلْمٍ شَيْئاً إِنَّ اللَّهَ عَلِيمٌ قَدِيرٌ</w:t>
      </w:r>
      <w:r w:rsidR="002A6FC5" w:rsidRPr="002A6FC5">
        <w:rPr>
          <w:rStyle w:val="libAlaemChar"/>
          <w:rFonts w:hint="cs"/>
          <w:rtl/>
        </w:rPr>
        <w:t>)</w:t>
      </w:r>
      <w:r>
        <w:rPr>
          <w:rtl/>
        </w:rPr>
        <w:t>.</w:t>
      </w:r>
    </w:p>
    <w:p w:rsidR="000E4D44" w:rsidRDefault="000E4D44" w:rsidP="000E4D44">
      <w:pPr>
        <w:pStyle w:val="libNormal"/>
      </w:pPr>
      <w:r>
        <w:rPr>
          <w:rtl/>
        </w:rPr>
        <w:t>تفسير علماء الدين: والله خلقكم وقدر لكم آجالا مختلفة، منكم من يتوفاه مبكرا، ومنكم من يبلغ أرذل العمر فيرجع بدلك إلى حال الضعف إذ تأخذ حيوته في الهبوط التدريجي فيقل نشاط الخلايا وتهن العظام والعضلات والاعصاب فتكون عاقبته أن يفقد كل ماكان عليه، إن الله عليم بأسرار خلقه، قادر على تنفيذ ما يريده.</w:t>
      </w:r>
    </w:p>
    <w:p w:rsidR="000E4D44" w:rsidRDefault="000E4D44" w:rsidP="000E4D44">
      <w:pPr>
        <w:pStyle w:val="libNormal"/>
      </w:pPr>
      <w:r>
        <w:rPr>
          <w:rtl/>
        </w:rPr>
        <w:t>النظرة العلمية: من عجائب بلاغة القرآن وأسرار إعجازه أنه يأتى بتعبيرات علمية غاية في الدقة ولا يعقلها إلا العالمون، فعبارة - لكيلا يعلم بعد علم شيئا - وهى مكونة من ست كلمات معناها بكل بساطة(ينسى)، وإذا كانت كلمة ينسى تغنى</w:t>
      </w:r>
    </w:p>
    <w:p w:rsidR="000E4D44" w:rsidRDefault="00ED7F18" w:rsidP="000E4D44">
      <w:pPr>
        <w:pStyle w:val="libNormal"/>
      </w:pPr>
      <w:r>
        <w:rPr>
          <w:rtl/>
        </w:rPr>
        <w:br w:type="page"/>
      </w:r>
    </w:p>
    <w:p w:rsidR="000E4D44" w:rsidRDefault="000E4D44" w:rsidP="002A6FC5">
      <w:pPr>
        <w:pStyle w:val="libNormal0"/>
      </w:pPr>
      <w:r>
        <w:rPr>
          <w:rtl/>
        </w:rPr>
        <w:lastRenderedPageBreak/>
        <w:t>عن الكلمات الست فلم كان هذا الاطناب الذى لا داعى له؟ ولكن الطبيب المختص بالامراض العقلية يبين لنا الفرق بين ينسى وبين لا يعلم من بعد علم شيئا وهذا سر الاعجاز العلمى في هذه القضية العلمية.</w:t>
      </w:r>
    </w:p>
    <w:p w:rsidR="000E4D44" w:rsidRDefault="000E4D44" w:rsidP="000E4D44">
      <w:pPr>
        <w:pStyle w:val="libNormal"/>
      </w:pPr>
      <w:r>
        <w:rPr>
          <w:rtl/>
        </w:rPr>
        <w:t xml:space="preserve">وذلك أن الشخص إذا نسى شيئا يمكنه بعد تذكر بعض الظروف أن يستعيد ما نسيه، أما الذى لا يعلم بعد علم شيئا فلا يمكن أن يتذكر مهما حاول ذلك، بل إنه في هذه الحالة قد ينسى إسمه، وهذه حالة من عوارض مرض انسداد شرايين صغيرة في المخ، وهذا الانسداد يكثر كلما تقدم الانسان في السن والذى يقول هذا الكلام بهذا الاسلوب الدقيق جدا علميا هو رب محمد </w:t>
      </w:r>
      <w:r w:rsidR="00ED7F18" w:rsidRPr="00ED7F18">
        <w:rPr>
          <w:rStyle w:val="libAlaemChar"/>
          <w:rtl/>
        </w:rPr>
        <w:t>صلى‌الله‌عليه‌وآله‌وسلم</w:t>
      </w:r>
      <w:r>
        <w:rPr>
          <w:rtl/>
        </w:rPr>
        <w:t>، وهو رب العاملين، وهى كلمات مضيئة بنور العلم الربانى ويسجد أمام إعجازها علماء الطب وغيرهم من ذوى الالباب.</w:t>
      </w:r>
    </w:p>
    <w:p w:rsidR="000E4D44" w:rsidRDefault="000E4D44" w:rsidP="00687E28">
      <w:pPr>
        <w:pStyle w:val="libNormal"/>
      </w:pPr>
      <w:r>
        <w:rPr>
          <w:rtl/>
        </w:rPr>
        <w:t>وقال الله تعالى في سورة الانبياء آية - 104:</w:t>
      </w:r>
      <w:r w:rsidRPr="002A6FC5">
        <w:rPr>
          <w:rStyle w:val="libAlaemChar"/>
          <w:rtl/>
        </w:rPr>
        <w:t>(</w:t>
      </w:r>
      <w:r w:rsidR="00687E28" w:rsidRPr="00687E28">
        <w:rPr>
          <w:rStyle w:val="libAieChar"/>
          <w:rFonts w:hint="eastAsia"/>
          <w:rtl/>
        </w:rPr>
        <w:t xml:space="preserve"> يَوْمَ</w:t>
      </w:r>
      <w:r w:rsidR="00687E28" w:rsidRPr="00687E28">
        <w:rPr>
          <w:rStyle w:val="libAieChar"/>
          <w:rtl/>
        </w:rPr>
        <w:t xml:space="preserve"> نَطْوِي السَّمَاءَ کَطَيِّ السِّجِلِّ لِلْکُتُبِ کَمَا بَدَأْنَا أَوَّلَ خَلْقٍ نُعِيدُهُ وَعْداً عَلَيْنَا إِنَّا کُنَّا فَاعِلِينَ‌</w:t>
      </w:r>
      <w:r w:rsidRPr="002A6FC5">
        <w:rPr>
          <w:rStyle w:val="libAlaemChar"/>
          <w:rtl/>
        </w:rPr>
        <w:t>)</w:t>
      </w:r>
      <w:r>
        <w:rPr>
          <w:rtl/>
        </w:rPr>
        <w:t>.</w:t>
      </w:r>
    </w:p>
    <w:p w:rsidR="000E4D44" w:rsidRDefault="000E4D44" w:rsidP="000E4D44">
      <w:pPr>
        <w:pStyle w:val="libNormal"/>
      </w:pPr>
      <w:r>
        <w:rPr>
          <w:rtl/>
        </w:rPr>
        <w:t>تفسير علماء الدين: يوم نطوى السماء كما تطوى الورقة في الكتاب ونعيد الخلق إلى الحساب والجزاء، لا تعجزنا إعادتهم فقد بدأنا خلقهم، وكما بدأناهم نعيدهم، وعدنا بذلك وعدا حقا، إنا كنا فاعلين دائما ما نعد به.</w:t>
      </w:r>
    </w:p>
    <w:p w:rsidR="000E4D44" w:rsidRDefault="000E4D44" w:rsidP="000E4D44">
      <w:pPr>
        <w:pStyle w:val="libNormal"/>
      </w:pPr>
      <w:r>
        <w:rPr>
          <w:rtl/>
        </w:rPr>
        <w:t>النظرة العلمية: لقد وصل العلم أخيرا وبعد جهاد شاق في الدراسات والابحاث وبعد استعمال</w:t>
      </w:r>
    </w:p>
    <w:p w:rsidR="000E4D44" w:rsidRDefault="00ED7F18" w:rsidP="000E4D44">
      <w:pPr>
        <w:pStyle w:val="libNormal"/>
      </w:pPr>
      <w:r>
        <w:rPr>
          <w:rtl/>
        </w:rPr>
        <w:br w:type="page"/>
      </w:r>
    </w:p>
    <w:p w:rsidR="000E4D44" w:rsidRDefault="000E4D44" w:rsidP="00687E28">
      <w:pPr>
        <w:pStyle w:val="libNormal0"/>
      </w:pPr>
      <w:r>
        <w:rPr>
          <w:rtl/>
        </w:rPr>
        <w:lastRenderedPageBreak/>
        <w:t>أدق الآلات من مجاهر ومحللات والطيف إلى أن هذا الكون الذى نعيش فيه قد بدأ من كتلة من السحاب تفجرت واتسعت لتكون وحدات الكون من مجرات وغيرها، وأنها لابد ستعود إلى التراجع لتعود كما كانت أول الخلق، وأن هذه السماوات المتسعة لابد وأن تطوى يوما لتصبح كما كانت أول مرة وأنه بذلك يكون فناء الكون، وقد يشاء الله المبدع فيخلق كونا جديدا لخلق آخرين، وقد جاء نص صريح عن فناء الكون في قوله تعالى:(فإذا برق البصر وخسف القمر وجمع الشمس والقمر ويقول الانسان يومئذ أين المفر) أى أنه يحدث وقت التحام الشمس والقمر أى وقت حدوث اضطراب بين النجوم والكواكب وتوابعها وتصادمها وتحطيم بعضها بعضا.</w:t>
      </w:r>
    </w:p>
    <w:p w:rsidR="000E4D44" w:rsidRDefault="000E4D44" w:rsidP="00687E28">
      <w:pPr>
        <w:pStyle w:val="libNormal"/>
      </w:pPr>
      <w:r>
        <w:rPr>
          <w:rtl/>
        </w:rPr>
        <w:t>وقال تعالى في سورة الحديد آية - 25:</w:t>
      </w:r>
      <w:r w:rsidR="00687E28" w:rsidRPr="00687E28">
        <w:rPr>
          <w:rStyle w:val="libAlaemChar"/>
          <w:rFonts w:hint="cs"/>
          <w:rtl/>
        </w:rPr>
        <w:t>(</w:t>
      </w:r>
      <w:r w:rsidRPr="00687E28">
        <w:rPr>
          <w:rStyle w:val="libAieChar"/>
          <w:rtl/>
        </w:rPr>
        <w:t xml:space="preserve"> </w:t>
      </w:r>
      <w:r w:rsidR="00687E28" w:rsidRPr="00687E28">
        <w:rPr>
          <w:rStyle w:val="libAieChar"/>
          <w:rtl/>
        </w:rPr>
        <w:t>وَ أَنْزَلْنَا الْحَدِيدَ فِيهِ بَأْسٌ شَدِيدٌ وَ مَنَافِعُ لِلنَّاسِ</w:t>
      </w:r>
      <w:r w:rsidRPr="00687E28">
        <w:rPr>
          <w:rStyle w:val="libAlaemChar"/>
          <w:rtl/>
        </w:rPr>
        <w:t>)</w:t>
      </w:r>
      <w:r>
        <w:rPr>
          <w:rtl/>
        </w:rPr>
        <w:t xml:space="preserve"> تفسير علماء الدين: وخلقنا الحديد فيه عذاب شديد في الحرب ومنافع للناس في السلم يستغلونه في التصنيع لينتفعوا به في مصالحهم ومعايشهم).</w:t>
      </w:r>
    </w:p>
    <w:p w:rsidR="000E4D44" w:rsidRDefault="000E4D44" w:rsidP="000E4D44">
      <w:pPr>
        <w:pStyle w:val="libNormal"/>
      </w:pPr>
      <w:r>
        <w:rPr>
          <w:rtl/>
        </w:rPr>
        <w:t>النظرة العلمية: الحديد أكثر الفلذات(المعادن) انتشارا في الطبيعة فيوجد أساسا في الحالة المركبة على هيئة أكاسيد وكبريتيد وكربونات وسلكات، وتوجد كذلك مقادير صغيرة من الحديد الخالص في الشهب والنيازك الحديدية، وقد أشارت الآية إلى أن الحديد ذو بأس شديد ومنافع للناس وليس أدل على ذلك من امتياز الحديد</w:t>
      </w:r>
    </w:p>
    <w:p w:rsidR="000E4D44" w:rsidRDefault="00ED7F18" w:rsidP="000E4D44">
      <w:pPr>
        <w:pStyle w:val="libNormal"/>
      </w:pPr>
      <w:r>
        <w:rPr>
          <w:rtl/>
        </w:rPr>
        <w:br w:type="page"/>
      </w:r>
    </w:p>
    <w:p w:rsidR="000E4D44" w:rsidRDefault="000E4D44" w:rsidP="00687E28">
      <w:pPr>
        <w:pStyle w:val="libNormal0"/>
      </w:pPr>
      <w:r>
        <w:rPr>
          <w:rtl/>
        </w:rPr>
        <w:lastRenderedPageBreak/>
        <w:t>وسبائكه المتنوعة بخواص متعددة ومتفاوتة الدرجات في مجال الحرارة والشد والصدأ والبلى وفى تقبل المرونة والمغناطيسية وغيرها، ولذلك كان أنسب الفلذات لصناعة أسلحة الحروب وأدواتها وأساسا لجميع الصناعات الثقيلة والخفيفة التى هى دعامة للحضارات المادية، وللحديد منافع أخرى جمة للكائنات الحية إذ تدخل مركبات الحديد في عملية تكوين الكلوروفل وهو المادة الاساسية في عمليات التمثيل الضوئى التى ينشأ عنها تنفس النباتات وتكوين البروتوبلازم الحى وعن طريقه يدخل الحديد جسم الانسان والحيوان ومن ذلك نجد أن الحديد له شأن خطير في الحياة، ولذا سميت سورة باسمه في القرآن للاشادة بأهميته.</w:t>
      </w:r>
    </w:p>
    <w:p w:rsidR="000E4D44" w:rsidRDefault="000E4D44" w:rsidP="00887394">
      <w:pPr>
        <w:pStyle w:val="libNormal"/>
      </w:pPr>
      <w:r>
        <w:rPr>
          <w:rtl/>
        </w:rPr>
        <w:t>وقال تعالى في سورة النور آية - 40:</w:t>
      </w:r>
      <w:r w:rsidRPr="00887394">
        <w:rPr>
          <w:rStyle w:val="libAlaemChar"/>
          <w:rtl/>
        </w:rPr>
        <w:t>(</w:t>
      </w:r>
      <w:r w:rsidR="00887394" w:rsidRPr="00887394">
        <w:rPr>
          <w:rStyle w:val="libAieChar"/>
          <w:rFonts w:hint="eastAsia"/>
          <w:rtl/>
        </w:rPr>
        <w:t xml:space="preserve"> أَوْ</w:t>
      </w:r>
      <w:r w:rsidR="00887394" w:rsidRPr="00887394">
        <w:rPr>
          <w:rStyle w:val="libAieChar"/>
          <w:rtl/>
        </w:rPr>
        <w:t xml:space="preserve"> کَظُلُمَاتٍ فِي بَحْرٍ لُجِّيٍّ يَغْشَاهُ مَوْجٌ مِنْ فَوْقِهِ مَوْجٌ مِنْ فَوْقِهِ سَحَابٌ ظُلُمَاتٌ بَعْضُهَا فَوْقَ بَعْضٍ إِذَا أَخْرَجَ يَدَهُ لَمْ يَکَدْ يَرَاهَا وَ مَنْ لَمْ يَجْعَلِ اللَّهُ لَهُ نُوراً فَمَا لَهُ مِنْ نُورٍ</w:t>
      </w:r>
      <w:r w:rsidRPr="00887394">
        <w:rPr>
          <w:rStyle w:val="libAlaemChar"/>
          <w:rtl/>
        </w:rPr>
        <w:t>)</w:t>
      </w:r>
      <w:r>
        <w:rPr>
          <w:rtl/>
        </w:rPr>
        <w:t>.</w:t>
      </w:r>
    </w:p>
    <w:p w:rsidR="000E4D44" w:rsidRDefault="000E4D44" w:rsidP="000E4D44">
      <w:pPr>
        <w:pStyle w:val="libNormal"/>
      </w:pPr>
      <w:r>
        <w:rPr>
          <w:rtl/>
        </w:rPr>
        <w:t>تفسير علماء الدين: ظلمات في بحر واسع عميق متلاطم بالامواج التى يعلو بعضها فوق بعض ويغطيها سحاب كثيف يحجب النور عنها ولا يستطيع راكب البحر معها أن يرى يده، ومن لم يوفقه الله لنور الايمان فليس له نور يهديه إلى الخير.</w:t>
      </w:r>
    </w:p>
    <w:p w:rsidR="000E4D44" w:rsidRDefault="000E4D44" w:rsidP="000E4D44">
      <w:pPr>
        <w:pStyle w:val="libNormal"/>
      </w:pPr>
      <w:r>
        <w:rPr>
          <w:rtl/>
        </w:rPr>
        <w:t>النظرة العلمية: تجمع هذه الآية أهم ظواهر عواصف البحر وأمواجه، فالمعروف أن عواصف</w:t>
      </w:r>
    </w:p>
    <w:p w:rsidR="000E4D44" w:rsidRDefault="00ED7F18" w:rsidP="000E4D44">
      <w:pPr>
        <w:pStyle w:val="libNormal"/>
      </w:pPr>
      <w:r>
        <w:rPr>
          <w:rtl/>
        </w:rPr>
        <w:br w:type="page"/>
      </w:r>
    </w:p>
    <w:p w:rsidR="000E4D44" w:rsidRDefault="000E4D44" w:rsidP="00887394">
      <w:pPr>
        <w:pStyle w:val="libNormal0"/>
      </w:pPr>
      <w:r>
        <w:rPr>
          <w:rtl/>
        </w:rPr>
        <w:lastRenderedPageBreak/>
        <w:t xml:space="preserve">البحار العميقة تنطلق منها أمواج مختلفة الطول أو السعة أو الارتفاع بحيث يبدو الموج منطلقا في طبقات بعضها فوق بعض فيحجب ضياء الشمس لما تثيره هذه العواصف من سحب ركامية سمكية يخيم معها الظلام في سلسلة من عمليات الاعتام التى تصل إلى حد انعدام رؤية الاجسام، ولما كانت نشأة الرسول </w:t>
      </w:r>
      <w:r w:rsidR="00ED7F18" w:rsidRPr="00ED7F18">
        <w:rPr>
          <w:rStyle w:val="libAlaemChar"/>
          <w:rtl/>
        </w:rPr>
        <w:t>صلى‌الله‌عليه‌وآله‌وسلم</w:t>
      </w:r>
      <w:r>
        <w:rPr>
          <w:rtl/>
        </w:rPr>
        <w:t xml:space="preserve"> في البادية حيث قضى طول حياته في الصحراء بعيدا عن البيئة البحريه فإن ورود هذه الدقائق العلمية عن الظواهر البحرية على لسانه وحيا من الله تعالى دليل على أن القرآن الكريم من عند الله، وعلى أنه معجزة هذا الرسول الكريم.</w:t>
      </w:r>
    </w:p>
    <w:p w:rsidR="000E4D44" w:rsidRDefault="000E4D44" w:rsidP="000E4D44">
      <w:pPr>
        <w:pStyle w:val="libNormal"/>
      </w:pPr>
      <w:r>
        <w:rPr>
          <w:rtl/>
        </w:rPr>
        <w:t>وقال تعالى في سورة الانعام آية - 15، 16:</w:t>
      </w:r>
      <w:r w:rsidRPr="00887394">
        <w:rPr>
          <w:rStyle w:val="libAlaemChar"/>
          <w:rtl/>
        </w:rPr>
        <w:t>(</w:t>
      </w:r>
      <w:r w:rsidRPr="00887394">
        <w:rPr>
          <w:rStyle w:val="libAieChar"/>
          <w:rtl/>
        </w:rPr>
        <w:t>إن الله فالق الحب والنوى يخرج الحى من الميت ويخرج الميت من الحى ذلكم الله فأنى تؤفكون، فالق الاصباح وجعل الليل سكنا والشمس والقمر حسبانا ذلك تقدير العزيز العليم</w:t>
      </w:r>
      <w:r w:rsidRPr="00887394">
        <w:rPr>
          <w:rStyle w:val="libAlaemChar"/>
          <w:rtl/>
        </w:rPr>
        <w:t>)</w:t>
      </w:r>
      <w:r>
        <w:rPr>
          <w:rtl/>
        </w:rPr>
        <w:t>.</w:t>
      </w:r>
    </w:p>
    <w:p w:rsidR="000E4D44" w:rsidRDefault="000E4D44" w:rsidP="000E4D44">
      <w:pPr>
        <w:pStyle w:val="libNormal"/>
      </w:pPr>
      <w:r>
        <w:rPr>
          <w:rtl/>
        </w:rPr>
        <w:t>تفسير علماء الدين: إن الله بقدرته يشق الحب ويخرج منه النبات، ويشق النوى ويخرج منه الشجر، ويخرج الحى من الميت كالانسان من التراب، ويخرج الميت من الحى كاللبن من الحيوان ذلك القادر العظيم هو الاله الحق فليس هناك صارف يصرفكم عن عبادته إلى عبادة غيره.</w:t>
      </w:r>
    </w:p>
    <w:p w:rsidR="000E4D44" w:rsidRDefault="000E4D44" w:rsidP="000E4D44">
      <w:pPr>
        <w:pStyle w:val="libNormal"/>
      </w:pPr>
      <w:r>
        <w:rPr>
          <w:rtl/>
        </w:rPr>
        <w:t>النظرة العلمية: نرى النظرة العلمية في الآيتين معا أن هناك علاقة وطيدة بين قوله تعالى فالق</w:t>
      </w:r>
    </w:p>
    <w:p w:rsidR="000E4D44" w:rsidRDefault="00ED7F18" w:rsidP="000E4D44">
      <w:pPr>
        <w:pStyle w:val="libNormal"/>
      </w:pPr>
      <w:r>
        <w:rPr>
          <w:rtl/>
        </w:rPr>
        <w:br w:type="page"/>
      </w:r>
    </w:p>
    <w:p w:rsidR="000E4D44" w:rsidRDefault="000E4D44" w:rsidP="00887394">
      <w:pPr>
        <w:pStyle w:val="libNormal0"/>
      </w:pPr>
      <w:r>
        <w:rPr>
          <w:rtl/>
        </w:rPr>
        <w:lastRenderedPageBreak/>
        <w:t>الاصباح وفالق الحب والنوى فظهور الضياء بانفلاق الصباح من الظلام هو في حد ذاته عنصر أساسى في نمو النبات والاشجار وهو الضوء، وذلك أن الحب والنوى بعد أن ينفلق كل منهما يحتاج إلى غذاء ينميها، وهذا الغذاء يتكون من عناصر الارض ومن ضوء الشمس، فضوء الشمس يقوم بعملية التمثيل الكلوروفلى الذى تنتج عنه المادة الخضراء اللازمة لتكوين المادة الغذائية داخل عروق النبات وفى ذلك دلالة على أن الحى من النبات يستمد حياته من الارض ومن الضياء وهما شيئان ميتان.</w:t>
      </w:r>
    </w:p>
    <w:p w:rsidR="000E4D44" w:rsidRDefault="000E4D44" w:rsidP="00887394">
      <w:pPr>
        <w:pStyle w:val="libNormal"/>
      </w:pPr>
      <w:r>
        <w:rPr>
          <w:rtl/>
        </w:rPr>
        <w:t>وقال الله تعالى في سورة يونس آية - 61:</w:t>
      </w:r>
      <w:r w:rsidRPr="00887394">
        <w:rPr>
          <w:rStyle w:val="libAlaemChar"/>
          <w:rtl/>
        </w:rPr>
        <w:t>(</w:t>
      </w:r>
      <w:r w:rsidR="00887394" w:rsidRPr="00887394">
        <w:rPr>
          <w:rStyle w:val="libAieChar"/>
          <w:rtl/>
        </w:rPr>
        <w:t xml:space="preserve"> وَ مَا يَعْزُبُ عَنْ رَبِّکَ مِنْ مِثْقَالِ ذَرَّةٍ فِي الْأَرْضِ وَ لاَ فِي السَّمَاءِ وَ لاَ أَصْغَرَ مِنْ ذٰلِکَ وَ لاَ أَکْبَرَ إِلاَّ فِي کِتَابٍ مُبِينٍ‌</w:t>
      </w:r>
      <w:r w:rsidRPr="00887394">
        <w:rPr>
          <w:rStyle w:val="libAlaemChar"/>
          <w:rtl/>
        </w:rPr>
        <w:t>)</w:t>
      </w:r>
      <w:r>
        <w:rPr>
          <w:rtl/>
        </w:rPr>
        <w:t>.</w:t>
      </w:r>
    </w:p>
    <w:p w:rsidR="000E4D44" w:rsidRDefault="000E4D44" w:rsidP="000E4D44">
      <w:pPr>
        <w:pStyle w:val="libNormal"/>
      </w:pPr>
      <w:r>
        <w:rPr>
          <w:rtl/>
        </w:rPr>
        <w:t>تفسير علماء الدين: إن الله جل جلاله لا يغيب عن علمه شئ في وزن الذرة في الارض ولا في السماء ولا أصغر من هذا ولا أكبر منه إن ذلك كله يسجل في كتاب عند الله واضح بين.</w:t>
      </w:r>
    </w:p>
    <w:p w:rsidR="000E4D44" w:rsidRDefault="000E4D44" w:rsidP="000E4D44">
      <w:pPr>
        <w:pStyle w:val="libNormal"/>
      </w:pPr>
      <w:r>
        <w:rPr>
          <w:rtl/>
        </w:rPr>
        <w:t>النظرة العلمية: كان الاعتقاد السائد قديما أن الذرة هى أصغر شئ يتصور عقل الانسان وجوده من المادة، وأنه لا شئ أصغر منها حجما ووزنا، ولكن العلم أثبت أن الذرة تلك الشئ الضئيل الذى لا تراه العين مادة قابلية للتجزئة، وهذا ما نطق</w:t>
      </w:r>
    </w:p>
    <w:p w:rsidR="000E4D44" w:rsidRDefault="00ED7F18" w:rsidP="000E4D44">
      <w:pPr>
        <w:pStyle w:val="libNormal"/>
      </w:pPr>
      <w:r>
        <w:rPr>
          <w:rtl/>
        </w:rPr>
        <w:br w:type="page"/>
      </w:r>
    </w:p>
    <w:p w:rsidR="000E4D44" w:rsidRDefault="000E4D44" w:rsidP="00236FAB">
      <w:pPr>
        <w:pStyle w:val="libNormal0"/>
      </w:pPr>
      <w:r>
        <w:rPr>
          <w:rtl/>
        </w:rPr>
        <w:lastRenderedPageBreak/>
        <w:t>به القرآن قبل الكشوف العلمية الحديثة التى توصل إليها الانسان في أواخر القرن التاسع عشر وأوائل القرن العشرين، وقد تحقق قول القرآن بأن الذرة يمكن تحطيمها وأن ذلك التحطيم الصناعى لها قد أوجد منها قوة رهيبة يمكن استخدامها لدمار العالم أو عماره، وكل هذه الحقائق مسجلة في كتاب الله وعلمه المحيط بكل شئ فيه لانه هو الذى لا يعزب عنه شئ في الارض ولا في السماء.</w:t>
      </w:r>
    </w:p>
    <w:p w:rsidR="000E4D44" w:rsidRDefault="000E4D44" w:rsidP="000E4D44">
      <w:pPr>
        <w:pStyle w:val="libNormal"/>
      </w:pPr>
      <w:r>
        <w:rPr>
          <w:rtl/>
        </w:rPr>
        <w:t>الذرة في أوائل القرن العشرين ظهر أن بعض المواد كالراديوم واليورانيوم تتجزأ من تلقاء نفسها وتخرج منها جسيمات ذات كهرباء موجبة تسمى(ألفا) وجسيمات ذات كهرباء سالبة تسمى(بيتا) وأشعة تسمى(جاما)، وقد توصل العلماء إلى وصف الذرة بأنها شئ ضئيل جدا يتكون من نواة مركزية مشحونة بشحنة كهربية موجبة تدور حولها جسيمات صغيرة جدا مشحونة شحنة سالبة، وتسمى هذه الجسيمات الكترونات بينها وبين النواة تجاذب، وقد توصل العلماء إلى تحطيم الذرة تحطيما صناعيا، وقد نشأت عن تحطيمها قوى هائلة ذات حدين أحدهما خطر مدمر والآخر صالح معمر.</w:t>
      </w:r>
    </w:p>
    <w:p w:rsidR="000E4D44" w:rsidRDefault="000E4D44" w:rsidP="007C0557">
      <w:pPr>
        <w:pStyle w:val="libNormal"/>
      </w:pPr>
      <w:r>
        <w:rPr>
          <w:rtl/>
        </w:rPr>
        <w:t>قال تعالى في سورة الحجرآية-22:</w:t>
      </w:r>
      <w:r w:rsidR="007C0557" w:rsidRPr="007C0557">
        <w:rPr>
          <w:rStyle w:val="libAlaemChar"/>
          <w:rFonts w:hint="cs"/>
          <w:rtl/>
        </w:rPr>
        <w:t>(</w:t>
      </w:r>
      <w:r w:rsidR="007C0557" w:rsidRPr="007C0557">
        <w:rPr>
          <w:rStyle w:val="libAieChar"/>
          <w:rFonts w:hint="eastAsia"/>
          <w:rtl/>
        </w:rPr>
        <w:t xml:space="preserve"> وَ</w:t>
      </w:r>
      <w:r w:rsidR="007C0557" w:rsidRPr="007C0557">
        <w:rPr>
          <w:rStyle w:val="libAieChar"/>
          <w:rtl/>
        </w:rPr>
        <w:t xml:space="preserve"> أَرْسَلْنَا الرِّيَاحَ لَوَاقِحَ فَأَنْزَلْنَا مِنَ السَّمَاءِ مَاءً فَأَسْقَيْنَاکُمُوهُ وَ مَا أَنْتُمْ لَهُ بِخَازِنِينَ</w:t>
      </w:r>
      <w:r w:rsidRPr="007C0557">
        <w:rPr>
          <w:rStyle w:val="libAlaemChar"/>
          <w:rtl/>
        </w:rPr>
        <w:t>)</w:t>
      </w:r>
      <w:r>
        <w:rPr>
          <w:rtl/>
        </w:rPr>
        <w:t>. تفسير علماء الدين: لقد أرسلنا الرياح حافلة بالامطار وحاملة بذور الانبات وأنزلنا منها المياه وجعلناه سقيا لكم، ولا يقدر أن يتحكم منكم أحد في تخزبنه.</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تبين لنا الآية إعجازا علميا غاية في الدقة والاحكام فهى تدل على أن الرياح أثناء هبوبها تحمل في طياتها حبوب اللقاح التى تأخذها من زهرة لتلقى بها في مبيض زهرة أخري فيكون على أثر ذلك التلقيح بين النباتات، كما أن الرياح علاوة على ذلك تحدث تلاقحا بين السحب المكهربة بالسلب والايجاب فينتج عن ذلك البرق والرعد والمطر، والمطر عندما يسقط على الارض بخصبها وتحيى مواتها، وهذا هو التلقيح بأوسع معانيه في الطبيعة.</w:t>
      </w:r>
    </w:p>
    <w:p w:rsidR="000E4D44" w:rsidRDefault="00ED7F18" w:rsidP="000E4D44">
      <w:pPr>
        <w:pStyle w:val="libNormal"/>
      </w:pPr>
      <w:r>
        <w:rPr>
          <w:rtl/>
        </w:rPr>
        <w:br w:type="page"/>
      </w:r>
    </w:p>
    <w:p w:rsidR="000E4D44" w:rsidRDefault="000E4D44" w:rsidP="007C0557">
      <w:pPr>
        <w:pStyle w:val="libNormal"/>
      </w:pPr>
      <w:r>
        <w:rPr>
          <w:rtl/>
        </w:rPr>
        <w:lastRenderedPageBreak/>
        <w:t>آيات في عالم الحيوان والحشرات وغيرها من المخلوقات لها مدلول علمى قال تعالى في سورة النور آية - 45:</w:t>
      </w:r>
      <w:r w:rsidRPr="007C0557">
        <w:rPr>
          <w:rStyle w:val="libAlaemChar"/>
          <w:rtl/>
        </w:rPr>
        <w:t>(</w:t>
      </w:r>
      <w:r w:rsidR="007C0557" w:rsidRPr="007C0557">
        <w:rPr>
          <w:rStyle w:val="libAieChar"/>
          <w:rFonts w:hint="eastAsia"/>
          <w:rtl/>
        </w:rPr>
        <w:t xml:space="preserve"> وَ</w:t>
      </w:r>
      <w:r w:rsidR="007C0557" w:rsidRPr="007C0557">
        <w:rPr>
          <w:rStyle w:val="libAieChar"/>
          <w:rtl/>
        </w:rPr>
        <w:t xml:space="preserve"> اللَّهُ خَلَقَ کُلَّ دَابَّةٍ مِنْ مَاءٍ فَمِنْهُمْ مَنْ يَمْشِي عَلَى بَطْنِهِ وَ مِنْهُمْ مَنْ يَمْشِي عَلَى رِجْلَيْنِ وَ مِنْهُمْ مَنْ يَمْشِي عَلَى أَرْبَعٍ يَخْلُقُ اللَّهُ مَا يَشَاءُ إِنَّ اللَّهَ عَلَى کُلِّ شَيْ‌ءٍ قَدِيرٌ</w:t>
      </w:r>
      <w:r w:rsidRPr="007C0557">
        <w:rPr>
          <w:rStyle w:val="libAlaemChar"/>
          <w:rtl/>
        </w:rPr>
        <w:t>)</w:t>
      </w:r>
      <w:r>
        <w:rPr>
          <w:rtl/>
        </w:rPr>
        <w:t>.</w:t>
      </w:r>
    </w:p>
    <w:p w:rsidR="000E4D44" w:rsidRDefault="000E4D44" w:rsidP="000E4D44">
      <w:pPr>
        <w:pStyle w:val="libNormal"/>
      </w:pPr>
      <w:r>
        <w:rPr>
          <w:rtl/>
        </w:rPr>
        <w:t>تفسير علماء الدين: والله خلق كل دابة على وجه الارض من ماء الذكر والانثى فمنهم من يمشى على بطنه مثل الحية وأشباهها، ومنهم من يمشى على رجلين مثل الانشان وأشباهه ومنهم من يمشى على أربع مثل الدواب، ويخلق الله ما يشاء إنه على كل شئ قدير.</w:t>
      </w:r>
    </w:p>
    <w:p w:rsidR="000E4D44" w:rsidRDefault="000E4D44" w:rsidP="000E4D44">
      <w:pPr>
        <w:pStyle w:val="libNormal"/>
      </w:pPr>
      <w:r>
        <w:rPr>
          <w:rtl/>
        </w:rPr>
        <w:t>النظرة العلمية: تنظر عين العلم الباحثة الفاحصة إلى هذه الآية الكريمة على أنها دليل قائم على أن مصدر كل ما في العالم من كائنات حية هو الخلية الحيوانية المكونة من الماء الذى جعل الله منه كل شئ حى من نبات وحيوان، ثم أنشأت في مملكة الحيوان أنواعا شتى منها ما يمشى على بطنه كالزواحف وما يمشى على رجلين كالانسان وما يمشى على أربع كالدواب، وقد ألف الناس رؤية هذه الحيوانات فلم يتغير عجبهم منها، ولكن العلماء المشتغلين بعلوم الاحياء يرون فيها مع الفحص والملاحظة والتشريح من عجائب الخلق ودقة الصنع ما يقوى إيمانهم</w:t>
      </w:r>
    </w:p>
    <w:p w:rsidR="000E4D44" w:rsidRDefault="00ED7F18" w:rsidP="000E4D44">
      <w:pPr>
        <w:pStyle w:val="libNormal"/>
      </w:pPr>
      <w:r>
        <w:rPr>
          <w:rtl/>
        </w:rPr>
        <w:br w:type="page"/>
      </w:r>
    </w:p>
    <w:p w:rsidR="000E4D44" w:rsidRDefault="000E4D44" w:rsidP="007C0557">
      <w:pPr>
        <w:pStyle w:val="libNormal0"/>
      </w:pPr>
      <w:r>
        <w:rPr>
          <w:rtl/>
        </w:rPr>
        <w:lastRenderedPageBreak/>
        <w:t>بقدرة الله البديع الذى أتقن كل شئ أراد خلقه بصورة تذهل العقول فتبارك الله أحسن الخالقين.</w:t>
      </w:r>
    </w:p>
    <w:p w:rsidR="000E4D44" w:rsidRDefault="000E4D44" w:rsidP="007C0557">
      <w:pPr>
        <w:pStyle w:val="libNormal"/>
      </w:pPr>
      <w:r>
        <w:rPr>
          <w:rtl/>
        </w:rPr>
        <w:t>ومما يدل على روعة الخلق وحكمته تعالى في إبداعه لها قوله تعالى:(هو الذى يصوركم في الارحام كيف يشاء ألا هو العزيز الحكيم(الذى أحسن كل شئ خلقه وبدأ خلق الانسان من طين)(الله يعلم ما تحمل كل أنثى وما تفيض الارحام وما تزداد وكل شئ عنده بمقدار)(وفي خلقكم وما يدب من دابة آيات لقوم يوقنون) قال تعالى في سورة الانعام آية - 38</w:t>
      </w:r>
      <w:r w:rsidRPr="007C0557">
        <w:rPr>
          <w:rStyle w:val="libAlaemChar"/>
          <w:rtl/>
        </w:rPr>
        <w:t>(</w:t>
      </w:r>
      <w:r w:rsidR="007C0557" w:rsidRPr="007C0557">
        <w:rPr>
          <w:rStyle w:val="libAieChar"/>
          <w:rFonts w:hint="eastAsia"/>
          <w:rtl/>
        </w:rPr>
        <w:t>وَ</w:t>
      </w:r>
      <w:r w:rsidR="007C0557" w:rsidRPr="007C0557">
        <w:rPr>
          <w:rStyle w:val="libAieChar"/>
          <w:rtl/>
        </w:rPr>
        <w:t xml:space="preserve"> مَا مِنْ دَابَّةٍ فِي الْأَرْضِ وَ لاَ طَائِرٍ يَطِيرُ بِجَنَاحَيْهِ إِلاَّ أُمَمٌ أَمْثَالُکُمْ مَا فَرَّطْنَا فِي الْکِتَابِ مِنْ شَيْ‌ءٍ ثُمَّ إِلَى رَبِّهِمْ يُحْشَرُونَ‌</w:t>
      </w:r>
      <w:r w:rsidRPr="007C0557">
        <w:rPr>
          <w:rStyle w:val="libAlaemChar"/>
          <w:rtl/>
        </w:rPr>
        <w:t>)</w:t>
      </w:r>
      <w:r>
        <w:rPr>
          <w:rtl/>
        </w:rPr>
        <w:t>.</w:t>
      </w:r>
    </w:p>
    <w:p w:rsidR="000E4D44" w:rsidRDefault="000E4D44" w:rsidP="000E4D44">
      <w:pPr>
        <w:pStyle w:val="libNormal"/>
      </w:pPr>
      <w:r>
        <w:rPr>
          <w:rtl/>
        </w:rPr>
        <w:t>تفسير علماء الدين: ليس في الارض من حيوان يدب في ظاهر الارض وباطنها، أو طائر يطير بجناحيه في الهواء إلا خلقها الله جماعات تماثلكم وجعل لها خصائصها ومميزاتها ونظام حياتها، ما تركنا في الكتاب المحفوظ عندنا شيئا من الاشياء إلا أثبتناه وإن كانوا قد كذبوا فسوف يحشرون مع كل الامم للحساب يوم القيامة.</w:t>
      </w:r>
    </w:p>
    <w:p w:rsidR="000E4D44" w:rsidRDefault="00ED7F18" w:rsidP="000E4D44">
      <w:pPr>
        <w:pStyle w:val="libNormal"/>
      </w:pPr>
      <w:r>
        <w:rPr>
          <w:rtl/>
        </w:rPr>
        <w:br w:type="page"/>
      </w:r>
    </w:p>
    <w:p w:rsidR="000E4D44" w:rsidRDefault="000E4D44" w:rsidP="007C0557">
      <w:pPr>
        <w:pStyle w:val="libNormal"/>
      </w:pPr>
      <w:r>
        <w:rPr>
          <w:rtl/>
        </w:rPr>
        <w:lastRenderedPageBreak/>
        <w:t>النظرة العلمية: لقد اكتشف علماء الحيوان الذين يدرسون حياته الاجتماعية سواء منها ما تسعى في الارض أو تطير في السماء أو تسبح في الماء أنما هى شعوب وقبائل وأمم تربطها صلات وعلاقات وثيقة فهى لا تختلف في أسلوب حياتها ونشاطها عن أمم البشر الذين يعمرون الارض، وقد ألف علماء علم الاحياء مؤلفات كثيرة تبين نتائج ما وصلوا إليه من معلومات وحقائق عن نظام كل نوع من الحيوان والحشرات في حالة السلم والحرب وفى السعى لطب الغذاء وفى رعاية الصغار والضعفاء وما تلجأ إليه من حيل في التغلب على ما يواجهها من مصاعب وأخطار وفى انقيادها لما هيأه لها الخالق العظيم من أعمال تتلاء‌م مع بيئتها وبنيتها، والاهداف التى خلقت لها ويقول سبحانه وتعالى في سورة النحل(آية 6 - 9) تبيانا لذلك:</w:t>
      </w:r>
      <w:r w:rsidRPr="007C0557">
        <w:rPr>
          <w:rStyle w:val="libAlaemChar"/>
          <w:rtl/>
        </w:rPr>
        <w:t>(</w:t>
      </w:r>
      <w:r w:rsidR="007C0557" w:rsidRPr="007C0557">
        <w:rPr>
          <w:rStyle w:val="libAieChar"/>
          <w:rFonts w:hint="eastAsia"/>
          <w:rtl/>
        </w:rPr>
        <w:t xml:space="preserve"> وَ</w:t>
      </w:r>
      <w:r w:rsidR="007C0557" w:rsidRPr="007C0557">
        <w:rPr>
          <w:rStyle w:val="libAieChar"/>
          <w:rtl/>
        </w:rPr>
        <w:t xml:space="preserve"> الْأَنْعَامَ خَلَقَهَا لَکُمْ فِيهَا دِفْ‌ءٌ وَ مَنَافِعُ وَ مِنْهَا تَأْکُلُونَ‌</w:t>
      </w:r>
      <w:r w:rsidRPr="007C0557">
        <w:rPr>
          <w:rStyle w:val="libAieChar"/>
          <w:rtl/>
        </w:rPr>
        <w:t xml:space="preserve">، </w:t>
      </w:r>
      <w:r w:rsidR="007C0557" w:rsidRPr="007C0557">
        <w:rPr>
          <w:rStyle w:val="libAieChar"/>
          <w:rFonts w:hint="eastAsia"/>
          <w:rtl/>
        </w:rPr>
        <w:t>وَ</w:t>
      </w:r>
      <w:r w:rsidR="007C0557" w:rsidRPr="007C0557">
        <w:rPr>
          <w:rStyle w:val="libAieChar"/>
          <w:rtl/>
        </w:rPr>
        <w:t xml:space="preserve"> لَکُمْ فِيهَا جَمَالٌ حِينَ تُرِيحُونَ وَ حِينَ تَسْرَحُونَ‌</w:t>
      </w:r>
      <w:r w:rsidRPr="007C0557">
        <w:rPr>
          <w:rStyle w:val="libAieChar"/>
          <w:rtl/>
        </w:rPr>
        <w:t xml:space="preserve"> </w:t>
      </w:r>
      <w:r w:rsidR="007C0557" w:rsidRPr="007C0557">
        <w:rPr>
          <w:rStyle w:val="libAieChar"/>
          <w:rFonts w:hint="eastAsia"/>
          <w:rtl/>
        </w:rPr>
        <w:t>وَ</w:t>
      </w:r>
      <w:r w:rsidR="007C0557" w:rsidRPr="007C0557">
        <w:rPr>
          <w:rStyle w:val="libAieChar"/>
          <w:rtl/>
        </w:rPr>
        <w:t xml:space="preserve"> تَحْمِلُ أَثْقَالَکُمْ إِلَى بَلَدٍ لَمْ تَکُونُوا بَالِغِيهِ إِلاَّ بِشِقِّ الْأَنْفُسِ إِنَّ رَبَّکُمْ لَرَءُوفٌ رَحِيمٌ </w:t>
      </w:r>
      <w:r w:rsidRPr="007C0557">
        <w:rPr>
          <w:rStyle w:val="libAieChar"/>
          <w:rtl/>
        </w:rPr>
        <w:t xml:space="preserve">، </w:t>
      </w:r>
      <w:r w:rsidR="007C0557" w:rsidRPr="007C0557">
        <w:rPr>
          <w:rStyle w:val="libAieChar"/>
          <w:rFonts w:hint="eastAsia"/>
          <w:rtl/>
        </w:rPr>
        <w:t>وَ</w:t>
      </w:r>
      <w:r w:rsidR="007C0557" w:rsidRPr="007C0557">
        <w:rPr>
          <w:rStyle w:val="libAieChar"/>
          <w:rtl/>
        </w:rPr>
        <w:t xml:space="preserve"> الْخَيْلَ وَ الْبِغَالَ وَ الْحَمِيرَ لِتَرْکَبُوهَا وَ زِينَةً وَ يَخْلُقُ مَا لاَ تَعْلَمُونَ</w:t>
      </w:r>
      <w:r w:rsidRPr="007C0557">
        <w:rPr>
          <w:rStyle w:val="libAlaemChar"/>
          <w:rtl/>
        </w:rPr>
        <w:t>)</w:t>
      </w:r>
      <w:r>
        <w:rPr>
          <w:rtl/>
        </w:rPr>
        <w:t xml:space="preserve"> وقال الله في سورة البقرة آية - 164:</w:t>
      </w:r>
      <w:r w:rsidRPr="007C0557">
        <w:rPr>
          <w:rStyle w:val="libAlaemChar"/>
          <w:rtl/>
        </w:rPr>
        <w:t>(</w:t>
      </w:r>
      <w:r w:rsidR="007C0557" w:rsidRPr="007C0557">
        <w:rPr>
          <w:rStyle w:val="libAieChar"/>
          <w:rFonts w:hint="eastAsia"/>
          <w:rtl/>
        </w:rPr>
        <w:t xml:space="preserve"> إِنَّ</w:t>
      </w:r>
      <w:r w:rsidR="007C0557" w:rsidRPr="007C0557">
        <w:rPr>
          <w:rStyle w:val="libAieChar"/>
          <w:rtl/>
        </w:rPr>
        <w:t xml:space="preserve"> فِي خَلْقِ السَّمَاوَاتِ وَ الْأَرْضِ وَ اخْتِلاَفِ اللَّيْلِ وَ النَّهَارِ وَ الْفُلْکِ الَّتِي تَجْرِي فِي الْبَحْرِ بِمَا يَنْفَعُ النَّاسَ وَ مَا أَنْزَلَ اللَّهُ مِنَ السَّمَاءِ مِنْ مَاءٍ فَأَحْيَا بِهِ الْأَرْضَ بَعْدَ مَوْتِهَا وَ بَثَّ فِيهَ</w:t>
      </w:r>
      <w:r w:rsidR="007C0557" w:rsidRPr="007C0557">
        <w:rPr>
          <w:rStyle w:val="libAieChar"/>
          <w:rFonts w:hint="eastAsia"/>
          <w:rtl/>
        </w:rPr>
        <w:t>ا</w:t>
      </w:r>
      <w:r w:rsidR="007C0557" w:rsidRPr="007C0557">
        <w:rPr>
          <w:rStyle w:val="libAieChar"/>
          <w:rtl/>
        </w:rPr>
        <w:t xml:space="preserve"> مِنْ کُلِّ دَابَّةٍ وَ تَصْرِيفِ الرِّيَاحِ وَ السَّحَابِ الْمُسَخَّرِ بَيْنَ السَّمَاءِ وَ الْأَرْضِ لَآيَاتٍ لِقَوْمٍ يَعْقِلُونَ‌</w:t>
      </w:r>
      <w:r w:rsidRPr="007C0557">
        <w:rPr>
          <w:rStyle w:val="libAlaemChar"/>
          <w:rtl/>
        </w:rPr>
        <w:t>)</w:t>
      </w:r>
      <w:r>
        <w:rP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إن من دلائل قدرة الله هذه السماوات التى ترونها تسير فيها الكواكب بانتظام، والارض وما فيها من البر والبحر وتعاقب الليل والنهار وما يجرى في البحر من السفن تحمل الناس والمتاع ولا يسيرها إلا الله فهو الذى يرسل الرياح لتسييرها، وهو الذى ينزل المطر يسقى النبات والحيوان، والسحاب المعلق بين السماء والارض، وكل هذه الآيات قامت بكل إحكام وإتقان بقدرة الله الذى لا يعجزه شئ ويدرك حقائقها المتدبرون العاقلون.</w:t>
      </w:r>
    </w:p>
    <w:p w:rsidR="000E4D44" w:rsidRDefault="000E4D44" w:rsidP="000E4D44">
      <w:pPr>
        <w:pStyle w:val="libNormal"/>
      </w:pPr>
      <w:r>
        <w:rPr>
          <w:rtl/>
        </w:rPr>
        <w:t>النظرة العلمية: تتجلى في هذه الآية مجموعة من العلوم الطبيعية التى بحث العلماء المتأخرون في موضوعاتها ووجدوا من القرآن خير مرشد للتفكير فيها، فقد أشارت إلى علم الفلك ونشأة الكون في قوله تعالى(خلق السماوات والارض واختلاف الليل والنهار) وأشارت إلى علم الملاحة البحرية في قوله تعالى،(والفلك التى تجرى في البحر).</w:t>
      </w:r>
    </w:p>
    <w:p w:rsidR="000E4D44" w:rsidRDefault="000E4D44" w:rsidP="000E4D44">
      <w:pPr>
        <w:pStyle w:val="libNormal"/>
      </w:pPr>
      <w:r>
        <w:rPr>
          <w:rtl/>
        </w:rPr>
        <w:t>وأشارت إلى علم النبات والزراعة في قوله تعالى:(فأحيا به الارض بعد موتها) وأشارت إلى علم الحيوان في قوله تعالى(وبث فيها من كل دابة).</w:t>
      </w:r>
    </w:p>
    <w:p w:rsidR="000E4D44" w:rsidRDefault="000E4D44" w:rsidP="000E4D44">
      <w:pPr>
        <w:pStyle w:val="libNormal"/>
      </w:pPr>
      <w:r>
        <w:rPr>
          <w:rtl/>
        </w:rPr>
        <w:t>وأشارت إلى علم الارصاد الجوية في قوله تعالى:(وتصريف الرياح والسحاب المسخر بين السماء والارض) وقد أدى التفكير فيها إلى معرفة نواميسها ومقوماتها ونظامها، فسبحان من هذا كلامه الذى لا يأتيه الباطل من بين يديه ولا من خلفه ويهدى إلى سواء السبيل، ويوجه عقل الانسان وقلبه إلى ملك الله يتأمله ليرى قدرته وحكمته وتدبيره الرائع في صنعه.</w:t>
      </w:r>
    </w:p>
    <w:p w:rsidR="000E4D44" w:rsidRDefault="00ED7F18" w:rsidP="000E4D44">
      <w:pPr>
        <w:pStyle w:val="libNormal"/>
      </w:pPr>
      <w:r>
        <w:rPr>
          <w:rtl/>
        </w:rPr>
        <w:br w:type="page"/>
      </w:r>
    </w:p>
    <w:p w:rsidR="000E4D44" w:rsidRDefault="000E4D44" w:rsidP="007C0557">
      <w:pPr>
        <w:pStyle w:val="libNormal"/>
      </w:pPr>
      <w:r>
        <w:rPr>
          <w:rtl/>
        </w:rPr>
        <w:lastRenderedPageBreak/>
        <w:t>وقال الله تعالى في سورة المؤمنون آية - 18:</w:t>
      </w:r>
      <w:r w:rsidRPr="007C0557">
        <w:rPr>
          <w:rStyle w:val="libAlaemChar"/>
          <w:rtl/>
        </w:rPr>
        <w:t>(</w:t>
      </w:r>
      <w:r w:rsidR="007C0557" w:rsidRPr="007C0557">
        <w:rPr>
          <w:rStyle w:val="libAieChar"/>
          <w:rFonts w:hint="eastAsia"/>
          <w:rtl/>
        </w:rPr>
        <w:t xml:space="preserve"> وَ</w:t>
      </w:r>
      <w:r w:rsidR="007C0557" w:rsidRPr="007C0557">
        <w:rPr>
          <w:rStyle w:val="libAieChar"/>
          <w:rtl/>
        </w:rPr>
        <w:t xml:space="preserve"> أَنْزَلْنَا مِنَ السَّمَاءِ مَاءً بِقَدَرٍ فَأَسْکَنَّاهُ فِي الْأَرْضِ وَ إِنَّا عَلَى ذَهَابٍ بِهِ لَقَادِرُونَ</w:t>
      </w:r>
      <w:r w:rsidRPr="007C0557">
        <w:rPr>
          <w:rStyle w:val="libAlaemChar"/>
          <w:rtl/>
        </w:rPr>
        <w:t>)</w:t>
      </w:r>
      <w:r>
        <w:rPr>
          <w:rtl/>
        </w:rPr>
        <w:t>.</w:t>
      </w:r>
    </w:p>
    <w:p w:rsidR="000E4D44" w:rsidRDefault="000E4D44" w:rsidP="000E4D44">
      <w:pPr>
        <w:pStyle w:val="libNormal"/>
      </w:pPr>
      <w:r>
        <w:rPr>
          <w:rtl/>
        </w:rPr>
        <w:t>تفسير علماء الدين: وأنزلنا من السماء مطرا بحكمة وتقدير في تكوينه وإنزاله وتيسيرا للانتفاع به جعلناه مستقرا في الارض على ظهرها وفي جوفها وإنا على إزالته وعدم الانتفاع به لقادرون.</w:t>
      </w:r>
    </w:p>
    <w:p w:rsidR="000E4D44" w:rsidRDefault="000E4D44" w:rsidP="00FF2F91">
      <w:pPr>
        <w:pStyle w:val="libNormal"/>
      </w:pPr>
      <w:r>
        <w:rPr>
          <w:rtl/>
        </w:rPr>
        <w:t>النظرة العلمية: توجه هذه الآية النظر إلى المطر الذى ينزل من السماء وكيف أنه يتكون نتيجة تبخر مياه المحيطات والبحار بحرارة الشمس وارتفاع هذه الابخرة لخفتها ثم تجمعها في السماه على شكل سحب لا تلبث أن تبرد ثم تتكاثف ويسقط منها مطرها بمائه العذب على سطح الارض مكونا بانحداره السريع من فوق الجبال والهضاب التى يسقط عليها أخاديد في الارض تجرى فيها مكونة الانهار لتروى الحقول وتخصبها، وإن من مياه الامطار ما يتسرب إلى باطن القشرة الارضية ويستقر بها مكونا المياه الجوفية التى توجد أحواضها في باطن بعض صحراوات العالم القاحلة والتى تخرج منها العيون والآبار لامداد الانسان والحيوان بالماء، والله سبحانه قد جعل هذه الدورة المائية بين السماء والارض متكررة بانتظام دائم، ولو شاء ربك لاوقفها ولكنه رب رحيم كتب على نفسه الرحمة ولا يترك عباده للهلاك، ويؤيد هذا الفضل من الله تعالى قوله تعالى في آيات أخرى:</w:t>
      </w:r>
      <w:r w:rsidRPr="00FF2F91">
        <w:rPr>
          <w:rStyle w:val="libAlaemChar"/>
          <w:rtl/>
        </w:rPr>
        <w:t>(</w:t>
      </w:r>
      <w:r w:rsidR="00FF2F91" w:rsidRPr="00FF2F91">
        <w:rPr>
          <w:rStyle w:val="libAieChar"/>
          <w:rFonts w:hint="eastAsia"/>
          <w:rtl/>
        </w:rPr>
        <w:t xml:space="preserve"> فَفَتَحْنَا</w:t>
      </w:r>
      <w:r w:rsidR="00FF2F91" w:rsidRPr="00FF2F91">
        <w:rPr>
          <w:rStyle w:val="libAieChar"/>
          <w:rtl/>
        </w:rPr>
        <w:t xml:space="preserve"> أَبْوَابَ السَّمَاءِ بِمَاءٍ مُنْهَمِرٍ</w:t>
      </w:r>
      <w:r w:rsidRPr="00FF2F91">
        <w:rPr>
          <w:rStyle w:val="libAieChar"/>
          <w:rtl/>
        </w:rPr>
        <w:t xml:space="preserve"> </w:t>
      </w:r>
      <w:r w:rsidR="00FF2F91" w:rsidRPr="00FF2F91">
        <w:rPr>
          <w:rStyle w:val="libAieChar"/>
          <w:rFonts w:hint="eastAsia"/>
          <w:rtl/>
        </w:rPr>
        <w:t>وَ</w:t>
      </w:r>
      <w:r w:rsidR="00FF2F91" w:rsidRPr="00FF2F91">
        <w:rPr>
          <w:rStyle w:val="libAieChar"/>
          <w:rtl/>
        </w:rPr>
        <w:t xml:space="preserve"> فَجَّرْنَا الْأَرْضَ عُيُوناً فَالْتَقَى الْمَاءُ عَلَى أَمْرٍ قَدْ قُدِرَ</w:t>
      </w:r>
      <w:r w:rsidRPr="00FF2F91">
        <w:rPr>
          <w:rStyle w:val="libAlaemChar"/>
          <w:rtl/>
        </w:rPr>
        <w:t>)</w:t>
      </w:r>
      <w:r>
        <w:rPr>
          <w:rtl/>
        </w:rPr>
        <w:t>(القمر آية - 11، 12)</w:t>
      </w:r>
    </w:p>
    <w:p w:rsidR="000E4D44" w:rsidRDefault="00ED7F18" w:rsidP="000E4D44">
      <w:pPr>
        <w:pStyle w:val="libNormal"/>
      </w:pPr>
      <w:r>
        <w:rPr>
          <w:rtl/>
        </w:rPr>
        <w:br w:type="page"/>
      </w:r>
    </w:p>
    <w:p w:rsidR="000E4D44" w:rsidRDefault="000E4D44" w:rsidP="00582B7D">
      <w:pPr>
        <w:pStyle w:val="libNormal"/>
      </w:pPr>
      <w:r>
        <w:rPr>
          <w:rtl/>
        </w:rPr>
        <w:lastRenderedPageBreak/>
        <w:t>وقوله تعالى:</w:t>
      </w:r>
      <w:r w:rsidRPr="00582B7D">
        <w:rPr>
          <w:rStyle w:val="libAlaemChar"/>
          <w:rtl/>
        </w:rPr>
        <w:t>(</w:t>
      </w:r>
      <w:r w:rsidR="00582B7D" w:rsidRPr="00582B7D">
        <w:rPr>
          <w:rStyle w:val="libAieChar"/>
          <w:rFonts w:hint="eastAsia"/>
          <w:rtl/>
        </w:rPr>
        <w:t xml:space="preserve"> أَنْزَلَ</w:t>
      </w:r>
      <w:r w:rsidR="00582B7D" w:rsidRPr="00582B7D">
        <w:rPr>
          <w:rStyle w:val="libAieChar"/>
          <w:rtl/>
        </w:rPr>
        <w:t xml:space="preserve"> مِنَ السَّمَاءِ مَاءً فَسَالَتْ أَوْدِيَةٌ بِقَدَرِهَا فَاحْتَمَلَ السَّيْلُ زَبَداً رَابِياً</w:t>
      </w:r>
      <w:r w:rsidRPr="00582B7D">
        <w:rPr>
          <w:rStyle w:val="libAlaemChar"/>
          <w:rtl/>
        </w:rPr>
        <w:t>)</w:t>
      </w:r>
      <w:r>
        <w:rPr>
          <w:rtl/>
        </w:rPr>
        <w:t>(الرعد آية - 17) وقوله تعالى:</w:t>
      </w:r>
      <w:r w:rsidRPr="00582B7D">
        <w:rPr>
          <w:rStyle w:val="libAlaemChar"/>
          <w:rtl/>
        </w:rPr>
        <w:t>(</w:t>
      </w:r>
      <w:r w:rsidR="00582B7D" w:rsidRPr="00582B7D">
        <w:rPr>
          <w:rStyle w:val="libAieChar"/>
          <w:rtl/>
        </w:rPr>
        <w:t xml:space="preserve"> وَ أَنْزَلَ مِنَ السَّمَاءِ مَاءً فَأَخْرَجَ بِهِ مِنَ الثَّمَرَاتِ رِزْقاً لَکُمْ</w:t>
      </w:r>
      <w:r w:rsidRPr="00582B7D">
        <w:rPr>
          <w:rStyle w:val="libAlaemChar"/>
          <w:rtl/>
        </w:rPr>
        <w:t>)</w:t>
      </w:r>
      <w:r>
        <w:rPr>
          <w:rtl/>
        </w:rPr>
        <w:t>(البقرة آية 23) وقال تعالى في سورة الرعد آية4:</w:t>
      </w:r>
      <w:r w:rsidRPr="00582B7D">
        <w:rPr>
          <w:rStyle w:val="libAlaemChar"/>
          <w:rtl/>
        </w:rPr>
        <w:t>(</w:t>
      </w:r>
      <w:r w:rsidR="00582B7D" w:rsidRPr="00582B7D">
        <w:rPr>
          <w:rStyle w:val="libAieChar"/>
          <w:rFonts w:hint="eastAsia"/>
          <w:rtl/>
        </w:rPr>
        <w:t xml:space="preserve"> وَ</w:t>
      </w:r>
      <w:r w:rsidR="00582B7D" w:rsidRPr="00582B7D">
        <w:rPr>
          <w:rStyle w:val="libAieChar"/>
          <w:rtl/>
        </w:rPr>
        <w:t xml:space="preserve"> فِي الْأَرْضِ قِطَعٌ مُتَجَاوِرَاتٌ وَ جَنَّاتٌ مِنْ أَعْنَابٍ وَ زَرْعٌ وَ نَخِيلٌ صِنْوَانٌ وَ غَيْرُ صِنْوَانٍ يُسْقَى بِمَاءٍ وَاحِدٍ وَ نُفَضِّلُ بَعْضَهَا عَلَى بَعْضٍ فِي الْأُکُلِ إِنَّ فِي ذٰلِکَ لَآيَاتٍ لِقَوْمٍ يَعْقِلُونَ‌</w:t>
      </w:r>
      <w:r w:rsidRPr="00582B7D">
        <w:rPr>
          <w:rStyle w:val="libAlaemChar"/>
          <w:rtl/>
        </w:rPr>
        <w:t>)</w:t>
      </w:r>
      <w:r>
        <w:rPr>
          <w:rtl/>
        </w:rPr>
        <w:t>.</w:t>
      </w:r>
    </w:p>
    <w:p w:rsidR="000E4D44" w:rsidRDefault="000E4D44" w:rsidP="000E4D44">
      <w:pPr>
        <w:pStyle w:val="libNormal"/>
      </w:pPr>
      <w:r>
        <w:rPr>
          <w:rtl/>
        </w:rPr>
        <w:t>تفسير علماء الدين: من عجائب قدرة الله أن في الارض قطع يجاور بعضها بعضا، وهى مختلفة التربة بعضها قاحل وبعضها خصب وإن اتحدت التربة، ففيها حدائق مملوء‌ة بكروم العنب، وفيها زرع يحصد، ونخيل مثمر وهى مجتمعة ومتفرقة، ومع أنها تسقى بماء واحد يختلف طعمها، وإن في ذلك دلائل واضحة على قدرة الله تعالى لمن له عقل يفكر به.</w:t>
      </w:r>
    </w:p>
    <w:p w:rsidR="000E4D44" w:rsidRDefault="000E4D44" w:rsidP="000E4D44">
      <w:pPr>
        <w:pStyle w:val="libNormal"/>
      </w:pPr>
      <w:r>
        <w:rPr>
          <w:rtl/>
        </w:rPr>
        <w:t>النظرة العلمية: يقرر علماء الجيولوجيا وهو علم طبقات الارض أن تربة القشرة الارضية</w:t>
      </w:r>
    </w:p>
    <w:p w:rsidR="000E4D44" w:rsidRDefault="00ED7F18" w:rsidP="000E4D44">
      <w:pPr>
        <w:pStyle w:val="libNormal"/>
      </w:pPr>
      <w:r>
        <w:rPr>
          <w:rtl/>
        </w:rPr>
        <w:br w:type="page"/>
      </w:r>
    </w:p>
    <w:p w:rsidR="000E4D44" w:rsidRDefault="000E4D44" w:rsidP="00603D50">
      <w:pPr>
        <w:pStyle w:val="libNormal0"/>
      </w:pPr>
      <w:r>
        <w:rPr>
          <w:rtl/>
        </w:rPr>
        <w:lastRenderedPageBreak/>
        <w:t>التى تحطمت وتفتتت بفعل عوامل التعرية من رياح وعواصف وأمطار جعلتها لا تتحد في عناصرها بل صار لكل تربة طبيعتها وخواصها الذاتية، ويقرر علماء النبات أن جذور النباتات تمتد في التربة لتمتص الغذاء من عناصرها الملائمة لها وتحولها إلى ثمار يتميز بعضها عن بعض في الشكل والطعم والرائحة، وهذا هو المعنى العلمى الذى تشير إليه الآية بأن قطعة الارض الواحدة تتكون من عدة أجزاء متجاورة ومتلاصقة ولكنها تشمل في تكوينها مواد معدنية أو عضوية أو بكتيرية مختلفة، وعندما تسقى قطعة الارض الواحدة نجد أن ثمارها متنوعة لان بها أجزاء طينية وأخرى رملية إلى ثالثة كلية وأن كلا منها يختلف عن الآخر اختلافا تاما وعند ما تسقى قطعة الارض نجد أن ثمارها متنوعة في أشكالها وألوانها وطعومها من عنب وخضر ونخل ورمان مع أنها كلها سقيت بماء واحد.</w:t>
      </w:r>
    </w:p>
    <w:p w:rsidR="000E4D44" w:rsidRDefault="000E4D44" w:rsidP="00603D50">
      <w:pPr>
        <w:pStyle w:val="libNormal"/>
      </w:pPr>
      <w:r>
        <w:rPr>
          <w:rtl/>
        </w:rPr>
        <w:t xml:space="preserve">وقال تعالى في سورة الرعد آية - 3: </w:t>
      </w:r>
      <w:r w:rsidR="00603D50" w:rsidRPr="00603D50">
        <w:rPr>
          <w:rStyle w:val="libAlaemChar"/>
          <w:rFonts w:hint="cs"/>
          <w:rtl/>
        </w:rPr>
        <w:t>(</w:t>
      </w:r>
      <w:r w:rsidR="00603D50" w:rsidRPr="00603D50">
        <w:rPr>
          <w:rStyle w:val="libAieChar"/>
          <w:rFonts w:hint="eastAsia"/>
          <w:rtl/>
        </w:rPr>
        <w:t>وَ</w:t>
      </w:r>
      <w:r w:rsidR="00603D50" w:rsidRPr="00603D50">
        <w:rPr>
          <w:rStyle w:val="libAieChar"/>
          <w:rtl/>
        </w:rPr>
        <w:t xml:space="preserve"> هُوَ الَّذِي مَدَّ الْأَرْضَ وَ جَعَلَ فِيهَا رَوَاسِيَ وَ أَنْهَاراً وَ مِنْ کُلِّ الثَّمَرَاتِ جَعَلَ فِيهَا زَوْجَيْنِ اثْنَيْنِ يُغْشِي اللَّيْلَ النَّهَارَ إِنَّ فِي ذٰلِکَ لَآيَاتٍ لِقَوْمٍ يَتَفَکَّرُونَ‌</w:t>
      </w:r>
      <w:r w:rsidRPr="00603D50">
        <w:rPr>
          <w:rStyle w:val="libAlaemChar"/>
          <w:rtl/>
        </w:rPr>
        <w:t>)</w:t>
      </w:r>
      <w:r>
        <w:rPr>
          <w:rtl/>
        </w:rPr>
        <w:t>.</w:t>
      </w:r>
    </w:p>
    <w:p w:rsidR="000E4D44" w:rsidRDefault="000E4D44" w:rsidP="000E4D44">
      <w:pPr>
        <w:pStyle w:val="libNormal"/>
      </w:pPr>
      <w:r>
        <w:rPr>
          <w:rtl/>
        </w:rPr>
        <w:t>تفسير علماء الدين: هو سبحانه الذى بسط لكم الارض وجعلها ذلولا تسيرون فيها شرقا وغربا، وجعل في هذه الارض جبالا ثابتة وأنهارا تجرى فيها المياه العذبة وجعل من هذه المياه الثمرات المختلفة التى؟ توالد، وجعل منها الانواع المختلفة المتقابلة أصنافا منها الحلو والحامض، ومنها الابيض والاسود، وأنه سبحانه يستر النهار بالليل، وأن في هذا الكون وعجائبه لعلامات بينة تثبت قدرة الله العظيم ووحدانيته لمن يتفكر ويتدبر.</w:t>
      </w:r>
    </w:p>
    <w:p w:rsidR="000E4D44" w:rsidRDefault="00ED7F18" w:rsidP="000E4D44">
      <w:pPr>
        <w:pStyle w:val="libNormal"/>
      </w:pPr>
      <w:r>
        <w:rPr>
          <w:rtl/>
        </w:rPr>
        <w:br w:type="page"/>
      </w:r>
    </w:p>
    <w:p w:rsidR="000E4D44" w:rsidRDefault="000E4D44" w:rsidP="000E4D44">
      <w:pPr>
        <w:pStyle w:val="libNormal"/>
      </w:pPr>
      <w:r>
        <w:rPr>
          <w:rtl/>
        </w:rPr>
        <w:lastRenderedPageBreak/>
        <w:t>النظرة العلمية: في طيات هذه الآية الكريمة ثلاث حقائق أيدها العلم بدلائل قوية وهى:</w:t>
      </w:r>
    </w:p>
    <w:p w:rsidR="000E4D44" w:rsidRDefault="000E4D44" w:rsidP="000E4D44">
      <w:pPr>
        <w:pStyle w:val="libNormal"/>
      </w:pPr>
      <w:r>
        <w:rPr>
          <w:rtl/>
        </w:rPr>
        <w:t>أولا أن الله مد الارض وجعل فيها رواسى، ومد الارض أى يسطها أينما سار الانسان عليها وقد سبق القول في بيان ذلك عند شرح قوله تعالى والارض بعد ذلك دحاها والتعبير بلفظ دحاها يدل على الاستدارة مع البسط في نفس الوقت.</w:t>
      </w:r>
    </w:p>
    <w:p w:rsidR="000E4D44" w:rsidRDefault="000E4D44" w:rsidP="000E4D44">
      <w:pPr>
        <w:pStyle w:val="libNormal"/>
      </w:pPr>
      <w:r>
        <w:rPr>
          <w:rtl/>
        </w:rPr>
        <w:t>ثانيا أنه سبحانه جعل في الارض رواسى أى جبالا لتحفظ التوازن اللازم للكرة الارضية التى تتكون من منخفضات عميقة في البحار والمحيطات ومرتفعات شامخة من الجبال والهضاب، وأنه لابد في هذه الحالة من استقرار للارض واتزان لانتظام حركتها مع ثباتها، وقد أثبتت الابحاث العلمية نظرية التوازن في الكرة الارضية بالبراهين الدامغة.</w:t>
      </w:r>
    </w:p>
    <w:p w:rsidR="000E4D44" w:rsidRDefault="000E4D44" w:rsidP="000E4D44">
      <w:pPr>
        <w:pStyle w:val="libNormal"/>
      </w:pPr>
      <w:r>
        <w:rPr>
          <w:rtl/>
        </w:rPr>
        <w:t>ثالثا - أنه سبحانه جعل من كل الثمرات زوجين اثنين، أى جعل في الاشجار التى تحمل الثمار نوعى الذكر والانثى حتى يتم تلقيح الاعضاء الانثية بطريق حبوب اللقاح الموجودة بالاعضاء الذكرية وبذلك تتوالد الانواع وتتكاثر.</w:t>
      </w:r>
    </w:p>
    <w:p w:rsidR="000E4D44" w:rsidRDefault="000E4D44" w:rsidP="00C23910">
      <w:pPr>
        <w:pStyle w:val="libNormal"/>
      </w:pPr>
      <w:r>
        <w:rPr>
          <w:rtl/>
        </w:rPr>
        <w:t>وقال تعالى في سورة الرعد آية - 2:</w:t>
      </w:r>
      <w:r w:rsidRPr="00C23910">
        <w:rPr>
          <w:rStyle w:val="libAlaemChar"/>
          <w:rtl/>
        </w:rPr>
        <w:t>(</w:t>
      </w:r>
      <w:r w:rsidR="00C23910" w:rsidRPr="00C23910">
        <w:rPr>
          <w:rStyle w:val="libAieChar"/>
          <w:rFonts w:hint="eastAsia"/>
          <w:rtl/>
        </w:rPr>
        <w:t xml:space="preserve"> اللَّهُ</w:t>
      </w:r>
      <w:r w:rsidR="00C23910" w:rsidRPr="00C23910">
        <w:rPr>
          <w:rStyle w:val="libAieChar"/>
          <w:rtl/>
        </w:rPr>
        <w:t xml:space="preserve"> الَّذِي رَفَعَ السَّمَاوَاتِ بِغَيْرِ عَمَدٍ تَرَوْنَهَا ثُمَّ اسْتَوَى عَلَى الْعَرْشِ وَ سَخَّرَ الشَّمْسَ وَ الْقَمَرَ کُلٌّ يَجْرِي لِأَجَلٍ مُسَمًّى يُدَبِّرُ الْأَمْرَ يُفَصِّلُ الْآيَاتِ لَعَلَّکُمْ بِلِقَاءِ رَبِّکُمْ تُوقِنُونَ‌</w:t>
      </w:r>
      <w:r w:rsidRPr="00C23910">
        <w:rPr>
          <w:rStyle w:val="libAlaemChar"/>
          <w:rtl/>
        </w:rPr>
        <w:t>)</w:t>
      </w:r>
      <w:r>
        <w:rPr>
          <w:rtl/>
        </w:rPr>
        <w:t>.</w:t>
      </w:r>
    </w:p>
    <w:p w:rsidR="000E4D44" w:rsidRDefault="000E4D44" w:rsidP="000E4D44">
      <w:pPr>
        <w:pStyle w:val="libNormal"/>
      </w:pPr>
      <w:r>
        <w:rPr>
          <w:rtl/>
        </w:rPr>
        <w:t>تفسير علماء الدين: إن الله هو الذى رفع ما ترون من سماوات تجري فيها النجوم بغير أعمدة ترى ولا يعلمها إلا الله، وإن كان قد ربط بينها وبين الارض بروابط لا تنقطع</w:t>
      </w:r>
    </w:p>
    <w:p w:rsidR="000E4D44" w:rsidRDefault="00ED7F18" w:rsidP="000E4D44">
      <w:pPr>
        <w:pStyle w:val="libNormal"/>
      </w:pPr>
      <w:r>
        <w:rPr>
          <w:rtl/>
        </w:rPr>
        <w:br w:type="page"/>
      </w:r>
    </w:p>
    <w:p w:rsidR="000E4D44" w:rsidRDefault="000E4D44" w:rsidP="00C23910">
      <w:pPr>
        <w:pStyle w:val="libNormal0"/>
      </w:pPr>
      <w:r>
        <w:rPr>
          <w:rtl/>
        </w:rPr>
        <w:lastRenderedPageBreak/>
        <w:t>إلا أن يشاء الله، وذلل الشمس والقمر بسلطانه ولمنفعتكم، وهما يدوران بانتظام لزمن قدره الله سبحانه وتعالى، وهو سبحانه يدبر كل شئ في السموات والارض، ويبين لكم آياته الكونية رجاء أن توقنوا بالوحدانية.</w:t>
      </w:r>
    </w:p>
    <w:p w:rsidR="000E4D44" w:rsidRDefault="000E4D44" w:rsidP="00C23910">
      <w:pPr>
        <w:pStyle w:val="libNormal"/>
      </w:pPr>
      <w:r>
        <w:rPr>
          <w:rtl/>
        </w:rPr>
        <w:t>النظرة العلمية: كلما نظر الانسان إلى نجوم السماء وكواكبها يراها متماسكة وثابتة في مواضعها وهى سابحة في أفلاكها طبقا لنظام بديع لا تحيد عنه أبدا، وقد فسر العلم هذه القوة الكونية التى تحفظ السماء والارض والكون من التفكك وتصونه من الاضطراب والخلل بأنها قوة إلجاذبية التى اكتشفها عالم رياضيات انجليزى هو نيوتن في أوائل القرن السابع عشر عند ما لاحظ يوما أن تفاحة سفطت من شجرتها على الارض، فأخذ يفكر في أسباب سقوطها هى وغيرها من الاجسام التى تقع تلقائيا على الارض، وهداه تفكيره العميق إلى الوصول إلى استنباط نظرية الجاذبية واستطاع أن يضع لها قوانين دقيقة أثبت صحتها بالتجارب العلمية، ووضح بما لا يقبل الشك أن هناك علاقة بين كتل الاجسام المتجاذبة وبين المسافات التى بينهما، وقد ساعد قانون الجاذبية علماء الفلك على فهم الكثير من الحقائق الكونية التى كانت مجهولة تماما من قبل.</w:t>
      </w:r>
      <w:r>
        <w:cr/>
      </w:r>
      <w:r>
        <w:rPr>
          <w:rtl/>
        </w:rPr>
        <w:t>ويؤيد قانون الجاذبية هذا وأثره في تماسك الاكوان قوله تعالى في سورة فاطر آية - 41:</w:t>
      </w:r>
      <w:r w:rsidRPr="00C23910">
        <w:rPr>
          <w:rStyle w:val="libAlaemChar"/>
          <w:rtl/>
        </w:rPr>
        <w:t>(</w:t>
      </w:r>
      <w:r w:rsidR="00C23910" w:rsidRPr="00C23910">
        <w:rPr>
          <w:rStyle w:val="libAieChar"/>
          <w:rFonts w:hint="eastAsia"/>
          <w:rtl/>
        </w:rPr>
        <w:t xml:space="preserve"> إِنَّ</w:t>
      </w:r>
      <w:r w:rsidR="00C23910" w:rsidRPr="00C23910">
        <w:rPr>
          <w:rStyle w:val="libAieChar"/>
          <w:rtl/>
        </w:rPr>
        <w:t xml:space="preserve"> اللَّهَ يُمْسِکُ السَّمَاوَاتِ وَ الْأَرْضَ أَنْ تَزُولاَ وَ لَئِنْ زَالَتَا إِنْ أَمْسَکَهُمَا مِنْ أَحَدٍ مِنْ بَعْدِهِ إِنَّهُ کَانَ حَلِيماً غَفُوراً</w:t>
      </w:r>
      <w:r w:rsidRPr="00C23910">
        <w:rPr>
          <w:rStyle w:val="libAlaemChar"/>
          <w:rtl/>
        </w:rPr>
        <w:t>)</w:t>
      </w:r>
      <w:r>
        <w:rPr>
          <w:rtl/>
        </w:rPr>
        <w:t xml:space="preserve"> وتدل هذه الآية على أن الله سبحانه هو الذى يمنع اختلال نظام السموات</w:t>
      </w:r>
    </w:p>
    <w:p w:rsidR="000E4D44" w:rsidRDefault="00ED7F18" w:rsidP="000E4D44">
      <w:pPr>
        <w:pStyle w:val="libNormal"/>
      </w:pPr>
      <w:r>
        <w:rPr>
          <w:rtl/>
        </w:rPr>
        <w:br w:type="page"/>
      </w:r>
    </w:p>
    <w:p w:rsidR="000E4D44" w:rsidRDefault="000E4D44" w:rsidP="00C23910">
      <w:pPr>
        <w:pStyle w:val="libNormal0"/>
      </w:pPr>
      <w:r>
        <w:rPr>
          <w:rtl/>
        </w:rPr>
        <w:lastRenderedPageBreak/>
        <w:t>والارض ويحفظهما بقدرته من الزوال، ولئن قدر لهما الزوال ما استطاع أحد أن يحفظهما.</w:t>
      </w:r>
    </w:p>
    <w:p w:rsidR="000E4D44" w:rsidRDefault="000E4D44" w:rsidP="00181015">
      <w:pPr>
        <w:pStyle w:val="libNormal"/>
      </w:pPr>
      <w:r>
        <w:rPr>
          <w:rtl/>
        </w:rPr>
        <w:t>وقال تبارك وتعالى في سورة الانعام آية - 97:</w:t>
      </w:r>
      <w:r w:rsidRPr="00181015">
        <w:rPr>
          <w:rStyle w:val="libAlaemChar"/>
          <w:rtl/>
        </w:rPr>
        <w:t>(</w:t>
      </w:r>
      <w:r w:rsidR="00181015" w:rsidRPr="00181015">
        <w:rPr>
          <w:rStyle w:val="libAieChar"/>
          <w:rFonts w:hint="eastAsia"/>
          <w:rtl/>
        </w:rPr>
        <w:t xml:space="preserve"> وَ</w:t>
      </w:r>
      <w:r w:rsidR="00181015" w:rsidRPr="00181015">
        <w:rPr>
          <w:rStyle w:val="libAieChar"/>
          <w:rtl/>
        </w:rPr>
        <w:t xml:space="preserve"> هُوَ الَّذِي جَعَلَ لَکُمُ النُّجُومَ لِتَهْتَدُوا بِهَا فِي ظُلُمَاتِ الْبَرِّ وَ الْبَحْرِ قَدْ فَصَّلْنَا الْآيَاتِ لِقَوْمٍ يَعْلَمُونَ</w:t>
      </w:r>
      <w:r w:rsidRPr="00181015">
        <w:rPr>
          <w:rStyle w:val="libAlaemChar"/>
          <w:rtl/>
        </w:rPr>
        <w:t>)</w:t>
      </w:r>
      <w:r>
        <w:rPr>
          <w:rtl/>
        </w:rPr>
        <w:t>.</w:t>
      </w:r>
    </w:p>
    <w:p w:rsidR="000E4D44" w:rsidRDefault="000E4D44" w:rsidP="000E4D44">
      <w:pPr>
        <w:pStyle w:val="libNormal"/>
      </w:pPr>
      <w:r>
        <w:rPr>
          <w:rtl/>
        </w:rPr>
        <w:t>تفسير علماء الدين: هو الله الذى جعل لكم النجوم لتهتدوا بمواقعها إلى مقاصدكم وأنتم سائرون في ظلمات الليل بالبر والبحر، إنا قد بينا دلائل رحمتنا وقدرتنا لقوم ينتفعون بالعلم.</w:t>
      </w:r>
    </w:p>
    <w:p w:rsidR="000E4D44" w:rsidRDefault="000E4D44" w:rsidP="000E4D44">
      <w:pPr>
        <w:pStyle w:val="libNormal"/>
      </w:pPr>
      <w:r>
        <w:rPr>
          <w:rtl/>
        </w:rPr>
        <w:t>النظرة العلمية: لقد ثبت بالملاحظة العلمية الدقيقة وبالمناظير المقربة أن النجم القطبى هو أحد نجوم السماء التى تبعد عنا بآلاف الملايين من الاميال، وأنه يبعد عن الكرة الارضية بنحو 300 سنة ضوئية، لوحظ أن هذا النجم يقع جهة الشمال دائما بالنسبة لسكان نصف الكرة الشمالى، أى أننا إذا اتجهنا نحوه تكون جهة الشمال أمامنا وجهة الجنوب خلفنا وجهة الشرق على يميننا وجهة الغرب على يسارنا، وبواسطة هذا النجم يمكننا أن نعرف مواضع الاماكن على سطح الكرة الارضية سواء كنا في سفر أو حضر، وقد استطاع الفلكيون بوسائلهم وأجهزتهم العلمية وحساب المثلثات أن يرصدوا أكثر النجوم ويعملوا لها جداول تبين مواقعها بالنسبة للارض لتكون مرشدا للمسافرين في البر والبحر وفى رحلات الفضاء إلى الكواكب، فسبحان الذى خلق هذا الكون الهائل في اتساعه الشاسع وفى امتداده الذى</w:t>
      </w:r>
    </w:p>
    <w:p w:rsidR="000E4D44" w:rsidRDefault="00ED7F18" w:rsidP="000E4D44">
      <w:pPr>
        <w:pStyle w:val="libNormal"/>
      </w:pPr>
      <w:r>
        <w:rPr>
          <w:rtl/>
        </w:rPr>
        <w:br w:type="page"/>
      </w:r>
    </w:p>
    <w:p w:rsidR="000E4D44" w:rsidRDefault="000E4D44" w:rsidP="00181015">
      <w:pPr>
        <w:pStyle w:val="libNormal0"/>
      </w:pPr>
      <w:r>
        <w:rPr>
          <w:rtl/>
        </w:rPr>
        <w:lastRenderedPageBreak/>
        <w:t>لا نهاية له وأنه سبحانه برحمته وعونه يهيئ لنا سبل الاهتداء فيه ليلا بالنجوم ونهارا بالشمس إلى مقاصدنا وقد امتن علينا في ذلك بقوله تعالى أيضا:(وعلامات وبالنجم هم يهتدون).</w:t>
      </w:r>
    </w:p>
    <w:p w:rsidR="000E4D44" w:rsidRDefault="000E4D44" w:rsidP="00181015">
      <w:pPr>
        <w:pStyle w:val="libNormal"/>
      </w:pPr>
      <w:r>
        <w:rPr>
          <w:rtl/>
        </w:rPr>
        <w:t>وقال تعالى في سورة المؤمنين آية - 18</w:t>
      </w:r>
      <w:r w:rsidRPr="00181015">
        <w:rPr>
          <w:rStyle w:val="libAlaemChar"/>
          <w:rtl/>
        </w:rPr>
        <w:t>(</w:t>
      </w:r>
      <w:r w:rsidR="00181015" w:rsidRPr="00181015">
        <w:rPr>
          <w:rStyle w:val="libAieChar"/>
          <w:rFonts w:hint="eastAsia"/>
          <w:rtl/>
        </w:rPr>
        <w:t>وَ</w:t>
      </w:r>
      <w:r w:rsidR="00181015" w:rsidRPr="00181015">
        <w:rPr>
          <w:rStyle w:val="libAieChar"/>
          <w:rtl/>
        </w:rPr>
        <w:t xml:space="preserve"> أَنْزَلْنَا مِنَ السَّمَاءِ مَاءً بِقَدَرٍ فَأَسْکَنَّاهُ فِي الْأَرْضِ وَ إِنَّا عَلَى ذَهَابٍ بِهِ لَقَادِرُونَ‌</w:t>
      </w:r>
      <w:r w:rsidRPr="00181015">
        <w:rPr>
          <w:rStyle w:val="libAlaemChar"/>
          <w:rtl/>
        </w:rPr>
        <w:t>)</w:t>
      </w:r>
      <w:r>
        <w:rPr>
          <w:rtl/>
        </w:rPr>
        <w:t>.</w:t>
      </w:r>
    </w:p>
    <w:p w:rsidR="000E4D44" w:rsidRDefault="000E4D44" w:rsidP="000E4D44">
      <w:pPr>
        <w:pStyle w:val="libNormal"/>
      </w:pPr>
      <w:r>
        <w:rPr>
          <w:rtl/>
        </w:rPr>
        <w:t>تفسير علماء الدين: وأنزلنا من السماء مطرا بحكمة وتقدير في تكوينه وإنزاله وتيسيرا للانتفاع به وجعلناه مستقرا في الارض على ظهرها وفى جوفها وإنا على إنزاله أو إزالته وعدم الانتفاع به لقادرون.</w:t>
      </w:r>
    </w:p>
    <w:p w:rsidR="000E4D44" w:rsidRDefault="000E4D44" w:rsidP="000E4D44">
      <w:pPr>
        <w:pStyle w:val="libNormal"/>
      </w:pPr>
      <w:r>
        <w:rPr>
          <w:rtl/>
        </w:rPr>
        <w:t>النظرة العلمية: تشير هذه الآية وأمثالها إلى ظاهرة نزول المطر من السماء، وقد أثبت العلم أن المطر هو نتيجة تبخر مياه المحيطات والبحار بحرارة الشمس وارتفاع بخار الماء إلى طبقات الجو العالية الباردة وتجمعها على شكل سحب تتكاثف ويسقط مطرها بالماء العذب على الارض، وعندما يسقط المطر الغزير على الجبال والهضاب فإنه ينحدر منها بشدة إلى السهول مكونا فيها مجاري وأودية للانهار التى تحيى الارض وتتبت الزرع، ومن مياه الامطار ما يتسرب إلى باطن الارض مكونا المياه الجوفية التى تتجمع في أحواض واسعة للمياه الباطنية التى تتفجر منها العيون وتنيثق منها الآبار بحسب تضاريس الارض، وقد جعل الله سبحانه هذه الدورة المائية بين السماء والارض مستمرة بانتظام دقيق وتقدير معلوم لا يزيد ولا ينقص ليفى بحاجة الانسان</w:t>
      </w:r>
    </w:p>
    <w:p w:rsidR="000E4D44" w:rsidRDefault="00ED7F18" w:rsidP="000E4D44">
      <w:pPr>
        <w:pStyle w:val="libNormal"/>
      </w:pPr>
      <w:r>
        <w:rPr>
          <w:rtl/>
        </w:rPr>
        <w:br w:type="page"/>
      </w:r>
    </w:p>
    <w:p w:rsidR="000E4D44" w:rsidRDefault="000E4D44" w:rsidP="00171599">
      <w:pPr>
        <w:pStyle w:val="libNormal0"/>
      </w:pPr>
      <w:r>
        <w:rPr>
          <w:rtl/>
        </w:rPr>
        <w:lastRenderedPageBreak/>
        <w:t>والحيوان والنبات، ولو شاء الله أن يوقف هذه الدورة لفعل، والله سبحانه رحيم بعباده، ويؤكد رحمته هذه بقوله تعالى في لآيات الآتية:</w:t>
      </w:r>
      <w:r w:rsidRPr="00181015">
        <w:rPr>
          <w:rStyle w:val="libAlaemChar"/>
          <w:rtl/>
        </w:rPr>
        <w:t>(</w:t>
      </w:r>
      <w:r w:rsidR="0033366C" w:rsidRPr="0033366C">
        <w:rPr>
          <w:rStyle w:val="libAieChar"/>
          <w:rFonts w:hint="eastAsia"/>
          <w:rtl/>
        </w:rPr>
        <w:t xml:space="preserve"> فَفَتَحْنَا</w:t>
      </w:r>
      <w:r w:rsidR="0033366C" w:rsidRPr="0033366C">
        <w:rPr>
          <w:rStyle w:val="libAieChar"/>
          <w:rtl/>
        </w:rPr>
        <w:t xml:space="preserve"> أَبْوَابَ السَّمَاءِ بِمَاءٍ مُنْهَمِرٍ</w:t>
      </w:r>
      <w:r w:rsidRPr="0033366C">
        <w:rPr>
          <w:rStyle w:val="libAieChar"/>
          <w:rtl/>
        </w:rPr>
        <w:t xml:space="preserve"> </w:t>
      </w:r>
      <w:r w:rsidR="0033366C" w:rsidRPr="0033366C">
        <w:rPr>
          <w:rStyle w:val="libAieChar"/>
          <w:rFonts w:hint="eastAsia"/>
          <w:rtl/>
        </w:rPr>
        <w:t>وَ</w:t>
      </w:r>
      <w:r w:rsidR="0033366C" w:rsidRPr="0033366C">
        <w:rPr>
          <w:rStyle w:val="libAieChar"/>
          <w:rtl/>
        </w:rPr>
        <w:t xml:space="preserve"> فَجَّرْنَا الْأَرْضَ عُيُوناً فَالْتَقَى الْمَاءُ عَلَى أَمْرٍ قَدْ قُدِرَ</w:t>
      </w:r>
      <w:r w:rsidRPr="00181015">
        <w:rPr>
          <w:rStyle w:val="libAlaemChar"/>
          <w:rtl/>
        </w:rPr>
        <w:t>)</w:t>
      </w:r>
      <w:r>
        <w:rPr>
          <w:rtl/>
        </w:rPr>
        <w:t>(القمر آية - 11)</w:t>
      </w:r>
      <w:r w:rsidRPr="0033366C">
        <w:rPr>
          <w:rStyle w:val="libAlaemChar"/>
          <w:rtl/>
        </w:rPr>
        <w:t>(</w:t>
      </w:r>
      <w:r w:rsidR="0033366C" w:rsidRPr="0033366C">
        <w:rPr>
          <w:rStyle w:val="libAieChar"/>
          <w:rFonts w:hint="eastAsia"/>
          <w:rtl/>
        </w:rPr>
        <w:t xml:space="preserve"> أَنْزَلَ</w:t>
      </w:r>
      <w:r w:rsidR="0033366C" w:rsidRPr="0033366C">
        <w:rPr>
          <w:rStyle w:val="libAieChar"/>
          <w:rtl/>
        </w:rPr>
        <w:t xml:space="preserve"> مِنَ السَّمَاءِ مَاءً فَسَالَتْ أَوْدِيَةٌ بِقَدَرِهَا</w:t>
      </w:r>
      <w:r w:rsidRPr="0033366C">
        <w:rPr>
          <w:rStyle w:val="libAlaemChar"/>
          <w:rtl/>
        </w:rPr>
        <w:t>)</w:t>
      </w:r>
      <w:r>
        <w:rPr>
          <w:rtl/>
        </w:rPr>
        <w:t>(الرعد آية - 1</w:t>
      </w:r>
      <w:r w:rsidR="0033366C">
        <w:rPr>
          <w:rFonts w:hint="cs"/>
          <w:rtl/>
        </w:rPr>
        <w:t>7</w:t>
      </w:r>
      <w:r>
        <w:rPr>
          <w:rtl/>
        </w:rPr>
        <w:t>)</w:t>
      </w:r>
      <w:r w:rsidRPr="0033366C">
        <w:rPr>
          <w:rStyle w:val="libAlaemChar"/>
          <w:rtl/>
        </w:rPr>
        <w:t>(</w:t>
      </w:r>
      <w:r w:rsidR="0033366C" w:rsidRPr="0033366C">
        <w:rPr>
          <w:rStyle w:val="libAieChar"/>
          <w:rtl/>
        </w:rPr>
        <w:t xml:space="preserve"> وَ أَنْزَلَ مِنَ السَّمَاءِ مَاءً فَأَخْرَجَ بِهِ مِنَ الثَّمَرَاتِ رِزْقاً لَکُمْ</w:t>
      </w:r>
      <w:r w:rsidRPr="0033366C">
        <w:rPr>
          <w:rStyle w:val="libAlaemChar"/>
          <w:rtl/>
        </w:rPr>
        <w:t>)</w:t>
      </w:r>
      <w:r>
        <w:rPr>
          <w:rtl/>
        </w:rPr>
        <w:t>(البقرة آية 22) وقال تعالى في سورة الرعد آية - 4:</w:t>
      </w:r>
      <w:r w:rsidRPr="00171599">
        <w:rPr>
          <w:rStyle w:val="libAlaemChar"/>
          <w:rtl/>
        </w:rPr>
        <w:t>(</w:t>
      </w:r>
      <w:r w:rsidR="00171599" w:rsidRPr="00171599">
        <w:rPr>
          <w:rStyle w:val="libAieChar"/>
          <w:rFonts w:hint="eastAsia"/>
          <w:rtl/>
        </w:rPr>
        <w:t xml:space="preserve"> وَ</w:t>
      </w:r>
      <w:r w:rsidR="00171599" w:rsidRPr="00171599">
        <w:rPr>
          <w:rStyle w:val="libAieChar"/>
          <w:rtl/>
        </w:rPr>
        <w:t xml:space="preserve"> فِي الْأَرْضِ قِطَعٌ مُتَجَاوِرَاتٌ وَ جَنَّاتٌ مِنْ أَعْنَابٍ وَ زَرْعٌ وَ نَخِيلٌ صِنْوَانٌ وَ غَيْرُ صِنْوَانٍ يُسْقَى بِمَاءٍ وَاحِدٍ وَ نُفَضِّلُ بَعْضَهَا عَلَى بَعْضٍ فِي الْأُکُلِ إِنَّ فِي ذٰلِکَ لَآيَاتٍ لِقَوْمٍ يَعْقِلُونَ‌</w:t>
      </w:r>
      <w:r w:rsidRPr="00171599">
        <w:rPr>
          <w:rStyle w:val="libAlaemChar"/>
          <w:rtl/>
        </w:rPr>
        <w:t>)</w:t>
      </w:r>
      <w:r>
        <w:rPr>
          <w:rtl/>
        </w:rPr>
        <w:t xml:space="preserve"> تفسير علماء الدين: في الارض قطع يجاور بعضها بعضا وهى مختلفة التربة، بعضها قاحل وبعضها خصب وإن اتحدت التربة ففيها حدائق مملوء‌ة بكروم العنب وفيها زرع يحصد ونخيل مثمر وهى مجتمعة ومتفرقة، مع أنها تسقى بماء واحد يختلف طعمها وفى ذلك دلالة على قدرة الله تعالى لمن له عقل يفكر به.</w:t>
      </w:r>
    </w:p>
    <w:p w:rsidR="000E4D44" w:rsidRDefault="000E4D44" w:rsidP="000E4D44">
      <w:pPr>
        <w:pStyle w:val="libNormal"/>
      </w:pPr>
      <w:r>
        <w:rPr>
          <w:rtl/>
        </w:rPr>
        <w:t>النظرة العلمية: يقرر علم طبقات الارض أن تربة القشرة الارضية وهى الطبقة التى تحطمت وتفتتت بفعل عوامل التعرية من رياح وأمطار لا تتفق عناصرها وطبيعتها في كل جزء منها بل تختلف من مكان إلى مكان، كما أن علم النبات يقرر أن جذور</w:t>
      </w:r>
    </w:p>
    <w:p w:rsidR="000E4D44" w:rsidRDefault="00ED7F18" w:rsidP="000E4D44">
      <w:pPr>
        <w:pStyle w:val="libNormal"/>
      </w:pPr>
      <w:r>
        <w:rPr>
          <w:rtl/>
        </w:rPr>
        <w:br w:type="page"/>
      </w:r>
    </w:p>
    <w:p w:rsidR="000E4D44" w:rsidRDefault="000E4D44" w:rsidP="00B23CC1">
      <w:pPr>
        <w:pStyle w:val="libNormal0"/>
      </w:pPr>
      <w:r>
        <w:rPr>
          <w:rtl/>
        </w:rPr>
        <w:lastRenderedPageBreak/>
        <w:t>النبات هى التى تمتد في التربة وتمتص منها العناصر الملائمة لنموها ونضجها بحيث يكون لكل ثمرة شكلها ولونها وطعمها المميز لها، وهذا هو المعنى العلمى الذى تشير إليه الآية الكريمة على إيجازها وهى أن قطعة الارض الواحدة تتكون من أجزاء متلاصقة الجوار ولكنها تشمل بقعة طينية وأخرى رملية وثالثة كلسية وكل واحدة منها إما أن تكون ذات مواد معدنية أو عضوية أو بكتيرية وعندما تسقى هذه الارض بماء واحد فإنها تنتج ثمارا متغايرة في شكلها ولونها وطعمها ويفضل بعضها بعضا في الاكل.</w:t>
      </w:r>
    </w:p>
    <w:p w:rsidR="000E4D44" w:rsidRDefault="000E4D44" w:rsidP="00946093">
      <w:pPr>
        <w:pStyle w:val="libNormal"/>
      </w:pPr>
      <w:r>
        <w:rPr>
          <w:rtl/>
        </w:rPr>
        <w:t>وقال تعالى في سورة النحل آية - 68:</w:t>
      </w:r>
      <w:r w:rsidRPr="00946093">
        <w:rPr>
          <w:rStyle w:val="libAlaemChar"/>
          <w:rtl/>
        </w:rPr>
        <w:t>(</w:t>
      </w:r>
      <w:r w:rsidR="00946093" w:rsidRPr="00946093">
        <w:rPr>
          <w:rStyle w:val="libAieChar"/>
          <w:rFonts w:hint="eastAsia"/>
          <w:rtl/>
        </w:rPr>
        <w:t xml:space="preserve"> وَ</w:t>
      </w:r>
      <w:r w:rsidR="00946093" w:rsidRPr="00946093">
        <w:rPr>
          <w:rStyle w:val="libAieChar"/>
          <w:rtl/>
        </w:rPr>
        <w:t xml:space="preserve"> أَوْحَى رَبُّکَ إِلَى النَّحْلِ أَنِ اتَّخِذِي مِنَ الْجِبَالِ بُيُوتاً وَ مِنَ الشَّجَرِ وَ مِمَّا يَعْرِشُونَ‌</w:t>
      </w:r>
      <w:r w:rsidRPr="00946093">
        <w:rPr>
          <w:rStyle w:val="libAlaemChar"/>
          <w:rtl/>
        </w:rPr>
        <w:t>)</w:t>
      </w:r>
      <w:r>
        <w:rPr>
          <w:rtl/>
        </w:rPr>
        <w:t>.</w:t>
      </w:r>
    </w:p>
    <w:p w:rsidR="000E4D44" w:rsidRDefault="000E4D44" w:rsidP="000E4D44">
      <w:pPr>
        <w:pStyle w:val="libNormal"/>
      </w:pPr>
      <w:r>
        <w:rPr>
          <w:rtl/>
        </w:rPr>
        <w:t>تفسير علماء الدين: ألهم ربك النحل أسباب حياتها ووسائل معيشتها بأن تتخذ من الجبال بيوتا في كهوفها وتتخذ من فجوات الشجر ومن عرائش المنازل والكروم بيوتا لها كذلك.</w:t>
      </w:r>
    </w:p>
    <w:p w:rsidR="000E4D44" w:rsidRDefault="000E4D44" w:rsidP="000E4D44">
      <w:pPr>
        <w:pStyle w:val="libNormal"/>
      </w:pPr>
      <w:r>
        <w:rPr>
          <w:rtl/>
        </w:rPr>
        <w:t>النظرة العلمية: إن بعض العلماء الذين كرسوا جهودهم لدراسة حياة الحشرات وقفوا على حقائق عجيبة وألفوا مئات الكتب التى أثبتت صحة ما جاء في القرآن من أن هناك فصائل برية من النحل تسكن الجبال وتتخذ من مغاراتها مأوى لها، وأن منه سلالات تتخذ من الاشجار سكنا بأن تلجأ إلى الثقوب الموجودة في جذوع الاشجار وتتخذ منها بيوتا تأوى إليها، ولما أراد الانسان أن ينتفع بعسل</w:t>
      </w:r>
    </w:p>
    <w:p w:rsidR="000E4D44" w:rsidRDefault="00ED7F18" w:rsidP="000E4D44">
      <w:pPr>
        <w:pStyle w:val="libNormal"/>
      </w:pPr>
      <w:r>
        <w:rPr>
          <w:rtl/>
        </w:rPr>
        <w:br w:type="page"/>
      </w:r>
    </w:p>
    <w:p w:rsidR="000E4D44" w:rsidRDefault="000E4D44" w:rsidP="00946093">
      <w:pPr>
        <w:pStyle w:val="libNormal0"/>
      </w:pPr>
      <w:r>
        <w:rPr>
          <w:rtl/>
        </w:rPr>
        <w:lastRenderedPageBreak/>
        <w:t>النحل استأنسها وصنع لها خلايا من الطين أو الخشب يعيش فيها وهكذا تبين الآية الكريمة كيف كانت هذه الحشرات بإلهام من الله تأوى إلى مساكنها المختلفة منذ القدم إلى يومنا هذا.</w:t>
      </w:r>
    </w:p>
    <w:p w:rsidR="000E4D44" w:rsidRDefault="000E4D44" w:rsidP="00946093">
      <w:pPr>
        <w:pStyle w:val="libNormal"/>
      </w:pPr>
      <w:r>
        <w:rPr>
          <w:rtl/>
        </w:rPr>
        <w:t>وقال تعالى في سورة النحل آية - 69:</w:t>
      </w:r>
      <w:r w:rsidRPr="00946093">
        <w:rPr>
          <w:rStyle w:val="libAlaemChar"/>
          <w:rtl/>
        </w:rPr>
        <w:t>(</w:t>
      </w:r>
      <w:r w:rsidR="00946093" w:rsidRPr="00946093">
        <w:rPr>
          <w:rStyle w:val="libAieChar"/>
          <w:rFonts w:hint="eastAsia"/>
          <w:rtl/>
        </w:rPr>
        <w:t xml:space="preserve"> ثُمَّ</w:t>
      </w:r>
      <w:r w:rsidR="00946093" w:rsidRPr="00946093">
        <w:rPr>
          <w:rStyle w:val="libAieChar"/>
          <w:rtl/>
        </w:rPr>
        <w:t xml:space="preserve"> کُلِي مِنْ کُلِّ الثَّمَرَاتِ فَاسْلُکِي سُبُلَ رَبِّکِ ذُلُلاً يَخْرُجُ مِنْ بُطُونِهَا شَرَابٌ مُخْتَلِفٌ أَلْوَانُهُ فِيهِ شِفَاءٌ لِلنَّاسِ إِنَّ فِي ذٰلِکَ لَآيَةً لِقَوْمٍ يَتَفَکَّرُونَ‌</w:t>
      </w:r>
      <w:r w:rsidRPr="00946093">
        <w:rPr>
          <w:rStyle w:val="libAlaemChar"/>
          <w:rtl/>
        </w:rPr>
        <w:t>)</w:t>
      </w:r>
      <w:r>
        <w:rPr>
          <w:rtl/>
        </w:rPr>
        <w:t>.</w:t>
      </w:r>
    </w:p>
    <w:p w:rsidR="000E4D44" w:rsidRDefault="000E4D44" w:rsidP="000E4D44">
      <w:pPr>
        <w:pStyle w:val="libNormal"/>
      </w:pPr>
      <w:r>
        <w:rPr>
          <w:rtl/>
        </w:rPr>
        <w:t>تفسير علماء الدين: في هذه الآية بيان لالهام الله للنحل أن تأكل من ثمرات الشجر والازهار وسهل الله لها أن تسلك لذلك طرقا هيأها لها الله وجعلها مذللة سهلة، فيخرج من بطونها شراب مختلف ألوانه فيه شفاء للناس، إن في ذلك الصنع العجيب لادلة قوية على وجود صانع قادر حكيم ينتفع بها قوم يستعملون عقولهم بالتأمل فيفوزون بنعمة السعادة الدائمة.</w:t>
      </w:r>
    </w:p>
    <w:p w:rsidR="000E4D44" w:rsidRDefault="000E4D44" w:rsidP="000E4D44">
      <w:pPr>
        <w:pStyle w:val="libNormal"/>
      </w:pPr>
      <w:r>
        <w:rPr>
          <w:rtl/>
        </w:rPr>
        <w:t>النطرة العلمية: تدل الدراسات المستفيضة لمملكة النحل أن إلهام الله لها يجعلها تطير لارتشاف رحيق الازهار فتبتعد عن خليتها آلاف الامتار ثم ترجع إليها ثانية دون أن تخطئها وتدخل خلية أخرى غير خليتها، علما بأن الخلايا في المناحل تكون مرصوصة بعضها إلى جوار بعض، وذلك لان الله سبحانه سهل أمامها طرقها وذللها لها بنوع من الاحساس الكهربى المغناطيسى في جسمها، وبعد أن يجمع النحل رحيق الازهار في جوفه يتحول هذا الجوف إلى مصنع يجعل من هذا الرحيق شرابا فيه شفاء للناس، وتلفظ النحلة عسلها عن طريق فمها لا عن</w:t>
      </w:r>
    </w:p>
    <w:p w:rsidR="000E4D44" w:rsidRDefault="00ED7F18" w:rsidP="000E4D44">
      <w:pPr>
        <w:pStyle w:val="libNormal"/>
      </w:pPr>
      <w:r>
        <w:rPr>
          <w:rtl/>
        </w:rPr>
        <w:br w:type="page"/>
      </w:r>
    </w:p>
    <w:p w:rsidR="000E4D44" w:rsidRDefault="000E4D44" w:rsidP="00CB7E10">
      <w:pPr>
        <w:pStyle w:val="libNormal0"/>
      </w:pPr>
      <w:r>
        <w:rPr>
          <w:rtl/>
        </w:rPr>
        <w:lastRenderedPageBreak/>
        <w:t>شرجها، وفى قوله تعالى(شراب مختلف ألوانه) إشارة إلى أن لون العسل يختلف بحسب لون الازهار التى يرتشف النحل رحيقها، فالعسل الناتج من رحيق أزهار القطن يكون قاتم اللون بخلاف عسل أزهار البرسيم فهو فاتح اللون، ثم إن وصف القرآن لعسل النحل بأن فيه شفاء للناس هو حقيقة علمية أثبتتها التحاليل لهذه المادة لانها تجمع عدة عناصر متنوعة الاهمية في التغذية والعلاج فضلا عن أنه الغذاء الوحيد المعقم طبيا وأنه قاتل للميكروبات ومبيد للجراثيم بسبب احتوائه على مواد داخلة في تركيبه للقضاء عليها، فهل للانسان أن يتأمل ذلك ويفكر في قدرة الله الذى يعلم السر في السماوات والارض ولا يخفى عليه شئ؟ !.</w:t>
      </w:r>
    </w:p>
    <w:p w:rsidR="000E4D44" w:rsidRDefault="000E4D44" w:rsidP="00CB7E10">
      <w:pPr>
        <w:pStyle w:val="libNormal"/>
      </w:pPr>
      <w:r>
        <w:rPr>
          <w:rtl/>
        </w:rPr>
        <w:t>وقال الله تبارك وتعالى في سورة النحل آية - 66:</w:t>
      </w:r>
      <w:r w:rsidRPr="00CB7E10">
        <w:rPr>
          <w:rStyle w:val="libAlaemChar"/>
          <w:rtl/>
        </w:rPr>
        <w:t>(</w:t>
      </w:r>
      <w:r w:rsidR="00CB7E10" w:rsidRPr="00CB7E10">
        <w:rPr>
          <w:rStyle w:val="libAieChar"/>
          <w:rFonts w:hint="eastAsia"/>
          <w:rtl/>
        </w:rPr>
        <w:t xml:space="preserve"> وَ</w:t>
      </w:r>
      <w:r w:rsidR="00CB7E10" w:rsidRPr="00CB7E10">
        <w:rPr>
          <w:rStyle w:val="libAieChar"/>
          <w:rtl/>
        </w:rPr>
        <w:t xml:space="preserve"> إِنَّ لَکُمْ فِي الْأَنْعَامِ لَعِبْرَةً نُسْقِيکُمْ مِمَّا فِي بُطُونِهِ مِنْ بَيْنِ فَرْثٍ وَ دَمٍ لَبَناً خَالِصاً سَائِغاً لِلشَّارِبِينَ‌</w:t>
      </w:r>
      <w:r w:rsidRPr="00CB7E10">
        <w:rPr>
          <w:rStyle w:val="libAlaemChar"/>
          <w:rtl/>
        </w:rPr>
        <w:t>)</w:t>
      </w:r>
      <w:r>
        <w:rPr>
          <w:rtl/>
        </w:rPr>
        <w:t>.</w:t>
      </w:r>
    </w:p>
    <w:p w:rsidR="000E4D44" w:rsidRDefault="000E4D44" w:rsidP="000E4D44">
      <w:pPr>
        <w:pStyle w:val="libNormal"/>
      </w:pPr>
      <w:r>
        <w:rPr>
          <w:rtl/>
        </w:rPr>
        <w:t>تفسير علماء الدين: إن لكم أيها الناس في الانعام وهى الابل والغنم لموعظة تعتبرون بها وتنتقلون في هداها من الجهل إلى العلم بالصانع المبدع الحكيم ويسقيكم من بعض ما في بطونها من بين فضلات الطعام(وهو الفرث) والدم لبنا صافيا لذيذا سهل التناول للشاربين.</w:t>
      </w:r>
    </w:p>
    <w:p w:rsidR="000E4D44" w:rsidRDefault="000E4D44" w:rsidP="000E4D44">
      <w:pPr>
        <w:pStyle w:val="libNormal"/>
      </w:pPr>
      <w:r>
        <w:rPr>
          <w:rtl/>
        </w:rPr>
        <w:t>النظرة العلمية: توجه الآية عقولنا إلى الاعتبار بما في حكمه الله تعالى من إبداع بما في خلقه وروعة في صنعه حيث جعل اللبن يخرج من بين فرث(وهو فضلات</w:t>
      </w:r>
    </w:p>
    <w:p w:rsidR="000E4D44" w:rsidRDefault="00ED7F18" w:rsidP="000E4D44">
      <w:pPr>
        <w:pStyle w:val="libNormal"/>
      </w:pPr>
      <w:r>
        <w:rPr>
          <w:rtl/>
        </w:rPr>
        <w:br w:type="page"/>
      </w:r>
    </w:p>
    <w:p w:rsidR="000E4D44" w:rsidRDefault="000E4D44" w:rsidP="00CB7E10">
      <w:pPr>
        <w:pStyle w:val="libNormal0"/>
      </w:pPr>
      <w:r>
        <w:rPr>
          <w:rtl/>
        </w:rPr>
        <w:lastRenderedPageBreak/>
        <w:t>الطعام) وبين الدم، وهذا يوضح ما كشف عنه علم وظائف الاعضاء في الاجسام من أن الجهاز الهضمى للحيوان يقوم بهضم الطعام وامتصاص الصالح منه وتحويله إلى دم يجرى في الاوعية الدموية لتغذية الجسم، ومن هذا الدم ما يصل إلى إلى ضرع الحيوان حيث تبدأ الغدد اللبنية في هذا الضرع تستخلص من الدم العناصر اللازمة لتكوين اللبن، وذلك بعد أن تنصب عليه عصارات خاصة تحيله إلى لبن له مذاقه ولونه الخاص، ويخرج هذا اللبن من بين الفرث والدم سائغا لذيذا للشاربين فسبحان الله الذى يجعل غذاء الحيوان من حشائش وحبوب تتحول إلى لبن هو خير غذاء للانسان والحيوان لانه غنى بكل ما يحتاج إليه الجسم من عناصر ضرورية لحياته وصحته.</w:t>
      </w:r>
    </w:p>
    <w:p w:rsidR="000E4D44" w:rsidRDefault="000E4D44" w:rsidP="00CB7E10">
      <w:pPr>
        <w:pStyle w:val="libNormal"/>
      </w:pPr>
      <w:r>
        <w:rPr>
          <w:rtl/>
        </w:rPr>
        <w:t>وقال الله تبارك وتعالى في سورة يس آية - 80:</w:t>
      </w:r>
      <w:r w:rsidRPr="00CB7E10">
        <w:rPr>
          <w:rStyle w:val="libAlaemChar"/>
          <w:rtl/>
        </w:rPr>
        <w:t>(</w:t>
      </w:r>
      <w:r w:rsidR="00CB7E10" w:rsidRPr="00CB7E10">
        <w:rPr>
          <w:rStyle w:val="libAieChar"/>
          <w:rFonts w:hint="eastAsia"/>
          <w:rtl/>
        </w:rPr>
        <w:t xml:space="preserve"> الَّذِي</w:t>
      </w:r>
      <w:r w:rsidR="00CB7E10" w:rsidRPr="00CB7E10">
        <w:rPr>
          <w:rStyle w:val="libAieChar"/>
          <w:rtl/>
        </w:rPr>
        <w:t xml:space="preserve"> جَعَلَ لَکُمْ مِنَ الشَّجَرِ الْأَخْضَرِ نَاراً فَإِذَا أَنْتُمْ مِنْهُ تُوقِدُونَ‌</w:t>
      </w:r>
      <w:r w:rsidRPr="00CB7E10">
        <w:rPr>
          <w:rStyle w:val="libAlaemChar"/>
          <w:rtl/>
        </w:rPr>
        <w:t>)</w:t>
      </w:r>
      <w:r>
        <w:rPr>
          <w:rtl/>
        </w:rPr>
        <w:t>.</w:t>
      </w:r>
    </w:p>
    <w:p w:rsidR="000E4D44" w:rsidRDefault="000E4D44" w:rsidP="000E4D44">
      <w:pPr>
        <w:pStyle w:val="libNormal"/>
      </w:pPr>
      <w:r>
        <w:rPr>
          <w:rtl/>
        </w:rPr>
        <w:t>تفسير علماء الدين: الله جل جلاله هو الذى جعل لكم بتدبيره وحكمته من الشجر الاخضر بعد أن يجف وييبس نارا تستعملونها وقودا.</w:t>
      </w:r>
    </w:p>
    <w:p w:rsidR="000E4D44" w:rsidRDefault="000E4D44" w:rsidP="000E4D44">
      <w:pPr>
        <w:pStyle w:val="libNormal"/>
      </w:pPr>
      <w:r>
        <w:rPr>
          <w:rtl/>
        </w:rPr>
        <w:t>النظرة العلمية إن وراء هذه الآية حقائق علمية رائعة تدل على إعجاز القرآن العلمى في تقريره أن الشجر الاخضر هو مادة الوقود أى مادة الطاقة التى هى عصب الحياة الصناعية في عالمنا المعاصر، فقد دلت الابحاث الجيولوجية على أن الفحم الحجرى والبترول والغازات القابلة للاشتعال تستخرج كلها من باطن الارض، وذلك لان النباتات والاشجار والغابات التى نمت فوقى سطح الارض في قديم الازمان الجيولوجية</w:t>
      </w:r>
    </w:p>
    <w:p w:rsidR="000E4D44" w:rsidRDefault="00ED7F18" w:rsidP="000E4D44">
      <w:pPr>
        <w:pStyle w:val="libNormal"/>
      </w:pPr>
      <w:r>
        <w:rPr>
          <w:rtl/>
        </w:rPr>
        <w:br w:type="page"/>
      </w:r>
    </w:p>
    <w:p w:rsidR="000E4D44" w:rsidRDefault="000E4D44" w:rsidP="00CB7E10">
      <w:pPr>
        <w:pStyle w:val="libNormal0"/>
      </w:pPr>
      <w:r>
        <w:rPr>
          <w:rtl/>
        </w:rPr>
        <w:lastRenderedPageBreak/>
        <w:t>أتت عليها ظروف متعاقبة من اضطرابات وانكسارات وتقلبات في القشرة الارضية جعلت تلك الغابات والاشجار تنطمر في باطن الارض، وتتعرض بعد ذلك لضغوط قوية ولحرارة شديدة فتحولت من أشجار خضراء إلى فحم حجرى وبترول وغازات وهى من مواد الطاقة التى تستخدم نارها وحرارتها في الطهى والانارة والتدفئة وإدارة المصانع فسبحان الله القادر الذى هيأ لحياة الانسان على سطح الارض مواد نافعة من باطثها بعد أن تحولت من شجر أخضر إلى فحم أسود وبترول وغازات.</w:t>
      </w:r>
    </w:p>
    <w:p w:rsidR="000E4D44" w:rsidRDefault="000E4D44" w:rsidP="00CB7E10">
      <w:pPr>
        <w:pStyle w:val="libNormal"/>
      </w:pPr>
      <w:r>
        <w:rPr>
          <w:rtl/>
        </w:rPr>
        <w:t>وقال تبارك وتعالى في سورة النمل آية - 18:</w:t>
      </w:r>
      <w:r w:rsidRPr="00CB7E10">
        <w:rPr>
          <w:rStyle w:val="libAlaemChar"/>
          <w:rtl/>
        </w:rPr>
        <w:t>(</w:t>
      </w:r>
      <w:r w:rsidR="00CB7E10" w:rsidRPr="00CB7E10">
        <w:rPr>
          <w:rStyle w:val="libAieChar"/>
          <w:rFonts w:hint="eastAsia"/>
          <w:rtl/>
        </w:rPr>
        <w:t xml:space="preserve"> حَتَّى</w:t>
      </w:r>
      <w:r w:rsidR="00CB7E10" w:rsidRPr="00CB7E10">
        <w:rPr>
          <w:rStyle w:val="libAieChar"/>
          <w:rtl/>
        </w:rPr>
        <w:t xml:space="preserve"> إِذَا أَتَوْا عَلَى وَادِي النَّمْلِ قَالَتْ نَمْلَةٌ يَا أَيُّهَا النَّمْلُ ادْخُلُوا مَسَاکِنَکُمْ لاَ يَحْطِمَنَّکُمْ سُلَيْمَانُ وَ جُنُودُهُ وَ هُمْ لاَ يَشْعُرُونَ‌</w:t>
      </w:r>
      <w:r w:rsidRPr="00CB7E10">
        <w:rPr>
          <w:rStyle w:val="libAlaemChar"/>
          <w:rtl/>
        </w:rPr>
        <w:t>)</w:t>
      </w:r>
      <w:r>
        <w:rPr>
          <w:rtl/>
        </w:rPr>
        <w:t>.</w:t>
      </w:r>
    </w:p>
    <w:p w:rsidR="000E4D44" w:rsidRDefault="000E4D44" w:rsidP="000E4D44">
      <w:pPr>
        <w:pStyle w:val="libNormal"/>
      </w:pPr>
      <w:r>
        <w:rPr>
          <w:rtl/>
        </w:rPr>
        <w:t>تفسير علماء الدين: حتى إذا بلغوا وادى النمل قالت نملة: يا أيها النمل ادخلوا مخابئكم لكيلا لا يميتكم سليمان وجنوده وهم لا يحسون بوجودكم.</w:t>
      </w:r>
    </w:p>
    <w:p w:rsidR="000E4D44" w:rsidRDefault="000E4D44" w:rsidP="000E4D44">
      <w:pPr>
        <w:pStyle w:val="libNormal"/>
      </w:pPr>
      <w:r>
        <w:rPr>
          <w:rtl/>
        </w:rPr>
        <w:t xml:space="preserve">النظرة العلمية: صرحت الآية الكريمة بأن نملة تكلمت لكى تحذر جماعتها من خطر قد يدهمها، وفى ذلك دليل على أن النمل له لغة يتخاطب ويتحدث بها وهذا ما أثبتته الابحاث الحديثة بوسائلها العلمية الدقيقة عن حياة النمل الاجتماعية القائمة على التفاهم فيما بينها، وأن مجتمع النمل له كما لسائر الكائنات الحية لغة وأنها تتجاذب بها أطراف الحديث بكلام خاص أو باشارات مسموعة أو غير ذلك مما علمه الله لنبيه سليمان </w:t>
      </w:r>
      <w:r w:rsidR="00ED7F18" w:rsidRPr="00ED7F18">
        <w:rPr>
          <w:rStyle w:val="libAlaemChar"/>
          <w:rtl/>
        </w:rPr>
        <w:t>عليه‌السلام</w:t>
      </w:r>
      <w:r>
        <w:rPr>
          <w:rtl/>
        </w:rPr>
        <w:t>، ويتفاهم النمل بعضه مع بعض في كل ما يتصل بشئونها المختلفة، والنمل</w:t>
      </w:r>
    </w:p>
    <w:p w:rsidR="000E4D44" w:rsidRDefault="00ED7F18" w:rsidP="000E4D44">
      <w:pPr>
        <w:pStyle w:val="libNormal"/>
      </w:pPr>
      <w:r>
        <w:rPr>
          <w:rtl/>
        </w:rPr>
        <w:br w:type="page"/>
      </w:r>
    </w:p>
    <w:p w:rsidR="000E4D44" w:rsidRDefault="000E4D44" w:rsidP="00CB7E10">
      <w:pPr>
        <w:pStyle w:val="libNormal0"/>
      </w:pPr>
      <w:r>
        <w:rPr>
          <w:rtl/>
        </w:rPr>
        <w:lastRenderedPageBreak/>
        <w:t>كما شوهد في مختلف بيئاته يقوم بمشروعات جماعية مثل مد الطرق وإقامة الجسور وبناء مستعمراته، ولا يمكن أن يتم التعاون على إنجاز هذه الاعمال إلا بالتفاهم بلغة متداولة بينها، وكل الذين دراسو حياة النمل وشاهدوا ما عليه حياة النمل من النظام الدقيق في بناء مساكنها وما عليه أفرادها من الذكاء والدهاء وسعة الحيلة وحب العمل والدأب الذى لا يعرف الكلل، ثم إن النمل هو الوحيد الذى يتلاقى في مجتمعات للتعارف وتبادل المنافع، كما أنه هو الوحيد من بين سائر الحشرات الذى يهتم بدفن موتاه وغير ذلك مما يدل على حياة منتظمة حية نشطة لها كيان ودستور يحكمها في كل سلوكها.</w:t>
      </w:r>
    </w:p>
    <w:p w:rsidR="000E4D44" w:rsidRDefault="000E4D44" w:rsidP="000E4D44">
      <w:pPr>
        <w:pStyle w:val="libNormal"/>
      </w:pPr>
      <w:r>
        <w:rPr>
          <w:rtl/>
        </w:rPr>
        <w:t>وقد أدهشتنى هذه المعلومات الرائعة عن حياة النمل والنحل التى قرأتها في بعض المؤلفات فدعانى ذلك أن أنوه بشأنها في كتابى(مع الله) في باب قدرة الله تعالى فقلت بأسلوب الشعر المنثور أى الشعر الحر ما يأتى: إنها دول يدهشك نظمها ويروعك منها قيام الحياة فيها بالقسط والميزان فلا شئ في مجتمعها يدل على مظاهر الاثرة أو الجشع أو الفقر أو الحرمان وتعجب إذا رأيت أن دستورها الملهم لها يسوده التعاون فلا أثرة ولا طغيان ولكل فرد من أفرادها عمل معين يتفرغ له ولكل حقه من الخير والامان فالملكة في مقصورتها موضع احترام وعليها أن تبيض بما فيه الكفاية من السكان وحولها الشغالات تعمل بجد وتنقل البيض بكل عناية إلى موضع التفريخ والحضان فإذا ما خرجت الحوريات من بيضها تعهدتها بالرعاية أيدى المربيات والقيان ولكل منها قرى محصنة بأقوى المبانى المؤسسة على أمتن القوائم والجدران وفيها جنود بواسل على أهبة الاستعداد دائما للنجدة وصد المغير على الاوطان جنود لهم رؤوس مخيفة المنظر ولها فكوك كأنها مخالب السباع أو السنان وما داهم طارق حماهم بشر إلا برزت جموع إثر جموع مستعددة للنزال والطعان وتحولت الشغالات إلى جنود تدافع عن العجائز والمرضى وتحمى صغار الولدان</w:t>
      </w:r>
    </w:p>
    <w:p w:rsidR="000E4D44" w:rsidRDefault="00ED7F18" w:rsidP="000E4D44">
      <w:pPr>
        <w:pStyle w:val="libNormal"/>
      </w:pPr>
      <w:r>
        <w:rPr>
          <w:rtl/>
        </w:rPr>
        <w:br w:type="page"/>
      </w:r>
    </w:p>
    <w:p w:rsidR="000E4D44" w:rsidRDefault="000E4D44" w:rsidP="002749CB">
      <w:pPr>
        <w:pStyle w:val="libNormal0"/>
      </w:pPr>
      <w:r>
        <w:rPr>
          <w:rtl/>
        </w:rPr>
        <w:lastRenderedPageBreak/>
        <w:t>وانقلبت بعضها إلى ممرضات خلال القتال تنقل الجرحى بعيدا عن معارك الميدان ماذا يقول الفكر في هذه المشاهد العجيبة وهى تتكرر في كل زمان ومكان يا رب ماذا يقول المتأمل كلما رأى مشاهد الروعة الباهرة في صنعك البديع؟ وكلما تدبر حكمتك في إيجاد هذه المخلوقات وإمدادها بهذا الالهام الرفيع إن المؤمن المتعبد ليقف أمام هذه الآيات موقف الاجلال لقدرتك في خشوع وينطق لسان حاله بالتسبيح ونحن جوارحه إلى التمجيد في سجود وركوع وحق لعينه أن تذرف دمعها حنينا إلى من عمت رحمته الافراد والجموع ولا خلاص لنا ونحن نعيش في معترك تتصارع فيه قوى الشر بجبروتها المريع إلا أن نضرع إليك طالبين منك رحمتك لانها هى حصننا الواقى المنيع وقال تعالى في سورة العنكبوت آية - 41:</w:t>
      </w:r>
      <w:r w:rsidRPr="002749CB">
        <w:rPr>
          <w:rStyle w:val="libAlaemChar"/>
          <w:rtl/>
        </w:rPr>
        <w:t>(</w:t>
      </w:r>
      <w:r w:rsidR="002749CB" w:rsidRPr="002749CB">
        <w:rPr>
          <w:rStyle w:val="libAieChar"/>
          <w:rFonts w:hint="eastAsia"/>
          <w:rtl/>
        </w:rPr>
        <w:t xml:space="preserve"> مَثَلُ</w:t>
      </w:r>
      <w:r w:rsidR="002749CB" w:rsidRPr="002749CB">
        <w:rPr>
          <w:rStyle w:val="libAieChar"/>
          <w:rtl/>
        </w:rPr>
        <w:t xml:space="preserve"> الَّذِينَ اتَّخَذُوا مِنْ دُونِ اللَّهِ أَوْلِيَاءَ کَمَثَلِ الْعَنْکَبُوتِ اتَّخَذَتْ بَيْتاً وَ إِنَّ أَوْهَنَ الْبُيُوتِ لَبَيْتُ الْعَنْکَبُوتِ لَوْ کَانُوا يَعْلَمُونَ‌</w:t>
      </w:r>
      <w:r w:rsidRPr="002749CB">
        <w:rPr>
          <w:rStyle w:val="libAlaemChar"/>
          <w:rtl/>
        </w:rPr>
        <w:t>)</w:t>
      </w:r>
      <w:r>
        <w:rPr>
          <w:rtl/>
        </w:rPr>
        <w:t>.</w:t>
      </w:r>
    </w:p>
    <w:p w:rsidR="000E4D44" w:rsidRDefault="000E4D44" w:rsidP="000E4D44">
      <w:pPr>
        <w:pStyle w:val="libNormal"/>
      </w:pPr>
      <w:r>
        <w:rPr>
          <w:rtl/>
        </w:rPr>
        <w:t>تفسير رجال الدين: مثل هؤلاء الذين اتخذوا الاصنام آلهة يعبدونها ويعتمدون عليها ويرجون نفعها كمثل العنكبوت في اتخاذها بيتا واهنا من نسجها لا يغنى عنها في حر ولا قر ولا مطر ولا أذى.</w:t>
      </w:r>
    </w:p>
    <w:p w:rsidR="000E4D44" w:rsidRDefault="000E4D44" w:rsidP="000E4D44">
      <w:pPr>
        <w:pStyle w:val="libNormal"/>
      </w:pPr>
      <w:r>
        <w:rPr>
          <w:rtl/>
        </w:rPr>
        <w:t>النظرة العلمية: إن الاعجاز العلمى كل الاعجاز في هذه الآية الكريمة يتجلى بأجلى معانيه في لفظة(اتخذت) بصيغة الفعل المؤنث وهى إشارة علمية في غاية الروعة والدقة للدلالة على أن ما يقوم ببناء بيوت العناكب هى الانثى منه، وأن الذكر من العناكب لا شأن له بذلك، وهذه حقيقة ما كان أحد مطلقا يفطن إليها</w:t>
      </w:r>
    </w:p>
    <w:p w:rsidR="000E4D44" w:rsidRDefault="00ED7F18" w:rsidP="000E4D44">
      <w:pPr>
        <w:pStyle w:val="libNormal"/>
      </w:pPr>
      <w:r>
        <w:rPr>
          <w:rtl/>
        </w:rPr>
        <w:br w:type="page"/>
      </w:r>
    </w:p>
    <w:p w:rsidR="000E4D44" w:rsidRDefault="000E4D44" w:rsidP="002749CB">
      <w:pPr>
        <w:pStyle w:val="libNormal0"/>
      </w:pPr>
      <w:r>
        <w:rPr>
          <w:rtl/>
        </w:rPr>
        <w:lastRenderedPageBreak/>
        <w:t>وقت نزول القرآن، ولكن لما اشتغل علماء الاحياء حديثا بدراسة الحشرات ووضعوا في دراستها علما قائما بذاته تبينت لهم حقائق مذهلة عن حياة الحشرات التى تبلغ مئات الآلاف في أنواعها، وأن كل نوع منها يتميز بأشكاله وأحجامه وألوانه وطبائعه وغرائزه المميزة لكل نوع منها عما سواه، وقد دلت الدراسة المستفيضة للحشرات أن بعضها له حياة اجتماعية ذات نظم ومبادئ وقوانين تلتزم بها في إعداد مساكنها والحصول على أقواتها والدفاع عن نفسها والتعاون فيما بينها بصورة تدهش العقول وذلك بإلهام من خالقها الذى يجعلها تبدو وكأنها أمم لها كيان ونظام وعمران.</w:t>
      </w:r>
    </w:p>
    <w:p w:rsidR="000E4D44" w:rsidRDefault="000E4D44" w:rsidP="000E4D44">
      <w:pPr>
        <w:pStyle w:val="libNormal"/>
      </w:pPr>
      <w:r>
        <w:rPr>
          <w:rtl/>
        </w:rPr>
        <w:t>ومن دراسة حياة العناكب لاحظ العلماء أن بيت العنكبوت له شكل هندسى خاص دقيق الصنع ومقام في مكان مختار له في الزوايا أو بين غصون الاشجار وأن كل خيط من الخيوط المبنى منها البيت مكون من أربعة خيوط أدق منه، ويخرج كل خيط من الخيوط الاربعة من قناة خاصة في جسم العنكبوت، ولا يقتصر بيت العنكبوت على أنه مأوى يسكن فيه بل هو في نفس الوقت مصيدة تقع في بعض حبائلها اللزجة الحشرات الطائرة مثل الذباب وغيره لتكون فريسة يتغذى عليها، وإنه لمنظر يثير الدهشة حقا عندما يرى الانسان هذه الحشرة الرقيقة تتحرك بأرجلها الدقيقة بسرعة بين خيوط بيتها الواهى لتمسك بفرائسها، فسبحان الله الذى خلق كل شئ وقدر كيانه تقديرا وألهمه حياته تنظيما وتدبيرا ومع أن عالم الحشرات من العوالم المحجبة بأسرارها عنا ولا يعلم بعض خفاياها إلا الدارسون لها إلا أن القرآن الكريم اهتم بأمرها وسمى بعض سوره بأسماء حشرات منها مثل سورة النمل وسورة النحل وسورة العنكبوت ليلفت أنظارنا إلى قدرة خالقنا القدير وحكمة ربنا الحكيم وإحاطة ربنا العليم بعالمها، والله سبحانه لم يخلقها عبثا بل له حكمة عليا في النافع منها والضار وفى الظاهر منها والخفى، أنه سبحانه الذى أتقن كل شئ خلقه وله في كل شئ آية تدل على أنه الواحد.</w:t>
      </w:r>
    </w:p>
    <w:p w:rsidR="000E4D44" w:rsidRDefault="00ED7F18" w:rsidP="000E4D44">
      <w:pPr>
        <w:pStyle w:val="libNormal"/>
      </w:pPr>
      <w:r>
        <w:rPr>
          <w:rtl/>
        </w:rPr>
        <w:br w:type="page"/>
      </w:r>
    </w:p>
    <w:p w:rsidR="000E4D44" w:rsidRDefault="000E4D44" w:rsidP="00826323">
      <w:pPr>
        <w:pStyle w:val="libNormal"/>
      </w:pPr>
      <w:r>
        <w:rPr>
          <w:rtl/>
        </w:rPr>
        <w:lastRenderedPageBreak/>
        <w:t>وقال تعالى في سورة فاطر آية - 28:</w:t>
      </w:r>
      <w:r w:rsidRPr="00826323">
        <w:rPr>
          <w:rStyle w:val="libAlaemChar"/>
          <w:rtl/>
        </w:rPr>
        <w:t>(</w:t>
      </w:r>
      <w:r w:rsidR="00826323" w:rsidRPr="00826323">
        <w:rPr>
          <w:rStyle w:val="libAieChar"/>
          <w:rFonts w:hint="eastAsia"/>
          <w:rtl/>
        </w:rPr>
        <w:t xml:space="preserve"> أَ</w:t>
      </w:r>
      <w:r w:rsidR="00826323" w:rsidRPr="00826323">
        <w:rPr>
          <w:rStyle w:val="libAieChar"/>
          <w:rtl/>
        </w:rPr>
        <w:t xml:space="preserve"> لَمْ تَرَ أَنَّ اللَّهَ أَنْزَلَ مِنَ السَّمَاءِ مَاءً فَأَخْرَجْنَا بِهِ ثَمَرَاتٍ مُخْتَلِفاً أَلْوَانُهَا وَ مِنَ الْجِبَالِ جُدَدٌ بِيضٌ وَ حُمْرٌ مُخْتَلِفٌ أَلْوَانُهَا وَ غَرَابِيبُ سُودٌ </w:t>
      </w:r>
      <w:r w:rsidRPr="00826323">
        <w:rPr>
          <w:rStyle w:val="libAieChar"/>
          <w:rtl/>
        </w:rPr>
        <w:t xml:space="preserve">، </w:t>
      </w:r>
      <w:r w:rsidR="00826323" w:rsidRPr="00826323">
        <w:rPr>
          <w:rStyle w:val="libAieChar"/>
          <w:rFonts w:hint="eastAsia"/>
          <w:rtl/>
        </w:rPr>
        <w:t>وَ</w:t>
      </w:r>
      <w:r w:rsidR="00826323" w:rsidRPr="00826323">
        <w:rPr>
          <w:rStyle w:val="libAieChar"/>
          <w:rtl/>
        </w:rPr>
        <w:t xml:space="preserve"> مِنَ النَّاسِ وَ الدَّوَابِّ وَ الْأَنْعَامِ مُخْتَلِفٌ أَلْوَانُهُ کَذٰلِکَ إِنَّمَا يَخْشَى اللَّهَ مِنْ عِبَادِهِ الْعُلَمَاءُ</w:t>
      </w:r>
      <w:r w:rsidRPr="00826323">
        <w:rPr>
          <w:rStyle w:val="libAlaemChar"/>
          <w:rtl/>
        </w:rPr>
        <w:t>)</w:t>
      </w:r>
      <w:r>
        <w:rPr>
          <w:rtl/>
        </w:rPr>
        <w:t>.</w:t>
      </w:r>
    </w:p>
    <w:p w:rsidR="000E4D44" w:rsidRDefault="000E4D44" w:rsidP="000E4D44">
      <w:pPr>
        <w:pStyle w:val="libNormal"/>
      </w:pPr>
      <w:r>
        <w:rPr>
          <w:rtl/>
        </w:rPr>
        <w:t>تفسير علماء الدين: ألم تر - أيها العاقل - أن الله أنزل من السماء ماء فأخرج به ثمرات مختلفا ألوانها، منها الاحمر والاصفر والحلو والمر والطيب والخبيث، ومن الجبال جبال طرائق وخطوط بيض وحمر مختلفة بالشدة والضعف وجيال شديدة السواد، ومن الناس والدواب والابل والبقر والغنم مختلف ألوانه كذلك في الشكل والحجم، وما يتدبر هذا الصنع العجيب ويخشى صانعه إلا العلماء الذين يدركون أسرار صنعه، إن الله غالب يخشاه المؤمنون غفور كثير المحو لذنوب من يرجع إليه.</w:t>
      </w:r>
    </w:p>
    <w:p w:rsidR="000E4D44" w:rsidRDefault="000E4D44" w:rsidP="000E4D44">
      <w:pPr>
        <w:pStyle w:val="libNormal"/>
      </w:pPr>
      <w:r>
        <w:rPr>
          <w:rtl/>
        </w:rPr>
        <w:t>النظرة العلمية: ليس الاعجاز العلمى في هذه الآية هو التنويه فقط بما للجبال من ألوان مختلفة ترجع إلى اختلاف المواد التى تكون صخورها من حديد يجعل لونها السائد أحمر أو منجنيزا وفحم يجعله أسود أو نحاس يجعله أصفر وغير ذلك ولكن الاعجاز هو الربط بين إخراج ثمرات مختلفات الالوان يروى شجرها ماء واحد، وخلق جبال حمر وبيض وسود يرجع أصلها إلى مادة واحدة متجانسة التركيب أصلها من باطن الارض ويسميها علماء الجيولوجيا بالصهارة، وهذه الصهارة عندما تنبثق في أماكن مختلفة من الارض وعلى أعماق مختلفة من السطح يعترى تركيبها الاختلاف فتتصلب آخر الامر في كتل أو جبال مختلفات المادة واللون وهكذا فسنة الله واحدة لان الاصل واحد والفروع مختلفة ومتباينة وفي هذا متاع وفائدة لبنى آدم.</w:t>
      </w:r>
    </w:p>
    <w:p w:rsidR="000E4D44" w:rsidRDefault="00ED7F18" w:rsidP="000E4D44">
      <w:pPr>
        <w:pStyle w:val="libNormal"/>
      </w:pPr>
      <w:r>
        <w:rPr>
          <w:rtl/>
        </w:rPr>
        <w:br w:type="page"/>
      </w:r>
    </w:p>
    <w:p w:rsidR="000E4D44" w:rsidRDefault="000E4D44" w:rsidP="00826323">
      <w:pPr>
        <w:pStyle w:val="libNormal"/>
      </w:pPr>
      <w:r>
        <w:rPr>
          <w:rtl/>
        </w:rPr>
        <w:lastRenderedPageBreak/>
        <w:t>وقال تعالى في سورة النحل آية - 14:</w:t>
      </w:r>
      <w:r w:rsidRPr="00826323">
        <w:rPr>
          <w:rStyle w:val="libAlaemChar"/>
          <w:rtl/>
        </w:rPr>
        <w:t>(</w:t>
      </w:r>
      <w:r w:rsidR="00826323" w:rsidRPr="00826323">
        <w:rPr>
          <w:rStyle w:val="libAieChar"/>
          <w:rFonts w:hint="eastAsia"/>
          <w:rtl/>
        </w:rPr>
        <w:t xml:space="preserve"> وَ</w:t>
      </w:r>
      <w:r w:rsidR="00826323" w:rsidRPr="00826323">
        <w:rPr>
          <w:rStyle w:val="libAieChar"/>
          <w:rtl/>
        </w:rPr>
        <w:t xml:space="preserve"> هُوَ الَّذِي سَخَّرَ الْبَحْرَ لِتَأْکُلُوا مِنْهُ لَحْماً طَرِيّاً وَ تَسْتَخْرِجُوا مِنْهُ حِلْيَةً تَلْبَسُونَهَا وَ تَرَى الْفُلْکَ مَوَاخِرَ فِيهِ وَ لِتَبْتَغُوا مِنْ فَضْلِهِ وَ لَعَلَّکُمْ تَشْکُرُونَ</w:t>
      </w:r>
      <w:r w:rsidRPr="00826323">
        <w:rPr>
          <w:rStyle w:val="libAlaemChar"/>
          <w:rtl/>
        </w:rPr>
        <w:t>)</w:t>
      </w:r>
      <w:r>
        <w:rPr>
          <w:rtl/>
        </w:rPr>
        <w:t>.</w:t>
      </w:r>
    </w:p>
    <w:p w:rsidR="000E4D44" w:rsidRDefault="000E4D44" w:rsidP="000E4D44">
      <w:pPr>
        <w:pStyle w:val="libNormal"/>
      </w:pPr>
      <w:r>
        <w:rPr>
          <w:rtl/>
        </w:rPr>
        <w:t>تفسير علماء الدين: وهو الذى ذلل البحر وجعله في خدمتكم لتصطادوا ولتأكلوا منه لحم الاسماك طريا طازجا، وتستخرجوا منه ما تتحلون به كالمرجان واللؤلؤ، وترى أيها الناظر المتأمل السفن تجرى فيه شاقة مياهه تحمل الامتعة والاقوات، وقد سخره الله لذلك لتنتفعوا بما فيه وتطلبوا من فضل الله الرزق عن طريق التجارة وغيرها، ولتشكروه على ما هيأه لكم وذلك لخدمتكم.</w:t>
      </w:r>
    </w:p>
    <w:p w:rsidR="000E4D44" w:rsidRDefault="000E4D44" w:rsidP="000E4D44">
      <w:pPr>
        <w:pStyle w:val="libNormal"/>
      </w:pPr>
      <w:r>
        <w:rPr>
          <w:rtl/>
        </w:rPr>
        <w:t>النظرة العلمية: يجد العلم في هذه الآية مجالا للنظر في أهمية لحم الاسماك في التغذية سواء كان طازجا أو مجففا أو مملحا فهو لا يقل أهمية عن لحم الحيوانات والطيور، وذلك لاحتوائه على المواد البروتينية وعلى نسبة من المواد الدهنية كما يحتوى أيضا على بعض الاملاح المعدنية ولذلك فهو غذاء هام لنا ونأخذ منه بعض الزيوت المحتوية على الفيتامينات الهامة لاسيما زيت سمك القرش والحوت كما أن الاسماك مصدر من مصادر اليود وخصوصا الاسماك البحرية.</w:t>
      </w:r>
    </w:p>
    <w:p w:rsidR="000E4D44" w:rsidRDefault="000E4D44" w:rsidP="00826323">
      <w:pPr>
        <w:pStyle w:val="libNormal"/>
      </w:pPr>
      <w:r>
        <w:rPr>
          <w:rtl/>
        </w:rPr>
        <w:t>يقول الله تعالى في سورة الاعراف آية - 31:</w:t>
      </w:r>
      <w:r w:rsidRPr="00826323">
        <w:rPr>
          <w:rStyle w:val="libAlaemChar"/>
          <w:rtl/>
        </w:rPr>
        <w:t>(</w:t>
      </w:r>
      <w:r w:rsidR="00826323" w:rsidRPr="00826323">
        <w:rPr>
          <w:rStyle w:val="libAieChar"/>
          <w:rFonts w:hint="eastAsia"/>
          <w:rtl/>
        </w:rPr>
        <w:t xml:space="preserve"> يَا</w:t>
      </w:r>
      <w:r w:rsidR="00826323" w:rsidRPr="00826323">
        <w:rPr>
          <w:rStyle w:val="libAieChar"/>
          <w:rtl/>
        </w:rPr>
        <w:t xml:space="preserve"> بَنِي آدَمَ خُذُوا زِينَتَکُمْ عِنْدَ کُلِّ مَسْجِدٍ وَ کُلُوا وَ اشْرَبُوا وَ لاَ تُسْرِفُوا إِنَّهُ لاَ يُحِبُّ الْمُسْرِفِينَ‌</w:t>
      </w:r>
      <w:r w:rsidRPr="00826323">
        <w:rPr>
          <w:rStyle w:val="libAlaemCha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رجال الدين: يا بنى آدم خذوا زينتكم من اللباس المادى الذى يستر العورة ومن اللباس الادبى وهو التقوى عند كل مكان للصلاة، وفى كل وقت تؤدون فيه العبادة، وتمتعوا بالاكل والشرب غير مسرفين في ذلك فلا تتناولوا المحرم، ولا تتجاوزوا الحد المعقول من المتعة، إن الله لا يرضى عن المسرفين.</w:t>
      </w:r>
    </w:p>
    <w:p w:rsidR="000E4D44" w:rsidRDefault="000E4D44" w:rsidP="000E4D44">
      <w:pPr>
        <w:pStyle w:val="libNormal"/>
      </w:pPr>
      <w:r>
        <w:rPr>
          <w:rtl/>
        </w:rPr>
        <w:t>النظرة العلمية: يرى علماء الطب أن الآية تبصر الناس بضرر الاكثار من الاكل والشرب لان الطب الحديث يقول إن للجسم حاجته المحدودة من الطعام والشراب والكافية لعملياته الحيوية فإن زادت عن ذلك زادت أعباء الجهاز الهضمى وإرهاقه، وزادت فضلاته ومخلفاته التى قد تتراكم في الجسم وتلقى عبئا على الاجهزة الاخرى المختلفة فتجهد الكبد والقلب والكلى، كما أن الافراط في الاكل يسبب التخمة التى تساعد على ظهور أمراض كثيرة مثل تصلب الشرايين وارتفاع ضغط الدم والنقرس والروماتزم وأمراض القلب.</w:t>
      </w:r>
    </w:p>
    <w:p w:rsidR="000E4D44" w:rsidRDefault="000E4D44" w:rsidP="000E4D44">
      <w:pPr>
        <w:pStyle w:val="libNormal"/>
      </w:pPr>
      <w:r>
        <w:rPr>
          <w:rtl/>
        </w:rPr>
        <w:t>ويجب أن يعمل الانسان بقول الرسول: حسب ابن آدم لقيمات يقمن صلبه.</w:t>
      </w:r>
    </w:p>
    <w:p w:rsidR="000E4D44" w:rsidRDefault="000E4D44" w:rsidP="000E4D44">
      <w:pPr>
        <w:pStyle w:val="libNormal"/>
      </w:pPr>
      <w:r>
        <w:rPr>
          <w:rtl/>
        </w:rPr>
        <w:t>ولنا في الصوم خير علاج لتطهير الجسم من شرور الافراط في الاكل والشرب.</w:t>
      </w:r>
    </w:p>
    <w:p w:rsidR="000E4D44" w:rsidRDefault="000E4D44" w:rsidP="00826323">
      <w:pPr>
        <w:pStyle w:val="libNormal"/>
      </w:pPr>
      <w:r>
        <w:rPr>
          <w:rtl/>
        </w:rPr>
        <w:t>وقال تعالى في سورة الرحمن آية - 62 - 68:</w:t>
      </w:r>
      <w:r w:rsidRPr="00826323">
        <w:rPr>
          <w:rStyle w:val="libAlaemChar"/>
          <w:rtl/>
        </w:rPr>
        <w:t>(</w:t>
      </w:r>
      <w:r w:rsidR="00826323" w:rsidRPr="00826323">
        <w:rPr>
          <w:rStyle w:val="libAieChar"/>
          <w:rFonts w:hint="eastAsia"/>
          <w:rtl/>
        </w:rPr>
        <w:t xml:space="preserve"> وَ</w:t>
      </w:r>
      <w:r w:rsidR="00826323" w:rsidRPr="00826323">
        <w:rPr>
          <w:rStyle w:val="libAieChar"/>
          <w:rtl/>
        </w:rPr>
        <w:t xml:space="preserve"> مِنْ دُونِهِمَا جَنَّتَانِ‌</w:t>
      </w:r>
      <w:r w:rsidRPr="00826323">
        <w:rPr>
          <w:rStyle w:val="libAieChar"/>
          <w:rtl/>
        </w:rPr>
        <w:t xml:space="preserve"> </w:t>
      </w:r>
      <w:r w:rsidR="00826323" w:rsidRPr="00826323">
        <w:rPr>
          <w:rStyle w:val="libAieChar"/>
          <w:rFonts w:hint="eastAsia"/>
          <w:rtl/>
        </w:rPr>
        <w:t>فَبِأَيِّ</w:t>
      </w:r>
      <w:r w:rsidR="00826323" w:rsidRPr="00826323">
        <w:rPr>
          <w:rStyle w:val="libAieChar"/>
          <w:rtl/>
        </w:rPr>
        <w:t xml:space="preserve"> آلاَءِ رَبِّکُمَا تُکَذِّبَانِ‌</w:t>
      </w:r>
      <w:r w:rsidRPr="00826323">
        <w:rPr>
          <w:rStyle w:val="libAieChar"/>
          <w:rtl/>
        </w:rPr>
        <w:t xml:space="preserve"> </w:t>
      </w:r>
      <w:r w:rsidR="00826323" w:rsidRPr="00826323">
        <w:rPr>
          <w:rStyle w:val="libAieChar"/>
          <w:rFonts w:hint="eastAsia"/>
          <w:rtl/>
        </w:rPr>
        <w:t>مُدْهَامَّتَانِ‌</w:t>
      </w:r>
      <w:r w:rsidRPr="00826323">
        <w:rPr>
          <w:rStyle w:val="libAieChar"/>
          <w:rtl/>
        </w:rPr>
        <w:t xml:space="preserve"> </w:t>
      </w:r>
      <w:r w:rsidR="00826323" w:rsidRPr="00826323">
        <w:rPr>
          <w:rStyle w:val="libAieChar"/>
          <w:rFonts w:hint="eastAsia"/>
          <w:rtl/>
        </w:rPr>
        <w:t>فَبِأَيِّ</w:t>
      </w:r>
      <w:r w:rsidR="00826323" w:rsidRPr="00826323">
        <w:rPr>
          <w:rStyle w:val="libAieChar"/>
          <w:rtl/>
        </w:rPr>
        <w:t xml:space="preserve"> آلاَءِ رَبِّکُمَا تُکَذِّبَانِ‌</w:t>
      </w:r>
      <w:r w:rsidRPr="00826323">
        <w:rPr>
          <w:rStyle w:val="libAieChar"/>
          <w:rtl/>
        </w:rPr>
        <w:t xml:space="preserve"> </w:t>
      </w:r>
      <w:r w:rsidR="00826323" w:rsidRPr="00826323">
        <w:rPr>
          <w:rStyle w:val="libAieChar"/>
          <w:rFonts w:hint="eastAsia"/>
          <w:rtl/>
        </w:rPr>
        <w:t>فِيهِمَا</w:t>
      </w:r>
      <w:r w:rsidR="00826323" w:rsidRPr="00826323">
        <w:rPr>
          <w:rStyle w:val="libAieChar"/>
          <w:rtl/>
        </w:rPr>
        <w:t xml:space="preserve"> عَيْنَانِ نَضَّاخَتَانِ</w:t>
      </w:r>
      <w:r w:rsidRPr="00826323">
        <w:rPr>
          <w:rStyle w:val="libAieChar"/>
          <w:rtl/>
        </w:rPr>
        <w:t xml:space="preserve"> </w:t>
      </w:r>
      <w:r w:rsidR="00826323" w:rsidRPr="00826323">
        <w:rPr>
          <w:rStyle w:val="libAieChar"/>
          <w:rFonts w:hint="eastAsia"/>
          <w:rtl/>
        </w:rPr>
        <w:t>فَبِأَيِّ</w:t>
      </w:r>
      <w:r w:rsidR="00826323" w:rsidRPr="00826323">
        <w:rPr>
          <w:rStyle w:val="libAieChar"/>
          <w:rtl/>
        </w:rPr>
        <w:t xml:space="preserve"> آلاَءِ رَبِّکُمَا تُکَذِّبَانِ</w:t>
      </w:r>
      <w:r w:rsidRPr="00826323">
        <w:rPr>
          <w:rStyle w:val="libAieChar"/>
          <w:rtl/>
        </w:rPr>
        <w:t xml:space="preserve"> </w:t>
      </w:r>
      <w:r w:rsidR="00826323" w:rsidRPr="00826323">
        <w:rPr>
          <w:rStyle w:val="libAieChar"/>
          <w:rFonts w:hint="eastAsia"/>
          <w:rtl/>
        </w:rPr>
        <w:t>فِيهِمَا</w:t>
      </w:r>
      <w:r w:rsidR="00826323" w:rsidRPr="00826323">
        <w:rPr>
          <w:rStyle w:val="libAieChar"/>
          <w:rtl/>
        </w:rPr>
        <w:t xml:space="preserve"> فَاکِهَةٌ وَ نَخْلٌ وَ رُمَّانٌ‌</w:t>
      </w:r>
      <w:r w:rsidRPr="00826323">
        <w:rPr>
          <w:rStyle w:val="libAlaemCha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ومن دون الجنتين السابقتين جنتان أخريان فبأى نعمة من نعم ربكما تجحدان، خضراوان قد اشتدت خضرتهما حتى مالت إلى السواد فبأى نعمة من نعم ربكما تجحدان، فيهما عينان فوارتان بالماء لا تنقطعان، فبأى نعمة من نعم ربكما تجحدان، فيهما فاكهة من صنوف مختلفة ونخل ورمان.</w:t>
      </w:r>
    </w:p>
    <w:p w:rsidR="000E4D44" w:rsidRDefault="000E4D44" w:rsidP="000E4D44">
      <w:pPr>
        <w:pStyle w:val="libNormal"/>
      </w:pPr>
      <w:r>
        <w:rPr>
          <w:rtl/>
        </w:rPr>
        <w:t>النظرة العلمية: يثبت العلم أن أكثر الطعام فائدة للانسان الفاكهة بأنواعها المختلفة فقد جمع سبحانه فيها من الغذاء والدواء ما جعلها مكتملة العناصر اللازمة لصحة الابدان وقد خص الله العليم الخبير بما خلق بعض أنواع الفاكهة التى ذكرها في هذه الآية بأنها ذات فائدة غذائية أكثر من غيرها وهذه هى النخل والرمان، أما النخل فقد دلت التحاليل الكيميائية على أن التمر يحتوى على نسبة مرتفعة من السكريات(76 % تقريبا) ويستفيد الجسم من التمر في إنتاج طاقة عالية وسعر حرارى كبير علاوة على ما يحتوى عليه من عناصر الكلسيوم والحديد والفسفور وكميات من الفيتامينات الواقية من مرض البلاجرا مما يجعل التمر غذاء كاملا، أما الرمان فيحتوى لبه وعصيره على نسبة مرتفعة من حمض الليمونيك الذى يساعد بتأثيره على تقليل أثر الحموضة في البول والدم مما يكون سببا في تجنب مرض النقرس وتكوين حصى الكلى، كما أن عصير الرمان به نسبة لا بأس بها من السكريات السهلة الاحتراق والمولدة للطاقة، كما أن به مادة عفصية قابضة تقى الامعاء مما يصيبها من إسهال، كما أن قشور سيقان أشجار الرمان تستخدم في القضاء على الدودة الشرطية.</w:t>
      </w:r>
    </w:p>
    <w:p w:rsidR="000E4D44" w:rsidRDefault="00ED7F18" w:rsidP="000E4D44">
      <w:pPr>
        <w:pStyle w:val="libNormal"/>
      </w:pPr>
      <w:r>
        <w:rPr>
          <w:rtl/>
        </w:rPr>
        <w:br w:type="page"/>
      </w:r>
    </w:p>
    <w:p w:rsidR="000E4D44" w:rsidRDefault="000E4D44" w:rsidP="008A545E">
      <w:pPr>
        <w:pStyle w:val="libNormal"/>
      </w:pPr>
      <w:r>
        <w:rPr>
          <w:rtl/>
        </w:rPr>
        <w:lastRenderedPageBreak/>
        <w:t>وقال تعالى في سورة البقرة آية - 173:</w:t>
      </w:r>
      <w:r w:rsidR="008A545E" w:rsidRPr="008A545E">
        <w:rPr>
          <w:rStyle w:val="libAlaemChar"/>
          <w:rFonts w:hint="cs"/>
          <w:rtl/>
        </w:rPr>
        <w:t>(</w:t>
      </w:r>
      <w:r w:rsidRPr="008A545E">
        <w:rPr>
          <w:rStyle w:val="libAieChar"/>
          <w:rtl/>
        </w:rPr>
        <w:t xml:space="preserve"> </w:t>
      </w:r>
      <w:r w:rsidR="008A545E" w:rsidRPr="008A545E">
        <w:rPr>
          <w:rStyle w:val="libAieChar"/>
          <w:rFonts w:hint="eastAsia"/>
          <w:rtl/>
        </w:rPr>
        <w:t>إِنَّمَا</w:t>
      </w:r>
      <w:r w:rsidR="008A545E" w:rsidRPr="008A545E">
        <w:rPr>
          <w:rStyle w:val="libAieChar"/>
          <w:rtl/>
        </w:rPr>
        <w:t xml:space="preserve"> حَرَّمَ عَلَيْکُمُ الْمَيْتَةَ وَ الدَّمَ وَ لَحْمَ الْخِنْزِيرِ وَ مَا أُهِلَّ بِهِ لِغَيْرِ اللَّهِ</w:t>
      </w:r>
      <w:r w:rsidRPr="008A545E">
        <w:rPr>
          <w:rStyle w:val="libAlaemChar"/>
          <w:rtl/>
        </w:rPr>
        <w:t>)</w:t>
      </w:r>
      <w:r>
        <w:rPr>
          <w:rtl/>
        </w:rPr>
        <w:t>.</w:t>
      </w:r>
    </w:p>
    <w:p w:rsidR="000E4D44" w:rsidRDefault="000E4D44" w:rsidP="000E4D44">
      <w:pPr>
        <w:pStyle w:val="libNormal"/>
      </w:pPr>
      <w:r>
        <w:rPr>
          <w:rtl/>
        </w:rPr>
        <w:t>تفسير علماء الدين: حرم الله عليكم أيها المؤمنون أكل الميتة التى لم تذبح من الحيوان وكذلك الدم ومثله في التحريم لحم الخنزير وما ذكر وقت ذبحه غير إسم الله من أسماء الوثن وغيره.</w:t>
      </w:r>
    </w:p>
    <w:p w:rsidR="000E4D44" w:rsidRDefault="000E4D44" w:rsidP="000E4D44">
      <w:pPr>
        <w:pStyle w:val="libNormal"/>
      </w:pPr>
      <w:r>
        <w:rPr>
          <w:rtl/>
        </w:rPr>
        <w:t>النظرة العلمية: تدل التحاليل الطبية لجسم الحيوان الميت أنه مات نتيجة مرض أصابه وهذا المرض يجعل لحمه فاسدا ومضرا بالانسان إذا أكله وقد يكون مرضا معديا، ودلت كذلك على أن في دم جميع المواد السامة والميكروبات التى تعرض الانسان للامراض الفتاكة بحياته، كما أظهرت التحاليل أن لحم الخنزير فيه مواد ضارة وديدان إذا دخلت جسم الانسان أضرت بصحته.</w:t>
      </w:r>
    </w:p>
    <w:p w:rsidR="000E4D44" w:rsidRDefault="000E4D44" w:rsidP="008A545E">
      <w:pPr>
        <w:pStyle w:val="libNormal"/>
      </w:pPr>
      <w:r>
        <w:rPr>
          <w:rtl/>
        </w:rPr>
        <w:t>قال تعالى في سور المؤمنون آية - 20:</w:t>
      </w:r>
      <w:r w:rsidRPr="008A545E">
        <w:rPr>
          <w:rStyle w:val="libAlaemChar"/>
          <w:rtl/>
        </w:rPr>
        <w:t>(</w:t>
      </w:r>
      <w:r w:rsidR="008A545E" w:rsidRPr="008A545E">
        <w:rPr>
          <w:rStyle w:val="libAieChar"/>
          <w:rFonts w:hint="eastAsia"/>
          <w:rtl/>
        </w:rPr>
        <w:t xml:space="preserve"> وَ</w:t>
      </w:r>
      <w:r w:rsidR="008A545E" w:rsidRPr="008A545E">
        <w:rPr>
          <w:rStyle w:val="libAieChar"/>
          <w:rtl/>
        </w:rPr>
        <w:t xml:space="preserve"> شَجَرَةً تَخْرُجُ مِنْ طُورِ سَيْنَاءَ تَنْبُتُ بِالدُّهْنِ وَ صِبْغٍ لِلْآکِلِينَ</w:t>
      </w:r>
      <w:r w:rsidRPr="008A545E">
        <w:rPr>
          <w:rStyle w:val="libAlaemChar"/>
          <w:rtl/>
        </w:rPr>
        <w:t>)</w:t>
      </w:r>
      <w:r>
        <w:rPr>
          <w:rtl/>
        </w:rPr>
        <w:t>.</w:t>
      </w:r>
    </w:p>
    <w:p w:rsidR="000E4D44" w:rsidRDefault="000E4D44" w:rsidP="000E4D44">
      <w:pPr>
        <w:pStyle w:val="libNormal"/>
      </w:pPr>
      <w:r>
        <w:rPr>
          <w:rtl/>
        </w:rPr>
        <w:t>تفسير علماء الدين: وخلقنا لكم شجرة الزيتون التى تنبت في منطقة طور سيناء، وفى ثمارها زيت تنتفعون به وهو إدام للآكلين.</w:t>
      </w:r>
    </w:p>
    <w:p w:rsidR="000E4D44" w:rsidRDefault="000E4D44" w:rsidP="000E4D44">
      <w:pPr>
        <w:pStyle w:val="libNormal"/>
      </w:pPr>
      <w:r>
        <w:rPr>
          <w:rtl/>
        </w:rPr>
        <w:t>النظرة العلمية: يقرر العلم أن شجرة الزيتون من الاشجار الخشبية التى تعمر طويلا لمدد تزيد على مئات السنين وتثمر أثمارا مستمرة بغير جهد من الانسان، كما</w:t>
      </w:r>
    </w:p>
    <w:p w:rsidR="000E4D44" w:rsidRDefault="00ED7F18" w:rsidP="000E4D44">
      <w:pPr>
        <w:pStyle w:val="libNormal"/>
      </w:pPr>
      <w:r>
        <w:rPr>
          <w:rtl/>
        </w:rPr>
        <w:br w:type="page"/>
      </w:r>
    </w:p>
    <w:p w:rsidR="000E4D44" w:rsidRDefault="000E4D44" w:rsidP="005C1D4A">
      <w:pPr>
        <w:pStyle w:val="libNormal0"/>
      </w:pPr>
      <w:r>
        <w:rPr>
          <w:rtl/>
        </w:rPr>
        <w:lastRenderedPageBreak/>
        <w:t xml:space="preserve">تتميز بأنها دائمة الخضرة جميلة المنظر، وتفيد الابحاث العلمية أن الزيتون يعتبر مادة غذائية جيدة ففيه نسبة كبيرة من البروتين كما يتميز بوجود الاملاح الكلسية والحديدية والفسفاتية وهى مواد هامة وأساسية في غذاء الانسان، وعلاوة على ذلك فإن الزيتون يحتوى على فيتامين ا، ب ويستخرج من ثماره زيت الزيتون الذى يحتوى على نسبة عالية من الدهون السائلة التى تفيد الجهاز الهضمى عامة والكبد خاصة، ويفضل زيت الزيتون كافة أنواع الدهون الاخرى نباتية أو حيوانية لانه لا يسبب أمراضا للدورة الدموية أو الشرايين كغيره من الدهون، كما أنه ملطف للجلد إذ يجعله ناعما مرنا، ولزيت الزيتون استعمالات أخرى كثيرة في الصناعة إذ يحضر منه بعض الصناعات ويدخل في تركيب أفضل أنواع الصابون وخير ما نختم الكلام عن أهمية الزيتون من ناحيتيه الغذائية والدوائية أن الله سبحانه وهو العليم الخبير بما خلق يقسم به في قوله تعالى:(والتين والزيتون وطور سيناء، والبلد الامين) للتنويه بشأن الزيتون وبركته وعظيم منفعته، ويقول رسول الله </w:t>
      </w:r>
      <w:r w:rsidR="00ED7F18" w:rsidRPr="00ED7F18">
        <w:rPr>
          <w:rStyle w:val="libAlaemChar"/>
          <w:rtl/>
        </w:rPr>
        <w:t>صلى‌الله‌عليه‌وآله‌وسلم</w:t>
      </w:r>
      <w:r>
        <w:rPr>
          <w:rtl/>
        </w:rPr>
        <w:t xml:space="preserve"> إشادة بنعمة الزيتون،(إثتدموا بزيته وادهنوا به فإنه من شجرة مباركة).</w:t>
      </w:r>
    </w:p>
    <w:p w:rsidR="000E4D44" w:rsidRDefault="000E4D44" w:rsidP="005C1D4A">
      <w:pPr>
        <w:pStyle w:val="libNormal"/>
      </w:pPr>
      <w:r>
        <w:rPr>
          <w:rtl/>
        </w:rPr>
        <w:t>يقول الله تعالى في سورة المرسلات آية - 1 - 7:</w:t>
      </w:r>
      <w:r w:rsidRPr="005C1D4A">
        <w:rPr>
          <w:rStyle w:val="libAlaemChar"/>
          <w:rtl/>
        </w:rPr>
        <w:t>(</w:t>
      </w:r>
      <w:r w:rsidR="005C1D4A" w:rsidRPr="005C1D4A">
        <w:rPr>
          <w:rStyle w:val="libAieChar"/>
          <w:rFonts w:hint="eastAsia"/>
          <w:rtl/>
        </w:rPr>
        <w:t xml:space="preserve"> وَ</w:t>
      </w:r>
      <w:r w:rsidR="005C1D4A" w:rsidRPr="005C1D4A">
        <w:rPr>
          <w:rStyle w:val="libAieChar"/>
          <w:rtl/>
        </w:rPr>
        <w:t xml:space="preserve"> الْمُرْسَلاَتِ عُرْفاً </w:t>
      </w:r>
      <w:r w:rsidR="005C1D4A" w:rsidRPr="005C1D4A">
        <w:rPr>
          <w:rStyle w:val="libAieChar"/>
          <w:rFonts w:hint="eastAsia"/>
          <w:rtl/>
        </w:rPr>
        <w:t>فَالْعَاصِفَاتِ</w:t>
      </w:r>
      <w:r w:rsidR="005C1D4A" w:rsidRPr="005C1D4A">
        <w:rPr>
          <w:rStyle w:val="libAieChar"/>
          <w:rtl/>
        </w:rPr>
        <w:t xml:space="preserve"> عَصْفاً </w:t>
      </w:r>
      <w:r w:rsidRPr="005C1D4A">
        <w:rPr>
          <w:rStyle w:val="libAieChar"/>
          <w:rtl/>
        </w:rPr>
        <w:t xml:space="preserve">، </w:t>
      </w:r>
      <w:r w:rsidR="005C1D4A" w:rsidRPr="005C1D4A">
        <w:rPr>
          <w:rStyle w:val="libAieChar"/>
          <w:rFonts w:hint="eastAsia"/>
          <w:rtl/>
        </w:rPr>
        <w:t>وَ</w:t>
      </w:r>
      <w:r w:rsidR="005C1D4A" w:rsidRPr="005C1D4A">
        <w:rPr>
          <w:rStyle w:val="libAieChar"/>
          <w:rtl/>
        </w:rPr>
        <w:t xml:space="preserve"> النَّاشِرَاتِ نَشْراً</w:t>
      </w:r>
      <w:r w:rsidRPr="005C1D4A">
        <w:rPr>
          <w:rStyle w:val="libAieChar"/>
          <w:rtl/>
        </w:rPr>
        <w:t xml:space="preserve"> </w:t>
      </w:r>
      <w:r w:rsidR="005C1D4A" w:rsidRPr="005C1D4A">
        <w:rPr>
          <w:rStyle w:val="libAieChar"/>
          <w:rFonts w:hint="eastAsia"/>
          <w:rtl/>
        </w:rPr>
        <w:t>فَالْفَارِقَاتِ</w:t>
      </w:r>
      <w:r w:rsidR="005C1D4A" w:rsidRPr="005C1D4A">
        <w:rPr>
          <w:rStyle w:val="libAieChar"/>
          <w:rtl/>
        </w:rPr>
        <w:t xml:space="preserve"> فَرْقاً</w:t>
      </w:r>
      <w:r w:rsidRPr="005C1D4A">
        <w:rPr>
          <w:rStyle w:val="libAieChar"/>
          <w:rtl/>
        </w:rPr>
        <w:t xml:space="preserve"> </w:t>
      </w:r>
      <w:r w:rsidR="005C1D4A" w:rsidRPr="005C1D4A">
        <w:rPr>
          <w:rStyle w:val="libAieChar"/>
          <w:rFonts w:hint="eastAsia"/>
          <w:rtl/>
        </w:rPr>
        <w:t>فَالْمُلْقِيَاتِ</w:t>
      </w:r>
      <w:r w:rsidR="005C1D4A" w:rsidRPr="005C1D4A">
        <w:rPr>
          <w:rStyle w:val="libAieChar"/>
          <w:rtl/>
        </w:rPr>
        <w:t xml:space="preserve"> ذِکْراً</w:t>
      </w:r>
      <w:r w:rsidRPr="005C1D4A">
        <w:rPr>
          <w:rStyle w:val="libAieChar"/>
          <w:rtl/>
        </w:rPr>
        <w:t xml:space="preserve"> </w:t>
      </w:r>
      <w:r w:rsidR="005C1D4A" w:rsidRPr="005C1D4A">
        <w:rPr>
          <w:rStyle w:val="libAieChar"/>
          <w:rFonts w:hint="eastAsia"/>
          <w:rtl/>
        </w:rPr>
        <w:t>عُذْراً</w:t>
      </w:r>
      <w:r w:rsidR="005C1D4A" w:rsidRPr="005C1D4A">
        <w:rPr>
          <w:rStyle w:val="libAieChar"/>
          <w:rtl/>
        </w:rPr>
        <w:t xml:space="preserve"> أَوْ نُذْراً </w:t>
      </w:r>
      <w:r w:rsidRPr="005C1D4A">
        <w:rPr>
          <w:rStyle w:val="libAieChar"/>
          <w:rtl/>
        </w:rPr>
        <w:t xml:space="preserve">، </w:t>
      </w:r>
      <w:r w:rsidR="005C1D4A" w:rsidRPr="005C1D4A">
        <w:rPr>
          <w:rStyle w:val="libAieChar"/>
          <w:rFonts w:hint="eastAsia"/>
          <w:rtl/>
        </w:rPr>
        <w:t>إِنَّمَا</w:t>
      </w:r>
      <w:r w:rsidR="005C1D4A" w:rsidRPr="005C1D4A">
        <w:rPr>
          <w:rStyle w:val="libAieChar"/>
          <w:rtl/>
        </w:rPr>
        <w:t xml:space="preserve"> تُوعَدُونَ لَوَاقِعٌ</w:t>
      </w:r>
      <w:r w:rsidRPr="005C1D4A">
        <w:rPr>
          <w:rStyle w:val="libAlaemChar"/>
          <w:rtl/>
        </w:rPr>
        <w:t>)</w:t>
      </w:r>
      <w:r>
        <w:rPr>
          <w:rtl/>
        </w:rPr>
        <w:t>.</w:t>
      </w:r>
    </w:p>
    <w:p w:rsidR="000E4D44" w:rsidRDefault="000E4D44" w:rsidP="000E4D44">
      <w:pPr>
        <w:pStyle w:val="libNormal"/>
      </w:pPr>
      <w:r>
        <w:rPr>
          <w:rtl/>
        </w:rPr>
        <w:t>تفسير علماء الدين: أقسم الله بالآيات المنزلة على لسان جبريل إلى النبى بالعرف والخير وبالآيات القاهرات سائر الاديان الباطلة تنسفها نسفا، وبالآيات الناشرات للحكمة والهداية في قلوب العالمين نشرا عظيما، وبالآيات الفارقات بين الحق والباطل فرقا واضحا</w:t>
      </w:r>
    </w:p>
    <w:p w:rsidR="000E4D44" w:rsidRDefault="00ED7F18" w:rsidP="000E4D44">
      <w:pPr>
        <w:pStyle w:val="libNormal"/>
      </w:pPr>
      <w:r>
        <w:rPr>
          <w:rtl/>
        </w:rPr>
        <w:br w:type="page"/>
      </w:r>
    </w:p>
    <w:p w:rsidR="000E4D44" w:rsidRDefault="000E4D44" w:rsidP="005C1D4A">
      <w:pPr>
        <w:pStyle w:val="libNormal0"/>
      </w:pPr>
      <w:r>
        <w:rPr>
          <w:rtl/>
        </w:rPr>
        <w:lastRenderedPageBreak/>
        <w:t>وبالآيات الملقيات على الناس تذكرة تنفعهم - إعذارا لهم أو إنذارا - فلا تكون لهم حجة بأن الذى توعدونه من مجئ يوم القيامة لنازل حتما ولا ريب فيه.</w:t>
      </w:r>
    </w:p>
    <w:p w:rsidR="000E4D44" w:rsidRDefault="000E4D44" w:rsidP="000E4D44">
      <w:pPr>
        <w:pStyle w:val="libNormal"/>
      </w:pPr>
      <w:r>
        <w:rPr>
          <w:rtl/>
        </w:rPr>
        <w:t>النظرة العلمية: يرى العلم بتفسير العصرى أن هذه الآيات قد يكون فيها وصف واقعى دقيق ينطبق على الطائرات الحربية الحديثة بمختلف حركاتها وبجميع أفعالها فهى تعصف بقنابلها المدمرة وتترك الناس كالعصف المأكول، وفى أثناء قيامها بذلك تنشر المنشورات وتلقيها على الجنود وعلى غيرهم في ميادين الحرب وعلى الاهالى والسكان المدنيين للاخبار عما تريده الدولة المحاربة، وتفرق بصولتها الجبارة بين الكتائب والفصائل والتجمعات فرقا بحيث لا يستقر تحتها شئ ولا يثبت أى جمع بلى إنه بمجرد رؤيتها يتفرق الناس ويختفون في الكهوف والملاجئ والمخابئ، فالملقيات ذكرا يعنى ما تذكره وما تقصده من أعمال في منشوراتها عذرا تعتذر به عن إلقاء الدمار والتخريب على الاماكن البريئة كالمساجد والمعابد والمستشفيات، أو نذرا أى إنذارا للاعداء ومطالبتهم بالخضوع والاذعان والتسليم، وهذه النظرة العصرية قد يكون فيها فكرة عن امتداد معانى الآيات إلى عصورنا والله سبحانه أعلم بمراده، وإنما هذه محاولة قد يكون فيها رأى صحيح أو غير صحيح وقد أوردناها مثلا من الامثلة التى تخطر لبعض المفكرين في عصرنا.</w:t>
      </w:r>
    </w:p>
    <w:p w:rsidR="000E4D44" w:rsidRDefault="000E4D44" w:rsidP="005C1D4A">
      <w:pPr>
        <w:pStyle w:val="libNormal"/>
      </w:pPr>
      <w:r>
        <w:rPr>
          <w:rtl/>
        </w:rPr>
        <w:t>وقال تعالى في سورة يونس آية - 24:</w:t>
      </w:r>
      <w:r w:rsidRPr="005C1D4A">
        <w:rPr>
          <w:rStyle w:val="libAlaemChar"/>
          <w:rtl/>
        </w:rPr>
        <w:t>(</w:t>
      </w:r>
      <w:r w:rsidR="005C1D4A" w:rsidRPr="005C1D4A">
        <w:rPr>
          <w:rStyle w:val="libAieChar"/>
          <w:rFonts w:hint="eastAsia"/>
          <w:rtl/>
        </w:rPr>
        <w:t xml:space="preserve"> إِنَّمَا</w:t>
      </w:r>
      <w:r w:rsidR="005C1D4A" w:rsidRPr="005C1D4A">
        <w:rPr>
          <w:rStyle w:val="libAieChar"/>
          <w:rtl/>
        </w:rPr>
        <w:t xml:space="preserve"> مَثَلُ الْحَيَاةِ الدُّنْيَا کَمَاءٍ أَنْزَلْنَاهُ مِنَ السَّمَاءِ فَاخْتَلَطَ بِهِ نَبَاتُ الْأَرْضِ مِمَّا يَأْکُلُ النَّاسُ وَ الْأَنْعَامُ حَتَّى إِذَا أَخَذَتِ الْأَرْضُ زُخْرُفَهَا وَ ازَّيَّنَتْ وَ ظَنَّ أَهْلُهَا أَنَّهُمْ قَادِرُونَ عَلَي</w:t>
      </w:r>
      <w:r w:rsidR="005C1D4A" w:rsidRPr="005C1D4A">
        <w:rPr>
          <w:rStyle w:val="libAieChar"/>
          <w:rFonts w:hint="eastAsia"/>
          <w:rtl/>
        </w:rPr>
        <w:t>ْهَا</w:t>
      </w:r>
      <w:r w:rsidR="005C1D4A" w:rsidRPr="005C1D4A">
        <w:rPr>
          <w:rStyle w:val="libAieChar"/>
          <w:rtl/>
        </w:rPr>
        <w:t xml:space="preserve"> أَتَاهَا أَمْرُنَا لَيْلاً أَوْ نَهَاراً فَجَعَلْنَاهَا حَصِيداً کَأَنْ لَمْ تَغْنَ بِالْأَمْسِ کَذٰلِکَ نُفَصِّلُ الْآيَاتِ لِقَوْمٍ يَتَفَکَّرُونَ‌</w:t>
      </w:r>
      <w:r w:rsidRPr="005C1D4A">
        <w:rPr>
          <w:rStyle w:val="libAlaemChar"/>
          <w:rtl/>
        </w:rPr>
        <w:t>)</w:t>
      </w:r>
    </w:p>
    <w:p w:rsidR="000E4D44" w:rsidRDefault="00ED7F18" w:rsidP="000E4D44">
      <w:pPr>
        <w:pStyle w:val="libNormal"/>
      </w:pPr>
      <w:r>
        <w:rPr>
          <w:rtl/>
        </w:rPr>
        <w:br w:type="page"/>
      </w:r>
    </w:p>
    <w:p w:rsidR="000E4D44" w:rsidRDefault="000E4D44" w:rsidP="000E4D44">
      <w:pPr>
        <w:pStyle w:val="libNormal"/>
      </w:pPr>
      <w:r>
        <w:rPr>
          <w:rtl/>
        </w:rPr>
        <w:lastRenderedPageBreak/>
        <w:t>تفسير علماء الدين: ما حالة الحياة الدنيا في روعتها وبهجتها، ثم في فناتها بعد ذلك إلا كحالة الماء ينزل من السماء فيختلط به نبات الارض مما يأكله الناس والحيوان فيزدهر ويثمر وتزدان به الارض نضارة وبهجة حتى إذا بلغت الزينة تمامها، وأيقن أهلها أنهم مالكون زمامها ومنتفعون بثمارها وخيراتها أمرنا بزوالها، فجعلناها شيئا محصودا، كأن لم تكن آهلة بسكانها وآخذة بهجتها من قبل، ففى كلتا الحالتين نضارة وازدهارا يبتهج الناس بها ثم يعقبهما زوال ودمار، وكما بين الله ذلك بالامثال الواضحة يبين الآيات ويفصل ما فيها من أحكام وآيات لقوم يتفكرون ويعقلون).</w:t>
      </w:r>
    </w:p>
    <w:p w:rsidR="000E4D44" w:rsidRDefault="000E4D44" w:rsidP="000E4D44">
      <w:pPr>
        <w:pStyle w:val="libNormal"/>
      </w:pPr>
      <w:r>
        <w:rPr>
          <w:rtl/>
        </w:rPr>
        <w:t>النظرة العلمية: تتجه بعض النظرات العلمية في هذه الآية الكريمة إلى تفسيرها تفسيرا عصريا في ضوء ما جد في العالم من القنابل الذرية، ويقول هذا التفسير أن الكفار والاشرار ممن سكنوا الدنيا وظنوا أنهم بما تيسر لهم من المخترعات الحديثة قادرون على إصلاح الدنيا عمارتها، كما أنهم قادرون عليها هدما وتخريبا وأنه لم يقو عندهم هذا الظن إلا بعد حصولهم على العلم الموصل إلى اختراع القنابل الذرية، ويفهم من هذه الآية أن أصحاب هذه القنابل سوف يسلط بعضهم على بعض فيتحاربون بها ويكون ذلك سببا في خراب الدنيا وجعلها حصيدا، وتحمل هذه الآية في طياتها رأيا آخر علميا وهو أن الدمار عندما يصيب الارض يوم القيامة يجئ ليلا أو نهارا، والحقيقة أن الوقت واحد ولكنه يكون نهارا في نصف الكرة الارضية وليلا في النصف الآخر لان الارض بموقعها أمام الشمس يكون نصفها مضيئا أى نهارا ونصفها الآخر مظلما أى ليلا.</w:t>
      </w:r>
    </w:p>
    <w:p w:rsidR="000E4D44" w:rsidRDefault="00ED7F18" w:rsidP="000E4D44">
      <w:pPr>
        <w:pStyle w:val="libNormal"/>
      </w:pPr>
      <w:r>
        <w:rPr>
          <w:rtl/>
        </w:rPr>
        <w:br w:type="page"/>
      </w:r>
    </w:p>
    <w:p w:rsidR="000E4D44" w:rsidRDefault="000E4D44" w:rsidP="004B1DCC">
      <w:pPr>
        <w:pStyle w:val="libNormal"/>
      </w:pPr>
      <w:r>
        <w:rPr>
          <w:rtl/>
        </w:rPr>
        <w:lastRenderedPageBreak/>
        <w:t>وقال تعالى في سورة النحل آية - 58</w:t>
      </w:r>
      <w:r w:rsidRPr="004B1DCC">
        <w:rPr>
          <w:rStyle w:val="libAlaemChar"/>
          <w:rtl/>
        </w:rPr>
        <w:t>(</w:t>
      </w:r>
      <w:r w:rsidR="004B1DCC" w:rsidRPr="004B1DCC">
        <w:rPr>
          <w:rStyle w:val="libAieChar"/>
          <w:rFonts w:hint="eastAsia"/>
          <w:rtl/>
        </w:rPr>
        <w:t>وَ</w:t>
      </w:r>
      <w:r w:rsidR="004B1DCC" w:rsidRPr="004B1DCC">
        <w:rPr>
          <w:rStyle w:val="libAieChar"/>
          <w:rtl/>
        </w:rPr>
        <w:t xml:space="preserve"> إِذَا بُشِّرَ أَحَدُهُمْ بِالْأُنْثَى ظَلَّ وَجْهُهُ مُسْوَدّاً وَ هُوَ کَظِيمٌ‌</w:t>
      </w:r>
      <w:r w:rsidRPr="004B1DCC">
        <w:rPr>
          <w:rStyle w:val="libAlaemChar"/>
          <w:rtl/>
        </w:rPr>
        <w:t>)</w:t>
      </w:r>
      <w:r>
        <w:rPr>
          <w:rtl/>
        </w:rPr>
        <w:t>.</w:t>
      </w:r>
    </w:p>
    <w:p w:rsidR="000E4D44" w:rsidRDefault="000E4D44" w:rsidP="000E4D44">
      <w:pPr>
        <w:pStyle w:val="libNormal"/>
      </w:pPr>
      <w:r>
        <w:rPr>
          <w:rtl/>
        </w:rPr>
        <w:t>تفسير علماء الدين: وهم إذا أخبر أحدهم بأنه ولدت له أنثى صار وجهه مسودا من الحزن وهو مملوء غيظا يكظمه.</w:t>
      </w:r>
    </w:p>
    <w:p w:rsidR="000E4D44" w:rsidRDefault="000E4D44" w:rsidP="000E4D44">
      <w:pPr>
        <w:pStyle w:val="libNormal"/>
      </w:pPr>
      <w:r>
        <w:rPr>
          <w:rtl/>
        </w:rPr>
        <w:t>النظرة العلمية: لقد قررت الابحاث الطبية والنفسية أن الوجه مرآة النفس وذلك لان شكل الوجه يتوقف على الحالة التى تكون عليها العضلات التى تتحرك داخل الدهن تحت الجلد، وتتوقف حركتها على حالة أفكارنا وانفعالاتها فالغيظ المكظوم يظهر على الوجه فيحتقن ويظهر محمرا أولا، وإذا اشتد كظم الغيظ وطال أمد احتقان الوجه يبدو مسودا وهو ما يشاهد فعلا.</w:t>
      </w:r>
    </w:p>
    <w:p w:rsidR="000E4D44" w:rsidRDefault="000E4D44" w:rsidP="004B1DCC">
      <w:pPr>
        <w:pStyle w:val="libNormal"/>
      </w:pPr>
      <w:r>
        <w:rPr>
          <w:rtl/>
        </w:rPr>
        <w:t>وقال تعالى في سورة يس آية - 68:</w:t>
      </w:r>
      <w:r w:rsidRPr="004B1DCC">
        <w:rPr>
          <w:rStyle w:val="libAlaemChar"/>
          <w:rtl/>
        </w:rPr>
        <w:t>(</w:t>
      </w:r>
      <w:r w:rsidR="004B1DCC" w:rsidRPr="004B1DCC">
        <w:rPr>
          <w:rStyle w:val="libAieChar"/>
          <w:rFonts w:hint="eastAsia"/>
          <w:rtl/>
        </w:rPr>
        <w:t xml:space="preserve"> وَ</w:t>
      </w:r>
      <w:r w:rsidR="004B1DCC" w:rsidRPr="004B1DCC">
        <w:rPr>
          <w:rStyle w:val="libAieChar"/>
          <w:rtl/>
        </w:rPr>
        <w:t xml:space="preserve"> مَنْ نُعَمِّرْهُ نُنَکِّسْهُ فِي الْخَلْقِ أَ فَلاَ يَعْقِلُونَ </w:t>
      </w:r>
      <w:r w:rsidRPr="004B1DCC">
        <w:rPr>
          <w:rStyle w:val="libAieChar"/>
          <w:rtl/>
        </w:rPr>
        <w:t>؟</w:t>
      </w:r>
      <w:r w:rsidRPr="004B1DCC">
        <w:rPr>
          <w:rStyle w:val="libAlaemChar"/>
          <w:rtl/>
        </w:rPr>
        <w:t>)</w:t>
      </w:r>
      <w:r>
        <w:rPr>
          <w:rtl/>
        </w:rPr>
        <w:t>.</w:t>
      </w:r>
    </w:p>
    <w:p w:rsidR="000E4D44" w:rsidRDefault="000E4D44" w:rsidP="000E4D44">
      <w:pPr>
        <w:pStyle w:val="libNormal"/>
      </w:pPr>
      <w:r>
        <w:rPr>
          <w:rtl/>
        </w:rPr>
        <w:t>تفسير علماء الدين: ومن نطل عمره نرده من القوة إلى الضعف، أفلا يعقلون قدرتنا على ذلك ليعلموا أن الدنيا دار فناء وأن الآخرة هى دار البقاء؟ ! النظرة العلمية: لقد قرر العلم أن طول العمر يؤدى إلى الشيخوخة وأن الشيخوخة مرحلة من مراحل الضعف الذى ينتاب الكائن البشرى فتؤدى به إلى ضعف قواه وإلى</w:t>
      </w:r>
    </w:p>
    <w:p w:rsidR="000E4D44" w:rsidRDefault="00ED7F18" w:rsidP="000E4D44">
      <w:pPr>
        <w:pStyle w:val="libNormal"/>
      </w:pPr>
      <w:r>
        <w:rPr>
          <w:rtl/>
        </w:rPr>
        <w:br w:type="page"/>
      </w:r>
    </w:p>
    <w:p w:rsidR="000E4D44" w:rsidRDefault="000E4D44" w:rsidP="00997057">
      <w:pPr>
        <w:pStyle w:val="libNormal0"/>
      </w:pPr>
      <w:r>
        <w:rPr>
          <w:rtl/>
        </w:rPr>
        <w:lastRenderedPageBreak/>
        <w:t xml:space="preserve">ضمور عضلاته وإلى انخفاض مستوى قدرات أعضائه وكفاء‌تها الوظيفية، وقد عبر القرآن بكلمة نكس، وهى في معناها تدل على إطالة العمر إلى حد أن يبلغ الانسان أرذله وتعود حالته إلى حالة الطفولة في الضعف والعجز، وفى نظر العلم والعلماء أن حياة الانسان تأخذ ثلاث مراحل هى: النمو والنضج ثم الضمور الذى من أهم أسبابه الشيخوخة لزيادة قوى الهدم للجسم على فوة بنائه، وذلك لان خلايا الجسم كلها في تغير مستمر، وكذلك خلايا الدم ماعدا خلايا المخ والنخاع فإنها لا تتغير مدى الحياة، فإذا كانت نسبة تجدد الحلايا كنسبة هلاكها لا تظهر أعراض الضعف، أما إذا ازدادت نسبة هلاك الخلايا على تجددها في أى عضو ظهر ضمور هذا العضو، وعلى ذلك فكلما تقدم السن تضاء‌لت نسبة التجدد وظهر الضمور العام الذى هو فترة الضعف الاخيرة التى تشكل نهاية حياة الانسان وخاتمه مطافه في دنياه، وقد أكد القرآن هذه الحالة في قوله تعالى: </w:t>
      </w:r>
      <w:r w:rsidR="00997057" w:rsidRPr="00997057">
        <w:rPr>
          <w:rStyle w:val="libAlaemChar"/>
          <w:rFonts w:hint="cs"/>
          <w:rtl/>
        </w:rPr>
        <w:t>(</w:t>
      </w:r>
      <w:r w:rsidR="00997057" w:rsidRPr="00997057">
        <w:rPr>
          <w:rStyle w:val="libAieChar"/>
          <w:rFonts w:hint="eastAsia"/>
          <w:rtl/>
        </w:rPr>
        <w:t>هُوَ</w:t>
      </w:r>
      <w:r w:rsidR="00997057" w:rsidRPr="00997057">
        <w:rPr>
          <w:rStyle w:val="libAieChar"/>
          <w:rtl/>
        </w:rPr>
        <w:t xml:space="preserve"> الَّذِي خَلَقَکُمْ مِنْ تُرَابٍ ثُمَّ مِنْ نُطْفَةٍ ثُمَّ مِنْ عَلَقَةٍ ثُمَّ يُخْرِجُکُمْ طِفْلاً ثُمَّ لِتَبْلُغُوا أَشُدَّکُمْ ثُمَّ لِتَکُونُوا شُيُوخاً وَ مِنْکُمْ مَنْ يُتَوَفَّى مِنْ قَبْلُ</w:t>
      </w:r>
      <w:r w:rsidR="00997057">
        <w:rPr>
          <w:rtl/>
        </w:rPr>
        <w:t xml:space="preserve"> </w:t>
      </w:r>
      <w:r w:rsidRPr="00997057">
        <w:rPr>
          <w:rStyle w:val="libAlaemChar"/>
          <w:rtl/>
        </w:rPr>
        <w:t>)</w:t>
      </w:r>
      <w:r>
        <w:rPr>
          <w:rtl/>
        </w:rPr>
        <w:t>(سورة غافر) وقوله تعالى:</w:t>
      </w:r>
      <w:r w:rsidRPr="00997057">
        <w:rPr>
          <w:rStyle w:val="libAlaemChar"/>
          <w:rtl/>
        </w:rPr>
        <w:t>(</w:t>
      </w:r>
      <w:r w:rsidR="00997057" w:rsidRPr="00997057">
        <w:rPr>
          <w:rStyle w:val="libAieChar"/>
          <w:rFonts w:hint="eastAsia"/>
          <w:rtl/>
        </w:rPr>
        <w:t xml:space="preserve"> اللَّهُ</w:t>
      </w:r>
      <w:r w:rsidR="00997057" w:rsidRPr="00997057">
        <w:rPr>
          <w:rStyle w:val="libAieChar"/>
          <w:rtl/>
        </w:rPr>
        <w:t xml:space="preserve"> الَّذِي خَلَقَکُمْ مِنْ ضَعْفٍ ثُمَّ جَعَلَ مِنْ بَعْدِ ضَعْفٍ قُوَّةً ثُمَّ جَعَلَ مِنْ بَعْدِ قُوَّةٍ ضَعْفاً وَ شَيْبَةً يَخْلُقُ مَا يَشَاءُ وَ هُوَ الْعَلِيمُ الْقَدِيرُ</w:t>
      </w:r>
      <w:r w:rsidRPr="00997057">
        <w:rPr>
          <w:rStyle w:val="libAlaemChar"/>
          <w:rtl/>
        </w:rPr>
        <w:t>)</w:t>
      </w:r>
      <w:r>
        <w:rPr>
          <w:rtl/>
        </w:rPr>
        <w:t xml:space="preserve">(سورة الروم) وقوله تعالى: </w:t>
      </w:r>
      <w:r w:rsidR="00997057" w:rsidRPr="00997057">
        <w:rPr>
          <w:rStyle w:val="libAlaemChar"/>
          <w:rFonts w:hint="cs"/>
          <w:rtl/>
        </w:rPr>
        <w:t>(</w:t>
      </w:r>
      <w:r w:rsidR="00997057" w:rsidRPr="00997057">
        <w:rPr>
          <w:rStyle w:val="libAieChar"/>
          <w:rFonts w:hint="eastAsia"/>
          <w:rtl/>
        </w:rPr>
        <w:t>وَ</w:t>
      </w:r>
      <w:r w:rsidR="00997057" w:rsidRPr="00997057">
        <w:rPr>
          <w:rStyle w:val="libAieChar"/>
          <w:rtl/>
        </w:rPr>
        <w:t xml:space="preserve"> اللَّهُ خَلَقَکُمْ ثُمَّ يَتَوَفَّاکُمْ وَ مِنْکُمْ مَنْ يُرَدُّ إِلَى أَرْذَلِ الْعُمُرِ لِکَيْ لاَ يَعْلَمَ بَعْدَ عِلْمٍ شَيْئاً إِنَّ اللَّهَ عَلِيمٌ قَدِيرٌ</w:t>
      </w:r>
      <w:r w:rsidRPr="00997057">
        <w:rPr>
          <w:rStyle w:val="libAlaemChar"/>
          <w:rtl/>
        </w:rPr>
        <w:t>)</w:t>
      </w:r>
      <w:r>
        <w:rPr>
          <w:rtl/>
        </w:rPr>
        <w:t>(سورة النحل)</w:t>
      </w:r>
    </w:p>
    <w:p w:rsidR="000E4D44" w:rsidRDefault="00ED7F18" w:rsidP="000E4D44">
      <w:pPr>
        <w:pStyle w:val="libNormal"/>
      </w:pPr>
      <w:r>
        <w:rPr>
          <w:rtl/>
        </w:rPr>
        <w:br w:type="page"/>
      </w:r>
    </w:p>
    <w:p w:rsidR="000E4D44" w:rsidRDefault="000E4D44" w:rsidP="000E4D44">
      <w:pPr>
        <w:pStyle w:val="libNormal"/>
      </w:pPr>
      <w:r>
        <w:rPr>
          <w:rtl/>
        </w:rPr>
        <w:lastRenderedPageBreak/>
        <w:t>خلاصة البيان في ثبوت الاعجاز العلمى للقرآن إن خير ما نختم به هذا الكتاب هو التأكيد بأن إعجاز القرآن سواء من ناحيته البيانية أو العلمية هو حقيقة كبرى واضحة وضوح الشمس في رابعة النار، ويتجلى وضوحها لكل من درس علوم القرآن دراسة صحيحة، واستطاع أن يزداد علما بما وصل إليه العلماء المتخصصون في مباحث العلوم الطبيعية من فلك وكيمياء وطب ورياضة وهندسة، أو تزود من العلوم الاجتماعية والنفسية والكونية بقسط وافر لوجد في القرآن الكريم ثروة من العلوم والمعارف وكنزا من القوانين والنواميس التى أودعها الله في الكائنات والمخلوقات، وهى السنن الكونية التى وصفها الله بقوله تعالى:(فلن تجد لسنة الله تبديلا، ولن تجد لسنة الله تحويلا).</w:t>
      </w:r>
    </w:p>
    <w:p w:rsidR="000E4D44" w:rsidRDefault="000E4D44" w:rsidP="000E4D44">
      <w:pPr>
        <w:pStyle w:val="libNormal"/>
      </w:pPr>
      <w:r>
        <w:rPr>
          <w:rtl/>
        </w:rPr>
        <w:t>وهذه السنن والقوانين التى أوجدها الله في ملكوته بحكمته، وأجراها بتدبيره قد استطاع الانسان المفكر أن يهتدى إلى بعض منها بتوفيق من الله، وظهر له ما فيها من التوافق والتطابق بين ما وصل إليه من معلومات وما في الكون من حقائق ثابتة فدل ذلك على إعجاز القرآن العلمى، ومعلوم أن القرآن نزل على محمد رسول الله ليكون قبل كل شئ كتاب هداية للناس جميعا، وأنه في جملته وتفصيله دعوة حق تهدى إلى عبادة الله وحده وترك ما يعبد الناس من الطواغيت والاصنام والاوثان والايمان الوثيق بالله وكتبه ورسله وبالغيب وبالقضاء خيره وشره، وأنه إلى جانب ما يدعو إليه من التقى ومكارم الاخلاق فإنه يحض على النظر والتأمل والتدبر فيما خلق الله في الارض وفى السماء من بدائع الكائنات وروائع المخلوقات الدالة على جلال صانعها والشاهدة على قدرته وحكمته.</w:t>
      </w:r>
    </w:p>
    <w:p w:rsidR="000E4D44" w:rsidRDefault="00ED7F18" w:rsidP="000E4D44">
      <w:pPr>
        <w:pStyle w:val="libNormal"/>
      </w:pPr>
      <w:r>
        <w:rPr>
          <w:rtl/>
        </w:rPr>
        <w:br w:type="page"/>
      </w:r>
    </w:p>
    <w:p w:rsidR="000E4D44" w:rsidRDefault="000E4D44" w:rsidP="000E4D44">
      <w:pPr>
        <w:pStyle w:val="libNormal"/>
      </w:pPr>
      <w:r>
        <w:rPr>
          <w:rtl/>
        </w:rPr>
        <w:lastRenderedPageBreak/>
        <w:t>وقد شاء‌ت إرادة الله العليم الخبير أن يودع في القرآن كنزا ثمينا من العلوم القيمة المتعلقة بأمور الدين والدنيا، وقد عرض سبحانه هذه العلوم القرآنية في كتابه المقدس بصورة تخالف تمام المخالفة ما عليه كتب البشر القائمة على عرض مادتها بأسلوب المقدمات والتجارب والبراهين والنتائج بل جاء على نسق فريد من البيان المعجز الذى يسوق روائع المعانى ودقائق العلوم والمعارف خلال ما يلقيه من الحكم والمواعظ، وما يبديه من الترغيب والترهيب وما يبينه من الاوامر والنواهى والاحكام والشرائع وما يعرضه من العبر في ثنايا القصص والامثال فصار بذلك كتابا مقدسا حافلا بكل رائع من الآيات لفظا ومعنى وحقيقة وشريعة، فلا عجب أن يكون المعجزة الآلهية الخالدة، التى تدل على أن الاسلام هو دين الله الحق، وأنه المنهج الربانى الصالح لكل زمان ومكان وقد وصف الله في هذا القرآن كل ما أبدعه من مخلوقاته وصف العليم الخبير بأسرارها وأحوالها ومقوماتها بعبارات وإشارات ودلالات كانت وقت نزولها في عصر النبوة فوق إدراك عقول عامة الناس لتفشى البداوة والجهل في ذلك الحين، ولكنها كانت مفهومة فهما دينيا رائقا في قلوب الذين آمنوا إيمانا خالصا، وكانت روح الايمان تضئ أرواحهم فيرون آيات الله وبهائها في نفوسهم ساطعة الرواء.</w:t>
      </w:r>
    </w:p>
    <w:p w:rsidR="000E4D44" w:rsidRDefault="000E4D44" w:rsidP="000E4D44">
      <w:pPr>
        <w:pStyle w:val="libNormal"/>
      </w:pPr>
      <w:r>
        <w:rPr>
          <w:rtl/>
        </w:rPr>
        <w:t>وتؤكد السيرة النبوية أن محمدا صلوات الله وسلامه عليه كان نبيا أميا لا يقرأ ولا يكتب، وأنه عاش في صباه راعى غنم وفى شبابه مزاولا للتجارة وبعد زواجه اشتغل في مال زوجته بالتجارة، ولم يكن له أى؟ شاط في تحصيل العلم أو الاجتماع بأهل الكتاب لتلقى علومهم، ولذلك يتسأل الناس: من أين لمحمد النبى الامى هذا العلم الربانى الغزير؟ ومن أين له كل هذه الفيوضات من بحار</w:t>
      </w:r>
    </w:p>
    <w:p w:rsidR="000E4D44" w:rsidRDefault="00ED7F18" w:rsidP="000E4D44">
      <w:pPr>
        <w:pStyle w:val="libNormal"/>
      </w:pPr>
      <w:r>
        <w:rPr>
          <w:rtl/>
        </w:rPr>
        <w:br w:type="page"/>
      </w:r>
    </w:p>
    <w:p w:rsidR="000E4D44" w:rsidRDefault="000E4D44" w:rsidP="000302FB">
      <w:pPr>
        <w:pStyle w:val="libNormal0"/>
      </w:pPr>
      <w:r>
        <w:rPr>
          <w:rtl/>
        </w:rPr>
        <w:lastRenderedPageBreak/>
        <w:t xml:space="preserve">العلوم الالهية والكونية التى هى فوق مدارك البسر في زمان نزولها؟، إنها ولا شك من عند الله الذى أوحاها إليه في كتابه المبين، وما ألهمه إياها لبيان رسالة الدين الاسلامى الحنيف لانه </w:t>
      </w:r>
      <w:r w:rsidR="00ED7F18" w:rsidRPr="00ED7F18">
        <w:rPr>
          <w:rStyle w:val="libAlaemChar"/>
          <w:rtl/>
        </w:rPr>
        <w:t>صلى‌الله‌عليه‌وآله‌وسلم</w:t>
      </w:r>
      <w:r>
        <w:rPr>
          <w:rtl/>
        </w:rPr>
        <w:t xml:space="preserve"> ما كان ينطق عن الهوى.</w:t>
      </w:r>
    </w:p>
    <w:p w:rsidR="000E4D44" w:rsidRDefault="000E4D44" w:rsidP="000E4D44">
      <w:pPr>
        <w:pStyle w:val="libNormal"/>
      </w:pPr>
      <w:r>
        <w:rPr>
          <w:rtl/>
        </w:rPr>
        <w:t>ولما انتشر الاسلام وعم نوره شيئا فشيئا تقدمت العلوم بتأثيره خلال العصور التالية التى أخذ العلماء والفقهاء فيها يدوسون القرآن دراسة مستفيضة ويتوسعون في فهم معانيه وأسراره ومقاصده، وقد ساعدهم على تلك الدراسة ما ابتكره المفكرون من وسائل وأجهزة ومختبرات، وما قدمه الامراء المسلمون والحكام المستنيرون من تأييد وتشجيع للعلماء لاحياء دولة العلم حتى استطاعوا بفضل جدهم واجتهادهم أن يضعوا أسس العلوم والمعارف التى قامت عليها الحضارة الاسلامية الزاهرة، وقد مكنت كشوف علماء المسلمين الناس أن يعرفوا ما في الكون من كائنات لها مقوماتها وقوانينها وعناصرها ذات المزايا والخصائص والسنن التى تحكمها، وفى ضوء هذه الكشوف العلمية المادية ظهرت آيات الاعجاز العلمى في القرآن واضحة جلية مع ما ظهر فيه من إعجازات أخرى كثيرة فيه من أبرزها إعجازه التشريعى.</w:t>
      </w:r>
    </w:p>
    <w:p w:rsidR="000E4D44" w:rsidRDefault="000E4D44" w:rsidP="000E4D44">
      <w:pPr>
        <w:pStyle w:val="libNormal"/>
      </w:pPr>
      <w:r>
        <w:rPr>
          <w:rtl/>
        </w:rPr>
        <w:t>لقد بدأنا الباب الثالث من هذا الكتاب بلمحة عن كوكبنا الارضى وما يحيط به من سماء ونجوم وكواكب، وأشربا إلى أن هذا الكوكب كان في وقت من الاوقات قطعة من جرم الشمس انفصلت عنها، وفى خلال مرور ملايين السنين بعد الانفصال أخذت تبرد وتغمرها المياه التى تكونت من الغازات المنتشرة حولها وصارت بذلك صالحة لقيام الحياة بها للنبات والحيوان والانسان وقد برهن على ذلك علماء الفلك قديما بفضل اجتهادهم ومثابرتهم على المشاهدة</w:t>
      </w:r>
    </w:p>
    <w:p w:rsidR="000E4D44" w:rsidRDefault="00ED7F18" w:rsidP="000E4D44">
      <w:pPr>
        <w:pStyle w:val="libNormal"/>
      </w:pPr>
      <w:r>
        <w:rPr>
          <w:rtl/>
        </w:rPr>
        <w:br w:type="page"/>
      </w:r>
    </w:p>
    <w:p w:rsidR="000E4D44" w:rsidRDefault="000E4D44" w:rsidP="000302FB">
      <w:pPr>
        <w:pStyle w:val="libNormal0"/>
      </w:pPr>
      <w:r>
        <w:rPr>
          <w:rtl/>
        </w:rPr>
        <w:lastRenderedPageBreak/>
        <w:t>والملاحظة الدقيقة والاستنتاج مما يرونه ويدركونه من ظاهرات الكون حولهم وتكرار حدوثها باستمرار وانتظام.</w:t>
      </w:r>
    </w:p>
    <w:p w:rsidR="000E4D44" w:rsidRDefault="000E4D44" w:rsidP="000E4D44">
      <w:pPr>
        <w:pStyle w:val="libNormal"/>
      </w:pPr>
      <w:r>
        <w:rPr>
          <w:rtl/>
        </w:rPr>
        <w:t>وبعد ذلك بقرون عديدة جاء‌ت دولة العلم الحديئة بإمكانياتها الهائلة واختراعاتها المدهشة لتؤكد للعالم بأدلة مادية محسوسة على صحة بعض ما قرره العلماء والفلاسفة القدماء وذلك بعد ما تمكن العلم بوسائله المبتكرة من الوصول إلى القمر والمريخ في رحلات الفضاء التى تحدث وتتكرر على مرأى ومسمع من أهل عصرنا، وأتى رواد الفضاء بالدليل القاطع على أن القمر جزء من الارض وأن الارض جزء من الشمس بما أحضروه من تراب القمر وصخوره التى فحصوها وحللوها فوجدوها لا تختلف في مكوناتها وخصائصها عن تربة الارض وصخورها وأحوالها، كما وجدوا أنها متفقة في أعمارها التى تقدر بنحو خمسة بلايين من السنين.</w:t>
      </w:r>
    </w:p>
    <w:p w:rsidR="000E4D44" w:rsidRDefault="000E4D44" w:rsidP="000E4D44">
      <w:pPr>
        <w:pStyle w:val="libNormal"/>
      </w:pPr>
      <w:r>
        <w:rPr>
          <w:rtl/>
        </w:rPr>
        <w:t>وقد أثبتت الابحاث قديما وحديثا أن المجموعة الشمسية كانت كتلة واحدة، وأن الشمس انفجرت تحت تأثير عوامل مختلفة وتناثرت أجزاء منها كانت مختلفة الاحجام والاوزان وتباعدت هذه الاجزاء عن الشمس بمسافات تتناسب مع أحجامها وأوزانها، واحتفظ كل منها بحركته حول نفسه وبدورته حول الشمس في مداره الخاص ويدل على ذلك قول الله تعالى:(وكل في فلك يسبحون).</w:t>
      </w:r>
    </w:p>
    <w:p w:rsidR="000E4D44" w:rsidRDefault="000E4D44" w:rsidP="000E4D44">
      <w:pPr>
        <w:pStyle w:val="libNormal"/>
      </w:pPr>
      <w:r>
        <w:rPr>
          <w:rtl/>
        </w:rPr>
        <w:t>ويقرر العلم الحديث أن ملكوت الله العظيم والممتد بلا نهاية والمتسع باستمرار فيه بلايين النجوم ذات الاقدار المختلفة حجما ولمعانا وكل واحد من هذه النجوم يتفجر كما انفجرت شمسنا مكونة مجموعاتها من الكواكب الدائرة حولها، وبهذه الانفجارات الكثيرة للنجوم يتسع نطاق ملك الله، ثم إن هذه النجوم كانت أجزاء من سدم هائلة هى السحب الكونية التى كانت متصلة ثم انفصل</w:t>
      </w:r>
    </w:p>
    <w:p w:rsidR="000E4D44" w:rsidRDefault="00ED7F18" w:rsidP="000E4D44">
      <w:pPr>
        <w:pStyle w:val="libNormal"/>
      </w:pPr>
      <w:r>
        <w:rPr>
          <w:rtl/>
        </w:rPr>
        <w:br w:type="page"/>
      </w:r>
    </w:p>
    <w:p w:rsidR="000E4D44" w:rsidRDefault="000E4D44" w:rsidP="00637CF5">
      <w:pPr>
        <w:pStyle w:val="libNormal0"/>
      </w:pPr>
      <w:r>
        <w:rPr>
          <w:rtl/>
        </w:rPr>
        <w:lastRenderedPageBreak/>
        <w:t>بعضها عن بعض بسبب هذه الانفجارات التى حدثت بصورة دقيقة ومحكمة وتركت ما تناثر منها في حركة منتظمة بلا خلل ولا تصادم بينها، وهذا مصداق قوله تعالى:</w:t>
      </w:r>
      <w:r w:rsidRPr="00637CF5">
        <w:rPr>
          <w:rStyle w:val="libAlaemChar"/>
          <w:rtl/>
        </w:rPr>
        <w:t>(</w:t>
      </w:r>
      <w:r w:rsidR="00637CF5" w:rsidRPr="00637CF5">
        <w:rPr>
          <w:rStyle w:val="libAieChar"/>
          <w:rFonts w:hint="eastAsia"/>
          <w:rtl/>
        </w:rPr>
        <w:t xml:space="preserve"> وَ</w:t>
      </w:r>
      <w:r w:rsidR="00637CF5" w:rsidRPr="00637CF5">
        <w:rPr>
          <w:rStyle w:val="libAieChar"/>
          <w:rtl/>
        </w:rPr>
        <w:t xml:space="preserve"> السَّمَاءَ بَنَيْنَاهَا بِأَيْدٍ وَ إِنَّا لَمُوسِعُونَ‌</w:t>
      </w:r>
      <w:r w:rsidRPr="00637CF5">
        <w:rPr>
          <w:rStyle w:val="libAlaemChar"/>
          <w:rtl/>
        </w:rPr>
        <w:t>)</w:t>
      </w:r>
      <w:r>
        <w:rPr>
          <w:rtl/>
        </w:rPr>
        <w:t xml:space="preserve"> سورة الذاريات آية - 47.</w:t>
      </w:r>
    </w:p>
    <w:p w:rsidR="000E4D44" w:rsidRDefault="000E4D44" w:rsidP="000E4D44">
      <w:pPr>
        <w:pStyle w:val="libNormal"/>
      </w:pPr>
      <w:r>
        <w:rPr>
          <w:rtl/>
        </w:rPr>
        <w:t>والحقائق الثابتة والمشاهدة بأجهزتنا الدقيقة في الصور الفوتغرافية العديدة التى حصلنا عليها تدلنا دلالة واضحة على أن جميع ما في الكون الشاسع من حجم الذرة إلى حجم أكبر النجوم لا تتحرك أو تدور أو تسبح في أفلاكها إلا بحكمة فائقة وتقدير منتاه في الدقة حيث لا شئ مطلقا في ملك الله يتحرك حركة عشوائية لانه سبحانه قدر كل شئ تقديرا وأحكمه إحكاما.</w:t>
      </w:r>
    </w:p>
    <w:p w:rsidR="000E4D44" w:rsidRDefault="000E4D44" w:rsidP="007D5292">
      <w:pPr>
        <w:pStyle w:val="libNormal"/>
      </w:pPr>
      <w:r>
        <w:rPr>
          <w:rtl/>
        </w:rPr>
        <w:t>وإليك هاتين الآيتين لزيادة التأكيد على الاعجاز العلمى للقرآن: الاولى قوله تعالى في سورة الحجر آية 14 - 16:</w:t>
      </w:r>
      <w:r w:rsidRPr="007D5292">
        <w:rPr>
          <w:rStyle w:val="libAlaemChar"/>
          <w:rtl/>
        </w:rPr>
        <w:t>(</w:t>
      </w:r>
      <w:r w:rsidR="007D5292" w:rsidRPr="007D5292">
        <w:rPr>
          <w:rStyle w:val="libAieChar"/>
          <w:rFonts w:hint="eastAsia"/>
          <w:rtl/>
        </w:rPr>
        <w:t xml:space="preserve"> وَ</w:t>
      </w:r>
      <w:r w:rsidR="007D5292" w:rsidRPr="007D5292">
        <w:rPr>
          <w:rStyle w:val="libAieChar"/>
          <w:rtl/>
        </w:rPr>
        <w:t xml:space="preserve"> لَوْ فَتَحْنَا عَلَيْهِمْ بَاباً مِنَ السَّمَاءِ فَظَلُّوا فِيهِ يَعْرُجُونَ‌</w:t>
      </w:r>
      <w:r w:rsidRPr="007D5292">
        <w:rPr>
          <w:rStyle w:val="libAieChar"/>
          <w:rtl/>
        </w:rPr>
        <w:t xml:space="preserve"> </w:t>
      </w:r>
      <w:r w:rsidR="007D5292" w:rsidRPr="007D5292">
        <w:rPr>
          <w:rStyle w:val="libAieChar"/>
          <w:rFonts w:hint="eastAsia"/>
          <w:rtl/>
        </w:rPr>
        <w:t>لَقَالُوا</w:t>
      </w:r>
      <w:r w:rsidR="007D5292" w:rsidRPr="007D5292">
        <w:rPr>
          <w:rStyle w:val="libAieChar"/>
          <w:rtl/>
        </w:rPr>
        <w:t xml:space="preserve"> إِنَّمَا سُکِّرَتْ أَبْصَارُنَا بَلْ نَحْنُ قَوْمٌ مَسْحُورُونَ‌</w:t>
      </w:r>
      <w:r w:rsidRPr="007D5292">
        <w:rPr>
          <w:rStyle w:val="libAieChar"/>
          <w:rtl/>
        </w:rPr>
        <w:t xml:space="preserve"> </w:t>
      </w:r>
      <w:r w:rsidR="007D5292" w:rsidRPr="007D5292">
        <w:rPr>
          <w:rStyle w:val="libAieChar"/>
          <w:rFonts w:hint="eastAsia"/>
          <w:rtl/>
        </w:rPr>
        <w:t>وَ</w:t>
      </w:r>
      <w:r w:rsidR="007D5292" w:rsidRPr="007D5292">
        <w:rPr>
          <w:rStyle w:val="libAieChar"/>
          <w:rtl/>
        </w:rPr>
        <w:t xml:space="preserve"> لَقَدْ جَعَلْنَا فِي السَّمَاءِ بُرُوجاً وَ زَيَّنَّاهَا لِلنَّاظِرِينَ</w:t>
      </w:r>
      <w:r w:rsidRPr="007D5292">
        <w:rPr>
          <w:rStyle w:val="libAlaemChar"/>
          <w:rtl/>
        </w:rPr>
        <w:t>)</w:t>
      </w:r>
      <w:r>
        <w:rPr>
          <w:rtl/>
        </w:rPr>
        <w:t xml:space="preserve"> وتبين هذه الآية أن الله سبحانه يخبرنا بدليل علمى أن أهل مكة ما كانوا يؤمنون حتى لو تحقق لهم ما يطالبون به من دلائل مادية محسوسة يرونها إذا ما فتح الله لهم بابا يدخلون منه إلى أقطار السموات ليجولوا في أرجائها ليروا ما كان يبدو لهم من جمال الانوار وبهجة الالوان وقت الشفق والغسق فلا يرون وقتها إلا ظلاما دامسا خاليا من زينة الكواكب كما يرى رواد الفضاء الظلام المطبق في رحلاتهم لان الشمس لا تظهر أنوارها إلا بوجود ذرات التراب وذرات بخار الماء في الجو المحيط بنا لتعكس أنوارها وهذه الذرات غير موجودة في الفضاء الخارجى ولذلك يقولون إمعانا في التكذيب لقد سحرنا محمد وسكر أبصارنا فعميت بهذا السحر عن رؤية ما كنا نراه من قبل من زينة الكواكب.</w:t>
      </w:r>
    </w:p>
    <w:p w:rsidR="000E4D44" w:rsidRDefault="000E4D44" w:rsidP="000E4D44">
      <w:pPr>
        <w:pStyle w:val="libNormal"/>
      </w:pPr>
      <w:r>
        <w:rPr>
          <w:rtl/>
        </w:rPr>
        <w:t>والآية الثانية قوله تعالى في سورة النور آية - 43:</w:t>
      </w:r>
    </w:p>
    <w:p w:rsidR="000E4D44" w:rsidRDefault="00ED7F18" w:rsidP="000E4D44">
      <w:pPr>
        <w:pStyle w:val="libNormal"/>
      </w:pPr>
      <w:r>
        <w:rPr>
          <w:rtl/>
        </w:rPr>
        <w:br w:type="page"/>
      </w:r>
    </w:p>
    <w:p w:rsidR="000E4D44" w:rsidRDefault="000E4D44" w:rsidP="007D5292">
      <w:pPr>
        <w:pStyle w:val="libNormal0"/>
      </w:pPr>
      <w:r w:rsidRPr="007D5292">
        <w:rPr>
          <w:rStyle w:val="libAlaemChar"/>
          <w:rtl/>
        </w:rPr>
        <w:lastRenderedPageBreak/>
        <w:t>(</w:t>
      </w:r>
      <w:r w:rsidR="007D5292" w:rsidRPr="007D5292">
        <w:rPr>
          <w:rStyle w:val="libAieChar"/>
          <w:rFonts w:hint="eastAsia"/>
          <w:rtl/>
        </w:rPr>
        <w:t>أَ</w:t>
      </w:r>
      <w:r w:rsidR="007D5292" w:rsidRPr="007D5292">
        <w:rPr>
          <w:rStyle w:val="libAieChar"/>
          <w:rtl/>
        </w:rPr>
        <w:t xml:space="preserve"> لَمْ تَرَ أَنَّ اللَّهَ يُزْجِي سَحَاباً ثُمَّ يُؤَلِّفُ بَيْنَهُ ثُمَّ يَجْعَلُهُ رُکَاماً فَتَرَى الْوَدْقَ يَخْرُجُ مِنْ خِلاَلِهِ وَ يُنَزِّلُ مِنَ السَّمَاءِ مِنْ جِبَالٍ فِيهَا مِنْ بَرَدٍ فَيُصِيبُ بِهِ مَنْ يَشَاءُ وَ يَصْرِفُهُ عَنْ مَنْ يَشَاء</w:t>
      </w:r>
      <w:r w:rsidR="007D5292" w:rsidRPr="007D5292">
        <w:rPr>
          <w:rStyle w:val="libAieChar"/>
          <w:rFonts w:hint="eastAsia"/>
          <w:rtl/>
        </w:rPr>
        <w:t>ُ</w:t>
      </w:r>
      <w:r w:rsidR="007D5292" w:rsidRPr="007D5292">
        <w:rPr>
          <w:rStyle w:val="libAieChar"/>
          <w:rtl/>
        </w:rPr>
        <w:t xml:space="preserve"> يَکَادُ سَنَا بَرْقِهِ يَذْهَبُ بِالْأَبْصَارِ</w:t>
      </w:r>
      <w:r w:rsidRPr="007D5292">
        <w:rPr>
          <w:rStyle w:val="libAlaemChar"/>
          <w:rtl/>
        </w:rPr>
        <w:t>)</w:t>
      </w:r>
      <w:r>
        <w:rPr>
          <w:rtl/>
        </w:rPr>
        <w:t xml:space="preserve"> وتشير هذه الآية إلى السحب الركامية التى تسوقها الرياح وتجعلها متراكمة فوق بعضها وينزل منها المطر ويتكون فيها البرد كالحصى الذى يتساقط مع المطر الغزير كالجبال فينفع بعض الناس ويضر بآخرين، وفى هذه السحب تتكون شحنات كهربائية سالبة وموجبة ينشأ عن احتكاكها الرعد والبرق الذى يذهب شدة ضوء‌ه بالابصار، وهذه كلها حقائق أثبتها العلم الحديث ولم تكن معروفة من قبل، والخلاصة أن دولة العلم كلما ازدادت اتساعا ورسوخا كلما ازدادت أسرار القرآن وعلومه وآياته تألقا وتوهجا وذلك مصداق قوله تعالى:</w:t>
      </w:r>
      <w:r w:rsidRPr="007D5292">
        <w:rPr>
          <w:rStyle w:val="libAlaemChar"/>
          <w:rtl/>
        </w:rPr>
        <w:t>(</w:t>
      </w:r>
      <w:r w:rsidR="007D5292" w:rsidRPr="007D5292">
        <w:rPr>
          <w:rStyle w:val="libAieChar"/>
          <w:rFonts w:hint="eastAsia"/>
          <w:rtl/>
        </w:rPr>
        <w:t xml:space="preserve"> سَنُرِيهِمْ</w:t>
      </w:r>
      <w:r w:rsidR="007D5292" w:rsidRPr="007D5292">
        <w:rPr>
          <w:rStyle w:val="libAieChar"/>
          <w:rtl/>
        </w:rPr>
        <w:t xml:space="preserve"> آيَاتِنَا فِي الْآفَاقِ وَ فِي أَنْفُسِهِمْ</w:t>
      </w:r>
      <w:r w:rsidRPr="007D5292">
        <w:rPr>
          <w:rStyle w:val="libAieChar"/>
          <w:rtl/>
        </w:rPr>
        <w:t xml:space="preserve"> </w:t>
      </w:r>
      <w:r w:rsidR="007D5292" w:rsidRPr="007D5292">
        <w:rPr>
          <w:rStyle w:val="libAieChar"/>
          <w:rtl/>
        </w:rPr>
        <w:t>حَتَّى يَتَبَيَّنَ لَهُمْ أَنَّهُ الْحَقُّ</w:t>
      </w:r>
      <w:r w:rsidRPr="007D5292">
        <w:rPr>
          <w:rStyle w:val="libAlaemChar"/>
          <w:rtl/>
        </w:rPr>
        <w:t>)</w:t>
      </w:r>
      <w:r>
        <w:rPr>
          <w:rtl/>
        </w:rPr>
        <w:t xml:space="preserve"> سورة فصلت آية - 53 ونختم هذا الكتاب بقول:(لا إله إلا الله) لانها كلمة التوحيد التى نمت وأورقت وأثمرت شجرة الايمان بالقرآن، ولهذا كانت فاتحة الكتاب هى تعريف بالله وبالطريق الهادى إليه في إيجاز بليغ يلخص مضمون القرآن كله في سبع آيات تشمل الحمد لله وطلب الهداية والنعم والحفظ من الضلال والمضلين، فاجعل اللهم القرآن العظيم ربيع قلوبنا ونور بصائرنا وطريق سعينا إليك بالعمل بما فيه آمين.</w:t>
      </w:r>
    </w:p>
    <w:p w:rsidR="000E4D44" w:rsidRDefault="000E4D44" w:rsidP="000E4D44">
      <w:pPr>
        <w:pStyle w:val="libNormal"/>
      </w:pPr>
      <w:r>
        <w:rPr>
          <w:rtl/>
        </w:rPr>
        <w:t>[ تم بحمد الله ].</w:t>
      </w:r>
    </w:p>
    <w:p w:rsidR="007D5292" w:rsidRDefault="007D5292" w:rsidP="007D5292">
      <w:pPr>
        <w:pStyle w:val="libNormal"/>
      </w:pPr>
      <w:r>
        <w:rPr>
          <w:rtl/>
        </w:rPr>
        <w:br w:type="page"/>
      </w:r>
    </w:p>
    <w:p w:rsidR="000E4D44" w:rsidRDefault="007D5292" w:rsidP="007D5292">
      <w:pPr>
        <w:pStyle w:val="Heading2Center"/>
      </w:pPr>
      <w:bookmarkStart w:id="26" w:name="_Toc488154372"/>
      <w:r>
        <w:rPr>
          <w:rFonts w:hint="cs"/>
          <w:rtl/>
        </w:rPr>
        <w:lastRenderedPageBreak/>
        <w:t>الفهرس</w:t>
      </w:r>
      <w:bookmarkEnd w:id="26"/>
    </w:p>
    <w:sdt>
      <w:sdtPr>
        <w:rPr>
          <w:rFonts w:ascii="Times New Roman" w:eastAsiaTheme="minorEastAsia" w:hAnsi="Times New Roman" w:cs="Times New Roman"/>
          <w:b w:val="0"/>
          <w:bCs w:val="0"/>
          <w:color w:val="auto"/>
          <w:sz w:val="24"/>
          <w:szCs w:val="24"/>
        </w:rPr>
        <w:id w:val="1040808"/>
        <w:docPartObj>
          <w:docPartGallery w:val="Table of Contents"/>
          <w:docPartUnique/>
        </w:docPartObj>
      </w:sdtPr>
      <w:sdtContent>
        <w:p w:rsidR="007D5292" w:rsidRDefault="007D5292" w:rsidP="007D5292">
          <w:pPr>
            <w:pStyle w:val="TOCHeading"/>
          </w:pPr>
        </w:p>
        <w:p w:rsidR="007D5292" w:rsidRDefault="005C6EEF" w:rsidP="007D5292">
          <w:pPr>
            <w:pStyle w:val="TOC1"/>
            <w:rPr>
              <w:rFonts w:asciiTheme="minorHAnsi" w:eastAsiaTheme="minorEastAsia" w:hAnsiTheme="minorHAnsi" w:cstheme="minorBidi"/>
              <w:bCs w:val="0"/>
              <w:noProof/>
              <w:color w:val="auto"/>
              <w:sz w:val="22"/>
              <w:szCs w:val="22"/>
              <w:rtl/>
            </w:rPr>
          </w:pPr>
          <w:r w:rsidRPr="005C6EEF">
            <w:fldChar w:fldCharType="begin"/>
          </w:r>
          <w:r w:rsidR="007D5292">
            <w:instrText xml:space="preserve"> TOC \o "1-3" \h \z \u </w:instrText>
          </w:r>
          <w:r w:rsidRPr="005C6EEF">
            <w:fldChar w:fldCharType="separate"/>
          </w:r>
          <w:hyperlink w:anchor="_Toc488154346" w:history="1">
            <w:r w:rsidR="007D5292" w:rsidRPr="002002E3">
              <w:rPr>
                <w:rStyle w:val="Hyperlink"/>
                <w:rFonts w:hint="eastAsia"/>
                <w:noProof/>
                <w:rtl/>
              </w:rPr>
              <w:t>القرآن</w:t>
            </w:r>
            <w:r w:rsidR="007D5292" w:rsidRPr="002002E3">
              <w:rPr>
                <w:rStyle w:val="Hyperlink"/>
                <w:noProof/>
                <w:rtl/>
              </w:rPr>
              <w:t xml:space="preserve"> </w:t>
            </w:r>
            <w:r w:rsidR="007D5292" w:rsidRPr="002002E3">
              <w:rPr>
                <w:rStyle w:val="Hyperlink"/>
                <w:rFonts w:hint="eastAsia"/>
                <w:noProof/>
                <w:rtl/>
              </w:rPr>
              <w:t>وإعجازه</w:t>
            </w:r>
            <w:r w:rsidR="007D5292" w:rsidRPr="002002E3">
              <w:rPr>
                <w:rStyle w:val="Hyperlink"/>
                <w:noProof/>
                <w:rtl/>
              </w:rPr>
              <w:t xml:space="preserve"> </w:t>
            </w:r>
            <w:r w:rsidR="007D5292" w:rsidRPr="002002E3">
              <w:rPr>
                <w:rStyle w:val="Hyperlink"/>
                <w:rFonts w:hint="eastAsia"/>
                <w:noProof/>
                <w:rtl/>
              </w:rPr>
              <w:t>العلمي</w:t>
            </w:r>
          </w:hyperlink>
          <w:r w:rsidR="007D5292">
            <w:rPr>
              <w:rStyle w:val="Hyperlink"/>
              <w:rFonts w:hint="cs"/>
              <w:noProof/>
              <w:rtl/>
            </w:rPr>
            <w:t xml:space="preserve"> </w:t>
          </w:r>
          <w:hyperlink w:anchor="_Toc488154347" w:history="1">
            <w:r w:rsidR="007D5292" w:rsidRPr="002002E3">
              <w:rPr>
                <w:rStyle w:val="Hyperlink"/>
                <w:rFonts w:hint="eastAsia"/>
                <w:noProof/>
                <w:rtl/>
              </w:rPr>
              <w:t>محمد</w:t>
            </w:r>
            <w:r w:rsidR="007D5292" w:rsidRPr="002002E3">
              <w:rPr>
                <w:rStyle w:val="Hyperlink"/>
                <w:noProof/>
                <w:rtl/>
              </w:rPr>
              <w:t xml:space="preserve"> </w:t>
            </w:r>
            <w:r w:rsidR="007D5292" w:rsidRPr="002002E3">
              <w:rPr>
                <w:rStyle w:val="Hyperlink"/>
                <w:rFonts w:hint="eastAsia"/>
                <w:noProof/>
                <w:rtl/>
              </w:rPr>
              <w:t>اسماعيل</w:t>
            </w:r>
            <w:r w:rsidR="007D5292" w:rsidRPr="002002E3">
              <w:rPr>
                <w:rStyle w:val="Hyperlink"/>
                <w:noProof/>
                <w:rtl/>
              </w:rPr>
              <w:t xml:space="preserve"> </w:t>
            </w:r>
            <w:r w:rsidR="007D5292" w:rsidRPr="002002E3">
              <w:rPr>
                <w:rStyle w:val="Hyperlink"/>
                <w:rFonts w:hint="eastAsia"/>
                <w:noProof/>
                <w:rtl/>
              </w:rPr>
              <w:t>ابراهيم</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488154347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1</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48" w:history="1">
            <w:r w:rsidR="007D5292" w:rsidRPr="002002E3">
              <w:rPr>
                <w:rStyle w:val="Hyperlink"/>
                <w:rFonts w:hint="eastAsia"/>
                <w:noProof/>
                <w:rtl/>
              </w:rPr>
              <w:t>القرآن</w:t>
            </w:r>
            <w:r w:rsidR="007D5292" w:rsidRPr="002002E3">
              <w:rPr>
                <w:rStyle w:val="Hyperlink"/>
                <w:noProof/>
                <w:rtl/>
              </w:rPr>
              <w:t xml:space="preserve"> </w:t>
            </w:r>
            <w:r w:rsidR="007D5292" w:rsidRPr="002002E3">
              <w:rPr>
                <w:rStyle w:val="Hyperlink"/>
                <w:rFonts w:hint="eastAsia"/>
                <w:noProof/>
                <w:rtl/>
              </w:rPr>
              <w:t>وإعجازه</w:t>
            </w:r>
            <w:r w:rsidR="007D5292" w:rsidRPr="002002E3">
              <w:rPr>
                <w:rStyle w:val="Hyperlink"/>
                <w:noProof/>
                <w:rtl/>
              </w:rPr>
              <w:t xml:space="preserve"> </w:t>
            </w:r>
            <w:r w:rsidR="007D5292" w:rsidRPr="002002E3">
              <w:rPr>
                <w:rStyle w:val="Hyperlink"/>
                <w:rFonts w:hint="eastAsia"/>
                <w:noProof/>
                <w:rtl/>
              </w:rPr>
              <w:t>العلمى</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488154348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3</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49" w:history="1">
            <w:r w:rsidR="007D5292" w:rsidRPr="002002E3">
              <w:rPr>
                <w:rStyle w:val="Hyperlink"/>
                <w:rFonts w:hint="eastAsia"/>
                <w:noProof/>
                <w:rtl/>
              </w:rPr>
              <w:t>الباب</w:t>
            </w:r>
            <w:r w:rsidR="007D5292" w:rsidRPr="002002E3">
              <w:rPr>
                <w:rStyle w:val="Hyperlink"/>
                <w:noProof/>
                <w:rtl/>
              </w:rPr>
              <w:t xml:space="preserve"> </w:t>
            </w:r>
            <w:r w:rsidR="007D5292" w:rsidRPr="002002E3">
              <w:rPr>
                <w:rStyle w:val="Hyperlink"/>
                <w:rFonts w:hint="eastAsia"/>
                <w:noProof/>
                <w:rtl/>
              </w:rPr>
              <w:t>الاول</w:t>
            </w:r>
            <w:r w:rsidR="007D5292" w:rsidRPr="002002E3">
              <w:rPr>
                <w:rStyle w:val="Hyperlink"/>
                <w:noProof/>
                <w:rtl/>
              </w:rPr>
              <w:t xml:space="preserve">: </w:t>
            </w:r>
            <w:r w:rsidR="007D5292" w:rsidRPr="002002E3">
              <w:rPr>
                <w:rStyle w:val="Hyperlink"/>
                <w:rFonts w:hint="eastAsia"/>
                <w:noProof/>
                <w:rtl/>
              </w:rPr>
              <w:t>القرآن</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488154349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12</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0" w:history="1">
            <w:r w:rsidR="007D5292" w:rsidRPr="002002E3">
              <w:rPr>
                <w:rStyle w:val="Hyperlink"/>
                <w:rFonts w:hint="eastAsia"/>
                <w:noProof/>
                <w:rtl/>
              </w:rPr>
              <w:t>الباب</w:t>
            </w:r>
            <w:r w:rsidR="007D5292" w:rsidRPr="002002E3">
              <w:rPr>
                <w:rStyle w:val="Hyperlink"/>
                <w:noProof/>
                <w:rtl/>
              </w:rPr>
              <w:t xml:space="preserve"> </w:t>
            </w:r>
            <w:r w:rsidR="007D5292" w:rsidRPr="002002E3">
              <w:rPr>
                <w:rStyle w:val="Hyperlink"/>
                <w:rFonts w:hint="eastAsia"/>
                <w:noProof/>
                <w:rtl/>
              </w:rPr>
              <w:t>الثانى</w:t>
            </w:r>
            <w:r w:rsidR="007D5292" w:rsidRPr="002002E3">
              <w:rPr>
                <w:rStyle w:val="Hyperlink"/>
                <w:noProof/>
                <w:rtl/>
              </w:rPr>
              <w:t xml:space="preserve">: </w:t>
            </w:r>
            <w:r w:rsidR="007D5292" w:rsidRPr="002002E3">
              <w:rPr>
                <w:rStyle w:val="Hyperlink"/>
                <w:rFonts w:hint="eastAsia"/>
                <w:noProof/>
                <w:rtl/>
              </w:rPr>
              <w:t>القرآن</w:t>
            </w:r>
            <w:r w:rsidR="007D5292" w:rsidRPr="002002E3">
              <w:rPr>
                <w:rStyle w:val="Hyperlink"/>
                <w:noProof/>
                <w:rtl/>
              </w:rPr>
              <w:t xml:space="preserve"> </w:t>
            </w:r>
            <w:r w:rsidR="007D5292" w:rsidRPr="002002E3">
              <w:rPr>
                <w:rStyle w:val="Hyperlink"/>
                <w:rFonts w:hint="eastAsia"/>
                <w:noProof/>
                <w:rtl/>
              </w:rPr>
              <w:t>روح</w:t>
            </w:r>
            <w:r w:rsidR="007D5292" w:rsidRPr="002002E3">
              <w:rPr>
                <w:rStyle w:val="Hyperlink"/>
                <w:noProof/>
                <w:rtl/>
              </w:rPr>
              <w:t xml:space="preserve"> </w:t>
            </w:r>
            <w:r w:rsidR="007D5292" w:rsidRPr="002002E3">
              <w:rPr>
                <w:rStyle w:val="Hyperlink"/>
                <w:rFonts w:hint="eastAsia"/>
                <w:noProof/>
                <w:rtl/>
              </w:rPr>
              <w:t>الدعوة</w:t>
            </w:r>
            <w:r w:rsidR="007D5292" w:rsidRPr="002002E3">
              <w:rPr>
                <w:rStyle w:val="Hyperlink"/>
                <w:noProof/>
                <w:rtl/>
              </w:rPr>
              <w:t xml:space="preserve"> </w:t>
            </w:r>
            <w:r w:rsidR="007D5292" w:rsidRPr="002002E3">
              <w:rPr>
                <w:rStyle w:val="Hyperlink"/>
                <w:rFonts w:hint="eastAsia"/>
                <w:noProof/>
                <w:rtl/>
              </w:rPr>
              <w:t>الاسلامية</w:t>
            </w:r>
            <w:r w:rsidR="007D5292" w:rsidRPr="002002E3">
              <w:rPr>
                <w:rStyle w:val="Hyperlink"/>
                <w:noProof/>
                <w:rtl/>
              </w:rPr>
              <w:t xml:space="preserve"> </w:t>
            </w:r>
            <w:r w:rsidR="007D5292" w:rsidRPr="002002E3">
              <w:rPr>
                <w:rStyle w:val="Hyperlink"/>
                <w:rFonts w:hint="eastAsia"/>
                <w:noProof/>
                <w:rtl/>
              </w:rPr>
              <w:t>ومحور</w:t>
            </w:r>
            <w:r w:rsidR="007D5292" w:rsidRPr="002002E3">
              <w:rPr>
                <w:rStyle w:val="Hyperlink"/>
                <w:noProof/>
                <w:rtl/>
              </w:rPr>
              <w:t xml:space="preserve"> </w:t>
            </w:r>
            <w:r w:rsidR="007D5292" w:rsidRPr="002002E3">
              <w:rPr>
                <w:rStyle w:val="Hyperlink"/>
                <w:rFonts w:hint="eastAsia"/>
                <w:noProof/>
                <w:rtl/>
              </w:rPr>
              <w:t>ثقافتها</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488154350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31</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1" w:history="1">
            <w:r w:rsidR="007D5292" w:rsidRPr="002002E3">
              <w:rPr>
                <w:rStyle w:val="Hyperlink"/>
                <w:rFonts w:hint="eastAsia"/>
                <w:noProof/>
                <w:rtl/>
              </w:rPr>
              <w:t>الله</w:t>
            </w:r>
            <w:r w:rsidR="007D5292" w:rsidRPr="002002E3">
              <w:rPr>
                <w:rStyle w:val="Hyperlink"/>
                <w:noProof/>
                <w:rtl/>
              </w:rPr>
              <w:t xml:space="preserve"> </w:t>
            </w:r>
            <w:r w:rsidR="007D5292" w:rsidRPr="002002E3">
              <w:rPr>
                <w:rStyle w:val="Hyperlink"/>
                <w:rFonts w:hint="eastAsia"/>
                <w:noProof/>
                <w:rtl/>
              </w:rPr>
              <w:t>هو</w:t>
            </w:r>
            <w:r w:rsidR="007D5292" w:rsidRPr="002002E3">
              <w:rPr>
                <w:rStyle w:val="Hyperlink"/>
                <w:noProof/>
                <w:rtl/>
              </w:rPr>
              <w:t xml:space="preserve"> </w:t>
            </w:r>
            <w:r w:rsidR="007D5292" w:rsidRPr="002002E3">
              <w:rPr>
                <w:rStyle w:val="Hyperlink"/>
                <w:rFonts w:hint="eastAsia"/>
                <w:noProof/>
                <w:rtl/>
              </w:rPr>
              <w:t>الخلاق</w:t>
            </w:r>
            <w:r w:rsidR="007D5292" w:rsidRPr="002002E3">
              <w:rPr>
                <w:rStyle w:val="Hyperlink"/>
                <w:noProof/>
                <w:rtl/>
              </w:rPr>
              <w:t xml:space="preserve"> </w:t>
            </w:r>
            <w:r w:rsidR="007D5292" w:rsidRPr="002002E3">
              <w:rPr>
                <w:rStyle w:val="Hyperlink"/>
                <w:rFonts w:hint="eastAsia"/>
                <w:noProof/>
                <w:rtl/>
              </w:rPr>
              <w:t>العظيم</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488154351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32</w:t>
            </w:r>
            <w:r>
              <w:rPr>
                <w:noProof/>
                <w:webHidden/>
                <w:rtl/>
              </w:rPr>
              <w:fldChar w:fldCharType="end"/>
            </w:r>
          </w:hyperlink>
        </w:p>
        <w:p w:rsidR="007D5292" w:rsidRDefault="005C6EEF" w:rsidP="007D5292">
          <w:pPr>
            <w:pStyle w:val="TOC2"/>
            <w:tabs>
              <w:tab w:val="right" w:leader="dot" w:pos="7786"/>
            </w:tabs>
            <w:rPr>
              <w:rFonts w:asciiTheme="minorHAnsi" w:eastAsiaTheme="minorEastAsia" w:hAnsiTheme="minorHAnsi" w:cstheme="minorBidi"/>
              <w:noProof/>
              <w:color w:val="auto"/>
              <w:sz w:val="22"/>
              <w:szCs w:val="22"/>
              <w:rtl/>
            </w:rPr>
          </w:pPr>
          <w:hyperlink w:anchor="_Toc488154352" w:history="1">
            <w:r w:rsidR="007D5292" w:rsidRPr="002002E3">
              <w:rPr>
                <w:rStyle w:val="Hyperlink"/>
                <w:rFonts w:hint="eastAsia"/>
                <w:noProof/>
                <w:rtl/>
              </w:rPr>
              <w:t>القرآن</w:t>
            </w:r>
            <w:r w:rsidR="007D5292" w:rsidRPr="002002E3">
              <w:rPr>
                <w:rStyle w:val="Hyperlink"/>
                <w:noProof/>
                <w:rtl/>
              </w:rPr>
              <w:t xml:space="preserve"> </w:t>
            </w:r>
            <w:r w:rsidR="007D5292" w:rsidRPr="002002E3">
              <w:rPr>
                <w:rStyle w:val="Hyperlink"/>
                <w:rFonts w:hint="eastAsia"/>
                <w:noProof/>
                <w:rtl/>
              </w:rPr>
              <w:t>كتاب</w:t>
            </w:r>
            <w:r w:rsidR="007D5292" w:rsidRPr="002002E3">
              <w:rPr>
                <w:rStyle w:val="Hyperlink"/>
                <w:noProof/>
                <w:rtl/>
              </w:rPr>
              <w:t xml:space="preserve"> </w:t>
            </w:r>
            <w:r w:rsidR="007D5292" w:rsidRPr="002002E3">
              <w:rPr>
                <w:rStyle w:val="Hyperlink"/>
                <w:rFonts w:hint="eastAsia"/>
                <w:noProof/>
                <w:rtl/>
              </w:rPr>
              <w:t>الله</w:t>
            </w:r>
            <w:r w:rsidR="007D5292" w:rsidRPr="002002E3">
              <w:rPr>
                <w:rStyle w:val="Hyperlink"/>
                <w:noProof/>
                <w:rtl/>
              </w:rPr>
              <w:t xml:space="preserve"> </w:t>
            </w:r>
            <w:r w:rsidR="007D5292" w:rsidRPr="002002E3">
              <w:rPr>
                <w:rStyle w:val="Hyperlink"/>
                <w:rFonts w:hint="eastAsia"/>
                <w:noProof/>
                <w:rtl/>
              </w:rPr>
              <w:t>المبين</w:t>
            </w:r>
          </w:hyperlink>
          <w:r w:rsidR="007D5292">
            <w:rPr>
              <w:rStyle w:val="Hyperlink"/>
              <w:rFonts w:hint="cs"/>
              <w:noProof/>
              <w:rtl/>
            </w:rPr>
            <w:t xml:space="preserve"> </w:t>
          </w:r>
          <w:hyperlink w:anchor="_Toc488154353" w:history="1">
            <w:r w:rsidR="007D5292" w:rsidRPr="002002E3">
              <w:rPr>
                <w:rStyle w:val="Hyperlink"/>
                <w:rFonts w:hint="eastAsia"/>
                <w:noProof/>
                <w:rtl/>
              </w:rPr>
              <w:t>تفسير</w:t>
            </w:r>
            <w:r w:rsidR="007D5292" w:rsidRPr="002002E3">
              <w:rPr>
                <w:rStyle w:val="Hyperlink"/>
                <w:noProof/>
                <w:rtl/>
              </w:rPr>
              <w:t xml:space="preserve"> </w:t>
            </w:r>
            <w:r w:rsidR="007D5292" w:rsidRPr="002002E3">
              <w:rPr>
                <w:rStyle w:val="Hyperlink"/>
                <w:rFonts w:hint="eastAsia"/>
                <w:noProof/>
                <w:rtl/>
              </w:rPr>
              <w:t>القرآن</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488154353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33</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4" w:history="1">
            <w:r w:rsidR="007D5292" w:rsidRPr="002002E3">
              <w:rPr>
                <w:rStyle w:val="Hyperlink"/>
                <w:rFonts w:hint="eastAsia"/>
                <w:noProof/>
                <w:rtl/>
              </w:rPr>
              <w:t>مراحل</w:t>
            </w:r>
            <w:r w:rsidR="007D5292" w:rsidRPr="002002E3">
              <w:rPr>
                <w:rStyle w:val="Hyperlink"/>
                <w:noProof/>
                <w:rtl/>
              </w:rPr>
              <w:t xml:space="preserve"> </w:t>
            </w:r>
            <w:r w:rsidR="007D5292" w:rsidRPr="002002E3">
              <w:rPr>
                <w:rStyle w:val="Hyperlink"/>
                <w:rFonts w:hint="eastAsia"/>
                <w:noProof/>
                <w:rtl/>
              </w:rPr>
              <w:t>التفسير</w:t>
            </w:r>
            <w:r w:rsidR="007D5292" w:rsidRPr="002002E3">
              <w:rPr>
                <w:rStyle w:val="Hyperlink"/>
                <w:noProof/>
                <w:rtl/>
              </w:rPr>
              <w:t xml:space="preserve"> </w:t>
            </w:r>
            <w:r w:rsidR="007D5292" w:rsidRPr="002002E3">
              <w:rPr>
                <w:rStyle w:val="Hyperlink"/>
                <w:rFonts w:hint="eastAsia"/>
                <w:noProof/>
                <w:rtl/>
              </w:rPr>
              <w:t>ومناهجه</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488154354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34</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5" w:history="1">
            <w:r w:rsidR="007D5292" w:rsidRPr="002002E3">
              <w:rPr>
                <w:rStyle w:val="Hyperlink"/>
                <w:rFonts w:hint="eastAsia"/>
                <w:noProof/>
                <w:rtl/>
              </w:rPr>
              <w:t>مرحلة</w:t>
            </w:r>
            <w:r w:rsidR="007D5292" w:rsidRPr="002002E3">
              <w:rPr>
                <w:rStyle w:val="Hyperlink"/>
                <w:noProof/>
                <w:rtl/>
              </w:rPr>
              <w:t xml:space="preserve"> </w:t>
            </w:r>
            <w:r w:rsidR="007D5292" w:rsidRPr="002002E3">
              <w:rPr>
                <w:rStyle w:val="Hyperlink"/>
                <w:rFonts w:hint="eastAsia"/>
                <w:noProof/>
                <w:rtl/>
              </w:rPr>
              <w:t>التفسير</w:t>
            </w:r>
            <w:r w:rsidR="007D5292" w:rsidRPr="002002E3">
              <w:rPr>
                <w:rStyle w:val="Hyperlink"/>
                <w:noProof/>
                <w:rtl/>
              </w:rPr>
              <w:t xml:space="preserve"> </w:t>
            </w:r>
            <w:r w:rsidR="007D5292" w:rsidRPr="002002E3">
              <w:rPr>
                <w:rStyle w:val="Hyperlink"/>
                <w:rFonts w:hint="eastAsia"/>
                <w:noProof/>
                <w:rtl/>
              </w:rPr>
              <w:t>بالرأى</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488154355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37</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6" w:history="1">
            <w:r w:rsidR="007D5292" w:rsidRPr="002002E3">
              <w:rPr>
                <w:rStyle w:val="Hyperlink"/>
                <w:rFonts w:hint="eastAsia"/>
                <w:noProof/>
                <w:rtl/>
              </w:rPr>
              <w:t>لماذا</w:t>
            </w:r>
            <w:r w:rsidR="007D5292" w:rsidRPr="002002E3">
              <w:rPr>
                <w:rStyle w:val="Hyperlink"/>
                <w:noProof/>
                <w:rtl/>
              </w:rPr>
              <w:t xml:space="preserve"> </w:t>
            </w:r>
            <w:r w:rsidR="007D5292" w:rsidRPr="002002E3">
              <w:rPr>
                <w:rStyle w:val="Hyperlink"/>
                <w:rFonts w:hint="eastAsia"/>
                <w:noProof/>
                <w:rtl/>
              </w:rPr>
              <w:t>تتفاوت</w:t>
            </w:r>
            <w:r w:rsidR="007D5292" w:rsidRPr="002002E3">
              <w:rPr>
                <w:rStyle w:val="Hyperlink"/>
                <w:noProof/>
                <w:rtl/>
              </w:rPr>
              <w:t xml:space="preserve"> </w:t>
            </w:r>
            <w:r w:rsidR="007D5292" w:rsidRPr="002002E3">
              <w:rPr>
                <w:rStyle w:val="Hyperlink"/>
                <w:rFonts w:hint="eastAsia"/>
                <w:noProof/>
                <w:rtl/>
              </w:rPr>
              <w:t>تفاسير</w:t>
            </w:r>
            <w:r w:rsidR="007D5292" w:rsidRPr="002002E3">
              <w:rPr>
                <w:rStyle w:val="Hyperlink"/>
                <w:noProof/>
                <w:rtl/>
              </w:rPr>
              <w:t xml:space="preserve"> </w:t>
            </w:r>
            <w:r w:rsidR="007D5292" w:rsidRPr="002002E3">
              <w:rPr>
                <w:rStyle w:val="Hyperlink"/>
                <w:rFonts w:hint="eastAsia"/>
                <w:noProof/>
                <w:rtl/>
              </w:rPr>
              <w:t>القرآن</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488154356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40</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7" w:history="1">
            <w:r w:rsidR="007D5292" w:rsidRPr="002002E3">
              <w:rPr>
                <w:rStyle w:val="Hyperlink"/>
                <w:rFonts w:hint="eastAsia"/>
                <w:noProof/>
                <w:rtl/>
              </w:rPr>
              <w:t>الاعجاز</w:t>
            </w:r>
            <w:r w:rsidR="007D5292" w:rsidRPr="002002E3">
              <w:rPr>
                <w:rStyle w:val="Hyperlink"/>
                <w:noProof/>
                <w:rtl/>
              </w:rPr>
              <w:t xml:space="preserve"> </w:t>
            </w:r>
            <w:r w:rsidR="007D5292" w:rsidRPr="002002E3">
              <w:rPr>
                <w:rStyle w:val="Hyperlink"/>
                <w:rFonts w:hint="eastAsia"/>
                <w:noProof/>
                <w:rtl/>
              </w:rPr>
              <w:t>العلمى</w:t>
            </w:r>
            <w:r w:rsidR="007D5292" w:rsidRPr="002002E3">
              <w:rPr>
                <w:rStyle w:val="Hyperlink"/>
                <w:noProof/>
                <w:rtl/>
              </w:rPr>
              <w:t xml:space="preserve"> </w:t>
            </w:r>
            <w:r w:rsidR="007D5292" w:rsidRPr="002002E3">
              <w:rPr>
                <w:rStyle w:val="Hyperlink"/>
                <w:rFonts w:hint="eastAsia"/>
                <w:noProof/>
                <w:rtl/>
              </w:rPr>
              <w:t>في</w:t>
            </w:r>
            <w:r w:rsidR="007D5292" w:rsidRPr="002002E3">
              <w:rPr>
                <w:rStyle w:val="Hyperlink"/>
                <w:noProof/>
                <w:rtl/>
              </w:rPr>
              <w:t xml:space="preserve"> </w:t>
            </w:r>
            <w:r w:rsidR="007D5292" w:rsidRPr="002002E3">
              <w:rPr>
                <w:rStyle w:val="Hyperlink"/>
                <w:rFonts w:hint="eastAsia"/>
                <w:noProof/>
                <w:rtl/>
              </w:rPr>
              <w:t>آيات</w:t>
            </w:r>
            <w:r w:rsidR="007D5292" w:rsidRPr="002002E3">
              <w:rPr>
                <w:rStyle w:val="Hyperlink"/>
                <w:noProof/>
                <w:rtl/>
              </w:rPr>
              <w:t xml:space="preserve"> </w:t>
            </w:r>
            <w:r w:rsidR="007D5292" w:rsidRPr="002002E3">
              <w:rPr>
                <w:rStyle w:val="Hyperlink"/>
                <w:rFonts w:hint="eastAsia"/>
                <w:noProof/>
                <w:rtl/>
              </w:rPr>
              <w:t>القرآن</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488154357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42</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8" w:history="1">
            <w:r w:rsidR="007D5292" w:rsidRPr="002002E3">
              <w:rPr>
                <w:rStyle w:val="Hyperlink"/>
                <w:rFonts w:hint="eastAsia"/>
                <w:noProof/>
                <w:rtl/>
              </w:rPr>
              <w:t>تفسير</w:t>
            </w:r>
            <w:r w:rsidR="007D5292" w:rsidRPr="002002E3">
              <w:rPr>
                <w:rStyle w:val="Hyperlink"/>
                <w:noProof/>
                <w:rtl/>
              </w:rPr>
              <w:t xml:space="preserve"> </w:t>
            </w:r>
            <w:r w:rsidR="007D5292" w:rsidRPr="002002E3">
              <w:rPr>
                <w:rStyle w:val="Hyperlink"/>
                <w:rFonts w:hint="eastAsia"/>
                <w:noProof/>
                <w:rtl/>
              </w:rPr>
              <w:t>القرآن</w:t>
            </w:r>
            <w:r w:rsidR="007D5292" w:rsidRPr="002002E3">
              <w:rPr>
                <w:rStyle w:val="Hyperlink"/>
                <w:noProof/>
                <w:rtl/>
              </w:rPr>
              <w:t xml:space="preserve"> </w:t>
            </w:r>
            <w:r w:rsidR="007D5292" w:rsidRPr="002002E3">
              <w:rPr>
                <w:rStyle w:val="Hyperlink"/>
                <w:rFonts w:hint="eastAsia"/>
                <w:noProof/>
                <w:rtl/>
              </w:rPr>
              <w:t>في</w:t>
            </w:r>
            <w:r w:rsidR="007D5292" w:rsidRPr="002002E3">
              <w:rPr>
                <w:rStyle w:val="Hyperlink"/>
                <w:noProof/>
                <w:rtl/>
              </w:rPr>
              <w:t xml:space="preserve"> </w:t>
            </w:r>
            <w:r w:rsidR="007D5292" w:rsidRPr="002002E3">
              <w:rPr>
                <w:rStyle w:val="Hyperlink"/>
                <w:rFonts w:hint="eastAsia"/>
                <w:noProof/>
                <w:rtl/>
              </w:rPr>
              <w:t>ضوء</w:t>
            </w:r>
            <w:r w:rsidR="007D5292" w:rsidRPr="002002E3">
              <w:rPr>
                <w:rStyle w:val="Hyperlink"/>
                <w:noProof/>
                <w:rtl/>
              </w:rPr>
              <w:t xml:space="preserve"> </w:t>
            </w:r>
            <w:r w:rsidR="007D5292" w:rsidRPr="002002E3">
              <w:rPr>
                <w:rStyle w:val="Hyperlink"/>
                <w:rFonts w:hint="eastAsia"/>
                <w:noProof/>
                <w:rtl/>
              </w:rPr>
              <w:t>العلوم</w:t>
            </w:r>
            <w:r w:rsidR="007D5292" w:rsidRPr="002002E3">
              <w:rPr>
                <w:rStyle w:val="Hyperlink"/>
                <w:noProof/>
                <w:rtl/>
              </w:rPr>
              <w:t xml:space="preserve"> </w:t>
            </w:r>
            <w:r w:rsidR="007D5292" w:rsidRPr="002002E3">
              <w:rPr>
                <w:rStyle w:val="Hyperlink"/>
                <w:rFonts w:hint="eastAsia"/>
                <w:noProof/>
                <w:rtl/>
              </w:rPr>
              <w:t>الحديثة</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488154358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44</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59" w:history="1">
            <w:r w:rsidR="007D5292" w:rsidRPr="002002E3">
              <w:rPr>
                <w:rStyle w:val="Hyperlink"/>
                <w:rFonts w:hint="eastAsia"/>
                <w:noProof/>
                <w:rtl/>
              </w:rPr>
              <w:t>القرآن</w:t>
            </w:r>
            <w:r w:rsidR="007D5292" w:rsidRPr="002002E3">
              <w:rPr>
                <w:rStyle w:val="Hyperlink"/>
                <w:noProof/>
                <w:rtl/>
              </w:rPr>
              <w:t xml:space="preserve"> </w:t>
            </w:r>
            <w:r w:rsidR="007D5292" w:rsidRPr="002002E3">
              <w:rPr>
                <w:rStyle w:val="Hyperlink"/>
                <w:rFonts w:hint="eastAsia"/>
                <w:noProof/>
                <w:rtl/>
              </w:rPr>
              <w:t>يهدى</w:t>
            </w:r>
            <w:r w:rsidR="007D5292" w:rsidRPr="002002E3">
              <w:rPr>
                <w:rStyle w:val="Hyperlink"/>
                <w:noProof/>
                <w:rtl/>
              </w:rPr>
              <w:t xml:space="preserve"> </w:t>
            </w:r>
            <w:r w:rsidR="007D5292" w:rsidRPr="002002E3">
              <w:rPr>
                <w:rStyle w:val="Hyperlink"/>
                <w:rFonts w:hint="eastAsia"/>
                <w:noProof/>
                <w:rtl/>
              </w:rPr>
              <w:t>القلوب</w:t>
            </w:r>
            <w:r w:rsidR="007D5292" w:rsidRPr="002002E3">
              <w:rPr>
                <w:rStyle w:val="Hyperlink"/>
                <w:noProof/>
                <w:rtl/>
              </w:rPr>
              <w:t xml:space="preserve"> </w:t>
            </w:r>
            <w:r w:rsidR="007D5292" w:rsidRPr="002002E3">
              <w:rPr>
                <w:rStyle w:val="Hyperlink"/>
                <w:rFonts w:hint="eastAsia"/>
                <w:noProof/>
                <w:rtl/>
              </w:rPr>
              <w:t>التى</w:t>
            </w:r>
            <w:r w:rsidR="007D5292" w:rsidRPr="002002E3">
              <w:rPr>
                <w:rStyle w:val="Hyperlink"/>
                <w:noProof/>
                <w:rtl/>
              </w:rPr>
              <w:t xml:space="preserve"> </w:t>
            </w:r>
            <w:r w:rsidR="007D5292" w:rsidRPr="002002E3">
              <w:rPr>
                <w:rStyle w:val="Hyperlink"/>
                <w:rFonts w:hint="eastAsia"/>
                <w:noProof/>
                <w:rtl/>
              </w:rPr>
              <w:t>تتدبره</w:t>
            </w:r>
            <w:r w:rsidR="007D5292" w:rsidRPr="002002E3">
              <w:rPr>
                <w:rStyle w:val="Hyperlink"/>
                <w:noProof/>
                <w:rtl/>
              </w:rPr>
              <w:t xml:space="preserve"> </w:t>
            </w:r>
            <w:r w:rsidR="007D5292" w:rsidRPr="002002E3">
              <w:rPr>
                <w:rStyle w:val="Hyperlink"/>
                <w:rFonts w:hint="eastAsia"/>
                <w:noProof/>
                <w:rtl/>
              </w:rPr>
              <w:t>وتنير</w:t>
            </w:r>
            <w:r w:rsidR="007D5292" w:rsidRPr="002002E3">
              <w:rPr>
                <w:rStyle w:val="Hyperlink"/>
                <w:noProof/>
                <w:rtl/>
              </w:rPr>
              <w:t xml:space="preserve"> </w:t>
            </w:r>
            <w:r w:rsidR="007D5292" w:rsidRPr="002002E3">
              <w:rPr>
                <w:rStyle w:val="Hyperlink"/>
                <w:rFonts w:hint="eastAsia"/>
                <w:noProof/>
                <w:rtl/>
              </w:rPr>
              <w:t>العقول</w:t>
            </w:r>
            <w:r w:rsidR="007D5292" w:rsidRPr="002002E3">
              <w:rPr>
                <w:rStyle w:val="Hyperlink"/>
                <w:noProof/>
                <w:rtl/>
              </w:rPr>
              <w:t xml:space="preserve"> </w:t>
            </w:r>
            <w:r w:rsidR="007D5292" w:rsidRPr="002002E3">
              <w:rPr>
                <w:rStyle w:val="Hyperlink"/>
                <w:rFonts w:hint="eastAsia"/>
                <w:noProof/>
                <w:rtl/>
              </w:rPr>
              <w:t>التى</w:t>
            </w:r>
            <w:r w:rsidR="007D5292" w:rsidRPr="002002E3">
              <w:rPr>
                <w:rStyle w:val="Hyperlink"/>
                <w:noProof/>
                <w:rtl/>
              </w:rPr>
              <w:t xml:space="preserve"> </w:t>
            </w:r>
            <w:r w:rsidR="007D5292" w:rsidRPr="002002E3">
              <w:rPr>
                <w:rStyle w:val="Hyperlink"/>
                <w:rFonts w:hint="eastAsia"/>
                <w:noProof/>
                <w:rtl/>
              </w:rPr>
              <w:t>تتفهمه</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488154359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46</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0" w:history="1">
            <w:r w:rsidR="007D5292" w:rsidRPr="002002E3">
              <w:rPr>
                <w:rStyle w:val="Hyperlink"/>
                <w:rFonts w:hint="eastAsia"/>
                <w:noProof/>
                <w:rtl/>
              </w:rPr>
              <w:t>الباب</w:t>
            </w:r>
            <w:r w:rsidR="007D5292" w:rsidRPr="002002E3">
              <w:rPr>
                <w:rStyle w:val="Hyperlink"/>
                <w:noProof/>
                <w:rtl/>
              </w:rPr>
              <w:t xml:space="preserve"> </w:t>
            </w:r>
            <w:r w:rsidR="007D5292" w:rsidRPr="002002E3">
              <w:rPr>
                <w:rStyle w:val="Hyperlink"/>
                <w:rFonts w:hint="eastAsia"/>
                <w:noProof/>
                <w:rtl/>
              </w:rPr>
              <w:t>الثالث</w:t>
            </w:r>
            <w:r w:rsidR="007D5292" w:rsidRPr="002002E3">
              <w:rPr>
                <w:rStyle w:val="Hyperlink"/>
                <w:noProof/>
                <w:rtl/>
              </w:rPr>
              <w:t xml:space="preserve">: </w:t>
            </w:r>
            <w:r w:rsidR="007D5292" w:rsidRPr="002002E3">
              <w:rPr>
                <w:rStyle w:val="Hyperlink"/>
                <w:rFonts w:hint="eastAsia"/>
                <w:noProof/>
                <w:rtl/>
              </w:rPr>
              <w:t>العلوم</w:t>
            </w:r>
            <w:r w:rsidR="007D5292" w:rsidRPr="002002E3">
              <w:rPr>
                <w:rStyle w:val="Hyperlink"/>
                <w:noProof/>
                <w:rtl/>
              </w:rPr>
              <w:t xml:space="preserve"> </w:t>
            </w:r>
            <w:r w:rsidR="007D5292" w:rsidRPr="002002E3">
              <w:rPr>
                <w:rStyle w:val="Hyperlink"/>
                <w:rFonts w:hint="eastAsia"/>
                <w:noProof/>
                <w:rtl/>
              </w:rPr>
              <w:t>الكونية</w:t>
            </w:r>
            <w:r w:rsidR="007D5292" w:rsidRPr="002002E3">
              <w:rPr>
                <w:rStyle w:val="Hyperlink"/>
                <w:noProof/>
                <w:rtl/>
              </w:rPr>
              <w:t xml:space="preserve"> </w:t>
            </w:r>
            <w:r w:rsidR="007D5292" w:rsidRPr="002002E3">
              <w:rPr>
                <w:rStyle w:val="Hyperlink"/>
                <w:rFonts w:hint="eastAsia"/>
                <w:noProof/>
                <w:rtl/>
              </w:rPr>
              <w:t>في</w:t>
            </w:r>
            <w:r w:rsidR="007D5292" w:rsidRPr="002002E3">
              <w:rPr>
                <w:rStyle w:val="Hyperlink"/>
                <w:noProof/>
                <w:rtl/>
              </w:rPr>
              <w:t xml:space="preserve"> </w:t>
            </w:r>
            <w:r w:rsidR="007D5292" w:rsidRPr="002002E3">
              <w:rPr>
                <w:rStyle w:val="Hyperlink"/>
                <w:rFonts w:hint="eastAsia"/>
                <w:noProof/>
                <w:rtl/>
              </w:rPr>
              <w:t>القرآن</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488154360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54</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1" w:history="1">
            <w:r w:rsidR="007D5292" w:rsidRPr="002002E3">
              <w:rPr>
                <w:rStyle w:val="Hyperlink"/>
                <w:rFonts w:hint="eastAsia"/>
                <w:noProof/>
                <w:rtl/>
              </w:rPr>
              <w:t>لمحة</w:t>
            </w:r>
            <w:r w:rsidR="007D5292" w:rsidRPr="002002E3">
              <w:rPr>
                <w:rStyle w:val="Hyperlink"/>
                <w:noProof/>
                <w:rtl/>
              </w:rPr>
              <w:t xml:space="preserve"> </w:t>
            </w:r>
            <w:r w:rsidR="007D5292" w:rsidRPr="002002E3">
              <w:rPr>
                <w:rStyle w:val="Hyperlink"/>
                <w:rFonts w:hint="eastAsia"/>
                <w:noProof/>
                <w:rtl/>
              </w:rPr>
              <w:t>في</w:t>
            </w:r>
            <w:r w:rsidR="007D5292" w:rsidRPr="002002E3">
              <w:rPr>
                <w:rStyle w:val="Hyperlink"/>
                <w:noProof/>
                <w:rtl/>
              </w:rPr>
              <w:t xml:space="preserve"> </w:t>
            </w:r>
            <w:r w:rsidR="007D5292" w:rsidRPr="002002E3">
              <w:rPr>
                <w:rStyle w:val="Hyperlink"/>
                <w:rFonts w:hint="eastAsia"/>
                <w:noProof/>
                <w:rtl/>
              </w:rPr>
              <w:t>كوكبنا</w:t>
            </w:r>
            <w:r w:rsidR="007D5292" w:rsidRPr="002002E3">
              <w:rPr>
                <w:rStyle w:val="Hyperlink"/>
                <w:noProof/>
                <w:rtl/>
              </w:rPr>
              <w:t xml:space="preserve"> </w:t>
            </w:r>
            <w:r w:rsidR="007D5292" w:rsidRPr="002002E3">
              <w:rPr>
                <w:rStyle w:val="Hyperlink"/>
                <w:rFonts w:hint="eastAsia"/>
                <w:noProof/>
                <w:rtl/>
              </w:rPr>
              <w:t>الارضى</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488154361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56</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2" w:history="1">
            <w:r w:rsidR="007D5292" w:rsidRPr="002002E3">
              <w:rPr>
                <w:rStyle w:val="Hyperlink"/>
                <w:rFonts w:hint="eastAsia"/>
                <w:noProof/>
                <w:rtl/>
              </w:rPr>
              <w:t>الكون</w:t>
            </w:r>
            <w:r w:rsidR="007D5292" w:rsidRPr="002002E3">
              <w:rPr>
                <w:rStyle w:val="Hyperlink"/>
                <w:noProof/>
                <w:rtl/>
              </w:rPr>
              <w:t xml:space="preserve"> </w:t>
            </w:r>
            <w:r w:rsidR="007D5292" w:rsidRPr="002002E3">
              <w:rPr>
                <w:rStyle w:val="Hyperlink"/>
                <w:rFonts w:hint="eastAsia"/>
                <w:noProof/>
                <w:rtl/>
              </w:rPr>
              <w:t>كتاب</w:t>
            </w:r>
            <w:r w:rsidR="007D5292" w:rsidRPr="002002E3">
              <w:rPr>
                <w:rStyle w:val="Hyperlink"/>
                <w:noProof/>
                <w:rtl/>
              </w:rPr>
              <w:t xml:space="preserve"> </w:t>
            </w:r>
            <w:r w:rsidR="007D5292" w:rsidRPr="002002E3">
              <w:rPr>
                <w:rStyle w:val="Hyperlink"/>
                <w:rFonts w:hint="eastAsia"/>
                <w:noProof/>
                <w:rtl/>
              </w:rPr>
              <w:t>مفتوح</w:t>
            </w:r>
            <w:r w:rsidR="007D5292" w:rsidRPr="002002E3">
              <w:rPr>
                <w:rStyle w:val="Hyperlink"/>
                <w:noProof/>
                <w:rtl/>
              </w:rPr>
              <w:t xml:space="preserve"> </w:t>
            </w:r>
            <w:r w:rsidR="007D5292" w:rsidRPr="002002E3">
              <w:rPr>
                <w:rStyle w:val="Hyperlink"/>
                <w:rFonts w:hint="eastAsia"/>
                <w:noProof/>
                <w:rtl/>
              </w:rPr>
              <w:t>لكل</w:t>
            </w:r>
            <w:r w:rsidR="007D5292" w:rsidRPr="002002E3">
              <w:rPr>
                <w:rStyle w:val="Hyperlink"/>
                <w:noProof/>
                <w:rtl/>
              </w:rPr>
              <w:t xml:space="preserve"> </w:t>
            </w:r>
            <w:r w:rsidR="007D5292" w:rsidRPr="002002E3">
              <w:rPr>
                <w:rStyle w:val="Hyperlink"/>
                <w:rFonts w:hint="eastAsia"/>
                <w:noProof/>
                <w:rtl/>
              </w:rPr>
              <w:t>قارئ</w:t>
            </w:r>
            <w:r w:rsidR="007D5292" w:rsidRPr="002002E3">
              <w:rPr>
                <w:rStyle w:val="Hyperlink"/>
                <w:noProof/>
                <w:rtl/>
              </w:rPr>
              <w:t xml:space="preserve"> </w:t>
            </w:r>
            <w:r w:rsidR="007D5292" w:rsidRPr="002002E3">
              <w:rPr>
                <w:rStyle w:val="Hyperlink"/>
                <w:rFonts w:hint="eastAsia"/>
                <w:noProof/>
                <w:rtl/>
              </w:rPr>
              <w:t>له</w:t>
            </w:r>
            <w:r w:rsidR="007D5292" w:rsidRPr="002002E3">
              <w:rPr>
                <w:rStyle w:val="Hyperlink"/>
                <w:noProof/>
                <w:rtl/>
              </w:rPr>
              <w:t xml:space="preserve"> </w:t>
            </w:r>
            <w:r w:rsidR="007D5292" w:rsidRPr="002002E3">
              <w:rPr>
                <w:rStyle w:val="Hyperlink"/>
                <w:rFonts w:hint="eastAsia"/>
                <w:noProof/>
                <w:rtl/>
              </w:rPr>
              <w:t>ومتدبر</w:t>
            </w:r>
            <w:r w:rsidR="007D5292" w:rsidRPr="002002E3">
              <w:rPr>
                <w:rStyle w:val="Hyperlink"/>
                <w:noProof/>
                <w:rtl/>
              </w:rPr>
              <w:t xml:space="preserve"> </w:t>
            </w:r>
            <w:r w:rsidR="007D5292" w:rsidRPr="002002E3">
              <w:rPr>
                <w:rStyle w:val="Hyperlink"/>
                <w:rFonts w:hint="eastAsia"/>
                <w:noProof/>
                <w:rtl/>
              </w:rPr>
              <w:t>فيه</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488154362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57</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3" w:history="1">
            <w:r w:rsidR="007D5292" w:rsidRPr="002002E3">
              <w:rPr>
                <w:rStyle w:val="Hyperlink"/>
                <w:rFonts w:hint="eastAsia"/>
                <w:noProof/>
                <w:rtl/>
              </w:rPr>
              <w:t>آيات</w:t>
            </w:r>
            <w:r w:rsidR="007D5292" w:rsidRPr="002002E3">
              <w:rPr>
                <w:rStyle w:val="Hyperlink"/>
                <w:noProof/>
                <w:rtl/>
              </w:rPr>
              <w:t xml:space="preserve"> </w:t>
            </w:r>
            <w:r w:rsidR="007D5292" w:rsidRPr="002002E3">
              <w:rPr>
                <w:rStyle w:val="Hyperlink"/>
                <w:rFonts w:hint="eastAsia"/>
                <w:noProof/>
                <w:rtl/>
              </w:rPr>
              <w:t>قرآنية</w:t>
            </w:r>
            <w:r w:rsidR="007D5292" w:rsidRPr="002002E3">
              <w:rPr>
                <w:rStyle w:val="Hyperlink"/>
                <w:noProof/>
                <w:rtl/>
              </w:rPr>
              <w:t xml:space="preserve"> </w:t>
            </w:r>
            <w:r w:rsidR="007D5292" w:rsidRPr="002002E3">
              <w:rPr>
                <w:rStyle w:val="Hyperlink"/>
                <w:rFonts w:hint="eastAsia"/>
                <w:noProof/>
                <w:rtl/>
              </w:rPr>
              <w:t>مع</w:t>
            </w:r>
            <w:r w:rsidR="007D5292" w:rsidRPr="002002E3">
              <w:rPr>
                <w:rStyle w:val="Hyperlink"/>
                <w:noProof/>
                <w:rtl/>
              </w:rPr>
              <w:t xml:space="preserve"> </w:t>
            </w:r>
            <w:r w:rsidR="007D5292" w:rsidRPr="002002E3">
              <w:rPr>
                <w:rStyle w:val="Hyperlink"/>
                <w:rFonts w:hint="eastAsia"/>
                <w:noProof/>
                <w:rtl/>
              </w:rPr>
              <w:t>تفسير</w:t>
            </w:r>
            <w:r w:rsidR="007D5292" w:rsidRPr="002002E3">
              <w:rPr>
                <w:rStyle w:val="Hyperlink"/>
                <w:noProof/>
                <w:rtl/>
              </w:rPr>
              <w:t xml:space="preserve"> </w:t>
            </w:r>
            <w:r w:rsidR="007D5292" w:rsidRPr="002002E3">
              <w:rPr>
                <w:rStyle w:val="Hyperlink"/>
                <w:rFonts w:hint="eastAsia"/>
                <w:noProof/>
                <w:rtl/>
              </w:rPr>
              <w:t>لها</w:t>
            </w:r>
            <w:r w:rsidR="007D5292" w:rsidRPr="002002E3">
              <w:rPr>
                <w:rStyle w:val="Hyperlink"/>
                <w:noProof/>
                <w:rtl/>
              </w:rPr>
              <w:t xml:space="preserve"> </w:t>
            </w:r>
            <w:r w:rsidR="007D5292" w:rsidRPr="002002E3">
              <w:rPr>
                <w:rStyle w:val="Hyperlink"/>
                <w:rFonts w:hint="eastAsia"/>
                <w:noProof/>
                <w:rtl/>
              </w:rPr>
              <w:t>قديما</w:t>
            </w:r>
            <w:r w:rsidR="007D5292" w:rsidRPr="002002E3">
              <w:rPr>
                <w:rStyle w:val="Hyperlink"/>
                <w:noProof/>
                <w:rtl/>
              </w:rPr>
              <w:t xml:space="preserve"> </w:t>
            </w:r>
            <w:r w:rsidR="007D5292" w:rsidRPr="002002E3">
              <w:rPr>
                <w:rStyle w:val="Hyperlink"/>
                <w:rFonts w:hint="eastAsia"/>
                <w:noProof/>
                <w:rtl/>
              </w:rPr>
              <w:t>وحديثا</w:t>
            </w:r>
            <w:r w:rsidR="007D5292" w:rsidRPr="002002E3">
              <w:rPr>
                <w:rStyle w:val="Hyperlink"/>
                <w:noProof/>
                <w:rtl/>
              </w:rPr>
              <w:t xml:space="preserve"> </w:t>
            </w:r>
            <w:r w:rsidR="007D5292" w:rsidRPr="002002E3">
              <w:rPr>
                <w:rStyle w:val="Hyperlink"/>
                <w:rFonts w:hint="eastAsia"/>
                <w:noProof/>
                <w:rtl/>
              </w:rPr>
              <w:t>عن</w:t>
            </w:r>
            <w:r w:rsidR="007D5292" w:rsidRPr="002002E3">
              <w:rPr>
                <w:rStyle w:val="Hyperlink"/>
                <w:noProof/>
                <w:rtl/>
              </w:rPr>
              <w:t xml:space="preserve"> </w:t>
            </w:r>
            <w:r w:rsidR="007D5292" w:rsidRPr="002002E3">
              <w:rPr>
                <w:rStyle w:val="Hyperlink"/>
                <w:rFonts w:hint="eastAsia"/>
                <w:noProof/>
                <w:rtl/>
              </w:rPr>
              <w:t>نشأة</w:t>
            </w:r>
            <w:r w:rsidR="007D5292" w:rsidRPr="002002E3">
              <w:rPr>
                <w:rStyle w:val="Hyperlink"/>
                <w:noProof/>
                <w:rtl/>
              </w:rPr>
              <w:t xml:space="preserve"> </w:t>
            </w:r>
            <w:r w:rsidR="007D5292" w:rsidRPr="002002E3">
              <w:rPr>
                <w:rStyle w:val="Hyperlink"/>
                <w:rFonts w:hint="eastAsia"/>
                <w:noProof/>
                <w:rtl/>
              </w:rPr>
              <w:t>الكون</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488154363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59</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4" w:history="1">
            <w:r w:rsidR="007D5292" w:rsidRPr="002002E3">
              <w:rPr>
                <w:rStyle w:val="Hyperlink"/>
                <w:rFonts w:hint="eastAsia"/>
                <w:noProof/>
                <w:rtl/>
              </w:rPr>
              <w:t>معنى</w:t>
            </w:r>
            <w:r w:rsidR="007D5292" w:rsidRPr="002002E3">
              <w:rPr>
                <w:rStyle w:val="Hyperlink"/>
                <w:noProof/>
                <w:rtl/>
              </w:rPr>
              <w:t xml:space="preserve"> </w:t>
            </w:r>
            <w:r w:rsidR="007D5292" w:rsidRPr="002002E3">
              <w:rPr>
                <w:rStyle w:val="Hyperlink"/>
                <w:rFonts w:hint="eastAsia"/>
                <w:noProof/>
                <w:rtl/>
              </w:rPr>
              <w:t>السماء</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488154364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60</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5" w:history="1">
            <w:r w:rsidR="007D5292" w:rsidRPr="002002E3">
              <w:rPr>
                <w:rStyle w:val="Hyperlink"/>
                <w:rFonts w:hint="eastAsia"/>
                <w:noProof/>
                <w:rtl/>
              </w:rPr>
              <w:t>قانون</w:t>
            </w:r>
            <w:r w:rsidR="007D5292" w:rsidRPr="002002E3">
              <w:rPr>
                <w:rStyle w:val="Hyperlink"/>
                <w:noProof/>
                <w:rtl/>
              </w:rPr>
              <w:t xml:space="preserve"> </w:t>
            </w:r>
            <w:r w:rsidR="007D5292" w:rsidRPr="002002E3">
              <w:rPr>
                <w:rStyle w:val="Hyperlink"/>
                <w:rFonts w:hint="eastAsia"/>
                <w:noProof/>
                <w:rtl/>
              </w:rPr>
              <w:t>الجاذبية</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488154365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70</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6" w:history="1">
            <w:r w:rsidR="007D5292" w:rsidRPr="002002E3">
              <w:rPr>
                <w:rStyle w:val="Hyperlink"/>
                <w:rFonts w:hint="eastAsia"/>
                <w:noProof/>
                <w:rtl/>
              </w:rPr>
              <w:t>المجموعة</w:t>
            </w:r>
            <w:r w:rsidR="007D5292" w:rsidRPr="002002E3">
              <w:rPr>
                <w:rStyle w:val="Hyperlink"/>
                <w:noProof/>
                <w:rtl/>
              </w:rPr>
              <w:t xml:space="preserve"> </w:t>
            </w:r>
            <w:r w:rsidR="007D5292" w:rsidRPr="002002E3">
              <w:rPr>
                <w:rStyle w:val="Hyperlink"/>
                <w:rFonts w:hint="eastAsia"/>
                <w:noProof/>
                <w:rtl/>
              </w:rPr>
              <w:t>الشمسية</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488154366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74</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7" w:history="1">
            <w:r w:rsidR="007D5292" w:rsidRPr="002002E3">
              <w:rPr>
                <w:rStyle w:val="Hyperlink"/>
                <w:rFonts w:hint="eastAsia"/>
                <w:noProof/>
                <w:rtl/>
              </w:rPr>
              <w:t>معجزة</w:t>
            </w:r>
            <w:r w:rsidR="007D5292" w:rsidRPr="002002E3">
              <w:rPr>
                <w:rStyle w:val="Hyperlink"/>
                <w:noProof/>
                <w:rtl/>
              </w:rPr>
              <w:t xml:space="preserve"> </w:t>
            </w:r>
            <w:r w:rsidR="007D5292" w:rsidRPr="002002E3">
              <w:rPr>
                <w:rStyle w:val="Hyperlink"/>
                <w:rFonts w:hint="eastAsia"/>
                <w:noProof/>
                <w:rtl/>
              </w:rPr>
              <w:t>القرآن</w:t>
            </w:r>
            <w:r w:rsidR="007D5292" w:rsidRPr="002002E3">
              <w:rPr>
                <w:rStyle w:val="Hyperlink"/>
                <w:noProof/>
                <w:rtl/>
              </w:rPr>
              <w:t xml:space="preserve"> </w:t>
            </w:r>
            <w:r w:rsidR="007D5292" w:rsidRPr="002002E3">
              <w:rPr>
                <w:rStyle w:val="Hyperlink"/>
                <w:rFonts w:hint="eastAsia"/>
                <w:noProof/>
                <w:rtl/>
              </w:rPr>
              <w:t>في</w:t>
            </w:r>
            <w:r w:rsidR="007D5292" w:rsidRPr="002002E3">
              <w:rPr>
                <w:rStyle w:val="Hyperlink"/>
                <w:noProof/>
                <w:rtl/>
              </w:rPr>
              <w:t xml:space="preserve"> </w:t>
            </w:r>
            <w:r w:rsidR="007D5292" w:rsidRPr="002002E3">
              <w:rPr>
                <w:rStyle w:val="Hyperlink"/>
                <w:rFonts w:hint="eastAsia"/>
                <w:noProof/>
                <w:rtl/>
              </w:rPr>
              <w:t>وصف</w:t>
            </w:r>
            <w:r w:rsidR="007D5292" w:rsidRPr="002002E3">
              <w:rPr>
                <w:rStyle w:val="Hyperlink"/>
                <w:noProof/>
                <w:rtl/>
              </w:rPr>
              <w:t xml:space="preserve"> </w:t>
            </w:r>
            <w:r w:rsidR="007D5292" w:rsidRPr="002002E3">
              <w:rPr>
                <w:rStyle w:val="Hyperlink"/>
                <w:rFonts w:hint="eastAsia"/>
                <w:noProof/>
                <w:rtl/>
              </w:rPr>
              <w:t>الكائنات</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488154367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76</w:t>
            </w:r>
            <w:r>
              <w:rPr>
                <w:noProof/>
                <w:webHidden/>
                <w:rtl/>
              </w:rPr>
              <w:fldChar w:fldCharType="end"/>
            </w:r>
          </w:hyperlink>
        </w:p>
        <w:p w:rsidR="007D5292" w:rsidRDefault="007D5292" w:rsidP="00C31D66">
          <w:pPr>
            <w:pStyle w:val="libNormal"/>
            <w:rPr>
              <w:rStyle w:val="Hyperlink"/>
              <w:noProof/>
            </w:rPr>
          </w:pPr>
          <w:r>
            <w:rPr>
              <w:rStyle w:val="Hyperlink"/>
              <w:noProof/>
            </w:rPr>
            <w:br w:type="page"/>
          </w:r>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8" w:history="1">
            <w:r w:rsidR="007D5292" w:rsidRPr="002002E3">
              <w:rPr>
                <w:rStyle w:val="Hyperlink"/>
                <w:rFonts w:hint="eastAsia"/>
                <w:noProof/>
                <w:rtl/>
              </w:rPr>
              <w:t>الكائنات</w:t>
            </w:r>
            <w:r w:rsidR="007D5292" w:rsidRPr="002002E3">
              <w:rPr>
                <w:rStyle w:val="Hyperlink"/>
                <w:noProof/>
                <w:rtl/>
              </w:rPr>
              <w:t xml:space="preserve"> </w:t>
            </w:r>
            <w:r w:rsidR="007D5292" w:rsidRPr="002002E3">
              <w:rPr>
                <w:rStyle w:val="Hyperlink"/>
                <w:rFonts w:hint="eastAsia"/>
                <w:noProof/>
                <w:rtl/>
              </w:rPr>
              <w:t>الحية</w:t>
            </w:r>
            <w:r w:rsidR="007D5292" w:rsidRPr="002002E3">
              <w:rPr>
                <w:rStyle w:val="Hyperlink"/>
                <w:noProof/>
                <w:rtl/>
              </w:rPr>
              <w:t xml:space="preserve"> </w:t>
            </w:r>
            <w:r w:rsidR="007D5292" w:rsidRPr="002002E3">
              <w:rPr>
                <w:rStyle w:val="Hyperlink"/>
                <w:rFonts w:hint="eastAsia"/>
                <w:noProof/>
                <w:rtl/>
              </w:rPr>
              <w:t>والخلايا</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488154368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87</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69" w:history="1">
            <w:r w:rsidR="007D5292" w:rsidRPr="002002E3">
              <w:rPr>
                <w:rStyle w:val="Hyperlink"/>
                <w:rFonts w:hint="eastAsia"/>
                <w:noProof/>
                <w:rtl/>
              </w:rPr>
              <w:t>ظهور</w:t>
            </w:r>
            <w:r w:rsidR="007D5292" w:rsidRPr="002002E3">
              <w:rPr>
                <w:rStyle w:val="Hyperlink"/>
                <w:noProof/>
                <w:rtl/>
              </w:rPr>
              <w:t xml:space="preserve"> </w:t>
            </w:r>
            <w:r w:rsidR="007D5292" w:rsidRPr="002002E3">
              <w:rPr>
                <w:rStyle w:val="Hyperlink"/>
                <w:rFonts w:hint="eastAsia"/>
                <w:noProof/>
                <w:rtl/>
              </w:rPr>
              <w:t>الحياة</w:t>
            </w:r>
            <w:r w:rsidR="007D5292" w:rsidRPr="002002E3">
              <w:rPr>
                <w:rStyle w:val="Hyperlink"/>
                <w:noProof/>
                <w:rtl/>
              </w:rPr>
              <w:t xml:space="preserve"> </w:t>
            </w:r>
            <w:r w:rsidR="007D5292" w:rsidRPr="002002E3">
              <w:rPr>
                <w:rStyle w:val="Hyperlink"/>
                <w:rFonts w:hint="eastAsia"/>
                <w:noProof/>
                <w:rtl/>
              </w:rPr>
              <w:t>على</w:t>
            </w:r>
            <w:r w:rsidR="007D5292" w:rsidRPr="002002E3">
              <w:rPr>
                <w:rStyle w:val="Hyperlink"/>
                <w:noProof/>
                <w:rtl/>
              </w:rPr>
              <w:t xml:space="preserve"> </w:t>
            </w:r>
            <w:r w:rsidR="007D5292" w:rsidRPr="002002E3">
              <w:rPr>
                <w:rStyle w:val="Hyperlink"/>
                <w:rFonts w:hint="eastAsia"/>
                <w:noProof/>
                <w:rtl/>
              </w:rPr>
              <w:t>الارض</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488154369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90</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70" w:history="1">
            <w:r w:rsidR="007D5292" w:rsidRPr="002002E3">
              <w:rPr>
                <w:rStyle w:val="Hyperlink"/>
                <w:rFonts w:hint="eastAsia"/>
                <w:noProof/>
                <w:rtl/>
              </w:rPr>
              <w:t>الجسد</w:t>
            </w:r>
            <w:r w:rsidR="007D5292" w:rsidRPr="002002E3">
              <w:rPr>
                <w:rStyle w:val="Hyperlink"/>
                <w:noProof/>
                <w:rtl/>
              </w:rPr>
              <w:t xml:space="preserve"> </w:t>
            </w:r>
            <w:r w:rsidR="007D5292" w:rsidRPr="002002E3">
              <w:rPr>
                <w:rStyle w:val="Hyperlink"/>
                <w:rFonts w:hint="eastAsia"/>
                <w:noProof/>
                <w:rtl/>
              </w:rPr>
              <w:t>والروح</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488154370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99</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71" w:history="1">
            <w:r w:rsidR="007D5292" w:rsidRPr="002002E3">
              <w:rPr>
                <w:rStyle w:val="Hyperlink"/>
                <w:rFonts w:hint="eastAsia"/>
                <w:noProof/>
                <w:rtl/>
              </w:rPr>
              <w:t>علم</w:t>
            </w:r>
            <w:r w:rsidR="007D5292" w:rsidRPr="002002E3">
              <w:rPr>
                <w:rStyle w:val="Hyperlink"/>
                <w:noProof/>
                <w:rtl/>
              </w:rPr>
              <w:t xml:space="preserve"> </w:t>
            </w:r>
            <w:r w:rsidR="007D5292" w:rsidRPr="002002E3">
              <w:rPr>
                <w:rStyle w:val="Hyperlink"/>
                <w:rFonts w:hint="eastAsia"/>
                <w:noProof/>
                <w:rtl/>
              </w:rPr>
              <w:t>الاجنة</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488154371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108</w:t>
            </w:r>
            <w:r>
              <w:rPr>
                <w:noProof/>
                <w:webHidden/>
                <w:rtl/>
              </w:rPr>
              <w:fldChar w:fldCharType="end"/>
            </w:r>
          </w:hyperlink>
        </w:p>
        <w:p w:rsidR="007D5292" w:rsidRDefault="005C6EEF">
          <w:pPr>
            <w:pStyle w:val="TOC2"/>
            <w:tabs>
              <w:tab w:val="right" w:leader="dot" w:pos="7786"/>
            </w:tabs>
            <w:rPr>
              <w:rFonts w:asciiTheme="minorHAnsi" w:eastAsiaTheme="minorEastAsia" w:hAnsiTheme="minorHAnsi" w:cstheme="minorBidi"/>
              <w:noProof/>
              <w:color w:val="auto"/>
              <w:sz w:val="22"/>
              <w:szCs w:val="22"/>
              <w:rtl/>
            </w:rPr>
          </w:pPr>
          <w:hyperlink w:anchor="_Toc488154372" w:history="1">
            <w:r w:rsidR="007D5292" w:rsidRPr="002002E3">
              <w:rPr>
                <w:rStyle w:val="Hyperlink"/>
                <w:rFonts w:hint="eastAsia"/>
                <w:noProof/>
                <w:rtl/>
              </w:rPr>
              <w:t>الفهرس</w:t>
            </w:r>
            <w:r w:rsidR="007D5292">
              <w:rPr>
                <w:noProof/>
                <w:webHidden/>
                <w:rtl/>
              </w:rPr>
              <w:tab/>
            </w:r>
            <w:r>
              <w:rPr>
                <w:noProof/>
                <w:webHidden/>
                <w:rtl/>
              </w:rPr>
              <w:fldChar w:fldCharType="begin"/>
            </w:r>
            <w:r w:rsidR="007D5292">
              <w:rPr>
                <w:noProof/>
                <w:webHidden/>
                <w:rtl/>
              </w:rPr>
              <w:instrText xml:space="preserve"> </w:instrText>
            </w:r>
            <w:r w:rsidR="007D5292">
              <w:rPr>
                <w:noProof/>
                <w:webHidden/>
              </w:rPr>
              <w:instrText>PAGEREF</w:instrText>
            </w:r>
            <w:r w:rsidR="007D5292">
              <w:rPr>
                <w:noProof/>
                <w:webHidden/>
                <w:rtl/>
              </w:rPr>
              <w:instrText xml:space="preserve"> _</w:instrText>
            </w:r>
            <w:r w:rsidR="007D5292">
              <w:rPr>
                <w:noProof/>
                <w:webHidden/>
              </w:rPr>
              <w:instrText>Toc</w:instrText>
            </w:r>
            <w:r w:rsidR="007D5292">
              <w:rPr>
                <w:noProof/>
                <w:webHidden/>
                <w:rtl/>
              </w:rPr>
              <w:instrText xml:space="preserve">488154372 </w:instrText>
            </w:r>
            <w:r w:rsidR="007D5292">
              <w:rPr>
                <w:noProof/>
                <w:webHidden/>
              </w:rPr>
              <w:instrText>\h</w:instrText>
            </w:r>
            <w:r w:rsidR="007D5292">
              <w:rPr>
                <w:noProof/>
                <w:webHidden/>
                <w:rtl/>
              </w:rPr>
              <w:instrText xml:space="preserve"> </w:instrText>
            </w:r>
            <w:r>
              <w:rPr>
                <w:noProof/>
                <w:webHidden/>
                <w:rtl/>
              </w:rPr>
            </w:r>
            <w:r>
              <w:rPr>
                <w:noProof/>
                <w:webHidden/>
                <w:rtl/>
              </w:rPr>
              <w:fldChar w:fldCharType="separate"/>
            </w:r>
            <w:r w:rsidR="007D5292">
              <w:rPr>
                <w:noProof/>
                <w:webHidden/>
                <w:rtl/>
              </w:rPr>
              <w:t>175</w:t>
            </w:r>
            <w:r>
              <w:rPr>
                <w:noProof/>
                <w:webHidden/>
                <w:rtl/>
              </w:rPr>
              <w:fldChar w:fldCharType="end"/>
            </w:r>
          </w:hyperlink>
        </w:p>
        <w:p w:rsidR="007D5292" w:rsidRDefault="005C6EEF">
          <w:r>
            <w:fldChar w:fldCharType="end"/>
          </w:r>
        </w:p>
      </w:sdtContent>
    </w:sdt>
    <w:p w:rsidR="00B171D4" w:rsidRPr="00276F64" w:rsidRDefault="00B171D4" w:rsidP="00F64E82">
      <w:pPr>
        <w:pStyle w:val="libNormal"/>
        <w:rPr>
          <w:rtl/>
        </w:rPr>
      </w:pPr>
    </w:p>
    <w:sectPr w:rsidR="00B171D4"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AB9" w:rsidRDefault="00241AB9">
      <w:r>
        <w:separator/>
      </w:r>
    </w:p>
  </w:endnote>
  <w:endnote w:type="continuationSeparator" w:id="0">
    <w:p w:rsidR="00241AB9" w:rsidRDefault="00241A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2FB" w:rsidRPr="00460435" w:rsidRDefault="005C6EE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302F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31D66">
      <w:rPr>
        <w:rFonts w:ascii="Traditional Arabic" w:hAnsi="Traditional Arabic"/>
        <w:noProof/>
        <w:sz w:val="28"/>
        <w:szCs w:val="28"/>
        <w:rtl/>
      </w:rPr>
      <w:t>176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2FB" w:rsidRPr="00460435" w:rsidRDefault="005C6EE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302F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31D66">
      <w:rPr>
        <w:rFonts w:ascii="Traditional Arabic" w:hAnsi="Traditional Arabic"/>
        <w:noProof/>
        <w:sz w:val="28"/>
        <w:szCs w:val="28"/>
        <w:rtl/>
      </w:rPr>
      <w:t>175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2FB" w:rsidRPr="00460435" w:rsidRDefault="005C6EE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0302FB"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31D6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AB9" w:rsidRDefault="00241AB9">
      <w:r>
        <w:separator/>
      </w:r>
    </w:p>
  </w:footnote>
  <w:footnote w:type="continuationSeparator" w:id="0">
    <w:p w:rsidR="00241AB9" w:rsidRDefault="00241A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86F0B"/>
    <w:rsid w:val="000049E9"/>
    <w:rsid w:val="00005A19"/>
    <w:rsid w:val="00024DBC"/>
    <w:rsid w:val="000267FE"/>
    <w:rsid w:val="000302FB"/>
    <w:rsid w:val="00031B07"/>
    <w:rsid w:val="00034DB7"/>
    <w:rsid w:val="00040798"/>
    <w:rsid w:val="00042F45"/>
    <w:rsid w:val="00043023"/>
    <w:rsid w:val="0005180B"/>
    <w:rsid w:val="00054406"/>
    <w:rsid w:val="000612BD"/>
    <w:rsid w:val="0006216A"/>
    <w:rsid w:val="00066C43"/>
    <w:rsid w:val="00067F84"/>
    <w:rsid w:val="00071C97"/>
    <w:rsid w:val="0007613C"/>
    <w:rsid w:val="000761F7"/>
    <w:rsid w:val="00076A3A"/>
    <w:rsid w:val="00077163"/>
    <w:rsid w:val="00082D69"/>
    <w:rsid w:val="00085C8E"/>
    <w:rsid w:val="00090987"/>
    <w:rsid w:val="00092805"/>
    <w:rsid w:val="00092A0C"/>
    <w:rsid w:val="00095BA6"/>
    <w:rsid w:val="000A35A9"/>
    <w:rsid w:val="000A7750"/>
    <w:rsid w:val="000B2E78"/>
    <w:rsid w:val="000B3A56"/>
    <w:rsid w:val="000C0A89"/>
    <w:rsid w:val="000C3C1A"/>
    <w:rsid w:val="000C512F"/>
    <w:rsid w:val="000C7722"/>
    <w:rsid w:val="000D0932"/>
    <w:rsid w:val="000D1BDF"/>
    <w:rsid w:val="000D4AED"/>
    <w:rsid w:val="000D71B7"/>
    <w:rsid w:val="000E0153"/>
    <w:rsid w:val="000E1D61"/>
    <w:rsid w:val="000E3F3D"/>
    <w:rsid w:val="000E46E9"/>
    <w:rsid w:val="000E4D44"/>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2F0"/>
    <w:rsid w:val="00147ED8"/>
    <w:rsid w:val="00151C03"/>
    <w:rsid w:val="001531AC"/>
    <w:rsid w:val="00153917"/>
    <w:rsid w:val="00157306"/>
    <w:rsid w:val="00160F76"/>
    <w:rsid w:val="00163A74"/>
    <w:rsid w:val="00163D83"/>
    <w:rsid w:val="00164767"/>
    <w:rsid w:val="00164810"/>
    <w:rsid w:val="0017033F"/>
    <w:rsid w:val="001712E1"/>
    <w:rsid w:val="00171599"/>
    <w:rsid w:val="001767EE"/>
    <w:rsid w:val="00181015"/>
    <w:rsid w:val="00182258"/>
    <w:rsid w:val="00182CD3"/>
    <w:rsid w:val="0018664D"/>
    <w:rsid w:val="00187017"/>
    <w:rsid w:val="00187246"/>
    <w:rsid w:val="001908E5"/>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43D0"/>
    <w:rsid w:val="00200E9A"/>
    <w:rsid w:val="002029D0"/>
    <w:rsid w:val="00202C7B"/>
    <w:rsid w:val="002045CF"/>
    <w:rsid w:val="002054C5"/>
    <w:rsid w:val="002139CB"/>
    <w:rsid w:val="00214077"/>
    <w:rsid w:val="00214801"/>
    <w:rsid w:val="00221675"/>
    <w:rsid w:val="00224964"/>
    <w:rsid w:val="00226098"/>
    <w:rsid w:val="002267C7"/>
    <w:rsid w:val="0022730F"/>
    <w:rsid w:val="00227FEE"/>
    <w:rsid w:val="00236FAB"/>
    <w:rsid w:val="00237C0B"/>
    <w:rsid w:val="00241AB9"/>
    <w:rsid w:val="00241F59"/>
    <w:rsid w:val="0024265C"/>
    <w:rsid w:val="00243D20"/>
    <w:rsid w:val="00244C2E"/>
    <w:rsid w:val="00250E0A"/>
    <w:rsid w:val="00251E02"/>
    <w:rsid w:val="002568DF"/>
    <w:rsid w:val="00257657"/>
    <w:rsid w:val="00261F33"/>
    <w:rsid w:val="00263F56"/>
    <w:rsid w:val="00272450"/>
    <w:rsid w:val="0027369F"/>
    <w:rsid w:val="002749CB"/>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6FC5"/>
    <w:rsid w:val="002A717D"/>
    <w:rsid w:val="002A73D7"/>
    <w:rsid w:val="002B2B15"/>
    <w:rsid w:val="002B4E70"/>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3221"/>
    <w:rsid w:val="00307C3A"/>
    <w:rsid w:val="00310762"/>
    <w:rsid w:val="00310A38"/>
    <w:rsid w:val="00310D1D"/>
    <w:rsid w:val="003129CD"/>
    <w:rsid w:val="00317E22"/>
    <w:rsid w:val="00320644"/>
    <w:rsid w:val="00322466"/>
    <w:rsid w:val="00324B78"/>
    <w:rsid w:val="00325A62"/>
    <w:rsid w:val="00326131"/>
    <w:rsid w:val="00330D70"/>
    <w:rsid w:val="0033317B"/>
    <w:rsid w:val="0033366C"/>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6F0B"/>
    <w:rsid w:val="00387F48"/>
    <w:rsid w:val="003963F3"/>
    <w:rsid w:val="0039787F"/>
    <w:rsid w:val="003A1475"/>
    <w:rsid w:val="003A2789"/>
    <w:rsid w:val="003A3298"/>
    <w:rsid w:val="003A4587"/>
    <w:rsid w:val="003A533A"/>
    <w:rsid w:val="003A657A"/>
    <w:rsid w:val="003A661E"/>
    <w:rsid w:val="003B0913"/>
    <w:rsid w:val="003B20C5"/>
    <w:rsid w:val="003B5031"/>
    <w:rsid w:val="003B63EE"/>
    <w:rsid w:val="003B6720"/>
    <w:rsid w:val="003B775B"/>
    <w:rsid w:val="003B7FA9"/>
    <w:rsid w:val="003C4C2F"/>
    <w:rsid w:val="003C6EB9"/>
    <w:rsid w:val="003C7C08"/>
    <w:rsid w:val="003D0E9A"/>
    <w:rsid w:val="003D2459"/>
    <w:rsid w:val="003D28ED"/>
    <w:rsid w:val="003D3107"/>
    <w:rsid w:val="003E148D"/>
    <w:rsid w:val="003E173A"/>
    <w:rsid w:val="003E3600"/>
    <w:rsid w:val="003E658E"/>
    <w:rsid w:val="003F133B"/>
    <w:rsid w:val="003F2DEA"/>
    <w:rsid w:val="003F33DE"/>
    <w:rsid w:val="0040243A"/>
    <w:rsid w:val="00402C65"/>
    <w:rsid w:val="00402EAA"/>
    <w:rsid w:val="00404EB7"/>
    <w:rsid w:val="00407D56"/>
    <w:rsid w:val="004142DF"/>
    <w:rsid w:val="004146B4"/>
    <w:rsid w:val="00416E2B"/>
    <w:rsid w:val="004170C4"/>
    <w:rsid w:val="004209BA"/>
    <w:rsid w:val="00420C44"/>
    <w:rsid w:val="0042487B"/>
    <w:rsid w:val="004271BF"/>
    <w:rsid w:val="00430581"/>
    <w:rsid w:val="00430EB4"/>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6967"/>
    <w:rsid w:val="00481D03"/>
    <w:rsid w:val="00481FD0"/>
    <w:rsid w:val="0048221F"/>
    <w:rsid w:val="004866A7"/>
    <w:rsid w:val="00486BFC"/>
    <w:rsid w:val="0049103A"/>
    <w:rsid w:val="004919C3"/>
    <w:rsid w:val="004953C3"/>
    <w:rsid w:val="00497042"/>
    <w:rsid w:val="004A0866"/>
    <w:rsid w:val="004A0AF4"/>
    <w:rsid w:val="004A0B9D"/>
    <w:rsid w:val="004A6FE9"/>
    <w:rsid w:val="004B06B3"/>
    <w:rsid w:val="004B17F4"/>
    <w:rsid w:val="004B1DCC"/>
    <w:rsid w:val="004B3F28"/>
    <w:rsid w:val="004B653D"/>
    <w:rsid w:val="004C0461"/>
    <w:rsid w:val="004C12C2"/>
    <w:rsid w:val="004C3E90"/>
    <w:rsid w:val="004C4336"/>
    <w:rsid w:val="004C480F"/>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25A7"/>
    <w:rsid w:val="00582B7D"/>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1D4A"/>
    <w:rsid w:val="005C6EEF"/>
    <w:rsid w:val="005C7719"/>
    <w:rsid w:val="005D2C72"/>
    <w:rsid w:val="005E2913"/>
    <w:rsid w:val="005E399F"/>
    <w:rsid w:val="005E5D2F"/>
    <w:rsid w:val="005E6836"/>
    <w:rsid w:val="005E6A3C"/>
    <w:rsid w:val="005E6E3A"/>
    <w:rsid w:val="005F0045"/>
    <w:rsid w:val="005F15C3"/>
    <w:rsid w:val="005F1718"/>
    <w:rsid w:val="005F1BD6"/>
    <w:rsid w:val="005F2E2D"/>
    <w:rsid w:val="005F2F00"/>
    <w:rsid w:val="00600E66"/>
    <w:rsid w:val="006013DF"/>
    <w:rsid w:val="0060295E"/>
    <w:rsid w:val="00603583"/>
    <w:rsid w:val="00603605"/>
    <w:rsid w:val="00603D50"/>
    <w:rsid w:val="006041A3"/>
    <w:rsid w:val="00614301"/>
    <w:rsid w:val="00620867"/>
    <w:rsid w:val="00620B12"/>
    <w:rsid w:val="006210F4"/>
    <w:rsid w:val="00621DEA"/>
    <w:rsid w:val="00624B9F"/>
    <w:rsid w:val="00625C71"/>
    <w:rsid w:val="00626383"/>
    <w:rsid w:val="00627316"/>
    <w:rsid w:val="00627784"/>
    <w:rsid w:val="00627A7B"/>
    <w:rsid w:val="006312C3"/>
    <w:rsid w:val="00633FB4"/>
    <w:rsid w:val="006357C1"/>
    <w:rsid w:val="00635BA7"/>
    <w:rsid w:val="006365EA"/>
    <w:rsid w:val="0063712C"/>
    <w:rsid w:val="00637374"/>
    <w:rsid w:val="00637CF5"/>
    <w:rsid w:val="00640BB2"/>
    <w:rsid w:val="00641A2D"/>
    <w:rsid w:val="00643F5E"/>
    <w:rsid w:val="006449AF"/>
    <w:rsid w:val="00646D08"/>
    <w:rsid w:val="00647387"/>
    <w:rsid w:val="00651640"/>
    <w:rsid w:val="00651ADF"/>
    <w:rsid w:val="006574EA"/>
    <w:rsid w:val="00663284"/>
    <w:rsid w:val="0066396C"/>
    <w:rsid w:val="00665B79"/>
    <w:rsid w:val="006676FF"/>
    <w:rsid w:val="006726F6"/>
    <w:rsid w:val="00672E5A"/>
    <w:rsid w:val="00676B9C"/>
    <w:rsid w:val="0068115C"/>
    <w:rsid w:val="00682902"/>
    <w:rsid w:val="00683F3A"/>
    <w:rsid w:val="00684527"/>
    <w:rsid w:val="0068652E"/>
    <w:rsid w:val="00687928"/>
    <w:rsid w:val="00687E28"/>
    <w:rsid w:val="0069163F"/>
    <w:rsid w:val="00691DBB"/>
    <w:rsid w:val="006922CC"/>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1649"/>
    <w:rsid w:val="006E2C8E"/>
    <w:rsid w:val="006E446F"/>
    <w:rsid w:val="006E6291"/>
    <w:rsid w:val="006F5544"/>
    <w:rsid w:val="006F5F03"/>
    <w:rsid w:val="006F7CE8"/>
    <w:rsid w:val="006F7D34"/>
    <w:rsid w:val="0070028F"/>
    <w:rsid w:val="00701353"/>
    <w:rsid w:val="007014D9"/>
    <w:rsid w:val="0070524C"/>
    <w:rsid w:val="00710619"/>
    <w:rsid w:val="00710755"/>
    <w:rsid w:val="00713CE3"/>
    <w:rsid w:val="007148AF"/>
    <w:rsid w:val="00715F3D"/>
    <w:rsid w:val="00717AB1"/>
    <w:rsid w:val="00717C64"/>
    <w:rsid w:val="007216F4"/>
    <w:rsid w:val="00721FA0"/>
    <w:rsid w:val="007229F9"/>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3250"/>
    <w:rsid w:val="00755338"/>
    <w:rsid w:val="00756191"/>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0A36"/>
    <w:rsid w:val="00791A39"/>
    <w:rsid w:val="00792322"/>
    <w:rsid w:val="00796245"/>
    <w:rsid w:val="00796941"/>
    <w:rsid w:val="00796AAA"/>
    <w:rsid w:val="007A5456"/>
    <w:rsid w:val="007A6185"/>
    <w:rsid w:val="007B05F8"/>
    <w:rsid w:val="007B10B3"/>
    <w:rsid w:val="007B1D12"/>
    <w:rsid w:val="007B2F17"/>
    <w:rsid w:val="007B46B3"/>
    <w:rsid w:val="007B57DC"/>
    <w:rsid w:val="007B5CD8"/>
    <w:rsid w:val="007B602B"/>
    <w:rsid w:val="007B6D51"/>
    <w:rsid w:val="007C0557"/>
    <w:rsid w:val="007C3DC9"/>
    <w:rsid w:val="007C3F88"/>
    <w:rsid w:val="007D1D2B"/>
    <w:rsid w:val="007D4FEB"/>
    <w:rsid w:val="007D5292"/>
    <w:rsid w:val="007D5FD1"/>
    <w:rsid w:val="007E2EBF"/>
    <w:rsid w:val="007E47E8"/>
    <w:rsid w:val="007E6DD9"/>
    <w:rsid w:val="007F141F"/>
    <w:rsid w:val="007F4190"/>
    <w:rsid w:val="007F4E53"/>
    <w:rsid w:val="007F5ABC"/>
    <w:rsid w:val="00800121"/>
    <w:rsid w:val="008018D9"/>
    <w:rsid w:val="00806335"/>
    <w:rsid w:val="008105E2"/>
    <w:rsid w:val="008110DA"/>
    <w:rsid w:val="008128CA"/>
    <w:rsid w:val="00813440"/>
    <w:rsid w:val="00814FB3"/>
    <w:rsid w:val="00814FBB"/>
    <w:rsid w:val="00820165"/>
    <w:rsid w:val="00821493"/>
    <w:rsid w:val="00821834"/>
    <w:rsid w:val="00822733"/>
    <w:rsid w:val="00823380"/>
    <w:rsid w:val="00823B45"/>
    <w:rsid w:val="00826323"/>
    <w:rsid w:val="00826B87"/>
    <w:rsid w:val="00827EFD"/>
    <w:rsid w:val="0083003C"/>
    <w:rsid w:val="00831B8F"/>
    <w:rsid w:val="00836495"/>
    <w:rsid w:val="00837259"/>
    <w:rsid w:val="00842006"/>
    <w:rsid w:val="0084238B"/>
    <w:rsid w:val="008430A5"/>
    <w:rsid w:val="0084318E"/>
    <w:rsid w:val="0084496F"/>
    <w:rsid w:val="00845BB2"/>
    <w:rsid w:val="00850983"/>
    <w:rsid w:val="008520BA"/>
    <w:rsid w:val="00852998"/>
    <w:rsid w:val="00856941"/>
    <w:rsid w:val="00857A7C"/>
    <w:rsid w:val="008623B0"/>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7394"/>
    <w:rsid w:val="008933CF"/>
    <w:rsid w:val="00895362"/>
    <w:rsid w:val="008A225D"/>
    <w:rsid w:val="008A4630"/>
    <w:rsid w:val="008A545E"/>
    <w:rsid w:val="008B27F4"/>
    <w:rsid w:val="008B3565"/>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177A0"/>
    <w:rsid w:val="00922370"/>
    <w:rsid w:val="0092388A"/>
    <w:rsid w:val="00924CF9"/>
    <w:rsid w:val="00925BE7"/>
    <w:rsid w:val="00927D62"/>
    <w:rsid w:val="00932192"/>
    <w:rsid w:val="00940B6B"/>
    <w:rsid w:val="00943412"/>
    <w:rsid w:val="00943B2E"/>
    <w:rsid w:val="0094536C"/>
    <w:rsid w:val="00945D11"/>
    <w:rsid w:val="00946093"/>
    <w:rsid w:val="0094700E"/>
    <w:rsid w:val="009472D2"/>
    <w:rsid w:val="009503E2"/>
    <w:rsid w:val="009557F9"/>
    <w:rsid w:val="00960F67"/>
    <w:rsid w:val="00961CD2"/>
    <w:rsid w:val="00962B76"/>
    <w:rsid w:val="0096451B"/>
    <w:rsid w:val="009668BF"/>
    <w:rsid w:val="0097061F"/>
    <w:rsid w:val="00972C70"/>
    <w:rsid w:val="00974224"/>
    <w:rsid w:val="00974F8D"/>
    <w:rsid w:val="00974FF1"/>
    <w:rsid w:val="00975D34"/>
    <w:rsid w:val="009767D3"/>
    <w:rsid w:val="009819FB"/>
    <w:rsid w:val="00982BF2"/>
    <w:rsid w:val="00986F27"/>
    <w:rsid w:val="00987873"/>
    <w:rsid w:val="00992E31"/>
    <w:rsid w:val="00997057"/>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9C9"/>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3CC1"/>
    <w:rsid w:val="00B241CE"/>
    <w:rsid w:val="00B24ABA"/>
    <w:rsid w:val="00B325FE"/>
    <w:rsid w:val="00B329DF"/>
    <w:rsid w:val="00B338E7"/>
    <w:rsid w:val="00B376D8"/>
    <w:rsid w:val="00B37FEA"/>
    <w:rsid w:val="00B4064C"/>
    <w:rsid w:val="00B41B2B"/>
    <w:rsid w:val="00B426ED"/>
    <w:rsid w:val="00B42E0C"/>
    <w:rsid w:val="00B44669"/>
    <w:rsid w:val="00B4714A"/>
    <w:rsid w:val="00B47827"/>
    <w:rsid w:val="00B47FE1"/>
    <w:rsid w:val="00B506FA"/>
    <w:rsid w:val="00B51CA9"/>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13C0"/>
    <w:rsid w:val="00BC31ED"/>
    <w:rsid w:val="00BC499A"/>
    <w:rsid w:val="00BC717E"/>
    <w:rsid w:val="00BD141D"/>
    <w:rsid w:val="00BD1CB7"/>
    <w:rsid w:val="00BD4DFE"/>
    <w:rsid w:val="00BD593F"/>
    <w:rsid w:val="00BD6706"/>
    <w:rsid w:val="00BE0D08"/>
    <w:rsid w:val="00BE348C"/>
    <w:rsid w:val="00BE630D"/>
    <w:rsid w:val="00BE7ED8"/>
    <w:rsid w:val="00BF36F6"/>
    <w:rsid w:val="00C02B19"/>
    <w:rsid w:val="00C13127"/>
    <w:rsid w:val="00C1570C"/>
    <w:rsid w:val="00C2177F"/>
    <w:rsid w:val="00C22361"/>
    <w:rsid w:val="00C23910"/>
    <w:rsid w:val="00C2419C"/>
    <w:rsid w:val="00C26D89"/>
    <w:rsid w:val="00C31833"/>
    <w:rsid w:val="00C31D66"/>
    <w:rsid w:val="00C33018"/>
    <w:rsid w:val="00C33B4D"/>
    <w:rsid w:val="00C33FF8"/>
    <w:rsid w:val="00C35A49"/>
    <w:rsid w:val="00C36AF1"/>
    <w:rsid w:val="00C37458"/>
    <w:rsid w:val="00C37AF7"/>
    <w:rsid w:val="00C45E29"/>
    <w:rsid w:val="00C478FD"/>
    <w:rsid w:val="00C617E5"/>
    <w:rsid w:val="00C62B77"/>
    <w:rsid w:val="00C662EA"/>
    <w:rsid w:val="00C667E4"/>
    <w:rsid w:val="00C674EE"/>
    <w:rsid w:val="00C70D9D"/>
    <w:rsid w:val="00C76A9C"/>
    <w:rsid w:val="00C77054"/>
    <w:rsid w:val="00C80492"/>
    <w:rsid w:val="00C81C96"/>
    <w:rsid w:val="00C849B1"/>
    <w:rsid w:val="00C86EE3"/>
    <w:rsid w:val="00C8734B"/>
    <w:rsid w:val="00C9021F"/>
    <w:rsid w:val="00C9028D"/>
    <w:rsid w:val="00C906FE"/>
    <w:rsid w:val="00C95A3E"/>
    <w:rsid w:val="00CA2801"/>
    <w:rsid w:val="00CA41BF"/>
    <w:rsid w:val="00CA539C"/>
    <w:rsid w:val="00CB22FF"/>
    <w:rsid w:val="00CB4647"/>
    <w:rsid w:val="00CB686E"/>
    <w:rsid w:val="00CB7E10"/>
    <w:rsid w:val="00CC0833"/>
    <w:rsid w:val="00CC0D6C"/>
    <w:rsid w:val="00CC156E"/>
    <w:rsid w:val="00CC546F"/>
    <w:rsid w:val="00CD72D4"/>
    <w:rsid w:val="00CE30CD"/>
    <w:rsid w:val="00CE3E27"/>
    <w:rsid w:val="00CF06A5"/>
    <w:rsid w:val="00CF137D"/>
    <w:rsid w:val="00CF18A7"/>
    <w:rsid w:val="00CF4DEF"/>
    <w:rsid w:val="00D00008"/>
    <w:rsid w:val="00D032B6"/>
    <w:rsid w:val="00D10971"/>
    <w:rsid w:val="00D11686"/>
    <w:rsid w:val="00D11AFF"/>
    <w:rsid w:val="00D1225E"/>
    <w:rsid w:val="00D20234"/>
    <w:rsid w:val="00D208D0"/>
    <w:rsid w:val="00D20EAE"/>
    <w:rsid w:val="00D212D5"/>
    <w:rsid w:val="00D230D8"/>
    <w:rsid w:val="00D2349C"/>
    <w:rsid w:val="00D24B24"/>
    <w:rsid w:val="00D24EB0"/>
    <w:rsid w:val="00D25987"/>
    <w:rsid w:val="00D27161"/>
    <w:rsid w:val="00D32B4C"/>
    <w:rsid w:val="00D33A32"/>
    <w:rsid w:val="00D350E6"/>
    <w:rsid w:val="00D35D7F"/>
    <w:rsid w:val="00D40219"/>
    <w:rsid w:val="00D41A84"/>
    <w:rsid w:val="00D46C32"/>
    <w:rsid w:val="00D471AE"/>
    <w:rsid w:val="00D52EC6"/>
    <w:rsid w:val="00D53C02"/>
    <w:rsid w:val="00D54728"/>
    <w:rsid w:val="00D56DF2"/>
    <w:rsid w:val="00D578D9"/>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A7D83"/>
    <w:rsid w:val="00DA7E13"/>
    <w:rsid w:val="00DB2424"/>
    <w:rsid w:val="00DB3E84"/>
    <w:rsid w:val="00DC02A0"/>
    <w:rsid w:val="00DC0B08"/>
    <w:rsid w:val="00DC0E27"/>
    <w:rsid w:val="00DC1000"/>
    <w:rsid w:val="00DC3D3E"/>
    <w:rsid w:val="00DD1BB4"/>
    <w:rsid w:val="00DD4881"/>
    <w:rsid w:val="00DD6547"/>
    <w:rsid w:val="00DD78A5"/>
    <w:rsid w:val="00DE4448"/>
    <w:rsid w:val="00DE49C9"/>
    <w:rsid w:val="00DE615B"/>
    <w:rsid w:val="00DE6957"/>
    <w:rsid w:val="00DF5E1E"/>
    <w:rsid w:val="00DF6442"/>
    <w:rsid w:val="00DF67A3"/>
    <w:rsid w:val="00DF7A42"/>
    <w:rsid w:val="00E022DC"/>
    <w:rsid w:val="00E024D3"/>
    <w:rsid w:val="00E0487B"/>
    <w:rsid w:val="00E07A7B"/>
    <w:rsid w:val="00E11E17"/>
    <w:rsid w:val="00E138BD"/>
    <w:rsid w:val="00E14435"/>
    <w:rsid w:val="00E17C16"/>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28ED"/>
    <w:rsid w:val="00E63C51"/>
    <w:rsid w:val="00E6671A"/>
    <w:rsid w:val="00E70BDA"/>
    <w:rsid w:val="00E71139"/>
    <w:rsid w:val="00E74F63"/>
    <w:rsid w:val="00E7602E"/>
    <w:rsid w:val="00E7712C"/>
    <w:rsid w:val="00E7773E"/>
    <w:rsid w:val="00E77F65"/>
    <w:rsid w:val="00E82E08"/>
    <w:rsid w:val="00E90664"/>
    <w:rsid w:val="00E92065"/>
    <w:rsid w:val="00E94ED8"/>
    <w:rsid w:val="00E96F05"/>
    <w:rsid w:val="00EA340E"/>
    <w:rsid w:val="00EA3B1F"/>
    <w:rsid w:val="00EB2506"/>
    <w:rsid w:val="00EB3123"/>
    <w:rsid w:val="00EB38B0"/>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7F18"/>
    <w:rsid w:val="00EE1958"/>
    <w:rsid w:val="00EE260F"/>
    <w:rsid w:val="00EE56E1"/>
    <w:rsid w:val="00EE604B"/>
    <w:rsid w:val="00EE6B33"/>
    <w:rsid w:val="00EF0462"/>
    <w:rsid w:val="00EF3F9B"/>
    <w:rsid w:val="00EF6505"/>
    <w:rsid w:val="00EF7A6F"/>
    <w:rsid w:val="00F02C57"/>
    <w:rsid w:val="00F046E1"/>
    <w:rsid w:val="00F070E5"/>
    <w:rsid w:val="00F1517E"/>
    <w:rsid w:val="00F16678"/>
    <w:rsid w:val="00F20C6E"/>
    <w:rsid w:val="00F22AC4"/>
    <w:rsid w:val="00F26388"/>
    <w:rsid w:val="00F31BE3"/>
    <w:rsid w:val="00F346EA"/>
    <w:rsid w:val="00F34B21"/>
    <w:rsid w:val="00F34CA5"/>
    <w:rsid w:val="00F41E90"/>
    <w:rsid w:val="00F436BF"/>
    <w:rsid w:val="00F512C1"/>
    <w:rsid w:val="00F5302A"/>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3BC"/>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2F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73B3C-7B2D-4DE6-95F0-15E634326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213</TotalTime>
  <Pages>176</Pages>
  <Words>30961</Words>
  <Characters>176482</Characters>
  <Application>Microsoft Office Word</Application>
  <DocSecurity>0</DocSecurity>
  <Lines>1470</Lines>
  <Paragraphs>414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94</cp:revision>
  <cp:lastPrinted>2014-01-25T18:18:00Z</cp:lastPrinted>
  <dcterms:created xsi:type="dcterms:W3CDTF">2017-07-17T08:26:00Z</dcterms:created>
  <dcterms:modified xsi:type="dcterms:W3CDTF">2017-07-19T07:53:00Z</dcterms:modified>
</cp:coreProperties>
</file>