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B8" w:rsidRDefault="00F713B8" w:rsidP="00F713B8">
      <w:pPr>
        <w:pStyle w:val="libTitr1"/>
      </w:pPr>
      <w:r>
        <w:rPr>
          <w:rFonts w:hint="cs"/>
          <w:cs/>
          <w:lang w:bidi="hi-IN"/>
        </w:rPr>
        <w:t>तारीखे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rtl/>
          <w:cs/>
        </w:rPr>
        <w:t xml:space="preserve"> </w:t>
      </w:r>
      <w:r>
        <w:t>3</w:t>
      </w:r>
    </w:p>
    <w:p w:rsidR="00F713B8" w:rsidRDefault="00F713B8" w:rsidP="00F713B8">
      <w:pPr>
        <w:pStyle w:val="libTitr2"/>
      </w:pPr>
      <w:r>
        <w:rPr>
          <w:rFonts w:hint="cs"/>
          <w:cs/>
          <w:lang w:bidi="hi-IN"/>
        </w:rPr>
        <w:t>लेखकः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</w:p>
    <w:p w:rsidR="002D2BC1" w:rsidRPr="00531C4B" w:rsidRDefault="002D2BC1" w:rsidP="00531C4B">
      <w:pPr>
        <w:pStyle w:val="libNormal"/>
        <w:rPr>
          <w:rFonts w:hint="cs"/>
          <w:cs/>
          <w:lang w:bidi="hi-IN"/>
        </w:rPr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="00531C4B">
        <w:rPr>
          <w:rStyle w:val="libNoticeChar"/>
          <w:rFonts w:hint="cs"/>
          <w:cs/>
          <w:lang w:bidi="hi-IN"/>
        </w:rPr>
        <w:t>।</w:t>
      </w:r>
    </w:p>
    <w:p w:rsidR="00F713B8" w:rsidRDefault="002D2BC1" w:rsidP="00F713B8">
      <w:pPr>
        <w:pStyle w:val="libNormal"/>
      </w:pPr>
      <w:r w:rsidRPr="00C64EB4">
        <w:t>Alhassanain.org/hindi</w:t>
      </w:r>
    </w:p>
    <w:p w:rsidR="00531C4B" w:rsidRDefault="00531C4B">
      <w:pPr>
        <w:spacing w:after="0" w:line="240" w:lineRule="auto"/>
      </w:pPr>
      <w:r>
        <w:br w:type="page"/>
      </w:r>
    </w:p>
    <w:sdt>
      <w:sdtPr>
        <w:id w:val="1274263016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531C4B" w:rsidRDefault="00500B9A" w:rsidP="00500B9A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500B9A" w:rsidRDefault="00531C4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934718" w:history="1">
            <w:r w:rsidR="00500B9A"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="00500B9A"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500B9A"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अबुबकर</w:t>
            </w:r>
            <w:r w:rsidR="00500B9A"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500B9A"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="00500B9A"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="00500B9A"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अबुक़हाफा</w:t>
            </w:r>
            <w:r w:rsidR="00500B9A">
              <w:rPr>
                <w:noProof/>
                <w:webHidden/>
              </w:rPr>
              <w:tab/>
            </w:r>
            <w:r w:rsidR="00500B9A">
              <w:rPr>
                <w:noProof/>
                <w:webHidden/>
              </w:rPr>
              <w:fldChar w:fldCharType="begin"/>
            </w:r>
            <w:r w:rsidR="00500B9A">
              <w:rPr>
                <w:noProof/>
                <w:webHidden/>
              </w:rPr>
              <w:instrText xml:space="preserve"> PAGEREF _Toc513934718 \h </w:instrText>
            </w:r>
            <w:r w:rsidR="00500B9A">
              <w:rPr>
                <w:noProof/>
                <w:webHidden/>
              </w:rPr>
            </w:r>
            <w:r w:rsidR="00500B9A">
              <w:rPr>
                <w:noProof/>
                <w:webHidden/>
              </w:rPr>
              <w:fldChar w:fldCharType="separate"/>
            </w:r>
            <w:r w:rsidR="00500B9A">
              <w:rPr>
                <w:noProof/>
                <w:webHidden/>
              </w:rPr>
              <w:t>6</w:t>
            </w:r>
            <w:r w:rsidR="00500B9A"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1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हुलियाः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अबुबकर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मुसलमान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4E139E">
              <w:rPr>
                <w:rStyle w:val="Hyperlink"/>
                <w:noProof/>
              </w:rPr>
              <w:t>0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ख़ामोशी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क़ज़िया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फ़िदक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मुस्लिमा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क़ज़्ज़ाब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बग़ावत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तहामा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बग़ावत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2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जम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ऐ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कुरान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2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हीरा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2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फ़तहे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उबल्ला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2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मज़ार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वलजा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उल्लीस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अनबार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दुमतुल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जंदल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फ़राज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फ़तूहाते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शाम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हमले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तैयारियां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3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यरमूक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3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अबूबकर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वफ़ात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3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अज़वाज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औलादें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4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उम्माल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ख़त्ताब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हजरत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उमर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तअर्रुफ़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नज़र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अहदे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वाक़िया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दमिश्क़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चढ़ाई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4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फहल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बेसान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तबरिया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4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मरजुल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रोम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सन्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noProof/>
              </w:rPr>
              <w:t>15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हिजरी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4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फ़तहे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हमस</w:t>
            </w:r>
            <w:r w:rsidRPr="004E139E">
              <w:rPr>
                <w:rStyle w:val="Hyperlink"/>
                <w:noProof/>
              </w:rPr>
              <w:t xml:space="preserve">,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हमात</w:t>
            </w:r>
            <w:r w:rsidRPr="004E139E">
              <w:rPr>
                <w:rStyle w:val="Hyperlink"/>
                <w:noProof/>
              </w:rPr>
              <w:t xml:space="preserve">,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सला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जक़ीया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क़नसरीन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वगैरा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4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फ़तेह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हलब</w:t>
            </w:r>
            <w:r w:rsidRPr="004E139E">
              <w:rPr>
                <w:rStyle w:val="Hyperlink"/>
                <w:noProof/>
              </w:rPr>
              <w:t xml:space="preserve">,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अनताकिया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वग़ैरा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5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अजनादीन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5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बैतुल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मुक़द्दस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5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हम्स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रोमीयो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हमला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5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ईरान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मार्काआराईयों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5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बवीब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5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क़ादसिया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5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फ़तेह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मदायन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5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जनाबे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शहर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बानों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वाक़िया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5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जलूला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5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फ़तेह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तिकरीत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मूसल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वग़ैरा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6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फ़ारस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लश्करकशी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6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फ़तहे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अहवाज़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शोसतर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वगै़रा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जंगे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नेहावन्द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1393476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फ़तेह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ख़ुरासान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इऱाक़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ईरान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बन्दोबस्त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फ़तूहाते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मिस्त्र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चार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तक़बीरें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अबु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शहमा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वाक़िया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शूरा</w:t>
            </w:r>
            <w:r w:rsidRPr="004E139E">
              <w:rPr>
                <w:rStyle w:val="Hyperlink"/>
                <w:noProof/>
              </w:rPr>
              <w:t xml:space="preserve">,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वफ़ात</w:t>
            </w:r>
            <w:r w:rsidRPr="004E139E">
              <w:rPr>
                <w:rStyle w:val="Hyperlink"/>
                <w:noProof/>
              </w:rPr>
              <w:t xml:space="preserve">,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अज़वाज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औलादें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69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उस्मान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बिन</w:t>
            </w:r>
            <w:r w:rsidRPr="004E139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अफ़ान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0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इब्तेदाई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हालात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1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इस्लाम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पेशोनगोई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2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ख़िलाफ़ते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उस्मानिया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इब्तेदा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3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निजामें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हुकूमत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4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कूफ़ा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5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मुहासिरा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क़त्ल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6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मदफन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7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मुद्दते</w:t>
            </w:r>
            <w:r w:rsidRPr="004E139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इक़तेदार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B9A" w:rsidRDefault="00500B9A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3934778" w:history="1"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अज़वाज</w:t>
            </w:r>
            <w:r w:rsidRPr="004E139E">
              <w:rPr>
                <w:rStyle w:val="Hyperlink"/>
                <w:noProof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4E139E">
              <w:rPr>
                <w:rStyle w:val="Hyperlink"/>
                <w:noProof/>
              </w:rPr>
              <w:t xml:space="preserve"> </w:t>
            </w:r>
            <w:r w:rsidRPr="004E139E">
              <w:rPr>
                <w:rStyle w:val="Hyperlink"/>
                <w:rFonts w:cs="Mangal" w:hint="cs"/>
                <w:noProof/>
                <w:cs/>
                <w:lang w:bidi="hi-IN"/>
              </w:rPr>
              <w:t>औलादें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_Toc513934778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1C4B" w:rsidRDefault="00531C4B">
          <w:r>
            <w:fldChar w:fldCharType="end"/>
          </w:r>
        </w:p>
      </w:sdtContent>
    </w:sdt>
    <w:p w:rsidR="00531C4B" w:rsidRPr="00531C4B" w:rsidRDefault="00F713B8">
      <w:pPr>
        <w:spacing w:after="0" w:line="240" w:lineRule="auto"/>
        <w:rPr>
          <w:rFonts w:ascii="Mangal" w:eastAsia="Times New Roman" w:hAnsi="Mangal" w:cs="Mangal" w:hint="cs"/>
          <w:b/>
          <w:bCs/>
          <w:color w:val="1F497D"/>
          <w:sz w:val="36"/>
          <w:szCs w:val="29"/>
          <w:lang w:bidi="hi-IN"/>
        </w:rPr>
      </w:pPr>
      <w:r>
        <w:br w:type="page"/>
      </w:r>
    </w:p>
    <w:p w:rsidR="00F713B8" w:rsidRDefault="00F713B8" w:rsidP="002C71BA">
      <w:pPr>
        <w:pStyle w:val="Heading1Center"/>
      </w:pPr>
      <w:bookmarkStart w:id="0" w:name="_Toc513934718"/>
      <w:r>
        <w:rPr>
          <w:rFonts w:hint="cs"/>
          <w:cs/>
          <w:lang w:bidi="hi-IN"/>
        </w:rPr>
        <w:lastRenderedPageBreak/>
        <w:t>हज़रत अबुबकर बिन अबुक़हाफा</w:t>
      </w:r>
      <w:bookmarkEnd w:id="0"/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तारुफ़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583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मुआलेजे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जमान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2C71BA">
      <w:pPr>
        <w:pStyle w:val="Heading1"/>
      </w:pPr>
      <w:r>
        <w:lastRenderedPageBreak/>
        <w:tab/>
      </w:r>
      <w:bookmarkStart w:id="1" w:name="_Toc513934719"/>
      <w:r>
        <w:rPr>
          <w:rFonts w:hint="cs"/>
          <w:cs/>
          <w:lang w:bidi="hi-IN"/>
        </w:rPr>
        <w:t>हुलियाः</w:t>
      </w:r>
      <w:r>
        <w:rPr>
          <w:cs/>
          <w:lang w:bidi="hi-IN"/>
        </w:rPr>
        <w:t>-</w:t>
      </w:r>
      <w:bookmarkEnd w:id="1"/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सवाहेह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छरहरा</w:t>
      </w:r>
      <w:r>
        <w:t xml:space="preserve">,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पिचके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नदारद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ज़िन्दगीः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अबुक़हफ़ा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अबुक़हाफ़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वालदैनः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अबुक़हाफ़ा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अबुक़हाफा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67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गुज़री।</w:t>
      </w:r>
    </w:p>
    <w:p w:rsidR="00F713B8" w:rsidRDefault="00F713B8" w:rsidP="00E248AD">
      <w:pPr>
        <w:pStyle w:val="Heading1"/>
        <w:rPr>
          <w:lang w:bidi="hi-IN"/>
        </w:rPr>
      </w:pPr>
      <w:bookmarkStart w:id="2" w:name="_Toc513934720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bookmarkEnd w:id="2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मुशर्रफ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इख़तेलाफ़ी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एतक़ादी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 xml:space="preserve">0,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मोहद्दिस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मुफ़ाद</w:t>
      </w:r>
      <w:r>
        <w:t xml:space="preserve">,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कार्रवाईः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अफ़सूँगरी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t xml:space="preserve">, </w:t>
      </w:r>
      <w:r>
        <w:rPr>
          <w:rFonts w:hint="cs"/>
          <w:cs/>
          <w:lang w:bidi="hi-IN"/>
        </w:rPr>
        <w:t>जैश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तख़ल्लुफ़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ज़ंजीर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मशावरत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जल्दबाजी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ख़िज़रिज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तहफ़्फुज़की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?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ऊस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यकजहती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ख़ंरेज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सटपटाये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t>222)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हांपते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बिग़़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हरासां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मुदब्बराना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इफ़तेताहा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ढ़र्रे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लाशऊरी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t xml:space="preserve">,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अवल्लियत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अफ़ज़लिल्यत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गिनवानें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इस्तेहक़ाक़े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तकमिलय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तकमिलय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तहफ़्फुज़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t xml:space="preserve">?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ऊस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ख़िज़ारिज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ख़िज़रिज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मौख़ूफ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t xml:space="preserve">, </w:t>
      </w:r>
      <w:r>
        <w:rPr>
          <w:rFonts w:hint="cs"/>
          <w:cs/>
          <w:lang w:bidi="hi-IN"/>
        </w:rPr>
        <w:t>सरुत</w:t>
      </w:r>
      <w:r>
        <w:t xml:space="preserve">,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तजरुबे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सरनगूं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धरो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जाहेलियत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ग़ुफ़्तगारी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झिंझोड़ते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यकजहती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बढ़ाइये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ऊस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t xml:space="preserve">,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कलामी</w:t>
      </w:r>
      <w:r>
        <w:t xml:space="preserve">, </w:t>
      </w:r>
      <w:r>
        <w:rPr>
          <w:rFonts w:hint="cs"/>
          <w:cs/>
          <w:lang w:bidi="hi-IN"/>
        </w:rPr>
        <w:t>हाथा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नुचवाने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ख़िजरिज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मुम्लिकात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जमख़शरी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पंजों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ज़ाबतए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दोहराने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तक़बीरों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गूंज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रक़मतराजड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मुरक़्का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निढ़ाल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तबका़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तवक़्को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इसतेसवाब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0?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t xml:space="preserve">? </w:t>
      </w:r>
      <w:r>
        <w:rPr>
          <w:rFonts w:hint="cs"/>
          <w:cs/>
          <w:lang w:bidi="hi-IN"/>
        </w:rPr>
        <w:t>सलमाने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t xml:space="preserve">, </w:t>
      </w:r>
      <w:r>
        <w:rPr>
          <w:rFonts w:hint="cs"/>
          <w:cs/>
          <w:lang w:bidi="hi-IN"/>
        </w:rPr>
        <w:t>अबूज़र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t xml:space="preserve">, </w:t>
      </w:r>
      <w:r>
        <w:rPr>
          <w:rFonts w:hint="cs"/>
          <w:cs/>
          <w:lang w:bidi="hi-IN"/>
        </w:rPr>
        <w:t>मिक़दाद</w:t>
      </w:r>
      <w:r>
        <w:t xml:space="preserve">,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 xml:space="preserve">,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t xml:space="preserve">,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नही्ं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t xml:space="preserve">?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मफडहूम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ख़िज़रिज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पेवस्त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कारेप्रदाज़ाने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नैरंगी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उफसुरदा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सोगवारों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बुजूर्गवार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दुख़्तरे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इहतिजाज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करुँगा</w:t>
      </w:r>
      <w:r>
        <w:t xml:space="preserve">,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ऐर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अमीरुलमोमिनीन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कियाः</w:t>
      </w:r>
    </w:p>
    <w:p w:rsidR="00F713B8" w:rsidRDefault="00F713B8" w:rsidP="00F713B8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अबूपक्र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तशदुदद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शोरुशो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जुमहूरी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4B331C" w:rsidRDefault="004B331C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F713B8" w:rsidRDefault="00F713B8" w:rsidP="00E248AD">
      <w:pPr>
        <w:pStyle w:val="Heading1"/>
      </w:pPr>
      <w:bookmarkStart w:id="3" w:name="_Toc513934721"/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bookmarkEnd w:id="3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काऱेफ़रमां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धांधली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अफसोस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सस्ततरीन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अबुसूफ़ियान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तदब्बुर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ज़लज़ला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इसकु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कस्म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बदख़्वाही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t xml:space="preserve">,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अन्देशी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rFonts w:hint="eastAsia"/>
        </w:rPr>
        <w:t>”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अबुसुफ़यान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E248AD">
      <w:pPr>
        <w:pStyle w:val="Heading1"/>
      </w:pPr>
      <w:r>
        <w:tab/>
      </w:r>
      <w:bookmarkStart w:id="4" w:name="_Toc513934722"/>
      <w:r>
        <w:rPr>
          <w:rFonts w:hint="cs"/>
          <w:cs/>
          <w:lang w:bidi="hi-IN"/>
        </w:rPr>
        <w:t>क़ज़िया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bookmarkEnd w:id="4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जुलकुरबा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 xml:space="preserve">0!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अमवाले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रहूँ</w:t>
      </w:r>
      <w:r>
        <w:rPr>
          <w:rFonts w:hint="eastAsia"/>
        </w:rPr>
        <w:t>”</w:t>
      </w:r>
      <w:r>
        <w:t>?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मुम्लिकत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ख़ज़रमीं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थीः</w:t>
      </w:r>
      <w:r w:rsidR="00211D7F">
        <w:rPr>
          <w:cs/>
          <w:lang w:bidi="hi-IN"/>
        </w:rPr>
        <w:cr/>
      </w: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 xml:space="preserve">0!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खुशनूद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</w:t>
      </w:r>
      <w:r>
        <w:rPr>
          <w:cs/>
          <w:lang w:bidi="hi-IN"/>
        </w:rPr>
        <w:t xml:space="preserve"> ि</w:t>
      </w:r>
      <w:r>
        <w:rPr>
          <w:rFonts w:hint="cs"/>
          <w:cs/>
          <w:lang w:bidi="hi-IN"/>
        </w:rPr>
        <w:t>मलकियत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फै़सला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मद्दई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फैस़ला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इस्तेदलाल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जाअलना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मवालेया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अक़राबून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मुतसरिफ़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ढ़ूढ़ने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ममलूकाते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मतरुका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वागज़ारी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t xml:space="preserve">, </w:t>
      </w:r>
      <w:r>
        <w:rPr>
          <w:rFonts w:hint="cs"/>
          <w:cs/>
          <w:lang w:bidi="hi-IN"/>
        </w:rPr>
        <w:t>वसीका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सद्देराह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हमनुवाई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दस्तब्रदारी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CA3622">
      <w:pPr>
        <w:pStyle w:val="libNormal"/>
      </w:pPr>
      <w:r>
        <w:tab/>
      </w:r>
      <w:r>
        <w:rPr>
          <w:rFonts w:hint="cs"/>
          <w:cs/>
          <w:lang w:bidi="hi-IN"/>
        </w:rPr>
        <w:t>इरतेदाद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 w:rsidR="00211D7F">
        <w:rPr>
          <w:cs/>
          <w:lang w:bidi="hi-IN"/>
        </w:rPr>
        <w:cr/>
      </w:r>
      <w:r>
        <w:rPr>
          <w:rFonts w:hint="cs"/>
          <w:cs/>
          <w:lang w:bidi="hi-IN"/>
        </w:rPr>
        <w:t>ख़लिफ़ा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 w:rsidR="00CA3622">
        <w:rPr>
          <w:rFonts w:hint="cs"/>
          <w:cs/>
          <w:lang w:bidi="hi-IN"/>
        </w:rPr>
        <w:t>मदीने 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 w:rsidR="00CA3622">
        <w:rPr>
          <w:rFonts w:hint="cs"/>
          <w:cs/>
          <w:lang w:bidi="hi-IN"/>
        </w:rPr>
        <w:t>अ</w:t>
      </w:r>
      <w:r>
        <w:rPr>
          <w:rFonts w:hint="cs"/>
          <w:cs/>
          <w:lang w:bidi="hi-IN"/>
        </w:rPr>
        <w:t>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ज़ेनहों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ताव्वुन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उमडने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अनसी</w:t>
      </w:r>
      <w:r>
        <w:t xml:space="preserve">, </w:t>
      </w:r>
      <w:r>
        <w:rPr>
          <w:rFonts w:hint="cs"/>
          <w:cs/>
          <w:lang w:bidi="hi-IN"/>
        </w:rPr>
        <w:t>मुसलेमा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कज़्जाब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ख़्वैलैद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नुनहरिफ़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दैलमी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मुतबईन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वाफ़िद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करुँगा।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क़बैएल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मरऊब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मरऊबियत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फेंका</w:t>
      </w:r>
      <w:r>
        <w:t xml:space="preserve">?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छे़ड़ने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बहैसियते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मशऊरियत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तारिक्स्सलात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अहम्मित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मशऊरियत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मुनव्वरा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 w:rsidR="00CA3622">
        <w:rPr>
          <w:rFonts w:hint="cs"/>
          <w:cs/>
          <w:lang w:bidi="hi-IN"/>
        </w:rPr>
        <w:t>द</w:t>
      </w:r>
      <w:r>
        <w:rPr>
          <w:rFonts w:hint="cs"/>
          <w:cs/>
          <w:lang w:bidi="hi-IN"/>
        </w:rPr>
        <w:t>यानतदारी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</w:t>
      </w:r>
      <w:r w:rsidR="00CA3622">
        <w:rPr>
          <w:rFonts w:hint="cs"/>
          <w:cs/>
          <w:lang w:bidi="hi-IN"/>
        </w:rPr>
        <w:t>ू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मसालिहात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मुवाख़िजा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तआकुब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गरिफ़्तार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चुनान्चे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बिग़ड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चूल्हे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देगचियां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अफ़रोख़ता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पग़ड़ी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पगड़ी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रहूंगा।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”</w:t>
      </w:r>
      <w:r w:rsidR="00132C7C">
        <w:t xml:space="preserve"> </w:t>
      </w:r>
      <w:r>
        <w:tab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वाकि़यात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मुतारादिफ़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निहत्था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चुल्हों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अबुक़तादा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इन्क़ार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सैक़ड़ो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मवाख़िज़ा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रुझाहानात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F713B8" w:rsidRDefault="00F713B8" w:rsidP="00CA3622">
      <w:pPr>
        <w:pStyle w:val="Heading1"/>
      </w:pPr>
      <w:r>
        <w:tab/>
      </w:r>
      <w:bookmarkStart w:id="5" w:name="_Toc513934723"/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क़ज़्ज़ाब</w:t>
      </w:r>
      <w:bookmarkEnd w:id="5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10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े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लगूवियात</w:t>
      </w:r>
      <w:r>
        <w:t xml:space="preserve">, </w:t>
      </w:r>
      <w:r>
        <w:rPr>
          <w:rFonts w:hint="cs"/>
          <w:cs/>
          <w:lang w:bidi="hi-IN"/>
        </w:rPr>
        <w:t>खुराफ़ात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फह़शियात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इख़लाकी</w:t>
      </w:r>
      <w:r>
        <w:t xml:space="preserve">,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शोबदाबाज़ी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गिरवीदा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मोतक़दीन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क़ातिले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हमज़ा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हदीक़तुल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हदीक़तुल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ख़ूंरेज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दरजये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इज़्ज़त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तबरी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>)</w:t>
      </w:r>
    </w:p>
    <w:p w:rsidR="00F713B8" w:rsidRDefault="00F713B8" w:rsidP="00CA3622">
      <w:pPr>
        <w:pStyle w:val="Heading1"/>
      </w:pPr>
      <w:bookmarkStart w:id="6" w:name="_Toc513934724"/>
      <w:r>
        <w:rPr>
          <w:rFonts w:hint="cs"/>
          <w:cs/>
          <w:lang w:bidi="hi-IN"/>
        </w:rPr>
        <w:lastRenderedPageBreak/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>-</w:t>
      </w:r>
      <w:bookmarkEnd w:id="6"/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बहरीन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तुल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शुतराने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फ़रमारबरदार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अबूक़हाफ़ा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महाजरीन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सुनवाई।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अबूजहल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मुक़ामे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t xml:space="preserve">, </w:t>
      </w:r>
      <w:r>
        <w:rPr>
          <w:rFonts w:hint="cs"/>
          <w:cs/>
          <w:lang w:bidi="hi-IN"/>
        </w:rPr>
        <w:t>इसहाक़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CA3622">
      <w:pPr>
        <w:pStyle w:val="Heading1"/>
      </w:pPr>
      <w:r>
        <w:tab/>
      </w:r>
      <w:bookmarkStart w:id="7" w:name="_Toc513934725"/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bookmarkEnd w:id="7"/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तहामा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तायफ़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तायाफ़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F713B8" w:rsidRDefault="00F713B8" w:rsidP="00CA3622">
      <w:pPr>
        <w:pStyle w:val="Heading1"/>
      </w:pPr>
      <w:bookmarkStart w:id="8" w:name="_Toc513934726"/>
      <w:r>
        <w:rPr>
          <w:rFonts w:hint="cs"/>
          <w:cs/>
          <w:lang w:bidi="hi-IN"/>
        </w:rPr>
        <w:t>जम</w:t>
      </w:r>
      <w:r w:rsidR="00CA3622">
        <w:rPr>
          <w:rFonts w:hint="cs"/>
          <w:cs/>
          <w:lang w:bidi="hi-IN"/>
        </w:rPr>
        <w:t>-ऐ-</w:t>
      </w:r>
      <w:r>
        <w:rPr>
          <w:rFonts w:hint="cs"/>
          <w:cs/>
          <w:lang w:bidi="hi-IN"/>
        </w:rPr>
        <w:t>कुरान</w:t>
      </w:r>
      <w:bookmarkEnd w:id="8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ना़ज़िल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मख़जूमी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तिलाबवत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</w:p>
    <w:p w:rsidR="00F713B8" w:rsidRDefault="00F713B8" w:rsidP="00F713B8">
      <w:pPr>
        <w:pStyle w:val="libNormal"/>
      </w:pP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अबदुल</w:t>
      </w:r>
      <w:r w:rsidR="004B331C">
        <w:rPr>
          <w:rFonts w:hint="cs"/>
          <w:cs/>
          <w:lang w:bidi="hi-IN"/>
        </w:rPr>
        <w:t>्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हुफ़्ज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फ़ौकि़यत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अप़ज़लियत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जबील</w:t>
      </w:r>
      <w:r>
        <w:t xml:space="preserve">, </w:t>
      </w:r>
      <w:r>
        <w:rPr>
          <w:rFonts w:hint="cs"/>
          <w:cs/>
          <w:lang w:bidi="hi-IN"/>
        </w:rPr>
        <w:t>अबुलदरदा</w:t>
      </w:r>
      <w:r>
        <w:t xml:space="preserve">,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t xml:space="preserve">,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मुतफ़र्रिक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मुतआददिद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सैक़ड़ो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ज़ाब्तए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रग़बत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कुर्अान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सानिहे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हुफ़्फाज़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तहफ़्फुज़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इनहेसार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t xml:space="preserve">,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चमड़ों</w:t>
      </w:r>
      <w:r>
        <w:t xml:space="preserve">, </w:t>
      </w:r>
      <w:r>
        <w:rPr>
          <w:rFonts w:hint="cs"/>
          <w:cs/>
          <w:lang w:bidi="hi-IN"/>
        </w:rPr>
        <w:t>तख़्तियों</w:t>
      </w:r>
      <w:r>
        <w:t xml:space="preserve">,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मुताफ़र्रिक़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क़िरतास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ि</w:t>
      </w:r>
      <w:r>
        <w:rPr>
          <w:rFonts w:hint="cs"/>
          <w:cs/>
          <w:lang w:bidi="hi-IN"/>
        </w:rPr>
        <w:t>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t xml:space="preserve">,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इलियास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इनचार्ज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हुफ़्फ़ाज़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तजस्सुस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>(1)</w:t>
      </w:r>
      <w:r>
        <w:tab/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>1</w:t>
      </w: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कंघी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खींच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मवाफ़िक़त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आख़ेरुल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वही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तनसीख़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नामंज़ूर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>2</w:t>
      </w:r>
      <w:r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t>3</w:t>
      </w: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अऱाकीन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नौखे़ज़</w:t>
      </w:r>
      <w:r>
        <w:t xml:space="preserve">, </w:t>
      </w:r>
      <w:r>
        <w:rPr>
          <w:rFonts w:hint="cs"/>
          <w:cs/>
          <w:lang w:bidi="hi-IN"/>
        </w:rPr>
        <w:t>नो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मुदब्बिर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?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बिलख़ुसूस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फि़र्क़े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मुक़तदिर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बलहिज़े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तिहत्तर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नुस्खा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फ़तूहाते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जुग़राफियाई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बाजगज़ार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ख़जिस्तान</w:t>
      </w:r>
      <w:r>
        <w:t xml:space="preserve">, </w:t>
      </w:r>
      <w:r>
        <w:rPr>
          <w:rFonts w:hint="cs"/>
          <w:cs/>
          <w:lang w:bidi="hi-IN"/>
        </w:rPr>
        <w:t>इसरा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कोहिस्तान</w:t>
      </w:r>
      <w:r>
        <w:t xml:space="preserve">,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मेसोपोटामियां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t xml:space="preserve">, </w:t>
      </w:r>
      <w:r>
        <w:rPr>
          <w:rFonts w:hint="cs"/>
          <w:cs/>
          <w:lang w:bidi="hi-IN"/>
        </w:rPr>
        <w:lastRenderedPageBreak/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दोआबा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अलजज़ाएर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मेसोपोटामिया</w:t>
      </w:r>
      <w:r>
        <w:t xml:space="preserve">, </w:t>
      </w:r>
      <w:r>
        <w:rPr>
          <w:rFonts w:hint="cs"/>
          <w:cs/>
          <w:lang w:bidi="hi-IN"/>
        </w:rPr>
        <w:t>फ़ारस</w:t>
      </w:r>
      <w:r>
        <w:t xml:space="preserve">, </w:t>
      </w:r>
      <w:r>
        <w:rPr>
          <w:rFonts w:hint="cs"/>
          <w:cs/>
          <w:lang w:bidi="hi-IN"/>
        </w:rPr>
        <w:t>क़िरमान</w:t>
      </w:r>
      <w:r>
        <w:t xml:space="preserve">, </w:t>
      </w:r>
      <w:r>
        <w:rPr>
          <w:rFonts w:hint="cs"/>
          <w:cs/>
          <w:lang w:bidi="hi-IN"/>
        </w:rPr>
        <w:t>माज़िन्दरान</w:t>
      </w:r>
      <w:r>
        <w:t xml:space="preserve">, </w:t>
      </w:r>
      <w:r>
        <w:rPr>
          <w:rFonts w:hint="cs"/>
          <w:cs/>
          <w:lang w:bidi="hi-IN"/>
        </w:rPr>
        <w:t>ख़रासान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t xml:space="preserve">, </w:t>
      </w:r>
      <w:r>
        <w:rPr>
          <w:rFonts w:hint="cs"/>
          <w:cs/>
          <w:lang w:bidi="hi-IN"/>
        </w:rPr>
        <w:t>शिकस्तगी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सुवैद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हीरा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अबला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 xml:space="preserve">633)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दूमतुलजन्दल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4B331C" w:rsidRDefault="004B331C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cs/>
          <w:lang w:bidi="hi-IN"/>
        </w:rPr>
      </w:pPr>
      <w:r>
        <w:rPr>
          <w:cs/>
          <w:lang w:bidi="hi-IN"/>
        </w:rPr>
        <w:br w:type="page"/>
      </w:r>
    </w:p>
    <w:p w:rsidR="00F713B8" w:rsidRDefault="00F713B8" w:rsidP="00CA3622">
      <w:pPr>
        <w:pStyle w:val="Heading2"/>
      </w:pPr>
      <w:bookmarkStart w:id="9" w:name="_Toc513934727"/>
      <w:r>
        <w:rPr>
          <w:rFonts w:hint="cs"/>
          <w:cs/>
          <w:lang w:bidi="hi-IN"/>
        </w:rPr>
        <w:lastRenderedPageBreak/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bookmarkEnd w:id="9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सवाद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ख़ूरनिक़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अबीज़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अयास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CA3622">
      <w:pPr>
        <w:pStyle w:val="Heading2"/>
      </w:pPr>
      <w:bookmarkStart w:id="10" w:name="_Toc513934728"/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उबल्ला</w:t>
      </w:r>
      <w:bookmarkEnd w:id="10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CA3622">
      <w:pPr>
        <w:pStyle w:val="Heading2"/>
      </w:pPr>
      <w:bookmarkStart w:id="11" w:name="_Toc513934729"/>
      <w:r>
        <w:rPr>
          <w:rFonts w:hint="cs"/>
          <w:cs/>
          <w:lang w:bidi="hi-IN"/>
        </w:rPr>
        <w:lastRenderedPageBreak/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bookmarkEnd w:id="11"/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उबल्ला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हरमीज़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CA3622">
      <w:pPr>
        <w:pStyle w:val="Heading2"/>
      </w:pPr>
      <w:r>
        <w:tab/>
      </w:r>
      <w:bookmarkStart w:id="12" w:name="_Toc513934730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वलजा</w:t>
      </w:r>
      <w:bookmarkEnd w:id="12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नेबर्द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वजला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मुडभेड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CA3622">
      <w:pPr>
        <w:pStyle w:val="Heading2"/>
      </w:pPr>
      <w:bookmarkStart w:id="13" w:name="_Toc513934731"/>
      <w:r>
        <w:rPr>
          <w:rFonts w:hint="cs"/>
          <w:cs/>
          <w:lang w:bidi="hi-IN"/>
        </w:rPr>
        <w:lastRenderedPageBreak/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उल्लीस</w:t>
      </w:r>
      <w:bookmarkEnd w:id="13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मक़शिनासा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तवक्कुफ़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इमगेशिया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CA3622">
      <w:pPr>
        <w:pStyle w:val="Heading2"/>
      </w:pPr>
      <w:r>
        <w:tab/>
      </w:r>
      <w:bookmarkStart w:id="14" w:name="_Toc513934732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अनबार</w:t>
      </w:r>
      <w:bookmarkEnd w:id="14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मुतफ़्फिक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आज़दविया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उयून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t xml:space="preserve">,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CA3622">
      <w:pPr>
        <w:pStyle w:val="Heading2"/>
      </w:pPr>
      <w:r>
        <w:tab/>
      </w:r>
      <w:bookmarkStart w:id="15" w:name="_Toc513934733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जंदल</w:t>
      </w:r>
      <w:bookmarkEnd w:id="15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दूमतुलजंदल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दूमतुलजंदल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दुमतुलजंदल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अकीदर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पकड़ा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दूमतुलजंदल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 w:rsidR="00CA3622">
        <w:rPr>
          <w:rFonts w:hint="cs"/>
          <w:cs/>
          <w:lang w:bidi="hi-IN"/>
        </w:rPr>
        <w:t>क़त्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दुमतुलजंदल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F713B8" w:rsidRDefault="00F713B8" w:rsidP="00CA3622">
      <w:pPr>
        <w:pStyle w:val="Heading2"/>
      </w:pPr>
      <w:r>
        <w:tab/>
      </w:r>
      <w:bookmarkStart w:id="16" w:name="_Toc513934734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फ़राज</w:t>
      </w:r>
      <w:bookmarkEnd w:id="16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रोमिये</w:t>
      </w:r>
      <w:r>
        <w:t xml:space="preserve">,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ताअक़्कुब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CA3622">
      <w:pPr>
        <w:pStyle w:val="Heading2"/>
      </w:pPr>
      <w:r>
        <w:tab/>
      </w:r>
      <w:bookmarkStart w:id="17" w:name="_Toc513934735"/>
      <w:r>
        <w:rPr>
          <w:rFonts w:hint="cs"/>
          <w:cs/>
          <w:lang w:bidi="hi-IN"/>
        </w:rPr>
        <w:t>फ़तूहाते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bookmarkEnd w:id="17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जुग़राफि़या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क़ीसारिया</w:t>
      </w:r>
      <w:r>
        <w:t xml:space="preserve">, </w:t>
      </w:r>
      <w:r>
        <w:rPr>
          <w:rFonts w:hint="cs"/>
          <w:cs/>
          <w:lang w:bidi="hi-IN"/>
        </w:rPr>
        <w:t>अरीहा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जरीको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येरुशलम</w:t>
      </w:r>
      <w:r>
        <w:t xml:space="preserve">, </w:t>
      </w:r>
      <w:r>
        <w:rPr>
          <w:rFonts w:hint="cs"/>
          <w:cs/>
          <w:lang w:bidi="hi-IN"/>
        </w:rPr>
        <w:t>असक़लान</w:t>
      </w:r>
      <w:r>
        <w:t xml:space="preserve">, </w:t>
      </w:r>
      <w:r>
        <w:rPr>
          <w:rFonts w:hint="cs"/>
          <w:cs/>
          <w:lang w:bidi="hi-IN"/>
        </w:rPr>
        <w:t>जाफ़ा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ज़ग़ारिया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पटपालूस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अक्का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टायर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ज़रखे़ज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t xml:space="preserve">,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छावनिया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गवरनर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जनरल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t xml:space="preserve">, </w:t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तमिश्क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गदरनर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कलाब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ग़सान</w:t>
      </w:r>
      <w:r>
        <w:t xml:space="preserve">, </w:t>
      </w:r>
      <w:r>
        <w:rPr>
          <w:rFonts w:hint="cs"/>
          <w:cs/>
          <w:lang w:bidi="hi-IN"/>
        </w:rPr>
        <w:t>बनीलहम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हेजा़म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लुटेरों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छावनी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ख्वास्तगार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अकबा</w:t>
      </w:r>
      <w:r>
        <w:t xml:space="preserve">, </w:t>
      </w:r>
      <w:r>
        <w:rPr>
          <w:rFonts w:hint="cs"/>
          <w:cs/>
          <w:lang w:bidi="hi-IN"/>
        </w:rPr>
        <w:t>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 w:rsidR="00CA3622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एहतियाती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F713B8" w:rsidRDefault="00F713B8" w:rsidP="00CA3622">
      <w:pPr>
        <w:pStyle w:val="Heading2"/>
      </w:pPr>
      <w:bookmarkStart w:id="18" w:name="_Toc513934736"/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bookmarkEnd w:id="18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मुक़म्मिम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शोहरत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झण्डा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उस्मान</w:t>
      </w:r>
      <w:r>
        <w:t xml:space="preserve">, </w:t>
      </w:r>
      <w:r>
        <w:rPr>
          <w:rFonts w:hint="cs"/>
          <w:cs/>
          <w:lang w:bidi="hi-IN"/>
        </w:rPr>
        <w:t>तलहा</w:t>
      </w:r>
      <w:r>
        <w:t xml:space="preserve">, </w:t>
      </w:r>
      <w:r>
        <w:rPr>
          <w:rFonts w:hint="cs"/>
          <w:cs/>
          <w:lang w:bidi="hi-IN"/>
        </w:rPr>
        <w:t>ज़बार</w:t>
      </w:r>
      <w:r>
        <w:t xml:space="preserve">,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मशावरत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मुनअक़िद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</w:t>
      </w:r>
      <w:r>
        <w:t xml:space="preserve">,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मुशावरत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बरख़ास्त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t xml:space="preserve">, </w:t>
      </w:r>
      <w:r>
        <w:rPr>
          <w:rFonts w:hint="cs"/>
          <w:cs/>
          <w:lang w:bidi="hi-IN"/>
        </w:rPr>
        <w:t>ताएफ़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हेडक्वार्टर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कमाण्डर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इ्ब्ने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जत्थों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35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छियालिस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एशियाए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t xml:space="preserve">, </w:t>
      </w:r>
      <w:r>
        <w:rPr>
          <w:rFonts w:hint="cs"/>
          <w:cs/>
          <w:lang w:bidi="hi-IN"/>
        </w:rPr>
        <w:t>फ़नीशिया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वक़ियानूस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CA3622">
      <w:pPr>
        <w:pStyle w:val="Heading2"/>
      </w:pPr>
      <w:r>
        <w:tab/>
      </w:r>
      <w:bookmarkStart w:id="19" w:name="_Toc513934737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यरमूक</w:t>
      </w:r>
      <w:bookmarkEnd w:id="19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मुनक़सिम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मुताफ़र्रिक़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t>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नसतूरिस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जारड़न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कि़स्म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आखिरकार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93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</w:t>
      </w:r>
      <w:r>
        <w:rPr>
          <w:cs/>
          <w:lang w:bidi="hi-IN"/>
        </w:rPr>
        <w:t xml:space="preserve"> </w:t>
      </w:r>
      <w:r>
        <w:t>634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छांवनी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अबुजहल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t xml:space="preserve">,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हिश्शाम</w:t>
      </w:r>
      <w:r>
        <w:t xml:space="preserve">, </w:t>
      </w:r>
      <w:r>
        <w:rPr>
          <w:rFonts w:hint="cs"/>
          <w:cs/>
          <w:lang w:bidi="hi-IN"/>
        </w:rPr>
        <w:t>उमरु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t xml:space="preserve">, </w:t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t xml:space="preserve">, </w:t>
      </w:r>
      <w:r>
        <w:rPr>
          <w:rFonts w:hint="cs"/>
          <w:cs/>
          <w:lang w:bidi="hi-IN"/>
        </w:rPr>
        <w:t>तुफ़ैल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हिश्शाम</w:t>
      </w:r>
      <w:r>
        <w:t xml:space="preserve">,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t xml:space="preserve">, </w:t>
      </w:r>
      <w:r>
        <w:rPr>
          <w:rFonts w:hint="cs"/>
          <w:cs/>
          <w:lang w:bidi="hi-IN"/>
        </w:rPr>
        <w:t>नुज़ैर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जन्दिब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CA3622">
      <w:pPr>
        <w:pStyle w:val="Heading1"/>
      </w:pPr>
      <w:r>
        <w:tab/>
      </w:r>
      <w:bookmarkStart w:id="20" w:name="_Toc513934738"/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bookmarkEnd w:id="20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तारोपूद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खि़लाफ़त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दस्तावेज़ी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रग़बत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नापसन्दगी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ज़महूरी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सेग़ये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ताअस्सुर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आसाइशें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सफ़ीन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जमहूरियत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मुतमक्किन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सानिया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CA3622">
      <w:pPr>
        <w:pStyle w:val="Heading1"/>
      </w:pPr>
      <w:r>
        <w:lastRenderedPageBreak/>
        <w:tab/>
      </w:r>
      <w:bookmarkStart w:id="21" w:name="_Toc513934739"/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bookmarkEnd w:id="21"/>
    </w:p>
    <w:p w:rsidR="00F713B8" w:rsidRDefault="00F713B8" w:rsidP="00F713B8">
      <w:pPr>
        <w:pStyle w:val="libNormal"/>
      </w:pPr>
      <w:r>
        <w:tab/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t xml:space="preserve">,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t xml:space="preserve">,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कतीला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मुरौवजुल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अबद्ल्ला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हुदैबिया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53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सिफ़्फीन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सिलवाकर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हुयीं।</w:t>
      </w:r>
    </w:p>
    <w:p w:rsidR="004B331C" w:rsidRDefault="004B331C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cs/>
          <w:lang w:bidi="hi-IN"/>
        </w:rPr>
      </w:pPr>
      <w:r>
        <w:rPr>
          <w:cs/>
          <w:lang w:bidi="hi-IN"/>
        </w:rPr>
        <w:br w:type="page"/>
      </w:r>
    </w:p>
    <w:p w:rsidR="00F713B8" w:rsidRDefault="00F713B8" w:rsidP="00CA3622">
      <w:pPr>
        <w:pStyle w:val="Heading2"/>
      </w:pPr>
      <w:bookmarkStart w:id="22" w:name="_Toc513934740"/>
      <w:r>
        <w:rPr>
          <w:rFonts w:hint="cs"/>
          <w:cs/>
          <w:lang w:bidi="hi-IN"/>
        </w:rPr>
        <w:lastRenderedPageBreak/>
        <w:t>उम्माल</w:t>
      </w:r>
      <w:bookmarkEnd w:id="22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अमवी</w:t>
      </w:r>
      <w:r>
        <w:t xml:space="preserve">, </w:t>
      </w:r>
      <w:r>
        <w:rPr>
          <w:rFonts w:hint="cs"/>
          <w:cs/>
          <w:lang w:bidi="hi-IN"/>
        </w:rPr>
        <w:t>ताएफ़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t xml:space="preserve">, </w:t>
      </w:r>
      <w:r>
        <w:rPr>
          <w:rFonts w:hint="cs"/>
          <w:cs/>
          <w:lang w:bidi="hi-IN"/>
        </w:rPr>
        <w:t>सनआ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t xml:space="preserve">, </w:t>
      </w:r>
      <w:r>
        <w:rPr>
          <w:rFonts w:hint="cs"/>
          <w:cs/>
          <w:lang w:bidi="hi-IN"/>
        </w:rPr>
        <w:t>जन्द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मेआजड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</w:t>
      </w:r>
      <w:r>
        <w:t xml:space="preserve">, </w:t>
      </w:r>
      <w:r>
        <w:rPr>
          <w:rFonts w:hint="cs"/>
          <w:cs/>
          <w:lang w:bidi="hi-IN"/>
        </w:rPr>
        <w:t>नजरान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t xml:space="preserve">,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लबीद</w:t>
      </w:r>
      <w:r>
        <w:t xml:space="preserve">,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हज़रमीं</w:t>
      </w:r>
      <w:r>
        <w:t xml:space="preserve">, </w:t>
      </w:r>
      <w:r>
        <w:rPr>
          <w:rFonts w:hint="cs"/>
          <w:cs/>
          <w:lang w:bidi="hi-IN"/>
        </w:rPr>
        <w:t>ख़ूलान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t xml:space="preserve">,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t xml:space="preserve">, </w:t>
      </w:r>
      <w:r>
        <w:rPr>
          <w:rFonts w:hint="cs"/>
          <w:cs/>
          <w:lang w:bidi="hi-IN"/>
        </w:rPr>
        <w:t>बलादे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t xml:space="preserve">,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CA3622" w:rsidRDefault="00CA3622" w:rsidP="0055207B">
      <w:pPr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713B8" w:rsidRDefault="00F713B8" w:rsidP="00CA3622">
      <w:pPr>
        <w:pStyle w:val="Heading1Center"/>
      </w:pPr>
      <w:bookmarkStart w:id="23" w:name="_Toc513934741"/>
      <w:r>
        <w:rPr>
          <w:rFonts w:hint="cs"/>
          <w:cs/>
          <w:lang w:bidi="hi-IN"/>
        </w:rPr>
        <w:lastRenderedPageBreak/>
        <w:t>हज़रत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ख़त्ताब</w:t>
      </w:r>
      <w:bookmarkEnd w:id="23"/>
    </w:p>
    <w:p w:rsidR="00F713B8" w:rsidRDefault="00F713B8" w:rsidP="00CA3622">
      <w:pPr>
        <w:pStyle w:val="libCenter"/>
      </w:pP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CA3622">
        <w:rPr>
          <w:rFonts w:hint="cs"/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</w:p>
    <w:p w:rsidR="00F713B8" w:rsidRDefault="00CA3622" w:rsidP="00CA3622">
      <w:pPr>
        <w:pStyle w:val="Heading1"/>
      </w:pPr>
      <w:bookmarkStart w:id="24" w:name="_Toc513934742"/>
      <w:r>
        <w:rPr>
          <w:rFonts w:hint="cs"/>
          <w:cs/>
          <w:lang w:bidi="hi-IN"/>
        </w:rPr>
        <w:t xml:space="preserve">हजरत उमर का </w:t>
      </w:r>
      <w:r w:rsidR="00F713B8">
        <w:rPr>
          <w:rFonts w:hint="cs"/>
          <w:cs/>
          <w:lang w:bidi="hi-IN"/>
        </w:rPr>
        <w:t>तअर्रुफ़</w:t>
      </w:r>
      <w:bookmarkEnd w:id="24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t xml:space="preserve">?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हिश्शाम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श़वाहिद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नामवाक़िफ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काकोरवी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भींगा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एहवल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t xml:space="preserve">,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t xml:space="preserve">,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गंजा</w:t>
      </w:r>
      <w:r>
        <w:t xml:space="preserve">, </w:t>
      </w:r>
      <w:r>
        <w:rPr>
          <w:rFonts w:hint="cs"/>
          <w:cs/>
          <w:lang w:bidi="hi-IN"/>
        </w:rPr>
        <w:t>मूंछे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नानिहाल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CA3622">
      <w:pPr>
        <w:pStyle w:val="libNormal"/>
      </w:pPr>
      <w:r>
        <w:tab/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 xml:space="preserve">, </w:t>
      </w:r>
      <w:r>
        <w:rPr>
          <w:rFonts w:hint="cs"/>
          <w:cs/>
          <w:lang w:bidi="hi-IN"/>
        </w:rPr>
        <w:t>अज़ालतुल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t xml:space="preserve">, </w:t>
      </w:r>
      <w:r>
        <w:rPr>
          <w:rFonts w:hint="cs"/>
          <w:cs/>
          <w:lang w:bidi="hi-IN"/>
        </w:rPr>
        <w:t>अलफ़ारुक़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 w:rsidR="00CA3622"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गु़ज़र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अबिलहदी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तिज़ारत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मुताफ़क़्का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फ़रमाये।</w:t>
      </w:r>
    </w:p>
    <w:p w:rsidR="00F713B8" w:rsidRDefault="00F713B8" w:rsidP="00132C7C">
      <w:pPr>
        <w:pStyle w:val="Heading1"/>
      </w:pPr>
      <w:r>
        <w:tab/>
      </w:r>
      <w:bookmarkStart w:id="25" w:name="_Toc513934743"/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वाक़िया</w:t>
      </w:r>
      <w:bookmarkEnd w:id="25"/>
    </w:p>
    <w:p w:rsidR="00F713B8" w:rsidRDefault="00132C7C" w:rsidP="00132C7C">
      <w:pPr>
        <w:pStyle w:val="libNormal"/>
      </w:pPr>
      <w:r>
        <w:rPr>
          <w:rFonts w:hint="cs"/>
          <w:cs/>
          <w:lang w:bidi="hi-IN"/>
        </w:rPr>
        <w:t>(1)</w:t>
      </w:r>
      <w:r w:rsidR="00F713B8">
        <w:tab/>
      </w:r>
      <w:r w:rsidR="00F713B8">
        <w:rPr>
          <w:rFonts w:hint="cs"/>
          <w:cs/>
          <w:lang w:bidi="hi-IN"/>
        </w:rPr>
        <w:t>तख़्ते</w:t>
      </w:r>
      <w:r>
        <w:rPr>
          <w:lang w:bidi="hi-IN"/>
        </w:rPr>
        <w:t xml:space="preserve"> </w:t>
      </w:r>
      <w:r w:rsidR="00F713B8">
        <w:rPr>
          <w:rFonts w:hint="cs"/>
          <w:cs/>
          <w:lang w:bidi="hi-IN"/>
        </w:rPr>
        <w:t>ख़िलाफ़त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पर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मुतमक्किन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होते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ख़ालिद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बिन</w:t>
      </w:r>
      <w:r w:rsidR="00F713B8">
        <w:rPr>
          <w:cs/>
          <w:lang w:bidi="hi-IN"/>
        </w:rPr>
        <w:t xml:space="preserve"> </w:t>
      </w:r>
      <w:r w:rsidRPr="00132C7C">
        <w:rPr>
          <w:rFonts w:hint="cs"/>
          <w:cs/>
          <w:lang w:bidi="hi-IN"/>
        </w:rPr>
        <w:t xml:space="preserve">वलीद </w:t>
      </w:r>
      <w:r w:rsidR="00F713B8">
        <w:rPr>
          <w:rFonts w:hint="cs"/>
          <w:cs/>
          <w:lang w:bidi="hi-IN"/>
        </w:rPr>
        <w:t>की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माज़ूली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परवाना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जारी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किया।</w:t>
      </w:r>
    </w:p>
    <w:p w:rsidR="00F713B8" w:rsidRDefault="00132C7C" w:rsidP="00F713B8">
      <w:pPr>
        <w:pStyle w:val="libNormal"/>
      </w:pPr>
      <w:r>
        <w:rPr>
          <w:rFonts w:hint="cs"/>
          <w:cs/>
          <w:lang w:bidi="hi-IN"/>
        </w:rPr>
        <w:lastRenderedPageBreak/>
        <w:t>(2)</w:t>
      </w:r>
      <w:r w:rsidR="00F713B8">
        <w:tab/>
      </w:r>
      <w:r w:rsidR="00F713B8">
        <w:rPr>
          <w:rFonts w:hint="cs"/>
          <w:cs/>
          <w:lang w:bidi="hi-IN"/>
        </w:rPr>
        <w:t>सन्</w:t>
      </w:r>
      <w:r w:rsidR="00F713B8">
        <w:rPr>
          <w:cs/>
          <w:lang w:bidi="hi-IN"/>
        </w:rPr>
        <w:t xml:space="preserve"> </w:t>
      </w:r>
      <w:r w:rsidR="00F713B8">
        <w:t>13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हिजरी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से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सन्</w:t>
      </w:r>
      <w:r w:rsidR="00F713B8">
        <w:rPr>
          <w:cs/>
          <w:lang w:bidi="hi-IN"/>
        </w:rPr>
        <w:t xml:space="preserve"> </w:t>
      </w:r>
      <w:r w:rsidR="00F713B8">
        <w:t>15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हिजरी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तक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तमाम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मुल्क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शाम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यानी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दमिश्क</w:t>
      </w:r>
      <w:r w:rsidR="00F713B8">
        <w:t xml:space="preserve">, </w:t>
      </w:r>
      <w:r w:rsidR="00F713B8">
        <w:rPr>
          <w:rFonts w:hint="cs"/>
          <w:cs/>
          <w:lang w:bidi="hi-IN"/>
        </w:rPr>
        <w:t>तबरिया</w:t>
      </w:r>
      <w:r w:rsidR="00F713B8">
        <w:t xml:space="preserve">, </w:t>
      </w:r>
      <w:r w:rsidR="00F713B8">
        <w:rPr>
          <w:rFonts w:hint="cs"/>
          <w:cs/>
          <w:lang w:bidi="hi-IN"/>
        </w:rPr>
        <w:t>हमस</w:t>
      </w:r>
      <w:r w:rsidR="00F713B8">
        <w:t xml:space="preserve">, </w:t>
      </w:r>
      <w:r w:rsidR="00F713B8">
        <w:rPr>
          <w:rFonts w:hint="cs"/>
          <w:cs/>
          <w:lang w:bidi="hi-IN"/>
        </w:rPr>
        <w:t>क़नसरीन</w:t>
      </w:r>
      <w:r w:rsidR="00F713B8">
        <w:t xml:space="preserve">, </w:t>
      </w:r>
      <w:r w:rsidR="00F713B8">
        <w:rPr>
          <w:rFonts w:hint="cs"/>
          <w:cs/>
          <w:lang w:bidi="hi-IN"/>
        </w:rPr>
        <w:t>हलब</w:t>
      </w:r>
      <w:r w:rsidR="00F713B8">
        <w:t xml:space="preserve">, </w:t>
      </w:r>
      <w:r w:rsidR="00F713B8">
        <w:rPr>
          <w:rFonts w:hint="cs"/>
          <w:cs/>
          <w:lang w:bidi="hi-IN"/>
        </w:rPr>
        <w:t>अन्ताकिया</w:t>
      </w:r>
      <w:r w:rsidR="00F713B8">
        <w:t xml:space="preserve">, </w:t>
      </w:r>
      <w:r w:rsidR="00F713B8">
        <w:rPr>
          <w:rFonts w:hint="cs"/>
          <w:cs/>
          <w:lang w:bidi="hi-IN"/>
        </w:rPr>
        <w:t>कैसारिया</w:t>
      </w:r>
      <w:r w:rsidR="00F713B8">
        <w:t xml:space="preserve">, </w:t>
      </w:r>
      <w:r w:rsidR="00F713B8">
        <w:rPr>
          <w:rFonts w:hint="cs"/>
          <w:cs/>
          <w:lang w:bidi="hi-IN"/>
        </w:rPr>
        <w:t>ग़ज़ा</w:t>
      </w:r>
      <w:r w:rsidR="00F713B8">
        <w:t xml:space="preserve">, </w:t>
      </w:r>
      <w:r w:rsidR="00F713B8">
        <w:rPr>
          <w:rFonts w:hint="cs"/>
          <w:cs/>
          <w:lang w:bidi="hi-IN"/>
        </w:rPr>
        <w:t>औऱ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बैयतुल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मुक़द्दस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पर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तसल्लुत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जमाया।</w:t>
      </w:r>
    </w:p>
    <w:p w:rsidR="00132C7C" w:rsidRDefault="00132C7C" w:rsidP="00132C7C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 xml:space="preserve">(3) </w:t>
      </w:r>
      <w:r w:rsidR="00F713B8">
        <w:rPr>
          <w:rFonts w:hint="cs"/>
          <w:cs/>
          <w:lang w:bidi="hi-IN"/>
        </w:rPr>
        <w:t>सन्</w:t>
      </w:r>
      <w:r w:rsidR="00F713B8">
        <w:rPr>
          <w:cs/>
          <w:lang w:bidi="hi-IN"/>
        </w:rPr>
        <w:t xml:space="preserve"> </w:t>
      </w:r>
      <w:r w:rsidR="00F713B8">
        <w:t>14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हिजरी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या</w:t>
      </w:r>
      <w:r w:rsidR="00F713B8">
        <w:rPr>
          <w:cs/>
          <w:lang w:bidi="hi-IN"/>
        </w:rPr>
        <w:t xml:space="preserve"> </w:t>
      </w:r>
      <w:r w:rsidR="00F713B8">
        <w:t>15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हिजरी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में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बसरा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आबाद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4)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मशाहीरे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5)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6)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आरमीनिया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7)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8)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बायजान</w:t>
      </w:r>
      <w:r>
        <w:t xml:space="preserve">,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 w:rsidR="00132C7C">
        <w:rPr>
          <w:rFonts w:hint="cs"/>
          <w:cs/>
          <w:lang w:bidi="hi-IN"/>
        </w:rPr>
        <w:t>9</w:t>
      </w:r>
      <w:r>
        <w:t xml:space="preserve">)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छत्तीस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</w:t>
      </w:r>
      <w:r w:rsidR="00132C7C">
        <w:rPr>
          <w:rFonts w:hint="cs"/>
          <w:cs/>
          <w:lang w:bidi="hi-IN"/>
        </w:rPr>
        <w:t>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10) </w:t>
      </w:r>
      <w:r>
        <w:rPr>
          <w:rFonts w:hint="cs"/>
          <w:cs/>
          <w:lang w:bidi="hi-IN"/>
        </w:rPr>
        <w:t>तरावी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11)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दुर्रा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ताज़ियाना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lastRenderedPageBreak/>
        <w:t>(</w:t>
      </w:r>
      <w:r>
        <w:t xml:space="preserve">12) </w:t>
      </w:r>
      <w:r>
        <w:rPr>
          <w:rFonts w:hint="cs"/>
          <w:cs/>
          <w:lang w:bidi="hi-IN"/>
        </w:rPr>
        <w:t>क़ैदख़ाना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13)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14)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15)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16) </w:t>
      </w:r>
      <w:r>
        <w:rPr>
          <w:rFonts w:hint="cs"/>
          <w:cs/>
          <w:lang w:bidi="hi-IN"/>
        </w:rPr>
        <w:t>मैदानों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17)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18) </w:t>
      </w:r>
      <w:r>
        <w:rPr>
          <w:rFonts w:hint="cs"/>
          <w:cs/>
          <w:lang w:bidi="hi-IN"/>
        </w:rPr>
        <w:t>मसाजिद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132C7C" w:rsidRDefault="00F713B8" w:rsidP="00132C7C">
      <w:pPr>
        <w:pStyle w:val="libNormal"/>
        <w:rPr>
          <w:lang w:bidi="hi-IN"/>
        </w:rPr>
      </w:pPr>
      <w:r>
        <w:rPr>
          <w:cs/>
          <w:lang w:bidi="hi-IN"/>
        </w:rPr>
        <w:t>(</w:t>
      </w:r>
      <w:r>
        <w:t xml:space="preserve">19)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132C7C">
      <w:pPr>
        <w:pStyle w:val="libNormal"/>
      </w:pPr>
      <w:r>
        <w:rPr>
          <w:cs/>
          <w:lang w:bidi="hi-IN"/>
        </w:rPr>
        <w:t>(</w:t>
      </w:r>
      <w:r>
        <w:t xml:space="preserve">20)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ताज़ियाने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132C7C">
      <w:pPr>
        <w:pStyle w:val="Heading1"/>
      </w:pPr>
      <w:bookmarkStart w:id="26" w:name="_Toc513934744"/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bookmarkEnd w:id="26"/>
    </w:p>
    <w:p w:rsidR="00F713B8" w:rsidRDefault="00F713B8" w:rsidP="00132C7C">
      <w:pPr>
        <w:pStyle w:val="libNormal"/>
      </w:pPr>
      <w:r>
        <w:tab/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सुफ़्फ़र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सुफ़्फ़र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132C7C">
        <w:rPr>
          <w:rFonts w:hint="cs"/>
          <w:cs/>
          <w:lang w:bidi="hi-IN"/>
        </w:rPr>
        <w:t>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 w:rsidR="00132C7C">
        <w:rPr>
          <w:rFonts w:hint="cs"/>
          <w:cs/>
          <w:lang w:bidi="hi-IN"/>
        </w:rPr>
        <w:t>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फ़हल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</w:p>
    <w:p w:rsidR="00F713B8" w:rsidRDefault="00F713B8" w:rsidP="00132C7C">
      <w:pPr>
        <w:pStyle w:val="libNormal"/>
      </w:pPr>
      <w:r>
        <w:tab/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132C7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नसतास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नसतूस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मुनजनीक़ों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मुनजनीकों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जजुलकलाअ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मुज़ाहमत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मशरि</w:t>
      </w:r>
      <w:r>
        <w:rPr>
          <w:rFonts w:hint="cs"/>
          <w:cs/>
          <w:lang w:bidi="hi-IN"/>
        </w:rPr>
        <w:t>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F713B8" w:rsidRDefault="00F713B8" w:rsidP="00132C7C">
      <w:pPr>
        <w:pStyle w:val="libNormal"/>
      </w:pPr>
      <w:r>
        <w:tab/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ऐरविंग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यसूअ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मश्रिक़ी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ख़ूंरेज़ी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</w:t>
      </w:r>
      <w:r w:rsidR="00132C7C"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132C7C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भैज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क़का़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132C7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211D7F">
      <w:pPr>
        <w:pStyle w:val="Heading2"/>
      </w:pPr>
      <w:r>
        <w:tab/>
      </w:r>
      <w:bookmarkStart w:id="27" w:name="_Toc513934745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फहल</w:t>
      </w:r>
      <w:bookmarkEnd w:id="27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211D7F" w:rsidRDefault="00F713B8" w:rsidP="00211D7F">
      <w:pPr>
        <w:pStyle w:val="Heading1"/>
        <w:rPr>
          <w:lang w:bidi="hi-IN"/>
        </w:rPr>
      </w:pPr>
      <w:r>
        <w:tab/>
      </w:r>
      <w:bookmarkStart w:id="28" w:name="_Toc513934746"/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bookmarkEnd w:id="28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ख़ूरेंज़ी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t xml:space="preserve">,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211D7F">
      <w:pPr>
        <w:pStyle w:val="Heading1"/>
      </w:pPr>
      <w:r>
        <w:tab/>
      </w:r>
      <w:bookmarkStart w:id="29" w:name="_Toc513934747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bookmarkEnd w:id="29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शग़िश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शग़श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शग़शऔर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निकला।</w:t>
      </w:r>
    </w:p>
    <w:p w:rsidR="00F713B8" w:rsidRDefault="00F713B8" w:rsidP="00211D7F">
      <w:pPr>
        <w:pStyle w:val="Heading2"/>
      </w:pPr>
      <w:bookmarkStart w:id="30" w:name="_Toc513934748"/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हमात</w:t>
      </w:r>
      <w:r>
        <w:t xml:space="preserve">, </w:t>
      </w:r>
      <w:r>
        <w:rPr>
          <w:rFonts w:hint="cs"/>
          <w:cs/>
          <w:lang w:bidi="hi-IN"/>
        </w:rPr>
        <w:t>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</w:t>
      </w:r>
      <w:r w:rsidRPr="00211D7F">
        <w:rPr>
          <w:rFonts w:hint="cs"/>
          <w:cs/>
          <w:lang w:bidi="hi-IN"/>
        </w:rPr>
        <w:t>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</w:t>
      </w:r>
      <w:bookmarkEnd w:id="30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मरजूर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क़रक़ीसा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दमिशक़्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हमात</w:t>
      </w:r>
      <w:r>
        <w:t xml:space="preserve">, </w:t>
      </w:r>
      <w:r>
        <w:rPr>
          <w:rFonts w:hint="cs"/>
          <w:cs/>
          <w:lang w:bidi="hi-IN"/>
        </w:rPr>
        <w:t>शीराज़</w:t>
      </w:r>
      <w:r>
        <w:t xml:space="preserve">, </w:t>
      </w:r>
      <w:r>
        <w:rPr>
          <w:rFonts w:hint="cs"/>
          <w:cs/>
          <w:lang w:bidi="hi-IN"/>
        </w:rPr>
        <w:t>लाज़क़ीया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ममलेकत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गिरवीदा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अख़तालाफ़ात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यरमूक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मफ़तुहा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जु़ल्म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211D7F">
      <w:pPr>
        <w:pStyle w:val="Heading2"/>
      </w:pPr>
      <w:bookmarkStart w:id="31" w:name="_Toc513934749"/>
      <w:r>
        <w:rPr>
          <w:rFonts w:hint="cs"/>
          <w:cs/>
          <w:lang w:bidi="hi-IN"/>
        </w:rPr>
        <w:lastRenderedPageBreak/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bookmarkEnd w:id="31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हमात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अबुऊबैदा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मुहायिदा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क़ोरिस</w:t>
      </w:r>
      <w:r>
        <w:t xml:space="preserve">, </w:t>
      </w:r>
      <w:r>
        <w:rPr>
          <w:rFonts w:hint="cs"/>
          <w:cs/>
          <w:lang w:bidi="hi-IN"/>
        </w:rPr>
        <w:t>अबान</w:t>
      </w:r>
      <w:r>
        <w:t xml:space="preserve">, </w:t>
      </w:r>
      <w:r>
        <w:rPr>
          <w:rFonts w:hint="cs"/>
          <w:cs/>
          <w:lang w:bidi="hi-IN"/>
        </w:rPr>
        <w:t>बालिस</w:t>
      </w:r>
      <w:r>
        <w:t xml:space="preserve">, </w:t>
      </w:r>
      <w:r>
        <w:rPr>
          <w:rFonts w:hint="cs"/>
          <w:cs/>
          <w:lang w:bidi="hi-IN"/>
        </w:rPr>
        <w:t>क़ासरिन</w:t>
      </w:r>
      <w:r>
        <w:t xml:space="preserve">, </w:t>
      </w:r>
      <w:r>
        <w:rPr>
          <w:rFonts w:hint="cs"/>
          <w:cs/>
          <w:lang w:bidi="hi-IN"/>
        </w:rPr>
        <w:t>जरहूमा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बग़राज़</w:t>
      </w:r>
      <w:r>
        <w:t xml:space="preserve">, </w:t>
      </w:r>
      <w:r>
        <w:rPr>
          <w:rFonts w:hint="cs"/>
          <w:cs/>
          <w:lang w:bidi="hi-IN"/>
        </w:rPr>
        <w:t>ग़सान</w:t>
      </w:r>
      <w:r>
        <w:t xml:space="preserve">, </w:t>
      </w:r>
      <w:r>
        <w:rPr>
          <w:rFonts w:hint="cs"/>
          <w:cs/>
          <w:lang w:bidi="hi-IN"/>
        </w:rPr>
        <w:t>तनुख़</w:t>
      </w:r>
      <w:r>
        <w:t xml:space="preserve">, </w:t>
      </w:r>
      <w:r>
        <w:rPr>
          <w:rFonts w:hint="cs"/>
          <w:cs/>
          <w:lang w:bidi="hi-IN"/>
        </w:rPr>
        <w:t>मरअश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वरबुल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211D7F">
      <w:pPr>
        <w:pStyle w:val="Heading2"/>
      </w:pPr>
      <w:r>
        <w:tab/>
      </w:r>
      <w:bookmarkStart w:id="32" w:name="_Toc513934750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अजनादीन</w:t>
      </w:r>
      <w:bookmarkEnd w:id="32"/>
    </w:p>
    <w:p w:rsidR="00F713B8" w:rsidRDefault="00F713B8" w:rsidP="00211D7F">
      <w:pPr>
        <w:pStyle w:val="libNormal"/>
      </w:pPr>
      <w:r>
        <w:tab/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मज़ाफ़ाती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ग़जा</w:t>
      </w:r>
      <w:r>
        <w:t xml:space="preserve">, </w:t>
      </w:r>
      <w:r>
        <w:rPr>
          <w:rFonts w:hint="cs"/>
          <w:cs/>
          <w:lang w:bidi="hi-IN"/>
        </w:rPr>
        <w:lastRenderedPageBreak/>
        <w:t>अजनादीन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अजनादीन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अरतबून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क़ीसारिया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अरतबून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211D7F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अजनादीन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लुढ़कने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अरतबून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अरतबून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नयाफ़ा</w:t>
      </w:r>
      <w:r>
        <w:t xml:space="preserve">, </w:t>
      </w:r>
      <w:r>
        <w:rPr>
          <w:rFonts w:hint="cs"/>
          <w:cs/>
          <w:lang w:bidi="hi-IN"/>
        </w:rPr>
        <w:t>नाबलिस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अक्का</w:t>
      </w:r>
      <w:r>
        <w:t xml:space="preserve">, </w:t>
      </w:r>
      <w:r>
        <w:rPr>
          <w:rFonts w:hint="cs"/>
          <w:cs/>
          <w:lang w:bidi="hi-IN"/>
        </w:rPr>
        <w:t>बैरुत</w:t>
      </w:r>
      <w:r>
        <w:t xml:space="preserve">, </w:t>
      </w:r>
      <w:r>
        <w:rPr>
          <w:rFonts w:hint="cs"/>
          <w:cs/>
          <w:lang w:bidi="hi-IN"/>
        </w:rPr>
        <w:t>सैदा</w:t>
      </w:r>
      <w:r>
        <w:t xml:space="preserve">, </w:t>
      </w:r>
      <w:r>
        <w:rPr>
          <w:rFonts w:hint="cs"/>
          <w:cs/>
          <w:lang w:bidi="hi-IN"/>
        </w:rPr>
        <w:t>लाज़क़ीया</w:t>
      </w:r>
      <w:r>
        <w:t xml:space="preserve">, </w:t>
      </w:r>
      <w:r>
        <w:rPr>
          <w:rFonts w:hint="cs"/>
          <w:cs/>
          <w:lang w:bidi="hi-IN"/>
        </w:rPr>
        <w:t>आफ़मिया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अबनोला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132C7C">
      <w:pPr>
        <w:pStyle w:val="Heading1"/>
      </w:pPr>
      <w:r>
        <w:lastRenderedPageBreak/>
        <w:tab/>
      </w:r>
      <w:bookmarkStart w:id="33" w:name="_Toc513934751"/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bookmarkEnd w:id="33"/>
    </w:p>
    <w:p w:rsidR="00F713B8" w:rsidRDefault="00F713B8" w:rsidP="00F713B8">
      <w:pPr>
        <w:pStyle w:val="libNormal"/>
      </w:pPr>
      <w:r>
        <w:tab/>
      </w:r>
      <w:r>
        <w:tab/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चरनैलों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जाबिया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हुईः</w:t>
      </w:r>
    </w:p>
    <w:p w:rsidR="00F713B8" w:rsidRDefault="00F713B8" w:rsidP="00F713B8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F713B8" w:rsidRDefault="00F713B8" w:rsidP="00F713B8">
      <w:pPr>
        <w:pStyle w:val="libNormal"/>
      </w:pPr>
      <w:r>
        <w:lastRenderedPageBreak/>
        <w:t>2.</w:t>
      </w:r>
      <w:r>
        <w:tab/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कलीसाओं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F713B8" w:rsidRDefault="00F713B8" w:rsidP="00F713B8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आयेंगे।</w:t>
      </w:r>
    </w:p>
    <w:p w:rsidR="00F713B8" w:rsidRDefault="00F713B8" w:rsidP="00F713B8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F713B8" w:rsidRDefault="00F713B8" w:rsidP="00F713B8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F713B8" w:rsidRDefault="00F713B8" w:rsidP="00F713B8">
      <w:pPr>
        <w:pStyle w:val="libNormal"/>
      </w:pPr>
      <w:r>
        <w:t>9.</w:t>
      </w:r>
      <w:r>
        <w:tab/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रखेगा।</w:t>
      </w:r>
    </w:p>
    <w:p w:rsidR="00F713B8" w:rsidRDefault="00F713B8" w:rsidP="00F713B8">
      <w:pPr>
        <w:pStyle w:val="libNormal"/>
      </w:pPr>
      <w:r>
        <w:t>10.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लगायेंगे।</w:t>
      </w:r>
    </w:p>
    <w:p w:rsidR="00F713B8" w:rsidRDefault="00F713B8" w:rsidP="00F713B8">
      <w:pPr>
        <w:pStyle w:val="libNormal"/>
      </w:pPr>
      <w:r>
        <w:t>11.</w:t>
      </w:r>
      <w:r>
        <w:tab/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t>12.</w:t>
      </w:r>
      <w:r>
        <w:tab/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लिटरेचर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F713B8" w:rsidRDefault="00F713B8" w:rsidP="00F713B8">
      <w:pPr>
        <w:pStyle w:val="libNormal"/>
      </w:pPr>
      <w:r>
        <w:t>13.</w:t>
      </w:r>
      <w:r>
        <w:tab/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lastRenderedPageBreak/>
        <w:t>14.</w:t>
      </w:r>
      <w:r>
        <w:tab/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रखेगा।</w:t>
      </w:r>
    </w:p>
    <w:p w:rsidR="00F713B8" w:rsidRDefault="00F713B8" w:rsidP="00F713B8">
      <w:pPr>
        <w:pStyle w:val="libNormal"/>
      </w:pPr>
      <w:r>
        <w:t>15.</w:t>
      </w:r>
      <w:r>
        <w:tab/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F713B8" w:rsidRDefault="00F713B8" w:rsidP="00F713B8">
      <w:pPr>
        <w:pStyle w:val="libNormal"/>
      </w:pPr>
      <w:r>
        <w:t>16.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मुण्डवाया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t xml:space="preserve">, </w:t>
      </w:r>
      <w:r>
        <w:rPr>
          <w:rFonts w:hint="cs"/>
          <w:cs/>
          <w:lang w:bidi="hi-IN"/>
        </w:rPr>
        <w:t>अम</w:t>
      </w:r>
      <w:r w:rsidR="00211D7F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अळकमा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बयतुलमुक़द्दस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t xml:space="preserve">, </w:t>
      </w:r>
      <w:r>
        <w:rPr>
          <w:rFonts w:hint="cs"/>
          <w:cs/>
          <w:lang w:bidi="hi-IN"/>
        </w:rPr>
        <w:t>सख़रा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211D7F">
      <w:pPr>
        <w:pStyle w:val="Heading2"/>
      </w:pPr>
      <w:r>
        <w:tab/>
      </w:r>
      <w:bookmarkStart w:id="34" w:name="_Toc513934752"/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="00211D7F">
        <w:rPr>
          <w:rFonts w:hint="cs"/>
          <w:cs/>
          <w:lang w:bidi="hi-IN"/>
        </w:rPr>
        <w:t>रोमीयो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bookmarkEnd w:id="34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आरमीनिया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रोमामियों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(</w:t>
      </w:r>
      <w:r>
        <w:t>638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 xml:space="preserve">0)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आरमीनिया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मुस्तइदी</w:t>
      </w:r>
      <w:r>
        <w:t xml:space="preserve">, </w:t>
      </w:r>
      <w:r>
        <w:rPr>
          <w:rFonts w:hint="cs"/>
          <w:cs/>
          <w:lang w:bidi="hi-IN"/>
        </w:rPr>
        <w:t>होशियारी</w:t>
      </w:r>
      <w:r>
        <w:t xml:space="preserve">, </w:t>
      </w:r>
      <w:r>
        <w:rPr>
          <w:rFonts w:hint="cs"/>
          <w:cs/>
          <w:lang w:bidi="hi-IN"/>
        </w:rPr>
        <w:t>जोशे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हमीयत</w:t>
      </w:r>
      <w:r>
        <w:t xml:space="preserve">, </w:t>
      </w:r>
      <w:r>
        <w:rPr>
          <w:rFonts w:hint="cs"/>
          <w:cs/>
          <w:lang w:bidi="hi-IN"/>
        </w:rPr>
        <w:t>हरब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सिपासलार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क़ाआका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मसख़्खर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t xml:space="preserve">,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सूफ़ियान</w:t>
      </w:r>
      <w:r>
        <w:t xml:space="preserve">, </w:t>
      </w:r>
      <w:r>
        <w:rPr>
          <w:rFonts w:hint="cs"/>
          <w:cs/>
          <w:lang w:bidi="hi-IN"/>
        </w:rPr>
        <w:t>लदन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t xml:space="preserve">,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गर्वनरी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क़िसारया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फिलीस्तीन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एशियाई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बदक़िस्मत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नाआक़बत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कोहतारस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आचाज़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एशियाए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थरथराने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एशियाए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कोचक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रक़्क़ा</w:t>
      </w:r>
      <w:r>
        <w:t xml:space="preserve">, </w:t>
      </w:r>
      <w:r>
        <w:rPr>
          <w:rFonts w:hint="cs"/>
          <w:cs/>
          <w:lang w:bidi="hi-IN"/>
        </w:rPr>
        <w:t>नसीबैन</w:t>
      </w:r>
      <w:r>
        <w:t xml:space="preserve">, </w:t>
      </w:r>
      <w:r>
        <w:rPr>
          <w:rFonts w:hint="cs"/>
          <w:cs/>
          <w:lang w:bidi="hi-IN"/>
        </w:rPr>
        <w:t>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</w:t>
      </w:r>
      <w:r>
        <w:t xml:space="preserve">, </w:t>
      </w:r>
      <w:r>
        <w:rPr>
          <w:rFonts w:hint="cs"/>
          <w:cs/>
          <w:lang w:bidi="hi-IN"/>
        </w:rPr>
        <w:t>रक़्का</w:t>
      </w:r>
      <w:r>
        <w:t xml:space="preserve">, </w:t>
      </w:r>
      <w:r>
        <w:rPr>
          <w:rFonts w:hint="cs"/>
          <w:cs/>
          <w:lang w:bidi="hi-IN"/>
        </w:rPr>
        <w:t>नसीबैन</w:t>
      </w:r>
      <w:r>
        <w:t xml:space="preserve">, </w:t>
      </w:r>
      <w:r>
        <w:rPr>
          <w:rFonts w:hint="cs"/>
          <w:cs/>
          <w:lang w:bidi="hi-IN"/>
        </w:rPr>
        <w:t>रोहा</w:t>
      </w:r>
      <w:r>
        <w:t xml:space="preserve">, </w:t>
      </w:r>
      <w:r>
        <w:rPr>
          <w:rFonts w:hint="cs"/>
          <w:cs/>
          <w:lang w:bidi="hi-IN"/>
        </w:rPr>
        <w:t>दारा</w:t>
      </w:r>
      <w:r>
        <w:t xml:space="preserve">, </w:t>
      </w:r>
      <w:r>
        <w:rPr>
          <w:rFonts w:hint="cs"/>
          <w:cs/>
          <w:lang w:bidi="hi-IN"/>
        </w:rPr>
        <w:t>सम्बेसात</w:t>
      </w:r>
      <w:r>
        <w:t xml:space="preserve">, </w:t>
      </w:r>
      <w:r>
        <w:rPr>
          <w:rFonts w:hint="cs"/>
          <w:cs/>
          <w:lang w:bidi="hi-IN"/>
        </w:rPr>
        <w:t>सरोज</w:t>
      </w:r>
      <w:r>
        <w:t xml:space="preserve">,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कैफा</w:t>
      </w:r>
      <w:r>
        <w:t xml:space="preserve">, </w:t>
      </w:r>
      <w:r>
        <w:rPr>
          <w:rFonts w:hint="cs"/>
          <w:cs/>
          <w:lang w:bidi="hi-IN"/>
        </w:rPr>
        <w:t>अरजुल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</w:t>
      </w:r>
      <w:r>
        <w:t xml:space="preserve">, </w:t>
      </w:r>
      <w:r>
        <w:rPr>
          <w:rFonts w:hint="cs"/>
          <w:cs/>
          <w:lang w:bidi="hi-IN"/>
        </w:rPr>
        <w:t>मनीह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t xml:space="preserve">, </w:t>
      </w:r>
      <w:r>
        <w:rPr>
          <w:rFonts w:hint="cs"/>
          <w:cs/>
          <w:lang w:bidi="hi-IN"/>
        </w:rPr>
        <w:t>मुबाफ़ारेक़ैन</w:t>
      </w:r>
      <w:r>
        <w:t xml:space="preserve">, </w:t>
      </w:r>
      <w:r>
        <w:rPr>
          <w:rFonts w:hint="cs"/>
          <w:cs/>
          <w:lang w:bidi="hi-IN"/>
        </w:rPr>
        <w:t>कफ़्र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तूसा</w:t>
      </w:r>
      <w:r>
        <w:t xml:space="preserve">,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अबदीन</w:t>
      </w:r>
      <w:r>
        <w:t xml:space="preserve">, </w:t>
      </w:r>
      <w:r>
        <w:rPr>
          <w:rFonts w:hint="cs"/>
          <w:cs/>
          <w:lang w:bidi="hi-IN"/>
        </w:rPr>
        <w:t>मारदीन</w:t>
      </w:r>
      <w:r>
        <w:t xml:space="preserve">, </w:t>
      </w:r>
      <w:r>
        <w:rPr>
          <w:rFonts w:hint="cs"/>
          <w:cs/>
          <w:lang w:bidi="hi-IN"/>
        </w:rPr>
        <w:t>मूसल</w:t>
      </w:r>
      <w:r>
        <w:t xml:space="preserve">, </w:t>
      </w:r>
      <w:r>
        <w:rPr>
          <w:rFonts w:hint="cs"/>
          <w:cs/>
          <w:lang w:bidi="hi-IN"/>
        </w:rPr>
        <w:t>ज़ोज़ान</w:t>
      </w:r>
      <w:r>
        <w:t xml:space="preserve">, </w:t>
      </w:r>
      <w:r>
        <w:rPr>
          <w:rFonts w:hint="cs"/>
          <w:cs/>
          <w:lang w:bidi="hi-IN"/>
        </w:rPr>
        <w:t>अरज़न</w:t>
      </w:r>
      <w:r>
        <w:t xml:space="preserve">, </w:t>
      </w:r>
      <w:r>
        <w:rPr>
          <w:rFonts w:hint="cs"/>
          <w:cs/>
          <w:lang w:bidi="hi-IN"/>
        </w:rPr>
        <w:t>बदलीस</w:t>
      </w:r>
      <w:r>
        <w:t xml:space="preserve">, </w:t>
      </w:r>
      <w:r>
        <w:rPr>
          <w:rFonts w:hint="cs"/>
          <w:cs/>
          <w:lang w:bidi="hi-IN"/>
        </w:rPr>
        <w:t>ख़लात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</w:p>
    <w:p w:rsidR="00F713B8" w:rsidRDefault="00F713B8" w:rsidP="00211D7F">
      <w:pPr>
        <w:pStyle w:val="Heading1"/>
      </w:pPr>
      <w:r>
        <w:tab/>
      </w:r>
      <w:bookmarkStart w:id="35" w:name="_Toc513934753"/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मार्काआराईयों</w:t>
      </w:r>
      <w:bookmarkEnd w:id="35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मुतमक्किन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कसक़फी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फ़रख़ज़ाद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मुदब्बिर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मुबसियासा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t xml:space="preserve">, </w:t>
      </w:r>
      <w:r>
        <w:rPr>
          <w:rFonts w:hint="cs"/>
          <w:cs/>
          <w:lang w:bidi="hi-IN"/>
        </w:rPr>
        <w:t>मुडभेड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नातिफ़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जसर</w:t>
      </w:r>
      <w:r>
        <w:rPr>
          <w:cs/>
          <w:lang w:bidi="hi-IN"/>
        </w:rPr>
        <w:t>)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अबुअबीदा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अलमब्रदारों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t xml:space="preserve">, </w:t>
      </w:r>
      <w:r>
        <w:rPr>
          <w:rFonts w:hint="cs"/>
          <w:cs/>
          <w:lang w:bidi="hi-IN"/>
        </w:rPr>
        <w:t>अरवा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211D7F">
      <w:pPr>
        <w:pStyle w:val="Heading2"/>
      </w:pPr>
      <w:r>
        <w:lastRenderedPageBreak/>
        <w:tab/>
      </w:r>
      <w:bookmarkStart w:id="36" w:name="_Toc513934754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बवीब</w:t>
      </w:r>
      <w:bookmarkEnd w:id="36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फ़ीरज़ान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बवीब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t xml:space="preserve">?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भगदड़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211D7F">
      <w:pPr>
        <w:pStyle w:val="Heading2"/>
      </w:pPr>
      <w:r>
        <w:tab/>
      </w:r>
      <w:bookmarkStart w:id="37" w:name="_Toc513934755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bookmarkEnd w:id="37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नाइत्तेफ़ाक़ी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फ़िरोज़ान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अख़ेतेलाफ़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यज़देजुर्द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यज़देजुर्द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सिपेहसालारों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चरनैलों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t xml:space="preserve">, </w:t>
      </w:r>
      <w:r>
        <w:rPr>
          <w:rFonts w:hint="cs"/>
          <w:cs/>
          <w:lang w:bidi="hi-IN"/>
        </w:rPr>
        <w:t>अबला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अनक़रीब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प्यादो</w:t>
      </w:r>
      <w:r>
        <w:t xml:space="preserve">, </w:t>
      </w:r>
      <w:r>
        <w:rPr>
          <w:rFonts w:hint="cs"/>
          <w:cs/>
          <w:lang w:bidi="hi-IN"/>
        </w:rPr>
        <w:t>सवारा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जरनैल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हवाज़िन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वसूलियाबी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बजूद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ख़सासिया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सैराफ़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सैराफ़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ख़वैलद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असदी</w:t>
      </w:r>
      <w:r>
        <w:t xml:space="preserve">,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चकरब</w:t>
      </w:r>
      <w:r>
        <w:t xml:space="preserve">,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समत</w:t>
      </w:r>
      <w:r>
        <w:t xml:space="preserve">,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छत्तीस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मवाज़ेआत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यज़दुजर्द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शऊर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बासलाहियत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मक़रुन</w:t>
      </w:r>
      <w:r>
        <w:t xml:space="preserve">, </w:t>
      </w:r>
      <w:r>
        <w:rPr>
          <w:rFonts w:hint="cs"/>
          <w:cs/>
          <w:lang w:bidi="hi-IN"/>
        </w:rPr>
        <w:t>जरीर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ख़्वैलद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सफ़ीर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ज़़रक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लिबासेों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बेचारे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धारीदार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हेक़ारत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सफ़ीरों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नोमान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जज़ीया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t xml:space="preserve">,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यजदुजर्द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कादसियचा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33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t xml:space="preserve">,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यज़दुजर्द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धमके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अबिविकास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अरकुन्निसा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मग़लूबा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तअक्कुब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हज़ोरों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दरफ़िश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कावियानी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बकौल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नक़दी</w:t>
      </w:r>
      <w:r>
        <w:t xml:space="preserve">, </w:t>
      </w:r>
      <w:r>
        <w:rPr>
          <w:rFonts w:hint="cs"/>
          <w:cs/>
          <w:lang w:bidi="hi-IN"/>
        </w:rPr>
        <w:t>जवाहारात</w:t>
      </w:r>
      <w:r>
        <w:t xml:space="preserve">,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बरतन</w:t>
      </w:r>
      <w:r>
        <w:t xml:space="preserve">, </w:t>
      </w:r>
      <w:r>
        <w:rPr>
          <w:rFonts w:hint="cs"/>
          <w:cs/>
          <w:lang w:bidi="hi-IN"/>
        </w:rPr>
        <w:t>ज़रबफ़त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t xml:space="preserve">,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जालीनूस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211D7F" w:rsidRDefault="00F713B8" w:rsidP="00211D7F">
      <w:pPr>
        <w:pStyle w:val="Heading1"/>
        <w:rPr>
          <w:lang w:bidi="hi-IN"/>
        </w:rPr>
      </w:pPr>
      <w:r>
        <w:tab/>
      </w:r>
      <w:bookmarkStart w:id="38" w:name="_Toc513934756"/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bookmarkEnd w:id="38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कलदिया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कलदिया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फ़ीरज़ान</w:t>
      </w:r>
      <w:r>
        <w:t xml:space="preserve">, </w:t>
      </w:r>
      <w:r>
        <w:rPr>
          <w:rFonts w:hint="cs"/>
          <w:cs/>
          <w:lang w:bidi="hi-IN"/>
        </w:rPr>
        <w:t>रहमज़ान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t xml:space="preserve">,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फीरज़ान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नेहादन्द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है।बहराशेर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ज़मर्रुद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t>60x60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ख़सासिया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मक़बूज़ाते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वसूलियाबी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t xml:space="preserve">, </w:t>
      </w:r>
      <w:r>
        <w:rPr>
          <w:rFonts w:hint="cs"/>
          <w:cs/>
          <w:lang w:bidi="hi-IN"/>
        </w:rPr>
        <w:t>तकरीत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211D7F" w:rsidRDefault="00F713B8" w:rsidP="00211D7F">
      <w:pPr>
        <w:pStyle w:val="Heading1"/>
        <w:rPr>
          <w:lang w:bidi="hi-IN"/>
        </w:rPr>
      </w:pPr>
      <w:bookmarkStart w:id="39" w:name="_Toc513934757"/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bookmarkEnd w:id="39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यज़दोजुर्द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ग़बनाक़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?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मसख़रा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t xml:space="preserve">?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दुज़दीदा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rFonts w:hint="eastAsia"/>
        </w:rPr>
        <w:t>“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एख़्तेरा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यड़दजुर्द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 xml:space="preserve">632)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बइत्तेफाक़े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19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,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मच्चो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नाबालिग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दारद</w:t>
      </w:r>
      <w:r>
        <w:t xml:space="preserve">?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211D7F" w:rsidRDefault="00F713B8" w:rsidP="00211D7F">
      <w:pPr>
        <w:pStyle w:val="Heading2"/>
        <w:rPr>
          <w:lang w:bidi="hi-IN"/>
        </w:rPr>
      </w:pPr>
      <w:bookmarkStart w:id="40" w:name="_Toc513934758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bookmarkEnd w:id="40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मदायन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बाइजान</w:t>
      </w:r>
      <w:r>
        <w:t xml:space="preserve">,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ख़ंदख़ें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गोख़रु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मुक़द्दमुतल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क़का़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आंधियाँ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गुब्बार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सुझाई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ख़ंदक़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गोख़रुओं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</w:p>
    <w:p w:rsidR="00211D7F" w:rsidRDefault="00F713B8" w:rsidP="00211D7F">
      <w:pPr>
        <w:pStyle w:val="Heading1"/>
        <w:rPr>
          <w:lang w:bidi="hi-IN"/>
        </w:rPr>
      </w:pPr>
      <w:bookmarkStart w:id="41" w:name="_Toc513934759"/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 w:rsidR="00211D7F">
        <w:rPr>
          <w:rFonts w:hint="cs"/>
          <w:cs/>
          <w:lang w:bidi="hi-IN"/>
        </w:rPr>
        <w:t>ति</w:t>
      </w:r>
      <w:r>
        <w:rPr>
          <w:rFonts w:hint="cs"/>
          <w:cs/>
          <w:lang w:bidi="hi-IN"/>
        </w:rPr>
        <w:t>करीत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bookmarkEnd w:id="41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सरकिरदगी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ज़रार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मासिन्दान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क़रकीसिया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</w:p>
    <w:p w:rsidR="00211D7F" w:rsidRDefault="00F713B8" w:rsidP="00211D7F">
      <w:pPr>
        <w:pStyle w:val="Heading2"/>
        <w:rPr>
          <w:lang w:bidi="hi-IN"/>
        </w:rPr>
      </w:pPr>
      <w:r>
        <w:tab/>
      </w:r>
      <w:bookmarkStart w:id="42" w:name="_Toc513934760"/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लश्करकशी</w:t>
      </w:r>
      <w:bookmarkEnd w:id="42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जारुद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सवार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अबल्ला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ख़रीबा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211D7F" w:rsidRDefault="00F713B8" w:rsidP="00211D7F">
      <w:pPr>
        <w:pStyle w:val="Heading2"/>
        <w:rPr>
          <w:lang w:bidi="hi-IN"/>
        </w:rPr>
      </w:pPr>
      <w:bookmarkStart w:id="43" w:name="_Toc513934761"/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शोसतर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वगै़रा</w:t>
      </w:r>
      <w:bookmarkEnd w:id="43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शोस्तर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अहनफ़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निग़रानी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बदअहदी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पियूंगी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सटपटाये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211D7F" w:rsidRDefault="00F713B8" w:rsidP="00211D7F">
      <w:pPr>
        <w:pStyle w:val="Heading1"/>
        <w:rPr>
          <w:lang w:bidi="hi-IN"/>
        </w:rPr>
      </w:pPr>
      <w:bookmarkStart w:id="44" w:name="_Toc513934762"/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नेहावन्द</w:t>
      </w:r>
      <w:bookmarkEnd w:id="44"/>
    </w:p>
    <w:p w:rsidR="00F713B8" w:rsidRDefault="00F713B8" w:rsidP="00211D7F">
      <w:pPr>
        <w:pStyle w:val="libNormal"/>
      </w:pP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रय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मख़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तबरिस्तान</w:t>
      </w:r>
      <w:r>
        <w:t xml:space="preserve">, </w:t>
      </w:r>
      <w:r>
        <w:rPr>
          <w:rFonts w:hint="cs"/>
          <w:cs/>
          <w:lang w:bidi="hi-IN"/>
        </w:rPr>
        <w:t>जरजान</w:t>
      </w:r>
      <w:r>
        <w:t xml:space="preserve">, </w:t>
      </w:r>
      <w:r>
        <w:rPr>
          <w:rFonts w:hint="cs"/>
          <w:cs/>
          <w:lang w:bidi="hi-IN"/>
        </w:rPr>
        <w:t>सिंध</w:t>
      </w:r>
      <w:r>
        <w:t xml:space="preserve">, </w:t>
      </w:r>
      <w:r>
        <w:rPr>
          <w:rFonts w:hint="cs"/>
          <w:cs/>
          <w:lang w:bidi="hi-IN"/>
        </w:rPr>
        <w:t>खुरासान</w:t>
      </w:r>
      <w:r>
        <w:t xml:space="preserve">, </w:t>
      </w:r>
      <w:r>
        <w:rPr>
          <w:rFonts w:hint="cs"/>
          <w:cs/>
          <w:lang w:bidi="hi-IN"/>
        </w:rPr>
        <w:t>असफ़हान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टिड्डी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t xml:space="preserve">,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भेजियेगा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भेजियेगा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रखे़ं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t xml:space="preserve">, </w:t>
      </w:r>
      <w:r>
        <w:rPr>
          <w:rFonts w:hint="cs"/>
          <w:cs/>
          <w:lang w:bidi="hi-IN"/>
        </w:rPr>
        <w:t>जरीर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t xml:space="preserve">,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t xml:space="preserve">,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तलीहा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असीदहान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खूरेंज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नेमान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तअक्कुब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संदूक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जांबख़्शी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दीनवर</w:t>
      </w:r>
      <w:r>
        <w:t xml:space="preserve">, </w:t>
      </w:r>
      <w:r>
        <w:rPr>
          <w:rFonts w:hint="cs"/>
          <w:cs/>
          <w:lang w:bidi="hi-IN"/>
        </w:rPr>
        <w:t>हमदान</w:t>
      </w:r>
      <w:r>
        <w:t xml:space="preserve">, </w:t>
      </w:r>
      <w:r>
        <w:rPr>
          <w:rFonts w:hint="cs"/>
          <w:cs/>
          <w:lang w:bidi="hi-IN"/>
        </w:rPr>
        <w:t>असफ़हान</w:t>
      </w:r>
      <w:r>
        <w:t xml:space="preserve">, </w:t>
      </w:r>
      <w:r>
        <w:rPr>
          <w:rFonts w:hint="cs"/>
          <w:cs/>
          <w:lang w:bidi="hi-IN"/>
        </w:rPr>
        <w:t>रय</w:t>
      </w:r>
      <w:r>
        <w:t xml:space="preserve">, </w:t>
      </w:r>
      <w:r>
        <w:rPr>
          <w:rFonts w:hint="cs"/>
          <w:cs/>
          <w:lang w:bidi="hi-IN"/>
        </w:rPr>
        <w:t>क़ोमस</w:t>
      </w:r>
      <w:r>
        <w:t xml:space="preserve">, </w:t>
      </w:r>
      <w:r>
        <w:rPr>
          <w:rFonts w:hint="cs"/>
          <w:cs/>
          <w:lang w:bidi="hi-IN"/>
        </w:rPr>
        <w:t>जरजान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जरनैलों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4B331C" w:rsidRDefault="004B331C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cs/>
          <w:lang w:bidi="hi-IN"/>
        </w:rPr>
      </w:pPr>
      <w:r>
        <w:rPr>
          <w:cs/>
          <w:lang w:bidi="hi-IN"/>
        </w:rPr>
        <w:br w:type="page"/>
      </w:r>
    </w:p>
    <w:p w:rsidR="00211D7F" w:rsidRDefault="00F713B8" w:rsidP="00211D7F">
      <w:pPr>
        <w:pStyle w:val="Heading2"/>
        <w:rPr>
          <w:lang w:bidi="hi-IN"/>
        </w:rPr>
      </w:pPr>
      <w:bookmarkStart w:id="45" w:name="_Toc513934763"/>
      <w:r>
        <w:rPr>
          <w:rFonts w:hint="cs"/>
          <w:cs/>
          <w:lang w:bidi="hi-IN"/>
        </w:rPr>
        <w:lastRenderedPageBreak/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bookmarkEnd w:id="45"/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नेशापूर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सरख़िस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मरुज़ूद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मरुचक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मरुज़ूद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नेशापुर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तख़ारिस्तान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ख़ा़क़ान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ख़ंदकें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एहनिफ़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फ़तहायाबी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तव्वज</w:t>
      </w:r>
      <w:r>
        <w:t xml:space="preserve">, </w:t>
      </w:r>
      <w:r>
        <w:rPr>
          <w:rFonts w:hint="cs"/>
          <w:cs/>
          <w:lang w:bidi="hi-IN"/>
        </w:rPr>
        <w:t>असतख़र</w:t>
      </w:r>
      <w:r>
        <w:t xml:space="preserve">, </w:t>
      </w:r>
      <w:r>
        <w:rPr>
          <w:rFonts w:hint="cs"/>
          <w:cs/>
          <w:lang w:bidi="hi-IN"/>
        </w:rPr>
        <w:t>किरमान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सीसान</w:t>
      </w:r>
      <w:r>
        <w:t xml:space="preserve">, </w:t>
      </w:r>
      <w:r>
        <w:rPr>
          <w:rFonts w:hint="cs"/>
          <w:cs/>
          <w:lang w:bidi="hi-IN"/>
        </w:rPr>
        <w:t>मकरान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इलाका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211D7F">
      <w:pPr>
        <w:pStyle w:val="Heading1"/>
        <w:rPr>
          <w:lang w:bidi="hi-IN"/>
        </w:rPr>
      </w:pPr>
      <w:r>
        <w:tab/>
      </w:r>
      <w:bookmarkStart w:id="46" w:name="_Toc513934764"/>
      <w:r>
        <w:rPr>
          <w:rFonts w:hint="cs"/>
          <w:cs/>
          <w:lang w:bidi="hi-IN"/>
        </w:rPr>
        <w:t>इऱाक़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बन्दोबस्त</w:t>
      </w:r>
      <w:bookmarkEnd w:id="46"/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महिम्मात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ख़ातेमे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t xml:space="preserve">, </w:t>
      </w:r>
      <w:r>
        <w:rPr>
          <w:rFonts w:hint="cs"/>
          <w:cs/>
          <w:lang w:bidi="hi-IN"/>
        </w:rPr>
        <w:t>मालगुज़ारी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ज़मीनदारों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टैक्स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आबपाशी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खुदवायीं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काश्तकारों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सरकारी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F713B8" w:rsidRDefault="00F713B8" w:rsidP="00211D7F">
      <w:pPr>
        <w:pStyle w:val="Heading1"/>
      </w:pPr>
      <w:bookmarkStart w:id="47" w:name="_Toc513934765"/>
      <w:r>
        <w:rPr>
          <w:rFonts w:hint="cs"/>
          <w:cs/>
          <w:lang w:bidi="hi-IN"/>
        </w:rPr>
        <w:t>फ़तूहाते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मिस्त्र</w:t>
      </w:r>
      <w:bookmarkEnd w:id="47"/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t>22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मौतकि़द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इसकंदरिया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मारका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t xml:space="preserve">,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t xml:space="preserve">,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छि़ड़ने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रफ़ा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नामीं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वसूलियाबी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अऱीश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ख़लीफडये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बढ़ाओ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यलगार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”</w:t>
      </w:r>
      <w:r>
        <w:rPr>
          <w:rFonts w:hint="cs"/>
          <w:cs/>
          <w:lang w:bidi="hi-IN"/>
        </w:rPr>
        <w:t>फ़रमां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मुडफेड़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बिलबीस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आमाजगाह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हिचकिचाहट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तज़बजुब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फतहेह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मनफ़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तसखीर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असवद</w:t>
      </w:r>
      <w:r>
        <w:t xml:space="preserve">, </w:t>
      </w:r>
      <w:r>
        <w:rPr>
          <w:rFonts w:hint="cs"/>
          <w:cs/>
          <w:lang w:bidi="hi-IN"/>
        </w:rPr>
        <w:t>अबादा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गुलगुला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सूनायी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आयी।</w:t>
      </w:r>
    </w:p>
    <w:p w:rsidR="00F713B8" w:rsidRDefault="00F713B8" w:rsidP="00F713B8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कि़बती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F713B8" w:rsidRDefault="00F713B8" w:rsidP="00F713B8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जजि़ये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नाबालिग</w:t>
      </w:r>
      <w:r>
        <w:t xml:space="preserve">, </w:t>
      </w:r>
      <w:r>
        <w:rPr>
          <w:rFonts w:hint="cs"/>
          <w:cs/>
          <w:lang w:bidi="hi-IN"/>
        </w:rPr>
        <w:t>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t xml:space="preserve">, </w:t>
      </w:r>
      <w:r>
        <w:rPr>
          <w:rFonts w:hint="cs"/>
          <w:cs/>
          <w:lang w:bidi="hi-IN"/>
        </w:rPr>
        <w:t>राहिब</w:t>
      </w:r>
      <w:r>
        <w:t xml:space="preserve">, </w:t>
      </w:r>
      <w:r>
        <w:rPr>
          <w:rFonts w:hint="cs"/>
          <w:cs/>
          <w:lang w:bidi="hi-IN"/>
        </w:rPr>
        <w:t>औऱतें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F713B8" w:rsidRDefault="00F713B8" w:rsidP="00F713B8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F713B8" w:rsidRDefault="00F713B8" w:rsidP="00F713B8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क़िब्ती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</w:p>
    <w:p w:rsidR="00F713B8" w:rsidRDefault="00F713B8" w:rsidP="00F713B8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मुआहिदे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मामन्जूरी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क़रो़ड़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lastRenderedPageBreak/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कै़सरे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असकंदरिया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क़ैसरे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मकूकूस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मुहायिदे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असकन्दारिया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असकन्दरीया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हरकुल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इस्तेसक़ा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दिसम्बर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t xml:space="preserve">,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t xml:space="preserve">,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हम्माम</w:t>
      </w:r>
      <w:r>
        <w:t xml:space="preserve">,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गाहे</w:t>
      </w:r>
      <w:r>
        <w:t xml:space="preserve">,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असकन्दरिया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मोअऱ्रिख़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एयरविंग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नहवी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गरमैरीन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इल्तेफ़ात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कुतुबखाना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मुताशक्किर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मुताबेक़त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ईन्धन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टूलीमी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सोटीर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बतलीमूस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ब्रोकेवन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माबदगाह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बरक्यून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सराप्यून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परमगस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अनटोनी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इम्तेदादे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शहंशाह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तसनीफ़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अलफ़ी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इन्दीलीमी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मतुफ़ी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462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तबक़ातुल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उमम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मुतक़द्देमीन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मुल्कग़ीरी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t xml:space="preserve">,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t xml:space="preserve">,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t xml:space="preserve">,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t xml:space="preserve">, </w:t>
      </w:r>
      <w:r>
        <w:rPr>
          <w:rFonts w:hint="cs"/>
          <w:cs/>
          <w:lang w:bidi="hi-IN"/>
        </w:rPr>
        <w:t>अहनफ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t xml:space="preserve">,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जरनलों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कमाण्डरों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t xml:space="preserve">,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t xml:space="preserve">,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t xml:space="preserve">, </w:t>
      </w:r>
      <w:r>
        <w:rPr>
          <w:rFonts w:hint="cs"/>
          <w:cs/>
          <w:lang w:bidi="hi-IN"/>
        </w:rPr>
        <w:t>ख़ंरेजी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ज़ाएदादों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क़र्रोफ़र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पच्चीस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मोअज़्ज़मा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t>483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t xml:space="preserve">,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t>1087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t xml:space="preserve">, </w:t>
      </w:r>
      <w:r>
        <w:rPr>
          <w:rFonts w:hint="cs"/>
          <w:cs/>
          <w:lang w:bidi="hi-IN"/>
        </w:rPr>
        <w:t>इराक़</w:t>
      </w:r>
      <w:r>
        <w:t xml:space="preserve">, </w:t>
      </w:r>
      <w:r>
        <w:rPr>
          <w:rFonts w:hint="cs"/>
          <w:cs/>
          <w:lang w:bidi="hi-IN"/>
        </w:rPr>
        <w:t>आरमीनिया</w:t>
      </w:r>
      <w:r>
        <w:t xml:space="preserve">, </w:t>
      </w:r>
      <w:r>
        <w:rPr>
          <w:rFonts w:hint="cs"/>
          <w:cs/>
          <w:lang w:bidi="hi-IN"/>
        </w:rPr>
        <w:t>आजर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बाइजान</w:t>
      </w:r>
      <w:r>
        <w:t xml:space="preserve">,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t xml:space="preserve">, </w:t>
      </w:r>
      <w:r>
        <w:rPr>
          <w:rFonts w:hint="cs"/>
          <w:cs/>
          <w:lang w:bidi="hi-IN"/>
        </w:rPr>
        <w:t>ख़ुरामान</w:t>
      </w:r>
      <w:r>
        <w:t xml:space="preserve">, </w:t>
      </w:r>
      <w:r>
        <w:rPr>
          <w:rFonts w:hint="cs"/>
          <w:cs/>
          <w:lang w:bidi="hi-IN"/>
        </w:rPr>
        <w:t>किरमान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बिल्लौचिस्तान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ज़वियए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नादिरशाह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 xml:space="preserve">0?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?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?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पायेगी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मुल्कगीरी</w:t>
      </w:r>
      <w:r>
        <w:t xml:space="preserve">,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t xml:space="preserve">,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</w:t>
      </w:r>
      <w:r>
        <w:t xml:space="preserve">, </w:t>
      </w:r>
      <w:r>
        <w:rPr>
          <w:rFonts w:hint="cs"/>
          <w:cs/>
          <w:lang w:bidi="hi-IN"/>
        </w:rPr>
        <w:t>रुहानी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शायानेशान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ज़ालेमाना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जारेहाना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t xml:space="preserve">, </w:t>
      </w:r>
      <w:r>
        <w:rPr>
          <w:rFonts w:hint="cs"/>
          <w:cs/>
          <w:lang w:bidi="hi-IN"/>
        </w:rPr>
        <w:t>नबी</w:t>
      </w:r>
      <w:r>
        <w:t xml:space="preserve">, </w:t>
      </w:r>
      <w:r>
        <w:rPr>
          <w:rFonts w:hint="cs"/>
          <w:cs/>
          <w:lang w:bidi="hi-IN"/>
        </w:rPr>
        <w:t>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मानें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सुजाअत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पाये।</w:t>
      </w:r>
    </w:p>
    <w:p w:rsidR="00F713B8" w:rsidRDefault="00F713B8" w:rsidP="00211D7F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कमाण्डरों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जरनलों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ab/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मुतास्सिब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सुनाईदेती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t xml:space="preserve">,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इश्ररत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नूहअ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इब्राहिम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यहियाअलै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देखे।</w:t>
      </w:r>
      <w:r>
        <w:rPr>
          <w:rFonts w:hint="eastAsia"/>
        </w:rPr>
        <w:t>“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फख़रुदीन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सेफ़ात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इल्म</w:t>
      </w:r>
      <w:r>
        <w:t xml:space="preserve">, </w:t>
      </w:r>
      <w:r>
        <w:rPr>
          <w:rFonts w:hint="cs"/>
          <w:cs/>
          <w:lang w:bidi="hi-IN"/>
        </w:rPr>
        <w:t>फ़हम</w:t>
      </w:r>
      <w:r>
        <w:t xml:space="preserve">, </w:t>
      </w: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हैबत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rFonts w:hint="eastAsia"/>
        </w:rPr>
        <w:t>“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आहंज़रत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मिसल्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“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?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बद्दुओं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नशीं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मफ़लूकुल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बेहिश्त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लज़्ज़तों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अच्छले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लज़्ज़तों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यज़दजर्द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क़ेताल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फ़िद्दीने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मुतरिदिफ़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ख़तीबों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लोगों।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पिरोकर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बरअगेख्ता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तवानाईयां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मुनहमिक़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नौशेरवां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मजूकिया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नौशेरवां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नसटूरीन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इन्तेबाह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सीरत</w:t>
      </w:r>
      <w:r>
        <w:t xml:space="preserve">,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तफ़ासीर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तलबी</w:t>
      </w:r>
      <w:r>
        <w:t xml:space="preserve">,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मुतनब्बेह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t xml:space="preserve">,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जाओगे।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मतनब्बेह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आसइशें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जेबाइश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देखोगे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हुजूरै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मुतनब्बेह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देखो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का़फ़िर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t xml:space="preserve">,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आवरी</w:t>
      </w:r>
      <w:r>
        <w:t xml:space="preserve">, </w:t>
      </w:r>
      <w:r>
        <w:rPr>
          <w:rFonts w:hint="cs"/>
          <w:cs/>
          <w:lang w:bidi="hi-IN"/>
        </w:rPr>
        <w:t>मुल्कगीरी</w:t>
      </w:r>
      <w:r>
        <w:t xml:space="preserve">,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केफ़ालसत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t xml:space="preserve">,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जेवरे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t xml:space="preserve">, </w:t>
      </w:r>
      <w:r>
        <w:rPr>
          <w:rFonts w:hint="cs"/>
          <w:cs/>
          <w:lang w:bidi="hi-IN"/>
        </w:rPr>
        <w:t>वहदानियत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इब्तेहदाई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वहदानियत</w:t>
      </w:r>
      <w:r>
        <w:t xml:space="preserve">,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काफेराना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सरबरावुरदा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मोहम्मदसल</w:t>
      </w:r>
      <w:r>
        <w:t xml:space="preserve">0)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रऊसा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t xml:space="preserve">, </w:t>
      </w:r>
      <w:r>
        <w:rPr>
          <w:rFonts w:hint="cs"/>
          <w:cs/>
          <w:lang w:bidi="hi-IN"/>
        </w:rPr>
        <w:t>शीबा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तहफ़्फुज़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एहसालसस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कुफ़्फारे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कुफ़्फा़र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t xml:space="preserve">,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</w:t>
      </w:r>
      <w:r>
        <w:t xml:space="preserve">,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लू़ट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इ्ब्तेदा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जारेहाना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इरा़क़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इस्लाहें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मलहूज़े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इस्तेसनाई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बरदाश्त</w:t>
      </w:r>
      <w:r>
        <w:t xml:space="preserve">, </w:t>
      </w:r>
      <w:r>
        <w:rPr>
          <w:rFonts w:hint="cs"/>
          <w:cs/>
          <w:lang w:bidi="hi-IN"/>
        </w:rPr>
        <w:t>शहवानी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क़यूद</w:t>
      </w:r>
      <w:r>
        <w:t xml:space="preserve">, </w:t>
      </w:r>
      <w:r>
        <w:rPr>
          <w:rFonts w:hint="cs"/>
          <w:cs/>
          <w:lang w:bidi="hi-IN"/>
        </w:rPr>
        <w:t>पाबन्दियों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मुताह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निसा।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तमतो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बिलहज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t>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अलनिसा</w:t>
      </w:r>
      <w:r>
        <w:rPr>
          <w:cs/>
          <w:lang w:bidi="hi-IN"/>
        </w:rPr>
        <w:t xml:space="preserve"> </w:t>
      </w:r>
      <w:r>
        <w:t>24)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लोगों।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  <w:t>(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t>44)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अलक़हफ़</w:t>
      </w:r>
      <w:r>
        <w:rPr>
          <w:cs/>
          <w:lang w:bidi="hi-IN"/>
        </w:rPr>
        <w:t xml:space="preserve"> </w:t>
      </w:r>
      <w:r>
        <w:t>26)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तरमीम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तनसीख़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मुक़तेज़ाये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आजा़ये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मुफ़्स्सेरीन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फ़ख़रुद्दीन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मुतफ़्फ़िक़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कालअदम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जाबरि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rFonts w:hint="eastAsia"/>
        </w:rPr>
        <w:t>”</w:t>
      </w:r>
      <w: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</w:p>
    <w:p w:rsidR="00F713B8" w:rsidRDefault="00F713B8" w:rsidP="00F713B8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तरावीह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t xml:space="preserve">,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इस्तसक़ा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कारेफ़रमां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पढ़ायें।</w:t>
      </w:r>
      <w:r>
        <w:rPr>
          <w:cs/>
          <w:lang w:bidi="hi-IN"/>
        </w:rPr>
        <w:t xml:space="preserve"> 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मुआएना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तरावीह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मुतफ़र्रिक़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बिद्अत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क़सतलानी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बिद्अत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सेनन्नी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तरावीह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वहीदुज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हैदराबादी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ग़ाफिल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मुसतहेब्बात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मशरुअ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इजतेमाई</w:t>
      </w:r>
      <w:r>
        <w:t xml:space="preserve">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तरबीयती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211D7F" w:rsidRDefault="00F713B8" w:rsidP="00211D7F">
      <w:pPr>
        <w:pStyle w:val="Heading1"/>
        <w:rPr>
          <w:lang w:bidi="hi-IN"/>
        </w:rPr>
      </w:pPr>
      <w:bookmarkStart w:id="48" w:name="_Toc513934766"/>
      <w:r>
        <w:rPr>
          <w:rFonts w:hint="cs"/>
          <w:cs/>
          <w:lang w:bidi="hi-IN"/>
        </w:rPr>
        <w:lastRenderedPageBreak/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</w:t>
      </w:r>
      <w:r w:rsidRPr="00211D7F">
        <w:rPr>
          <w:rFonts w:hint="cs"/>
          <w:cs/>
          <w:lang w:bidi="hi-IN"/>
        </w:rPr>
        <w:t>बीरें</w:t>
      </w:r>
      <w:bookmarkEnd w:id="48"/>
    </w:p>
    <w:p w:rsidR="00F713B8" w:rsidRDefault="00F713B8" w:rsidP="00451F96">
      <w:pPr>
        <w:pStyle w:val="libNormal"/>
      </w:pP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 w:rsidR="00451F96">
        <w:rPr>
          <w:rFonts w:hint="cs"/>
          <w:cs/>
          <w:lang w:bidi="hi-IN"/>
        </w:rPr>
        <w:t>पॉ</w:t>
      </w:r>
      <w:r>
        <w:rPr>
          <w:rFonts w:hint="cs"/>
          <w:cs/>
          <w:lang w:bidi="hi-IN"/>
        </w:rPr>
        <w:t>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 w:rsidR="00451F96">
        <w:rPr>
          <w:rFonts w:hint="cs"/>
          <w:cs/>
          <w:lang w:bidi="hi-IN"/>
        </w:rPr>
        <w:t>सयु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मुनाजि़र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हुज़ैफ़ा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ab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 w:rsidR="00211D7F">
        <w:rPr>
          <w:cs/>
          <w:lang w:bidi="hi-IN"/>
        </w:rPr>
        <w:cr/>
      </w:r>
      <w:r>
        <w:t>(1)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मजनून</w:t>
      </w:r>
      <w:r>
        <w:t xml:space="preserve">, </w:t>
      </w:r>
      <w:r>
        <w:rPr>
          <w:rFonts w:hint="cs"/>
          <w:cs/>
          <w:lang w:bidi="hi-IN"/>
        </w:rPr>
        <w:t>नाबालिग़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बेहेक़ी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>(2)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तहम्मुक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बेहेक़ी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>(3)</w:t>
      </w: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मेआज़ड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फ़वाएद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>(4)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t>237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>(5)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साक़ित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>(6)</w:t>
      </w:r>
      <w:r>
        <w:tab/>
      </w:r>
      <w:r>
        <w:rPr>
          <w:rFonts w:hint="cs"/>
          <w:cs/>
          <w:lang w:bidi="hi-IN"/>
        </w:rPr>
        <w:t>क़दामा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हज़डरत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t xml:space="preserve">,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मुस्तरदरिक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>(7)</w:t>
      </w:r>
      <w:r>
        <w:tab/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नज़ान्द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अण्डा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आबरुरेज़ी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तफ़तीश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बिलआख़िर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अण्डे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अण्डे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ताज़ियानों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</w:t>
      </w:r>
      <w:r>
        <w:rPr>
          <w:cs/>
          <w:lang w:bidi="hi-IN"/>
        </w:rPr>
        <w:t xml:space="preserve"> </w:t>
      </w:r>
      <w:r>
        <w:t>48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अबल्ला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t xml:space="preserve">,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माजडूल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पड़ोसी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ख़िड़िकियां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कलदा</w:t>
      </w:r>
      <w:r>
        <w:t xml:space="preserve">,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चसप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करिश्मा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t xml:space="preserve">,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लड़खड़ाती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? </w:t>
      </w:r>
      <w:r>
        <w:rPr>
          <w:rFonts w:hint="cs"/>
          <w:cs/>
          <w:lang w:bidi="hi-IN"/>
        </w:rPr>
        <w:t>अबुबकर</w:t>
      </w:r>
      <w:r>
        <w:t xml:space="preserve">, </w:t>
      </w:r>
      <w:r>
        <w:rPr>
          <w:rFonts w:hint="cs"/>
          <w:cs/>
          <w:lang w:bidi="hi-IN"/>
        </w:rPr>
        <w:t>शब्बल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दरोग़गोई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तीरीख़े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लिेय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सुरमादानी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सुरमादानी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चश्मदीद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अव्वालियात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सुरमादानी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पिटाई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4B331C" w:rsidRDefault="00F713B8" w:rsidP="004B331C">
      <w:pPr>
        <w:pStyle w:val="Heading1"/>
        <w:rPr>
          <w:rFonts w:hint="cs"/>
          <w:lang w:bidi="hi-IN"/>
        </w:rPr>
      </w:pPr>
      <w:r>
        <w:tab/>
      </w:r>
      <w:bookmarkStart w:id="49" w:name="_Toc513934767"/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bookmarkEnd w:id="49"/>
    </w:p>
    <w:p w:rsidR="00F713B8" w:rsidRDefault="00F713B8" w:rsidP="004B331C">
      <w:pPr>
        <w:pStyle w:val="libNormal"/>
      </w:pPr>
      <w:r>
        <w:rPr>
          <w:rFonts w:hint="cs"/>
          <w:cs/>
          <w:lang w:bidi="hi-IN"/>
        </w:rPr>
        <w:t>अम</w:t>
      </w:r>
      <w:r w:rsidR="004B331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4B331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मुण्डवा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</w:p>
    <w:p w:rsidR="00F713B8" w:rsidRDefault="00F713B8" w:rsidP="004B331C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शफ़क्क़ते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बुझाते</w:t>
      </w:r>
      <w:r>
        <w:t xml:space="preserve">,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4B331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500B9A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एहकामाते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फ़रमाई</w:t>
      </w:r>
      <w:r>
        <w:t xml:space="preserve">?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500B9A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t>?</w:t>
      </w:r>
    </w:p>
    <w:p w:rsidR="00CA3622" w:rsidRDefault="00F713B8" w:rsidP="00500B9A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इस्तेख़ारा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पेंशन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अक़ाबरीने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अज़वाजे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 xml:space="preserve">0,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पेंशन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कुनिन्दीगान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इन्द्रजात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अज़ालतुल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तंख़्वाहें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tbl>
      <w:tblPr>
        <w:tblStyle w:val="TableGrid"/>
        <w:tblW w:w="0" w:type="auto"/>
        <w:tblLook w:val="04A0"/>
      </w:tblPr>
      <w:tblGrid>
        <w:gridCol w:w="918"/>
        <w:gridCol w:w="4050"/>
        <w:gridCol w:w="4608"/>
      </w:tblGrid>
      <w:tr w:rsidR="00CA3622" w:rsidTr="00500B9A">
        <w:tc>
          <w:tcPr>
            <w:tcW w:w="918" w:type="dxa"/>
          </w:tcPr>
          <w:p w:rsidR="00CA3622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(1)</w:t>
            </w:r>
          </w:p>
        </w:tc>
        <w:tc>
          <w:tcPr>
            <w:tcW w:w="4050" w:type="dxa"/>
          </w:tcPr>
          <w:p w:rsidR="00CA3622" w:rsidRDefault="004948B3" w:rsidP="00500B9A">
            <w:pPr>
              <w:pStyle w:val="libNormal"/>
              <w:rPr>
                <w:rFonts w:hint="cs"/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अब्बास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बिन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अब्दुल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मुत्तलिब</w:t>
            </w:r>
            <w:r>
              <w:rPr>
                <w:cs/>
                <w:lang w:bidi="hi-IN"/>
              </w:rPr>
              <w:tab/>
            </w:r>
          </w:p>
        </w:tc>
        <w:tc>
          <w:tcPr>
            <w:tcW w:w="4608" w:type="dxa"/>
          </w:tcPr>
          <w:p w:rsidR="00CA3622" w:rsidRDefault="004948B3" w:rsidP="00500B9A">
            <w:pPr>
              <w:pStyle w:val="libNormal"/>
            </w:pPr>
            <w:r>
              <w:t>12,000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CA3622" w:rsidTr="00500B9A">
        <w:tc>
          <w:tcPr>
            <w:tcW w:w="918" w:type="dxa"/>
          </w:tcPr>
          <w:p w:rsidR="00CA3622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(2)</w:t>
            </w:r>
          </w:p>
        </w:tc>
        <w:tc>
          <w:tcPr>
            <w:tcW w:w="4050" w:type="dxa"/>
          </w:tcPr>
          <w:p w:rsidR="00CA3622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हज़रत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आयशा</w:t>
            </w:r>
          </w:p>
        </w:tc>
        <w:tc>
          <w:tcPr>
            <w:tcW w:w="4608" w:type="dxa"/>
          </w:tcPr>
          <w:p w:rsidR="00CA3622" w:rsidRDefault="004948B3" w:rsidP="00500B9A">
            <w:pPr>
              <w:pStyle w:val="libNormal"/>
              <w:rPr>
                <w:cs/>
                <w:lang w:bidi="hi-IN"/>
              </w:rPr>
            </w:pPr>
            <w:r>
              <w:t>12,000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CA3622" w:rsidTr="00500B9A">
        <w:tc>
          <w:tcPr>
            <w:tcW w:w="918" w:type="dxa"/>
          </w:tcPr>
          <w:p w:rsidR="00CA3622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(3)</w:t>
            </w:r>
          </w:p>
        </w:tc>
        <w:tc>
          <w:tcPr>
            <w:tcW w:w="4050" w:type="dxa"/>
          </w:tcPr>
          <w:p w:rsidR="00CA3622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दीगर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अज़वाजे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पैग़म्बर</w:t>
            </w:r>
            <w:r>
              <w:rPr>
                <w:cs/>
                <w:lang w:bidi="hi-IN"/>
              </w:rPr>
              <w:t xml:space="preserve"> </w:t>
            </w:r>
          </w:p>
        </w:tc>
        <w:tc>
          <w:tcPr>
            <w:tcW w:w="4608" w:type="dxa"/>
          </w:tcPr>
          <w:p w:rsidR="00CA3622" w:rsidRDefault="004948B3" w:rsidP="00500B9A">
            <w:pPr>
              <w:pStyle w:val="libNormal"/>
              <w:rPr>
                <w:cs/>
                <w:lang w:bidi="hi-IN"/>
              </w:rPr>
            </w:pPr>
            <w:r>
              <w:t>10,000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(4)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असहाबे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बदर</w:t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5</w:t>
            </w:r>
            <w:r>
              <w:t>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(5)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असहाबे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हुदैबिया</w:t>
            </w:r>
            <w:r>
              <w:rPr>
                <w:cs/>
                <w:lang w:bidi="hi-IN"/>
              </w:rPr>
              <w:tab/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4</w:t>
            </w:r>
            <w:r>
              <w:t>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lastRenderedPageBreak/>
              <w:t>(6)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मुहाजेरीन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क़बल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फ़तहे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मक्का</w:t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3</w:t>
            </w:r>
            <w:r>
              <w:t>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(7)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मुहाजिरीन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हब्शा</w:t>
            </w:r>
            <w:r>
              <w:rPr>
                <w:cs/>
                <w:lang w:bidi="hi-IN"/>
              </w:rPr>
              <w:tab/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4</w:t>
            </w:r>
            <w:r>
              <w:t>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(8)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शुरकाये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जंग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क़ादसिया</w:t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2</w:t>
            </w:r>
            <w:r>
              <w:t>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(9)</w:t>
            </w:r>
          </w:p>
        </w:tc>
        <w:tc>
          <w:tcPr>
            <w:tcW w:w="4050" w:type="dxa"/>
          </w:tcPr>
          <w:p w:rsidR="004948B3" w:rsidRDefault="004948B3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क़ादसिया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व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यरमूक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बाद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मुजाहेदीन</w:t>
            </w:r>
          </w:p>
        </w:tc>
        <w:tc>
          <w:tcPr>
            <w:tcW w:w="4608" w:type="dxa"/>
          </w:tcPr>
          <w:p w:rsidR="004948B3" w:rsidRDefault="004948B3" w:rsidP="00500B9A">
            <w:pPr>
              <w:pStyle w:val="libNormal"/>
            </w:pPr>
            <w:r>
              <w:t>1,000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  <w:p w:rsidR="004948B3" w:rsidRDefault="004948B3" w:rsidP="00500B9A">
            <w:pPr>
              <w:pStyle w:val="libNormal"/>
            </w:pPr>
          </w:p>
        </w:tc>
      </w:tr>
      <w:tr w:rsidR="004948B3" w:rsidTr="00500B9A">
        <w:tc>
          <w:tcPr>
            <w:tcW w:w="918" w:type="dxa"/>
          </w:tcPr>
          <w:p w:rsidR="004948B3" w:rsidRDefault="004948B3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(10)</w:t>
            </w:r>
          </w:p>
        </w:tc>
        <w:tc>
          <w:tcPr>
            <w:tcW w:w="4050" w:type="dxa"/>
          </w:tcPr>
          <w:p w:rsidR="004948B3" w:rsidRDefault="0055207B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मसना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फ़ौज</w:t>
            </w:r>
            <w:r>
              <w:rPr>
                <w:cs/>
                <w:lang w:bidi="hi-IN"/>
              </w:rPr>
              <w:t xml:space="preserve"> </w:t>
            </w:r>
          </w:p>
        </w:tc>
        <w:tc>
          <w:tcPr>
            <w:tcW w:w="4608" w:type="dxa"/>
          </w:tcPr>
          <w:p w:rsidR="004948B3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5</w:t>
            </w:r>
            <w:r>
              <w:t>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(11)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अहले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यमन</w:t>
            </w:r>
            <w:r>
              <w:rPr>
                <w:cs/>
                <w:lang w:bidi="hi-IN"/>
              </w:rPr>
              <w:tab/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4</w:t>
            </w:r>
            <w:r>
              <w:t>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(12)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लीत</w:t>
            </w:r>
            <w:r w:rsidRPr="00500B9A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 w:rsidRPr="00500B9A">
              <w:rPr>
                <w:rFonts w:hint="cs"/>
                <w:cs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फौज</w:t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3</w:t>
            </w:r>
            <w:r>
              <w:t>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(13)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रबी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फ़ौज</w:t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25</w:t>
            </w:r>
            <w:r>
              <w:t>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(14)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अहले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बदर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बीवियां</w:t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5</w:t>
            </w:r>
            <w:r>
              <w:t>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(15)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</w:pPr>
            <w:r>
              <w:rPr>
                <w:rFonts w:hint="cs"/>
                <w:cs/>
                <w:lang w:bidi="hi-IN"/>
              </w:rPr>
              <w:t>अहले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हुदैबिया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बीवियां</w:t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>5</w:t>
            </w:r>
            <w:r>
              <w:t>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  <w:tr w:rsidR="0055207B" w:rsidTr="00500B9A">
        <w:tc>
          <w:tcPr>
            <w:tcW w:w="918" w:type="dxa"/>
          </w:tcPr>
          <w:p w:rsidR="0055207B" w:rsidRDefault="0055207B" w:rsidP="00500B9A">
            <w:pPr>
              <w:pStyle w:val="libNormal"/>
              <w:ind w:firstLine="0"/>
              <w:rPr>
                <w:lang w:bidi="hi-IN"/>
              </w:rPr>
            </w:pPr>
            <w:r>
              <w:t>(16</w:t>
            </w:r>
            <w:r>
              <w:rPr>
                <w:rFonts w:hint="cs"/>
                <w:cs/>
                <w:lang w:bidi="hi-IN"/>
              </w:rPr>
              <w:t>)</w:t>
            </w:r>
          </w:p>
        </w:tc>
        <w:tc>
          <w:tcPr>
            <w:tcW w:w="4050" w:type="dxa"/>
          </w:tcPr>
          <w:p w:rsidR="0055207B" w:rsidRDefault="0055207B" w:rsidP="00500B9A">
            <w:pPr>
              <w:pStyle w:val="libNormal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>अहले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क़ादसिया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की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बीवियां</w:t>
            </w:r>
          </w:p>
        </w:tc>
        <w:tc>
          <w:tcPr>
            <w:tcW w:w="4608" w:type="dxa"/>
          </w:tcPr>
          <w:p w:rsidR="0055207B" w:rsidRDefault="0055207B" w:rsidP="00500B9A">
            <w:pPr>
              <w:pStyle w:val="libNormal"/>
              <w:rPr>
                <w:cs/>
                <w:lang w:bidi="hi-IN"/>
              </w:rPr>
            </w:pPr>
            <w:r>
              <w:t>200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दिरहम</w:t>
            </w:r>
            <w:r>
              <w:rPr>
                <w:cs/>
                <w:lang w:bidi="hi-IN"/>
              </w:rPr>
              <w:t xml:space="preserve"> </w:t>
            </w:r>
            <w:r>
              <w:rPr>
                <w:rFonts w:hint="cs"/>
                <w:cs/>
                <w:lang w:bidi="hi-IN"/>
              </w:rPr>
              <w:t>सालाना</w:t>
            </w:r>
          </w:p>
        </w:tc>
      </w:tr>
    </w:tbl>
    <w:p w:rsidR="0055207B" w:rsidRDefault="0055207B" w:rsidP="00F713B8">
      <w:pPr>
        <w:pStyle w:val="libNormal"/>
        <w:rPr>
          <w:lang w:bidi="hi-IN"/>
        </w:rPr>
      </w:pPr>
    </w:p>
    <w:p w:rsidR="00F713B8" w:rsidRDefault="00F713B8" w:rsidP="0055207B">
      <w:pPr>
        <w:pStyle w:val="libNormal"/>
      </w:pP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कामिल</w:t>
      </w:r>
      <w:r>
        <w:t xml:space="preserve">,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t xml:space="preserve">,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एथ।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यक्कुम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t>16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मस्जिदुल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जराअ</w:t>
      </w:r>
      <w:r>
        <w:t xml:space="preserve">, </w:t>
      </w:r>
      <w:r>
        <w:rPr>
          <w:rFonts w:hint="cs"/>
          <w:cs/>
          <w:lang w:bidi="hi-IN"/>
        </w:rPr>
        <w:t>मआज़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</w:t>
      </w:r>
      <w:r>
        <w:t xml:space="preserve">,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अबुसुफि़यान</w:t>
      </w:r>
      <w:r>
        <w:t xml:space="preserve">, </w:t>
      </w:r>
      <w:r>
        <w:rPr>
          <w:rFonts w:hint="cs"/>
          <w:cs/>
          <w:lang w:bidi="hi-IN"/>
        </w:rPr>
        <w:t>हरस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हश्शाम</w:t>
      </w:r>
      <w:r>
        <w:t xml:space="preserve">, </w:t>
      </w:r>
      <w:r>
        <w:rPr>
          <w:rFonts w:hint="cs"/>
          <w:cs/>
          <w:lang w:bidi="hi-IN"/>
        </w:rPr>
        <w:t>सुहैल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t xml:space="preserve">, </w:t>
      </w:r>
      <w:r>
        <w:rPr>
          <w:rFonts w:hint="cs"/>
          <w:cs/>
          <w:lang w:bidi="hi-IN"/>
        </w:rPr>
        <w:t>अतबा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सुहैल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ग़ीलान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आमुर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वाक़दी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</w:t>
      </w:r>
      <w:r>
        <w:t xml:space="preserve">, </w:t>
      </w:r>
      <w:r>
        <w:rPr>
          <w:rFonts w:hint="cs"/>
          <w:cs/>
          <w:lang w:bidi="hi-IN"/>
        </w:rPr>
        <w:t>रक़्क़ा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रेहाइशगाहों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t xml:space="preserve">, </w:t>
      </w:r>
      <w:r>
        <w:rPr>
          <w:rFonts w:hint="cs"/>
          <w:cs/>
          <w:lang w:bidi="hi-IN"/>
        </w:rPr>
        <w:t>हौरान</w:t>
      </w:r>
      <w:r>
        <w:t xml:space="preserve">, </w:t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कंसरीन</w:t>
      </w:r>
      <w:r>
        <w:t xml:space="preserve">,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अलजज़ाएर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दमिश्क</w:t>
      </w:r>
      <w:r>
        <w:t xml:space="preserve">, </w:t>
      </w:r>
      <w:r>
        <w:rPr>
          <w:rFonts w:hint="cs"/>
          <w:cs/>
          <w:lang w:bidi="hi-IN"/>
        </w:rPr>
        <w:t>उरदुन</w:t>
      </w:r>
      <w:r>
        <w:t xml:space="preserve">, </w:t>
      </w:r>
      <w:r>
        <w:rPr>
          <w:rFonts w:hint="cs"/>
          <w:cs/>
          <w:lang w:bidi="hi-IN"/>
        </w:rPr>
        <w:t>फ़िलिस्तीन</w:t>
      </w:r>
      <w:r>
        <w:t xml:space="preserve">, </w:t>
      </w:r>
      <w:r>
        <w:rPr>
          <w:rFonts w:hint="cs"/>
          <w:cs/>
          <w:lang w:bidi="hi-IN"/>
        </w:rPr>
        <w:t>अनताकिया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अबुहूरैरा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वाकियात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इनएक़ाद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अमाएदीन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अकाबरीन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t xml:space="preserve">, </w:t>
      </w:r>
      <w:r>
        <w:rPr>
          <w:rFonts w:hint="cs"/>
          <w:cs/>
          <w:lang w:bidi="hi-IN"/>
        </w:rPr>
        <w:t>मेआज़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</w:t>
      </w:r>
      <w:r>
        <w:t xml:space="preserve">, </w:t>
      </w:r>
      <w:r>
        <w:rPr>
          <w:rFonts w:hint="cs"/>
          <w:cs/>
          <w:lang w:bidi="hi-IN"/>
        </w:rPr>
        <w:t>ओबी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कूब</w:t>
      </w:r>
      <w:r>
        <w:t xml:space="preserve">,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t xml:space="preserve">,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मुशीरकार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मक्का</w:t>
      </w:r>
      <w:r>
        <w:t xml:space="preserve">, </w:t>
      </w:r>
      <w:r>
        <w:rPr>
          <w:rFonts w:hint="cs"/>
          <w:cs/>
          <w:lang w:bidi="hi-IN"/>
        </w:rPr>
        <w:t>मदीना</w:t>
      </w:r>
      <w:r>
        <w:t xml:space="preserve">, </w:t>
      </w:r>
      <w:r>
        <w:rPr>
          <w:rFonts w:hint="cs"/>
          <w:cs/>
          <w:lang w:bidi="hi-IN"/>
        </w:rPr>
        <w:t>शाम</w:t>
      </w:r>
      <w:r>
        <w:t xml:space="preserve">, </w:t>
      </w:r>
      <w:r>
        <w:rPr>
          <w:rFonts w:hint="cs"/>
          <w:cs/>
          <w:lang w:bidi="hi-IN"/>
        </w:rPr>
        <w:t>जज़ीरा</w:t>
      </w:r>
      <w:r>
        <w:t xml:space="preserve">, </w:t>
      </w:r>
      <w:r>
        <w:rPr>
          <w:rFonts w:hint="cs"/>
          <w:cs/>
          <w:lang w:bidi="hi-IN"/>
        </w:rPr>
        <w:t>मसरा</w:t>
      </w:r>
      <w:r>
        <w:t xml:space="preserve">, </w:t>
      </w:r>
      <w:r>
        <w:rPr>
          <w:rFonts w:hint="cs"/>
          <w:cs/>
          <w:lang w:bidi="hi-IN"/>
        </w:rPr>
        <w:t>कूफा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t xml:space="preserve">, </w:t>
      </w:r>
      <w:r>
        <w:rPr>
          <w:rFonts w:hint="cs"/>
          <w:cs/>
          <w:lang w:bidi="hi-IN"/>
        </w:rPr>
        <w:t>एलिया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रमला</w:t>
      </w:r>
      <w:r>
        <w:t xml:space="preserve">, </w:t>
      </w:r>
      <w:r>
        <w:rPr>
          <w:rFonts w:hint="cs"/>
          <w:cs/>
          <w:lang w:bidi="hi-IN"/>
        </w:rPr>
        <w:t>खुरासान</w:t>
      </w:r>
      <w:r>
        <w:t xml:space="preserve">,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बाइजान</w:t>
      </w:r>
      <w:r>
        <w:t xml:space="preserve">, </w:t>
      </w:r>
      <w:r>
        <w:rPr>
          <w:rFonts w:hint="cs"/>
          <w:cs/>
          <w:lang w:bidi="hi-IN"/>
        </w:rPr>
        <w:t>फ़ारस</w:t>
      </w:r>
      <w:r>
        <w:t xml:space="preserve">, </w:t>
      </w:r>
      <w:r>
        <w:rPr>
          <w:rFonts w:hint="cs"/>
          <w:cs/>
          <w:lang w:bidi="hi-IN"/>
        </w:rPr>
        <w:t>ताएफ़</w:t>
      </w:r>
      <w:r>
        <w:t xml:space="preserve">, </w:t>
      </w:r>
      <w:r>
        <w:rPr>
          <w:rFonts w:hint="cs"/>
          <w:cs/>
          <w:lang w:bidi="hi-IN"/>
        </w:rPr>
        <w:t>सनआ</w:t>
      </w:r>
      <w:r>
        <w:t xml:space="preserve">, </w:t>
      </w:r>
      <w:r>
        <w:rPr>
          <w:rFonts w:hint="cs"/>
          <w:cs/>
          <w:lang w:bidi="hi-IN"/>
        </w:rPr>
        <w:t>जंद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सिक्रेट्री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मुंशी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कलेक्टर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साहेबुल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पुलिस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आफ़ीसर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क़ाएद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F713B8" w:rsidRDefault="00F713B8" w:rsidP="0055207B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55207B"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टैक्स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मुरुसा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आबपाशी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t xml:space="preserve">, </w:t>
      </w:r>
      <w:r>
        <w:rPr>
          <w:rFonts w:hint="cs"/>
          <w:cs/>
          <w:lang w:bidi="hi-IN"/>
        </w:rPr>
        <w:t>तालाब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जाबजां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सड़कों</w:t>
      </w:r>
      <w:r>
        <w:t xml:space="preserve">, </w:t>
      </w:r>
      <w:r>
        <w:rPr>
          <w:rFonts w:hint="cs"/>
          <w:cs/>
          <w:lang w:bidi="hi-IN"/>
        </w:rPr>
        <w:t>पुलों</w:t>
      </w:r>
      <w:r>
        <w:t xml:space="preserve">, </w:t>
      </w:r>
      <w:r>
        <w:rPr>
          <w:rFonts w:hint="cs"/>
          <w:cs/>
          <w:lang w:bidi="hi-IN"/>
        </w:rPr>
        <w:t>शफाखानों</w:t>
      </w:r>
      <w:r>
        <w:t xml:space="preserve">,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इ्ब्तेदा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फ़ौजदारी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तफ़तीश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मुलज़िमों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t xml:space="preserve">, </w:t>
      </w:r>
      <w:r>
        <w:rPr>
          <w:rFonts w:hint="cs"/>
          <w:cs/>
          <w:lang w:bidi="hi-IN"/>
        </w:rPr>
        <w:t>दुकानदारों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देखभाल</w:t>
      </w:r>
      <w:r>
        <w:t xml:space="preserve">, </w:t>
      </w:r>
      <w:r>
        <w:rPr>
          <w:rFonts w:hint="cs"/>
          <w:cs/>
          <w:lang w:bidi="hi-IN"/>
        </w:rPr>
        <w:t>सड़कों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t xml:space="preserve">,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लादने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मवाख़िज़ा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t xml:space="preserve">, </w:t>
      </w:r>
      <w:r>
        <w:rPr>
          <w:rFonts w:hint="cs"/>
          <w:cs/>
          <w:lang w:bidi="hi-IN"/>
        </w:rPr>
        <w:t>कूफ़ा</w:t>
      </w:r>
      <w:r>
        <w:t xml:space="preserve">, </w:t>
      </w:r>
      <w:r>
        <w:rPr>
          <w:rFonts w:hint="cs"/>
          <w:cs/>
          <w:lang w:bidi="hi-IN"/>
        </w:rPr>
        <w:t>बसरा</w:t>
      </w:r>
      <w:r>
        <w:t xml:space="preserve">, </w:t>
      </w:r>
      <w:r>
        <w:rPr>
          <w:rFonts w:hint="cs"/>
          <w:cs/>
          <w:lang w:bidi="hi-IN"/>
        </w:rPr>
        <w:t>मूसल</w:t>
      </w:r>
      <w:r>
        <w:t xml:space="preserve">, </w:t>
      </w:r>
      <w:r>
        <w:rPr>
          <w:rFonts w:hint="cs"/>
          <w:cs/>
          <w:lang w:bidi="hi-IN"/>
        </w:rPr>
        <w:t>क़सतात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दमिश्क</w:t>
      </w:r>
      <w:r>
        <w:t xml:space="preserve">, </w:t>
      </w:r>
      <w:r>
        <w:rPr>
          <w:rFonts w:hint="cs"/>
          <w:cs/>
          <w:lang w:bidi="hi-IN"/>
        </w:rPr>
        <w:t>हमस</w:t>
      </w:r>
      <w:r>
        <w:t xml:space="preserve">, </w:t>
      </w:r>
      <w:r>
        <w:rPr>
          <w:rFonts w:hint="cs"/>
          <w:cs/>
          <w:lang w:bidi="hi-IN"/>
        </w:rPr>
        <w:t>उरदुन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फ़िलिस्तीन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असतबल</w:t>
      </w:r>
      <w:r>
        <w:t xml:space="preserve">,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बैरीके</w:t>
      </w:r>
      <w:r>
        <w:t xml:space="preserve">, </w:t>
      </w:r>
      <w:r>
        <w:rPr>
          <w:rFonts w:hint="cs"/>
          <w:cs/>
          <w:lang w:bidi="hi-IN"/>
        </w:rPr>
        <w:t>अजनास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गोदाम</w:t>
      </w:r>
      <w:r>
        <w:t xml:space="preserve">,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छांवनियां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F713B8" w:rsidRDefault="00F713B8" w:rsidP="0055207B">
      <w:pPr>
        <w:pStyle w:val="Heading1"/>
      </w:pPr>
      <w:r>
        <w:tab/>
      </w:r>
      <w:bookmarkStart w:id="50" w:name="_Toc513934768"/>
      <w:r>
        <w:rPr>
          <w:rFonts w:hint="cs"/>
          <w:cs/>
          <w:lang w:bidi="hi-IN"/>
        </w:rPr>
        <w:t>शूरा</w:t>
      </w:r>
      <w:r>
        <w:t xml:space="preserve">, </w:t>
      </w:r>
      <w:r>
        <w:rPr>
          <w:rFonts w:hint="cs"/>
          <w:cs/>
          <w:lang w:bidi="hi-IN"/>
        </w:rPr>
        <w:t>वफ़ात</w:t>
      </w:r>
      <w:r>
        <w:t xml:space="preserve">,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bookmarkEnd w:id="50"/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तख्ते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मुआलिज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t xml:space="preserve">?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अबुउबैदा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खि़लाफत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सुपूर्द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हुअफ़ा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t xml:space="preserve">,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t xml:space="preserve">,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लाय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मजव्वेज़ा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हरीस</w:t>
      </w:r>
      <w:r>
        <w:t xml:space="preserve">, </w:t>
      </w:r>
      <w:r>
        <w:rPr>
          <w:rFonts w:hint="cs"/>
          <w:cs/>
          <w:lang w:bidi="hi-IN"/>
        </w:rPr>
        <w:t>कज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</w:t>
      </w:r>
      <w:r>
        <w:t xml:space="preserve">, </w:t>
      </w:r>
      <w:r>
        <w:rPr>
          <w:rFonts w:hint="cs"/>
          <w:cs/>
          <w:lang w:bidi="hi-IN"/>
        </w:rPr>
        <w:t>तरीक़ये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t xml:space="preserve">, </w:t>
      </w:r>
      <w:r>
        <w:rPr>
          <w:rFonts w:hint="cs"/>
          <w:cs/>
          <w:lang w:bidi="hi-IN"/>
        </w:rPr>
        <w:t>तरीक़ये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लाहए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ऱुख़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आसा</w:t>
      </w:r>
      <w:r>
        <w:rPr>
          <w:rFonts w:hint="cs"/>
          <w:cs/>
          <w:lang w:bidi="hi-IN"/>
        </w:rPr>
        <w:t>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दाग़बेल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हदिन्दीगान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मुत्तफ़िक़ा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इख़्तेलाफ़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अफ</w:t>
      </w:r>
      <w:r>
        <w:rPr>
          <w:rFonts w:hint="cs"/>
          <w:cs/>
          <w:lang w:bidi="hi-IN"/>
        </w:rPr>
        <w:t>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मश़गूल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 w:rsidR="0055207B"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 w:rsidR="00211D7F">
        <w:rPr>
          <w:cs/>
          <w:lang w:bidi="hi-IN"/>
        </w:rPr>
        <w:cr/>
      </w: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?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 w:rsidR="0055207B">
        <w:rPr>
          <w:rFonts w:hint="cs"/>
          <w:cs/>
          <w:lang w:bidi="hi-IN"/>
        </w:rPr>
        <w:t>बे 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दस्तब्रदार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मुऩ्तख़ब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t xml:space="preserve">,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</w:t>
      </w:r>
      <w:r w:rsidR="0055207B">
        <w:rPr>
          <w:rFonts w:hint="cs"/>
          <w:cs/>
          <w:lang w:bidi="hi-IN"/>
        </w:rPr>
        <w:t>ै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 w:rsidR="00211D7F">
        <w:rPr>
          <w:cs/>
          <w:lang w:bidi="hi-IN"/>
        </w:rPr>
        <w:cr/>
      </w:r>
      <w:r>
        <w:tab/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ज़िलहिज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644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जख़्मीं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यक्कम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lastRenderedPageBreak/>
        <w:t>अज़वाज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मख़जूमीं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क़रतिबा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</w:t>
      </w:r>
      <w:r>
        <w:rPr>
          <w:cs/>
          <w:lang w:bidi="hi-IN"/>
        </w:rPr>
        <w:t xml:space="preserve"> </w:t>
      </w:r>
      <w:r>
        <w:t>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आसैब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बदकिस्मती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फ़कीहायमीना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साबेका़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ख़नीस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बाद</w:t>
      </w:r>
      <w:r>
        <w:rPr>
          <w:cs/>
          <w:lang w:bidi="hi-IN"/>
        </w:rPr>
        <w:t xml:space="preserve"> े</w:t>
      </w:r>
      <w:r>
        <w:rPr>
          <w:rFonts w:hint="cs"/>
          <w:cs/>
          <w:lang w:bidi="hi-IN"/>
        </w:rPr>
        <w:t>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t xml:space="preserve">,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अबुशहमा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t xml:space="preserve">,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55207B" w:rsidRDefault="0055207B" w:rsidP="0055207B">
      <w:pPr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F713B8" w:rsidRDefault="00F713B8" w:rsidP="0055207B">
      <w:pPr>
        <w:pStyle w:val="Heading1Center"/>
      </w:pPr>
      <w:bookmarkStart w:id="51" w:name="_Toc513934769"/>
      <w:r>
        <w:rPr>
          <w:rFonts w:hint="cs"/>
          <w:cs/>
          <w:lang w:bidi="hi-IN"/>
        </w:rPr>
        <w:lastRenderedPageBreak/>
        <w:t>हज़रत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rtl/>
          <w:cs/>
        </w:rPr>
        <w:t xml:space="preserve"> </w:t>
      </w:r>
      <w:r>
        <w:rPr>
          <w:rFonts w:hint="cs"/>
          <w:cs/>
          <w:lang w:bidi="hi-IN"/>
        </w:rPr>
        <w:t>अफ़ान</w:t>
      </w:r>
      <w:bookmarkEnd w:id="51"/>
    </w:p>
    <w:p w:rsidR="00F713B8" w:rsidRDefault="00F713B8" w:rsidP="002825DB">
      <w:pPr>
        <w:pStyle w:val="libCenter"/>
      </w:pPr>
      <w:r>
        <w:t>(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>)</w:t>
      </w:r>
    </w:p>
    <w:p w:rsidR="00F713B8" w:rsidRDefault="00B51B8D" w:rsidP="00F713B8">
      <w:pPr>
        <w:pStyle w:val="libNormal"/>
      </w:pPr>
      <w:r w:rsidRPr="00B51B8D">
        <w:rPr>
          <w:rFonts w:hint="cs"/>
          <w:cs/>
          <w:lang w:bidi="hi-IN"/>
        </w:rPr>
        <w:t xml:space="preserve">हज़रत उस्मान का </w:t>
      </w:r>
      <w:r w:rsidR="00F713B8" w:rsidRPr="00B51B8D">
        <w:rPr>
          <w:rFonts w:hint="cs"/>
          <w:cs/>
          <w:lang w:bidi="hi-IN"/>
        </w:rPr>
        <w:t>तअर्रुफ़</w:t>
      </w:r>
      <w:r w:rsidR="00211D7F">
        <w:rPr>
          <w:rtl/>
          <w:cs/>
        </w:rPr>
        <w:cr/>
      </w:r>
      <w:r w:rsidR="00F713B8">
        <w:tab/>
      </w:r>
      <w:r w:rsidR="00F713B8">
        <w:rPr>
          <w:rFonts w:hint="cs"/>
          <w:cs/>
          <w:lang w:bidi="hi-IN"/>
        </w:rPr>
        <w:t>आप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नाम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उस्मान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बिन</w:t>
      </w:r>
      <w:r w:rsidR="00F713B8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 w:rsidR="00F713B8">
        <w:rPr>
          <w:rFonts w:hint="cs"/>
          <w:cs/>
          <w:lang w:bidi="hi-IN"/>
        </w:rPr>
        <w:t>फ़ान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और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कुन्नियत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अबु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अब्दुल्लाह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व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अबु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अमरु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थ।</w:t>
      </w:r>
      <w:r w:rsidR="00F713B8">
        <w:rPr>
          <w:cs/>
          <w:lang w:bidi="hi-IN"/>
        </w:rPr>
        <w:t xml:space="preserve"> </w:t>
      </w:r>
      <w:r w:rsidR="00F713B8">
        <w:rPr>
          <w:rFonts w:ascii="Times New Roman" w:hAnsi="Times New Roman" w:cs="Times New Roman"/>
        </w:rPr>
        <w:t>“</w:t>
      </w:r>
      <w:r w:rsidR="00F713B8">
        <w:rPr>
          <w:rFonts w:hint="cs"/>
          <w:cs/>
          <w:lang w:bidi="hi-IN"/>
        </w:rPr>
        <w:t>ग़नी</w:t>
      </w:r>
      <w:r w:rsidR="00F713B8">
        <w:rPr>
          <w:rFonts w:hint="eastAsia"/>
        </w:rPr>
        <w:t>”</w:t>
      </w:r>
      <w:r w:rsidR="00F713B8">
        <w:t xml:space="preserve"> </w:t>
      </w:r>
      <w:r w:rsidR="00F713B8">
        <w:rPr>
          <w:rFonts w:hint="cs"/>
          <w:cs/>
          <w:lang w:bidi="hi-IN"/>
        </w:rPr>
        <w:t>और</w:t>
      </w:r>
      <w:r w:rsidR="00F713B8">
        <w:rPr>
          <w:cs/>
          <w:lang w:bidi="hi-IN"/>
        </w:rPr>
        <w:t xml:space="preserve"> </w:t>
      </w:r>
      <w:r w:rsidR="00F713B8">
        <w:rPr>
          <w:rFonts w:ascii="Times New Roman" w:hAnsi="Times New Roman" w:cs="Times New Roman"/>
        </w:rPr>
        <w:t>“</w:t>
      </w:r>
      <w:r w:rsidR="00F713B8">
        <w:rPr>
          <w:rFonts w:hint="cs"/>
          <w:cs/>
          <w:lang w:bidi="hi-IN"/>
        </w:rPr>
        <w:t>जुलनूरीन</w:t>
      </w:r>
      <w:r w:rsidR="00F713B8">
        <w:rPr>
          <w:rFonts w:hint="eastAsia"/>
        </w:rPr>
        <w:t>”</w:t>
      </w:r>
      <w:r w:rsidR="00F713B8">
        <w:t xml:space="preserve"> </w:t>
      </w:r>
      <w:r w:rsidR="00F713B8">
        <w:rPr>
          <w:rFonts w:hint="cs"/>
          <w:cs/>
          <w:lang w:bidi="hi-IN"/>
        </w:rPr>
        <w:t>के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अलक़ाब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सलातीन</w:t>
      </w:r>
      <w:r w:rsidR="00531C4B">
        <w:rPr>
          <w:rFonts w:hint="cs"/>
          <w:cs/>
          <w:lang w:bidi="hi-IN"/>
        </w:rPr>
        <w:t>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बनी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उमय्या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की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तरफ़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से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अतिया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है।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नासल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का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ख़िताब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उम्मुल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मोमेनीन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हज़रत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आयशा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ने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मरहमत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फ़रमाया</w:t>
      </w:r>
      <w:r w:rsidR="00F713B8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सफूरिया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t xml:space="preserve">,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t xml:space="preserve">, </w:t>
      </w:r>
      <w:r>
        <w:rPr>
          <w:rFonts w:hint="cs"/>
          <w:cs/>
          <w:lang w:bidi="hi-IN"/>
        </w:rPr>
        <w:t>अबदे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rFonts w:hint="eastAsia"/>
        </w:rPr>
        <w:t>”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मुनाज़िरे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दग़फ़ल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मुकालिमें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</w:t>
      </w:r>
      <w:r>
        <w:t xml:space="preserve">,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मजहूलुल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उसम्मानी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ख़ानवादा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मख़न्नस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सौतेला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मशातागरी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हज्जाम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बधिया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B51B8D">
      <w:pPr>
        <w:pStyle w:val="Heading1"/>
      </w:pPr>
      <w:bookmarkStart w:id="52" w:name="_Toc513934770"/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bookmarkEnd w:id="52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ताऱीख़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ा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शरमिन्दा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B51B8D">
      <w:pPr>
        <w:pStyle w:val="Heading1"/>
      </w:pPr>
      <w:r>
        <w:lastRenderedPageBreak/>
        <w:tab/>
      </w:r>
      <w:bookmarkStart w:id="53" w:name="_Toc513934771"/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पेशोनगोई</w:t>
      </w:r>
      <w:bookmarkEnd w:id="53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रोआफ़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रौज़तुल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t xml:space="preserve">, </w:t>
      </w:r>
      <w:r>
        <w:rPr>
          <w:rFonts w:hint="cs"/>
          <w:cs/>
          <w:lang w:bidi="hi-IN"/>
        </w:rPr>
        <w:t>इजतेमाईत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</w:t>
      </w:r>
      <w:r w:rsidR="00B51B8D">
        <w:rPr>
          <w:rFonts w:hint="cs"/>
          <w:cs/>
          <w:lang w:bidi="hi-IN"/>
        </w:rPr>
        <w:t>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इख़्तेलाफ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rFonts w:hint="eastAsia"/>
        </w:rPr>
        <w:t>”</w:t>
      </w:r>
    </w:p>
    <w:p w:rsidR="00F713B8" w:rsidRDefault="00F713B8" w:rsidP="00B51B8D">
      <w:pPr>
        <w:pStyle w:val="libNormal"/>
      </w:pPr>
      <w:r>
        <w:tab/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चलाने</w:t>
      </w:r>
      <w:r>
        <w:t xml:space="preserve">,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</w:t>
      </w:r>
      <w:r w:rsidR="00B51B8D">
        <w:rPr>
          <w:rFonts w:hint="cs"/>
          <w:cs/>
          <w:lang w:bidi="hi-IN"/>
        </w:rPr>
        <w:t>े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</w:t>
      </w:r>
      <w:r w:rsidR="00B51B8D">
        <w:rPr>
          <w:rFonts w:hint="cs"/>
          <w:cs/>
          <w:lang w:bidi="hi-IN"/>
        </w:rPr>
        <w:t>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लुक़्मा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B51B8D">
      <w:pPr>
        <w:pStyle w:val="Heading1"/>
      </w:pPr>
      <w:bookmarkStart w:id="54" w:name="_Toc513934772"/>
      <w:r>
        <w:rPr>
          <w:rFonts w:hint="cs"/>
          <w:cs/>
          <w:lang w:bidi="hi-IN"/>
        </w:rPr>
        <w:lastRenderedPageBreak/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bookmarkEnd w:id="54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वसातत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संभाला</w:t>
      </w:r>
      <w:r>
        <w:t xml:space="preserve">?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यक्कुम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मोहर्रमुल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रुझहान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घुमाओ</w:t>
      </w:r>
      <w:r>
        <w:t xml:space="preserve">, </w:t>
      </w:r>
      <w:r>
        <w:rPr>
          <w:rFonts w:hint="cs"/>
          <w:cs/>
          <w:lang w:bidi="hi-IN"/>
        </w:rPr>
        <w:t>फिराओ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</w:t>
      </w:r>
      <w:r>
        <w:t xml:space="preserve">?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</w:t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B51B8D">
      <w:pPr>
        <w:pStyle w:val="Heading1"/>
      </w:pPr>
      <w:bookmarkStart w:id="55" w:name="_Toc513934773"/>
      <w:r>
        <w:rPr>
          <w:rFonts w:hint="cs"/>
          <w:cs/>
          <w:lang w:bidi="hi-IN"/>
        </w:rPr>
        <w:t>निजामें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bookmarkEnd w:id="55"/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मलूकियत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t xml:space="preserve">,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t xml:space="preserve">, </w:t>
      </w:r>
      <w:r>
        <w:rPr>
          <w:rFonts w:hint="cs"/>
          <w:cs/>
          <w:lang w:bidi="hi-IN"/>
        </w:rPr>
        <w:t>एहक़ामे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t xml:space="preserve">, </w:t>
      </w:r>
      <w:r>
        <w:rPr>
          <w:rFonts w:hint="cs"/>
          <w:cs/>
          <w:lang w:bidi="hi-IN"/>
        </w:rPr>
        <w:t>हुकूके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ख्वाहिशात</w:t>
      </w:r>
      <w:r>
        <w:t xml:space="preserve">, </w:t>
      </w:r>
      <w:r>
        <w:rPr>
          <w:rFonts w:hint="cs"/>
          <w:cs/>
          <w:lang w:bidi="hi-IN"/>
        </w:rPr>
        <w:t>मुल्कगिरी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शहंशाही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सरगर्दाँ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मनफ़ेअत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मुनफ़ेअत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t xml:space="preserve">, </w:t>
      </w:r>
      <w:r>
        <w:rPr>
          <w:rFonts w:hint="cs"/>
          <w:cs/>
          <w:lang w:bidi="hi-IN"/>
        </w:rPr>
        <w:t>मजहबी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</w:t>
      </w:r>
      <w:r>
        <w:t xml:space="preserve">, </w:t>
      </w:r>
      <w:r>
        <w:rPr>
          <w:rFonts w:hint="cs"/>
          <w:cs/>
          <w:lang w:bidi="hi-IN"/>
        </w:rPr>
        <w:t>डा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ख़ोलफ़ाये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जिक्र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ख़िलाफ़त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“</w:t>
      </w:r>
    </w:p>
    <w:p w:rsidR="00F713B8" w:rsidRDefault="00F713B8" w:rsidP="00132C7C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अफा़ल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चिराग़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t xml:space="preserve">, </w:t>
      </w:r>
      <w:r>
        <w:rPr>
          <w:rFonts w:hint="cs"/>
          <w:cs/>
          <w:lang w:bidi="hi-IN"/>
        </w:rPr>
        <w:t>उखूवत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इख़्लाक़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संवारने</w:t>
      </w:r>
      <w:r>
        <w:t xml:space="preserve">,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t xml:space="preserve">, </w:t>
      </w:r>
      <w:r>
        <w:rPr>
          <w:rFonts w:hint="cs"/>
          <w:cs/>
          <w:lang w:bidi="hi-IN"/>
        </w:rPr>
        <w:t>ताक़त</w:t>
      </w:r>
      <w:r>
        <w:t xml:space="preserve">,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पुख़्तगी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मुल्कगीरी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तज़ीमकारी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ख़़ज़ानों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इफ़राते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नेशापुर</w:t>
      </w:r>
      <w:r>
        <w:t xml:space="preserve">, </w:t>
      </w:r>
      <w:r>
        <w:rPr>
          <w:rFonts w:hint="cs"/>
          <w:cs/>
          <w:lang w:bidi="hi-IN"/>
        </w:rPr>
        <w:t>तूस</w:t>
      </w:r>
      <w:r>
        <w:t xml:space="preserve">, </w:t>
      </w:r>
      <w:r>
        <w:rPr>
          <w:rFonts w:hint="cs"/>
          <w:cs/>
          <w:lang w:bidi="hi-IN"/>
        </w:rPr>
        <w:t>सरखुस</w:t>
      </w:r>
      <w:r>
        <w:t xml:space="preserve">, </w:t>
      </w:r>
      <w:r>
        <w:rPr>
          <w:rFonts w:hint="cs"/>
          <w:cs/>
          <w:lang w:bidi="hi-IN"/>
        </w:rPr>
        <w:t>मरव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हमानियान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सोलह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</w:t>
      </w:r>
      <w:r>
        <w:t xml:space="preserve">,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इलाको़ं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तरीक़येकार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चौगूनी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मसरा</w:t>
      </w:r>
      <w:r>
        <w:t xml:space="preserve">, </w:t>
      </w:r>
      <w:r>
        <w:rPr>
          <w:rFonts w:hint="cs"/>
          <w:cs/>
          <w:lang w:bidi="hi-IN"/>
        </w:rPr>
        <w:t>कूफ़ा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यौमिया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घोड़ें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अट्ठासी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t xml:space="preserve">,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हुनैन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जायदाद</w:t>
      </w:r>
      <w:r>
        <w:t xml:space="preserve">,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छोडें।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दौलत।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जाँबाज़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t xml:space="preserve">?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मुनसिफ़ाना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B51B8D">
      <w:pPr>
        <w:pStyle w:val="libNormal"/>
      </w:pPr>
      <w:r>
        <w:tab/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बदउनवानियां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जलूलुलस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गुमनामियों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, </w:t>
      </w:r>
      <w:r>
        <w:rPr>
          <w:rFonts w:hint="cs"/>
          <w:cs/>
          <w:lang w:bidi="hi-IN"/>
        </w:rPr>
        <w:t>इफ़लास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t xml:space="preserve">, </w:t>
      </w:r>
      <w:r>
        <w:rPr>
          <w:rFonts w:hint="cs"/>
          <w:cs/>
          <w:lang w:bidi="hi-IN"/>
        </w:rPr>
        <w:t>महलात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नौख़ेज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तजरबेकार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अप़राद।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बदउवानियों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 w:rsidR="00B51B8D">
        <w:rPr>
          <w:rFonts w:hint="cs"/>
          <w:cs/>
          <w:lang w:bidi="hi-IN"/>
        </w:rPr>
        <w:t>ऐ</w:t>
      </w:r>
      <w:r>
        <w:rPr>
          <w:rFonts w:hint="cs"/>
          <w:cs/>
          <w:lang w:bidi="hi-IN"/>
        </w:rPr>
        <w:t>तदालियों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>(1)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F713B8" w:rsidRDefault="00F713B8" w:rsidP="00F713B8">
      <w:pPr>
        <w:pStyle w:val="libNormal"/>
      </w:pPr>
      <w:r>
        <w:t>(2)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</w:p>
    <w:p w:rsidR="00F713B8" w:rsidRDefault="00F713B8" w:rsidP="00F713B8">
      <w:pPr>
        <w:pStyle w:val="libNormal"/>
      </w:pPr>
      <w:r>
        <w:t>(3)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F713B8">
      <w:pPr>
        <w:pStyle w:val="libNormal"/>
      </w:pPr>
      <w:r>
        <w:t>(4)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फ़रमाया।</w:t>
      </w:r>
    </w:p>
    <w:p w:rsidR="00F713B8" w:rsidRDefault="00F713B8" w:rsidP="00F713B8">
      <w:pPr>
        <w:pStyle w:val="libNormal"/>
      </w:pPr>
      <w:r>
        <w:lastRenderedPageBreak/>
        <w:t>(5)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F713B8">
      <w:pPr>
        <w:pStyle w:val="libNormal"/>
      </w:pPr>
      <w:r>
        <w:t>(6)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>(7)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</w:p>
    <w:p w:rsidR="00F713B8" w:rsidRDefault="00F713B8" w:rsidP="00F713B8">
      <w:pPr>
        <w:pStyle w:val="libNormal"/>
      </w:pPr>
      <w:r>
        <w:t>(8)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F713B8" w:rsidRDefault="00F713B8" w:rsidP="00F713B8">
      <w:pPr>
        <w:pStyle w:val="libNormal"/>
      </w:pPr>
      <w:r>
        <w:t>(9)</w:t>
      </w:r>
      <w:r>
        <w:tab/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B51B8D">
      <w:pPr>
        <w:pStyle w:val="libNormal"/>
      </w:pPr>
      <w:r>
        <w:t>(10)</w:t>
      </w:r>
      <w:r w:rsidR="00B51B8D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हरमिज़ान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अहवाज़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t xml:space="preserve">,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मुंतरिश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दोधारी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तख़्वीफ़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t xml:space="preserve">, </w:t>
      </w:r>
      <w:r>
        <w:rPr>
          <w:rFonts w:hint="cs"/>
          <w:cs/>
          <w:lang w:bidi="hi-IN"/>
        </w:rPr>
        <w:t>हाथा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t xml:space="preserve">, </w:t>
      </w:r>
      <w:r>
        <w:rPr>
          <w:rFonts w:hint="cs"/>
          <w:cs/>
          <w:lang w:bidi="hi-IN"/>
        </w:rPr>
        <w:t>गालम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गुत्थम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गुत्था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घसीटते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सरबआवुर्दा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t xml:space="preserve">, </w:t>
      </w:r>
      <w:r>
        <w:rPr>
          <w:rFonts w:hint="cs"/>
          <w:cs/>
          <w:lang w:bidi="hi-IN"/>
        </w:rPr>
        <w:t>ज़फ़ीना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मुन्दर्जा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अक़तेबासात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असीर</w:t>
      </w:r>
      <w:r>
        <w:t xml:space="preserve">, </w:t>
      </w:r>
      <w:r>
        <w:rPr>
          <w:rFonts w:hint="cs"/>
          <w:cs/>
          <w:lang w:bidi="hi-IN"/>
        </w:rPr>
        <w:t>रौज़तुल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माख़ूज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जफीना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>?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t xml:space="preserve">, </w:t>
      </w:r>
      <w:r>
        <w:rPr>
          <w:rFonts w:hint="cs"/>
          <w:cs/>
          <w:lang w:bidi="hi-IN"/>
        </w:rPr>
        <w:t>जफ़ीना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एहसानमन्द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मक़तूलीन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तक़र्री</w:t>
      </w:r>
    </w:p>
    <w:p w:rsidR="00500B9A" w:rsidRDefault="00F713B8" w:rsidP="00500B9A">
      <w:pPr>
        <w:pStyle w:val="Heading1"/>
        <w:rPr>
          <w:rFonts w:hint="cs"/>
          <w:lang w:bidi="hi-IN"/>
        </w:rPr>
      </w:pPr>
      <w:bookmarkStart w:id="56" w:name="_Toc513934774"/>
      <w:r>
        <w:rPr>
          <w:rFonts w:hint="cs"/>
          <w:cs/>
          <w:lang w:bidi="hi-IN"/>
        </w:rPr>
        <w:lastRenderedPageBreak/>
        <w:t>कूफ़ा</w:t>
      </w:r>
      <w:bookmarkEnd w:id="56"/>
    </w:p>
    <w:p w:rsidR="00F713B8" w:rsidRDefault="00F713B8" w:rsidP="00500B9A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जल्दबाजी</w:t>
      </w:r>
      <w:r>
        <w:t xml:space="preserve">, </w:t>
      </w:r>
      <w:r>
        <w:rPr>
          <w:rFonts w:hint="cs"/>
          <w:cs/>
          <w:lang w:bidi="hi-IN"/>
        </w:rPr>
        <w:t>तकाज़े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फेजा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मुसाहेबीन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मोअज़्ज़िन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!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कुनिन्दगान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लत्ती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कि़रदार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क़लब।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मिस्र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नताज़ेआत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तनाज़ेआत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शाम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ग़फ़्फ़ारी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गफ़्फ़ारी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गांव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रबज़ा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रसमायादारी</w:t>
      </w:r>
      <w:r>
        <w:t xml:space="preserve">, </w:t>
      </w:r>
      <w:r>
        <w:rPr>
          <w:rFonts w:hint="cs"/>
          <w:cs/>
          <w:lang w:bidi="hi-IN"/>
        </w:rPr>
        <w:t>अक़रुबा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t xml:space="preserve">, </w:t>
      </w:r>
      <w:r>
        <w:rPr>
          <w:rFonts w:hint="cs"/>
          <w:cs/>
          <w:lang w:bidi="hi-IN"/>
        </w:rPr>
        <w:t>बेकजावा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तुन्दखू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दिलाते</w:t>
      </w:r>
      <w:r>
        <w:t xml:space="preserve">, </w:t>
      </w:r>
      <w:r>
        <w:rPr>
          <w:rFonts w:hint="cs"/>
          <w:cs/>
          <w:lang w:bidi="hi-IN"/>
        </w:rPr>
        <w:t>निज़ामें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सरमायादारी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जागीरें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मुसाहेबीन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सबने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झुटलाते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t>(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</w:t>
      </w:r>
      <w:r>
        <w:t xml:space="preserve">,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ताएरे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अशकबार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ि</w:t>
      </w:r>
      <w:r>
        <w:rPr>
          <w:rFonts w:hint="cs"/>
          <w:cs/>
          <w:lang w:bidi="hi-IN"/>
        </w:rPr>
        <w:t>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कटेंगे</w:t>
      </w:r>
      <w:r>
        <w:t xml:space="preserve">,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t xml:space="preserve">,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मयस्सर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उख़ड़ने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मुज़तरिब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इऩ्तेक़ाल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t xml:space="preserve">, </w:t>
      </w:r>
      <w:r>
        <w:rPr>
          <w:rFonts w:hint="cs"/>
          <w:cs/>
          <w:lang w:bidi="hi-IN"/>
        </w:rPr>
        <w:t>एहनिफ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t xml:space="preserve">, </w:t>
      </w:r>
      <w:r>
        <w:rPr>
          <w:rFonts w:hint="cs"/>
          <w:cs/>
          <w:lang w:bidi="hi-IN"/>
        </w:rPr>
        <w:t>असअसा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अबदी</w:t>
      </w:r>
      <w:r>
        <w:t xml:space="preserve">, </w:t>
      </w:r>
      <w:r>
        <w:rPr>
          <w:rFonts w:hint="cs"/>
          <w:cs/>
          <w:lang w:bidi="hi-IN"/>
        </w:rPr>
        <w:t>असूद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तजहीज़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t>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ज़िलहिज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मग़फे़र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माबूदों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बुतों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चिलचिलाती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बरैहना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तौसरीफ़े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रतबुल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जुलहिजरतैन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इसिलये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खंदक़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?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नियाज़ी।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बदउनवानियों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एतदालियों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निकलवाकर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इजारा</w:t>
      </w:r>
      <w:r>
        <w:t xml:space="preserve">?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अले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मगर</w:t>
      </w:r>
      <w:r>
        <w:t xml:space="preserve">,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लग़जिश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पशेमान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------------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t xml:space="preserve">,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भेडि़यों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नाशाइस्ता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पछतायेगा।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मुत्तकी</w:t>
      </w:r>
      <w:r>
        <w:t xml:space="preserve">, </w:t>
      </w:r>
      <w:r>
        <w:rPr>
          <w:rFonts w:hint="cs"/>
          <w:cs/>
          <w:lang w:bidi="hi-IN"/>
        </w:rPr>
        <w:t>परहेज़गार</w:t>
      </w:r>
      <w:r>
        <w:t xml:space="preserve">,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रबाज़ा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मोआर्रिख़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t xml:space="preserve">,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कुफ़्फ़ारे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मुशर्रफ़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फ़रमांबरदारी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t xml:space="preserve">,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सरफ़राज़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तक़ाजा़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खुद्दार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ख़जांची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कुंजियां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साहब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लोगों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t xml:space="preserve">,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बिलाजरी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t>?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lastRenderedPageBreak/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 w:rsidR="00132C7C"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ab/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बख़्शिश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ab/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ताऱीख़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बरगुज़िदा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फ़त्तूहाते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उस्मानियाः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सिपेहसालारों</w:t>
      </w:r>
      <w:r>
        <w:t xml:space="preserve">, </w:t>
      </w:r>
      <w:r>
        <w:rPr>
          <w:rFonts w:hint="cs"/>
          <w:cs/>
          <w:lang w:bidi="hi-IN"/>
        </w:rPr>
        <w:t>चरनैलों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कमाण्डरों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मुल्कगीरी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लामुतनाही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अप़रीक़ा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तेवनस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नीशापुर</w:t>
      </w:r>
      <w:r>
        <w:t xml:space="preserve">, </w:t>
      </w:r>
      <w:r>
        <w:rPr>
          <w:rFonts w:hint="cs"/>
          <w:cs/>
          <w:lang w:bidi="hi-IN"/>
        </w:rPr>
        <w:t>तूस</w:t>
      </w:r>
      <w:r>
        <w:t xml:space="preserve">, </w:t>
      </w:r>
      <w:r>
        <w:rPr>
          <w:rFonts w:hint="cs"/>
          <w:cs/>
          <w:lang w:bidi="hi-IN"/>
        </w:rPr>
        <w:t>सरख़िस</w:t>
      </w:r>
      <w:r>
        <w:t xml:space="preserve">, </w:t>
      </w:r>
      <w:r>
        <w:rPr>
          <w:rFonts w:hint="cs"/>
          <w:cs/>
          <w:lang w:bidi="hi-IN"/>
        </w:rPr>
        <w:t>मरव</w:t>
      </w:r>
      <w:r>
        <w:t xml:space="preserve">, </w:t>
      </w:r>
      <w:r>
        <w:rPr>
          <w:rFonts w:hint="cs"/>
          <w:cs/>
          <w:lang w:bidi="hi-IN"/>
        </w:rPr>
        <w:t>बीहक़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मफ़तूहा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तदवबीर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छांवनियां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मुलाजि़म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तसलसलु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t xml:space="preserve">, </w:t>
      </w:r>
      <w:r>
        <w:rPr>
          <w:rFonts w:hint="cs"/>
          <w:cs/>
          <w:lang w:bidi="hi-IN"/>
        </w:rPr>
        <w:t>सिपेह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जरनलों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कारफ़रमां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मस्जिदुल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 w:rsidR="00211D7F">
        <w:rPr>
          <w:cs/>
          <w:lang w:bidi="hi-IN"/>
        </w:rPr>
        <w:cr/>
      </w:r>
      <w:r>
        <w:tab/>
      </w:r>
      <w:r w:rsidR="00132C7C">
        <w:t xml:space="preserve"> </w:t>
      </w:r>
      <w:r>
        <w:tab/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अल्लाहमा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सूतून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सागवान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</w:t>
      </w:r>
      <w:r>
        <w:rPr>
          <w:cs/>
          <w:lang w:bidi="hi-IN"/>
        </w:rPr>
        <w:t xml:space="preserve"> </w:t>
      </w:r>
      <w:r>
        <w:t>160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अरज</w:t>
      </w:r>
      <w:r>
        <w:rPr>
          <w:cs/>
          <w:lang w:bidi="hi-IN"/>
        </w:rPr>
        <w:t xml:space="preserve"> </w:t>
      </w:r>
      <w:r>
        <w:t>150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तारीखुल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खुलफा</w:t>
      </w:r>
      <w:r>
        <w:rPr>
          <w:cs/>
          <w:lang w:bidi="hi-IN"/>
        </w:rPr>
        <w:t>)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 w:rsidR="00211D7F">
        <w:rPr>
          <w:cs/>
          <w:lang w:bidi="hi-IN"/>
        </w:rPr>
        <w:cr/>
      </w:r>
      <w:r>
        <w:rPr>
          <w:rFonts w:hint="cs"/>
          <w:cs/>
          <w:lang w:bidi="hi-IN"/>
        </w:rPr>
        <w:t>कितबे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t xml:space="preserve">,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मुतावातिरा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क़सर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राजेऊन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) </w:t>
      </w:r>
      <w:r>
        <w:cr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रिवायतः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जुलहलीफ़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लैला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उलझन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t xml:space="preserve">,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तक़बीरे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गुज़िश्ता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सहाबियत</w:t>
      </w:r>
      <w:r>
        <w:t xml:space="preserve">, </w:t>
      </w:r>
      <w:r>
        <w:rPr>
          <w:rFonts w:hint="cs"/>
          <w:cs/>
          <w:lang w:bidi="hi-IN"/>
        </w:rPr>
        <w:t>अन्सारियत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कटे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इझमाल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t xml:space="preserve">?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t xml:space="preserve">?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तवस्सुल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t xml:space="preserve">, </w:t>
      </w:r>
      <w:r>
        <w:rPr>
          <w:rFonts w:hint="cs"/>
          <w:cs/>
          <w:lang w:bidi="hi-IN"/>
        </w:rPr>
        <w:t>दाक़त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बैंठे।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शैखीन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ग़ालेबन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,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बुलाते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कुन्बापरवरी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t xml:space="preserve">,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सुरुर</w:t>
      </w:r>
      <w:r>
        <w:t xml:space="preserve">,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नौखेज़</w:t>
      </w:r>
      <w:r>
        <w:t xml:space="preserve">,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मलहूज़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सोंचे</w:t>
      </w:r>
      <w:r>
        <w:t xml:space="preserve">,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लुत्फ़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इंचार्ज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बदउनवानियों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बेएतदालियों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तख़क़ीफ़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बरगुज़िदा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जलवाना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हरमिज़ान</w:t>
      </w:r>
      <w:r>
        <w:t xml:space="preserve">, </w:t>
      </w:r>
      <w:r>
        <w:rPr>
          <w:rFonts w:hint="cs"/>
          <w:cs/>
          <w:lang w:bidi="hi-IN"/>
        </w:rPr>
        <w:t>हफ़ीज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कमसिन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लग़ज़िशों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ठुकराकर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हैजान</w:t>
      </w:r>
      <w:r>
        <w:rPr>
          <w:cs/>
          <w:lang w:bidi="hi-IN"/>
        </w:rPr>
        <w:t xml:space="preserve">-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तशद्दुद</w:t>
      </w:r>
      <w:r>
        <w:t xml:space="preserve">, </w:t>
      </w:r>
      <w:r>
        <w:rPr>
          <w:rFonts w:hint="cs"/>
          <w:cs/>
          <w:lang w:bidi="hi-IN"/>
        </w:rPr>
        <w:t>मज़ालिम</w:t>
      </w:r>
      <w:r>
        <w:t xml:space="preserve">, </w:t>
      </w:r>
      <w:r>
        <w:rPr>
          <w:rFonts w:hint="cs"/>
          <w:cs/>
          <w:lang w:bidi="hi-IN"/>
        </w:rPr>
        <w:t>जबर</w:t>
      </w:r>
      <w:r>
        <w:t xml:space="preserve">, </w:t>
      </w:r>
      <w:r>
        <w:rPr>
          <w:rFonts w:hint="cs"/>
          <w:cs/>
          <w:lang w:bidi="hi-IN"/>
        </w:rPr>
        <w:t>इस्तेबदाद</w:t>
      </w:r>
      <w:r>
        <w:t xml:space="preserve">, </w:t>
      </w:r>
      <w:r>
        <w:rPr>
          <w:rFonts w:hint="cs"/>
          <w:cs/>
          <w:lang w:bidi="hi-IN"/>
        </w:rPr>
        <w:t>तज़लीले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t xml:space="preserve">, </w:t>
      </w:r>
      <w:r>
        <w:rPr>
          <w:rFonts w:hint="cs"/>
          <w:cs/>
          <w:lang w:bidi="hi-IN"/>
        </w:rPr>
        <w:t>कुन्बा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ग़फ़लत</w:t>
      </w:r>
      <w:r>
        <w:t xml:space="preserve">, </w:t>
      </w:r>
      <w:r>
        <w:rPr>
          <w:rFonts w:hint="cs"/>
          <w:cs/>
          <w:lang w:bidi="hi-IN"/>
        </w:rPr>
        <w:t>लापरवाई</w:t>
      </w:r>
      <w:r>
        <w:t xml:space="preserve">, </w:t>
      </w:r>
      <w:r>
        <w:rPr>
          <w:rFonts w:hint="cs"/>
          <w:cs/>
          <w:lang w:bidi="hi-IN"/>
        </w:rPr>
        <w:t>सुस्ती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काहेली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इज़तेराब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तुड़वाने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पिटवाने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मख़ज़ूम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क़्त्ल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सरशारियों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सरमस्तियों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फड़फड़ाते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डॅाक्टर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तबसेरा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t xml:space="preserve">, </w:t>
      </w:r>
      <w:r>
        <w:rPr>
          <w:rFonts w:hint="cs"/>
          <w:cs/>
          <w:lang w:bidi="hi-IN"/>
        </w:rPr>
        <w:t>मसावात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t xml:space="preserve">, </w:t>
      </w:r>
      <w:r>
        <w:rPr>
          <w:rFonts w:hint="cs"/>
          <w:cs/>
          <w:lang w:bidi="hi-IN"/>
        </w:rPr>
        <w:t>शौक़त</w:t>
      </w:r>
      <w:r>
        <w:t xml:space="preserve">, </w:t>
      </w:r>
      <w:r>
        <w:rPr>
          <w:rFonts w:hint="cs"/>
          <w:cs/>
          <w:lang w:bidi="hi-IN"/>
        </w:rPr>
        <w:t>दबदबा</w:t>
      </w:r>
      <w:r>
        <w:t xml:space="preserve">, </w:t>
      </w:r>
      <w:r>
        <w:rPr>
          <w:rFonts w:hint="cs"/>
          <w:cs/>
          <w:lang w:bidi="hi-IN"/>
        </w:rPr>
        <w:t>गुरूर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कुबरा</w:t>
      </w:r>
      <w:r>
        <w:rPr>
          <w:cs/>
          <w:lang w:bidi="hi-IN"/>
        </w:rPr>
        <w:t>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तहोबाला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मसतख़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ख़तेलाफ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इम्तियाज़ी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फ़ेक़ही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</w:t>
      </w:r>
      <w:r>
        <w:t xml:space="preserve">, </w:t>
      </w:r>
      <w:r>
        <w:rPr>
          <w:rFonts w:hint="cs"/>
          <w:cs/>
          <w:lang w:bidi="hi-IN"/>
        </w:rPr>
        <w:t>मैमूना</w:t>
      </w:r>
      <w:r>
        <w:t xml:space="preserve">, </w:t>
      </w:r>
      <w:r>
        <w:rPr>
          <w:rFonts w:hint="cs"/>
          <w:cs/>
          <w:lang w:bidi="hi-IN"/>
        </w:rPr>
        <w:t>उम्मे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वसूक़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मोअर्रेख़ीन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तख़फ़ीफ़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, </w:t>
      </w:r>
      <w:r>
        <w:rPr>
          <w:rFonts w:hint="cs"/>
          <w:cs/>
          <w:lang w:bidi="hi-IN"/>
        </w:rPr>
        <w:t>दुनियाए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तख़फीफ़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चिंगारी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फ़िस्क़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सिपेहसलार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अहमक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घबराइये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इस्हाक़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t xml:space="preserve">, </w:t>
      </w:r>
      <w:r>
        <w:rPr>
          <w:rFonts w:hint="cs"/>
          <w:cs/>
          <w:lang w:bidi="hi-IN"/>
        </w:rPr>
        <w:t>मेहरबान</w:t>
      </w:r>
      <w:r>
        <w:t xml:space="preserve">, </w:t>
      </w:r>
      <w:r>
        <w:rPr>
          <w:rFonts w:hint="cs"/>
          <w:cs/>
          <w:lang w:bidi="hi-IN"/>
        </w:rPr>
        <w:t>आलिम</w:t>
      </w:r>
      <w:r>
        <w:t xml:space="preserve">,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पिटवाया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पस्लियां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बेहुरमती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असफ़ेहीन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शएर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मुलहिक़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पहुंचता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t xml:space="preserve">, </w:t>
      </w:r>
      <w:r>
        <w:rPr>
          <w:rFonts w:hint="cs"/>
          <w:cs/>
          <w:lang w:bidi="hi-IN"/>
        </w:rPr>
        <w:t>गपशप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झूमता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अबुज़बीद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बुलवाया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एहतेमाम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इफर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ab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शोबदा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भगदड़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दरौग़ा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दरौग़ा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दरौग़ा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हुरमती</w:t>
      </w:r>
      <w:r>
        <w:t xml:space="preserve">,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जनदब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ग़फ़़्फारी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कुनिन्दगान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t xml:space="preserve">,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ढेलबाज़ी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t>?</w:t>
      </w:r>
      <w:r>
        <w:rPr>
          <w:rFonts w:ascii="Times New Roman" w:hAnsi="Times New Roman" w:cs="Times New Roman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धींगामुश्ती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अक़ाबरीने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मुनज्ज़म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तब़र्रुक़ात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पथराव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पुहंचकर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जिख़शब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t xml:space="preserve">, </w:t>
      </w:r>
      <w:r>
        <w:rPr>
          <w:rFonts w:hint="cs"/>
          <w:cs/>
          <w:lang w:bidi="hi-IN"/>
        </w:rPr>
        <w:t>तशद्दुद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बेराहेरवी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मुतबादिल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फ़टकारा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तुग़यान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गै़रउसूली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पुश्तपनाही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t xml:space="preserve">,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मुश्ताइल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 w:rsidR="00211D7F">
        <w:rPr>
          <w:cs/>
          <w:lang w:bidi="hi-IN"/>
        </w:rPr>
        <w:cr/>
      </w:r>
      <w:r>
        <w:tab/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मुहायिदा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तक़र्रुर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बेराहेरवी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फ़रेबकारी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मेहरबानियों</w:t>
      </w:r>
      <w:r>
        <w:t xml:space="preserve">, </w:t>
      </w:r>
      <w:r>
        <w:rPr>
          <w:rFonts w:hint="cs"/>
          <w:cs/>
          <w:lang w:bidi="hi-IN"/>
        </w:rPr>
        <w:t>नवाज़िशों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अफ़वाहें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बमोजिब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हड़बोग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नाएला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नाग़वार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आय़ा।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बुरअफ़ोख़ता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बोहतान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गरेबान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झांककर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t xml:space="preserve">,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बाख़ुदा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मियां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  <w:r>
        <w:tab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t xml:space="preserve">?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t xml:space="preserve">,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</w:t>
      </w:r>
      <w:r>
        <w:t xml:space="preserve">?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>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परतदे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लाचारी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मुसय्यब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ख़िलीफ़त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खा़नदान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t xml:space="preserve">, </w:t>
      </w:r>
      <w:r>
        <w:rPr>
          <w:rFonts w:hint="cs"/>
          <w:cs/>
          <w:lang w:bidi="hi-IN"/>
        </w:rPr>
        <w:t>अबुज़र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बदसुलूकियां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हज़ील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ख़फ़गी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जसारतें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किजिये।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मुहाजेरीन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कुलजुम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ईला</w:t>
      </w:r>
      <w:r>
        <w:rPr>
          <w:rFonts w:hint="eastAsia"/>
        </w:rPr>
        <w:t>’</w:t>
      </w:r>
      <w: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बकटुट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नलकी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लिफ़ाफ़े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ab/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सन्नाटा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फ़रेबकारी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सरासीमगी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सरबमुहर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 xml:space="preserve">0, </w:t>
      </w:r>
      <w:r>
        <w:rPr>
          <w:rFonts w:hint="cs"/>
          <w:cs/>
          <w:lang w:bidi="hi-IN"/>
        </w:rPr>
        <w:t>तलहा</w:t>
      </w:r>
      <w:r>
        <w:t xml:space="preserve">, </w:t>
      </w:r>
      <w:r>
        <w:rPr>
          <w:rFonts w:hint="cs"/>
          <w:cs/>
          <w:lang w:bidi="hi-IN"/>
        </w:rPr>
        <w:t>जुबैर</w:t>
      </w:r>
      <w:r>
        <w:t xml:space="preserve">,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बदन्दां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शशदर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तलहा</w:t>
      </w:r>
      <w:r>
        <w:t xml:space="preserve">,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सरकारी।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तरजूमानी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दरामद</w:t>
      </w:r>
      <w:r w:rsidR="00211D7F">
        <w:rPr>
          <w:cs/>
          <w:lang w:bidi="hi-IN"/>
        </w:rPr>
        <w:cr/>
      </w:r>
      <w:r>
        <w:tab/>
      </w:r>
      <w:r>
        <w:rPr>
          <w:rFonts w:hint="cs"/>
          <w:cs/>
          <w:lang w:bidi="hi-IN"/>
        </w:rPr>
        <w:t>मोअर्रिख़े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मुसलामानों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------------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लूटें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10)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उक़तोलो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कफ़रा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t xml:space="preserve">, </w:t>
      </w:r>
      <w:r>
        <w:rPr>
          <w:rFonts w:hint="cs"/>
          <w:cs/>
          <w:lang w:bidi="hi-IN"/>
        </w:rPr>
        <w:t>ज़बीर</w:t>
      </w:r>
      <w:r>
        <w:t xml:space="preserve">, </w:t>
      </w:r>
      <w:r>
        <w:rPr>
          <w:rFonts w:hint="cs"/>
          <w:cs/>
          <w:lang w:bidi="hi-IN"/>
        </w:rPr>
        <w:t>हफ़सा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t xml:space="preserve">,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</w:t>
      </w:r>
      <w:r>
        <w:t xml:space="preserve">,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अबुसुफियान</w:t>
      </w:r>
      <w:r>
        <w:t xml:space="preserve">, </w:t>
      </w:r>
      <w:r>
        <w:rPr>
          <w:rFonts w:hint="cs"/>
          <w:cs/>
          <w:lang w:bidi="hi-IN"/>
        </w:rPr>
        <w:t>अबुमूसा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मसूद</w:t>
      </w:r>
      <w:r>
        <w:t xml:space="preserve">,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</w:t>
      </w:r>
      <w:r>
        <w:t xml:space="preserve">,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t xml:space="preserve">,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 w:rsidR="00132C7C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तमीमी</w:t>
      </w:r>
      <w:r>
        <w:t xml:space="preserve">, </w:t>
      </w:r>
      <w:r>
        <w:rPr>
          <w:rFonts w:hint="cs"/>
          <w:cs/>
          <w:lang w:bidi="hi-IN"/>
        </w:rPr>
        <w:t>जन्दिब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अज़दी</w:t>
      </w:r>
      <w:r>
        <w:t xml:space="preserve">,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ज़ैनब</w:t>
      </w:r>
      <w:r>
        <w:t xml:space="preserve">, </w:t>
      </w:r>
      <w:r>
        <w:rPr>
          <w:rFonts w:hint="cs"/>
          <w:cs/>
          <w:lang w:bidi="hi-IN"/>
        </w:rPr>
        <w:t>हिजजा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हमनुवाई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ह़ज़ील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मख़जूम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साएदा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खजाआ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कूफा</w:t>
      </w:r>
      <w:r>
        <w:t xml:space="preserve">,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लब्बैक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कही।</w:t>
      </w:r>
      <w:r>
        <w:rPr>
          <w:cs/>
          <w:lang w:bidi="hi-IN"/>
        </w:rPr>
        <w:t xml:space="preserve"> 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समझौता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तरपञ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नादार</w:t>
      </w:r>
      <w:r>
        <w:t xml:space="preserve">, </w:t>
      </w:r>
      <w:r>
        <w:rPr>
          <w:rFonts w:hint="cs"/>
          <w:cs/>
          <w:lang w:bidi="hi-IN"/>
        </w:rPr>
        <w:t>मफ़लूकुल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t xml:space="preserve">, </w:t>
      </w:r>
      <w:r>
        <w:rPr>
          <w:rFonts w:hint="cs"/>
          <w:cs/>
          <w:lang w:bidi="hi-IN"/>
        </w:rPr>
        <w:t>फ़का़कश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अराकीने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जुबैर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अक़तलूनासला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बदकलामियां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क़्तल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ऊँठट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घुटनों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गफ़्फ़ारी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t xml:space="preserve">,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हत्थकड़ी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नासल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ओढ़ाकर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बिठाएं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4B331C" w:rsidRDefault="00F713B8" w:rsidP="004B331C">
      <w:pPr>
        <w:pStyle w:val="Heading1"/>
        <w:rPr>
          <w:rFonts w:hint="cs"/>
          <w:lang w:bidi="hi-IN"/>
        </w:rPr>
      </w:pPr>
      <w:r>
        <w:tab/>
      </w:r>
      <w:bookmarkStart w:id="57" w:name="_Toc513934775"/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bookmarkEnd w:id="57"/>
    </w:p>
    <w:p w:rsidR="00F713B8" w:rsidRDefault="00F713B8" w:rsidP="004B331C">
      <w:pPr>
        <w:pStyle w:val="libNormal"/>
      </w:pPr>
      <w:r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मुज़लेमा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कूवत</w:t>
      </w:r>
      <w:r>
        <w:t xml:space="preserve">,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t xml:space="preserve">,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  <w:lang w:bidi="hi-IN"/>
        </w:rPr>
        <w:cr/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फ</w:t>
      </w:r>
      <w:r>
        <w:rPr>
          <w:rFonts w:hint="cs"/>
          <w:cs/>
          <w:lang w:bidi="hi-IN"/>
        </w:rPr>
        <w:t>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 w:rsidR="004B331C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भेजो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तौख़िफ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मुतफ़्फ़िक़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</w:t>
      </w:r>
      <w:r>
        <w:t xml:space="preserve">, </w:t>
      </w:r>
      <w:r>
        <w:rPr>
          <w:rFonts w:hint="cs"/>
          <w:cs/>
          <w:lang w:bidi="hi-IN"/>
        </w:rPr>
        <w:t>बाग़ी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बसरे</w:t>
      </w:r>
      <w:r>
        <w:t xml:space="preserve">,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उजलत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तसव्वुर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F713B8" w:rsidRDefault="00F713B8" w:rsidP="00F713B8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मोअज्ज़मा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दाएरा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मदनीने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</w:p>
    <w:p w:rsidR="00F713B8" w:rsidRDefault="00F713B8" w:rsidP="00F713B8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t xml:space="preserve">,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थैलों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थैले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देती।</w:t>
      </w:r>
      <w:r>
        <w:rPr>
          <w:rFonts w:hint="eastAsia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मुहासिरे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t xml:space="preserve">, </w:t>
      </w:r>
      <w:r>
        <w:rPr>
          <w:rFonts w:hint="cs"/>
          <w:cs/>
          <w:lang w:bidi="hi-IN"/>
        </w:rPr>
        <w:t>ख़ूरदनी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मुज़तरिब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t xml:space="preserve">,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,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जुलफ़िक़ार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पहुंची।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सहाबिये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</w:t>
      </w:r>
      <w:r>
        <w:t xml:space="preserve">0, </w:t>
      </w:r>
      <w:r>
        <w:rPr>
          <w:rFonts w:hint="cs"/>
          <w:cs/>
          <w:lang w:bidi="hi-IN"/>
        </w:rPr>
        <w:t>नयार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यकबारगी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मुश्ताइला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उसमान</w:t>
      </w:r>
      <w:r>
        <w:t xml:space="preserve">,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t xml:space="preserve">, </w:t>
      </w:r>
      <w:r>
        <w:rPr>
          <w:rFonts w:hint="cs"/>
          <w:cs/>
          <w:lang w:bidi="hi-IN"/>
        </w:rPr>
        <w:t>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जत्थों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घुसना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भाईयों।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चुनानचे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काशानये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लीं।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मुदाफ़ेअत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हूं</w:t>
      </w:r>
      <w:r>
        <w:t xml:space="preserve">, </w:t>
      </w:r>
      <w:r>
        <w:rPr>
          <w:rFonts w:hint="cs"/>
          <w:cs/>
          <w:lang w:bidi="hi-IN"/>
        </w:rPr>
        <w:t>चूंकि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निहत्ते</w:t>
      </w:r>
      <w:r>
        <w:t xml:space="preserve">,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मदाफ़ेअत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उठाता।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</w:t>
      </w:r>
      <w:r>
        <w:t xml:space="preserve">,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!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अबुबकर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 w:rsidR="004B331C">
        <w:rPr>
          <w:rFonts w:hint="cs"/>
          <w:cs/>
          <w:lang w:bidi="hi-IN"/>
        </w:rPr>
        <w:t xml:space="preserve"> 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नाएला</w:t>
      </w:r>
      <w:r w:rsidR="004B331C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t xml:space="preserve">,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कंनबरा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क़ंनबरा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F713B8" w:rsidRDefault="00F713B8" w:rsidP="004B331C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 w:rsidR="004B331C"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</w:t>
      </w:r>
      <w:r w:rsidR="004B331C">
        <w:rPr>
          <w:rFonts w:hint="cs"/>
          <w:cs/>
          <w:lang w:bidi="hi-IN"/>
        </w:rPr>
        <w:t>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t xml:space="preserve">, </w:t>
      </w:r>
      <w:r>
        <w:rPr>
          <w:rFonts w:hint="cs"/>
          <w:cs/>
          <w:lang w:bidi="hi-IN"/>
        </w:rPr>
        <w:t>तलहा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t>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ज़िलहिज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  <w:lang w:bidi="hi-IN"/>
        </w:rPr>
        <w:t xml:space="preserve"> </w:t>
      </w:r>
      <w:r>
        <w:t>35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t>82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4B331C" w:rsidRDefault="00F713B8" w:rsidP="004B331C">
      <w:pPr>
        <w:pStyle w:val="Heading1"/>
        <w:rPr>
          <w:rFonts w:hint="cs"/>
          <w:lang w:bidi="hi-IN"/>
        </w:rPr>
      </w:pPr>
      <w:bookmarkStart w:id="58" w:name="_Toc513934776"/>
      <w:r>
        <w:rPr>
          <w:rFonts w:hint="cs"/>
          <w:cs/>
          <w:lang w:bidi="hi-IN"/>
        </w:rPr>
        <w:lastRenderedPageBreak/>
        <w:t>मदफन</w:t>
      </w:r>
      <w:bookmarkEnd w:id="58"/>
    </w:p>
    <w:p w:rsidR="00F713B8" w:rsidRDefault="00F713B8" w:rsidP="004B331C">
      <w:pPr>
        <w:pStyle w:val="libNormal"/>
      </w:pPr>
      <w:r>
        <w:rPr>
          <w:rFonts w:hint="cs"/>
          <w:cs/>
          <w:lang w:bidi="hi-IN"/>
        </w:rPr>
        <w:t>मोअर्रिख़ीन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कूफ़ी</w:t>
      </w:r>
      <w:r>
        <w:rPr>
          <w:cs/>
          <w:lang w:bidi="hi-IN"/>
        </w:rPr>
        <w:t>)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बुज़ूर्ग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अबुसूफ़ियान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नचाओ।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t xml:space="preserve">,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t xml:space="preserve">, </w:t>
      </w:r>
      <w:r>
        <w:rPr>
          <w:rFonts w:hint="cs"/>
          <w:cs/>
          <w:lang w:bidi="hi-IN"/>
        </w:rPr>
        <w:t>हश्र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दोज़ख़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अबुसुफ़ियान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t>?</w:t>
      </w:r>
    </w:p>
    <w:p w:rsidR="00F713B8" w:rsidRDefault="00F713B8" w:rsidP="00F713B8">
      <w:pPr>
        <w:pStyle w:val="libNormal"/>
      </w:pP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पथराव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57319D"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तबरी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57319D"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बैतुलमाल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हकम</w:t>
      </w:r>
      <w:r>
        <w:t>,</w:t>
      </w:r>
      <w:r>
        <w:rPr>
          <w:rFonts w:hint="cs"/>
          <w:cs/>
          <w:lang w:bidi="hi-IN"/>
        </w:rPr>
        <w:t>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कोकब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दुख़्तरे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मय्यत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बलवाइयों</w:t>
      </w:r>
      <w:r>
        <w:rPr>
          <w:cs/>
          <w:lang w:bidi="hi-IN"/>
        </w:rPr>
        <w:t xml:space="preserve"> </w:t>
      </w:r>
      <w:r w:rsidR="0057319D">
        <w:rPr>
          <w:rFonts w:hint="cs"/>
          <w:cs/>
          <w:lang w:bidi="hi-IN"/>
        </w:rPr>
        <w:t xml:space="preserve">ने </w:t>
      </w:r>
      <w:r>
        <w:rPr>
          <w:rFonts w:hint="cs"/>
          <w:cs/>
          <w:lang w:bidi="hi-IN"/>
        </w:rPr>
        <w:t>पथराव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ख़लदून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</w:p>
    <w:p w:rsidR="0057319D" w:rsidRDefault="00F713B8" w:rsidP="0057319D">
      <w:pPr>
        <w:pStyle w:val="Heading1"/>
        <w:rPr>
          <w:rFonts w:hint="cs"/>
          <w:lang w:bidi="hi-IN"/>
        </w:rPr>
      </w:pPr>
      <w:bookmarkStart w:id="59" w:name="_Toc513934777"/>
      <w:r>
        <w:rPr>
          <w:rFonts w:hint="cs"/>
          <w:cs/>
          <w:lang w:bidi="hi-IN"/>
        </w:rPr>
        <w:t>मुद्दते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bookmarkEnd w:id="59"/>
    </w:p>
    <w:p w:rsidR="00F713B8" w:rsidRDefault="00F713B8" w:rsidP="0057319D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57319D" w:rsidRDefault="00F713B8" w:rsidP="0057319D">
      <w:pPr>
        <w:pStyle w:val="Heading1"/>
        <w:rPr>
          <w:rFonts w:hint="cs"/>
          <w:lang w:bidi="hi-IN"/>
        </w:rPr>
      </w:pPr>
      <w:r>
        <w:tab/>
      </w:r>
      <w:bookmarkStart w:id="60" w:name="_Toc513934778"/>
      <w:r>
        <w:rPr>
          <w:rFonts w:hint="cs"/>
          <w:cs/>
        </w:rPr>
        <w:t>अज़वाज</w:t>
      </w:r>
      <w:r>
        <w:rPr>
          <w:cs/>
        </w:rPr>
        <w:t xml:space="preserve"> </w:t>
      </w:r>
      <w:r>
        <w:rPr>
          <w:rFonts w:hint="cs"/>
          <w:cs/>
        </w:rPr>
        <w:t>और</w:t>
      </w:r>
      <w:r>
        <w:rPr>
          <w:cs/>
        </w:rPr>
        <w:t xml:space="preserve"> </w:t>
      </w:r>
      <w:r>
        <w:rPr>
          <w:rFonts w:hint="cs"/>
          <w:cs/>
        </w:rPr>
        <w:t>औलादें</w:t>
      </w:r>
      <w:bookmarkEnd w:id="60"/>
    </w:p>
    <w:p w:rsidR="00F713B8" w:rsidRDefault="00F713B8" w:rsidP="0057319D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रुक़य्या</w:t>
      </w:r>
      <w:r>
        <w:t xml:space="preserve">, </w:t>
      </w:r>
      <w:r>
        <w:rPr>
          <w:rFonts w:hint="cs"/>
          <w:cs/>
          <w:lang w:bidi="hi-IN"/>
        </w:rPr>
        <w:t>उम्मे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कुलसूम</w:t>
      </w:r>
      <w:r>
        <w:t xml:space="preserve">, </w:t>
      </w:r>
      <w:r>
        <w:rPr>
          <w:rFonts w:hint="cs"/>
          <w:cs/>
          <w:lang w:bidi="hi-IN"/>
        </w:rPr>
        <w:t>फ़ाख़ता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ग़ज़वान</w:t>
      </w:r>
      <w:r>
        <w:t xml:space="preserve">, </w:t>
      </w:r>
      <w:r>
        <w:rPr>
          <w:rFonts w:hint="cs"/>
          <w:cs/>
          <w:lang w:bidi="hi-IN"/>
        </w:rPr>
        <w:t>उम्मे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जन्दिब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</w:rPr>
        <w:t xml:space="preserve"> </w:t>
      </w:r>
      <w:r w:rsidR="00132C7C">
        <w:rPr>
          <w:rFonts w:hint="cs"/>
          <w:cs/>
          <w:lang w:bidi="hi-IN"/>
        </w:rPr>
        <w:t>अम्र</w:t>
      </w:r>
      <w:r>
        <w:t xml:space="preserve">, </w:t>
      </w:r>
      <w:r>
        <w:rPr>
          <w:rFonts w:hint="cs"/>
          <w:cs/>
          <w:lang w:bidi="hi-IN"/>
        </w:rPr>
        <w:t>फ़ातेमा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मुग़ीरा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मख़ज़ूमी</w:t>
      </w:r>
      <w:r>
        <w:t xml:space="preserve">, </w:t>
      </w:r>
      <w:r>
        <w:rPr>
          <w:rFonts w:hint="cs"/>
          <w:cs/>
          <w:lang w:bidi="hi-IN"/>
        </w:rPr>
        <w:lastRenderedPageBreak/>
        <w:t>मलीका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अतीबा</w:t>
      </w:r>
      <w:r>
        <w:t xml:space="preserve">, </w:t>
      </w:r>
      <w:r>
        <w:rPr>
          <w:rFonts w:hint="cs"/>
          <w:cs/>
          <w:lang w:bidi="hi-IN"/>
        </w:rPr>
        <w:t>रमला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शीबा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नाएला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बिन्ते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फ़राफ़ज़ा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कलबिया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नसरानिया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रुक़क़या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कुलसूम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फ़िर्क़ा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सुलबी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बेटियां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बहने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हाला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बेटियां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पाला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क़ासिम</w:t>
      </w:r>
      <w:r>
        <w:rPr>
          <w:cs/>
        </w:rPr>
        <w:t>-</w:t>
      </w:r>
      <w:r>
        <w:rPr>
          <w:rFonts w:hint="cs"/>
          <w:cs/>
          <w:lang w:bidi="hi-IN"/>
        </w:rPr>
        <w:t>उल</w:t>
      </w:r>
      <w:r>
        <w:rPr>
          <w:cs/>
        </w:rPr>
        <w:t>-</w:t>
      </w:r>
      <w:r>
        <w:rPr>
          <w:rFonts w:hint="cs"/>
          <w:cs/>
          <w:lang w:bidi="hi-IN"/>
        </w:rPr>
        <w:t>कूफ़ी</w:t>
      </w:r>
      <w:r>
        <w:rPr>
          <w:cs/>
        </w:rPr>
        <w:t>-</w:t>
      </w:r>
      <w:r>
        <w:rPr>
          <w:rFonts w:hint="cs"/>
          <w:cs/>
          <w:lang w:bidi="hi-IN"/>
        </w:rPr>
        <w:t>उल</w:t>
      </w:r>
      <w:r>
        <w:rPr>
          <w:cs/>
        </w:rPr>
        <w:t>-</w:t>
      </w:r>
      <w:r>
        <w:rPr>
          <w:rFonts w:hint="cs"/>
          <w:cs/>
          <w:lang w:bidi="hi-IN"/>
        </w:rPr>
        <w:t>मतूफ़ी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सन्</w:t>
      </w:r>
      <w:r>
        <w:rPr>
          <w:cs/>
        </w:rPr>
        <w:t xml:space="preserve"> </w:t>
      </w:r>
      <w:r>
        <w:t>352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किः</w:t>
      </w:r>
      <w:r w:rsidR="00211D7F">
        <w:rPr>
          <w:cs/>
        </w:rPr>
        <w:cr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ख़दीजा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अक़द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हाला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इन्तेक़ाल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t xml:space="preserve">, </w:t>
      </w:r>
      <w:r>
        <w:rPr>
          <w:rFonts w:hint="cs"/>
          <w:cs/>
          <w:lang w:bidi="hi-IN"/>
        </w:rPr>
        <w:t>रुक्क़या</w:t>
      </w:r>
      <w:r>
        <w:t xml:space="preserve">, </w:t>
      </w:r>
      <w:r>
        <w:rPr>
          <w:rFonts w:hint="cs"/>
          <w:cs/>
          <w:lang w:bidi="hi-IN"/>
        </w:rPr>
        <w:t>ज़ैनब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उम्मे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कुलसूल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छोड़ीं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सल</w:t>
      </w:r>
      <w:r>
        <w:t>0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खदीजा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पलीं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क़बल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दस्तूर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परवरिश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मनसूब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ascii="Times New Roman" w:hAnsi="Times New Roman" w:cs="Times New Roman"/>
        </w:rPr>
        <w:t>”</w:t>
      </w:r>
    </w:p>
    <w:p w:rsidR="00F713B8" w:rsidRDefault="00F713B8" w:rsidP="00F713B8">
      <w:pPr>
        <w:pStyle w:val="libNormal"/>
      </w:pP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हस्बेज़ेल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2D2BC1" w:rsidRPr="00F713B8" w:rsidRDefault="00F713B8" w:rsidP="00F713B8">
      <w:pPr>
        <w:pStyle w:val="libNormal"/>
      </w:pPr>
      <w:r w:rsidRPr="00F713B8">
        <w:tab/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कुलसूम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कोई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औलाद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नहीं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हुई।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रुक़्क़या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अब्दुल्लाह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पैदा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हुए।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छः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बरस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उम्र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में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मुर्ग़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उनकी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आंख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में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चोंच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मारी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वह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बीमार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होकर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गये।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फिर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फ़ाख़ता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एक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लड़के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जन्म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दिया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उसका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नाम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भी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अब्दुल्लाह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रखा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गया।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अमरु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बिन्ते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जन्दिब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अमरु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पैदा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हुए</w:t>
      </w:r>
      <w:r w:rsidRPr="00F713B8">
        <w:t xml:space="preserve">, </w:t>
      </w:r>
      <w:r w:rsidRPr="00F713B8">
        <w:rPr>
          <w:rFonts w:hint="cs"/>
          <w:cs/>
          <w:lang w:bidi="hi-IN"/>
        </w:rPr>
        <w:t>उनके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बाद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अबान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हुए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जिनकी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किन्नियत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अबु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सईद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थी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फिर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ख़ालिद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पैदा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हुए।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उसके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बाद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मरियम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पैदा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lastRenderedPageBreak/>
        <w:t>हुईं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जिनका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निकाह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सईद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आस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हुआ।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फ़ातेमा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बिन्ते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वलीद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मुग़ीरा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मख़जूमी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वलीद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सईद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दो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लड़के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एक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लड़की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सईद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हुई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अब्दुल्लाह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ब्याही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गयी।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मलीका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बिन्ते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अतीबा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अब्दुल्लाह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मुल्क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पैदा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हुए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पचपन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में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इन्तेक़ाल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कर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गये।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रमला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बिन्ते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शीबा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दो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लड़कियां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आयशा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अबान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हुईं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जो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फ़राफ़ज़ा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मरियम</w:t>
      </w:r>
      <w:r w:rsidRPr="00F713B8">
        <w:rPr>
          <w:cs/>
          <w:lang w:bidi="hi-IN"/>
        </w:rPr>
        <w:t xml:space="preserve"> (</w:t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ख़ालिद</w:t>
      </w:r>
      <w:r w:rsidRPr="00F713B8">
        <w:rPr>
          <w:cs/>
          <w:lang w:bidi="hi-IN"/>
        </w:rPr>
        <w:t xml:space="preserve">) </w:t>
      </w:r>
      <w:r w:rsidRPr="00F713B8">
        <w:rPr>
          <w:rFonts w:hint="cs"/>
          <w:cs/>
          <w:lang w:bidi="hi-IN"/>
        </w:rPr>
        <w:t>अरदा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औऱ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उम्मे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अबान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सुग़रा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तीन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लड़कियां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हुईं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जिनमें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मरियम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अम्र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वलीद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ने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अक़बा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बिन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अबी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मईत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से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ब्याही</w:t>
      </w:r>
      <w:r w:rsidRPr="00F713B8">
        <w:rPr>
          <w:cs/>
          <w:lang w:bidi="hi-IN"/>
        </w:rPr>
        <w:t xml:space="preserve"> </w:t>
      </w:r>
      <w:r w:rsidRPr="00F713B8">
        <w:rPr>
          <w:rFonts w:hint="cs"/>
          <w:cs/>
          <w:lang w:bidi="hi-IN"/>
        </w:rPr>
        <w:t>गयीं।</w:t>
      </w:r>
    </w:p>
    <w:p w:rsidR="00F713B8" w:rsidRDefault="00F713B8" w:rsidP="00F713B8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......................................................................</w:t>
      </w:r>
    </w:p>
    <w:p w:rsidR="00F713B8" w:rsidRDefault="00F713B8" w:rsidP="00F713B8">
      <w:pPr>
        <w:pStyle w:val="libNormal"/>
        <w:rPr>
          <w:lang w:bidi="hi-IN"/>
        </w:rPr>
      </w:pPr>
    </w:p>
    <w:p w:rsidR="00531C4B" w:rsidRDefault="009D4796" w:rsidP="00D15759">
      <w:pPr>
        <w:pStyle w:val="libNormal"/>
        <w:rPr>
          <w:lang w:bidi="hi-IN"/>
        </w:rPr>
      </w:pPr>
      <w:r w:rsidRPr="002657C0">
        <w:t xml:space="preserve"> </w:t>
      </w:r>
      <w:r w:rsidR="002657C0" w:rsidRPr="002657C0">
        <w:t>[[</w:t>
      </w:r>
      <w:r w:rsidR="002657C0" w:rsidRPr="002657C0">
        <w:rPr>
          <w:rFonts w:hint="cs"/>
          <w:cs/>
          <w:lang w:bidi="hi-IN"/>
        </w:rPr>
        <w:t>अलहम्दो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लिल्लाह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किताब</w:t>
      </w:r>
      <w:r w:rsidR="002657C0" w:rsidRPr="002657C0">
        <w:rPr>
          <w:cs/>
          <w:lang w:bidi="hi-IN"/>
        </w:rPr>
        <w:t xml:space="preserve"> (</w:t>
      </w:r>
      <w:r w:rsidR="00F713B8">
        <w:rPr>
          <w:rFonts w:hint="cs"/>
          <w:cs/>
          <w:lang w:bidi="hi-IN"/>
        </w:rPr>
        <w:t>तारीखे इस्लाम भाग-3</w:t>
      </w:r>
      <w:r w:rsidR="002657C0" w:rsidRPr="002657C0">
        <w:rPr>
          <w:cs/>
          <w:lang w:bidi="hi-IN"/>
        </w:rPr>
        <w:t xml:space="preserve">) </w:t>
      </w:r>
      <w:r w:rsidR="002657C0" w:rsidRPr="002657C0">
        <w:rPr>
          <w:rFonts w:hint="cs"/>
          <w:cs/>
          <w:lang w:bidi="hi-IN"/>
        </w:rPr>
        <w:t>पूरी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टाईप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गई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खुदा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वंदे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आलम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से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दुआगौ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हुं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हमारे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अमल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कुबुल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फरमाऐ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और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इमाम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हुसैन</w:t>
      </w:r>
      <w:r w:rsidR="002657C0" w:rsidRPr="002657C0">
        <w:rPr>
          <w:cs/>
          <w:lang w:bidi="hi-IN"/>
        </w:rPr>
        <w:t xml:space="preserve"> (</w:t>
      </w:r>
      <w:r w:rsidR="002657C0" w:rsidRPr="002657C0">
        <w:rPr>
          <w:rFonts w:hint="cs"/>
          <w:cs/>
          <w:lang w:bidi="hi-IN"/>
        </w:rPr>
        <w:t>अ</w:t>
      </w:r>
      <w:r w:rsidR="002657C0" w:rsidRPr="002657C0">
        <w:rPr>
          <w:cs/>
          <w:lang w:bidi="hi-IN"/>
        </w:rPr>
        <w:t>.</w:t>
      </w:r>
      <w:r w:rsidR="00F713B8">
        <w:rPr>
          <w:rFonts w:hint="cs"/>
          <w:cs/>
          <w:lang w:bidi="hi-IN"/>
        </w:rPr>
        <w:t>स.</w:t>
      </w:r>
      <w:r w:rsidR="002657C0" w:rsidRPr="002657C0">
        <w:rPr>
          <w:cs/>
          <w:lang w:bidi="hi-IN"/>
        </w:rPr>
        <w:t xml:space="preserve">) </w:t>
      </w:r>
      <w:r w:rsidR="002657C0" w:rsidRPr="002657C0">
        <w:rPr>
          <w:rFonts w:hint="cs"/>
          <w:cs/>
          <w:lang w:bidi="hi-IN"/>
        </w:rPr>
        <w:t>फाउनडेशन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तरक्की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इनायत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फरमाए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जिन्होने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किताब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को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अपनी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साइट</w:t>
      </w:r>
      <w:r w:rsidR="002657C0" w:rsidRPr="002657C0">
        <w:rPr>
          <w:cs/>
          <w:lang w:bidi="hi-IN"/>
        </w:rPr>
        <w:t xml:space="preserve"> (</w:t>
      </w:r>
      <w:r w:rsidR="002657C0" w:rsidRPr="002657C0">
        <w:rPr>
          <w:rFonts w:hint="cs"/>
          <w:cs/>
          <w:lang w:bidi="hi-IN"/>
        </w:rPr>
        <w:t>अलहसनैन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इस्लामी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नेटवर्क</w:t>
      </w:r>
      <w:r w:rsidR="002657C0" w:rsidRPr="002657C0">
        <w:rPr>
          <w:cs/>
          <w:lang w:bidi="hi-IN"/>
        </w:rPr>
        <w:t xml:space="preserve">) </w:t>
      </w:r>
      <w:r w:rsidR="002657C0" w:rsidRPr="002657C0">
        <w:rPr>
          <w:rFonts w:hint="cs"/>
          <w:cs/>
          <w:lang w:bidi="hi-IN"/>
        </w:rPr>
        <w:t>के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लिऐ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टाइप</w:t>
      </w:r>
      <w:r w:rsidR="002657C0" w:rsidRPr="002657C0">
        <w:rPr>
          <w:cs/>
          <w:lang w:bidi="hi-IN"/>
        </w:rPr>
        <w:t xml:space="preserve"> </w:t>
      </w:r>
      <w:r w:rsidR="002657C0" w:rsidRPr="002657C0">
        <w:rPr>
          <w:rFonts w:hint="cs"/>
          <w:cs/>
          <w:lang w:bidi="hi-IN"/>
        </w:rPr>
        <w:t>कराया।</w:t>
      </w:r>
      <w:r w:rsidR="002657C0" w:rsidRPr="002657C0">
        <w:rPr>
          <w:cs/>
          <w:lang w:bidi="hi-IN"/>
        </w:rPr>
        <w:t xml:space="preserve"> </w:t>
      </w:r>
      <w:r w:rsidR="00F713B8">
        <w:rPr>
          <w:rFonts w:hint="cs"/>
          <w:cs/>
          <w:lang w:bidi="hi-IN"/>
        </w:rPr>
        <w:t>12</w:t>
      </w:r>
      <w:r w:rsidR="00F713B8">
        <w:t>.</w:t>
      </w:r>
      <w:r w:rsidR="00F713B8">
        <w:rPr>
          <w:rFonts w:hint="cs"/>
          <w:cs/>
          <w:lang w:bidi="hi-IN"/>
        </w:rPr>
        <w:t>5</w:t>
      </w:r>
      <w:r w:rsidR="002657C0" w:rsidRPr="002657C0">
        <w:t>.201</w:t>
      </w:r>
      <w:r w:rsidR="00F713B8">
        <w:rPr>
          <w:rFonts w:hint="cs"/>
          <w:cs/>
          <w:lang w:bidi="hi-IN"/>
        </w:rPr>
        <w:t>8</w:t>
      </w:r>
    </w:p>
    <w:sectPr w:rsidR="00531C4B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D5B" w:rsidRDefault="00DB2D5B" w:rsidP="008B7801">
      <w:pPr>
        <w:spacing w:after="0" w:line="240" w:lineRule="auto"/>
      </w:pPr>
      <w:r>
        <w:separator/>
      </w:r>
    </w:p>
  </w:endnote>
  <w:endnote w:type="continuationSeparator" w:id="0">
    <w:p w:rsidR="00DB2D5B" w:rsidRDefault="00DB2D5B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F96" w:rsidRDefault="008A4BE0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451F96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500B9A">
      <w:rPr>
        <w:rFonts w:ascii="SutonnyMJ" w:hAnsi="SutonnyMJ" w:cs="SutonnyMJ"/>
        <w:noProof/>
      </w:rPr>
      <w:t>5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D5B" w:rsidRDefault="00DB2D5B" w:rsidP="008B7801">
      <w:pPr>
        <w:spacing w:after="0" w:line="240" w:lineRule="auto"/>
      </w:pPr>
      <w:r>
        <w:separator/>
      </w:r>
    </w:p>
  </w:footnote>
  <w:footnote w:type="continuationSeparator" w:id="0">
    <w:p w:rsidR="00DB2D5B" w:rsidRDefault="00DB2D5B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2C71BA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2C7C"/>
    <w:rsid w:val="00137658"/>
    <w:rsid w:val="001652D2"/>
    <w:rsid w:val="00166B2A"/>
    <w:rsid w:val="0016774F"/>
    <w:rsid w:val="001829DB"/>
    <w:rsid w:val="001A0CC2"/>
    <w:rsid w:val="001A3437"/>
    <w:rsid w:val="001B6FE5"/>
    <w:rsid w:val="001C49F5"/>
    <w:rsid w:val="001F146E"/>
    <w:rsid w:val="001F5D63"/>
    <w:rsid w:val="0020120B"/>
    <w:rsid w:val="00202634"/>
    <w:rsid w:val="00207CEC"/>
    <w:rsid w:val="00211D7F"/>
    <w:rsid w:val="0021625C"/>
    <w:rsid w:val="002172FF"/>
    <w:rsid w:val="00235071"/>
    <w:rsid w:val="00251926"/>
    <w:rsid w:val="002657C0"/>
    <w:rsid w:val="00266853"/>
    <w:rsid w:val="00275890"/>
    <w:rsid w:val="00277517"/>
    <w:rsid w:val="00280632"/>
    <w:rsid w:val="0028094A"/>
    <w:rsid w:val="002825DB"/>
    <w:rsid w:val="0028663A"/>
    <w:rsid w:val="00292BC3"/>
    <w:rsid w:val="00296130"/>
    <w:rsid w:val="002A5FAC"/>
    <w:rsid w:val="002B6ACF"/>
    <w:rsid w:val="002B709B"/>
    <w:rsid w:val="002C1B77"/>
    <w:rsid w:val="002C71BA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406D51"/>
    <w:rsid w:val="00451F96"/>
    <w:rsid w:val="00466FB5"/>
    <w:rsid w:val="0048150F"/>
    <w:rsid w:val="004948B3"/>
    <w:rsid w:val="00495B54"/>
    <w:rsid w:val="004A56BA"/>
    <w:rsid w:val="004B331C"/>
    <w:rsid w:val="004C57A4"/>
    <w:rsid w:val="004D6143"/>
    <w:rsid w:val="004D783B"/>
    <w:rsid w:val="004E1F6D"/>
    <w:rsid w:val="004E6557"/>
    <w:rsid w:val="004E710D"/>
    <w:rsid w:val="004F23D3"/>
    <w:rsid w:val="00500B9A"/>
    <w:rsid w:val="00506800"/>
    <w:rsid w:val="0053165C"/>
    <w:rsid w:val="00531C4B"/>
    <w:rsid w:val="005337F7"/>
    <w:rsid w:val="00544132"/>
    <w:rsid w:val="0055207B"/>
    <w:rsid w:val="00553605"/>
    <w:rsid w:val="0056112A"/>
    <w:rsid w:val="0057319D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0C7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70944"/>
    <w:rsid w:val="008715EA"/>
    <w:rsid w:val="00875EBE"/>
    <w:rsid w:val="00884972"/>
    <w:rsid w:val="008A4BE0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C3F5D"/>
    <w:rsid w:val="009D4796"/>
    <w:rsid w:val="00A069B8"/>
    <w:rsid w:val="00A07514"/>
    <w:rsid w:val="00A07CA6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51B8D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A3622"/>
    <w:rsid w:val="00CB1DE2"/>
    <w:rsid w:val="00CB2CAE"/>
    <w:rsid w:val="00CC48FE"/>
    <w:rsid w:val="00CD6645"/>
    <w:rsid w:val="00CE088A"/>
    <w:rsid w:val="00CE09E4"/>
    <w:rsid w:val="00CE5C16"/>
    <w:rsid w:val="00CF7EA6"/>
    <w:rsid w:val="00D02065"/>
    <w:rsid w:val="00D15759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2D5B"/>
    <w:rsid w:val="00DB38D1"/>
    <w:rsid w:val="00DD52E9"/>
    <w:rsid w:val="00DD7EF1"/>
    <w:rsid w:val="00DE13E6"/>
    <w:rsid w:val="00DE7D70"/>
    <w:rsid w:val="00DF0DAD"/>
    <w:rsid w:val="00DF1559"/>
    <w:rsid w:val="00E21BCB"/>
    <w:rsid w:val="00E248AD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13B8"/>
    <w:rsid w:val="00F74171"/>
    <w:rsid w:val="00F82475"/>
    <w:rsid w:val="00F860D8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59"/>
    <w:rsid w:val="00CA36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1B423-C67E-4457-9302-812A672A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350</TotalTime>
  <Pages>287</Pages>
  <Words>46984</Words>
  <Characters>267812</Characters>
  <Application>Microsoft Office Word</Application>
  <DocSecurity>0</DocSecurity>
  <Lines>2231</Lines>
  <Paragraphs>628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314168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8</cp:revision>
  <cp:lastPrinted>2016-11-21T11:54:00Z</cp:lastPrinted>
  <dcterms:created xsi:type="dcterms:W3CDTF">2018-05-12T01:27:00Z</dcterms:created>
  <dcterms:modified xsi:type="dcterms:W3CDTF">2018-05-12T19:00:00Z</dcterms:modified>
</cp:coreProperties>
</file>