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8D" w:rsidRDefault="00110375" w:rsidP="003F6BB4">
      <w:pPr>
        <w:pStyle w:val="Heading1Center"/>
      </w:pPr>
      <w:bookmarkStart w:id="0" w:name="_Toc452291942"/>
      <w:bookmarkStart w:id="1" w:name="_Toc452292032"/>
      <w:r>
        <w:rPr>
          <w:rFonts w:hint="cs"/>
          <w:cs/>
          <w:lang w:bidi="hi-IN"/>
        </w:rPr>
        <w:t>रमज़ानुल मुबारक की दुआऐ</w:t>
      </w:r>
      <w:bookmarkEnd w:id="0"/>
      <w:bookmarkEnd w:id="1"/>
    </w:p>
    <w:p w:rsidR="003A1D46" w:rsidRDefault="003A1D46" w:rsidP="003F6BB4">
      <w:pPr>
        <w:pStyle w:val="libCenterBold2"/>
        <w:rPr>
          <w:lang w:bidi="hi-IN"/>
        </w:rPr>
      </w:pPr>
      <w:r>
        <w:rPr>
          <w:rFonts w:hint="cs"/>
          <w:cs/>
          <w:lang w:bidi="hi-IN"/>
        </w:rPr>
        <w:t>अलहसनैन इस्लामी नेटवर्क</w:t>
      </w:r>
    </w:p>
    <w:p w:rsidR="00110375" w:rsidRDefault="00110375" w:rsidP="003F6BB4">
      <w:pPr>
        <w:pStyle w:val="libNormal"/>
        <w:rPr>
          <w:cs/>
          <w:lang w:bidi="hi-IN"/>
        </w:rPr>
      </w:pPr>
      <w:r>
        <w:br w:type="page"/>
      </w:r>
    </w:p>
    <w:p w:rsidR="00110375" w:rsidRDefault="00110375" w:rsidP="003F6BB4">
      <w:pPr>
        <w:pStyle w:val="Heading1"/>
        <w:rPr>
          <w:lang w:bidi="hi-IN"/>
        </w:rPr>
      </w:pPr>
      <w:bookmarkStart w:id="2" w:name="_Toc452291943"/>
      <w:bookmarkStart w:id="3" w:name="_Toc452292033"/>
      <w:r w:rsidRPr="002B0459">
        <w:rPr>
          <w:rFonts w:hint="cs"/>
          <w:cs/>
          <w:lang w:bidi="hi-IN"/>
        </w:rPr>
        <w:lastRenderedPageBreak/>
        <w:t>दुआऐ</w:t>
      </w:r>
      <w:r w:rsidRPr="00110375">
        <w:rPr>
          <w:rFonts w:hint="cs"/>
          <w:rtl/>
          <w:cs/>
        </w:rPr>
        <w:t xml:space="preserve"> </w:t>
      </w:r>
      <w:r w:rsidRPr="002B0459">
        <w:rPr>
          <w:rFonts w:hint="cs"/>
          <w:cs/>
          <w:lang w:bidi="hi-IN"/>
        </w:rPr>
        <w:t>या</w:t>
      </w:r>
      <w:r w:rsidRPr="00110375">
        <w:rPr>
          <w:rFonts w:hint="cs"/>
          <w:rtl/>
          <w:cs/>
        </w:rPr>
        <w:t xml:space="preserve"> </w:t>
      </w:r>
      <w:r w:rsidRPr="002B0459">
        <w:rPr>
          <w:rFonts w:hint="cs"/>
          <w:cs/>
          <w:lang w:bidi="hi-IN"/>
        </w:rPr>
        <w:t>अलीयो</w:t>
      </w:r>
      <w:r w:rsidRPr="00110375">
        <w:rPr>
          <w:rFonts w:hint="cs"/>
          <w:rtl/>
          <w:cs/>
        </w:rPr>
        <w:t xml:space="preserve"> </w:t>
      </w:r>
      <w:r w:rsidRPr="002B0459">
        <w:rPr>
          <w:rFonts w:hint="cs"/>
          <w:cs/>
          <w:lang w:bidi="hi-IN"/>
        </w:rPr>
        <w:t>या</w:t>
      </w:r>
      <w:r w:rsidRPr="00110375">
        <w:rPr>
          <w:rFonts w:hint="cs"/>
          <w:rtl/>
          <w:cs/>
        </w:rPr>
        <w:t xml:space="preserve"> </w:t>
      </w:r>
      <w:r w:rsidRPr="002B0459">
        <w:rPr>
          <w:rFonts w:hint="cs"/>
          <w:cs/>
          <w:lang w:bidi="hi-IN"/>
        </w:rPr>
        <w:t>अज़ीम</w:t>
      </w:r>
      <w:bookmarkEnd w:id="2"/>
      <w:bookmarkEnd w:id="3"/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10375" w:rsidTr="000A6681">
        <w:tc>
          <w:tcPr>
            <w:tcW w:w="3192" w:type="dxa"/>
          </w:tcPr>
          <w:p w:rsidR="00110375" w:rsidRPr="002B0459" w:rsidRDefault="00110375" w:rsidP="003F6BB4">
            <w:pPr>
              <w:rPr>
                <w:cs/>
                <w:lang w:bidi="hi-IN"/>
              </w:rPr>
            </w:pPr>
            <w:r w:rsidRPr="003A1D46">
              <w:rPr>
                <w:rStyle w:val="libNormalChar"/>
                <w:rFonts w:hint="cs"/>
                <w:cs/>
                <w:lang w:bidi="hi-IN"/>
              </w:rPr>
              <w:t>दुआऐ</w:t>
            </w:r>
            <w:r w:rsidRPr="003A1D46">
              <w:rPr>
                <w:rFonts w:hint="cs"/>
                <w:rtl/>
                <w:cs/>
              </w:rPr>
              <w:t xml:space="preserve"> </w:t>
            </w:r>
            <w:r w:rsidRPr="003A1D46">
              <w:rPr>
                <w:rStyle w:val="libNormalChar"/>
                <w:rFonts w:hint="cs"/>
                <w:cs/>
                <w:lang w:bidi="hi-IN"/>
              </w:rPr>
              <w:t>या</w:t>
            </w:r>
            <w:r w:rsidRPr="003A1D46">
              <w:rPr>
                <w:rFonts w:hint="cs"/>
                <w:rtl/>
                <w:cs/>
              </w:rPr>
              <w:t xml:space="preserve"> </w:t>
            </w:r>
            <w:r w:rsidRPr="003A1D46">
              <w:rPr>
                <w:rStyle w:val="libNormalChar"/>
                <w:rFonts w:hint="cs"/>
                <w:cs/>
                <w:lang w:bidi="hi-IN"/>
              </w:rPr>
              <w:t>अलीयो</w:t>
            </w:r>
            <w:r w:rsidRPr="003A1D46">
              <w:rPr>
                <w:rFonts w:hint="cs"/>
                <w:rtl/>
                <w:cs/>
              </w:rPr>
              <w:t xml:space="preserve"> </w:t>
            </w:r>
            <w:r w:rsidRPr="003A1D46">
              <w:rPr>
                <w:rStyle w:val="libNormalChar"/>
                <w:rFonts w:hint="cs"/>
                <w:cs/>
                <w:lang w:bidi="hi-IN"/>
              </w:rPr>
              <w:t>या</w:t>
            </w:r>
            <w:r w:rsidRPr="003A1D46">
              <w:rPr>
                <w:rFonts w:hint="cs"/>
                <w:rtl/>
                <w:cs/>
              </w:rPr>
              <w:t xml:space="preserve"> </w:t>
            </w:r>
            <w:r w:rsidRPr="003A1D46">
              <w:rPr>
                <w:rStyle w:val="libNormalChar"/>
                <w:rFonts w:hint="cs"/>
                <w:cs/>
                <w:lang w:bidi="hi-IN"/>
              </w:rPr>
              <w:t>अज़ीम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तरजुमा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तलफ्फुज़</w:t>
            </w:r>
          </w:p>
        </w:tc>
      </w:tr>
      <w:tr w:rsidR="00110375" w:rsidTr="000A6681"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عَظِيمُ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غَفُورُ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رَحِيمُ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أَنْتَ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الرَّبُّ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العَظِيمُ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لَيْسَ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كَمِثْلِهِ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شَيءٌ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السَمِيعُ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البَصِيرُ</w:t>
            </w:r>
            <w:r w:rsidRPr="002B045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2B0459">
              <w:rPr>
                <w:rFonts w:hint="cs"/>
                <w:cs/>
                <w:lang w:bidi="hi-IN"/>
              </w:rPr>
              <w:t>ऐ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बुलन्द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ऐ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अज़ीम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ऐ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बख़्शने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वाले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ऐ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रहम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करने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वाले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तू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अज़ीम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परवरदिगार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है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जिसके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मिस्ल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कोई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नही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है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वह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सुनने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वाला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और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देखने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वाला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है</w:t>
            </w:r>
            <w:r w:rsidRPr="002B0459">
              <w:t>,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2B0459">
              <w:rPr>
                <w:rFonts w:hint="cs"/>
                <w:cs/>
                <w:lang w:bidi="hi-IN"/>
              </w:rPr>
              <w:t>या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अलीयो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या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अज़ीम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या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ग़फ़ूरो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या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रहीम</w:t>
            </w:r>
            <w:r w:rsidRPr="002B0459">
              <w:t xml:space="preserve">, </w:t>
            </w:r>
            <w:r w:rsidRPr="002B0459">
              <w:rPr>
                <w:rFonts w:hint="cs"/>
                <w:cs/>
                <w:lang w:bidi="hi-IN"/>
              </w:rPr>
              <w:t>अनतर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रब्बुल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अज़ीमुल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लज़ी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लैसा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कमिसलिहि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शय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व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हुवस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समीउल</w:t>
            </w:r>
            <w:r w:rsidRPr="002B0459">
              <w:rPr>
                <w:cs/>
                <w:lang w:bidi="hi-IN"/>
              </w:rPr>
              <w:t xml:space="preserve"> </w:t>
            </w:r>
            <w:r w:rsidRPr="002B0459">
              <w:rPr>
                <w:rFonts w:hint="cs"/>
                <w:cs/>
                <w:lang w:bidi="hi-IN"/>
              </w:rPr>
              <w:t>बसीर</w:t>
            </w:r>
            <w:r w:rsidRPr="002B0459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وَهذا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شَهْرٌ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عَظَّمْتَهُ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وَكَرَّمْتَهُ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وَشَرَّفْتَهُ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وَفَضَّلْتَهُ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الشُهُورِ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الشَّهْرُ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فَرَضْتَ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صِيامَهُ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شَهْرُ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رَمَضانَ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أَنْزَلْتَ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القُرْآنَ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هُدىً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لِلناسِ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وَبَيِناتٍ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الهُدى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وَالفُرْقانِ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2B0459">
              <w:rPr>
                <w:cs/>
                <w:lang w:bidi="hi-IN"/>
              </w:rPr>
              <w:t>और यह वह महीना है जिसके तूने अज़मत दी करामत दी और शरफ़ और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फ़ज़ीलत से नवाज़ा है दूसरे महीनों के मुक़ाबले में और यह वह महीना है जिसके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 xml:space="preserve">रोज़े को मुझ पर फ़र्ज़ किया है और यह </w:t>
            </w:r>
            <w:r w:rsidRPr="002B0459">
              <w:rPr>
                <w:cs/>
                <w:lang w:bidi="hi-IN"/>
              </w:rPr>
              <w:lastRenderedPageBreak/>
              <w:t>रमज़ान का महीना है जिस में तूने क़ुरआन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को नाज़िल किया है जो लोगों के लिये हिदायत और हिदायत की निशानियां हैं और हक़ व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बातिल में फ़र्क़ करने वाला है</w:t>
            </w:r>
            <w:r w:rsidRPr="002B0459">
              <w:t>,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2B0459">
              <w:rPr>
                <w:cs/>
                <w:lang w:bidi="hi-IN"/>
              </w:rPr>
              <w:lastRenderedPageBreak/>
              <w:t>व हाज़ा शहरुन अज़्ज़मतहु व कर्रमतहु व शर्रफ़तहु व फ़ज़्ज़लतहु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अलश शुहूर व हुवश शहरुल लज़ी फ़रज़ता सियामहु अलैय्या व हुवा शहरो रमज़ान अल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 xml:space="preserve">लज़ी अन्ज़लता फ़ीहिल क़ुरआन </w:t>
            </w:r>
            <w:r w:rsidRPr="002B0459">
              <w:rPr>
                <w:cs/>
                <w:lang w:bidi="hi-IN"/>
              </w:rPr>
              <w:lastRenderedPageBreak/>
              <w:t>हुदैन लिन्नासे व बय्येनातिन मिनल हुदा वल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फ़ुरक़ान</w:t>
            </w:r>
            <w:r w:rsidRPr="002B0459">
              <w:t xml:space="preserve">, 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</w:tr>
      <w:tr w:rsidR="00110375" w:rsidTr="000A6681"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وَجَعَلْتَ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لَيْلَةَ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القَدْرِ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وَجَعَلْتَها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خَيْراً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أَلْفِ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شَهْرٍ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فَياذا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المَنِّ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يُمَنُّ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مُنَّ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بِفَكَاكِ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رَقَبَتِي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النّارِ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تَمُنُّ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وَأَدْخِلْنِي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الجَنَّةَ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أَرْحَمَ</w:t>
            </w:r>
            <w:r w:rsidRPr="002B045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 w:rsidRPr="002B0459">
              <w:rPr>
                <w:rFonts w:hint="cs"/>
                <w:rtl/>
              </w:rPr>
              <w:t> 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2B0459">
              <w:rPr>
                <w:cs/>
                <w:lang w:bidi="hi-IN"/>
              </w:rPr>
              <w:t>और इस में तूने शबे क़द्र क़रार दी है और इसके हज़ार महीने से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बेहतर क़रार दिया है तू ऐ एहसान वाले ख़ुदा जिस पर किसी मे एहसान नही किया मुझ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 xml:space="preserve">पर एहसान कर मुझ को जहन्नम से आज़ादी दिलाने के ज़रिये जिन पर तूने एहसान </w:t>
            </w:r>
            <w:r w:rsidRPr="002B0459">
              <w:rPr>
                <w:cs/>
                <w:lang w:bidi="hi-IN"/>
              </w:rPr>
              <w:lastRenderedPageBreak/>
              <w:t>किया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है और मुझ को अपनी रहमत से जन्नत में दाख़िल कर ऐ सबसे ज़्यादा रहम करने वाले</w:t>
            </w:r>
            <w:r w:rsidRPr="002B0459">
              <w:rPr>
                <w:rtl/>
                <w:cs/>
              </w:rPr>
              <w:t>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B0459" w:rsidRDefault="00110375" w:rsidP="003F6BB4">
            <w:pPr>
              <w:pStyle w:val="libNormal"/>
            </w:pPr>
            <w:r w:rsidRPr="002B0459">
              <w:rPr>
                <w:cs/>
                <w:lang w:bidi="hi-IN"/>
              </w:rPr>
              <w:lastRenderedPageBreak/>
              <w:t>व जअलता फ़ीहे लैलतल क़द्र व जअलतहा ख़ैरम मिन अलफ़े शहरिन फ़याज़ल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>मन्ने वया युम्ननो अलैका मुन्ना अलैय्या बेफ़काके रक़बती मिनन नारे फ़ी मन</w:t>
            </w:r>
            <w:r w:rsidRPr="002B0459">
              <w:t xml:space="preserve"> </w:t>
            </w:r>
            <w:r w:rsidRPr="002B0459">
              <w:rPr>
                <w:cs/>
                <w:lang w:bidi="hi-IN"/>
              </w:rPr>
              <w:t xml:space="preserve">तमुन्नो अलैहे व अदख़िलनिल जन्नता बे रहमतेका या अरहमर </w:t>
            </w:r>
            <w:r w:rsidRPr="002B0459">
              <w:rPr>
                <w:cs/>
                <w:lang w:bidi="hi-IN"/>
              </w:rPr>
              <w:lastRenderedPageBreak/>
              <w:t>राहेमीन</w:t>
            </w:r>
            <w:r w:rsidRPr="002B0459">
              <w:rPr>
                <w:rtl/>
                <w:cs/>
              </w:rPr>
              <w:t>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</w:tr>
    </w:tbl>
    <w:p w:rsidR="00110375" w:rsidRPr="006A0F9A" w:rsidRDefault="00110375" w:rsidP="003F6BB4">
      <w:pPr>
        <w:pStyle w:val="libNormal"/>
        <w:rPr>
          <w:rtl/>
        </w:rPr>
      </w:pPr>
    </w:p>
    <w:p w:rsidR="00110375" w:rsidRPr="006A0F9A" w:rsidRDefault="00110375" w:rsidP="003F6BB4">
      <w:pPr>
        <w:pStyle w:val="Heading1"/>
        <w:rPr>
          <w:rtl/>
          <w:cs/>
        </w:rPr>
      </w:pPr>
      <w:bookmarkStart w:id="4" w:name="_Toc452291944"/>
      <w:bookmarkStart w:id="5" w:name="_Toc452292034"/>
      <w:r w:rsidRPr="006A0F9A">
        <w:rPr>
          <w:rFonts w:hint="cs"/>
          <w:cs/>
          <w:lang w:bidi="hi-IN"/>
        </w:rPr>
        <w:t>रमज़ानुल मुबारक मे रोज़ाना पढ़ी जाने वाली दुआऐ</w:t>
      </w:r>
      <w:bookmarkEnd w:id="4"/>
      <w:bookmarkEnd w:id="5"/>
    </w:p>
    <w:tbl>
      <w:tblPr>
        <w:tblStyle w:val="TableGrid"/>
        <w:tblW w:w="0" w:type="auto"/>
        <w:tblLook w:val="04A0"/>
      </w:tblPr>
      <w:tblGrid>
        <w:gridCol w:w="1548"/>
        <w:gridCol w:w="3366"/>
        <w:gridCol w:w="4662"/>
      </w:tblGrid>
      <w:tr w:rsidR="00110375" w:rsidTr="003A1D46">
        <w:tc>
          <w:tcPr>
            <w:tcW w:w="1548" w:type="dxa"/>
          </w:tcPr>
          <w:p w:rsidR="00110375" w:rsidRPr="006B2539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3366" w:type="dxa"/>
          </w:tcPr>
          <w:p w:rsidR="00110375" w:rsidRPr="006A0F9A" w:rsidRDefault="00110375" w:rsidP="003F6BB4">
            <w:pPr>
              <w:pStyle w:val="libNormal"/>
            </w:pPr>
            <w:r w:rsidRPr="006A0F9A">
              <w:rPr>
                <w:rFonts w:hint="cs"/>
                <w:cs/>
                <w:lang w:bidi="hi-IN"/>
              </w:rPr>
              <w:t>दुआ</w:t>
            </w: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</w:pPr>
            <w:r w:rsidRPr="006A0F9A">
              <w:rPr>
                <w:rFonts w:hint="cs"/>
                <w:cs/>
                <w:lang w:bidi="hi-IN"/>
              </w:rPr>
              <w:t>तरजुमा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6" w:name="_Toc452291945"/>
            <w:bookmarkStart w:id="7" w:name="_Toc452292035"/>
            <w:r>
              <w:rPr>
                <w:rFonts w:hint="cs"/>
                <w:cs/>
                <w:lang w:bidi="hi-IN"/>
              </w:rPr>
              <w:lastRenderedPageBreak/>
              <w:t>पहली रमज़ान की दुआ</w:t>
            </w:r>
            <w:bookmarkEnd w:id="6"/>
            <w:bookmarkEnd w:id="7"/>
          </w:p>
        </w:tc>
        <w:tc>
          <w:tcPr>
            <w:tcW w:w="3366" w:type="dxa"/>
          </w:tcPr>
          <w:p w:rsidR="00110375" w:rsidRPr="0082276B" w:rsidRDefault="00110375" w:rsidP="003F6BB4">
            <w:pPr>
              <w:pStyle w:val="libNormal"/>
              <w:rPr>
                <w:szCs w:val="25"/>
                <w:cs/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صِيامِي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صِيامَ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الصَّائِمِينَ،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وَقِيامِي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قِيامَ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القائِمِينَ،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وَنَبِّهْنِي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نَوْمَةِ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الغافِلِينَ،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وَهَبْ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جُرْمِي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ألهَ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وَاعْفُ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عافِيا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المُجْرِمِينَ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मेरा रोज़ा इस दिन में रोज़ादारों को रोज़े की तरह क़रार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दे और मेरी नमाज़ नमाज़गुज़ारों की तरह क़रार दे और मुझ को होशियार कर दे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ग़ाफ़िलों की नींद से और मेरे गुनाह को बख़्श दे ऐ आलमीन के मअबूद और मुझ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माफ़ कर दे ऐ गुनाहगारों को माफ़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8" w:name="_Toc452291946"/>
            <w:bookmarkStart w:id="9" w:name="_Toc452292036"/>
            <w:r>
              <w:rPr>
                <w:rFonts w:hint="cs"/>
                <w:cs/>
                <w:lang w:bidi="hi-IN"/>
              </w:rPr>
              <w:t>दूसरी रमज़ान की दुआ</w:t>
            </w:r>
            <w:bookmarkEnd w:id="8"/>
            <w:bookmarkEnd w:id="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قَرِّبْنِي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مَرْضاتِكَ،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وَجَنِّبْنِي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سَخَطِكَ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وَنَقِماتِكَ،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وَوَفِّقْنِي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لِقِرأَةِ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آياتِكَ،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أرْحَمَ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 को इस दिन में अपनी मर्ज़ी से क़रीब कर</w:t>
            </w:r>
            <w:r w:rsidRPr="006A0F9A">
              <w:t xml:space="preserve">  </w:t>
            </w:r>
            <w:r w:rsidRPr="006A0F9A">
              <w:rPr>
                <w:cs/>
                <w:lang w:bidi="hi-IN"/>
              </w:rPr>
              <w:t>और इस दिन में मुझ को अपने ग़ुस्से और अज़ाब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से बचा ले और मुझ को इस में तौफ़ीक़ अता कर अपने क़ुरआन की आयतों के पढ़ने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अपनी रहमत के ज़रिये से ऐ सबसे बड़े रहम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10" w:name="_Toc452291947"/>
            <w:bookmarkStart w:id="11" w:name="_Toc452292037"/>
            <w:r>
              <w:rPr>
                <w:rFonts w:hint="cs"/>
                <w:cs/>
                <w:lang w:bidi="hi-IN"/>
              </w:rPr>
              <w:t xml:space="preserve">तीसरी रमज़ान </w:t>
            </w:r>
            <w:r>
              <w:rPr>
                <w:rFonts w:hint="cs"/>
                <w:cs/>
                <w:lang w:bidi="hi-IN"/>
              </w:rPr>
              <w:lastRenderedPageBreak/>
              <w:t>की दुआ</w:t>
            </w:r>
            <w:bookmarkEnd w:id="10"/>
            <w:bookmarkEnd w:id="1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الذِّهْنَ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وَالتَّنْبِيهَ،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وَباعِدْنِي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السَّفاهَةِ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وَالتَّمْويهِ،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نَصِيبا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خَيْرٍ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تُنْزِلُ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بِجُودِكَ،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أَجْوَدَ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الاَجْوَدِينَ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lastRenderedPageBreak/>
              <w:t>ख़ुदाया इस दिन मुझ को होश और बेदारी अता फ़रमा और मुझ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बेवक़ूफ़ी और जिहालत से दूर कर और </w:t>
            </w:r>
            <w:r w:rsidRPr="006A0F9A">
              <w:rPr>
                <w:cs/>
                <w:lang w:bidi="hi-IN"/>
              </w:rPr>
              <w:lastRenderedPageBreak/>
              <w:t>मेरे लिये हर उस नेकी में जो तू इस रोज़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नाज़िल करेगा हिस्सा क़रार दे ऐ सबसे बड़े जूद व बख़्शिश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12" w:name="_Toc452291948"/>
            <w:bookmarkStart w:id="13" w:name="_Toc452292038"/>
            <w:r>
              <w:rPr>
                <w:rFonts w:hint="cs"/>
                <w:cs/>
                <w:lang w:bidi="hi-IN"/>
              </w:rPr>
              <w:lastRenderedPageBreak/>
              <w:t>चोथी रमज़ान की दुआ</w:t>
            </w:r>
            <w:bookmarkEnd w:id="12"/>
            <w:bookmarkEnd w:id="1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قَوِّنِي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عَلئ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إِقامَةِ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وَأَذِقْنِي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حَلاوَةَ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ذِكْرِكَ،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وَأَوْزِعْنِي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لاَداءِ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شُكْرِكَ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بِكَرَمِكَ،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وَاحْفَظْنِي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بِحِفْظِكَ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وَسَترِكَ،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أبْصَرَ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النَّاظِرِينَ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क़ुव्वत दे इस दिन अपने अम्र अंजाम देने की और मुझको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अपने ज़िक्र की शीरीनी चखा दे और मुझ को अपने शुक्र के अदा करने के लिये आमादा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कर अपने करम से और मुझको अपनी हिफ़ाज़त के ज़रिये और अपनी पर्दापोशी के ज़रिये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महफ़ूज़ कर ऐ सबसे ज़्यादा देखने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14" w:name="_Toc452291949"/>
            <w:bookmarkStart w:id="15" w:name="_Toc452292039"/>
            <w:r>
              <w:rPr>
                <w:rFonts w:hint="cs"/>
                <w:cs/>
                <w:lang w:bidi="hi-IN"/>
              </w:rPr>
              <w:t>पाँचवी रमज़ान की दुआ</w:t>
            </w:r>
            <w:bookmarkEnd w:id="14"/>
            <w:bookmarkEnd w:id="15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المُسْتَغْفِرِينَ،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عِبادِكَ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الصَّالِحينَ،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أَوْلِيائِكَ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المُقَرَّبِينَ،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بَرَأْفَتِكَ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أَرْحَمَ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इस दिन में तौबा करने वालों में से क़रार दे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मुझको अपने नेक बंदों में से क़रार दे जो तेरी इताअत करने वाले हैं और मुझको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क़रार दे अपने मुक़र्रब तरीन दोस्तों में अपनी मेहरबानी से ऐ सबसे बड़े रहम करने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16" w:name="_Toc452291950"/>
            <w:bookmarkStart w:id="17" w:name="_Toc452292040"/>
            <w:r>
              <w:rPr>
                <w:rFonts w:hint="cs"/>
                <w:cs/>
                <w:lang w:bidi="hi-IN"/>
              </w:rPr>
              <w:lastRenderedPageBreak/>
              <w:t>छठी रमज़ान की दुआ</w:t>
            </w:r>
            <w:bookmarkEnd w:id="16"/>
            <w:bookmarkEnd w:id="17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لاتَخْذُلْنِي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لِتَعَرُّضِ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مَعْصِيَتِكَ،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تَضْرِبْنِي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بِسِياطِ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نَقْمَتِكَ،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وَزَحْزِحْنِيِ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مُوجِباتِ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سَخَطِكَ،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بِمَنِّكَ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وَأَيادِيكَ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مُنْتَهى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رَغْبَةِ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الرَّاغِبِينَ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ऐ खुदा मुझको इस दिन मअसियत की वजह से रुसवा न करना और अपने अज़ाब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के ताज़ीयाने से न मारना और मुझको दूर न कर देना अपने ग़ुस्से के मूजिबात की वजह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से अपने एहसान से और नेमतों से ऐ शौक़ व रग़बत रखने वालों के इंतेहा आरज़ू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lang w:bidi="hi-IN"/>
              </w:rPr>
            </w:pPr>
            <w:bookmarkStart w:id="18" w:name="_Toc452291951"/>
            <w:bookmarkStart w:id="19" w:name="_Toc452292041"/>
            <w:r>
              <w:rPr>
                <w:rFonts w:hint="cs"/>
                <w:cs/>
                <w:lang w:bidi="hi-IN"/>
              </w:rPr>
              <w:t>सातवी रमज़ान की दुआ</w:t>
            </w:r>
            <w:bookmarkEnd w:id="18"/>
            <w:bookmarkEnd w:id="1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صِيامِهِ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وَقِيامِهِ،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وَجَنِّبْنِي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هَفَواتِهِ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وَآثامِهِ،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ذِكْرَكَ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بِدَوامِهِ،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بِتَوْفِيقِكَ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هادِيَ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المُضِلِّينَ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तू मेरी मदद कर इस दिन के रोज़े और इबादत पर और मुझको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महफ़ूज़ रख इस में लग़्ज़िशों और गुनाहों से और इस में अपने ज़िक्रे दाइम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तौफ़ीक़ दे अपनी तौफ़ीक़ से ऐ गुमराहों की रहनुमाई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20" w:name="_Toc452291952"/>
            <w:bookmarkStart w:id="21" w:name="_Toc452292042"/>
            <w:r>
              <w:rPr>
                <w:rFonts w:hint="cs"/>
                <w:cs/>
                <w:lang w:bidi="hi-IN"/>
              </w:rPr>
              <w:t>ऑठवी रमज़ान की दुआ</w:t>
            </w:r>
            <w:bookmarkEnd w:id="20"/>
            <w:bookmarkEnd w:id="2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رَحْمَةَ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الاَيْتامِ،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وَإِطْعامَ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الطَّعامِ،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وَإِفْشاءَ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السَّلامُ،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وَصُحْبَةَ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الكِرامِ،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بِطَوْلِكَ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مَلْجَأَ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الامِلِينَ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 दिन में मुझको तौफ़ीक़ अता फ़रमा यतीमों पर रहम करने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भूख़ों को खाना खिलाने और इस्लाम को फैलाने और नेक लोगो को सोहबत में रहने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अपने ईनाम के ज़रिये ऐ </w:t>
            </w:r>
            <w:r w:rsidRPr="006A0F9A">
              <w:rPr>
                <w:cs/>
                <w:lang w:bidi="hi-IN"/>
              </w:rPr>
              <w:lastRenderedPageBreak/>
              <w:t>आरज़ूमंदों की पनाहगाह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22" w:name="_Toc452291953"/>
            <w:bookmarkStart w:id="23" w:name="_Toc452292043"/>
            <w:r>
              <w:rPr>
                <w:rFonts w:hint="cs"/>
                <w:cs/>
                <w:lang w:bidi="hi-IN"/>
              </w:rPr>
              <w:lastRenderedPageBreak/>
              <w:t>नवी रमज़ान की दुआ</w:t>
            </w:r>
            <w:bookmarkEnd w:id="22"/>
            <w:bookmarkEnd w:id="2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نَصِيبا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رَحْمَتِكَ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الواسِعَةِ،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وَاهْدِنِي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لِبَراهِينِكَ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السَّاطِعَةِ،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وَخُذْ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بِناصِيَتِي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مَرْضاتِكَ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الجامِعَةِ،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بِمَحَبَّتِكَ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أَمَلَ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المُشْتاقِينَ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मेरे लिये इस दिन अपनी रहमत का मुकम्मल वसीअ हिस्सा क़रार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दे और इस में मेरी हिदायत कर अपनी रौशन दलीलों के ज़रिये और मेरी पेशानी की अपनी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जामेअ ख़ुशनूदी की जानिब ले जा अपनी मुहब्बत के ज़रिये ऐ शौक़ वालों के आरज़ू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24" w:name="_Toc452291954"/>
            <w:bookmarkStart w:id="25" w:name="_Toc452292044"/>
            <w:r>
              <w:rPr>
                <w:rFonts w:hint="cs"/>
                <w:cs/>
                <w:lang w:bidi="hi-IN"/>
              </w:rPr>
              <w:t>दसवे रमज़ान की दुआ</w:t>
            </w:r>
            <w:bookmarkEnd w:id="24"/>
            <w:bookmarkEnd w:id="25"/>
          </w:p>
        </w:tc>
        <w:tc>
          <w:tcPr>
            <w:tcW w:w="3366" w:type="dxa"/>
          </w:tcPr>
          <w:p w:rsidR="00110375" w:rsidRPr="0082276B" w:rsidRDefault="00110375" w:rsidP="003F6BB4">
            <w:pPr>
              <w:pStyle w:val="libNormal"/>
              <w:rPr>
                <w:szCs w:val="25"/>
                <w:cs/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المُتَوَكِّلِينَ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الفائِزِينَ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لَدَيْكَ،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المُقَرَّبِينَ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بِإحْسانِكَ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غايَةَ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الطَّالِبِينَ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इस में अपने ऊपर तवक्कुल करने वालों में क़रार दे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मुझको इस में अपनी बारगाह में कामयाब होने वालों में क़रार दे और मुझको इस में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अपने दरबार में मुक़र्रब लोगों में क़रार दे अपने एहसान से ऐ तलब करने वालों का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मक़सद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26" w:name="_Toc452291955"/>
            <w:bookmarkStart w:id="27" w:name="_Toc452292045"/>
            <w:r>
              <w:rPr>
                <w:rFonts w:hint="cs"/>
                <w:cs/>
                <w:lang w:bidi="hi-IN"/>
              </w:rPr>
              <w:t xml:space="preserve">ग्यारहवी रमज़ान </w:t>
            </w:r>
            <w:r>
              <w:rPr>
                <w:rFonts w:hint="cs"/>
                <w:cs/>
                <w:lang w:bidi="hi-IN"/>
              </w:rPr>
              <w:lastRenderedPageBreak/>
              <w:t>की दुआ</w:t>
            </w:r>
            <w:bookmarkEnd w:id="26"/>
            <w:bookmarkEnd w:id="27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حَبِّبْ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الاِحْسانَ،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وَكَرِّهْ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الفُسُوقَ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وَالعِصْيانَ،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وَحَرِّمْ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السَّخَطَ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وَالنِّيرانَ،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بِعَوْنِكَ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غِياثَ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المُسْتَغِيثِينَ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 दिन एहसान व नेकी को मेरे लिये महबूब कर दे और फ़िस्क़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व फ़ुजूर व इस्यान को नापसंदीदा कर दे और इस में मुझ पर ग़ुस्सा और </w:t>
            </w:r>
            <w:r w:rsidRPr="006A0F9A">
              <w:rPr>
                <w:cs/>
                <w:lang w:bidi="hi-IN"/>
              </w:rPr>
              <w:lastRenderedPageBreak/>
              <w:t>जहन्नम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हराम क़रार दे दे अपनी मदद से ऐ फ़रियाद करने वालों के फ़रियादरस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28" w:name="_Toc452291956"/>
            <w:bookmarkStart w:id="29" w:name="_Toc452292046"/>
            <w:r>
              <w:rPr>
                <w:rFonts w:hint="cs"/>
                <w:cs/>
                <w:lang w:bidi="hi-IN"/>
              </w:rPr>
              <w:lastRenderedPageBreak/>
              <w:t>बारहवी रमज़ान की दुआ</w:t>
            </w:r>
            <w:bookmarkEnd w:id="28"/>
            <w:bookmarkEnd w:id="2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زَيِّنِّي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بِالسِّتْرِ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وَالعَفافِ،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وَاسْتُرْنِي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بِلِباسِ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القُنُوعِ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وَالكَفافِ،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وَاحْمِلْنِي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العَدْلِ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وَالاِنْصافِ،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وَآمِنِّي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أَخافُ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بِعِصْمَتِكَ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عِصْمَةَ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الخائِفِينَ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82276B" w:rsidRDefault="00110375" w:rsidP="003F6BB4">
            <w:pPr>
              <w:pStyle w:val="libNormal"/>
              <w:rPr>
                <w:sz w:val="22"/>
                <w:szCs w:val="20"/>
                <w:cs/>
                <w:lang w:bidi="hi-IN"/>
              </w:rPr>
            </w:pPr>
            <w:r w:rsidRPr="006A0F9A">
              <w:rPr>
                <w:cs/>
                <w:lang w:bidi="hi-IN"/>
              </w:rPr>
              <w:t>ख़ुदाया मुझको इस दिन में पर्दापोशी और पाकीज़गी से आरास्ता कर दे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और मुझको क़नाअत और किफ़ायत का लिबास पहना कर छुपा दे और मुझको अद्ल व इंसाफ़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में लगा दे और मुझको महफ़ूज़ कर दे हर उस चीज़ से जिससे मैं ख़ौफ़ खाता हूं अपनी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हिफ़ाज़त के ज़रिये ऐ ख़ौफ़ खाने वालों को </w:t>
            </w:r>
            <w:r w:rsidRPr="006A0F9A">
              <w:rPr>
                <w:rFonts w:hint="cs"/>
                <w:cs/>
                <w:lang w:bidi="hi-IN"/>
              </w:rPr>
              <w:t>ब</w:t>
            </w:r>
            <w:r w:rsidRPr="006A0F9A">
              <w:rPr>
                <w:cs/>
                <w:lang w:bidi="hi-IN"/>
              </w:rPr>
              <w:t>चाने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30" w:name="_Toc452291957"/>
            <w:bookmarkStart w:id="31" w:name="_Toc452292047"/>
            <w:r>
              <w:rPr>
                <w:rFonts w:hint="cs"/>
                <w:cs/>
                <w:lang w:bidi="hi-IN"/>
              </w:rPr>
              <w:t>तेरहवी रमज़ान की दुआ</w:t>
            </w:r>
            <w:bookmarkEnd w:id="30"/>
            <w:bookmarkEnd w:id="3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طَهِّرْنِي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الدَّنَسِ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وَالاَقْذارِ،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وَصَبِّرْنِي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كائِناتِ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الاَقْدارِ،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وَوَفِّقْنِي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لِلتُّقى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وَصُحْبَةِ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الاَبْرارِ،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بِعَوْنِكَ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قُرَّةَ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عَيْنِ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المَساكِينِ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इस में गंदगी और कसाफ़त से पाक कर दे और मुझ को सब्र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दे दे कायनाते कज़ा व क़द्र पर और मुझको तौफ़ीक़ दे दे तक़वे की और नेक लोगो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सोहबत की अपनी मदद से ऐ मिस्कीनों की आंख की </w:t>
            </w:r>
            <w:r w:rsidRPr="006A0F9A">
              <w:rPr>
                <w:cs/>
                <w:lang w:bidi="hi-IN"/>
              </w:rPr>
              <w:lastRenderedPageBreak/>
              <w:t>ठंडक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32" w:name="_Toc452291958"/>
            <w:bookmarkStart w:id="33" w:name="_Toc452292048"/>
            <w:r>
              <w:rPr>
                <w:rFonts w:hint="cs"/>
                <w:cs/>
                <w:lang w:bidi="hi-IN"/>
              </w:rPr>
              <w:lastRenderedPageBreak/>
              <w:t>चोदहवी रमज़ान की दुआ</w:t>
            </w:r>
            <w:bookmarkEnd w:id="32"/>
            <w:bookmarkEnd w:id="3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تؤاخِذْنِي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بِالعَثَراتِ،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وَأَقِلْنِي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الخَطايا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وَالهَفَواتِ،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غَرَضا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لِلْبَلايا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وَالآفاتِ،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بِعِزَّتِكَ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عِزَّ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المُسْلِمِينَ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 दिन मेरी लग़्ज़िशों का मुझसे मवाख़ेज़ा न कर और मेरी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ख़ताओं और ग़लतियों के उज़्र को क़बूल कर ले और मुझको बला व आफ़त के तीर का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निशाना न बनाना अपनी ईज़्ज़त के वास्ते से ऐ मुसलमानों को इज़्ज़त देने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110375" w:rsidP="003F6BB4">
            <w:pPr>
              <w:pStyle w:val="Heading3"/>
              <w:rPr>
                <w:cs/>
                <w:lang w:bidi="hi-IN"/>
              </w:rPr>
            </w:pPr>
            <w:bookmarkStart w:id="34" w:name="_Toc452291959"/>
            <w:bookmarkStart w:id="35" w:name="_Toc452292049"/>
            <w:r>
              <w:rPr>
                <w:rFonts w:hint="cs"/>
                <w:cs/>
                <w:lang w:bidi="hi-IN"/>
              </w:rPr>
              <w:t>पंद्रहवी रमज़ान की दुआ</w:t>
            </w:r>
            <w:bookmarkEnd w:id="34"/>
            <w:bookmarkEnd w:id="35"/>
          </w:p>
        </w:tc>
        <w:tc>
          <w:tcPr>
            <w:tcW w:w="3366" w:type="dxa"/>
          </w:tcPr>
          <w:p w:rsidR="00110375" w:rsidRPr="0082276B" w:rsidRDefault="00110375" w:rsidP="003F6BB4">
            <w:pPr>
              <w:pStyle w:val="libNormal"/>
              <w:rPr>
                <w:szCs w:val="25"/>
                <w:cs/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طاعَةَ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الخاشِعِينَ،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وَاشْرَحْ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صَدْرِي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بِإنابَةِ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المُخْبِتِينَ،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بِأَمانِكَ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أَمانَ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الخائِفِينَ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 दिन में ख़ुज़ूअ व ख़ुशूअ करने वाले बंदों की इताअत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मेरा नसीब कर और मेरे सीने को इसमें कुशादा कर अपने ख़ुदा से डरने वालों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फ़ुरूतनी की तरह अपने अमान से ऐ ख़ौफ़ रखने वालों के अमान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36" w:name="_Toc452291960"/>
            <w:bookmarkStart w:id="37" w:name="_Toc452292050"/>
            <w:r>
              <w:rPr>
                <w:rFonts w:hint="cs"/>
                <w:cs/>
                <w:lang w:bidi="hi-IN"/>
              </w:rPr>
              <w:t>सोलहवी रमज़ान की दुआ</w:t>
            </w:r>
            <w:bookmarkEnd w:id="36"/>
            <w:bookmarkEnd w:id="37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وَفِّقْنِي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لِمُوافَقَةِ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الاَبْرارِ،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وَجَنِّبْنِي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مُرافَقَةَ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الاَشْرارِ،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وَآوِنِي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دارِ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القَرارِ،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بِإِلهِيَّتِكَ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ألهَ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82276B" w:rsidRDefault="00110375" w:rsidP="003F6BB4">
            <w:pPr>
              <w:pStyle w:val="libNormal"/>
              <w:rPr>
                <w:sz w:val="22"/>
                <w:szCs w:val="20"/>
                <w:cs/>
                <w:lang w:bidi="hi-IN"/>
              </w:rPr>
            </w:pPr>
            <w:r w:rsidRPr="006A0F9A">
              <w:rPr>
                <w:cs/>
                <w:lang w:bidi="hi-IN"/>
              </w:rPr>
              <w:t>ख़ुदाया मुझको इस में तौफ़ीक़ अता कर नेकूकारों की मुवाफ़ेक़त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और मुझको महफ़ूज़ रख बदकारों की रिफ़ाक़त से और अपनी रहमत से मुझको बहिश्त दारुल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क़रार में जगह दे </w:t>
            </w:r>
            <w:r w:rsidRPr="006A0F9A">
              <w:rPr>
                <w:cs/>
                <w:lang w:bidi="hi-IN"/>
              </w:rPr>
              <w:lastRenderedPageBreak/>
              <w:t>अपनी उलूहीयत के ज़रिये</w:t>
            </w:r>
            <w:r w:rsidRPr="006A0F9A">
              <w:rPr>
                <w:rFonts w:hint="cs"/>
                <w:rtl/>
                <w:cs/>
              </w:rPr>
              <w:t xml:space="preserve"> </w:t>
            </w:r>
            <w:r w:rsidRPr="006A0F9A">
              <w:rPr>
                <w:cs/>
                <w:lang w:bidi="hi-IN"/>
              </w:rPr>
              <w:t>ऐ आलमीन के मअबूद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38" w:name="_Toc452291961"/>
            <w:bookmarkStart w:id="39" w:name="_Toc452292051"/>
            <w:r>
              <w:rPr>
                <w:rFonts w:hint="cs"/>
                <w:cs/>
                <w:lang w:bidi="hi-IN"/>
              </w:rPr>
              <w:lastRenderedPageBreak/>
              <w:t>सत्रहवी रमज़ान की दुआ</w:t>
            </w:r>
            <w:bookmarkEnd w:id="38"/>
            <w:bookmarkEnd w:id="3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اهْدِنِي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لِصالِحِ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الاَعْمالِ،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وَاقْضِ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الحَوائِجَ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وَالامالِ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يَحْتاجُ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التَّفْسِيرِ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وَالسُّؤالِ،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عالِماً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صُدُورِ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الطِّاهِرِينَ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इसमें मेरी हिदायत फ़रमा नेक आमाल के लिये और इसमें मेरी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हाजतों और उम्मीदों को बर ला</w:t>
            </w:r>
            <w:r w:rsidRPr="006A0F9A">
              <w:t xml:space="preserve">, </w:t>
            </w:r>
            <w:r w:rsidRPr="006A0F9A">
              <w:rPr>
                <w:cs/>
                <w:lang w:bidi="hi-IN"/>
              </w:rPr>
              <w:t>ऐ वह ज़ात जो तफ़सीर और सवाल की मोहताज नही है ऐ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वह ख़ुदा जो मख़लूक़ के दिलों में पोशिदा राज़ों को जानने वाला है दुरुद नाज़िल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फ़रमा मुहम्मद और उनकी पाकीज़ा आल पर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40" w:name="_Toc452291962"/>
            <w:bookmarkStart w:id="41" w:name="_Toc452292052"/>
            <w:r>
              <w:rPr>
                <w:rFonts w:hint="cs"/>
                <w:cs/>
                <w:lang w:bidi="hi-IN"/>
              </w:rPr>
              <w:t>अठारवी रमज़ान की दुआ</w:t>
            </w:r>
            <w:bookmarkEnd w:id="40"/>
            <w:bookmarkEnd w:id="4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نَبِّهْنِي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لِبَرَكاتِ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أَسْحارِهِ،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وَنَوِّرْ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قَلْبِي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بِضِياءِ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أَنْوارِهِ،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وَخُذْ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بِكُلِّ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أَعْضائِي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اتِّباعِ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آثارِهِ،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بِنُورِكَ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مُنِّورَ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العارِفِين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</w:pPr>
            <w:r w:rsidRPr="006A0F9A">
              <w:rPr>
                <w:cs/>
                <w:lang w:bidi="hi-IN"/>
              </w:rPr>
              <w:t>ख़ुदाया मुझको इसमें बेदार रख उसकी सहर की बरकतों के लिये और उसमें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मेरे दिल को नूरानी कर उसके नूर से और मेरे तमाम आज़ा व जवारेह को उसके आसार व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बरकात के लिये मुसख़्ख़र कर अपने नूर के ज़रिये ऐ मारेफ़त वालों के दिलों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रौशन करने वाले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42" w:name="_Toc452291963"/>
            <w:bookmarkStart w:id="43" w:name="_Toc452292053"/>
            <w:r>
              <w:rPr>
                <w:rFonts w:hint="cs"/>
                <w:cs/>
                <w:lang w:bidi="hi-IN"/>
              </w:rPr>
              <w:t xml:space="preserve">उनीसवी </w:t>
            </w:r>
            <w:r>
              <w:rPr>
                <w:rFonts w:hint="cs"/>
                <w:cs/>
                <w:lang w:bidi="hi-IN"/>
              </w:rPr>
              <w:lastRenderedPageBreak/>
              <w:t>रमज़ान की दुआ</w:t>
            </w:r>
            <w:bookmarkEnd w:id="42"/>
            <w:bookmarkEnd w:id="4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وَفِّرْ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حَظِّي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بَرَكاتِهِ،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وَسَهِّلْ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سَبِيلِي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خَيْراتِهِ،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تَحْرِمْنِي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قَبُولَ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حَسَناتِهِ،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هادِيا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الحَقِّ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المُبِينِ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lastRenderedPageBreak/>
              <w:t xml:space="preserve">ख़ुदाया इसमें मेरे लिये उसकी </w:t>
            </w:r>
            <w:r w:rsidRPr="006A0F9A">
              <w:rPr>
                <w:cs/>
                <w:lang w:bidi="hi-IN"/>
              </w:rPr>
              <w:lastRenderedPageBreak/>
              <w:t>बरकत ज़्यादा कर और मेरे लिये राह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आसान कर उसकी नेकियों की तरफ़ और मुझको महरुम न कर उसकी नेकियों के क़बूल करने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से ऐ दीने हक़ की जानिब रहनुमाई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44" w:name="_Toc452291964"/>
            <w:bookmarkStart w:id="45" w:name="_Toc452292054"/>
            <w:r>
              <w:rPr>
                <w:rFonts w:hint="cs"/>
                <w:cs/>
                <w:lang w:bidi="hi-IN"/>
              </w:rPr>
              <w:lastRenderedPageBreak/>
              <w:t>बीसवी रमज़ान की दुआ</w:t>
            </w:r>
            <w:bookmarkEnd w:id="44"/>
            <w:bookmarkEnd w:id="45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افْتَحْ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أَبْوابَ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الجِنانِ،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وَأَغْلِقْ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أَبْوابَ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النِّيْرانِ،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وَوَفِّقْنِي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لِتِلاوَةِ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القُرْآنِ،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مُنْزِلَ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السَّكِينَةِ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المُؤْمِنِينَ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मेरे लिये इस दिन में जन्नत के दरवाज़ों को खोल दे और मेरे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ऊपर बंद कर दे जहन्नम के दरवाज़ों को और मुझको इसमें क़ुरआने मजीद की तिलावत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तौफ़ीक़ दे ऐ मोमिनों के दिलों में सुकून नाज़िल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46" w:name="_Toc452291965"/>
            <w:bookmarkStart w:id="47" w:name="_Toc452292055"/>
            <w:r>
              <w:rPr>
                <w:rFonts w:hint="cs"/>
                <w:cs/>
                <w:lang w:bidi="hi-IN"/>
              </w:rPr>
              <w:t>इकीसवी रमज़ान की दुआ</w:t>
            </w:r>
            <w:bookmarkEnd w:id="46"/>
            <w:bookmarkEnd w:id="47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مَرْضاتِكَ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دَلِيلا،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لِلْشَّيْطانِ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سَبِيلاً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الجَنَّةَ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مَنْزِلاً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وَمَقِيلاً،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قاضِيَ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حَوائِج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الطَّالِبِينَ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मेरे लिये इसमें अपनी मर्ज़ी का जानिब रहनुमाई क़रार दे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मुझ पर शैतान के लिये राह न क़रार दे और जन्नत को मेरे लिये मंज़िल और मक़ाम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क़रार दे ऐ तलबगारों की हाजतों को पूरा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48" w:name="_Toc452291966"/>
            <w:bookmarkStart w:id="49" w:name="_Toc452292056"/>
            <w:r>
              <w:rPr>
                <w:rFonts w:hint="cs"/>
                <w:cs/>
                <w:lang w:bidi="hi-IN"/>
              </w:rPr>
              <w:lastRenderedPageBreak/>
              <w:t>बाईसवी रमज़ान की दुआ</w:t>
            </w:r>
            <w:bookmarkEnd w:id="48"/>
            <w:bookmarkEnd w:id="4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افْتَحْ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أَبْوابَ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وَأَنْزِلْ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بَرَكاتِكَ،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وَوَفِّقْنِي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لِمُوجِباتِ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مَرْضاتِكَ،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وَأَسْكِنِّي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بَحْبُوحاتِ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جَنَّاتِكَ،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مُجِيبَ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دَعْوَةِ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المُضْطَرِّينَ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 दिन मेरे लिये अपने फ़ज़्ल के दरवाज़े खोल दे और मुझ पर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अपनी बरकतें नाज़िल फ़रमा और मुझको इस में तौफ़ीक़ दे अपनी मर्ज़ी के असबाब की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और जन्नत के बीचोबीच मेरा मसकन क़रार दे ऐ परेशान लोगों की दुआओं के क़बूल करने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50" w:name="_Toc452291967"/>
            <w:bookmarkStart w:id="51" w:name="_Toc452292057"/>
            <w:r>
              <w:rPr>
                <w:rFonts w:hint="cs"/>
                <w:cs/>
                <w:lang w:bidi="hi-IN"/>
              </w:rPr>
              <w:t>तेइसवी रमज़ान की दुआ</w:t>
            </w:r>
            <w:bookmarkEnd w:id="50"/>
            <w:bookmarkEnd w:id="5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اغْسِلْنِي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وَطَهِّرْنِي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العُيُوبِ،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وَامْتَحِنْ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قَلْبِي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بِتَقْوى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القُلُوبِ،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مُقِيلَ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عَثَراتِ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المُذْنِبِينَ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इसमें गुनाहों से पाकीज़ा कर दे और ऐबों से साफ़ कर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दे और मेरे दिल का इम्तेहान तक़वे के ज़रिये लेकर मरतबा अदा कर दे ऐ गुनाहगारों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की लग़्ज़िशों के माफ़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52" w:name="_Toc452291968"/>
            <w:bookmarkStart w:id="53" w:name="_Toc452292058"/>
            <w:r>
              <w:rPr>
                <w:rFonts w:hint="cs"/>
                <w:cs/>
                <w:lang w:bidi="hi-IN"/>
              </w:rPr>
              <w:t xml:space="preserve">चोबीसवी रमज़ान </w:t>
            </w:r>
            <w:r>
              <w:rPr>
                <w:rFonts w:hint="cs"/>
                <w:cs/>
                <w:lang w:bidi="hi-IN"/>
              </w:rPr>
              <w:lastRenderedPageBreak/>
              <w:t>की दुआ</w:t>
            </w:r>
            <w:bookmarkEnd w:id="52"/>
            <w:bookmarkEnd w:id="5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يُرْضِيكَ،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وَأَعُوذُ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مِمّا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يُؤْذِيكَ،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وَأَسْأَلُكَ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التَّوْفِيقَ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اُطِيعَكَ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أَعْصِيكَ،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جَوادَ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السَّائِلِينَ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मैं तुझसे सवाल करता हूं इसमें उस चीज़ का जो तुझको पसंद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हो और मैं तेरी पनाह चाहता हूं उससे जो तुझको अज़ीयत दे और मैं तुझसे </w:t>
            </w:r>
            <w:r w:rsidRPr="006A0F9A">
              <w:rPr>
                <w:cs/>
                <w:lang w:bidi="hi-IN"/>
              </w:rPr>
              <w:lastRenderedPageBreak/>
              <w:t>सवाल करता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हूं तौफ़ीक़ का ताकि मैं तेरी इताअत करूं और मअसीयत न करूं ऐ सवाल करने वालों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अता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54" w:name="_Toc452291969"/>
            <w:bookmarkStart w:id="55" w:name="_Toc452292059"/>
            <w:r>
              <w:rPr>
                <w:rFonts w:hint="cs"/>
                <w:cs/>
                <w:lang w:bidi="hi-IN"/>
              </w:rPr>
              <w:lastRenderedPageBreak/>
              <w:t>पचीसवी रमज़ान की दुआ</w:t>
            </w:r>
            <w:bookmarkEnd w:id="54"/>
            <w:bookmarkEnd w:id="55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مُحِبّا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لاَوْلِيآئِكَ،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وَمُعادِيا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لاَعْدائِكَ،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مُسْتَنّا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بِسُنَّةِ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خاتَمِ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أَنْبِيائِكَ،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عاصِمَ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النَّبِيِّينَ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मुझको इस में अपने दोस्तों का दोस्त और अपने दुश्मनों का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दुश्मन क़रार दे और अपने ख़ातिमुल अंबिया की सुन्नत का पाबंद बना दे ऐ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पैग़म्बरों के दिलों की हिफ़ाज़त 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56" w:name="_Toc452291970"/>
            <w:bookmarkStart w:id="57" w:name="_Toc452292060"/>
            <w:r>
              <w:rPr>
                <w:rFonts w:hint="cs"/>
                <w:cs/>
                <w:lang w:bidi="hi-IN"/>
              </w:rPr>
              <w:t>छबीसवी रमज़ान की दुआ</w:t>
            </w:r>
            <w:bookmarkEnd w:id="56"/>
            <w:bookmarkEnd w:id="57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سَعْيِي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مَشْكُوراً،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وَذَنْبِي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مَغْفُوراً،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وَعَمَلِي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مَقْبُولاً،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وَعَيْبِي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مَسْتُوراً،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أسْمَعَ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السَّامِعِينَ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82276B" w:rsidRDefault="00110375" w:rsidP="003F6BB4">
            <w:pPr>
              <w:pStyle w:val="libNormal"/>
              <w:rPr>
                <w:sz w:val="22"/>
                <w:szCs w:val="20"/>
                <w:cs/>
                <w:lang w:bidi="hi-IN"/>
              </w:rPr>
            </w:pPr>
            <w:r w:rsidRPr="006A0F9A">
              <w:rPr>
                <w:cs/>
                <w:lang w:bidi="hi-IN"/>
              </w:rPr>
              <w:t>ख़ुदाया मेरी कोशिश को इसमें मक़बूल बना दे और मेरे गुनाहों को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बख़्श दे और अमल को मक़बूल कर दे और मेरे ऐब को पोशिदा कर दे ऐ सबसे ज़्यादा</w:t>
            </w:r>
            <w:r w:rsidRPr="006A0F9A">
              <w:rPr>
                <w:rFonts w:hint="cs"/>
                <w:rtl/>
                <w:cs/>
              </w:rPr>
              <w:t xml:space="preserve"> 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सुनने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58" w:name="_Toc452291971"/>
            <w:bookmarkStart w:id="59" w:name="_Toc452292061"/>
            <w:r>
              <w:rPr>
                <w:rFonts w:hint="cs"/>
                <w:cs/>
                <w:lang w:bidi="hi-IN"/>
              </w:rPr>
              <w:t xml:space="preserve">सत्ताईसवी </w:t>
            </w:r>
            <w:r>
              <w:rPr>
                <w:rFonts w:hint="cs"/>
                <w:cs/>
                <w:lang w:bidi="hi-IN"/>
              </w:rPr>
              <w:lastRenderedPageBreak/>
              <w:t>रमज़ान की दुआ</w:t>
            </w:r>
            <w:bookmarkEnd w:id="58"/>
            <w:bookmarkEnd w:id="59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لَيْلَةِ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القَدْرِ،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وَصَيِّرْ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اُمُورِي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العُسْرِ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اليُسْرِ،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وَاقْبَلْ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مَعاذِيرِي،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وَحُطَّ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الذَّنْبَ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وَالوِزْرَ،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رَؤُوفاً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بِعِبادِهِ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الصَّالِحِينَ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lastRenderedPageBreak/>
              <w:t>ख़ुदाया इस में शबे क़द्र की फ़ज़ीलत मेरे हिस्से में क़रार दे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मेरे उमूर को मुश्किल से आसानी की तरफ़ ले </w:t>
            </w:r>
            <w:r w:rsidRPr="006A0F9A">
              <w:rPr>
                <w:cs/>
                <w:lang w:bidi="hi-IN"/>
              </w:rPr>
              <w:lastRenderedPageBreak/>
              <w:t>जा और मेरे उज़्र को क़बूल कर ले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मेरे गुनाह और बोझ को ख़त्म कर दे ऐ अपने नेक बंदो पर मेहरबान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60" w:name="_Toc452291972"/>
            <w:bookmarkStart w:id="61" w:name="_Toc452292062"/>
            <w:r>
              <w:rPr>
                <w:rFonts w:hint="cs"/>
                <w:cs/>
                <w:lang w:bidi="hi-IN"/>
              </w:rPr>
              <w:lastRenderedPageBreak/>
              <w:t>अठाईसवी रमज़ान की दुआ</w:t>
            </w:r>
            <w:bookmarkEnd w:id="60"/>
            <w:bookmarkEnd w:id="61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وَفِّرْ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حَظِّي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النَّوافِلِ،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وَأَكْرِمْنِي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بِإِحْضارِ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المَسائِلِ،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وَقَرِّبْ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وَسِيلَتِي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إِليكَ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الوَسائِلِ،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يَشْغَلُهُ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إِلْحاحُ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المُلِحِّينَ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इसमें मुसतहेब्बात में मेरा ज़्यादा हिस्सा अता कर और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मुझको मुकर्रम बना मसायल के हाज़िर करने के ज़रिये और मेरे वसीले को अपनी तरफ़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के वसाइल में क़रीब कर ऐ वह ख़ुदा जिसको लजाजत करने वालों की लजाजत मशग़ूल नही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करती है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62" w:name="_Toc452291973"/>
            <w:bookmarkStart w:id="63" w:name="_Toc452292063"/>
            <w:r>
              <w:rPr>
                <w:rFonts w:hint="cs"/>
                <w:cs/>
                <w:lang w:bidi="hi-IN"/>
              </w:rPr>
              <w:t>उन्तीसवी रमज़ान की दुआ</w:t>
            </w:r>
            <w:bookmarkEnd w:id="62"/>
            <w:bookmarkEnd w:id="63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غَشِّنِّي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بِالرَّحْمَةِ،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وَارْزُقْنِي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التَّوْفِيقَ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وَالعِصْمَةَ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وَطَهِّرْ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قَلْبِي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غَياهِبِ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التُّهْمَةِ،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رَحِيماً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بِعِبادِهِ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المُؤْمِنِينَ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t>ख़ुदाया इसमें मुझको रहमत से छुपा दे और मुझको तौफ़ीक़ और हिफ़ाज़त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अता कर और मेरे दिल को पाक कर दे शुकूक की तारीकियों से ऐ मोमिन बंदों पर रहम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करने वाले</w:t>
            </w:r>
            <w:r w:rsidRPr="006A0F9A">
              <w:rPr>
                <w:rtl/>
                <w:cs/>
              </w:rPr>
              <w:t>.</w:t>
            </w:r>
          </w:p>
        </w:tc>
      </w:tr>
      <w:tr w:rsidR="00110375" w:rsidTr="003A1D46">
        <w:tc>
          <w:tcPr>
            <w:tcW w:w="1548" w:type="dxa"/>
          </w:tcPr>
          <w:p w:rsidR="00110375" w:rsidRPr="006A0F9A" w:rsidRDefault="003A1D46" w:rsidP="003F6BB4">
            <w:pPr>
              <w:pStyle w:val="Heading3"/>
              <w:rPr>
                <w:cs/>
                <w:lang w:bidi="hi-IN"/>
              </w:rPr>
            </w:pPr>
            <w:bookmarkStart w:id="64" w:name="_Toc452291974"/>
            <w:bookmarkStart w:id="65" w:name="_Toc452292064"/>
            <w:r>
              <w:rPr>
                <w:rFonts w:hint="cs"/>
                <w:cs/>
                <w:lang w:bidi="hi-IN"/>
              </w:rPr>
              <w:t xml:space="preserve">तीसवी रमज़ान </w:t>
            </w:r>
            <w:r>
              <w:rPr>
                <w:rFonts w:hint="cs"/>
                <w:cs/>
                <w:lang w:bidi="hi-IN"/>
              </w:rPr>
              <w:lastRenderedPageBreak/>
              <w:t>की दुआ</w:t>
            </w:r>
            <w:bookmarkEnd w:id="64"/>
            <w:bookmarkEnd w:id="65"/>
          </w:p>
        </w:tc>
        <w:tc>
          <w:tcPr>
            <w:tcW w:w="3366" w:type="dxa"/>
          </w:tcPr>
          <w:p w:rsidR="00110375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صِيامِي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فِيْهِ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بِالشُّكْرِ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وَالقَبُولِ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تَرْضاهُ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وَيَرْضاهُ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الرَّسُولُ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مُحْكَمَةً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فُرُوعَهُ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بِالاُصُولِ،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بِحَقِّ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سَيِّدِنا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الطَّاهِرِينَ،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وَالحَمْدُ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</w:t>
            </w:r>
            <w:r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szCs w:val="25"/>
                <w:lang w:bidi="hi-IN"/>
              </w:rPr>
            </w:pPr>
          </w:p>
        </w:tc>
        <w:tc>
          <w:tcPr>
            <w:tcW w:w="4662" w:type="dxa"/>
          </w:tcPr>
          <w:p w:rsidR="00110375" w:rsidRPr="006A0F9A" w:rsidRDefault="00110375" w:rsidP="003F6BB4">
            <w:pPr>
              <w:pStyle w:val="libNormal"/>
              <w:rPr>
                <w:rtl/>
                <w:cs/>
              </w:rPr>
            </w:pPr>
            <w:r w:rsidRPr="006A0F9A">
              <w:rPr>
                <w:cs/>
                <w:lang w:bidi="hi-IN"/>
              </w:rPr>
              <w:lastRenderedPageBreak/>
              <w:t>ख़ुदाया इस दिन में मेरे रोज़े को जज़ा ए ख़ैर के साथ और अपनी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 xml:space="preserve">बारगाह में मक़बूल क़रार दे जो तेरा </w:t>
            </w:r>
            <w:r w:rsidRPr="006A0F9A">
              <w:rPr>
                <w:cs/>
                <w:lang w:bidi="hi-IN"/>
              </w:rPr>
              <w:lastRenderedPageBreak/>
              <w:t>पसंदीदा तेरे रसूल का पसंदीदा हो और उसे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फ़ुरू व उसूल के साथ मुसतहकम कर बेहक़्क़े सैयद व सरदार मुहम्मद व आलिहित</w:t>
            </w:r>
            <w:r w:rsidRPr="006A0F9A">
              <w:t xml:space="preserve"> </w:t>
            </w:r>
            <w:r w:rsidRPr="006A0F9A">
              <w:rPr>
                <w:cs/>
                <w:lang w:bidi="hi-IN"/>
              </w:rPr>
              <w:t>ताहेरीन और हम्द ख़ुदा के लिये है जो आलमीन का रब है</w:t>
            </w:r>
            <w:r w:rsidRPr="006A0F9A">
              <w:rPr>
                <w:rtl/>
                <w:cs/>
              </w:rPr>
              <w:t>.</w:t>
            </w:r>
          </w:p>
        </w:tc>
      </w:tr>
    </w:tbl>
    <w:p w:rsidR="000A6681" w:rsidRDefault="000A6681" w:rsidP="003F6BB4">
      <w:pPr>
        <w:pStyle w:val="libNormal"/>
        <w:rPr>
          <w:cs/>
          <w:lang w:bidi="hi-IN"/>
        </w:rPr>
      </w:pPr>
    </w:p>
    <w:p w:rsidR="000A6681" w:rsidRDefault="000A6681" w:rsidP="003F6BB4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110375" w:rsidRDefault="000A6681" w:rsidP="003F6BB4">
      <w:pPr>
        <w:pStyle w:val="Heading1"/>
        <w:rPr>
          <w:lang w:bidi="hi-IN"/>
        </w:rPr>
      </w:pPr>
      <w:bookmarkStart w:id="66" w:name="_Toc452291975"/>
      <w:bookmarkStart w:id="67" w:name="_Toc452292065"/>
      <w:r>
        <w:rPr>
          <w:rFonts w:hint="cs"/>
          <w:cs/>
          <w:lang w:bidi="hi-IN"/>
        </w:rPr>
        <w:lastRenderedPageBreak/>
        <w:t>दुआ ऐ सहर</w:t>
      </w:r>
      <w:bookmarkEnd w:id="66"/>
      <w:bookmarkEnd w:id="67"/>
    </w:p>
    <w:tbl>
      <w:tblPr>
        <w:tblStyle w:val="TableGrid"/>
        <w:bidiVisual/>
        <w:tblW w:w="0" w:type="auto"/>
        <w:tblLook w:val="04A0"/>
      </w:tblPr>
      <w:tblGrid>
        <w:gridCol w:w="2813"/>
        <w:gridCol w:w="3597"/>
        <w:gridCol w:w="3166"/>
      </w:tblGrid>
      <w:tr w:rsidR="003F6BB4" w:rsidTr="003F6BB4">
        <w:tc>
          <w:tcPr>
            <w:tcW w:w="2813" w:type="dxa"/>
          </w:tcPr>
          <w:p w:rsidR="003F6BB4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गमो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अन्दोह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पनाहगाह</w:t>
            </w:r>
          </w:p>
        </w:tc>
        <w:tc>
          <w:tcPr>
            <w:tcW w:w="3597" w:type="dxa"/>
          </w:tcPr>
          <w:p w:rsidR="003F6BB4" w:rsidRPr="00ED394E" w:rsidRDefault="003F6BB4" w:rsidP="003F6BB4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या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मफज़ई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इन्दा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कुरबती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مَفْزَعِي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عِنْدَ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كُرْبَتِي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मुश्किलो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मदद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वाले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ग़ौसी इन्दा शिद्दती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غَوْثِي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عِنْدَ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شِدَّتِي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मै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पनाह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आया</w:t>
            </w:r>
            <w:r w:rsidRPr="003F6BB4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हुँ</w:t>
            </w:r>
            <w:r w:rsidRPr="003F6BB4">
              <w:rPr>
                <w:rFonts w:hint="cs"/>
                <w:cs/>
                <w:lang w:bidi="hi-IN"/>
              </w:rPr>
              <w:t xml:space="preserve"> 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मै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तुझसे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दुआ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माँगता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हुँ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इलेयका फज़अतो वा बेकस तग़सतो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اِلَيْكَ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فَزِعْتُ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اسْتَغَثْتُ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तुझसे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पनाह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चाहता</w:t>
            </w:r>
            <w:r w:rsidRPr="003F6BB4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 xml:space="preserve">हुँ </w:t>
            </w: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किसी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पनाह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चाहता।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बेका लुज़तो ला अलूज़ो बे सिवाका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لُذْتُ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اَلُوذُ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بِسِوَاكَ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अपनी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मुश्किलो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हल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अलावा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किसी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चाहता। बस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तू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मदद</w:t>
            </w:r>
            <w:r w:rsidRPr="003F6BB4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 xml:space="preserve">फरमा। 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वला अतलोबुल फरजा इल्ला मिन्का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اَطْلُبُ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الْفَرَجَ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فَاَغِثْنِي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कामो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lastRenderedPageBreak/>
              <w:t>आसान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करदे</w:t>
            </w:r>
            <w:r>
              <w:rPr>
                <w:rFonts w:hint="cs"/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वो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ज़ात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कम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अमल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भी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कुबुल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करता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lastRenderedPageBreak/>
              <w:t xml:space="preserve">व फर्रिज अन्नी या मन </w:t>
            </w:r>
            <w:r w:rsidRPr="000A6681">
              <w:rPr>
                <w:rFonts w:hint="cs"/>
                <w:cs/>
                <w:lang w:bidi="hi-IN"/>
              </w:rPr>
              <w:lastRenderedPageBreak/>
              <w:t>यक़बलुल यसीर</w:t>
            </w:r>
            <w:r w:rsidRPr="000A6681">
              <w:t>/</w:t>
            </w:r>
            <w:r w:rsidRPr="000A6681">
              <w:rPr>
                <w:rFonts w:hint="cs"/>
                <w:cs/>
                <w:lang w:bidi="hi-IN"/>
              </w:rPr>
              <w:t xml:space="preserve"> मैय्य यक़बलुल यसीर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فَرِّجْ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يَقْبَلُ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الْيَسِيرَ</w:t>
            </w:r>
          </w:p>
        </w:tc>
      </w:tr>
      <w:tr w:rsidR="003F6BB4" w:rsidTr="003F6BB4">
        <w:tc>
          <w:tcPr>
            <w:tcW w:w="2813" w:type="dxa"/>
          </w:tcPr>
          <w:p w:rsidR="003F6BB4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lastRenderedPageBreak/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बहुत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ज्यादा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गुनाहो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भी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बख्श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देता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  <w:r>
              <w:rPr>
                <w:rFonts w:hint="cs"/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कम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इबादतो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कुबुल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फरमा।</w:t>
            </w:r>
          </w:p>
        </w:tc>
        <w:tc>
          <w:tcPr>
            <w:tcW w:w="3597" w:type="dxa"/>
          </w:tcPr>
          <w:p w:rsidR="003F6BB4" w:rsidRPr="00ED394E" w:rsidRDefault="003F6BB4" w:rsidP="003F6BB4">
            <w:pPr>
              <w:pStyle w:val="libNormal"/>
              <w:rPr>
                <w:rtl/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व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यअफु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अनील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कसीर इक़बल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मिन्नील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यसीर</w:t>
            </w:r>
          </w:p>
        </w:tc>
        <w:tc>
          <w:tcPr>
            <w:tcW w:w="3166" w:type="dxa"/>
          </w:tcPr>
          <w:p w:rsidR="003F6BB4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يَعْفُو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عَنِ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الْكَثِيرِ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اقْبَلْ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مِنِّي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الْيَسِيرَ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बहुत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ज्यादा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गुनाहो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माफ</w:t>
            </w:r>
            <w:r w:rsidRPr="003F6BB4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 xml:space="preserve">फरमा </w:t>
            </w:r>
            <w:r w:rsidRPr="003F6BB4">
              <w:rPr>
                <w:rFonts w:hint="cs"/>
                <w:cs/>
                <w:lang w:bidi="hi-IN"/>
              </w:rPr>
              <w:t>क्योकि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तू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माफ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वाला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महरबान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</w:pPr>
            <w:r w:rsidRPr="000A6681">
              <w:rPr>
                <w:rFonts w:hint="cs"/>
                <w:cs/>
                <w:lang w:bidi="hi-IN"/>
              </w:rPr>
              <w:t>वअफु अन्नील कसीर</w:t>
            </w:r>
            <w:r w:rsidRPr="000A6681">
              <w:rPr>
                <w:rFonts w:hint="cs"/>
                <w:rtl/>
                <w:cs/>
              </w:rPr>
              <w:t>,</w:t>
            </w:r>
          </w:p>
          <w:p w:rsidR="003F6BB4" w:rsidRPr="00037D2F" w:rsidRDefault="003F6BB4" w:rsidP="003F6BB4">
            <w:pPr>
              <w:pStyle w:val="libNormal"/>
              <w:rPr>
                <w:sz w:val="52"/>
                <w:szCs w:val="47"/>
                <w:rtl/>
                <w:cs/>
                <w:lang w:bidi="hi-IN"/>
              </w:rPr>
            </w:pPr>
            <w:r w:rsidRPr="000A6681">
              <w:rPr>
                <w:rFonts w:hint="cs"/>
                <w:cs/>
                <w:lang w:bidi="hi-IN"/>
              </w:rPr>
              <w:t>इन्नका अन्तल ग़फूरूर रहीम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اعْفُ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الْكَثِيرَ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اِنَّكَ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اَنْتَ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الْغَفُورُ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الرَّحِيمُ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परवरदिगारा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मै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तुझसे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ऐसा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ईमान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चाहता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हुँ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कि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जिसमे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दिल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साथ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हो।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 xml:space="preserve">अल्लाहुम्मा इन्नी असअलोका ईमानन तुबाशेरो बेही क़लबी 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اللّٰهُمَّ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اِنِّي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اَسْاَلُكَ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اِيمَانا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تُبَاشِرُ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قَلْبِي</w:t>
            </w:r>
            <w:r w:rsidRPr="000A6681">
              <w:rPr>
                <w:rtl/>
              </w:rPr>
              <w:t xml:space="preserve"> 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ऐसा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यक़ीन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चाहता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lastRenderedPageBreak/>
              <w:t>हुँ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कि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कोई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चीज़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मुझे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ऐसी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मिली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कि</w:t>
            </w:r>
            <w:r w:rsidRPr="003F6BB4">
              <w:rPr>
                <w:cs/>
                <w:lang w:bidi="hi-IN"/>
              </w:rPr>
              <w:t xml:space="preserve"> </w:t>
            </w:r>
          </w:p>
        </w:tc>
        <w:tc>
          <w:tcPr>
            <w:tcW w:w="3597" w:type="dxa"/>
          </w:tcPr>
          <w:p w:rsidR="003F6BB4" w:rsidRPr="00037D2F" w:rsidRDefault="003F6BB4" w:rsidP="003F6BB4">
            <w:pPr>
              <w:pStyle w:val="libNormal"/>
              <w:rPr>
                <w:sz w:val="52"/>
                <w:szCs w:val="47"/>
                <w:lang w:bidi="hi-IN"/>
              </w:rPr>
            </w:pPr>
            <w:r w:rsidRPr="000A6681">
              <w:rPr>
                <w:rFonts w:hint="cs"/>
                <w:cs/>
                <w:lang w:bidi="hi-IN"/>
              </w:rPr>
              <w:lastRenderedPageBreak/>
              <w:t xml:space="preserve">व यक़ीना हत्ता आलमा </w:t>
            </w:r>
            <w:r w:rsidRPr="000A6681">
              <w:rPr>
                <w:rFonts w:hint="cs"/>
                <w:cs/>
                <w:lang w:bidi="hi-IN"/>
              </w:rPr>
              <w:lastRenderedPageBreak/>
              <w:t>अन्नहु लनयुसीबनी</w:t>
            </w:r>
            <w:r w:rsidRPr="000A6681">
              <w:t>/</w:t>
            </w:r>
            <w:r w:rsidRPr="000A6681">
              <w:rPr>
                <w:rFonts w:hint="cs"/>
                <w:cs/>
                <w:lang w:bidi="hi-IN"/>
              </w:rPr>
              <w:t>लैय्य युसीबनी</w:t>
            </w:r>
          </w:p>
        </w:tc>
        <w:tc>
          <w:tcPr>
            <w:tcW w:w="3166" w:type="dxa"/>
          </w:tcPr>
          <w:p w:rsidR="003F6BB4" w:rsidRPr="003F6BB4" w:rsidRDefault="003F6BB4" w:rsidP="003F6BB4">
            <w:pPr>
              <w:pStyle w:val="libNormal"/>
              <w:rPr>
                <w:sz w:val="52"/>
                <w:szCs w:val="25"/>
                <w:rtl/>
                <w:lang w:bidi="hi-IN"/>
              </w:rPr>
            </w:pPr>
            <w:r>
              <w:rPr>
                <w:rFonts w:ascii="Times New Roman" w:hAnsi="Times New Roman" w:cs="Times New Roman" w:hint="cs"/>
                <w:rtl/>
              </w:rPr>
              <w:lastRenderedPageBreak/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ur-PK"/>
              </w:rPr>
              <w:t xml:space="preserve">و یقینا </w:t>
            </w:r>
            <w:r w:rsidRPr="00683A43">
              <w:rPr>
                <w:rFonts w:ascii="Times New Roman" w:hAnsi="Times New Roman" w:cs="Times New Roman" w:hint="cs"/>
                <w:rtl/>
              </w:rPr>
              <w:t>حَتَّى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اَعْلَمَ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اَنَّهُ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لَنْ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يُصِيبَنِي</w:t>
            </w:r>
            <w:r>
              <w:rPr>
                <w:rFonts w:ascii="Times New Roman" w:hAnsi="Times New Roman" w:hint="cs"/>
                <w:szCs w:val="25"/>
                <w:cs/>
                <w:lang w:bidi="hi-IN"/>
              </w:rPr>
              <w:t xml:space="preserve"> 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lastRenderedPageBreak/>
              <w:t>जिसे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तूने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नसीब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लिखा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हो।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इल्ला मा कतबता ली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اِلا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كَتَبْتَ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कुछ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तूने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मुझे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दिया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मुझे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उससे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राज़ी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दे।</w:t>
            </w:r>
            <w:r>
              <w:rPr>
                <w:rFonts w:hint="cs"/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महरबानो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सबसे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ज्यादा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महरबान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व रज़्ज़ेनी मिनल ऐशे बेमा क़समता ली या अरहमर्र राहेमीन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رَضِّنِي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الْعَيْشِ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قَسَمْتَ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اَرْحَمَ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गमो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अन्दोह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जादे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सफर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उद्दती फी कुरबती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عُدَّتِي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كُرْبَتِي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मुश्किलो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हमराह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साहेबी फी शिद्दती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صَاحِبِي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شِدَّتِي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नेमतो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सरपरस्त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वलीय्या फी नेअमती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وَلِيِّي</w:t>
            </w:r>
            <w:r w:rsidRPr="000A6681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نِعْمَتِي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मक़सदो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मुहब्बत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ग़ायती फी रग़बती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غَايَتِي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رَغْبَتِي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तूही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बुराईयो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lastRenderedPageBreak/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छुपाने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वाला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lastRenderedPageBreak/>
              <w:t>अन्तस सातेरो औरती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اَنْتَ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السَّاتِرُ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عَوْرَتِي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lastRenderedPageBreak/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घबराहट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लिऐ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जाऐअमन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वल आमेनो रोअती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الْآمِنُ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رَوْعَتِي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और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मेरी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गलतीयो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माफ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करने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वाला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है।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वल मुक़ीलो असरती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sz w:val="52"/>
                <w:szCs w:val="52"/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الْمُقِيلُ</w:t>
            </w:r>
            <w:r w:rsidRPr="000A6681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عَثْرَتِي</w:t>
            </w:r>
          </w:p>
        </w:tc>
      </w:tr>
      <w:tr w:rsidR="003F6BB4" w:rsidTr="003F6BB4">
        <w:tc>
          <w:tcPr>
            <w:tcW w:w="2813" w:type="dxa"/>
          </w:tcPr>
          <w:p w:rsidR="003F6BB4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गलतीयो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को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माफ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फरमा।</w:t>
            </w:r>
          </w:p>
        </w:tc>
        <w:tc>
          <w:tcPr>
            <w:tcW w:w="3597" w:type="dxa"/>
          </w:tcPr>
          <w:p w:rsidR="003F6BB4" w:rsidRPr="00037D2F" w:rsidRDefault="003F6BB4" w:rsidP="003F6BB4">
            <w:pPr>
              <w:pStyle w:val="libNormal"/>
              <w:rPr>
                <w:rtl/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फ़ग़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फिरली</w:t>
            </w:r>
            <w:r w:rsidRPr="000A6681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खतीअती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فَاغْفِرْ</w:t>
            </w:r>
            <w:r w:rsidRPr="00ED394E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ED394E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خَطِيئَتِي</w:t>
            </w:r>
            <w:r w:rsidRPr="00ED394E">
              <w:rPr>
                <w:rtl/>
              </w:rPr>
              <w:t xml:space="preserve"> </w:t>
            </w:r>
          </w:p>
        </w:tc>
      </w:tr>
      <w:tr w:rsidR="003F6BB4" w:rsidTr="003F6BB4">
        <w:tc>
          <w:tcPr>
            <w:tcW w:w="2813" w:type="dxa"/>
          </w:tcPr>
          <w:p w:rsidR="003F6BB4" w:rsidRPr="000A6681" w:rsidRDefault="003F6BB4" w:rsidP="003F6BB4">
            <w:pPr>
              <w:pStyle w:val="libNormal"/>
              <w:rPr>
                <w:rFonts w:hint="cs"/>
                <w:cs/>
                <w:lang w:bidi="hi-IN"/>
              </w:rPr>
            </w:pPr>
            <w:r w:rsidRPr="003F6BB4">
              <w:rPr>
                <w:rFonts w:hint="cs"/>
                <w:cs/>
                <w:lang w:bidi="hi-IN"/>
              </w:rPr>
              <w:t>ऐ</w:t>
            </w:r>
            <w:r w:rsidRPr="003F6BB4">
              <w:rPr>
                <w:cs/>
                <w:lang w:bidi="hi-IN"/>
              </w:rPr>
              <w:t xml:space="preserve">  </w:t>
            </w:r>
            <w:r w:rsidRPr="003F6BB4">
              <w:rPr>
                <w:rFonts w:hint="cs"/>
                <w:cs/>
                <w:lang w:bidi="hi-IN"/>
              </w:rPr>
              <w:t>अर्रहमर</w:t>
            </w:r>
            <w:r w:rsidRPr="003F6BB4">
              <w:rPr>
                <w:cs/>
                <w:lang w:bidi="hi-IN"/>
              </w:rPr>
              <w:t xml:space="preserve"> </w:t>
            </w:r>
            <w:r w:rsidRPr="003F6BB4">
              <w:rPr>
                <w:rFonts w:hint="cs"/>
                <w:cs/>
                <w:lang w:bidi="hi-IN"/>
              </w:rPr>
              <w:t>राहेमीन</w:t>
            </w:r>
          </w:p>
        </w:tc>
        <w:tc>
          <w:tcPr>
            <w:tcW w:w="3597" w:type="dxa"/>
          </w:tcPr>
          <w:p w:rsidR="003F6BB4" w:rsidRPr="000A6681" w:rsidRDefault="003F6BB4" w:rsidP="003F6BB4">
            <w:pPr>
              <w:pStyle w:val="libNormal"/>
              <w:rPr>
                <w:rtl/>
              </w:rPr>
            </w:pPr>
            <w:r w:rsidRPr="000A6681">
              <w:rPr>
                <w:rFonts w:hint="cs"/>
                <w:cs/>
                <w:lang w:bidi="hi-IN"/>
              </w:rPr>
              <w:t>या अरहमर्र राहेमीन।</w:t>
            </w:r>
          </w:p>
        </w:tc>
        <w:tc>
          <w:tcPr>
            <w:tcW w:w="3166" w:type="dxa"/>
          </w:tcPr>
          <w:p w:rsidR="003F6BB4" w:rsidRPr="00ED394E" w:rsidRDefault="003F6BB4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ED394E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اَرْحَمَ</w:t>
            </w:r>
            <w:r w:rsidRPr="00ED394E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 w:rsidRPr="00ED394E">
              <w:t>.</w:t>
            </w:r>
          </w:p>
        </w:tc>
      </w:tr>
    </w:tbl>
    <w:p w:rsidR="000A6681" w:rsidRPr="000A6681" w:rsidRDefault="000A6681" w:rsidP="003F6BB4">
      <w:pPr>
        <w:pStyle w:val="libNormal"/>
      </w:pPr>
    </w:p>
    <w:p w:rsidR="000A6681" w:rsidRPr="006A0F9A" w:rsidRDefault="000A6681" w:rsidP="003F6BB4">
      <w:pPr>
        <w:pStyle w:val="libNormal"/>
        <w:rPr>
          <w:cs/>
          <w:lang w:bidi="hi-IN"/>
        </w:rPr>
      </w:pPr>
    </w:p>
    <w:p w:rsidR="00110375" w:rsidRPr="006A0F9A" w:rsidRDefault="00110375" w:rsidP="003F6BB4">
      <w:pPr>
        <w:pStyle w:val="Heading1"/>
        <w:rPr>
          <w:rtl/>
          <w:cs/>
        </w:rPr>
      </w:pPr>
      <w:bookmarkStart w:id="68" w:name="_Toc452291976"/>
      <w:bookmarkStart w:id="69" w:name="_Toc452292066"/>
      <w:r w:rsidRPr="00F5519E">
        <w:rPr>
          <w:rFonts w:hint="cs"/>
          <w:cs/>
          <w:lang w:bidi="hi-IN"/>
        </w:rPr>
        <w:t>दुआऐ</w:t>
      </w:r>
      <w:r w:rsidRPr="00F5519E">
        <w:rPr>
          <w:rFonts w:hint="cs"/>
          <w:rtl/>
          <w:cs/>
        </w:rPr>
        <w:t xml:space="preserve"> </w:t>
      </w:r>
      <w:r w:rsidRPr="00F5519E">
        <w:rPr>
          <w:rFonts w:hint="cs"/>
          <w:cs/>
          <w:lang w:bidi="hi-IN"/>
        </w:rPr>
        <w:t>अल्लाहुम्मा</w:t>
      </w:r>
      <w:r w:rsidRPr="00F5519E">
        <w:rPr>
          <w:rFonts w:hint="cs"/>
          <w:rtl/>
          <w:cs/>
        </w:rPr>
        <w:t xml:space="preserve"> </w:t>
      </w:r>
      <w:r w:rsidRPr="00F5519E">
        <w:rPr>
          <w:rFonts w:hint="cs"/>
          <w:cs/>
          <w:lang w:bidi="hi-IN"/>
        </w:rPr>
        <w:t>रब्बा</w:t>
      </w:r>
      <w:r w:rsidRPr="00F5519E">
        <w:rPr>
          <w:rFonts w:hint="cs"/>
          <w:rtl/>
          <w:cs/>
        </w:rPr>
        <w:t xml:space="preserve"> </w:t>
      </w:r>
      <w:r w:rsidRPr="00F5519E">
        <w:rPr>
          <w:rFonts w:hint="cs"/>
          <w:cs/>
          <w:lang w:bidi="hi-IN"/>
        </w:rPr>
        <w:t>शहरा</w:t>
      </w:r>
      <w:r w:rsidRPr="00F5519E">
        <w:rPr>
          <w:rFonts w:hint="cs"/>
          <w:rtl/>
          <w:cs/>
        </w:rPr>
        <w:t xml:space="preserve"> </w:t>
      </w:r>
      <w:r w:rsidRPr="00F5519E">
        <w:rPr>
          <w:rFonts w:hint="cs"/>
          <w:cs/>
          <w:lang w:bidi="hi-IN"/>
        </w:rPr>
        <w:t>रमज़ान</w:t>
      </w:r>
      <w:bookmarkEnd w:id="68"/>
      <w:bookmarkEnd w:id="69"/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10375" w:rsidTr="000A6681">
        <w:tc>
          <w:tcPr>
            <w:tcW w:w="3192" w:type="dxa"/>
          </w:tcPr>
          <w:p w:rsidR="00110375" w:rsidRPr="00F5519E" w:rsidRDefault="00110375" w:rsidP="003F6BB4">
            <w:pPr>
              <w:pStyle w:val="libNormal"/>
              <w:rPr>
                <w:rFonts w:cs="Times New Roman"/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t>दुआऐ</w:t>
            </w:r>
            <w:r w:rsidRPr="00F5519E">
              <w:rPr>
                <w:rFonts w:hint="cs"/>
                <w:rtl/>
                <w:cs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अल्लाहुम्मा</w:t>
            </w:r>
            <w:r w:rsidRPr="00F5519E">
              <w:rPr>
                <w:rFonts w:hint="cs"/>
                <w:rtl/>
                <w:cs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रब्बा</w:t>
            </w:r>
            <w:r w:rsidRPr="00F5519E">
              <w:rPr>
                <w:rFonts w:hint="cs"/>
                <w:rtl/>
                <w:cs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शहरा</w:t>
            </w:r>
            <w:r w:rsidRPr="00F5519E">
              <w:rPr>
                <w:rFonts w:hint="cs"/>
                <w:rtl/>
                <w:cs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रमज़ान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तरजुमा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तलफ्फुज़</w:t>
            </w:r>
          </w:p>
        </w:tc>
      </w:tr>
      <w:tr w:rsidR="00110375" w:rsidTr="000A6681">
        <w:tc>
          <w:tcPr>
            <w:tcW w:w="3192" w:type="dxa"/>
          </w:tcPr>
          <w:p w:rsidR="00110375" w:rsidRPr="00F5519E" w:rsidRDefault="00110375" w:rsidP="003F6BB4">
            <w:pPr>
              <w:pStyle w:val="libNormal"/>
              <w:rPr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شَهْرَ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رَمَضانَ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أَنْزَلْتَ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القُرْآنَ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وَافْتَرَضْتَ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عِبادِكَ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الصِّيامَ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cs/>
                <w:lang w:bidi="hi-IN"/>
              </w:rPr>
              <w:t>ख़ुदाया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 xml:space="preserve">ऐ माहे रमज़ान के परवरदिगार तूने इस में क़ुरआन को नाज़िल किया </w:t>
            </w:r>
            <w:r w:rsidRPr="007E186F">
              <w:rPr>
                <w:cs/>
                <w:lang w:bidi="hi-IN"/>
              </w:rPr>
              <w:lastRenderedPageBreak/>
              <w:t>है और तूने इस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में अपने बंदों पर फ़र्ज़ किया है रोज़ों को</w:t>
            </w:r>
            <w:r w:rsidRPr="007E186F">
              <w:t xml:space="preserve">, </w:t>
            </w: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cs/>
                <w:lang w:bidi="hi-IN"/>
              </w:rPr>
              <w:lastRenderedPageBreak/>
              <w:t>अल्लाहुम्मा रब्बा शहरे रमज़ानल लज़ी अनज़लता फ़ीहिल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 xml:space="preserve">क़ुरआन </w:t>
            </w:r>
            <w:r w:rsidRPr="007E186F">
              <w:rPr>
                <w:cs/>
                <w:lang w:bidi="hi-IN"/>
              </w:rPr>
              <w:lastRenderedPageBreak/>
              <w:t>वफ़तरज़ता अला इबादेका फ़ीहिस सियाम</w:t>
            </w:r>
            <w:r w:rsidRPr="007E186F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F5519E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صَلِّ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وَارْزُقْنِي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حَجَّ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بَيْتِكَ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الحَرامِ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عامِي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هذا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عامٍ</w:t>
            </w: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cs/>
                <w:lang w:bidi="hi-IN"/>
              </w:rPr>
              <w:t>दुरुद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नाज़िल कर मुहम्मद व आले मुहम्मद पर और मुझ को अपने बैतुल हराम के हज की तौफ़ीक़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अता कर इस साल और हर साल</w:t>
            </w:r>
            <w:r w:rsidRPr="007E186F">
              <w:t>,</w:t>
            </w: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cs/>
                <w:lang w:bidi="hi-IN"/>
              </w:rPr>
              <w:t>सल्ले अला मुहम्मदिन व आले मुहम्मद</w:t>
            </w:r>
            <w:r w:rsidRPr="007E186F">
              <w:t xml:space="preserve">, </w:t>
            </w:r>
            <w:r w:rsidRPr="007E186F">
              <w:rPr>
                <w:cs/>
                <w:lang w:bidi="hi-IN"/>
              </w:rPr>
              <w:t>वरज़ुक़नी हज्जा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बैतेकल हराम फ़ी आमी हाज़ा व फ़ी कुल्ले आम</w:t>
            </w:r>
            <w:r w:rsidRPr="007E186F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7E186F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تِلْكَ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العِظامَ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فَإِنِّهُ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يَغْفُرها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غَيْرُكَ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رَحْمنُ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عَلامُ</w:t>
            </w:r>
            <w:r w:rsidRPr="007E186F"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cs/>
                <w:lang w:bidi="hi-IN"/>
              </w:rPr>
              <w:t>हमारे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बड़े से बड़े गुनाह को बख़्श दे क्योंकि उसको तेरे अलावा कोई बख़्श नही सकता ऐ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रहम करने वाले ऐ जानने वाले</w:t>
            </w:r>
            <w:r w:rsidRPr="007E186F">
              <w:t>,</w:t>
            </w:r>
          </w:p>
        </w:tc>
        <w:tc>
          <w:tcPr>
            <w:tcW w:w="3192" w:type="dxa"/>
          </w:tcPr>
          <w:p w:rsidR="00110375" w:rsidRPr="007E186F" w:rsidRDefault="00110375" w:rsidP="003F6BB4">
            <w:pPr>
              <w:pStyle w:val="libNormal"/>
            </w:pPr>
            <w:r w:rsidRPr="007E186F">
              <w:rPr>
                <w:cs/>
                <w:lang w:bidi="hi-IN"/>
              </w:rPr>
              <w:t>वग़फ़िरली तिलकज़ ज़ुनूबल एज़ाम</w:t>
            </w:r>
            <w:r w:rsidRPr="007E186F">
              <w:t xml:space="preserve">, </w:t>
            </w:r>
            <w:r w:rsidRPr="007E186F">
              <w:rPr>
                <w:cs/>
                <w:lang w:bidi="hi-IN"/>
              </w:rPr>
              <w:t>फ़इन्नहु ला लग़फ़िरुहा</w:t>
            </w:r>
            <w:r w:rsidRPr="007E186F">
              <w:t xml:space="preserve"> </w:t>
            </w:r>
            <w:r w:rsidRPr="007E186F">
              <w:rPr>
                <w:cs/>
                <w:lang w:bidi="hi-IN"/>
              </w:rPr>
              <w:t>ग़ैरुका या रहमानो या अल्लाम</w:t>
            </w:r>
            <w:r w:rsidRPr="007E186F">
              <w:rPr>
                <w:rtl/>
                <w:cs/>
              </w:rPr>
              <w:t>.</w:t>
            </w:r>
          </w:p>
        </w:tc>
      </w:tr>
    </w:tbl>
    <w:p w:rsidR="00110375" w:rsidRPr="006A0F9A" w:rsidRDefault="00110375" w:rsidP="003F6BB4">
      <w:pPr>
        <w:pStyle w:val="libNormal"/>
        <w:rPr>
          <w:rtl/>
        </w:rPr>
      </w:pPr>
    </w:p>
    <w:p w:rsidR="00110375" w:rsidRPr="006A0F9A" w:rsidRDefault="00110375" w:rsidP="003F6BB4">
      <w:pPr>
        <w:pStyle w:val="libNormal"/>
        <w:rPr>
          <w:rtl/>
        </w:rPr>
      </w:pPr>
      <w:r w:rsidRPr="006A0F9A">
        <w:rPr>
          <w:rtl/>
        </w:rPr>
        <w:br w:type="page"/>
      </w:r>
    </w:p>
    <w:p w:rsidR="00110375" w:rsidRPr="006A0F9A" w:rsidRDefault="003A1D46" w:rsidP="003F6BB4">
      <w:pPr>
        <w:pStyle w:val="Heading1"/>
        <w:rPr>
          <w:lang w:bidi="hi-IN"/>
        </w:rPr>
      </w:pPr>
      <w:bookmarkStart w:id="70" w:name="_Toc452291977"/>
      <w:bookmarkStart w:id="71" w:name="_Toc452292067"/>
      <w:r>
        <w:rPr>
          <w:rFonts w:hint="cs"/>
          <w:cs/>
          <w:lang w:bidi="hi-IN"/>
        </w:rPr>
        <w:lastRenderedPageBreak/>
        <w:t>दुआ ऐ कुमैल</w:t>
      </w:r>
      <w:bookmarkEnd w:id="70"/>
      <w:bookmarkEnd w:id="71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0375" w:rsidTr="000A6681"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दुआऐ</w:t>
            </w:r>
            <w:r w:rsidRPr="007E186F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कुमैल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तरजुमा</w:t>
            </w:r>
          </w:p>
        </w:tc>
      </w:tr>
      <w:tr w:rsidR="00110375" w:rsidTr="000A6681"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وَسِعَتْ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F5519E">
              <w:rPr>
                <w:rFonts w:hint="eastAsia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وَبِقُوَّتِكَ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قَهَرْتَ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بِهَا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وَخَضَعَ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لَهَا</w:t>
            </w:r>
            <w:r w:rsidRPr="00F5519E">
              <w:rPr>
                <w:rFonts w:hint="eastAsia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كُلُّ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وَذَلَّ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لَهَا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كُلُّ</w:t>
            </w:r>
            <w:r w:rsidRPr="00F5519E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मै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तुझ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इल्तेजा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हूँ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तुझे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रहमत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घेरे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हुए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कुदरत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ग़ालिब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आगे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झुकी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وَبِجَبَرُوتِكَ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غَلَبْتَ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وَبِعِزَّتِكَ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يَقُومُ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لَهَاشَيْ‏ءٌ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وَبِعَظَمَتِكَ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مَلَأَتْ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وَبِسُلْطَانِكَ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t>और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सामने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आजिज़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जब्र्रुत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हावी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इज्ज़त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आगे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कोई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ठहर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नहीं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पाती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अजमत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नुमाया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सल्तनत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पर</w:t>
            </w:r>
            <w:r w:rsidRPr="00F5519E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काय</w:t>
            </w:r>
            <w:r w:rsidRPr="00F5519E">
              <w:rPr>
                <w:rFonts w:hint="cs"/>
                <w:cs/>
                <w:lang w:bidi="hi-IN"/>
              </w:rPr>
              <w:t>म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وَبِوَجْهِكَ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الْبَاقِي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فَنَاءِ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وَبِأَسْمَائِكَ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مَلَأَتْ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أَرْكَانَ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وَبِعِلْمِكَ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أَحَاطَ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بِكُلِّ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وَبِنُورِ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وَجْهِكَ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أَضَاءَ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شَيْ‏ءٍ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lastRenderedPageBreak/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ज़ात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फ़ना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जाने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बाद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भी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बाकी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lastRenderedPageBreak/>
              <w:t>रहेगी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नामो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असरात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ज़र्रे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ज़र्रे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में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तारी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सारी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इल्म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अहाता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किये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हुए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ज़ात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उस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नूर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 </w:t>
            </w:r>
            <w:r w:rsidRPr="00F5519E">
              <w:rPr>
                <w:rFonts w:hint="cs"/>
                <w:cs/>
                <w:lang w:bidi="hi-IN"/>
              </w:rPr>
              <w:t>वास्ता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जिस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चीज़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रोशन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</w:t>
            </w:r>
            <w:r w:rsidRPr="00F5519E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نُورُ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قُدُّوسُ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أَوَّلَ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الْأَوَّلِينَ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آخِرَ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الْآخِرِينَ‏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تَهْتِكُ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الْعِصَمَ</w:t>
            </w:r>
            <w:r w:rsidRPr="007E186F">
              <w:rPr>
                <w:rFonts w:hint="cs"/>
                <w:rtl/>
              </w:rPr>
              <w:t xml:space="preserve">. 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تُنْزِلُ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النِّقَمَ‏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تُغَيِّرُ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النِّعَمَ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हकीकी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नूर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पाक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पाकीज़ा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ए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पहलों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पहले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पिछलो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पिछले</w:t>
            </w:r>
            <w:r w:rsidRPr="00F5519E">
              <w:rPr>
                <w:cs/>
                <w:lang w:bidi="hi-IN"/>
              </w:rPr>
              <w:t xml:space="preserve"> (</w:t>
            </w:r>
            <w:r w:rsidRPr="00F5519E">
              <w:rPr>
                <w:rFonts w:hint="cs"/>
                <w:cs/>
                <w:lang w:bidi="hi-IN"/>
              </w:rPr>
              <w:t>ए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गुनाह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माफ़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अताब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मुस्तहक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बनाते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मेरे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वोह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गुनाह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माफ़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जिन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वजह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बालाएं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आती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वोह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गुनाह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माफ़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तेरी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नेमतों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महरूमी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बनते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تَحْبِسُ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الدُّعَاءَ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الذُّنُوبَ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تُنْزِلُ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الْبَلاَءَ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اغْفِرْ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ذَنْبٍ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أَذْنَبْتُهُ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وَكُلَّ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خَطِيئَةٍ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أَخْطَأْتُهَا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मेरे</w:t>
            </w:r>
            <w:r w:rsidRPr="00F5519E"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वो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गुनाह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बख्श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दुआएं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कबूल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नहीं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होने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देते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ए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मेरे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वोह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सब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गुनाह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माफ़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lastRenderedPageBreak/>
              <w:t>दे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मुसीबत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लाते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rPr>
                <w:cs/>
                <w:lang w:bidi="hi-IN"/>
              </w:rPr>
              <w:t xml:space="preserve">! </w:t>
            </w:r>
            <w:r w:rsidRPr="00F5519E">
              <w:rPr>
                <w:rFonts w:hint="cs"/>
                <w:cs/>
                <w:lang w:bidi="hi-IN"/>
              </w:rPr>
              <w:t>ऐ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अल्लाह</w:t>
            </w:r>
            <w:r w:rsidRPr="00F5519E">
              <w:t xml:space="preserve">, </w:t>
            </w:r>
            <w:r w:rsidRPr="00F5519E">
              <w:rPr>
                <w:rFonts w:hint="cs"/>
                <w:cs/>
                <w:lang w:bidi="hi-IN"/>
              </w:rPr>
              <w:t>मेरी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इन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सारी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खाताओं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दर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गुज़र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जो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मैंने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जान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बूझ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कर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या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भूले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से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की</w:t>
            </w:r>
            <w:r w:rsidRPr="00F5519E">
              <w:rPr>
                <w:cs/>
                <w:lang w:bidi="hi-IN"/>
              </w:rPr>
              <w:t xml:space="preserve"> </w:t>
            </w:r>
            <w:r w:rsidRPr="00F5519E">
              <w:rPr>
                <w:rFonts w:hint="cs"/>
                <w:cs/>
                <w:lang w:bidi="hi-IN"/>
              </w:rPr>
              <w:t>हैं</w:t>
            </w:r>
            <w:r w:rsidRPr="00F5519E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أَتَقَرَّبُ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بِذِكْرِكَ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وَأَسْتَشْفِعُ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نَفْسِكَ‏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وَأَسْأَلُكَ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بِجُودِكَ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تُدْنِيَنِي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قُرْبِكَ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تُوزِعَنِي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شُكْرَكَ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تُلْهِمَنِي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ذِكْرَكَ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sz w:val="22"/>
                <w:szCs w:val="22"/>
              </w:rPr>
            </w:pPr>
            <w:r w:rsidRPr="006B2539">
              <w:rPr>
                <w:cs/>
                <w:lang w:bidi="hi-IN"/>
              </w:rPr>
              <w:t>ऐ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अल्लाह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मैं तुझे याद करके तेरे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करीब आना चाहता हूँ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cs/>
                <w:lang w:bidi="hi-IN"/>
              </w:rPr>
              <w:t>तेरी जनाब में तुझी को अपना सिफारशी ठहराता हूँ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और तेरे करम का वास्ता दे कर तुझ से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इल्तेजा करता हूँ के मुझे अपना कुर्ब अता कर</w:t>
            </w:r>
            <w:r w:rsidRPr="006B2539">
              <w:rPr>
                <w:rtl/>
                <w:cs/>
              </w:rPr>
              <w:t xml:space="preserve">) </w:t>
            </w:r>
            <w:r w:rsidRPr="006B2539">
              <w:rPr>
                <w:rtl/>
                <w:cs/>
                <w:lang w:bidi="hi-IN"/>
              </w:rPr>
              <w:t>मुझे अदाए शुक्र की तौफीक दे और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अपनी याद मेरे दिल में डाल दे</w:t>
            </w:r>
            <w:r w:rsidRPr="006B2539">
              <w:rPr>
                <w:rtl/>
                <w:cs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سُؤَالَ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خَاضِعٍ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مُتَذَلِّلٍ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خَاشِعٍ‏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تُسَامِحَنِي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وَتَرْحَمَنِي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وَتَجْعَلَنِي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بِقِسْمِكَ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رَاضِياً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قَانِعاً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جَمِيعِ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الْأَحْوَالِ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مُتَوَاضِعاً</w:t>
            </w:r>
            <w:r w:rsidRPr="007E186F">
              <w:rPr>
                <w:rFonts w:hint="cs"/>
                <w:rtl/>
              </w:rPr>
              <w:t>.</w:t>
            </w:r>
            <w:r w:rsidRPr="007E186F">
              <w:rPr>
                <w:rtl/>
              </w:rPr>
              <w:t> 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7E186F">
              <w:rPr>
                <w:rFonts w:hint="cs"/>
                <w:cs/>
                <w:lang w:bidi="hi-IN"/>
              </w:rPr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अल्लाह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मैं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तुझ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खोज़ू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व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खुशू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गिरया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व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ज़ारी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अर्ज़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करता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हूँ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भूल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चूक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माफ़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मुझ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रहम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फार्म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हिस्सा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मुक़र्रर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किया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मुझे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इस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राज़ी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काने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हाल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मुतमईन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रख</w:t>
            </w:r>
            <w:r w:rsidRPr="007E186F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اللهم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وأسألك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سؤال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من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اشتدّت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فاقته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وأنزل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عند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الشدائد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حاجته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وعظم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فيما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عندك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رغبته</w:t>
            </w:r>
            <w:r w:rsidRPr="007E186F">
              <w:rPr>
                <w:rFonts w:hint="cs"/>
                <w:rtl/>
              </w:rPr>
              <w:t>.</w:t>
            </w:r>
            <w:r w:rsidRPr="007E186F">
              <w:rPr>
                <w:rtl/>
              </w:rPr>
              <w:t> 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7E186F">
              <w:rPr>
                <w:rFonts w:hint="cs"/>
                <w:cs/>
                <w:lang w:bidi="hi-IN"/>
              </w:rPr>
              <w:lastRenderedPageBreak/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अल्लाह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हजूर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इस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शख्स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मानिंद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सवाल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करता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हूँ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जिस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lastRenderedPageBreak/>
              <w:t>सख्त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फाके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गुज़र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रहे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हों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जो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मुसीबतों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तंग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आकर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अपनी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ज़रुरत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सामने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पेश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करे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जो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लुत्फो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करम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ज्यादा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ज्यादा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खाहिश्मंद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हो</w:t>
            </w:r>
            <w:r w:rsidRPr="007E186F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اللهم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عظم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سلطانك</w:t>
            </w:r>
            <w:r w:rsidRPr="007E186F">
              <w:rPr>
                <w:rFonts w:hint="cs"/>
                <w:rtl/>
              </w:rPr>
              <w:t xml:space="preserve">. </w:t>
            </w:r>
            <w:r w:rsidRPr="00683A43">
              <w:rPr>
                <w:rFonts w:ascii="Times New Roman" w:hAnsi="Times New Roman" w:cs="Times New Roman" w:hint="cs"/>
                <w:rtl/>
              </w:rPr>
              <w:t>وعلا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مكانك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وخفي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مكرك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وظهر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أمرك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وغلب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قهرك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وجرت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قدرتك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ولا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يمكن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الفرار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من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حكومتك</w:t>
            </w:r>
            <w:r w:rsidRPr="007E186F">
              <w:rPr>
                <w:rFonts w:hint="cs"/>
                <w:rtl/>
              </w:rPr>
              <w:t>.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7E186F">
              <w:rPr>
                <w:rFonts w:hint="cs"/>
                <w:cs/>
                <w:lang w:bidi="hi-IN"/>
              </w:rPr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अल्लाह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सल्तनत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बहुत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बड़ी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रुतबा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बहुत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बुलंद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तदबीर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पोशीदा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हुकुम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साफ़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ज़ाहिर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कहर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ग़ालिब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कुदरत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कार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फरमा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हुकूमत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निकल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जाना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मुमकिन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नहीं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اللهم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أجد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لذنوبي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غافراًوَ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لِقَبَائِحِي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سَاتِراً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لِشَيْ‏ءٍ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عَمَلِيَ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الْقَبِيحِ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بِالْحَسَنِ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مُبَدِّلاً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غَيْرَكَ‏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إِلاَّ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أَنْتَ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سُبْحَانَكَ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وَبِحَمْدِكَ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ظَلَمْتُ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نَفْسِي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وَتَجَرَّأْتُ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بِجَهْلِي‏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وَسَكَنْتُ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قَدِيمِ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ذِكْرِكَ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وَمَنِّكَ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عَلَيَ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7E186F">
              <w:rPr>
                <w:rFonts w:hint="cs"/>
                <w:cs/>
                <w:lang w:bidi="hi-IN"/>
              </w:rPr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अल्लाह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गुनाह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बख्शने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मेरे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ऐब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ढाँकने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किसी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बुरे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अमल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अच्छे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अमल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बदलने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वाला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सिवा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नहीं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rPr>
                <w:cs/>
                <w:lang w:bidi="hi-IN"/>
              </w:rPr>
              <w:t xml:space="preserve">! </w:t>
            </w:r>
            <w:r w:rsidRPr="007E186F">
              <w:rPr>
                <w:rFonts w:hint="cs"/>
                <w:cs/>
                <w:lang w:bidi="hi-IN"/>
              </w:rPr>
              <w:t>तेरे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इलावा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माबूद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नहीं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rPr>
                <w:cs/>
                <w:lang w:bidi="hi-IN"/>
              </w:rPr>
              <w:t xml:space="preserve">! </w:t>
            </w:r>
            <w:r w:rsidRPr="007E186F">
              <w:rPr>
                <w:rFonts w:hint="cs"/>
                <w:cs/>
                <w:lang w:bidi="hi-IN"/>
              </w:rPr>
              <w:t>तू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पाक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हम्दो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सना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करता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हूँ</w:t>
            </w:r>
            <w:r w:rsidRPr="007E186F">
              <w:rPr>
                <w:cs/>
                <w:lang w:bidi="hi-IN"/>
              </w:rPr>
              <w:t xml:space="preserve">! </w:t>
            </w:r>
            <w:r w:rsidRPr="007E186F">
              <w:rPr>
                <w:rFonts w:hint="cs"/>
                <w:cs/>
                <w:lang w:bidi="hi-IN"/>
              </w:rPr>
              <w:t>मैं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अपनी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ज़ात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ज़ुल्म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किया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अपनी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नादानी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बाएस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बेग़ैरत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बन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गया</w:t>
            </w:r>
            <w:r w:rsidRPr="007E186F">
              <w:rPr>
                <w:cs/>
                <w:lang w:bidi="hi-IN"/>
              </w:rPr>
              <w:t xml:space="preserve">! </w:t>
            </w:r>
            <w:r w:rsidRPr="007E186F">
              <w:rPr>
                <w:rFonts w:hint="cs"/>
                <w:cs/>
                <w:lang w:bidi="hi-IN"/>
              </w:rPr>
              <w:t>मै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यह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सोच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lastRenderedPageBreak/>
              <w:t>मुतमईन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गया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तू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मुझे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पहले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भी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याद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रखा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अपनी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नेमतों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नवाज़ा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है</w:t>
            </w:r>
            <w:r w:rsidRPr="007E186F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مَوْلاَيَ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كَمْ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قَبِيحٍ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سَتَرْتَهُ‏وَكَمْ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فَادِحٍ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الْبَلاَءِ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أَقَلْتَهُ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وَكَمْ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عِثَارٍ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وَقَيْتَهُ‏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وَكَمْ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مَكْرُوهٍ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دَفَعْتَهُ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وَكَمْ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ثَنَاءٍ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جَمِيلٍ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لَسْتُ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أَهْلاً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نَشَرْتَهُ‏</w:t>
            </w:r>
          </w:p>
          <w:p w:rsidR="00110375" w:rsidRPr="007E186F" w:rsidRDefault="00110375" w:rsidP="003F6BB4">
            <w:pPr>
              <w:pStyle w:val="libNormal"/>
              <w:rPr>
                <w:rFonts w:ascii="Traditional Arabic" w:hAnsi="Traditional Arabic"/>
                <w:b/>
                <w:bCs/>
                <w:color w:val="313736"/>
                <w:szCs w:val="25"/>
                <w:rtl/>
                <w:cs/>
                <w:lang w:bidi="hi-IN"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عَظُمَ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بَلاَئِي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وَأَفْرَطَ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سُوءُ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حَالِي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وَقَصُرَتْ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أَعْمَالِي‏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وَقَعَدَتْ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أَغْلاَلِي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وَحَبَسَنِي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نَفْعِي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بُعْدُ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أَمَلِي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وَخَدَعَتْنِي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الدُّنْيَا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بِغُرُورِهَا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وَنَفْسِي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بِجِنَايَتِهَا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7E186F">
              <w:rPr>
                <w:rFonts w:hint="cs"/>
                <w:cs/>
                <w:lang w:bidi="hi-IN"/>
              </w:rPr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अल्लाह</w:t>
            </w:r>
            <w:r w:rsidRPr="007E186F">
              <w:t xml:space="preserve">,  </w:t>
            </w:r>
            <w:r w:rsidRPr="007E186F">
              <w:rPr>
                <w:rFonts w:hint="cs"/>
                <w:cs/>
                <w:lang w:bidi="hi-IN"/>
              </w:rPr>
              <w:t>ऐ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मालिक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तू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कितनी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बुराईयों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परदापोशी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की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कितनी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सख्त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बालाओं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मुझ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टाला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कितनी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नाज़िशों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से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मुझ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बचाया</w:t>
            </w:r>
            <w:r w:rsidRPr="007E186F">
              <w:t xml:space="preserve">, </w:t>
            </w:r>
            <w:r w:rsidRPr="007E186F">
              <w:rPr>
                <w:rFonts w:hint="cs"/>
                <w:cs/>
                <w:lang w:bidi="hi-IN"/>
              </w:rPr>
              <w:t>कितनी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आफतों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रोका</w:t>
            </w:r>
            <w:r w:rsidRPr="007E186F">
              <w:rPr>
                <w:cs/>
                <w:lang w:bidi="hi-IN"/>
              </w:rPr>
              <w:t xml:space="preserve">! </w:t>
            </w:r>
            <w:r w:rsidRPr="007E186F">
              <w:rPr>
                <w:rFonts w:hint="cs"/>
                <w:cs/>
                <w:lang w:bidi="hi-IN"/>
              </w:rPr>
              <w:t>और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मेरी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कितनी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ही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ऐसी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खूबियाँ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लोगो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में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मशहूर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कर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दीं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जिन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का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मै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अहल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भी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ना</w:t>
            </w:r>
            <w:r w:rsidRPr="007E186F">
              <w:rPr>
                <w:cs/>
                <w:lang w:bidi="hi-IN"/>
              </w:rPr>
              <w:t xml:space="preserve"> </w:t>
            </w:r>
            <w:r w:rsidRPr="007E186F">
              <w:rPr>
                <w:rFonts w:hint="cs"/>
                <w:cs/>
                <w:lang w:bidi="hi-IN"/>
              </w:rPr>
              <w:t>था</w:t>
            </w:r>
            <w:r w:rsidRPr="007E186F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7E186F">
              <w:rPr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وَمِطَالِي‏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فَأَسْأَلُكَ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بِعِزَّتِكَ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يَحْجُبَ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دُعَائِي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سُوءُ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عَمَلِي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وَفِعَالِي‏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تَفْضَحْنِي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بِخَفِيِّ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اطَّلَعْتَ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سِرِّي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تُعَاجِلْنِي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بِالْعُقُوبَةِ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عَمِلْتُهُ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خَلَوَاتِي‏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سُوءِ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فِعْلِي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وَإِسَاءَتِي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وَدَوَامِ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تَفْرِيطِي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وَجَهَالَتِي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وَكَثْرَةِ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شَهَوَاتِي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وَغَفْلَتِي</w:t>
            </w:r>
          </w:p>
        </w:tc>
        <w:tc>
          <w:tcPr>
            <w:tcW w:w="4788" w:type="dxa"/>
          </w:tcPr>
          <w:p w:rsidR="00110375" w:rsidRPr="000157CB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0157CB">
              <w:rPr>
                <w:rFonts w:hint="cs"/>
                <w:cs/>
                <w:lang w:bidi="hi-IN"/>
              </w:rPr>
              <w:t>ग़लतकारियां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मेरी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दुआ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कबूल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होने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रुकावट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ना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बने</w:t>
            </w:r>
            <w:r w:rsidRPr="000157CB">
              <w:rPr>
                <w:cs/>
                <w:lang w:bidi="hi-IN"/>
              </w:rPr>
              <w:t xml:space="preserve">! </w:t>
            </w:r>
            <w:r w:rsidRPr="000157CB">
              <w:rPr>
                <w:rFonts w:hint="cs"/>
                <w:cs/>
                <w:lang w:bidi="hi-IN"/>
              </w:rPr>
              <w:t>मेरे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जिन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भेदों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से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तू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वाकिफ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है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इन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वजह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से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मुझे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रुसवा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ना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करना</w:t>
            </w:r>
            <w:r w:rsidRPr="00F060C0">
              <w:rPr>
                <w:lang w:bidi="ur-PK"/>
              </w:rPr>
              <w:t xml:space="preserve">, </w:t>
            </w:r>
            <w:r w:rsidRPr="000157CB">
              <w:rPr>
                <w:rFonts w:hint="cs"/>
                <w:cs/>
                <w:lang w:bidi="hi-IN"/>
              </w:rPr>
              <w:t>मै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अपनी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तन्हाईयों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जो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बदी</w:t>
            </w:r>
            <w:r w:rsidRPr="00F060C0">
              <w:rPr>
                <w:lang w:bidi="ur-PK"/>
              </w:rPr>
              <w:t xml:space="preserve">, </w:t>
            </w:r>
            <w:r w:rsidRPr="000157CB">
              <w:rPr>
                <w:rFonts w:hint="cs"/>
                <w:cs/>
                <w:lang w:bidi="hi-IN"/>
              </w:rPr>
              <w:t>बुराई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और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मुसलसल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कोताही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है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और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नादानी</w:t>
            </w:r>
            <w:r w:rsidRPr="00F060C0">
              <w:rPr>
                <w:lang w:bidi="ur-PK"/>
              </w:rPr>
              <w:t xml:space="preserve">, </w:t>
            </w:r>
            <w:r w:rsidRPr="000157CB">
              <w:rPr>
                <w:rFonts w:hint="cs"/>
                <w:cs/>
                <w:lang w:bidi="hi-IN"/>
              </w:rPr>
              <w:t>बढ़ी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हुई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खाहिशाते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नफस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और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गफलत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सबब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जो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काम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किये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हैं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lastRenderedPageBreak/>
              <w:t>मुझे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उनकी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सजा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देने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जल्दी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ना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करना</w:t>
            </w:r>
            <w:r w:rsidRPr="000157CB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وَكُنِ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اللَّهُمَّ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بِعِزَّتِكَ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الْأَحْوَالِ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رَءُوفاً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وَعَلَيَّ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جَمِيعِ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الْأُمُورِ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عَطُوفاً</w:t>
            </w:r>
          </w:p>
        </w:tc>
        <w:tc>
          <w:tcPr>
            <w:tcW w:w="4788" w:type="dxa"/>
          </w:tcPr>
          <w:p w:rsidR="00110375" w:rsidRPr="000157CB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0157CB">
              <w:rPr>
                <w:rFonts w:hint="cs"/>
                <w:cs/>
                <w:lang w:bidi="hi-IN"/>
              </w:rPr>
              <w:t>ऐ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अल्लाह</w:t>
            </w:r>
            <w:r w:rsidRPr="00F060C0">
              <w:rPr>
                <w:lang w:bidi="ur-PK"/>
              </w:rPr>
              <w:t xml:space="preserve">, </w:t>
            </w:r>
            <w:r w:rsidRPr="000157CB">
              <w:rPr>
                <w:rFonts w:hint="cs"/>
                <w:cs/>
                <w:lang w:bidi="hi-IN"/>
              </w:rPr>
              <w:t>अपनी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इज्ज़त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तुफैल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हाल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मुझ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पर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मेहरबान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रहना</w:t>
            </w:r>
            <w:r w:rsidRPr="00F060C0">
              <w:rPr>
                <w:lang w:bidi="ur-PK"/>
              </w:rPr>
              <w:t xml:space="preserve">, </w:t>
            </w:r>
            <w:r w:rsidRPr="000157CB">
              <w:rPr>
                <w:rFonts w:hint="cs"/>
                <w:cs/>
                <w:lang w:bidi="hi-IN"/>
              </w:rPr>
              <w:t>और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मेरे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तमाम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मामलात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में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मुझ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पर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करम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करते</w:t>
            </w:r>
            <w:r w:rsidRPr="000157CB">
              <w:rPr>
                <w:cs/>
                <w:lang w:bidi="hi-IN"/>
              </w:rPr>
              <w:t xml:space="preserve"> </w:t>
            </w:r>
            <w:r w:rsidRPr="000157CB">
              <w:rPr>
                <w:rFonts w:hint="cs"/>
                <w:cs/>
                <w:lang w:bidi="hi-IN"/>
              </w:rPr>
              <w:t>रहना</w:t>
            </w:r>
            <w:r w:rsidRPr="000157CB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وَرَبِّي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غَيْرُكَ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كَشْفَ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ضُرِّي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وَالنَّظَرَ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أَمْرِي‏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وَمَوْلاَيَ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أَجْرَيْتَ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حُكْماً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اتَّبَعْتُ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هَوَى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نَفْسِي‏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وَلَمْ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أَحْتَرِسْ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تَزْيِينِ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عَدُوِّي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فَغَرَّنِي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أَهْوَى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وَأَسْعَدَهُ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ذَلِكَ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الْقَضَاءُ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अल्लाह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परवरदिगार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तेरे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सिवा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कौन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जिस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मुसीबत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दूर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नज़रे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सवाल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करूँ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माबूद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मालिक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खुद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खिलाफ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फैसला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दिया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क्योंके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हवाए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नफ़्स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पीछे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चलता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रहा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दुश्मन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मुझे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सुनहरे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खाव्ब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दिखाए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इन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बचाओ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नहीं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किया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चुनान्चेह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मुझे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खाहिशात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जाल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फंसा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दिया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तकदीर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भी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मदद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lastRenderedPageBreak/>
              <w:t>की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तरह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मुक़र्रर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हुई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बाज़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हदें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तोड़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दीं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बाज़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अहकाम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नाफ़रमानी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7E186F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فَتَجَاوَزْتُ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جَرَى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ذَلِكَ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بَعْضَ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حُدُودِكَ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وَخَالَفْتُ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بَعْضَ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أَوَامِرِكَ‏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فَلَكَ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الْحُجَّةُ</w:t>
            </w:r>
            <w:r w:rsidRPr="007E186F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جَمِيعِ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ذَلِكَ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حُجَّةَ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فِيمَا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جَرَى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قَضَاؤُكَ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وَأَلْزَمَنِي</w:t>
            </w:r>
            <w:r w:rsidRPr="007E186F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حُكْمُكَ</w:t>
            </w:r>
            <w:r w:rsidRPr="007E186F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وَبَلاَؤُكَ‏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A33F93">
              <w:rPr>
                <w:rFonts w:hint="cs"/>
                <w:cs/>
                <w:lang w:bidi="hi-IN"/>
              </w:rPr>
              <w:t>बहरहाल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तारीफ़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मुस्तहक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कुछ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पेश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आया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खता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तुने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फैसला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किया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तेरा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हुक्म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जारी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हुआ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तरफ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आजमाईश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हुई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खिलाफ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पास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कोई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उज्र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नहीं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وَقَدْ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أَتَيْتُكَ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تَقْصِيرِي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وَإِسْرَافِي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نَفْسِي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مُعْتَذِراً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نَادِماً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مُنْكَسِراً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مُسْتَقِيلاً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مُسْتَغْفِراً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مُنِيباً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مُقِرّاً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مُذْعِناً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مُعْتَرِفاً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أَجِدُ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مَفَرّاً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مِمَّا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كَانَ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مَفْزَعاً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أَتَوَجَّهُ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أَمْرِي‏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غَيْرَ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قَبُولِكَ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عُذْرِي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وَإِدْخَالِكَ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إِيَّايَ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سَعَةِ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رَحْمَتِكَ‏</w:t>
            </w:r>
            <w:r w:rsidRPr="006B2539">
              <w:rPr>
                <w:rtl/>
              </w:rPr>
              <w:t>.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माबूद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इस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कोताही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नफस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ज़ुल्म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माफ़ी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मांगने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लिए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हाज़िर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हुआ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हूँ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किये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शर्मसार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हूँ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दिल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शिकस्ता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हूँ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करतूतों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बाज़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आया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बक्शीश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तलबगार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हूँ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पशेमानी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साथ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जनाब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हाज़िर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हूँ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जो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कुछ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मुझ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सरज़द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हो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चूका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उस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lastRenderedPageBreak/>
              <w:t>बाद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लिए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कोई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भागने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जगह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कोई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ऐसा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मददगार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जिस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पास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मामला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ले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जाऊं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सिर्फ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यही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तू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माज़रत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कबूल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ले</w:t>
            </w:r>
            <w:r w:rsidRPr="00A33F93"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मुझे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अपने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दामने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रहमत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जगह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देदे</w:t>
            </w:r>
            <w:r w:rsidRPr="00A33F93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اللَّهُمَّ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فَاقْبَلْ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عُذْرِي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وَارْحَمْ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شِدَّةَ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ضُرِّي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وَفُكَّنِي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شَدِّ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وَثَاقِي‏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ارْحَمْ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ضَعْفَ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بَدَنِي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وَرِقَّةَ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جِلْدِي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وَدِقَّةَ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عَظْمِي‏</w:t>
            </w:r>
          </w:p>
        </w:tc>
        <w:tc>
          <w:tcPr>
            <w:tcW w:w="4788" w:type="dxa"/>
          </w:tcPr>
          <w:p w:rsidR="00110375" w:rsidRPr="00A33F93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माबूद</w:t>
            </w:r>
            <w:r w:rsidRPr="00F060C0">
              <w:rPr>
                <w:lang w:bidi="ur-PK"/>
              </w:rPr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माफ़ी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दरखास्त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मंज़ूर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ले</w:t>
            </w:r>
            <w:r w:rsidRPr="00F060C0">
              <w:rPr>
                <w:lang w:bidi="ur-PK"/>
              </w:rPr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सख्त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बदहाली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रहम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गिरह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कुशाई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फर्मा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दे</w:t>
            </w:r>
            <w:r w:rsidRPr="00A33F93">
              <w:rPr>
                <w:cs/>
                <w:lang w:bidi="hi-IN"/>
              </w:rPr>
              <w:t xml:space="preserve">! </w:t>
            </w:r>
            <w:r w:rsidRPr="00A33F93">
              <w:rPr>
                <w:rFonts w:hint="cs"/>
                <w:cs/>
                <w:lang w:bidi="hi-IN"/>
              </w:rPr>
              <w:t>ऐ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परवरदिगार</w:t>
            </w:r>
            <w:r w:rsidRPr="00F060C0">
              <w:rPr>
                <w:lang w:bidi="ur-PK"/>
              </w:rPr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मेरे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जिस्म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नातवानी</w:t>
            </w:r>
            <w:r w:rsidRPr="00F060C0">
              <w:rPr>
                <w:lang w:bidi="ur-PK"/>
              </w:rPr>
              <w:t xml:space="preserve">,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जिल्द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कमजोरी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और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मेरी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हड्डियों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नाताक़ती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पर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रहम</w:t>
            </w:r>
            <w:r w:rsidRPr="00A33F93">
              <w:rPr>
                <w:cs/>
                <w:lang w:bidi="hi-IN"/>
              </w:rPr>
              <w:t xml:space="preserve"> </w:t>
            </w:r>
            <w:r w:rsidRPr="00A33F93">
              <w:rPr>
                <w:rFonts w:hint="cs"/>
                <w:cs/>
                <w:lang w:bidi="hi-IN"/>
              </w:rPr>
              <w:t>कर</w:t>
            </w:r>
            <w:r w:rsidRPr="00A33F93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بَدَأَ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خَلْقِي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وَذِكْرِي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وَتَرْبِيَتِي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وَبِرِّي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وَتَغْذِيَتِي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هَبْنِي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لاِبْتِدَاءِ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كَرَمِكَ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وَسَالِفِ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بِرِّكَ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وَرَبِّي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أَتُرَاكَ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مُعَذِّبِي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بِنَارِكَ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تَوْحِيدِكَ‏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وَبَعْدَ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انْطَوَى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قَلْبِي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مَعْرِفَتِكَ‏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وَلَهِجَ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لِسَانِي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ذِكْرِكَ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وَاعْتَقَدَهُ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ضَمِيرِي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حُبِّكَ‏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وَبَعْدَ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صِدْقِ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اعْتِرَافِي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وَدُعَائِي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خَاضِعاً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لِرُبُوبِيَّتِكَ‏</w:t>
            </w:r>
          </w:p>
        </w:tc>
        <w:tc>
          <w:tcPr>
            <w:tcW w:w="4788" w:type="dxa"/>
          </w:tcPr>
          <w:p w:rsidR="00110375" w:rsidRPr="00F060C0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ज़ात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वजूद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बख्शा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ख्याल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रखा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परवरिश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सामान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बेहतर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लिए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ग़ज़ा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असबाब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फराहम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किये</w:t>
            </w:r>
            <w:r w:rsidRPr="003245FC">
              <w:rPr>
                <w:cs/>
                <w:lang w:bidi="hi-IN"/>
              </w:rPr>
              <w:t xml:space="preserve">! </w:t>
            </w:r>
            <w:r w:rsidRPr="003245FC">
              <w:rPr>
                <w:rFonts w:hint="cs"/>
                <w:cs/>
                <w:lang w:bidi="hi-IN"/>
              </w:rPr>
              <w:t>बस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पहले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लिए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बेहतरी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सामन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किये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अब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भी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वो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पहला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फज़ल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जारी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रख</w:t>
            </w:r>
            <w:r w:rsidRPr="003245FC">
              <w:rPr>
                <w:cs/>
                <w:lang w:bidi="hi-IN"/>
              </w:rPr>
              <w:t xml:space="preserve">!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माबूद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हैरान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आतिशे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जहन्नम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हालांकि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तौहीद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इकरार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मार्फ़त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सरशार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ज़बान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ज़िक्र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जारी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मुहब्बत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चुकी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परवरदिगार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सच्चे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गुनाहों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एतेराफ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गिडगिडा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दुआ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मांगता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  <w:r w:rsidRPr="003245FC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هَيْهَاتَ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أَكْرَمُ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تُضَيِّعَ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رَبَّيْتَهُ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تُبْعِدَ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أَدْنَيْتَهُ‏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تُشَرِّدَ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آوَيْتَهُ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تُسَلِّمَ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الْبَلاَءِ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كَفَيْتَهُ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وَرَحِمْتَهُ‏</w:t>
            </w:r>
            <w:r w:rsidRPr="006B2539">
              <w:rPr>
                <w:rtl/>
              </w:rPr>
              <w:t> 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नहीं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ऐसा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सकता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क्योंकि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शख्स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बेसहारा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छोड़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खुद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पाला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उसे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दूर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खुद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कुर्ब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बख्शा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उसे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यहाँ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निकाल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खुद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पनाह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उसे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बालाओं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हवाले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खुद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ज़िम्मा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यह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बात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समझ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आती</w:t>
            </w:r>
            <w:r w:rsidRPr="003245FC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وَلَيْتَ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شِعْرِي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وَمَوْلاَيَ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أَتُسَلِّطُ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النَّارَ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وُجُوهٍ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خَرَّتْ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لِعَظَمَتِكَ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سَاجِدَةً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أَلْسُنٍ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نَطَقَتْ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بِتَوْحِيدِكَ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صَادِقَةً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وَبِشُكْرِكَ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مَادِحَةً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اعْتَرَفَتْ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بِإِلَهِيَّتِكَ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مُحَقِّقَةً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ضَمَائِرَ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حَوَتْ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الْعِلْمِ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حَتَّى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صَارَتْ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خَاشِعَةً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جَوَارِحَ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سَعَتْ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أَوْطَانِ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تَعَبُّدِكَ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طَائِعَةً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وَأَشَارَتْ</w:t>
            </w:r>
            <w:r w:rsidRPr="006B253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بِاسْتِغْفَارِكَ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مُذْعِنَةً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माबूद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मौला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क्या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आतिशे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जहन्नम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मुसल्लत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देगा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चेहरों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अजमत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बायेस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हजूर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सज्दारेज़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चुके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ज़बानों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सिद्क़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तौहीद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इकरार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शुक्रगुजारी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साथ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मधा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चुकी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वाकई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माबूद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ऐतेराफ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चुके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दिमागों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इल्म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कद्र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बहरावर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हुए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हुज़ूर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झुके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हुए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हाथ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पाँव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इताअत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जज्बे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साथ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इबादतगाहों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दौड़ते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गुनाहों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इकरार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मग्फेरत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तलब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रहे</w:t>
            </w:r>
            <w:r w:rsidRPr="006B2539">
              <w:t>?</w:t>
            </w:r>
          </w:p>
        </w:tc>
      </w:tr>
      <w:tr w:rsidR="00110375" w:rsidTr="000A6681">
        <w:tc>
          <w:tcPr>
            <w:tcW w:w="4788" w:type="dxa"/>
          </w:tcPr>
          <w:p w:rsidR="00110375" w:rsidRPr="00A33F93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مَا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هَكَذَا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الظَّنُّ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أُخْبِرْنَا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بِفَضْلِكَ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كَرِيمُ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رَبِ‏</w:t>
            </w:r>
            <w:r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تَعْلَمُ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ضَعْفِي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قَلِيلٍ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بَلاَءِ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الدُّنْيَا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وَعُقُوبَاتِهَا</w:t>
            </w:r>
            <w:r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وَمَا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يَجْرِي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الْمَكَارِهِ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أَهْلِهَا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أَنَّ</w:t>
            </w:r>
            <w:r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ذَلِكَ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بَلاَءٌ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وَمَكْرُوهٌ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قَلِيلٌ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مَكْثُهُ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يَسِيرٌ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بَقَاؤُهُ</w:t>
            </w:r>
            <w:r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قَصِيرٌ</w:t>
            </w:r>
            <w:r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مُدَّتُهُ‏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रब्बे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करीम</w:t>
            </w:r>
            <w:r w:rsidRPr="003245FC">
              <w:rPr>
                <w:lang w:bidi="hi-IN"/>
              </w:rPr>
              <w:t xml:space="preserve">,  </w:t>
            </w:r>
            <w:r w:rsidRPr="003245FC">
              <w:rPr>
                <w:rFonts w:hint="cs"/>
                <w:cs/>
                <w:lang w:bidi="hi-IN"/>
              </w:rPr>
              <w:t>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निस्बत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ऐसा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गुमान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ऐसी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कोई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खबर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गयी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!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पालने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वाले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कमजोरी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वाकिफ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lang w:bidi="hi-IN"/>
              </w:rPr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दुनिया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मामूली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आज्मायीशों</w:t>
            </w:r>
            <w:r w:rsidRPr="003245FC">
              <w:rPr>
                <w:lang w:bidi="hi-IN"/>
              </w:rPr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छोटी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छोटी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तकलीफों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सख्तियों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बर्दाश्त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अहले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दुनिया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गुज़रती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हालांकि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वोह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आजमाईश</w:t>
            </w:r>
            <w:r w:rsidRPr="003245FC">
              <w:rPr>
                <w:lang w:bidi="hi-IN"/>
              </w:rPr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तकलीफ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सख्ती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मामूली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होती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मुद्द्त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भी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थोड़ी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होती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lang w:bidi="hi-IN"/>
              </w:rPr>
              <w:t>,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فَكَيْفَ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احْتِمَالِي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لِبَلاَءِ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الْآخِرَةِ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وَجَلِيلِ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وُقُوعِ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الْمَكَارِهِ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بَلاَءٌ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تَطُولُ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مُدَّتُهُ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وَيَدُومُ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مَقَامُهُ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يُخَفَّفُ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أَهْلِهِ‏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لِأَنَّهُ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يَكُونُ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إِلاَّ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غَضَبِكَ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وَانْتِقَامِكَ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وَسَخَطِكَ‏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फिर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भला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आखेरत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ज़बरदस्त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मुसीबत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क्योंकर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बर्दाश्त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सकेगी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जब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वहां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मुसीबत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तूलानी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होगी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हमेशा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हमेशा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लिए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लोग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एक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मर्तबा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फँस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जायेंगे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कभी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कमी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नहीं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होगी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क्योंकि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गुस्से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इंतकाम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नाराजगी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सबब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होगा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وَهَذَا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تَقُومُ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السَّمَاوَاتُ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وَالْأَرْضُ‏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عَبْدُكَ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الضَّعِيفُ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الذَّلِيلُ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الْحَقِيرُ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الْمِسْكِينُ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الْمُسْتَكِينُ‏</w:t>
            </w:r>
            <w:r w:rsidRPr="006B2539">
              <w:rPr>
                <w:rtl/>
              </w:rPr>
              <w:t> 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जिसे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आसमान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बर्दाश्त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ज़मीन</w:t>
            </w:r>
            <w:r w:rsidRPr="003245FC">
              <w:rPr>
                <w:cs/>
                <w:lang w:bidi="hi-IN"/>
              </w:rPr>
              <w:t xml:space="preserve">!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फिर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ऐसी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सूरत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हाल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होगा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जबकि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एक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कमज़ोर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अदना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लाचार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आजिज़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बंदा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وَرَبِّي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وَمَوْلاَيَ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لِأَيِّ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الْأُمُورِ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أَشْكُو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أَضِجُّ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وَأَبْكِي‏لِأَلِيمِ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الْعَذَابِ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وَشِدَّهِ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لِطُولِ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الْبَلاَءِ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وَمُدَّتِهِ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माबूद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मौला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बात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नाला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फरयाद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आहोबुका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करूँ</w:t>
            </w:r>
            <w:r w:rsidRPr="006B2539">
              <w:t xml:space="preserve">? </w:t>
            </w:r>
            <w:r w:rsidRPr="003245FC">
              <w:rPr>
                <w:rFonts w:hint="cs"/>
                <w:cs/>
                <w:lang w:bidi="hi-IN"/>
              </w:rPr>
              <w:t>दर्दनाक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सख्ती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मुसीबत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तवील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मीयाद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فَلَئِنْ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صَيَّرْتَنِي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لِلْعُقُوبَاتِ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أَعْدَائِكَ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وَجَمَعْتَ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وَبَيْنَ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بَلاَئِكَ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وَفَرَّقْتَ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وَبَيْنَ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أَحِبَّائِكَ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وَأَوْلِيَائِكَ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बस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अगर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दुश्मनों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साथ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झोंक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लोगों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शामिल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बालाओं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सज़ावार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अहिब्बा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औलिया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दरम्यान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जुदाई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डाल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6B2539">
              <w:t>,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فَهَبْنِي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وَمَوْلاَيَ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وَرَبِّي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صَبَرْتُ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عَلَىعَذَابِكَ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أَصْبِرُ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فِرَاقِكَ‏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وَهَبْنِي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صَبَرْتُ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حَرِّ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نَارِكَ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أَصْبِرُ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عَنِ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النَّظَرِ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كَرَامَتِكَ‏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أَسْكُنُ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النَّارِ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وَرَجَائِي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عَفْوُكَ‏</w:t>
            </w: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मौला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हुए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अज़ाब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अगर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सब्र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भी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लूं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रहमत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जुदाई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सब्र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सकूंगा</w:t>
            </w:r>
            <w:r w:rsidRPr="006B2539">
              <w:t xml:space="preserve">?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अगर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आग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तपिश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बर्दाश्त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भी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लूं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नज़रे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अपनी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महरूमी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कैसे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बर्दाश्त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सकूंगा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इलावा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आतिशे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जहन्नुम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क्योंकर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सकूंगा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जबके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माफ़ी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तवक्क़ो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>.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فَبِعِزَّتِكَ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وَمَوْلاَيَ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أُقْسِمُ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صَادِقاً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لَئِنْ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تَرَكْتَنِي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نَاطِقاً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لَأَضِجَّنَّ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ضَجِيجَ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الْآمِلِينَ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وَلَأَصْرُخَنَّ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صُرَاخَ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الْمُسْتَصْرِخِينَ‏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وَلَأَبْكِيَنَّ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بُكَاءَ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الْفَاقِدِينَ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وَلَأُنَادِيَنَّكَ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أَيْنَ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وَلِيَّ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الْمُؤْمِنِينَ‏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غَايَةَ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آمَالِ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الْعَارِفِينَ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غِيَاثَ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الْمُسْتَغِيثِينَ‏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حَبِيبَ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الصَّادِقِينَ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الْعَالَمِينَ‏</w:t>
            </w:r>
          </w:p>
          <w:p w:rsidR="00110375" w:rsidRDefault="00110375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110375" w:rsidRPr="003245FC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3245FC">
              <w:rPr>
                <w:rFonts w:hint="cs"/>
                <w:cs/>
                <w:lang w:bidi="hi-IN"/>
              </w:rPr>
              <w:lastRenderedPageBreak/>
              <w:t>बस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आका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मौला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इज्ज़त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सच्ची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क़सम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खा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कहता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हूँ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अगर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वहां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गोयाई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सलामत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रखी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अहले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जहन्नम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दरमियान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नाम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लेकर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तुझे</w:t>
            </w:r>
            <w:r w:rsidRPr="003245FC">
              <w:rPr>
                <w:cs/>
                <w:lang w:bidi="hi-IN"/>
              </w:rPr>
              <w:t xml:space="preserve"> 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lastRenderedPageBreak/>
              <w:t>तरह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पुकारूँगा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जैसे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करम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उम्मेदवार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पुकारा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6B2539">
              <w:t xml:space="preserve">,  </w:t>
            </w:r>
            <w:r w:rsidRPr="003245FC">
              <w:rPr>
                <w:rFonts w:hint="cs"/>
                <w:cs/>
                <w:lang w:bidi="hi-IN"/>
              </w:rPr>
              <w:t>मै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हुज़ूर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आहोबुका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करूंगा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जैसे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फरयाद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किया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और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तेरी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रहमत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फ़िराक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में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इस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तरह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रोवूँगा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जैसे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बिछुड़ने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वाले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रोया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करते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हैं</w:t>
            </w:r>
            <w:r w:rsidRPr="003245FC">
              <w:rPr>
                <w:cs/>
                <w:lang w:bidi="hi-IN"/>
              </w:rPr>
              <w:t xml:space="preserve">! </w:t>
            </w:r>
            <w:r w:rsidRPr="003245FC">
              <w:rPr>
                <w:rFonts w:hint="cs"/>
                <w:cs/>
                <w:lang w:bidi="hi-IN"/>
              </w:rPr>
              <w:t>मैं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तुझे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वहां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बराबर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पुकारूंगा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तू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कहाँ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है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मोमिनो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आरिफों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की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उम्मीदगाह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फर्यादीयों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फरयादरस</w:t>
            </w:r>
            <w:r w:rsidRPr="006B2539">
              <w:t xml:space="preserve">,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सादिकों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दिलों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के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महबूब</w:t>
            </w:r>
            <w:r w:rsidRPr="006B2539">
              <w:t xml:space="preserve">,  </w:t>
            </w:r>
            <w:r w:rsidRPr="003245FC">
              <w:rPr>
                <w:rFonts w:hint="cs"/>
                <w:cs/>
                <w:lang w:bidi="hi-IN"/>
              </w:rPr>
              <w:t>ऐ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इलाहिल</w:t>
            </w:r>
            <w:r w:rsidRPr="003245FC">
              <w:rPr>
                <w:cs/>
                <w:lang w:bidi="hi-IN"/>
              </w:rPr>
              <w:t xml:space="preserve"> </w:t>
            </w:r>
            <w:r w:rsidRPr="003245FC">
              <w:rPr>
                <w:rFonts w:hint="cs"/>
                <w:cs/>
                <w:lang w:bidi="hi-IN"/>
              </w:rPr>
              <w:t>आलमीन</w:t>
            </w:r>
            <w:r w:rsidRPr="006B2539">
              <w:t xml:space="preserve">, 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أَفَتُرَاكَ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سُبْحَانَكَ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إِلَهِي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وَبِحَمْدِكَ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تَسْمَعُ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صَوْتَ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عَبْدٍ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مُسْلِمٍ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سُجِنَ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بِمُخَالَفَتِهِ‏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وَذَاقَ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طَعْمَ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عَذَابِهَا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بِمَعْصِيَتِهِ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وَحُبِسَ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أَطْبَاقِهَابِجُرْمِهِ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وَجَرِيرَتِهِ‏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يَضِجُّ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ضَجِيجَ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مُؤَمِّلٍ</w:t>
            </w:r>
            <w:r w:rsidRPr="006B253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لِرَحْمَتِكَ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وَيُنَادِيكَ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بِلِسَانِ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تَوْحِيدِكَ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وَيَتَوَسَّلُ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بِرُبُوبِيَّتِكَ</w:t>
            </w:r>
          </w:p>
        </w:tc>
        <w:tc>
          <w:tcPr>
            <w:tcW w:w="4788" w:type="dxa"/>
          </w:tcPr>
          <w:p w:rsidR="00110375" w:rsidRPr="008D667A" w:rsidRDefault="00110375" w:rsidP="003F6BB4">
            <w:pPr>
              <w:pStyle w:val="libNormal"/>
              <w:rPr>
                <w:rFonts w:cstheme="minorBidi"/>
                <w:lang w:bidi="ur-PK"/>
              </w:rPr>
            </w:pP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ज़ात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पाक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है</w:t>
            </w:r>
            <w:r w:rsidRPr="006B2539">
              <w:t xml:space="preserve">, </w:t>
            </w:r>
            <w:r w:rsidRPr="008D667A">
              <w:rPr>
                <w:rFonts w:hint="cs"/>
                <w:cs/>
                <w:lang w:bidi="hi-IN"/>
              </w:rPr>
              <w:t>ऐ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मेरे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माबूद</w:t>
            </w:r>
            <w:r w:rsidRPr="006B2539">
              <w:t xml:space="preserve">, </w:t>
            </w:r>
            <w:r w:rsidRPr="008D667A">
              <w:rPr>
                <w:rFonts w:hint="cs"/>
                <w:cs/>
                <w:lang w:bidi="hi-IN"/>
              </w:rPr>
              <w:t>मै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हम्द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करता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हूँ</w:t>
            </w:r>
            <w:r w:rsidRPr="008D667A">
              <w:rPr>
                <w:cs/>
                <w:lang w:bidi="hi-IN"/>
              </w:rPr>
              <w:t xml:space="preserve">! </w:t>
            </w:r>
            <w:r w:rsidRPr="008D667A">
              <w:rPr>
                <w:rFonts w:hint="cs"/>
                <w:cs/>
                <w:lang w:bidi="hi-IN"/>
              </w:rPr>
              <w:t>मैं</w:t>
            </w:r>
            <w:r w:rsidRPr="008D667A">
              <w:rPr>
                <w:cs/>
                <w:lang w:bidi="hi-IN"/>
              </w:rPr>
              <w:t xml:space="preserve">  </w:t>
            </w:r>
            <w:r w:rsidRPr="008D667A">
              <w:rPr>
                <w:rFonts w:hint="cs"/>
                <w:cs/>
                <w:lang w:bidi="hi-IN"/>
              </w:rPr>
              <w:t>हैरान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हूँ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यह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क्योंकर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होगा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इस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आग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से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एक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मुस्लिम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आवाज़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सुने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जो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अपनी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नाफ़रमानी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पादाश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इस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अंदर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क़ैद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दिया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गया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6B2539">
              <w:t xml:space="preserve">, </w:t>
            </w:r>
            <w:r w:rsidRPr="008D667A">
              <w:rPr>
                <w:rFonts w:hint="cs"/>
                <w:cs/>
                <w:lang w:bidi="hi-IN"/>
              </w:rPr>
              <w:t>अपनी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मुसीबत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सजा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इस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अज़ाब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गिरफ्तार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और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जुर्मो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खता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बदले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जहन्नुम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lastRenderedPageBreak/>
              <w:t>तबकात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बंद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दिया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गया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मगर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वो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रहमत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उम्मीदवार</w:t>
            </w:r>
            <w:r w:rsidRPr="008D667A">
              <w:rPr>
                <w:cs/>
                <w:lang w:bidi="hi-IN"/>
              </w:rPr>
              <w:t xml:space="preserve"> 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तरह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तेरे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हुज़ूर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फरयाद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करता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6B2539">
              <w:t xml:space="preserve">, </w:t>
            </w: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तौहीद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मानने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वालों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सी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जुबान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से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तुझे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पुकारता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और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जनाब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में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तेरी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रबूबियत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का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वास्ता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देता</w:t>
            </w:r>
            <w:r w:rsidRPr="008D667A">
              <w:rPr>
                <w:cs/>
                <w:lang w:bidi="hi-IN"/>
              </w:rPr>
              <w:t xml:space="preserve"> </w:t>
            </w:r>
            <w:r w:rsidRPr="008D667A">
              <w:rPr>
                <w:rFonts w:hint="cs"/>
                <w:cs/>
                <w:lang w:bidi="hi-IN"/>
              </w:rPr>
              <w:t>हो</w:t>
            </w:r>
            <w:r w:rsidRPr="008D667A">
              <w:rPr>
                <w:cs/>
                <w:lang w:bidi="hi-IN"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مَوْلاَيَ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يَبْقَى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الْعَذَابِ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يَرْجُو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سَلَفَ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حِلْمِكَ‏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تُؤْلِمُهُ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النَّارُ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يَأْمُلُ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وَرَحْمَتَكَ‏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يُحْرِقُهُ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لَهِيبُهَا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تَسْمَعُ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صَوْتَهُ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مَكَانَهُ‏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يَشْتَمِلُ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زَفِيرُهَا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تَعْلَمُ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ضَعْفَهُ‏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يَتَقَلْقَلُ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أَطْبَاقِهَا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تَعْلَمُ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صِدْقَهُ‏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تَزْجُرُهُ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زَبَانِيَتُهَا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يُنَادِيكَ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رَبَّهْ‏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أَمْ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كَيْفَ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يَرْجُو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عِتْقِهِ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فَتَتْرُكُهُ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</w:p>
          <w:p w:rsidR="00110375" w:rsidRDefault="00110375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6B2539">
              <w:rPr>
                <w:cs/>
                <w:lang w:bidi="hi-IN"/>
              </w:rPr>
              <w:t>ऐ मेरे मालिक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फिर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वो इस अज़ाब में कैसे रह सकेगा जबके इसे तेरी गुज़िश्ता राफ्त ओ रहमत की आस बंधी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होगी या आतिशे जहन्नम उसे कैसे तकलीफ पहुंचा सकेगा जबके उसे तेरी फज़ल और तेरी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रहमत का आसरा होगा या इस को जहन्नम का शोला कैसे जला सकेगा जबकि तू खुद इस की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आवाज़ सुन रहा होगा और जहाँ वो है तू इस जगह को देख रहा होगा या जहन्नुम का शोर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उसे क्योंकर परेशान कर सकेगा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 xml:space="preserve">जबकि तू इस बन्दे की कमजोरी से वाकिफ होगा </w:t>
            </w:r>
            <w:r w:rsidRPr="006B2539">
              <w:rPr>
                <w:cs/>
                <w:lang w:bidi="hi-IN"/>
              </w:rPr>
              <w:lastRenderedPageBreak/>
              <w:t>या फिर वो जहन्नुम के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तबकात में क्योंकर तड़पता रहेगा जबकि तू इस की सच्चाई से वाकिफ होगा या जहन्नुम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की लपटें इस को क्योंकर परेशान कर सकेंगी जबकि वो तुझे पुकार रहा होगा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ऐ मेरे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ऐसे क्योंकर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मुमकिन है के तू वो तो जहन्नुम के निजात के लिए तेरे फज्लो करम की आस लगाये हुए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हो और तू उसे जहन्नुम ही में पड़ा रहने दे</w:t>
            </w:r>
            <w:r w:rsidRPr="006B2539">
              <w:rPr>
                <w:rtl/>
                <w:cs/>
              </w:rPr>
              <w:t>!</w:t>
            </w:r>
            <w:r>
              <w:rPr>
                <w:lang w:bidi="hi-IN"/>
              </w:rPr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هَيْهَاتَ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ذَلِكَ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الظَّنُّ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الْمَعْرُوفُ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فَضْلِكَ‏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مُشْبِهٌ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عَامَلْتَ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الْمُوَحِّدِينَ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بِرِّكَ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وَإِحْسَانِكَ‏</w:t>
            </w:r>
          </w:p>
          <w:p w:rsidR="00110375" w:rsidRDefault="00110375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जहन्नुम ही में पड़ा रहने दे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नहीं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तेरी निस्बत ऐसा गुमान नहीं किया जा सकता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ना तेरे फज़्ल से पहले कभी ऐसी सूरत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पेश आयी और ना ही यह बात इस लुत्फो करम के साथ मेल खाती है जो तू तौहीद परस्तों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के साथ रवा रखता रहा है</w:t>
            </w:r>
            <w:r w:rsidRPr="006B2539">
              <w:t xml:space="preserve">,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فَبِالْيَقِينِ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أَقْطَعُ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حَكَمْتَ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تَعْذِيبِ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جَاحِدِيكَ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وَقَضَيْتَ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إِخْلاَدِ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مُعَانِدِيكَ‏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لَجَعَلْتَ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النَّارَ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بَرْداً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وَسَلاَماً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وَمَا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كَانَ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لِأَحَدٍ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مَقَرّاً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مُقَاماً</w:t>
            </w:r>
          </w:p>
          <w:p w:rsidR="00110375" w:rsidRDefault="00110375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B2539">
              <w:rPr>
                <w:cs/>
                <w:lang w:bidi="hi-IN"/>
              </w:rPr>
              <w:lastRenderedPageBreak/>
              <w:t xml:space="preserve">इस लिए मै पुरे यकीन के साथ </w:t>
            </w:r>
            <w:r w:rsidRPr="006B2539">
              <w:rPr>
                <w:cs/>
                <w:lang w:bidi="hi-IN"/>
              </w:rPr>
              <w:lastRenderedPageBreak/>
              <w:t>कहता हूँ के अगर तुने अपने मुन्कीरों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को अज़ाब देने का हुक्म ना दे दिया होता और इनको हमेशा जहन्नुम में रखने का फैसला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ना कर लिया होता तो तू ज़रूर आतिशे जहन्नुम को ऐसा सर्द कर देता के वो आरामदेह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बन जाती और फिर किसी भी शख्स का ठिकाना जहन्नुम ना होता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لَكِنَّكَ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تَقَدَّسَتْ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أَسْمَاؤُكَ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أَقْسَمْتَ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تَمْلَأَهَا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الْكَافِرِينَ‏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الْجِنَّةِ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وَالنَّاسِ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أَجْمَعِينَ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تُخَلِّدَ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الْمُعَانِدِينَ</w:t>
            </w:r>
          </w:p>
        </w:tc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B2539">
              <w:rPr>
                <w:cs/>
                <w:lang w:bidi="hi-IN"/>
              </w:rPr>
              <w:t>लेकिन खुद तू ने अपने पाक नामो की क़सम खाई है के तू तमाम काफिर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जिन्नों और इंसान से जहन्नुम भर देगा और अपने दुश्मनों को हमेशा के लिए इसमें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रखेगा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جَلَّ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ثَنَاؤُكَ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مُبْتَدِئاً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وَتَطَوَّلْتَ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بِالْإِنْعَامِ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مُتَكَرِّماً</w:t>
            </w:r>
            <w:r w:rsidRPr="006B2539">
              <w:rPr>
                <w:rFonts w:hint="cs"/>
                <w:rtl/>
              </w:rPr>
              <w:t> : </w:t>
            </w:r>
            <w:r w:rsidRPr="00683A43">
              <w:rPr>
                <w:rFonts w:ascii="Times New Roman" w:hAnsi="Times New Roman" w:cs="Times New Roman" w:hint="cs"/>
                <w:rtl/>
              </w:rPr>
              <w:t>اَفَمَنْ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كانَ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مُؤْمِناً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كانَ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فاسِقاً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يَسْتَوُونَ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तू जो बहुत ज्यादा तारीफ के लायक़ है और अपने बन्दों पर एहसान करते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हुए अपनी किताब में पहले ही फरमा चुका है</w:t>
            </w:r>
            <w:r w:rsidRPr="006B2539">
              <w:rPr>
                <w:rtl/>
                <w:cs/>
              </w:rPr>
              <w:t>:</w:t>
            </w:r>
            <w:r w:rsidRPr="006B2539">
              <w:t xml:space="preserve"> "</w:t>
            </w:r>
            <w:r w:rsidRPr="006B2539">
              <w:rPr>
                <w:cs/>
                <w:lang w:bidi="hi-IN"/>
              </w:rPr>
              <w:t>क्या मोमिन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फ़ासिक़ के बराबर हो सकता है</w:t>
            </w:r>
            <w:r w:rsidRPr="006B2539">
              <w:t xml:space="preserve">? </w:t>
            </w:r>
            <w:r w:rsidRPr="006B2539">
              <w:rPr>
                <w:cs/>
                <w:lang w:bidi="hi-IN"/>
              </w:rPr>
              <w:t>नहीं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 xml:space="preserve">यह कभी </w:t>
            </w:r>
            <w:r w:rsidRPr="006B2539">
              <w:rPr>
                <w:cs/>
                <w:lang w:bidi="hi-IN"/>
              </w:rPr>
              <w:lastRenderedPageBreak/>
              <w:t>बाहम बराबर नहीं हो सकते</w:t>
            </w:r>
            <w:r w:rsidRPr="006B2539">
              <w:t xml:space="preserve">"!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اِلهى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وَسَيِّدى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فَاَسْئَلُكَ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بِالْقُدْرَةِ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قَدَّرْتَها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وَبِالْقَضِيَّةِ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حَتَمْتَها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وَحَكَمْتَها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وَغَلَبْتَ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اَجْرَيْتَها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تَهَبَ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هذِهِ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اللَّيْلَةِ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هذِهِ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السّاعَةِ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جُرْمٍ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اَجْرَمْتُهُ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وَكُلَّ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ذَنْبٍ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اَذْنَبْتُهُ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وَكُلَّ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قَبِيحٍ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اَسْرَرْتُهُ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وَكُلَّ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جَهْلٍ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عَمِلْتُهُ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كَتَمْتُهُ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اَعْلَنْتُهُ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اَخْفَيْتُهُ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اَظْهَرْتُهُ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وَكُلَّ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سَيِّئَةٍ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اَمَرْتَ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بِاِثْباتِهَا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الْكِرامَ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الْكاتِبينَ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وَكَّلْتَهُمْ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بِحِفْظِ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يَكُونُ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مِنّى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وَجَعَلْتَهُمْ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شُهُوداً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جَوارِحى</w:t>
            </w:r>
          </w:p>
        </w:tc>
        <w:tc>
          <w:tcPr>
            <w:tcW w:w="4788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 w:rsidRPr="006B2539">
              <w:rPr>
                <w:cs/>
                <w:lang w:bidi="hi-IN"/>
              </w:rPr>
              <w:t>ऐ मेरे माबूद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मेरे मालिक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 तेरी इस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कुदरत का जिस से तुने मौजूदात की तक़दीर बनाई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तेरे इस हतमी फैसले का जो तू ने सादिर किये हैं और जिन पर तू ने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इन को नाफ़िज़ किया है इन पर तुझे क़ाबू हासिल है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वास्ता देकर तुझ से इल्तेजा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करता हूँ के हर वो जुर्म जिस का मै मुर्तकिब हुआ हूँ और हर वो गुनाह जो मैंने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किया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वो बुराई जो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मैंने छुपा कर की हो और हर वो नादानी जो मुझ से सरज़द हुई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चाहे मैंने उसे छुपाया हो या ज़ाहिर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किया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पोशीदा रखा हो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या अफशा किया हो इस रात और ख़ास कर इस साअत में बख्श दे</w:t>
            </w:r>
            <w:r w:rsidRPr="006B2539">
              <w:rPr>
                <w:rtl/>
                <w:cs/>
              </w:rPr>
              <w:t xml:space="preserve">. </w:t>
            </w:r>
            <w:r w:rsidRPr="006B2539">
              <w:rPr>
                <w:rtl/>
                <w:cs/>
                <w:lang w:bidi="hi-IN"/>
              </w:rPr>
              <w:t>मेरी हर ऐसी बदअमली को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माफ़ कर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दे जिस को लिखने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का हुक्म तुने किरामन कातेबीन को दिया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 xml:space="preserve">जिन को </w:t>
            </w:r>
            <w:r w:rsidRPr="006B2539">
              <w:rPr>
                <w:cs/>
                <w:lang w:bidi="hi-IN"/>
              </w:rPr>
              <w:lastRenderedPageBreak/>
              <w:t>तुने मेरे हर अमल की निगरानी पर मामूर किया है और जिन को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मेरे आज़ा व जवारेह के साथ साथ मेरे अमाल का गवाह मुक़र्रर किया है</w:t>
            </w:r>
            <w:r w:rsidRPr="006B2539">
              <w:t xml:space="preserve">,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وَكُنْتَ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الرَّقيبَ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وَراَّئِهِمْ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وَالشّاهِدَ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خَفِىَ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عَنْهُمْ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وَبِرَحْمَتِكَ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اَخْفَيْتَهُ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وَبِفَضْلِكَسَتَرْتَهُ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تُوَفِّرَ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حَظّى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كُلِّ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اَنْزَلْتَهُ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اِحْسانٍ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فَضَّلْتَهُ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بِرٍّ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نَشَرْتَهُ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رِزْقٍ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بَسَطْتَهُ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ذَنْبٍ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تَغْفِرُهُ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خَطَاءٍ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تَسْتُرُهُ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फिर इन से बढ़ कर तू खुद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मेरे अमाल के निगरान रहा है और इन बातों को भी जानता है जो इन की नज़र से मख्फी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रह गयीं और जिन्हें तुने अपनी रहमत से छुपा लिया और जिन पर तुने अपने करम से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पर्दा डाल दिया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ऐ अल्लाह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 तुझ से इल्तेजा करता हूँ के मुझे ज्यादा से ज्यादा हिस्सा दे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हर इस भलाई से जो तेरी तरफ से नाज़िल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उस एहसान से जो तू अपने फज़ल से करे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उस नेकी से जिसे तू फैलाये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उस रिज़्क से जिस में तू वुसअत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दे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उस गुनाह से जिसे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तू माफ़ कर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दे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हर उस ग़लती से जिसे तू छुपा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ले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رَبِّ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رَبِّ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اِلهى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وَسَيِّدى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وَمَوْلاىَ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وَمالِكَ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رِقّى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بِيَدِهِ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ناصِيَتى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عَليماً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بِضُرّى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وَمَسْكَنَتى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خَبيراً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بِفَقْرى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وَفاقَتى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ऐ मेरे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माबूद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आका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मौला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जिस्मो जान के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मालिक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वो ज़ात जिसे मुझ पर क़ाबू हासिल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मेरी बदहाली और बेचारगी को जानने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वाले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फ़क़रो फ़ाक़ा से आगाही रखने वाले</w:t>
            </w:r>
            <w:r w:rsidRPr="006B2539">
              <w:t xml:space="preserve">,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اَسْئَلُكَ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بِحَقِّكَ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وَقُدْسِكَ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وَاَعْظَمِ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صِفاتِكَ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وَاَسْماَّئِكَ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تَجْعَلَ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اَوْقاتى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اللَّيْلِ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وَالنَّهارِ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بِذِكْرِكَ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مَعْمُورَةً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وَبِخِدْمَتِكَ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مَوْصُولَةً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وَاَعْمالى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عِنْدَكَ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مَقْبُولَةً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حَتّى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تَكُونَ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اَعْمالى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وَاَوْرادى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كُلُّها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وِرْداً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واحِداً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وَحالى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خِدْمَتِكَ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سَرْمَداً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مُعَوَّلى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اِلَيْهِ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شَكَوْتُ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اَحْوالى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 तुझे तेरी सच्चाई और तेरी पाकीज़गी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तेरी आला सेफात और तेरे मुबारक नामो का वास्ता देकर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तुझ से इल्तेजा करता हूँ के मेरे दिन रात के औक़ात को अपनी याद से मामूर कर दे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के हर लम्हा तेरी फ़रमाबरदारी में बसर हो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मेरे अमाल को क़बूल फ़रमा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 xml:space="preserve">यहाँ तक के मेरे सारे आमाल और अज्कार की एक ही लए हो </w:t>
            </w:r>
            <w:r w:rsidRPr="006B2539">
              <w:rPr>
                <w:cs/>
                <w:lang w:bidi="hi-IN"/>
              </w:rPr>
              <w:lastRenderedPageBreak/>
              <w:t>जाए और मुझे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तेरी फरमाबरदारी करने में दवाम हासिल हो जाए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ऐ मेरे आका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वो ज़ात जिस का मुझे आसरा है और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जिस की सरकार में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अपनी हर उलझन पेश करता हूँ</w:t>
            </w:r>
            <w:r w:rsidRPr="006B2539">
              <w:rPr>
                <w:rtl/>
                <w:cs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قَوِّ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خِدْمَتِكَ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جَوارِحى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وَاشْدُدْ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الْعَزيمَةِ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جَوانِحى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وَهَبْ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لِىَ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الْجِدَّ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خَشْيَتِكَ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وَالدَّوامَ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الاِْتِّصالِ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بِخِدْمَتِكَ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حَتّى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اَسْرَحَ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اِلَيْكَ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مَيادينِ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السّابِقينَ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وَاُسْرِعَ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الْبارِزينَ</w:t>
            </w:r>
            <w:r w:rsidRPr="006B2539">
              <w:rPr>
                <w:rFonts w:hint="cs"/>
                <w:rtl/>
              </w:rPr>
              <w:t xml:space="preserve"> (</w:t>
            </w:r>
            <w:r w:rsidRPr="00683A43">
              <w:rPr>
                <w:rFonts w:ascii="Times New Roman" w:hAnsi="Times New Roman" w:cs="Times New Roman" w:hint="cs"/>
                <w:rtl/>
              </w:rPr>
              <w:t>١</w:t>
            </w:r>
            <w:r w:rsidRPr="006B2539">
              <w:rPr>
                <w:rFonts w:hint="cs"/>
                <w:rtl/>
              </w:rPr>
              <w:t xml:space="preserve">) </w:t>
            </w:r>
            <w:r w:rsidRPr="00683A43">
              <w:rPr>
                <w:rFonts w:ascii="Times New Roman" w:hAnsi="Times New Roman" w:cs="Times New Roman" w:hint="cs"/>
                <w:rtl/>
              </w:rPr>
              <w:t>وَاَشْتاقَ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قُرْبِكَ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الْمُشْتاقينَ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وَاَدْنُوَ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دُنُوَّ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الْمُخْلِصينَ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وَاَخافَكَ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مَخافَةَ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الْمُوقِنينَ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وَاَجْتَمِعَ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جِوارِكَ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الْمُؤْمِنينَ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ऐ मेरे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मेरे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मेरे हाथ पाँव में अपनी इताअत के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लिए क़ुवत दे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मेरे दिल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को नेक इरादों पर क़ायेम रहने की ताक़त बख्श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और मुझे तौफीक़ दे के मै तुझ से क़रार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वाक़ई डरता रहूँ और हमेशा तेरी इताअत में सरगर्म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रहूँ ताकि मै तेरी तरफ सबक़त करने वालों के साथ चलता रहूँ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तेरी सिम्त बढ़ने वालों के हमराह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तेज़ी से क़दम बढाऊँ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तेरी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मुलाक़ात का शौक़ रखने वालो की तरह तेरा मुश्ताक रहूँ</w:t>
            </w:r>
            <w:r w:rsidRPr="006B2539">
              <w:t xml:space="preserve">,  </w:t>
            </w:r>
            <w:r w:rsidRPr="006B2539">
              <w:rPr>
                <w:cs/>
                <w:lang w:bidi="hi-IN"/>
              </w:rPr>
              <w:t>तेरे मुख़लिस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 xml:space="preserve">बन्दों की तरह तुझ से </w:t>
            </w:r>
            <w:r w:rsidRPr="006B2539">
              <w:rPr>
                <w:cs/>
                <w:lang w:bidi="hi-IN"/>
              </w:rPr>
              <w:lastRenderedPageBreak/>
              <w:t>नज़दीक हो जाऊं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तुझ पर यक़ीन रखने वालों की तरह तुझ से डरता रहूँ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और तेरे हुज़ूर में जब मोमिन जमा हों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मै उन के साथ रहूँ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اَللّهُمَّ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اَرادَنى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بِسُوَّءٍ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فَاَرِدْهُ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كادَنى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فَكِدْهُ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اَحْسَنِ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عَبيدِكَ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نَصيباً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عِنْدَكَ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وَاَقْرَبِهِمْ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مَنْزِلَةً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وَاَخَصِّهِمْ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زُلْفَةً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لَدَيْكَ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فَاِنَّهُ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يُنالُ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ذلِكَاِلاّ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بِفَضْلِكَ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ऐ अल्लाह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जो शख्स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मुझ से कोई बदी करने का इरादा करे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तू उसे वैसी ही सज़ा दे और जो मुझ से फ़रेब करे तू उस को वैसी ही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पादाश दे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मुझे अपने उन बन्दों में क़रार दे जो तेरे यहाँ से सबसे अच्छा हिस्सा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पाते हैं जिन्हें तेरी जनाब में सबसे ज्यादा तक़र्रुब हासिल है और जो ख़ास तौर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से तुझ से ज्यादा नज़दीक हैं क्योंकि यह रूतबा तेरे फज़्ल के बग़ैर नहीं मिल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सकता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وَجُدْلى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بِجُودِكَ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وَاعْطِفْ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بِمَجْدِكَ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وَاحْفَظْنى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لِسانى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بِذِكْرِكَ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لَهِجاً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وَقَلْبى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بِحُبِّكَ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مُتَيَّماً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وَمُنَّ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عَلَىَّ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بِحُسْنِ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اِجابَتِكَ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وَاَقِلْنى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عَثْرَتى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وَاغْفِرْ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زَلَّتى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मुझ पर अपना ख़ास करम कर और अपनी शान के मुताबिक मेहरबानी फ़रमा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अपनी रहमत से मेरी हिफाज़त कर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 xml:space="preserve">ज़बान को अपने ज़िक्र में </w:t>
            </w:r>
            <w:r w:rsidRPr="006B2539">
              <w:rPr>
                <w:cs/>
                <w:lang w:bidi="hi-IN"/>
              </w:rPr>
              <w:lastRenderedPageBreak/>
              <w:t>मशग़ूल रख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मेरे दिल को अपनी मुहब्बत की चाशनी अता कर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मेरी दुआएं क़बूल करके मुझ पर एहसान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कर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मेरी ख़ताएं माफ़ कर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दे और मेरी लग़ज़िशें बख्श दे</w:t>
            </w:r>
            <w:r w:rsidRPr="006B2539">
              <w:rPr>
                <w:rtl/>
                <w:cs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فَاِنَّكَ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قَضَيْتَ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عِبادِكَ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بِعِبادَتِكَ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وَاَمَرْتَهُمْ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بِدُعاَّئِكَ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وَضَمِنْتَ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الإِجابَةَ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فَاِلَيْكَ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نَصَبْتُ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وَجْهى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وَاِلَيْكَ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مَدَدْتُ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يَدى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चूंके तूने अपने बन्दों पर अपनी इबादत वाजिब की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इन्हें दुआ मांगने का हुक्म दिया है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और इनकी दुआएं क़बूल करने की ज़िम्मेदारी ली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इसलिए ऐ परवरदिगार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मै ने तेरी ही तरफ रुख़ किया है और तेरे ही सामने अपना हाथ फैलाया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है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فَبِعِزَّتِكَ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اسْتَجِبْ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دُعاَّئى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وَبَلِّغْنى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مُناىَ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تَقْطَعْ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فَضْلِكَ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رَجاَّئى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وَاكْفِنى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شَرَّ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الْجِنِّ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وَالإِنْسِ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اَعْدآئى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बस अपनी इज्ज़त के सदक़े में मेरी दुआ क़बूल फ़रमा और मुझे मेरी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मुराद को पहुंचा</w:t>
            </w:r>
            <w:r w:rsidRPr="006B2539">
              <w:rPr>
                <w:rtl/>
                <w:cs/>
              </w:rPr>
              <w:t xml:space="preserve">! </w:t>
            </w:r>
            <w:r w:rsidRPr="006B2539">
              <w:rPr>
                <w:rtl/>
                <w:cs/>
                <w:lang w:bidi="hi-IN"/>
              </w:rPr>
              <w:t>मुझे अपने फ़ज़्ल व करम से मायूस ना कर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और जिन्नों और इंसानों में से जो भी मेरे दुश्मन हों मुझ को इन के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शर से बचा</w:t>
            </w:r>
            <w:r w:rsidRPr="006B2539">
              <w:rPr>
                <w:rtl/>
                <w:cs/>
              </w:rPr>
              <w:t>!</w:t>
            </w:r>
            <w:r w:rsidRPr="006B2539">
              <w:t xml:space="preserve"> 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سَريعَ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الرِّضا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اِغْفِرْ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يَمْلِكُ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اِلا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الدُّعاَّءَ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فَاِنَّكَ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فَعّالٌ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تَشاَّءُ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اسْمُهُ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دَوآءٌ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وَذِكْرُهُ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شِفاَّءٌ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وَطاعَتُهُ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غِنىً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اِرْحَمْ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رَأسُ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مالِهِ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الرَّجاَّءُ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وَسِلاحُهُ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الْبُكاَّءُ</w:t>
            </w:r>
            <w:r w:rsidRPr="006B2539">
              <w:rPr>
                <w:rtl/>
              </w:rPr>
              <w:t> </w:t>
            </w:r>
          </w:p>
        </w:tc>
        <w:tc>
          <w:tcPr>
            <w:tcW w:w="4788" w:type="dxa"/>
          </w:tcPr>
          <w:p w:rsidR="00110375" w:rsidRPr="003C7318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ऐ अपने बन्दों से जल्दी राज़ी हो जाने वाले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इस बन्दे को बख्श दे जिस के पास दुआ के सिवा कुछ नहीं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क्योंकि तू जो चाहे कर सकता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तू ऐसा है जिस का नाम हर मर्ज़ की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दवा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जिस का ज़िक्र हर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बीमारी से शिफा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और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जिस की इताअत सबे बेनेयाज़ कर देने वाली है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इस पर रहम कर जिस की पूंजी तेरा आसरा और जिस का हथियार रोना है</w:t>
            </w:r>
            <w:r w:rsidRPr="006B2539">
              <w:rPr>
                <w:rtl/>
                <w:cs/>
              </w:rPr>
              <w:t>!</w:t>
            </w:r>
          </w:p>
        </w:tc>
      </w:tr>
      <w:tr w:rsidR="00110375" w:rsidTr="000A6681"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tl/>
              </w:rPr>
            </w:pP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سابِغَ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النِّعَمِ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دافِعَ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النِّقَمِ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نُورَ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الْمُسْتَوْحِشينَ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الظُّلَمِ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عالِماً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يُعَلَّمُ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صَلِّ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وَافْعَلْ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اَنْتَ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اَهْلُهُ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وَصَلَّى</w:t>
            </w:r>
            <w:r w:rsidRPr="006B2539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اللّهُ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رَسُولِهِ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وَالاْئِمَّةِ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الْمَيامينَ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الِهِ</w:t>
            </w:r>
            <w:r w:rsidRPr="006B2539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وَسَلَّمَ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تَسْليماً</w:t>
            </w:r>
            <w:r w:rsidRPr="006B2539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كَثيراً</w:t>
            </w:r>
            <w:r w:rsidRPr="006B2539">
              <w:rPr>
                <w:rFonts w:hint="cs"/>
                <w:rtl/>
              </w:rPr>
              <w:t> </w:t>
            </w:r>
            <w:r w:rsidRPr="006B2539">
              <w:rPr>
                <w:rtl/>
              </w:rPr>
              <w:t>.</w:t>
            </w:r>
          </w:p>
        </w:tc>
        <w:tc>
          <w:tcPr>
            <w:tcW w:w="4788" w:type="dxa"/>
          </w:tcPr>
          <w:p w:rsidR="00110375" w:rsidRPr="006B2539" w:rsidRDefault="00110375" w:rsidP="003F6BB4">
            <w:pPr>
              <w:pStyle w:val="libNormal"/>
              <w:rPr>
                <w:rFonts w:cstheme="minorBidi"/>
                <w:sz w:val="22"/>
                <w:szCs w:val="22"/>
                <w:rtl/>
                <w:lang w:bidi="ur-PK"/>
              </w:rPr>
            </w:pPr>
            <w:r w:rsidRPr="006B2539">
              <w:rPr>
                <w:cs/>
                <w:lang w:bidi="hi-IN"/>
              </w:rPr>
              <w:t>ऐ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नेमतें अता करने वाले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बलाएँ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टालने वाले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अंधेरों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से घबराये हुओं के लिए रौशनी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>ऐ वो आलिम जिसे किसी ने तालीम नहीं दी</w:t>
            </w:r>
            <w:r w:rsidRPr="006B2539">
              <w:t xml:space="preserve">, </w:t>
            </w:r>
            <w:r w:rsidRPr="006B2539">
              <w:rPr>
                <w:cs/>
                <w:lang w:bidi="hi-IN"/>
              </w:rPr>
              <w:t xml:space="preserve">मुहम्मद </w:t>
            </w:r>
            <w:r w:rsidRPr="006B2539">
              <w:rPr>
                <w:rtl/>
                <w:cs/>
              </w:rPr>
              <w:t>(</w:t>
            </w:r>
            <w:r w:rsidRPr="006B2539">
              <w:rPr>
                <w:rtl/>
                <w:cs/>
                <w:lang w:bidi="hi-IN"/>
              </w:rPr>
              <w:t>स</w:t>
            </w:r>
            <w:r w:rsidRPr="006B2539">
              <w:rPr>
                <w:rtl/>
                <w:cs/>
              </w:rPr>
              <w:t xml:space="preserve">) </w:t>
            </w:r>
            <w:r w:rsidRPr="006B2539">
              <w:rPr>
                <w:rtl/>
                <w:cs/>
                <w:lang w:bidi="hi-IN"/>
              </w:rPr>
              <w:t xml:space="preserve">और आले मुहम्मद </w:t>
            </w:r>
            <w:r w:rsidRPr="006B2539">
              <w:rPr>
                <w:rtl/>
                <w:cs/>
              </w:rPr>
              <w:t>(</w:t>
            </w:r>
            <w:r w:rsidRPr="006B2539">
              <w:rPr>
                <w:rtl/>
                <w:cs/>
                <w:lang w:bidi="hi-IN"/>
              </w:rPr>
              <w:t>स</w:t>
            </w:r>
            <w:r w:rsidRPr="006B2539">
              <w:rPr>
                <w:rtl/>
                <w:cs/>
              </w:rPr>
              <w:t xml:space="preserve">) </w:t>
            </w:r>
            <w:r w:rsidRPr="006B2539">
              <w:rPr>
                <w:rtl/>
                <w:cs/>
                <w:lang w:bidi="hi-IN"/>
              </w:rPr>
              <w:t>पर दुरूद व सलाम भेज</w:t>
            </w:r>
            <w:r w:rsidRPr="006B2539">
              <w:t xml:space="preserve"> </w:t>
            </w:r>
            <w:r w:rsidRPr="006B2539">
              <w:rPr>
                <w:cs/>
                <w:lang w:bidi="hi-IN"/>
              </w:rPr>
              <w:t>और मेरे साथ वो सुलूक कर जो तेरे शायाने शान हो</w:t>
            </w:r>
            <w:r w:rsidRPr="006B2539">
              <w:rPr>
                <w:rtl/>
                <w:cs/>
              </w:rPr>
              <w:t>!</w:t>
            </w:r>
          </w:p>
        </w:tc>
      </w:tr>
    </w:tbl>
    <w:p w:rsidR="00110375" w:rsidRDefault="00110375" w:rsidP="003F6BB4">
      <w:pPr>
        <w:pStyle w:val="libNormal"/>
        <w:rPr>
          <w:lang w:bidi="hi-IN"/>
        </w:rPr>
      </w:pPr>
    </w:p>
    <w:p w:rsidR="00110375" w:rsidRDefault="00110375" w:rsidP="003F6BB4">
      <w:pPr>
        <w:pStyle w:val="Heading1"/>
        <w:rPr>
          <w:lang w:bidi="hi-IN"/>
        </w:rPr>
      </w:pPr>
      <w:bookmarkStart w:id="72" w:name="_Toc452291978"/>
      <w:bookmarkStart w:id="73" w:name="_Toc452292068"/>
      <w:r>
        <w:rPr>
          <w:rFonts w:hint="cs"/>
          <w:cs/>
          <w:lang w:bidi="hi-IN"/>
        </w:rPr>
        <w:lastRenderedPageBreak/>
        <w:t>दुआऐ</w:t>
      </w:r>
      <w:r w:rsidRPr="00110375">
        <w:rPr>
          <w:rFonts w:hint="cs"/>
          <w:rtl/>
          <w:cs/>
        </w:rPr>
        <w:t xml:space="preserve"> </w:t>
      </w:r>
      <w:r>
        <w:rPr>
          <w:rFonts w:hint="cs"/>
          <w:cs/>
          <w:lang w:bidi="hi-IN"/>
        </w:rPr>
        <w:t>हज</w:t>
      </w:r>
      <w:bookmarkEnd w:id="72"/>
      <w:bookmarkEnd w:id="73"/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10375" w:rsidTr="000A6681"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दुआऐ</w:t>
            </w:r>
            <w:r w:rsidRPr="003A1D46">
              <w:rPr>
                <w:rFonts w:hint="cs"/>
                <w:rtl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हज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तरजुमा</w:t>
            </w:r>
          </w:p>
        </w:tc>
        <w:tc>
          <w:tcPr>
            <w:tcW w:w="3192" w:type="dxa"/>
          </w:tcPr>
          <w:p w:rsidR="00110375" w:rsidRDefault="00110375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तलफ्फुज़</w:t>
            </w:r>
          </w:p>
        </w:tc>
      </w:tr>
      <w:tr w:rsidR="00110375" w:rsidTr="000A6681"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اللهُمَّ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ارْزُقْنِي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حَجَّ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بَيْتِك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الحَرامِ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عامِي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هذا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عامٍ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أَبْقَيْتَنِي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يُسْرٍ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وَعافِيَةٍ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وَسَعَةِ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رِزْقِ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>हे ईश्वर मुझे अपने पवित्र घर के हज की तौफ़ीक़ अता फ़रमा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इस साल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और हर साल जब तक तू मुझ को बाक़ी रखे सुख व शांति व रोज़ी की वुसअत में</w:t>
            </w:r>
            <w:r w:rsidRPr="002E468D">
              <w:t>,</w:t>
            </w: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>अल्लाहुम्मर ज़ुक़नी हज्जा बैतिकल हराम फ़ी आमी हाज़ा व फ़ी कुल्ले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आम मा अबक़ैतनी फ़ी युसरिन मिनका व आफ़ियतिन व सअते रिज़्क़</w:t>
            </w:r>
            <w:r w:rsidRPr="002E468D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تُخْلِنِي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تِلْكَ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المَواقِفِ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الكَرِيِمَةِ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وَالمَشاهِدِ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الشَّرِيفَةِ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وَزِيارَةِ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قَبْرِ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نَبِيِّكَ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صَلَواتُكَ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وَآلِهِ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جَمِيعِ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حَوائِجِ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الدُّنْيا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وَالآخرةِ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فَكُنْ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2E468D"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 xml:space="preserve">और मुझको दूर न रख इस पवित्र मौक़िफ़ व मशाहिद से और अपने नबी </w:t>
            </w:r>
            <w:r w:rsidRPr="002E468D">
              <w:rPr>
                <w:rtl/>
                <w:cs/>
              </w:rPr>
              <w:t>(</w:t>
            </w:r>
            <w:r w:rsidRPr="002E468D">
              <w:rPr>
                <w:rtl/>
                <w:cs/>
                <w:lang w:bidi="hi-IN"/>
              </w:rPr>
              <w:t>स</w:t>
            </w:r>
            <w:r w:rsidRPr="002E468D">
              <w:rPr>
                <w:rtl/>
                <w:cs/>
              </w:rPr>
              <w:t>)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की क़ब्र की ज़ियारत से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और दुनिया व आख़िरत की तमाम हाजतों में मदद कर</w:t>
            </w:r>
            <w:r w:rsidRPr="002E468D">
              <w:t xml:space="preserve">, </w:t>
            </w: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>वला तिख़लिनि मिन तिलकल मवाक़िफ़िल करीमा वल मशाहिदिल शरीफ़ा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व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ज़ियारते क़बरे यबीयेका सलवातुका अलैहे</w:t>
            </w:r>
            <w:r w:rsidRPr="002E468D">
              <w:t xml:space="preserve">  </w:t>
            </w:r>
            <w:r w:rsidRPr="002E468D">
              <w:rPr>
                <w:cs/>
                <w:lang w:bidi="hi-IN"/>
              </w:rPr>
              <w:t>आलेह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व फ़ी जमीए हवाइजिद दुनिया वल आख़ेरा फ़कुन ली</w:t>
            </w:r>
            <w:r w:rsidRPr="002E468D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فِيما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تَقْضِي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وَتُقَدِّرُ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الاَمْرِ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المَحْتُومِ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لَيْلَةِ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القَدْرِ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القَضاء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2E468D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لايُرَدُّ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وَلايُبَدَّلُ</w:t>
            </w:r>
            <w:r w:rsidRPr="002E468D">
              <w:rPr>
                <w:rFonts w:hint="cs"/>
                <w:rtl/>
              </w:rPr>
              <w:t xml:space="preserve"> 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lastRenderedPageBreak/>
              <w:t xml:space="preserve">ख़ुदाया मैं तुझ से </w:t>
            </w:r>
            <w:r w:rsidRPr="002E468D">
              <w:rPr>
                <w:cs/>
                <w:lang w:bidi="hi-IN"/>
              </w:rPr>
              <w:lastRenderedPageBreak/>
              <w:t>सवाल करता हूं उस के बारे में जो अपनी क़ज़ा व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क़द्र से हतमी उमूर को शबे क़द्र में क़रार दिया है जो न रद्द होता है न तब्दील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होता है</w:t>
            </w:r>
            <w:r w:rsidRPr="002E468D">
              <w:t>,</w:t>
            </w: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lastRenderedPageBreak/>
              <w:t xml:space="preserve">अल्लाहुम्मा इन्नी </w:t>
            </w:r>
            <w:r w:rsidRPr="002E468D">
              <w:rPr>
                <w:cs/>
                <w:lang w:bidi="hi-IN"/>
              </w:rPr>
              <w:lastRenderedPageBreak/>
              <w:t>असअलुका फ़ीमा तक़ज़ी व तुक़द्दिरो मिनल अमरिल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महतूम फ़ी लैलतिल क़द्र मिनल क़ज़ाइल लज़ी ला युरद्दो वला युबद्दल</w:t>
            </w:r>
            <w:r w:rsidRPr="002E468D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أَنْ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تَكْتُبَنِي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حُجَّاجِ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بَيْتِكَ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الحَرامِ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المَبْرُورِ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حُجُّهُم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المَشْكُورِ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سَعُيُهُم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المَغْفُورِ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ذُنُوبُهُم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المُكَفَّرِ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عَنْهُمْ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سَيِّئاتُهُمْ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>तू मुझे बैतुल हराम के हाजियों में लिख दे जिन का हज मक़बूल हो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जिनकी कोशिशें क़ाबिले शुक्रिया हो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जिनका गुनाह बख़्शा हुआ हो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जिनकी बुराइयां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बख़्शी हुई हों</w:t>
            </w:r>
            <w:r w:rsidRPr="002E468D">
              <w:t>,</w:t>
            </w: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  <w:rPr>
                <w:rtl/>
                <w:cs/>
              </w:rPr>
            </w:pPr>
            <w:r w:rsidRPr="002E468D">
              <w:rPr>
                <w:cs/>
                <w:lang w:bidi="hi-IN"/>
              </w:rPr>
              <w:t>अन तकतुबनी मिन हुज्जाजे बैतिकल हराम अबमबरुरे हज्जोहुम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अलमशकूरे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सअयोहुम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अलमग़फ़ूरे ज़ुनुबोहुम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अलमुकफ़्फ़िरे अन्हुम सय्येआतोहुम</w:t>
            </w:r>
            <w:r w:rsidRPr="002E468D">
              <w:t>,</w:t>
            </w:r>
          </w:p>
        </w:tc>
      </w:tr>
      <w:tr w:rsidR="00110375" w:rsidTr="000A6681"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وَاجْعَلْ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فِيما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تَقْضِي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وَتُقَدِّرُ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تُطِيلَ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عُمْرِي</w:t>
            </w:r>
            <w:r w:rsidRPr="002E468D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وَتُوَسِّعَ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رِزْقِي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وَتؤَدِّيَ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أَمانَتِي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وَدَيْنِي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آمِينَ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رَبَّ</w:t>
            </w:r>
            <w:r w:rsidRPr="002E468D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 w:rsidRPr="002E468D">
              <w:rPr>
                <w:rFonts w:hint="cs"/>
                <w:rtl/>
              </w:rPr>
              <w:t>.</w:t>
            </w:r>
          </w:p>
          <w:p w:rsidR="00110375" w:rsidRDefault="00110375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2E468D">
              <w:rPr>
                <w:cs/>
                <w:lang w:bidi="hi-IN"/>
              </w:rPr>
              <w:t>और अपनी क़ज़ा व क़द्र से मेरी उम्र को इताअत में तूलानी बना दे और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 xml:space="preserve">मेरे रिज़्क़ में वुसअत अता कर और मेरी </w:t>
            </w:r>
            <w:r w:rsidRPr="002E468D">
              <w:rPr>
                <w:cs/>
                <w:lang w:bidi="hi-IN"/>
              </w:rPr>
              <w:lastRenderedPageBreak/>
              <w:t>अमानत और क़र्ज़ को अदा करे दे ऐ आलमीन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के रब दुआ को क़बूल कर</w:t>
            </w:r>
            <w:r w:rsidRPr="002E468D">
              <w:rPr>
                <w:rtl/>
                <w:cs/>
              </w:rPr>
              <w:t>.</w:t>
            </w:r>
          </w:p>
        </w:tc>
        <w:tc>
          <w:tcPr>
            <w:tcW w:w="3192" w:type="dxa"/>
          </w:tcPr>
          <w:p w:rsidR="00110375" w:rsidRPr="002E468D" w:rsidRDefault="00110375" w:rsidP="003F6BB4">
            <w:pPr>
              <w:pStyle w:val="libNormal"/>
            </w:pPr>
            <w:r w:rsidRPr="002E468D">
              <w:rPr>
                <w:cs/>
                <w:lang w:bidi="hi-IN"/>
              </w:rPr>
              <w:lastRenderedPageBreak/>
              <w:t>वजअल फ़ीमा तक़ज़ी व तुक़द्दिरो अन तुतीला उमरी व तुवस्सेआ अलैय्या</w:t>
            </w:r>
            <w:r w:rsidRPr="002E468D">
              <w:t xml:space="preserve"> </w:t>
            </w:r>
            <w:r w:rsidRPr="002E468D">
              <w:rPr>
                <w:cs/>
                <w:lang w:bidi="hi-IN"/>
              </w:rPr>
              <w:t>रिज़क़ी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 xml:space="preserve">व तुवद्दी अन्नी अमानती व </w:t>
            </w:r>
            <w:r w:rsidRPr="002E468D">
              <w:rPr>
                <w:cs/>
                <w:lang w:bidi="hi-IN"/>
              </w:rPr>
              <w:lastRenderedPageBreak/>
              <w:t>दैनी</w:t>
            </w:r>
            <w:r w:rsidRPr="002E468D">
              <w:t xml:space="preserve">, </w:t>
            </w:r>
            <w:r w:rsidRPr="002E468D">
              <w:rPr>
                <w:cs/>
                <w:lang w:bidi="hi-IN"/>
              </w:rPr>
              <w:t>आमीना रब्बल आलमीन</w:t>
            </w:r>
            <w:r w:rsidRPr="002E468D">
              <w:rPr>
                <w:rtl/>
                <w:cs/>
              </w:rPr>
              <w:t>.</w:t>
            </w:r>
          </w:p>
        </w:tc>
      </w:tr>
    </w:tbl>
    <w:p w:rsidR="00110375" w:rsidRDefault="00110375" w:rsidP="003F6BB4">
      <w:pPr>
        <w:pStyle w:val="libNormal"/>
        <w:rPr>
          <w:lang w:bidi="hi-IN"/>
        </w:rPr>
      </w:pPr>
    </w:p>
    <w:p w:rsidR="003A1D46" w:rsidRDefault="003A1D46" w:rsidP="003F6BB4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आप इस किताब को अलहसनैन इस्लामी नेटवर्क पर पढ़ रहे है।</w:t>
      </w:r>
    </w:p>
    <w:p w:rsidR="000A6681" w:rsidRDefault="002D785B" w:rsidP="003F6BB4">
      <w:pPr>
        <w:pStyle w:val="Heading1"/>
        <w:rPr>
          <w:lang w:bidi="hi-IN"/>
        </w:rPr>
      </w:pPr>
      <w:bookmarkStart w:id="74" w:name="_Toc452291979"/>
      <w:bookmarkStart w:id="75" w:name="_Toc452292069"/>
      <w:r>
        <w:rPr>
          <w:rFonts w:hint="cs"/>
          <w:cs/>
          <w:lang w:bidi="hi-IN"/>
        </w:rPr>
        <w:t>दुआ ऐ इफ्तेताह</w:t>
      </w:r>
      <w:bookmarkEnd w:id="74"/>
      <w:bookmarkEnd w:id="75"/>
    </w:p>
    <w:p w:rsidR="00B771CA" w:rsidRDefault="00B771CA" w:rsidP="003F6BB4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lang w:bidi="hi-IN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D785B" w:rsidTr="002D785B">
        <w:tc>
          <w:tcPr>
            <w:tcW w:w="4788" w:type="dxa"/>
          </w:tcPr>
          <w:p w:rsidR="002D785B" w:rsidRDefault="002D785B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दुआ ऐ इफ्तेताह</w:t>
            </w:r>
          </w:p>
        </w:tc>
        <w:tc>
          <w:tcPr>
            <w:tcW w:w="4788" w:type="dxa"/>
          </w:tcPr>
          <w:p w:rsidR="002D785B" w:rsidRDefault="002D785B" w:rsidP="003F6BB4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तलफ्फुज़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أَفْتَتِحُ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الثَّناءَ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بِحَمْدِكَ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مُسَدِّدٌ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لِلصَّوابِ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بِمَنِّكَ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وَأَيْقَنْتُ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أَنَّكَ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أَرْحَمُ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مَوْضِعِ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العَفْوِ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وَالرَّحْمَةِ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lang w:bidi="hi-IN"/>
              </w:rPr>
            </w:pPr>
          </w:p>
        </w:tc>
        <w:tc>
          <w:tcPr>
            <w:tcW w:w="4788" w:type="dxa"/>
          </w:tcPr>
          <w:p w:rsidR="002D785B" w:rsidRPr="00683A43" w:rsidRDefault="002D785B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cs/>
                <w:lang w:bidi="hi-IN"/>
              </w:rPr>
              <w:t>अल्लाहुम्मा इन्नी अफ्तातेहुस सना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 बे हम्देका व अन्ता मुसददिडून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लीलस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सवाबे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 मन्नेका व अय्क़नतो अन्नका अन्ता अर्हमुर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रहेमीना फी मौज़े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ईल अफ् वे वर रहमह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وَأَشَدُّ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المُعاقِبِينَ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مَوْضِعِ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النِّكالِ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وَالنَّقِمَةِ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وَأَعْظَمُ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المُتَجَبِّرِينَ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مَوْضِعِ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الكِبْرِياءِ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وَالعَظَمَةِ</w:t>
            </w:r>
            <w:r w:rsidRPr="00683A43">
              <w:rPr>
                <w:rFonts w:hint="cs"/>
                <w:rtl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व अशद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दुल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मुआकेबीना फी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मौज़े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इन नकाले वन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नाकेमाते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ज़मुफ़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मुता जब्बारीना फी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मौज़े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ईल किब्रिया ए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वफ़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अज़मह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أَذِنْتَ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دُعائِكَ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وَمَسْأَلَتِكَ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فأَسْمَعْ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سَمِيعُ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مِدْحَتِي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وَأَجِبْ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رَحِيمُ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دَعْوَتِي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وَأَقِلْ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غَفُورُ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عَثْرَتِي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अल्लाहुम्मा अज़िनता ली फी दुआए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का व मस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अलातेका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फस्मा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या समी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ओ मी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 xml:space="preserve">धती व </w:t>
            </w:r>
            <w:r w:rsidRPr="00683A43">
              <w:rPr>
                <w:cs/>
                <w:lang w:bidi="hi-IN"/>
              </w:rPr>
              <w:t>अजीब या रहीमो दा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वती व अक़ील या ग़फूरो असरती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فَكَمْ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إِلهِي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كُرْبَةٍ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فَرَّجْتَها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وَهُمُومٍ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كَشَفْتَها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وَعَثْرَةٍ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أَقَلْتَها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وَرَحْمَةٍ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نَشَرْتَها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وَحَلْقَةِ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بَلاٍ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فَكَكْتَها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फाकाम या इफाही मं कुर्बतींन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क़द फर्रज्ताहू व होंया मूमिन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क़द कशाफ्तहा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असरतींन क़द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अक़ल्तहा व रहमतींन क़द नाशर्तहा व हब्क़ते बला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इन क़द फकक्तहा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يَتَّخِذْ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صاحِبَةً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وَلَداً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يَكُنْ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شَرِيكٌ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المُلْكِ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يَكُنْ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وَلِيٌ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الذُّلِ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وَكَبِّرْهُ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تَكْبِيراً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683A43" w:rsidRDefault="002D785B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cs/>
                <w:lang w:bidi="hi-IN"/>
              </w:rPr>
              <w:t>अलहम्दो लिल्लाहिल लज़ी लम यात्ताखिज़ साहिबतन व ला वालादन वलंन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यकून लहू शारीकुन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फीत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मुल्के व लम यकुन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ल लहू वालिय्युं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मिनज़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ज़ुल्ले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कब्बिर्हू तक्बीरह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بِجَمِيِعِ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مَحامِدِهِ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جَمِيعِ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نِعَمِهِ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مُضادَّ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مُلْكِهِ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وَلامُنازِعَ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rFonts w:ascii="Calibri" w:hAnsi="Calibri"/>
                <w:sz w:val="22"/>
                <w:szCs w:val="20"/>
                <w:cs/>
                <w:lang w:bidi="hi-IN"/>
              </w:rPr>
            </w:pPr>
            <w:r w:rsidRPr="00683A43">
              <w:t xml:space="preserve">; </w:t>
            </w:r>
            <w:r w:rsidRPr="00683A43">
              <w:rPr>
                <w:cs/>
                <w:lang w:bidi="hi-IN"/>
              </w:rPr>
              <w:t>अलहम्दो उल्लाहे बे जमी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 हामिदेही कुल्लेहा अला जमी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 ने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अमेही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कुल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एहा</w:t>
            </w:r>
            <w:r w:rsidRPr="00683A43">
              <w:t xml:space="preserve">; </w:t>
            </w:r>
            <w:r w:rsidRPr="00683A43">
              <w:rPr>
                <w:cs/>
                <w:lang w:bidi="hi-IN"/>
              </w:rPr>
              <w:t>अलहम्दो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लिल्लाहिल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लज़ी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ला मुज़ददा लहू फी मुल्केही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lastRenderedPageBreak/>
              <w:t>मुनाज़े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 लहू फी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अम्रेह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شَرِيكَ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خَلْقِهِ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وَلاشَبِيهَ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عَظَمَتِهِ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الفاشِي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الخَلْقِ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وَحَمْدُهُ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الظاهِرِ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بالكَرَمِ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مَجْدُهُ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الباسِطِ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بالجُودِ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يَدَهُ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अलहम्दो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लिल्लाहिल लज़ी ला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शरीका लहू फी खल्केही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व ला शबीहा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 फी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अज़मतेही</w:t>
            </w:r>
            <w:r w:rsidRPr="00683A43">
              <w:t xml:space="preserve"> ; </w:t>
            </w:r>
            <w:r w:rsidRPr="00683A43">
              <w:rPr>
                <w:cs/>
                <w:lang w:bidi="hi-IN"/>
              </w:rPr>
              <w:t>अलहम्दो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लिल्लाहिल फाशी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खल्के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अम्रोहू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व उंदोहुज़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जाहिरे बिल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करमे मज्दोहुल बसिते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बिल जूदे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यदह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لاتَنْقُصُ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خَزائِنُهُ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وَلايَزِيدُهُ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كَثرَةُ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العَطاءِ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إِلاّ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جُوداً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وَكَرَما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العَزِيزُ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الوَهَّابُ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लज़ी ला तन्कुसो खज़ा</w:t>
            </w:r>
            <w:r w:rsidRPr="00683A43">
              <w:t xml:space="preserve"> '</w:t>
            </w:r>
            <w:r w:rsidRPr="00683A43">
              <w:rPr>
                <w:cs/>
                <w:lang w:bidi="hi-IN"/>
              </w:rPr>
              <w:t>एनोहू व ला ताज़ेदोहू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कस्रतुल अता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इलिया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जुडन व करमन इन्नाहू होवल अजीजुल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वह्हाब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قَلِيلا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كَثِيرٍ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مَعَ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حَاجَةٍ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عَظِيمَةٍ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وِغِناكَ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قَدْيمٌ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عِنْدِي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كَثِيرٌ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سَهْلٌ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يَسِيرٌ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अल्लाहुम्मा इन्नी असा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लोका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क़लीलन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 कसीरिन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 हजातिन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इलैहे अजीमतीं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गिनाका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अन्हू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क़दीमुंन व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होवा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इंदी कसीरून व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होवा अलैका सहलूंन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यसीर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عَفْوَكَ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ذَنْبِي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وَتَجاوُزَكَ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خَطِيئَتِي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وَصَفْحَكَ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ظُلْمِي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وَستْرَكَ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قَبِيحِ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عَمَلِي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وَحِلْمَكَ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كَثِيرِ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جُرْمِي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lastRenderedPageBreak/>
              <w:t>अल्लाहुम्मा इन्ना अफ्वाका अन ज़न्बी व ताजवुज़का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अन खती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 xml:space="preserve">अती </w:t>
            </w:r>
            <w:r w:rsidRPr="00683A43">
              <w:rPr>
                <w:cs/>
                <w:lang w:bidi="hi-IN"/>
              </w:rPr>
              <w:lastRenderedPageBreak/>
              <w:t>व सफ्हाक अन जुल्मी व सतरका अला क़बीहे अमली व हिल्माका अन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कसीरे जुरमी</w:t>
            </w:r>
            <w:r w:rsidRPr="00683A43">
              <w:t xml:space="preserve">,  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عِنْدَما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كانَ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خَطَأي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وَعَمْدِي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أَطْمَعَنِي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أَسْأَلُكَ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اسْتَوْجِبُهُ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رَزَقْتَنِي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رَحْمَتِكَ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وَأَرَيْتَنِي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قَدْرَتِكَ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وَعَرَّفْتَنِي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إِجابَتِكَ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इन्दामा काना मिन खता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 व अमदी अत्मा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अणि फी अन अस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अलोका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मा 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अस्तौजिबोहू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मिन्कल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लज़ी राज़कतानी मिन रहमतेका व आरैतनी मिन कुदरतेका व अर्रफ्तानी मिन इजाबातिक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فَصِرْتُ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أَدْعُوكَ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آمِناً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وَأَسْأَلُكَ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مُسْتَأْنِساً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لاخائِفاً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وَجِلاً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مُدِلاً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قَصَدْتُ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फसिरतो अद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उका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आमिनन व अस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अलोका मुस्ता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निसर ला खा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एफन व ला वाजेलन मुद्देलीन अलैका फीमा क़सद्तो फीहे इलैक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D785B" w:rsidRPr="00683A43" w:rsidRDefault="002D785B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فَإنْ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أَبْطاء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عَتِبْتُ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بِجَهْلِي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وَلَعَلَّ</w:t>
            </w:r>
            <w:r w:rsidRPr="00683A43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أَبْطَاءَ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عَنِّي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لِعِلْمِكَ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بِعاقِبَةِ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الاُمُورِ،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مَوْلىً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كَرِيماً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أَصْبَرَ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عبْدٍ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لَئِيمٍ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83A43">
              <w:rPr>
                <w:rFonts w:hint="cs"/>
                <w:rtl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2D785B" w:rsidRDefault="002D785B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फ इन अबता</w:t>
            </w:r>
            <w:r w:rsidRPr="00683A43">
              <w:t>' '</w:t>
            </w:r>
            <w:r w:rsidRPr="00683A43">
              <w:rPr>
                <w:cs/>
                <w:lang w:bidi="hi-IN"/>
              </w:rPr>
              <w:t>अन्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नी अताब्तो बेजहली अलैका व ला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अल्ला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लज़ी अबता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 अन्ल्ली होवा खैरुन ली ले इल्मेका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बे आकेबतिल उमूरे फलं आना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 xml:space="preserve">मौलन </w:t>
            </w:r>
            <w:r w:rsidRPr="00683A43">
              <w:rPr>
                <w:rtl/>
                <w:cs/>
              </w:rPr>
              <w:t xml:space="preserve">. </w:t>
            </w:r>
            <w:r w:rsidRPr="00683A43">
              <w:rPr>
                <w:rtl/>
                <w:cs/>
                <w:lang w:bidi="hi-IN"/>
              </w:rPr>
              <w:t>करीमन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 xml:space="preserve">अस्बारा अला अब्दीन </w:t>
            </w:r>
            <w:r w:rsidRPr="00683A43">
              <w:rPr>
                <w:cs/>
                <w:lang w:bidi="hi-IN"/>
              </w:rPr>
              <w:lastRenderedPageBreak/>
              <w:t>लईमिन मिनका अलय्या या रब्बे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إِنَّكَ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تَدْعُونِي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فَأُوَلِّي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وَتَتَحَبَّبُ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فَأَتَبَغَّضُ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وَتَتَوَدَّدُ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أَقْبَلُ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كَأَنَ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التَّطَوُّلَ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212EEA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इन्नका तद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ऊनी फ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उवल्ली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अनका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ताताहब्बबो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इल्या फा अत्बघ्घजो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इलैका व तातावाद्दो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इल्या फला अक्बलो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मिनका का अन्ना लेयत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ताताव्वुला अलैक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يَمْنَعْكَ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الرَّحْمَةِ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وَالاِحْسانِ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وَالتَّفَضُّلِ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بِجُودِكَ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وَكَرَمِكَ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فَأرْحَمْ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عَبْدَكَ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الجاهِلَ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وَجُدْ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بِفَضْلِ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إِحْسانِكَ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جَوادٌ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كَرِيمٌ</w:t>
            </w:r>
            <w:r w:rsidRPr="00683A43">
              <w:rPr>
                <w:rFonts w:hint="cs"/>
                <w:rtl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212EEA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फलां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युमना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ज़लेका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मिनर रहमते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वल एहसाने इलाय्वा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वत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तफज्ज़ुले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अलयवा</w:t>
            </w:r>
            <w:r w:rsidRPr="00683A43">
              <w:t xml:space="preserve">    </w:t>
            </w:r>
            <w:r w:rsidRPr="00683A43">
              <w:rPr>
                <w:cs/>
                <w:lang w:bidi="hi-IN"/>
              </w:rPr>
              <w:t>बे जूदेका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करामेका फ़रहम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अब्दाकल जाहिला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जुड़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अलैहे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 फजले एह्सानेका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इन्नका जव्वादुन करीम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مالِكِ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المُلْكِ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مُجْرِي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الفُلْكِ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مُسَخِّرِ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الرِّياحِ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فالِقِ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الاِصْباحِ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دَيّانِ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الدَّينِ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 w:rsidRPr="00683A43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683A43" w:rsidRDefault="00212EEA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cs/>
                <w:lang w:bidi="hi-IN"/>
              </w:rPr>
              <w:t>अलहम्दो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लिल्लाहे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मलिकिल मुल्के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मुज्रियल फुल्के मुसक्खिरीर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रियाहे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फलिकाल इस्बाहे दय्वानिद देने रब्बिल आलामीन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حِلْمِهِ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عِلْمِهِ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عَفْوِهِ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قُدْرَتِهِ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طُولِ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أَناتِهِ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غَضَبِهِ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قادِرٌ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يُرِيدُ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> 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683A43" w:rsidRDefault="00212EEA" w:rsidP="003F6BB4">
            <w:pPr>
              <w:pStyle w:val="libNormal"/>
              <w:rPr>
                <w:rtl/>
                <w:cs/>
              </w:rPr>
            </w:pPr>
            <w:r w:rsidRPr="00683A43">
              <w:rPr>
                <w:rFonts w:hint="cs"/>
                <w:cs/>
                <w:lang w:bidi="hi-IN"/>
              </w:rPr>
              <w:lastRenderedPageBreak/>
              <w:t>अल</w:t>
            </w:r>
            <w:r w:rsidRPr="00683A43">
              <w:rPr>
                <w:cs/>
                <w:lang w:bidi="hi-IN"/>
              </w:rPr>
              <w:t>हम्दो लिल्लाहे अला तूले अनातेही फी घज़बेही व होवा</w:t>
            </w:r>
            <w:r w:rsidR="004A4C96" w:rsidRPr="00683A43">
              <w:t xml:space="preserve"> </w:t>
            </w:r>
            <w:r w:rsidR="004A4C96" w:rsidRPr="00683A43">
              <w:rPr>
                <w:rFonts w:hint="cs"/>
                <w:rtl/>
                <w:cs/>
              </w:rPr>
              <w:t xml:space="preserve"> </w:t>
            </w:r>
            <w:r w:rsidRPr="00683A43">
              <w:rPr>
                <w:cs/>
                <w:lang w:bidi="hi-IN"/>
              </w:rPr>
              <w:t xml:space="preserve">क़दीरून अला मा </w:t>
            </w:r>
            <w:r w:rsidRPr="00683A43">
              <w:rPr>
                <w:cs/>
                <w:lang w:bidi="hi-IN"/>
              </w:rPr>
              <w:lastRenderedPageBreak/>
              <w:t>युरीद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خالِقِ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الخَلْقِ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باسِطِ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الرِّزْقِ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فالِقِ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الاِصْباحِ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الجَلالِ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وَالاِكْرامِ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وَالفَضْلِ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وَالاِنْعامِ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بَعُدَ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يُرى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وَقَرُبَ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فَشَهِدَ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النَّجْوى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تَبارَكَ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وَتَعالى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12EEA" w:rsidRPr="00683A43" w:rsidRDefault="00212EEA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अलहम्दो लिल्लाहे खालिकिल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खल्के बसितिर रिज्के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फालिकाल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इस्बाहे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जिल जलाले वल इक्रामे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फजले वल आना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अमिल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लज़ी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दा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युरा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क़रुबा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फशाहेदन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नजवा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तबारका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अला</w:t>
            </w:r>
            <w:r w:rsidRPr="00683A43">
              <w:t xml:space="preserve">, 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لَيْسَ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مُنازِعٌ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يُعادِلُهُ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شَبِيهٌ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يُشاكِلُهُ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وَلاظَهِيرٌ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يُعاضِدُهُ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قَهَرَ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بِعِزَّتِهِ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الاَعِزَّاءَ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وَتَواضَعَ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لِعَظَمَتِهِ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العُظَماءُ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فَبَلَغَ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بِقُدْرَتِهِ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مايَشاءُ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4A4C96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अल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हम्दो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लिल्लाहिल लज़ी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लिसा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 मोनाज़े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उन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अदेलोहू व ला शाबीउन युशाकेलोहू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ला ज़हीरून यु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अज़िदोहू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कहरा बे इज्ज़तेहिल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इज्जा</w:t>
            </w:r>
            <w:r w:rsidRPr="00683A43">
              <w:t xml:space="preserve"> '</w:t>
            </w:r>
            <w:r w:rsidRPr="00683A43">
              <w:rPr>
                <w:cs/>
                <w:lang w:bidi="hi-IN"/>
              </w:rPr>
              <w:t>ओ 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तवाजा अ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ले अज़मथिल उज़मा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ओ फा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बलागा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बे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औदरातेही मा यशा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يُجِيبُنِي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أُنادِيهِ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وَيَسْتُرُ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عَوْرَةٍ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وأَنا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أَعْصِيهِ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وَيُعَظِّمُ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النِّعْمَةَ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اُجازِيهِ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4A4C96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lastRenderedPageBreak/>
              <w:t>अल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हम्दो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लिल्लाहिल लज़ी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लिसा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 मोनाज़े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उन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 xml:space="preserve">अदेलोहू व ला </w:t>
            </w:r>
            <w:r w:rsidRPr="00683A43">
              <w:rPr>
                <w:cs/>
                <w:lang w:bidi="hi-IN"/>
              </w:rPr>
              <w:lastRenderedPageBreak/>
              <w:t>शाबीउन युशाकेलोहू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ला ज़हीरून यु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अज़िदोहू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कहरा बे इज्ज़तेहिल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इज्जा</w:t>
            </w:r>
            <w:r w:rsidRPr="00683A43">
              <w:t xml:space="preserve"> '</w:t>
            </w:r>
            <w:r w:rsidRPr="00683A43">
              <w:rPr>
                <w:cs/>
                <w:lang w:bidi="hi-IN"/>
              </w:rPr>
              <w:t>ओ 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तवाजा अ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ले अज़मथिल उज़मा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ओ फा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बलागा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बे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औदरातेही मा यशा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فَكَمْ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مَوْهِبَةٍ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هَنِيئَةٍ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أَعْطانِي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وَعَظِيمَةٍ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مَخُوفَة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كَفانِي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وَبَهْجَةٍ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مونِقَةٍ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أَرانِي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فأُثْنِي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حامِداً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وَأَذْكُرُهُ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مُسَبِّحاً</w:t>
            </w:r>
            <w:r w:rsidRPr="00683A43">
              <w:rPr>
                <w:rFonts w:hint="cs"/>
                <w:rtl/>
              </w:rPr>
              <w:t>. 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4A4C96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अल हम्दो लिल्लाहिल लज़ी युजीबोनी हीना उनदीहा वा यस्तोरो अलय्या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कुल्ला औरतिन वा अना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सीहे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युअज़्ज़िमुन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ने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मता अलय्या फला उजाज़ीहे</w:t>
            </w:r>
            <w:r w:rsidRPr="00683A43">
              <w:t xml:space="preserve">, </w:t>
            </w:r>
          </w:p>
        </w:tc>
      </w:tr>
      <w:tr w:rsidR="002D785B" w:rsidTr="002D785B"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يُهْتَكُ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حِجابُهُ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يُغْلَقُ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بابُهُ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يُرَدُّ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سائِلُهُ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يُخَيَّبُ</w:t>
            </w:r>
            <w:r w:rsidRPr="00683A43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آمِلُهُ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يُؤْمِنُ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الخائِفِينَ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وَيُنَجِّي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الصَّالِحِينَ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وَيَرْفَعُ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المُسْتَضْعَفِينَ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وَيَضَعُ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المُسْتَكْبِرِينَ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وَيُهْلِكُ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مُلُوكا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وَيَسْتَخْلِفُ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آخَرِينَ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2D785B" w:rsidRPr="004A4C96" w:rsidRDefault="004A4C96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  <w:r w:rsidRPr="00683A43">
              <w:rPr>
                <w:cs/>
                <w:lang w:bidi="hi-IN"/>
              </w:rPr>
              <w:t>फा कम मिन मौहिबतिन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हनी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अतिन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क़द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तनी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अजीमतिन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मखूफतींन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क़द कफनी वा बह्जतिन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मूनेक़तिन क़द अरनी फा उसनी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अलैहे हमेदन वा अज़्कुरोहू मुसब्बेहा</w:t>
            </w:r>
            <w:r w:rsidRPr="00683A43">
              <w:t>,</w:t>
            </w:r>
          </w:p>
        </w:tc>
      </w:tr>
      <w:tr w:rsidR="002D785B" w:rsidTr="002D785B"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قاصِمِ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الجَبَّارينَ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مُبِيرِ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الظَّالِمِينَ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مُدْرِكِ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الهارِبِينَ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نَكالِ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الظَّالِمِينَ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صَرِيخِ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المُسْتصرِخِينَ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مَوْضِعِ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حاجاتِ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الطَّالِبِينَ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مُعْتَمَدِ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المُؤْمِنِينَ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4A4C96" w:rsidRPr="00683A43" w:rsidRDefault="004A4C96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 हम्दो लिल्लाहिल लज़ी ला युह्ताको हिजबोहू वा ला युग्लको बबोहू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 ला युरददो सा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एलोहू वा ला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lastRenderedPageBreak/>
              <w:t>युखाय्याबो अमेलोहू</w:t>
            </w:r>
            <w:r w:rsidRPr="00683A43">
              <w:t xml:space="preserve"> ; </w:t>
            </w:r>
            <w:r w:rsidRPr="00683A43">
              <w:rPr>
                <w:cs/>
                <w:lang w:bidi="hi-IN"/>
              </w:rPr>
              <w:t>अल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हम्दोलिल्लाहिल लज़ी यु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मिनुल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खा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एफीना वा युनाजी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सलेहीना वा यर्फा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उल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मुस्तज़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अफीना वा यज़ा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उल मुस्तक्बेरीना वा यूहलेको मुलूकन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 यस्ताख्लिफो आख़रीन</w:t>
            </w:r>
            <w:r w:rsidRPr="00683A43">
              <w:t xml:space="preserve">, 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قاصِمِ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الجَبَّارينَ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مُبِيرِ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الظَّالِمِينَ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مُدْرِكِ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الهارِبِينَ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نَكالِ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الظَّالِمِينَ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صَرِيخِ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المُسْتصرِخِينَ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مَوْضِعِ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حاجاتِ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الطَّالِبِينَ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مُعْتَمَدِ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المُؤْمِنِينَ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वल हम्दो लिल्लाहे क़सिमिल जब्बरीना मुबीरिज़ ज़लेमीना मुद्रेकिल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हरेबीना नकालिज़ ज़ालेमीना सरीखिल मुस्तसरेखीना मौज़े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हजतित तलेबीना मो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तमादिल मो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मिनीन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خَشْيَتِهِ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تَرْعَدُ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السَّماء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وَسُكَّانُها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وَتَرْجُفُ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الأَرْضُ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وَعُمَّارُها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وَتَمُوجُ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البِحارُ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يَسْبَحُ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غَمَراتِها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> 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 हम्दो लिल्लाहिल लज़ी मिन खश्यातेही तरदुस समा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ओ 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स्लिक्कानोहा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तर्जुफुल अरज़ो वा उम्मारोहा वा तमूजुल बिह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अरो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 मन यस्बहो फ़ी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ग़मरातेहा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هَدانا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لِهذا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لِنَهْتَدِيَ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لَوْلا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هَدانَا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اللهُ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الحَمْدُ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للهِ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يَخْلُقُ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وَلَمْ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يُخْلَقْ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وَيَرْزُقُ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يُرْزَقُ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وَيُطْعِمُ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وَلايُطْعَمُ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وَيُمِيتُ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الاَحْياءَ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وَيُحْييَ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المَوْتى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حَيٌ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لايَمُوتُ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بِيَدِهِ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الخَيْرُ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وَهُوَ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كُلِّ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شَيْءٍ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قَدِيرٌ</w:t>
            </w:r>
            <w:r w:rsidRPr="00683A43">
              <w:rPr>
                <w:rFonts w:hint="cs"/>
                <w:rtl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 हम्दो लिल्लाहिल लज़ी हदाना ले हाजा वा मा कुन्ना ले नह्तदी या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लौ ला अन हदानल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ला अहो</w:t>
            </w:r>
            <w:r w:rsidRPr="00683A43">
              <w:t xml:space="preserve">; </w:t>
            </w:r>
            <w:r w:rsidRPr="00683A43">
              <w:rPr>
                <w:cs/>
                <w:lang w:bidi="hi-IN"/>
              </w:rPr>
              <w:t>अल हम्दो लिल्लाहिल लज़ी यखलोको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लम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युखलाक वा यार्ज़ोको वा ला युर्ज़ाको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 उत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एमो वा ला युत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अमो वा युमीतुल अहया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 वा युहयिल मौता वा होवा हय्युन ला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यमूतो बे यदेहिल खैरो वा होवा अला कु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ले शै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इन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क़दीर</w:t>
            </w:r>
            <w:r w:rsidRPr="00683A43">
              <w:rPr>
                <w:rtl/>
                <w:cs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عَبْدِكَ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وَرَسُولِكَ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وَأَمِينِكَ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وَصَفِيِّكَ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وَحَبِيبِكَ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وَخِيَرَتِكَ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خَلْقِكَ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وَحافِظِ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سِرِّكَ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وَمُبَلِّغِ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رِسالاتِكِ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أَفْضَلَ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وَأَحْسَنَ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وَأَجْمَلَ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وَأَكْمَلَ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وَأَزْكى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وَأَنْمى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وَأَطْيَبَ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وَأَطْهَرَ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وَأَسْنى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وَأَكْثَرَ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ماصَلَّيْتَ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وَبارَكْتَ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وَتَرَحَّمْتَ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وَتَحَنَّنْتَ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وَسَلَّمْتَ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أَحَدٍ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عِبادِكَ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وَأَنْبِيائِكَ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وَرُسُلِكَ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وَصَفْوَتِكَ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وَأَهْلِ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الكَرامَةِ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خَلْقِكَ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सल्ले अला मोहम्मदीन अब्देका वा रसूलेका वा अमीनेका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सफिय्येका वा हबीबेका वा खियारातेका मिन खल्केका वा हाफ़िज़े सिर्रेका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मुबल्लिगे रिसलातेका अफ्ज़ला वा अहसान वा अज्मला वा अक्मला वा आजका वा अन्मा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 xml:space="preserve">अत्याबा वा </w:t>
            </w:r>
            <w:r w:rsidRPr="00683A43">
              <w:rPr>
                <w:cs/>
                <w:lang w:bidi="hi-IN"/>
              </w:rPr>
              <w:lastRenderedPageBreak/>
              <w:t>अतहरा वा अस्ना वा अक्सरा मा सल्लैता वा बरकता वा तरह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हमता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तहन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नन्ता वा सल्लामता अला अहदीन मिन इ</w:t>
            </w:r>
            <w:r w:rsidRPr="00683A43">
              <w:rPr>
                <w:cs/>
                <w:lang w:bidi="hi-IN"/>
              </w:rPr>
              <w:t>बादेका वा अंबिया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एका वा रुसुलेका वा सिफ्वातेका वा अह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ईल करामाते अलैका मिन खल्केका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اللّهُمَّ</w:t>
            </w:r>
            <w:r w:rsidRPr="00683A43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وَصَلِّ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أَمِيرَ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المُؤْمِنِينَ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وَوَصِيِّ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رَسُولِ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عَبْدِكَ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وَوَلِيِّكَ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وَأَخِي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رَسُولِكَ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وَحُجَّتِكَ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خَلْقِكَ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وَآيَتِكَ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الكُبْرى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وَالنَّبَأ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العَظِيمِ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वा सल्ले अलिया 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इन अमीरिल मो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मिनीना वा वसिय्ये रसूले रब्बिल आलामीना अब्देका वा वलिय्येका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अखी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रसूलेका वा हुज्जतेका अला खल्केका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 अयातेकल कुबरा वान्नाबा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ईल अजीम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وَصَلِّ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الصِّدِّيقَةِ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الطَّاهِرَةِ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فِاطِمَةَ</w:t>
            </w:r>
            <w:r w:rsidRPr="00683A43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نِساءِ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سِبْطَي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الرَّحْمَةِ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وَإِمامَي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الهُدى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الحَسَنِ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وَالحُسَيْنِ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سَيِّدَيْ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شَبابِ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أَهْلِ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الجَنَّةِ،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वा सल्ले अलस सिद्दिक़तित तहिराते फतिमताज़ ज़हरा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 सैय्यिदते निसा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ईल आलामीना वा सल्ले अला सिब्तर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रहमते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 इमामयिल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हदल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सने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 xml:space="preserve">वल </w:t>
            </w:r>
            <w:r w:rsidRPr="00683A43">
              <w:rPr>
                <w:cs/>
                <w:lang w:bidi="hi-IN"/>
              </w:rPr>
              <w:lastRenderedPageBreak/>
              <w:t>हुसैने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सैय्यिदै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शाबाबे अहलिल जन्नह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وَصَلِّ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أَئِمَّةِ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المُسْلِمِينَ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الحُسَيْنِ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وَجَعْفَرِ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وَمُوسى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جَعْفَرٍ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وَعَلِيٍّ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مُوسى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وَعَليٍّ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وَالحَسَنِ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عَلِيٍّ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وَالخَلَفِ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الهادِي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المَهْدِي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حُجَجِكَ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عِبادِكَ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وَاُمَنائِكَ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بِلادِكِ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صَلاةً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كَثِيرَةً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دائِمَةً</w:t>
            </w:r>
            <w:r w:rsidRPr="00683A43">
              <w:rPr>
                <w:rFonts w:hint="cs"/>
                <w:rtl/>
              </w:rPr>
              <w:t>.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सल्ले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इम्मतिल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मुस्फिमीना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अलिय्यिब्निल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हुसैने वा मोहम्मद इब्ने 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इन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जाफर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 मोहम्मदीन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मूसा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 जाफरिन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 मूसा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मोहम्मद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इन वा 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मोहम्मदीन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हसन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इब्ने अली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इन वल खालाफिल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होदियिल मह्देय्ये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हुज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अतेका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अला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इबादेका वा उमाना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एका फी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बिलादेका सलातन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कसीरतन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दाएमह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وَلِيِّ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أَمْرِكِ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القائِمِ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المُؤَمَّلِ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وَالعَدْلِ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المُنْتَظَرِ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وَحُفَّهُ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بِمَلائِكَتِكَ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المُقَرَّبِينَ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وَأَيِّدْهُ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بِرُوحِ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القُدُسِ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رَبَّ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العالَمِينَ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 सल्ले अला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वालिय्ये अम्रेकल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क़ा</w:t>
            </w:r>
            <w:r w:rsidRPr="00683A43">
              <w:rPr>
                <w:rtl/>
                <w:cs/>
              </w:rPr>
              <w:t>.</w:t>
            </w:r>
            <w:r w:rsidRPr="00683A43">
              <w:rPr>
                <w:rtl/>
                <w:cs/>
                <w:lang w:bidi="hi-IN"/>
              </w:rPr>
              <w:t>एमिल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अम्माले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 अद्लिल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मुन्ताज़ारे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 हुफफाहो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 मला</w:t>
            </w:r>
            <w:r w:rsidRPr="00683A43">
              <w:t xml:space="preserve"> '</w:t>
            </w:r>
            <w:r w:rsidRPr="00683A43">
              <w:rPr>
                <w:cs/>
                <w:lang w:bidi="hi-IN"/>
              </w:rPr>
              <w:t>एकत्कल मुक़र्रबीना वा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आइदोहू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बे रूहिल औदोसे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या रब्बल आलामीन</w:t>
            </w:r>
            <w:r w:rsidRPr="00683A43">
              <w:t xml:space="preserve">, 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2D785B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اجْعَلْهُ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الدَّاعِيَ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كِتابِكَ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وَالقائِمَ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بِدِينِكَ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اسْتَخْلِفْهُ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الأَرْضِ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اسْتَخْلَفْتَ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قَبْلِهِ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مَكِّنْ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دِينَهُ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الَّذِي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ارْتَضَيْتَهُ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أَبْدِلْهُ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بَعْدِ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خَوْفِهِ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أَمْنا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يَعْبُدُكَ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لايُشْرِكُ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شَيْئاً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अल्लाहुम्माज अलहुद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दा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इया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इला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किताबेका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वल आएमा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 दीने कस्ताख्लिफ्हो फिल अर्जे कमास्ताख्लाफ्तल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लज़ीना मिन आब्लेही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मक्किन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दीनाहुल लाज़िअर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ताजैताहू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 अब्दिल्हू मिन बा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दे खौफ़ेही अमनन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या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बोदोका युशिको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शैआ</w:t>
            </w:r>
            <w:r w:rsidRPr="00683A43">
              <w:t>,</w:t>
            </w:r>
          </w:p>
          <w:p w:rsidR="002D785B" w:rsidRDefault="002D785B" w:rsidP="003F6BB4">
            <w:pPr>
              <w:pStyle w:val="libNormal"/>
              <w:rPr>
                <w:rFonts w:ascii="SolaimanLipi" w:eastAsia="Times New Roman" w:hAnsi="SolaimanLipi"/>
                <w:b/>
                <w:bCs/>
                <w:color w:val="1F497D"/>
                <w:sz w:val="36"/>
                <w:szCs w:val="36"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أَعِزَّهُ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وَأَعْزِزْ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وَانْصُرْهُ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وَانْتَصِرْ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وَانْصُرْهُ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نَصْراً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عَزِيزاً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وَافْتَحْ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فَتْحاً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يَسِيراً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وَاجْعَلْ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لَدُنْكَ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سُلْطاناً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نَصِيراً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इज्ज़ाहू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जीज़ बही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वान्सुर्हू वा अन्तासिर बही वान्सुर्हो नस्रण अजीजान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वाफ्ताह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लहू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फतहन यसीरण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वज्लाल लहू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 लादुनका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सुल्तानन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नसीरा</w:t>
            </w:r>
            <w:r w:rsidRPr="00683A43">
              <w:t>,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أَظْهِرْ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دِينَكَ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وَسُنَّةَ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نَبِيِّكَ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حَتَّى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يَسْتَخْفِي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بِشَيْءٍ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الحَقِّ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مَخافَةَ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أَحَدٍ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الخَلْقِ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अल्लाहुमा अज़्हिर बही दीनाका वा सुन्नता नाबिय्येका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 xml:space="preserve">हत्ता ला यस्ताख्फ़ी </w:t>
            </w:r>
            <w:r w:rsidRPr="00683A43">
              <w:rPr>
                <w:cs/>
                <w:lang w:bidi="hi-IN"/>
              </w:rPr>
              <w:lastRenderedPageBreak/>
              <w:t>बे शै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इन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मिनल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हक्के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मखाफता अहादीन मिनल खल्क़</w:t>
            </w:r>
            <w:r w:rsidRPr="00683A43">
              <w:t>,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نَرْغَبُ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دَوْلَةٍ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كَرِيمَةٍ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تُعِزُّ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الاِسْلامَ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وَأَهْلَهُ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وَتُذِلُّ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النِّفاقَ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وَأَهْلَهُ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وَتَجْعَلُنا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الدُّعاةِ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طاعَتِكَ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وَالقادَةِ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سَبِيلِكَ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وَتَرْزُقُنا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كَرامَةَ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الدُّنْيا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وَالآخِرَةِ</w:t>
            </w:r>
            <w:r w:rsidRPr="00683A43">
              <w:rPr>
                <w:rFonts w:hint="cs"/>
                <w:rtl/>
              </w:rPr>
              <w:t>.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इन्ना नर्गबो इलैका फी दौलातिन करीमतीं तो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इज्जो बेहाल इसलामा वा अहलहू वा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तोज़िल्लो बहिन नीफाक़ा वा अहलहू वा तज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अलोना फीहा मिनद दोया अते इला ता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अतेका वल क़दाते इला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सबी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लका वा तर्ज़ोकोना बेहा करामतेद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दुन्वा वल आखिरह</w:t>
            </w:r>
            <w:r w:rsidRPr="00683A43">
              <w:t>,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عَرَّفْتَنا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الحَقِّ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فَحَمِّلْناهُ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قَصُرْنا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فَبَلِّغْناهُ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मा अर्रफ्तना मिनल हक्के फा हम्मिल्नाहो वा मा क़सुरना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अंहो फा बल्लिग़नाह</w:t>
            </w:r>
            <w:r w:rsidRPr="00683A43">
              <w:t xml:space="preserve">, 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أَلْمُمْ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شَعْثَنا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وَأَشْعَبْ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صَدْعَنا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وَأَرْتِقْ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فَتْقَنا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وَكَثِّرْ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قِلَّتَنا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وَأَعْزِزْ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ذِلَّتَنا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وَأَغْنِ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عائِلَنا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وَأَقْضِ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مُغْرَمِنا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وَاجْبُرْ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فَقْرَنا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وَسُدَّ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خَلَّتَنا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وَيَسِّرْ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عُسْرَنا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وَبَيِّضْ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وُجُوهَنا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وَفُكَّ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أَسْرَنا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وَانْجِحْ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طَلَبَتِنَا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وَأَنْجِزْ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مَواعِيدَنا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وَاسْتَجِبْ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دَعْوَتَنا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وَاعْطِنا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سُؤْلَنا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وَبَلِّغْنا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الدُّنْيا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وَالآخرةِ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آمالَنا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وَاعْطِنا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فَوْقَ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رَغْبَتِنا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lastRenderedPageBreak/>
              <w:t>अल्लाहुम्मल मुम बही श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सना वश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अब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बही सद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अना वर्तुक बेहि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 xml:space="preserve">फत्क़ना वा कस्सिर बेहि किल्लातना वा </w:t>
            </w:r>
            <w:r w:rsidRPr="00683A43">
              <w:rPr>
                <w:cs/>
                <w:lang w:bidi="hi-IN"/>
              </w:rPr>
              <w:lastRenderedPageBreak/>
              <w:t>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जीज़ बेहि ज़िल्लाताना</w:t>
            </w:r>
            <w:r w:rsidRPr="00683A43">
              <w:t xml:space="preserve">, </w:t>
            </w:r>
            <w:r w:rsidRPr="00683A43">
              <w:rPr>
                <w:cs/>
                <w:lang w:bidi="hi-IN"/>
              </w:rPr>
              <w:t>व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अगने बेहि आ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इलाना वक्ज़े बेहि अन मग्रा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मिंना वज्बुर बेहि फक्रना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सुददा बेहि खाल्लाताना व यस्सिर बेहि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उसराना व बययिज़ बेहि वुजूहना व फुक्का बेहि असराना व अन्जिः बेहि तलेबतना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</w:t>
            </w:r>
            <w:r w:rsidRPr="00683A43">
              <w:rPr>
                <w:rtl/>
                <w:cs/>
              </w:rPr>
              <w:t>-</w:t>
            </w:r>
            <w:r w:rsidRPr="00683A43">
              <w:rPr>
                <w:rtl/>
                <w:cs/>
                <w:lang w:bidi="hi-IN"/>
              </w:rPr>
              <w:t>अह्जिज़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बेहि मावा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इदना व अस्ताजिब बेहि दा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वतना व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तिना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बेहि सु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ऊलना व बलिघ्ना बेहि मिनद दुन्या वल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आखिरते अमलना व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तिना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बेहि फुका रग़बतेना</w:t>
            </w:r>
            <w:r w:rsidRPr="00683A43">
              <w:t xml:space="preserve">, 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خَيْرَ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المَسْؤُولِينَ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وَأَوْسَعَ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المُعْطِينَ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اشْفِ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صُدُورَنا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وَأَذْهِبْ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غَيْظَ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قُلُوبِنا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وَاهْدِنا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لِما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اخْتُلِفَ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فِيهِ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الحَقِّ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بِإِذْنِكَ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إِنَّكَ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تَهْدِي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مَنْ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تَشاءُ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صِراطٍ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مُسْتَقِيمٍ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وَانْصُرْنا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عَدُوِّكَ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وَعَدُوِّنا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إِلهَ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الحَقِّ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آمِينَ</w:t>
            </w:r>
            <w:r w:rsidRPr="00683A43">
              <w:rPr>
                <w:rFonts w:hint="cs"/>
                <w:rtl/>
              </w:rPr>
              <w:t>.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या खैरल मसो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लीना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व औसा</w:t>
            </w:r>
            <w:r w:rsidRPr="00683A43">
              <w:t xml:space="preserve">' </w:t>
            </w:r>
            <w:r w:rsidRPr="00683A43">
              <w:rPr>
                <w:cs/>
                <w:lang w:bidi="hi-IN"/>
              </w:rPr>
              <w:t>अल मो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तीनाश्फे बही सुदूरना व अज्हिब बेहि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घिज़ा कुलूबेना वहदिना बेहि लेमाख्तुलेफा फीहे मिनल हक्के बे इज्नेका इन्नका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तहदी मन तशाओ इला सिरातीं मुस्ताकीमिन वंसुरना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 xml:space="preserve">बेहि </w:t>
            </w:r>
            <w:r w:rsidRPr="00683A43">
              <w:rPr>
                <w:cs/>
                <w:lang w:bidi="hi-IN"/>
              </w:rPr>
              <w:lastRenderedPageBreak/>
              <w:t>अलिया अदुव्वेका व अदुव्वेना इलाहिल हक्क़े आमीन</w:t>
            </w:r>
            <w:r w:rsidRPr="00683A43">
              <w:t xml:space="preserve">, 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lastRenderedPageBreak/>
              <w:t>اللّهُمَّ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إِنَّا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نَشْكُو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إِلَيْكَ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فَقْدَ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نَبِيِّنا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صَلَواتُكَ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وَآلِهِ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وَغَيْبَةَ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وَلِيِّنا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وَكَثْرَةَ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عَدُوِّنا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وَقِلَّةَ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عَدَدِنا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وَشِدَّةَ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الفِتَنِ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وَتَظاهُرَ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الزَّمانِ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عَلَيْنا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،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अल्लाहुम्मा इन्ना नश्कू इलैका फ़क़द नबिएना सलावातोका अलैहे व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आलेही व गैबतन वलिएना व कस्रता अदुव्वेना व किल्लता अदादेना</w:t>
            </w:r>
            <w:r w:rsidRPr="00683A43">
              <w:t xml:space="preserve">  </w:t>
            </w:r>
            <w:r w:rsidRPr="00683A43">
              <w:rPr>
                <w:cs/>
                <w:lang w:bidi="hi-IN"/>
              </w:rPr>
              <w:t>व शिददतल फिराने बिना वा तज़होराज़ ज़माने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अलैना</w:t>
            </w:r>
            <w:r w:rsidRPr="00683A43">
              <w:t xml:space="preserve">,  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  <w:tr w:rsidR="00683A43" w:rsidTr="002D785B"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rFonts w:ascii="Times New Roman" w:hAnsi="Times New Roman" w:cs="Times New Roman" w:hint="cs"/>
                <w:rtl/>
              </w:rPr>
              <w:t>فَصَلِّ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مُحَمَّدٍ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وَآلِهِ</w:t>
            </w:r>
            <w:r w:rsidRPr="00683A43">
              <w:rPr>
                <w:rFonts w:hint="cs"/>
                <w:rtl/>
              </w:rPr>
              <w:t> </w:t>
            </w:r>
            <w:r w:rsidRPr="00683A43">
              <w:rPr>
                <w:rFonts w:ascii="Times New Roman" w:hAnsi="Times New Roman" w:cs="Times New Roman" w:hint="cs"/>
                <w:rtl/>
              </w:rPr>
              <w:t>وَأَعِنّا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عَلى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ذلِكَ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بِفَتْحٍ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>  </w:t>
            </w:r>
            <w:r w:rsidRPr="00683A43">
              <w:rPr>
                <w:rFonts w:ascii="Times New Roman" w:hAnsi="Times New Roman" w:cs="Times New Roman" w:hint="cs"/>
                <w:rtl/>
              </w:rPr>
              <w:t>تُعَجِّلُهُ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وَبِضُرٍ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تَكْشِفُهُ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وَنَصْرٍ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تُعِزُّهُ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وَسُلْطانِ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حَقٍّ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تُظْهِرُهُ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وَرَحْمَةٍ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تُجَلِّلُناها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وَعافِيَةٍ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مِنْكَ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تُلْبِسُناها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بِرَحْمَتِكَ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يا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أرْحَمَ</w:t>
            </w:r>
            <w:r w:rsidRPr="00683A43">
              <w:rPr>
                <w:rFonts w:hint="cs"/>
                <w:rtl/>
              </w:rPr>
              <w:t xml:space="preserve"> </w:t>
            </w:r>
            <w:r w:rsidRPr="00683A43">
              <w:rPr>
                <w:rFonts w:ascii="Times New Roman" w:hAnsi="Times New Roman" w:cs="Times New Roman" w:hint="cs"/>
                <w:rtl/>
              </w:rPr>
              <w:t>الرَّاحِمِينَ</w:t>
            </w:r>
            <w:r w:rsidRPr="00683A43">
              <w:rPr>
                <w:rFonts w:hint="cs"/>
                <w:rtl/>
              </w:rPr>
              <w:t> .</w:t>
            </w:r>
          </w:p>
          <w:p w:rsidR="00683A43" w:rsidRDefault="00683A43" w:rsidP="003F6BB4">
            <w:pPr>
              <w:pStyle w:val="libNormal"/>
              <w:rPr>
                <w:rFonts w:ascii="Traditional Arabic" w:hAnsi="Traditional Arabic" w:cs="Traditional Arabic"/>
                <w:b/>
                <w:bCs/>
                <w:color w:val="313736"/>
                <w:rtl/>
              </w:rPr>
            </w:pPr>
          </w:p>
        </w:tc>
        <w:tc>
          <w:tcPr>
            <w:tcW w:w="4788" w:type="dxa"/>
          </w:tcPr>
          <w:p w:rsidR="00683A43" w:rsidRPr="00683A43" w:rsidRDefault="00683A43" w:rsidP="003F6BB4">
            <w:pPr>
              <w:pStyle w:val="libNormal"/>
            </w:pPr>
            <w:r w:rsidRPr="00683A43">
              <w:rPr>
                <w:cs/>
                <w:lang w:bidi="hi-IN"/>
              </w:rPr>
              <w:t>फासलिए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आ मोहम्मदीन व आलेही वा अ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इन्ना अला ज़लेका बे फातहिन् मिनका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अज्जिलोहो व बे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ज़ुर्रे तक्शिफोहू वा नसरीन तो</w:t>
            </w:r>
            <w:r w:rsidRPr="00683A43">
              <w:t>'</w:t>
            </w:r>
            <w:r w:rsidRPr="00683A43">
              <w:rPr>
                <w:cs/>
                <w:lang w:bidi="hi-IN"/>
              </w:rPr>
              <w:t>इज्ज़ोहू व सुल्ताने हक्कींन तोज्हिरोहू वा रहमतींन मिनका</w:t>
            </w:r>
            <w:r w:rsidRPr="00683A43">
              <w:t xml:space="preserve"> </w:t>
            </w:r>
            <w:r w:rsidRPr="00683A43">
              <w:rPr>
                <w:cs/>
                <w:lang w:bidi="hi-IN"/>
              </w:rPr>
              <w:t>तोजल्लिल्नाहा वा आफियातिन मिनका तुल्बिसोनाहा</w:t>
            </w:r>
            <w:r w:rsidRPr="00683A43">
              <w:t xml:space="preserve">   </w:t>
            </w:r>
            <w:r w:rsidRPr="00683A43">
              <w:rPr>
                <w:cs/>
                <w:lang w:bidi="hi-IN"/>
              </w:rPr>
              <w:t>बे रहमतेका या अर्हमर राहेमीन</w:t>
            </w:r>
            <w:r w:rsidRPr="00683A43">
              <w:rPr>
                <w:rtl/>
                <w:cs/>
              </w:rPr>
              <w:t>.</w:t>
            </w:r>
          </w:p>
          <w:p w:rsidR="00683A43" w:rsidRDefault="00683A43" w:rsidP="003F6BB4">
            <w:pPr>
              <w:pStyle w:val="libNormal"/>
              <w:rPr>
                <w:sz w:val="22"/>
                <w:szCs w:val="22"/>
                <w:cs/>
                <w:lang w:bidi="hi-IN"/>
              </w:rPr>
            </w:pPr>
          </w:p>
        </w:tc>
      </w:tr>
    </w:tbl>
    <w:p w:rsidR="00173EA6" w:rsidRDefault="00173EA6" w:rsidP="003F6BB4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</w:p>
    <w:p w:rsidR="00173EA6" w:rsidRDefault="00173EA6" w:rsidP="003F6BB4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  <w:lastRenderedPageBreak/>
        <w:br w:type="page"/>
      </w:r>
    </w:p>
    <w:p w:rsidR="002D785B" w:rsidRDefault="00173EA6" w:rsidP="003F6BB4">
      <w:pPr>
        <w:pStyle w:val="Heading1"/>
        <w:rPr>
          <w:lang w:bidi="hi-IN"/>
        </w:rPr>
      </w:pPr>
      <w:bookmarkStart w:id="76" w:name="_Toc452292070"/>
      <w:r>
        <w:rPr>
          <w:rFonts w:hint="cs"/>
          <w:cs/>
          <w:lang w:bidi="hi-IN"/>
        </w:rPr>
        <w:lastRenderedPageBreak/>
        <w:t>तरजुमा दुआ ऐ जोशन सग़ीर</w:t>
      </w:r>
      <w:bookmarkEnd w:id="76"/>
    </w:p>
    <w:p w:rsidR="00B771CA" w:rsidRDefault="00B771CA" w:rsidP="003F6BB4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lang w:bidi="hi-IN"/>
        </w:rPr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बिस्मिल्ला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!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फ़ुर्सत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हालाकि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साख़त्गी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छेदी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ज़ंजीर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अकड़बाज़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खुदाया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गुलुगीर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t>'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खुदाया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t>'</w:t>
      </w:r>
      <w:r>
        <w:rPr>
          <w:rFonts w:hint="cs"/>
          <w:cs/>
          <w:lang w:bidi="hi-IN"/>
        </w:rPr>
        <w:t>चश्मों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t>'</w:t>
      </w:r>
      <w:r>
        <w:rPr>
          <w:rFonts w:hint="cs"/>
          <w:cs/>
          <w:lang w:bidi="hi-IN"/>
        </w:rPr>
        <w:t>पैद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!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तजावुज़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</w:t>
      </w:r>
      <w:r>
        <w:t>'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शुक्री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फर्मानियाँ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आईं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कसूरवार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गर्दान्ता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हैबस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</w:t>
      </w:r>
      <w:r>
        <w:t>'</w:t>
      </w:r>
      <w:r>
        <w:rPr>
          <w:rFonts w:hint="cs"/>
          <w:cs/>
          <w:lang w:bidi="hi-IN"/>
        </w:rPr>
        <w:t>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t>'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कांपते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दुत्कारे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</w:t>
      </w:r>
      <w:r>
        <w:t>'</w:t>
      </w:r>
      <w:r>
        <w:rPr>
          <w:rFonts w:hint="cs"/>
          <w:cs/>
          <w:lang w:bidi="hi-IN"/>
        </w:rPr>
        <w:t>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t>'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कैदे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आब्दारे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शम्शीरी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तड़प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बीफरी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दरिंदों</w:t>
      </w:r>
      <w:r>
        <w:t xml:space="preserve">, </w:t>
      </w:r>
      <w:r>
        <w:rPr>
          <w:rFonts w:hint="cs"/>
          <w:cs/>
          <w:lang w:bidi="hi-IN"/>
        </w:rPr>
        <w:t>चौपायों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ठीठरते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t xml:space="preserve">,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t xml:space="preserve">,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नगूं</w:t>
      </w:r>
      <w:r>
        <w:t xml:space="preserve">,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नशीं</w:t>
      </w:r>
      <w:r>
        <w:t xml:space="preserve">,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आब्रूमंद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ज़ख़्म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बिस्तरे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नवाज़िश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जाँ</w:t>
      </w:r>
      <w:r>
        <w:t>'</w:t>
      </w:r>
      <w:r>
        <w:rPr>
          <w:rFonts w:hint="cs"/>
          <w:cs/>
          <w:lang w:bidi="hi-IN"/>
        </w:rPr>
        <w:t>कुनी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मुह्किलों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 xml:space="preserve">,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कैदखानों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ज़िल्लतों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!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अखत्यार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न</w:t>
      </w:r>
      <w:r>
        <w:t>'</w:t>
      </w:r>
      <w:r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अखत्यार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अगर्चेह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 ,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क़ायेम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t xml:space="preserve">,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</w:t>
      </w:r>
      <w:r>
        <w:t>'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</w:t>
      </w:r>
      <w:r>
        <w:t>'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t>'</w:t>
      </w:r>
      <w:r>
        <w:rPr>
          <w:rFonts w:hint="cs"/>
          <w:cs/>
          <w:lang w:bidi="hi-IN"/>
        </w:rPr>
        <w:t>नेयाज़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t>'</w:t>
      </w:r>
      <w:r>
        <w:rPr>
          <w:rFonts w:hint="cs"/>
          <w:cs/>
          <w:lang w:bidi="hi-IN"/>
        </w:rPr>
        <w:t>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शुक्र्गुज़ारों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t>'</w:t>
      </w:r>
      <w:r>
        <w:rPr>
          <w:rFonts w:hint="cs"/>
          <w:cs/>
          <w:lang w:bidi="hi-IN"/>
        </w:rPr>
        <w:t>नेयाज़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खुदाया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अखत्यार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किफ़ायत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t>मख्लूक़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किफ़ायत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t>,</w:t>
      </w:r>
    </w:p>
    <w:p w:rsidR="00173EA6" w:rsidRDefault="00173EA6" w:rsidP="003F6BB4">
      <w:pPr>
        <w:pStyle w:val="libNormal"/>
      </w:pPr>
    </w:p>
    <w:p w:rsidR="00173EA6" w:rsidRDefault="00173EA6" w:rsidP="003F6BB4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कारसाज़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!</w:t>
      </w:r>
    </w:p>
    <w:p w:rsidR="00173EA6" w:rsidRDefault="00173EA6" w:rsidP="003F6BB4">
      <w:pPr>
        <w:pStyle w:val="libNormal"/>
        <w:rPr>
          <w:cs/>
          <w:lang w:bidi="hi-IN"/>
        </w:rPr>
      </w:pPr>
    </w:p>
    <w:p w:rsidR="00680789" w:rsidRDefault="00680789" w:rsidP="003F6BB4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rtl/>
          <w:cs/>
        </w:rPr>
      </w:pPr>
      <w:r>
        <w:br w:type="page"/>
      </w:r>
    </w:p>
    <w:p w:rsidR="00680789" w:rsidRDefault="003A1D46" w:rsidP="003F6BB4">
      <w:pPr>
        <w:pStyle w:val="TOCHeading"/>
        <w:rPr>
          <w:rtl/>
          <w:cs/>
        </w:rPr>
      </w:pPr>
      <w:r w:rsidRPr="003A1D46">
        <w:rPr>
          <w:rFonts w:hint="cs"/>
          <w:cs/>
          <w:lang w:bidi="hi-IN"/>
        </w:rPr>
        <w:lastRenderedPageBreak/>
        <w:t>फेहरीस्त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16709287"/>
        <w:docPartObj>
          <w:docPartGallery w:val="Table of Contents"/>
          <w:docPartUnique/>
        </w:docPartObj>
      </w:sdtPr>
      <w:sdtContent>
        <w:p w:rsidR="00B771CA" w:rsidRDefault="00B771CA" w:rsidP="003F6BB4">
          <w:pPr>
            <w:pStyle w:val="TOCHeading"/>
          </w:pPr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4C7BDA">
            <w:fldChar w:fldCharType="begin"/>
          </w:r>
          <w:r w:rsidR="00B771CA">
            <w:instrText xml:space="preserve"> TOC \o "1-3" \h \z \u </w:instrText>
          </w:r>
          <w:r w:rsidRPr="004C7BDA">
            <w:fldChar w:fldCharType="separate"/>
          </w:r>
          <w:hyperlink w:anchor="_Toc452292032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रमज़ानुल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मुबारक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दुआऐ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33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दुआऐ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अलीयो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अज़ीम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34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रमज़ानुल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मुबारक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रोज़ाना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पढ़ी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जाने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वाली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दुआऐ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35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36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37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तीसरी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38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चोथी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39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पाँचवी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0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छठी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1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सातवी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2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ऑठवी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3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नवी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4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दसवे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5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ग्यारहवी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6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बारहवी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7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तेरहवी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8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चोदहवी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49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पंद्रहवी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0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सोलहवी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1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सत्रहवी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2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अठारवी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3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उनीसवी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4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बीसवी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5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इकीसवी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6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बाईसवी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7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तेइसवी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8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चोबीसवी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59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पचीसवी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60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छबीसवी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61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सत्ताईसवी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62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अठाईसवी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63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उन्तीसवी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2292064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तीसवी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65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सहर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66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दुआऐ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अल्लाहुम्मा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रब्बा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शहरा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67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कुमैल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68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दुआऐ</w:t>
            </w:r>
            <w:r w:rsidR="00B771CA" w:rsidRPr="00A47DE4">
              <w:rPr>
                <w:rStyle w:val="Hyperlink"/>
                <w:noProof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69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इफ्तेताह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292070" w:history="1"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तरजुमा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जोशन</w:t>
            </w:r>
            <w:r w:rsidR="00B771CA" w:rsidRPr="00A47DE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771CA" w:rsidRPr="00A47DE4">
              <w:rPr>
                <w:rStyle w:val="Hyperlink"/>
                <w:rFonts w:cs="Mangal" w:hint="cs"/>
                <w:noProof/>
                <w:cs/>
                <w:lang w:bidi="hi-IN"/>
              </w:rPr>
              <w:t>सग़ीर</w:t>
            </w:r>
            <w:r w:rsidR="00B771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71CA">
              <w:rPr>
                <w:noProof/>
                <w:webHidden/>
              </w:rPr>
              <w:instrText xml:space="preserve"> PAGEREF _Toc452292070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08C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71CA" w:rsidRDefault="004C7BDA" w:rsidP="003F6BB4">
          <w:r>
            <w:fldChar w:fldCharType="end"/>
          </w:r>
        </w:p>
      </w:sdtContent>
    </w:sdt>
    <w:p w:rsidR="00680789" w:rsidRPr="003A1D46" w:rsidRDefault="00680789" w:rsidP="003F6BB4">
      <w:pPr>
        <w:pStyle w:val="Heading1"/>
        <w:rPr>
          <w:cs/>
          <w:lang w:bidi="hi-IN"/>
        </w:rPr>
      </w:pPr>
    </w:p>
    <w:sectPr w:rsidR="00680789" w:rsidRPr="003A1D46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1F5" w:rsidRDefault="00C141F5" w:rsidP="008B7801">
      <w:pPr>
        <w:spacing w:after="0" w:line="240" w:lineRule="auto"/>
      </w:pPr>
      <w:r>
        <w:separator/>
      </w:r>
    </w:p>
  </w:endnote>
  <w:endnote w:type="continuationSeparator" w:id="0">
    <w:p w:rsidR="00C141F5" w:rsidRDefault="00C141F5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EA6" w:rsidRDefault="004C7BDA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173EA6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3F308C">
      <w:rPr>
        <w:rFonts w:ascii="SutonnyMJ" w:hAnsi="SutonnyMJ" w:cs="SutonnyMJ"/>
        <w:noProof/>
      </w:rPr>
      <w:t>94</w:t>
    </w:r>
    <w:r w:rsidRPr="00AA7385">
      <w:rPr>
        <w:rFonts w:ascii="SutonnyMJ" w:hAnsi="SutonnyMJ" w:cs="SutonnyMJ"/>
      </w:rPr>
      <w:fldChar w:fldCharType="end"/>
    </w:r>
  </w:p>
  <w:p w:rsidR="00173EA6" w:rsidRDefault="00173E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1F5" w:rsidRDefault="00C141F5" w:rsidP="008B7801">
      <w:pPr>
        <w:spacing w:after="0" w:line="240" w:lineRule="auto"/>
      </w:pPr>
      <w:r>
        <w:separator/>
      </w:r>
    </w:p>
  </w:footnote>
  <w:footnote w:type="continuationSeparator" w:id="0">
    <w:p w:rsidR="00C141F5" w:rsidRDefault="00C141F5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5519E"/>
    <w:rsid w:val="00007817"/>
    <w:rsid w:val="000157CB"/>
    <w:rsid w:val="00017F8E"/>
    <w:rsid w:val="00043999"/>
    <w:rsid w:val="000451DA"/>
    <w:rsid w:val="000A16E2"/>
    <w:rsid w:val="000A6681"/>
    <w:rsid w:val="000D0FC8"/>
    <w:rsid w:val="000D641E"/>
    <w:rsid w:val="00110375"/>
    <w:rsid w:val="00137658"/>
    <w:rsid w:val="0016774F"/>
    <w:rsid w:val="00173EA6"/>
    <w:rsid w:val="001A3437"/>
    <w:rsid w:val="00212EEA"/>
    <w:rsid w:val="00235071"/>
    <w:rsid w:val="00275890"/>
    <w:rsid w:val="0028094A"/>
    <w:rsid w:val="0028663A"/>
    <w:rsid w:val="00292BC3"/>
    <w:rsid w:val="00296130"/>
    <w:rsid w:val="002B0459"/>
    <w:rsid w:val="002B709B"/>
    <w:rsid w:val="002D15B8"/>
    <w:rsid w:val="002D785B"/>
    <w:rsid w:val="002E468D"/>
    <w:rsid w:val="002E4766"/>
    <w:rsid w:val="00304CCF"/>
    <w:rsid w:val="003137DA"/>
    <w:rsid w:val="003245FC"/>
    <w:rsid w:val="00331D48"/>
    <w:rsid w:val="0033697A"/>
    <w:rsid w:val="003A1605"/>
    <w:rsid w:val="003A1D46"/>
    <w:rsid w:val="003A380C"/>
    <w:rsid w:val="003C7318"/>
    <w:rsid w:val="003E4BC2"/>
    <w:rsid w:val="003F308C"/>
    <w:rsid w:val="003F6BB4"/>
    <w:rsid w:val="00406D51"/>
    <w:rsid w:val="00495B54"/>
    <w:rsid w:val="004A4C96"/>
    <w:rsid w:val="004A56BA"/>
    <w:rsid w:val="004C57A4"/>
    <w:rsid w:val="004C7BDA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80789"/>
    <w:rsid w:val="00683A43"/>
    <w:rsid w:val="00690232"/>
    <w:rsid w:val="006A0F9A"/>
    <w:rsid w:val="006B2539"/>
    <w:rsid w:val="006C230E"/>
    <w:rsid w:val="006D197A"/>
    <w:rsid w:val="00707890"/>
    <w:rsid w:val="00733E6E"/>
    <w:rsid w:val="0075520E"/>
    <w:rsid w:val="007719FE"/>
    <w:rsid w:val="00776659"/>
    <w:rsid w:val="007B649B"/>
    <w:rsid w:val="007C411E"/>
    <w:rsid w:val="007D0C93"/>
    <w:rsid w:val="007E186F"/>
    <w:rsid w:val="007E3A6A"/>
    <w:rsid w:val="0082276B"/>
    <w:rsid w:val="00840C16"/>
    <w:rsid w:val="00870944"/>
    <w:rsid w:val="008715EA"/>
    <w:rsid w:val="00892F85"/>
    <w:rsid w:val="008A5A1E"/>
    <w:rsid w:val="008B7801"/>
    <w:rsid w:val="008C77D1"/>
    <w:rsid w:val="008D4310"/>
    <w:rsid w:val="008D6263"/>
    <w:rsid w:val="008D667A"/>
    <w:rsid w:val="008F0D7B"/>
    <w:rsid w:val="009117EC"/>
    <w:rsid w:val="00934323"/>
    <w:rsid w:val="0094696C"/>
    <w:rsid w:val="00976CDC"/>
    <w:rsid w:val="009B58CA"/>
    <w:rsid w:val="00A069B8"/>
    <w:rsid w:val="00A07514"/>
    <w:rsid w:val="00A2744B"/>
    <w:rsid w:val="00A33F93"/>
    <w:rsid w:val="00A455D0"/>
    <w:rsid w:val="00A560EA"/>
    <w:rsid w:val="00A77675"/>
    <w:rsid w:val="00AA7385"/>
    <w:rsid w:val="00AB18E8"/>
    <w:rsid w:val="00AB6543"/>
    <w:rsid w:val="00B771CA"/>
    <w:rsid w:val="00B97781"/>
    <w:rsid w:val="00BE1409"/>
    <w:rsid w:val="00C141F5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B64E5"/>
    <w:rsid w:val="00DF0DAD"/>
    <w:rsid w:val="00DF1559"/>
    <w:rsid w:val="00E21BCB"/>
    <w:rsid w:val="00E2613F"/>
    <w:rsid w:val="00E30987"/>
    <w:rsid w:val="00E32589"/>
    <w:rsid w:val="00E400A5"/>
    <w:rsid w:val="00E52113"/>
    <w:rsid w:val="00E84EB1"/>
    <w:rsid w:val="00E9343A"/>
    <w:rsid w:val="00EB1BF3"/>
    <w:rsid w:val="00EC4B61"/>
    <w:rsid w:val="00F060C0"/>
    <w:rsid w:val="00F11A1C"/>
    <w:rsid w:val="00F20557"/>
    <w:rsid w:val="00F525D6"/>
    <w:rsid w:val="00F5519E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2B0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984A-9950-437D-89DE-B8ED80F0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182</TotalTime>
  <Pages>94</Pages>
  <Words>12121</Words>
  <Characters>69096</Characters>
  <Application>Microsoft Office Word</Application>
  <DocSecurity>0</DocSecurity>
  <Lines>575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81055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17</cp:revision>
  <cp:lastPrinted>2016-02-03T09:03:00Z</cp:lastPrinted>
  <dcterms:created xsi:type="dcterms:W3CDTF">2016-05-29T05:36:00Z</dcterms:created>
  <dcterms:modified xsi:type="dcterms:W3CDTF">2016-05-30T09:57:00Z</dcterms:modified>
</cp:coreProperties>
</file>