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AFD" w:rsidRPr="00B91120" w:rsidRDefault="00C85AFD" w:rsidP="00C85AFD">
      <w:pPr>
        <w:pStyle w:val="Heading1"/>
        <w:rPr>
          <w:rFonts w:cs="Cordia New"/>
          <w:szCs w:val="45"/>
          <w:cs/>
        </w:rPr>
      </w:pPr>
      <w:bookmarkStart w:id="0" w:name="_Toc414268868"/>
      <w:r w:rsidRPr="00B91120">
        <w:rPr>
          <w:rFonts w:hint="cs"/>
          <w:cs/>
        </w:rPr>
        <w:t>อัตชีวประวัติอิมามมะศูมีน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1</w:t>
      </w:r>
      <w:bookmarkEnd w:id="0"/>
    </w:p>
    <w:p w:rsidR="00C85AFD" w:rsidRDefault="00C85AFD" w:rsidP="00C85AFD">
      <w:pPr>
        <w:pStyle w:val="Heading1"/>
      </w:pPr>
      <w:bookmarkStart w:id="1" w:name="_Toc414268869"/>
      <w:r w:rsidRPr="00B91120">
        <w:rPr>
          <w:rFonts w:hint="cs"/>
          <w:cs/>
        </w:rPr>
        <w:t>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bookmarkEnd w:id="1"/>
    </w:p>
    <w:p w:rsidR="00C85AFD" w:rsidRPr="00B91120" w:rsidRDefault="00C85AFD" w:rsidP="00C85AFD">
      <w:pPr>
        <w:pStyle w:val="Heading1"/>
      </w:pPr>
    </w:p>
    <w:p w:rsidR="00C85AFD" w:rsidRPr="00B91120" w:rsidRDefault="00C85AFD" w:rsidP="00C85AFD">
      <w:pPr>
        <w:pStyle w:val="libNormal"/>
        <w:rPr>
          <w:rFonts w:cs="Cordia New"/>
          <w:szCs w:val="30"/>
        </w:rPr>
      </w:pPr>
    </w:p>
    <w:p w:rsidR="00C85AFD" w:rsidRPr="00B91120" w:rsidRDefault="00C85AFD" w:rsidP="00C85AFD">
      <w:pPr>
        <w:pStyle w:val="Heading2"/>
        <w:rPr>
          <w:rFonts w:cs="Times New Roman"/>
          <w:lang w:bidi="ar-SA"/>
        </w:rPr>
      </w:pPr>
      <w:bookmarkStart w:id="2" w:name="_Toc414268870"/>
      <w:r w:rsidRPr="00B91120">
        <w:rPr>
          <w:rFonts w:hint="cs"/>
          <w:cs/>
        </w:rPr>
        <w:t>เขียน</w:t>
      </w:r>
      <w:bookmarkEnd w:id="2"/>
    </w:p>
    <w:p w:rsidR="00C85AFD" w:rsidRDefault="00C85AFD" w:rsidP="00C85AFD">
      <w:pPr>
        <w:pStyle w:val="Heading2"/>
      </w:pPr>
      <w:bookmarkStart w:id="3" w:name="_Toc414268871"/>
      <w:r w:rsidRPr="00B91120">
        <w:rPr>
          <w:rFonts w:hint="cs"/>
          <w:cs/>
        </w:rPr>
        <w:t>ศาสตราจารย์เชคอะลี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ดุคัยยิล</w:t>
      </w:r>
      <w:bookmarkEnd w:id="3"/>
    </w:p>
    <w:p w:rsidR="00C85AFD" w:rsidRPr="00B91120" w:rsidRDefault="00C85AFD" w:rsidP="00C85AFD">
      <w:pPr>
        <w:pStyle w:val="Heading2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Cordia New"/>
          <w:szCs w:val="30"/>
        </w:rPr>
      </w:pPr>
    </w:p>
    <w:p w:rsidR="00C85AFD" w:rsidRPr="00B91120" w:rsidRDefault="00C85AFD" w:rsidP="00C85AFD">
      <w:pPr>
        <w:pStyle w:val="Heading2"/>
        <w:rPr>
          <w:rFonts w:cs="Times New Roman"/>
          <w:lang w:bidi="ar-SA"/>
        </w:rPr>
      </w:pPr>
      <w:bookmarkStart w:id="4" w:name="_Toc414268872"/>
      <w:r w:rsidRPr="00B91120">
        <w:rPr>
          <w:rFonts w:hint="cs"/>
          <w:cs/>
        </w:rPr>
        <w:t>แปล</w:t>
      </w:r>
      <w:bookmarkEnd w:id="4"/>
    </w:p>
    <w:p w:rsidR="00C85AFD" w:rsidRDefault="00C85AFD" w:rsidP="00C85AFD">
      <w:pPr>
        <w:pStyle w:val="Heading2"/>
      </w:pPr>
      <w:bookmarkStart w:id="5" w:name="_Toc414268873"/>
      <w:r w:rsidRPr="00B91120">
        <w:rPr>
          <w:rFonts w:hint="cs"/>
          <w:cs/>
        </w:rPr>
        <w:t>อาจารย์อัยยูบ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ยอมใหญ่</w:t>
      </w:r>
      <w:bookmarkEnd w:id="5"/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Cordia New"/>
          <w:szCs w:val="3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>
        <w:br w:type="page"/>
      </w:r>
    </w:p>
    <w:p w:rsidR="00C85AFD" w:rsidRDefault="00C85AFD" w:rsidP="00C85AFD">
      <w:pPr>
        <w:pStyle w:val="Heading1"/>
      </w:pPr>
      <w:bookmarkStart w:id="6" w:name="_Toc414268874"/>
      <w:r w:rsidRPr="00B91120">
        <w:rPr>
          <w:rFonts w:hint="cs"/>
          <w:cs/>
        </w:rPr>
        <w:lastRenderedPageBreak/>
        <w:t>บทนำ</w:t>
      </w:r>
      <w:bookmarkEnd w:id="6"/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Heading2"/>
      </w:pPr>
      <w:bookmarkStart w:id="7" w:name="_Toc414268875"/>
      <w:r w:rsidRPr="00B91120">
        <w:rPr>
          <w:rFonts w:hint="cs"/>
          <w:cs/>
        </w:rPr>
        <w:t>ตำแหน่งอิมาม</w:t>
      </w:r>
      <w:bookmarkEnd w:id="7"/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เมื่อเราถือว่า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เป็นหน้าที่ของอัลลอฮ์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ที่พระองค์ทรงเมตตากรุณา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ในกรณีที่ส่งมายังมวลมนุษย์ซึ่งบุคคลที่ชี้นำตักเตือน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รียกร้องเชิญชวนมนุษย์สู่หนทางอันเที่ยงตรงโดยได้ทรงอธิบายความรู้ในทางศาสนาและกำหนดแบบแผนอันแน่นอนตามที่ทรงประสงค์แก่พวกเขาเพื่อเป็น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หลักฐานข้อพิสูจน์ของพระองค์ที่ให้แก่พวกเขาดังโองการที่ว่า</w:t>
      </w:r>
      <w:r w:rsidRPr="00B91120">
        <w:rPr>
          <w:cs/>
        </w:rPr>
        <w:t xml:space="preserve"> :</w:t>
      </w:r>
    </w:p>
    <w:p w:rsidR="00C85AFD" w:rsidRPr="0042799A" w:rsidRDefault="00C85AFD" w:rsidP="00C85AFD">
      <w:pPr>
        <w:pStyle w:val="libNormal"/>
        <w:rPr>
          <w:rFonts w:cs="Cordia New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ดังนั้น</w:t>
      </w:r>
      <w:r>
        <w:t xml:space="preserve"> </w:t>
      </w:r>
      <w:r w:rsidRPr="00B91120">
        <w:rPr>
          <w:rFonts w:hint="cs"/>
          <w:cs/>
        </w:rPr>
        <w:t>หลักฐานข้อพิสูจน์อันเป็นเหตุผลลึกซึ้งเป็นของอัลลอฮ์</w:t>
      </w:r>
      <w:r w:rsidRPr="00B91120">
        <w:rPr>
          <w:rFonts w:cs="Times New Roman" w:hint="eastAsia"/>
          <w:lang w:bidi="ar-SA"/>
        </w:rPr>
        <w:t>”</w:t>
      </w:r>
      <w:r w:rsidRPr="00DC1380">
        <w:rPr>
          <w:rStyle w:val="libArFootnoteChar"/>
          <w:rFonts w:eastAsia="SimSun"/>
        </w:rPr>
        <w:t>(</w:t>
      </w:r>
      <w:r w:rsidRPr="00DC1380">
        <w:rPr>
          <w:rStyle w:val="libArFootnoteChar"/>
          <w:rFonts w:eastAsia="SimSun" w:cs="Angsana New" w:hint="cs"/>
          <w:cs/>
          <w:lang w:bidi="th-TH"/>
        </w:rPr>
        <w:t>๑</w:t>
      </w:r>
      <w:r>
        <w:rPr>
          <w:rStyle w:val="libArFootnoteChar"/>
          <w:rFonts w:eastAsia="SimSun" w:cs="Cordia New" w:hint="cs"/>
          <w:cs/>
          <w:lang w:bidi="th-TH"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ผู้ชี้นำและผู้ตักเตือนที่ว่านี้คือท่านศาสนทูตมุฮัมมัด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ซึ่งได้มีปาฏิหารย์มากมายและมีข้อพิสูจน์หลายประการมาสนับสนุนสัจธรรมและคำสอนของท่านและอัล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กุรอานอันทรงเกียรติเล่มนี้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ก็เป็นสิ่งมหัศจรรย์อันอมตะและเป็นข้อพิสูจน์อันเที่ยงธรรมประการหนึ่งของพระองค์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ที่ไม่มีความผิดพลาดใด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ไม่ว่าจะเป็นในยุคปัจจุบันและอนาคตข้างหน้าก็ตามจะล่วงล้ำกล้ำกลายคัมภีร์เล่มนี้ได้</w:t>
      </w:r>
      <w:r w:rsidRPr="00B91120">
        <w:rPr>
          <w:cs/>
        </w:rPr>
        <w:t xml:space="preserve"> 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มันเป็นสิ่งที่ถูกประทานจากพระผู้ทรงเกียรติ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พระผู้ทรงปัญญาญาณนับเป็นเวลา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ศตวรรษล่วงมาแล้วที่พระองค์ทรงท้าทายมนุษยชาติให้นำเสนอคัมภีร์ที่เหมือนกับเล่มนี้มาต่างหากสักเล่ม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ต่อจากนั้นเมื่อทรงประจักษ์ถึงความด้อยในสมรรถภาพ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และขีดความสามารถของมนุษย์</w:t>
      </w:r>
    </w:p>
    <w:p w:rsidR="00C85AFD" w:rsidRDefault="00C85AFD" w:rsidP="00C85AFD">
      <w:pPr>
        <w:pStyle w:val="libNormal"/>
      </w:pPr>
      <w:r>
        <w:rPr>
          <w:rFonts w:hint="cs"/>
          <w:cs/>
        </w:rPr>
        <w:t>----------------------------------</w:t>
      </w:r>
      <w:r w:rsidR="00E350DC">
        <w:t>--------------------------------</w:t>
      </w:r>
    </w:p>
    <w:p w:rsidR="00C85AFD" w:rsidRPr="00E350DC" w:rsidRDefault="0037569C" w:rsidP="0037569C">
      <w:pPr>
        <w:pStyle w:val="libArFootnote"/>
        <w:bidi w:val="0"/>
      </w:pPr>
      <w:bookmarkStart w:id="8" w:name="_Toc414268876"/>
      <w:r>
        <w:rPr>
          <w:rFonts w:cs="Cordia New" w:hint="cs"/>
          <w:cs/>
          <w:lang w:bidi="th-TH"/>
        </w:rPr>
        <w:t>(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๑</w:t>
      </w:r>
      <w:r>
        <w:rPr>
          <w:rFonts w:cs="Cordia New" w:hint="cs"/>
          <w:szCs w:val="30"/>
          <w:cs/>
          <w:lang w:bidi="th-TH"/>
        </w:rPr>
        <w:t>)</w:t>
      </w:r>
      <w:r w:rsidR="00E350DC" w:rsidRPr="00E350DC">
        <w:rPr>
          <w:rFonts w:ascii="Angsana New" w:hAnsi="Angsana New" w:cs="Angsana New" w:hint="cs"/>
          <w:szCs w:val="24"/>
          <w:cs/>
          <w:lang w:bidi="th-TH"/>
        </w:rPr>
        <w:t>ซูเราะฮ์</w:t>
      </w:r>
      <w:r w:rsidR="00C85AFD" w:rsidRPr="00E350DC">
        <w:rPr>
          <w:szCs w:val="24"/>
          <w:rtl/>
          <w:cs/>
        </w:rPr>
        <w:t xml:space="preserve"> 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อัล</w:t>
      </w:r>
      <w:r w:rsidR="00C85AFD" w:rsidRPr="00E350DC">
        <w:rPr>
          <w:szCs w:val="24"/>
          <w:rtl/>
          <w:cs/>
        </w:rPr>
        <w:t>-</w:t>
      </w:r>
      <w:r w:rsidR="00E350DC" w:rsidRPr="00E350DC">
        <w:rPr>
          <w:rFonts w:ascii="Angsana New" w:hAnsi="Angsana New" w:cs="Angsana New" w:hint="cs"/>
          <w:szCs w:val="24"/>
          <w:cs/>
          <w:lang w:bidi="th-TH"/>
        </w:rPr>
        <w:t>อันอาม</w:t>
      </w:r>
      <w:r w:rsidR="00E350DC" w:rsidRPr="00E350DC">
        <w:rPr>
          <w:rFonts w:hint="cs"/>
          <w:szCs w:val="24"/>
          <w:rtl/>
        </w:rPr>
        <w:t>:</w:t>
      </w:r>
      <w:r w:rsidR="00C85AFD" w:rsidRPr="00E350DC">
        <w:rPr>
          <w:szCs w:val="24"/>
          <w:rtl/>
          <w:cs/>
        </w:rPr>
        <w:t xml:space="preserve"> 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๑๔๙</w:t>
      </w:r>
      <w:bookmarkEnd w:id="8"/>
    </w:p>
    <w:p w:rsidR="00C85AFD" w:rsidRDefault="00C85AFD" w:rsidP="00C85AFD">
      <w:pPr>
        <w:pStyle w:val="libNormal"/>
        <w:rPr>
          <w:cs/>
        </w:rPr>
      </w:pP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พระองค์ตรัสว่า</w:t>
      </w:r>
      <w:r w:rsidRPr="00B91120">
        <w:rPr>
          <w:cs/>
        </w:rPr>
        <w:t xml:space="preserve"> :</w:t>
      </w:r>
    </w:p>
    <w:p w:rsidR="00C85AFD" w:rsidRPr="006613F8" w:rsidRDefault="00C85AFD" w:rsidP="00C85AFD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ให้พวกเจ้านำมาเสนอเพียง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๑๐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บทที่เหมือนอย่างนี้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๒</w:t>
      </w:r>
      <w:r w:rsidRPr="00B91120">
        <w:rPr>
          <w:cs/>
        </w:rPr>
        <w:t>)</w:t>
      </w:r>
      <w:r>
        <w:rPr>
          <w:cs/>
        </w:rPr>
        <w:t xml:space="preserve"> 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ต่อมาตรัสอีกว่า</w:t>
      </w:r>
      <w:r w:rsidRPr="00B91120">
        <w:rPr>
          <w:cs/>
        </w:rPr>
        <w:t xml:space="preserve"> :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ให้พวกเจ้านำมาเสนอเพียงบทเดียว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ที่เหมือนอย่างนี้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๓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และหลังจากเป็นที่แน่นอนแล้วว่า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มวลมนุษย์ไร้ซึ่งสมรรถภาพ</w:t>
      </w:r>
      <w:r w:rsidRPr="00B91120">
        <w:rPr>
          <w:cs/>
        </w:rPr>
        <w:t xml:space="preserve"> 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พระองค์ก็ตรัสอีกว่า</w:t>
      </w:r>
      <w:r w:rsidRPr="00B91120">
        <w:rPr>
          <w:cs/>
        </w:rPr>
        <w:t xml:space="preserve"> :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จงกล่าวเถิดว่า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แน่นอนถึงแม้มวลมนุษย์กับญินจะร่วมกันนำเสนอคัมภีร์สักเล่มหนึ่งให้เหมือนกับอัล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พวกเขาก็มิอาจนำเสนอให้เหมือนเล่มนี้ได้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แม้ว่าส่วนหนึ่งจะเป็นฝ่ายช่วยเหลือแก่อีกส่วนหนึ่งก็ตามที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๔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  <w:rPr>
          <w:cs/>
        </w:rPr>
      </w:pPr>
      <w:r w:rsidRPr="00B91120">
        <w:rPr>
          <w:rFonts w:hint="cs"/>
          <w:cs/>
        </w:rPr>
        <w:t>เพราะท่านเป็นศาสนทูตจากอัลลอฮ์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สู่มวลมนุษย์เพื่อปลดปล่อยพวกเขาให้พ้นจากสภาพความเป็นอยู่แบบงมงาย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หลงผิดซึ่งท่านก็ได้ทำหน้าที่อย่างสมบูรณ์ตามที่ได้รับมอบหมาย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และจำเป็นอย่างหลีกเลี่ยงมิได้ที่ท่านจำเป็นต้องกลับคืนสู่พระผู้เป็นเจ้า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ซึ่งหมายถึงความตายที่ท่านไม่อาจหลีกเลี่ยงได้</w:t>
      </w:r>
      <w:r w:rsidRPr="00B91120">
        <w:rPr>
          <w:cs/>
        </w:rPr>
        <w:t xml:space="preserve"> </w:t>
      </w:r>
    </w:p>
    <w:p w:rsidR="00C85AFD" w:rsidRPr="006613F8" w:rsidRDefault="00E350DC" w:rsidP="00E350DC">
      <w:pPr>
        <w:pStyle w:val="libNormal"/>
        <w:ind w:firstLine="0"/>
        <w:rPr>
          <w:rFonts w:cs="Cordia New"/>
          <w:szCs w:val="40"/>
        </w:rPr>
      </w:pPr>
      <w:r>
        <w:rPr>
          <w:rFonts w:cs="Cordia New"/>
          <w:szCs w:val="40"/>
        </w:rPr>
        <w:t>---------------------------------------------------------------------------</w:t>
      </w:r>
    </w:p>
    <w:p w:rsidR="00C85AFD" w:rsidRPr="00E350DC" w:rsidRDefault="0037569C" w:rsidP="0037569C">
      <w:pPr>
        <w:pStyle w:val="libArFootnote"/>
        <w:bidi w:val="0"/>
      </w:pPr>
      <w:bookmarkStart w:id="9" w:name="_Toc414268877"/>
      <w:r>
        <w:rPr>
          <w:rFonts w:cs="Cordia New" w:hint="cs"/>
          <w:cs/>
          <w:lang w:bidi="th-TH"/>
        </w:rPr>
        <w:t>(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๒</w:t>
      </w:r>
      <w:r>
        <w:rPr>
          <w:rFonts w:cs="Cordia New" w:hint="cs"/>
          <w:szCs w:val="30"/>
          <w:cs/>
          <w:lang w:bidi="th-TH"/>
        </w:rPr>
        <w:t>)</w:t>
      </w:r>
      <w:r w:rsidR="00C85AFD" w:rsidRPr="00E350DC">
        <w:rPr>
          <w:szCs w:val="24"/>
          <w:rtl/>
          <w:cs/>
        </w:rPr>
        <w:t xml:space="preserve"> 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ซูเราะฮ์</w:t>
      </w:r>
      <w:r w:rsidR="00C85AFD" w:rsidRPr="00E350DC">
        <w:rPr>
          <w:szCs w:val="24"/>
          <w:rtl/>
          <w:cs/>
        </w:rPr>
        <w:t xml:space="preserve"> </w:t>
      </w:r>
      <w:r w:rsidR="00E350DC" w:rsidRPr="00E350DC">
        <w:rPr>
          <w:rFonts w:ascii="Angsana New" w:hAnsi="Angsana New" w:cs="Angsana New" w:hint="cs"/>
          <w:szCs w:val="24"/>
          <w:cs/>
          <w:lang w:bidi="th-TH"/>
        </w:rPr>
        <w:t>ฮูด</w:t>
      </w:r>
      <w:r w:rsidR="00E350DC" w:rsidRPr="00E350DC">
        <w:rPr>
          <w:rFonts w:hint="cs"/>
          <w:szCs w:val="24"/>
          <w:rtl/>
        </w:rPr>
        <w:t>:</w:t>
      </w:r>
      <w:r w:rsidR="00C85AFD" w:rsidRPr="00E350DC">
        <w:rPr>
          <w:szCs w:val="24"/>
          <w:rtl/>
          <w:cs/>
        </w:rPr>
        <w:t xml:space="preserve"> 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๑๓</w:t>
      </w:r>
      <w:bookmarkEnd w:id="9"/>
    </w:p>
    <w:p w:rsidR="00C85AFD" w:rsidRPr="00E350DC" w:rsidRDefault="0037569C" w:rsidP="0037569C">
      <w:pPr>
        <w:pStyle w:val="libArFootnote"/>
        <w:bidi w:val="0"/>
      </w:pPr>
      <w:bookmarkStart w:id="10" w:name="_Toc414268878"/>
      <w:r>
        <w:rPr>
          <w:rFonts w:cs="Cordia New" w:hint="cs"/>
          <w:cs/>
          <w:lang w:bidi="th-TH"/>
        </w:rPr>
        <w:t>(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๓</w:t>
      </w:r>
      <w:r>
        <w:rPr>
          <w:rFonts w:cs="Cordia New" w:hint="cs"/>
          <w:szCs w:val="30"/>
          <w:cs/>
          <w:lang w:bidi="th-TH"/>
        </w:rPr>
        <w:t>)</w:t>
      </w:r>
      <w:r w:rsidR="00C85AFD" w:rsidRPr="00E350DC">
        <w:rPr>
          <w:szCs w:val="24"/>
          <w:rtl/>
          <w:cs/>
        </w:rPr>
        <w:t xml:space="preserve"> 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ซูเราะฮ์</w:t>
      </w:r>
      <w:r w:rsidR="00C85AFD" w:rsidRPr="00E350DC">
        <w:rPr>
          <w:szCs w:val="24"/>
          <w:rtl/>
          <w:cs/>
        </w:rPr>
        <w:t xml:space="preserve"> </w:t>
      </w:r>
      <w:r w:rsidR="00E350DC" w:rsidRPr="00E350DC">
        <w:rPr>
          <w:rFonts w:ascii="Angsana New" w:hAnsi="Angsana New" w:cs="Angsana New" w:hint="cs"/>
          <w:szCs w:val="24"/>
          <w:cs/>
          <w:lang w:bidi="th-TH"/>
        </w:rPr>
        <w:t>ยูนุส</w:t>
      </w:r>
      <w:r w:rsidR="00E350DC" w:rsidRPr="00E350DC">
        <w:rPr>
          <w:rFonts w:hint="cs"/>
          <w:szCs w:val="24"/>
          <w:rtl/>
        </w:rPr>
        <w:t>:</w:t>
      </w:r>
      <w:r w:rsidR="00C85AFD" w:rsidRPr="00E350DC">
        <w:rPr>
          <w:szCs w:val="24"/>
          <w:rtl/>
          <w:cs/>
        </w:rPr>
        <w:t xml:space="preserve"> 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๓๘</w:t>
      </w:r>
      <w:bookmarkEnd w:id="10"/>
    </w:p>
    <w:p w:rsidR="00C85AFD" w:rsidRPr="00E350DC" w:rsidRDefault="0037569C" w:rsidP="0037569C">
      <w:pPr>
        <w:pStyle w:val="libArFootnote"/>
        <w:bidi w:val="0"/>
        <w:rPr>
          <w:szCs w:val="24"/>
          <w:rtl/>
          <w:cs/>
        </w:rPr>
      </w:pPr>
      <w:bookmarkStart w:id="11" w:name="_Toc414268879"/>
      <w:r>
        <w:rPr>
          <w:rFonts w:cs="Cordia New" w:hint="cs"/>
          <w:cs/>
          <w:lang w:bidi="th-TH"/>
        </w:rPr>
        <w:t>(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๔</w:t>
      </w:r>
      <w:r>
        <w:rPr>
          <w:rFonts w:cs="Cordia New" w:hint="cs"/>
          <w:szCs w:val="30"/>
          <w:cs/>
          <w:lang w:bidi="th-TH"/>
        </w:rPr>
        <w:t>)</w:t>
      </w:r>
      <w:r w:rsidR="00C85AFD" w:rsidRPr="00E350DC">
        <w:rPr>
          <w:szCs w:val="24"/>
          <w:rtl/>
          <w:cs/>
        </w:rPr>
        <w:t xml:space="preserve"> 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ซูเราะฮ์</w:t>
      </w:r>
      <w:r w:rsidR="00C85AFD" w:rsidRPr="00E350DC">
        <w:rPr>
          <w:szCs w:val="24"/>
          <w:rtl/>
          <w:cs/>
        </w:rPr>
        <w:t xml:space="preserve"> </w:t>
      </w:r>
      <w:r w:rsidR="00E350DC" w:rsidRPr="00E350DC">
        <w:rPr>
          <w:rFonts w:ascii="Angsana New" w:hAnsi="Angsana New" w:cs="Angsana New" w:hint="cs"/>
          <w:szCs w:val="24"/>
          <w:cs/>
          <w:lang w:bidi="th-TH"/>
        </w:rPr>
        <w:t>อัลอิซรออ์</w:t>
      </w:r>
      <w:r w:rsidR="00E350DC" w:rsidRPr="00E350DC">
        <w:rPr>
          <w:rFonts w:hint="cs"/>
          <w:szCs w:val="24"/>
          <w:rtl/>
        </w:rPr>
        <w:t>:</w:t>
      </w:r>
      <w:r w:rsidR="00C85AFD" w:rsidRPr="00E350DC">
        <w:rPr>
          <w:szCs w:val="24"/>
          <w:rtl/>
          <w:cs/>
        </w:rPr>
        <w:t xml:space="preserve"> 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๘๘</w:t>
      </w:r>
      <w:bookmarkEnd w:id="11"/>
    </w:p>
    <w:p w:rsidR="00C85AFD" w:rsidRDefault="00C85AFD" w:rsidP="00C85AFD">
      <w:pPr>
        <w:rPr>
          <w:rFonts w:ascii="Angsana New" w:eastAsia="Times New Roman" w:hAnsi="Angsana New" w:cs="Angsana New"/>
          <w:kern w:val="36"/>
          <w:szCs w:val="28"/>
          <w:rtl/>
          <w:cs/>
          <w:lang w:eastAsia="en-US"/>
        </w:rPr>
      </w:pPr>
      <w:r>
        <w:rPr>
          <w:rFonts w:ascii="Angsana New" w:hAnsi="Angsana New" w:cs="Angsana New"/>
        </w:rPr>
        <w:br w:type="page"/>
      </w:r>
    </w:p>
    <w:p w:rsidR="00C85AFD" w:rsidRPr="006613F8" w:rsidRDefault="00C85AFD" w:rsidP="00C85AFD">
      <w:pPr>
        <w:pStyle w:val="libArFootnote"/>
        <w:bidi w:val="0"/>
        <w:rPr>
          <w:rFonts w:cs="Cordia New"/>
          <w:lang w:bidi="th-TH"/>
        </w:rPr>
      </w:pPr>
    </w:p>
    <w:p w:rsidR="00C85AFD" w:rsidRPr="006613F8" w:rsidRDefault="00C85AFD" w:rsidP="00C85AFD">
      <w:pPr>
        <w:pStyle w:val="libNormal"/>
        <w:rPr>
          <w:rFonts w:cs="Cordia New"/>
          <w:szCs w:val="40"/>
          <w:cs/>
        </w:rPr>
      </w:pPr>
      <w:r w:rsidRPr="00B91120">
        <w:rPr>
          <w:rFonts w:hint="cs"/>
          <w:cs/>
        </w:rPr>
        <w:t>ดังโองการที่ว่า</w:t>
      </w:r>
    </w:p>
    <w:p w:rsidR="00C85AFD" w:rsidRDefault="00C85AFD" w:rsidP="00C85AFD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แท้จริง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เจ้าคือคนที่ต้องตายคนหนึ่งแล้วพวกเขาก็เป็นคนที่ต้องตายด้วย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๕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</w:rPr>
      </w:pPr>
    </w:p>
    <w:p w:rsidR="00C85AFD" w:rsidRPr="001E2B81" w:rsidRDefault="00C85AFD" w:rsidP="00C85AFD">
      <w:pPr>
        <w:pStyle w:val="libNormal"/>
        <w:rPr>
          <w:rFonts w:cs="Times New Roman"/>
          <w:rtl/>
          <w:cs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เป็นกฎของอัลลอฮ์ที่มีแด่บรรดาคนในรุ่นก่อนๆ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และเจ้าจะไม่พบว่ากฎใด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ของอัลลอฮ์มีความเปลี่ยนแปลง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๖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แน่นอนที่สุด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หลังจากท่านได้สิ้นไปแล้วจะต้องมีเหตุหลายประการเกิดขึ้น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ไม่อย่างใดก็อย่างหนึ่ง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ดังต่อไปนี้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6613F8" w:rsidRDefault="00C85AFD" w:rsidP="00C85AFD">
      <w:pPr>
        <w:pStyle w:val="libNormal"/>
      </w:pPr>
      <w:r w:rsidRPr="006613F8">
        <w:rPr>
          <w:rFonts w:hint="cs"/>
          <w:cs/>
        </w:rPr>
        <w:t>๑.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ศาสนาที่จะต้องเลิกล้ม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และบทบัญญัติของอิสลามจะต้องมีอันลบล้างไป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ในเหตุผลที่ว่าตำแหน่งศาสดาเป็นของคู่กับชีวิตของท่านเมื่อสิ้นสูญไปด้วยกันแล้ว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มวลมนุษยชาติก็จะย้อนกลับสู่สภาพที่ไร้อารยธรรมตามเดิม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หรือ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๒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มนุษยชาติถูกทอดทิ้งโดยเจตนา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อยู่กับวัฒนธรรมและการควบคุมบริหารของพวกตนเพราะว่าพวกตนสามารถปกครองพวกกันเองด้วยตัวเองได้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ปล่อยให้พวกเขาดำเนินชีวิตไปตามแบบแผนที่พวกตนกำหนดขึ้นมาเองได้โดยหมดความจำเป็นแก่บทบัญญัติ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ต้องมีผู้ควบคุมผู้อธิบายกฎเกณฑ์ในบทบัญญัตินั้นๆ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และผู้ที่จะคงไว้ซึ่งการกำหนดขอบเขตต่างๆ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ของบทบัญญัติดังกล่าวหรือ</w:t>
      </w:r>
    </w:p>
    <w:p w:rsidR="00C85AFD" w:rsidRDefault="00C85AFD" w:rsidP="00C85AFD">
      <w:pPr>
        <w:pStyle w:val="libNormal"/>
      </w:pPr>
      <w:r>
        <w:rPr>
          <w:rFonts w:hint="cs"/>
          <w:cs/>
        </w:rPr>
        <w:t>----------------------------------</w:t>
      </w:r>
    </w:p>
    <w:p w:rsidR="00C85AFD" w:rsidRPr="00E350DC" w:rsidRDefault="0037569C" w:rsidP="0037569C">
      <w:pPr>
        <w:pStyle w:val="libArFootnote"/>
        <w:bidi w:val="0"/>
      </w:pPr>
      <w:bookmarkStart w:id="12" w:name="_Toc414268880"/>
      <w:r>
        <w:rPr>
          <w:rFonts w:cs="Cordia New" w:hint="cs"/>
          <w:cs/>
          <w:lang w:bidi="th-TH"/>
        </w:rPr>
        <w:t>(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๕</w:t>
      </w:r>
      <w:r>
        <w:rPr>
          <w:rFonts w:cs="Cordia New" w:hint="cs"/>
          <w:szCs w:val="30"/>
          <w:cs/>
          <w:lang w:bidi="th-TH"/>
        </w:rPr>
        <w:t>)</w:t>
      </w:r>
      <w:r w:rsidR="00C85AFD" w:rsidRPr="00E350DC">
        <w:rPr>
          <w:szCs w:val="24"/>
          <w:rtl/>
          <w:cs/>
        </w:rPr>
        <w:t xml:space="preserve"> 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ซูเราะฮ์</w:t>
      </w:r>
      <w:r w:rsidR="00C85AFD" w:rsidRPr="00E350DC">
        <w:rPr>
          <w:szCs w:val="24"/>
          <w:rtl/>
          <w:cs/>
        </w:rPr>
        <w:t xml:space="preserve"> 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อัซ</w:t>
      </w:r>
      <w:r w:rsidR="00C85AFD" w:rsidRPr="00E350DC">
        <w:rPr>
          <w:szCs w:val="24"/>
          <w:rtl/>
          <w:cs/>
        </w:rPr>
        <w:t>-</w:t>
      </w:r>
      <w:r w:rsidR="00E350DC" w:rsidRPr="00E350DC">
        <w:rPr>
          <w:rFonts w:ascii="Angsana New" w:hAnsi="Angsana New" w:cs="Angsana New" w:hint="cs"/>
          <w:szCs w:val="24"/>
          <w:cs/>
          <w:lang w:bidi="th-TH"/>
        </w:rPr>
        <w:t>ซุมัร</w:t>
      </w:r>
      <w:r w:rsidR="00E350DC" w:rsidRPr="00E350DC">
        <w:rPr>
          <w:rFonts w:hint="cs"/>
          <w:szCs w:val="24"/>
        </w:rPr>
        <w:t>:</w:t>
      </w:r>
      <w:r w:rsidR="00C85AFD" w:rsidRPr="00E350DC">
        <w:rPr>
          <w:szCs w:val="24"/>
          <w:rtl/>
          <w:cs/>
        </w:rPr>
        <w:t xml:space="preserve"> 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๓๐</w:t>
      </w:r>
      <w:bookmarkEnd w:id="12"/>
    </w:p>
    <w:p w:rsidR="00C85AFD" w:rsidRPr="00E350DC" w:rsidRDefault="0037569C" w:rsidP="0037569C">
      <w:pPr>
        <w:pStyle w:val="libArFootnote"/>
        <w:bidi w:val="0"/>
      </w:pPr>
      <w:bookmarkStart w:id="13" w:name="_Toc414268881"/>
      <w:r>
        <w:rPr>
          <w:rFonts w:cs="Cordia New" w:hint="cs"/>
          <w:cs/>
          <w:lang w:bidi="th-TH"/>
        </w:rPr>
        <w:t>(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๖</w:t>
      </w:r>
      <w:r>
        <w:rPr>
          <w:rFonts w:cs="Cordia New" w:hint="cs"/>
          <w:szCs w:val="30"/>
          <w:cs/>
          <w:lang w:bidi="th-TH"/>
        </w:rPr>
        <w:t>)</w:t>
      </w:r>
      <w:r w:rsidR="00C85AFD" w:rsidRPr="00E350DC">
        <w:rPr>
          <w:szCs w:val="24"/>
          <w:rtl/>
          <w:cs/>
        </w:rPr>
        <w:t xml:space="preserve"> 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ซูเราะฮ์</w:t>
      </w:r>
      <w:r w:rsidR="00C85AFD" w:rsidRPr="00E350DC">
        <w:rPr>
          <w:szCs w:val="24"/>
          <w:rtl/>
          <w:cs/>
        </w:rPr>
        <w:t xml:space="preserve"> 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อัล</w:t>
      </w:r>
      <w:r w:rsidR="00C85AFD" w:rsidRPr="00E350DC">
        <w:rPr>
          <w:szCs w:val="24"/>
          <w:rtl/>
          <w:cs/>
        </w:rPr>
        <w:t>-</w:t>
      </w:r>
      <w:r w:rsidR="00E350DC" w:rsidRPr="00E350DC">
        <w:rPr>
          <w:rFonts w:ascii="Angsana New" w:hAnsi="Angsana New" w:cs="Angsana New" w:hint="cs"/>
          <w:szCs w:val="24"/>
          <w:cs/>
          <w:lang w:bidi="th-TH"/>
        </w:rPr>
        <w:t>อะห</w:t>
      </w:r>
      <w:r w:rsidR="00E350DC">
        <w:rPr>
          <w:rFonts w:ascii="Angsana New" w:hAnsi="Angsana New" w:cs="Angsana New" w:hint="cs"/>
          <w:szCs w:val="24"/>
          <w:cs/>
          <w:lang w:bidi="th-TH"/>
        </w:rPr>
        <w:t>์</w:t>
      </w:r>
      <w:r w:rsidR="00E350DC" w:rsidRPr="00E350DC">
        <w:rPr>
          <w:rFonts w:ascii="Angsana New" w:hAnsi="Angsana New" w:cs="Angsana New" w:hint="cs"/>
          <w:szCs w:val="24"/>
          <w:cs/>
          <w:lang w:bidi="th-TH"/>
        </w:rPr>
        <w:t>ซาบ</w:t>
      </w:r>
      <w:r w:rsidR="00E350DC" w:rsidRPr="00E350DC">
        <w:rPr>
          <w:rFonts w:hint="cs"/>
          <w:szCs w:val="24"/>
        </w:rPr>
        <w:t>:</w:t>
      </w:r>
      <w:r w:rsidR="00C85AFD" w:rsidRPr="00E350DC">
        <w:rPr>
          <w:szCs w:val="24"/>
          <w:rtl/>
          <w:cs/>
        </w:rPr>
        <w:t xml:space="preserve"> 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๖๒</w:t>
      </w:r>
      <w:bookmarkEnd w:id="13"/>
    </w:p>
    <w:p w:rsidR="00C85AFD" w:rsidRDefault="00C85AFD" w:rsidP="00C85AFD">
      <w:pPr>
        <w:pStyle w:val="libNormal"/>
        <w:rPr>
          <w:cs/>
        </w:rPr>
      </w:pPr>
    </w:p>
    <w:p w:rsidR="00C85AFD" w:rsidRPr="006613F8" w:rsidRDefault="00C85AFD" w:rsidP="00C85AFD">
      <w:pPr>
        <w:rPr>
          <w:rFonts w:ascii="Angsana New" w:hAnsi="Angsana New" w:cs="Cordia New"/>
          <w:sz w:val="32"/>
          <w:szCs w:val="30"/>
          <w:lang w:bidi="th-TH"/>
        </w:rPr>
      </w:pPr>
      <w:r>
        <w:rPr>
          <w:rtl/>
          <w:cs/>
        </w:rPr>
        <w:br w:type="page"/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lastRenderedPageBreak/>
        <w:t>๓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มิฉะนั้นประชาชาติในสมัยหลังจากท่านศาสดา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มีอิสระใน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การตัดสินใจได้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โดยที่ประชาชนร่วมกันลงคะแนนเสียงเลือกอิมามขึ้นมาทำหน้าที่เป็นผู้ควบคุมพวกตนเองได้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หรือ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๔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จะต้องมีการแต่งตั้งผู้ดำรงตำแหน่งอิมามสำหรับประชาชาติไว้เพื่อดำรงไว้ซึ่งทางนำสำหรับพวกเขาเหล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และสั่งให้คนเหล่านั้นปฏิบัติตามและเคารพเชื่อฟัง</w:t>
      </w:r>
    </w:p>
    <w:p w:rsidR="00C85AFD" w:rsidRPr="006613F8" w:rsidRDefault="00C85AFD" w:rsidP="00C85AFD">
      <w:pPr>
        <w:pStyle w:val="libNormal"/>
        <w:ind w:firstLine="0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หากเราจะพิจารณาให้ถ่องแท้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เราจะต้องถอนความรู้สึกนิยมการถือฝักฝ่ายอันน่าชังออกไปเสียก่อน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แล้วเราค่อยวิเคราะห์แต่ละข้อด้วยเหตุผล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แน่นอนที่สุด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เราจะพบว่าความในข้อแรกที่ว่า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บทบัญญัติต้องมีอันล้มเลิกนั้น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ผิดพลาดอย่างแน่นอน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เพราะว่าอิสลามคือบทบัญญัติสุดท้ายที่สมบูรณ์แบบ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เป็นมาตรการที่อัลลอฮ์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ทรงประทานมาเพื่อมนุษย์ทั้งมวล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ดังโองการที่ว่า</w:t>
      </w:r>
      <w:r w:rsidRPr="00B91120">
        <w:rPr>
          <w:cs/>
        </w:rPr>
        <w:t xml:space="preserve"> :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แท้จริงศาสนาของอัลลอฮ์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คืออัล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อิสลาม</w:t>
      </w:r>
      <w:r w:rsidRPr="00B91120">
        <w:rPr>
          <w:rFonts w:cs="Times New Roman" w:hint="eastAsia"/>
          <w:lang w:bidi="ar-SA"/>
        </w:rPr>
        <w:t>”</w:t>
      </w:r>
    </w:p>
    <w:p w:rsidR="00C85AFD" w:rsidRPr="006613F8" w:rsidRDefault="00C85AFD" w:rsidP="00C85AFD">
      <w:pPr>
        <w:pStyle w:val="libNormal"/>
        <w:rPr>
          <w:rFonts w:cs="Cordia New"/>
          <w:szCs w:val="40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ฉะนั้นถ้าหากว่า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บทบัญญัติของท่านศาสดามุฮัมมัด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อันควรค่าแก่การยกย่องนี้เป็นของที่อยู่กันกับชีวิตของท่านศาสนทูตแห่งอัลลอฮ์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เท่านั้น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ศาสนานี้ต้องมีความบกพร่อง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เพราะว่า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การเผยแพร่ยังมิได้ควบคุมไปยังมวลมนุษย์อีกเป็นจำนวนมหาศาลและยังมิได้เข้าใจกระจ่างแจ้งถึงวิถีทางนำอันถูกต้องและปลอดภัย</w:t>
      </w:r>
    </w:p>
    <w:p w:rsidR="00E350DC" w:rsidRDefault="00E350DC" w:rsidP="00C85AFD">
      <w:pPr>
        <w:pStyle w:val="libNormal"/>
        <w:ind w:firstLine="0"/>
      </w:pPr>
    </w:p>
    <w:p w:rsidR="00E350DC" w:rsidRDefault="00E350DC" w:rsidP="00C85AFD">
      <w:pPr>
        <w:pStyle w:val="libNormal"/>
        <w:ind w:firstLine="0"/>
      </w:pPr>
    </w:p>
    <w:p w:rsidR="00E350DC" w:rsidRPr="006613F8" w:rsidRDefault="00E350DC" w:rsidP="00C85AFD">
      <w:pPr>
        <w:pStyle w:val="libNormal"/>
        <w:ind w:firstLine="0"/>
        <w:rPr>
          <w:rFonts w:cs="Times New Roman"/>
          <w:rtl/>
          <w:cs/>
          <w:lang w:bidi="ar-SA"/>
        </w:rPr>
      </w:pP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จุดบกพร่องอีกประการหนึ่งก็คือ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งานเสียสละอันยิ่งใหญ่ที่ท่านนบี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ได้ทุ่มเทเพื่อศาสนานี้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เป็นมรดกที่ยิ่งใหญ่ที่ท่านได้มอบไว้แก่ศาสดานี้อีกทั้งยังปล่อยให้เป็นอิสระแก่คนรุ่นหลังที่จะพิทักษ์ปกป้องหรือไม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แต่ถ้าเราพิจารณาดูผู้ก่อตั้งแนวคิดทางการเมืองและลัทธิความเชื่อทั้งหลายแล้ว</w:t>
      </w:r>
      <w:r w:rsidRPr="00B91120">
        <w:rPr>
          <w:cs/>
        </w:rPr>
        <w:t xml:space="preserve"> 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จะพบว่าคนเหล่านั้นวางพื้นฐานรองรับแนวความคิดของพวกตน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และกำหนดแนวทางไว้ให้ยืนยาวสำหรับประชาชนในทุกยุคทุกสมัยต่อๆมา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ไม่จำเป็นต้องหาเหตุผลหักล้างข้อความในแง่นี้ให้ยืดยาวแต่อย่างใด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เพราะมันหมายถึงความผิดพลาดอย่างเห็นได้ชัด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และคงไม่มีใครเห็นด้วยเลย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ไม่ว่าจะเป็นคนในศาสนานี้หรือไม่ก็ตาม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เหตุผลตามข้อ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๒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ที่ว่า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ท่านได้ละทิ้งประชาชาติอิสลามโดยเจตนาให้พวกเขาบริหารกิจการกันเองก็ยิ่งผิดพลาดมากกว่าข้อ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เพราะทหารไม่อาจดำรงอยู่ได้โดยไม่มีผู้บังคับบัญชาและกำกับการ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ประชาชนก็ขาดเสียมิได้ซึ่งหัวหน้าบริหารกิจการและพิทักษ์รักษาสิทธิ์ต่างๆ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ยิ่งกว่านั้น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แม้กระทั่งร่างกายเล็กๆ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ของเรานี้</w:t>
      </w:r>
      <w:r>
        <w:t xml:space="preserve"> </w:t>
      </w:r>
      <w:r w:rsidRPr="00B91120">
        <w:rPr>
          <w:rFonts w:hint="cs"/>
          <w:cs/>
        </w:rPr>
        <w:t>อัลลอฮ์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ก็ทรงกำหนดให้มีศูนย์ควบคุม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และหัวหน้าเอาไว้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นั่นคือ</w:t>
      </w:r>
      <w:r w:rsidRPr="00B91120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หัวใจ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และศูนย์สมองความรู้สึกสัมผัสต่าง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ทั่วสารพางค์ล้วนมีศูนย์กลางอยู่ที่หัวใจและศูนย์สมองทั้งสิ้น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เป็นไปได้อย่างไรที่ว่า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ท่านศาสนทูตแห่งอัลลอฮ์</w:t>
      </w:r>
      <w:r w:rsidRPr="00B91120">
        <w:rPr>
          <w:cs/>
        </w:rPr>
        <w:t xml:space="preserve"> 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จะทอดทิ้งมนุษย์ทั้งหลายโดยเจตนาให้พวกเขาดำเนินการกันไปเองตามธรรมชาติหรือความสามารถของพวกเขาเองโดยที่ท่านได้ให้บรรดาสาวก</w:t>
      </w:r>
    </w:p>
    <w:p w:rsidR="00E350DC" w:rsidRDefault="00E350DC" w:rsidP="00C85AFD">
      <w:pPr>
        <w:pStyle w:val="libNormal"/>
      </w:pPr>
    </w:p>
    <w:p w:rsidR="00C85AFD" w:rsidRDefault="00C85AFD" w:rsidP="00C85AFD">
      <w:pPr>
        <w:pStyle w:val="libNormal"/>
        <w:rPr>
          <w:cs/>
        </w:rPr>
      </w:pP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cs/>
        </w:rPr>
        <w:lastRenderedPageBreak/>
        <w:t xml:space="preserve"> </w:t>
      </w:r>
      <w:r w:rsidRPr="00B91120">
        <w:rPr>
          <w:rFonts w:hint="cs"/>
          <w:cs/>
        </w:rPr>
        <w:t>และประชาชาติในยุคที่ติดตามมา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ได้รับพรอันสูงส่งทางด้านวิชาความรู้และการรู้จักพระผู้เป็นเจ้าจนสามารถดำรงอยู่ได้โดยไม่จำเป็นต้องมีผู้ชี้นำและผู้ปกคร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เนื่องจากทุกคนเคยใกล้ชิดท่านศาสนทูตแห่งอัลลอฮ์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แล้วได้รับเอาทุกสิ่งทุกอย่างมาจากท่านด้วยกัน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แล้วอะไรจะเกิดขึ้นกับประชาชนในเมืองอื่นๆ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ที่อยู่ห่างไกลออกไป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ทำอย่างไรจะให้คนในเมืองนั้นๆ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ได้มีผู้สอนศาสนาอธิบายบทบัญญัติและควบคุมให้อยู่ในกฎเกณฑ์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และขัดขวางบรรดาผู้ละเมิดตลอดทั้งต่อต้านกับพวกมิจฉาทิฎฐิ</w:t>
      </w:r>
      <w:r w:rsidRPr="00B91120">
        <w:rPr>
          <w:cs/>
        </w:rPr>
        <w:t xml:space="preserve"> (</w:t>
      </w:r>
      <w:r w:rsidRPr="00B91120">
        <w:rPr>
          <w:rFonts w:hint="cs"/>
          <w:cs/>
        </w:rPr>
        <w:t>กาฟิร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ใช่อาจเป็นอย่างนี้ได้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ถ้าหากอัลลอฮ์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ทรงเปลี่ยนธรรมชาติของมนุษย์ให้เป็นธรรมชาติของมะลาอิกะฮ์และให้พวกเขาพำนักในโลกนี้เยี่ยงการพำนักในชั้นฟ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อยู่ในระดับสูงเกินกว่าที่จะตั้งข้อกล่าวหาและประเสริฐจนพ้นสภาพที่จะทรยศฝ่าฝืนได้อีก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คำตอบสำหรับเหตุผลตามข้อ๓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ที่ว่าให้ประชาชาติอิสลามเลือกผู้ปกครองของพวกตนกันเองก็คือ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เป็นไปไม่ได้ที่จะให้ประชาชนร่วมกันลงมติเลือกคนใดคนหนึ่งขึ้นมา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ถึงแม้คนๆ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นั้น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จะมีความพร้อมบริบูรณ์และมีความรู้ที่สุดแล้วก็ตาม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จะเป็นไปได้อย่างไรที่ประชาชนทุกคนจะร่วมกันลงมติเลือกคนๆ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เดียวกัน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ในเมื่อต่างคนต่างก็มีความคิดเห็นและทัศนะทางด้านนโยบายแตกต่างกันทั้งนั้น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ปัจจุบันเป็นสมัยที่มีการปกครองกันในระบอบประชาธิปไตย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ประชาชนสามารถเลือกผู้แทนของตน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และพวกเขาก็เข้าไปเลือกรัฐบาลโดยได้รับการสนับสนุนจากประชาชนอย่างถูกต้อง</w:t>
      </w:r>
    </w:p>
    <w:p w:rsidR="00C85AFD" w:rsidRDefault="00C85AFD" w:rsidP="00C85AFD">
      <w:pPr>
        <w:pStyle w:val="libNormal"/>
        <w:rPr>
          <w:cs/>
        </w:rPr>
      </w:pPr>
      <w:r w:rsidRPr="00B91120">
        <w:rPr>
          <w:rFonts w:hint="cs"/>
          <w:cs/>
        </w:rPr>
        <w:t>แต่พร้อมกันนั้น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เราก็พบว่าในทุกประเทศจะมีแต่ปัญหาความขัดแย้งกันเอง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และพบว่ามีผู้ตั้งตัวขึ้นเป็นฝ่ายค้านทางการเมืองกับรัฐบาลในทุก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ประเด็น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ะพบว่าตามหน้าหนังสือพิมพ์ล้วนมีการโต้แย้งและขัดค้านการดำเนินงานของรัฐบาลมีการโจมตีกันอย่างมากมาย</w:t>
      </w: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cs/>
        </w:rPr>
        <w:lastRenderedPageBreak/>
        <w:t xml:space="preserve"> </w:t>
      </w:r>
      <w:r w:rsidRPr="00B91120">
        <w:rPr>
          <w:rFonts w:hint="cs"/>
          <w:cs/>
        </w:rPr>
        <w:t>จนกระทั่งรัฐบาลนั้นถูกล้มไปก็จะมีการเลือกตั้งครั้งใหม่กันอีก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ในรูปแบบเดียวกันกับที่ผ่านมาแล้วในอดีต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ในหมู่ผู้แทนก็จะมีการแบ่งฝักฝ่ายกันไปตามที่ประชาชนเลือกเข้ามา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และถึงแม้จะเป็นที่ถูกใจของฝ่ายที่คัดค้านในอดีตแต่ก็ยังขัดแย้งกับฝ่ายค้านอีกกลุ่มหนึ่งต่อไป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เพราะแต่ละฝ่ายต่างก็มีหนังสือพิมพ์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มีพรรคการเมืองสนับสนุนบางครั้งการขัดแย้งก็มิได้น้อยไปกว่าคราวก่อนๆ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เลย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เมื่อเป็นเช่นนี้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ประชาชนไม่สามารถจะร่วมกันลงมติเลือกบุคคลใดๆ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ที่แน่นอนขึ้นมาได้ถึงแม้คนๆ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นั้นจะเป็นผู้มีความดีเด่นและความรอบรู้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สักเพียงใดก็ตามต่อให้พวกเขาร่วมกันคัดเลือกทั้งทางทิศตะวันออกสุดจนถึงทิศตะวันตกสุด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การเลือกของพวกเขาจะดีไปกว่าการเลือกของอัลลอฮ์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E350DC" w:rsidRPr="00B91120">
        <w:rPr>
          <w:rFonts w:hint="cs"/>
          <w:cs/>
        </w:rPr>
        <w:t xml:space="preserve">) </w:t>
      </w:r>
      <w:r w:rsidR="00435B83" w:rsidRPr="00B91120">
        <w:rPr>
          <w:rFonts w:hint="cs"/>
          <w:cs/>
        </w:rPr>
        <w:t>กระนั้นหรือ</w:t>
      </w:r>
      <w:r w:rsidR="00435B83" w:rsidRPr="00B91120">
        <w:rPr>
          <w:rFonts w:hint="cs"/>
        </w:rPr>
        <w:t>?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ความคิดเห็นของพวกเขาจะดีกว่าทัศนะของอัลลอฮ์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กระนั้นหรือ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 xml:space="preserve">? </w:t>
      </w:r>
      <w:r w:rsidRPr="00B91120">
        <w:rPr>
          <w:rFonts w:hint="cs"/>
          <w:cs/>
        </w:rPr>
        <w:t>อัซตัฆฟิรุลลอฮ์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ข้าขออภัยโทษต่ออัลลอฮ์</w:t>
      </w:r>
      <w:r w:rsidRPr="00B91120">
        <w:rPr>
          <w:cs/>
        </w:rPr>
        <w:t>)</w:t>
      </w:r>
      <w:r>
        <w:t xml:space="preserve"> </w:t>
      </w:r>
      <w:r w:rsidRPr="00B91120">
        <w:rPr>
          <w:rFonts w:hint="cs"/>
          <w:cs/>
        </w:rPr>
        <w:t>ข้าพเจ้าเชื่อว่าไม่มีมุสลิมคนใดกล้าพูดเช่นนั้น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เพราะคนเราไม่ว่าจะมีความรู้ลึกซึ้งมากมายแค่ไหน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ก็ยังมีการตัดสินใจผิดพลาดได้เสมอ</w:t>
      </w:r>
      <w:r w:rsidRPr="00B91120">
        <w:rPr>
          <w:cs/>
        </w:rPr>
        <w:t xml:space="preserve"> 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ยกตัวอย่าง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ท่านนบีมูซา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บินอิมรอน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ตามโองการที่ว่า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และมูซาได้คัดเลือกพวกของตน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๗๐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คนเนื่องในการกำหนดเวลาของเรา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๗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โดยเชื่อว่าคนเหล่านั้นเป็นคนดีที่สุดในประชาชาติของท่าน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แต่แล้วการสนทนาของคนเหล่านั้นมีต่อท่านตอนหนึ่งว่า</w:t>
      </w:r>
      <w:r w:rsidRPr="00B91120">
        <w:rPr>
          <w:cs/>
        </w:rPr>
        <w:t xml:space="preserve"> :</w:t>
      </w:r>
    </w:p>
    <w:p w:rsidR="00C85AFD" w:rsidRDefault="00C85AFD" w:rsidP="00C85AFD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เราจะไม่ศรัทธากับท่านจนกว่าเราจะเห็นอัลลอฮ์</w:t>
      </w:r>
      <w:r w:rsidRPr="00B91120">
        <w:rPr>
          <w:cs/>
        </w:rPr>
        <w:t xml:space="preserve"> 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อย่างชัดเจน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๘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  <w:rPr>
          <w:cs/>
        </w:rPr>
      </w:pPr>
      <w:r>
        <w:rPr>
          <w:rFonts w:hint="cs"/>
          <w:cs/>
        </w:rPr>
        <w:t>-------------------------------------</w:t>
      </w:r>
    </w:p>
    <w:p w:rsidR="00C85AFD" w:rsidRPr="00E350DC" w:rsidRDefault="0037569C" w:rsidP="0037569C">
      <w:pPr>
        <w:pStyle w:val="libArFootnote"/>
        <w:bidi w:val="0"/>
      </w:pPr>
      <w:bookmarkStart w:id="14" w:name="_Toc414268882"/>
      <w:r>
        <w:rPr>
          <w:rFonts w:cs="Cordia New" w:hint="cs"/>
          <w:cs/>
          <w:lang w:bidi="th-TH"/>
        </w:rPr>
        <w:t>(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๗</w:t>
      </w:r>
      <w:r>
        <w:rPr>
          <w:rFonts w:cs="Cordia New" w:hint="cs"/>
          <w:szCs w:val="30"/>
          <w:cs/>
          <w:lang w:bidi="th-TH"/>
        </w:rPr>
        <w:t>)</w:t>
      </w:r>
      <w:r w:rsidR="00C85AFD" w:rsidRPr="00E350DC">
        <w:rPr>
          <w:szCs w:val="24"/>
          <w:rtl/>
          <w:cs/>
        </w:rPr>
        <w:t xml:space="preserve"> 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ซูเราะฮ์อัล</w:t>
      </w:r>
      <w:r w:rsidR="00C85AFD" w:rsidRPr="00E350DC">
        <w:rPr>
          <w:szCs w:val="24"/>
          <w:rtl/>
          <w:cs/>
        </w:rPr>
        <w:t>-</w:t>
      </w:r>
      <w:r w:rsidR="00E350DC" w:rsidRPr="00E350DC">
        <w:rPr>
          <w:rFonts w:ascii="Angsana New" w:hAnsi="Angsana New" w:cs="Angsana New" w:hint="cs"/>
          <w:szCs w:val="24"/>
          <w:cs/>
          <w:lang w:bidi="th-TH"/>
        </w:rPr>
        <w:t>อะอ</w:t>
      </w:r>
      <w:r w:rsidR="00E350DC">
        <w:rPr>
          <w:rFonts w:ascii="Angsana New" w:hAnsi="Angsana New" w:cs="Angsana New" w:hint="cs"/>
          <w:szCs w:val="24"/>
          <w:cs/>
          <w:lang w:bidi="th-TH"/>
        </w:rPr>
        <w:t>์</w:t>
      </w:r>
      <w:r w:rsidR="00E350DC" w:rsidRPr="00E350DC">
        <w:rPr>
          <w:rFonts w:ascii="Angsana New" w:hAnsi="Angsana New" w:cs="Angsana New" w:hint="cs"/>
          <w:szCs w:val="24"/>
          <w:cs/>
          <w:lang w:bidi="th-TH"/>
        </w:rPr>
        <w:t>รอฟ</w:t>
      </w:r>
      <w:r w:rsidR="00E350DC" w:rsidRPr="00E350DC">
        <w:rPr>
          <w:rFonts w:hint="cs"/>
          <w:szCs w:val="24"/>
        </w:rPr>
        <w:t>:</w:t>
      </w:r>
      <w:r w:rsidR="00C85AFD" w:rsidRPr="00E350DC">
        <w:rPr>
          <w:szCs w:val="24"/>
          <w:rtl/>
          <w:cs/>
        </w:rPr>
        <w:t xml:space="preserve"> 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๑๕๕</w:t>
      </w:r>
      <w:bookmarkEnd w:id="14"/>
    </w:p>
    <w:p w:rsidR="00C85AFD" w:rsidRPr="00E350DC" w:rsidRDefault="0037569C" w:rsidP="0037569C">
      <w:pPr>
        <w:pStyle w:val="libArFootnote"/>
        <w:bidi w:val="0"/>
        <w:rPr>
          <w:szCs w:val="24"/>
          <w:rtl/>
          <w:cs/>
        </w:rPr>
      </w:pPr>
      <w:bookmarkStart w:id="15" w:name="_Toc414268883"/>
      <w:r>
        <w:rPr>
          <w:rFonts w:cs="Cordia New" w:hint="cs"/>
          <w:cs/>
          <w:lang w:bidi="th-TH"/>
        </w:rPr>
        <w:t>(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๘</w:t>
      </w:r>
      <w:r>
        <w:rPr>
          <w:rFonts w:cs="Cordia New" w:hint="cs"/>
          <w:szCs w:val="30"/>
          <w:cs/>
          <w:lang w:bidi="th-TH"/>
        </w:rPr>
        <w:t>)</w:t>
      </w:r>
      <w:r w:rsidR="00C85AFD" w:rsidRPr="00E350DC">
        <w:rPr>
          <w:szCs w:val="24"/>
          <w:rtl/>
          <w:cs/>
        </w:rPr>
        <w:t xml:space="preserve"> 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ซูเราะฮ์อัล</w:t>
      </w:r>
      <w:r w:rsidR="00C85AFD" w:rsidRPr="00E350DC">
        <w:rPr>
          <w:szCs w:val="24"/>
          <w:rtl/>
          <w:cs/>
        </w:rPr>
        <w:t>-</w:t>
      </w:r>
      <w:r w:rsidR="00E350DC" w:rsidRPr="00E350DC">
        <w:rPr>
          <w:rFonts w:ascii="Angsana New" w:hAnsi="Angsana New" w:cs="Angsana New" w:hint="cs"/>
          <w:szCs w:val="24"/>
          <w:cs/>
          <w:lang w:bidi="th-TH"/>
        </w:rPr>
        <w:t>บะเกาะเราะฮ์</w:t>
      </w:r>
      <w:r w:rsidR="00E350DC" w:rsidRPr="00E350DC">
        <w:rPr>
          <w:rFonts w:hint="cs"/>
          <w:szCs w:val="24"/>
        </w:rPr>
        <w:t>:</w:t>
      </w:r>
      <w:r w:rsidR="00C85AFD" w:rsidRPr="00E350DC">
        <w:rPr>
          <w:szCs w:val="24"/>
          <w:rtl/>
          <w:cs/>
        </w:rPr>
        <w:t xml:space="preserve"> </w:t>
      </w:r>
      <w:r w:rsidR="00C85AFD" w:rsidRPr="00E350DC">
        <w:rPr>
          <w:rFonts w:ascii="Angsana New" w:hAnsi="Angsana New" w:cs="Angsana New" w:hint="cs"/>
          <w:szCs w:val="24"/>
          <w:cs/>
          <w:lang w:bidi="th-TH"/>
        </w:rPr>
        <w:t>๕๕</w:t>
      </w:r>
      <w:bookmarkEnd w:id="15"/>
    </w:p>
    <w:p w:rsidR="00C85AFD" w:rsidRDefault="00C85AFD" w:rsidP="00C85AFD">
      <w:pPr>
        <w:rPr>
          <w:rFonts w:ascii="Angsana New" w:hAnsi="Angsana New" w:cs="Angsana New"/>
          <w:sz w:val="28"/>
          <w:szCs w:val="28"/>
          <w:cs/>
          <w:lang w:bidi="th-TH"/>
        </w:rPr>
      </w:pPr>
      <w:r>
        <w:rPr>
          <w:rtl/>
          <w:cs/>
        </w:rPr>
        <w:br w:type="page"/>
      </w:r>
    </w:p>
    <w:p w:rsidR="00C85AFD" w:rsidRPr="003A71E4" w:rsidRDefault="00C85AFD" w:rsidP="00C85AFD">
      <w:pPr>
        <w:pStyle w:val="libNormal"/>
        <w:ind w:firstLine="0"/>
        <w:rPr>
          <w:rFonts w:cs="Cordia New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และการตักเตือนใดๆของท่านนบีมูซา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ที่มีต่อพวกเขาก็ไม่เกิดประโยชน์อันใดจนถึงกับมีเสียงกัมปนาทแห่งการลงโทษมาคร่าชีวิตของพวกเขาไปเลยเหตุผลที่แฝงเร้นอยู่ก็คือความไม่อยู่ในหลักเกณฑ์ของพวกเขาในการตัดสินใจเลือกนั่นเ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เพราะมิได้ถูกต้องตรงกับสาวกที่มีคุณสมบัติ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ประเสริฐสุดของท่านจริงๆ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ทั้งๆ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ที่ท่านเองก็เป็นถึงศาสดาที่พระเจ้าส่งมา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เรื่องการเลือกอิมาม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เป็นหน้าที่อย่างใดอย่างหนึ่งโดยเฉพาะของอัลลอฮ์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ดังโองการที่ว่า</w:t>
      </w:r>
      <w:r w:rsidRPr="00B91120">
        <w:rPr>
          <w:cs/>
        </w:rPr>
        <w:t xml:space="preserve"> :</w:t>
      </w:r>
    </w:p>
    <w:p w:rsidR="00C85AFD" w:rsidRDefault="00C85AFD" w:rsidP="00C85AFD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และพระผู้อภิบาลของเจ้าทรงสร้างและทรงคัดเลือกตามที่พระองค์ทรงประสงค์อันว่าการคัดเลือกมิได้เป็นเรื่องของพวกเขา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๙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เพราะเป็นกิจการภายในศาสนาข้อสำคัญที่สุดข้อหนึ่งในเรื่องศาสนานั้นมวลประชาชาติไม่มีสิทธิในการแสดงความคิดเห็นเช่นในเรื่องจำนวนครั้งของรอกะอัต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ในการนมาซ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และพระองค์มิได้ปรึกษาหารือกับมนุษย์ในเรื่องอัตราการจ่ายทรัพย์สิน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ซะกาต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และความรู้ต่างๆ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ของอิสลามก็มิได้ถ่ายทอดออกมาจากความคิดของพวกเขาด้วย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ทั้งนี้รวมไปถึงบทบัญญัติว่า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อะไรเป็นของอนุญาต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อะไรเป็นของต้องห้าม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ยิ่งไปกว่านั้นในเรื่องเหล่านี้อัลลอฮ์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ทรงบัญชา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และวางกฎข้อบังคับให้พวกเขาถือหลักปฏิบัติด้วยพระองค์เองทั้งสิ้น</w:t>
      </w:r>
    </w:p>
    <w:p w:rsidR="00C85AFD" w:rsidRPr="00E350DC" w:rsidRDefault="00E350DC" w:rsidP="00C85AFD">
      <w:pPr>
        <w:pStyle w:val="libNormal"/>
        <w:rPr>
          <w:rFonts w:cs="Cordia New"/>
        </w:rPr>
      </w:pPr>
      <w:r>
        <w:rPr>
          <w:rFonts w:cs="Cordia New" w:hint="cs"/>
          <w:cs/>
        </w:rPr>
        <w:t>-------------------------------------------------</w:t>
      </w:r>
    </w:p>
    <w:p w:rsidR="00C85AFD" w:rsidRPr="00E350DC" w:rsidRDefault="00C85AFD" w:rsidP="0037569C">
      <w:pPr>
        <w:pStyle w:val="libArFootnote"/>
        <w:bidi w:val="0"/>
      </w:pPr>
      <w:r w:rsidRPr="00E350DC">
        <w:t xml:space="preserve"> </w:t>
      </w:r>
      <w:bookmarkStart w:id="16" w:name="_Toc414268884"/>
      <w:r w:rsidR="0037569C">
        <w:rPr>
          <w:rFonts w:cs="Cordia New" w:hint="cs"/>
          <w:cs/>
          <w:lang w:bidi="th-TH"/>
        </w:rPr>
        <w:t>(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๙</w:t>
      </w:r>
      <w:r w:rsidR="0037569C">
        <w:rPr>
          <w:rFonts w:cs="Cordia New" w:hint="cs"/>
          <w:szCs w:val="30"/>
          <w:cs/>
          <w:lang w:bidi="th-TH"/>
        </w:rPr>
        <w:t>)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ซูเราะฮ์อัล</w:t>
      </w:r>
      <w:r w:rsidRPr="00E350DC">
        <w:rPr>
          <w:szCs w:val="24"/>
          <w:rtl/>
          <w:cs/>
        </w:rPr>
        <w:t>-</w:t>
      </w:r>
      <w:r w:rsidR="00E350DC" w:rsidRPr="00E350DC">
        <w:rPr>
          <w:rFonts w:ascii="Angsana New" w:hAnsi="Angsana New" w:cs="Angsana New" w:hint="cs"/>
          <w:szCs w:val="24"/>
          <w:cs/>
          <w:lang w:bidi="th-TH"/>
        </w:rPr>
        <w:t>เกาะศ็อศ</w:t>
      </w:r>
      <w:r w:rsidR="00E350DC" w:rsidRPr="00E350DC">
        <w:rPr>
          <w:rFonts w:hint="cs"/>
          <w:szCs w:val="24"/>
        </w:rPr>
        <w:t>: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๖๘</w:t>
      </w:r>
      <w:bookmarkEnd w:id="16"/>
    </w:p>
    <w:p w:rsidR="00C85AFD" w:rsidRDefault="00C85AFD" w:rsidP="00C85AFD">
      <w:pPr>
        <w:rPr>
          <w:rFonts w:ascii="Angsana New" w:hAnsi="Angsana New" w:cs="Angsana New"/>
          <w:sz w:val="28"/>
          <w:szCs w:val="28"/>
          <w:lang w:bidi="th-TH"/>
        </w:rPr>
      </w:pPr>
      <w:r>
        <w:br w:type="page"/>
      </w:r>
    </w:p>
    <w:p w:rsidR="00C85AFD" w:rsidRPr="00B91120" w:rsidRDefault="00C85AFD" w:rsidP="00C85AFD">
      <w:pPr>
        <w:pStyle w:val="libFootnote"/>
        <w:rPr>
          <w:rFonts w:cs="Times New Roman"/>
          <w:lang w:bidi="ar-SA"/>
        </w:rPr>
      </w:pPr>
    </w:p>
    <w:p w:rsidR="00C85AFD" w:rsidRDefault="00C85AFD" w:rsidP="00C85AFD">
      <w:pPr>
        <w:pStyle w:val="Heading1"/>
      </w:pPr>
      <w:bookmarkStart w:id="17" w:name="_Toc414268885"/>
      <w:r w:rsidRPr="00B91120">
        <w:rPr>
          <w:rFonts w:hint="cs"/>
          <w:cs/>
        </w:rPr>
        <w:t>ตำแหน่งอิมามได้รับการยืนยันด้วยอะไร</w:t>
      </w:r>
      <w:bookmarkEnd w:id="17"/>
    </w:p>
    <w:p w:rsidR="00C85AFD" w:rsidRPr="001E2B81" w:rsidRDefault="00C85AFD" w:rsidP="00C85AFD">
      <w:pPr>
        <w:pStyle w:val="libNormal"/>
      </w:pPr>
    </w:p>
    <w:p w:rsidR="00C85AFD" w:rsidRDefault="00C85AFD" w:rsidP="00C85AFD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ตำแหน่งอิมาม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ได้รับการยืนยันโดยสิ่งสำคัญสองประการ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นั่นคือข้อบัญญัติจากอัล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และจากท่านศาสนทูตแห่งอัลลอฮ์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เกี่ยวกับเรื่อง</w:t>
      </w:r>
      <w:r w:rsidRPr="00B91120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อิมาม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ที่มีมากมายหลายประการ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ดังที่ท่านจะได้อ่านข้อบัญญัติของ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อัลกุรอานและจากท่านศาสนทูต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เป็นจำนวนมากในเรื่องของ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ท่านอะมีรุลมุมินีน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อิน</w:t>
      </w:r>
      <w:r>
        <w:rPr>
          <w:rFonts w:hint="cs"/>
          <w:cs/>
        </w:rPr>
        <w:t>ช</w:t>
      </w:r>
      <w:r w:rsidRPr="00B91120">
        <w:rPr>
          <w:rFonts w:hint="cs"/>
          <w:cs/>
        </w:rPr>
        <w:t>าอัลลอฮ์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หากอัลลอฮ์ทรงประสงค์</w:t>
      </w:r>
      <w:r w:rsidRPr="00B91120">
        <w:rPr>
          <w:cs/>
        </w:rPr>
        <w:t xml:space="preserve">) 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ขณะเดียวกัน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ประวัติศาสตร์ก็ได้บันทึกถึงความยิ่งใหญ่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และคุณสมบัติพิเศษต่างๆ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มากมายของท่าน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>
        <w:rPr>
          <w:rFonts w:hint="cs"/>
          <w:cs/>
        </w:rPr>
        <w:t>ใน</w:t>
      </w:r>
      <w:r w:rsidRPr="00B91120">
        <w:rPr>
          <w:rFonts w:hint="cs"/>
          <w:cs/>
        </w:rPr>
        <w:t>ปัจจุบันนี้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ท่านอิมามอะลี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บินอะบีฎอลิบ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ได้จากไปแล้ว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ศตวรรษ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แต่เราก็ยังสามารถศึกษาคำเทศนาทุกๆ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บทได้ในหนังสือนะฮ์ญุลบะลาเฆาะฮ์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แม้กระทั่งในทุกบทตอนของการปราศรัยในที่ต่างๆ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นอกจากนี้ท่านอิมาม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ก็ยังมีการตอบคำถาม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และการตัดสินคดีความซึ่งท่านอิมามอะลี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ยังรู้คำตอบของคดีนั้นอย่างสมบูรณ์ก่อนแล้วขนาดที่ถ้าหากคนทั่วไปทั้งหมดร่วมกันนำเอาคำตอบข้อใดข้อหนึ่งของท่านมาพิจารณาหรือค้นคว้าในคำตัดสินคดีความของท่านเพื่อที่จะหาเหตุผลหักล้าง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แน่นอนคนทั้งหลายก็ไม่มีความสามารถจะกระทำได้เลย</w:t>
      </w:r>
    </w:p>
    <w:p w:rsidR="00C85AFD" w:rsidRDefault="00C85AFD" w:rsidP="00C85AFD">
      <w:pPr>
        <w:pStyle w:val="libNormal"/>
        <w:rPr>
          <w:cs/>
        </w:rPr>
      </w:pPr>
      <w:r w:rsidRPr="00B91120">
        <w:rPr>
          <w:rFonts w:hint="cs"/>
          <w:cs/>
        </w:rPr>
        <w:t>ในเมื่อตำแหน่งอิมามของท่านอะมีรุลมุมินีน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ได้รับการยืนยันโดยข้อบัญญัติของท่านศาสนทูตแห่งอัลลอฮ์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และโดยการสำแดงความมหัศจรรย์ออกมาด้วยตัวของท่านเองแล้ว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ตำแหน่งอิมามของบรรดาลูกหลานของท่าน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ก็ได้รับการยืนยันโดยข้อบัญญัติของท่านศาสนทูตแห่งอัลลอฮ์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ะข้อบัญญัติของแต่ละท่านที่มีต่อกันและกันและโดยการสำแดงความมหัศจรรย์ออกมาด้วยตัวของท่านเหล่านั้นทั้งหมดเองด้วย</w:t>
      </w: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Heading1"/>
      </w:pPr>
      <w:bookmarkStart w:id="18" w:name="_Toc414268886"/>
      <w:r w:rsidRPr="00B91120">
        <w:rPr>
          <w:rFonts w:hint="cs"/>
          <w:cs/>
        </w:rPr>
        <w:t>ทำไมต้องมีอิมาม</w:t>
      </w:r>
      <w:r>
        <w:rPr>
          <w:rFonts w:hint="cs"/>
          <w:cs/>
        </w:rPr>
        <w:t>?</w:t>
      </w:r>
      <w:bookmarkEnd w:id="18"/>
    </w:p>
    <w:p w:rsidR="00C85AFD" w:rsidRPr="001E2B81" w:rsidRDefault="00C85AFD" w:rsidP="00C85AFD">
      <w:pPr>
        <w:pStyle w:val="libNormal"/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ในเมื่อท่านนบีมุฮัมมัด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เป็นมนุษย์ที่ประเสริฐที่สุด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มีความสมถะที่สุด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มีความสำรวม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เคร่งครัดที่สุด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มีความรู้ดีที่สุด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มีความกล้าหาญที่สุด</w:t>
      </w:r>
      <w:r w:rsidRPr="00B91120">
        <w:rPr>
          <w:cs/>
        </w:rPr>
        <w:t xml:space="preserve"> 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และมีความเผื่อแผ่ที่สุดแล้ว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ย่อมหมายความว่า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ท่านคือผู้ที่มีความดีเด่นสูงสุดยอดอย่างบริบูรณ์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มีคุณสมบัติที่ควรแก่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การสรรเสริญ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มีบุคลิกภาพที่ยิ่งใหญ่เพียบพร้อมด้วยจริยธรรมอันทรงเกียรติเพราะถ้าท่านมิได้เป็นคนที่ประเสริฐที่สุด</w:t>
      </w:r>
      <w:r w:rsidRPr="00B91120">
        <w:rPr>
          <w:cs/>
        </w:rPr>
        <w:t xml:space="preserve"> 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ท่านก็ยังต้องจำเป็นแสวงหาการชี้แนะจากมนุษย์คนอื่นอีก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ถ้าหากท่านมิได้เป็นคนมีความสำรวมและยำเกรงพระเจ้าที่สุดแล้ว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ท่านก็ยังเป็นที่ให้ความมั่นใจแก่ศาสนาและโลกนี้ไม่ได้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ถ้าหากท่านมิได้เป็นคนสมถะที่สุดแล้ว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ความปรารถนาในทางโลกของท่านก็จะทำให้คนทั่วไปไม่ปรารถนาศาสนาของท่าน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หากท่านมิได้เป็นคนมีความรู้มากที่สุด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ท่านก็ไม่สามารถอธิบายให้ปวงบ่าวของพระผู้เป็นเจ้าเข้าใจในการแยกแยะว่า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อะไรเป็นของอนุมัติและอะไรเป็นของต้องห้าม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้าหากท่านมิได้เป็นคนกล้าหาญที่สุดในการรบและอดทนที่สุดในยามเผชิญหน้ากับศัตรูก็ย่อมจะเป็นข้อบกพร่องอย่างใหญ่หลวงในการควบคุมทหารและจะสร้างความพ่ายแพ้ในการสงคราม</w:t>
      </w:r>
      <w:r w:rsidRPr="00B91120">
        <w:rPr>
          <w:cs/>
        </w:rPr>
        <w:t xml:space="preserve"> 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หากท่านมิได้เป็นคนที่มีความเผื่อแผ่ที่สุด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แน่นอนภารกิจทางศาสนาของท่านก็มิอาจดำรงอยู่ได้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บรรดาสาวกจะพาก</w:t>
      </w:r>
      <w:r>
        <w:rPr>
          <w:rFonts w:hint="cs"/>
          <w:cs/>
        </w:rPr>
        <w:t>ั</w:t>
      </w:r>
      <w:r w:rsidRPr="00B91120">
        <w:rPr>
          <w:rFonts w:hint="cs"/>
          <w:cs/>
        </w:rPr>
        <w:t>นแตกแยกจากท่าน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เมื่อนั้นคนทั่วไปก็จะเป็นทาสของโลก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และเป็นพวกแสวงหาผลประโยชน์ไปเสีย</w:t>
      </w:r>
    </w:p>
    <w:p w:rsidR="00C85AFD" w:rsidRDefault="00C85AFD" w:rsidP="00C85AFD">
      <w:pPr>
        <w:pStyle w:val="libNormal"/>
        <w:ind w:firstLine="0"/>
      </w:pPr>
    </w:p>
    <w:p w:rsidR="00C85AFD" w:rsidRDefault="00C85AFD" w:rsidP="00C85AFD">
      <w:pPr>
        <w:pStyle w:val="libNormal"/>
        <w:ind w:firstLine="0"/>
        <w:rPr>
          <w:cs/>
        </w:rPr>
      </w:pP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ดังนั้น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ท่านนบีมุฮัมมัด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จึงต้องมีคุณสมบัติที่เพียบพร้อมด้วยเกียรติและมีบุคลิกภา</w:t>
      </w:r>
      <w:r>
        <w:rPr>
          <w:rFonts w:hint="cs"/>
          <w:cs/>
        </w:rPr>
        <w:t>พที</w:t>
      </w:r>
      <w:r w:rsidRPr="00B91120">
        <w:rPr>
          <w:rFonts w:hint="cs"/>
          <w:cs/>
        </w:rPr>
        <w:t>ควรแก่การสรรเสริญที่สุด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กล่าวคือประชาชนทั่วไปศึกษาเรียนรู้จริยธรรมอันบริบูรณ์จากท่าน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และคุณสมบัติอันประเสริฐใดๆ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ก็ตามที่เราถือว่าต้องมีสำหรับนบีนั้น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เหตุผลที่ระบุอย่างชัดเจน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สำหรับการเป็นอิมามภายหลังจากท่านศาสดา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เพราะเขาผู้นั้นเป็นผู้สืบทอดตำแหน่งตามเจตนารมณ์ของท่านศาสดา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จะทำหน้าที่ควบคุมและเผยแผ่บทบัญญัติของท่านศาสดา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และเป็นผู้อธิบายบทบัญญัติที่อนุมัติ</w:t>
      </w:r>
      <w:r w:rsidRPr="00B91120">
        <w:rPr>
          <w:cs/>
        </w:rPr>
        <w:t>(</w:t>
      </w:r>
      <w:r w:rsidRPr="00B91120">
        <w:rPr>
          <w:rFonts w:hint="cs"/>
          <w:cs/>
        </w:rPr>
        <w:t>ฮะลาล</w:t>
      </w:r>
      <w:r w:rsidRPr="00B91120">
        <w:rPr>
          <w:cs/>
        </w:rPr>
        <w:t>)</w:t>
      </w:r>
      <w:r w:rsidRPr="00B91120">
        <w:rPr>
          <w:rFonts w:hint="cs"/>
          <w:cs/>
        </w:rPr>
        <w:t>และบทบัญญัติต้องห้าม</w:t>
      </w:r>
      <w:r w:rsidRPr="00B91120">
        <w:rPr>
          <w:cs/>
        </w:rPr>
        <w:t>(</w:t>
      </w:r>
      <w:r w:rsidRPr="00B91120">
        <w:rPr>
          <w:rFonts w:hint="cs"/>
          <w:cs/>
        </w:rPr>
        <w:t>ฮะรอม</w:t>
      </w:r>
      <w:r w:rsidRPr="00B91120">
        <w:rPr>
          <w:cs/>
        </w:rPr>
        <w:t>)</w:t>
      </w:r>
      <w:r w:rsidRPr="00B91120">
        <w:rPr>
          <w:rFonts w:hint="cs"/>
          <w:cs/>
        </w:rPr>
        <w:t>อย่างชัดเจน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Heading1"/>
      </w:pPr>
      <w:bookmarkStart w:id="19" w:name="_Toc414268887"/>
      <w:r w:rsidRPr="00B91120">
        <w:rPr>
          <w:rFonts w:hint="cs"/>
          <w:cs/>
        </w:rPr>
        <w:t>ใครคืออิมาม</w:t>
      </w:r>
      <w:r>
        <w:rPr>
          <w:rFonts w:hint="cs"/>
          <w:cs/>
        </w:rPr>
        <w:t>?</w:t>
      </w:r>
      <w:bookmarkEnd w:id="19"/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ฉะนั้นจึงจำเป็นอย่างยิ่ง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สำหรับท่านศาสนทูต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ที่จะต้องดำเนินการให้มีอิมามแก่ประชาชาติตามบัญชาของอัลลอฮ์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เพื่อเขาจะได้ดำเนินการเผยแผ่ศาสนาแก่ประชาชนทั้งหลาย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และเพื่อเขาจะได้อธิบายให้ประชาชนมีความรู้ในสิ่งที่ดีงาม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ผลตอบแทนสำหรับความดีและการลงโทษสำหรับความชั่ว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เพื่อสอนคนเหล่านั้นให้รู้ชัดแจ้งในบทบัญญัติ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และรู้ในสิ่งที่เป็น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ของอนุญาต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ฮะลาล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และของต้องห้าม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ฮะรอม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อย่างชัดเจน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อีกทั้งทำหน้าที่ดำรงไว้ซึ่งกฎเกณฑ์ทางศาสนาเพื่อประชาชาติจะได้ยึดเป็นหลักการ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แล้วใครกันเล่า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คืออิมามที่ท่านศาสนทูตแห่งอัลลอฮ์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ได้แต่งตั้งไว้</w:t>
      </w:r>
    </w:p>
    <w:p w:rsidR="00C85AFD" w:rsidRDefault="00C85AFD" w:rsidP="00C85AFD">
      <w:pPr>
        <w:pStyle w:val="libNormal"/>
        <w:rPr>
          <w:cs/>
        </w:rPr>
      </w:pPr>
      <w:r w:rsidRPr="00B91120">
        <w:rPr>
          <w:rFonts w:hint="cs"/>
          <w:cs/>
        </w:rPr>
        <w:t>ไม่ต้องสงสัยเลยว่า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นั่นคือ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กล่าวคือ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นับแต่วันที่ท่านศาสนทูต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ถูกแต่งตั้งจนถึงแก่การวายชนม์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ไม่ว่าจะอยู่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แห่งหนตำบลใด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ท่านไม่เคยแยกตัวออกห่างจากท่านอะลี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เลย</w:t>
      </w: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cs/>
        </w:rPr>
        <w:lastRenderedPageBreak/>
        <w:t xml:space="preserve"> </w:t>
      </w:r>
      <w:r w:rsidRPr="00B91120">
        <w:rPr>
          <w:rFonts w:hint="cs"/>
          <w:cs/>
        </w:rPr>
        <w:t>เมื่อเริ่มได้รับการแต่งตั้งให้เป็นศาสดา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และประกาศศาสนาใหม่ๆ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ท่านศาสนทูต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ได้ประกาศเรียกคนในตระกูลบะนีฮาชิมมาประชุมพร้อมกัน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ท่านได้พูดกับคนเหล่านั้นว่า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ผู้ใดตอบรับงานอันนี้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และจะร่วมดำเนินภารกิจอันนี้กับข้าบ้าง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เขาก็คือพี่น้องของข้า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และเป็นทายาท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เป็นผู้ร่วมภารกิจ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เป็นผู้สืบมรดก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และเป็นผู้ปกครองแทนข้า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หลังจากข้าไปแล้ว</w:t>
      </w:r>
      <w:r w:rsidRPr="00B91120">
        <w:rPr>
          <w:rFonts w:cs="Times New Roman" w:hint="eastAsia"/>
          <w:lang w:bidi="ar-SA"/>
        </w:rPr>
        <w:t>”</w:t>
      </w:r>
    </w:p>
    <w:p w:rsidR="00C85AFD" w:rsidRPr="001E2B81" w:rsidRDefault="00C85AFD" w:rsidP="00C85AFD">
      <w:pPr>
        <w:pStyle w:val="libNormal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แต่ไม่มีใครตอบรับท่านเลยสักคน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ท่านอะมีรุลมุมินีน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จึงกล่าวขึ้นว่า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ข้าแต่ท่านศาสนทูตแห่งอัลลอฮ์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ข้าพเจ้าจะเป็นผู้ร่วมภารกิจนี้กับท่านเอง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จึงกล่าวว่า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เจ้าคือพี่น้องของข้า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ทายาทของข้า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ผู้ร่วมภารกิจของข้า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ผู้สืบมรดกและผู้ปกครองแทนข้าหลังจากข้าไปแล้ว</w:t>
      </w:r>
      <w:r w:rsidRPr="00B91120">
        <w:rPr>
          <w:rFonts w:cs="Times New Roman" w:hint="eastAsia"/>
          <w:lang w:bidi="ar-SA"/>
        </w:rPr>
        <w:t>”</w:t>
      </w:r>
    </w:p>
    <w:p w:rsidR="00C85AFD" w:rsidRPr="001E2B81" w:rsidRDefault="00C85AFD" w:rsidP="00C85AFD">
      <w:pPr>
        <w:pStyle w:val="libNormal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คนเหล่านั้นพากันลุกขึ้นยืน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พลางกล่าวกับอะบีฎอลิบว่า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วันนี้ท่านจะต้องวิบัติแน่แล้ว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้าท่านยอมรับศาสนาของลูกชายของน้องชายของท่านเพราะว่าเขาได้ตั้งลูกของท่านขึ้นเป็นผู้บัญชาการท่านแล้วนี่</w:t>
      </w:r>
      <w:r w:rsidRPr="00B91120">
        <w:rPr>
          <w:rFonts w:cs="Times New Roman" w:hint="eastAsia"/>
          <w:lang w:bidi="ar-SA"/>
        </w:rPr>
        <w:t>”</w:t>
      </w:r>
    </w:p>
    <w:p w:rsidR="00C85AFD" w:rsidRPr="001E2B81" w:rsidRDefault="00C85AFD" w:rsidP="00C85AFD">
      <w:pPr>
        <w:pStyle w:val="libNormal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อีกเรื่องหนึ่งซึ่งเกิดขึ้นในตอนแรกของการประกาศศาสนาของท่านศาสดา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กล่าวคือ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ครั้งหนึ่งเคยมีคนนำนกย่างเป็นอาหารไปมอบแก่ท่านศาสดา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ดังนั้นท่านได้อ้อนวอนต่อพระผู้เป็นเจ้า</w:t>
      </w:r>
      <w:r>
        <w:rPr>
          <w:rFonts w:hint="cs"/>
          <w:cs/>
        </w:rPr>
        <w:t xml:space="preserve"> 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ดุอาอ์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ว่า</w:t>
      </w:r>
    </w:p>
    <w:p w:rsidR="00C85AFD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ข้าแต่อัลลอฮ์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ขอได้ส่งคนที่พระองค์รักมากที่สุดมารับประทานนกย่างตัวนี้พร้อมกับข้าด้วยเถิด</w:t>
      </w:r>
      <w:r w:rsidRPr="00B91120">
        <w:rPr>
          <w:rFonts w:cs="Times New Roman" w:hint="eastAsia"/>
          <w:lang w:bidi="ar-SA"/>
        </w:rPr>
        <w:t>”</w:t>
      </w:r>
    </w:p>
    <w:p w:rsidR="00C85AFD" w:rsidRDefault="00C85AFD" w:rsidP="00C85AFD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ปรากฏว่าท่านอะลี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ก็เข้ามาทันที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อีกครั้งหนึ่งท่านได้กล่าวกับ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ท่านอะลี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ว่า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เธอกับฉันมีฐานะเช่นฮารูนกับมูซา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เพียงแต่ไม่มีนบีคนใดหลังจากฉันอีกแล้ว</w:t>
      </w:r>
      <w:r w:rsidRPr="00B91120">
        <w:rPr>
          <w:rFonts w:cs="Times New Roman" w:hint="eastAsia"/>
          <w:lang w:bidi="ar-SA"/>
        </w:rPr>
        <w:t>”</w:t>
      </w:r>
    </w:p>
    <w:p w:rsidR="00C85AFD" w:rsidRPr="001E2B81" w:rsidRDefault="00C85AFD" w:rsidP="00C85AFD">
      <w:pPr>
        <w:pStyle w:val="libNormal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เมื่อครั้งท่านศาสดา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ได้ส่งท่านอิมามอะลี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ออกไปรบดวลดาบตัวต่อตัวในสงครามคอนดัก</w:t>
      </w:r>
      <w:r w:rsidRPr="00B91120">
        <w:rPr>
          <w:cs/>
        </w:rPr>
        <w:t>(</w:t>
      </w:r>
      <w:r w:rsidRPr="00B91120">
        <w:rPr>
          <w:rFonts w:hint="cs"/>
          <w:cs/>
        </w:rPr>
        <w:t>สนามเพลาะ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กับอัมร</w:t>
      </w:r>
      <w:r>
        <w:rPr>
          <w:rFonts w:hint="cs"/>
          <w:cs/>
        </w:rPr>
        <w:t>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บินอับด์วุด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อัลอามิรี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ก็กล่าวขึ้นว่า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อีมามทั้งมวลได้ออกไปเผชิญหน้ากับการชิริก</w:t>
      </w:r>
      <w:r w:rsidRPr="00B91120">
        <w:rPr>
          <w:cs/>
        </w:rPr>
        <w:t>(</w:t>
      </w:r>
      <w:r w:rsidRPr="00B91120">
        <w:rPr>
          <w:rFonts w:hint="cs"/>
          <w:cs/>
        </w:rPr>
        <w:t>ตั้งภาคี</w:t>
      </w:r>
      <w:r w:rsidRPr="00B91120">
        <w:rPr>
          <w:cs/>
        </w:rPr>
        <w:t>)</w:t>
      </w:r>
      <w:r w:rsidRPr="00B91120">
        <w:rPr>
          <w:rFonts w:hint="cs"/>
          <w:cs/>
        </w:rPr>
        <w:t>ทั้งมวล</w:t>
      </w:r>
      <w:r w:rsidRPr="00B91120">
        <w:rPr>
          <w:rFonts w:cs="Times New Roman" w:hint="eastAsia"/>
          <w:lang w:bidi="ar-SA"/>
        </w:rPr>
        <w:t>”</w:t>
      </w:r>
    </w:p>
    <w:p w:rsidR="00C85AFD" w:rsidRPr="001E2B81" w:rsidRDefault="00C85AFD" w:rsidP="00C85AFD">
      <w:pPr>
        <w:pStyle w:val="libNormal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แล้วหลังจากที่ท่านอิมามอะลี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ได้สังหารอัมร</w:t>
      </w:r>
      <w:r>
        <w:rPr>
          <w:rFonts w:hint="cs"/>
          <w:cs/>
        </w:rPr>
        <w:t>์</w:t>
      </w:r>
      <w:r w:rsidRPr="00B91120">
        <w:rPr>
          <w:rFonts w:hint="cs"/>
          <w:cs/>
        </w:rPr>
        <w:t>เสร็จ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ท่านศาสดา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ได้กล่าวว่า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การลงดาบเพียงครั้งเดียวของอะลีที่มีต่ออัมร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บินอับด์วุด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อามิรีแห่งสงครามคอนดักครั้งนี้นั้น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มีค่าเทียบได้กับการเคารพภักดี</w:t>
      </w:r>
      <w:r w:rsidRPr="00B91120">
        <w:rPr>
          <w:cs/>
        </w:rPr>
        <w:t>(</w:t>
      </w:r>
      <w:r w:rsidRPr="00B91120">
        <w:rPr>
          <w:rFonts w:hint="cs"/>
          <w:cs/>
        </w:rPr>
        <w:t>อิบาดัต</w:t>
      </w:r>
      <w:r w:rsidRPr="00B91120">
        <w:rPr>
          <w:cs/>
        </w:rPr>
        <w:t>)</w:t>
      </w:r>
      <w:r w:rsidRPr="00B91120">
        <w:rPr>
          <w:rFonts w:hint="cs"/>
          <w:cs/>
        </w:rPr>
        <w:t>ต่อพระเจ้า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ทั้งโดยหมู่ญินและมนุษย์ทั้งมวลรวมกัน</w:t>
      </w:r>
      <w:r w:rsidRPr="00B91120">
        <w:rPr>
          <w:rFonts w:cs="Times New Roman" w:hint="eastAsia"/>
          <w:lang w:bidi="ar-SA"/>
        </w:rPr>
        <w:t>”</w:t>
      </w:r>
    </w:p>
    <w:p w:rsidR="00C85AFD" w:rsidRPr="001E2B81" w:rsidRDefault="00C85AFD" w:rsidP="00C85AFD">
      <w:pPr>
        <w:pStyle w:val="libNormal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ในสงครามคัยบัรท่านศาสดา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ได้กล่าวว่า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แน่นอน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วันพรุ่งนี้ฉันจะมอบธงชัยให้แก่คนผู้หนึ่งที่รักในอัลลอฮ์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และศาสนทูตแห่ง</w:t>
      </w:r>
      <w:r>
        <w:rPr>
          <w:rFonts w:hint="cs"/>
          <w:cs/>
        </w:rPr>
        <w:t xml:space="preserve">พระองค์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โดยอัลลอฮ์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และศาสนทูต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รักเขาเช่นกัน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เขาจะไม่กลับจากการรบจนกว่าอัลลอฮ์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จะมอบชัยชนะแก่เขา</w:t>
      </w:r>
      <w:r w:rsidRPr="00B91120">
        <w:rPr>
          <w:rFonts w:cs="Times New Roman" w:hint="eastAsia"/>
          <w:lang w:bidi="ar-SA"/>
        </w:rPr>
        <w:t>”</w:t>
      </w:r>
    </w:p>
    <w:p w:rsidR="00C85AFD" w:rsidRPr="001E2B81" w:rsidRDefault="00C85AFD" w:rsidP="00C85AFD">
      <w:pPr>
        <w:pStyle w:val="libNormal"/>
        <w:rPr>
          <w:rFonts w:cs="Cordia New"/>
          <w:szCs w:val="40"/>
        </w:rPr>
      </w:pPr>
    </w:p>
    <w:p w:rsidR="00C85AFD" w:rsidRDefault="00C85AFD" w:rsidP="00C85AFD">
      <w:pPr>
        <w:pStyle w:val="libNormal"/>
        <w:rPr>
          <w:cs/>
        </w:rPr>
      </w:pPr>
      <w:r w:rsidRPr="00B91120">
        <w:rPr>
          <w:rFonts w:hint="cs"/>
          <w:cs/>
        </w:rPr>
        <w:t>ต่อมาท่านจึงเรียกหาอิมามอะลี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และเมื่ออิมามอะลี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มาแล้วท่านก็มอบธงชัยนั้นให้แก่ท่านอะลี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lastRenderedPageBreak/>
        <w:t>ซึ่งท่านอะลี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ได้ออกไปพร้อมกับธงชัยทำสงครามอย่างห้าวหาญจนประสบผลสำเร็จโดยได้สังหารแม่ทัพฝ่ายคัยบัรชื่อว่า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มัรหับ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และมีชัยชนะกลับมาเพราะฝีมือของท่านท่านศาสดาเคยนำท่านอะลี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ออกไปทำพิธีสาบานเพื่อพิสูจน์ความจริง</w:t>
      </w:r>
      <w:r w:rsidRPr="00B91120">
        <w:rPr>
          <w:cs/>
        </w:rPr>
        <w:t>(</w:t>
      </w:r>
      <w:r w:rsidRPr="00B91120">
        <w:rPr>
          <w:rFonts w:hint="cs"/>
          <w:cs/>
        </w:rPr>
        <w:t>มุบาฮะละฮ์</w:t>
      </w:r>
      <w:r w:rsidRPr="00B91120">
        <w:rPr>
          <w:cs/>
        </w:rPr>
        <w:t>)</w:t>
      </w:r>
      <w:r w:rsidRPr="00B91120">
        <w:rPr>
          <w:rFonts w:hint="cs"/>
          <w:cs/>
        </w:rPr>
        <w:t>เพราะท่านอิมามอะลี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มีค่าเท่ากับตัวของท่านศาสดา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เอง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ดังโองการในอัล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กุรอานที่ว่า</w:t>
      </w:r>
      <w:r w:rsidRPr="00B91120">
        <w:rPr>
          <w:cs/>
        </w:rPr>
        <w:t>:</w:t>
      </w:r>
    </w:p>
    <w:p w:rsidR="00C85AFD" w:rsidRDefault="00C85AFD" w:rsidP="00C85AFD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ดังนั้นจงกล่าวเถิดว่า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พวกท่านจงมากันเถิดแล้วเราจะเรียกบรรดา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ลูกๆ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ของเรามาและท่านเรียกบรรดาลูกๆ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ของท่านมา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ราเรียกบรรดาสตรีของเรามาและท่านก็เรียกบรรดาสตรีของท่านมาและเราเรียกตัวตนของเรามาและท่านเรียกตัวตนของพวกท่านมา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๑๐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ท่านศาสดา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เคยคลุมตัวท่านอะลี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ด้วยผ้าคลุม</w:t>
      </w:r>
      <w:r w:rsidRPr="00B91120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กิซา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ในขณะที่อ่านโองการของอัลลอฮ์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ที่ว่า</w:t>
      </w:r>
      <w:r w:rsidRPr="00B91120">
        <w:rPr>
          <w:cs/>
        </w:rPr>
        <w:t>:</w:t>
      </w:r>
    </w:p>
    <w:p w:rsidR="00C85AFD" w:rsidRDefault="00C85AFD" w:rsidP="00C85AFD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อันที่จริงอัลลอฮ์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ประสงค์เพียงการขจัดมลทินออกไปจากพวกเจ้า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โอ้อะฮ์ลุลบัยต์และทรงชำระขัดเกลาพวกเจ้าให้บริสุทธ์ยิ่ง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๑๑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  <w:r>
        <w:rPr>
          <w:rFonts w:hint="cs"/>
          <w:cs/>
        </w:rPr>
        <w:t>------------------------</w:t>
      </w:r>
      <w:r w:rsidR="00E350DC">
        <w:rPr>
          <w:rFonts w:hint="cs"/>
          <w:cs/>
        </w:rPr>
        <w:t>---------------------------------------------</w:t>
      </w:r>
    </w:p>
    <w:p w:rsidR="00C85AFD" w:rsidRPr="00E350DC" w:rsidRDefault="00C85AFD" w:rsidP="00E350DC">
      <w:pPr>
        <w:pStyle w:val="libArFootnote"/>
        <w:bidi w:val="0"/>
      </w:pPr>
      <w:bookmarkStart w:id="20" w:name="_Toc414268888"/>
      <w:r w:rsidRPr="00E350DC">
        <w:t>(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๑๐</w:t>
      </w:r>
      <w:r w:rsidRPr="00E350DC">
        <w:rPr>
          <w:szCs w:val="24"/>
          <w:rtl/>
          <w:cs/>
        </w:rPr>
        <w:t xml:space="preserve">)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ซูเราะฮ์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อาลิ</w:t>
      </w:r>
      <w:r w:rsidRPr="00E350DC">
        <w:rPr>
          <w:szCs w:val="24"/>
          <w:rtl/>
          <w:cs/>
        </w:rPr>
        <w:t xml:space="preserve"> </w:t>
      </w:r>
      <w:r w:rsidR="00E350DC" w:rsidRPr="00E350DC">
        <w:rPr>
          <w:rFonts w:ascii="Angsana New" w:hAnsi="Angsana New" w:cs="Angsana New" w:hint="cs"/>
          <w:szCs w:val="24"/>
          <w:cs/>
          <w:lang w:bidi="th-TH"/>
        </w:rPr>
        <w:t>อิมรอน</w:t>
      </w:r>
      <w:r w:rsidR="00E350DC" w:rsidRPr="00E350DC">
        <w:rPr>
          <w:rFonts w:hint="cs"/>
          <w:szCs w:val="24"/>
        </w:rPr>
        <w:t>: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๖๑</w:t>
      </w:r>
      <w:bookmarkEnd w:id="20"/>
    </w:p>
    <w:p w:rsidR="00C85AFD" w:rsidRPr="00E350DC" w:rsidRDefault="00C85AFD" w:rsidP="00E350DC">
      <w:pPr>
        <w:pStyle w:val="libArFootnote"/>
        <w:bidi w:val="0"/>
      </w:pPr>
      <w:bookmarkStart w:id="21" w:name="_Toc414268889"/>
      <w:r w:rsidRPr="00E350DC">
        <w:t>(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๑๑</w:t>
      </w:r>
      <w:r w:rsidRPr="00E350DC">
        <w:rPr>
          <w:szCs w:val="24"/>
          <w:rtl/>
          <w:cs/>
        </w:rPr>
        <w:t xml:space="preserve">)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ซูเราะฮ์</w:t>
      </w:r>
      <w:r w:rsidRPr="00E350DC">
        <w:rPr>
          <w:szCs w:val="24"/>
          <w:rtl/>
          <w:cs/>
        </w:rPr>
        <w:t xml:space="preserve"> </w:t>
      </w:r>
      <w:r w:rsidR="00E350DC" w:rsidRPr="00E350DC">
        <w:rPr>
          <w:rFonts w:ascii="Angsana New" w:hAnsi="Angsana New" w:cs="Angsana New" w:hint="cs"/>
          <w:szCs w:val="24"/>
          <w:cs/>
          <w:lang w:bidi="th-TH"/>
        </w:rPr>
        <w:t>อัลอะหซาบ</w:t>
      </w:r>
      <w:r w:rsidR="00E350DC" w:rsidRPr="00E350DC">
        <w:rPr>
          <w:rFonts w:hint="cs"/>
          <w:szCs w:val="24"/>
        </w:rPr>
        <w:t>: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๓๓</w:t>
      </w:r>
      <w:bookmarkEnd w:id="21"/>
    </w:p>
    <w:p w:rsidR="00C85AFD" w:rsidRPr="00E350DC" w:rsidRDefault="00C85AFD" w:rsidP="00E350DC">
      <w:pPr>
        <w:pStyle w:val="libArFootnote"/>
        <w:bidi w:val="0"/>
      </w:pPr>
    </w:p>
    <w:p w:rsidR="00C85AFD" w:rsidRDefault="00C85AFD" w:rsidP="00C85AFD">
      <w:pPr>
        <w:pStyle w:val="libFootnote0"/>
      </w:pPr>
    </w:p>
    <w:p w:rsidR="00C85AFD" w:rsidRDefault="00C85AFD" w:rsidP="00C85AFD">
      <w:pPr>
        <w:pStyle w:val="libFootnote0"/>
      </w:pPr>
    </w:p>
    <w:p w:rsidR="00C85AFD" w:rsidRDefault="00C85AFD" w:rsidP="00C85AFD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ท่านศาสดา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เคยสั่งให้ปิดประตูบานต่างๆ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ของบ้านที่ตรงกับมัสยิดยกเว้นประตูบ้านของท่านอะลี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เท่านั้น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ท่านศาสดา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เคยกล่าวถึงท่านอะลี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ว่า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ฉันคือนครแห่งความรู้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ส่วนอะลีคือประตูของมัน</w:t>
      </w:r>
      <w:r w:rsidRPr="00B91120">
        <w:rPr>
          <w:rFonts w:cs="Times New Roman" w:hint="eastAsia"/>
          <w:lang w:bidi="ar-SA"/>
        </w:rPr>
        <w:t>”</w:t>
      </w:r>
    </w:p>
    <w:p w:rsidR="00C85AFD" w:rsidRPr="001E2B81" w:rsidRDefault="00C85AFD" w:rsidP="00C85AFD">
      <w:pPr>
        <w:pStyle w:val="libNormal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ท่านศาสดา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เคยพูดกับท่านอะลี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ว่า</w:t>
      </w:r>
    </w:p>
    <w:p w:rsidR="00C85AFD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เธอคือทายาทของฉัน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ผู้ทำหน้าที่ชำระหนี้สินของฉัน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และทำความสมบูรณ์ให้แก่พันธะสัญญาของฉัน</w:t>
      </w:r>
      <w:r w:rsidRPr="00B91120">
        <w:rPr>
          <w:rFonts w:cs="Times New Roman" w:hint="eastAsia"/>
          <w:lang w:bidi="ar-SA"/>
        </w:rPr>
        <w:t>”</w:t>
      </w:r>
    </w:p>
    <w:p w:rsidR="00C85AFD" w:rsidRPr="001E2B81" w:rsidRDefault="00C85AFD" w:rsidP="00C85AFD">
      <w:pPr>
        <w:pStyle w:val="libFootnote0"/>
        <w:rPr>
          <w:rFonts w:cs="Cordia New"/>
          <w:szCs w:val="35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ตลอดจนถึงวจนะต่าง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จำนวนนับร้อยที่ออกมาจากท่านศาสดา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มุฮัมมัด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ซึ่งล้วนแต่ให้ความหมายบ่งชี้ถึงการแต่งตั้งให้ท่านอะลี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เป็นอิมามของประชาชาติและประกาศให้ประชาชนได้ตระหนักว่า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ท่านมีความรู้และบทสรุปของอัลฮะดีษต่างๆเหล่านั้นที่สำคัญที่สุดได้มาถึงบทสรุป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สุดท้ายแห่งอัลฮะดีษ</w:t>
      </w:r>
    </w:p>
    <w:p w:rsidR="00C85AFD" w:rsidRDefault="00C85AFD" w:rsidP="00C85AFD">
      <w:pPr>
        <w:pStyle w:val="libNormal"/>
        <w:rPr>
          <w:cs/>
        </w:rPr>
      </w:pPr>
      <w:r w:rsidRPr="00B91120">
        <w:rPr>
          <w:rFonts w:hint="cs"/>
          <w:cs/>
        </w:rPr>
        <w:t>ในวันสำคัญที่เฆาะดีรคุม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ท่านศาสดามุฮัมมัด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ได้ประกาศว่าท่านจะบำเพ็ญฮัจญ์ในปีนี้เป็นครั้งสุดท้าย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เพราะท่านได้ประจักษ์ว่า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ท่านจะต้องตอบรับการเรียกร้องให้คืนกลับสู่พระผู้เป็นเจ้าแล้ว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ฉะนั้นประชาชนต่างมารวมกันจากทั่วทุกสารทิศ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หลังจากเสร็จพิธีฮัจญ์ร่วมกับคนเหล่านั้นแล้ว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ท่านศาสนทูต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ก็ได้เดินทางกลับไปยังนครมะดีนะฮ์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พร้อมกับบรรดามุสลิมทั้งหลาย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ครั้นพอมาถึงตรงทางแยกที่บรรดาฮุจญาจทั้งหมดต่างจำต้องแยกย้ายกันกลับบ้านเมืองของตนนั้น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ท่านศาสทูต</w:t>
      </w:r>
      <w:r>
        <w:rPr>
          <w:rFonts w:cstheme="minorBidi" w:hint="cs"/>
          <w:rtl/>
          <w:lang w:bidi="fa-IR"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ได้สั่งให้หยุด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และให้เรียกบรรดาพวกที่เดินรุดหน้าไปแล้วกลับมาและให้รอพวกที่ยังเดินทางอยู่ข้างหลังให้มาถึงด้วย</w:t>
      </w: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cs/>
        </w:rPr>
        <w:lastRenderedPageBreak/>
        <w:t xml:space="preserve"> </w:t>
      </w:r>
      <w:r w:rsidRPr="00B91120">
        <w:rPr>
          <w:rFonts w:hint="cs"/>
          <w:cs/>
        </w:rPr>
        <w:t>พอบรรดามุสลิมชุมนุมกันพร้อมแล้ว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ท่านก็สั่งให้ตั้งมิมบัรที่ทำจาก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อานบนหลังอูฐมาวางลง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แล้วท่านก็ขึ้นกล่าวคำเทศนากับคนเหล่านั้นโดยอธิบายอย่างชัดเจนถึงบุคคลที่จะเป็นผู้นำ</w:t>
      </w:r>
      <w:r w:rsidRPr="00B91120">
        <w:rPr>
          <w:cs/>
        </w:rPr>
        <w:t>(</w:t>
      </w:r>
      <w:r w:rsidRPr="00B91120">
        <w:rPr>
          <w:rFonts w:hint="cs"/>
          <w:cs/>
        </w:rPr>
        <w:t>อิมาม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ภายหลังจากท่านต่อจากนั้นท่านก็จับมือของท่านอะลี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ชูขึ้น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จนคนสามารถมองเห็นซอกรักแร้ที่ชาวของท่านทั้งสองได้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ท่านศาสดา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ดังนั้นบุคคลใดที่ฉันเป็นผู้ปกครองของเขา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ก็ให้ถือว่า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ผู้นี้เป็นผู้ปกครองของเขาด้วย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ข้าแต่อัลลอฮ์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โปรดคุ้มครองคนที่สวามิภักดิ์ต่อเขา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และโปรดเป็นศัตรูต่อคนที่เป็นศัตรูต่อเขาโปรดช่วยเหลือ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คนที่ช่วยเหลือเขา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โปรดทำลายคนที่ทำลายเขา</w:t>
      </w:r>
      <w:r w:rsidRPr="00B91120">
        <w:rPr>
          <w:rFonts w:cs="Times New Roman" w:hint="eastAsia"/>
          <w:lang w:bidi="ar-SA"/>
        </w:rPr>
        <w:t>”</w:t>
      </w:r>
    </w:p>
    <w:p w:rsidR="00C85AFD" w:rsidRPr="001E2B81" w:rsidRDefault="00C85AFD" w:rsidP="00C85AFD">
      <w:pPr>
        <w:pStyle w:val="libNormal"/>
        <w:rPr>
          <w:rFonts w:cs="Cordia New"/>
          <w:szCs w:val="40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จากนั้นท่านก็จัดให้ท่านอะลี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ยืนโดดเด่นอยู่ภายนอก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แล้วออกคำสั่งให้บรรดามุสลิมเข้ามาแสดงการคารวะต่อท่านในฐานะผู้ศรัทธา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และญิบรออีลได้นำโองการหนึ่งลงมาความว่า</w:t>
      </w:r>
    </w:p>
    <w:p w:rsidR="00C85AFD" w:rsidRDefault="00C85AFD" w:rsidP="00C85AFD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วันนี้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ข้าได้ทำให้ศาสนาของพวกเจ้าสมบูรณ์สำหรับพวกเจ้าแล้ว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และข้าได้ให้ความโปรดปรานของข้าครบบริบูรณ์แก่พวกเจ้าแล้ว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และข้าพอใจให้อิสลามเป็นศาสนาของพวกเจ้า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อัลมาอิดะฮ์</w:t>
      </w:r>
      <w:r w:rsidRPr="00B91120">
        <w:rPr>
          <w:cs/>
        </w:rPr>
        <w:t xml:space="preserve">: </w:t>
      </w:r>
      <w:r w:rsidRPr="00B91120">
        <w:rPr>
          <w:rFonts w:hint="cs"/>
          <w:cs/>
        </w:rPr>
        <w:t>๓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Heading1"/>
      </w:pPr>
      <w:bookmarkStart w:id="22" w:name="_Toc414268890"/>
      <w:r w:rsidRPr="00B91120">
        <w:rPr>
          <w:rFonts w:hint="cs"/>
          <w:cs/>
        </w:rPr>
        <w:t>ข้อบัญญัติจากท่านศาสนทูต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ในเรื่องบรรดาอิมาม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bookmarkEnd w:id="22"/>
    </w:p>
    <w:p w:rsidR="00C85AFD" w:rsidRPr="001E2B81" w:rsidRDefault="00C85AFD" w:rsidP="00C85AFD">
      <w:pPr>
        <w:pStyle w:val="libNormal"/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วจนะ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ฮะดีษ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ของท่านศาสนทูต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ในประเด็นที่ว่า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บรรดาอิมาม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มี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ท่านนั้นมีการบันทึกไว้มากมายอย่างน่าอัศจรรย์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บางทีข้าพเจ้าคงไม่ถึงกับเป็นคนพูดเกินเลยแต่อย่างใด</w:t>
      </w:r>
      <w:r w:rsidRPr="00B91120">
        <w:rPr>
          <w:cs/>
        </w:rPr>
        <w:t xml:space="preserve"> 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ถ้าจะกล่าวว่าอัลฮะดีษในข้อนี้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มีไม่น้อยไปกว่าอัลฮะดีษต่าง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ที่กล่าวถึงเรื่องนมาซ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หรือเรื่องการถือศีลอดเลย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ฮะดีษเหล่านี้มิได้ให้ความหมายในทางอื่น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บรรดาอิมามทั้ง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ท่านนั้นต้องเป็นอะฮ์ลุลบัยต์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ผู้ซึ่งมีฐานะเป็นสิ่งสำคัญหนักยิ่งอันดับที่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ฝากไว้ให้กับบรรดาประชาชาติและในเมื่อไม่มีคนใดสามารถคัดค้านหรือกล่าวตำหนิสายสืบผู้นำมาบันทึกเนื่องจากการบันทึกไว้ตรงกันอย่างมากม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ประกอบกับจำนวนของนักรายงานที่มีมาก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อีกทั้งจากการบันทึกโดยนักปราชญ์ต่างๆ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ผู้มีใจอคติบางกลุ่มจึงพยายามที่จะเบนเหตุผลที่มีอยู่ในฮะดีษเหล่านี้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ออกจากความหมายตามความเป็นจริงและตีความตามเหตุผลดังกล่าวไปให้แก่คนกลุ่มอื่นอีกพวกหนึ่ง</w:t>
      </w:r>
    </w:p>
    <w:p w:rsidR="00C85AFD" w:rsidRDefault="00C85AFD" w:rsidP="00C85AFD">
      <w:pPr>
        <w:pStyle w:val="libNormal"/>
        <w:rPr>
          <w:cs/>
        </w:rPr>
      </w:pPr>
      <w:r w:rsidRPr="00B91120">
        <w:rPr>
          <w:rFonts w:hint="cs"/>
          <w:cs/>
        </w:rPr>
        <w:t>ถึงแม้พวกเขาจะใช้ความพยายามในเรื่องนี้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ก็ปรากฏว่า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ในส่วนของจำนวนนั้นยังขาดอยู่บ้างหรือเกินไปบ้างกล่าวคือบรรดาคอลีฟะฮ์อัร</w:t>
      </w:r>
      <w:r w:rsidRPr="00B91120">
        <w:rPr>
          <w:cs/>
        </w:rPr>
        <w:t>-</w:t>
      </w:r>
      <w:r w:rsidRPr="00B91120">
        <w:rPr>
          <w:rFonts w:hint="cs"/>
          <w:cs/>
        </w:rPr>
        <w:t>รอชิดีนนั้นมิได้ครบตามจำนวน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่วนคอลีฟะฮ์ในราชวงศ์อุมัยยะฮ์ก็เกินจากจำนวนและราชวงศ์อับบาซียะฮ์ก็ยิ่งเกินจากจำนวนไปเป็นทวีคู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คนอีกส่วนหนึ่งก็พยายามจะดึงเอาฝ่ายโน้นมาประกอบกับฝ่ายนี้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ดึงฝ่ายนี้ไปประกอบกับฝ่ายโน้นเพื่อให้ได้ครบตามจำนวนตัวเลขทั้ง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แต่ก็จำเป็นต้องนับรวมเอานักปกครองทรราชย์ที่หลงผิดและเป็นที่ปฏิเสธของคัมภีร์ลงไปด้วยเช่น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มุอาวิยะฮ์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ยะซีด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อับดุลมาลิกบินมัรวานและลูกหลานของตน</w:t>
      </w: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cs/>
        </w:rPr>
        <w:lastRenderedPageBreak/>
        <w:t xml:space="preserve"> </w:t>
      </w:r>
      <w:r w:rsidRPr="00B91120">
        <w:rPr>
          <w:rFonts w:hint="cs"/>
          <w:cs/>
        </w:rPr>
        <w:t>ถึงกระนั้นก็ยังไม่ครบจำนวนตามตัวเลขดังกล่าว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อีกทั้งไม่ได้เป็นไปตามมาตรฐานและมีสมญานามต่างๆ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ที่น่าดูแคลนสำหรับพวกเขาอยู่กล่าวคือ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พวกเขาไม่มีโอกาสที่จะเป็นบุคคลตามที่ท่านศาสนทูต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ประสงค์ที่จะให้เป็นผู้นำของประชาชาติมุสลิม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และผู้ร่วมภารกิจกับอันกุรอานอันทรงเกียรติได้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ขณะเดียวกันก็ยังมีฮะดีษของท่านศาสดาอยู่อีกส่วนหนึ่ง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ที่ระบุชื่อของบรรดาอิมามอย่างชัดเจนจนไม่อาจมองข้ามได้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เนื่องจากมีหลายรายงานและมีหลักที่มั่นคงอันต้องยอมรับ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เราเชื่อในความสามารถของผู้คัดค้านว่าสามารถล้มล้างฮะดีษบางเรื่องของท่านศาสนทูต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ได้แต่ต้องไม่ใช่ฮะดีษต่าง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อันเกี่ยวกับข้อบัญญัติในเรื่องอิมาม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เนื่องจากการบันทึกที่ตรงกันของรายงานต่าง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มากมายและประกอบกับจำนวนของนักบันทึกที่ได้รายงานกันมากมาย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อีกทั้งเป็นฮะดีษที่ถูกนำเสนอโดยบรรดานักปราชญ์จำนวนมาก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และเชื่อว่าผู้ที่สันทัดในการตีความก็สามารถตีความหรือแปลความฮะดีษบางเรื่องของท่านศาสดาได้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แต่จะทำไม่ได้กับฮะดีษต่างๆ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ในเรื่องนี้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เพราะจะไม่เป็นการถูกต้องเลย</w:t>
      </w:r>
    </w:p>
    <w:p w:rsidR="00C85AFD" w:rsidRDefault="00C85AFD" w:rsidP="00C85AFD">
      <w:pPr>
        <w:pStyle w:val="libNormal"/>
        <w:ind w:firstLine="0"/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ถ้าหากมิให้หมายถึงบรรดาอิมามแห่งอะฮ์ลุลบัยต์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ชัยค์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สุลัยมาน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ก็อนดูซี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นักวิเคราะห์ผู้สันทัดกรณีทางวิชาการอธิบายว่า</w:t>
      </w:r>
    </w:p>
    <w:p w:rsidR="00C85AFD" w:rsidRDefault="00C85AFD" w:rsidP="00C85AFD">
      <w:pPr>
        <w:pStyle w:val="libNormal"/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ฮะดีษต่างๆ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ของท่านศาสดาที่ให้เหตุผลในเรื่องคอลีฟะฮ์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cs/>
        </w:rPr>
        <w:t xml:space="preserve"> (</w:t>
      </w:r>
      <w:r w:rsidRPr="00B91120">
        <w:rPr>
          <w:rFonts w:hint="cs"/>
          <w:cs/>
        </w:rPr>
        <w:t>ผู้สืบทอดการปกครอง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ต่อจากท่าน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จำนวน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เป็นที่รับรู้กันอย่างแพร่หลายโดยกระแสรายงานหลายฝ่าย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กล่าวคือมีการอธิบายและให้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รายละเอียดถึงกาลเวลาและสถานที่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จึงเป็นที่รู้กันว่าจุดมุ่งหมายของ</w:t>
      </w:r>
    </w:p>
    <w:p w:rsidR="00C85AFD" w:rsidRDefault="00C85AFD" w:rsidP="00C85AFD">
      <w:pPr>
        <w:pStyle w:val="libNormal"/>
        <w:ind w:firstLine="0"/>
        <w:rPr>
          <w:cs/>
        </w:rPr>
      </w:pPr>
      <w:r w:rsidRPr="00B91120">
        <w:rPr>
          <w:rFonts w:hint="cs"/>
          <w:cs/>
        </w:rPr>
        <w:t>ท่านศาสนทูตที่มีต่อฮะดีษของท่าน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ก็คือ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บรรดาอิมาม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เหล่านี้ต้องมาจากอะฮ์ลุลบัยต์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และวงศ์วานของท่านนั่นเอง</w:t>
      </w:r>
      <w:r w:rsidRPr="00B91120">
        <w:rPr>
          <w:cs/>
        </w:rPr>
        <w:t xml:space="preserve"> </w:t>
      </w: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Default="00C85AFD" w:rsidP="00C85AFD">
      <w:pPr>
        <w:pStyle w:val="libNormal"/>
        <w:ind w:firstLine="0"/>
        <w:rPr>
          <w:rFonts w:cstheme="minorBidi"/>
          <w:rtl/>
          <w:lang w:bidi="fa-IR"/>
        </w:rPr>
      </w:pPr>
      <w:r w:rsidRPr="00B91120">
        <w:rPr>
          <w:rFonts w:hint="cs"/>
          <w:cs/>
        </w:rPr>
        <w:lastRenderedPageBreak/>
        <w:t>ฉะนั้นจึงไม่อาจให้ข้อสันนิษฐานได้เลยว่าฮะดีษข้อนี้ของท่านศาสดา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จะหมายถึง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คอลีฟะฮ์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หลังจากท่านที่เป็นสาวก</w:t>
      </w:r>
      <w:r w:rsidRPr="00B91120">
        <w:rPr>
          <w:cs/>
        </w:rPr>
        <w:t xml:space="preserve"> (</w:t>
      </w:r>
      <w:r w:rsidRPr="00B91120">
        <w:rPr>
          <w:rFonts w:hint="cs"/>
          <w:cs/>
        </w:rPr>
        <w:t>ศอฮาบะฮ์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เนื่องจากจำนวนของพวกเขามีน้อยกว่า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และไม่อาจสันนิษฐานอีกเช่นกันว่า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จะหมายถึงราชวงศ์อุมัยยะฮ์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เนื่องจากพวกเขามีจำนวนเกินกว่า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และเนื่องจากความอธรรมอย่างเลวร้ายของคนเหล่านั้นอีกด้วย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ยกเว้น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อุมัรบิน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อับดุลอะซีซ</w:t>
      </w:r>
      <w:r>
        <w:rPr>
          <w:rFonts w:hint="cs"/>
          <w:cs/>
        </w:rPr>
        <w:t xml:space="preserve"> 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คนเดียว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และเนื่องจากเหตุผลประการหนึ่งคือ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นั้นมิใช่ลูกหลานจากตระกูลบะนีฮาชิมตามรายงานที่บันทึกจากท่านอับดุลมาลิกโดยการบอกเล่าของท่านญาบิ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และที่ท่านศาสนทูต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ได้บอกกระซิบถึงข้อนี้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ซึ่งเป็นข้อแม้ของ</w:t>
      </w:r>
    </w:p>
    <w:p w:rsidR="00C85AFD" w:rsidRDefault="00C85AFD" w:rsidP="00C85AFD">
      <w:pPr>
        <w:pStyle w:val="libNormal"/>
        <w:ind w:firstLine="0"/>
        <w:rPr>
          <w:rFonts w:cstheme="minorBidi"/>
          <w:rtl/>
          <w:lang w:bidi="fa-IR"/>
        </w:rPr>
      </w:pPr>
      <w:r w:rsidRPr="00B91120">
        <w:rPr>
          <w:rFonts w:hint="cs"/>
          <w:cs/>
        </w:rPr>
        <w:t>รายงานดังกล่าวก็เพราะพวกเขาไม่เห็นชอบกับตำแหน่งคอลีฟะฮ์ของลูกหลานบะนีฮาชิม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และไม่อาจสันนิษฐานได้อีกเลยว่า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จะหมายถึง</w:t>
      </w:r>
      <w:r>
        <w:rPr>
          <w:rFonts w:hint="cs"/>
          <w:cs/>
        </w:rPr>
        <w:t xml:space="preserve"> </w:t>
      </w:r>
    </w:p>
    <w:p w:rsidR="00C85AFD" w:rsidRDefault="00C85AFD" w:rsidP="00C85AFD">
      <w:pPr>
        <w:pStyle w:val="libNormal"/>
        <w:ind w:firstLine="0"/>
        <w:rPr>
          <w:rFonts w:cstheme="minorBidi"/>
          <w:rtl/>
          <w:lang w:bidi="fa-IR"/>
        </w:rPr>
      </w:pPr>
      <w:r w:rsidRPr="00B91120">
        <w:rPr>
          <w:rFonts w:hint="cs"/>
          <w:cs/>
        </w:rPr>
        <w:t>ราชวงศ์อับบาซียะฮ์เนื่องจากพวกเขามิได้รับความคุ้มครอง</w:t>
      </w:r>
    </w:p>
    <w:p w:rsidR="00C85AFD" w:rsidRPr="00DA34DC" w:rsidRDefault="00C85AFD" w:rsidP="00C85AFD">
      <w:pPr>
        <w:pStyle w:val="libNormal"/>
        <w:ind w:firstLine="0"/>
        <w:rPr>
          <w:rFonts w:cstheme="minorBidi"/>
          <w:lang w:bidi="fa-IR"/>
        </w:rPr>
      </w:pPr>
      <w:r w:rsidRPr="00B91120">
        <w:rPr>
          <w:rFonts w:hint="cs"/>
          <w:cs/>
        </w:rPr>
        <w:t>โดยโองการที่ว่า</w:t>
      </w:r>
      <w:r w:rsidRPr="00B91120">
        <w:rPr>
          <w:cs/>
        </w:rPr>
        <w:t xml:space="preserve"> </w:t>
      </w:r>
    </w:p>
    <w:p w:rsidR="00C85AFD" w:rsidRDefault="00C85AFD" w:rsidP="00C85AFD">
      <w:pPr>
        <w:pStyle w:val="libNormal"/>
        <w:ind w:firstLine="0"/>
      </w:pPr>
    </w:p>
    <w:p w:rsidR="00C85AFD" w:rsidRDefault="00C85AFD" w:rsidP="00C85AFD">
      <w:pPr>
        <w:pStyle w:val="libNormal"/>
        <w:ind w:firstLine="0"/>
      </w:pP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จงกล่าวเถิดว่า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ฉันมิได้ขอรางวัลใด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สำหรับเรื่องนี้จากพวกท่าน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นอกจากความจงรักภักดีในญาติสนิทของฉัน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(</w:t>
      </w:r>
      <w:r w:rsidR="00E350DC" w:rsidRPr="00B91120">
        <w:rPr>
          <w:rFonts w:hint="cs"/>
          <w:cs/>
        </w:rPr>
        <w:t>อัชชูรออ์: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๒๓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</w:p>
    <w:p w:rsidR="00E350DC" w:rsidRDefault="00C85AFD" w:rsidP="00E350DC">
      <w:pPr>
        <w:pStyle w:val="libNormal"/>
      </w:pPr>
      <w:r w:rsidRPr="00B91120">
        <w:rPr>
          <w:rFonts w:hint="cs"/>
          <w:cs/>
        </w:rPr>
        <w:t>และเหตุการณ์ที่เกี่ยวกับผ้าคลุมกิซา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ฉะนั้นจึงจำเป็นอย่างหลีกเลี่ยงไม่ได้ว่า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ฮะดีษของท่านศาสดา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ข้อนี้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ต้องหมายถึงบรรดาอิมาม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="00E350DC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จาก</w:t>
      </w:r>
    </w:p>
    <w:p w:rsidR="00C85AFD" w:rsidRPr="00E350DC" w:rsidRDefault="00C85AFD" w:rsidP="00E350DC">
      <w:pPr>
        <w:pStyle w:val="libNormal"/>
        <w:ind w:firstLine="0"/>
        <w:rPr>
          <w:rFonts w:cstheme="minorBidi"/>
          <w:rtl/>
          <w:cs/>
          <w:lang w:bidi="fa-IR"/>
        </w:rPr>
      </w:pPr>
      <w:r w:rsidRPr="00B91120">
        <w:rPr>
          <w:rFonts w:hint="cs"/>
          <w:cs/>
        </w:rPr>
        <w:t>อะฮ์ลุลบัยต์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ซึ่งเป็นวงศ์วานลูกหลานของท่านเท่านั้น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เพราะเขาเหล่านั้นเป็นคนมีความรู้มากที่สุดสำหรับคนในยุคนั้น</w:t>
      </w: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DA34DC" w:rsidRDefault="00C85AFD" w:rsidP="00C85AFD">
      <w:pPr>
        <w:pStyle w:val="libNormal"/>
        <w:ind w:firstLine="0"/>
        <w:rPr>
          <w:rFonts w:cstheme="minorBidi"/>
          <w:lang w:bidi="fa-IR"/>
        </w:rPr>
      </w:pPr>
      <w:r w:rsidRPr="00B91120">
        <w:rPr>
          <w:cs/>
        </w:rPr>
        <w:lastRenderedPageBreak/>
        <w:t xml:space="preserve"> </w:t>
      </w:r>
      <w:r w:rsidRPr="00B91120">
        <w:rPr>
          <w:rFonts w:hint="cs"/>
          <w:cs/>
        </w:rPr>
        <w:t>อีกทั้งมีเกียรติคุณที่สุด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มีความยำเกรงต่อพระผู้เป็นเจ้ามากที่สุด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มีความสำรวมตนที่สุด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มีสายตระกูลที่ดีที่สุด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มีสติปัญญาดีที่สุด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และมีเกียรติยิ่ง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อัลลอฮ์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ซึ่งวิชาความรู้ของพวกเขาอันได้รับมาจากบรรพบุรุษของพวกเขานั้น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มีความเชื่อมสัมพันธ์กันกับทวดของพวกเขาเอง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นั่นคือ</w:t>
      </w:r>
      <w:r>
        <w:rPr>
          <w:rFonts w:hint="cs"/>
          <w:cs/>
        </w:rPr>
        <w:t xml:space="preserve"> </w:t>
      </w:r>
    </w:p>
    <w:p w:rsidR="00C85AFD" w:rsidRDefault="00C85AFD" w:rsidP="00C85AFD">
      <w:pPr>
        <w:pStyle w:val="libNormal"/>
        <w:ind w:firstLine="0"/>
        <w:rPr>
          <w:rFonts w:cstheme="minorBidi"/>
          <w:rtl/>
          <w:lang w:bidi="fa-IR"/>
        </w:rPr>
      </w:pPr>
      <w:r w:rsidRPr="00B91120">
        <w:rPr>
          <w:rFonts w:hint="cs"/>
          <w:cs/>
        </w:rPr>
        <w:t>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โดยการสืบทอดและถ่ายทอด</w:t>
      </w:r>
      <w:r w:rsidRPr="00B91120">
        <w:rPr>
          <w:cs/>
        </w:rPr>
        <w:t xml:space="preserve"> </w:t>
      </w:r>
    </w:p>
    <w:p w:rsidR="00C85AFD" w:rsidRDefault="00C85AFD" w:rsidP="00C85AFD">
      <w:pPr>
        <w:pStyle w:val="libNormal"/>
        <w:ind w:firstLine="0"/>
        <w:rPr>
          <w:rFonts w:cstheme="minorBidi"/>
          <w:rtl/>
          <w:lang w:bidi="fa-IR"/>
        </w:rPr>
      </w:pPr>
      <w:r w:rsidRPr="00B91120">
        <w:rPr>
          <w:rFonts w:hint="cs"/>
          <w:cs/>
        </w:rPr>
        <w:t>ด้วยเหตุนี้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จึงเป็นที่รู้กันว่า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พวกเขาคือ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อะฮ์ลุอิลม์ที่ควรค่าแก่ความรู้และการวิเคราะห์ที่ถูกต้องเป็นอะฮ์ลิกัชฟ์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ผู้มีญาณหยั่งรู้ที่ถูกต้อง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นั่นคือหมายความว่า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จุดมุ่งหมายของท่านนบี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ในเรื่องอิมาม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คืออะฮ์ลุลบัยต์ของท่าน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ทั้งนี้ได้รับการสนับสนุนยืนยันโดยฮะดีษ</w:t>
      </w:r>
      <w:r w:rsidRPr="00B91120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อัษษะกอลัยน์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</w:p>
    <w:p w:rsidR="00C85AFD" w:rsidRPr="00DA34DC" w:rsidRDefault="00C85AFD" w:rsidP="00C85AFD">
      <w:pPr>
        <w:pStyle w:val="libNormal"/>
        <w:ind w:firstLine="0"/>
      </w:pP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สิ่งสำคัญที่หนักยิ่งสองประการ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และฮะดีษต่างๆ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ของท่านศาสดา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อีกจำนวนมากที่ได้รับการกล่าวถึงไว้ในหนังสือเล่มนี้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และเล่มอื่นๆ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ส่วนของท่านนบี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ที่ว่า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พวกเขาทุกคน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จะได้รับการยินยอมร่วมกันโดยประชาชาติมุสลิม</w:t>
      </w:r>
      <w:r w:rsidRPr="00B91120">
        <w:rPr>
          <w:rFonts w:cs="Times New Roman" w:hint="eastAsia"/>
          <w:lang w:bidi="ar-SA"/>
        </w:rPr>
        <w:t>”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</w:p>
    <w:p w:rsidR="00C85AFD" w:rsidRDefault="00C85AFD" w:rsidP="00C85AFD">
      <w:pPr>
        <w:pStyle w:val="libNormal"/>
        <w:rPr>
          <w:rFonts w:cs="Cordia New"/>
          <w:szCs w:val="40"/>
        </w:rPr>
      </w:pPr>
    </w:p>
    <w:p w:rsidR="00C85AFD" w:rsidRDefault="00C85AFD" w:rsidP="00C85AFD">
      <w:pPr>
        <w:pStyle w:val="libNormal"/>
        <w:rPr>
          <w:rFonts w:cs="Cordia New"/>
          <w:szCs w:val="40"/>
        </w:rPr>
      </w:pPr>
    </w:p>
    <w:p w:rsidR="00C85AFD" w:rsidRDefault="00C85AFD" w:rsidP="00C85AFD">
      <w:pPr>
        <w:pStyle w:val="libNormal"/>
        <w:rPr>
          <w:rFonts w:cs="Cordia New"/>
          <w:szCs w:val="40"/>
        </w:rPr>
      </w:pPr>
    </w:p>
    <w:p w:rsidR="00C85AFD" w:rsidRDefault="00C85AFD" w:rsidP="00C85AFD">
      <w:pPr>
        <w:pStyle w:val="libNormal"/>
        <w:rPr>
          <w:rFonts w:cs="Cordia New"/>
          <w:szCs w:val="40"/>
        </w:rPr>
      </w:pPr>
    </w:p>
    <w:p w:rsidR="00C85AFD" w:rsidRPr="00DA34DC" w:rsidRDefault="00C85AFD" w:rsidP="00C85AFD">
      <w:pPr>
        <w:pStyle w:val="libNormal"/>
        <w:rPr>
          <w:rFonts w:cs="Cordia New"/>
          <w:szCs w:val="40"/>
        </w:rPr>
      </w:pPr>
    </w:p>
    <w:p w:rsidR="00C85AFD" w:rsidRDefault="00C85AFD" w:rsidP="00C85AFD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C85AFD" w:rsidRPr="0054189E" w:rsidRDefault="00C85AFD" w:rsidP="00C85AFD">
      <w:pPr>
        <w:pStyle w:val="libNormal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ในฮะดีษของท่านศาสดาที่รายงานโดยท่านญาบิร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</w:t>
      </w:r>
      <w:r>
        <w:rPr>
          <w:rFonts w:hint="cs"/>
          <w:cs/>
        </w:rPr>
        <w:t xml:space="preserve"> ซะมุ</w:t>
      </w:r>
      <w:r w:rsidRPr="00B91120">
        <w:rPr>
          <w:rFonts w:hint="cs"/>
          <w:cs/>
        </w:rPr>
        <w:t>เราะฮ์นั้น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ก็โดยจุดประสงค์ของท่านศาสดา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ที่จะให้ประชาชาติมุสลิมรู้ว่า</w:t>
      </w:r>
    </w:p>
    <w:p w:rsidR="00C85AFD" w:rsidRDefault="00C85AFD" w:rsidP="00C85AFD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ประชาชาตินี้ต้องให้การยอมรับอย่างเป็นเอกฉันท์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ในตำแหน่งอิมามของพวกเขาทุกคนโดยเฉพาะอย่างยิ่งในยุคที่ท่านอิมาม</w:t>
      </w:r>
      <w:r w:rsidRPr="00B91120">
        <w:rPr>
          <w:cs/>
        </w:rPr>
        <w:t>-</w:t>
      </w:r>
      <w:r w:rsidRPr="00B91120">
        <w:rPr>
          <w:rFonts w:hint="cs"/>
          <w:cs/>
        </w:rPr>
        <w:t>มะฮ์ดีผู้ยังดำรงอยู่ของพวกเขา</w:t>
      </w:r>
      <w:r w:rsidRPr="00B91120">
        <w:rPr>
          <w:cs/>
        </w:rPr>
        <w:t xml:space="preserve"> (</w:t>
      </w:r>
      <w:r w:rsidRPr="00B91120">
        <w:rPr>
          <w:rFonts w:hint="cs"/>
          <w:cs/>
        </w:rPr>
        <w:t>ขอให้อัลลอฮ์ประทานความปิติปราโมทย์แก่ท่าน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ปรากฏขึ้นมา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๑๒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  <w:r>
        <w:rPr>
          <w:rFonts w:hint="cs"/>
          <w:cs/>
        </w:rPr>
        <w:t>------------------------------------------------------------</w:t>
      </w:r>
    </w:p>
    <w:p w:rsidR="00C85AFD" w:rsidRPr="00E350DC" w:rsidRDefault="00C85AFD" w:rsidP="00E350DC">
      <w:pPr>
        <w:pStyle w:val="libArFootnote"/>
        <w:bidi w:val="0"/>
        <w:rPr>
          <w:szCs w:val="40"/>
        </w:rPr>
      </w:pPr>
      <w:bookmarkStart w:id="23" w:name="_Toc414268891"/>
      <w:r w:rsidRPr="00E350DC">
        <w:t>(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๑๒</w:t>
      </w:r>
      <w:r w:rsidRPr="00E350DC">
        <w:rPr>
          <w:szCs w:val="24"/>
          <w:rtl/>
          <w:cs/>
        </w:rPr>
        <w:t xml:space="preserve">)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ยะนาบีอุล</w:t>
      </w:r>
      <w:r w:rsidRPr="00E350DC">
        <w:rPr>
          <w:szCs w:val="24"/>
          <w:rtl/>
          <w:cs/>
        </w:rPr>
        <w:t>-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มะวัดดะฮ์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๔๔๖ฮะดีษทั้งหลายของท่านศาสดาในเรื่องนี้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แบ่งออกได้เป็น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๒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ประเภท</w:t>
      </w:r>
      <w:bookmarkEnd w:id="23"/>
    </w:p>
    <w:p w:rsidR="00C85AFD" w:rsidRPr="00E350DC" w:rsidRDefault="00C85AFD" w:rsidP="00E350DC">
      <w:pPr>
        <w:pStyle w:val="libArFootnote"/>
        <w:bidi w:val="0"/>
      </w:pPr>
      <w:bookmarkStart w:id="24" w:name="_Toc414268892"/>
      <w:r w:rsidRPr="00E350DC">
        <w:rPr>
          <w:rFonts w:ascii="Angsana New" w:hAnsi="Angsana New" w:cs="Angsana New" w:hint="cs"/>
          <w:szCs w:val="24"/>
          <w:cs/>
          <w:lang w:bidi="th-TH"/>
        </w:rPr>
        <w:t>๑</w:t>
      </w:r>
      <w:r w:rsidRPr="00E350DC">
        <w:rPr>
          <w:szCs w:val="24"/>
          <w:rtl/>
          <w:cs/>
        </w:rPr>
        <w:t xml:space="preserve">.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ประเภทที่ระบุว่าบรรดาอิมาม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มี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๑๒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ท่าน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แต่มิได้ระบุชื่อของท่านเหล่านั้น</w:t>
      </w:r>
      <w:bookmarkEnd w:id="24"/>
    </w:p>
    <w:p w:rsidR="00C85AFD" w:rsidRPr="00E350DC" w:rsidRDefault="00C85AFD" w:rsidP="00E350DC">
      <w:pPr>
        <w:pStyle w:val="libArFootnote"/>
        <w:bidi w:val="0"/>
      </w:pPr>
      <w:bookmarkStart w:id="25" w:name="_Toc414268893"/>
      <w:r w:rsidRPr="00E350DC">
        <w:rPr>
          <w:rFonts w:ascii="Angsana New" w:hAnsi="Angsana New" w:cs="Angsana New" w:hint="cs"/>
          <w:szCs w:val="24"/>
          <w:cs/>
          <w:lang w:bidi="th-TH"/>
        </w:rPr>
        <w:t>๒</w:t>
      </w:r>
      <w:r w:rsidRPr="00E350DC">
        <w:rPr>
          <w:szCs w:val="24"/>
          <w:rtl/>
          <w:cs/>
        </w:rPr>
        <w:t xml:space="preserve">.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ประเภทที่มีการกล่าวถึงชื่อของอิมามเหล่านั้นทั้งหมด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หรือด้วยการกล่าวเป็นนัยยะ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และระบุชื่อของบางคนไว้</w:t>
      </w:r>
      <w:bookmarkEnd w:id="25"/>
    </w:p>
    <w:p w:rsidR="00C85AFD" w:rsidRDefault="00C85AFD" w:rsidP="00C85AFD">
      <w:pPr>
        <w:pStyle w:val="libArFootnote"/>
        <w:bidi w:val="0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Default="00C85AFD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ต่อไปนี้เราจะกล่าวถึงวจนะต่าง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ประเภทแรกก่อน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ท่านญาบิร</w:t>
      </w:r>
      <w:r w:rsidRPr="00B91120">
        <w:rPr>
          <w:cs/>
        </w:rPr>
        <w:t xml:space="preserve"> </w:t>
      </w:r>
      <w:r>
        <w:rPr>
          <w:rFonts w:hint="cs"/>
          <w:cs/>
        </w:rPr>
        <w:t>บินซะมุ</w:t>
      </w:r>
      <w:r w:rsidRPr="00B91120">
        <w:rPr>
          <w:rFonts w:hint="cs"/>
          <w:cs/>
        </w:rPr>
        <w:t>เราะฮ์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ได้รายงานไว้ว่า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ข้าพเจ้าได้ยินท่านศาสนทูตแห่งอัลลออ์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กล่าวว่า</w:t>
      </w:r>
    </w:p>
    <w:p w:rsidR="00C85AFD" w:rsidRDefault="00C85AFD" w:rsidP="00C85AFD">
      <w:pPr>
        <w:pStyle w:val="libNormal"/>
      </w:pPr>
      <w:r w:rsidRPr="00B91120">
        <w:rPr>
          <w:rFonts w:cs="Times New Roman" w:hint="eastAsia"/>
          <w:lang w:bidi="ar-SA"/>
        </w:rPr>
        <w:t xml:space="preserve"> </w:t>
      </w: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จะมีอะมีร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(</w:t>
      </w:r>
      <w:r w:rsidRPr="00B91120">
        <w:rPr>
          <w:rFonts w:hint="cs"/>
          <w:cs/>
        </w:rPr>
        <w:t>อะมีร</w:t>
      </w:r>
      <w:r w:rsidRPr="00B91120">
        <w:rPr>
          <w:cs/>
        </w:rPr>
        <w:t>-</w:t>
      </w:r>
      <w:r w:rsidRPr="00B91120">
        <w:rPr>
          <w:rFonts w:hint="cs"/>
          <w:cs/>
        </w:rPr>
        <w:t>ผู้นำ</w:t>
      </w:r>
      <w:r w:rsidRPr="00B91120">
        <w:rPr>
          <w:cs/>
        </w:rPr>
        <w:t>)</w:t>
      </w:r>
      <w:r w:rsidRPr="00B91120">
        <w:rPr>
          <w:rFonts w:hint="cs"/>
          <w:cs/>
        </w:rPr>
        <w:t>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แล้วท่านก็ได้กล่าวอีกประโยคหนึ่งที่ข้าพเจ้าฟังไม่ได้ยินแต่บิดาของข้าพเจ้าบอกว่า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ท่านกล่าวว่าเขาเหล่านั้นจะเป็นชาวกุเรชทุกคน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๑๓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๒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ท่านญาบิร</w:t>
      </w:r>
      <w:r w:rsidRPr="00B91120">
        <w:rPr>
          <w:cs/>
        </w:rPr>
        <w:t xml:space="preserve"> </w:t>
      </w:r>
      <w:r>
        <w:rPr>
          <w:rFonts w:hint="cs"/>
          <w:cs/>
        </w:rPr>
        <w:t>บินซะ</w:t>
      </w:r>
      <w:r w:rsidRPr="00B91120">
        <w:rPr>
          <w:rFonts w:hint="cs"/>
          <w:cs/>
        </w:rPr>
        <w:t>ม</w:t>
      </w:r>
      <w:r>
        <w:rPr>
          <w:rFonts w:hint="cs"/>
          <w:cs/>
        </w:rPr>
        <w:t>ุ</w:t>
      </w:r>
      <w:r w:rsidRPr="00B91120">
        <w:rPr>
          <w:rFonts w:hint="cs"/>
          <w:cs/>
        </w:rPr>
        <w:t>เราะฮ์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ได้รายงานไว้ว่า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ข้าพเจ้าได้ยินท่านนบี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กิจการของมนุษย์ยังจะไม่สูญสลายเหมือนแต่ก่อนมาจนกว่าชายทั้ง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คนได้มาปกครองพวกเขาจนครบถ้วน</w:t>
      </w:r>
      <w:r>
        <w:rPr>
          <w:rFonts w:hint="cs"/>
          <w:cs/>
        </w:rPr>
        <w:t>”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ต่อจากนั้นท่านนบี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ก็พูดประโยคหนึ่งที่เบามาก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ข้าพเจ้าจึงถามบิดาว่า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E350DC" w:rsidRPr="00B91120">
        <w:rPr>
          <w:rFonts w:hint="cs"/>
          <w:cs/>
        </w:rPr>
        <w:t xml:space="preserve">ท่านศาสดา </w:t>
      </w:r>
      <w:r w:rsidR="00E350DC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E350DC" w:rsidRPr="00B91120">
        <w:rPr>
          <w:rFonts w:hint="cs"/>
          <w:cs/>
        </w:rPr>
        <w:t>) พูดอะไร</w:t>
      </w:r>
      <w:r w:rsidR="00E350DC" w:rsidRPr="00B91120">
        <w:rPr>
          <w:rFonts w:hint="cs"/>
        </w:rPr>
        <w:t>?</w:t>
      </w:r>
      <w:r w:rsidRPr="00B91120">
        <w:rPr>
          <w:rFonts w:cs="Times New Roman"/>
          <w:lang w:bidi="ar-SA"/>
        </w:rPr>
        <w:t xml:space="preserve">” </w:t>
      </w:r>
      <w:r w:rsidRPr="00B91120">
        <w:rPr>
          <w:rFonts w:hint="cs"/>
          <w:cs/>
        </w:rPr>
        <w:t>ท่านตอบว่า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เขาเหล่านั้น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จะเป็นชาวกุเรชทุกคน</w:t>
      </w:r>
      <w:r w:rsidR="00E350DC" w:rsidRPr="00B91120">
        <w:rPr>
          <w:rFonts w:cs="Times New Roman" w:hint="eastAsia"/>
          <w:lang w:bidi="ar-SA"/>
        </w:rPr>
        <w:t>”</w:t>
      </w:r>
      <w:r w:rsidR="00E350DC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๑๔</w:t>
      </w:r>
      <w:r w:rsidRPr="00B91120">
        <w:rPr>
          <w:cs/>
        </w:rPr>
        <w:t>)</w:t>
      </w:r>
    </w:p>
    <w:p w:rsidR="00C85AFD" w:rsidRPr="00DA34DC" w:rsidRDefault="00C85AFD" w:rsidP="00C85AFD">
      <w:pPr>
        <w:pStyle w:val="libNormal"/>
        <w:ind w:firstLine="0"/>
        <w:rPr>
          <w:rFonts w:cs="Cordia New"/>
          <w:szCs w:val="40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๓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รายงานจากท่านญาบิร</w:t>
      </w:r>
      <w:r w:rsidRPr="00B91120">
        <w:rPr>
          <w:cs/>
        </w:rPr>
        <w:t xml:space="preserve"> </w:t>
      </w:r>
      <w:r>
        <w:rPr>
          <w:rFonts w:hint="cs"/>
          <w:cs/>
        </w:rPr>
        <w:t>บินซะ</w:t>
      </w:r>
      <w:r w:rsidRPr="00B91120">
        <w:rPr>
          <w:rFonts w:hint="cs"/>
          <w:cs/>
        </w:rPr>
        <w:t>ม</w:t>
      </w:r>
      <w:r>
        <w:rPr>
          <w:rFonts w:hint="cs"/>
          <w:cs/>
        </w:rPr>
        <w:t>ุ</w:t>
      </w:r>
      <w:r w:rsidRPr="00B91120">
        <w:rPr>
          <w:rFonts w:hint="cs"/>
          <w:cs/>
        </w:rPr>
        <w:t>เราะฮ์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ข้าพเจ้าได้ยินท่านศาสนทูตแห่งอัลลอฮ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ศาสนานี้ยังคงดำรงอยู่อย่างมีเกียรติไปจนครบ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คอลีฟะฮ์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ประชาชนพากันกล่าวตักบีร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เสียง</w:t>
      </w:r>
      <w:r>
        <w:rPr>
          <w:rFonts w:hint="cs"/>
          <w:cs/>
        </w:rPr>
        <w:t>ดัง</w:t>
      </w:r>
      <w:r w:rsidRPr="00B91120">
        <w:rPr>
          <w:rFonts w:hint="cs"/>
          <w:cs/>
        </w:rPr>
        <w:t>ลั่น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ต่อจากนั้นท่านพูดอีกประโยคหนึ่งแผ่วเบามาก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ข้าพเจ้าพูดกับบิดาว่า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โอ้บิดาท่านกล่าวว่า</w:t>
      </w:r>
      <w:r w:rsidRPr="00B91120">
        <w:rPr>
          <w:cs/>
        </w:rPr>
        <w:t xml:space="preserve"> </w:t>
      </w:r>
      <w:r w:rsidR="00E350DC" w:rsidRPr="00B91120">
        <w:rPr>
          <w:rFonts w:hint="cs"/>
          <w:cs/>
        </w:rPr>
        <w:t>อย่างไร</w:t>
      </w:r>
      <w:r w:rsidR="00E350DC" w:rsidRPr="00B91120">
        <w:rPr>
          <w:rFonts w:hint="cs"/>
        </w:rPr>
        <w:t>?</w:t>
      </w:r>
      <w:r w:rsidRPr="00B91120">
        <w:rPr>
          <w:rFonts w:cs="Times New Roman"/>
          <w:lang w:bidi="ar-SA"/>
        </w:rPr>
        <w:t xml:space="preserve">” </w:t>
      </w:r>
      <w:r w:rsidRPr="00B91120">
        <w:rPr>
          <w:rFonts w:hint="cs"/>
          <w:cs/>
        </w:rPr>
        <w:t>ท่านตอบว่า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เขาเหล่านั้นจะเป็นชาวกุเรชทุกคน</w:t>
      </w:r>
      <w:r w:rsidR="00E350DC" w:rsidRPr="00B91120">
        <w:rPr>
          <w:rFonts w:cs="Times New Roman" w:hint="eastAsia"/>
          <w:lang w:bidi="ar-SA"/>
        </w:rPr>
        <w:t>”</w:t>
      </w:r>
      <w:r w:rsidR="00E350DC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๑๕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  <w:r>
        <w:rPr>
          <w:rFonts w:hint="cs"/>
          <w:cs/>
        </w:rPr>
        <w:t>-------------------------------------</w:t>
      </w:r>
      <w:r w:rsidR="00E350DC">
        <w:rPr>
          <w:rFonts w:hint="cs"/>
          <w:cs/>
        </w:rPr>
        <w:t>-------------------------------</w:t>
      </w:r>
    </w:p>
    <w:p w:rsidR="00C85AFD" w:rsidRPr="00B66E45" w:rsidRDefault="00C85AFD" w:rsidP="00C85AFD">
      <w:pPr>
        <w:pStyle w:val="libArFootnote"/>
        <w:bidi w:val="0"/>
      </w:pPr>
      <w:bookmarkStart w:id="26" w:name="_Toc414268894"/>
      <w:r w:rsidRPr="00B66E45">
        <w:t>(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๑๓</w:t>
      </w:r>
      <w:r w:rsidR="00E350DC">
        <w:rPr>
          <w:rFonts w:cs="Cordia New" w:hint="cs"/>
          <w:szCs w:val="30"/>
          <w:cs/>
          <w:lang w:bidi="th-TH"/>
        </w:rPr>
        <w:t>)</w:t>
      </w:r>
      <w:r w:rsidR="00E350DC" w:rsidRPr="00B66E45">
        <w:rPr>
          <w:rFonts w:ascii="Angsana New" w:hAnsi="Angsana New" w:cs="Angsana New" w:hint="cs"/>
          <w:szCs w:val="24"/>
          <w:cs/>
          <w:lang w:bidi="th-TH"/>
        </w:rPr>
        <w:t xml:space="preserve"> ศอฮีฮ</w:t>
      </w:r>
      <w:r w:rsidR="00E350DC" w:rsidRPr="00B66E45">
        <w:rPr>
          <w:rFonts w:ascii="Angsana New" w:hAnsi="Angsana New" w:cs="Angsana New"/>
          <w:szCs w:val="24"/>
          <w:cs/>
          <w:lang w:bidi="th-TH"/>
        </w:rPr>
        <w:t>์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B66E45">
        <w:rPr>
          <w:szCs w:val="24"/>
          <w:rtl/>
          <w:cs/>
        </w:rPr>
        <w:t>-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บุคอรี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๔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๑๗๕</w:t>
      </w:r>
      <w:bookmarkEnd w:id="26"/>
    </w:p>
    <w:p w:rsidR="00C85AFD" w:rsidRPr="00B66E45" w:rsidRDefault="00C85AFD" w:rsidP="00C85AFD">
      <w:pPr>
        <w:pStyle w:val="libArFootnote"/>
        <w:bidi w:val="0"/>
      </w:pPr>
      <w:bookmarkStart w:id="27" w:name="_Toc414268895"/>
      <w:r w:rsidRPr="00B66E45">
        <w:t>(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๑๔</w:t>
      </w:r>
      <w:r>
        <w:rPr>
          <w:rFonts w:cs="Cordia New" w:hint="cs"/>
          <w:szCs w:val="30"/>
          <w:cs/>
          <w:lang w:bidi="th-TH"/>
        </w:rPr>
        <w:t>)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ศอฮีฮ์มุสลิม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๒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๑๙๑</w:t>
      </w:r>
      <w:bookmarkEnd w:id="27"/>
    </w:p>
    <w:p w:rsidR="00C85AFD" w:rsidRPr="00B66E45" w:rsidRDefault="00C85AFD" w:rsidP="00C85AFD">
      <w:pPr>
        <w:pStyle w:val="libArFootnote"/>
        <w:bidi w:val="0"/>
        <w:rPr>
          <w:szCs w:val="24"/>
          <w:rtl/>
          <w:cs/>
        </w:rPr>
      </w:pPr>
      <w:bookmarkStart w:id="28" w:name="_Toc414268896"/>
      <w:r w:rsidRPr="00B66E45">
        <w:t>(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๑๕</w:t>
      </w:r>
      <w:r>
        <w:rPr>
          <w:rFonts w:cs="Cordia New" w:hint="cs"/>
          <w:szCs w:val="30"/>
          <w:cs/>
          <w:lang w:bidi="th-TH"/>
        </w:rPr>
        <w:t>)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ศอฮีย์อะบีดาวูด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๒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๒๐๗</w:t>
      </w:r>
      <w:bookmarkEnd w:id="28"/>
    </w:p>
    <w:p w:rsidR="00C85AFD" w:rsidRPr="007A39D4" w:rsidRDefault="00C85AFD" w:rsidP="00C85AFD">
      <w:pPr>
        <w:rPr>
          <w:rFonts w:ascii="Angsana New" w:eastAsia="Times New Roman" w:hAnsi="Angsana New" w:cs="Angsana New"/>
          <w:kern w:val="36"/>
          <w:szCs w:val="28"/>
          <w:cs/>
          <w:lang w:eastAsia="en-US" w:bidi="th-TH"/>
        </w:rPr>
      </w:pPr>
      <w:r>
        <w:rPr>
          <w:rFonts w:ascii="Angsana New" w:hAnsi="Angsana New" w:cs="Angsana New"/>
        </w:rPr>
        <w:br w:type="page"/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lastRenderedPageBreak/>
        <w:t>๔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รายงานจากท่านญาบิร</w:t>
      </w:r>
      <w:r w:rsidRPr="00B91120">
        <w:rPr>
          <w:cs/>
        </w:rPr>
        <w:t xml:space="preserve"> </w:t>
      </w:r>
      <w:r>
        <w:rPr>
          <w:rFonts w:hint="cs"/>
          <w:cs/>
        </w:rPr>
        <w:t>บินซะ</w:t>
      </w:r>
      <w:r w:rsidRPr="00B91120">
        <w:rPr>
          <w:rFonts w:hint="cs"/>
          <w:cs/>
        </w:rPr>
        <w:t>ม</w:t>
      </w:r>
      <w:r>
        <w:rPr>
          <w:rFonts w:hint="cs"/>
          <w:cs/>
        </w:rPr>
        <w:t>ุ</w:t>
      </w:r>
      <w:r w:rsidRPr="00B91120">
        <w:rPr>
          <w:rFonts w:hint="cs"/>
          <w:cs/>
        </w:rPr>
        <w:t>เราะฮ์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ข้าพเจ้าได้ยิน</w:t>
      </w:r>
    </w:p>
    <w:p w:rsidR="00C85AFD" w:rsidRPr="007A39D4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ท่านศาสนทูตแห่งอัลลอฮ์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หลังจากฉัน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จะมีอะมีร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แล้วท่านก็พูดอีกประโยคหนึ่งแต่ข้าพเจ้าไม่เข้าใจ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ดังนั้น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ข้าพเจ้าจึงถามคนที่ใกล้เขาบอกว่า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เขาเหล่านั้นจะเป็นชาวกุเรชทุกคน</w:t>
      </w:r>
      <w:r w:rsidR="00E350DC" w:rsidRPr="00B91120">
        <w:rPr>
          <w:rFonts w:cs="Times New Roman" w:hint="eastAsia"/>
          <w:lang w:bidi="ar-SA"/>
        </w:rPr>
        <w:t>”</w:t>
      </w:r>
      <w:r w:rsidR="00E350DC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๑๖</w:t>
      </w:r>
      <w:r w:rsidRPr="00B91120">
        <w:rPr>
          <w:cs/>
        </w:rPr>
        <w:t>)</w:t>
      </w:r>
    </w:p>
    <w:p w:rsidR="00C85AFD" w:rsidRPr="007A39D4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๕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รายงานจากท่าน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อูน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ญะฮีฟะฮ์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ผู้ได้บันทึกมาจากบิดาของท่าน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ข้าพเจ้ากับลุงเคยอยู่กับท่านนบี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ในครั้งหนึ่ง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ท่านศาสดา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กิจการแห่งประชาชาติของข้า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ยังไม่วายจะเป็นสิ่งที่ดำเนินอยู่ต่อไปเสมอจนกว่าจะผ่าน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คอลีฟะฮ์เสียก่อน</w:t>
      </w:r>
      <w:r>
        <w:rPr>
          <w:rFonts w:cs="Cordia New" w:hint="cs"/>
          <w:szCs w:val="40"/>
          <w:cs/>
        </w:rPr>
        <w:t>”</w:t>
      </w:r>
    </w:p>
    <w:p w:rsidR="00C85AFD" w:rsidRPr="0054189E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จากนั้นท่านพูดประโยคหนึ่งด้วยเสียงแผ่วเบา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ข้าพเจ้าจึงถามลุงซึ่งนั่งอยู่ด้านหน้าของข้าพเจ้าว่า</w:t>
      </w:r>
      <w:r w:rsidRPr="00B91120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โอ้ลุง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ท่านศาสดากล่าวว่าอย่างไร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?</w:t>
      </w:r>
      <w:r>
        <w:rPr>
          <w:rFonts w:cs="Cordia New" w:hint="cs"/>
          <w:szCs w:val="40"/>
          <w:cs/>
        </w:rPr>
        <w:t>”</w:t>
      </w:r>
    </w:p>
    <w:p w:rsidR="00C85AFD" w:rsidRDefault="00C85AFD" w:rsidP="00C85AFD">
      <w:pPr>
        <w:pStyle w:val="libNormal"/>
        <w:ind w:firstLine="0"/>
        <w:rPr>
          <w:rFonts w:cs="Cordia New"/>
          <w:szCs w:val="40"/>
        </w:rPr>
      </w:pPr>
      <w:r w:rsidRPr="00B91120">
        <w:rPr>
          <w:rFonts w:hint="cs"/>
          <w:cs/>
        </w:rPr>
        <w:t>ลุงตอบว่าท่านศาสดา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เขาเหล่านั้นจะเป็นชาวกุเรชทุกคน</w:t>
      </w:r>
      <w:r>
        <w:rPr>
          <w:rFonts w:cs="Cordia New" w:hint="cs"/>
          <w:szCs w:val="40"/>
          <w:cs/>
        </w:rPr>
        <w:t>”</w:t>
      </w:r>
    </w:p>
    <w:p w:rsidR="00C85AFD" w:rsidRPr="007A39D4" w:rsidRDefault="00C85AFD" w:rsidP="00C85AFD">
      <w:pPr>
        <w:pStyle w:val="libNormal"/>
        <w:ind w:firstLine="0"/>
      </w:pPr>
      <w:r>
        <w:rPr>
          <w:rFonts w:cs="Cordia New" w:hint="cs"/>
          <w:szCs w:val="40"/>
          <w:cs/>
        </w:rPr>
        <w:t>(</w:t>
      </w:r>
      <w:r w:rsidRPr="00B91120">
        <w:rPr>
          <w:rFonts w:hint="cs"/>
          <w:cs/>
        </w:rPr>
        <w:t>๑๗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๖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รายงานจากท่าน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ดาวูด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ฮินด์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ซึ่งได้รับคำบอกเล่าจากท่านอัช</w:t>
      </w:r>
      <w:r w:rsidRPr="00B91120">
        <w:rPr>
          <w:cs/>
        </w:rPr>
        <w:t>-</w:t>
      </w:r>
      <w:r w:rsidRPr="00B91120">
        <w:rPr>
          <w:rFonts w:hint="cs"/>
          <w:cs/>
        </w:rPr>
        <w:t>ชุอบีย์ที่ได้รับคำบอกเล่าจากท่าน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ญาบิร</w:t>
      </w:r>
      <w:r w:rsidRPr="00B91120">
        <w:rPr>
          <w:cs/>
        </w:rPr>
        <w:t xml:space="preserve"> </w:t>
      </w:r>
      <w:r>
        <w:rPr>
          <w:rFonts w:hint="cs"/>
          <w:cs/>
        </w:rPr>
        <w:t>บินซะมะ</w:t>
      </w:r>
      <w:r w:rsidRPr="00B91120">
        <w:rPr>
          <w:rFonts w:hint="cs"/>
          <w:cs/>
        </w:rPr>
        <w:t>เราะฮ์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ข้าพเจ้าได้ยินท่านนบี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สำหรับประชาชาตินี้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จะมี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๑๒คอลีฟะฮ์</w:t>
      </w:r>
      <w:r>
        <w:rPr>
          <w:rFonts w:cs="Cordia New" w:hint="cs"/>
          <w:szCs w:val="40"/>
          <w:cs/>
        </w:rPr>
        <w:t>”</w:t>
      </w:r>
      <w:r w:rsidRPr="00B91120">
        <w:rPr>
          <w:rFonts w:hint="cs"/>
          <w:cs/>
        </w:rPr>
        <w:t>๑๘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  <w:r>
        <w:rPr>
          <w:rFonts w:hint="cs"/>
          <w:cs/>
        </w:rPr>
        <w:t>------------------------------------------------</w:t>
      </w:r>
    </w:p>
    <w:p w:rsidR="00C85AFD" w:rsidRPr="00B66E45" w:rsidRDefault="00C85AFD" w:rsidP="00C85AFD">
      <w:pPr>
        <w:pStyle w:val="libArFootnote"/>
        <w:bidi w:val="0"/>
      </w:pPr>
      <w:bookmarkStart w:id="29" w:name="_Toc414268897"/>
      <w:r w:rsidRPr="00B66E45">
        <w:t>(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๑๖</w:t>
      </w:r>
      <w:r>
        <w:rPr>
          <w:rFonts w:cs="Cordia New" w:hint="cs"/>
          <w:szCs w:val="30"/>
          <w:cs/>
          <w:lang w:bidi="th-TH"/>
        </w:rPr>
        <w:t>)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ศอฮีฮ์ติรมีซีย์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๒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๔๕</w:t>
      </w:r>
      <w:bookmarkEnd w:id="29"/>
    </w:p>
    <w:p w:rsidR="00C85AFD" w:rsidRPr="00B66E45" w:rsidRDefault="00C85AFD" w:rsidP="00C85AFD">
      <w:pPr>
        <w:pStyle w:val="libArFootnote"/>
        <w:bidi w:val="0"/>
      </w:pPr>
      <w:bookmarkStart w:id="30" w:name="_Toc414268898"/>
      <w:r w:rsidRPr="00B66E45">
        <w:t>(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๑๗</w:t>
      </w:r>
      <w:r>
        <w:rPr>
          <w:rFonts w:cs="Cordia New" w:hint="cs"/>
          <w:szCs w:val="30"/>
          <w:cs/>
          <w:lang w:bidi="th-TH"/>
        </w:rPr>
        <w:t>)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B66E45">
        <w:rPr>
          <w:szCs w:val="24"/>
          <w:rtl/>
          <w:cs/>
        </w:rPr>
        <w:t>-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มุชตัดร็อก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อะลัศ</w:t>
      </w:r>
      <w:r w:rsidRPr="00B66E45">
        <w:rPr>
          <w:szCs w:val="24"/>
          <w:rtl/>
          <w:cs/>
        </w:rPr>
        <w:t>-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ศอฮีฮัยน์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๓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๖๑๘</w:t>
      </w:r>
      <w:bookmarkEnd w:id="30"/>
    </w:p>
    <w:p w:rsidR="00C85AFD" w:rsidRPr="00B66E45" w:rsidRDefault="00C85AFD" w:rsidP="00C85AFD">
      <w:pPr>
        <w:pStyle w:val="libArFootnote"/>
        <w:bidi w:val="0"/>
        <w:rPr>
          <w:szCs w:val="24"/>
          <w:rtl/>
          <w:cs/>
        </w:rPr>
      </w:pPr>
      <w:bookmarkStart w:id="31" w:name="_Toc414268899"/>
      <w:r w:rsidRPr="00B66E45">
        <w:t>(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๑๘</w:t>
      </w:r>
      <w:r>
        <w:rPr>
          <w:rFonts w:cs="Cordia New" w:hint="cs"/>
          <w:szCs w:val="30"/>
          <w:cs/>
          <w:lang w:bidi="th-TH"/>
        </w:rPr>
        <w:t>)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มุสนัดอะหมัด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๕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๑๐๖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ท่านอิมามอะหมัดได้บันทึกไว้ในหนังสือมุสนัดหลาย</w:t>
      </w:r>
      <w:r w:rsidRPr="00B66E45">
        <w:rPr>
          <w:rFonts w:hint="cs"/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ข้อบัญญัติด้วยกันเกี่ยวกับเรื่องคอลีฟะฮ์๑๒จากรายงานของญาบิรมี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๓๔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กระแส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ในเล่ม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๕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หน้า๘๖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มี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๑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ฮะดีษ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ในหน้า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๗๘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มี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๒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ฮะดีษ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ในหน้า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๘๙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มี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๑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ฮะดีษ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ในหน้า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๙๐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มี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๓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ฮะดีษ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๙๒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มี๒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ฮะดีษ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ในหน้า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๙๓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๙๔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๙๕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มีหน้าละ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๑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ฮะดีษ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๙๖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มี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๒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ฮะดีษ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๙๗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มี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๒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ฮะดีษ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๙๙มี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๓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ฮะดีษ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๑๐๐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มี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๑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ฮะดีษ</w:t>
      </w:r>
      <w:bookmarkEnd w:id="31"/>
    </w:p>
    <w:p w:rsidR="00C85AFD" w:rsidRPr="0054189E" w:rsidRDefault="00C85AFD" w:rsidP="00C85AFD">
      <w:pPr>
        <w:rPr>
          <w:rFonts w:ascii="Angsana New" w:hAnsi="Angsana New" w:cs="Cordia New"/>
          <w:sz w:val="32"/>
          <w:szCs w:val="30"/>
          <w:lang w:bidi="th-TH"/>
        </w:rPr>
      </w:pPr>
      <w:r>
        <w:rPr>
          <w:rtl/>
          <w:cs/>
        </w:rPr>
        <w:br w:type="page"/>
      </w:r>
    </w:p>
    <w:p w:rsidR="00C85AFD" w:rsidRPr="0054189E" w:rsidRDefault="00C85AFD" w:rsidP="00C85AFD">
      <w:pPr>
        <w:pStyle w:val="libNormal"/>
      </w:pPr>
      <w:r w:rsidRPr="00B91120">
        <w:rPr>
          <w:rFonts w:hint="cs"/>
          <w:cs/>
        </w:rPr>
        <w:lastRenderedPageBreak/>
        <w:t>๗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ท่านนบี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สำหรับประชาชาตินี้จะมี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ผู้ทำหน้าที่ควบคุมให้อยู่ยั่งยืน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เขาเหล่านั้นจะไม่ได้รับอันตรายจากคนที่บั่นทอนพวกเขา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เขาเหล่านั้นทุกคนเป็นชาวกุเรช</w:t>
      </w:r>
      <w:r>
        <w:rPr>
          <w:rFonts w:cs="Cordia New" w:hint="cs"/>
          <w:szCs w:val="40"/>
          <w:cs/>
        </w:rPr>
        <w:t>”(</w:t>
      </w:r>
      <w:r w:rsidRPr="00B91120">
        <w:rPr>
          <w:rFonts w:hint="cs"/>
          <w:cs/>
        </w:rPr>
        <w:t>๑๙</w:t>
      </w:r>
      <w:r w:rsidRPr="00B91120">
        <w:rPr>
          <w:cs/>
        </w:rPr>
        <w:t>)</w:t>
      </w:r>
    </w:p>
    <w:p w:rsidR="00C85AFD" w:rsidRPr="0054189E" w:rsidRDefault="00C85AFD" w:rsidP="00C85AFD">
      <w:pPr>
        <w:pStyle w:val="libNormal"/>
      </w:pPr>
      <w:r w:rsidRPr="00B91120">
        <w:rPr>
          <w:rFonts w:hint="cs"/>
          <w:cs/>
        </w:rPr>
        <w:t>๘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ท่านนบี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ศาสนานี้ยังคงดำรงอยู่อย่างมีเกียรติและเข้มแข็ง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จนกระทั่งถึง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คอลีฟะฮ์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ทุกคนมาจากกุเรช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มีคนถามขึ้นว่า</w:t>
      </w:r>
      <w:r w:rsidRPr="00B91120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ต่อจากนั้นจะมีอะไรเกิดขึ้นอีก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ท่านนบี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ตอบว่า</w:t>
      </w:r>
      <w:r>
        <w:rPr>
          <w:rFonts w:cs="Cordia New" w:hint="cs"/>
          <w:szCs w:val="40"/>
          <w:cs/>
        </w:rPr>
        <w:t xml:space="preserve"> “</w:t>
      </w:r>
      <w:r w:rsidRPr="00B91120">
        <w:rPr>
          <w:rFonts w:hint="cs"/>
          <w:cs/>
        </w:rPr>
        <w:t>ต่อจากนั้นจะมีเหตุการณ์วุ่นวายอันน่าตื่นตระหนกสับสน</w:t>
      </w:r>
      <w:r>
        <w:rPr>
          <w:rFonts w:cs="Cordia New" w:hint="cs"/>
          <w:szCs w:val="40"/>
          <w:cs/>
        </w:rPr>
        <w:t>”(</w:t>
      </w:r>
      <w:r w:rsidRPr="00B91120">
        <w:rPr>
          <w:rFonts w:hint="cs"/>
          <w:cs/>
        </w:rPr>
        <w:t>๒๐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๙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รายงานจากท่านญาบิร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บินซ</w:t>
      </w:r>
      <w:r>
        <w:rPr>
          <w:rFonts w:hint="cs"/>
          <w:cs/>
        </w:rPr>
        <w:t>ะ</w:t>
      </w:r>
      <w:r w:rsidRPr="00B91120">
        <w:rPr>
          <w:rFonts w:hint="cs"/>
          <w:cs/>
        </w:rPr>
        <w:t>ม</w:t>
      </w:r>
      <w:r>
        <w:rPr>
          <w:rFonts w:hint="cs"/>
          <w:cs/>
        </w:rPr>
        <w:t>ุ</w:t>
      </w:r>
      <w:r w:rsidRPr="00B91120">
        <w:rPr>
          <w:rFonts w:hint="cs"/>
          <w:cs/>
        </w:rPr>
        <w:t>เราะฮ์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E350DC" w:rsidRPr="00B91120">
        <w:rPr>
          <w:rFonts w:hint="cs"/>
          <w:cs/>
        </w:rPr>
        <w:t xml:space="preserve">ข้าพเจ้าและบิดาเคยอยู่กับท่านนบี </w:t>
      </w:r>
      <w:r w:rsidR="00E350DC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ครั้งหนึ่งข้าพเจ้าเคยได้ยินท่านกล่าวว่า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หลังจากฉันแล้ว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จะมีคอลีฟะฮ์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จากนั้นเสียงของท่านแผ่วเบามาก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ข้าพเจ้าจึงถามบิดาว่า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ตอนที่เสียงของท่านแผ่วเบานั้น</w:t>
      </w:r>
      <w:r w:rsidRPr="00B91120">
        <w:rPr>
          <w:cs/>
        </w:rPr>
        <w:t xml:space="preserve"> </w:t>
      </w:r>
      <w:r w:rsidR="00E350DC" w:rsidRPr="00B91120">
        <w:rPr>
          <w:rFonts w:hint="cs"/>
          <w:cs/>
        </w:rPr>
        <w:t>ท่านพูดว่าอย่างไร</w:t>
      </w:r>
      <w:r w:rsidR="00E350DC" w:rsidRPr="00B91120">
        <w:rPr>
          <w:rFonts w:hint="cs"/>
        </w:rPr>
        <w:t>?</w:t>
      </w:r>
      <w:r w:rsidR="00E350DC" w:rsidRPr="00B91120">
        <w:rPr>
          <w:rFonts w:hint="cs"/>
          <w:cs/>
        </w:rPr>
        <w:t xml:space="preserve"> </w:t>
      </w:r>
      <w:r w:rsidRPr="00B91120">
        <w:rPr>
          <w:rFonts w:hint="cs"/>
          <w:cs/>
        </w:rPr>
        <w:t>ท่านกล่าวว่า</w:t>
      </w:r>
    </w:p>
    <w:p w:rsidR="00C85AFD" w:rsidRDefault="00C85AFD" w:rsidP="00C85AFD">
      <w:pPr>
        <w:pStyle w:val="libNormal"/>
        <w:ind w:firstLine="0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เขาเหล่านั้น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จะเป็นลูกหลานของตระกูลบะนีฮาชิมทุกคน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๒๑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-----------------------------------------</w:t>
      </w:r>
    </w:p>
    <w:p w:rsidR="00C85AFD" w:rsidRPr="00B66E45" w:rsidRDefault="00C85AFD" w:rsidP="00C85AFD">
      <w:pPr>
        <w:pStyle w:val="libArFootnote"/>
        <w:bidi w:val="0"/>
      </w:pPr>
      <w:bookmarkStart w:id="32" w:name="_Toc414268900"/>
      <w:r w:rsidRPr="00B66E45">
        <w:t>(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๑๙</w:t>
      </w:r>
      <w:r w:rsidR="00E350DC">
        <w:rPr>
          <w:rFonts w:cs="Cordia New" w:hint="cs"/>
          <w:szCs w:val="30"/>
          <w:cs/>
          <w:lang w:bidi="th-TH"/>
        </w:rPr>
        <w:t>)</w:t>
      </w:r>
      <w:r w:rsidR="00E350DC" w:rsidRPr="00B66E45">
        <w:rPr>
          <w:rFonts w:ascii="Angsana New" w:hAnsi="Angsana New" w:cs="Angsana New" w:hint="cs"/>
          <w:szCs w:val="24"/>
          <w:cs/>
          <w:lang w:bidi="th-TH"/>
        </w:rPr>
        <w:t xml:space="preserve"> มุนตะคอ</w:t>
      </w:r>
      <w:r w:rsidR="00E350DC" w:rsidRPr="00B66E45">
        <w:rPr>
          <w:rFonts w:ascii="Angsana New" w:hAnsi="Angsana New" w:cs="Angsana New"/>
          <w:szCs w:val="24"/>
          <w:cs/>
          <w:lang w:bidi="th-TH"/>
        </w:rPr>
        <w:t>บ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กันซลอุมมาล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๕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๓๑๒</w:t>
      </w:r>
      <w:bookmarkEnd w:id="32"/>
    </w:p>
    <w:p w:rsidR="00C85AFD" w:rsidRPr="00B66E45" w:rsidRDefault="00C85AFD" w:rsidP="00C85AFD">
      <w:pPr>
        <w:pStyle w:val="libArFootnote"/>
        <w:bidi w:val="0"/>
      </w:pPr>
      <w:bookmarkStart w:id="33" w:name="_Toc414268901"/>
      <w:r w:rsidRPr="00B66E45">
        <w:t>(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๒๐</w:t>
      </w:r>
      <w:r w:rsidR="00E350DC">
        <w:rPr>
          <w:rFonts w:cs="Cordia New" w:hint="cs"/>
          <w:szCs w:val="30"/>
          <w:cs/>
          <w:lang w:bidi="th-TH"/>
        </w:rPr>
        <w:t>)</w:t>
      </w:r>
      <w:r w:rsidR="00E350DC" w:rsidRPr="00B66E45">
        <w:rPr>
          <w:rFonts w:ascii="Angsana New" w:hAnsi="Angsana New" w:cs="Angsana New" w:hint="cs"/>
          <w:szCs w:val="24"/>
          <w:cs/>
          <w:lang w:bidi="th-TH"/>
        </w:rPr>
        <w:t xml:space="preserve"> ตัยซีรุ</w:t>
      </w:r>
      <w:r w:rsidR="00E350DC" w:rsidRPr="00B66E45">
        <w:rPr>
          <w:rFonts w:ascii="Angsana New" w:hAnsi="Angsana New" w:cs="Angsana New"/>
          <w:szCs w:val="24"/>
          <w:cs/>
          <w:lang w:bidi="th-TH"/>
        </w:rPr>
        <w:t>ล</w:t>
      </w:r>
      <w:r w:rsidRPr="00B66E45">
        <w:rPr>
          <w:szCs w:val="24"/>
          <w:rtl/>
          <w:cs/>
        </w:rPr>
        <w:t>-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วุซูล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อิลา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ญามิอิลอุศุล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๒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๓๔</w:t>
      </w:r>
      <w:bookmarkEnd w:id="33"/>
    </w:p>
    <w:p w:rsidR="00C85AFD" w:rsidRPr="00B66E45" w:rsidRDefault="00C85AFD" w:rsidP="00C85AFD">
      <w:pPr>
        <w:pStyle w:val="libArFootnote"/>
        <w:bidi w:val="0"/>
      </w:pPr>
      <w:bookmarkStart w:id="34" w:name="_Toc414268902"/>
      <w:r w:rsidRPr="00B66E45">
        <w:t>(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๒๑</w:t>
      </w:r>
      <w:r>
        <w:rPr>
          <w:rFonts w:cs="Cordia New" w:hint="cs"/>
          <w:szCs w:val="30"/>
          <w:cs/>
          <w:lang w:bidi="th-TH"/>
        </w:rPr>
        <w:t>)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ยะนาบีอุล</w:t>
      </w:r>
      <w:r w:rsidRPr="00B66E45">
        <w:rPr>
          <w:szCs w:val="24"/>
          <w:rtl/>
          <w:cs/>
        </w:rPr>
        <w:t>-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มะวัดดะฮ์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๔๔๕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อธิบายว่า</w:t>
      </w:r>
      <w:bookmarkEnd w:id="34"/>
    </w:p>
    <w:p w:rsidR="00C85AFD" w:rsidRDefault="00C85AFD" w:rsidP="00C85AFD">
      <w:pPr>
        <w:pStyle w:val="libArFootnote"/>
        <w:bidi w:val="0"/>
        <w:rPr>
          <w:rFonts w:ascii="Angsana New" w:hAnsi="Angsana New" w:cs="Angsana New"/>
          <w:szCs w:val="24"/>
          <w:lang w:bidi="th-TH"/>
        </w:rPr>
      </w:pPr>
      <w:r w:rsidRPr="00B66E45">
        <w:rPr>
          <w:szCs w:val="24"/>
          <w:rtl/>
          <w:cs/>
        </w:rPr>
        <w:t xml:space="preserve"> </w:t>
      </w:r>
      <w:bookmarkStart w:id="35" w:name="_Toc414268903"/>
      <w:r w:rsidRPr="00B66E45">
        <w:rPr>
          <w:rFonts w:ascii="Angsana New" w:hAnsi="Angsana New" w:cs="Angsana New" w:hint="cs"/>
          <w:szCs w:val="24"/>
          <w:cs/>
          <w:lang w:bidi="th-TH"/>
        </w:rPr>
        <w:t>ยะฮ์ยา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บินอัล</w:t>
      </w:r>
      <w:r w:rsidRPr="00B66E45">
        <w:rPr>
          <w:szCs w:val="24"/>
          <w:rtl/>
          <w:cs/>
        </w:rPr>
        <w:t>-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ฮะซัน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กล่าวไว้ในหนังสืออัลอุมดะฮ์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๒๐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กระแสรายงานว่าคอลีฟะฮ์หลังจากท่าน</w:t>
      </w:r>
      <w:bookmarkEnd w:id="35"/>
    </w:p>
    <w:p w:rsidR="00C85AFD" w:rsidRPr="00B66E45" w:rsidRDefault="00C85AFD" w:rsidP="00C85AFD">
      <w:pPr>
        <w:pStyle w:val="libArFootnote"/>
        <w:bidi w:val="0"/>
        <w:rPr>
          <w:rtl/>
          <w:cs/>
        </w:rPr>
      </w:pPr>
      <w:bookmarkStart w:id="36" w:name="_Toc414268904"/>
      <w:r w:rsidRPr="00B66E45">
        <w:rPr>
          <w:rFonts w:ascii="Angsana New" w:hAnsi="Angsana New" w:cs="Angsana New" w:hint="cs"/>
          <w:szCs w:val="24"/>
          <w:cs/>
          <w:lang w:bidi="th-TH"/>
        </w:rPr>
        <w:t>นบี</w:t>
      </w:r>
      <w:r>
        <w:rPr>
          <w:rFonts w:cs="Cordia New" w:hint="cs"/>
          <w:szCs w:val="30"/>
          <w:cs/>
          <w:lang w:bidi="th-TH"/>
        </w:rPr>
        <w:t>(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ศ</w:t>
      </w:r>
      <w:r>
        <w:rPr>
          <w:rFonts w:cs="Cordia New" w:hint="cs"/>
          <w:szCs w:val="30"/>
          <w:cs/>
          <w:lang w:bidi="th-TH"/>
        </w:rPr>
        <w:t>)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จะมี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๑๒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คน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ทุกคนเป็นชาวกุเรช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ในหนังสือบุคอรีมี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๓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กระแสรายงาน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ในหนังสือมุสลิมมี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๙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กระแสรายงานในอะบีดาวูดมี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๓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กระแสรายงาน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ในติรมีซี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มี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๑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กระแสรายงาน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และในอัล</w:t>
      </w:r>
      <w:r w:rsidRPr="00B66E45">
        <w:rPr>
          <w:szCs w:val="24"/>
          <w:rtl/>
          <w:cs/>
        </w:rPr>
        <w:t>-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อุมัยดี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มี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๓</w:t>
      </w:r>
      <w:r w:rsidRPr="00B66E45">
        <w:rPr>
          <w:szCs w:val="24"/>
          <w:rtl/>
          <w:cs/>
        </w:rPr>
        <w:t xml:space="preserve"> </w:t>
      </w:r>
      <w:r w:rsidRPr="00B66E45">
        <w:rPr>
          <w:rFonts w:ascii="Angsana New" w:hAnsi="Angsana New" w:cs="Angsana New" w:hint="cs"/>
          <w:szCs w:val="24"/>
          <w:cs/>
          <w:lang w:bidi="th-TH"/>
        </w:rPr>
        <w:t>กระแสรายงาน</w:t>
      </w:r>
      <w:bookmarkEnd w:id="36"/>
    </w:p>
    <w:p w:rsidR="00C85AFD" w:rsidRPr="0054189E" w:rsidRDefault="00C85AFD" w:rsidP="00C85AFD">
      <w:pPr>
        <w:rPr>
          <w:rFonts w:ascii="Angsana New" w:hAnsi="Angsana New" w:cs="Cordia New"/>
          <w:sz w:val="32"/>
          <w:szCs w:val="30"/>
          <w:lang w:bidi="th-TH"/>
        </w:rPr>
      </w:pPr>
      <w:r>
        <w:rPr>
          <w:rtl/>
          <w:cs/>
        </w:rPr>
        <w:br w:type="page"/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lastRenderedPageBreak/>
        <w:t>๑๐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ท่านนบี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ศาสนานี้ยังคงดำรงอยู่อย่างมีเกียรติและเข้มแข็ง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เขาเหล่านั้นจะชนะผู้ที่ทำให้พวกเขาตกต่ำ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โดยการนี้จะมี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คอลีฟะฮ์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ทุกคนล้วนมาจากกุเรช</w:t>
      </w:r>
      <w:r>
        <w:rPr>
          <w:rFonts w:cs="Cordia New" w:hint="cs"/>
          <w:szCs w:val="40"/>
          <w:cs/>
        </w:rPr>
        <w:t>”(</w:t>
      </w:r>
      <w:r w:rsidRPr="00B91120">
        <w:rPr>
          <w:rFonts w:hint="cs"/>
          <w:cs/>
        </w:rPr>
        <w:t>๒๒</w:t>
      </w:r>
      <w:r>
        <w:rPr>
          <w:rFonts w:hint="cs"/>
          <w:cs/>
        </w:rPr>
        <w:t>)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๑๑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จากท่านญาบิร</w:t>
      </w:r>
      <w:r w:rsidRPr="00B91120">
        <w:rPr>
          <w:cs/>
        </w:rPr>
        <w:t xml:space="preserve"> </w:t>
      </w:r>
      <w:r>
        <w:rPr>
          <w:rFonts w:hint="cs"/>
          <w:cs/>
        </w:rPr>
        <w:t>บินซะมุ</w:t>
      </w:r>
      <w:r w:rsidRPr="00B91120">
        <w:rPr>
          <w:rFonts w:hint="cs"/>
          <w:cs/>
        </w:rPr>
        <w:t>เราะฮ์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ข้าพเจ้าได้ยินท่านศาสนทูตแห่งอัลลอฮ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หลังจากฉันแล้วจะมี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อะมีร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ต่อจากนั้นท่านได้พูดด้วยน้ำเสียงเบาว่า</w:t>
      </w:r>
      <w:r w:rsidRPr="00B91120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ทุกคนจะมาจากกุเรช</w:t>
      </w:r>
      <w:r>
        <w:rPr>
          <w:rFonts w:cs="Cordia New" w:hint="cs"/>
          <w:szCs w:val="40"/>
          <w:cs/>
        </w:rPr>
        <w:t>”(</w:t>
      </w:r>
      <w:r w:rsidRPr="00B91120">
        <w:rPr>
          <w:rFonts w:hint="cs"/>
          <w:cs/>
        </w:rPr>
        <w:t>๒๓</w:t>
      </w:r>
      <w:r>
        <w:rPr>
          <w:rFonts w:hint="cs"/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๑๒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รายงานจากท่านอัช</w:t>
      </w:r>
      <w:r w:rsidRPr="00B91120">
        <w:rPr>
          <w:cs/>
        </w:rPr>
        <w:t>-</w:t>
      </w:r>
      <w:r w:rsidRPr="00B91120">
        <w:rPr>
          <w:rFonts w:hint="cs"/>
          <w:cs/>
        </w:rPr>
        <w:t>ชุอ</w:t>
      </w:r>
      <w:r>
        <w:rPr>
          <w:rFonts w:hint="cs"/>
          <w:cs/>
        </w:rPr>
        <w:t>ฺ</w:t>
      </w:r>
      <w:r w:rsidRPr="00B91120">
        <w:rPr>
          <w:rFonts w:hint="cs"/>
          <w:cs/>
        </w:rPr>
        <w:t>บีย์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อันได้รับคำบอกเล่าจากท่านมัซรูกกล่าวว่า</w:t>
      </w:r>
      <w:r w:rsidRPr="00B91120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ขณะที่พวกเรานั่งเปิดหนังสืออ่านอยู่กับท่านอิบนุมัสอูดนั้นมีเด็กหนุ่มคนหนึ่งกล่าวกับท่านว่า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ศาสดาของพวกท่านได้สัญญากับพวกท่านหรือไม่ว่า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จะมีคอลีฟะฮ์ภายหลังจากท่านอีกกี่คน</w:t>
      </w:r>
      <w:r w:rsidRPr="00B91120">
        <w:rPr>
          <w:rFonts w:cs="Times New Roman"/>
          <w:lang w:bidi="ar-SA"/>
        </w:rPr>
        <w:t xml:space="preserve">?” </w:t>
      </w:r>
      <w:r w:rsidRPr="00B91120">
        <w:rPr>
          <w:rFonts w:hint="cs"/>
          <w:cs/>
        </w:rPr>
        <w:t>ท่านกล่าวว่า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เธอเป็นเด็กรุ่นใหม่แต่สิ่งที่เธอถาม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ยังไม่เคยมีใครถามฉันมาก่อนแม้แต่คนเดียว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ใช่</w:t>
      </w:r>
      <w:r w:rsidRPr="00B91120">
        <w:rPr>
          <w:cs/>
        </w:rPr>
        <w:t xml:space="preserve"> 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ท่านนบี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สัญญากับเราว่าหลังจากท่านแล้ว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จะมี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คอลีฟะฮ์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ซึ่งเท่ากับจำนวนของหัวหน้าในตระกูลบะนีอิสรออีล</w:t>
      </w:r>
      <w:r>
        <w:rPr>
          <w:rFonts w:cs="Cordia New" w:hint="cs"/>
          <w:szCs w:val="40"/>
          <w:cs/>
        </w:rPr>
        <w:t>”(</w:t>
      </w:r>
      <w:r w:rsidRPr="00B91120">
        <w:rPr>
          <w:rFonts w:hint="cs"/>
          <w:cs/>
        </w:rPr>
        <w:t>๒๔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>
        <w:rPr>
          <w:rFonts w:hint="cs"/>
          <w:cs/>
        </w:rPr>
        <w:t>-----------------------------------------</w:t>
      </w:r>
    </w:p>
    <w:p w:rsidR="00C85AFD" w:rsidRPr="00E350DC" w:rsidRDefault="00C85AFD" w:rsidP="00435B83">
      <w:pPr>
        <w:pStyle w:val="libArFootnote"/>
        <w:bidi w:val="0"/>
      </w:pPr>
      <w:r w:rsidRPr="00E350DC">
        <w:t xml:space="preserve"> </w:t>
      </w:r>
      <w:bookmarkStart w:id="37" w:name="_Toc414268905"/>
      <w:r w:rsidRPr="00E350DC">
        <w:t>(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๒๒</w:t>
      </w:r>
      <w:r w:rsidR="00435B83">
        <w:rPr>
          <w:rFonts w:cs="Cordia New" w:hint="cs"/>
          <w:szCs w:val="30"/>
          <w:cs/>
          <w:lang w:bidi="th-TH"/>
        </w:rPr>
        <w:t>)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ตารีคุล</w:t>
      </w:r>
      <w:r w:rsidRPr="00E350DC">
        <w:rPr>
          <w:szCs w:val="24"/>
          <w:rtl/>
          <w:cs/>
        </w:rPr>
        <w:t>-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คุละฟาอ์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๗</w:t>
      </w:r>
      <w:bookmarkEnd w:id="37"/>
    </w:p>
    <w:p w:rsidR="00C85AFD" w:rsidRPr="00E350DC" w:rsidRDefault="00C85AFD" w:rsidP="00435B83">
      <w:pPr>
        <w:pStyle w:val="libArFootnote"/>
        <w:bidi w:val="0"/>
      </w:pPr>
      <w:bookmarkStart w:id="38" w:name="_Toc414268906"/>
      <w:r w:rsidRPr="00E350DC">
        <w:t>(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๒๓</w:t>
      </w:r>
      <w:r w:rsidR="00435B83">
        <w:rPr>
          <w:rFonts w:cs="Cordia New" w:hint="cs"/>
          <w:szCs w:val="30"/>
          <w:cs/>
          <w:lang w:bidi="th-TH"/>
        </w:rPr>
        <w:t>)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ตารีคุล</w:t>
      </w:r>
      <w:r w:rsidRPr="00E350DC">
        <w:rPr>
          <w:szCs w:val="24"/>
          <w:rtl/>
          <w:cs/>
        </w:rPr>
        <w:t>-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บัฆดาด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๑๔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๓๕๓</w:t>
      </w:r>
      <w:bookmarkEnd w:id="38"/>
    </w:p>
    <w:p w:rsidR="00C85AFD" w:rsidRPr="00E350DC" w:rsidRDefault="00C85AFD" w:rsidP="00435B83">
      <w:pPr>
        <w:pStyle w:val="libArFootnote"/>
        <w:bidi w:val="0"/>
        <w:rPr>
          <w:szCs w:val="24"/>
          <w:rtl/>
          <w:cs/>
        </w:rPr>
      </w:pPr>
      <w:bookmarkStart w:id="39" w:name="_Toc414268907"/>
      <w:r w:rsidRPr="00E350DC">
        <w:t>(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๒๔</w:t>
      </w:r>
      <w:r w:rsidR="00435B83">
        <w:rPr>
          <w:rFonts w:cs="Cordia New" w:hint="cs"/>
          <w:szCs w:val="30"/>
          <w:cs/>
          <w:lang w:bidi="th-TH"/>
        </w:rPr>
        <w:t>)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อิกมาลุดดีน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๑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๓๘๗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มีรายงานหลายกระแส</w:t>
      </w:r>
      <w:bookmarkEnd w:id="39"/>
    </w:p>
    <w:p w:rsidR="00C85AFD" w:rsidRPr="00A63615" w:rsidRDefault="00C85AFD" w:rsidP="00C85AFD">
      <w:pPr>
        <w:rPr>
          <w:rFonts w:ascii="Angsana New" w:hAnsi="Angsana New" w:cs="Cordia New"/>
          <w:sz w:val="32"/>
          <w:szCs w:val="30"/>
          <w:lang w:bidi="th-TH"/>
        </w:rPr>
      </w:pPr>
      <w:r>
        <w:rPr>
          <w:rtl/>
          <w:cs/>
        </w:rPr>
        <w:br w:type="page"/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lastRenderedPageBreak/>
        <w:t>๑๓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รายงานจากท่านซิมาก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บินฮาร็อบ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</w:p>
    <w:p w:rsidR="00C85AFD" w:rsidRDefault="00C85AFD" w:rsidP="00C85AFD">
      <w:pPr>
        <w:pStyle w:val="libNormal"/>
      </w:pP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ข้าพเจ้าได้ยินท่านญาบิร</w:t>
      </w:r>
      <w:r w:rsidRPr="00B91120">
        <w:rPr>
          <w:cs/>
        </w:rPr>
        <w:t xml:space="preserve"> </w:t>
      </w:r>
      <w:r>
        <w:rPr>
          <w:rFonts w:hint="cs"/>
          <w:cs/>
        </w:rPr>
        <w:t>บิน ซะ</w:t>
      </w:r>
      <w:r w:rsidRPr="00B91120">
        <w:rPr>
          <w:rFonts w:hint="cs"/>
          <w:cs/>
        </w:rPr>
        <w:t>ม</w:t>
      </w:r>
      <w:r>
        <w:rPr>
          <w:rFonts w:hint="cs"/>
          <w:cs/>
        </w:rPr>
        <w:t>ุ</w:t>
      </w:r>
      <w:r w:rsidRPr="00B91120">
        <w:rPr>
          <w:rFonts w:hint="cs"/>
          <w:cs/>
        </w:rPr>
        <w:t>เราะฮ์กล่าวว่า</w:t>
      </w:r>
    </w:p>
    <w:p w:rsidR="00C85AFD" w:rsidRDefault="00C85AFD" w:rsidP="00C85AFD">
      <w:pPr>
        <w:pStyle w:val="libNormal"/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E350DC" w:rsidRPr="00B91120">
        <w:rPr>
          <w:rFonts w:hint="cs"/>
          <w:cs/>
        </w:rPr>
        <w:t xml:space="preserve">ข้าพเจ้าได้ยินท่านศาสนทูตแห่งอัลลอฮ์ </w:t>
      </w:r>
      <w:r w:rsidR="00E350DC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E350DC" w:rsidRPr="00B91120">
        <w:rPr>
          <w:rFonts w:hint="cs"/>
          <w:cs/>
        </w:rPr>
        <w:t>) กล่าวเทศน</w:t>
      </w:r>
      <w:r w:rsidR="00E350DC" w:rsidRPr="00B91120">
        <w:rPr>
          <w:cs/>
        </w:rPr>
        <w:t>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แล้วท่านกล่าวว่า</w:t>
      </w:r>
      <w:r w:rsidRPr="00B91120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แน่นอนอิสลามยังต้องดำรงอยู่อย่างมีเกียรติจนครบ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คอลีฟะฮ์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ต่อจากนั้นท่านกล่าวถ้อยคำหนึ่ง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ซึ่งข้าพเจ้าไม่เข้าใจจึงถามบิดาว่า</w:t>
      </w:r>
    </w:p>
    <w:p w:rsidR="00C85AFD" w:rsidRDefault="00C85AFD" w:rsidP="00C85AFD">
      <w:pPr>
        <w:pStyle w:val="libNormal"/>
        <w:ind w:firstLine="0"/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E350DC" w:rsidRPr="00B91120">
        <w:rPr>
          <w:rFonts w:hint="cs"/>
          <w:cs/>
        </w:rPr>
        <w:t>ท่านพูดอะไร</w:t>
      </w:r>
      <w:r w:rsidR="00E350DC" w:rsidRPr="00B91120">
        <w:rPr>
          <w:rFonts w:hint="cs"/>
        </w:rPr>
        <w:t>?</w:t>
      </w:r>
      <w:r w:rsidRPr="00B91120">
        <w:rPr>
          <w:rFonts w:cs="Times New Roman"/>
          <w:lang w:bidi="ar-SA"/>
        </w:rPr>
        <w:t xml:space="preserve">” </w:t>
      </w:r>
      <w:r w:rsidRPr="00B91120">
        <w:rPr>
          <w:rFonts w:hint="cs"/>
          <w:cs/>
        </w:rPr>
        <w:t>ท่านตอบว่า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เขาเหล่านั้นเป็นชาวกุเรชทุกคน</w:t>
      </w:r>
      <w:r>
        <w:rPr>
          <w:rFonts w:cs="Cordia New" w:hint="cs"/>
          <w:szCs w:val="40"/>
          <w:cs/>
        </w:rPr>
        <w:t>”(</w:t>
      </w:r>
      <w:r w:rsidRPr="00B91120">
        <w:rPr>
          <w:rFonts w:hint="cs"/>
          <w:cs/>
        </w:rPr>
        <w:t>๒๕</w:t>
      </w:r>
      <w:r>
        <w:rPr>
          <w:rFonts w:hint="cs"/>
          <w:cs/>
        </w:rPr>
        <w:t>)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</w:p>
    <w:p w:rsidR="00E350DC" w:rsidRDefault="00C85AFD" w:rsidP="00C85AFD">
      <w:pPr>
        <w:pStyle w:val="libNormal"/>
      </w:pPr>
      <w:r w:rsidRPr="00B91120">
        <w:rPr>
          <w:rFonts w:hint="cs"/>
          <w:cs/>
        </w:rPr>
        <w:t>๑๔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รายงานจากท่านอัช</w:t>
      </w:r>
      <w:r w:rsidRPr="00B91120">
        <w:rPr>
          <w:cs/>
        </w:rPr>
        <w:t>-</w:t>
      </w:r>
      <w:r w:rsidRPr="00B91120">
        <w:rPr>
          <w:rFonts w:hint="cs"/>
          <w:cs/>
        </w:rPr>
        <w:t>ชุอบีย์ซึ่งได้รับคำบอกเล่าจากท่านญาบิร</w:t>
      </w:r>
      <w:r w:rsidRPr="00B91120">
        <w:rPr>
          <w:cs/>
        </w:rPr>
        <w:t xml:space="preserve"> </w:t>
      </w:r>
      <w:r>
        <w:rPr>
          <w:rFonts w:hint="cs"/>
          <w:cs/>
        </w:rPr>
        <w:t>บิน</w:t>
      </w:r>
    </w:p>
    <w:p w:rsidR="00C85AFD" w:rsidRPr="00B91120" w:rsidRDefault="00C85AFD" w:rsidP="00E350DC">
      <w:pPr>
        <w:pStyle w:val="libNormal"/>
        <w:ind w:firstLine="0"/>
        <w:rPr>
          <w:rFonts w:cs="Times New Roman"/>
          <w:lang w:bidi="ar-SA"/>
        </w:rPr>
      </w:pPr>
      <w:r>
        <w:rPr>
          <w:rFonts w:hint="cs"/>
          <w:cs/>
        </w:rPr>
        <w:t>ซะ</w:t>
      </w:r>
      <w:r w:rsidRPr="00B91120">
        <w:rPr>
          <w:rFonts w:hint="cs"/>
          <w:cs/>
        </w:rPr>
        <w:t>ม</w:t>
      </w:r>
      <w:r>
        <w:rPr>
          <w:rFonts w:hint="cs"/>
          <w:cs/>
        </w:rPr>
        <w:t>ุ</w:t>
      </w:r>
      <w:r w:rsidRPr="00B91120">
        <w:rPr>
          <w:rFonts w:hint="cs"/>
          <w:cs/>
        </w:rPr>
        <w:t>เราะฮ์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ศาสนานี้ยังคงดำรงอยู่อย่างมีเกียรติตลอดไป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จนครบ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คอลีฟะฮ์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เขาเหล่านั้นจะชนะผู้ที่ทำให้พวกเขาตกต่ำ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ต่อจากนั้นท่านพูดประโยคหนึ่งซึ่งเสียงของท่านแผ่วเบาจนคนทั่วไปไม่ได้ยิน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ข้าพเจ้าจึงถามบิดาของข้าพเจ้าว่า</w:t>
      </w:r>
      <w:r w:rsidRPr="00B91120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ท่านพูดอะไร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ท่านตอบว่า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ท่านนบี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พูดว่า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เขาเหล่านั้นเป็นชาวกุเรชทุกคน</w:t>
      </w:r>
      <w:r w:rsidR="00E350DC" w:rsidRPr="00B91120">
        <w:rPr>
          <w:rFonts w:cs="Times New Roman" w:hint="eastAsia"/>
          <w:lang w:bidi="ar-SA"/>
        </w:rPr>
        <w:t>”</w:t>
      </w:r>
      <w:r w:rsidR="00E350DC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๒๖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๑๕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รายงานจากท่านญาบิร</w:t>
      </w:r>
      <w:r w:rsidRPr="00B91120">
        <w:rPr>
          <w:cs/>
        </w:rPr>
        <w:t xml:space="preserve"> </w:t>
      </w:r>
      <w:r>
        <w:rPr>
          <w:rFonts w:hint="cs"/>
          <w:cs/>
        </w:rPr>
        <w:t>บินซะ</w:t>
      </w:r>
      <w:r w:rsidRPr="00B91120">
        <w:rPr>
          <w:rFonts w:hint="cs"/>
          <w:cs/>
        </w:rPr>
        <w:t>ม</w:t>
      </w:r>
      <w:r>
        <w:rPr>
          <w:rFonts w:hint="cs"/>
          <w:cs/>
        </w:rPr>
        <w:t>ุ</w:t>
      </w:r>
      <w:r w:rsidRPr="00B91120">
        <w:rPr>
          <w:rFonts w:hint="cs"/>
          <w:cs/>
        </w:rPr>
        <w:t>เราะฮ์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ข้าพเจ้าได้ยินท่านศาสนทูตแห่งอัลลอฮ์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อิสลามยังคงดำรงอยู่อย่างมีเกียรติตลอดไปจนครบ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คอลีฟะฮ์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ซึ่งเขาเหล่านั้นเป็นชาวกุเรชทุกคน</w:t>
      </w:r>
      <w:r>
        <w:rPr>
          <w:rFonts w:cs="Cordia New" w:hint="cs"/>
          <w:szCs w:val="40"/>
          <w:cs/>
        </w:rPr>
        <w:t>”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-----------------------------</w:t>
      </w:r>
    </w:p>
    <w:p w:rsidR="00C85AFD" w:rsidRPr="00E350DC" w:rsidRDefault="00C85AFD" w:rsidP="00E350DC">
      <w:pPr>
        <w:pStyle w:val="libArFootnote"/>
        <w:bidi w:val="0"/>
      </w:pPr>
      <w:bookmarkStart w:id="40" w:name="_Toc414268908"/>
      <w:r w:rsidRPr="00E350DC">
        <w:t>(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๒๕</w:t>
      </w:r>
      <w:r w:rsidR="00E350DC">
        <w:rPr>
          <w:rFonts w:cs="Cordia New" w:hint="cs"/>
          <w:szCs w:val="30"/>
          <w:cs/>
          <w:lang w:bidi="th-TH"/>
        </w:rPr>
        <w:t>)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ศอฮีฮ์อะบีดาวูด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๒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๑๘๐</w:t>
      </w:r>
      <w:bookmarkEnd w:id="40"/>
    </w:p>
    <w:p w:rsidR="00C85AFD" w:rsidRPr="00E350DC" w:rsidRDefault="00C85AFD" w:rsidP="00435B83">
      <w:pPr>
        <w:pStyle w:val="libArFootnote"/>
        <w:bidi w:val="0"/>
        <w:rPr>
          <w:szCs w:val="24"/>
          <w:rtl/>
          <w:cs/>
        </w:rPr>
      </w:pPr>
      <w:bookmarkStart w:id="41" w:name="_Toc414268909"/>
      <w:r w:rsidRPr="00E350DC">
        <w:t>(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๒๖</w:t>
      </w:r>
      <w:r w:rsidR="00E350DC">
        <w:rPr>
          <w:rFonts w:ascii="Angsana New" w:hAnsi="Angsana New" w:cs="Angsana New" w:hint="cs"/>
          <w:szCs w:val="24"/>
          <w:cs/>
          <w:lang w:bidi="th-TH"/>
        </w:rPr>
        <w:t>)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E350DC">
        <w:rPr>
          <w:szCs w:val="24"/>
          <w:rtl/>
          <w:cs/>
        </w:rPr>
        <w:t>-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มะลาฮิม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วัล</w:t>
      </w:r>
      <w:r w:rsidRPr="00E350DC">
        <w:rPr>
          <w:szCs w:val="24"/>
          <w:rtl/>
          <w:cs/>
        </w:rPr>
        <w:t>-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ฟิตัน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๑๓๒</w:t>
      </w:r>
      <w:bookmarkEnd w:id="41"/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A63615" w:rsidRDefault="00C85AFD" w:rsidP="00C85AFD">
      <w:pPr>
        <w:pStyle w:val="libNormal"/>
        <w:ind w:firstLine="0"/>
        <w:rPr>
          <w:rFonts w:cs="Cordia New"/>
          <w:szCs w:val="40"/>
        </w:rPr>
      </w:pPr>
    </w:p>
    <w:p w:rsidR="00C85AFD" w:rsidRPr="00A63615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ในอีกรายหนึ่งกล่าวว่า</w:t>
      </w:r>
      <w:r w:rsidRPr="00B91120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กิจการของประชาชนทั้งหลายยังคงดำรงอยู่ตลอดไปเหมือนอดีตตร</w:t>
      </w:r>
      <w:r>
        <w:rPr>
          <w:rFonts w:hint="cs"/>
          <w:cs/>
        </w:rPr>
        <w:t>า</w:t>
      </w:r>
      <w:r w:rsidRPr="00B91120">
        <w:rPr>
          <w:rFonts w:hint="cs"/>
          <w:cs/>
        </w:rPr>
        <w:t>บจนกระทั่งมีบุคคล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คนมาทำหน้าที่ปกครองพวกเขา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คนเหล่านั้นเป็นชาวกุเรชทุกคน</w:t>
      </w:r>
      <w:r>
        <w:rPr>
          <w:rFonts w:cs="Cordia New" w:hint="cs"/>
          <w:szCs w:val="40"/>
          <w:cs/>
        </w:rPr>
        <w:t>”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อีกรายงานหนึ่งกล่าวว่า</w:t>
      </w:r>
      <w:r w:rsidRPr="00B91120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ศาสนานี้ยังคงดำรงอยู่ตลอดไปจนกระทั่งถึงเวลาหนึ่งจะมีคอลีฟะฮ์ในหมู่พวกเขา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คนทุกคนมาจากชาวกุเรช</w:t>
      </w:r>
      <w:r>
        <w:rPr>
          <w:rFonts w:cs="Cordia New" w:hint="cs"/>
          <w:szCs w:val="40"/>
          <w:cs/>
        </w:rPr>
        <w:t>”(</w:t>
      </w:r>
      <w:r w:rsidRPr="00B91120">
        <w:rPr>
          <w:rFonts w:hint="cs"/>
          <w:cs/>
        </w:rPr>
        <w:t>๒๗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๑๖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รายงานจากท่านญาบิร</w:t>
      </w:r>
      <w:r w:rsidRPr="00B91120">
        <w:rPr>
          <w:cs/>
        </w:rPr>
        <w:t xml:space="preserve"> </w:t>
      </w:r>
      <w:r>
        <w:rPr>
          <w:rFonts w:hint="cs"/>
          <w:cs/>
        </w:rPr>
        <w:t>บินซะ</w:t>
      </w:r>
      <w:r w:rsidRPr="00B91120">
        <w:rPr>
          <w:rFonts w:hint="cs"/>
          <w:cs/>
        </w:rPr>
        <w:t>ม</w:t>
      </w:r>
      <w:r>
        <w:rPr>
          <w:rFonts w:hint="cs"/>
          <w:cs/>
        </w:rPr>
        <w:t>ุ</w:t>
      </w:r>
      <w:r w:rsidRPr="00B91120">
        <w:rPr>
          <w:rFonts w:hint="cs"/>
          <w:cs/>
        </w:rPr>
        <w:t>เราะฮ์กล่าวว่า</w:t>
      </w:r>
      <w:r w:rsidRPr="00B91120">
        <w:rPr>
          <w:cs/>
        </w:rPr>
        <w:t xml:space="preserve"> </w:t>
      </w:r>
      <w:r>
        <w:rPr>
          <w:rFonts w:hint="cs"/>
          <w:szCs w:val="40"/>
          <w:cs/>
        </w:rPr>
        <w:t>“</w:t>
      </w:r>
      <w:r w:rsidRPr="00B91120">
        <w:rPr>
          <w:rFonts w:hint="cs"/>
          <w:cs/>
        </w:rPr>
        <w:t>ข้าพเจ้าและบิดาได้เข้าพบท่านนบี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แล้วข้าพเจ้าก็ได้ยินท่านพูดว่า</w:t>
      </w:r>
      <w:r w:rsidRPr="00B91120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แท้จริงภารกิจอันนี้จะยังไม่ผ่านพ้นไป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จนกว่าจะมีคอลีฟะฮ์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คนมาปกครองพวกเขาก่อน</w:t>
      </w:r>
      <w:r>
        <w:rPr>
          <w:rFonts w:cs="Cordia New" w:hint="cs"/>
          <w:szCs w:val="40"/>
          <w:cs/>
        </w:rPr>
        <w:t>”</w:t>
      </w:r>
    </w:p>
    <w:p w:rsidR="00C85AFD" w:rsidRDefault="00C85AFD" w:rsidP="00C85AFD">
      <w:pPr>
        <w:pStyle w:val="libNormal"/>
        <w:ind w:firstLine="0"/>
      </w:pP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ท่านกล่าวอีกว่า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ต่อจากนั้นท่านได้พูดประโยคหนึ่งแผ่วเบา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เขากล่าวต่อไปว่าแล้วข้าพเจ้าก็ถามบิดาว่า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E350DC" w:rsidRPr="00B91120">
        <w:rPr>
          <w:rFonts w:hint="cs"/>
          <w:cs/>
        </w:rPr>
        <w:t>ท่านพูดอะไร</w:t>
      </w:r>
      <w:r w:rsidR="00E350DC" w:rsidRPr="00B91120">
        <w:rPr>
          <w:rFonts w:hint="cs"/>
        </w:rPr>
        <w:t>?</w:t>
      </w:r>
      <w:r w:rsidRPr="00B91120">
        <w:rPr>
          <w:rFonts w:cs="Times New Roman"/>
          <w:lang w:bidi="ar-SA"/>
        </w:rPr>
        <w:t xml:space="preserve">” </w:t>
      </w:r>
      <w:r w:rsidRPr="00B91120">
        <w:rPr>
          <w:rFonts w:hint="cs"/>
          <w:cs/>
        </w:rPr>
        <w:t>ท่านตอบว่า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เขาเหล่านั้นเป็นชาวกุเรชทุกคน</w:t>
      </w:r>
      <w:r w:rsidR="00E350DC">
        <w:rPr>
          <w:rFonts w:cs="Cordia New" w:hint="cs"/>
          <w:szCs w:val="40"/>
        </w:rPr>
        <w:t xml:space="preserve">” </w:t>
      </w:r>
      <w:r w:rsidR="00E350DC">
        <w:rPr>
          <w:rFonts w:cs="Cordia New"/>
          <w:szCs w:val="40"/>
          <w:cs/>
        </w:rPr>
        <w:t>(</w:t>
      </w:r>
      <w:r w:rsidRPr="00B91120">
        <w:rPr>
          <w:rFonts w:hint="cs"/>
          <w:cs/>
        </w:rPr>
        <w:t>๒๘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---------------------------------------------------------</w:t>
      </w:r>
    </w:p>
    <w:p w:rsidR="00C85AFD" w:rsidRPr="00E350DC" w:rsidRDefault="00C85AFD" w:rsidP="00435B83">
      <w:pPr>
        <w:pStyle w:val="libArFootnote"/>
        <w:bidi w:val="0"/>
      </w:pPr>
      <w:bookmarkStart w:id="42" w:name="_Toc414268910"/>
      <w:r w:rsidRPr="00E350DC">
        <w:t>(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๒๗</w:t>
      </w:r>
      <w:r w:rsidR="00435B83">
        <w:rPr>
          <w:rFonts w:cs="Cordia New" w:hint="cs"/>
          <w:szCs w:val="30"/>
          <w:cs/>
          <w:lang w:bidi="th-TH"/>
        </w:rPr>
        <w:t>)</w:t>
      </w:r>
      <w:r w:rsidR="00E350DC" w:rsidRPr="00E350DC">
        <w:rPr>
          <w:rFonts w:hint="cs"/>
          <w:szCs w:val="24"/>
          <w:rtl/>
          <w:cs/>
        </w:rPr>
        <w:t xml:space="preserve"> </w:t>
      </w:r>
      <w:r w:rsidR="00E350DC" w:rsidRPr="00E350DC">
        <w:rPr>
          <w:rFonts w:ascii="Angsana New" w:hAnsi="Angsana New" w:cs="Angsana New" w:hint="cs"/>
          <w:szCs w:val="24"/>
          <w:cs/>
          <w:lang w:bidi="th-TH"/>
        </w:rPr>
        <w:t>มิชกาตุล</w:t>
      </w:r>
      <w:r w:rsidRPr="00E350DC">
        <w:rPr>
          <w:szCs w:val="24"/>
          <w:rtl/>
          <w:cs/>
        </w:rPr>
        <w:t>-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มะชอบีฮ์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ของคอตีบ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อัต</w:t>
      </w:r>
      <w:r w:rsidRPr="00E350DC">
        <w:rPr>
          <w:szCs w:val="24"/>
          <w:rtl/>
          <w:cs/>
        </w:rPr>
        <w:t>-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ตับรีซี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ภาค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๒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๑๖๒</w:t>
      </w:r>
      <w:bookmarkEnd w:id="42"/>
    </w:p>
    <w:p w:rsidR="00C85AFD" w:rsidRPr="00E350DC" w:rsidRDefault="00C85AFD" w:rsidP="00435B83">
      <w:pPr>
        <w:pStyle w:val="libArFootnote"/>
        <w:bidi w:val="0"/>
      </w:pPr>
      <w:bookmarkStart w:id="43" w:name="_Toc414268911"/>
      <w:r w:rsidRPr="00E350DC">
        <w:t>(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๒๘</w:t>
      </w:r>
      <w:r w:rsidR="00435B83">
        <w:rPr>
          <w:rFonts w:cs="Cordia New" w:hint="cs"/>
          <w:szCs w:val="30"/>
          <w:cs/>
          <w:lang w:bidi="th-TH"/>
        </w:rPr>
        <w:t>)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ศอฮีฮ์มุสลิม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๒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๒๐๑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มีบันทึกรายงานหลายกระแสโดยสำนวนที่คล้ายๆ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กัน</w:t>
      </w:r>
      <w:bookmarkEnd w:id="43"/>
    </w:p>
    <w:p w:rsidR="00C85AFD" w:rsidRPr="00E350DC" w:rsidRDefault="00C85AFD" w:rsidP="00E350DC">
      <w:pPr>
        <w:pStyle w:val="libArFootnote"/>
        <w:bidi w:val="0"/>
      </w:pPr>
    </w:p>
    <w:p w:rsidR="00C85AFD" w:rsidRDefault="00C85AFD" w:rsidP="00C85AFD">
      <w:pPr>
        <w:pStyle w:val="libNormal"/>
        <w:ind w:firstLine="0"/>
      </w:pPr>
    </w:p>
    <w:p w:rsidR="00C85AFD" w:rsidRDefault="00C85AFD" w:rsidP="00C85AFD">
      <w:pPr>
        <w:pStyle w:val="libNormal"/>
        <w:ind w:firstLine="0"/>
      </w:pPr>
    </w:p>
    <w:p w:rsidR="00C85AFD" w:rsidRDefault="00C85AFD" w:rsidP="00C85AFD">
      <w:pPr>
        <w:pStyle w:val="libNormal"/>
        <w:ind w:firstLine="0"/>
      </w:pP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ต่อไปเป็นฮะดีษต่าง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ประเภทที่สอง</w:t>
      </w:r>
    </w:p>
    <w:p w:rsidR="00C85AFD" w:rsidRPr="00A63615" w:rsidRDefault="00C85AFD" w:rsidP="00C85AFD">
      <w:pPr>
        <w:pStyle w:val="libNormal"/>
      </w:pPr>
      <w:r w:rsidRPr="00A63615">
        <w:rPr>
          <w:rFonts w:hint="cs"/>
          <w:cs/>
        </w:rPr>
        <w:t>๑.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รายงานจากท่านอิบายะฮ์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บินรุบอีย์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ซึ่งได้รับฟังจากท่านญาบิรว่า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ข้าคือประมุขของศาสดาทั้งหลายและทายาทของข้ามี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คนแรกคืออะลี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คนสุดท้ายคือผู้ดำรงอยู่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มะฮ์ดี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๒๙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ท่านอิบนุอับบาส</w:t>
      </w:r>
      <w:r w:rsidRPr="00B91120">
        <w:rPr>
          <w:cs/>
        </w:rPr>
        <w:t>(</w:t>
      </w:r>
      <w:r w:rsidRPr="00B91120">
        <w:rPr>
          <w:rFonts w:hint="cs"/>
          <w:cs/>
        </w:rPr>
        <w:t>ร</w:t>
      </w:r>
      <w:r w:rsidRPr="00B91120">
        <w:rPr>
          <w:cs/>
        </w:rPr>
        <w:t>.</w:t>
      </w:r>
      <w:r w:rsidRPr="00B91120">
        <w:rPr>
          <w:rFonts w:hint="cs"/>
          <w:cs/>
        </w:rPr>
        <w:t>ฎ</w:t>
      </w:r>
      <w:r w:rsidRPr="00B91120">
        <w:rPr>
          <w:cs/>
        </w:rPr>
        <w:t>.)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ข้าพเจ้าได้ยินท่านศาสนทูตแห่งอัลลอฮ์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ตัวฉันและอะลี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ฮุเซนและลูกหลานของฮุเซนอีก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เป็นผู้บริสุทธิ์ที่ได้รับการคุ้มครองให้พ้นจากบาปและมลทิน</w:t>
      </w:r>
      <w:r>
        <w:rPr>
          <w:rFonts w:cs="Cordia New" w:hint="cs"/>
          <w:szCs w:val="40"/>
          <w:cs/>
        </w:rPr>
        <w:t>”</w:t>
      </w:r>
      <w:r w:rsidRPr="00A63615">
        <w:rPr>
          <w:rFonts w:hint="cs"/>
          <w:cs/>
        </w:rPr>
        <w:t>(</w:t>
      </w:r>
      <w:r w:rsidRPr="00B91120">
        <w:rPr>
          <w:rFonts w:hint="cs"/>
          <w:cs/>
        </w:rPr>
        <w:t>๓๐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๓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ได้กล่าวแก่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ท่านอับบาส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บินอับดุลมุฏฏอลิบ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ผู้เป็นลุงของท่านว่า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โอ้</w:t>
      </w:r>
      <w:r w:rsidRPr="00A63615">
        <w:rPr>
          <w:rFonts w:hint="cs"/>
          <w:cs/>
        </w:rPr>
        <w:t>ท่าน</w:t>
      </w:r>
      <w:r w:rsidRPr="00B91120">
        <w:rPr>
          <w:rFonts w:hint="cs"/>
          <w:cs/>
        </w:rPr>
        <w:t>ลุง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ลูกหลานของฉัน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คนจะได้ปกครองในตำแหน่งคอลีฟะฮ์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ต่อจากนั้นจะเกิดเหตุการณ์อันน่ารังเกียจ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และจะยิ่งมีเหตุร้ายแรงมาก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ต่อจากนั้น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มะฮ์ดี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ผู้เป็นลูกหลานคนหนึ่งของฉันจะปรากฏ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ขึ้นมาอัลลอฮ์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จะส่งเสริมกิจการของเขาในคืนๆ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ดังนั้น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แผ่นดินจะเพียบพร้อมไปด้วยความยุติธรรม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อย่างเช่น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ที่ความไม่เป็นธรรมเคยเนืองนองมาก่อน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เขาจะอยู่ในโลกตราบเท่าที่อัลลอฮ์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ทรงประสงค์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แล้วดัจญาลจะค่อยปรากฏตามออกมา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๓๑</w:t>
      </w:r>
      <w:r w:rsidRPr="00B91120">
        <w:rPr>
          <w:cs/>
        </w:rPr>
        <w:t>)</w:t>
      </w:r>
    </w:p>
    <w:p w:rsidR="00C85AFD" w:rsidRPr="00307888" w:rsidRDefault="00C85AFD" w:rsidP="00C85AFD">
      <w:pPr>
        <w:pStyle w:val="libNormal"/>
        <w:ind w:firstLine="0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-------------------------------------------</w:t>
      </w:r>
    </w:p>
    <w:p w:rsidR="00C85AFD" w:rsidRPr="00E350DC" w:rsidRDefault="00C85AFD" w:rsidP="00435B83">
      <w:pPr>
        <w:pStyle w:val="libArFootnote"/>
        <w:bidi w:val="0"/>
      </w:pPr>
      <w:r w:rsidRPr="00E350DC">
        <w:t xml:space="preserve"> </w:t>
      </w:r>
      <w:bookmarkStart w:id="44" w:name="_Toc414268912"/>
      <w:r w:rsidRPr="00E350DC">
        <w:t>(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๒๙</w:t>
      </w:r>
      <w:r w:rsidR="00435B83">
        <w:rPr>
          <w:rFonts w:cs="Cordia New" w:hint="cs"/>
          <w:szCs w:val="30"/>
          <w:cs/>
          <w:lang w:bidi="th-TH"/>
        </w:rPr>
        <w:t>)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ยะนาบีอุล</w:t>
      </w:r>
      <w:r w:rsidRPr="00E350DC">
        <w:rPr>
          <w:szCs w:val="24"/>
          <w:rtl/>
          <w:cs/>
        </w:rPr>
        <w:t>-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มะวัดดะฮ์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๔๔๕</w:t>
      </w:r>
      <w:bookmarkEnd w:id="44"/>
    </w:p>
    <w:p w:rsidR="00C85AFD" w:rsidRPr="00E350DC" w:rsidRDefault="00C85AFD" w:rsidP="00435B83">
      <w:pPr>
        <w:pStyle w:val="libArFootnote"/>
        <w:bidi w:val="0"/>
      </w:pPr>
      <w:bookmarkStart w:id="45" w:name="_Toc414268913"/>
      <w:r w:rsidRPr="00E350DC">
        <w:t>(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๓๐</w:t>
      </w:r>
      <w:r w:rsidR="00435B83">
        <w:rPr>
          <w:rFonts w:cs="Cordia New" w:hint="cs"/>
          <w:szCs w:val="30"/>
          <w:cs/>
          <w:lang w:bidi="th-TH"/>
        </w:rPr>
        <w:t>)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ยะนาบีอุล</w:t>
      </w:r>
      <w:r w:rsidRPr="00E350DC">
        <w:rPr>
          <w:szCs w:val="24"/>
          <w:rtl/>
          <w:cs/>
        </w:rPr>
        <w:t>-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มะวัดดะฮ์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๔๔๕</w:t>
      </w:r>
      <w:bookmarkEnd w:id="45"/>
    </w:p>
    <w:p w:rsidR="00C85AFD" w:rsidRPr="00E350DC" w:rsidRDefault="00C85AFD" w:rsidP="00435B83">
      <w:pPr>
        <w:pStyle w:val="libArFootnote"/>
        <w:bidi w:val="0"/>
        <w:rPr>
          <w:szCs w:val="24"/>
          <w:rtl/>
          <w:cs/>
        </w:rPr>
      </w:pPr>
      <w:bookmarkStart w:id="46" w:name="_Toc414268914"/>
      <w:r w:rsidRPr="00E350DC">
        <w:t>(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๓๑</w:t>
      </w:r>
      <w:r w:rsidR="00435B83">
        <w:rPr>
          <w:rFonts w:cs="Cordia New" w:hint="cs"/>
          <w:szCs w:val="30"/>
          <w:cs/>
          <w:lang w:bidi="th-TH"/>
        </w:rPr>
        <w:t>)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ฆอยะตุล</w:t>
      </w:r>
      <w:r w:rsidRPr="00E350DC">
        <w:rPr>
          <w:szCs w:val="24"/>
          <w:rtl/>
          <w:cs/>
        </w:rPr>
        <w:t>-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มะรอม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๗๐๔</w:t>
      </w:r>
      <w:bookmarkEnd w:id="46"/>
    </w:p>
    <w:p w:rsidR="00C85AFD" w:rsidRPr="00307888" w:rsidRDefault="00C85AFD" w:rsidP="00C85AFD">
      <w:pPr>
        <w:rPr>
          <w:rFonts w:ascii="Angsana New" w:hAnsi="Angsana New" w:cs="Cordia New"/>
          <w:sz w:val="32"/>
          <w:szCs w:val="30"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lastRenderedPageBreak/>
        <w:t>๔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รายงานจากท่านญาบิร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ยินยะซีด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ญุอฟี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ข้าพเจ้าได้ยินท่านญาบิร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บินอับดุลลอฮ์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อันศอรี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E350DC" w:rsidRPr="00B91120">
        <w:rPr>
          <w:rFonts w:hint="cs"/>
          <w:cs/>
        </w:rPr>
        <w:t xml:space="preserve">เมื่อครั้งที่อัลลอฮ์ </w:t>
      </w:r>
      <w:r w:rsidR="00E350DC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E350DC" w:rsidRPr="00B91120">
        <w:rPr>
          <w:rFonts w:hint="cs"/>
          <w:cs/>
        </w:rPr>
        <w:t xml:space="preserve">) ทรงประทานโองการแก่ท่านนบีมุฮัมมัด </w:t>
      </w:r>
      <w:r w:rsidR="00E350DC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E350DC" w:rsidRPr="00B91120">
        <w:rPr>
          <w:rFonts w:hint="cs"/>
          <w:cs/>
        </w:rPr>
        <w:t>) ว่</w:t>
      </w:r>
      <w:r w:rsidR="00E350DC" w:rsidRPr="00B91120">
        <w:rPr>
          <w:cs/>
        </w:rPr>
        <w:t>า</w:t>
      </w:r>
    </w:p>
    <w:p w:rsidR="00C85AFD" w:rsidRDefault="00C85AFD" w:rsidP="00C85AFD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โอ้บรรดาผู้ศรัทธาจงเคารพเชื่อฟังอัลลอฮ์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และเคารพเชื่อฟัง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และบรรดาผู้ปกครองในหมู่ของสูเจ้า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๓๒</w:t>
      </w:r>
      <w:r w:rsidRPr="00B91120">
        <w:rPr>
          <w:cs/>
        </w:rPr>
        <w:t>)</w:t>
      </w:r>
    </w:p>
    <w:p w:rsidR="00C85AFD" w:rsidRPr="00307888" w:rsidRDefault="00C85AFD" w:rsidP="00C85AFD">
      <w:pPr>
        <w:pStyle w:val="libNormal"/>
        <w:ind w:firstLine="0"/>
      </w:pP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ข้าพเจ้ากล่าวว่า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ข้าแต่ท่านศาสนทูตแห่งอัลลอฮ์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="00E350DC" w:rsidRPr="00B91120">
        <w:rPr>
          <w:rFonts w:hint="cs"/>
          <w:cs/>
        </w:rPr>
        <w:t xml:space="preserve">เรารู้จักอัลลอฮ์ </w:t>
      </w:r>
      <w:r w:rsidR="00E350DC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และศาสนทูตของพระองค์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ฉะนั้นใครอีกเล่าที่เป็นผู้ปกครองทั้งหลาย</w:t>
      </w:r>
      <w:r w:rsidRPr="00B91120">
        <w:rPr>
          <w:cs/>
        </w:rPr>
        <w:t xml:space="preserve"> </w:t>
      </w:r>
      <w:r w:rsidR="00E350DC" w:rsidRPr="00B91120">
        <w:rPr>
          <w:rFonts w:hint="cs"/>
          <w:cs/>
        </w:rPr>
        <w:t xml:space="preserve">ที่อัลลอฮ์ </w:t>
      </w:r>
      <w:r w:rsidR="00E350DC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E350DC" w:rsidRPr="00B91120">
        <w:rPr>
          <w:rFonts w:hint="cs"/>
          <w:cs/>
        </w:rPr>
        <w:t>) ทรงถือเอาการเคารพเชื่อฟังต่อพวกเขาเหมือนกับการเคารพเชื่อฟังท่าน</w:t>
      </w:r>
      <w:r w:rsidR="00E350DC" w:rsidRPr="00B91120">
        <w:rPr>
          <w:rFonts w:hint="cs"/>
        </w:rPr>
        <w:t>?</w:t>
      </w:r>
      <w:r w:rsidR="00E350DC" w:rsidRPr="00B91120">
        <w:rPr>
          <w:rFonts w:hint="cs"/>
          <w:cs/>
        </w:rPr>
        <w:t>”</w:t>
      </w:r>
    </w:p>
    <w:p w:rsidR="00C85AFD" w:rsidRDefault="00C85AFD" w:rsidP="00C85AFD">
      <w:pPr>
        <w:pStyle w:val="libNormal"/>
      </w:pP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ท่านนบี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เขาเหล่านั้นคือคอลีฟะฮ์ของฉัน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โอ้ญาบิร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พวกเขาเป็นอิมามของมวลมุสลิมภายหลังจากฉัน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คนแรกในหมู่พวกเขา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ได้แก่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ต่อมาคือฮะซัน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และฮุเซน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ต่อมาได้แก่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บินอะลี</w:t>
      </w:r>
      <w:r w:rsidRPr="00B91120">
        <w:rPr>
          <w:cs/>
        </w:rPr>
        <w:t xml:space="preserve"> 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อันเป็นที่รู้จักในคัมภีร์เตารอตว่า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บากิร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ญาบิรเอ๋ย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เจ้าจะได้อยู่จนพบกับเขาผู้นี้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ฉะนั้นเมื่อเจ้าพบเขา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ก็จงบอกเขาว่า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ฉันฝากสลามถึง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ต่อจากนั้นจะได้แก่อัศ</w:t>
      </w:r>
      <w:r w:rsidRPr="00B91120">
        <w:rPr>
          <w:cs/>
        </w:rPr>
        <w:t>-</w:t>
      </w:r>
      <w:r w:rsidRPr="00B91120">
        <w:rPr>
          <w:rFonts w:hint="cs"/>
          <w:cs/>
        </w:rPr>
        <w:t>ศอดิก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ญะอ์ฟัร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ต่อจากนั้นได้แก่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มูซา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บินญะอฟัร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ต่อจากนั้นได้แก่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บินมูซา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ต่อจากนั้นได้แก่มุฮัมมัด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ต่อมาได้แก่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ต่อมาได้แก่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ต่อจากนั้นเป็นคนที่ใช้ชื่อและสมญานามเช่นเดียวกับของฉัน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เขาเป็นข้อพิสูจน์ของอัลลอฮ์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ในหน้าแผ่นดินเป็นมรดกของพระองค์ที่ให้ไว้สำหรับปวงบ่าวของพระองค์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เขาคือบุตรของฮะซัน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เขาผู้นี้อัลลอฮ์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จะให้นามของเขาเป็นที่ระบือทั้งทางทิศตะวันออกและทิศตะวันตกของโลก</w:t>
      </w:r>
    </w:p>
    <w:p w:rsidR="00C85AFD" w:rsidRDefault="00C85AFD" w:rsidP="00C85AFD">
      <w:pPr>
        <w:pStyle w:val="libNormal"/>
        <w:ind w:firstLine="0"/>
      </w:pPr>
      <w:r>
        <w:rPr>
          <w:rFonts w:hint="cs"/>
          <w:cs/>
        </w:rPr>
        <w:t>--------------------------------------------</w:t>
      </w:r>
    </w:p>
    <w:p w:rsidR="00C85AFD" w:rsidRPr="00E350DC" w:rsidRDefault="00C85AFD" w:rsidP="00435B83">
      <w:pPr>
        <w:pStyle w:val="libArFootnote"/>
        <w:bidi w:val="0"/>
        <w:rPr>
          <w:szCs w:val="24"/>
          <w:rtl/>
          <w:cs/>
        </w:rPr>
      </w:pPr>
      <w:bookmarkStart w:id="47" w:name="_Toc414268915"/>
      <w:r w:rsidRPr="00E350DC">
        <w:t>(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๓๒</w:t>
      </w:r>
      <w:r w:rsidR="00435B83">
        <w:rPr>
          <w:rFonts w:cs="Cordia New" w:hint="cs"/>
          <w:szCs w:val="30"/>
          <w:cs/>
          <w:lang w:bidi="th-TH"/>
        </w:rPr>
        <w:t>)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ซูเราะฮ์</w:t>
      </w:r>
      <w:r w:rsidRPr="00E350DC">
        <w:rPr>
          <w:szCs w:val="24"/>
          <w:rtl/>
          <w:cs/>
        </w:rPr>
        <w:t xml:space="preserve">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อัน</w:t>
      </w:r>
      <w:r w:rsidRPr="00E350DC">
        <w:rPr>
          <w:szCs w:val="24"/>
          <w:rtl/>
          <w:cs/>
        </w:rPr>
        <w:t>-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นิสาอ์</w:t>
      </w:r>
      <w:r w:rsidRPr="00E350DC">
        <w:rPr>
          <w:szCs w:val="24"/>
          <w:rtl/>
          <w:cs/>
        </w:rPr>
        <w:t xml:space="preserve">: </w:t>
      </w:r>
      <w:r w:rsidRPr="00E350DC">
        <w:rPr>
          <w:rFonts w:ascii="Angsana New" w:hAnsi="Angsana New" w:cs="Angsana New" w:hint="cs"/>
          <w:szCs w:val="24"/>
          <w:cs/>
          <w:lang w:bidi="th-TH"/>
        </w:rPr>
        <w:t>๕๙</w:t>
      </w:r>
      <w:bookmarkEnd w:id="47"/>
    </w:p>
    <w:p w:rsidR="00C85AFD" w:rsidRDefault="00C85AFD" w:rsidP="00C85AFD">
      <w:pPr>
        <w:pStyle w:val="libNormal"/>
        <w:rPr>
          <w:cs/>
        </w:rPr>
      </w:pP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cs/>
        </w:rPr>
        <w:lastRenderedPageBreak/>
        <w:t xml:space="preserve"> </w:t>
      </w:r>
      <w:r w:rsidRPr="00B91120">
        <w:rPr>
          <w:rFonts w:hint="cs"/>
          <w:cs/>
        </w:rPr>
        <w:t>เขาผู้นี้จะยังไม่ปรากฏแก่สายตาของพรรคพวก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และมวลมิตร</w:t>
      </w:r>
      <w:r>
        <w:rPr>
          <w:rFonts w:hint="cs"/>
          <w:cs/>
        </w:rPr>
        <w:t>ชี</w:t>
      </w:r>
      <w:r w:rsidRPr="00B91120">
        <w:rPr>
          <w:rFonts w:hint="cs"/>
          <w:cs/>
        </w:rPr>
        <w:t>อะฮ์ของเขาจนไม่มีใครยืนยันถึงตำแหน่งอิมามของเขาได้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นอกจากคนที่อัลลอฮ์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ทดสอบหัวใจแห่งความศรัทธาของเขาเท่านั้น</w:t>
      </w:r>
      <w:r w:rsidRPr="00B91120">
        <w:rPr>
          <w:rFonts w:cs="Times New Roman" w:hint="eastAsia"/>
          <w:lang w:bidi="ar-SA"/>
        </w:rPr>
        <w:t>”</w:t>
      </w:r>
    </w:p>
    <w:p w:rsidR="00C85AFD" w:rsidRPr="00307888" w:rsidRDefault="00C85AFD" w:rsidP="00C85AFD">
      <w:pPr>
        <w:pStyle w:val="libNormal"/>
        <w:ind w:firstLine="0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ท่านญาบิร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ข้าพเจ้ากล่าวว่า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ข้าแต่ท่านศาสนทูตแห่งอัลลอฮ์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="00435B83" w:rsidRPr="00B91120">
        <w:rPr>
          <w:rFonts w:hint="cs"/>
          <w:cs/>
        </w:rPr>
        <w:t>แล้วจะมีคุณค่าอันใดแก่พรรคพวกของเขาบ้างในการยังไม่ปรากฏของเขา</w:t>
      </w:r>
      <w:r w:rsidR="00435B83" w:rsidRPr="00B91120">
        <w:rPr>
          <w:rFonts w:hint="cs"/>
        </w:rPr>
        <w:t>?</w:t>
      </w:r>
      <w:r w:rsidR="00435B83" w:rsidRPr="00B91120">
        <w:rPr>
          <w:rFonts w:hint="cs"/>
          <w:cs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ขอสาบานต่อพระผู้ทรงแต่งตั้งข้าให้ดำรงตำแหน่งนบีว่า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เขาเหล่านั้นจะได้รับแสงสว่างจากรัศมีของเขา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เขาเหล่านั้น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จะได้รับคุณค่าโดยการปกครองในสภาพแฝงเร้นของเขา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ดุจดัง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ที่คน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ทั้งหลายได้รับประโยชน์จากแสงอาทิตย์ในยามที่มันเลือนลับอยู่ในก้อน</w:t>
      </w:r>
    </w:p>
    <w:p w:rsidR="00C85AFD" w:rsidRPr="00307888" w:rsidRDefault="00C85AFD" w:rsidP="00C85AFD">
      <w:pPr>
        <w:pStyle w:val="libNormal"/>
        <w:ind w:firstLine="0"/>
      </w:pPr>
      <w:r w:rsidRPr="00307888">
        <w:rPr>
          <w:rFonts w:hint="cs"/>
          <w:cs/>
        </w:rPr>
        <w:t>เมฆ”(๓๓</w:t>
      </w:r>
      <w:r w:rsidRPr="00307888">
        <w:rPr>
          <w:cs/>
        </w:rPr>
        <w:t>)</w:t>
      </w: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๕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ในฮะดีษของท่านศาสดา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ที่ว่าด้วยเรื่องความประเสริฐ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และเกียรติคุณของท่านอะลี</w:t>
      </w:r>
      <w:r>
        <w:rPr>
          <w:rFonts w:hint="cs"/>
          <w:cs/>
        </w:rPr>
        <w:t xml:space="preserve"> 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และลูกหลานของท่านนั้น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มีอยู่ว่า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ท่านญาบิร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</w:t>
      </w:r>
    </w:p>
    <w:p w:rsidR="00C85AFD" w:rsidRDefault="00C85AFD" w:rsidP="00C85AFD">
      <w:pPr>
        <w:pStyle w:val="libNormal"/>
        <w:ind w:firstLine="0"/>
        <w:rPr>
          <w:rFonts w:cs="Cordia New"/>
          <w:szCs w:val="40"/>
        </w:rPr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อับดุลล</w:t>
      </w:r>
      <w:r>
        <w:rPr>
          <w:rFonts w:hint="cs"/>
          <w:cs/>
        </w:rPr>
        <w:t>อ</w:t>
      </w:r>
      <w:r w:rsidRPr="00B91120">
        <w:rPr>
          <w:rFonts w:hint="cs"/>
          <w:cs/>
        </w:rPr>
        <w:t>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อัลอันศอรีได้ยืนขึ้นถามว่า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ข้าแต่ท่านศาสนทูตแห่งอัลลอฮ์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ในจำนวนลูกหลานของอะลีนั้น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มีใครบ้างที่เป็นอิมาม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 xml:space="preserve">?” </w:t>
      </w:r>
    </w:p>
    <w:p w:rsidR="00C85AFD" w:rsidRPr="00307888" w:rsidRDefault="00C85AFD" w:rsidP="00C85AFD">
      <w:pPr>
        <w:pStyle w:val="libNormal"/>
        <w:ind w:firstLine="0"/>
        <w:rPr>
          <w:rFonts w:cs="Cordia New"/>
          <w:szCs w:val="40"/>
        </w:rPr>
      </w:pPr>
      <w:r w:rsidRPr="00B91120">
        <w:rPr>
          <w:rFonts w:hint="cs"/>
          <w:cs/>
        </w:rPr>
        <w:t>ท่านศาสนทูต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ฮะซันและอัล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ฮุเซนซึ่งเป็นสองหัวหน้าของบรรดาชายหนุ่มแห่งสวรรค์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ต่อจากนั้นได้แก่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หัวหน้าแห่งปวงบ่าวผู้ภักดีต่ออัลลอฮ์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ในสมัยของเขา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นั่นคืออะลี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บินฮุเซน</w:t>
      </w:r>
    </w:p>
    <w:p w:rsidR="00C85AFD" w:rsidRDefault="00C85AFD" w:rsidP="00C85AFD">
      <w:pPr>
        <w:pStyle w:val="libNormal"/>
      </w:pPr>
      <w:r>
        <w:rPr>
          <w:rFonts w:hint="cs"/>
          <w:cs/>
        </w:rPr>
        <w:t>-----------------------</w:t>
      </w:r>
    </w:p>
    <w:p w:rsidR="00C85AFD" w:rsidRPr="00435B83" w:rsidRDefault="00C85AFD" w:rsidP="00435B83">
      <w:pPr>
        <w:pStyle w:val="libArFootnote"/>
        <w:bidi w:val="0"/>
      </w:pPr>
      <w:bookmarkStart w:id="48" w:name="_Toc414268916"/>
      <w:r w:rsidRPr="00435B83">
        <w:t>(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๓๓</w:t>
      </w:r>
      <w:r w:rsidR="00435B83" w:rsidRPr="00435B83">
        <w:rPr>
          <w:rFonts w:hint="cs"/>
          <w:szCs w:val="24"/>
          <w:rtl/>
          <w:cs/>
        </w:rPr>
        <w:t>)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อิกมาลุด</w:t>
      </w:r>
      <w:r w:rsidRPr="00435B83">
        <w:rPr>
          <w:szCs w:val="24"/>
          <w:rtl/>
          <w:cs/>
        </w:rPr>
        <w:t>-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ดีน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๑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๓๖๕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อิล</w:t>
      </w:r>
      <w:r w:rsidRPr="00435B83">
        <w:rPr>
          <w:szCs w:val="24"/>
          <w:rtl/>
          <w:cs/>
        </w:rPr>
        <w:t>-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ซามุล</w:t>
      </w:r>
      <w:r w:rsidRPr="00435B83">
        <w:rPr>
          <w:szCs w:val="24"/>
          <w:rtl/>
          <w:cs/>
        </w:rPr>
        <w:t>-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นาคิบ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๑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๕๕</w:t>
      </w:r>
      <w:bookmarkEnd w:id="48"/>
    </w:p>
    <w:p w:rsidR="00C85AFD" w:rsidRPr="00435B83" w:rsidRDefault="00C85AFD" w:rsidP="00435B83">
      <w:pPr>
        <w:pStyle w:val="libArFootnote"/>
        <w:bidi w:val="0"/>
      </w:pPr>
      <w:r w:rsidRPr="00435B83">
        <w:rPr>
          <w:szCs w:val="24"/>
          <w:rtl/>
          <w:cs/>
        </w:rPr>
        <w:t xml:space="preserve"> </w:t>
      </w:r>
      <w:bookmarkStart w:id="49" w:name="_Toc414268917"/>
      <w:r w:rsidRPr="00435B83">
        <w:rPr>
          <w:rFonts w:ascii="Angsana New" w:hAnsi="Angsana New" w:cs="Angsana New" w:hint="cs"/>
          <w:szCs w:val="24"/>
          <w:cs/>
          <w:lang w:bidi="th-TH"/>
        </w:rPr>
        <w:t>ยะนาบีอุล</w:t>
      </w:r>
      <w:r w:rsidRPr="00435B83">
        <w:rPr>
          <w:szCs w:val="24"/>
          <w:rtl/>
          <w:cs/>
        </w:rPr>
        <w:t>-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มะวัดดะฮ์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หน้า๔๙๕</w:t>
      </w:r>
      <w:bookmarkEnd w:id="49"/>
    </w:p>
    <w:p w:rsidR="00C85AFD" w:rsidRDefault="00C85AFD" w:rsidP="00C85AFD">
      <w:pPr>
        <w:pStyle w:val="libNormal"/>
        <w:rPr>
          <w:cs/>
        </w:rPr>
      </w:pP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ต่อมาได้แก่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บากิร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ญาบิรเอ๋ยเจ้าจะได้พบเขาผู้นี้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ครั้นเมื่อเจ้าพบเขาแล้วก็จงบอกเขาว่า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ฉันฝากสลามมา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ต่อมาได้แก่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ศอดิก</w:t>
      </w:r>
      <w:r w:rsidRPr="00B91120">
        <w:rPr>
          <w:cs/>
        </w:rPr>
        <w:t xml:space="preserve"> 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ญะอ์ฟัร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ต่อมาได้แก่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กาซิม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มูซา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บินญะอ์ฟัร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ต่อมาได้แก่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ริฎอ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บินมูซา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ต่อมาได้แก่อัต</w:t>
      </w:r>
      <w:r w:rsidRPr="00B91120">
        <w:rPr>
          <w:cs/>
        </w:rPr>
        <w:t>-</w:t>
      </w:r>
      <w:r w:rsidRPr="00B91120">
        <w:rPr>
          <w:rFonts w:hint="cs"/>
          <w:cs/>
        </w:rPr>
        <w:t>ตะกี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ต่อมาได้แก่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อัน</w:t>
      </w:r>
      <w:r w:rsidRPr="00B91120">
        <w:rPr>
          <w:cs/>
        </w:rPr>
        <w:t>-</w:t>
      </w:r>
      <w:r w:rsidRPr="00B91120">
        <w:rPr>
          <w:rFonts w:hint="cs"/>
          <w:cs/>
        </w:rPr>
        <w:t>นะกี</w:t>
      </w:r>
    </w:p>
    <w:p w:rsidR="00C85AFD" w:rsidRDefault="00C85AFD" w:rsidP="00C85AFD">
      <w:pPr>
        <w:pStyle w:val="libNormal"/>
        <w:ind w:firstLine="0"/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บินมุฮัมมัด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ต่อมาได้แก่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อัซ</w:t>
      </w:r>
      <w:r w:rsidRPr="00B91120">
        <w:rPr>
          <w:cs/>
        </w:rPr>
        <w:t>-</w:t>
      </w:r>
      <w:r w:rsidRPr="00B91120">
        <w:rPr>
          <w:rFonts w:hint="cs"/>
          <w:cs/>
        </w:rPr>
        <w:t>ซะกี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ต่อมาได้แก่บุตรชายของเขา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นั่นคือผู้ดำรงไว้ซึ่งความชอบธรรม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ชื่อว่า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มะฮ์ดี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แห่งประชาชาติของฉัน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ซึ่งแผ่นดินจะเพียบพร้อมไปด้วยความเที่ยงธรรมและยุติธรรม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ดังเช่นที่เคยเต็มไปด้วยความไม่ชอบธรรมมาก่อน</w:t>
      </w:r>
    </w:p>
    <w:p w:rsidR="00C85AFD" w:rsidRDefault="00C85AFD" w:rsidP="00C85AFD">
      <w:pPr>
        <w:pStyle w:val="libNormal"/>
        <w:ind w:firstLine="0"/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ญาบิรเอ๋ย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เขาเหล่านั้นคือคอลีฟะฮ์ของฉัน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เป็นทายาทของฉัน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เป็นลูกหลานของฉัน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และเป็นผู้ถอดแบบไปจากฉัน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ใครที่เคารพเชื่อฟังเขาก็เท่ากับเคารพเชื่อฟังฉัน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และใครที่ทรยศต่อเขาก็เท่ากับทรยศต่อฉัน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ใครที่ปฏิเสธต่อคนใดคนหนึ่งในหมู่พวกเขาก็เท่ากับปฏิเสธฉัน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๓๔</w:t>
      </w:r>
      <w:r w:rsidRPr="00B91120">
        <w:rPr>
          <w:cs/>
        </w:rPr>
        <w:t>)</w:t>
      </w:r>
    </w:p>
    <w:p w:rsidR="00C85AFD" w:rsidRPr="00083773" w:rsidRDefault="00C85AFD" w:rsidP="00C85AFD">
      <w:pPr>
        <w:pStyle w:val="libNormal"/>
        <w:ind w:firstLine="0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๖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อัมมาร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บินยาซิร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435B83" w:rsidRPr="00B91120">
        <w:rPr>
          <w:rFonts w:hint="cs"/>
          <w:cs/>
        </w:rPr>
        <w:t xml:space="preserve">ข้าพเจ้าเคยอยู่ร่วมกับท่านศาสนทูตแห่งอัลลอฮ์ </w:t>
      </w:r>
      <w:r w:rsidR="00435B83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435B83" w:rsidRPr="00B91120">
        <w:rPr>
          <w:rFonts w:hint="cs"/>
          <w:cs/>
        </w:rPr>
        <w:t>) ในการทำสงครามครั้งหนึ่</w:t>
      </w:r>
      <w:r w:rsidR="00435B83" w:rsidRPr="00B91120">
        <w:rPr>
          <w:cs/>
        </w:rPr>
        <w:t>ง</w:t>
      </w:r>
      <w:r w:rsidRPr="00B91120">
        <w:rPr>
          <w:cs/>
        </w:rPr>
        <w:t xml:space="preserve"> </w:t>
      </w:r>
      <w:r w:rsidR="00435B83" w:rsidRPr="00B91120">
        <w:rPr>
          <w:rFonts w:hint="cs"/>
          <w:cs/>
        </w:rPr>
        <w:t xml:space="preserve">และท่านอะลี </w:t>
      </w:r>
      <w:r w:rsidR="00435B83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ได้สังหารพวกอาลูวียะฮ์สำเร็จ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และทำลายคนกลุ่มนั้นจนกระจัดกระจายและท่านยังได้สังหารอัมร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บินอับดุลลอฮ์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ญะมะฮี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และชัยบะฮ์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บินนาฟิอ์อีกด้วย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ข้าพเจ้าได้เข้าพบท่านศาสนทูตแห่งอัลลอฮ์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แล้วกล่าวว่า</w:t>
      </w:r>
      <w:r w:rsidRPr="00B91120">
        <w:rPr>
          <w:cs/>
        </w:rPr>
        <w:t xml:space="preserve"> 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/>
          <w:lang w:bidi="ar-SA"/>
        </w:rPr>
        <w:t>“</w:t>
      </w:r>
      <w:r w:rsidR="00435B83" w:rsidRPr="00B91120">
        <w:rPr>
          <w:rFonts w:hint="cs"/>
          <w:cs/>
        </w:rPr>
        <w:t xml:space="preserve">ข้าแต่ท่านศาสนทูตของอัลลอฮ์ </w:t>
      </w:r>
      <w:r w:rsidR="00435B83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แท้จริง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อะลีได้ต่อสู้ในวิถีทางของอัลลอฮ์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อย่างสมภาคภูมิโดยแท้</w:t>
      </w:r>
      <w:r w:rsidRPr="00B91120">
        <w:rPr>
          <w:rFonts w:cs="Times New Roman" w:hint="eastAsia"/>
          <w:lang w:bidi="ar-SA"/>
        </w:rPr>
        <w:t>”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----------------------------------------</w:t>
      </w:r>
    </w:p>
    <w:p w:rsidR="00C85AFD" w:rsidRPr="00435B83" w:rsidRDefault="00C85AFD" w:rsidP="00435B83">
      <w:pPr>
        <w:pStyle w:val="libArFootnote"/>
        <w:bidi w:val="0"/>
      </w:pPr>
      <w:bookmarkStart w:id="50" w:name="_Toc414268918"/>
      <w:r w:rsidRPr="00435B83">
        <w:t>(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๓๔</w:t>
      </w:r>
      <w:r w:rsidR="00435B83" w:rsidRPr="00435B83">
        <w:rPr>
          <w:rFonts w:hint="cs"/>
          <w:szCs w:val="24"/>
        </w:rPr>
        <w:t>)</w:t>
      </w:r>
      <w:r w:rsidR="00435B83" w:rsidRPr="00435B83">
        <w:rPr>
          <w:rFonts w:ascii="Angsana New" w:hAnsi="Angsana New" w:cs="Angsana New" w:hint="cs"/>
          <w:szCs w:val="24"/>
          <w:cs/>
          <w:lang w:bidi="th-TH"/>
        </w:rPr>
        <w:t xml:space="preserve"> อิ</w:t>
      </w:r>
      <w:r w:rsidR="00435B83" w:rsidRPr="00435B83">
        <w:rPr>
          <w:rFonts w:ascii="Angsana New" w:hAnsi="Angsana New" w:cs="Angsana New"/>
          <w:szCs w:val="24"/>
          <w:cs/>
          <w:lang w:bidi="th-TH"/>
        </w:rPr>
        <w:t>ล</w:t>
      </w:r>
      <w:r w:rsidRPr="00435B83">
        <w:rPr>
          <w:szCs w:val="24"/>
          <w:rtl/>
          <w:cs/>
        </w:rPr>
        <w:t>-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ชามุล</w:t>
      </w:r>
      <w:r w:rsidRPr="00435B83">
        <w:rPr>
          <w:szCs w:val="24"/>
          <w:rtl/>
          <w:cs/>
        </w:rPr>
        <w:t>-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นาคิบ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๑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๑๘๕</w:t>
      </w:r>
      <w:bookmarkEnd w:id="50"/>
    </w:p>
    <w:p w:rsidR="00C85AFD" w:rsidRDefault="00C85AFD" w:rsidP="00C85AFD">
      <w:pPr>
        <w:pStyle w:val="libNormal"/>
        <w:rPr>
          <w:rFonts w:cs="Cordia New"/>
          <w:szCs w:val="40"/>
        </w:rPr>
      </w:pPr>
    </w:p>
    <w:p w:rsidR="00C85AFD" w:rsidRPr="00083773" w:rsidRDefault="00C85AFD" w:rsidP="00C85AFD">
      <w:pPr>
        <w:pStyle w:val="libNormal"/>
        <w:ind w:firstLine="0"/>
        <w:rPr>
          <w:rFonts w:cs="Cordia New"/>
          <w:szCs w:val="40"/>
        </w:rPr>
      </w:pPr>
    </w:p>
    <w:p w:rsidR="00C85AFD" w:rsidRDefault="00C85AFD" w:rsidP="00C85AFD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พราะว่าเขาคือส่วนหนึ่งของฉันเป็นผู้ทำหน้าที่ในข้อสัญญาของฉันจนสมบูรณ์และเป็นคอลีฟะฮ์ภายหลังจาก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หากไม่มีเขาแล้วไซร้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ผู้ศรัทธาจะไม่รู้จักความถูกต้องสมบูรณ์ที่แท้จริง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ภายหลังจากฉันการต่อสู้กับเขาเท่ากับต่อสู้กับฉัน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การยอมรับต่อเขาเท่ากับยอมรับต่อฉันการยอมรับต่อฉัน</w:t>
      </w:r>
      <w:r w:rsidRPr="00B91120">
        <w:rPr>
          <w:cs/>
        </w:rPr>
        <w:t xml:space="preserve"> </w:t>
      </w:r>
      <w:r w:rsidR="00435B83" w:rsidRPr="00B91120">
        <w:rPr>
          <w:rFonts w:hint="cs"/>
          <w:cs/>
        </w:rPr>
        <w:t xml:space="preserve">เท่ากับยอมภักดีต่ออัลลอฮ์ </w:t>
      </w:r>
      <w:r w:rsidR="00435B83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435B83" w:rsidRPr="00B91120">
        <w:rPr>
          <w:rFonts w:hint="cs"/>
          <w:cs/>
        </w:rPr>
        <w:t>) แน่นอนเขาคือบิดาของผู้สืบตระกูลสองคนของฉั</w:t>
      </w:r>
      <w:r w:rsidR="00435B83" w:rsidRPr="00B91120">
        <w:rPr>
          <w:cs/>
        </w:rPr>
        <w:t>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และบรรดาอิมามภายหลังจากฉันก็มาจากสายเลือดของเขา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ซึ่งอัลลอฮ์</w:t>
      </w:r>
    </w:p>
    <w:p w:rsidR="00C85AFD" w:rsidRDefault="00C85AFD" w:rsidP="00C85AFD">
      <w:pPr>
        <w:pStyle w:val="libNormal"/>
        <w:ind w:firstLine="0"/>
      </w:pP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จะทรงนำออกมาให้ดำรงตำแหน่งเป็นอิมามผู้ชี้ทางที่ถูกต้อง</w:t>
      </w:r>
      <w:r w:rsidRPr="00B91120">
        <w:rPr>
          <w:cs/>
        </w:rPr>
        <w:t xml:space="preserve"> 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ส่วนคนหนึ่งในหมู่พวกเขา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มะฮ์ดี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สำหรับประชาชาตินี้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๓๕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๗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ท่านอับดุลลอฮ์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บินมัสอูด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ได้รับฟังฮะดีษหนึ่งจากท่านศาสนทูตแห่งอัลลอฮ์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ที่กล่าวถึงบรรดาอิมาม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ว่า</w:t>
      </w:r>
      <w:r w:rsidRPr="00B91120">
        <w:rPr>
          <w:cs/>
        </w:rPr>
        <w:t xml:space="preserve"> </w:t>
      </w:r>
    </w:p>
    <w:p w:rsidR="00C85AFD" w:rsidRPr="00083773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/>
          <w:lang w:bidi="ar-SA"/>
        </w:rPr>
        <w:t>“</w:t>
      </w:r>
      <w:r w:rsidR="00435B83" w:rsidRPr="00B91120">
        <w:rPr>
          <w:rFonts w:hint="cs"/>
          <w:cs/>
        </w:rPr>
        <w:t xml:space="preserve">บรรดาอิมามนั้นมาจากสายเลือดของฮุเซน </w:t>
      </w:r>
      <w:r w:rsidR="00435B83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คนที่เก้าของพวกเขาคือมะฮ์ดีสำหรับพวกเขา</w:t>
      </w:r>
      <w:r w:rsidR="00435B83" w:rsidRPr="00B91120">
        <w:rPr>
          <w:rFonts w:cs="Times New Roman" w:hint="eastAsia"/>
          <w:lang w:bidi="ar-SA"/>
        </w:rPr>
        <w:t>”</w:t>
      </w:r>
      <w:r w:rsidR="00435B83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๓๖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๘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ท่านสะอีด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บินมะซีบ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รายงานจากท่านอัมร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บินอุษมาน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บินอัฟฟาน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บิดาของฉันได้กล่าวว่า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435B83" w:rsidRPr="00B91120">
        <w:rPr>
          <w:rFonts w:hint="cs"/>
          <w:cs/>
        </w:rPr>
        <w:t xml:space="preserve">ฉันได้ยินท่านศาสดาแห่งอัลลอฮ์ </w:t>
      </w:r>
      <w:r w:rsidR="00435B83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435B83" w:rsidRPr="00B91120">
        <w:rPr>
          <w:rFonts w:hint="cs"/>
          <w:cs/>
        </w:rPr>
        <w:t>) กล่าวว่</w:t>
      </w:r>
      <w:r w:rsidR="00435B83" w:rsidRPr="00B91120">
        <w:rPr>
          <w:cs/>
        </w:rPr>
        <w:t>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อิมามภายหลังจากฉันมี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เก้าคนจะมาจากสายเลือดของฮุเซน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และมะฮ์ดีสำหรับประชาชาตินี้จะมาจากเรา</w:t>
      </w:r>
      <w:r w:rsidR="00435B83" w:rsidRPr="00B91120">
        <w:rPr>
          <w:rFonts w:cs="Times New Roman" w:hint="eastAsia"/>
          <w:lang w:bidi="ar-SA"/>
        </w:rPr>
        <w:t>”</w:t>
      </w:r>
      <w:r w:rsidR="00435B83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๓๗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  <w:r>
        <w:rPr>
          <w:rFonts w:hint="cs"/>
          <w:cs/>
        </w:rPr>
        <w:t>--------------------------------------</w:t>
      </w:r>
    </w:p>
    <w:p w:rsidR="00C85AFD" w:rsidRPr="00435B83" w:rsidRDefault="00C85AFD" w:rsidP="00435B83">
      <w:pPr>
        <w:pStyle w:val="libArFootnote"/>
        <w:bidi w:val="0"/>
      </w:pPr>
      <w:bookmarkStart w:id="51" w:name="_Toc414268919"/>
      <w:r w:rsidRPr="00435B83">
        <w:t>(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๓๕</w:t>
      </w:r>
      <w:r w:rsidR="00435B83">
        <w:rPr>
          <w:rFonts w:cs="Cordia New" w:hint="cs"/>
          <w:szCs w:val="30"/>
          <w:cs/>
          <w:lang w:bidi="th-TH"/>
        </w:rPr>
        <w:t>)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กิฟายะตุล</w:t>
      </w:r>
      <w:r w:rsidRPr="00435B83">
        <w:rPr>
          <w:szCs w:val="24"/>
          <w:rtl/>
          <w:cs/>
        </w:rPr>
        <w:t>-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อะษัร</w:t>
      </w:r>
      <w:bookmarkEnd w:id="51"/>
    </w:p>
    <w:p w:rsidR="00C85AFD" w:rsidRPr="00435B83" w:rsidRDefault="00C85AFD" w:rsidP="00435B83">
      <w:pPr>
        <w:pStyle w:val="libArFootnote"/>
        <w:bidi w:val="0"/>
      </w:pPr>
      <w:bookmarkStart w:id="52" w:name="_Toc414268920"/>
      <w:r w:rsidRPr="00435B83">
        <w:t>(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๓๖</w:t>
      </w:r>
      <w:r w:rsidR="00435B83">
        <w:rPr>
          <w:rFonts w:cs="Cordia New" w:hint="cs"/>
          <w:szCs w:val="30"/>
          <w:cs/>
          <w:lang w:bidi="th-TH"/>
        </w:rPr>
        <w:t>)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กิฟายะตุล</w:t>
      </w:r>
      <w:r w:rsidRPr="00435B83">
        <w:rPr>
          <w:szCs w:val="24"/>
          <w:rtl/>
          <w:cs/>
        </w:rPr>
        <w:t>-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อะษัร</w:t>
      </w:r>
      <w:bookmarkEnd w:id="52"/>
    </w:p>
    <w:p w:rsidR="00C85AFD" w:rsidRPr="00435B83" w:rsidRDefault="00C85AFD" w:rsidP="00435B83">
      <w:pPr>
        <w:pStyle w:val="libArFootnote"/>
        <w:bidi w:val="0"/>
      </w:pPr>
      <w:bookmarkStart w:id="53" w:name="_Toc414268921"/>
      <w:r w:rsidRPr="00435B83">
        <w:t>(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๓๗</w:t>
      </w:r>
      <w:r w:rsidR="00435B83">
        <w:rPr>
          <w:rFonts w:cs="Cordia New" w:hint="cs"/>
          <w:szCs w:val="30"/>
          <w:cs/>
          <w:lang w:bidi="th-TH"/>
        </w:rPr>
        <w:t>)</w:t>
      </w:r>
      <w:r w:rsidR="00435B83" w:rsidRPr="00435B83">
        <w:rPr>
          <w:rFonts w:ascii="Angsana New" w:hAnsi="Angsana New" w:cs="Angsana New" w:hint="cs"/>
          <w:szCs w:val="24"/>
          <w:cs/>
          <w:lang w:bidi="th-TH"/>
        </w:rPr>
        <w:t xml:space="preserve"> มุนตะค็อ</w:t>
      </w:r>
      <w:r w:rsidR="00435B83" w:rsidRPr="00435B83">
        <w:rPr>
          <w:rFonts w:ascii="Angsana New" w:hAnsi="Angsana New" w:cs="Angsana New"/>
          <w:szCs w:val="24"/>
          <w:cs/>
          <w:lang w:bidi="th-TH"/>
        </w:rPr>
        <w:t>บ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435B83">
        <w:rPr>
          <w:szCs w:val="24"/>
          <w:rtl/>
          <w:cs/>
        </w:rPr>
        <w:t>-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อะษัร</w:t>
      </w:r>
      <w:bookmarkEnd w:id="53"/>
    </w:p>
    <w:p w:rsidR="00C85AFD" w:rsidRPr="00435B83" w:rsidRDefault="00C85AFD" w:rsidP="00435B83">
      <w:pPr>
        <w:pStyle w:val="libArFootnote"/>
        <w:bidi w:val="0"/>
      </w:pPr>
    </w:p>
    <w:p w:rsidR="00C85AFD" w:rsidRDefault="00C85AFD" w:rsidP="00C85AFD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๙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บรรดาอิมามภายหลังจากฉันมี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เก้าคนจะมาจากสายเลือดของฮุเซน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คนที่เก้าในหมู่พวกเขาคือผู้ดำรงอยู่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ต่อจากนั้น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ไม่มีใครชิงชังเราเลย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นอกจากพวกกลับกลอก</w:t>
      </w:r>
    </w:p>
    <w:p w:rsidR="00C85AFD" w:rsidRDefault="00C85AFD" w:rsidP="00C85AFD">
      <w:pPr>
        <w:pStyle w:val="libNormal"/>
        <w:ind w:firstLine="0"/>
      </w:pPr>
      <w:r w:rsidRPr="00B91120">
        <w:rPr>
          <w:cs/>
        </w:rPr>
        <w:t>(</w:t>
      </w:r>
      <w:r w:rsidRPr="00B91120">
        <w:rPr>
          <w:rFonts w:hint="cs"/>
          <w:cs/>
        </w:rPr>
        <w:t>มุนาฟิก</w:t>
      </w:r>
      <w:r w:rsidRPr="00B91120">
        <w:rPr>
          <w:cs/>
        </w:rPr>
        <w:t>)</w:t>
      </w:r>
      <w:r w:rsidRPr="00B91120">
        <w:rPr>
          <w:rFonts w:hint="cs"/>
          <w:cs/>
        </w:rPr>
        <w:t>เท่านั้น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๓๘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๑๐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ท่านฮุเซน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435B83" w:rsidRPr="00B91120">
        <w:rPr>
          <w:rFonts w:hint="cs"/>
          <w:cs/>
        </w:rPr>
        <w:t xml:space="preserve">ข้าพเจ้าเคยเข้าพบท่านศาสนทูตแห่งอัลลอฮ์ </w:t>
      </w:r>
      <w:r w:rsidR="00435B83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435B83" w:rsidRPr="00B91120">
        <w:rPr>
          <w:rFonts w:hint="cs"/>
          <w:cs/>
        </w:rPr>
        <w:t>) ผู้เป็นตาของข้าพเจ้</w:t>
      </w:r>
      <w:r w:rsidR="00435B83" w:rsidRPr="00B91120">
        <w:rPr>
          <w:cs/>
        </w:rPr>
        <w:t>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แล้วท่านก็ให้ข้าพเจ้านั่งบนตักของท่านแล้วกล่าวกับฉันว่า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435B83" w:rsidRPr="00B91120">
        <w:rPr>
          <w:rFonts w:hint="cs"/>
          <w:cs/>
        </w:rPr>
        <w:t xml:space="preserve">แท้จริงอัลลอฮ์ </w:t>
      </w:r>
      <w:r w:rsidR="00435B83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435B83" w:rsidRPr="00B91120">
        <w:rPr>
          <w:rFonts w:hint="cs"/>
          <w:cs/>
        </w:rPr>
        <w:t>) ทรงคัดเลือกคนในสายเลือดของเจ้าเก้าคนให้เป็นอิมา</w:t>
      </w:r>
      <w:r w:rsidR="00435B83" w:rsidRPr="00B91120">
        <w:rPr>
          <w:cs/>
        </w:rPr>
        <w:t>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โอ้ฮุเซนเอ๋ย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คนที่เก้านั้นคือผู้ดำรงอยู่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ทุกคนมีเกียรติและมีฐานะเท่าเทียมกัน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ณ</w:t>
      </w:r>
      <w:r w:rsidRPr="00B91120">
        <w:rPr>
          <w:cs/>
        </w:rPr>
        <w:t xml:space="preserve"> </w:t>
      </w:r>
      <w:r w:rsidR="00435B83" w:rsidRPr="00B91120">
        <w:rPr>
          <w:rFonts w:hint="cs"/>
          <w:cs/>
        </w:rPr>
        <w:t xml:space="preserve">พระองค์อัลลอฮ์ </w:t>
      </w:r>
      <w:r w:rsidR="00435B83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="00435B83" w:rsidRPr="00B91120">
        <w:rPr>
          <w:rFonts w:cs="Times New Roman"/>
          <w:lang w:bidi="ar-SA"/>
        </w:rPr>
        <w:t>” (</w:t>
      </w:r>
      <w:r w:rsidRPr="00B91120">
        <w:rPr>
          <w:rFonts w:hint="cs"/>
          <w:cs/>
        </w:rPr>
        <w:t>๓๙</w:t>
      </w:r>
      <w:r w:rsidRPr="00B91120">
        <w:rPr>
          <w:cs/>
        </w:rPr>
        <w:t>)</w:t>
      </w:r>
    </w:p>
    <w:p w:rsidR="00C85AFD" w:rsidRPr="00925DDD" w:rsidRDefault="00C85AFD" w:rsidP="00C85AFD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-----------------------------------------------</w:t>
      </w:r>
    </w:p>
    <w:p w:rsidR="00C85AFD" w:rsidRPr="00925DDD" w:rsidRDefault="00C85AFD" w:rsidP="00435B83">
      <w:pPr>
        <w:pStyle w:val="libArFootnote"/>
        <w:bidi w:val="0"/>
        <w:rPr>
          <w:szCs w:val="24"/>
        </w:rPr>
      </w:pPr>
      <w:r w:rsidRPr="00925DDD">
        <w:t xml:space="preserve"> </w:t>
      </w:r>
      <w:bookmarkStart w:id="54" w:name="_Toc414268922"/>
      <w:r w:rsidRPr="00925DDD">
        <w:t>(</w:t>
      </w:r>
      <w:r w:rsidRPr="00925DDD">
        <w:rPr>
          <w:rFonts w:ascii="Angsana New" w:hAnsi="Angsana New" w:cs="Angsana New" w:hint="cs"/>
          <w:szCs w:val="24"/>
          <w:cs/>
          <w:lang w:bidi="th-TH"/>
        </w:rPr>
        <w:t>๓๘</w:t>
      </w:r>
      <w:r w:rsidR="00435B83">
        <w:rPr>
          <w:rFonts w:cs="Cordia New" w:hint="cs"/>
          <w:szCs w:val="30"/>
          <w:cs/>
          <w:lang w:bidi="th-TH"/>
        </w:rPr>
        <w:t>)</w:t>
      </w:r>
      <w:r w:rsidRPr="00925DDD">
        <w:rPr>
          <w:szCs w:val="24"/>
          <w:rtl/>
          <w:cs/>
        </w:rPr>
        <w:t xml:space="preserve"> </w:t>
      </w:r>
      <w:r w:rsidRPr="00925DDD">
        <w:rPr>
          <w:rFonts w:ascii="Angsana New" w:hAnsi="Angsana New" w:cs="Angsana New" w:hint="cs"/>
          <w:szCs w:val="24"/>
          <w:cs/>
          <w:lang w:bidi="th-TH"/>
        </w:rPr>
        <w:t>มุนตะค็อบ</w:t>
      </w:r>
      <w:r w:rsidRPr="00925DDD">
        <w:rPr>
          <w:szCs w:val="24"/>
          <w:rtl/>
          <w:cs/>
        </w:rPr>
        <w:t xml:space="preserve"> </w:t>
      </w:r>
      <w:r w:rsidRPr="00925DDD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925DDD">
        <w:rPr>
          <w:szCs w:val="24"/>
          <w:rtl/>
          <w:cs/>
        </w:rPr>
        <w:t>-</w:t>
      </w:r>
      <w:r w:rsidRPr="00925DDD">
        <w:rPr>
          <w:rFonts w:ascii="Angsana New" w:hAnsi="Angsana New" w:cs="Angsana New" w:hint="cs"/>
          <w:szCs w:val="24"/>
          <w:cs/>
          <w:lang w:bidi="th-TH"/>
        </w:rPr>
        <w:t>อะษัร</w:t>
      </w:r>
      <w:r w:rsidRPr="00925DDD">
        <w:rPr>
          <w:szCs w:val="24"/>
          <w:rtl/>
          <w:cs/>
        </w:rPr>
        <w:t xml:space="preserve"> </w:t>
      </w:r>
      <w:r w:rsidRPr="00925DDD">
        <w:rPr>
          <w:rFonts w:ascii="Angsana New" w:hAnsi="Angsana New" w:cs="Angsana New" w:hint="cs"/>
          <w:szCs w:val="24"/>
          <w:cs/>
          <w:lang w:bidi="th-TH"/>
        </w:rPr>
        <w:t>๘๒</w:t>
      </w:r>
      <w:bookmarkEnd w:id="54"/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  <w:rPr>
          <w:cs/>
        </w:rPr>
      </w:pP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๑๑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จากฮะดีษของท่านศาสนทูต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ในเรื่องมิอ</w:t>
      </w:r>
      <w:r>
        <w:rPr>
          <w:rFonts w:hint="cs"/>
          <w:cs/>
        </w:rPr>
        <w:t>์</w:t>
      </w:r>
      <w:r w:rsidRPr="00B91120">
        <w:rPr>
          <w:rFonts w:hint="cs"/>
          <w:cs/>
        </w:rPr>
        <w:t>ร๊อจญ์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การเสด็จขึ้นสู่ฟากฟ้า</w:t>
      </w:r>
      <w:r w:rsidRPr="00B91120">
        <w:rPr>
          <w:cs/>
        </w:rPr>
        <w:t>)</w:t>
      </w:r>
      <w:r w:rsidRPr="00B91120">
        <w:rPr>
          <w:rFonts w:hint="cs"/>
          <w:cs/>
        </w:rPr>
        <w:t>มีตอนหนึ่งว่า</w:t>
      </w:r>
    </w:p>
    <w:p w:rsidR="00C85AFD" w:rsidRDefault="00C85AFD" w:rsidP="00C85AFD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ฉันได้มอง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และฉันได้เห็นดวงประทีป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ดวง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และในแต่ละดวง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มีเส้นสีเขียวซึ่งปรากฏชื่อของทายาทแต่ละคนของฉัน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คนแรกคืออะลี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คนสุดท้ายคือผู้ดำรงอยู่ในฐานะอัล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มะฮ์ดี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ฉันได้กล่าวว่า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ข้าแต่พระผู้อภิบาล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คนเหล่านี้เป็นทายาทในภายหลังจากฉันใช่ไหม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 xml:space="preserve">? </w:t>
      </w:r>
      <w:r w:rsidRPr="00B91120">
        <w:rPr>
          <w:rFonts w:hint="cs"/>
          <w:cs/>
        </w:rPr>
        <w:t>ทันใดนั้น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ฉันก็ถูกเรียกว่า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โอ้มุฮัมมัด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คนเหล่านี้คือ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ผู้เป็นที่รักที่โปรดปรานของข้า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เป็นผู้ที่ซื่อสัตย์สุจริตใจของข้าและของเจ้า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ขอสาบานด้วยเกียรติและความยิ่งใหญ่ของข้า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แน่นอนข้าจะชำระแผ่นดินให้สะอาดบริสุทธิ์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พ้นจาก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ความอธรรมด้วยอัล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มะฮ์ดีคนสุดท้ายของพวกเขา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และแน่นอนข้าจะให้เขาปกครองทั้งภาคตะวันออกและภาคตะวันตกทั้งหมดของโลก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และแน่นอนข้าจะให้ก้อนเมฆที่หนักอยู่ภายใต้การควบคุมของเขา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และจะให้ความเป็นไปของสิ่งทั้งหลายคล้อยตามความต้องการของเขา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ข้าจะสนับสนุนส่งเสริมเขาด้วยกองทหารของข้า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ข้าจะเกื้อหนุนเขาจนกระทั่งข้อเรียกร้องของข้าจะได้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สูงส่งขึ้น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และมวลมนุษย์จะร่วมกันอยู่ภายในกรอบเอกภาพของข้า</w:t>
      </w:r>
      <w:r w:rsidRPr="00B91120">
        <w:rPr>
          <w:cs/>
        </w:rPr>
        <w:t xml:space="preserve"> </w:t>
      </w:r>
      <w:r>
        <w:rPr>
          <w:rFonts w:hint="cs"/>
          <w:cs/>
        </w:rPr>
        <w:t>(๔๐)</w:t>
      </w:r>
    </w:p>
    <w:p w:rsidR="00C85AFD" w:rsidRPr="008573BC" w:rsidRDefault="00C85AFD" w:rsidP="00C85AFD">
      <w:pPr>
        <w:rPr>
          <w:rFonts w:ascii="Angsana New" w:hAnsi="Angsana New" w:cs="Cordia New"/>
          <w:sz w:val="32"/>
          <w:szCs w:val="30"/>
          <w:cs/>
          <w:lang w:bidi="th-TH"/>
        </w:rPr>
      </w:pPr>
    </w:p>
    <w:p w:rsidR="00C85AFD" w:rsidRDefault="00C85AFD" w:rsidP="00C85AFD">
      <w:pPr>
        <w:pStyle w:val="libNormal"/>
        <w:pBdr>
          <w:bottom w:val="single" w:sz="6" w:space="1" w:color="auto"/>
        </w:pBdr>
        <w:ind w:firstLine="0"/>
      </w:pPr>
    </w:p>
    <w:p w:rsidR="00C85AFD" w:rsidRPr="00435B83" w:rsidRDefault="00C85AFD" w:rsidP="00435B83">
      <w:pPr>
        <w:pStyle w:val="libArFootnote"/>
        <w:bidi w:val="0"/>
      </w:pPr>
      <w:bookmarkStart w:id="55" w:name="_Toc414268923"/>
      <w:r w:rsidRPr="00435B83">
        <w:t>(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๔๐</w:t>
      </w:r>
      <w:r w:rsidR="00435B83" w:rsidRPr="00435B83">
        <w:rPr>
          <w:rFonts w:hint="cs"/>
          <w:szCs w:val="24"/>
          <w:rtl/>
          <w:cs/>
        </w:rPr>
        <w:t>)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ยะนาบีอุล</w:t>
      </w:r>
      <w:r w:rsidRPr="00435B83">
        <w:rPr>
          <w:szCs w:val="24"/>
          <w:rtl/>
          <w:cs/>
        </w:rPr>
        <w:t>-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มะวัดดะฮ์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๔๘๖</w:t>
      </w:r>
      <w:bookmarkEnd w:id="55"/>
    </w:p>
    <w:p w:rsidR="00C85AFD" w:rsidRDefault="00C85AFD" w:rsidP="00C85AFD">
      <w:pPr>
        <w:pStyle w:val="libNormal"/>
        <w:ind w:firstLine="0"/>
      </w:pPr>
    </w:p>
    <w:p w:rsidR="00C85AFD" w:rsidRDefault="00C85AFD" w:rsidP="00C85AFD">
      <w:pPr>
        <w:pStyle w:val="libNormal"/>
        <w:ind w:firstLine="0"/>
      </w:pPr>
    </w:p>
    <w:p w:rsidR="00C85AFD" w:rsidRPr="00925DDD" w:rsidRDefault="00C85AFD" w:rsidP="00C85AFD">
      <w:pPr>
        <w:rPr>
          <w:rFonts w:ascii="Angsana New" w:hAnsi="Angsana New" w:cs="Cordia New"/>
          <w:sz w:val="32"/>
          <w:szCs w:val="30"/>
          <w:lang w:bidi="th-TH"/>
        </w:rPr>
      </w:pPr>
      <w:r>
        <w:rPr>
          <w:rtl/>
          <w:cs/>
        </w:rPr>
        <w:br w:type="page"/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lastRenderedPageBreak/>
        <w:t>๑๒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ท่านอะมีรุลมุมินีน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435B83" w:rsidRPr="00B91120">
        <w:rPr>
          <w:rFonts w:hint="cs"/>
          <w:cs/>
        </w:rPr>
        <w:t xml:space="preserve">ท่านศาสนทูตแห่งอัลลอฮ์ </w:t>
      </w:r>
      <w:r w:rsidR="00435B83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435B83" w:rsidRPr="00B91120">
        <w:rPr>
          <w:rFonts w:hint="cs"/>
          <w:cs/>
        </w:rPr>
        <w:t>) เคยกล่าวว่</w:t>
      </w:r>
      <w:r w:rsidR="00435B83" w:rsidRPr="00B91120">
        <w:rPr>
          <w:cs/>
        </w:rPr>
        <w:t>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อิมามภายหลังจากฉันมี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โอ้อะลี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คนแรกในหมู่พวกเขาคือท่าน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ส่วนสุดท้ายคือผู้ดำรงอยู่ที่องค์อัลลอฮ์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เกื้อหนุนให้เขามีอำนาจครอบครองโลกทั้งภาคตะวันออกและภาคตะวันตก</w:t>
      </w:r>
      <w:r w:rsidR="00435B83" w:rsidRPr="00B91120">
        <w:rPr>
          <w:rFonts w:cs="Times New Roman" w:hint="eastAsia"/>
          <w:lang w:bidi="ar-SA"/>
        </w:rPr>
        <w:t>”</w:t>
      </w:r>
      <w:r w:rsidR="00435B83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๔๑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๑๓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ท่านญุนดุล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</w:t>
      </w:r>
      <w:r w:rsidR="00435B83">
        <w:rPr>
          <w:rFonts w:hint="cs"/>
          <w:cs/>
        </w:rPr>
        <w:t xml:space="preserve"> </w:t>
      </w:r>
      <w:r w:rsidRPr="00B91120">
        <w:rPr>
          <w:rFonts w:hint="cs"/>
          <w:cs/>
        </w:rPr>
        <w:t>ญินาดะฮ์เคยถามท่านศาสนทูตแห่งอัลลอฮ์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ในเรื่องทายาทของท่าน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คนแรกของพวกเขาเป็นประมุขของบรรดาทายาทเป็นบิดาของบรรดาอิมาม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นั่นคืออะลี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ต่อจากนั้นได้แก่ฮะซันและฮุเซน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ลูกชายสองคนของเขา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ดังนั้น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เจ้าจงยึดมั่นต่อพวกเขา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และจงอย่าให้ความงมงายแบบคนโง่เขลาล่อลวงเจ้าเป็นอันขาด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ครั้นเมื่ออะลี</w:t>
      </w:r>
    </w:p>
    <w:p w:rsidR="00C85AFD" w:rsidRPr="00925DDD" w:rsidRDefault="00C85AFD" w:rsidP="00C85AFD">
      <w:pPr>
        <w:pStyle w:val="libNormal"/>
        <w:ind w:firstLine="0"/>
        <w:rPr>
          <w:rFonts w:cs="Cordia New"/>
          <w:szCs w:val="40"/>
        </w:rPr>
      </w:pPr>
      <w:r w:rsidRPr="00B91120">
        <w:rPr>
          <w:rFonts w:hint="cs"/>
          <w:cs/>
        </w:rPr>
        <w:t>ซัยนุลอาบิดีนบุตรของฮุเซนกำเนิดมาอัลลอฮ์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ก็จะทรงให้อายุขัยของเจ้าครบกำหนดไป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แล้วในโลกหน้าของเจ้าก็จะมีเสบียงให้เจ้าได้ดูดดื่มได้ดีกว่านมสดในโลกนี้ที่เจ้าเคยดื่ม</w:t>
      </w:r>
      <w:r w:rsidRPr="00B91120">
        <w:rPr>
          <w:rFonts w:cs="Times New Roman" w:hint="eastAsia"/>
          <w:lang w:bidi="ar-SA"/>
        </w:rPr>
        <w:t>”</w:t>
      </w:r>
    </w:p>
    <w:p w:rsidR="00C85AFD" w:rsidRDefault="00C85AFD" w:rsidP="00C85AFD">
      <w:pPr>
        <w:pStyle w:val="libNormal"/>
        <w:ind w:firstLine="0"/>
        <w:rPr>
          <w:rFonts w:cs="Cordia New"/>
          <w:szCs w:val="40"/>
        </w:rPr>
      </w:pPr>
      <w:r w:rsidRPr="00B91120">
        <w:rPr>
          <w:rFonts w:hint="cs"/>
          <w:cs/>
        </w:rPr>
        <w:t>ท่านญุนดุลจึงกล่าวว่า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เราเคยพบเห็นในคัมภีร์เตารอตและในคัมภีร์ของศาสดาต่างๆ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ปรากฏชื่อ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อีลยา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ชะบัร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ชะบีร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แล้วนี้เป็นชื่ออะลี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ฮะซัน</w:t>
      </w:r>
      <w:r w:rsidRPr="00B91120">
        <w:rPr>
          <w:rFonts w:cs="Times New Roman"/>
          <w:lang w:bidi="ar-SA"/>
        </w:rPr>
        <w:t xml:space="preserve">, 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ฮุเซน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แล้วมีใครในภายหลังฮุเซนอีก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และพวกเขามีนามว่าอย่างไรบ้าง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?”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กล่าวต่อไปว่า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เมื่อยุคของฮุเซนผ่านไปแล้ว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อะลีผู้เป็นบุตรชายก็จะเป็นอิมามต่อไปเขามีฉายานามว่า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ซัยนุลอาบิดีน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แล้วถัดจากเขาอีกก็คือมุฮัมมัด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บุตรชายของเขา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ซึ่งมีฉายาว่าอัล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บากิร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ถัดจากนั้นคือ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ญะอ์ฟัร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บุตรชายของเขา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มีฉายาว่าอัศ</w:t>
      </w:r>
      <w:r w:rsidRPr="00B91120">
        <w:rPr>
          <w:cs/>
        </w:rPr>
        <w:t>-</w:t>
      </w:r>
      <w:r w:rsidRPr="00B91120">
        <w:rPr>
          <w:rFonts w:hint="cs"/>
          <w:cs/>
        </w:rPr>
        <w:t>ศอดิก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ถัดจากนั้นคือ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มูซา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บุตรชายของเขา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ฉายาของเขาคือ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กาซิม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ถัดจากนั้นคือ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ผู้เป็นบุตรมีฉายาว่า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อัร</w:t>
      </w:r>
      <w:r w:rsidRPr="00B91120">
        <w:rPr>
          <w:cs/>
        </w:rPr>
        <w:t>-</w:t>
      </w:r>
      <w:r w:rsidRPr="00B91120">
        <w:rPr>
          <w:rFonts w:hint="cs"/>
          <w:cs/>
        </w:rPr>
        <w:t>ริฎอ</w:t>
      </w:r>
    </w:p>
    <w:p w:rsidR="00C85AFD" w:rsidRDefault="00C85AFD" w:rsidP="00C85AFD">
      <w:pPr>
        <w:pStyle w:val="libNormal"/>
      </w:pPr>
      <w:r>
        <w:rPr>
          <w:rFonts w:hint="cs"/>
          <w:cs/>
        </w:rPr>
        <w:t>----------------------------------</w:t>
      </w:r>
    </w:p>
    <w:p w:rsidR="00C85AFD" w:rsidRPr="00435B83" w:rsidRDefault="00C85AFD" w:rsidP="00435B83">
      <w:pPr>
        <w:pStyle w:val="libArFootnote"/>
        <w:bidi w:val="0"/>
      </w:pPr>
      <w:r w:rsidRPr="00435B83">
        <w:t xml:space="preserve"> </w:t>
      </w:r>
      <w:bookmarkStart w:id="56" w:name="_Toc414268924"/>
      <w:r w:rsidRPr="00435B83">
        <w:t>(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๔๑</w:t>
      </w:r>
      <w:r w:rsidR="00435B83" w:rsidRPr="00435B83">
        <w:rPr>
          <w:rFonts w:hint="cs"/>
          <w:szCs w:val="24"/>
          <w:rtl/>
          <w:cs/>
        </w:rPr>
        <w:t>)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ยะนาบีอุล</w:t>
      </w:r>
      <w:r w:rsidRPr="00435B83">
        <w:rPr>
          <w:szCs w:val="24"/>
          <w:rtl/>
          <w:cs/>
        </w:rPr>
        <w:t>-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มะวัดดะฮ์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๔๙๓</w:t>
      </w:r>
      <w:bookmarkEnd w:id="56"/>
    </w:p>
    <w:p w:rsidR="00C85AFD" w:rsidRDefault="00C85AFD" w:rsidP="00C85AFD">
      <w:pPr>
        <w:pStyle w:val="libNormal"/>
        <w:rPr>
          <w:cs/>
        </w:rPr>
      </w:pP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lastRenderedPageBreak/>
        <w:t>ถัดจากนั้นคือมุฮัมมัด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ผู้เป็นบุตรชาย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ฉายาของเขาคือ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อัน</w:t>
      </w:r>
      <w:r w:rsidRPr="00B91120">
        <w:rPr>
          <w:cs/>
        </w:rPr>
        <w:t>-</w:t>
      </w:r>
      <w:r w:rsidRPr="00B91120">
        <w:rPr>
          <w:rFonts w:hint="cs"/>
          <w:cs/>
        </w:rPr>
        <w:t>นะกีและอัซ</w:t>
      </w:r>
      <w:r w:rsidRPr="00B91120">
        <w:rPr>
          <w:cs/>
        </w:rPr>
        <w:t>-</w:t>
      </w:r>
      <w:r w:rsidRPr="00B91120">
        <w:rPr>
          <w:rFonts w:hint="cs"/>
          <w:cs/>
        </w:rPr>
        <w:t>ซะกี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ถัดจากนั้นคืออะลี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ผู้เป็นบุตร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ฉายาของเขาคืออัต</w:t>
      </w:r>
      <w:r w:rsidRPr="00B91120">
        <w:rPr>
          <w:cs/>
        </w:rPr>
        <w:t>-</w:t>
      </w:r>
      <w:r w:rsidRPr="00B91120">
        <w:rPr>
          <w:rFonts w:hint="cs"/>
          <w:cs/>
        </w:rPr>
        <w:t>ตะกีและอัล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ฮาดี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ถัดจากนั้นคือฮะซัน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ฉายาของเขาคืออัล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อัซการี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แล้วถัดจากเขาคือ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ผู้เป็นบุตร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ซึ่งมีฉายานามว่าอัล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มะฮ์ดี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กออิม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ฮุจญะฮ์ซึ่งเขาจะอำพรางกายอยู่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ต่อจากนั้น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เขาจะปรากฎอกมา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เมื่อเขาปรากฎออกมา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โลกจะเต็มไปด้วยความเที่ยงธรรมและยุติธรรมดังเช่นที่ความไม่เป็นธรรมเคยเนืองนองมาก่อน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ความผาสุกจะเป็นของบรรดาผู้อดทน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ในช่วงที่เขายังไม่ปรากฏ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ความผาสุกจะเป็นของบรรดาผู้สำรวมตนโดยตั้งอยู่ในความรักที่มีต่อพวกเขา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คนเหล่านี้คือ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ผู้ที่อัลลอฮ์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ทรงบอกลักษณะไว้ในคัมภีร์ของพระองค์ที่ว่า</w:t>
      </w:r>
    </w:p>
    <w:p w:rsidR="00C85AFD" w:rsidRPr="00435B83" w:rsidRDefault="00C85AFD" w:rsidP="00435B83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เป็นทางนำสำหรับผู้สำรวมตน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ซึ่งศรัทธาในสิ่งเร้นลับ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๔๒</w:t>
      </w:r>
      <w:r w:rsidRPr="00B91120">
        <w:rPr>
          <w:cs/>
        </w:rPr>
        <w:t>)</w:t>
      </w:r>
    </w:p>
    <w:p w:rsidR="00C85AFD" w:rsidRPr="00925DD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ต่อจากนั้นพระองค์ยังมีโองการอีกว่า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เขาเหล่านั้น</w:t>
      </w:r>
      <w:r w:rsidRPr="00B91120">
        <w:rPr>
          <w:cs/>
        </w:rPr>
        <w:t xml:space="preserve"> </w:t>
      </w:r>
      <w:r w:rsidR="00435B83" w:rsidRPr="00B91120">
        <w:rPr>
          <w:rFonts w:hint="cs"/>
          <w:cs/>
        </w:rPr>
        <w:t xml:space="preserve">คือพรรคของอัลลอฮ์ </w:t>
      </w:r>
      <w:r w:rsidR="00435B83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="00435B83" w:rsidRPr="00B91120">
        <w:rPr>
          <w:rFonts w:hint="cs"/>
          <w:cs/>
        </w:rPr>
        <w:t xml:space="preserve">แน่นอนยิ่งพรรคของอัลลอฮ์ </w:t>
      </w:r>
      <w:r w:rsidR="00435B83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435B83" w:rsidRPr="00B91120">
        <w:rPr>
          <w:rFonts w:hint="cs"/>
          <w:cs/>
        </w:rPr>
        <w:t>) นั้นคือผู้ได้รับความสำเร็</w:t>
      </w:r>
      <w:r w:rsidR="00435B83" w:rsidRPr="00B91120">
        <w:rPr>
          <w:cs/>
        </w:rPr>
        <w:t>จ</w:t>
      </w:r>
      <w:r w:rsidRPr="00B91120">
        <w:rPr>
          <w:rFonts w:cs="Times New Roman" w:hint="eastAsia"/>
          <w:lang w:bidi="ar-SA"/>
        </w:rPr>
        <w:t>”</w:t>
      </w:r>
    </w:p>
    <w:p w:rsidR="00C85AFD" w:rsidRPr="00925DD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๑๔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ท่านซะละมะฮ์ได้รับคำบอกเล่าจากท่านอะบีซัลมา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คนเลี้ยงอูฐของท่านศาสนทูตแห่งอัลลอฮ์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435B83" w:rsidRPr="00B91120">
        <w:rPr>
          <w:rFonts w:hint="cs"/>
          <w:cs/>
        </w:rPr>
        <w:t xml:space="preserve">ข้าพเจ้าเคยได้ยินท่านศาสนทูตแห่งอัลลอฮ์ </w:t>
      </w:r>
      <w:r w:rsidR="00435B83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435B83" w:rsidRPr="00B91120">
        <w:rPr>
          <w:rFonts w:hint="cs"/>
          <w:cs/>
        </w:rPr>
        <w:t>) กล่าวว่</w:t>
      </w:r>
      <w:r w:rsidR="00435B83" w:rsidRPr="00B91120">
        <w:rPr>
          <w:cs/>
        </w:rPr>
        <w:t>า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ในคืนที่พระผู้อภิบาลของฉันทรงนำฉันเดินทางขึ้นสู่ชั้นฟ้านั้น</w:t>
      </w:r>
      <w:r>
        <w:rPr>
          <w:rFonts w:cs="Cordia New" w:hint="cs"/>
          <w:szCs w:val="40"/>
          <w:cs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พระผู้เป็นเจ้าตรัสว่า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ศาสนทูตได้ศรัทธาในสิ่งที่พระผู้อภิบาลทรงประทานให้แก่เขาแล้ว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ฉันกล่าวว่า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และมวลผู้ศรัทธาทั้งหลายด้วย</w:t>
      </w:r>
      <w:r w:rsidRPr="00B91120">
        <w:rPr>
          <w:rFonts w:cs="Times New Roman" w:hint="eastAsia"/>
          <w:lang w:bidi="ar-SA"/>
        </w:rPr>
        <w:t>”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พระองค์ตรัสว่า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เจ้าพูดถูกแล้ว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มุฮัมมัดแต่ใครเล่าที่เจ้ามอบหน้าที่การปกครองประชาชาติของเจ้าให้</w:t>
      </w:r>
      <w:r w:rsidRPr="00B91120">
        <w:rPr>
          <w:rFonts w:cs="Times New Roman"/>
          <w:lang w:bidi="ar-SA"/>
        </w:rPr>
        <w:t>?”</w:t>
      </w:r>
    </w:p>
    <w:p w:rsidR="00C85AFD" w:rsidRPr="00925DDD" w:rsidRDefault="00C85AFD" w:rsidP="00C85AFD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------------------------------------</w:t>
      </w:r>
    </w:p>
    <w:p w:rsidR="00435B83" w:rsidRPr="00435B83" w:rsidRDefault="00C85AFD" w:rsidP="00435B83">
      <w:pPr>
        <w:pStyle w:val="libArFootnote"/>
        <w:bidi w:val="0"/>
        <w:rPr>
          <w:szCs w:val="24"/>
          <w:rtl/>
          <w:cs/>
        </w:rPr>
      </w:pPr>
      <w:bookmarkStart w:id="57" w:name="_Toc414268925"/>
      <w:r w:rsidRPr="00435B83">
        <w:t>(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๔๒</w:t>
      </w:r>
      <w:r w:rsidR="00435B83" w:rsidRPr="00435B83">
        <w:rPr>
          <w:rFonts w:hint="cs"/>
          <w:szCs w:val="24"/>
          <w:rtl/>
          <w:cs/>
        </w:rPr>
        <w:t>)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ซูเราะฮ์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435B83">
        <w:rPr>
          <w:szCs w:val="24"/>
          <w:rtl/>
          <w:cs/>
        </w:rPr>
        <w:t>-</w:t>
      </w:r>
      <w:r w:rsidR="00435B83" w:rsidRPr="00435B83">
        <w:rPr>
          <w:rFonts w:ascii="Angsana New" w:hAnsi="Angsana New" w:cs="Angsana New" w:hint="cs"/>
          <w:szCs w:val="24"/>
          <w:cs/>
          <w:lang w:bidi="th-TH"/>
        </w:rPr>
        <w:t>บะเกาะเราะฮ์</w:t>
      </w:r>
      <w:r w:rsidR="00435B83" w:rsidRPr="00435B83">
        <w:rPr>
          <w:rFonts w:hint="cs"/>
          <w:szCs w:val="24"/>
          <w:rtl/>
        </w:rPr>
        <w:t>:</w:t>
      </w:r>
      <w:r w:rsidRPr="00435B83">
        <w:rPr>
          <w:szCs w:val="24"/>
          <w:rtl/>
          <w:cs/>
        </w:rPr>
        <w:t xml:space="preserve"> </w:t>
      </w:r>
      <w:r w:rsidRPr="00435B83">
        <w:rPr>
          <w:rFonts w:ascii="Angsana New" w:hAnsi="Angsana New" w:cs="Angsana New" w:hint="cs"/>
          <w:szCs w:val="24"/>
          <w:cs/>
          <w:lang w:bidi="th-TH"/>
        </w:rPr>
        <w:t>๓</w:t>
      </w:r>
      <w:bookmarkEnd w:id="57"/>
    </w:p>
    <w:p w:rsidR="00C85AFD" w:rsidRPr="00435B83" w:rsidRDefault="00435B83" w:rsidP="00435B83">
      <w:pPr>
        <w:rPr>
          <w:rFonts w:ascii="Angsana New" w:eastAsia="Times New Roman" w:hAnsi="Angsana New" w:cs="Angsana New"/>
          <w:kern w:val="36"/>
          <w:lang w:eastAsia="en-US" w:bidi="th-TH"/>
        </w:rPr>
      </w:pPr>
      <w:r>
        <w:rPr>
          <w:rFonts w:ascii="Angsana New" w:hAnsi="Angsana New" w:cs="Angsana New"/>
          <w:cs/>
          <w:lang w:bidi="th-TH"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lastRenderedPageBreak/>
        <w:t>ฉันตอบว่า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คนที่ประเสริฐที่สุดในประชาชาติ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พระองค์ตรัสถามว่า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บินอะบีฎอลิบ</w:t>
      </w:r>
      <w:r w:rsidRPr="00B91120">
        <w:rPr>
          <w:cs/>
        </w:rPr>
        <w:t xml:space="preserve"> </w:t>
      </w:r>
      <w:r w:rsidR="00435B83" w:rsidRPr="00B91120">
        <w:rPr>
          <w:rFonts w:hint="cs"/>
          <w:cs/>
        </w:rPr>
        <w:t>หรือ</w:t>
      </w:r>
      <w:r w:rsidR="00435B83" w:rsidRPr="00B91120">
        <w:rPr>
          <w:rFonts w:hint="cs"/>
        </w:rPr>
        <w:t>?</w:t>
      </w:r>
      <w:r w:rsidR="00435B83" w:rsidRPr="00B91120">
        <w:rPr>
          <w:rFonts w:hint="cs"/>
          <w:cs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ฉันตอบว่า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ใช่แล้ว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ข้าแต่พระผู้อภิบาล</w:t>
      </w:r>
      <w:r w:rsidRPr="00B91120">
        <w:rPr>
          <w:rFonts w:cs="Times New Roman" w:hint="eastAsia"/>
          <w:lang w:bidi="ar-SA"/>
        </w:rPr>
        <w:t>”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พระองค์ตรัสอีกว่า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โอ้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ข้าได้ประกาศิตสู่แผ่นดินเป็นที่เรียบร้อยแล้วว่า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ข้าได้คัดเลือกเจ้าแทนสิ่งทั้งหลาย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กล่าวคือข้าได้แยกเอานามของข้าออกมานามหนึ่งให้เจ้า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ซึ่งไม่ว่าข้าจะถูกเอ่ยถึงเมื่อใด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เจ้าก็จะถูกเอ่ยถึงพร้อมกับข้าเมื่อนั้น</w:t>
      </w:r>
      <w:r w:rsidRPr="00B91120">
        <w:rPr>
          <w:cs/>
        </w:rPr>
        <w:t xml:space="preserve"> </w:t>
      </w:r>
      <w:r w:rsidR="00435B83" w:rsidRPr="00B91120">
        <w:rPr>
          <w:rFonts w:hint="cs"/>
          <w:cs/>
        </w:rPr>
        <w:t>ดังนั้นข้าคือ</w:t>
      </w:r>
      <w:r w:rsidR="00435B83">
        <w:rPr>
          <w:rFonts w:hint="cs"/>
          <w:cs/>
        </w:rPr>
        <w:t xml:space="preserve"> </w:t>
      </w:r>
      <w:r w:rsidR="00435B83" w:rsidRPr="00B91120">
        <w:rPr>
          <w:rFonts w:hint="cs"/>
          <w:cs/>
        </w:rPr>
        <w:t>มะห</w:t>
      </w:r>
      <w:r w:rsidR="00435B83">
        <w:rPr>
          <w:rFonts w:hint="cs"/>
          <w:cs/>
        </w:rPr>
        <w:t>์</w:t>
      </w:r>
      <w:r w:rsidR="00435B83" w:rsidRPr="00B91120">
        <w:rPr>
          <w:rFonts w:hint="cs"/>
          <w:cs/>
        </w:rPr>
        <w:t xml:space="preserve">มูด </w:t>
      </w:r>
      <w:r w:rsidR="00435B83" w:rsidRPr="00B91120">
        <w:rPr>
          <w:cs/>
        </w:rPr>
        <w:t>(</w:t>
      </w:r>
      <w:r w:rsidRPr="00B91120">
        <w:rPr>
          <w:rFonts w:hint="cs"/>
          <w:cs/>
        </w:rPr>
        <w:t>ผู้ได้รับการสรรเสริญ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เจ้าก็คือมุฮัมมัด</w:t>
      </w:r>
    </w:p>
    <w:p w:rsidR="00C85AFD" w:rsidRDefault="00C85AFD" w:rsidP="00C85AFD">
      <w:pPr>
        <w:pStyle w:val="libNormal"/>
        <w:ind w:firstLine="0"/>
      </w:pPr>
      <w:r w:rsidRPr="00B91120">
        <w:rPr>
          <w:cs/>
        </w:rPr>
        <w:t>(</w:t>
      </w:r>
      <w:r w:rsidRPr="00B91120">
        <w:rPr>
          <w:rFonts w:hint="cs"/>
          <w:cs/>
        </w:rPr>
        <w:t>ผู้ได้รับการสรรเสริญ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ต่อจากนั้นข้าก็ได้ประกาศิตเป็นครั้งที่สองว่า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ข้าได้คัดเลือกอะลี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และข้าได้แยกนามของข้าออกมานามหนึ่งให้เป็นนามของเขา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อะอ์ลา</w:t>
      </w:r>
      <w:r w:rsidRPr="00B91120">
        <w:rPr>
          <w:cs/>
        </w:rPr>
        <w:t>(</w:t>
      </w:r>
      <w:r w:rsidRPr="00B91120">
        <w:rPr>
          <w:rFonts w:hint="cs"/>
          <w:cs/>
        </w:rPr>
        <w:t>ผู้สูงสุด</w:t>
      </w:r>
      <w:r w:rsidRPr="00B91120">
        <w:rPr>
          <w:cs/>
        </w:rPr>
        <w:t>)</w:t>
      </w:r>
    </w:p>
    <w:p w:rsidR="00435B83" w:rsidRDefault="00C85AFD" w:rsidP="00C85AFD">
      <w:pPr>
        <w:pStyle w:val="libNormal"/>
      </w:pPr>
      <w:r w:rsidRPr="00B91120">
        <w:rPr>
          <w:rFonts w:hint="cs"/>
          <w:cs/>
        </w:rPr>
        <w:t>ส่วนเขาคือ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ผู้สูงส่ง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มุฮัมมัดเอ่ย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ข้าได้สร้างเจ้าสร้างอะลี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ฟาฏิมะฮ์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ฮุเซน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และบรรดาอิมามที่สืบสายเลือดของพวกเขามาจากรัศมี</w:t>
      </w:r>
      <w:r w:rsidRPr="00B91120">
        <w:rPr>
          <w:cs/>
        </w:rPr>
        <w:t>(</w:t>
      </w:r>
      <w:r w:rsidRPr="00B91120">
        <w:rPr>
          <w:rFonts w:hint="cs"/>
          <w:cs/>
        </w:rPr>
        <w:t>นูร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ของข้ารัศมีหนึ่ง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และข้าได้ประกาศเรื่องการปกครองของพวกเจ้าให้เป็นที่รู้แก่บรรดาผู้ที่อยู่ในชั้นฟ้าและแผ่นดิน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ผู้ใดยอมรับเรื่องนี้ก็เท่ากับเป็น</w:t>
      </w:r>
    </w:p>
    <w:p w:rsidR="00C85AFD" w:rsidRPr="00B91120" w:rsidRDefault="00C85AFD" w:rsidP="00435B83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ผู้ศรัทธาของข้า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ผู้ใดปฏิเสธเรื่องนี้ก็เท่ากับเขาเป็นผู้หนึ่งจากบรรดาผู้ปฏิเสธต่อข้า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สำหรับข้า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โอ้มุฮัมมัด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แม้ว่าบ่าวของข้าคนใดจะเคารพภักดีต่อข้าจนขาดใจตายหรือจนเนื้อหนังฉีกขาดไป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แต่เขาผู้นั้นปฏิเสธการปกครองของพวกเจ้า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ข้าก็จะไม่ยอมให้อภัยให้แก่เขาเลยนอกจากว่าเขาจะยอมรับใน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การปกครองของพวกเจ้าเท่านั้น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โอ้มุฮัมมัด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เจ้าชอบที่จะเห็นเขาเหล่านั้นไหม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?”</w:t>
      </w:r>
    </w:p>
    <w:p w:rsidR="00C85AFD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ฉันตอบว่า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ใช่แล้ว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ข้าแต่พระผู้อภิบาล</w:t>
      </w:r>
      <w:r w:rsidRPr="00B91120">
        <w:rPr>
          <w:rFonts w:cs="Times New Roman" w:hint="eastAsia"/>
          <w:lang w:bidi="ar-SA"/>
        </w:rPr>
        <w:t>”</w:t>
      </w:r>
    </w:p>
    <w:p w:rsidR="00C85AFD" w:rsidRDefault="00C85AFD" w:rsidP="00C85AFD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925DD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พระองค์ตรัสกับฉันอีกว่า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จงหันไปมองทางด้านขวาของบัลลังก์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อัลอัรช์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แล้วฉันก็หันไปมองทันใดนั้นก็ปรากฏว่ามี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ฟาฏิมะฮ์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ฮะซัน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ฮุเซน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บินฮุเซน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ญะอ์ฟัร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บินมุฮัมมัด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มูซา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บินญะอ์ฟัร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บินมูซา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บินอะลี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บินมุฮัมมัด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บินอะลี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และอัล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มะฮ์ดี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อยู่ในแสงเรืองของดวงประทีปในท่ายืนนมาซ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และปรากฏว่าเขา</w:t>
      </w:r>
      <w:r w:rsidRPr="00B91120">
        <w:rPr>
          <w:cs/>
        </w:rPr>
        <w:t>(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มะฮ์ดี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อยู่ระหว่างกลางคนเหล่านั้น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ลักษณะเหมือนดาวอันสุกใส</w:t>
      </w:r>
      <w:r>
        <w:rPr>
          <w:rFonts w:cs="Cordia New" w:hint="cs"/>
          <w:szCs w:val="40"/>
          <w:cs/>
        </w:rPr>
        <w:t>”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พระองค์ตรัสว่า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มุฮัมมัดเอ๋ย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บุคคลเหล่านี้คือข้อพิสูจน์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และเป็นทายาทลูกหลานของเจ้าผู้ที่จะมาปฏิวัติ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ขอสาบานด้วยเกียรติยศของข้าว่าเขาเป็นข้อพิสูจน์ที่จำเป็นสำหรับบรรดาบ่าวที่รักของข้า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และเขาจะเป็นผู้ชำระแค้นแก่บรรดาศัตรูของข้า</w:t>
      </w:r>
      <w:r w:rsidR="00435B83" w:rsidRPr="00B91120">
        <w:rPr>
          <w:rFonts w:cs="Times New Roman" w:hint="eastAsia"/>
          <w:lang w:bidi="ar-SA"/>
        </w:rPr>
        <w:t>”</w:t>
      </w:r>
      <w:r w:rsidR="00435B83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๔๓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๑๕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รายงานจากซัลมาน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มุฮัมมะดี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435B83" w:rsidRPr="00B91120">
        <w:rPr>
          <w:rFonts w:hint="cs"/>
          <w:cs/>
        </w:rPr>
        <w:t xml:space="preserve">ฉันเคยเข้าพบท่านนบี </w:t>
      </w:r>
      <w:r w:rsidR="00435B83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435B83" w:rsidRPr="00B91120">
        <w:rPr>
          <w:rFonts w:hint="cs"/>
          <w:cs/>
        </w:rPr>
        <w:t>) ในขณะที่</w:t>
      </w:r>
      <w:r w:rsidR="00435B83">
        <w:rPr>
          <w:rFonts w:hint="cs"/>
          <w:cs/>
        </w:rPr>
        <w:t xml:space="preserve"> </w:t>
      </w:r>
      <w:r w:rsidR="00435B83" w:rsidRPr="00B91120">
        <w:rPr>
          <w:rFonts w:hint="cs"/>
          <w:cs/>
        </w:rPr>
        <w:t>ฮุเซ</w:t>
      </w:r>
      <w:r w:rsidR="00435B83" w:rsidRPr="00B91120">
        <w:rPr>
          <w:cs/>
        </w:rPr>
        <w:t>น</w:t>
      </w:r>
      <w:r>
        <w:rPr>
          <w:rFonts w:hint="cs"/>
          <w:cs/>
        </w:rPr>
        <w:t xml:space="preserve"> 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อยู่บนตักของท่าน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ท่านบรรจงจูบที่นัยน์ตาทั้งสองและริมฝีปากของเขาพลางกล่าวว่า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เจ้าคือหัวหน้าซึ่งเป็นบิดาของบรรดาหัวหน้า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เจ้าคืออิมามบุตรของอิมาม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และบิดาของอิมาม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เจ้าคือข้อพิสูจน์ผู้เป็นบุตรแห่งข้อพิสูจน์</w:t>
      </w:r>
      <w:r w:rsidRPr="00B91120">
        <w:rPr>
          <w:cs/>
        </w:rPr>
        <w:t xml:space="preserve"> </w:t>
      </w:r>
      <w:r w:rsidR="00435B83" w:rsidRPr="00B91120">
        <w:rPr>
          <w:rFonts w:hint="cs"/>
          <w:cs/>
        </w:rPr>
        <w:t xml:space="preserve">เป็นบิดาของบรรดาข้อพิสูจน์ </w:t>
      </w:r>
      <w:r w:rsidR="00435B83" w:rsidRPr="00B91120">
        <w:rPr>
          <w:cs/>
        </w:rPr>
        <w:t>(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กออิม</w:t>
      </w:r>
      <w:r w:rsidR="00435B83" w:rsidRPr="00B91120">
        <w:rPr>
          <w:rFonts w:hint="cs"/>
          <w:cs/>
        </w:rPr>
        <w:t>) ทั้งเก้าคนซึ่งสืบสายเลือดของเจ้</w:t>
      </w:r>
      <w:r w:rsidR="00435B83" w:rsidRPr="00B91120">
        <w:rPr>
          <w:cs/>
        </w:rPr>
        <w:t>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คนที่เก้าในหมู่พวกเขาคือ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ผู้ดำรงอยู่</w:t>
      </w:r>
      <w:r w:rsidR="00435B83" w:rsidRPr="00B91120">
        <w:rPr>
          <w:rFonts w:cs="Times New Roman" w:hint="eastAsia"/>
          <w:lang w:bidi="ar-SA"/>
        </w:rPr>
        <w:t>”</w:t>
      </w:r>
      <w:r w:rsidR="00435B83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๔๔</w:t>
      </w:r>
      <w:r w:rsidRPr="00B91120">
        <w:rPr>
          <w:cs/>
        </w:rPr>
        <w:t>)</w:t>
      </w:r>
    </w:p>
    <w:p w:rsidR="00C85AFD" w:rsidRPr="00925DDD" w:rsidRDefault="00C85AFD" w:rsidP="00C85AFD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-----------------------------------</w:t>
      </w:r>
    </w:p>
    <w:p w:rsidR="00C85AFD" w:rsidRPr="008573BC" w:rsidRDefault="00C85AFD" w:rsidP="00435B83">
      <w:pPr>
        <w:pStyle w:val="libArFootnote"/>
        <w:bidi w:val="0"/>
        <w:rPr>
          <w:szCs w:val="24"/>
        </w:rPr>
      </w:pPr>
      <w:bookmarkStart w:id="58" w:name="_Toc414268926"/>
      <w:r w:rsidRPr="008573BC">
        <w:t>(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๔๓</w:t>
      </w:r>
      <w:r w:rsidR="00435B83">
        <w:rPr>
          <w:rFonts w:cs="Cordia New" w:hint="cs"/>
          <w:szCs w:val="30"/>
          <w:cs/>
          <w:lang w:bidi="th-TH"/>
        </w:rPr>
        <w:t>)</w:t>
      </w:r>
      <w:r w:rsidRPr="008573BC">
        <w:rPr>
          <w:szCs w:val="24"/>
          <w:rtl/>
          <w:cs/>
        </w:rPr>
        <w:t xml:space="preserve"> 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มักตัล</w:t>
      </w:r>
      <w:r w:rsidRPr="008573BC">
        <w:rPr>
          <w:szCs w:val="24"/>
          <w:rtl/>
          <w:cs/>
        </w:rPr>
        <w:t>-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ฮุเซน</w:t>
      </w:r>
      <w:r w:rsidRPr="008573BC">
        <w:rPr>
          <w:szCs w:val="24"/>
          <w:rtl/>
          <w:cs/>
        </w:rPr>
        <w:t xml:space="preserve"> 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ของคอวาริซมี</w:t>
      </w:r>
      <w:r w:rsidRPr="008573BC">
        <w:rPr>
          <w:szCs w:val="24"/>
          <w:rtl/>
          <w:cs/>
        </w:rPr>
        <w:t xml:space="preserve"> 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8573BC">
        <w:rPr>
          <w:szCs w:val="24"/>
          <w:rtl/>
          <w:cs/>
        </w:rPr>
        <w:t xml:space="preserve"> 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๑</w:t>
      </w:r>
      <w:r w:rsidRPr="008573BC">
        <w:rPr>
          <w:szCs w:val="24"/>
          <w:rtl/>
          <w:cs/>
        </w:rPr>
        <w:t xml:space="preserve"> 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8573BC">
        <w:rPr>
          <w:szCs w:val="24"/>
          <w:rtl/>
          <w:cs/>
        </w:rPr>
        <w:t xml:space="preserve"> 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๙๖</w:t>
      </w:r>
      <w:bookmarkEnd w:id="58"/>
    </w:p>
    <w:p w:rsidR="00C85AFD" w:rsidRPr="008573BC" w:rsidRDefault="00C85AFD" w:rsidP="00435B83">
      <w:pPr>
        <w:pStyle w:val="libArFootnote"/>
        <w:bidi w:val="0"/>
      </w:pPr>
      <w:bookmarkStart w:id="59" w:name="_Toc414268927"/>
      <w:r w:rsidRPr="008573BC">
        <w:t>(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๔๔</w:t>
      </w:r>
      <w:r w:rsidR="00435B83">
        <w:rPr>
          <w:rFonts w:cs="Cordia New" w:hint="cs"/>
          <w:szCs w:val="30"/>
          <w:cs/>
          <w:lang w:bidi="th-TH"/>
        </w:rPr>
        <w:t>)</w:t>
      </w:r>
      <w:r w:rsidRPr="008573BC">
        <w:rPr>
          <w:szCs w:val="24"/>
          <w:rtl/>
          <w:cs/>
        </w:rPr>
        <w:t xml:space="preserve"> 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มักตัล</w:t>
      </w:r>
      <w:r w:rsidRPr="008573BC">
        <w:rPr>
          <w:szCs w:val="24"/>
          <w:rtl/>
          <w:cs/>
        </w:rPr>
        <w:t>-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ฮุเซน</w:t>
      </w:r>
      <w:r w:rsidRPr="008573BC">
        <w:rPr>
          <w:szCs w:val="24"/>
          <w:rtl/>
          <w:cs/>
        </w:rPr>
        <w:t xml:space="preserve"> 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ของคอวาริซมี</w:t>
      </w:r>
      <w:r w:rsidRPr="008573BC">
        <w:rPr>
          <w:szCs w:val="24"/>
          <w:rtl/>
          <w:cs/>
        </w:rPr>
        <w:t xml:space="preserve"> 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8573BC">
        <w:rPr>
          <w:szCs w:val="24"/>
          <w:rtl/>
          <w:cs/>
        </w:rPr>
        <w:t xml:space="preserve"> 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๑</w:t>
      </w:r>
      <w:r w:rsidRPr="008573BC">
        <w:rPr>
          <w:szCs w:val="24"/>
          <w:rtl/>
          <w:cs/>
        </w:rPr>
        <w:t xml:space="preserve"> 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8573BC">
        <w:rPr>
          <w:szCs w:val="24"/>
          <w:rtl/>
          <w:cs/>
        </w:rPr>
        <w:t xml:space="preserve"> 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๑๔๖</w:t>
      </w:r>
      <w:bookmarkEnd w:id="59"/>
    </w:p>
    <w:p w:rsidR="00C85AFD" w:rsidRPr="008573BC" w:rsidRDefault="00C85AFD" w:rsidP="00C85AFD">
      <w:pPr>
        <w:pStyle w:val="libArFootnote"/>
        <w:bidi w:val="0"/>
        <w:rPr>
          <w:szCs w:val="24"/>
        </w:rPr>
      </w:pP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๑๖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รายงานจากท่านอับดุลลอฮ์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บินอับบาสได้กล่าวว่า</w:t>
      </w:r>
    </w:p>
    <w:p w:rsidR="00C85AFD" w:rsidRDefault="00C85AFD" w:rsidP="00C85AFD">
      <w:pPr>
        <w:pStyle w:val="libNormal"/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435B83" w:rsidRPr="00B91120">
        <w:rPr>
          <w:rFonts w:hint="cs"/>
          <w:cs/>
        </w:rPr>
        <w:t xml:space="preserve">ท่านศาสนทูตแห่งอัลลอฮ์ </w:t>
      </w:r>
      <w:r w:rsidR="00435B83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435B83" w:rsidRPr="00B91120">
        <w:rPr>
          <w:rFonts w:hint="cs"/>
          <w:cs/>
        </w:rPr>
        <w:t>) เคยกล่าวว่</w:t>
      </w:r>
      <w:r w:rsidR="00435B83" w:rsidRPr="00B91120">
        <w:rPr>
          <w:cs/>
        </w:rPr>
        <w:t>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แท้จริงบรรดาคอลีฟะฮ์ของฉัน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และบรรดาทายาทของฉัน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และบรรดาข้อพิสูจน์</w:t>
      </w:r>
      <w:r>
        <w:rPr>
          <w:rFonts w:cs="Cordia New" w:hint="cs"/>
          <w:szCs w:val="40"/>
          <w:cs/>
        </w:rPr>
        <w:t xml:space="preserve"> </w:t>
      </w:r>
      <w:r w:rsidR="00435B83" w:rsidRPr="00B91120">
        <w:rPr>
          <w:rFonts w:hint="cs"/>
          <w:cs/>
        </w:rPr>
        <w:t xml:space="preserve">ของอัลลอฮ์ </w:t>
      </w:r>
      <w:r w:rsidR="00435B83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435B83" w:rsidRPr="00B91120">
        <w:rPr>
          <w:rFonts w:hint="cs"/>
          <w:cs/>
        </w:rPr>
        <w:t>) ที่มีไว้สำหรับมวลมนุษย์ทั้งหลา</w:t>
      </w:r>
      <w:r w:rsidR="00435B83" w:rsidRPr="00B91120">
        <w:rPr>
          <w:cs/>
        </w:rPr>
        <w:t>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ภายหลังจากฉันแล้ว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คนแรกผู้ซึ่งเป็นพี่น้องของฉัน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ส่วนคนสุดท้ายคือลูกของฉัน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มีคนถามว่า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ข้าแต่ท่านศาสนทูตแห่งอัลลอฮ์</w:t>
      </w:r>
      <w:r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ใครเล่า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ที่เป็นลูกพี่ลูกน้องของท่าน</w:t>
      </w:r>
      <w:r w:rsidRPr="00B91120">
        <w:rPr>
          <w:rFonts w:cs="Times New Roman"/>
          <w:lang w:bidi="ar-SA"/>
        </w:rPr>
        <w:t>?”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มีคนถามอีกว่า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435B83" w:rsidRPr="00B91120">
        <w:rPr>
          <w:rFonts w:hint="cs"/>
          <w:cs/>
        </w:rPr>
        <w:t>ใครเล่าที่เป็นลูกชายของท่าน</w:t>
      </w:r>
      <w:r w:rsidR="00435B83" w:rsidRPr="00B91120">
        <w:rPr>
          <w:rFonts w:hint="cs"/>
        </w:rPr>
        <w:t>?</w:t>
      </w:r>
      <w:r w:rsidR="00435B83" w:rsidRPr="00B91120">
        <w:rPr>
          <w:rFonts w:hint="cs"/>
          <w:cs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มะฮ์ดีผู้ซึ่งทำให้แผ่นดินเต็มไปด้วยความเที่ยงธรรมและยุติธรรมเหมือนอย่างที่เต็มไปด้วยความไม่เป็นธรรมมาก่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สาบานต่อพระผู้ซึ่งแต่งตั้งฉันมาในฐานะผู้ทรงสิทธิ์อย่างแท้จริงสำหรับการเป็นผู้แจ้งข่าวดีและตักเตือน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ถึงแม้อายุขัยของโลกจะยังมีเหลือไม่เกิน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หนึ่งวันก็ตาม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จะยึดเวลาให้แก่วันนั้น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จนกระทั่ง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มะฮ์ดี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บุตรชายของฉันจะออกมาปรากฏ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แล้วรูฮุลลอฮ์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อีซา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บุตรมัรยัม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ก็จะลงมาแล้วยืนนมาซตามหลังเขา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โลกสว่างไสวด้วยรัศมีแห่งพระผู้อภิบาล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และอำนาจของพระองค์จะแผ่ครอบคลุมทั้งภาคตะวันออกและภาคตะวันตก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๔๕</w:t>
      </w:r>
      <w:r w:rsidRPr="00B91120">
        <w:rPr>
          <w:cs/>
        </w:rPr>
        <w:t>)</w:t>
      </w:r>
    </w:p>
    <w:p w:rsidR="00C85AFD" w:rsidRPr="00925DDD" w:rsidRDefault="00C85AFD" w:rsidP="00C85AFD">
      <w:pPr>
        <w:pStyle w:val="libNormal"/>
        <w:ind w:firstLine="0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-----------------------------------------</w:t>
      </w:r>
    </w:p>
    <w:p w:rsidR="00C85AFD" w:rsidRPr="008573BC" w:rsidRDefault="00C85AFD" w:rsidP="00435B83">
      <w:pPr>
        <w:pStyle w:val="libArFootnote"/>
        <w:bidi w:val="0"/>
        <w:rPr>
          <w:szCs w:val="24"/>
        </w:rPr>
      </w:pPr>
      <w:r w:rsidRPr="008573BC">
        <w:t xml:space="preserve"> </w:t>
      </w:r>
      <w:bookmarkStart w:id="60" w:name="_Toc414268928"/>
      <w:r w:rsidRPr="008573BC">
        <w:t>(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๔๕</w:t>
      </w:r>
      <w:r w:rsidR="00435B83">
        <w:rPr>
          <w:rFonts w:cs="Cordia New" w:hint="cs"/>
          <w:szCs w:val="30"/>
          <w:cs/>
          <w:lang w:bidi="th-TH"/>
        </w:rPr>
        <w:t>)</w:t>
      </w:r>
      <w:r w:rsidRPr="008573BC">
        <w:rPr>
          <w:szCs w:val="24"/>
          <w:rtl/>
          <w:cs/>
        </w:rPr>
        <w:t xml:space="preserve"> 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อิล</w:t>
      </w:r>
      <w:r w:rsidRPr="008573BC">
        <w:rPr>
          <w:szCs w:val="24"/>
          <w:rtl/>
          <w:cs/>
        </w:rPr>
        <w:t>-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ซามุน</w:t>
      </w:r>
      <w:r w:rsidRPr="008573BC">
        <w:rPr>
          <w:szCs w:val="24"/>
          <w:rtl/>
          <w:cs/>
        </w:rPr>
        <w:t>-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นาศิบ</w:t>
      </w:r>
      <w:r w:rsidRPr="008573BC">
        <w:rPr>
          <w:szCs w:val="24"/>
          <w:rtl/>
          <w:cs/>
        </w:rPr>
        <w:t xml:space="preserve"> 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8573BC">
        <w:rPr>
          <w:szCs w:val="24"/>
          <w:rtl/>
          <w:cs/>
        </w:rPr>
        <w:t xml:space="preserve"> 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๑</w:t>
      </w:r>
      <w:r w:rsidRPr="008573BC">
        <w:rPr>
          <w:szCs w:val="24"/>
          <w:rtl/>
          <w:cs/>
        </w:rPr>
        <w:t xml:space="preserve"> 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8573BC">
        <w:rPr>
          <w:szCs w:val="24"/>
          <w:rtl/>
          <w:cs/>
        </w:rPr>
        <w:t xml:space="preserve"> </w:t>
      </w:r>
      <w:r w:rsidRPr="008573BC">
        <w:rPr>
          <w:rFonts w:ascii="Angsana New" w:hAnsi="Angsana New" w:cs="Angsana New" w:hint="cs"/>
          <w:szCs w:val="24"/>
          <w:cs/>
          <w:lang w:bidi="th-TH"/>
        </w:rPr>
        <w:t>๑๘๗</w:t>
      </w:r>
      <w:bookmarkEnd w:id="60"/>
    </w:p>
    <w:p w:rsidR="00C85AFD" w:rsidRPr="008573BC" w:rsidRDefault="00C85AFD" w:rsidP="00C85AFD">
      <w:pPr>
        <w:rPr>
          <w:rFonts w:ascii="Angsana New" w:hAnsi="Angsana New" w:cs="Cordia New"/>
          <w:sz w:val="32"/>
          <w:szCs w:val="30"/>
          <w:cs/>
          <w:lang w:bidi="th-TH"/>
        </w:rPr>
      </w:pPr>
      <w:r>
        <w:br w:type="page"/>
      </w:r>
    </w:p>
    <w:p w:rsidR="00C85AFD" w:rsidRPr="008573BC" w:rsidRDefault="00C85AFD" w:rsidP="00A72D43">
      <w:pPr>
        <w:pStyle w:val="libNormal"/>
      </w:pPr>
      <w:r w:rsidRPr="00B91120">
        <w:rPr>
          <w:rFonts w:hint="cs"/>
          <w:cs/>
        </w:rPr>
        <w:lastRenderedPageBreak/>
        <w:t>๑๗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ฉันคือประมุขแห่งบรรดานบี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ส่วนอะลี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บินอะบีฏอลิบคือประมุขแห่งบรรดาทายาท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แท้จริงทายาทของฉันมีทั้งหมด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คนแรกได้แก่อะลี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คนสุดท้ายได้แก่</w:t>
      </w:r>
      <w:r w:rsidR="00A72D43">
        <w:rPr>
          <w:rFonts w:hint="cs"/>
          <w:cs/>
        </w:rPr>
        <w:t xml:space="preserve"> “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มะฮ์ดี</w:t>
      </w:r>
      <w:r w:rsidR="00A72D43">
        <w:rPr>
          <w:rFonts w:cs="Cordia New" w:hint="cs"/>
          <w:szCs w:val="40"/>
          <w:cs/>
        </w:rPr>
        <w:t>”</w:t>
      </w:r>
      <w:r w:rsidR="00A72D43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๔๖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๑๘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กล่าวอีกว่า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บรรดาอิมามภายหลังจากฉันจะมี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คนแรกได้แก่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คนสุดท้าย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ได้แก่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กออิม</w:t>
      </w:r>
    </w:p>
    <w:p w:rsidR="00C85AFD" w:rsidRDefault="00C85AFD" w:rsidP="00C85AFD">
      <w:pPr>
        <w:pStyle w:val="libNormal"/>
        <w:ind w:firstLine="0"/>
      </w:pPr>
      <w:r w:rsidRPr="00B91120">
        <w:rPr>
          <w:cs/>
        </w:rPr>
        <w:t>(</w:t>
      </w:r>
      <w:r w:rsidRPr="00B91120">
        <w:rPr>
          <w:rFonts w:hint="cs"/>
          <w:cs/>
        </w:rPr>
        <w:t>ผู้ดำรงอยู่</w:t>
      </w:r>
      <w:r w:rsidRPr="00B91120">
        <w:rPr>
          <w:cs/>
        </w:rPr>
        <w:t>)</w:t>
      </w:r>
      <w:r w:rsidRPr="00B91120">
        <w:rPr>
          <w:rFonts w:hint="cs"/>
          <w:cs/>
        </w:rPr>
        <w:t>ของพวกเขา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คนเหล่านั้นคือผู้สืบตำแหน่งการปกครองของฉัน</w:t>
      </w:r>
      <w:r w:rsidRPr="00B91120">
        <w:rPr>
          <w:cs/>
        </w:rPr>
        <w:t xml:space="preserve"> (</w:t>
      </w:r>
      <w:r w:rsidRPr="00B91120">
        <w:rPr>
          <w:rFonts w:hint="cs"/>
          <w:cs/>
        </w:rPr>
        <w:t>คอลีฟะฮ์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และเป็นทายาทของฉัน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เป็นผู้รับมอบอำนาจของฉัน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และเป็นข้อพิสูจน์ของอัลลอฮ์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ที่ให้ไว้แก่ประชาชาติของฉัน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หลังจากฉัน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อันว่าผู้ใดที่ยึดมั่นต่อพวกเขาแล้วไซร้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นั่นแหละคือ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ผู้ศรัทธา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และอันว่าผู้ใดปฏิเสธพวกเขาแล้วไซร้นั่นแหละคือผู้ปฏิเสธ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กาเฟร</w:t>
      </w:r>
      <w:r w:rsidRPr="00B91120">
        <w:rPr>
          <w:cs/>
        </w:rPr>
        <w:t>)</w:t>
      </w:r>
      <w:r w:rsidR="00A72D43" w:rsidRPr="00B91120">
        <w:rPr>
          <w:rFonts w:cs="Times New Roman"/>
          <w:lang w:bidi="ar-SA"/>
        </w:rPr>
        <w:t>” (</w:t>
      </w:r>
      <w:r w:rsidRPr="00B91120">
        <w:rPr>
          <w:rFonts w:hint="cs"/>
          <w:cs/>
        </w:rPr>
        <w:t>๔๗</w:t>
      </w:r>
      <w:r w:rsidRPr="00B91120">
        <w:rPr>
          <w:cs/>
        </w:rPr>
        <w:t>)</w:t>
      </w:r>
    </w:p>
    <w:p w:rsidR="00C85AFD" w:rsidRPr="008573BC" w:rsidRDefault="00C85AFD" w:rsidP="00C85AFD">
      <w:pPr>
        <w:pStyle w:val="libNormal"/>
        <w:ind w:firstLine="0"/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๑๙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รายงานจากท่านฮากิม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บินญุบัยร์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ซึ่งเป็นคำบอกเล่าจากท่านอะบีฏอฟิล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อามิร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บินวาษิละฮ์ที่ได้รายงานถึงคำบอกเล่าจากท่านซัยด์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บินษาบิตว่า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ฉันเคยได้รับฟังท่านศาสนทูตแห่งอัลลอฮ์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อะบีฏอลิบ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คือผู้บังคับบัญชาของผู้ทรงธรรม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และเป็นผู้พิฆาตคนบาป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เป็นพลังแห่งชัยชนะสำหรับคนที่ช่วยเหลือเขา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เป็นพลังแห่งความพ่ายแพ้สำหรับคนที่บั่นทอนเขา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จงรู้ไว้ว่า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การเคลือบแคลงสงสัยในอะลีเท่ากับเคลือบแคลงสงสัยในอิสลาม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คนที่ดีที่สุดภายหลังจากฉันและบรรดาสาวกของฉันได้แก่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เลือดเนื้อของเขาคือเลือดเนื้อของฉัน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และเขาคือบิดาแห่งผู้สืบสายตระกูลสองคนของฉัน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และจากสายเลือดของฮุเซน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จะมีอีกเก้าคนที่เป็น</w:t>
      </w:r>
    </w:p>
    <w:p w:rsidR="00C85AFD" w:rsidRPr="0021360F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หนึ่งในจำนวนนั้น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มะฮ์ดีของประชาชาตินี้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๔๘</w:t>
      </w:r>
      <w:r w:rsidRPr="00B91120">
        <w:rPr>
          <w:cs/>
        </w:rPr>
        <w:t>)</w:t>
      </w:r>
    </w:p>
    <w:p w:rsidR="00C85AFD" w:rsidRPr="00A72D43" w:rsidRDefault="00C85AFD" w:rsidP="00A72D43">
      <w:pPr>
        <w:pStyle w:val="libArFootnote"/>
        <w:bidi w:val="0"/>
        <w:rPr>
          <w:lang w:bidi="th-TH"/>
        </w:rPr>
      </w:pPr>
      <w:bookmarkStart w:id="61" w:name="_Toc414268929"/>
      <w:r w:rsidRPr="00A72D43">
        <w:rPr>
          <w:rFonts w:hint="cs"/>
          <w:szCs w:val="24"/>
          <w:rtl/>
          <w:cs/>
        </w:rPr>
        <w:t>------------------</w:t>
      </w:r>
      <w:r w:rsidR="00A72D43" w:rsidRPr="00A72D43">
        <w:rPr>
          <w:rFonts w:hint="cs"/>
          <w:szCs w:val="24"/>
          <w:rtl/>
          <w:cs/>
        </w:rPr>
        <w:t>-------------------------------</w:t>
      </w:r>
      <w:bookmarkEnd w:id="61"/>
    </w:p>
    <w:p w:rsidR="00C85AFD" w:rsidRPr="00A72D43" w:rsidRDefault="00C85AFD" w:rsidP="00A72D43">
      <w:pPr>
        <w:pStyle w:val="libArFootnote"/>
        <w:bidi w:val="0"/>
      </w:pPr>
      <w:bookmarkStart w:id="62" w:name="_Toc414268930"/>
      <w:r w:rsidRPr="00A72D43">
        <w:t>(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๔๖</w:t>
      </w:r>
      <w:r w:rsidRPr="00A72D43">
        <w:rPr>
          <w:szCs w:val="24"/>
          <w:rtl/>
          <w:cs/>
        </w:rPr>
        <w:t xml:space="preserve">)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อิล</w:t>
      </w:r>
      <w:r w:rsidRPr="00A72D43">
        <w:rPr>
          <w:szCs w:val="24"/>
          <w:rtl/>
          <w:cs/>
        </w:rPr>
        <w:t>-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ซามุน</w:t>
      </w:r>
      <w:r w:rsidRPr="00A72D43">
        <w:rPr>
          <w:szCs w:val="24"/>
          <w:rtl/>
          <w:cs/>
        </w:rPr>
        <w:t>-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นาศิบ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๑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๑๘๗</w:t>
      </w:r>
      <w:bookmarkEnd w:id="62"/>
    </w:p>
    <w:p w:rsidR="00C85AFD" w:rsidRPr="00A72D43" w:rsidRDefault="00C85AFD" w:rsidP="00A72D43">
      <w:pPr>
        <w:pStyle w:val="libArFootnote"/>
        <w:bidi w:val="0"/>
      </w:pPr>
      <w:bookmarkStart w:id="63" w:name="_Toc414268931"/>
      <w:r w:rsidRPr="00A72D43">
        <w:t>(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๔๗</w:t>
      </w:r>
      <w:r w:rsidRPr="00A72D43">
        <w:rPr>
          <w:szCs w:val="24"/>
          <w:rtl/>
          <w:cs/>
        </w:rPr>
        <w:t xml:space="preserve">)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อิกมาลุดดีน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๑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๓๗๒</w:t>
      </w:r>
      <w:bookmarkEnd w:id="63"/>
    </w:p>
    <w:p w:rsidR="00C85AFD" w:rsidRPr="00A72D43" w:rsidRDefault="00C85AFD" w:rsidP="00A72D43">
      <w:pPr>
        <w:pStyle w:val="libArFootnote"/>
        <w:bidi w:val="0"/>
      </w:pPr>
      <w:bookmarkStart w:id="64" w:name="_Toc414268932"/>
      <w:r w:rsidRPr="00A72D43">
        <w:t>(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๔๘</w:t>
      </w:r>
      <w:r w:rsidRPr="00A72D43">
        <w:rPr>
          <w:szCs w:val="24"/>
          <w:rtl/>
          <w:cs/>
        </w:rPr>
        <w:t xml:space="preserve">)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มุนตะคอบ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อัลอะษัร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๒๐๓</w:t>
      </w:r>
      <w:bookmarkEnd w:id="64"/>
    </w:p>
    <w:p w:rsidR="00C85AFD" w:rsidRDefault="00C85AFD" w:rsidP="00A72D43">
      <w:pPr>
        <w:pStyle w:val="libArFootnote"/>
        <w:bidi w:val="0"/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8573BC" w:rsidRDefault="00C85AFD" w:rsidP="00C85AFD">
      <w:pPr>
        <w:pStyle w:val="libNormal"/>
        <w:ind w:firstLine="0"/>
        <w:rPr>
          <w:rFonts w:cs="Cordia New"/>
        </w:rPr>
      </w:pPr>
    </w:p>
    <w:p w:rsidR="00A72D43" w:rsidRDefault="00C85AFD" w:rsidP="00C85AFD">
      <w:pPr>
        <w:pStyle w:val="libNormal"/>
      </w:pPr>
      <w:r w:rsidRPr="00B91120">
        <w:rPr>
          <w:rFonts w:hint="cs"/>
          <w:cs/>
        </w:rPr>
        <w:t>๒๐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รายงานจากท่านอัล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ฮัจญาจ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อิรฏออะฮ์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เป็นคำบอกเล่าจากท่านอะฏียะฮ์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เอาฟิ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ซึ่งได้รับรายงานจากท่านอะบี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ซะอีด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อัลคุดรีว่า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A72D43" w:rsidRPr="00B91120">
        <w:rPr>
          <w:rFonts w:hint="cs"/>
          <w:cs/>
        </w:rPr>
        <w:t xml:space="preserve">ข้าพเจ้าได้ยินท่านศาสนทูตแห่งอัลลอฮ์ </w:t>
      </w:r>
      <w:r w:rsidR="00A72D43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A72D43" w:rsidRPr="00B91120">
        <w:rPr>
          <w:rFonts w:hint="cs"/>
          <w:cs/>
        </w:rPr>
        <w:t>) กล่าวแก่ท่านฮุเซนว่</w:t>
      </w:r>
      <w:r w:rsidR="00A72D43" w:rsidRPr="00B91120">
        <w:rPr>
          <w:cs/>
        </w:rPr>
        <w:t>า</w:t>
      </w:r>
    </w:p>
    <w:p w:rsidR="00C85AFD" w:rsidRPr="00A72D43" w:rsidRDefault="00C85AFD" w:rsidP="00A72D43">
      <w:pPr>
        <w:pStyle w:val="libNormal"/>
        <w:rPr>
          <w:rFonts w:cs="Times New Roman"/>
          <w:lang w:bidi="ar-SA"/>
        </w:rPr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เจ้าคืออิมามบุตรของอิมาม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น้องชายของอิมาม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อีกเก้าคนที่มาจากสายเลือดของเจ้า</w:t>
      </w:r>
      <w:r w:rsidR="00A72D43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คืออิมามของผู้ทรงธรรม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และคนที่เก้าคือกออิมของพวกเขา</w:t>
      </w:r>
      <w:r w:rsidR="00A72D43" w:rsidRPr="00B91120">
        <w:rPr>
          <w:rFonts w:cs="Times New Roman" w:hint="eastAsia"/>
          <w:lang w:bidi="ar-SA"/>
        </w:rPr>
        <w:t>”</w:t>
      </w:r>
      <w:r w:rsidR="00A72D43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๔๙</w:t>
      </w:r>
      <w:r w:rsidRPr="00B91120">
        <w:rPr>
          <w:cs/>
        </w:rPr>
        <w:t>)</w:t>
      </w:r>
    </w:p>
    <w:p w:rsidR="00A72D43" w:rsidRDefault="00C85AFD" w:rsidP="00C85AFD">
      <w:pPr>
        <w:pStyle w:val="libNormal"/>
      </w:pPr>
      <w:r w:rsidRPr="00B91120">
        <w:rPr>
          <w:rFonts w:hint="cs"/>
          <w:cs/>
        </w:rPr>
        <w:t>๒๑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รายงานจากท่านอะบี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ซะอีด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คุดรีกล่าวอีกว่า</w:t>
      </w:r>
    </w:p>
    <w:p w:rsidR="00C85AFD" w:rsidRPr="00A72D43" w:rsidRDefault="00C85AFD" w:rsidP="00A72D43">
      <w:pPr>
        <w:pStyle w:val="libNormal"/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A72D43" w:rsidRPr="00B91120">
        <w:rPr>
          <w:rFonts w:hint="cs"/>
          <w:cs/>
        </w:rPr>
        <w:t xml:space="preserve">ข้าพเจ้าเคยได้ยินท่านศาสนทูตแห่งอัลลอฮ์ </w:t>
      </w:r>
      <w:r w:rsidR="00A72D43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A72D43" w:rsidRPr="00B91120">
        <w:rPr>
          <w:rFonts w:hint="cs"/>
          <w:cs/>
        </w:rPr>
        <w:t>) กล่าวว่</w:t>
      </w:r>
      <w:r w:rsidR="00A72D43" w:rsidRPr="00B91120">
        <w:rPr>
          <w:cs/>
        </w:rPr>
        <w:t>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อิมามภายหลังจากฉัน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เก้าคนจะมาจากสายเลือดของฮุเซน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คนที่เก้าคือกออิมของพวกเขา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ดังนั้นความผาสุกจะเป็นของคนที่รักพวกเขา</w:t>
      </w:r>
      <w:r w:rsidR="00A72D43" w:rsidRPr="00B91120">
        <w:rPr>
          <w:rFonts w:cs="Times New Roman" w:hint="eastAsia"/>
          <w:lang w:bidi="ar-SA"/>
        </w:rPr>
        <w:t>”</w:t>
      </w:r>
      <w:r w:rsidR="00A72D43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๕๐</w:t>
      </w:r>
      <w:r w:rsidRPr="00B91120">
        <w:rPr>
          <w:cs/>
        </w:rPr>
        <w:t>)</w:t>
      </w:r>
    </w:p>
    <w:p w:rsidR="00A72D43" w:rsidRDefault="00C85AFD" w:rsidP="00C85AFD">
      <w:pPr>
        <w:pStyle w:val="libNormal"/>
      </w:pPr>
      <w:r w:rsidRPr="00B91120">
        <w:rPr>
          <w:rFonts w:hint="cs"/>
          <w:cs/>
        </w:rPr>
        <w:t>๒๒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รายงานจากท่านอะบีซัร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ฆ็อฟฟารีกล่าวว่า</w:t>
      </w:r>
    </w:p>
    <w:p w:rsidR="00C85AFD" w:rsidRPr="00A72D43" w:rsidRDefault="00C85AFD" w:rsidP="00A72D43">
      <w:pPr>
        <w:pStyle w:val="libNormal"/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A72D43" w:rsidRPr="00B91120">
        <w:rPr>
          <w:rFonts w:hint="cs"/>
          <w:cs/>
        </w:rPr>
        <w:t xml:space="preserve">ข้าพเจ้าเคยได้ยินท่านศาสนทูตแห่งอัลลอฮ์ </w:t>
      </w:r>
      <w:r w:rsidR="00A72D43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A72D43" w:rsidRPr="00B91120">
        <w:rPr>
          <w:rFonts w:hint="cs"/>
          <w:cs/>
        </w:rPr>
        <w:t>) กล่าวว่</w:t>
      </w:r>
      <w:r w:rsidR="00A72D43" w:rsidRPr="00B91120">
        <w:rPr>
          <w:cs/>
        </w:rPr>
        <w:t>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คนใดรักฉันและอะฮ์ลุลบัยต์ของฉัน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เราจะอยู่ด้วยกันเหมือนของสองอย่างนี้</w:t>
      </w:r>
      <w:r w:rsidRPr="00B91120">
        <w:rPr>
          <w:cs/>
        </w:rPr>
        <w:t xml:space="preserve"> (</w:t>
      </w:r>
      <w:r w:rsidRPr="00B91120">
        <w:rPr>
          <w:rFonts w:hint="cs"/>
          <w:cs/>
        </w:rPr>
        <w:t>พลางยกนิ้วชี้กับนิ้วกลางขึ้นมาแสดง</w:t>
      </w:r>
      <w:r w:rsidRPr="00B91120">
        <w:rPr>
          <w:cs/>
        </w:rPr>
        <w:t>)</w:t>
      </w:r>
      <w:r w:rsidRPr="00B91120">
        <w:rPr>
          <w:rFonts w:cs="Times New Roman"/>
          <w:lang w:bidi="ar-SA"/>
        </w:rPr>
        <w:t xml:space="preserve">” </w:t>
      </w:r>
      <w:r w:rsidRPr="00B91120">
        <w:rPr>
          <w:rFonts w:hint="cs"/>
          <w:cs/>
        </w:rPr>
        <w:t>แล้วท่านก็กล่าวต่อไปว่า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ลูกพี่ลูกน้องฉันคือทายาทที่ดีที่สุด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ผู้สืบตระกูลสองคนของฉัน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คือผู้สืบตระกูลที่ดีที่สุด</w:t>
      </w:r>
      <w:r w:rsidRPr="00B91120">
        <w:rPr>
          <w:cs/>
        </w:rPr>
        <w:t xml:space="preserve"> </w:t>
      </w:r>
      <w:r w:rsidR="00A72D43" w:rsidRPr="00B91120">
        <w:rPr>
          <w:rFonts w:hint="cs"/>
          <w:cs/>
        </w:rPr>
        <w:t xml:space="preserve">อัลลอฮ์ </w:t>
      </w:r>
      <w:r w:rsidR="00A72D43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A72D43" w:rsidRPr="00B91120">
        <w:rPr>
          <w:rFonts w:hint="cs"/>
          <w:cs/>
        </w:rPr>
        <w:t>) จะทรงนำออกมาจากสายเลือดของฮุเซนซึ่งบรรดาอิมามของผู้ทรงธรร</w:t>
      </w:r>
      <w:r w:rsidR="00A72D43" w:rsidRPr="00B91120">
        <w:rPr>
          <w:cs/>
        </w:rPr>
        <w:t>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และมะฮ์ดีสำหรับประชาชาตินี้จะมาจากพวกเรา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ข้าพเจ้าถามท่านศาสดาว่า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A72D43" w:rsidRPr="00B91120">
        <w:rPr>
          <w:rFonts w:hint="cs"/>
          <w:cs/>
        </w:rPr>
        <w:t>แล้วอิมามภายหลังจากท่านมีจำนวนเท่าใด</w:t>
      </w:r>
      <w:r w:rsidR="00A72D43" w:rsidRPr="00B91120">
        <w:rPr>
          <w:rFonts w:hint="cs"/>
        </w:rPr>
        <w:t>?</w:t>
      </w:r>
      <w:r w:rsidR="00A72D43" w:rsidRPr="00B91120">
        <w:rPr>
          <w:rFonts w:hint="cs"/>
          <w:cs/>
        </w:rPr>
        <w:t>”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มีเท่ากับจำนวนของหัวหน้าในหมู่บะนีอิสรออีล</w:t>
      </w:r>
      <w:r w:rsidR="00A72D43" w:rsidRPr="00B91120">
        <w:rPr>
          <w:rFonts w:cs="Times New Roman" w:hint="eastAsia"/>
          <w:lang w:bidi="ar-SA"/>
        </w:rPr>
        <w:t>”</w:t>
      </w:r>
      <w:r w:rsidR="00A72D43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๕๑</w:t>
      </w:r>
      <w:r w:rsidRPr="00B91120">
        <w:rPr>
          <w:cs/>
        </w:rPr>
        <w:t>)</w:t>
      </w:r>
    </w:p>
    <w:p w:rsidR="00C85AFD" w:rsidRPr="00A72D43" w:rsidRDefault="00C85AFD" w:rsidP="00A72D43">
      <w:pPr>
        <w:pStyle w:val="libArFootnote"/>
        <w:bidi w:val="0"/>
      </w:pPr>
      <w:bookmarkStart w:id="65" w:name="_Toc414268933"/>
      <w:r w:rsidRPr="00A72D43">
        <w:rPr>
          <w:rFonts w:hint="cs"/>
          <w:szCs w:val="24"/>
          <w:rtl/>
          <w:cs/>
        </w:rPr>
        <w:t>------------------------------------------</w:t>
      </w:r>
      <w:bookmarkEnd w:id="65"/>
    </w:p>
    <w:p w:rsidR="00C85AFD" w:rsidRPr="00A72D43" w:rsidRDefault="00C85AFD" w:rsidP="00A72D43">
      <w:pPr>
        <w:pStyle w:val="libArFootnote"/>
        <w:bidi w:val="0"/>
      </w:pPr>
      <w:r w:rsidRPr="00A72D43">
        <w:t xml:space="preserve"> </w:t>
      </w:r>
      <w:bookmarkStart w:id="66" w:name="_Toc414268934"/>
      <w:r w:rsidRPr="00A72D43">
        <w:t>(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๔๙</w:t>
      </w:r>
      <w:r w:rsidR="00A72D43" w:rsidRPr="00A72D43">
        <w:rPr>
          <w:rFonts w:hint="cs"/>
          <w:szCs w:val="24"/>
          <w:rtl/>
          <w:cs/>
        </w:rPr>
        <w:t>)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มุนตะคอบ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อัลอะษัร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๘๒</w:t>
      </w:r>
      <w:bookmarkEnd w:id="66"/>
    </w:p>
    <w:p w:rsidR="00C85AFD" w:rsidRPr="00A72D43" w:rsidRDefault="00C85AFD" w:rsidP="00A72D43">
      <w:pPr>
        <w:pStyle w:val="libArFootnote"/>
        <w:bidi w:val="0"/>
      </w:pPr>
      <w:bookmarkStart w:id="67" w:name="_Toc414268935"/>
      <w:r w:rsidRPr="00A72D43">
        <w:t>(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๕๐</w:t>
      </w:r>
      <w:r w:rsidR="00A72D43" w:rsidRPr="00A72D43">
        <w:rPr>
          <w:rFonts w:hint="cs"/>
          <w:szCs w:val="24"/>
          <w:rtl/>
          <w:cs/>
        </w:rPr>
        <w:t xml:space="preserve">) </w:t>
      </w:r>
      <w:r w:rsidR="00A72D43" w:rsidRPr="00A72D43">
        <w:rPr>
          <w:rFonts w:ascii="Angsana New" w:hAnsi="Angsana New" w:cs="Angsana New" w:hint="cs"/>
          <w:szCs w:val="24"/>
          <w:cs/>
          <w:lang w:bidi="th-TH"/>
        </w:rPr>
        <w:t>มุนตะคอบ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อัลอะษัร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๘๓</w:t>
      </w:r>
      <w:bookmarkEnd w:id="67"/>
    </w:p>
    <w:p w:rsidR="00C85AFD" w:rsidRPr="00A72D43" w:rsidRDefault="00C85AFD" w:rsidP="00A72D43">
      <w:pPr>
        <w:pStyle w:val="libArFootnote"/>
        <w:bidi w:val="0"/>
      </w:pPr>
      <w:bookmarkStart w:id="68" w:name="_Toc414268936"/>
      <w:r w:rsidRPr="00A72D43">
        <w:t>(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๕๑</w:t>
      </w:r>
      <w:r w:rsidR="00A72D43" w:rsidRPr="00A72D43">
        <w:rPr>
          <w:rFonts w:hint="cs"/>
          <w:szCs w:val="24"/>
          <w:rtl/>
          <w:cs/>
        </w:rPr>
        <w:t>)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มุนตะคอบ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อัลอะษัร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๔๖</w:t>
      </w:r>
      <w:bookmarkEnd w:id="68"/>
    </w:p>
    <w:p w:rsidR="00C85AFD" w:rsidRPr="0021360F" w:rsidRDefault="00C85AFD" w:rsidP="00C85AFD">
      <w:pPr>
        <w:rPr>
          <w:rFonts w:ascii="Angsana New" w:hAnsi="Angsana New" w:cs="Cordia New"/>
          <w:sz w:val="32"/>
          <w:szCs w:val="30"/>
          <w:lang w:bidi="th-TH"/>
        </w:rPr>
      </w:pPr>
      <w:r>
        <w:rPr>
          <w:rtl/>
          <w:cs/>
        </w:rPr>
        <w:br w:type="page"/>
      </w:r>
    </w:p>
    <w:p w:rsidR="00C85AFD" w:rsidRPr="0021360F" w:rsidRDefault="00C85AFD" w:rsidP="00C85AFD">
      <w:pPr>
        <w:pStyle w:val="libNormal"/>
      </w:pPr>
      <w:r w:rsidRPr="00B91120">
        <w:rPr>
          <w:rFonts w:hint="cs"/>
          <w:cs/>
        </w:rPr>
        <w:lastRenderedPageBreak/>
        <w:t>๒๓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รายงานจากท่านอะบีซะอีด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คุดรีกล่าวว่า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A72D43" w:rsidRPr="00B91120">
        <w:rPr>
          <w:rFonts w:hint="cs"/>
          <w:cs/>
        </w:rPr>
        <w:t xml:space="preserve">ข้าพเจ้าเคยได้ยินท่านศาสนทูตแห่งอัลลอฮ์ </w:t>
      </w:r>
      <w:r w:rsidR="00A72D43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A72D43" w:rsidRPr="00B91120">
        <w:rPr>
          <w:rFonts w:hint="cs"/>
          <w:cs/>
        </w:rPr>
        <w:t>) กล่าวว่</w:t>
      </w:r>
      <w:r w:rsidR="00A72D43" w:rsidRPr="00B91120">
        <w:rPr>
          <w:cs/>
        </w:rPr>
        <w:t>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บรรดาอิมามภายหลังจากฉันมี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เก้าคนจะมาจากสายเลือดของฮุเซนคนที่เก้าคือกออิมของพวกเขา</w:t>
      </w:r>
      <w:r w:rsidR="00A72D43" w:rsidRPr="00B91120">
        <w:rPr>
          <w:rFonts w:cs="Times New Roman" w:hint="eastAsia"/>
          <w:lang w:bidi="ar-SA"/>
        </w:rPr>
        <w:t>”</w:t>
      </w:r>
      <w:r w:rsidR="00A72D43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๕๒</w:t>
      </w:r>
      <w:r w:rsidRPr="00B91120">
        <w:rPr>
          <w:cs/>
        </w:rPr>
        <w:t>)</w:t>
      </w:r>
    </w:p>
    <w:p w:rsidR="00C85AFD" w:rsidRPr="0021360F" w:rsidRDefault="00C85AFD" w:rsidP="00A72D43">
      <w:pPr>
        <w:pStyle w:val="libNormal"/>
      </w:pPr>
      <w:r w:rsidRPr="00B91120">
        <w:rPr>
          <w:rFonts w:hint="cs"/>
          <w:cs/>
        </w:rPr>
        <w:t>๒๔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รายงานจากท่านอะบีซะอีด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คุดรี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กล่าวอีกว่า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A72D43" w:rsidRPr="00B91120">
        <w:rPr>
          <w:rFonts w:hint="cs"/>
          <w:cs/>
        </w:rPr>
        <w:t xml:space="preserve">ข้าพเจ้าได้ยินท่านศาสนทูตแห่งอัลลอฮ์ </w:t>
      </w:r>
      <w:r w:rsidR="00A72D43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A72D43" w:rsidRPr="00B91120">
        <w:rPr>
          <w:rFonts w:hint="cs"/>
          <w:cs/>
        </w:rPr>
        <w:t>) กล่าวว่</w:t>
      </w:r>
      <w:r w:rsidR="00A72D43" w:rsidRPr="00B91120">
        <w:rPr>
          <w:cs/>
        </w:rPr>
        <w:t>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คอลีฟะฮ์ภายหลังจากฉันจะมี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เก้าคนจะมาจากสายเลือดของฮุเซน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คนที่เก้าคือ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กออิมของพวกเขาและเป็นมะฮ์ดีของพวกเขา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ดังนั้น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ความสุขจะได้แก่คนที่รักพวกเขาความวิบัติจะได้แก่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ผู้ที่โกรธเกลียดพวกเขา</w:t>
      </w:r>
      <w:r w:rsidR="00A72D43" w:rsidRPr="00B91120">
        <w:rPr>
          <w:rFonts w:cs="Times New Roman" w:hint="eastAsia"/>
          <w:lang w:bidi="ar-SA"/>
        </w:rPr>
        <w:t>”</w:t>
      </w:r>
      <w:r w:rsidR="00A72D43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๕๓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๒๕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รายงานจากท่านศาสนทูตแห่งอัลลอฮ์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ในอัลฮะดีษเกี่ยวกับการเสด็จขึ้นสู่ฟากฟ้า</w:t>
      </w:r>
      <w:r w:rsidRPr="00B91120">
        <w:rPr>
          <w:cs/>
        </w:rPr>
        <w:t>(</w:t>
      </w:r>
      <w:r w:rsidRPr="00B91120">
        <w:rPr>
          <w:rFonts w:hint="cs"/>
          <w:cs/>
        </w:rPr>
        <w:t>มิอ</w:t>
      </w:r>
      <w:r>
        <w:rPr>
          <w:rFonts w:hint="cs"/>
          <w:cs/>
        </w:rPr>
        <w:t>์</w:t>
      </w:r>
      <w:r w:rsidRPr="00B91120">
        <w:rPr>
          <w:rFonts w:hint="cs"/>
          <w:cs/>
        </w:rPr>
        <w:t>รอจญ์</w:t>
      </w:r>
      <w:r w:rsidRPr="00B91120">
        <w:rPr>
          <w:cs/>
        </w:rPr>
        <w:t>)</w:t>
      </w:r>
      <w:r w:rsidRPr="00B91120">
        <w:rPr>
          <w:rFonts w:hint="cs"/>
          <w:cs/>
        </w:rPr>
        <w:t>ว่าพระองค์ตรัสกับฉันว่า</w:t>
      </w:r>
      <w:r w:rsidRPr="00B91120">
        <w:rPr>
          <w:cs/>
        </w:rPr>
        <w:t xml:space="preserve"> </w:t>
      </w:r>
    </w:p>
    <w:p w:rsidR="00C85AFD" w:rsidRDefault="00C85AFD" w:rsidP="00C85AFD">
      <w:pPr>
        <w:pStyle w:val="libNormal"/>
      </w:pP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จงมองดูด้านขวาของบัลลังก์อัล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อะรัชเถิด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แล้วฉันก็มอง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ทันใดนั้นปรากฏว่ามีอะลี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ฟาฏิมะฮ์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ฮะซัน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ฮุเซน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บินอะลี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ญะอ์ฟัร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บินมุฮัมมัด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มูซา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บินญะอ์ฟัร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บินมูซา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บินอะลี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บินมุฮัมมัด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มะฮ์ดี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เขามีลักษณะคล้ายดาวสุกใสดวงหนึ่งท่ามกลางคนเหล่านั้น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พระองค์ตรัสว่า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มุฮัมมัดเอ๋ยคนเหล่านี้คือข้อพิสูจน์ที่ข้ามีไว้สำหรับปวงบ่าวของข้า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คนเหล่านี้คือทายาทของเจ้า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มะฮ์ดีจากพวกเขานั้นเป็นผู้สืบสายเลือดของเจ้าที่จะมาปฏิวัติ</w:t>
      </w:r>
    </w:p>
    <w:p w:rsidR="00C85AFD" w:rsidRPr="0021360F" w:rsidRDefault="00C85AFD" w:rsidP="00C85AFD">
      <w:pPr>
        <w:pStyle w:val="libNormal"/>
        <w:ind w:firstLine="0"/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ขอสาบานด้วยเกียรติยศและความยิ่งใหญ่ของข้าว่า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เขาจะเป็นผู้ชำระแค้นแก่ศัตรูของข้า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และเป็นผู้เกื้อหนุนสำหรับบรรดาบ่าวที่รักของข้า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๕๔</w:t>
      </w:r>
      <w:r w:rsidRPr="00B91120">
        <w:rPr>
          <w:cs/>
        </w:rPr>
        <w:t>)</w:t>
      </w:r>
    </w:p>
    <w:p w:rsidR="00C85AFD" w:rsidRPr="00A72D43" w:rsidRDefault="00C85AFD" w:rsidP="00A72D43">
      <w:pPr>
        <w:pStyle w:val="libArFootnote"/>
        <w:bidi w:val="0"/>
      </w:pPr>
      <w:bookmarkStart w:id="69" w:name="_Toc414268937"/>
      <w:r w:rsidRPr="00A72D43">
        <w:rPr>
          <w:rFonts w:hint="cs"/>
          <w:szCs w:val="24"/>
          <w:rtl/>
          <w:cs/>
        </w:rPr>
        <w:t>----------------------------------------------------------------------</w:t>
      </w:r>
      <w:bookmarkEnd w:id="69"/>
    </w:p>
    <w:p w:rsidR="00C85AFD" w:rsidRPr="00A72D43" w:rsidRDefault="00C85AFD" w:rsidP="00A72D43">
      <w:pPr>
        <w:pStyle w:val="libArFootnote"/>
        <w:bidi w:val="0"/>
      </w:pPr>
      <w:bookmarkStart w:id="70" w:name="_Toc414268938"/>
      <w:r w:rsidRPr="00A72D43">
        <w:t>(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๕๒</w:t>
      </w:r>
      <w:r w:rsidR="00A72D43" w:rsidRPr="00A72D43">
        <w:rPr>
          <w:rFonts w:hint="cs"/>
          <w:szCs w:val="24"/>
          <w:rtl/>
          <w:cs/>
        </w:rPr>
        <w:t>)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มุนตะคอบ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อัลอะษัร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๘๓</w:t>
      </w:r>
      <w:bookmarkEnd w:id="70"/>
    </w:p>
    <w:p w:rsidR="00C85AFD" w:rsidRPr="00A72D43" w:rsidRDefault="00C85AFD" w:rsidP="00A72D43">
      <w:pPr>
        <w:pStyle w:val="libArFootnote"/>
        <w:bidi w:val="0"/>
      </w:pPr>
      <w:bookmarkStart w:id="71" w:name="_Toc414268939"/>
      <w:r w:rsidRPr="00A72D43">
        <w:t>(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๕๓</w:t>
      </w:r>
      <w:r w:rsidR="00A72D43" w:rsidRPr="00A72D43">
        <w:rPr>
          <w:rFonts w:hint="cs"/>
          <w:szCs w:val="24"/>
          <w:rtl/>
          <w:cs/>
        </w:rPr>
        <w:t xml:space="preserve">) </w:t>
      </w:r>
      <w:r w:rsidR="00A72D43" w:rsidRPr="00A72D43">
        <w:rPr>
          <w:rFonts w:ascii="Angsana New" w:hAnsi="Angsana New" w:cs="Angsana New" w:hint="cs"/>
          <w:szCs w:val="24"/>
          <w:cs/>
          <w:lang w:bidi="th-TH"/>
        </w:rPr>
        <w:t>มุนตะคอบ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อัลอะษัร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๘๓</w:t>
      </w:r>
      <w:bookmarkEnd w:id="71"/>
    </w:p>
    <w:p w:rsidR="00C85AFD" w:rsidRPr="00A72D43" w:rsidRDefault="00C85AFD" w:rsidP="00A72D43">
      <w:pPr>
        <w:pStyle w:val="libArFootnote"/>
        <w:bidi w:val="0"/>
        <w:rPr>
          <w:szCs w:val="24"/>
          <w:rtl/>
          <w:cs/>
        </w:rPr>
      </w:pPr>
      <w:bookmarkStart w:id="72" w:name="_Toc414268940"/>
      <w:r w:rsidRPr="00A72D43">
        <w:t>(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๕๔</w:t>
      </w:r>
      <w:r w:rsidR="00A72D43" w:rsidRPr="00A72D43">
        <w:rPr>
          <w:rFonts w:hint="cs"/>
          <w:szCs w:val="24"/>
          <w:rtl/>
          <w:cs/>
        </w:rPr>
        <w:t>)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ยะนาบีอุลมะวัดดะฮ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๔๘๗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รายงานโดยอะบูมุอัยยัด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เมาฟิก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บินอะหมัด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อัลคอ</w:t>
      </w:r>
      <w:r w:rsidR="00A72D43">
        <w:rPr>
          <w:rFonts w:ascii="Angsana New" w:hAnsi="Angsana New" w:cs="Angsana New" w:hint="cs"/>
          <w:szCs w:val="24"/>
          <w:cs/>
          <w:lang w:bidi="th-TH"/>
        </w:rPr>
        <w:t>รอ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ซมี</w:t>
      </w:r>
      <w:bookmarkEnd w:id="72"/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๒๖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A72D43" w:rsidRPr="00B91120">
        <w:rPr>
          <w:rFonts w:hint="cs"/>
          <w:cs/>
        </w:rPr>
        <w:t xml:space="preserve">ข้าคือผู้รินน้ำให้แก่พวกเจ้าที่สระน้ำ </w:t>
      </w:r>
      <w:r w:rsidR="00A72D43" w:rsidRPr="00B91120">
        <w:rPr>
          <w:cs/>
        </w:rPr>
        <w:t>(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เฮาฎ์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โอ้อะลีเจ้าคือผู้ให้น้ำดื่ม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ฮะซันคือผู้ช่วย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ฮุเซนคือผู้สั่งการ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บินฮุเซน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คือผู้สำรวจ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คือผู้ชี้แนะ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ญะอ์ฟัร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คือผู้ชักนำ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มูซา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บินญะอ์ฟัร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คือผู้นับจำนวนคนรักและคนชังและเป็นผู้คอยปราบพวกกลับกลอก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บินมูซา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คือผู้ตกแต่งเรือนร่างของผู้ศรัทธา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บินอะลี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เป็นผู้จัดระดับชั้นต่าง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แก่ชาวสวรรค์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เป็นผู้กล่าวคำเทศนาแก่พรรคพวกชีอะฮ์ของตน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และทำหน้าที่แต่งงานคนเหล่านั้นกับบรรดานางสวรรค์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จะเป็นดวงประทีปแก่ชาวสวรรค์และชาวสวรรค์ก็ได้รับความสว่างไสวจากดวงประทีปนั้น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ส่วนอัล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มะฮ์ดีจะเป็นผู้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คอยสงเคราะห์ให้แก่เขาเหล่านั้น</w:t>
      </w:r>
      <w:r w:rsidRPr="00B91120">
        <w:rPr>
          <w:cs/>
        </w:rPr>
        <w:t>(</w:t>
      </w:r>
      <w:r w:rsidRPr="00B91120">
        <w:rPr>
          <w:rFonts w:hint="cs"/>
          <w:cs/>
        </w:rPr>
        <w:t>ชีอะฮ์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ในวันคืนชีพ</w:t>
      </w:r>
      <w:r w:rsidRPr="00B91120">
        <w:rPr>
          <w:cs/>
        </w:rPr>
        <w:t>(</w:t>
      </w:r>
      <w:r w:rsidRPr="00B91120">
        <w:rPr>
          <w:rFonts w:hint="cs"/>
          <w:cs/>
        </w:rPr>
        <w:t>กิยามะฮ์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จนกระทั่งว่า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จะไม่ยินยอมให้เลย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นอกจากเขาประสงค์และพอใจด้วย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๕๕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๒๗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รายงานจากท่านอะบีฮารูน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อับดี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เป็นคำบอกเล่าจากท่านอะบีซะอีด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คุดรีกล่าวว่า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A72D43" w:rsidRPr="00B91120">
        <w:rPr>
          <w:rFonts w:hint="cs"/>
          <w:cs/>
        </w:rPr>
        <w:t xml:space="preserve">ข้าพเจ้าได้ยินท่านศาสนทูตแห่งอัลลอฮ์ </w:t>
      </w:r>
      <w:r w:rsidR="00A72D43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A72D43" w:rsidRPr="00B91120">
        <w:rPr>
          <w:rFonts w:hint="cs"/>
          <w:cs/>
        </w:rPr>
        <w:t>) กล่าวว่</w:t>
      </w:r>
      <w:r w:rsidR="00A72D43" w:rsidRPr="00B91120">
        <w:rPr>
          <w:cs/>
        </w:rPr>
        <w:t>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อะฮ์ลุลบัยต์ของฉัน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หลักประกันความปลอดภัยให้แก่บรรดาชาวโลกเช่นเดียวกับที่มวลดาราเป็นหลักประกันความปลอดภัยให้แก่บรรดาผู้ที่อยู่ในชั้นฟ้า</w:t>
      </w:r>
      <w:r w:rsidRPr="00B91120">
        <w:rPr>
          <w:rFonts w:cs="Times New Roman" w:hint="eastAsia"/>
          <w:lang w:bidi="ar-SA"/>
        </w:rPr>
        <w:t>”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---------------------------------------</w:t>
      </w:r>
    </w:p>
    <w:p w:rsidR="00C85AFD" w:rsidRPr="00A72D43" w:rsidRDefault="00C85AFD" w:rsidP="00A72D43">
      <w:pPr>
        <w:pStyle w:val="libArFootnote"/>
        <w:bidi w:val="0"/>
      </w:pPr>
      <w:bookmarkStart w:id="73" w:name="_Toc414268941"/>
      <w:r w:rsidRPr="00A72D43">
        <w:t>(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๕๕</w:t>
      </w:r>
      <w:r w:rsidR="00A72D43" w:rsidRPr="00A72D43">
        <w:rPr>
          <w:rFonts w:hint="cs"/>
          <w:szCs w:val="24"/>
          <w:rtl/>
          <w:cs/>
        </w:rPr>
        <w:t>)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มั</w:t>
      </w:r>
      <w:r w:rsidR="00A72D43" w:rsidRPr="00A72D43">
        <w:rPr>
          <w:rFonts w:ascii="Angsana New" w:hAnsi="Angsana New" w:cs="Angsana New" w:hint="cs"/>
          <w:szCs w:val="24"/>
          <w:cs/>
          <w:lang w:bidi="th-TH"/>
        </w:rPr>
        <w:t>กตัล</w:t>
      </w:r>
      <w:r w:rsidRPr="00A72D43">
        <w:rPr>
          <w:szCs w:val="24"/>
          <w:rtl/>
          <w:cs/>
        </w:rPr>
        <w:t>-</w:t>
      </w:r>
      <w:r w:rsidR="00A72D43" w:rsidRPr="00A72D43">
        <w:rPr>
          <w:rFonts w:ascii="Angsana New" w:hAnsi="Angsana New" w:cs="Angsana New" w:hint="cs"/>
          <w:szCs w:val="24"/>
          <w:cs/>
          <w:lang w:bidi="th-TH"/>
        </w:rPr>
        <w:t>อัลฮุเซนของคอรอ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ซมี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๑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๙๕</w:t>
      </w:r>
      <w:bookmarkEnd w:id="73"/>
    </w:p>
    <w:p w:rsidR="00C85AFD" w:rsidRDefault="00C85AFD" w:rsidP="00C85AFD">
      <w:pPr>
        <w:pStyle w:val="libNormal"/>
        <w:rPr>
          <w:rFonts w:cs="Cordia New"/>
          <w:szCs w:val="40"/>
        </w:rPr>
      </w:pPr>
    </w:p>
    <w:p w:rsidR="00C85AFD" w:rsidRDefault="00C85AFD" w:rsidP="00C85AFD">
      <w:pPr>
        <w:pStyle w:val="libNormal"/>
        <w:rPr>
          <w:rFonts w:cs="Cordia New"/>
          <w:szCs w:val="40"/>
        </w:rPr>
      </w:pPr>
    </w:p>
    <w:p w:rsidR="00C85AFD" w:rsidRPr="0021360F" w:rsidRDefault="00C85AFD" w:rsidP="00C85AFD">
      <w:pPr>
        <w:pStyle w:val="libNormal"/>
        <w:ind w:firstLine="0"/>
        <w:rPr>
          <w:rFonts w:cs="Cordia New"/>
          <w:szCs w:val="40"/>
        </w:rPr>
      </w:pPr>
    </w:p>
    <w:p w:rsidR="00C85AFD" w:rsidRDefault="00C85AFD" w:rsidP="00C85AFD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มีคนถามว่า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A72D43" w:rsidRPr="00B91120">
        <w:rPr>
          <w:rFonts w:hint="cs"/>
          <w:cs/>
        </w:rPr>
        <w:t xml:space="preserve">ข้าแต่ท่านศาสนทูตแห่งอัลลอฮ์ </w:t>
      </w:r>
      <w:r w:rsidR="00A72D43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บรรดาอิมามภายหลังจากท่าน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ก็เป็นคนจากอะฮ์ลุลบัยต์ของท่านกระนั้นหรือ</w:t>
      </w:r>
      <w:r w:rsidRPr="00B91120">
        <w:rPr>
          <w:rFonts w:cs="Times New Roman"/>
          <w:lang w:bidi="ar-SA"/>
        </w:rPr>
        <w:t>?”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ใช่แล้ว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ภายหลังจากฉัน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จะมีอิมาม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เก้าคนจะมาจากสายเลือดของฮุเซน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พวกเขาล้วนเป็นผู้ได้รับความคุ้มครองให้พ้นจากความบาปและมลทิน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ในหมู่พวกเรายังมีมะฮ์ดีสำหรับประชาชาตินี้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แน่นอนอะฮ์ลุลบัยต์ของฉัน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และลูกหลานของฉันเหล่านี้คือ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เลือดเนื้อของฉันคนใดที่ระรานต่อฉันในเรื่องของพวกเขาแล้วไซร้</w:t>
      </w:r>
      <w:r w:rsidRPr="00B91120">
        <w:rPr>
          <w:cs/>
        </w:rPr>
        <w:t xml:space="preserve"> 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การอนุเคราะห์ของฉัน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ที่อยู่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ณอัลลอฮ์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จะไม่ได้แก่พวกเขาเลย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๕๖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๒๘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ท่านอะบีซะอีด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คุดรี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A72D43" w:rsidRPr="00B91120">
        <w:rPr>
          <w:rFonts w:hint="cs"/>
          <w:cs/>
        </w:rPr>
        <w:t xml:space="preserve">ข้าพเจ้าได้ยินท่านศาสนทูต </w:t>
      </w:r>
      <w:r w:rsidR="00A72D43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A72D43" w:rsidRPr="00B91120">
        <w:rPr>
          <w:rFonts w:hint="cs"/>
          <w:cs/>
        </w:rPr>
        <w:t xml:space="preserve">) กล่าวกับฮุเซน </w:t>
      </w:r>
      <w:r w:rsidR="00A72D43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A72D43" w:rsidRPr="00B91120">
        <w:rPr>
          <w:rFonts w:hint="cs"/>
          <w:cs/>
        </w:rPr>
        <w:t>) ว่</w:t>
      </w:r>
      <w:r w:rsidR="00A72D43" w:rsidRPr="00B91120">
        <w:rPr>
          <w:cs/>
        </w:rPr>
        <w:t>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ฮุเซนเอ๋ยเจ้าคืออิมาม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บุตรของอิมาม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น้องชายของอิมาม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เก้าคนจากสายเลือดของเจ้าเป็นอิมามของผู้ทรงธรรม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คนที่เก้า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กออิม</w:t>
      </w:r>
      <w:r w:rsidRPr="00B91120">
        <w:rPr>
          <w:cs/>
        </w:rPr>
        <w:t>(</w:t>
      </w:r>
      <w:r w:rsidRPr="00B91120">
        <w:rPr>
          <w:rFonts w:hint="cs"/>
          <w:cs/>
        </w:rPr>
        <w:t>ผู้ดำรงอยู่</w:t>
      </w:r>
      <w:r w:rsidRPr="00B91120">
        <w:rPr>
          <w:cs/>
        </w:rPr>
        <w:t>)</w:t>
      </w:r>
      <w:r w:rsidRPr="00B91120">
        <w:rPr>
          <w:rFonts w:hint="cs"/>
          <w:cs/>
        </w:rPr>
        <w:t>ของพวกเขา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มีคนถามว่า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A72D43" w:rsidRPr="00B91120">
        <w:rPr>
          <w:rFonts w:hint="cs"/>
          <w:cs/>
        </w:rPr>
        <w:t xml:space="preserve">ข้าแต่ท่านศาสนทูตแห่งอัลลอฮ์ </w:t>
      </w:r>
      <w:r w:rsidR="00A72D43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อิมามภายหลังจากท่านมีจำนวนเท่าใด</w:t>
      </w:r>
      <w:r w:rsidRPr="00B91120">
        <w:rPr>
          <w:rFonts w:cs="Times New Roman"/>
          <w:lang w:bidi="ar-SA"/>
        </w:rPr>
        <w:t>?”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๑๒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เก้าคนจะมาจากสายเลือดของฮุเซน</w:t>
      </w:r>
      <w:r w:rsidR="00A72D43" w:rsidRPr="00B91120">
        <w:rPr>
          <w:rFonts w:cs="Times New Roman" w:hint="eastAsia"/>
          <w:lang w:bidi="ar-SA"/>
        </w:rPr>
        <w:t>”</w:t>
      </w:r>
      <w:r w:rsidR="00A72D43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๕๗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>
        <w:rPr>
          <w:rFonts w:hint="cs"/>
          <w:cs/>
        </w:rPr>
        <w:t>--------------------------------------------------</w:t>
      </w:r>
    </w:p>
    <w:p w:rsidR="00C85AFD" w:rsidRPr="00A72D43" w:rsidRDefault="00C85AFD" w:rsidP="00A72D43">
      <w:pPr>
        <w:pStyle w:val="libArFootnote"/>
        <w:bidi w:val="0"/>
      </w:pPr>
      <w:bookmarkStart w:id="74" w:name="_Toc414268942"/>
      <w:r w:rsidRPr="00A72D43">
        <w:t>(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๕๖</w:t>
      </w:r>
      <w:r w:rsidR="00A72D43" w:rsidRPr="00A72D43">
        <w:rPr>
          <w:rFonts w:hint="cs"/>
          <w:szCs w:val="24"/>
          <w:rtl/>
          <w:cs/>
        </w:rPr>
        <w:t>)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มุนตะคอบ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อัลอะษัร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๖๕</w:t>
      </w:r>
      <w:bookmarkEnd w:id="74"/>
    </w:p>
    <w:p w:rsidR="00C85AFD" w:rsidRPr="00A72D43" w:rsidRDefault="00C85AFD" w:rsidP="00A72D43">
      <w:pPr>
        <w:pStyle w:val="libArFootnote"/>
        <w:bidi w:val="0"/>
      </w:pPr>
      <w:bookmarkStart w:id="75" w:name="_Toc414268943"/>
      <w:r w:rsidRPr="00A72D43">
        <w:t>(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๕๗</w:t>
      </w:r>
      <w:r w:rsidR="00A72D43" w:rsidRPr="00A72D43">
        <w:rPr>
          <w:rFonts w:hint="cs"/>
          <w:szCs w:val="24"/>
          <w:rtl/>
          <w:cs/>
        </w:rPr>
        <w:t>)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มุนตะคอบ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อัลอะษัร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๘๒</w:t>
      </w:r>
      <w:bookmarkEnd w:id="75"/>
    </w:p>
    <w:p w:rsidR="00C85AFD" w:rsidRPr="00A72D43" w:rsidRDefault="00C85AFD" w:rsidP="00A72D43">
      <w:pPr>
        <w:pStyle w:val="libArFootnote"/>
        <w:bidi w:val="0"/>
      </w:pPr>
    </w:p>
    <w:p w:rsidR="00C85AFD" w:rsidRDefault="00C85AFD" w:rsidP="00C85AFD">
      <w:pPr>
        <w:pStyle w:val="libArFootnote"/>
        <w:bidi w:val="0"/>
        <w:rPr>
          <w:rFonts w:ascii="Angsana New" w:hAnsi="Angsana New" w:cs="Angsana New"/>
          <w:lang w:bidi="th-TH"/>
        </w:rPr>
      </w:pPr>
    </w:p>
    <w:p w:rsidR="00C85AFD" w:rsidRDefault="00C85AFD" w:rsidP="00C85AFD">
      <w:pPr>
        <w:pStyle w:val="libArFootnote"/>
        <w:bidi w:val="0"/>
        <w:rPr>
          <w:rFonts w:ascii="Angsana New" w:hAnsi="Angsana New" w:cs="Angsana New"/>
          <w:lang w:bidi="th-TH"/>
        </w:rPr>
      </w:pPr>
    </w:p>
    <w:p w:rsidR="00C85AFD" w:rsidRDefault="00C85AFD" w:rsidP="00C85AFD">
      <w:pPr>
        <w:pStyle w:val="libArFootnote"/>
        <w:bidi w:val="0"/>
        <w:rPr>
          <w:rFonts w:ascii="Angsana New" w:hAnsi="Angsana New" w:cs="Angsana New"/>
          <w:cs/>
          <w:lang w:bidi="th-TH"/>
        </w:rPr>
      </w:pPr>
    </w:p>
    <w:p w:rsidR="00C85AFD" w:rsidRDefault="00C85AFD" w:rsidP="00C85AFD">
      <w:pPr>
        <w:rPr>
          <w:rFonts w:ascii="Angsana New" w:eastAsia="Times New Roman" w:hAnsi="Angsana New" w:cs="Angsana New"/>
          <w:kern w:val="36"/>
          <w:szCs w:val="28"/>
          <w:rtl/>
          <w:cs/>
          <w:lang w:eastAsia="en-US"/>
        </w:rPr>
      </w:pPr>
      <w:r>
        <w:rPr>
          <w:rFonts w:ascii="Angsana New" w:hAnsi="Angsana New" w:cs="Angsana New"/>
        </w:rPr>
        <w:br w:type="page"/>
      </w:r>
    </w:p>
    <w:p w:rsidR="00C85AFD" w:rsidRPr="00B91120" w:rsidRDefault="00C85AFD" w:rsidP="00C85AFD">
      <w:pPr>
        <w:pStyle w:val="libArFootnote"/>
        <w:bidi w:val="0"/>
        <w:rPr>
          <w:rFonts w:cs="Times New Roman"/>
        </w:rPr>
      </w:pPr>
    </w:p>
    <w:p w:rsidR="00C85AFD" w:rsidRDefault="00C85AFD" w:rsidP="00C85AFD">
      <w:pPr>
        <w:pStyle w:val="Heading1"/>
      </w:pPr>
      <w:bookmarkStart w:id="76" w:name="_Toc414268944"/>
      <w:r w:rsidRPr="00B91120">
        <w:rPr>
          <w:rFonts w:hint="cs"/>
          <w:cs/>
        </w:rPr>
        <w:t>อิมามอะมีรุลมุมินีน</w:t>
      </w:r>
      <w:r>
        <w:rPr>
          <w:rFonts w:hint="cs"/>
          <w:cs/>
        </w:rPr>
        <w:t xml:space="preserve"> 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ความสันติสุขพึงมีแด่ท่าน</w:t>
      </w:r>
      <w:r w:rsidRPr="00B91120">
        <w:rPr>
          <w:cs/>
        </w:rPr>
        <w:t>)</w:t>
      </w:r>
      <w:bookmarkEnd w:id="76"/>
    </w:p>
    <w:p w:rsidR="00C85AFD" w:rsidRPr="0021360F" w:rsidRDefault="00C85AFD" w:rsidP="00C85AFD">
      <w:pPr>
        <w:pStyle w:val="libNormal"/>
      </w:pPr>
    </w:p>
    <w:p w:rsidR="00A72D43" w:rsidRDefault="00C85AFD" w:rsidP="00C85AFD">
      <w:pPr>
        <w:pStyle w:val="libNormal"/>
      </w:pPr>
      <w:r w:rsidRPr="00B91120">
        <w:rPr>
          <w:rFonts w:hint="cs"/>
          <w:cs/>
        </w:rPr>
        <w:t>ท่านอบุลฮะซัน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บินอับดุลมุฏฏอลิบ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บินฮา</w:t>
      </w:r>
      <w:r>
        <w:rPr>
          <w:rFonts w:hint="cs"/>
          <w:cs/>
        </w:rPr>
        <w:t>ชิ</w:t>
      </w:r>
      <w:r w:rsidRPr="00B91120">
        <w:rPr>
          <w:rFonts w:hint="cs"/>
          <w:cs/>
        </w:rPr>
        <w:t>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</w:t>
      </w:r>
    </w:p>
    <w:p w:rsidR="00C85AFD" w:rsidRDefault="00C85AFD" w:rsidP="00A72D43">
      <w:pPr>
        <w:pStyle w:val="libNormal"/>
        <w:ind w:firstLine="0"/>
      </w:pPr>
      <w:r w:rsidRPr="00B91120">
        <w:rPr>
          <w:rFonts w:hint="cs"/>
          <w:cs/>
        </w:rPr>
        <w:t>อับดุลมะนาฟ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บุตรชายของผู้เป็นลุงของท่านศาสนทูต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ผู้ยิ่งใหญ่</w:t>
      </w:r>
      <w:r w:rsidRPr="00B91120">
        <w:rPr>
          <w:cs/>
        </w:rPr>
        <w:t xml:space="preserve"> </w:t>
      </w:r>
    </w:p>
    <w:p w:rsidR="00C85AFD" w:rsidRPr="00B91120" w:rsidRDefault="00C85AFD" w:rsidP="00A72D43">
      <w:pPr>
        <w:pStyle w:val="libNormal"/>
        <w:rPr>
          <w:rFonts w:cs="Times New Roman"/>
          <w:lang w:bidi="ar-SA"/>
        </w:rPr>
      </w:pPr>
      <w:r w:rsidRPr="00B91120">
        <w:rPr>
          <w:cs/>
        </w:rPr>
        <w:t>(</w:t>
      </w:r>
      <w:r w:rsidRPr="00B91120">
        <w:rPr>
          <w:rFonts w:hint="cs"/>
          <w:cs/>
        </w:rPr>
        <w:t>อัลลอฮ์ทรงประทานพรและความสันติสุขแด่ท่านและวงศ์วานของท่าน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เป็นบุคคลแร</w:t>
      </w:r>
      <w:r>
        <w:rPr>
          <w:rFonts w:hint="cs"/>
          <w:cs/>
        </w:rPr>
        <w:t>ก</w:t>
      </w:r>
      <w:r w:rsidRPr="00B91120">
        <w:rPr>
          <w:rFonts w:hint="cs"/>
          <w:cs/>
        </w:rPr>
        <w:t>ที่ตอบรับการเชิญชวน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และยอมรับในศาสนาของท่านศาสดาและที่ได้นมาซร่วมกับท่านนบีเป็นครั้งแรกในประชาชาตินี้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ท่านคือผู้มีเกียรติยศสูงที่สุด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และอยู่ในฐานะที่ล้ำหน้าสำหรับทุกประชาชาติ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ท่านเป็นคนที่มีความรู้ในคัมภีร์และจริยวัตรศาสดามากที่สุด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เป็นผู้มีความบริสุทธิ์ใจ</w:t>
      </w:r>
    </w:p>
    <w:p w:rsidR="00C85AFD" w:rsidRDefault="00C85AFD" w:rsidP="00C85AFD">
      <w:pPr>
        <w:pStyle w:val="libNormal"/>
        <w:ind w:firstLine="0"/>
        <w:rPr>
          <w:rFonts w:cs="Cordia New"/>
          <w:szCs w:val="40"/>
        </w:rPr>
      </w:pPr>
      <w:r w:rsidRPr="00B91120">
        <w:rPr>
          <w:rFonts w:hint="cs"/>
          <w:cs/>
        </w:rPr>
        <w:t>และมีการเคารพภักดี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การต่อสู้เสียสละเพื่ออัลลอฮ์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และในวิถีทางแห่งศาสนาของพระองค์มากที่สุด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กล่าวคือ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หากมิใช่เพราะดาบของท่านแล้วไซร้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ศาสนามิอาจดำรงอยู่ได้และการรุกรานของพวกปฏิเสธ</w:t>
      </w:r>
      <w:r w:rsidRPr="00B91120">
        <w:rPr>
          <w:cs/>
        </w:rPr>
        <w:t>(</w:t>
      </w:r>
      <w:r w:rsidRPr="00B91120">
        <w:rPr>
          <w:rFonts w:hint="cs"/>
          <w:cs/>
        </w:rPr>
        <w:t>กาเฟร</w:t>
      </w:r>
      <w:r w:rsidRPr="00B91120">
        <w:rPr>
          <w:cs/>
        </w:rPr>
        <w:t>)</w:t>
      </w:r>
      <w:r w:rsidRPr="00B91120">
        <w:rPr>
          <w:rFonts w:hint="cs"/>
          <w:cs/>
        </w:rPr>
        <w:t>จะไม่มีวันถูกยกเลิกให้พ้นไปได้จริงๆ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แล้วประวัติศาสตร์ของมวลมนุษย์อันยาวนานยังไม่เคยปรากฏเป็นที่ยอมรับกันว่า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หลังจากท่านศาสนทูตผู้ยิ่งใหญ่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แล้วจะมีบุคคลใดประเสริฐกว่าท่าน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</w:t>
      </w:r>
      <w:r>
        <w:rPr>
          <w:rFonts w:hint="cs"/>
          <w:cs/>
        </w:rPr>
        <w:t xml:space="preserve"> </w:t>
      </w:r>
    </w:p>
    <w:p w:rsidR="00C85AFD" w:rsidRDefault="00C85AFD" w:rsidP="00A72D43">
      <w:pPr>
        <w:pStyle w:val="libNormal"/>
        <w:ind w:firstLine="0"/>
        <w:rPr>
          <w:cs/>
        </w:rPr>
      </w:pPr>
      <w:r w:rsidRPr="00B91120">
        <w:rPr>
          <w:rFonts w:hint="cs"/>
          <w:cs/>
        </w:rPr>
        <w:t>หลังจากท่านศาสนทูต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ส</w:t>
      </w:r>
      <w:r w:rsidRPr="00B91120">
        <w:rPr>
          <w:cs/>
        </w:rPr>
        <w:t>)</w:t>
      </w:r>
      <w:r w:rsidRPr="00B91120">
        <w:rPr>
          <w:rFonts w:hint="cs"/>
          <w:cs/>
        </w:rPr>
        <w:t>แล้วไม่เคยมีมนุษย์คนใดได้รับการบันทึกถึงเกียรติยศ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ความประเสริฐความดีต่างๆให้เหมือนกับที่ได้มีการบันทึกในเรื่องของท่าน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จะประเมินคุณค่าต่างๆ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ของบุรษผู้หนึ่งที่การต่อสู้ของเขากับ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อัมร์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บินอับด์วูด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อามีรีย์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ในสงคราม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ค็อนดัก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มีค่าเท่ากับ</w:t>
      </w:r>
      <w:r w:rsidRPr="00B91120">
        <w:rPr>
          <w:cs/>
        </w:rPr>
        <w:t xml:space="preserve"> </w:t>
      </w:r>
      <w:r w:rsidRPr="00A72D43">
        <w:t>“</w:t>
      </w:r>
      <w:r w:rsidR="00A72D43" w:rsidRPr="00A72D43">
        <w:rPr>
          <w:rFonts w:hint="cs"/>
          <w:cs/>
        </w:rPr>
        <w:t xml:space="preserve">การเคารพภักดี </w:t>
      </w:r>
      <w:r w:rsidR="00A72D43" w:rsidRPr="00A72D43">
        <w:rPr>
          <w:cs/>
        </w:rPr>
        <w:t>(</w:t>
      </w:r>
      <w:r w:rsidRPr="00A72D43">
        <w:rPr>
          <w:rFonts w:hint="cs"/>
          <w:cs/>
        </w:rPr>
        <w:t>อิบาดะฮ์</w:t>
      </w:r>
      <w:r w:rsidR="00A72D43" w:rsidRPr="00A72D43">
        <w:rPr>
          <w:rFonts w:hint="cs"/>
          <w:cs/>
        </w:rPr>
        <w:t>) ของมวลมนุษย์และญิ</w:t>
      </w:r>
      <w:r w:rsidR="00A72D43" w:rsidRPr="00A72D43">
        <w:rPr>
          <w:cs/>
        </w:rPr>
        <w:t>น</w:t>
      </w:r>
      <w:r w:rsidR="00A72D43" w:rsidRPr="00A72D43">
        <w:rPr>
          <w:rFonts w:hint="cs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ให้ทั่วถ้วนได้อย่างไร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จะคำนวณถึงความประเสริฐต่างๆ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ของบุรุษผู้หนึ่งที่มิตรของเขาถึงกับต้องปกปิดความดีงามต่างๆของเขาไว้เพราะความกลัวอันตราย</w:t>
      </w: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cs/>
        </w:rPr>
        <w:lastRenderedPageBreak/>
        <w:t xml:space="preserve"> </w:t>
      </w:r>
      <w:r w:rsidRPr="00B91120">
        <w:rPr>
          <w:rFonts w:hint="cs"/>
          <w:cs/>
        </w:rPr>
        <w:t>ในขณะที่ศัตรูของเขากลบเกลื่อนความดีงามต่าง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นั้นไว้เพราะความชิงชัง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ถึงกระนั้นความดีงามต่าง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ก็ยังแผ่ขจรขจายไปทั่วทุกสารทิศให้ครบถ้วนได้อย่างไร</w:t>
      </w:r>
      <w:r w:rsidRPr="00B91120">
        <w:rPr>
          <w:cs/>
        </w:rPr>
        <w:t>(</w:t>
      </w:r>
      <w:r w:rsidRPr="00B91120">
        <w:rPr>
          <w:rFonts w:hint="cs"/>
          <w:cs/>
        </w:rPr>
        <w:t>๑</w:t>
      </w:r>
      <w:r w:rsidRPr="00B91120">
        <w:rPr>
          <w:cs/>
        </w:rPr>
        <w:t>)</w:t>
      </w:r>
    </w:p>
    <w:p w:rsidR="00A72D43" w:rsidRDefault="00C85AFD" w:rsidP="00C85AFD">
      <w:pPr>
        <w:pStyle w:val="libNormal"/>
      </w:pPr>
      <w:r w:rsidRPr="00B91120">
        <w:rPr>
          <w:rFonts w:hint="cs"/>
          <w:cs/>
        </w:rPr>
        <w:t>และเขาคือ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บุคคลที่ถ้าหากมนุษย์ร่วมกันให้ความรักแล้วไซร้</w:t>
      </w:r>
      <w:r w:rsidRPr="00B91120">
        <w:rPr>
          <w:cs/>
        </w:rPr>
        <w:t xml:space="preserve"> </w:t>
      </w:r>
    </w:p>
    <w:p w:rsidR="00C85AFD" w:rsidRPr="00B91120" w:rsidRDefault="00A72D43" w:rsidP="00A72D43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 xml:space="preserve">แน่นอนอัลลอฮ์ </w:t>
      </w:r>
      <w:r w:rsidRPr="00B91120">
        <w:rPr>
          <w:cs/>
        </w:rPr>
        <w:t>(</w:t>
      </w:r>
      <w:r w:rsidR="00C85AFD" w:rsidRPr="00B91120">
        <w:rPr>
          <w:rFonts w:hint="cs"/>
          <w:cs/>
        </w:rPr>
        <w:t>ซ</w:t>
      </w:r>
      <w:r w:rsidR="00C85AFD" w:rsidRPr="00B91120">
        <w:rPr>
          <w:cs/>
        </w:rPr>
        <w:t>.</w:t>
      </w:r>
      <w:r w:rsidR="00C85AFD" w:rsidRPr="00B91120">
        <w:rPr>
          <w:rFonts w:hint="cs"/>
          <w:cs/>
        </w:rPr>
        <w:t>บ</w:t>
      </w:r>
      <w:r w:rsidR="00C85AFD" w:rsidRPr="00B91120">
        <w:rPr>
          <w:cs/>
        </w:rPr>
        <w:t>.)</w:t>
      </w:r>
      <w:r w:rsidR="00C85AFD" w:rsidRPr="00B91120">
        <w:rPr>
          <w:rFonts w:hint="cs"/>
          <w:cs/>
        </w:rPr>
        <w:t>จะไม่ต้องสร้างนรกมา</w:t>
      </w:r>
      <w:r w:rsidR="00C85AFD" w:rsidRPr="00B91120">
        <w:rPr>
          <w:rFonts w:cs="Times New Roman" w:hint="eastAsia"/>
          <w:lang w:bidi="ar-SA"/>
        </w:rPr>
        <w:t>”</w:t>
      </w:r>
      <w:r w:rsidR="00C85AFD" w:rsidRPr="00B91120">
        <w:rPr>
          <w:rFonts w:cs="Times New Roman"/>
          <w:lang w:bidi="ar-SA"/>
        </w:rPr>
        <w:t xml:space="preserve"> </w:t>
      </w:r>
      <w:r w:rsidR="00C85AFD" w:rsidRPr="00B91120">
        <w:rPr>
          <w:rFonts w:hint="cs"/>
          <w:cs/>
        </w:rPr>
        <w:t>เหมือนดังที่ท่านศาสนทูตผู้ยิ่งใหญ่</w:t>
      </w:r>
      <w:r w:rsidR="00C85AFD" w:rsidRPr="00B91120">
        <w:rPr>
          <w:cs/>
        </w:rPr>
        <w:t>(</w:t>
      </w:r>
      <w:r w:rsidR="00C85AFD" w:rsidRPr="00B91120">
        <w:rPr>
          <w:rFonts w:hint="cs"/>
          <w:cs/>
        </w:rPr>
        <w:t>ศ</w:t>
      </w:r>
      <w:r w:rsidR="00C85AFD" w:rsidRPr="00B91120">
        <w:rPr>
          <w:cs/>
        </w:rPr>
        <w:t>)</w:t>
      </w:r>
      <w:r w:rsidR="00C85AFD" w:rsidRPr="00B91120">
        <w:rPr>
          <w:rFonts w:hint="cs"/>
          <w:cs/>
        </w:rPr>
        <w:t>ได้เคยกล่าวว่าไว้เช่นนั้น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เรื่องราวเกี่ยวกับท่าน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ยืดยาวมากจนไม่อาจบันทึกให้จบสิ้นลงในตำราเล่มต่างๆ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ได้และไม่อาจนับจำนวนตำราเหล่านั้นให้ครบถ้วน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จนกระทั่งท่านอิบนุอับบาส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ถึงกล่าวว่า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cs="Times New Roman" w:hint="eastAsia"/>
          <w:lang w:bidi="ar-SA"/>
        </w:rPr>
        <w:t xml:space="preserve"> </w:t>
      </w: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หากต้นไม้ทั้งหมดเป็นปากกา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ทะเลทั้งหลายเป็นน้ำหมึก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มนุษย์และญินทั้งหมดเป็นตำราและบัญชีบันทึก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ก็ไม่อาจพรรณนาถึงเกียรติยศต่างๆ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ของท่านอะมีรุลมุมีนิน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ได้หมด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๒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ฉะนั้นเราจึงจำเป็นต้องสรุปเรื่องราวที่เกี่ยวกับท่าน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ลงในหนังสือเล่มนี้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ก็เพียงแค่ชี้แนะถึงคุณสมบัติพิเศษและความดีงามในด้านต่างๆ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ของท่านบางประการเท่านั้น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ส่วนหน้าที่ในการเสนอรายละเอียดนั้นเป็นเรื่องของตำราอื่นๆ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นอกเหนือไปจากเล่มนี้</w:t>
      </w:r>
    </w:p>
    <w:p w:rsidR="00C85AFD" w:rsidRPr="00A72D43" w:rsidRDefault="00C85AFD" w:rsidP="00A72D43">
      <w:pPr>
        <w:pStyle w:val="libFootnote"/>
      </w:pPr>
      <w:r w:rsidRPr="00A72D43">
        <w:rPr>
          <w:rFonts w:hint="cs"/>
          <w:cs/>
        </w:rPr>
        <w:t>------------------------------------------------------</w:t>
      </w:r>
    </w:p>
    <w:p w:rsidR="00C85AFD" w:rsidRPr="00A72D43" w:rsidRDefault="00A72D43" w:rsidP="00A72D43">
      <w:pPr>
        <w:pStyle w:val="libArFootnote"/>
        <w:bidi w:val="0"/>
      </w:pPr>
      <w:bookmarkStart w:id="77" w:name="_Toc414268945"/>
      <w:r w:rsidRPr="00A72D43">
        <w:rPr>
          <w:rFonts w:hint="cs"/>
          <w:szCs w:val="24"/>
          <w:rtl/>
          <w:cs/>
        </w:rPr>
        <w:t>(</w:t>
      </w:r>
      <w:r w:rsidR="00C85AFD" w:rsidRPr="00A72D43">
        <w:rPr>
          <w:rFonts w:ascii="Angsana New" w:hAnsi="Angsana New" w:cs="Angsana New" w:hint="cs"/>
          <w:szCs w:val="24"/>
          <w:cs/>
          <w:lang w:bidi="th-TH"/>
        </w:rPr>
        <w:t>๑</w:t>
      </w:r>
      <w:r w:rsidRPr="00A72D43">
        <w:rPr>
          <w:rFonts w:hint="cs"/>
          <w:szCs w:val="24"/>
          <w:rtl/>
          <w:cs/>
        </w:rPr>
        <w:t>)</w:t>
      </w:r>
      <w:r w:rsidR="00C85AFD" w:rsidRPr="00A72D43">
        <w:rPr>
          <w:rFonts w:ascii="Angsana New" w:hAnsi="Angsana New" w:cs="Angsana New" w:hint="cs"/>
          <w:szCs w:val="24"/>
          <w:cs/>
          <w:lang w:bidi="th-TH"/>
        </w:rPr>
        <w:t>เป็นคำพูดของท่าน</w:t>
      </w:r>
      <w:r w:rsidR="00C85AFD" w:rsidRPr="00A72D43">
        <w:rPr>
          <w:szCs w:val="24"/>
          <w:rtl/>
          <w:cs/>
        </w:rPr>
        <w:t xml:space="preserve"> </w:t>
      </w:r>
      <w:r w:rsidR="00C85AFD" w:rsidRPr="00A72D43">
        <w:rPr>
          <w:rFonts w:ascii="Angsana New" w:hAnsi="Angsana New" w:cs="Angsana New" w:hint="cs"/>
          <w:szCs w:val="24"/>
          <w:cs/>
          <w:lang w:bidi="th-TH"/>
        </w:rPr>
        <w:t>มุฮัมมัด</w:t>
      </w:r>
      <w:r w:rsidR="00C85AFD" w:rsidRPr="00A72D43">
        <w:rPr>
          <w:szCs w:val="24"/>
          <w:rtl/>
          <w:cs/>
        </w:rPr>
        <w:t xml:space="preserve"> </w:t>
      </w:r>
      <w:r w:rsidR="00C85AFD" w:rsidRPr="00A72D43">
        <w:rPr>
          <w:rFonts w:ascii="Angsana New" w:hAnsi="Angsana New" w:cs="Angsana New" w:hint="cs"/>
          <w:szCs w:val="24"/>
          <w:cs/>
          <w:lang w:bidi="th-TH"/>
        </w:rPr>
        <w:t>อัช</w:t>
      </w:r>
      <w:r w:rsidR="00C85AFD" w:rsidRPr="00A72D43">
        <w:rPr>
          <w:szCs w:val="24"/>
          <w:rtl/>
          <w:cs/>
        </w:rPr>
        <w:t>-</w:t>
      </w:r>
      <w:r w:rsidR="00C85AFD" w:rsidRPr="00A72D43">
        <w:rPr>
          <w:rFonts w:ascii="Angsana New" w:hAnsi="Angsana New" w:cs="Angsana New" w:hint="cs"/>
          <w:szCs w:val="24"/>
          <w:cs/>
          <w:lang w:bidi="th-TH"/>
        </w:rPr>
        <w:t>ชาฟิอีย์</w:t>
      </w:r>
      <w:r w:rsidR="00C85AFD" w:rsidRPr="00A72D43">
        <w:rPr>
          <w:szCs w:val="24"/>
          <w:rtl/>
          <w:cs/>
        </w:rPr>
        <w:t xml:space="preserve"> </w:t>
      </w:r>
      <w:r w:rsidRPr="00A72D43">
        <w:rPr>
          <w:rFonts w:hint="cs"/>
          <w:szCs w:val="24"/>
          <w:rtl/>
          <w:cs/>
        </w:rPr>
        <w:t>(</w:t>
      </w:r>
      <w:r w:rsidR="00C85AFD" w:rsidRPr="00A72D43">
        <w:rPr>
          <w:rFonts w:ascii="Angsana New" w:hAnsi="Angsana New" w:cs="Angsana New" w:hint="cs"/>
          <w:szCs w:val="24"/>
          <w:cs/>
          <w:lang w:bidi="th-TH"/>
        </w:rPr>
        <w:t>อิมาม</w:t>
      </w:r>
      <w:r w:rsidR="00C85AFD" w:rsidRPr="00A72D43">
        <w:rPr>
          <w:szCs w:val="24"/>
          <w:rtl/>
          <w:cs/>
        </w:rPr>
        <w:t xml:space="preserve"> </w:t>
      </w:r>
      <w:r w:rsidR="00C85AFD" w:rsidRPr="00A72D43">
        <w:rPr>
          <w:rFonts w:ascii="Angsana New" w:hAnsi="Angsana New" w:cs="Angsana New" w:hint="cs"/>
          <w:szCs w:val="24"/>
          <w:cs/>
          <w:lang w:bidi="th-TH"/>
        </w:rPr>
        <w:t>มัซฮับ</w:t>
      </w:r>
      <w:r w:rsidRPr="00A72D43">
        <w:rPr>
          <w:rFonts w:hint="cs"/>
          <w:szCs w:val="24"/>
          <w:rtl/>
          <w:cs/>
        </w:rPr>
        <w:t>)</w:t>
      </w:r>
      <w:bookmarkEnd w:id="77"/>
    </w:p>
    <w:p w:rsidR="00C85AFD" w:rsidRPr="00A72D43" w:rsidRDefault="00C85AFD" w:rsidP="00A72D43">
      <w:pPr>
        <w:pStyle w:val="libArFootnote"/>
        <w:bidi w:val="0"/>
      </w:pPr>
      <w:r w:rsidRPr="00A72D43">
        <w:rPr>
          <w:szCs w:val="24"/>
          <w:rtl/>
          <w:cs/>
        </w:rPr>
        <w:t xml:space="preserve"> </w:t>
      </w:r>
      <w:bookmarkStart w:id="78" w:name="_Toc414268946"/>
      <w:r w:rsidRPr="00A72D43">
        <w:rPr>
          <w:rFonts w:ascii="Angsana New" w:hAnsi="Angsana New" w:cs="Angsana New" w:hint="cs"/>
          <w:szCs w:val="24"/>
          <w:cs/>
          <w:lang w:bidi="th-TH"/>
        </w:rPr>
        <w:t>โปรดดูในอะฮาดีษุล</w:t>
      </w:r>
      <w:r w:rsidRPr="00A72D43">
        <w:rPr>
          <w:szCs w:val="24"/>
          <w:rtl/>
          <w:cs/>
        </w:rPr>
        <w:t>-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มุสลิมีนฟีฟะฏออิลอะมีริลมุมินีน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๑๗</w:t>
      </w:r>
      <w:bookmarkEnd w:id="78"/>
    </w:p>
    <w:p w:rsidR="00C85AFD" w:rsidRPr="00A72D43" w:rsidRDefault="00C85AFD" w:rsidP="00A72D43">
      <w:pPr>
        <w:pStyle w:val="libArFootnote"/>
        <w:bidi w:val="0"/>
        <w:rPr>
          <w:szCs w:val="24"/>
          <w:rtl/>
          <w:cs/>
        </w:rPr>
      </w:pPr>
      <w:bookmarkStart w:id="79" w:name="_Toc414268947"/>
      <w:r w:rsidRPr="00A72D43">
        <w:rPr>
          <w:rFonts w:hint="cs"/>
          <w:szCs w:val="24"/>
          <w:rtl/>
          <w:cs/>
        </w:rPr>
        <w:t>(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๒</w:t>
      </w:r>
      <w:r w:rsidRPr="00A72D43">
        <w:rPr>
          <w:rFonts w:ascii="Traditional Arabic" w:hAnsi="Traditional Arabic" w:hint="cs"/>
          <w:szCs w:val="24"/>
          <w:rtl/>
          <w:cs/>
        </w:rPr>
        <w:t>)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ตัซกิเราะตุลเคาะวาศ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A72D43">
        <w:rPr>
          <w:szCs w:val="24"/>
          <w:rtl/>
          <w:cs/>
        </w:rPr>
        <w:t xml:space="preserve"> </w:t>
      </w:r>
      <w:r w:rsidRPr="00A72D43">
        <w:rPr>
          <w:rFonts w:ascii="Angsana New" w:hAnsi="Angsana New" w:cs="Angsana New" w:hint="cs"/>
          <w:szCs w:val="24"/>
          <w:cs/>
          <w:lang w:bidi="th-TH"/>
        </w:rPr>
        <w:t>๗</w:t>
      </w:r>
      <w:bookmarkEnd w:id="79"/>
    </w:p>
    <w:p w:rsidR="00C85AFD" w:rsidRPr="00CF04F0" w:rsidRDefault="00C85AFD" w:rsidP="00CF04F0">
      <w:pPr>
        <w:pStyle w:val="libFootnote"/>
        <w:rPr>
          <w:sz w:val="32"/>
        </w:rPr>
      </w:pPr>
      <w:r w:rsidRPr="00A72D43">
        <w:rPr>
          <w:rtl/>
          <w:cs/>
        </w:rPr>
        <w:br w:type="page"/>
      </w:r>
    </w:p>
    <w:p w:rsidR="00C85AFD" w:rsidRDefault="00C85AFD" w:rsidP="00C85AFD">
      <w:pPr>
        <w:pStyle w:val="Heading1"/>
      </w:pPr>
      <w:bookmarkStart w:id="80" w:name="_Toc414268948"/>
      <w:r w:rsidRPr="00B91120">
        <w:rPr>
          <w:rFonts w:hint="cs"/>
          <w:cs/>
        </w:rPr>
        <w:lastRenderedPageBreak/>
        <w:t>ชีวประวัติของท่านอิมามอะลี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bookmarkEnd w:id="80"/>
    </w:p>
    <w:p w:rsidR="00C85AFD" w:rsidRPr="00F70B2F" w:rsidRDefault="00C85AFD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นามจริง</w:t>
      </w:r>
      <w:r w:rsidRPr="00B91120">
        <w:rPr>
          <w:cs/>
        </w:rPr>
        <w:t xml:space="preserve"> ............................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ชื่อบิดา</w:t>
      </w:r>
      <w:r w:rsidRPr="00B91120">
        <w:rPr>
          <w:cs/>
        </w:rPr>
        <w:t xml:space="preserve"> ............................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อะบูฏอลิบ</w:t>
      </w:r>
      <w:r w:rsidRPr="00B91120">
        <w:rPr>
          <w:cs/>
        </w:rPr>
        <w:t xml:space="preserve"> (</w:t>
      </w:r>
      <w:r w:rsidRPr="00B91120">
        <w:rPr>
          <w:rFonts w:hint="cs"/>
          <w:cs/>
        </w:rPr>
        <w:t>อับดุล</w:t>
      </w:r>
      <w:r w:rsidRPr="00B91120">
        <w:rPr>
          <w:cs/>
        </w:rPr>
        <w:t>-</w:t>
      </w:r>
      <w:r w:rsidRPr="00B91120">
        <w:rPr>
          <w:rFonts w:hint="cs"/>
          <w:cs/>
        </w:rPr>
        <w:t>มะนาฟ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ชื่อมารดา</w:t>
      </w:r>
      <w:r w:rsidRPr="00B91120">
        <w:rPr>
          <w:cs/>
        </w:rPr>
        <w:t xml:space="preserve"> .........................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ฟาฏิมะฮ์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บินติอะซัด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บินฮาชิม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ชื่อปู่</w:t>
      </w:r>
      <w:r w:rsidRPr="00B91120">
        <w:rPr>
          <w:cs/>
        </w:rPr>
        <w:t xml:space="preserve"> ................................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อับดุล</w:t>
      </w:r>
      <w:r w:rsidRPr="00B91120">
        <w:rPr>
          <w:cs/>
        </w:rPr>
        <w:t>-</w:t>
      </w:r>
      <w:r w:rsidRPr="00B91120">
        <w:rPr>
          <w:rFonts w:hint="cs"/>
          <w:cs/>
        </w:rPr>
        <w:t>มุฏฏอลิบ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บินฮาชิม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พี่น้องฝ่ายชาย</w:t>
      </w:r>
      <w:r w:rsidRPr="00B91120">
        <w:rPr>
          <w:cs/>
        </w:rPr>
        <w:t xml:space="preserve"> .................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ฏอลิบ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ญะอ์ฟัร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พี่น้องฝ่ายหญิง</w:t>
      </w:r>
      <w:r w:rsidRPr="00B91120">
        <w:rPr>
          <w:cs/>
        </w:rPr>
        <w:t xml:space="preserve"> ..............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อุมมุฮานี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ญิมานะฮ์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เกิด</w:t>
      </w:r>
      <w:r w:rsidRPr="00B91120">
        <w:rPr>
          <w:cs/>
        </w:rPr>
        <w:t xml:space="preserve"> ................................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วันศุกร์ที่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เดือนเราะญับ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ที่สถานอัลกะอ์บะฮ์อันทรงเกียรติ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เมื่อท่านศาสนทูตผู้ยิ่งใหญ่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มีอายุได้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๓๐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ปี</w:t>
      </w:r>
    </w:p>
    <w:p w:rsidR="00CF04F0" w:rsidRDefault="00CF04F0" w:rsidP="00C85AFD">
      <w:pPr>
        <w:pStyle w:val="libNormal"/>
      </w:pPr>
    </w:p>
    <w:p w:rsidR="00CF04F0" w:rsidRDefault="00CF04F0" w:rsidP="00C85AFD">
      <w:pPr>
        <w:pStyle w:val="libNormal"/>
      </w:pPr>
    </w:p>
    <w:p w:rsidR="00C85AFD" w:rsidRPr="00CF04F0" w:rsidRDefault="00C85AFD" w:rsidP="00CF04F0">
      <w:pPr>
        <w:rPr>
          <w:rFonts w:ascii="Angsana New" w:hAnsi="Angsana New" w:cs="Cordia New"/>
          <w:sz w:val="32"/>
          <w:szCs w:val="30"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lastRenderedPageBreak/>
        <w:t>บุคลิกลักษณะส่วนตัว</w:t>
      </w:r>
      <w:r w:rsidRPr="00B91120">
        <w:rPr>
          <w:cs/>
        </w:rPr>
        <w:t>.................</w:t>
      </w:r>
    </w:p>
    <w:p w:rsidR="00A72D43" w:rsidRDefault="00C85AFD" w:rsidP="00A72D43">
      <w:pPr>
        <w:pStyle w:val="libNormal"/>
      </w:pP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มีเรือนร่างสมส่วนคิ้วโก่ง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ดวงตากลมโต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ใบหน้างดงามดุจดวงเดือนในคืนวันเพ็ญอันสวยงาม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ผิวสีน้ำตาล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มีเรือนผมบางเป็นลอน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ผมที่ท้ายทอยด</w:t>
      </w:r>
      <w:r w:rsidR="00CF04F0">
        <w:rPr>
          <w:rFonts w:hint="cs"/>
          <w:cs/>
        </w:rPr>
        <w:t>ั</w:t>
      </w:r>
      <w:r w:rsidRPr="00B91120">
        <w:rPr>
          <w:rFonts w:hint="cs"/>
          <w:cs/>
        </w:rPr>
        <w:t>งมงกุฏ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ลำคอเชิดระหงโดดเด่นราวคณโฑเงิน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หน้าท้องอวบเรือนกายกำยำ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หน้าอกผึ่งผาย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ฝ่ามือนูนหนา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กล้า</w:t>
      </w:r>
      <w:r w:rsidR="00CF04F0">
        <w:rPr>
          <w:rFonts w:hint="cs"/>
          <w:cs/>
        </w:rPr>
        <w:t>ม</w:t>
      </w:r>
      <w:r w:rsidRPr="00B91120">
        <w:rPr>
          <w:rFonts w:hint="cs"/>
          <w:cs/>
        </w:rPr>
        <w:t>เนื้อแน่นจนแยกแทบไม่ออก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ระหว่างแขนกับข้อศอก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ลำข้อศอกอวบอูม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ไหล่ผาย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เครางามปล่อยมาถึงทรวงอก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แข้งสองข้างกำยำยิ่งนัก</w:t>
      </w:r>
      <w:r w:rsidRPr="00B91120">
        <w:rPr>
          <w:cs/>
        </w:rPr>
        <w:t>(</w:t>
      </w:r>
      <w:r w:rsidRPr="00B91120">
        <w:rPr>
          <w:rFonts w:hint="cs"/>
          <w:cs/>
        </w:rPr>
        <w:t>๓</w:t>
      </w:r>
      <w:r w:rsidRPr="00B91120">
        <w:rPr>
          <w:cs/>
        </w:rPr>
        <w:t>)</w:t>
      </w:r>
    </w:p>
    <w:p w:rsidR="00A72D43" w:rsidRPr="006C022B" w:rsidRDefault="00A72D43" w:rsidP="00A72D43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การเข้ารับอิสลาม</w:t>
      </w:r>
      <w:r w:rsidRPr="00B91120">
        <w:rPr>
          <w:cs/>
        </w:rPr>
        <w:t xml:space="preserve"> ...........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ท่านคือคนแรกที่เข้ารับอิสลาม</w:t>
      </w:r>
    </w:p>
    <w:p w:rsidR="00C85AFD" w:rsidRPr="006C022B" w:rsidRDefault="00C85AFD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ภรรยาที่ปรากฏชื่อเสียง</w:t>
      </w:r>
      <w:r w:rsidRPr="00B91120">
        <w:rPr>
          <w:cs/>
        </w:rPr>
        <w:t xml:space="preserve"> .....................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ฟาฏิมะฮ์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อัซซะฮรออ์</w:t>
      </w:r>
      <w:r w:rsidRPr="00B91120">
        <w:rPr>
          <w:cs/>
        </w:rPr>
        <w:t>(</w:t>
      </w:r>
      <w:r>
        <w:rPr>
          <w:rFonts w:hint="cs"/>
          <w:cs/>
        </w:rPr>
        <w:t>ซ</w:t>
      </w:r>
      <w:r w:rsidRPr="00B91120">
        <w:rPr>
          <w:cs/>
        </w:rPr>
        <w:t xml:space="preserve">) 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เคาละฮ์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บินติญะอ์ฟัร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บินกัยซ์</w:t>
      </w:r>
      <w:r w:rsidRPr="00B91120">
        <w:rPr>
          <w:cs/>
        </w:rPr>
        <w:t xml:space="preserve"> </w:t>
      </w:r>
    </w:p>
    <w:p w:rsidR="00C85AFD" w:rsidRDefault="00C85AFD" w:rsidP="00CF04F0">
      <w:pPr>
        <w:pStyle w:val="libNormal"/>
        <w:ind w:firstLine="0"/>
      </w:pPr>
      <w:r w:rsidRPr="00B91120">
        <w:rPr>
          <w:rFonts w:hint="cs"/>
          <w:cs/>
        </w:rPr>
        <w:t>อัลค็อษอะมียะฮ์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อุมมุฮะบีบ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บินติ</w:t>
      </w:r>
      <w:r w:rsidRPr="00B91120">
        <w:rPr>
          <w:cs/>
        </w:rPr>
        <w:t>-</w:t>
      </w:r>
      <w:r w:rsidRPr="00B91120">
        <w:rPr>
          <w:rFonts w:hint="cs"/>
          <w:cs/>
        </w:rPr>
        <w:t>เราะบีอะฮ์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อุมมุล</w:t>
      </w:r>
      <w:r w:rsidRPr="00B91120">
        <w:rPr>
          <w:cs/>
        </w:rPr>
        <w:t>-</w:t>
      </w:r>
      <w:r w:rsidRPr="00B91120">
        <w:rPr>
          <w:rFonts w:hint="cs"/>
          <w:cs/>
        </w:rPr>
        <w:t>บะนีน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บินติฮิชาม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บินคอลิด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บินดาริม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ลัยลา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บินมัสอูด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อัดดาริมียะฮ์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อัซมาอ์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บินติอุมัยซ์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ค็อษ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อะมียะฮ์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อุมมุ</w:t>
      </w:r>
      <w:r w:rsidRPr="00B91120">
        <w:rPr>
          <w:cs/>
        </w:rPr>
        <w:t>-</w:t>
      </w:r>
      <w:r w:rsidRPr="00B91120">
        <w:rPr>
          <w:rFonts w:hint="cs"/>
          <w:cs/>
        </w:rPr>
        <w:t>ซะอีด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บินติอุรวะฮ์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บินมัซอูด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อัซ</w:t>
      </w:r>
      <w:r w:rsidRPr="00B91120">
        <w:rPr>
          <w:cs/>
        </w:rPr>
        <w:t>-</w:t>
      </w:r>
      <w:r>
        <w:rPr>
          <w:rFonts w:hint="cs"/>
          <w:cs/>
        </w:rPr>
        <w:t>ซะกะ</w:t>
      </w:r>
      <w:r w:rsidRPr="00B91120">
        <w:rPr>
          <w:rFonts w:hint="cs"/>
          <w:cs/>
        </w:rPr>
        <w:t>ฟีย์</w:t>
      </w:r>
    </w:p>
    <w:p w:rsidR="00C85AFD" w:rsidRPr="006C022B" w:rsidRDefault="00C85AFD" w:rsidP="00C85AFD">
      <w:pPr>
        <w:pStyle w:val="libNormal"/>
        <w:ind w:firstLine="0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บุตรชาย</w:t>
      </w:r>
      <w:r w:rsidRPr="00B91120">
        <w:rPr>
          <w:cs/>
        </w:rPr>
        <w:t xml:space="preserve"> ...............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ฮะซัน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cs="Times New Roman"/>
          <w:lang w:bidi="ar-SA"/>
        </w:rPr>
        <w:t xml:space="preserve">, </w:t>
      </w:r>
      <w:r w:rsidR="00A72D43" w:rsidRPr="00B91120">
        <w:rPr>
          <w:rFonts w:hint="cs"/>
          <w:cs/>
        </w:rPr>
        <w:t xml:space="preserve">ฮุเซน </w:t>
      </w:r>
      <w:r w:rsidR="00A72D43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cs="Times New Roman"/>
          <w:lang w:bidi="ar-SA"/>
        </w:rPr>
        <w:t xml:space="preserve">, </w:t>
      </w:r>
      <w:r w:rsidR="00CF04F0" w:rsidRPr="00B91120">
        <w:rPr>
          <w:rFonts w:hint="cs"/>
          <w:cs/>
        </w:rPr>
        <w:t xml:space="preserve">มุฮัมมัด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มีนามแฝงว่า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กอซิม</w:t>
      </w:r>
      <w:r w:rsidRPr="00B91120">
        <w:rPr>
          <w:cs/>
        </w:rPr>
        <w:t>)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อุมัร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ญะอ์ฟัร</w:t>
      </w:r>
      <w:r w:rsidRPr="00B91120">
        <w:rPr>
          <w:rFonts w:cs="Times New Roman"/>
          <w:lang w:bidi="ar-SA"/>
        </w:rPr>
        <w:t>,</w:t>
      </w:r>
    </w:p>
    <w:p w:rsidR="00C85AFD" w:rsidRDefault="00C85AFD" w:rsidP="00C85AFD">
      <w:pPr>
        <w:pStyle w:val="libNormal"/>
        <w:ind w:firstLine="0"/>
      </w:pP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อุษมาน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อับดุลลอฮ์</w:t>
      </w:r>
      <w:r w:rsidR="00A72D43" w:rsidRPr="00B91120">
        <w:rPr>
          <w:rFonts w:cs="Times New Roman"/>
          <w:lang w:bidi="ar-SA"/>
        </w:rPr>
        <w:t>,</w:t>
      </w:r>
      <w:r w:rsidR="00A72D43" w:rsidRPr="00B91120">
        <w:rPr>
          <w:rFonts w:hint="cs"/>
          <w:cs/>
        </w:rPr>
        <w:t xml:space="preserve"> มุฮัมมั</w:t>
      </w:r>
      <w:r w:rsidR="00A72D43" w:rsidRPr="00B91120">
        <w:rPr>
          <w:cs/>
        </w:rPr>
        <w:t>ด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อัศฆ็อร</w:t>
      </w:r>
      <w:r w:rsidRPr="00B91120">
        <w:rPr>
          <w:cs/>
        </w:rPr>
        <w:t xml:space="preserve"> (</w:t>
      </w:r>
      <w:r w:rsidRPr="00B91120">
        <w:rPr>
          <w:rFonts w:hint="cs"/>
          <w:cs/>
        </w:rPr>
        <w:t>มีนามแฝงว่า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อะบูบักร์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  <w:ind w:firstLine="0"/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อุบัยดิลลาฮ์</w:t>
      </w:r>
      <w:r w:rsidRPr="00B91120">
        <w:rPr>
          <w:rFonts w:cs="Times New Roman"/>
          <w:lang w:bidi="ar-SA"/>
        </w:rPr>
        <w:t xml:space="preserve">, </w:t>
      </w:r>
      <w:r w:rsidR="00CF04F0" w:rsidRPr="00B91120">
        <w:rPr>
          <w:rFonts w:hint="cs"/>
          <w:cs/>
        </w:rPr>
        <w:t>ยะฮ์ยา</w:t>
      </w:r>
      <w:r w:rsidR="00CF04F0">
        <w:rPr>
          <w:rFonts w:hint="cs"/>
          <w:cs/>
        </w:rPr>
        <w:t xml:space="preserve"> </w:t>
      </w:r>
      <w:r w:rsidR="00CF04F0">
        <w:rPr>
          <w:cs/>
        </w:rPr>
        <w:t>(</w:t>
      </w:r>
      <w:r>
        <w:rPr>
          <w:rFonts w:hint="cs"/>
          <w:cs/>
        </w:rPr>
        <w:t>๔)</w:t>
      </w:r>
    </w:p>
    <w:p w:rsidR="00CF04F0" w:rsidRDefault="00CF04F0" w:rsidP="00C85AFD">
      <w:pPr>
        <w:pStyle w:val="libNormal"/>
        <w:ind w:firstLine="0"/>
      </w:pPr>
      <w:r>
        <w:rPr>
          <w:rFonts w:hint="cs"/>
          <w:cs/>
        </w:rPr>
        <w:t>----------------------------------------------------------------</w:t>
      </w:r>
    </w:p>
    <w:p w:rsidR="00C85AFD" w:rsidRPr="00CF04F0" w:rsidRDefault="00C85AFD" w:rsidP="00CF04F0">
      <w:pPr>
        <w:pStyle w:val="libArFootnote"/>
        <w:bidi w:val="0"/>
      </w:pPr>
      <w:bookmarkStart w:id="81" w:name="_Toc414268949"/>
      <w:r w:rsidRPr="00CF04F0">
        <w:rPr>
          <w:rFonts w:hint="cs"/>
          <w:szCs w:val="24"/>
          <w:rtl/>
          <w:cs/>
        </w:rPr>
        <w:t>(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๓</w:t>
      </w:r>
      <w:r w:rsidRPr="00CF04F0">
        <w:rPr>
          <w:rFonts w:ascii="Traditional Arabic" w:hAnsi="Traditional Arabic" w:hint="cs"/>
          <w:szCs w:val="24"/>
          <w:rtl/>
          <w:cs/>
        </w:rPr>
        <w:t>)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ฮะยาตุ</w:t>
      </w:r>
      <w:r w:rsidRPr="00CF04F0">
        <w:rPr>
          <w:szCs w:val="24"/>
          <w:rtl/>
          <w:cs/>
        </w:rPr>
        <w:t>-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อะมีริลมุมินีน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๓๗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และซะคออิรุล</w:t>
      </w:r>
      <w:r w:rsidRPr="00CF04F0">
        <w:rPr>
          <w:szCs w:val="24"/>
          <w:rtl/>
          <w:cs/>
        </w:rPr>
        <w:t>-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อุกบา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๕๗</w:t>
      </w:r>
      <w:bookmarkEnd w:id="81"/>
    </w:p>
    <w:p w:rsidR="00C85AFD" w:rsidRDefault="00C85AFD" w:rsidP="00CF04F0">
      <w:pPr>
        <w:pStyle w:val="libArFootnote"/>
        <w:bidi w:val="0"/>
        <w:rPr>
          <w:rFonts w:cs="Cordia New"/>
          <w:szCs w:val="30"/>
          <w:lang w:bidi="th-TH"/>
        </w:rPr>
      </w:pPr>
      <w:bookmarkStart w:id="82" w:name="_Toc414268950"/>
      <w:r w:rsidRPr="00CF04F0">
        <w:t>(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๔</w:t>
      </w:r>
      <w:r w:rsidRPr="00CF04F0">
        <w:rPr>
          <w:szCs w:val="24"/>
          <w:rtl/>
          <w:cs/>
        </w:rPr>
        <w:t xml:space="preserve">)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นี่คือรายงานตามที่ท่านเชคมุฟีดบันทึก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และท่านกล่าวว่า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ตามหลักฐานในสายชีอะฮยังมีอีกคนหนึ่งชื่อว่า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มุฮ์ซิน</w:t>
      </w:r>
      <w:r w:rsidRPr="00CF04F0">
        <w:rPr>
          <w:szCs w:val="24"/>
          <w:rtl/>
          <w:cs/>
        </w:rPr>
        <w:t xml:space="preserve"> (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คลอดก่อนกำหนด</w:t>
      </w:r>
      <w:r w:rsidRPr="00CF04F0">
        <w:rPr>
          <w:szCs w:val="24"/>
          <w:rtl/>
          <w:cs/>
        </w:rPr>
        <w:t>)</w:t>
      </w:r>
      <w:bookmarkEnd w:id="82"/>
    </w:p>
    <w:p w:rsidR="00CF04F0" w:rsidRPr="00CF04F0" w:rsidRDefault="00CF04F0" w:rsidP="00CF04F0">
      <w:pPr>
        <w:pStyle w:val="libArFootnote"/>
        <w:bidi w:val="0"/>
        <w:rPr>
          <w:rFonts w:cs="Cordia New"/>
          <w:szCs w:val="30"/>
          <w:cs/>
          <w:lang w:bidi="th-TH"/>
        </w:rPr>
      </w:pP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บุตรสาว</w:t>
      </w:r>
      <w:r w:rsidRPr="00B91120">
        <w:rPr>
          <w:cs/>
        </w:rPr>
        <w:t xml:space="preserve"> ...........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ซัยหนับ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กุบรอ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ซัยหนับ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="00CF04F0" w:rsidRPr="00B91120">
        <w:rPr>
          <w:rFonts w:hint="cs"/>
          <w:cs/>
        </w:rPr>
        <w:t xml:space="preserve">ศุฆรอ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มีนามแฝงว่า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อุมมุกุลซูม</w:t>
      </w:r>
      <w:r w:rsidRPr="00B91120">
        <w:rPr>
          <w:cs/>
        </w:rPr>
        <w:t>)</w:t>
      </w:r>
      <w:r w:rsidRPr="00B91120">
        <w:rPr>
          <w:rFonts w:cs="Times New Roman"/>
          <w:lang w:bidi="ar-SA"/>
        </w:rPr>
        <w:t xml:space="preserve">, </w:t>
      </w:r>
    </w:p>
    <w:p w:rsidR="00CF04F0" w:rsidRDefault="00C85AFD" w:rsidP="00CF04F0">
      <w:pPr>
        <w:pStyle w:val="libNormal"/>
        <w:ind w:firstLine="0"/>
      </w:pPr>
      <w:r w:rsidRPr="00B91120">
        <w:rPr>
          <w:rFonts w:hint="cs"/>
          <w:cs/>
        </w:rPr>
        <w:t>รุก็อยยะฮ์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อุมมุล</w:t>
      </w:r>
      <w:r w:rsidRPr="00B91120">
        <w:rPr>
          <w:cs/>
        </w:rPr>
        <w:t>-</w:t>
      </w:r>
      <w:r w:rsidRPr="00B91120">
        <w:rPr>
          <w:rFonts w:hint="cs"/>
          <w:cs/>
        </w:rPr>
        <w:t>ฮะซัน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ร็อมละฮ์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นะฟีซะฮ์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ซัยหนับ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อัศ</w:t>
      </w:r>
      <w:r w:rsidRPr="00B91120">
        <w:rPr>
          <w:cs/>
        </w:rPr>
        <w:t>-</w:t>
      </w:r>
      <w:r w:rsidRPr="00B91120">
        <w:rPr>
          <w:rFonts w:hint="cs"/>
          <w:cs/>
        </w:rPr>
        <w:t>ศุฆรอ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รุก็อยยะฮ์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อัศ</w:t>
      </w:r>
      <w:r w:rsidRPr="00B91120">
        <w:rPr>
          <w:cs/>
        </w:rPr>
        <w:t>-</w:t>
      </w:r>
      <w:r w:rsidRPr="00B91120">
        <w:rPr>
          <w:rFonts w:hint="cs"/>
          <w:cs/>
        </w:rPr>
        <w:t>ศุฆรอ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อุมมุฮานี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อุมมุล</w:t>
      </w:r>
      <w:r w:rsidRPr="00B91120">
        <w:rPr>
          <w:cs/>
        </w:rPr>
        <w:t>-</w:t>
      </w:r>
      <w:r w:rsidR="00CF04F0" w:rsidRPr="00B91120">
        <w:rPr>
          <w:rFonts w:hint="cs"/>
          <w:cs/>
        </w:rPr>
        <w:t xml:space="preserve">กิรอญิมานะฮ์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มีนามแฝงว่า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อุมมุญะอ์ฟัร</w:t>
      </w:r>
      <w:r w:rsidRPr="00B91120">
        <w:rPr>
          <w:cs/>
        </w:rPr>
        <w:t>)</w:t>
      </w:r>
    </w:p>
    <w:p w:rsidR="00C85AFD" w:rsidRDefault="00C85AFD" w:rsidP="00CF04F0">
      <w:pPr>
        <w:pStyle w:val="libNormal"/>
        <w:ind w:firstLine="0"/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อุมมุซะละมะฮ์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มัยมูนะฮ์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คอดีญะฮ์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ฟาฏิมะฮ์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นามแฝงต่างๆ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ของท่านมีดังนี้</w:t>
      </w:r>
      <w:r w:rsidRPr="00B91120">
        <w:rPr>
          <w:cs/>
        </w:rPr>
        <w:t xml:space="preserve"> ............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อะบุล</w:t>
      </w:r>
      <w:r w:rsidRPr="00B91120">
        <w:rPr>
          <w:cs/>
        </w:rPr>
        <w:t>-</w:t>
      </w:r>
      <w:r w:rsidRPr="00B91120">
        <w:rPr>
          <w:rFonts w:hint="cs"/>
          <w:cs/>
        </w:rPr>
        <w:t>ฮะซัน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อะบุลซิบฏัยน์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อะบุลรัยฮานะตัยน์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อะบูตุร็อบ</w:t>
      </w:r>
      <w:r w:rsidRPr="00B91120">
        <w:rPr>
          <w:cs/>
        </w:rPr>
        <w:t xml:space="preserve"> (</w:t>
      </w:r>
      <w:r w:rsidR="00CF04F0" w:rsidRPr="00B91120">
        <w:rPr>
          <w:rFonts w:hint="cs"/>
          <w:cs/>
        </w:rPr>
        <w:t xml:space="preserve">เป็นนามแฝงที่ท่านศาสนทูตแห่งอัลลอฮ์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CF04F0" w:rsidRPr="00B91120">
        <w:rPr>
          <w:rFonts w:hint="cs"/>
          <w:cs/>
        </w:rPr>
        <w:t>) ตั้งให</w:t>
      </w:r>
      <w:r w:rsidR="00CF04F0" w:rsidRPr="00B91120">
        <w:rPr>
          <w:cs/>
        </w:rPr>
        <w:t>้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ฉายานาม</w:t>
      </w:r>
      <w:r w:rsidRPr="00B91120">
        <w:rPr>
          <w:cs/>
        </w:rPr>
        <w:t xml:space="preserve"> .............</w:t>
      </w:r>
    </w:p>
    <w:p w:rsidR="00CF04F0" w:rsidRDefault="00C85AFD" w:rsidP="00C85AFD">
      <w:pPr>
        <w:pStyle w:val="libNormal"/>
      </w:pPr>
      <w:r w:rsidRPr="00B91120">
        <w:rPr>
          <w:rFonts w:hint="cs"/>
          <w:cs/>
        </w:rPr>
        <w:t>อะมีรุลมุมีนีน</w:t>
      </w:r>
      <w:r w:rsidRPr="00B91120">
        <w:rPr>
          <w:rFonts w:cs="Times New Roman"/>
          <w:lang w:bidi="ar-SA"/>
        </w:rPr>
        <w:t>, (</w:t>
      </w:r>
      <w:r w:rsidRPr="00B91120">
        <w:rPr>
          <w:rFonts w:hint="cs"/>
          <w:cs/>
        </w:rPr>
        <w:t>ผู้นำของศรัทธาชน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มุรตะฏอ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อัลวะศีย์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ฮัยดัร</w:t>
      </w:r>
    </w:p>
    <w:p w:rsidR="00C85AFD" w:rsidRDefault="00C85AFD" w:rsidP="00CF04F0">
      <w:pPr>
        <w:pStyle w:val="libNormal"/>
        <w:ind w:firstLine="0"/>
      </w:pP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ยะอ์ซูบุล</w:t>
      </w:r>
      <w:r w:rsidRPr="00B91120">
        <w:rPr>
          <w:cs/>
        </w:rPr>
        <w:t>-</w:t>
      </w:r>
      <w:r w:rsidRPr="00B91120">
        <w:rPr>
          <w:rFonts w:hint="cs"/>
          <w:cs/>
        </w:rPr>
        <w:t>มุมีนีน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ยะอ์ซูบุดดีน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คุณสมบัติเฉพาะตัวในด้านต่าง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</w:p>
    <w:p w:rsidR="00C85AFD" w:rsidRDefault="00C85AFD" w:rsidP="00C85AFD">
      <w:pPr>
        <w:pStyle w:val="libNormal"/>
        <w:numPr>
          <w:ilvl w:val="0"/>
          <w:numId w:val="5"/>
        </w:numPr>
      </w:pPr>
      <w:r w:rsidRPr="00B91120">
        <w:rPr>
          <w:rFonts w:hint="cs"/>
          <w:cs/>
        </w:rPr>
        <w:t>ท่านเกิดที่สถานอัล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กะอ์บะอ์ซึ่งที่แห่งนี้ไม่เคยมีใครถือกำเนิ</w:t>
      </w:r>
      <w:r>
        <w:rPr>
          <w:rFonts w:hint="cs"/>
          <w:cs/>
        </w:rPr>
        <w:t>ด</w:t>
      </w:r>
      <w:r w:rsidRPr="00B91120">
        <w:rPr>
          <w:rFonts w:hint="cs"/>
          <w:cs/>
        </w:rPr>
        <w:t>เลยแม้สักคนเดียว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ทั้งก่อนและหลังจากท่าน</w:t>
      </w:r>
    </w:p>
    <w:p w:rsidR="00C85AFD" w:rsidRPr="00B91120" w:rsidRDefault="00C85AFD" w:rsidP="00C85AFD">
      <w:pPr>
        <w:pStyle w:val="libNormal"/>
        <w:ind w:left="1009" w:firstLine="0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ข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ประกาศความเป็นพี่น้องกับท่านในขณะที่มวลมุสลิมทั้งหลายประกาศความเป็นพี่น้องระหว่างกันและกัน</w:t>
      </w:r>
    </w:p>
    <w:p w:rsidR="00C85AFD" w:rsidRDefault="00C85AFD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ค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เป็นผู้ถือธงชัยของท่านศาสนทูตแห่งอัลลอฮ์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Default="00C85AFD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ง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ในบางสมรภูมิท่านศาสนทูตแห่งอัลลอฮ์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เคยเป็นผู้บังคับบัญชาของท่านแต่ท่านศาสนทูต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ไม่เคยแต่งตั้งใครให้เป็นผู้บังคับบัญชาแก่ท่านอะลี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เลย</w:t>
      </w: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จ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เป็นผู้นำโองการในซูเราะฮ์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อัต</w:t>
      </w:r>
      <w:r w:rsidRPr="00B91120">
        <w:rPr>
          <w:cs/>
        </w:rPr>
        <w:t>-</w:t>
      </w:r>
      <w:r w:rsidRPr="00B91120">
        <w:rPr>
          <w:rFonts w:hint="cs"/>
          <w:cs/>
        </w:rPr>
        <w:t>เตาบะฮ์</w:t>
      </w:r>
      <w:r w:rsidRPr="00B91120">
        <w:rPr>
          <w:cs/>
        </w:rPr>
        <w:t>(</w:t>
      </w:r>
      <w:r w:rsidRPr="00B91120">
        <w:rPr>
          <w:rFonts w:hint="cs"/>
          <w:cs/>
        </w:rPr>
        <w:t>บะรออะฮ์</w:t>
      </w:r>
      <w:r w:rsidRPr="00B91120">
        <w:rPr>
          <w:cs/>
        </w:rPr>
        <w:t>)</w:t>
      </w:r>
      <w:r w:rsidRPr="00B91120">
        <w:rPr>
          <w:rFonts w:hint="cs"/>
          <w:cs/>
        </w:rPr>
        <w:t>ไปประกาศที่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มักกะฮ์</w:t>
      </w:r>
    </w:p>
    <w:p w:rsidR="00C85AFD" w:rsidRDefault="00C85AFD" w:rsidP="00C85AFD">
      <w:pPr>
        <w:pStyle w:val="libNormal"/>
      </w:pPr>
    </w:p>
    <w:p w:rsidR="00C85AFD" w:rsidRPr="00CF04F0" w:rsidRDefault="00C85AFD" w:rsidP="00CF04F0">
      <w:pPr>
        <w:pStyle w:val="libNormal"/>
      </w:pPr>
      <w:r w:rsidRPr="00B91120">
        <w:rPr>
          <w:rFonts w:hint="cs"/>
          <w:cs/>
        </w:rPr>
        <w:t>พิธีรับสัตยาบัน</w:t>
      </w:r>
      <w:r w:rsidRPr="00B91120">
        <w:rPr>
          <w:cs/>
        </w:rPr>
        <w:t xml:space="preserve"> .............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ท่านได้รับสัตยาบันสู่ตำแหน่งคอลีฟะฮ์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ในวันที่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๑๘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เดือนซุลฮิจญะฮ์</w:t>
      </w:r>
      <w:r w:rsidRPr="00B91120">
        <w:rPr>
          <w:cs/>
        </w:rPr>
        <w:t xml:space="preserve"> 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ฮ</w:t>
      </w:r>
      <w:r w:rsidRPr="00B91120">
        <w:rPr>
          <w:cs/>
        </w:rPr>
        <w:t>.</w:t>
      </w:r>
      <w:r w:rsidRPr="00B91120">
        <w:rPr>
          <w:rFonts w:hint="cs"/>
          <w:cs/>
        </w:rPr>
        <w:t>ศ</w:t>
      </w:r>
      <w:r w:rsidRPr="00B91120">
        <w:rPr>
          <w:cs/>
        </w:rPr>
        <w:t>.</w:t>
      </w:r>
      <w:r w:rsidRPr="00B91120">
        <w:rPr>
          <w:rFonts w:hint="cs"/>
          <w:cs/>
        </w:rPr>
        <w:t>๑๐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ที่ตำบลเฆาะดีรคุม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โดยคำสั่งของท่านศาสนทูตแห่งอัลลอฮ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และท่านได้เข้ารับตำแหน่งทางการปกครองในเดือน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ซุล</w:t>
      </w:r>
      <w:r w:rsidRPr="00B91120">
        <w:rPr>
          <w:cs/>
        </w:rPr>
        <w:t>-</w:t>
      </w:r>
      <w:r w:rsidRPr="00B91120">
        <w:rPr>
          <w:rFonts w:hint="cs"/>
          <w:cs/>
        </w:rPr>
        <w:t>ฮิจญะฮ์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ฮ</w:t>
      </w:r>
      <w:r w:rsidRPr="00B91120">
        <w:rPr>
          <w:cs/>
        </w:rPr>
        <w:t>.</w:t>
      </w:r>
      <w:r w:rsidRPr="00B91120">
        <w:rPr>
          <w:rFonts w:hint="cs"/>
          <w:cs/>
        </w:rPr>
        <w:t>ศ</w:t>
      </w:r>
      <w:r w:rsidRPr="00B91120">
        <w:rPr>
          <w:cs/>
        </w:rPr>
        <w:t>.</w:t>
      </w:r>
      <w:r w:rsidRPr="00B91120">
        <w:rPr>
          <w:rFonts w:hint="cs"/>
          <w:cs/>
        </w:rPr>
        <w:t>๓๕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เมืองหลวงในสมัยของท่าน</w:t>
      </w:r>
      <w:r w:rsidRPr="00B91120">
        <w:rPr>
          <w:cs/>
        </w:rPr>
        <w:t xml:space="preserve"> ...........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กูฟะฮ์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กวีประจำสมัย</w:t>
      </w:r>
      <w:r w:rsidRPr="00B91120">
        <w:rPr>
          <w:cs/>
        </w:rPr>
        <w:t xml:space="preserve"> .........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อัน</w:t>
      </w:r>
      <w:r w:rsidRPr="00B91120">
        <w:rPr>
          <w:cs/>
        </w:rPr>
        <w:t>-</w:t>
      </w:r>
      <w:r w:rsidRPr="00B91120">
        <w:rPr>
          <w:rFonts w:hint="cs"/>
          <w:cs/>
        </w:rPr>
        <w:t>นะญาชี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อัลอะอ์วัร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อัช</w:t>
      </w:r>
      <w:r w:rsidRPr="00B91120">
        <w:rPr>
          <w:cs/>
        </w:rPr>
        <w:t>-</w:t>
      </w:r>
      <w:r w:rsidRPr="00B91120">
        <w:rPr>
          <w:rFonts w:hint="cs"/>
          <w:cs/>
        </w:rPr>
        <w:t>ชันนี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ลายสลักบนแหวน</w:t>
      </w:r>
      <w:r w:rsidRPr="00B91120">
        <w:rPr>
          <w:cs/>
        </w:rPr>
        <w:t xml:space="preserve"> .........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อัลลอฮุล</w:t>
      </w:r>
      <w:r w:rsidRPr="00B91120">
        <w:rPr>
          <w:cs/>
        </w:rPr>
        <w:t>-</w:t>
      </w:r>
      <w:r w:rsidRPr="00B91120">
        <w:rPr>
          <w:rFonts w:hint="cs"/>
          <w:cs/>
        </w:rPr>
        <w:t>มาลิก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วะอะลียุน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อับดุฮู</w:t>
      </w:r>
      <w:r w:rsidRPr="00B91120">
        <w:rPr>
          <w:cs/>
        </w:rPr>
        <w:t>(</w:t>
      </w:r>
      <w:r w:rsidRPr="00B91120">
        <w:rPr>
          <w:rFonts w:hint="cs"/>
          <w:cs/>
        </w:rPr>
        <w:t>อัลลอฮ์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ผู้ทรงเกียรติ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คือบ่าวของพระองค์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สงครามในสมัยของท่าน</w:t>
      </w:r>
      <w:r w:rsidRPr="00B91120">
        <w:rPr>
          <w:cs/>
        </w:rPr>
        <w:t xml:space="preserve"> .............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ญะมัล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ศิฟฟีน</w:t>
      </w:r>
      <w:r w:rsidRPr="00B91120">
        <w:rPr>
          <w:rFonts w:cs="Times New Roman"/>
          <w:lang w:bidi="ar-SA"/>
        </w:rPr>
        <w:t xml:space="preserve">, </w:t>
      </w:r>
      <w:r w:rsidRPr="00B91120">
        <w:rPr>
          <w:rFonts w:hint="cs"/>
          <w:cs/>
        </w:rPr>
        <w:t>นะฮ์รอวาน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ธงประจำการรบของท่าน</w:t>
      </w:r>
      <w:r w:rsidRPr="00B91120">
        <w:rPr>
          <w:cs/>
        </w:rPr>
        <w:t xml:space="preserve"> ............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ธงผืนเดียวกับของท่านศาสนทูตแห่งอัลลอฮ์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ผลงานที่ปรากฏ</w:t>
      </w:r>
      <w:r w:rsidRPr="00B91120">
        <w:rPr>
          <w:cs/>
        </w:rPr>
        <w:t xml:space="preserve"> ..............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นะฮ์ญุล</w:t>
      </w:r>
      <w:r w:rsidRPr="00B91120">
        <w:rPr>
          <w:cs/>
        </w:rPr>
        <w:t>-</w:t>
      </w:r>
      <w:r w:rsidRPr="00B91120">
        <w:rPr>
          <w:rFonts w:hint="cs"/>
          <w:cs/>
        </w:rPr>
        <w:t>บะลาเฆาะฮ์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องครักษ์พิเศษ</w:t>
      </w:r>
      <w:r w:rsidRPr="00B91120">
        <w:rPr>
          <w:cs/>
        </w:rPr>
        <w:t xml:space="preserve"> ...............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ซัลมาน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ฟาริซีย์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อาลักขณ์ประจำตัว</w:t>
      </w:r>
      <w:r w:rsidRPr="00B91120">
        <w:rPr>
          <w:cs/>
        </w:rPr>
        <w:t xml:space="preserve"> ............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อับดุลลอฮ์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บินอะบีรอฟิอ</w:t>
      </w:r>
      <w:r>
        <w:rPr>
          <w:rFonts w:hint="cs"/>
          <w:cs/>
        </w:rPr>
        <w:t>์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วาระแห่งการพลีชีพ</w:t>
      </w:r>
      <w:r w:rsidRPr="00B91120">
        <w:rPr>
          <w:cs/>
        </w:rPr>
        <w:t xml:space="preserve"> ................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อับดุลเราะฮ์มาน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บินมุลญิม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มุรอดี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คอริจญี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ฟาดดาบลงบนศีรษะของท่าน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ในคืนวันที่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เดือน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รอมฏอน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ฮ</w:t>
      </w:r>
      <w:r w:rsidRPr="00B91120">
        <w:rPr>
          <w:cs/>
        </w:rPr>
        <w:t>.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๕๐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ขณะที่ท่านกำลังทำนมาซศุบห์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ที่มัสยิด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กูฟะฮ์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ท่านเสียชีวิตในคืนวันที่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๒๑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ของเดือนดังกล่าวนั่นเอง</w:t>
      </w:r>
      <w:r w:rsidRPr="00B91120">
        <w:rPr>
          <w:cs/>
        </w:rPr>
        <w:t xml:space="preserve"> (</w:t>
      </w:r>
      <w:r w:rsidRPr="00B91120">
        <w:rPr>
          <w:rFonts w:hint="cs"/>
          <w:cs/>
        </w:rPr>
        <w:t>ท่านเป็นชะฮีด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สุสาน</w:t>
      </w:r>
      <w:r w:rsidRPr="00B91120">
        <w:rPr>
          <w:cs/>
        </w:rPr>
        <w:t xml:space="preserve"> ..........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ท่านฮะซัน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ฝังท่านในสภาพที่ปกปิดข่าวเกี่ยวกับตำแหน่งของสุสาน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เพราะกลัวพวกเคาะวาริจญ์และมุอาวิยะฮ์จะล่วงรู้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วันนั้นท้องฟ้าสาดสีทองประกายสูงเด่นเป็นพิเศษ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มวลมุสลิมทั่วทุกสารทิศจากโลกอิสลามทั้งมวลต่างก็ยังหมั่นเพียรในการเยือนสุสานของท่าน</w:t>
      </w:r>
      <w:r w:rsidR="00CF04F0">
        <w:rPr>
          <w:rFonts w:hint="cs"/>
          <w:cs/>
        </w:rPr>
        <w:t xml:space="preserve"> ณ นะญัฟ อัลอัชรอฟ </w:t>
      </w:r>
      <w:r w:rsidRPr="00B91120">
        <w:rPr>
          <w:rFonts w:hint="cs"/>
          <w:cs/>
        </w:rPr>
        <w:t>อยู่ตลอดเวลาจนบัดนี้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Heading2"/>
      </w:pPr>
      <w:bookmarkStart w:id="83" w:name="_Toc414268951"/>
      <w:r w:rsidRPr="00B91120">
        <w:rPr>
          <w:rFonts w:hint="cs"/>
          <w:cs/>
        </w:rPr>
        <w:t>ประมวลแห่งคุณงามความดี</w:t>
      </w:r>
      <w:bookmarkEnd w:id="83"/>
    </w:p>
    <w:p w:rsidR="00C85AFD" w:rsidRPr="001F4393" w:rsidRDefault="00C85AFD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หลังจากท่านศาสนทูตผู้ยิ่งใหญ่</w:t>
      </w:r>
      <w:r w:rsidRPr="00B91120">
        <w:rPr>
          <w:cs/>
        </w:rPr>
        <w:t>(</w:t>
      </w:r>
      <w:r w:rsidRPr="00B91120">
        <w:rPr>
          <w:rFonts w:hint="cs"/>
          <w:cs/>
        </w:rPr>
        <w:t>ขออัลลอฮ์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ประทานความจำเริญแก่ท่านและแก่บรรดาวงศ์วานของท่าน</w:t>
      </w:r>
      <w:r w:rsidRPr="00B91120">
        <w:rPr>
          <w:cs/>
        </w:rPr>
        <w:t>)</w:t>
      </w:r>
      <w:r w:rsidRPr="00B91120">
        <w:rPr>
          <w:rFonts w:hint="cs"/>
          <w:cs/>
        </w:rPr>
        <w:t>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โลกยังไม่เคยรู้จักเลยว่าจะมีบุรุษคนใดที่มีคุณงามความดี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และมีจริยธรรมอันทรงเกียรติในด้านต่าง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อย่างครบครัน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เสมอเหมือนกับท่านอิมามอะมีรุลมุมีนิน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ยู่ในฐานะดีเด่นล้ำหน้าสำหรับชนรุ่นก่อนและเป็นที่น่าอัศจรรย์ใจสำหรับชนรุ่นหลังคุณงามความดี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มากมายสุดที่จะประมาณได้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ความประเสริฐของท่านยิ่งใหญ่อย่างไม่มีที่สิ้นสุด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กับคุณค่าของบุรุษผู้ที่ท่านศาสนทูตแห่งอัลลอฮ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กล่าวถึง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ไว้ในวันที่เข้าทำการสู้รบกับ</w:t>
      </w:r>
    </w:p>
    <w:p w:rsidR="00C85AFD" w:rsidRDefault="00C85AFD" w:rsidP="00C85AFD">
      <w:pPr>
        <w:pStyle w:val="libNormal"/>
        <w:ind w:firstLine="0"/>
        <w:rPr>
          <w:rFonts w:cs="Cordia New"/>
          <w:szCs w:val="40"/>
        </w:rPr>
      </w:pPr>
      <w:r w:rsidRPr="00B91120">
        <w:rPr>
          <w:rFonts w:hint="cs"/>
          <w:cs/>
        </w:rPr>
        <w:t>อัมร์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บินอับด์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วุดด์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อามิรีย์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พลังศรัทธาทั้งมวล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ได้พิชิตพลังแห่งการตั้งภาคีทั้งมวลแล้ว</w:t>
      </w:r>
      <w:r w:rsidRPr="00B91120">
        <w:rPr>
          <w:rFonts w:cs="Times New Roman" w:hint="eastAsia"/>
          <w:lang w:bidi="ar-SA"/>
        </w:rPr>
        <w:t>”</w:t>
      </w:r>
    </w:p>
    <w:p w:rsidR="00C85AFD" w:rsidRPr="001F4393" w:rsidRDefault="00C85AFD" w:rsidP="00C85AFD">
      <w:pPr>
        <w:pStyle w:val="libNormal"/>
        <w:ind w:firstLine="0"/>
        <w:rPr>
          <w:rFonts w:cs="Cordia New"/>
          <w:szCs w:val="40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และทันทีที่ท่านได้สังหารอัมร์ท่านศาสนทูต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ก็กล่าวสดุดีว่า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CF04F0" w:rsidRPr="00B91120">
        <w:rPr>
          <w:rFonts w:hint="cs"/>
          <w:cs/>
        </w:rPr>
        <w:t xml:space="preserve">การลงดาบครั้งเดียวที่อะลี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CF04F0" w:rsidRPr="00B91120">
        <w:rPr>
          <w:rFonts w:hint="cs"/>
          <w:cs/>
        </w:rPr>
        <w:t>) กระทำต่ออัมร์ในสงครามค็อนดักมีค่าเท่ากับการเคารพภักดีของมนุษย์และญินรวมกั</w:t>
      </w:r>
      <w:r w:rsidR="00CF04F0" w:rsidRPr="00B91120">
        <w:rPr>
          <w:cs/>
        </w:rPr>
        <w:t>น</w:t>
      </w:r>
      <w:r w:rsidRPr="00B91120">
        <w:rPr>
          <w:rFonts w:cs="Times New Roman" w:hint="eastAsia"/>
          <w:lang w:bidi="ar-SA"/>
        </w:rPr>
        <w:t>”</w:t>
      </w:r>
    </w:p>
    <w:p w:rsidR="00C85AFD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แล้วเราคิดคำนวณให้ครบถ้วนได้อย่างไร</w:t>
      </w:r>
      <w:r w:rsidRPr="00B91120">
        <w:rPr>
          <w:rFonts w:cs="Times New Roman"/>
          <w:lang w:bidi="ar-SA"/>
        </w:rPr>
        <w:t>?</w:t>
      </w:r>
    </w:p>
    <w:p w:rsidR="00C85AFD" w:rsidRDefault="00C85AFD" w:rsidP="00C85AFD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ท่านมุญาฮิดกล่าวว่า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มีชายคนหนึ่งตั้งคำถามท่านอิบนุอับบาสว่าเกียรติคุณของอะลี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มีมากมายปานใด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แต่ฉันคิดว่าจะต้องมีถึงสามพันประการ</w:t>
      </w:r>
      <w:r w:rsidRPr="00B91120">
        <w:rPr>
          <w:rFonts w:cs="Times New Roman" w:hint="eastAsia"/>
          <w:lang w:bidi="ar-SA"/>
        </w:rPr>
        <w:t>”</w:t>
      </w:r>
    </w:p>
    <w:p w:rsidR="00C85AFD" w:rsidRPr="001F4393" w:rsidRDefault="00C85AFD" w:rsidP="00C85AFD">
      <w:pPr>
        <w:pStyle w:val="libNormal"/>
        <w:rPr>
          <w:rFonts w:cs="Cordia New"/>
          <w:szCs w:val="40"/>
        </w:rPr>
      </w:pP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ท่านอิบนุอับบาสกล่าวตอบเขาว่า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มันจะต้องมีถึงสามหมื่นประการมากกว่าสามพันประการ</w:t>
      </w:r>
      <w:r w:rsidRPr="00B91120">
        <w:rPr>
          <w:rFonts w:cs="Times New Roman" w:hint="eastAsia"/>
          <w:lang w:bidi="ar-SA"/>
        </w:rPr>
        <w:t>”</w:t>
      </w:r>
    </w:p>
    <w:p w:rsidR="00C85AFD" w:rsidRPr="001F4393" w:rsidRDefault="00C85AFD" w:rsidP="00C85AFD">
      <w:pPr>
        <w:pStyle w:val="libNormal"/>
        <w:rPr>
          <w:rFonts w:cs="Cordia New"/>
          <w:szCs w:val="40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จากนั้นท่านอิบนุอับบาสกล่าวอีกว่า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หากแม้ต้นไม้เป็นปากกา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ท้องทะเลเป็นน้ำหมึก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มนุษย์และญินเป็นสมุดและบัญชีก็ไม่อาจพรรณนาถึงเกียรติคุณของท่านอิมามอะลี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ให้ครบถ้วนได้</w:t>
      </w:r>
      <w:r w:rsidR="00CF04F0" w:rsidRPr="00B91120">
        <w:rPr>
          <w:rFonts w:cs="Times New Roman" w:hint="eastAsia"/>
          <w:lang w:bidi="ar-SA"/>
        </w:rPr>
        <w:t>”</w:t>
      </w:r>
      <w:r w:rsidR="00CF04F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๑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ราจะพรรณนาถึงคุณงามความดีของบุรุษผู้หนึ่งให้ครบถ้วนได้อย่างไรในเมื่อท่านเป็นคนแรกที่เข้ารับอิสล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และมีการเคารพ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อิบาดะฮ์มากกว่าใครทั้งหมด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เป็นคนสมถะที่สุดในโลก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เป็นคนมือสะอาดที่สุด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เป็นผู้เสียสละมากที่สุด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เป็นคนที่รู้ในเรื่องของคัมภีร์อัลกุรอาน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และจริยวัตรของท่านศาสดา</w:t>
      </w:r>
      <w:r w:rsidRPr="00B91120">
        <w:rPr>
          <w:cs/>
        </w:rPr>
        <w:t>(</w:t>
      </w:r>
      <w:r w:rsidRPr="00B91120">
        <w:rPr>
          <w:rFonts w:hint="cs"/>
          <w:cs/>
        </w:rPr>
        <w:t>ซุนนะฮ์</w:t>
      </w:r>
      <w:r w:rsidRPr="00B91120">
        <w:rPr>
          <w:cs/>
        </w:rPr>
        <w:t>)</w:t>
      </w:r>
      <w:r w:rsidRPr="00B91120">
        <w:rPr>
          <w:rFonts w:hint="cs"/>
          <w:cs/>
        </w:rPr>
        <w:t>มากที่สุด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เป็นคนที่สันทัดในการเจรจาและมีความสามารถสูงสุดในการพูดเรื่องราวของท่านเกี่ยวกับอิสลาม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หมายถึงเรื่องราวที่เป็นเนื้อหาของอิสลามทั้งหมด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กล่าวคือ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หากไม่มีท่าน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อิสลามจะไม่มีวันดำรงอยู่ได้และบ่าวของอัลลอฮ์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ก็คงจะไม่มี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>
        <w:rPr>
          <w:rFonts w:hint="cs"/>
          <w:cs/>
        </w:rPr>
        <w:t>------------------------------------------</w:t>
      </w:r>
    </w:p>
    <w:p w:rsidR="00C85AFD" w:rsidRDefault="00CF04F0" w:rsidP="00CF04F0">
      <w:pPr>
        <w:pStyle w:val="libArFootnote"/>
        <w:bidi w:val="0"/>
        <w:rPr>
          <w:rFonts w:ascii="Angsana New" w:hAnsi="Angsana New" w:cs="Angsana New"/>
          <w:szCs w:val="24"/>
          <w:lang w:bidi="th-TH"/>
        </w:rPr>
      </w:pPr>
      <w:bookmarkStart w:id="84" w:name="_Toc414268952"/>
      <w:r>
        <w:rPr>
          <w:rFonts w:cs="Cordia New" w:hint="cs"/>
          <w:szCs w:val="30"/>
          <w:cs/>
          <w:lang w:bidi="th-TH"/>
        </w:rPr>
        <w:t>(</w:t>
      </w:r>
      <w:r w:rsidR="00C85AFD" w:rsidRPr="001F4393">
        <w:rPr>
          <w:rFonts w:ascii="Angsana New" w:hAnsi="Angsana New" w:cs="Angsana New" w:hint="cs"/>
          <w:szCs w:val="24"/>
          <w:cs/>
          <w:lang w:bidi="th-TH"/>
        </w:rPr>
        <w:t>๑</w:t>
      </w:r>
      <w:r>
        <w:rPr>
          <w:rFonts w:ascii="Traditional Arabic" w:hAnsi="Traditional Arabic" w:cs="Cordia New" w:hint="cs"/>
          <w:szCs w:val="30"/>
          <w:cs/>
          <w:lang w:bidi="th-TH"/>
        </w:rPr>
        <w:t>)</w:t>
      </w:r>
      <w:r w:rsidR="00C85AFD" w:rsidRPr="001F4393">
        <w:rPr>
          <w:rFonts w:ascii="Angsana New" w:hAnsi="Angsana New" w:cs="Angsana New" w:hint="cs"/>
          <w:szCs w:val="24"/>
          <w:cs/>
          <w:lang w:bidi="th-TH"/>
        </w:rPr>
        <w:t>ตัชกิเราะตุล</w:t>
      </w:r>
      <w:r w:rsidR="00C85AFD" w:rsidRPr="001F4393">
        <w:rPr>
          <w:szCs w:val="24"/>
          <w:rtl/>
          <w:cs/>
        </w:rPr>
        <w:t xml:space="preserve"> </w:t>
      </w:r>
      <w:r w:rsidR="00C85AFD" w:rsidRPr="001F4393">
        <w:rPr>
          <w:rFonts w:ascii="Angsana New" w:hAnsi="Angsana New" w:cs="Angsana New" w:hint="cs"/>
          <w:szCs w:val="24"/>
          <w:cs/>
          <w:lang w:bidi="th-TH"/>
        </w:rPr>
        <w:t>เคาะวาศ</w:t>
      </w:r>
      <w:r w:rsidR="00C85AFD" w:rsidRPr="001F4393">
        <w:rPr>
          <w:szCs w:val="24"/>
          <w:rtl/>
          <w:cs/>
        </w:rPr>
        <w:t xml:space="preserve"> </w:t>
      </w:r>
      <w:r w:rsidR="00C85AFD" w:rsidRPr="001F439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1F4393">
        <w:rPr>
          <w:szCs w:val="24"/>
          <w:rtl/>
          <w:cs/>
        </w:rPr>
        <w:t xml:space="preserve"> </w:t>
      </w:r>
      <w:r w:rsidR="00C85AFD" w:rsidRPr="001F4393">
        <w:rPr>
          <w:rFonts w:ascii="Angsana New" w:hAnsi="Angsana New" w:cs="Angsana New" w:hint="cs"/>
          <w:szCs w:val="24"/>
          <w:cs/>
          <w:lang w:bidi="th-TH"/>
        </w:rPr>
        <w:t>๘</w:t>
      </w:r>
      <w:bookmarkEnd w:id="84"/>
    </w:p>
    <w:p w:rsidR="00C85AFD" w:rsidRDefault="00C85AFD" w:rsidP="00C85AFD">
      <w:pPr>
        <w:pStyle w:val="libArFootnote"/>
        <w:bidi w:val="0"/>
        <w:rPr>
          <w:rFonts w:ascii="Angsana New" w:hAnsi="Angsana New" w:cs="Angsana New"/>
          <w:szCs w:val="24"/>
          <w:lang w:bidi="th-TH"/>
        </w:rPr>
      </w:pPr>
    </w:p>
    <w:p w:rsidR="00C85AFD" w:rsidRDefault="00C85AFD" w:rsidP="00C85AFD">
      <w:pPr>
        <w:pStyle w:val="libArFootnote"/>
        <w:bidi w:val="0"/>
        <w:rPr>
          <w:rFonts w:ascii="Angsana New" w:hAnsi="Angsana New" w:cs="Angsana New"/>
          <w:szCs w:val="24"/>
          <w:cs/>
          <w:lang w:bidi="th-TH"/>
        </w:rPr>
      </w:pPr>
    </w:p>
    <w:p w:rsidR="00C85AFD" w:rsidRDefault="00C85AFD" w:rsidP="00C85AFD">
      <w:pPr>
        <w:rPr>
          <w:rFonts w:ascii="Angsana New" w:eastAsia="Times New Roman" w:hAnsi="Angsana New" w:cs="Angsana New"/>
          <w:kern w:val="36"/>
          <w:rtl/>
          <w:cs/>
          <w:lang w:eastAsia="en-US"/>
        </w:rPr>
      </w:pPr>
      <w:r>
        <w:rPr>
          <w:rFonts w:ascii="Angsana New" w:hAnsi="Angsana New" w:cs="Angsana New"/>
        </w:rPr>
        <w:br w:type="page"/>
      </w:r>
    </w:p>
    <w:p w:rsidR="00C85AFD" w:rsidRPr="001F4393" w:rsidRDefault="00C85AFD" w:rsidP="00C85AFD">
      <w:pPr>
        <w:pStyle w:val="libNormal"/>
        <w:ind w:left="649" w:firstLine="0"/>
        <w:rPr>
          <w:rFonts w:cs="Cordia New"/>
          <w:szCs w:val="40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แน่นอนที่สุด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ระบอบอิสลามดำรงอยู่โดยรากฐานหลายประการ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เช่น</w:t>
      </w:r>
      <w:r w:rsidRPr="00B91120">
        <w:rPr>
          <w:cs/>
        </w:rPr>
        <w:t xml:space="preserve"> 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การเผยแผ่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การต่อสู้เสียสละของท่านศาสนทูตแห่งอัลลอฮ์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ในวิถีทางเพื่อเผยแผ่ศาสนานี้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การสนับสนุนส่งเสริมที่ท่านอะบีฏอลิบ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ผู้เป็นลุงมีต่อท่าน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การต่อสู้เสียสละของท่านอะลี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และทรัพย์สินของท่านหญิง</w:t>
      </w:r>
      <w:r>
        <w:rPr>
          <w:rFonts w:hint="cs"/>
          <w:cs/>
        </w:rPr>
        <w:t>คอดี</w:t>
      </w:r>
      <w:r w:rsidRPr="00B91120">
        <w:rPr>
          <w:rFonts w:hint="cs"/>
          <w:cs/>
        </w:rPr>
        <w:t>ญะฮ์</w:t>
      </w:r>
      <w:r w:rsidRPr="00B91120">
        <w:rPr>
          <w:cs/>
        </w:rPr>
        <w:t>(</w:t>
      </w:r>
      <w:r w:rsidRPr="00B91120">
        <w:rPr>
          <w:rFonts w:hint="cs"/>
          <w:cs/>
        </w:rPr>
        <w:t>ร</w:t>
      </w:r>
      <w:r w:rsidRPr="00B91120">
        <w:rPr>
          <w:cs/>
        </w:rPr>
        <w:t>.</w:t>
      </w:r>
      <w:r w:rsidRPr="00B91120">
        <w:rPr>
          <w:rFonts w:hint="cs"/>
          <w:cs/>
        </w:rPr>
        <w:t>ฎ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นอกจากนี้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บุคคลแรกที่ขานรับการเชิญชวนสู่อิสลามของท่านศาสนทูต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ท่านคือบุคคลที่ถือได้ว่าเป็นเอกฉันท์ของบรรดานักประวัติศาสตร์ที่ลงมติว่า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ท่านเป็นคนแรกที่นับถือศาสนาอิสลาม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เคยกล่าวว่า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CF04F0" w:rsidRPr="00B91120">
        <w:rPr>
          <w:rFonts w:hint="cs"/>
          <w:cs/>
        </w:rPr>
        <w:t xml:space="preserve">ฉันคือคนแรกที่เชื่อมั่นกับท่านศาสนทูต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="00CF04F0" w:rsidRPr="00B91120">
        <w:rPr>
          <w:rFonts w:cs="Times New Roman"/>
          <w:lang w:bidi="ar-SA"/>
        </w:rPr>
        <w:t>” (</w:t>
      </w:r>
      <w:r w:rsidRPr="00B91120">
        <w:rPr>
          <w:rFonts w:hint="cs"/>
          <w:cs/>
        </w:rPr>
        <w:t>๒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นักประวัติศาสตร์ได้กล่าวอีกว่า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CF04F0" w:rsidRPr="00B91120">
        <w:rPr>
          <w:rFonts w:hint="cs"/>
          <w:cs/>
        </w:rPr>
        <w:t xml:space="preserve">ท่านนบี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CF04F0" w:rsidRPr="00B91120">
        <w:rPr>
          <w:rFonts w:hint="cs"/>
          <w:cs/>
        </w:rPr>
        <w:t>) ได้รับการแต่งตั้งเมื่อวันจันทร</w:t>
      </w:r>
      <w:r w:rsidR="00CF04F0" w:rsidRPr="00B91120">
        <w:rPr>
          <w:cs/>
        </w:rPr>
        <w:t>์</w:t>
      </w:r>
      <w:r w:rsidRPr="00B91120">
        <w:rPr>
          <w:cs/>
        </w:rPr>
        <w:t xml:space="preserve"> </w:t>
      </w:r>
      <w:r w:rsidR="00CF04F0" w:rsidRPr="00B91120">
        <w:rPr>
          <w:rFonts w:hint="cs"/>
          <w:cs/>
        </w:rPr>
        <w:t xml:space="preserve">และอะลี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CF04F0" w:rsidRPr="00B91120">
        <w:rPr>
          <w:rFonts w:hint="cs"/>
          <w:cs/>
        </w:rPr>
        <w:t>) เข้ารับอิสลามในวันอังคา</w:t>
      </w:r>
      <w:r w:rsidR="00CF04F0" w:rsidRPr="00B91120">
        <w:rPr>
          <w:cs/>
        </w:rPr>
        <w:t>ร</w:t>
      </w:r>
      <w:r w:rsidR="00CF04F0" w:rsidRPr="00B91120">
        <w:rPr>
          <w:rFonts w:cs="Times New Roman" w:hint="eastAsia"/>
          <w:lang w:bidi="ar-SA"/>
        </w:rPr>
        <w:t>”</w:t>
      </w:r>
      <w:r w:rsidR="00CF04F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๓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1F4393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รายงานจากท่านอะพีฟ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กันดี</w:t>
      </w:r>
      <w:r w:rsidRPr="00B91120">
        <w:rPr>
          <w:cs/>
        </w:rPr>
        <w:t xml:space="preserve"> </w:t>
      </w:r>
      <w:r>
        <w:rPr>
          <w:rFonts w:hint="cs"/>
          <w:cs/>
        </w:rPr>
        <w:t>ได้กล่าว</w:t>
      </w:r>
      <w:r w:rsidRPr="00B91120">
        <w:rPr>
          <w:rFonts w:hint="cs"/>
          <w:cs/>
        </w:rPr>
        <w:t>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อัชอัช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บินกัยซ์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ผู้เป็นพี่ชายของข้าพเจ้าได้กล่าวไว้ว่า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</w:t>
      </w:r>
      <w:r>
        <w:rPr>
          <w:rFonts w:hint="cs"/>
          <w:cs/>
        </w:rPr>
        <w:t>เคยเห็</w:t>
      </w:r>
      <w:r w:rsidRPr="00B91120">
        <w:rPr>
          <w:rFonts w:hint="cs"/>
          <w:cs/>
        </w:rPr>
        <w:t>นชายหนุ่มคนหนึ่งยืนนมาซ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แล้วได้มีเด็กผู้ชายคนหนึ่งเข้ามา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แล้วไปยืนตรงด้านขวาชายหนุ่มผู้นั้น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จากนั้น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ก็มีสุภาพสตรีคนหนึ่งเข้ามา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แล้วเธอก็ยืนอยู่ด้านหลังของคนทั้งสอง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ฉันจึงพูดกับอับบาสว่า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นี่คือเรื่องราวที่ยิ่งใหญ่มาก</w:t>
      </w:r>
      <w:r>
        <w:rPr>
          <w:rFonts w:cs="Cordia New" w:hint="cs"/>
          <w:szCs w:val="40"/>
          <w:cs/>
        </w:rPr>
        <w:t>”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ท่านกล่าวต่อไปว่า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ที่แท้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นี่คือ</w:t>
      </w:r>
      <w:r w:rsidRPr="00B91120">
        <w:rPr>
          <w:cs/>
        </w:rPr>
        <w:t xml:space="preserve"> </w:t>
      </w:r>
      <w:r w:rsidR="00CF04F0" w:rsidRPr="00B91120">
        <w:rPr>
          <w:rFonts w:hint="cs"/>
          <w:cs/>
        </w:rPr>
        <w:t xml:space="preserve">มุฮัมมัด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="00CF04F0" w:rsidRPr="00B91120">
        <w:rPr>
          <w:rFonts w:hint="cs"/>
          <w:cs/>
        </w:rPr>
        <w:t xml:space="preserve">อะลี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="00CF04F0" w:rsidRPr="00B91120">
        <w:rPr>
          <w:rFonts w:hint="cs"/>
          <w:cs/>
        </w:rPr>
        <w:t xml:space="preserve">และคอดีญะฮ์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ร</w:t>
      </w:r>
      <w:r w:rsidRPr="00B91120">
        <w:rPr>
          <w:cs/>
        </w:rPr>
        <w:t>.</w:t>
      </w:r>
      <w:r w:rsidRPr="00B91120">
        <w:rPr>
          <w:rFonts w:hint="cs"/>
          <w:cs/>
        </w:rPr>
        <w:t>ฎ</w:t>
      </w:r>
      <w:r w:rsidRPr="00B91120">
        <w:rPr>
          <w:cs/>
        </w:rPr>
        <w:t>.</w:t>
      </w:r>
      <w:r w:rsidR="00CF04F0" w:rsidRPr="00B91120">
        <w:rPr>
          <w:rFonts w:hint="cs"/>
          <w:cs/>
        </w:rPr>
        <w:t>) พี่น้องของฉันผู้นี้บอกฉันว่</w:t>
      </w:r>
      <w:r w:rsidR="00CF04F0" w:rsidRPr="00B91120">
        <w:rPr>
          <w:cs/>
        </w:rPr>
        <w:t>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พระผู้อภิบาลของเขาคือ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พระผู้อภิบาลแห่งชั้นฟ้าและแผ่นดิน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เขาถูกส่งมาในเรื่องเกี่ยวกับศาสนานี้</w:t>
      </w:r>
    </w:p>
    <w:p w:rsidR="00CF04F0" w:rsidRDefault="00CF04F0" w:rsidP="00C85AFD">
      <w:pPr>
        <w:pStyle w:val="libNormal"/>
      </w:pPr>
      <w:r>
        <w:rPr>
          <w:rFonts w:hint="cs"/>
          <w:cs/>
        </w:rPr>
        <w:t>-------------------------------------------------------------------</w:t>
      </w:r>
    </w:p>
    <w:p w:rsidR="00C85AFD" w:rsidRPr="001F4393" w:rsidRDefault="00C85AFD" w:rsidP="00C85AFD">
      <w:pPr>
        <w:pStyle w:val="libArFootnote"/>
        <w:bidi w:val="0"/>
      </w:pPr>
      <w:bookmarkStart w:id="85" w:name="_Toc414268953"/>
      <w:r>
        <w:rPr>
          <w:rFonts w:ascii="Angsana New" w:hAnsi="Angsana New" w:cs="Angsana New" w:hint="cs"/>
          <w:szCs w:val="24"/>
          <w:cs/>
          <w:lang w:bidi="th-TH"/>
        </w:rPr>
        <w:t>(๒)</w:t>
      </w:r>
      <w:r w:rsidRPr="001F4393">
        <w:rPr>
          <w:szCs w:val="24"/>
          <w:rtl/>
          <w:cs/>
        </w:rPr>
        <w:t xml:space="preserve"> </w:t>
      </w:r>
      <w:r w:rsidRPr="001F4393">
        <w:rPr>
          <w:rFonts w:ascii="Angsana New" w:hAnsi="Angsana New" w:cs="Angsana New" w:hint="cs"/>
          <w:szCs w:val="24"/>
          <w:cs/>
          <w:lang w:bidi="th-TH"/>
        </w:rPr>
        <w:t>นะฮ์ญุล</w:t>
      </w:r>
      <w:r w:rsidRPr="001F4393">
        <w:rPr>
          <w:szCs w:val="24"/>
          <w:rtl/>
          <w:cs/>
        </w:rPr>
        <w:t>-</w:t>
      </w:r>
      <w:r w:rsidRPr="001F4393">
        <w:rPr>
          <w:rFonts w:ascii="Angsana New" w:hAnsi="Angsana New" w:cs="Angsana New" w:hint="cs"/>
          <w:szCs w:val="24"/>
          <w:cs/>
          <w:lang w:bidi="th-TH"/>
        </w:rPr>
        <w:t>บะลาเฆาะฮ์</w:t>
      </w:r>
      <w:r w:rsidRPr="001F4393">
        <w:rPr>
          <w:szCs w:val="24"/>
          <w:rtl/>
          <w:cs/>
        </w:rPr>
        <w:t xml:space="preserve"> </w:t>
      </w:r>
      <w:r w:rsidRPr="001F4393">
        <w:rPr>
          <w:rFonts w:ascii="Angsana New" w:hAnsi="Angsana New" w:cs="Angsana New" w:hint="cs"/>
          <w:szCs w:val="24"/>
          <w:cs/>
          <w:lang w:bidi="th-TH"/>
        </w:rPr>
        <w:t>๑</w:t>
      </w:r>
      <w:r w:rsidRPr="001F4393">
        <w:rPr>
          <w:szCs w:val="24"/>
          <w:rtl/>
          <w:cs/>
        </w:rPr>
        <w:t>/</w:t>
      </w:r>
      <w:r w:rsidRPr="001F4393">
        <w:rPr>
          <w:rFonts w:ascii="Angsana New" w:hAnsi="Angsana New" w:cs="Angsana New" w:hint="cs"/>
          <w:szCs w:val="24"/>
          <w:cs/>
          <w:lang w:bidi="th-TH"/>
        </w:rPr>
        <w:t>๑๑๕</w:t>
      </w:r>
      <w:bookmarkEnd w:id="85"/>
    </w:p>
    <w:p w:rsidR="00C85AFD" w:rsidRDefault="00C85AFD" w:rsidP="00C85AFD">
      <w:pPr>
        <w:pStyle w:val="libArFootnote"/>
        <w:bidi w:val="0"/>
        <w:rPr>
          <w:rFonts w:ascii="Angsana New" w:hAnsi="Angsana New" w:cs="Angsana New"/>
          <w:szCs w:val="24"/>
          <w:rtl/>
          <w:cs/>
        </w:rPr>
      </w:pPr>
      <w:bookmarkStart w:id="86" w:name="_Toc414268954"/>
      <w:r>
        <w:rPr>
          <w:rFonts w:ascii="Angsana New" w:hAnsi="Angsana New" w:cs="Angsana New" w:hint="cs"/>
          <w:szCs w:val="24"/>
          <w:cs/>
          <w:lang w:bidi="th-TH"/>
        </w:rPr>
        <w:t>(๓)</w:t>
      </w:r>
      <w:r w:rsidRPr="001F4393">
        <w:rPr>
          <w:szCs w:val="24"/>
          <w:rtl/>
          <w:cs/>
        </w:rPr>
        <w:t xml:space="preserve"> </w:t>
      </w:r>
      <w:r w:rsidRPr="001F4393">
        <w:rPr>
          <w:rFonts w:ascii="Angsana New" w:hAnsi="Angsana New" w:cs="Angsana New" w:hint="cs"/>
          <w:szCs w:val="24"/>
          <w:cs/>
          <w:lang w:bidi="th-TH"/>
        </w:rPr>
        <w:t>อะอ์ยานุช</w:t>
      </w:r>
      <w:r w:rsidRPr="001F4393">
        <w:rPr>
          <w:szCs w:val="24"/>
          <w:rtl/>
          <w:cs/>
        </w:rPr>
        <w:t>-</w:t>
      </w:r>
      <w:r w:rsidRPr="001F4393">
        <w:rPr>
          <w:rFonts w:ascii="Angsana New" w:hAnsi="Angsana New" w:cs="Angsana New" w:hint="cs"/>
          <w:szCs w:val="24"/>
          <w:cs/>
          <w:lang w:bidi="th-TH"/>
        </w:rPr>
        <w:t>ชีอะฮ์</w:t>
      </w:r>
      <w:r w:rsidRPr="001F4393">
        <w:rPr>
          <w:szCs w:val="24"/>
          <w:rtl/>
          <w:cs/>
        </w:rPr>
        <w:t xml:space="preserve"> </w:t>
      </w:r>
      <w:r w:rsidRPr="001F4393">
        <w:rPr>
          <w:rFonts w:ascii="Angsana New" w:hAnsi="Angsana New" w:cs="Angsana New" w:hint="cs"/>
          <w:szCs w:val="24"/>
          <w:cs/>
          <w:lang w:bidi="th-TH"/>
        </w:rPr>
        <w:t>๓</w:t>
      </w:r>
      <w:r w:rsidRPr="001F4393">
        <w:rPr>
          <w:szCs w:val="24"/>
          <w:rtl/>
          <w:cs/>
        </w:rPr>
        <w:t xml:space="preserve"> </w:t>
      </w:r>
      <w:r w:rsidRPr="001F4393">
        <w:rPr>
          <w:rFonts w:ascii="Angsana New" w:hAnsi="Angsana New" w:cs="Angsana New" w:hint="cs"/>
          <w:szCs w:val="24"/>
          <w:cs/>
          <w:lang w:bidi="th-TH"/>
        </w:rPr>
        <w:t>กอฟ</w:t>
      </w:r>
      <w:r w:rsidRPr="001F4393">
        <w:rPr>
          <w:szCs w:val="24"/>
          <w:rtl/>
          <w:cs/>
        </w:rPr>
        <w:t xml:space="preserve"> </w:t>
      </w:r>
      <w:r w:rsidRPr="001F4393">
        <w:rPr>
          <w:rFonts w:ascii="Angsana New" w:hAnsi="Angsana New" w:cs="Angsana New" w:hint="cs"/>
          <w:szCs w:val="24"/>
          <w:cs/>
          <w:lang w:bidi="th-TH"/>
        </w:rPr>
        <w:t>๑</w:t>
      </w:r>
      <w:r w:rsidRPr="001F4393">
        <w:rPr>
          <w:szCs w:val="24"/>
          <w:rtl/>
          <w:cs/>
        </w:rPr>
        <w:t>/</w:t>
      </w:r>
      <w:r w:rsidRPr="001F4393">
        <w:rPr>
          <w:rFonts w:ascii="Angsana New" w:hAnsi="Angsana New" w:cs="Angsana New" w:hint="cs"/>
          <w:szCs w:val="24"/>
          <w:cs/>
          <w:lang w:bidi="th-TH"/>
        </w:rPr>
        <w:t>๖๑</w:t>
      </w:r>
      <w:bookmarkEnd w:id="86"/>
    </w:p>
    <w:p w:rsidR="00C85AFD" w:rsidRPr="001F4393" w:rsidRDefault="00C85AFD" w:rsidP="00C85AFD">
      <w:pPr>
        <w:rPr>
          <w:rFonts w:ascii="Angsana New" w:eastAsia="Times New Roman" w:hAnsi="Angsana New" w:cs="Angsana New"/>
          <w:kern w:val="36"/>
          <w:cs/>
          <w:lang w:eastAsia="en-US" w:bidi="th-TH"/>
        </w:rPr>
      </w:pPr>
      <w:r>
        <w:rPr>
          <w:rFonts w:ascii="Angsana New" w:hAnsi="Angsana New" w:cs="Angsana New"/>
        </w:rPr>
        <w:br w:type="page"/>
      </w:r>
    </w:p>
    <w:p w:rsidR="00C85AFD" w:rsidRPr="001F4393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lastRenderedPageBreak/>
        <w:t>ขอสาบานด้วยพระนามของอัลลอฮ์ว่า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ศาสนานี้จะไม่มีวันปรากฏอยู่บนหน้าพิภพได้เลย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หากไม่เป็นเพราะบุคคลทั้งสามนี้</w:t>
      </w:r>
      <w:r>
        <w:rPr>
          <w:rFonts w:cs="Cordia New" w:hint="cs"/>
          <w:szCs w:val="40"/>
          <w:cs/>
        </w:rPr>
        <w:t>”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ท่านอะพีฟได้กล่าวภายหลังจากที่ตนได้เข้ารับอิสลามอีกว่า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ถ้าหากฉันเข้ารับอิสลามในวันนั้น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แน่นอนฉันจะต้องเป็นอันดับที่สองรองจากอะลี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</w:t>
      </w:r>
      <w:r w:rsidR="00CF04F0" w:rsidRPr="00B91120">
        <w:rPr>
          <w:rFonts w:cs="Times New Roman" w:hint="eastAsia"/>
          <w:lang w:bidi="ar-SA"/>
        </w:rPr>
        <w:t>”</w:t>
      </w:r>
      <w:r w:rsidR="00CF04F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๔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1F4393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เมื่อท่านได้บอกเล่าเกี่ยวกับเรื่องการเคารพภักดีของท่านอะลี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ท่านได้กล่าวว่า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CF04F0" w:rsidRPr="00B91120">
        <w:rPr>
          <w:rFonts w:hint="cs"/>
          <w:cs/>
        </w:rPr>
        <w:t xml:space="preserve">ท่านเองเคยทราบเกี่ยวกับคำพูดของท่านศาสนทูตแห่งอัลลออ์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CF04F0" w:rsidRPr="00B91120">
        <w:rPr>
          <w:rFonts w:hint="cs"/>
          <w:cs/>
        </w:rPr>
        <w:t>) มาแล้วที่ว่</w:t>
      </w:r>
      <w:r w:rsidR="00CF04F0" w:rsidRPr="00B91120">
        <w:rPr>
          <w:cs/>
        </w:rPr>
        <w:t>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CF04F0" w:rsidRPr="00B91120">
        <w:rPr>
          <w:rFonts w:hint="cs"/>
          <w:cs/>
        </w:rPr>
        <w:t xml:space="preserve">การสังหารที่อะลี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กระทำต่ออัมร์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อับดะวุดด์ที่สงครามค็อนดักนั้นมีค่าเท่ากับการเคารพภักดีของมนุษย์และญินรวมกัน</w:t>
      </w:r>
      <w:r>
        <w:rPr>
          <w:rFonts w:cs="Cordia New" w:hint="cs"/>
          <w:szCs w:val="40"/>
          <w:cs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แล้วจะมีการเคารพภักดีของใครอีกหรือ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ที่ยิ่งใหญ่ไปกว่าการเคารพภักดีของเขา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 xml:space="preserve">? </w:t>
      </w:r>
      <w:r w:rsidRPr="00B91120">
        <w:rPr>
          <w:rFonts w:hint="cs"/>
          <w:cs/>
        </w:rPr>
        <w:t>ชีวิตทั้งหมดของท่านอะลี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เป็นอิบาดะฮ์การเคารพภักดีและการเคลื่อนไหวทุกประการของเขาเป็นการฏออะฮ์</w:t>
      </w:r>
      <w:r w:rsidRPr="00B91120">
        <w:rPr>
          <w:cs/>
        </w:rPr>
        <w:t>(</w:t>
      </w:r>
      <w:r w:rsidRPr="00B91120">
        <w:rPr>
          <w:rFonts w:hint="cs"/>
          <w:cs/>
        </w:rPr>
        <w:t>เชื่อฟังปฏิบัติตามอัลลอฮ์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และรอซูล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))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มีฮะดีษที่บอกเล่าถึง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การนมาซและการประกอบศาสนพิธีของท่านว่าชายคนหนึ่งสนทนากับท่านว่า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ขอได้โปรดเล่าถึงเรื่องของบุคคลที่นมาซร่วมกับท่านนบี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เป็นบุคคลแรก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CF04F0" w:rsidRPr="00B91120">
        <w:rPr>
          <w:rFonts w:hint="cs"/>
          <w:cs/>
        </w:rPr>
        <w:t xml:space="preserve">ฉันได้นมาซร่วมกับท่านศาสนทูตแห่งอัลลอฮ์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CF04F0" w:rsidRPr="00B91120">
        <w:rPr>
          <w:rFonts w:hint="cs"/>
          <w:cs/>
        </w:rPr>
        <w:t>) ก่อนใครทั้งหมดเป็นเวลาเจ็ดปีและฉันคือคนแรกที่นมาซร่วมกับท่า</w:t>
      </w:r>
      <w:r w:rsidR="00CF04F0" w:rsidRPr="00B91120">
        <w:rPr>
          <w:cs/>
        </w:rPr>
        <w:t>น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๕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  <w:r>
        <w:rPr>
          <w:rFonts w:hint="cs"/>
          <w:cs/>
        </w:rPr>
        <w:t>----------------------------------------</w:t>
      </w:r>
    </w:p>
    <w:p w:rsidR="00C85AFD" w:rsidRPr="001F4393" w:rsidRDefault="00CF04F0" w:rsidP="00C85AFD">
      <w:pPr>
        <w:pStyle w:val="libArFootnote"/>
        <w:bidi w:val="0"/>
      </w:pPr>
      <w:bookmarkStart w:id="87" w:name="_Toc414268955"/>
      <w:r>
        <w:rPr>
          <w:rFonts w:ascii="Angsana New" w:hAnsi="Angsana New" w:cs="Angsana New" w:hint="cs"/>
          <w:szCs w:val="24"/>
          <w:cs/>
          <w:lang w:bidi="th-TH"/>
        </w:rPr>
        <w:t>(</w:t>
      </w:r>
      <w:r w:rsidR="00C85AFD" w:rsidRPr="001F4393">
        <w:rPr>
          <w:rFonts w:ascii="Angsana New" w:hAnsi="Angsana New" w:cs="Angsana New" w:hint="cs"/>
          <w:szCs w:val="24"/>
          <w:cs/>
          <w:lang w:bidi="th-TH"/>
        </w:rPr>
        <w:t>๔</w:t>
      </w:r>
      <w:r>
        <w:rPr>
          <w:rFonts w:ascii="Angsana New" w:hAnsi="Angsana New" w:cs="Angsana New" w:hint="cs"/>
          <w:szCs w:val="24"/>
          <w:cs/>
          <w:lang w:bidi="th-TH"/>
        </w:rPr>
        <w:t>)</w:t>
      </w:r>
      <w:r w:rsidR="00C85AFD" w:rsidRPr="001F4393">
        <w:rPr>
          <w:szCs w:val="24"/>
          <w:rtl/>
          <w:cs/>
        </w:rPr>
        <w:t xml:space="preserve">. </w:t>
      </w:r>
      <w:r w:rsidR="00C85AFD" w:rsidRPr="001F4393">
        <w:rPr>
          <w:rFonts w:ascii="Angsana New" w:hAnsi="Angsana New" w:cs="Angsana New" w:hint="cs"/>
          <w:szCs w:val="24"/>
          <w:cs/>
          <w:lang w:bidi="th-TH"/>
        </w:rPr>
        <w:t>อัล</w:t>
      </w:r>
      <w:r w:rsidR="00C85AFD" w:rsidRPr="001F4393">
        <w:rPr>
          <w:szCs w:val="24"/>
          <w:rtl/>
          <w:cs/>
        </w:rPr>
        <w:t>-</w:t>
      </w:r>
      <w:r w:rsidR="00C85AFD" w:rsidRPr="001F4393">
        <w:rPr>
          <w:rFonts w:ascii="Angsana New" w:hAnsi="Angsana New" w:cs="Angsana New" w:hint="cs"/>
          <w:szCs w:val="24"/>
          <w:cs/>
          <w:lang w:bidi="th-TH"/>
        </w:rPr>
        <w:t>มะนากิบ</w:t>
      </w:r>
      <w:r w:rsidR="00C85AFD" w:rsidRPr="001F4393">
        <w:rPr>
          <w:szCs w:val="24"/>
          <w:rtl/>
          <w:cs/>
        </w:rPr>
        <w:t xml:space="preserve"> </w:t>
      </w:r>
      <w:r w:rsidR="00C85AFD" w:rsidRPr="001F4393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="00C85AFD" w:rsidRPr="001F4393">
        <w:rPr>
          <w:szCs w:val="24"/>
          <w:rtl/>
          <w:cs/>
        </w:rPr>
        <w:t xml:space="preserve"> </w:t>
      </w:r>
      <w:r w:rsidR="00C85AFD" w:rsidRPr="001F4393">
        <w:rPr>
          <w:rFonts w:ascii="Angsana New" w:hAnsi="Angsana New" w:cs="Angsana New" w:hint="cs"/>
          <w:szCs w:val="24"/>
          <w:cs/>
          <w:lang w:bidi="th-TH"/>
        </w:rPr>
        <w:t>๑</w:t>
      </w:r>
      <w:r w:rsidR="00C85AFD" w:rsidRPr="001F4393">
        <w:rPr>
          <w:szCs w:val="24"/>
          <w:rtl/>
          <w:cs/>
        </w:rPr>
        <w:t xml:space="preserve"> </w:t>
      </w:r>
      <w:r w:rsidR="00C85AFD" w:rsidRPr="001F439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1F4393">
        <w:rPr>
          <w:szCs w:val="24"/>
          <w:rtl/>
          <w:cs/>
        </w:rPr>
        <w:t xml:space="preserve"> </w:t>
      </w:r>
      <w:r w:rsidR="00C85AFD" w:rsidRPr="001F4393">
        <w:rPr>
          <w:rFonts w:ascii="Angsana New" w:hAnsi="Angsana New" w:cs="Angsana New" w:hint="cs"/>
          <w:szCs w:val="24"/>
          <w:cs/>
          <w:lang w:bidi="th-TH"/>
        </w:rPr>
        <w:t>๒๕๐</w:t>
      </w:r>
      <w:bookmarkEnd w:id="87"/>
    </w:p>
    <w:p w:rsidR="00C85AFD" w:rsidRPr="001F4393" w:rsidRDefault="00CF04F0" w:rsidP="00C85AFD">
      <w:pPr>
        <w:pStyle w:val="libArFootnote"/>
        <w:bidi w:val="0"/>
      </w:pPr>
      <w:bookmarkStart w:id="88" w:name="_Toc414268956"/>
      <w:r>
        <w:rPr>
          <w:rFonts w:ascii="Angsana New" w:hAnsi="Angsana New" w:cs="Angsana New" w:hint="cs"/>
          <w:szCs w:val="24"/>
          <w:cs/>
          <w:lang w:bidi="th-TH"/>
        </w:rPr>
        <w:t>(</w:t>
      </w:r>
      <w:r w:rsidR="00C85AFD" w:rsidRPr="001F4393">
        <w:rPr>
          <w:rFonts w:ascii="Angsana New" w:hAnsi="Angsana New" w:cs="Angsana New" w:hint="cs"/>
          <w:szCs w:val="24"/>
          <w:cs/>
          <w:lang w:bidi="th-TH"/>
        </w:rPr>
        <w:t>๕</w:t>
      </w:r>
      <w:r w:rsidR="00C85AFD" w:rsidRPr="001F4393">
        <w:rPr>
          <w:szCs w:val="24"/>
          <w:rtl/>
          <w:cs/>
        </w:rPr>
        <w:t>.</w:t>
      </w:r>
      <w:r>
        <w:rPr>
          <w:rFonts w:cs="Cordia New" w:hint="cs"/>
          <w:szCs w:val="30"/>
          <w:cs/>
          <w:lang w:bidi="th-TH"/>
        </w:rPr>
        <w:t>)</w:t>
      </w:r>
      <w:r w:rsidR="00C85AFD" w:rsidRPr="001F4393">
        <w:rPr>
          <w:szCs w:val="24"/>
          <w:rtl/>
          <w:cs/>
        </w:rPr>
        <w:t xml:space="preserve"> </w:t>
      </w:r>
      <w:r w:rsidR="00C85AFD" w:rsidRPr="001F4393">
        <w:rPr>
          <w:rFonts w:ascii="Angsana New" w:hAnsi="Angsana New" w:cs="Angsana New" w:hint="cs"/>
          <w:szCs w:val="24"/>
          <w:cs/>
          <w:lang w:bidi="th-TH"/>
        </w:rPr>
        <w:t>ตัซกิเราะตุล</w:t>
      </w:r>
      <w:r w:rsidR="00C85AFD" w:rsidRPr="001F4393">
        <w:rPr>
          <w:szCs w:val="24"/>
          <w:rtl/>
          <w:cs/>
        </w:rPr>
        <w:t>-</w:t>
      </w:r>
      <w:r w:rsidR="00C85AFD" w:rsidRPr="001F4393">
        <w:rPr>
          <w:rFonts w:ascii="Angsana New" w:hAnsi="Angsana New" w:cs="Angsana New" w:hint="cs"/>
          <w:szCs w:val="24"/>
          <w:cs/>
          <w:lang w:bidi="th-TH"/>
        </w:rPr>
        <w:t>เคาะวาศ</w:t>
      </w:r>
      <w:r w:rsidR="00C85AFD" w:rsidRPr="001F4393">
        <w:rPr>
          <w:szCs w:val="24"/>
          <w:rtl/>
          <w:cs/>
        </w:rPr>
        <w:t xml:space="preserve"> </w:t>
      </w:r>
      <w:r w:rsidR="00C85AFD" w:rsidRPr="001F439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1F4393">
        <w:rPr>
          <w:szCs w:val="24"/>
          <w:rtl/>
          <w:cs/>
        </w:rPr>
        <w:t xml:space="preserve"> </w:t>
      </w:r>
      <w:r w:rsidR="00C85AFD" w:rsidRPr="001F4393">
        <w:rPr>
          <w:rFonts w:ascii="Angsana New" w:hAnsi="Angsana New" w:cs="Angsana New" w:hint="cs"/>
          <w:szCs w:val="24"/>
          <w:cs/>
          <w:lang w:bidi="th-TH"/>
        </w:rPr>
        <w:t>๖๓</w:t>
      </w:r>
      <w:bookmarkEnd w:id="88"/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  <w:ind w:firstLine="0"/>
      </w:pPr>
    </w:p>
    <w:p w:rsidR="00C85AFD" w:rsidRDefault="00C85AFD" w:rsidP="00C85AFD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ได้กล่าวอีกว่า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ฉันเข้ารับอิสลามก่อนการเข้ารับอิสลามของคนทั้งหลายและฉันนมาซก่อนการนมาซของคนทั้งหลาย</w:t>
      </w:r>
      <w:r w:rsidR="00CF04F0" w:rsidRPr="00B91120">
        <w:rPr>
          <w:rFonts w:cs="Times New Roman" w:hint="eastAsia"/>
          <w:lang w:bidi="ar-SA"/>
        </w:rPr>
        <w:t>”</w:t>
      </w:r>
      <w:r w:rsidR="00CF04F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๖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มีรายงานเล่าว่า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CF04F0" w:rsidRPr="00B91120">
        <w:rPr>
          <w:rFonts w:hint="cs"/>
          <w:cs/>
        </w:rPr>
        <w:t xml:space="preserve">ท่านอะลี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CF04F0" w:rsidRPr="00B91120">
        <w:rPr>
          <w:rFonts w:hint="cs"/>
          <w:cs/>
        </w:rPr>
        <w:t>) นมาซวันกับคืนหนึ่งจำนวนหนึ่งพันร็อกอะฮ</w:t>
      </w:r>
      <w:r w:rsidR="00CF04F0" w:rsidRPr="00B91120">
        <w:rPr>
          <w:cs/>
        </w:rPr>
        <w:t>์</w:t>
      </w:r>
      <w:r w:rsidR="00CF04F0" w:rsidRPr="00B91120">
        <w:rPr>
          <w:rFonts w:cs="Times New Roman" w:hint="eastAsia"/>
          <w:lang w:bidi="ar-SA"/>
        </w:rPr>
        <w:t>”</w:t>
      </w:r>
      <w:r w:rsidR="00CF04F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๗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อิบนุอะบีล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ฮะดีดกล่าวว่า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คือบุรุษผู้หนึ่งที่บำเพ็ญเพียรในพิธีกรรมทางศาสนาตลอดทั้งคืนระหว่างสงครามศิฟฟินท่านนมาซเป็นอาจิ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โดยมีดอกธนูอยู่ข้างตัว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และผ่านเฉียดเนื้อตัวของท่านทั้งทางซ้ายและทางขวาซึ่งท่านมิได้หวั่นกับเรื่องนี้เลย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และท่านไม่เคยลุกขึ้นตราบใดที่งานในหน้าที่ยังไม่เสร็จ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ท่านคือคนหนึ่งที่หน้าผากเป็นริ้วรอยเนื่องจากการสูญูดมาก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หากท่านต้องการจะพิจารณาความหมายของบทดุอาอ์และการวิงวอนของท่าน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และการศึกษาถึงการให้เกียรติต่ออัลลอฮ์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ที่มีอยู่ในสิ่งนี้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รวมถึงความหมายที่นบนอบต่อความสง่างามของพระองค์และถ่อมตนต่อเกียรติคุณของพระองค์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ท่านผู้อ่านย่อมจะทราบดีถึงขีดระดับความบริสุทธิ์ใจของท่าน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และท่านผู้อ่านจะเข้าใจว่า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อะไรบ้างที่กลั่นกรองออกมาจากหัวใจและลิ้นที่เคลื่อนไหวนั้น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มีคนถามท่านอะลี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บินฮุเซน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ในฐานะที่ท่านเป็นคนที่มีการประกอบการเคารพภักดีสูงมากว่า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การเคารพภักดีของท่านอันเป็นส่วนหนึ่งของการเคารพภักดีแห่งผู้เป็นปู่ของท่านมาจากไหน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?”</w:t>
      </w:r>
    </w:p>
    <w:p w:rsidR="00C85AFD" w:rsidRDefault="00C85AFD" w:rsidP="00C85AFD">
      <w:pPr>
        <w:pStyle w:val="libNormal"/>
      </w:pPr>
      <w:r>
        <w:rPr>
          <w:rFonts w:hint="cs"/>
          <w:cs/>
        </w:rPr>
        <w:t>---------------------------------------------------</w:t>
      </w:r>
    </w:p>
    <w:p w:rsidR="00C85AFD" w:rsidRPr="003971BC" w:rsidRDefault="00CF04F0" w:rsidP="00C85AFD">
      <w:pPr>
        <w:pStyle w:val="libArFootnote"/>
        <w:bidi w:val="0"/>
      </w:pPr>
      <w:bookmarkStart w:id="89" w:name="_Toc414268957"/>
      <w:r>
        <w:rPr>
          <w:rFonts w:ascii="Angsana New" w:hAnsi="Angsana New" w:cs="Angsana New" w:hint="cs"/>
          <w:szCs w:val="24"/>
          <w:cs/>
          <w:lang w:bidi="th-TH"/>
        </w:rPr>
        <w:t>(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๖</w:t>
      </w:r>
      <w:r w:rsidR="00C85AFD" w:rsidRPr="003971BC">
        <w:rPr>
          <w:szCs w:val="24"/>
          <w:rtl/>
          <w:cs/>
        </w:rPr>
        <w:t>.</w:t>
      </w:r>
      <w:r>
        <w:rPr>
          <w:rFonts w:cs="Cordia New" w:hint="cs"/>
          <w:szCs w:val="30"/>
          <w:cs/>
          <w:lang w:bidi="th-TH"/>
        </w:rPr>
        <w:t>)</w:t>
      </w:r>
      <w:r w:rsidR="00C85AFD" w:rsidRPr="003971BC">
        <w:rPr>
          <w:szCs w:val="24"/>
          <w:rtl/>
          <w:cs/>
        </w:rPr>
        <w:t xml:space="preserve">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ชัรฮ์</w:t>
      </w:r>
      <w:r w:rsidR="00C85AFD" w:rsidRPr="003971BC">
        <w:rPr>
          <w:szCs w:val="24"/>
          <w:rtl/>
          <w:cs/>
        </w:rPr>
        <w:t xml:space="preserve">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นะฮ์ญุลบะลาเฆาะฮ์</w:t>
      </w:r>
      <w:r w:rsidR="00C85AFD" w:rsidRPr="003971BC">
        <w:rPr>
          <w:szCs w:val="24"/>
          <w:rtl/>
          <w:cs/>
        </w:rPr>
        <w:t xml:space="preserve">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="00C85AFD" w:rsidRPr="003971BC">
        <w:rPr>
          <w:szCs w:val="24"/>
          <w:rtl/>
          <w:cs/>
        </w:rPr>
        <w:t xml:space="preserve">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๑</w:t>
      </w:r>
      <w:r w:rsidR="00C85AFD" w:rsidRPr="003971BC">
        <w:rPr>
          <w:szCs w:val="24"/>
          <w:rtl/>
          <w:cs/>
        </w:rPr>
        <w:t xml:space="preserve">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3971BC">
        <w:rPr>
          <w:szCs w:val="24"/>
          <w:rtl/>
          <w:cs/>
        </w:rPr>
        <w:t xml:space="preserve">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๑๐</w:t>
      </w:r>
      <w:bookmarkEnd w:id="89"/>
    </w:p>
    <w:p w:rsidR="00C85AFD" w:rsidRPr="003971BC" w:rsidRDefault="00CF04F0" w:rsidP="00C85AFD">
      <w:pPr>
        <w:pStyle w:val="libArFootnote"/>
        <w:bidi w:val="0"/>
      </w:pPr>
      <w:bookmarkStart w:id="90" w:name="_Toc414268958"/>
      <w:r>
        <w:rPr>
          <w:rFonts w:ascii="Angsana New" w:hAnsi="Angsana New" w:cs="Angsana New" w:hint="cs"/>
          <w:szCs w:val="24"/>
          <w:cs/>
          <w:lang w:bidi="th-TH"/>
        </w:rPr>
        <w:t>(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๗</w:t>
      </w:r>
      <w:r w:rsidR="00C85AFD" w:rsidRPr="003971BC">
        <w:rPr>
          <w:szCs w:val="24"/>
          <w:rtl/>
          <w:cs/>
        </w:rPr>
        <w:t>.</w:t>
      </w:r>
      <w:r>
        <w:rPr>
          <w:rFonts w:cs="Cordia New" w:hint="cs"/>
          <w:szCs w:val="30"/>
          <w:cs/>
          <w:lang w:bidi="th-TH"/>
        </w:rPr>
        <w:t>)</w:t>
      </w:r>
      <w:r w:rsidR="00C85AFD" w:rsidRPr="003971BC">
        <w:rPr>
          <w:szCs w:val="24"/>
          <w:rtl/>
          <w:cs/>
        </w:rPr>
        <w:t xml:space="preserve">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อัล</w:t>
      </w:r>
      <w:r w:rsidR="00C85AFD" w:rsidRPr="003971BC">
        <w:rPr>
          <w:szCs w:val="24"/>
          <w:rtl/>
          <w:cs/>
        </w:rPr>
        <w:t>-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เฆาะดีร</w:t>
      </w:r>
      <w:r w:rsidR="00C85AFD" w:rsidRPr="003971BC">
        <w:rPr>
          <w:szCs w:val="24"/>
          <w:rtl/>
          <w:cs/>
        </w:rPr>
        <w:t xml:space="preserve">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="00C85AFD" w:rsidRPr="003971BC">
        <w:rPr>
          <w:szCs w:val="24"/>
          <w:rtl/>
          <w:cs/>
        </w:rPr>
        <w:t xml:space="preserve">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๕</w:t>
      </w:r>
      <w:r w:rsidR="00C85AFD" w:rsidRPr="003971BC">
        <w:rPr>
          <w:szCs w:val="24"/>
          <w:rtl/>
          <w:cs/>
        </w:rPr>
        <w:t xml:space="preserve">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3971BC">
        <w:rPr>
          <w:szCs w:val="24"/>
          <w:rtl/>
          <w:cs/>
        </w:rPr>
        <w:t xml:space="preserve">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๕</w:t>
      </w:r>
      <w:r w:rsidR="00C85AFD" w:rsidRPr="003971BC">
        <w:rPr>
          <w:szCs w:val="24"/>
          <w:rtl/>
          <w:cs/>
        </w:rPr>
        <w:t xml:space="preserve">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โดยรายงานหลายกระแส</w:t>
      </w:r>
      <w:bookmarkEnd w:id="90"/>
    </w:p>
    <w:p w:rsidR="00C85AFD" w:rsidRPr="003971BC" w:rsidRDefault="00C85AFD" w:rsidP="00C85AFD">
      <w:pPr>
        <w:pStyle w:val="libNormal"/>
        <w:ind w:firstLine="0"/>
        <w:rPr>
          <w:rFonts w:cs="Cordia New"/>
          <w:szCs w:val="40"/>
        </w:rPr>
      </w:pPr>
    </w:p>
    <w:p w:rsidR="00C85AFD" w:rsidRDefault="00C85AFD" w:rsidP="00C85AFD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C85AFD" w:rsidRPr="003971BC" w:rsidRDefault="00C85AFD" w:rsidP="00C85AFD">
      <w:pPr>
        <w:pStyle w:val="libNormal"/>
        <w:rPr>
          <w:rFonts w:cs="Cordia New"/>
          <w:szCs w:val="40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การเคารพภักดีของฉันได้มาจากการเคารพภักดีของปู่ของฉัน</w:t>
      </w:r>
      <w:r w:rsidRPr="00B91120">
        <w:rPr>
          <w:cs/>
        </w:rPr>
        <w:t xml:space="preserve"> </w:t>
      </w:r>
      <w:r w:rsidR="00CF04F0" w:rsidRPr="00B91120">
        <w:rPr>
          <w:rFonts w:hint="cs"/>
          <w:cs/>
        </w:rPr>
        <w:t xml:space="preserve">เช่นเดียวกับที่การเคารพภักดีของปู่ของฉันได้มาจากการเคารพภักดีของท่านศาสนทูตแห่งอัลลอฮ์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="00CF04F0" w:rsidRPr="00B91120">
        <w:rPr>
          <w:rFonts w:cs="Times New Roman"/>
          <w:lang w:bidi="ar-SA"/>
        </w:rPr>
        <w:t>” (</w:t>
      </w:r>
      <w:r w:rsidRPr="00B91120">
        <w:rPr>
          <w:rFonts w:hint="cs"/>
          <w:cs/>
        </w:rPr>
        <w:t>๘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ในส่วนของความสมถะของท่านอิมามอะลี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ในโลกนี้ยังไม่เคยมีใครรู้จักมาก่อนเลยว่า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จะมีนักปกครองคนหนึ่งที่คนทั้งประเทศนบนอบให้แก่เขา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อำนาจรัฐทั้งหมดอยู่ในกำมือของเขา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ในขณะเดียวกันเขาสวมใส่เสื้อผ้าที่มีราคาเพียงสามดิรฮัม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และถ้าเขาเห็นว่าผ้าผืนยาว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เขาก็ยังตัดให้สั้นลงอีก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ท่านอะบู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เนาวาร์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พ่อค้าผ้าคนหนึ่งได้กล่าวว่า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อิบนิอะบีฏอลิบ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พร้อมกับคนรับใช้คนหนึ่งมาหาฉันแล้วก็ซื้อชุดคลุมจากแนไปตัวหนึ่ง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จากนั้นเขาได้พูดกับคนรับใช้ของเขาว่า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จงเลือกดูของที่เธอต้องการซิ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แล้วคนรับใช้ก็เลือกเอาตัวหนึ่ง</w:t>
      </w:r>
      <w:r w:rsidRPr="00B91120">
        <w:rPr>
          <w:cs/>
        </w:rPr>
        <w:t xml:space="preserve"> </w:t>
      </w:r>
      <w:r w:rsidR="00CF04F0" w:rsidRPr="00B91120">
        <w:rPr>
          <w:rFonts w:hint="cs"/>
          <w:cs/>
        </w:rPr>
        <w:t xml:space="preserve">ท่านอะลี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CF04F0" w:rsidRPr="00B91120">
        <w:rPr>
          <w:rFonts w:hint="cs"/>
          <w:cs/>
        </w:rPr>
        <w:t>) จึงเอาอีกตัวหนึ่งมาสว</w:t>
      </w:r>
      <w:r w:rsidR="00CF04F0" w:rsidRPr="00B91120">
        <w:rPr>
          <w:cs/>
        </w:rPr>
        <w:t>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แล้วยืด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มือออกไปพลางกล่าวว่า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จงตัดส่วนเกินออกไปแค่มือของฉัน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ดังนั้น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ฉันก็ตัดมันออก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ท่านรับไว้แล้วเอามาสวมเดินออกไป</w:t>
      </w:r>
      <w:r w:rsidR="00CF04F0" w:rsidRPr="00B91120">
        <w:rPr>
          <w:rFonts w:cs="Times New Roman" w:hint="eastAsia"/>
          <w:lang w:bidi="ar-SA"/>
        </w:rPr>
        <w:t>”</w:t>
      </w:r>
      <w:r w:rsidR="00CF04F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๙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และท่านอิมามอะลี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ก็ได้พูดขึ้นว่า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เสื้อคลุมของฉันก็ได้ถูกปะชุนจนกระทั่งฉันเกิดความเขินอายคนปะชุนเสื้อผ้า</w:t>
      </w:r>
      <w:r>
        <w:rPr>
          <w:rFonts w:cs="Cordia New" w:hint="cs"/>
          <w:szCs w:val="40"/>
          <w:cs/>
        </w:rPr>
        <w:t>”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----------------------------------------</w:t>
      </w:r>
    </w:p>
    <w:p w:rsidR="00C85AFD" w:rsidRPr="003971BC" w:rsidRDefault="00CF04F0" w:rsidP="00C85AFD">
      <w:pPr>
        <w:pStyle w:val="libArFootnote"/>
        <w:bidi w:val="0"/>
      </w:pPr>
      <w:bookmarkStart w:id="91" w:name="_Toc414268959"/>
      <w:r>
        <w:rPr>
          <w:rFonts w:ascii="Angsana New" w:hAnsi="Angsana New" w:cs="Angsana New" w:hint="cs"/>
          <w:szCs w:val="24"/>
          <w:cs/>
          <w:lang w:bidi="th-TH"/>
        </w:rPr>
        <w:t>(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๘</w:t>
      </w:r>
      <w:r w:rsidR="00C85AFD" w:rsidRPr="003971BC">
        <w:rPr>
          <w:szCs w:val="24"/>
          <w:rtl/>
          <w:cs/>
        </w:rPr>
        <w:t>.</w:t>
      </w:r>
      <w:r>
        <w:rPr>
          <w:rFonts w:cs="Cordia New" w:hint="cs"/>
          <w:szCs w:val="30"/>
          <w:cs/>
          <w:lang w:bidi="th-TH"/>
        </w:rPr>
        <w:t>)</w:t>
      </w:r>
      <w:r w:rsidR="00C85AFD" w:rsidRPr="003971BC">
        <w:rPr>
          <w:szCs w:val="24"/>
          <w:rtl/>
          <w:cs/>
        </w:rPr>
        <w:t xml:space="preserve">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ชัรฮ์</w:t>
      </w:r>
      <w:r w:rsidR="00C85AFD" w:rsidRPr="003971BC">
        <w:rPr>
          <w:szCs w:val="24"/>
          <w:rtl/>
          <w:cs/>
        </w:rPr>
        <w:t xml:space="preserve">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นะฮ์ญุล</w:t>
      </w:r>
      <w:r w:rsidR="00C85AFD" w:rsidRPr="003971BC">
        <w:rPr>
          <w:szCs w:val="24"/>
          <w:rtl/>
          <w:cs/>
        </w:rPr>
        <w:t>-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บะลาเฆาะฮ์</w:t>
      </w:r>
      <w:r w:rsidR="00C85AFD" w:rsidRPr="003971BC">
        <w:rPr>
          <w:szCs w:val="24"/>
          <w:rtl/>
          <w:cs/>
        </w:rPr>
        <w:t xml:space="preserve">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="00C85AFD" w:rsidRPr="003971BC">
        <w:rPr>
          <w:szCs w:val="24"/>
          <w:rtl/>
          <w:cs/>
        </w:rPr>
        <w:t xml:space="preserve">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๑</w:t>
      </w:r>
      <w:r w:rsidR="00C85AFD" w:rsidRPr="003971BC">
        <w:rPr>
          <w:szCs w:val="24"/>
          <w:rtl/>
          <w:cs/>
        </w:rPr>
        <w:t xml:space="preserve">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="00C85AFD" w:rsidRPr="003971BC">
        <w:rPr>
          <w:szCs w:val="24"/>
          <w:rtl/>
          <w:cs/>
        </w:rPr>
        <w:t xml:space="preserve">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๙</w:t>
      </w:r>
      <w:bookmarkEnd w:id="91"/>
    </w:p>
    <w:p w:rsidR="00C85AFD" w:rsidRPr="003971BC" w:rsidRDefault="00CF04F0" w:rsidP="00C85AFD">
      <w:pPr>
        <w:pStyle w:val="libArFootnote"/>
        <w:bidi w:val="0"/>
      </w:pPr>
      <w:bookmarkStart w:id="92" w:name="_Toc414268960"/>
      <w:r>
        <w:rPr>
          <w:rFonts w:ascii="Angsana New" w:hAnsi="Angsana New" w:cs="Angsana New" w:hint="cs"/>
          <w:szCs w:val="24"/>
          <w:cs/>
          <w:lang w:bidi="th-TH"/>
        </w:rPr>
        <w:t>(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๙</w:t>
      </w:r>
      <w:r>
        <w:rPr>
          <w:rFonts w:ascii="Angsana New" w:hAnsi="Angsana New" w:cs="Angsana New" w:hint="cs"/>
          <w:szCs w:val="24"/>
          <w:cs/>
          <w:lang w:bidi="th-TH"/>
        </w:rPr>
        <w:t>)</w:t>
      </w:r>
      <w:r w:rsidR="00C85AFD" w:rsidRPr="003971BC">
        <w:rPr>
          <w:szCs w:val="24"/>
          <w:rtl/>
          <w:cs/>
        </w:rPr>
        <w:t xml:space="preserve">.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อะซะดุล</w:t>
      </w:r>
      <w:r w:rsidR="00C85AFD" w:rsidRPr="003971BC">
        <w:rPr>
          <w:szCs w:val="24"/>
          <w:rtl/>
          <w:cs/>
        </w:rPr>
        <w:t>-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ฆอบะฮ์</w:t>
      </w:r>
      <w:r w:rsidR="00C85AFD" w:rsidRPr="003971BC">
        <w:rPr>
          <w:szCs w:val="24"/>
          <w:rtl/>
          <w:cs/>
        </w:rPr>
        <w:t xml:space="preserve">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="00C85AFD" w:rsidRPr="003971BC">
        <w:rPr>
          <w:szCs w:val="24"/>
          <w:rtl/>
          <w:cs/>
        </w:rPr>
        <w:t xml:space="preserve">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๔</w:t>
      </w:r>
      <w:r w:rsidR="00C85AFD" w:rsidRPr="003971BC">
        <w:rPr>
          <w:szCs w:val="24"/>
          <w:rtl/>
          <w:cs/>
        </w:rPr>
        <w:t xml:space="preserve">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3971BC">
        <w:rPr>
          <w:szCs w:val="24"/>
          <w:rtl/>
          <w:cs/>
        </w:rPr>
        <w:t xml:space="preserve"> </w:t>
      </w:r>
      <w:r w:rsidR="00C85AFD" w:rsidRPr="003971BC">
        <w:rPr>
          <w:rFonts w:ascii="Angsana New" w:hAnsi="Angsana New" w:cs="Angsana New" w:hint="cs"/>
          <w:szCs w:val="24"/>
          <w:cs/>
          <w:lang w:bidi="th-TH"/>
        </w:rPr>
        <w:t>๒๔</w:t>
      </w:r>
      <w:bookmarkEnd w:id="92"/>
    </w:p>
    <w:p w:rsidR="00C85AFD" w:rsidRDefault="00C85AFD" w:rsidP="00C85AFD">
      <w:pPr>
        <w:pStyle w:val="libNormal"/>
        <w:ind w:firstLine="0"/>
        <w:rPr>
          <w:rFonts w:cs="Cordia New"/>
          <w:szCs w:val="40"/>
          <w:cs/>
        </w:rPr>
      </w:pPr>
    </w:p>
    <w:p w:rsidR="00C85AFD" w:rsidRDefault="00C85AFD" w:rsidP="00C85AFD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C85AFD" w:rsidRDefault="00C85AFD" w:rsidP="00C85AFD">
      <w:pPr>
        <w:pStyle w:val="libNormal"/>
      </w:pPr>
      <w:r w:rsidRPr="00B91120">
        <w:rPr>
          <w:rFonts w:cs="Times New Roman"/>
          <w:lang w:bidi="ar-SA"/>
        </w:rPr>
        <w:lastRenderedPageBreak/>
        <w:t xml:space="preserve"> </w:t>
      </w:r>
      <w:r w:rsidRPr="00B91120">
        <w:rPr>
          <w:rFonts w:hint="cs"/>
          <w:cs/>
        </w:rPr>
        <w:t>หลังจากนั้นวันหนึ่งมีคนกล่าวแก่ฉันว่า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ทำไมท่านไม่ทิ้งมันไปเสียเลย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ดังนั้น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ฉันจึงตอบเขาไปว่า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การทำเช่นนั้นไม่ใช่วิสัยของฉัน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เมื่อฟ้าสางผู้เดินทางในค่ำคืนกลางทะเลทรายก็</w:t>
      </w:r>
      <w:r>
        <w:rPr>
          <w:rFonts w:hint="cs"/>
          <w:cs/>
        </w:rPr>
        <w:t>ร้องปิติยินดีที่ผ่านพ้นความลำบา</w:t>
      </w:r>
      <w:r w:rsidRPr="00B91120">
        <w:rPr>
          <w:rFonts w:hint="cs"/>
          <w:cs/>
        </w:rPr>
        <w:t>ตรากตรำในค่ำคืนนั้นมาได้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นอกจากเรื่องเสื้อผ้าแล้ว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อาหารของท่านมิได้ดีไปกว่าเสื้อผ้าที่ท่านสวมใส่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เพราะไม่มีอะไรมากไปกว่าก้อนข้าวบาร์เลย์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ท่านอับดุลลอฮ์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บินอะบีรอฟิอ์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เมื่อวันอีดข้าพเจ้าได้เข้าไปหาท่าน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แล้วท่านได้นำเอากล่องเก็บอาหารออกมา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ฉันได้พบว่ามีขนมปังแห้งแข็งที่ทำจากข้าวบาร์เลย์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แล้วท่านก็ได้เอามารับประทาน</w:t>
      </w:r>
      <w:r>
        <w:rPr>
          <w:rFonts w:cs="Cordia New" w:hint="cs"/>
          <w:szCs w:val="40"/>
          <w:cs/>
        </w:rPr>
        <w:t>”</w:t>
      </w:r>
    </w:p>
    <w:p w:rsidR="00C85AFD" w:rsidRPr="003971BC" w:rsidRDefault="00C85AFD" w:rsidP="00C85AFD">
      <w:pPr>
        <w:pStyle w:val="libNormal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ฉันจึงกล่าวแก่ท่านอะมีรุลมุมีนีน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ท่านเก็บไว้อย่างมิดชิดทำไม</w:t>
      </w:r>
      <w:r w:rsidRPr="00B91120">
        <w:rPr>
          <w:rFonts w:cs="Times New Roman"/>
          <w:lang w:bidi="ar-SA"/>
        </w:rPr>
        <w:t>?”</w:t>
      </w:r>
    </w:p>
    <w:p w:rsidR="00C85AFD" w:rsidRPr="00CF04F0" w:rsidRDefault="00C85AFD" w:rsidP="00CF04F0">
      <w:pPr>
        <w:pStyle w:val="libNormal"/>
      </w:pPr>
      <w:r w:rsidRPr="00B91120">
        <w:rPr>
          <w:rFonts w:hint="cs"/>
          <w:cs/>
        </w:rPr>
        <w:t>ท่านตอบว่า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ฉันกลัวว่า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ลูกชายของฉันทั้งสองคนจะเอาไปทาเนยหรืออบน้ำมัน</w:t>
      </w:r>
      <w:r>
        <w:rPr>
          <w:rFonts w:cs="Cordia New" w:hint="cs"/>
          <w:szCs w:val="40"/>
          <w:cs/>
        </w:rPr>
        <w:t>”(</w:t>
      </w:r>
      <w:r w:rsidRPr="00B91120">
        <w:rPr>
          <w:rFonts w:hint="cs"/>
          <w:cs/>
        </w:rPr>
        <w:t>๑๐</w:t>
      </w:r>
      <w:r>
        <w:rPr>
          <w:rFonts w:hint="cs"/>
          <w:cs/>
        </w:rPr>
        <w:t>)</w:t>
      </w:r>
    </w:p>
    <w:p w:rsidR="00C85AFD" w:rsidRPr="003971BC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ท่านอะห์นัฟ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บินกัยซ์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ได้พูดกับมุอาวิยะฮ์ว่า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ฉันได้เข้าไปหาเขาในค่ำคืนวันหนึ่งที่เขากำลังจะละศีลอด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แล้วเขาได้กล่าวแก่ฉันว่า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ท่านจงลุกไปรับประทานอาหารร่วมกับฮะซันและฮุเซนก่อนเถิด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="00CF04F0" w:rsidRPr="00B91120">
        <w:rPr>
          <w:rFonts w:hint="cs"/>
          <w:cs/>
        </w:rPr>
        <w:t>จากนั้น</w:t>
      </w:r>
      <w:r w:rsidR="00CF04F0">
        <w:rPr>
          <w:rFonts w:hint="cs"/>
          <w:cs/>
        </w:rPr>
        <w:t xml:space="preserve"> </w:t>
      </w:r>
      <w:r w:rsidR="00CF04F0" w:rsidRPr="00B91120">
        <w:rPr>
          <w:rFonts w:hint="cs"/>
          <w:cs/>
        </w:rPr>
        <w:t xml:space="preserve">ท่านอิมามอะลี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ก็ได้ทำนมาซ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ครั้นเมื่อนมาซเสร็จแล้ว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ท่านก็เรียกหากล่องขนมปังที่เก็บไว้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แล้วท่านก็นำออกมามันคือข้าวบาร์เลย์แห้งแข็งที่เก็บเอาไว้</w:t>
      </w:r>
      <w:r>
        <w:rPr>
          <w:rFonts w:cs="Cordia New" w:hint="cs"/>
          <w:szCs w:val="40"/>
          <w:cs/>
        </w:rPr>
        <w:t>”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ฉันจึงพูดกับท่านว่า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ท่านอะมีรุลมุมีนิน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ฉันมิได้ถือว่าท่านเป็นคนตระหนี่หรอก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แต่ทำไมท่านถึงเก็บมันไว้อย่างมิดชิด</w:t>
      </w:r>
      <w:r w:rsidRPr="00B91120">
        <w:rPr>
          <w:cs/>
        </w:rPr>
        <w:t xml:space="preserve"> </w:t>
      </w:r>
      <w:r w:rsidR="00CF04F0" w:rsidRPr="00B91120">
        <w:rPr>
          <w:rFonts w:hint="cs"/>
          <w:cs/>
        </w:rPr>
        <w:t>สำหรับข้าวบาร์เลย์อย่างนี้</w:t>
      </w:r>
      <w:r w:rsidR="00CF04F0" w:rsidRPr="00B91120">
        <w:rPr>
          <w:rFonts w:hint="cs"/>
        </w:rPr>
        <w:t>?</w:t>
      </w:r>
      <w:r w:rsidR="00CF04F0" w:rsidRPr="00B91120">
        <w:rPr>
          <w:rFonts w:hint="cs"/>
          <w:cs/>
        </w:rPr>
        <w:t>”</w:t>
      </w:r>
    </w:p>
    <w:p w:rsidR="00CF04F0" w:rsidRPr="00CF04F0" w:rsidRDefault="00CF04F0" w:rsidP="00C85AFD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-------------------------------------------</w:t>
      </w:r>
    </w:p>
    <w:p w:rsidR="00C85AFD" w:rsidRPr="00CF04F0" w:rsidRDefault="00CF04F0" w:rsidP="00CF04F0">
      <w:pPr>
        <w:pStyle w:val="libArFootnote"/>
        <w:bidi w:val="0"/>
        <w:rPr>
          <w:szCs w:val="24"/>
          <w:rtl/>
          <w:cs/>
        </w:rPr>
      </w:pPr>
      <w:bookmarkStart w:id="93" w:name="_Toc414268961"/>
      <w:r>
        <w:rPr>
          <w:rFonts w:ascii="Angsana New" w:hAnsi="Angsana New" w:cs="Angsana New" w:hint="cs"/>
          <w:szCs w:val="24"/>
          <w:cs/>
          <w:lang w:bidi="th-TH"/>
        </w:rPr>
        <w:t>(</w:t>
      </w:r>
      <w:r w:rsidR="00C85AFD" w:rsidRPr="00CF04F0">
        <w:rPr>
          <w:rFonts w:ascii="Angsana New" w:hAnsi="Angsana New" w:cs="Angsana New" w:hint="cs"/>
          <w:szCs w:val="24"/>
          <w:cs/>
          <w:lang w:bidi="th-TH"/>
        </w:rPr>
        <w:t>๑๐</w:t>
      </w:r>
      <w:r>
        <w:rPr>
          <w:rFonts w:ascii="Angsana New" w:hAnsi="Angsana New" w:cs="Angsana New" w:hint="cs"/>
          <w:szCs w:val="24"/>
          <w:cs/>
          <w:lang w:bidi="th-TH"/>
        </w:rPr>
        <w:t>)</w:t>
      </w:r>
      <w:r w:rsidR="00C85AFD" w:rsidRPr="00CF04F0">
        <w:rPr>
          <w:szCs w:val="24"/>
          <w:rtl/>
          <w:cs/>
        </w:rPr>
        <w:t xml:space="preserve">. </w:t>
      </w:r>
      <w:r w:rsidR="00C85AFD" w:rsidRPr="00CF04F0">
        <w:rPr>
          <w:rFonts w:ascii="Angsana New" w:hAnsi="Angsana New" w:cs="Angsana New" w:hint="cs"/>
          <w:szCs w:val="24"/>
          <w:cs/>
          <w:lang w:bidi="th-TH"/>
        </w:rPr>
        <w:t>อะอ์ยานุช</w:t>
      </w:r>
      <w:r w:rsidR="00C85AFD" w:rsidRPr="00CF04F0">
        <w:rPr>
          <w:szCs w:val="24"/>
          <w:rtl/>
          <w:cs/>
        </w:rPr>
        <w:t>-</w:t>
      </w:r>
      <w:r w:rsidR="00C85AFD" w:rsidRPr="00CF04F0">
        <w:rPr>
          <w:rFonts w:ascii="Angsana New" w:hAnsi="Angsana New" w:cs="Angsana New" w:hint="cs"/>
          <w:szCs w:val="24"/>
          <w:cs/>
          <w:lang w:bidi="th-TH"/>
        </w:rPr>
        <w:t>ชีอะฮ์</w:t>
      </w:r>
      <w:r w:rsidR="00C85AFD" w:rsidRPr="00CF04F0">
        <w:rPr>
          <w:szCs w:val="24"/>
          <w:rtl/>
          <w:cs/>
        </w:rPr>
        <w:t xml:space="preserve"> </w:t>
      </w:r>
      <w:r w:rsidR="00C85AFD" w:rsidRPr="00CF04F0">
        <w:rPr>
          <w:rFonts w:ascii="Angsana New" w:hAnsi="Angsana New" w:cs="Angsana New" w:hint="cs"/>
          <w:szCs w:val="24"/>
          <w:cs/>
          <w:lang w:bidi="th-TH"/>
        </w:rPr>
        <w:t>๓</w:t>
      </w:r>
      <w:r w:rsidR="00C85AFD" w:rsidRPr="00CF04F0">
        <w:rPr>
          <w:szCs w:val="24"/>
          <w:rtl/>
          <w:cs/>
        </w:rPr>
        <w:t xml:space="preserve"> </w:t>
      </w:r>
      <w:r w:rsidR="00C85AFD" w:rsidRPr="00CF04F0">
        <w:rPr>
          <w:rFonts w:ascii="Angsana New" w:hAnsi="Angsana New" w:cs="Angsana New" w:hint="cs"/>
          <w:szCs w:val="24"/>
          <w:cs/>
          <w:lang w:bidi="th-TH"/>
        </w:rPr>
        <w:t>กอฟ</w:t>
      </w:r>
      <w:r w:rsidR="00C85AFD" w:rsidRPr="00CF04F0">
        <w:rPr>
          <w:szCs w:val="24"/>
          <w:rtl/>
          <w:cs/>
        </w:rPr>
        <w:t xml:space="preserve"> </w:t>
      </w:r>
      <w:r w:rsidR="00C85AFD" w:rsidRPr="00CF04F0">
        <w:rPr>
          <w:rFonts w:ascii="Angsana New" w:hAnsi="Angsana New" w:cs="Angsana New" w:hint="cs"/>
          <w:szCs w:val="24"/>
          <w:cs/>
          <w:lang w:bidi="th-TH"/>
        </w:rPr>
        <w:t>๑</w:t>
      </w:r>
      <w:r w:rsidR="00C85AFD" w:rsidRPr="00CF04F0">
        <w:rPr>
          <w:szCs w:val="24"/>
          <w:rtl/>
          <w:cs/>
        </w:rPr>
        <w:t>/</w:t>
      </w:r>
      <w:r w:rsidR="00C85AFD" w:rsidRPr="00CF04F0">
        <w:rPr>
          <w:rFonts w:ascii="Angsana New" w:hAnsi="Angsana New" w:cs="Angsana New" w:hint="cs"/>
          <w:szCs w:val="24"/>
          <w:cs/>
          <w:lang w:bidi="th-TH"/>
        </w:rPr>
        <w:t>๑๑๒</w:t>
      </w:r>
      <w:bookmarkEnd w:id="93"/>
    </w:p>
    <w:p w:rsidR="00C85AFD" w:rsidRPr="003971BC" w:rsidRDefault="00C85AFD" w:rsidP="00C85AFD">
      <w:pPr>
        <w:rPr>
          <w:rFonts w:ascii="Angsana New" w:hAnsi="Angsana New" w:cs="Cordia New"/>
          <w:sz w:val="32"/>
          <w:szCs w:val="30"/>
          <w:lang w:bidi="th-TH"/>
        </w:rPr>
      </w:pPr>
      <w:r>
        <w:rPr>
          <w:rtl/>
          <w:cs/>
        </w:rPr>
        <w:br w:type="page"/>
      </w:r>
    </w:p>
    <w:p w:rsidR="00C85AFD" w:rsidRPr="003971BC" w:rsidRDefault="00C85AFD" w:rsidP="00CF04F0">
      <w:pPr>
        <w:pStyle w:val="libNormal"/>
        <w:ind w:firstLine="0"/>
        <w:rPr>
          <w:rFonts w:cs="Cordia New"/>
          <w:szCs w:val="40"/>
        </w:rPr>
      </w:pPr>
      <w:r w:rsidRPr="00B91120">
        <w:rPr>
          <w:rFonts w:hint="cs"/>
          <w:cs/>
        </w:rPr>
        <w:lastRenderedPageBreak/>
        <w:t>ท่านตอบว่า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ฉันมิได้เก็บมันไว้เนื่องจากความตระหนี่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แต่ฉันกลัวว่าฮะซัน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กับฮุเซนจะนำมันไปชุบน้ำมันให้อ่อนนุ่มต่างหาก</w:t>
      </w:r>
      <w:r>
        <w:rPr>
          <w:rFonts w:cs="Cordia New" w:hint="cs"/>
          <w:szCs w:val="40"/>
          <w:cs/>
        </w:rPr>
        <w:t>”</w:t>
      </w:r>
    </w:p>
    <w:p w:rsidR="00C85AFD" w:rsidRPr="00B91120" w:rsidRDefault="00C85AFD" w:rsidP="00CF04F0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ฉันถามว่า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CF04F0" w:rsidRPr="00B91120">
        <w:rPr>
          <w:rFonts w:hint="cs"/>
          <w:cs/>
        </w:rPr>
        <w:t>แล้วมันเป็นสิ่งที่ต้องห้ามหรือ</w:t>
      </w:r>
      <w:r w:rsidR="00CF04F0" w:rsidRPr="00B91120">
        <w:rPr>
          <w:rFonts w:hint="cs"/>
        </w:rPr>
        <w:t>?</w:t>
      </w:r>
      <w:r w:rsidR="00CF04F0" w:rsidRPr="00B91120">
        <w:rPr>
          <w:rFonts w:hint="cs"/>
          <w:cs/>
        </w:rPr>
        <w:t>”</w:t>
      </w:r>
    </w:p>
    <w:p w:rsidR="00C85AFD" w:rsidRDefault="00C85AFD" w:rsidP="00CF04F0">
      <w:pPr>
        <w:pStyle w:val="libNormal"/>
        <w:ind w:firstLine="0"/>
      </w:pPr>
      <w:r w:rsidRPr="00B91120">
        <w:rPr>
          <w:rFonts w:hint="cs"/>
          <w:cs/>
        </w:rPr>
        <w:t>ท่านตอบว่า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มิได้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แต่บรรดาอิมามที่แท้จริงนั้น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จะต้องสัมผัสกับสภาพของความอับจนแร้นแค้นของผู้ที่อยู่ภายใต้การปกครองในเรื่องของการกินอยู่และการนุ่งห่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โดยมิได้มีการแยกตัวออกไปหาสิ่งใดๆ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ที่คนส่วนใหญ่ไม่มีความสามารถจะหาได้</w:t>
      </w:r>
      <w:r w:rsidRPr="00B91120">
        <w:rPr>
          <w:cs/>
        </w:rPr>
        <w:t xml:space="preserve"> </w:t>
      </w:r>
      <w:r w:rsidR="00CF04F0" w:rsidRPr="00B91120">
        <w:rPr>
          <w:rFonts w:hint="cs"/>
          <w:cs/>
        </w:rPr>
        <w:t xml:space="preserve">เพื่อว่าเมื่อคนจนเป็นอิมามของพวกเขาแล้วก็จะมีความรู้สึกขอบคุณต่อแนวทางของอัลลอฮ์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และเมื่อคนรวย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เห็นแล้วก็จะรู้สึกมีความขอบคุณและนอบน้อมต่อพระองค์มากขึ้น</w:t>
      </w:r>
      <w:r w:rsidR="00CF04F0" w:rsidRPr="00B91120">
        <w:rPr>
          <w:rFonts w:cs="Times New Roman" w:hint="eastAsia"/>
          <w:lang w:bidi="ar-SA"/>
        </w:rPr>
        <w:t>”</w:t>
      </w:r>
      <w:r w:rsidR="00CF04F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๑๑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ความมีน้ำใจโอบอ้อมอารีของท่านอะลี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นั้น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ใครเล่าจะมีน้ำใจโอบอ้อมอารียิ่งไปกว่าคนๆ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หนึ่งที่มอบอาหารที่ตนเตรียมไว้เพื่อละศีลอดให้แก่คนยากจนที่ร่อนเร่มาขอในยามค่ำคืน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และมอบให้แก่เด็กกำพร้า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อีกครั้งหนึ่งในคืนที่สอง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และมอบให้แก่เชลยสงครามอีกครั้งในคืนที่สาม</w:t>
      </w:r>
      <w:r w:rsidRPr="00B91120">
        <w:rPr>
          <w:cs/>
        </w:rPr>
        <w:t xml:space="preserve"> </w:t>
      </w:r>
      <w:r w:rsidR="00CF04F0" w:rsidRPr="00B91120">
        <w:rPr>
          <w:rFonts w:hint="cs"/>
          <w:cs/>
        </w:rPr>
        <w:t xml:space="preserve">จนกระทั่งอัลลอฮ์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CF04F0" w:rsidRPr="00B91120">
        <w:rPr>
          <w:rFonts w:hint="cs"/>
          <w:cs/>
        </w:rPr>
        <w:t>) ได้ประทานโองการมายกย่องเรื่องของท่านว่</w:t>
      </w:r>
      <w:r w:rsidR="00CF04F0" w:rsidRPr="00B91120">
        <w:rPr>
          <w:cs/>
        </w:rPr>
        <w:t>า</w:t>
      </w:r>
    </w:p>
    <w:p w:rsidR="00C85AFD" w:rsidRPr="003971BC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 xml:space="preserve"> </w:t>
      </w: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และพวกเขามอบอาหารจากความรักที่มีต่อพระองค์แก่คนยากจน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เด็กกำพร้า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และเชลยสงคราม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พวกเขากล่าวว่า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ความจริงแล้วเราเพียงแต่มุ่งหวังยังอัลลอฮ์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เท่านั้น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สำหรับการให้อาหารแก่พวกท่านโดยเรามิได้ต้องการรางวัลและการขอบคุณใด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จากพวกท่านเลย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แท้จริง</w:t>
      </w:r>
      <w:r>
        <w:rPr>
          <w:rFonts w:hint="cs"/>
          <w:cs/>
        </w:rPr>
        <w:t xml:space="preserve"> </w:t>
      </w:r>
      <w:r w:rsidRPr="00B91120">
        <w:rPr>
          <w:rFonts w:hint="cs"/>
          <w:cs/>
        </w:rPr>
        <w:t>เรายำเกรงพระผู้อภิบาลของเราในวันหนึ่งซึ่งมีความเข้มงวดอย่างเดือดร้อนยิ่งนัก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๑๒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  <w:ind w:firstLine="0"/>
      </w:pPr>
      <w:r>
        <w:rPr>
          <w:rFonts w:hint="cs"/>
          <w:cs/>
        </w:rPr>
        <w:t>-----------------------------------------------</w:t>
      </w:r>
    </w:p>
    <w:p w:rsidR="00C85AFD" w:rsidRPr="002A2543" w:rsidRDefault="00CF04F0" w:rsidP="00C85AFD">
      <w:pPr>
        <w:pStyle w:val="libArFootnote"/>
        <w:bidi w:val="0"/>
        <w:rPr>
          <w:szCs w:val="24"/>
        </w:rPr>
      </w:pPr>
      <w:bookmarkStart w:id="94" w:name="_Toc414268962"/>
      <w:r>
        <w:rPr>
          <w:rFonts w:cs="Angsana New" w:hint="cs"/>
          <w:szCs w:val="24"/>
          <w:cs/>
          <w:lang w:bidi="th-TH"/>
        </w:rPr>
        <w:t>(</w:t>
      </w:r>
      <w:r w:rsidR="00C85AFD" w:rsidRPr="002A2543">
        <w:rPr>
          <w:rFonts w:cs="Angsana New" w:hint="cs"/>
          <w:szCs w:val="24"/>
          <w:cs/>
          <w:lang w:bidi="th-TH"/>
        </w:rPr>
        <w:t>๑๑</w:t>
      </w:r>
      <w:r w:rsidR="00C85AFD" w:rsidRPr="002A2543">
        <w:rPr>
          <w:szCs w:val="24"/>
          <w:rtl/>
          <w:cs/>
        </w:rPr>
        <w:t>.</w:t>
      </w:r>
      <w:r>
        <w:rPr>
          <w:rFonts w:cs="Cordia New" w:hint="cs"/>
          <w:szCs w:val="30"/>
          <w:cs/>
          <w:lang w:bidi="th-TH"/>
        </w:rPr>
        <w:t>)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ตั</w:t>
      </w:r>
      <w:r w:rsidR="00C85AFD">
        <w:rPr>
          <w:rFonts w:cs="Angsana New" w:hint="cs"/>
          <w:szCs w:val="24"/>
          <w:cs/>
          <w:lang w:bidi="th-TH"/>
        </w:rPr>
        <w:t>ซ</w:t>
      </w:r>
      <w:r w:rsidR="00C85AFD" w:rsidRPr="002A2543">
        <w:rPr>
          <w:rFonts w:cs="Angsana New" w:hint="cs"/>
          <w:szCs w:val="24"/>
          <w:cs/>
          <w:lang w:bidi="th-TH"/>
        </w:rPr>
        <w:t>กิเราะตุลเคาะวาศ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หน้า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๖๔</w:t>
      </w:r>
      <w:bookmarkEnd w:id="94"/>
    </w:p>
    <w:p w:rsidR="00C85AFD" w:rsidRPr="002A2543" w:rsidRDefault="00CF04F0" w:rsidP="00C85AFD">
      <w:pPr>
        <w:pStyle w:val="libArFootnote"/>
        <w:bidi w:val="0"/>
        <w:rPr>
          <w:szCs w:val="24"/>
          <w:rtl/>
          <w:cs/>
        </w:rPr>
      </w:pPr>
      <w:bookmarkStart w:id="95" w:name="_Toc414268963"/>
      <w:r>
        <w:rPr>
          <w:rFonts w:cs="Angsana New" w:hint="cs"/>
          <w:szCs w:val="24"/>
          <w:cs/>
          <w:lang w:bidi="th-TH"/>
        </w:rPr>
        <w:t>(</w:t>
      </w:r>
      <w:r w:rsidR="00C85AFD" w:rsidRPr="002A2543">
        <w:rPr>
          <w:rFonts w:cs="Angsana New" w:hint="cs"/>
          <w:szCs w:val="24"/>
          <w:cs/>
          <w:lang w:bidi="th-TH"/>
        </w:rPr>
        <w:t>๑๒</w:t>
      </w:r>
      <w:r w:rsidR="00C85AFD" w:rsidRPr="002A2543">
        <w:rPr>
          <w:szCs w:val="24"/>
          <w:rtl/>
          <w:cs/>
        </w:rPr>
        <w:t>.</w:t>
      </w:r>
      <w:r>
        <w:rPr>
          <w:rFonts w:cs="Cordia New" w:hint="cs"/>
          <w:szCs w:val="30"/>
          <w:cs/>
          <w:lang w:bidi="th-TH"/>
        </w:rPr>
        <w:t>)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อิจญ์มาอุล</w:t>
      </w:r>
      <w:r w:rsidR="00C85AFD" w:rsidRPr="002A2543">
        <w:rPr>
          <w:szCs w:val="24"/>
          <w:rtl/>
          <w:cs/>
        </w:rPr>
        <w:t>-</w:t>
      </w:r>
      <w:r w:rsidR="00C85AFD" w:rsidRPr="002A2543">
        <w:rPr>
          <w:rFonts w:cs="Angsana New" w:hint="cs"/>
          <w:szCs w:val="24"/>
          <w:cs/>
          <w:lang w:bidi="th-TH"/>
        </w:rPr>
        <w:t>มุฟัซซิรีน</w:t>
      </w:r>
      <w:bookmarkEnd w:id="95"/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3971BC" w:rsidRDefault="00C85AFD" w:rsidP="00C85AFD">
      <w:pPr>
        <w:pStyle w:val="libNormal"/>
        <w:ind w:firstLine="0"/>
        <w:rPr>
          <w:szCs w:val="40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ระดับความเป็นคนที่สูงส่งด้วยจิตใจที่โอบอ้อมอารีของท่านอะลี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แม้แต่ศัตรูของท่านอย่าง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มุอาวิยะฮ์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บินอะบีซุฟยาน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ก็ยังกล่าวยกย่องไว้ว่า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เขาเป็นคนที่ถ้าหากว่าเป็นเจ้าของบ้านสองหลัง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หลังหนึ่งทำด้วยทองคำอีกหลังหนึ่งทำด้วยฟาง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แน่นอนเขาจะต้องบริจาคหลังที่ทำด้วยทองคำก่อน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หลังที่ทำด้วยฟาง</w:t>
      </w:r>
      <w:r w:rsidR="00CF04F0">
        <w:rPr>
          <w:rFonts w:cs="Cordia New" w:hint="cs"/>
          <w:szCs w:val="40"/>
        </w:rPr>
        <w:t xml:space="preserve">” </w:t>
      </w:r>
      <w:r w:rsidR="00CF04F0">
        <w:rPr>
          <w:rFonts w:cs="Cordia New"/>
          <w:szCs w:val="40"/>
          <w:cs/>
        </w:rPr>
        <w:t>(</w:t>
      </w:r>
      <w:r w:rsidRPr="00B91120">
        <w:rPr>
          <w:rFonts w:hint="cs"/>
          <w:cs/>
        </w:rPr>
        <w:t>๑๓</w:t>
      </w:r>
      <w:r>
        <w:rPr>
          <w:rFonts w:hint="cs"/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ท่านชุอบีย์ได้กล่าวว่า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CF04F0" w:rsidRPr="00B91120">
        <w:rPr>
          <w:rFonts w:hint="cs"/>
          <w:cs/>
        </w:rPr>
        <w:t xml:space="preserve">ท่านอะลี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CF04F0" w:rsidRPr="00B91120">
        <w:rPr>
          <w:rFonts w:hint="cs"/>
          <w:cs/>
        </w:rPr>
        <w:t>) คือคนที่มีจิตใจเอื้อเฟื้อเผื่อแผ่มากที่สุ</w:t>
      </w:r>
      <w:r w:rsidR="00CF04F0" w:rsidRPr="00B91120">
        <w:rPr>
          <w:cs/>
        </w:rPr>
        <w:t>ด</w:t>
      </w:r>
      <w:r w:rsidR="00CF04F0">
        <w:rPr>
          <w:rFonts w:cs="Cordia New" w:hint="cs"/>
          <w:szCs w:val="40"/>
        </w:rPr>
        <w:t xml:space="preserve">” </w:t>
      </w:r>
      <w:r w:rsidR="00CF04F0">
        <w:rPr>
          <w:rFonts w:cs="Cordia New"/>
          <w:szCs w:val="40"/>
          <w:cs/>
        </w:rPr>
        <w:t>(</w:t>
      </w:r>
      <w:r w:rsidRPr="00B91120">
        <w:rPr>
          <w:rFonts w:hint="cs"/>
          <w:cs/>
        </w:rPr>
        <w:t>๑๔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ท่านเคยแบ่งทรัพย์จากกองทุนส่วนกลาง</w:t>
      </w:r>
      <w:r w:rsidRPr="00B91120">
        <w:rPr>
          <w:cs/>
        </w:rPr>
        <w:t>(</w:t>
      </w:r>
      <w:r w:rsidRPr="00B91120">
        <w:rPr>
          <w:rFonts w:hint="cs"/>
          <w:cs/>
        </w:rPr>
        <w:t>บัยตุลมาล</w:t>
      </w:r>
      <w:r w:rsidRPr="00B91120">
        <w:rPr>
          <w:cs/>
        </w:rPr>
        <w:t>)</w:t>
      </w:r>
      <w:r w:rsidRPr="00B91120">
        <w:rPr>
          <w:rFonts w:hint="cs"/>
          <w:cs/>
        </w:rPr>
        <w:t>ที่เมืองบัศเราะฮ์ภายหลังจากสงครามญะมัลปรากฏว่า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ส่วนรับของทหารทุกคนมีห้าร้อย</w:t>
      </w:r>
    </w:p>
    <w:p w:rsidR="00C85AFD" w:rsidRPr="003971BC" w:rsidRDefault="00C85AFD" w:rsidP="00C85AFD">
      <w:pPr>
        <w:pStyle w:val="libNormal"/>
        <w:ind w:firstLine="0"/>
        <w:rPr>
          <w:rFonts w:cs="Cordia New"/>
          <w:szCs w:val="40"/>
        </w:rPr>
      </w:pPr>
      <w:r w:rsidRPr="00B91120">
        <w:rPr>
          <w:rFonts w:hint="cs"/>
          <w:cs/>
        </w:rPr>
        <w:t>ดิรฮัมและท่านอะลี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ก็รับห้าร้อยดิรฮัมด้วยเช่นเดียวกัน</w:t>
      </w:r>
      <w:r>
        <w:rPr>
          <w:rFonts w:cs="Cordia New" w:hint="cs"/>
          <w:szCs w:val="40"/>
          <w:cs/>
        </w:rPr>
        <w:t>”</w:t>
      </w:r>
    </w:p>
    <w:p w:rsidR="00C85AFD" w:rsidRPr="003971BC" w:rsidRDefault="00C85AFD" w:rsidP="00C85AFD">
      <w:pPr>
        <w:pStyle w:val="libNormal"/>
        <w:ind w:firstLine="0"/>
        <w:rPr>
          <w:rFonts w:cs="Cordia New"/>
          <w:szCs w:val="40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ท่านอะบูอัสวัด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อัด</w:t>
      </w:r>
      <w:r w:rsidRPr="00B91120">
        <w:rPr>
          <w:cs/>
        </w:rPr>
        <w:t>-</w:t>
      </w:r>
      <w:r w:rsidRPr="00B91120">
        <w:rPr>
          <w:rFonts w:hint="cs"/>
          <w:cs/>
        </w:rPr>
        <w:t>ดุอ์ลียกล่าวว่า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เมื่อเสร็จสงครามญะมัลแล้ว</w:t>
      </w:r>
    </w:p>
    <w:p w:rsidR="00C85AFD" w:rsidRDefault="00C85AFD" w:rsidP="00C85AFD">
      <w:pPr>
        <w:pStyle w:val="libNormal"/>
        <w:ind w:firstLine="0"/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็เข้ามาจัดการกับทรัพย์สินส่วนกลางที่เมืองบัศเราะฮ์กับบรรดาประชาชนทั้งชาวมุฮาญิรีนและชาวอันศอร</w:t>
      </w:r>
    </w:p>
    <w:p w:rsidR="00C85AFD" w:rsidRDefault="00C85AFD" w:rsidP="00C85AFD">
      <w:pPr>
        <w:pStyle w:val="libNormal"/>
        <w:ind w:firstLine="0"/>
      </w:pPr>
      <w:r>
        <w:rPr>
          <w:rFonts w:hint="cs"/>
          <w:cs/>
        </w:rPr>
        <w:t>-----------------------------------------------------------</w:t>
      </w:r>
    </w:p>
    <w:p w:rsidR="00C85AFD" w:rsidRPr="005103B3" w:rsidRDefault="00CF04F0" w:rsidP="00C85AFD">
      <w:pPr>
        <w:pStyle w:val="libArFootnote"/>
        <w:bidi w:val="0"/>
      </w:pPr>
      <w:bookmarkStart w:id="96" w:name="_Toc414268964"/>
      <w:r>
        <w:rPr>
          <w:rFonts w:ascii="Angsana New" w:hAnsi="Angsana New" w:cs="Angsana New" w:hint="cs"/>
          <w:szCs w:val="24"/>
          <w:cs/>
          <w:lang w:bidi="th-TH"/>
        </w:rPr>
        <w:t>(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๑๓</w:t>
      </w:r>
      <w:r w:rsidR="00C85AFD" w:rsidRPr="005103B3">
        <w:rPr>
          <w:szCs w:val="24"/>
          <w:rtl/>
          <w:cs/>
        </w:rPr>
        <w:t>.</w:t>
      </w:r>
      <w:r>
        <w:rPr>
          <w:rFonts w:cs="Cordia New" w:hint="cs"/>
          <w:szCs w:val="30"/>
          <w:cs/>
          <w:lang w:bidi="th-TH"/>
        </w:rPr>
        <w:t>)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ชัรฮ์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นะฮ์ญุล</w:t>
      </w:r>
      <w:r w:rsidR="00C85AFD" w:rsidRPr="005103B3">
        <w:rPr>
          <w:szCs w:val="24"/>
          <w:rtl/>
          <w:cs/>
        </w:rPr>
        <w:t>-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บะลาเฆาะฮ์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๑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๗</w:t>
      </w:r>
      <w:bookmarkEnd w:id="96"/>
    </w:p>
    <w:p w:rsidR="00C85AFD" w:rsidRPr="005103B3" w:rsidRDefault="00CF04F0" w:rsidP="00C85AFD">
      <w:pPr>
        <w:pStyle w:val="libArFootnote"/>
        <w:bidi w:val="0"/>
      </w:pPr>
      <w:bookmarkStart w:id="97" w:name="_Toc414268965"/>
      <w:r>
        <w:rPr>
          <w:rFonts w:ascii="Angsana New" w:hAnsi="Angsana New" w:cs="Angsana New" w:hint="cs"/>
          <w:szCs w:val="24"/>
          <w:cs/>
          <w:lang w:bidi="th-TH"/>
        </w:rPr>
        <w:t>(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๑๔</w:t>
      </w:r>
      <w:r>
        <w:rPr>
          <w:rFonts w:ascii="Angsana New" w:hAnsi="Angsana New" w:cs="Angsana New" w:hint="cs"/>
          <w:szCs w:val="24"/>
          <w:cs/>
          <w:lang w:bidi="th-TH"/>
        </w:rPr>
        <w:t>)</w:t>
      </w:r>
      <w:r w:rsidR="00C85AFD" w:rsidRPr="005103B3">
        <w:rPr>
          <w:szCs w:val="24"/>
          <w:rtl/>
          <w:cs/>
        </w:rPr>
        <w:t xml:space="preserve">.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ชัรฮ์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นะฮ์ญุล</w:t>
      </w:r>
      <w:r w:rsidR="00C85AFD" w:rsidRPr="005103B3">
        <w:rPr>
          <w:szCs w:val="24"/>
          <w:rtl/>
          <w:cs/>
        </w:rPr>
        <w:t>-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บะลาเฆาะฮ์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๑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๗</w:t>
      </w:r>
      <w:bookmarkEnd w:id="97"/>
    </w:p>
    <w:p w:rsidR="00C85AFD" w:rsidRDefault="00C85AFD" w:rsidP="00C85AFD">
      <w:pPr>
        <w:pStyle w:val="libNormal"/>
        <w:ind w:firstLine="0"/>
      </w:pPr>
    </w:p>
    <w:p w:rsidR="00C85AFD" w:rsidRDefault="00C85AFD" w:rsidP="00C85AFD">
      <w:pPr>
        <w:pStyle w:val="libNormal"/>
        <w:ind w:firstLine="0"/>
      </w:pPr>
    </w:p>
    <w:p w:rsidR="00C85AFD" w:rsidRDefault="00C85AFD" w:rsidP="00C85AFD">
      <w:pPr>
        <w:pStyle w:val="libNormal"/>
        <w:ind w:firstLine="0"/>
      </w:pPr>
    </w:p>
    <w:p w:rsidR="00C85AFD" w:rsidRDefault="00C85AFD" w:rsidP="00C85AFD">
      <w:pPr>
        <w:pStyle w:val="libNormal"/>
        <w:ind w:firstLine="0"/>
        <w:rPr>
          <w:cs/>
        </w:rPr>
      </w:pP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Default="00C85AFD" w:rsidP="00C85AFD">
      <w:pPr>
        <w:pStyle w:val="libNormal"/>
        <w:ind w:firstLine="0"/>
      </w:pPr>
      <w:r w:rsidRPr="00B91120">
        <w:rPr>
          <w:cs/>
        </w:rPr>
        <w:lastRenderedPageBreak/>
        <w:t xml:space="preserve"> </w:t>
      </w:r>
      <w:r w:rsidRPr="00B91120">
        <w:rPr>
          <w:rFonts w:hint="cs"/>
          <w:cs/>
        </w:rPr>
        <w:t>ฉันก็เป็นคนหนึ่งในจำนวนคนเหล่านั้นด้วย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ครั้นเมื่อท่านเห็นว่าทรัพย์สินส่วนกลางมีจำนวนมาก</w:t>
      </w:r>
      <w:r>
        <w:rPr>
          <w:rFonts w:hint="cs"/>
          <w:cs/>
        </w:rPr>
        <w:t xml:space="preserve"> </w:t>
      </w:r>
    </w:p>
    <w:p w:rsidR="00C85AFD" w:rsidRPr="005103B3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ท่านก็กล่าวว่า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ท่านทั้งหลายจงแบ่งปันกันในระหว่างสหายของฉัน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คนละห้าร้อยดิรฮัม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แล้วทุกคนก็แบ่งปันกันไปตามจำนวนนั้น</w:t>
      </w:r>
      <w:r w:rsidRPr="00B91120">
        <w:rPr>
          <w:cs/>
        </w:rPr>
        <w:t xml:space="preserve"> </w:t>
      </w:r>
      <w:r w:rsidR="00CF04F0" w:rsidRPr="00B91120">
        <w:rPr>
          <w:rFonts w:hint="cs"/>
          <w:cs/>
        </w:rPr>
        <w:t xml:space="preserve">ขอสาบานต่ออัลลอฮ์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="00CF04F0" w:rsidRPr="00B91120">
        <w:rPr>
          <w:rFonts w:hint="cs"/>
          <w:cs/>
        </w:rPr>
        <w:t xml:space="preserve">ผู้ทรงแต่งตั้งนบีมุฮัมมัด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CF04F0" w:rsidRPr="00B91120">
        <w:rPr>
          <w:rFonts w:hint="cs"/>
          <w:cs/>
        </w:rPr>
        <w:t>) มาว่</w:t>
      </w:r>
      <w:r w:rsidR="00CF04F0" w:rsidRPr="00B91120">
        <w:rPr>
          <w:cs/>
        </w:rPr>
        <w:t>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จำนวนเงินเหล่านั้นไม่ขาดไม่เกินแม้แต่ดิรฮัมเดียว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เหมือนกับว่าท่านรู้จำนวนยอดเงินนั้นมาก่อน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คือปรากฏว่ามีเงินจำนวนหกล้านดิรฮัมจำนวนคนก็มีหนึ่งหมื่นสองพันคน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๑๕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ท่านฮุบะตุล</w:t>
      </w:r>
      <w:r w:rsidRPr="00B91120">
        <w:rPr>
          <w:cs/>
        </w:rPr>
        <w:t>-</w:t>
      </w:r>
      <w:r w:rsidRPr="00B91120">
        <w:rPr>
          <w:rFonts w:hint="cs"/>
          <w:cs/>
        </w:rPr>
        <w:t>อัรนี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ได้จัดแบ่งทรัพย์สินบัยตุลมาลที่เมืองบัสเราะฮ์ให้แก่สหายของท่านคนละห้าร้อยดิรฮัม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และท่านเองก็รับเอาห้าร้อยดิรฮัมเหมือนคนเหล่านั้น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แล้วปรากฏว่ามีชายคนหนึ่งที่มิได้ออกสงครามเข้ามาหา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ท่านอะมีรุลมุมีนีน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แท้จริงหัวใจของฉันอยู่กับท่านเสมอ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ถึงแม้ร่างกายของฉันจะมิได้อยู่กับท่านก็ตาม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ดังนั้นโปรดมอบบางส่วนให้ฉันได้รับบ้างเถิด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แล้วท่านก็มอบเงินห้าร้อยดิรฮัมในส่วนที่ท่านรับไปนั้นให้แก่เขาไปโดยที่ท่านมิได้รับส่วนแบ่งในคราวนั้นเลยแม้แต่น้อย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๑๖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  <w:r>
        <w:rPr>
          <w:rFonts w:hint="cs"/>
          <w:cs/>
        </w:rPr>
        <w:t>--------------------------------------------------</w:t>
      </w:r>
    </w:p>
    <w:p w:rsidR="00C85AFD" w:rsidRPr="005103B3" w:rsidRDefault="00CF04F0" w:rsidP="00C85AFD">
      <w:pPr>
        <w:pStyle w:val="libArFootnote"/>
        <w:bidi w:val="0"/>
      </w:pPr>
      <w:bookmarkStart w:id="98" w:name="_Toc414268966"/>
      <w:r>
        <w:rPr>
          <w:rFonts w:ascii="Angsana New" w:hAnsi="Angsana New" w:cs="Angsana New" w:hint="cs"/>
          <w:szCs w:val="24"/>
          <w:cs/>
          <w:lang w:bidi="th-TH"/>
        </w:rPr>
        <w:t>(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๑๕</w:t>
      </w:r>
      <w:r w:rsidR="00C85AFD" w:rsidRPr="005103B3">
        <w:rPr>
          <w:szCs w:val="24"/>
          <w:rtl/>
          <w:cs/>
        </w:rPr>
        <w:t>.</w:t>
      </w:r>
      <w:r>
        <w:rPr>
          <w:rFonts w:cs="Cordia New" w:hint="cs"/>
          <w:szCs w:val="30"/>
          <w:cs/>
          <w:lang w:bidi="th-TH"/>
        </w:rPr>
        <w:t>)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ชัรฮ์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นะฮ์ญุล</w:t>
      </w:r>
      <w:r w:rsidR="00C85AFD" w:rsidRPr="005103B3">
        <w:rPr>
          <w:szCs w:val="24"/>
          <w:rtl/>
          <w:cs/>
        </w:rPr>
        <w:t>-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บะลาเฆาะฮ์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๑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๑๐๐</w:t>
      </w:r>
      <w:bookmarkEnd w:id="98"/>
    </w:p>
    <w:p w:rsidR="00C85AFD" w:rsidRPr="005103B3" w:rsidRDefault="00CF04F0" w:rsidP="00C85AFD">
      <w:pPr>
        <w:pStyle w:val="libArFootnote"/>
        <w:bidi w:val="0"/>
      </w:pPr>
      <w:bookmarkStart w:id="99" w:name="_Toc414268967"/>
      <w:r>
        <w:rPr>
          <w:rFonts w:ascii="Angsana New" w:hAnsi="Angsana New" w:cs="Angsana New" w:hint="cs"/>
          <w:szCs w:val="24"/>
          <w:cs/>
          <w:lang w:bidi="th-TH"/>
        </w:rPr>
        <w:t>(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๑๖</w:t>
      </w:r>
      <w:r>
        <w:rPr>
          <w:rFonts w:ascii="Angsana New" w:hAnsi="Angsana New" w:cs="Angsana New" w:hint="cs"/>
          <w:szCs w:val="24"/>
          <w:cs/>
          <w:lang w:bidi="th-TH"/>
        </w:rPr>
        <w:t>)</w:t>
      </w:r>
      <w:r w:rsidR="00C85AFD" w:rsidRPr="005103B3">
        <w:rPr>
          <w:szCs w:val="24"/>
          <w:rtl/>
          <w:cs/>
        </w:rPr>
        <w:t xml:space="preserve">.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ชัรฮ์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นะฮ์ญุล</w:t>
      </w:r>
      <w:r w:rsidR="00C85AFD" w:rsidRPr="005103B3">
        <w:rPr>
          <w:szCs w:val="24"/>
          <w:rtl/>
          <w:cs/>
        </w:rPr>
        <w:t>-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บะลาเฆาะฮ์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๑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ascii="Angsana New" w:hAnsi="Angsana New" w:cs="Angsana New" w:hint="cs"/>
          <w:szCs w:val="24"/>
          <w:cs/>
          <w:lang w:bidi="th-TH"/>
        </w:rPr>
        <w:t>๑๐๐</w:t>
      </w:r>
      <w:bookmarkEnd w:id="99"/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ถ้าหากเราจะกล่าวถึงงานในด้านการต่อสู้ของท่าน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ก็เคยร่วมรบกับท่านศาสนทูตแห่งอัลลอฮ์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มาทุกสมรภูมิ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ท่านเป็นนักรบที่กล้าหาญอยู่หน้าเสมอ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และท่านเป็นราชสีห์ที่ครอบครองชัยชนะทุกสมรภูมิ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ท่านคือผู้ถือธงรบประจำกองทัพของประชาชาติมุสลิม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ดังเช่นในเหตุการณ์สงครามบะดัร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กุบรอ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ท่านได้สังหารพวกตั้งภาคีถึงสามสิบห้าคน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ในขณะที่บรรดามุสลิมและมะลาอิกะฮ์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ได้สังหารสามสิบห้าคนเช่นกัน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ในสงคราม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อุฮุดท่านได้สังหารพวกแนวหน้าทั้งหมด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ครั้นเมื่อบรรดามุสลิมแตกพ่าย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หลังจากที่คอลิด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บินวะลีดเข้าบุกจู่โจม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ท่านยืนหยัดเพื่อปกป้องท่านศาสนทูตแห่งอัลลอฮ์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จนบรรดานักประวัติศาสตร์บันทึกไว้ว่า</w:t>
      </w:r>
    </w:p>
    <w:p w:rsidR="00C85AFD" w:rsidRDefault="00C85AFD" w:rsidP="00C85AFD">
      <w:pPr>
        <w:pStyle w:val="libNormal"/>
      </w:pPr>
      <w:r w:rsidRPr="00B91120">
        <w:rPr>
          <w:rFonts w:cs="Times New Roman" w:hint="eastAsia"/>
          <w:lang w:bidi="ar-SA"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ญิบรออีลได้ประกาศในวันนั้นว่า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CF04F0" w:rsidRPr="00B91120">
        <w:rPr>
          <w:rFonts w:hint="cs"/>
          <w:cs/>
        </w:rPr>
        <w:t xml:space="preserve">ไม่มีดาบอื่นใดอีกนอกจากดาบชุลฟิก็อรและไม่มีชายหนุ่มคนใดอีกนอกจากอะลี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="00CF04F0" w:rsidRPr="00B91120">
        <w:rPr>
          <w:rFonts w:cs="Times New Roman"/>
          <w:lang w:bidi="ar-SA"/>
        </w:rPr>
        <w:t>” (</w:t>
      </w:r>
      <w:r w:rsidRPr="00B91120">
        <w:rPr>
          <w:rFonts w:hint="cs"/>
          <w:cs/>
        </w:rPr>
        <w:t>๑๗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ในสงครามคัยบัร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บรรดาชาวมุฮาญิรีนมีไม่น้อยเลยที่ต้องการถือธง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แต่ก็ไม่แคล้วที่แต่ละคนต้องรีบเร่งนำธงกลับมาหาท่านศาสนทูต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ด้วยความพ่ายแพ้จนท่านนบี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กริ้วแล้วกล่าวว่า</w:t>
      </w:r>
    </w:p>
    <w:p w:rsidR="00C85AFD" w:rsidRDefault="00C85AFD" w:rsidP="00C85AFD">
      <w:pPr>
        <w:pStyle w:val="libNormal"/>
      </w:pP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พรุ่งนี้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ฉันจะต้องมอบธงรบให้แก่คนๆ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หนึ่งที่รักอัลลอฮ์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และ</w:t>
      </w:r>
    </w:p>
    <w:p w:rsidR="00C85AFD" w:rsidRDefault="00C85AFD" w:rsidP="00C85AFD">
      <w:pPr>
        <w:pStyle w:val="libNormal"/>
        <w:ind w:firstLine="0"/>
        <w:rPr>
          <w:rFonts w:cs="Cordia New"/>
          <w:szCs w:val="40"/>
        </w:rPr>
      </w:pPr>
      <w:r w:rsidRPr="00B91120">
        <w:rPr>
          <w:rFonts w:hint="cs"/>
          <w:cs/>
        </w:rPr>
        <w:t>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ของพระองค์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อีกทั้งอัลลอฮ์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และศาสนทูต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ของพระองค์ก็รักเขา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เขายืนหยัด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ไม่หนีและไม่กลับมาจนกว่าอัลลอฮ์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จะให้เขาได้รับชัยชนะ</w:t>
      </w:r>
      <w:r>
        <w:rPr>
          <w:rFonts w:cs="Cordia New" w:hint="cs"/>
          <w:szCs w:val="40"/>
          <w:cs/>
        </w:rPr>
        <w:t>”</w:t>
      </w:r>
    </w:p>
    <w:p w:rsidR="00C85AFD" w:rsidRDefault="00C85AFD" w:rsidP="00C85AFD">
      <w:pPr>
        <w:pStyle w:val="libNormal"/>
        <w:ind w:firstLine="0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----------------------------------------------</w:t>
      </w:r>
    </w:p>
    <w:p w:rsidR="00C85AFD" w:rsidRPr="005103B3" w:rsidRDefault="00CF04F0" w:rsidP="00CF04F0">
      <w:pPr>
        <w:pStyle w:val="libArFootnote"/>
        <w:bidi w:val="0"/>
        <w:rPr>
          <w:szCs w:val="24"/>
        </w:rPr>
      </w:pPr>
      <w:bookmarkStart w:id="100" w:name="_Toc414268968"/>
      <w:r>
        <w:rPr>
          <w:rFonts w:cs="Angsana New" w:hint="cs"/>
          <w:szCs w:val="24"/>
          <w:cs/>
          <w:lang w:bidi="th-TH"/>
        </w:rPr>
        <w:t>(</w:t>
      </w:r>
      <w:r w:rsidR="00C85AFD" w:rsidRPr="005103B3">
        <w:rPr>
          <w:rFonts w:cs="Angsana New" w:hint="cs"/>
          <w:szCs w:val="24"/>
          <w:cs/>
          <w:lang w:bidi="th-TH"/>
        </w:rPr>
        <w:t>๑๗</w:t>
      </w:r>
      <w:r w:rsidR="00C85AFD" w:rsidRPr="005103B3">
        <w:rPr>
          <w:szCs w:val="24"/>
          <w:rtl/>
          <w:cs/>
        </w:rPr>
        <w:t>.</w:t>
      </w:r>
      <w:r>
        <w:rPr>
          <w:rFonts w:cs="Cordia New" w:hint="cs"/>
          <w:szCs w:val="30"/>
          <w:cs/>
          <w:lang w:bidi="th-TH"/>
        </w:rPr>
        <w:t>)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cs="Angsana New" w:hint="cs"/>
          <w:szCs w:val="24"/>
          <w:cs/>
          <w:lang w:bidi="th-TH"/>
        </w:rPr>
        <w:t>มะนากิบ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cs="Angsana New" w:hint="cs"/>
          <w:szCs w:val="24"/>
          <w:cs/>
          <w:lang w:bidi="th-TH"/>
        </w:rPr>
        <w:t>อะมีรุลมุมีนีน</w:t>
      </w:r>
      <w:r>
        <w:rPr>
          <w:rFonts w:cs="Cordia New" w:hint="cs"/>
          <w:szCs w:val="30"/>
          <w:cs/>
          <w:lang w:bidi="th-TH"/>
        </w:rPr>
        <w:t>(</w:t>
      </w:r>
      <w:r w:rsidR="00C85AFD" w:rsidRPr="005103B3">
        <w:rPr>
          <w:rFonts w:cs="Angsana New" w:hint="cs"/>
          <w:szCs w:val="24"/>
          <w:cs/>
          <w:lang w:bidi="th-TH"/>
        </w:rPr>
        <w:t>อ</w:t>
      </w:r>
      <w:r>
        <w:rPr>
          <w:rFonts w:cs="Cordia New" w:hint="cs"/>
          <w:szCs w:val="30"/>
          <w:cs/>
          <w:lang w:bidi="th-TH"/>
        </w:rPr>
        <w:t>)</w:t>
      </w:r>
      <w:r w:rsidR="00C85AFD" w:rsidRPr="005103B3">
        <w:rPr>
          <w:rFonts w:cs="Angsana New" w:hint="cs"/>
          <w:szCs w:val="24"/>
          <w:cs/>
          <w:lang w:bidi="th-TH"/>
        </w:rPr>
        <w:t>ของท่านอิบนุ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cs="Angsana New" w:hint="cs"/>
          <w:szCs w:val="24"/>
          <w:cs/>
          <w:lang w:bidi="th-TH"/>
        </w:rPr>
        <w:t>มะฆอซะลีย์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cs="Angsana New" w:hint="cs"/>
          <w:szCs w:val="24"/>
          <w:cs/>
          <w:lang w:bidi="th-TH"/>
        </w:rPr>
        <w:t>หน้า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cs="Angsana New" w:hint="cs"/>
          <w:szCs w:val="24"/>
          <w:cs/>
          <w:lang w:bidi="th-TH"/>
        </w:rPr>
        <w:t>๑๙</w:t>
      </w:r>
      <w:bookmarkEnd w:id="100"/>
    </w:p>
    <w:p w:rsidR="00C85AFD" w:rsidRDefault="00C85AFD" w:rsidP="00C85AFD">
      <w:pPr>
        <w:pStyle w:val="libNormal"/>
        <w:ind w:firstLine="0"/>
        <w:rPr>
          <w:rFonts w:cs="Cordia New"/>
          <w:szCs w:val="40"/>
        </w:rPr>
      </w:pPr>
    </w:p>
    <w:p w:rsidR="00C85AFD" w:rsidRDefault="00C85AFD" w:rsidP="00C85AFD">
      <w:pPr>
        <w:pStyle w:val="libNormal"/>
        <w:ind w:firstLine="0"/>
        <w:rPr>
          <w:rFonts w:cs="Cordia New"/>
          <w:szCs w:val="40"/>
        </w:rPr>
      </w:pPr>
    </w:p>
    <w:p w:rsidR="00C85AFD" w:rsidRDefault="00C85AFD" w:rsidP="00C85AFD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C85AFD" w:rsidRPr="005103B3" w:rsidRDefault="00C85AFD" w:rsidP="00C85AFD">
      <w:pPr>
        <w:pStyle w:val="libNormal"/>
        <w:ind w:firstLine="0"/>
        <w:rPr>
          <w:rFonts w:cs="Cordia New"/>
          <w:szCs w:val="40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ในวันรุ่งขึ้นท่านศาสนทูตแห่งอัลลอฮ์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ก็ได้เรียกท่านอะลี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มาหาและมอบธงรบให้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ท่านได้รับธงรบแล้วรีบรุดมุ่งหน้านำกองทัพออกไปสมรภูมิจนกระทั่งได้สังหาร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มะระฮับ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จอมทัพและพังประตูเมืองได้สำเร็จและได้สังหารพวกยะฮูดีเป็นจำนวนมาก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ในที่สุดชัยชนะก็เป็นของกองทัพมุสลิม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ในสงครามอะห์ซาบ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อะบูซุฟยานและเหล่าบรรดามุชริกีนกลุ่มต่างๆ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ยกทัพมา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โดยมีจุดประสงค์เพื่อทำลายล้างท่านนบี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และบรรดามุสลิมปรากฏว่าท่านอะลี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ได้สังหารหัวหน้ากลุ่ม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นั่นคืออัมร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บินอับดะวุดและเอาชนะกลุ่มต่างๆ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ทั้งหมดจนล่าถอยไม่เป็นกระบวน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ในการที่ท่านอะลี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สังหารอัมร์คราวนี้เองที่ท่านศาสนทูตแห่งอัลลอฮ์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มีค่าเท่ากับการเคารพภักดีของมนุษย์และญินรวมกัน</w:t>
      </w:r>
      <w:r>
        <w:rPr>
          <w:rFonts w:cs="Cordia New" w:hint="cs"/>
          <w:szCs w:val="40"/>
          <w:cs/>
        </w:rPr>
        <w:t>”</w:t>
      </w:r>
    </w:p>
    <w:p w:rsidR="00C85AFD" w:rsidRPr="005103B3" w:rsidRDefault="00C85AFD" w:rsidP="00C85AFD">
      <w:pPr>
        <w:pStyle w:val="libNormal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ในสงครามหุนัยน์ซึ่งบรรดามุสลิมต้องแตกพ่ายทั้ง</w:t>
      </w:r>
      <w:r>
        <w:rPr>
          <w:rFonts w:hint="cs"/>
          <w:cs/>
        </w:rPr>
        <w:t>หมดคงเหลือแต่พวกบะนีฮาชิมสิบเก้า</w:t>
      </w:r>
      <w:r w:rsidRPr="00B91120">
        <w:rPr>
          <w:rFonts w:hint="cs"/>
          <w:cs/>
        </w:rPr>
        <w:t>คนเท่านั้น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ก็ยืนหยัดในการทำหน้าที่ปกป้องท่านศาสนทูตแห่งอัลลอฮ์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ให้รอดพ้นจากภัยอันตรายจนสามารถสังหารอะบูญะรูลได้สำเร็จ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ในฐานะที่เขาเป็นผู้ถือธงของฝ่ายมุชริกีน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ฮุวาซันได้เตลิดหนีเพราะความกลั</w:t>
      </w:r>
      <w:r>
        <w:rPr>
          <w:rFonts w:hint="cs"/>
          <w:cs/>
        </w:rPr>
        <w:t>ว</w:t>
      </w:r>
      <w:r w:rsidRPr="00B91120">
        <w:rPr>
          <w:rFonts w:hint="cs"/>
          <w:cs/>
        </w:rPr>
        <w:t>ในแสนยานุภาพของท่านอะลี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และได้ประสบชัยชนะอย่างสมบูรณ์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บรรดามุสลิมก็เป็นฝ่ายได้เปรียบในสมรภูมิสงครามครั้งอื่นๆ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ก็เป็นอย่างนี้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  <w:rPr>
          <w:cs/>
        </w:rPr>
      </w:pPr>
      <w:r w:rsidRPr="00B91120">
        <w:rPr>
          <w:rFonts w:hint="cs"/>
          <w:cs/>
        </w:rPr>
        <w:t>ชาวมุฮาญิรีนเหล่านั้นได้นำธงรบออกไปเองเช่น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ท่านอะบูบักร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ท่านอุมัร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อิบนุค็อฏฏ็อบ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ศาสนาได้ถูกก่อตั้งขึ้นแล้วมันก็ดำรงอยู่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หากแม้นมิใช่เพราะการต่อสู้ของท่านที่ผ่านมาแล้วโครงสร้างแห่งศาสนาก็มิอาจดำรงอยู่ได้</w:t>
      </w: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สำหรับในส่วนของเรื่องวิชาการ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ได้กล่าวไว้เองว่า</w:t>
      </w:r>
    </w:p>
    <w:p w:rsidR="00C85AFD" w:rsidRDefault="00C85AFD" w:rsidP="00C85AFD">
      <w:pPr>
        <w:pStyle w:val="libNormal"/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CF04F0" w:rsidRPr="00B91120">
        <w:rPr>
          <w:rFonts w:hint="cs"/>
          <w:cs/>
        </w:rPr>
        <w:t>ท่านศาสนทูตแห่งอัลลอฮ์</w:t>
      </w:r>
      <w:r w:rsidR="00CF04F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ศ</w:t>
      </w:r>
      <w:r w:rsidR="00CF04F0" w:rsidRPr="00B91120">
        <w:rPr>
          <w:rFonts w:hint="cs"/>
          <w:cs/>
        </w:rPr>
        <w:t>) ได้สอนวิชาการให้แก่ฉันมากถึงหนึ่งพันหมวดวิช</w:t>
      </w:r>
      <w:r w:rsidR="00CF04F0" w:rsidRPr="00B91120">
        <w:rPr>
          <w:cs/>
        </w:rPr>
        <w:t>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ในแต่ละหมวดวิชานั้น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ท่านได้เปิดเผยให้อีกหมวดวิชาละหนึ่งพันแขนง</w:t>
      </w:r>
      <w:r w:rsidR="00CF04F0" w:rsidRPr="00B91120">
        <w:rPr>
          <w:rFonts w:cs="Times New Roman" w:hint="eastAsia"/>
          <w:lang w:bidi="ar-SA"/>
        </w:rPr>
        <w:t>”</w:t>
      </w:r>
      <w:r w:rsidR="00CF04F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๑๘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มีคนถามท่านอิบนุอับบาสว่า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ความรู้ของท่านกับความรู้ของบุตรแห่งลุงของท่านเปรียบกันได้แค่ไหน</w:t>
      </w:r>
      <w:r w:rsidRPr="00B91120">
        <w:rPr>
          <w:rFonts w:cs="Times New Roman"/>
          <w:lang w:bidi="ar-SA"/>
        </w:rPr>
        <w:t xml:space="preserve">?” </w:t>
      </w:r>
      <w:r w:rsidRPr="00B91120">
        <w:rPr>
          <w:rFonts w:hint="cs"/>
          <w:cs/>
        </w:rPr>
        <w:t>ท่านตอบว่า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เหมือนหยดหนึ่งของน้ำฝนกับทะเลอันกว้างใหญ่</w:t>
      </w:r>
      <w:r w:rsidR="00CF04F0" w:rsidRPr="00B91120">
        <w:rPr>
          <w:rFonts w:cs="Times New Roman" w:hint="eastAsia"/>
          <w:lang w:bidi="ar-SA"/>
        </w:rPr>
        <w:t>”</w:t>
      </w:r>
      <w:r w:rsidR="00CF04F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๑๙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5103B3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ท่านได้กล่าวว่า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ถ้าหากได้นำแผ่นกระดาษมาซ้อนให้ฉัน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เพื่อฉันจะได้อธิบายถึงความหมายของคำว่า</w:t>
      </w:r>
      <w:r w:rsidRPr="00B91120">
        <w:rPr>
          <w:cs/>
        </w:rPr>
        <w:t xml:space="preserve"> </w:t>
      </w: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บิสมิลลาฮ์ฯ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แล้วไซร้จะมากเท่ากับจำนวนสัมภาระที่สำหรับอูฐตัวหนึ่งบรรทุก</w:t>
      </w:r>
      <w:r>
        <w:rPr>
          <w:rFonts w:cs="Cordia New" w:hint="cs"/>
          <w:szCs w:val="40"/>
          <w:cs/>
        </w:rPr>
        <w:t>”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ท่านยังกล่าวอีกว่า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หากแม้นแผ่นกระดาษได้ถูกนำมากระจายให้แก่ฉัน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เพื่อฉันจะตัดสินในเรื่องระหว่างพวกที่ถือคัมภีร์เตารอต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กับคัมภีร์เตารอตของพวกเขา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และระหว่างพวกที่ถือคัมภีร์อินญีล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กับคัมภีร์อินญีลของพวกเขาและระหว่างพวกที่ถือคัมภีร์อัล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ฟุรกอน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กับคัมภีร์อัล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ฟุรกอนของพวกเขา</w:t>
      </w:r>
      <w:r w:rsidRPr="00B91120">
        <w:rPr>
          <w:cs/>
        </w:rPr>
        <w:t xml:space="preserve"> </w:t>
      </w:r>
      <w:r w:rsidR="00CF04F0" w:rsidRPr="00B91120">
        <w:rPr>
          <w:rFonts w:hint="cs"/>
          <w:cs/>
        </w:rPr>
        <w:t xml:space="preserve">และไม่ว่าจะเป็นโองการใดในคัมภีร์ของอัลลอฮ์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CF04F0" w:rsidRPr="00B91120">
        <w:rPr>
          <w:rFonts w:hint="cs"/>
          <w:cs/>
        </w:rPr>
        <w:t>) ที่ถูกประทานลงมาในเรื่องสำคั</w:t>
      </w:r>
      <w:r w:rsidR="00CF04F0" w:rsidRPr="00B91120">
        <w:rPr>
          <w:cs/>
        </w:rPr>
        <w:t>ญ</w:t>
      </w:r>
    </w:p>
    <w:p w:rsidR="00C85AFD" w:rsidRPr="005103B3" w:rsidRDefault="00C85AFD" w:rsidP="00C85AFD">
      <w:pPr>
        <w:pStyle w:val="libNormal"/>
      </w:pPr>
      <w:r>
        <w:rPr>
          <w:rFonts w:hint="cs"/>
          <w:cs/>
        </w:rPr>
        <w:t>--------------------------------------------------</w:t>
      </w:r>
    </w:p>
    <w:p w:rsidR="00C85AFD" w:rsidRPr="005103B3" w:rsidRDefault="00CF04F0" w:rsidP="00C85AFD">
      <w:pPr>
        <w:pStyle w:val="libArFootnote"/>
        <w:bidi w:val="0"/>
        <w:rPr>
          <w:szCs w:val="24"/>
        </w:rPr>
      </w:pPr>
      <w:bookmarkStart w:id="101" w:name="_Toc414268969"/>
      <w:r>
        <w:rPr>
          <w:rFonts w:cs="Angsana New" w:hint="cs"/>
          <w:szCs w:val="24"/>
          <w:cs/>
          <w:lang w:bidi="th-TH"/>
        </w:rPr>
        <w:t>(</w:t>
      </w:r>
      <w:r w:rsidR="00C85AFD" w:rsidRPr="005103B3">
        <w:rPr>
          <w:rFonts w:cs="Angsana New" w:hint="cs"/>
          <w:szCs w:val="24"/>
          <w:cs/>
          <w:lang w:bidi="th-TH"/>
        </w:rPr>
        <w:t>๑๘</w:t>
      </w:r>
      <w:r>
        <w:rPr>
          <w:rFonts w:cs="Angsana New" w:hint="cs"/>
          <w:szCs w:val="24"/>
          <w:cs/>
          <w:lang w:bidi="th-TH"/>
        </w:rPr>
        <w:t>)</w:t>
      </w:r>
      <w:r w:rsidR="00C85AFD" w:rsidRPr="005103B3">
        <w:rPr>
          <w:szCs w:val="24"/>
          <w:rtl/>
          <w:cs/>
        </w:rPr>
        <w:t xml:space="preserve">. </w:t>
      </w:r>
      <w:r w:rsidR="00C85AFD" w:rsidRPr="005103B3">
        <w:rPr>
          <w:rFonts w:cs="Angsana New" w:hint="cs"/>
          <w:szCs w:val="24"/>
          <w:cs/>
          <w:lang w:bidi="th-TH"/>
        </w:rPr>
        <w:t>ฟะรออิด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cs="Angsana New" w:hint="cs"/>
          <w:szCs w:val="24"/>
          <w:cs/>
          <w:lang w:bidi="th-TH"/>
        </w:rPr>
        <w:t>ซิมฏัยน์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cs="Angsana New" w:hint="cs"/>
          <w:szCs w:val="24"/>
          <w:cs/>
          <w:lang w:bidi="th-TH"/>
        </w:rPr>
        <w:t>เล่ม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cs="Angsana New" w:hint="cs"/>
          <w:szCs w:val="24"/>
          <w:cs/>
          <w:lang w:bidi="th-TH"/>
        </w:rPr>
        <w:t>๑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cs="Angsana New" w:hint="cs"/>
          <w:szCs w:val="24"/>
          <w:cs/>
          <w:lang w:bidi="th-TH"/>
        </w:rPr>
        <w:t>หน้า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cs="Angsana New" w:hint="cs"/>
          <w:szCs w:val="24"/>
          <w:cs/>
          <w:lang w:bidi="th-TH"/>
        </w:rPr>
        <w:t>๑๐๑</w:t>
      </w:r>
      <w:bookmarkEnd w:id="101"/>
    </w:p>
    <w:p w:rsidR="00C85AFD" w:rsidRPr="005103B3" w:rsidRDefault="00CF04F0" w:rsidP="00C85AFD">
      <w:pPr>
        <w:pStyle w:val="libArFootnote"/>
        <w:bidi w:val="0"/>
        <w:rPr>
          <w:szCs w:val="24"/>
          <w:rtl/>
          <w:cs/>
        </w:rPr>
      </w:pPr>
      <w:bookmarkStart w:id="102" w:name="_Toc414268970"/>
      <w:r>
        <w:rPr>
          <w:rFonts w:cs="Angsana New" w:hint="cs"/>
          <w:szCs w:val="24"/>
          <w:cs/>
          <w:lang w:bidi="th-TH"/>
        </w:rPr>
        <w:t>(</w:t>
      </w:r>
      <w:r w:rsidR="00C85AFD" w:rsidRPr="005103B3">
        <w:rPr>
          <w:rFonts w:cs="Angsana New" w:hint="cs"/>
          <w:szCs w:val="24"/>
          <w:cs/>
          <w:lang w:bidi="th-TH"/>
        </w:rPr>
        <w:t>๑๙</w:t>
      </w:r>
      <w:r w:rsidR="00C85AFD" w:rsidRPr="005103B3">
        <w:rPr>
          <w:szCs w:val="24"/>
          <w:rtl/>
          <w:cs/>
        </w:rPr>
        <w:t>.</w:t>
      </w:r>
      <w:r>
        <w:rPr>
          <w:rFonts w:cs="Cordia New" w:hint="cs"/>
          <w:szCs w:val="30"/>
          <w:cs/>
          <w:lang w:bidi="th-TH"/>
        </w:rPr>
        <w:t>)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cs="Angsana New" w:hint="cs"/>
          <w:szCs w:val="24"/>
          <w:cs/>
          <w:lang w:bidi="th-TH"/>
        </w:rPr>
        <w:t>ซัรฮ์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cs="Angsana New" w:hint="cs"/>
          <w:szCs w:val="24"/>
          <w:cs/>
          <w:lang w:bidi="th-TH"/>
        </w:rPr>
        <w:t>นะฮ์ญุล</w:t>
      </w:r>
      <w:r w:rsidR="00C85AFD" w:rsidRPr="005103B3">
        <w:rPr>
          <w:szCs w:val="24"/>
          <w:rtl/>
          <w:cs/>
        </w:rPr>
        <w:t>-</w:t>
      </w:r>
      <w:r w:rsidR="00C85AFD" w:rsidRPr="005103B3">
        <w:rPr>
          <w:rFonts w:cs="Angsana New" w:hint="cs"/>
          <w:szCs w:val="24"/>
          <w:cs/>
          <w:lang w:bidi="th-TH"/>
        </w:rPr>
        <w:t>บะลาเฆาะฮ์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cs="Angsana New" w:hint="cs"/>
          <w:szCs w:val="24"/>
          <w:cs/>
          <w:lang w:bidi="th-TH"/>
        </w:rPr>
        <w:t>เล่ม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cs="Angsana New" w:hint="cs"/>
          <w:szCs w:val="24"/>
          <w:cs/>
          <w:lang w:bidi="th-TH"/>
        </w:rPr>
        <w:t>๑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cs="Angsana New" w:hint="cs"/>
          <w:szCs w:val="24"/>
          <w:cs/>
          <w:lang w:bidi="th-TH"/>
        </w:rPr>
        <w:t>หน้า</w:t>
      </w:r>
      <w:r w:rsidR="00C85AFD" w:rsidRPr="005103B3">
        <w:rPr>
          <w:szCs w:val="24"/>
          <w:rtl/>
          <w:cs/>
        </w:rPr>
        <w:t xml:space="preserve"> </w:t>
      </w:r>
      <w:r w:rsidR="00C85AFD" w:rsidRPr="005103B3">
        <w:rPr>
          <w:rFonts w:cs="Angsana New" w:hint="cs"/>
          <w:szCs w:val="24"/>
          <w:cs/>
          <w:lang w:bidi="th-TH"/>
        </w:rPr>
        <w:t>๖</w:t>
      </w:r>
      <w:bookmarkEnd w:id="102"/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lastRenderedPageBreak/>
        <w:t>ฉันจะต้องรู้เสมอว่า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มันถูกประทานลงมาเมื่อใด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และถูกประทานลงมาในเรื่องของใคร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๒๐</w:t>
      </w:r>
      <w:r w:rsidRPr="00B91120">
        <w:rPr>
          <w:cs/>
        </w:rPr>
        <w:t>)</w:t>
      </w:r>
    </w:p>
    <w:p w:rsidR="00C85AFD" w:rsidRPr="005103B3" w:rsidRDefault="00C85AFD" w:rsidP="00C85AFD">
      <w:pPr>
        <w:pStyle w:val="libNormal"/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ท่านเคยกล่าวแก่บรรดาผู้นำกองทัพว่า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ท่านทั้งหลายจงถามฉันก่อนที่พวกท่านจะจากไป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ขอสาบานต่ออัลลอฮ์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ไม่ว่าพวกท่านจะถามในเรื่องใดที่เกี่ยวข้องระหว่างพวกท่านกับยามอวสาน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และไม่ว่าจะเป็นข้อทดสอบใดๆ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ที่นำทางและที่ทำให้หลงผิด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ฉันสามารถที่จะบอกเล่าให้พวกท่านทราบในตื้นลึกหนาบางของมันได้อย่างครบถ้วนแม้กระทั่งเรื่องที่ว่า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ใครจะมีชัยชนะในสงคราม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และใครจะต้องเสียชีวิต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๒๑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ท่านซะอีด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บินมุซีบได้กล่าวว่า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ไม่มีใครนอกจากอะลี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อิบนิ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อะบี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ฏอลิบที่กล้าพูดว่า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จงถามฉัน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๒๒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ยังเคยช่วยแก้ปัญหาที่สำคัญ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ให้แก่บุคคลที่ดำรงตำแหน่งผู้นำก่อนหน้าท่าน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เมื่อยามประสบปัญหา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จนถึงกับว่าท่านอุมัรบินคอฏฏอบได้กล่าวว่า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ฉันขอความคุ้มครองให้พ้นจากการเกิดปัญหาที่ร้ายแรง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ในขณะที่อะลี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พ่อของฮะซันไม่อยู่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และถ้าหากไม่มีอะลีแล้วไซร้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แน่นอนอุมัรต้องประสบกับหายนะเป็นแน่แท้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๒๓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  <w:ind w:firstLine="0"/>
      </w:pPr>
      <w:r>
        <w:rPr>
          <w:rFonts w:hint="cs"/>
          <w:cs/>
        </w:rPr>
        <w:t>-----------------------------------------------------------------</w:t>
      </w:r>
    </w:p>
    <w:p w:rsidR="00C85AFD" w:rsidRPr="002A2543" w:rsidRDefault="00CF04F0" w:rsidP="00C85AFD">
      <w:pPr>
        <w:pStyle w:val="libArFootnote"/>
        <w:bidi w:val="0"/>
        <w:rPr>
          <w:rFonts w:ascii="Angsana New" w:hAnsi="Angsana New" w:cs="Angsana New"/>
          <w:szCs w:val="24"/>
        </w:rPr>
      </w:pPr>
      <w:bookmarkStart w:id="103" w:name="_Toc414268971"/>
      <w:r>
        <w:rPr>
          <w:rFonts w:ascii="Angsana New" w:hAnsi="Angsana New" w:cs="Angsana New" w:hint="cs"/>
          <w:szCs w:val="24"/>
          <w:cs/>
          <w:lang w:bidi="th-TH"/>
        </w:rPr>
        <w:t>(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๒๐</w:t>
      </w:r>
      <w:r>
        <w:rPr>
          <w:rFonts w:ascii="Angsana New" w:hAnsi="Angsana New" w:cs="Angsana New" w:hint="cs"/>
          <w:szCs w:val="24"/>
          <w:cs/>
          <w:lang w:bidi="th-TH"/>
        </w:rPr>
        <w:t>)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.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อะอ์ยานุซซีอะฮ์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๓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กอฟ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๑</w:t>
      </w:r>
      <w:r w:rsidR="00C85AFD" w:rsidRPr="002A2543">
        <w:rPr>
          <w:rFonts w:ascii="Angsana New" w:hAnsi="Angsana New" w:cs="Angsana New"/>
          <w:szCs w:val="24"/>
          <w:rtl/>
          <w:cs/>
        </w:rPr>
        <w:t>/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๑๐๖</w:t>
      </w:r>
      <w:bookmarkEnd w:id="103"/>
    </w:p>
    <w:p w:rsidR="00C85AFD" w:rsidRPr="002A2543" w:rsidRDefault="00CF04F0" w:rsidP="00C85AFD">
      <w:pPr>
        <w:pStyle w:val="libArFootnote"/>
        <w:bidi w:val="0"/>
        <w:rPr>
          <w:rFonts w:ascii="Angsana New" w:hAnsi="Angsana New" w:cs="Angsana New"/>
          <w:szCs w:val="24"/>
        </w:rPr>
      </w:pPr>
      <w:bookmarkStart w:id="104" w:name="_Toc414268972"/>
      <w:r>
        <w:rPr>
          <w:rFonts w:ascii="Angsana New" w:hAnsi="Angsana New" w:cs="Angsana New" w:hint="cs"/>
          <w:szCs w:val="24"/>
          <w:cs/>
          <w:lang w:bidi="th-TH"/>
        </w:rPr>
        <w:t>(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๒๑</w:t>
      </w:r>
      <w:r w:rsidR="00C85AFD" w:rsidRPr="002A2543">
        <w:rPr>
          <w:rFonts w:ascii="Angsana New" w:hAnsi="Angsana New" w:cs="Angsana New"/>
          <w:szCs w:val="24"/>
          <w:rtl/>
          <w:cs/>
        </w:rPr>
        <w:t>.</w:t>
      </w:r>
      <w:r>
        <w:rPr>
          <w:rFonts w:ascii="Angsana New" w:hAnsi="Angsana New" w:cs="Angsana New" w:hint="cs"/>
          <w:szCs w:val="24"/>
          <w:cs/>
          <w:lang w:bidi="th-TH"/>
        </w:rPr>
        <w:t>)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ชัรฮ์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นะฮ์ญุล</w:t>
      </w:r>
      <w:r w:rsidR="00C85AFD" w:rsidRPr="002A2543">
        <w:rPr>
          <w:rFonts w:ascii="Angsana New" w:hAnsi="Angsana New" w:cs="Angsana New"/>
          <w:szCs w:val="24"/>
          <w:rtl/>
          <w:cs/>
        </w:rPr>
        <w:t>-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บะลาเฆาะฮ์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๑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๑๘๓</w:t>
      </w:r>
      <w:bookmarkEnd w:id="104"/>
    </w:p>
    <w:p w:rsidR="00C85AFD" w:rsidRPr="002A2543" w:rsidRDefault="00CF04F0" w:rsidP="00C85AFD">
      <w:pPr>
        <w:pStyle w:val="libArFootnote"/>
        <w:bidi w:val="0"/>
        <w:rPr>
          <w:rFonts w:ascii="Angsana New" w:hAnsi="Angsana New" w:cs="Angsana New"/>
          <w:szCs w:val="24"/>
        </w:rPr>
      </w:pPr>
      <w:bookmarkStart w:id="105" w:name="_Toc414268973"/>
      <w:r>
        <w:rPr>
          <w:rFonts w:ascii="Angsana New" w:hAnsi="Angsana New" w:cs="Angsana New" w:hint="cs"/>
          <w:szCs w:val="24"/>
          <w:cs/>
          <w:lang w:bidi="th-TH"/>
        </w:rPr>
        <w:t>(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๒๒</w:t>
      </w:r>
      <w:r>
        <w:rPr>
          <w:rFonts w:ascii="Angsana New" w:hAnsi="Angsana New" w:cs="Angsana New" w:hint="cs"/>
          <w:szCs w:val="24"/>
          <w:cs/>
          <w:lang w:bidi="th-TH"/>
        </w:rPr>
        <w:t>)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.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อะซะดุล</w:t>
      </w:r>
      <w:r w:rsidR="00C85AFD" w:rsidRPr="002A2543">
        <w:rPr>
          <w:rFonts w:ascii="Angsana New" w:hAnsi="Angsana New" w:cs="Angsana New"/>
          <w:szCs w:val="24"/>
          <w:rtl/>
          <w:cs/>
        </w:rPr>
        <w:t>-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ฆอบะฮ์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๔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๒๒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และ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อะอิมมะตุล</w:t>
      </w:r>
      <w:r w:rsidR="00C85AFD" w:rsidRPr="002A2543">
        <w:rPr>
          <w:rFonts w:ascii="Angsana New" w:hAnsi="Angsana New" w:cs="Angsana New"/>
          <w:szCs w:val="24"/>
          <w:rtl/>
          <w:cs/>
        </w:rPr>
        <w:t>-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อิบนาอะซัร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ของอิบนิ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ฏูลูล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๕๑</w:t>
      </w:r>
      <w:bookmarkEnd w:id="105"/>
    </w:p>
    <w:p w:rsidR="00C85AFD" w:rsidRPr="002A2543" w:rsidRDefault="00CF04F0" w:rsidP="00C85AFD">
      <w:pPr>
        <w:pStyle w:val="libArFootnote"/>
        <w:bidi w:val="0"/>
        <w:rPr>
          <w:rFonts w:ascii="Angsana New" w:hAnsi="Angsana New" w:cs="Angsana New"/>
          <w:szCs w:val="24"/>
        </w:rPr>
      </w:pPr>
      <w:bookmarkStart w:id="106" w:name="_Toc414268974"/>
      <w:r>
        <w:rPr>
          <w:rFonts w:ascii="Angsana New" w:hAnsi="Angsana New" w:cs="Angsana New" w:hint="cs"/>
          <w:szCs w:val="24"/>
          <w:cs/>
          <w:lang w:bidi="th-TH"/>
        </w:rPr>
        <w:t>(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๒๓</w:t>
      </w:r>
      <w:r>
        <w:rPr>
          <w:rFonts w:ascii="Angsana New" w:hAnsi="Angsana New" w:cs="Angsana New" w:hint="cs"/>
          <w:szCs w:val="24"/>
          <w:cs/>
          <w:lang w:bidi="th-TH"/>
        </w:rPr>
        <w:t>)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.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ตัซกิเราะตุลเคาะวาศ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2A2543">
        <w:rPr>
          <w:rFonts w:ascii="Angsana New" w:hAnsi="Angsana New" w:cs="Angsana New"/>
          <w:szCs w:val="24"/>
          <w:rtl/>
          <w:cs/>
        </w:rPr>
        <w:t xml:space="preserve"> </w:t>
      </w:r>
      <w:r w:rsidR="00C85AFD" w:rsidRPr="002A2543">
        <w:rPr>
          <w:rFonts w:ascii="Angsana New" w:hAnsi="Angsana New" w:cs="Angsana New" w:hint="cs"/>
          <w:szCs w:val="24"/>
          <w:cs/>
          <w:lang w:bidi="th-TH"/>
        </w:rPr>
        <w:t>๘๗</w:t>
      </w:r>
      <w:bookmarkEnd w:id="106"/>
    </w:p>
    <w:p w:rsidR="00C85AFD" w:rsidRDefault="00C85AFD" w:rsidP="00C85AFD">
      <w:pPr>
        <w:pStyle w:val="libNormal"/>
        <w:ind w:firstLine="0"/>
      </w:pPr>
    </w:p>
    <w:p w:rsidR="00C85AFD" w:rsidRDefault="00C85AFD" w:rsidP="00C85AFD">
      <w:pPr>
        <w:pStyle w:val="libNormal"/>
        <w:ind w:firstLine="0"/>
      </w:pPr>
    </w:p>
    <w:p w:rsidR="00C85AFD" w:rsidRPr="002A2543" w:rsidRDefault="00C85AFD" w:rsidP="00C85AFD">
      <w:pPr>
        <w:rPr>
          <w:rFonts w:ascii="Angsana New" w:hAnsi="Angsana New" w:cs="Cordia New"/>
          <w:sz w:val="32"/>
          <w:szCs w:val="30"/>
          <w:lang w:bidi="th-TH"/>
        </w:rPr>
      </w:pPr>
      <w:r>
        <w:rPr>
          <w:rtl/>
          <w:cs/>
        </w:rPr>
        <w:br w:type="page"/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lastRenderedPageBreak/>
        <w:t>ท่านอุษมาน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บินอัฟฟานได้กล่าวว่า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หากแม้นว่าไม่มีอะลี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แน่นอนอุษมานต้องประสบกับ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ความหายนะอย่างแน่แท้</w:t>
      </w:r>
      <w:r w:rsidR="00CF04F0" w:rsidRPr="00B91120">
        <w:rPr>
          <w:rFonts w:cs="Times New Roman" w:hint="eastAsia"/>
          <w:lang w:bidi="ar-SA"/>
        </w:rPr>
        <w:t>”</w:t>
      </w:r>
      <w:r w:rsidR="00CF04F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๒๔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ในส่วนของความปราดเปรื่องนั้น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รากฏว่าท่านเป็นคนที่สอนคนให้มีความฉลาดปราดเปรื่องด้วยโวหารของท่านที่เต็มไปด้วยอรรถรสแห่งคัมภีร์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ท่านอับดุลฮะมีด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บินยะฮ์ยา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อัลกาติบ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ฉันจดจำคำปราศรัยของท่านได้เจ็ดสิบเรื่อง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ช่างมีความลึกซึ้งมากมายอะไรเช่นนั้น</w:t>
      </w:r>
      <w:r w:rsidR="00CF04F0" w:rsidRPr="00B91120">
        <w:rPr>
          <w:rFonts w:cs="Times New Roman" w:hint="eastAsia"/>
          <w:lang w:bidi="ar-SA"/>
        </w:rPr>
        <w:t>”</w:t>
      </w:r>
      <w:r w:rsidR="00CF04F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๒๕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2A2543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มุอาวิยะฮ์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บินอะบีซุฟยาน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ศัตรูของท่านอิมามอะลี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และมีแผนการร้ายต่อท่านเสมอมาก็ยังกล่าวแก่มุหัฟฟิน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บินอะบีมุหัฟฟิน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เมื่อมุหัฟฟินกล่าวแก่เขาว่า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ฉันเพิ่งมาจากคนที่อ่อนแอ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ไร้สมรรถภาพที่สุด</w:t>
      </w:r>
      <w:r>
        <w:rPr>
          <w:rFonts w:cs="Cordia New" w:hint="cs"/>
          <w:szCs w:val="40"/>
          <w:cs/>
        </w:rPr>
        <w:t>”</w:t>
      </w:r>
    </w:p>
    <w:p w:rsidR="00C85AFD" w:rsidRDefault="00C85AFD" w:rsidP="00C85AFD">
      <w:pPr>
        <w:pStyle w:val="libNormal"/>
      </w:pP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มุอาวิยะฮ์กล่าวตอบว่า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CF04F0" w:rsidRPr="00B91120">
        <w:rPr>
          <w:rFonts w:hint="cs"/>
          <w:cs/>
        </w:rPr>
        <w:t xml:space="preserve">เขา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อะลี</w:t>
      </w:r>
      <w:r w:rsidR="00CF04F0" w:rsidRPr="00B91120">
        <w:rPr>
          <w:rFonts w:hint="cs"/>
          <w:cs/>
        </w:rPr>
        <w:t>) จะเป็นคนที่อ่อนแอที่สุดได้อย่างไ</w:t>
      </w:r>
      <w:r w:rsidR="00CF04F0" w:rsidRPr="00B91120">
        <w:rPr>
          <w:cs/>
        </w:rPr>
        <w:t>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ขอสาบานด้วยพระนามของอัลลอฮ์ว่า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ในบรรดาคนของตระกูลกุเรช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ไม่มีใครอีกแล้วที่ปราดเปรื่องยิ่งไปกว่าเขา</w:t>
      </w:r>
      <w:r w:rsidR="00CF04F0">
        <w:rPr>
          <w:rFonts w:cs="Cordia New" w:hint="cs"/>
          <w:szCs w:val="40"/>
          <w:cs/>
        </w:rPr>
        <w:t>”</w:t>
      </w:r>
      <w:r w:rsidR="00CF04F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๒๖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  <w:r>
        <w:rPr>
          <w:rFonts w:hint="cs"/>
          <w:cs/>
        </w:rPr>
        <w:t>--------------------------------------------------</w:t>
      </w:r>
    </w:p>
    <w:p w:rsidR="00C85AFD" w:rsidRPr="002A2543" w:rsidRDefault="00CF04F0" w:rsidP="00C85AFD">
      <w:pPr>
        <w:pStyle w:val="libArFootnote"/>
        <w:bidi w:val="0"/>
        <w:rPr>
          <w:szCs w:val="24"/>
        </w:rPr>
      </w:pPr>
      <w:bookmarkStart w:id="107" w:name="_Toc414268975"/>
      <w:r>
        <w:rPr>
          <w:rFonts w:cs="Angsana New" w:hint="cs"/>
          <w:szCs w:val="24"/>
          <w:cs/>
          <w:lang w:bidi="th-TH"/>
        </w:rPr>
        <w:t>(</w:t>
      </w:r>
      <w:r w:rsidR="00C85AFD" w:rsidRPr="002A2543">
        <w:rPr>
          <w:rFonts w:cs="Angsana New" w:hint="cs"/>
          <w:szCs w:val="24"/>
          <w:cs/>
          <w:lang w:bidi="th-TH"/>
        </w:rPr>
        <w:t>๒๔</w:t>
      </w:r>
      <w:r>
        <w:rPr>
          <w:rFonts w:cs="Angsana New" w:hint="cs"/>
          <w:szCs w:val="24"/>
          <w:cs/>
          <w:lang w:bidi="th-TH"/>
        </w:rPr>
        <w:t>)</w:t>
      </w:r>
      <w:r w:rsidR="00C85AFD" w:rsidRPr="002A2543">
        <w:rPr>
          <w:szCs w:val="24"/>
          <w:rtl/>
          <w:cs/>
        </w:rPr>
        <w:t xml:space="preserve">. </w:t>
      </w:r>
      <w:r w:rsidR="00C85AFD" w:rsidRPr="002A2543">
        <w:rPr>
          <w:rFonts w:cs="Angsana New" w:hint="cs"/>
          <w:szCs w:val="24"/>
          <w:cs/>
          <w:lang w:bidi="th-TH"/>
        </w:rPr>
        <w:t>อัล</w:t>
      </w:r>
      <w:r w:rsidR="00C85AFD" w:rsidRPr="002A2543">
        <w:rPr>
          <w:szCs w:val="24"/>
          <w:rtl/>
          <w:cs/>
        </w:rPr>
        <w:t>-</w:t>
      </w:r>
      <w:r w:rsidR="00C85AFD" w:rsidRPr="002A2543">
        <w:rPr>
          <w:rFonts w:cs="Angsana New" w:hint="cs"/>
          <w:szCs w:val="24"/>
          <w:cs/>
          <w:lang w:bidi="th-TH"/>
        </w:rPr>
        <w:t>เฆาะดีร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เล่ม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๘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หน้า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๒๑๔</w:t>
      </w:r>
      <w:bookmarkEnd w:id="107"/>
    </w:p>
    <w:p w:rsidR="00C85AFD" w:rsidRPr="002A2543" w:rsidRDefault="00CF04F0" w:rsidP="00C85AFD">
      <w:pPr>
        <w:pStyle w:val="libArFootnote"/>
        <w:bidi w:val="0"/>
        <w:rPr>
          <w:szCs w:val="24"/>
        </w:rPr>
      </w:pPr>
      <w:bookmarkStart w:id="108" w:name="_Toc414268976"/>
      <w:r>
        <w:rPr>
          <w:rFonts w:cs="Angsana New" w:hint="cs"/>
          <w:szCs w:val="24"/>
          <w:cs/>
          <w:lang w:bidi="th-TH"/>
        </w:rPr>
        <w:t>(</w:t>
      </w:r>
      <w:r w:rsidR="00C85AFD" w:rsidRPr="002A2543">
        <w:rPr>
          <w:rFonts w:cs="Angsana New" w:hint="cs"/>
          <w:szCs w:val="24"/>
          <w:cs/>
          <w:lang w:bidi="th-TH"/>
        </w:rPr>
        <w:t>๒๕</w:t>
      </w:r>
      <w:r w:rsidR="00C85AFD" w:rsidRPr="002A2543">
        <w:rPr>
          <w:szCs w:val="24"/>
          <w:rtl/>
          <w:cs/>
        </w:rPr>
        <w:t>.</w:t>
      </w:r>
      <w:r>
        <w:rPr>
          <w:rFonts w:cs="Cordia New" w:hint="cs"/>
          <w:szCs w:val="30"/>
          <w:cs/>
          <w:lang w:bidi="th-TH"/>
        </w:rPr>
        <w:t>)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ชัรฮ์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นะฮ์ญุล</w:t>
      </w:r>
      <w:r w:rsidR="00C85AFD" w:rsidRPr="002A2543">
        <w:rPr>
          <w:szCs w:val="24"/>
          <w:rtl/>
          <w:cs/>
        </w:rPr>
        <w:t>-</w:t>
      </w:r>
      <w:r w:rsidR="00C85AFD" w:rsidRPr="002A2543">
        <w:rPr>
          <w:rFonts w:cs="Angsana New" w:hint="cs"/>
          <w:szCs w:val="24"/>
          <w:cs/>
          <w:lang w:bidi="th-TH"/>
        </w:rPr>
        <w:t>บะลาเฆาะฮ์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เล่ม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๑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หน้า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๘</w:t>
      </w:r>
      <w:bookmarkEnd w:id="108"/>
    </w:p>
    <w:p w:rsidR="00C85AFD" w:rsidRPr="002A2543" w:rsidRDefault="00CF04F0" w:rsidP="00C85AFD">
      <w:pPr>
        <w:pStyle w:val="libArFootnote"/>
        <w:bidi w:val="0"/>
        <w:rPr>
          <w:szCs w:val="24"/>
        </w:rPr>
      </w:pPr>
      <w:bookmarkStart w:id="109" w:name="_Toc414268977"/>
      <w:r>
        <w:rPr>
          <w:rFonts w:cs="Angsana New" w:hint="cs"/>
          <w:szCs w:val="24"/>
          <w:cs/>
          <w:lang w:bidi="th-TH"/>
        </w:rPr>
        <w:t>(</w:t>
      </w:r>
      <w:r w:rsidR="00C85AFD" w:rsidRPr="002A2543">
        <w:rPr>
          <w:rFonts w:cs="Angsana New" w:hint="cs"/>
          <w:szCs w:val="24"/>
          <w:cs/>
          <w:lang w:bidi="th-TH"/>
        </w:rPr>
        <w:t>๒๖</w:t>
      </w:r>
      <w:r>
        <w:rPr>
          <w:rFonts w:cs="Angsana New" w:hint="cs"/>
          <w:szCs w:val="24"/>
          <w:cs/>
          <w:lang w:bidi="th-TH"/>
        </w:rPr>
        <w:t>)</w:t>
      </w:r>
      <w:r w:rsidR="00C85AFD" w:rsidRPr="002A2543">
        <w:rPr>
          <w:szCs w:val="24"/>
          <w:rtl/>
          <w:cs/>
        </w:rPr>
        <w:t xml:space="preserve">. </w:t>
      </w:r>
      <w:r w:rsidR="00C85AFD" w:rsidRPr="002A2543">
        <w:rPr>
          <w:rFonts w:cs="Angsana New" w:hint="cs"/>
          <w:szCs w:val="24"/>
          <w:cs/>
          <w:lang w:bidi="th-TH"/>
        </w:rPr>
        <w:t>ชัรฮ์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นะฮ์ญุล</w:t>
      </w:r>
      <w:r w:rsidR="00C85AFD" w:rsidRPr="002A2543">
        <w:rPr>
          <w:szCs w:val="24"/>
          <w:rtl/>
          <w:cs/>
        </w:rPr>
        <w:t>-</w:t>
      </w:r>
      <w:r w:rsidR="00C85AFD" w:rsidRPr="002A2543">
        <w:rPr>
          <w:rFonts w:cs="Angsana New" w:hint="cs"/>
          <w:szCs w:val="24"/>
          <w:cs/>
          <w:lang w:bidi="th-TH"/>
        </w:rPr>
        <w:t>บะลาเฆาะฮ์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เล่ม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๑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หน้า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๘</w:t>
      </w:r>
      <w:bookmarkEnd w:id="109"/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  <w:ind w:firstLine="0"/>
      </w:pP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หนังสือ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นะฮ์ญุลบะลาเฆาะฮ์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หลักฐานชิ้นหนึ่งที่แสดงว่ามันเป็นโวหารที่สูงส่งเกินกว่าโวหารของมนุษย์ทั้งหลาย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ทั้งๆ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ที่มิใช่เป็นถ้อยคำของผู้สร้าง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บรรดานักปราชญ์ล้วนให้ความสำคัญในการเรียนรู้และจดจำอย่างทั่วหน้า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</w:t>
      </w:r>
      <w:r>
        <w:rPr>
          <w:rFonts w:hint="cs"/>
          <w:cs/>
        </w:rPr>
        <w:t xml:space="preserve">อัลลามะฮ์ </w:t>
      </w:r>
      <w:r w:rsidRPr="00B91120">
        <w:rPr>
          <w:rFonts w:hint="cs"/>
          <w:cs/>
        </w:rPr>
        <w:t>อามินีย์ได้กล่าวเป็นหลักฐานว่า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บทอรรถาธิบายมีมากมายถึงแปดสิบเล่ม</w:t>
      </w:r>
      <w:r w:rsidRPr="00B91120">
        <w:rPr>
          <w:cs/>
        </w:rPr>
        <w:t>(</w:t>
      </w:r>
      <w:r w:rsidRPr="00B91120">
        <w:rPr>
          <w:rFonts w:hint="cs"/>
          <w:cs/>
        </w:rPr>
        <w:t>๒๗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ในส่วนของความเอื้อเฟื้อเผื่อแผ่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และความมีเมตตาของท่านนั้นดังเป็นที่รู้กันว่า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ท่านต้องเป็นคู่กรณีกับชาวเมืองบัศเราะฮ์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แต่ครั้นเมื่อท่านได้มีชัยชนะเด็ดขาดเหนือคนเหล่านั้น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ท่านก็ออกคำสั่งให้สหายของท่านวางมือและคืนทรัพย์สินให้แก่คนเหล่านั้น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และยังมีการป่าวประกาศอีกว่า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ผู้ใดวางอาวุธ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เขาจะปลอดภัย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ผู้ใดเข้าไปในบ้านเขาก็จะปลอดภัย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ความเมตตาของท่านแผ่คลุมถึงแม้กระทั่วกับบรรดาหัวหน้าของฝ่ายข้าศึกท่านเคยอภัยให้แก่ท่านหญิงอาอิช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และส่งกองทัพของนางคืนกลับมะดีนะฮ์อย่างดีงาม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ยิ่งท่านให้อภัยให้แม้แต่มัรวาน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บินฮุกมะศัตรูของท่าน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ท่านอิบนุซุบัยร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ได้เคยกล่าวคำปราศรัยท่ามกลางชาวบัศเราะฮว่า</w:t>
      </w:r>
    </w:p>
    <w:p w:rsidR="00C85AFD" w:rsidRDefault="00C85AFD" w:rsidP="00C85AFD">
      <w:pPr>
        <w:pStyle w:val="libNormal"/>
      </w:pP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คนที่น่าตำหนิและอ่อนแอได้เดินทางมาหาพวกท่านแล้ว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แต่หลังจากที่เขาพ่ายแพ้ต่อท่านอิมามอะลี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เขาถูกนำตัวมาพบท่าน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</w:p>
    <w:p w:rsidR="00C85AFD" w:rsidRDefault="00C85AFD" w:rsidP="00C85AFD">
      <w:pPr>
        <w:pStyle w:val="libNormal"/>
      </w:pPr>
      <w:r>
        <w:rPr>
          <w:rFonts w:hint="cs"/>
          <w:cs/>
        </w:rPr>
        <w:t>-------------------------------------------------</w:t>
      </w:r>
    </w:p>
    <w:p w:rsidR="00C85AFD" w:rsidRPr="002A2543" w:rsidRDefault="00CF04F0" w:rsidP="00C85AFD">
      <w:pPr>
        <w:pStyle w:val="libArFootnote"/>
        <w:bidi w:val="0"/>
        <w:rPr>
          <w:szCs w:val="24"/>
        </w:rPr>
      </w:pPr>
      <w:bookmarkStart w:id="110" w:name="_Toc414268978"/>
      <w:r>
        <w:rPr>
          <w:rFonts w:cs="Angsana New" w:hint="cs"/>
          <w:szCs w:val="24"/>
          <w:cs/>
          <w:lang w:bidi="th-TH"/>
        </w:rPr>
        <w:t>(</w:t>
      </w:r>
      <w:r w:rsidR="00C85AFD" w:rsidRPr="002A2543">
        <w:rPr>
          <w:rFonts w:cs="Angsana New" w:hint="cs"/>
          <w:szCs w:val="24"/>
          <w:cs/>
          <w:lang w:bidi="th-TH"/>
        </w:rPr>
        <w:t>๒๗</w:t>
      </w:r>
      <w:r>
        <w:rPr>
          <w:rFonts w:cs="Angsana New" w:hint="cs"/>
          <w:szCs w:val="24"/>
          <w:cs/>
          <w:lang w:bidi="th-TH"/>
        </w:rPr>
        <w:t>)</w:t>
      </w:r>
      <w:r w:rsidR="00C85AFD" w:rsidRPr="002A2543">
        <w:rPr>
          <w:szCs w:val="24"/>
          <w:rtl/>
          <w:cs/>
        </w:rPr>
        <w:t xml:space="preserve">. </w:t>
      </w:r>
      <w:r w:rsidR="00C85AFD" w:rsidRPr="002A2543">
        <w:rPr>
          <w:rFonts w:cs="Angsana New" w:hint="cs"/>
          <w:szCs w:val="24"/>
          <w:cs/>
          <w:lang w:bidi="th-TH"/>
        </w:rPr>
        <w:t>อัล</w:t>
      </w:r>
      <w:r w:rsidR="00C85AFD" w:rsidRPr="002A2543">
        <w:rPr>
          <w:szCs w:val="24"/>
          <w:rtl/>
          <w:cs/>
        </w:rPr>
        <w:t>-</w:t>
      </w:r>
      <w:r w:rsidR="00C85AFD" w:rsidRPr="002A2543">
        <w:rPr>
          <w:rFonts w:cs="Angsana New" w:hint="cs"/>
          <w:szCs w:val="24"/>
          <w:cs/>
          <w:lang w:bidi="th-TH"/>
        </w:rPr>
        <w:t>เฆาะดีร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เล่ม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๔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หน้า</w:t>
      </w:r>
      <w:r w:rsidR="00C85AFD" w:rsidRPr="002A2543">
        <w:rPr>
          <w:szCs w:val="24"/>
          <w:rtl/>
          <w:cs/>
        </w:rPr>
        <w:t xml:space="preserve"> </w:t>
      </w:r>
      <w:r w:rsidR="00C85AFD" w:rsidRPr="002A2543">
        <w:rPr>
          <w:rFonts w:cs="Angsana New" w:hint="cs"/>
          <w:szCs w:val="24"/>
          <w:cs/>
          <w:lang w:bidi="th-TH"/>
        </w:rPr>
        <w:t>๑๙๓</w:t>
      </w:r>
      <w:bookmarkEnd w:id="110"/>
    </w:p>
    <w:p w:rsidR="00C85AFD" w:rsidRDefault="00C85AFD" w:rsidP="00C85AFD">
      <w:pPr>
        <w:pStyle w:val="libNormal"/>
        <w:rPr>
          <w:cs/>
        </w:rPr>
      </w:pP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Default="00C85AFD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กลับกล่าวแก่เขาว่า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จงไปเถอะข้าไม่อยากเห็นหน้าเจ้า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แสดงถึงการให้อภัยของท่านไม่เอาความต่ออิบนุซุบัยร</w:t>
      </w:r>
      <w:r>
        <w:rPr>
          <w:rFonts w:hint="cs"/>
          <w:cs/>
        </w:rPr>
        <w:t>์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เช่นเดียวกันที่ท่านได้ให้อภัยแก่ซะอีด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บินอาศเมื่อตอนที่ท่านจับตัวเขาได้ที่มักกะฮ์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นี่คือส่วนเล็กๆ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น้อยๆ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เกี่ยวกับคุณงามความดีของท่านอะลี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ทั้งๆ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ที่เกียรติคุณของท่านมีมากมายหลายสุดคณานับ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และเราก็ได้ทราบเกี่ยวกับคำพูดของท่านอิบนุอับบาส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มาแล้วที่ว่า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ถ้าหากต้นไม้จะเป็นปากกาทะเลเป็นน้ำหมึก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นุษย์และญินจะเป็นสมุดบันทึกและบัญชีก็ไม่อาจพรรณนาคุณงามความดีของท่านอะมีรุลมุมีนีนให้จบสิ้นได้</w:t>
      </w:r>
      <w:r>
        <w:rPr>
          <w:rFonts w:cs="Cordia New" w:hint="cs"/>
          <w:szCs w:val="40"/>
          <w:cs/>
        </w:rPr>
        <w:t>”</w:t>
      </w:r>
    </w:p>
    <w:p w:rsidR="00C85AFD" w:rsidRPr="002A2543" w:rsidRDefault="00C85AFD" w:rsidP="00C85AFD">
      <w:pPr>
        <w:pStyle w:val="libNormal"/>
        <w:rPr>
          <w:rFonts w:cs="Cordia New"/>
          <w:szCs w:val="40"/>
        </w:rPr>
      </w:pPr>
    </w:p>
    <w:p w:rsidR="00C85AFD" w:rsidRDefault="00C85AFD" w:rsidP="00C85AFD">
      <w:pPr>
        <w:pStyle w:val="Heading2"/>
      </w:pPr>
      <w:bookmarkStart w:id="111" w:name="_Toc414268979"/>
      <w:r w:rsidRPr="00B91120">
        <w:rPr>
          <w:rFonts w:hint="cs"/>
          <w:cs/>
        </w:rPr>
        <w:t>ในทัศนะของอัล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</w:t>
      </w:r>
      <w:bookmarkEnd w:id="111"/>
    </w:p>
    <w:p w:rsidR="00C85AFD" w:rsidRPr="002A2543" w:rsidRDefault="00C85AFD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เรื่องของท่านอะลี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ที่ถูกประทานลงไว้ในอัล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กุรอานมีมากมายอย่างชนิดที่ไม่มีเรื่องของใครเทียบได้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คำยืนยันในเรื่องนี้มีปรากฏหลักฐานอยู่ในตำราตัฟซีร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และหนังสือที่เกี่ยวกับประวัติศาสตร์หลายเล่มที่รวบรวมรายละเอียดของโองการที่กล่าวถึงท่านอะลี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ท่านอับดุลลอฮ์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บินอับบาสได้กล่าวว่า</w:t>
      </w:r>
    </w:p>
    <w:p w:rsidR="00C85AFD" w:rsidRDefault="00C85AFD" w:rsidP="00C85AFD">
      <w:pPr>
        <w:pStyle w:val="libNormal"/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ในเรื่องของอะลีมีโองการที่ถูกประทานมาถึงสามร้อยโองการ</w:t>
      </w:r>
      <w:r w:rsidR="0037569C" w:rsidRPr="00B91120">
        <w:rPr>
          <w:rFonts w:cs="Times New Roman" w:hint="eastAsia"/>
          <w:lang w:bidi="ar-SA"/>
        </w:rPr>
        <w:t>”</w:t>
      </w:r>
      <w:r w:rsidR="0037569C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๑</w:t>
      </w:r>
      <w:r w:rsidRPr="00B91120">
        <w:rPr>
          <w:cs/>
        </w:rPr>
        <w:t>)</w:t>
      </w:r>
    </w:p>
    <w:p w:rsidR="00C85AFD" w:rsidRPr="002A2543" w:rsidRDefault="00C85AFD" w:rsidP="00C85AFD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----------------------------------------------</w:t>
      </w:r>
    </w:p>
    <w:p w:rsidR="00C85AFD" w:rsidRPr="00CF04F0" w:rsidRDefault="0037569C" w:rsidP="0037569C">
      <w:pPr>
        <w:pStyle w:val="libArFootnote"/>
        <w:bidi w:val="0"/>
        <w:rPr>
          <w:szCs w:val="24"/>
          <w:rtl/>
          <w:cs/>
        </w:rPr>
      </w:pPr>
      <w:bookmarkStart w:id="112" w:name="_Toc414268980"/>
      <w:r>
        <w:rPr>
          <w:rFonts w:cs="Cordia New" w:hint="cs"/>
          <w:szCs w:val="30"/>
          <w:cs/>
          <w:lang w:bidi="th-TH"/>
        </w:rPr>
        <w:t>(</w:t>
      </w:r>
      <w:r w:rsidR="00C85AFD" w:rsidRPr="00CF04F0">
        <w:rPr>
          <w:rFonts w:ascii="Angsana New" w:hAnsi="Angsana New" w:cs="Angsana New" w:hint="cs"/>
          <w:szCs w:val="24"/>
          <w:cs/>
          <w:lang w:bidi="th-TH"/>
        </w:rPr>
        <w:t>๑</w:t>
      </w:r>
      <w:r>
        <w:rPr>
          <w:rFonts w:cs="Cordia New" w:hint="cs"/>
          <w:szCs w:val="30"/>
          <w:cs/>
          <w:lang w:bidi="th-TH"/>
        </w:rPr>
        <w:t>)</w:t>
      </w:r>
      <w:r w:rsidR="00C85AFD" w:rsidRPr="00CF04F0">
        <w:rPr>
          <w:szCs w:val="24"/>
          <w:rtl/>
          <w:cs/>
        </w:rPr>
        <w:t xml:space="preserve"> </w:t>
      </w:r>
      <w:r w:rsidR="00C85AFD" w:rsidRPr="00CF04F0">
        <w:rPr>
          <w:rFonts w:ascii="Angsana New" w:hAnsi="Angsana New" w:cs="Angsana New" w:hint="cs"/>
          <w:szCs w:val="24"/>
          <w:cs/>
          <w:lang w:bidi="th-TH"/>
        </w:rPr>
        <w:t>อัล</w:t>
      </w:r>
      <w:r w:rsidR="00C85AFD" w:rsidRPr="00CF04F0">
        <w:rPr>
          <w:szCs w:val="24"/>
          <w:rtl/>
          <w:cs/>
        </w:rPr>
        <w:t>-</w:t>
      </w:r>
      <w:r w:rsidR="00C85AFD" w:rsidRPr="00CF04F0">
        <w:rPr>
          <w:rFonts w:ascii="Angsana New" w:hAnsi="Angsana New" w:cs="Angsana New" w:hint="cs"/>
          <w:szCs w:val="24"/>
          <w:cs/>
          <w:lang w:bidi="th-TH"/>
        </w:rPr>
        <w:t>ฟุตูหาต</w:t>
      </w:r>
      <w:r w:rsidR="00C85AFD" w:rsidRPr="00CF04F0">
        <w:rPr>
          <w:szCs w:val="24"/>
          <w:rtl/>
          <w:cs/>
        </w:rPr>
        <w:t xml:space="preserve"> </w:t>
      </w:r>
      <w:r w:rsidR="00C85AFD" w:rsidRPr="00CF04F0">
        <w:rPr>
          <w:rFonts w:ascii="Angsana New" w:hAnsi="Angsana New" w:cs="Angsana New" w:hint="cs"/>
          <w:szCs w:val="24"/>
          <w:cs/>
          <w:lang w:bidi="th-TH"/>
        </w:rPr>
        <w:t>อัล</w:t>
      </w:r>
      <w:r w:rsidR="00C85AFD" w:rsidRPr="00CF04F0">
        <w:rPr>
          <w:szCs w:val="24"/>
          <w:rtl/>
          <w:cs/>
        </w:rPr>
        <w:t>-</w:t>
      </w:r>
      <w:r w:rsidR="00C85AFD" w:rsidRPr="00CF04F0">
        <w:rPr>
          <w:rFonts w:ascii="Angsana New" w:hAnsi="Angsana New" w:cs="Angsana New" w:hint="cs"/>
          <w:szCs w:val="24"/>
          <w:cs/>
          <w:lang w:bidi="th-TH"/>
        </w:rPr>
        <w:t>อิสลามียะฮ์</w:t>
      </w:r>
      <w:r w:rsidR="00C85AFD" w:rsidRPr="00CF04F0">
        <w:rPr>
          <w:szCs w:val="24"/>
          <w:rtl/>
          <w:cs/>
        </w:rPr>
        <w:t xml:space="preserve"> </w:t>
      </w:r>
      <w:r w:rsidR="00C85AFD" w:rsidRPr="00CF04F0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="00C85AFD" w:rsidRPr="00CF04F0">
        <w:rPr>
          <w:szCs w:val="24"/>
          <w:rtl/>
          <w:cs/>
        </w:rPr>
        <w:t xml:space="preserve"> </w:t>
      </w:r>
      <w:r w:rsidR="00C85AFD" w:rsidRPr="00CF04F0">
        <w:rPr>
          <w:rFonts w:ascii="Angsana New" w:hAnsi="Angsana New" w:cs="Angsana New" w:hint="cs"/>
          <w:szCs w:val="24"/>
          <w:cs/>
          <w:lang w:bidi="th-TH"/>
        </w:rPr>
        <w:t>๒</w:t>
      </w:r>
      <w:r w:rsidR="00C85AFD" w:rsidRPr="00CF04F0">
        <w:rPr>
          <w:szCs w:val="24"/>
          <w:rtl/>
          <w:cs/>
        </w:rPr>
        <w:t xml:space="preserve"> </w:t>
      </w:r>
      <w:r w:rsidR="00C85AFD" w:rsidRPr="00CF04F0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CF04F0">
        <w:rPr>
          <w:szCs w:val="24"/>
          <w:rtl/>
          <w:cs/>
        </w:rPr>
        <w:t xml:space="preserve"> </w:t>
      </w:r>
      <w:r w:rsidR="00C85AFD" w:rsidRPr="00CF04F0">
        <w:rPr>
          <w:rFonts w:ascii="Angsana New" w:hAnsi="Angsana New" w:cs="Angsana New" w:hint="cs"/>
          <w:szCs w:val="24"/>
          <w:cs/>
          <w:lang w:bidi="th-TH"/>
        </w:rPr>
        <w:t>๕๑๖</w:t>
      </w:r>
      <w:bookmarkEnd w:id="112"/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ท่านกล่าวอีกว่า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CF04F0" w:rsidRPr="00B91120">
        <w:rPr>
          <w:rFonts w:hint="cs"/>
          <w:cs/>
        </w:rPr>
        <w:t xml:space="preserve">แน่นอนที่สุดสำหรับบรรดาสาวกทั้งหลายของมุฮัมมัด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CF04F0" w:rsidRPr="00B91120">
        <w:rPr>
          <w:rFonts w:hint="cs"/>
          <w:cs/>
        </w:rPr>
        <w:t>) นั้</w:t>
      </w:r>
      <w:r w:rsidR="00CF04F0" w:rsidRPr="00B91120">
        <w:rPr>
          <w:cs/>
        </w:rPr>
        <w:t>น</w:t>
      </w:r>
      <w:r w:rsidRPr="00B91120">
        <w:rPr>
          <w:cs/>
        </w:rPr>
        <w:t xml:space="preserve"> </w:t>
      </w:r>
      <w:r w:rsidR="00CF04F0" w:rsidRPr="00B91120">
        <w:rPr>
          <w:rFonts w:hint="cs"/>
          <w:cs/>
        </w:rPr>
        <w:t>อัลลอฮ์</w:t>
      </w:r>
      <w:r w:rsidR="00CF04F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CF04F0" w:rsidRPr="00B91120">
        <w:rPr>
          <w:rFonts w:hint="cs"/>
          <w:cs/>
        </w:rPr>
        <w:t>) ทรงมีการกล่าวตำหนิไว้ในอั</w:t>
      </w:r>
      <w:r w:rsidR="00CF04F0" w:rsidRPr="00B91120">
        <w:rPr>
          <w:cs/>
        </w:rPr>
        <w:t>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กุรอานไม่ที่ใดก็ที่หนึ่ง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แต่จะไม่ทรงกล่าวถึงอะลีในลักษณะอื่นใด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นอกจากยกย่องเท่านั้น</w:t>
      </w:r>
      <w:r w:rsidR="00CF04F0">
        <w:rPr>
          <w:rFonts w:cs="Cordia New" w:hint="cs"/>
          <w:szCs w:val="40"/>
          <w:cs/>
        </w:rPr>
        <w:t>”</w:t>
      </w:r>
      <w:r w:rsidR="00CF04F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๒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ท่านกล่าวอีกว่า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โองการใดก็ตามที่เริ่มต้นว่า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โอ้บรรดาผู้ศรัทธาทั้งหลาย</w:t>
      </w:r>
      <w:r w:rsidRPr="00B91120">
        <w:rPr>
          <w:rFonts w:cs="Times New Roman" w:hint="eastAsia"/>
          <w:lang w:bidi="ar-SA"/>
        </w:rPr>
        <w:t>……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ล้วนแต่หมายความว่า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คือผู้นำอยู่ในโองการนั้นๆ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และเป็นต้นแบบอยู่ในโองการนั้น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="00CF04F0">
        <w:rPr>
          <w:rFonts w:cs="Cordia New" w:hint="cs"/>
          <w:szCs w:val="40"/>
          <w:cs/>
        </w:rPr>
        <w:t>”</w:t>
      </w:r>
      <w:r w:rsidR="00CF04F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๓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ฉันได้รับฟังมาเป็นจำนวนที่มากครั้งเหลือเกินกับเรื่องของคนๆ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หนึ่งที่ท่านศาสนทูตแห่งอัลลอฮ์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กล่าวถึงเขาว่า</w:t>
      </w:r>
      <w:r w:rsidRPr="00B91120">
        <w:rPr>
          <w:cs/>
        </w:rPr>
        <w:t xml:space="preserve"> 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อะลีอยู่กับอัล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กุรอานและอัล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กุรอานอยู่กับอะลี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ทั้งคู่จะไม่พรากจาก</w:t>
      </w:r>
    </w:p>
    <w:p w:rsidR="00C85AFD" w:rsidRDefault="00C85AFD" w:rsidP="00C85AFD">
      <w:pPr>
        <w:pStyle w:val="libNormal"/>
        <w:ind w:firstLine="0"/>
      </w:pPr>
      <w:r w:rsidRPr="00B91120">
        <w:rPr>
          <w:rFonts w:hint="cs"/>
          <w:cs/>
        </w:rPr>
        <w:t>กันจนกว่าจะไปถึงฉัน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อัลเฮาฏ์แห่งสวรรค์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๔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มีนักปราชญ์ทั้งรุ่นเก่าและรุ่นหลังจำนวนหนึ่งรวบรวมโองการต่างๆ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ที่ถูกประทานลงมาในเรื่องราวของบุคคลกลุ่มที่อัลลอฮ์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ทรงประทานสิริมงคลให้แก่พวกเขา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ดังที่เราจะกล่าวถึงชื่อของนักปราชญ์เหล่านั้นบางส่วน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---------------------------------------------</w:t>
      </w:r>
    </w:p>
    <w:p w:rsidR="00C85AFD" w:rsidRPr="00AA694C" w:rsidRDefault="00C85AFD" w:rsidP="00CF04F0">
      <w:pPr>
        <w:pStyle w:val="libArFootnote"/>
        <w:bidi w:val="0"/>
        <w:rPr>
          <w:szCs w:val="24"/>
        </w:rPr>
      </w:pPr>
      <w:bookmarkStart w:id="113" w:name="_Toc414268981"/>
      <w:r w:rsidRPr="00AA694C">
        <w:rPr>
          <w:szCs w:val="24"/>
        </w:rPr>
        <w:t>(</w:t>
      </w:r>
      <w:r w:rsidRPr="00AA694C">
        <w:rPr>
          <w:rFonts w:cs="Angsana New" w:hint="cs"/>
          <w:szCs w:val="24"/>
          <w:cs/>
          <w:lang w:bidi="th-TH"/>
        </w:rPr>
        <w:t>๒</w:t>
      </w:r>
      <w:r w:rsidR="00CF04F0">
        <w:rPr>
          <w:rFonts w:cs="Cordia New" w:hint="cs"/>
          <w:szCs w:val="30"/>
          <w:cs/>
          <w:lang w:bidi="th-TH"/>
        </w:rPr>
        <w:t>)</w:t>
      </w:r>
      <w:r w:rsidRPr="00AA694C">
        <w:rPr>
          <w:szCs w:val="24"/>
          <w:rtl/>
          <w:cs/>
        </w:rPr>
        <w:t xml:space="preserve"> </w:t>
      </w:r>
      <w:r w:rsidRPr="00AA694C">
        <w:rPr>
          <w:rFonts w:cs="Angsana New" w:hint="cs"/>
          <w:szCs w:val="24"/>
          <w:cs/>
          <w:lang w:bidi="th-TH"/>
        </w:rPr>
        <w:t>ยะนาบีอุล</w:t>
      </w:r>
      <w:r w:rsidRPr="00AA694C">
        <w:rPr>
          <w:szCs w:val="24"/>
          <w:rtl/>
          <w:cs/>
        </w:rPr>
        <w:t>-</w:t>
      </w:r>
      <w:r w:rsidRPr="00AA694C">
        <w:rPr>
          <w:rFonts w:cs="Angsana New" w:hint="cs"/>
          <w:szCs w:val="24"/>
          <w:cs/>
          <w:lang w:bidi="th-TH"/>
        </w:rPr>
        <w:t>มะวัดดะฮ์</w:t>
      </w:r>
      <w:r w:rsidRPr="00AA694C">
        <w:rPr>
          <w:szCs w:val="24"/>
          <w:rtl/>
          <w:cs/>
        </w:rPr>
        <w:t xml:space="preserve"> </w:t>
      </w:r>
      <w:r w:rsidRPr="00AA694C">
        <w:rPr>
          <w:rFonts w:cs="Angsana New" w:hint="cs"/>
          <w:szCs w:val="24"/>
          <w:cs/>
          <w:lang w:bidi="th-TH"/>
        </w:rPr>
        <w:t>หน้า</w:t>
      </w:r>
      <w:r w:rsidRPr="00AA694C">
        <w:rPr>
          <w:szCs w:val="24"/>
          <w:rtl/>
          <w:cs/>
        </w:rPr>
        <w:t xml:space="preserve"> </w:t>
      </w:r>
      <w:r w:rsidRPr="00AA694C">
        <w:rPr>
          <w:rFonts w:cs="Angsana New" w:hint="cs"/>
          <w:szCs w:val="24"/>
          <w:cs/>
          <w:lang w:bidi="th-TH"/>
        </w:rPr>
        <w:t>๑๒๖</w:t>
      </w:r>
      <w:bookmarkEnd w:id="113"/>
    </w:p>
    <w:p w:rsidR="00C85AFD" w:rsidRPr="00AA694C" w:rsidRDefault="00C85AFD" w:rsidP="00CF04F0">
      <w:pPr>
        <w:pStyle w:val="libArFootnote"/>
        <w:bidi w:val="0"/>
        <w:rPr>
          <w:szCs w:val="24"/>
        </w:rPr>
      </w:pPr>
      <w:bookmarkStart w:id="114" w:name="_Toc414268982"/>
      <w:r w:rsidRPr="00AA694C">
        <w:rPr>
          <w:szCs w:val="24"/>
        </w:rPr>
        <w:t>(</w:t>
      </w:r>
      <w:r w:rsidRPr="00AA694C">
        <w:rPr>
          <w:rFonts w:cs="Angsana New" w:hint="cs"/>
          <w:szCs w:val="24"/>
          <w:cs/>
          <w:lang w:bidi="th-TH"/>
        </w:rPr>
        <w:t>๓</w:t>
      </w:r>
      <w:r w:rsidR="00CF04F0">
        <w:rPr>
          <w:rFonts w:cs="Cordia New" w:hint="cs"/>
          <w:szCs w:val="30"/>
          <w:cs/>
          <w:lang w:bidi="th-TH"/>
        </w:rPr>
        <w:t>)</w:t>
      </w:r>
      <w:r w:rsidR="00CF04F0" w:rsidRPr="00AA694C">
        <w:rPr>
          <w:rFonts w:cs="Angsana New" w:hint="cs"/>
          <w:szCs w:val="24"/>
          <w:cs/>
          <w:lang w:bidi="th-TH"/>
        </w:rPr>
        <w:t xml:space="preserve"> กัชฟุ</w:t>
      </w:r>
      <w:r w:rsidR="00CF04F0" w:rsidRPr="00AA694C">
        <w:rPr>
          <w:rFonts w:cs="Angsana New"/>
          <w:szCs w:val="24"/>
          <w:cs/>
          <w:lang w:bidi="th-TH"/>
        </w:rPr>
        <w:t>ล</w:t>
      </w:r>
      <w:r w:rsidRPr="00AA694C">
        <w:rPr>
          <w:szCs w:val="24"/>
          <w:rtl/>
          <w:cs/>
        </w:rPr>
        <w:t>-</w:t>
      </w:r>
      <w:r w:rsidRPr="00AA694C">
        <w:rPr>
          <w:rFonts w:cs="Angsana New" w:hint="cs"/>
          <w:szCs w:val="24"/>
          <w:cs/>
          <w:lang w:bidi="th-TH"/>
        </w:rPr>
        <w:t>ฆ็อมมะฮ์</w:t>
      </w:r>
      <w:r w:rsidRPr="00AA694C">
        <w:rPr>
          <w:szCs w:val="24"/>
          <w:rtl/>
          <w:cs/>
        </w:rPr>
        <w:t xml:space="preserve"> </w:t>
      </w:r>
      <w:r w:rsidRPr="00AA694C">
        <w:rPr>
          <w:rFonts w:cs="Angsana New" w:hint="cs"/>
          <w:szCs w:val="24"/>
          <w:cs/>
          <w:lang w:bidi="th-TH"/>
        </w:rPr>
        <w:t>หน้า</w:t>
      </w:r>
      <w:r w:rsidRPr="00AA694C">
        <w:rPr>
          <w:szCs w:val="24"/>
          <w:rtl/>
          <w:cs/>
        </w:rPr>
        <w:t xml:space="preserve"> </w:t>
      </w:r>
      <w:r w:rsidRPr="00AA694C">
        <w:rPr>
          <w:rFonts w:cs="Angsana New" w:hint="cs"/>
          <w:szCs w:val="24"/>
          <w:cs/>
          <w:lang w:bidi="th-TH"/>
        </w:rPr>
        <w:t>๙๓</w:t>
      </w:r>
      <w:bookmarkEnd w:id="114"/>
    </w:p>
    <w:p w:rsidR="00C85AFD" w:rsidRPr="00AA694C" w:rsidRDefault="00C85AFD" w:rsidP="00CF04F0">
      <w:pPr>
        <w:pStyle w:val="libArFootnote"/>
        <w:bidi w:val="0"/>
        <w:rPr>
          <w:szCs w:val="24"/>
        </w:rPr>
      </w:pPr>
      <w:bookmarkStart w:id="115" w:name="_Toc414268983"/>
      <w:r w:rsidRPr="00AA694C">
        <w:rPr>
          <w:szCs w:val="24"/>
        </w:rPr>
        <w:t>(</w:t>
      </w:r>
      <w:r w:rsidRPr="00AA694C">
        <w:rPr>
          <w:rFonts w:cs="Angsana New" w:hint="cs"/>
          <w:szCs w:val="24"/>
          <w:cs/>
          <w:lang w:bidi="th-TH"/>
        </w:rPr>
        <w:t>๔</w:t>
      </w:r>
      <w:r w:rsidR="00CF04F0">
        <w:rPr>
          <w:rFonts w:cs="Cordia New" w:hint="cs"/>
          <w:szCs w:val="30"/>
          <w:cs/>
          <w:lang w:bidi="th-TH"/>
        </w:rPr>
        <w:t>)</w:t>
      </w:r>
      <w:r w:rsidRPr="00AA694C">
        <w:rPr>
          <w:szCs w:val="24"/>
          <w:rtl/>
          <w:cs/>
        </w:rPr>
        <w:t xml:space="preserve"> </w:t>
      </w:r>
      <w:r w:rsidRPr="00AA694C">
        <w:rPr>
          <w:rFonts w:cs="Angsana New" w:hint="cs"/>
          <w:szCs w:val="24"/>
          <w:cs/>
          <w:lang w:bidi="th-TH"/>
        </w:rPr>
        <w:t>อัล</w:t>
      </w:r>
      <w:r w:rsidRPr="00AA694C">
        <w:rPr>
          <w:szCs w:val="24"/>
          <w:rtl/>
          <w:cs/>
        </w:rPr>
        <w:t>-</w:t>
      </w:r>
      <w:r w:rsidRPr="00AA694C">
        <w:rPr>
          <w:rFonts w:cs="Angsana New" w:hint="cs"/>
          <w:szCs w:val="24"/>
          <w:cs/>
          <w:lang w:bidi="th-TH"/>
        </w:rPr>
        <w:t>ฟุตูหาตุล</w:t>
      </w:r>
      <w:r w:rsidRPr="00AA694C">
        <w:rPr>
          <w:szCs w:val="24"/>
          <w:rtl/>
          <w:cs/>
        </w:rPr>
        <w:t>-</w:t>
      </w:r>
      <w:r w:rsidRPr="00AA694C">
        <w:rPr>
          <w:rFonts w:cs="Angsana New" w:hint="cs"/>
          <w:szCs w:val="24"/>
          <w:cs/>
          <w:lang w:bidi="th-TH"/>
        </w:rPr>
        <w:t>อิสลามียะฮ์</w:t>
      </w:r>
      <w:r w:rsidRPr="00AA694C">
        <w:rPr>
          <w:szCs w:val="24"/>
          <w:rtl/>
          <w:cs/>
        </w:rPr>
        <w:t xml:space="preserve"> </w:t>
      </w:r>
      <w:r w:rsidRPr="00AA694C">
        <w:rPr>
          <w:rFonts w:cs="Angsana New" w:hint="cs"/>
          <w:szCs w:val="24"/>
          <w:cs/>
          <w:lang w:bidi="th-TH"/>
        </w:rPr>
        <w:t>เล่ม</w:t>
      </w:r>
      <w:r w:rsidRPr="00AA694C">
        <w:rPr>
          <w:szCs w:val="24"/>
          <w:rtl/>
          <w:cs/>
        </w:rPr>
        <w:t xml:space="preserve"> </w:t>
      </w:r>
      <w:r w:rsidRPr="00AA694C">
        <w:rPr>
          <w:rFonts w:cs="Angsana New" w:hint="cs"/>
          <w:szCs w:val="24"/>
          <w:cs/>
          <w:lang w:bidi="th-TH"/>
        </w:rPr>
        <w:t>๒</w:t>
      </w:r>
      <w:r w:rsidRPr="00AA694C">
        <w:rPr>
          <w:szCs w:val="24"/>
          <w:rtl/>
          <w:cs/>
        </w:rPr>
        <w:t xml:space="preserve"> </w:t>
      </w:r>
      <w:r w:rsidRPr="00AA694C">
        <w:rPr>
          <w:rFonts w:cs="Angsana New" w:hint="cs"/>
          <w:szCs w:val="24"/>
          <w:cs/>
          <w:lang w:bidi="th-TH"/>
        </w:rPr>
        <w:t>หน้า</w:t>
      </w:r>
      <w:r w:rsidRPr="00AA694C">
        <w:rPr>
          <w:szCs w:val="24"/>
          <w:rtl/>
          <w:cs/>
        </w:rPr>
        <w:t xml:space="preserve"> </w:t>
      </w:r>
      <w:r w:rsidRPr="00AA694C">
        <w:rPr>
          <w:rFonts w:cs="Angsana New" w:hint="cs"/>
          <w:szCs w:val="24"/>
          <w:cs/>
          <w:lang w:bidi="th-TH"/>
        </w:rPr>
        <w:t>๕๑๗</w:t>
      </w:r>
      <w:r w:rsidRPr="00AA694C">
        <w:rPr>
          <w:szCs w:val="24"/>
          <w:rtl/>
          <w:cs/>
        </w:rPr>
        <w:t xml:space="preserve"> </w:t>
      </w:r>
      <w:r w:rsidRPr="00AA694C">
        <w:rPr>
          <w:rFonts w:cs="Angsana New" w:hint="cs"/>
          <w:szCs w:val="24"/>
          <w:cs/>
          <w:lang w:bidi="th-TH"/>
        </w:rPr>
        <w:t>กัชฟุล</w:t>
      </w:r>
      <w:r w:rsidRPr="00AA694C">
        <w:rPr>
          <w:szCs w:val="24"/>
          <w:rtl/>
          <w:cs/>
        </w:rPr>
        <w:t>-</w:t>
      </w:r>
      <w:r w:rsidRPr="00AA694C">
        <w:rPr>
          <w:rFonts w:cs="Angsana New" w:hint="cs"/>
          <w:szCs w:val="24"/>
          <w:cs/>
          <w:lang w:bidi="th-TH"/>
        </w:rPr>
        <w:t>ฆ็อมมะฮ์</w:t>
      </w:r>
      <w:r w:rsidRPr="00AA694C">
        <w:rPr>
          <w:szCs w:val="24"/>
          <w:rtl/>
          <w:cs/>
        </w:rPr>
        <w:t xml:space="preserve"> </w:t>
      </w:r>
      <w:r w:rsidRPr="00AA694C">
        <w:rPr>
          <w:rFonts w:cs="Angsana New" w:hint="cs"/>
          <w:szCs w:val="24"/>
          <w:cs/>
          <w:lang w:bidi="th-TH"/>
        </w:rPr>
        <w:t>หน้า</w:t>
      </w:r>
      <w:r w:rsidRPr="00AA694C">
        <w:rPr>
          <w:szCs w:val="24"/>
          <w:rtl/>
          <w:cs/>
        </w:rPr>
        <w:t xml:space="preserve"> </w:t>
      </w:r>
      <w:r w:rsidRPr="00AA694C">
        <w:rPr>
          <w:rFonts w:cs="Angsana New" w:hint="cs"/>
          <w:szCs w:val="24"/>
          <w:cs/>
          <w:lang w:bidi="th-TH"/>
        </w:rPr>
        <w:t>๑๒๐</w:t>
      </w:r>
      <w:bookmarkEnd w:id="115"/>
    </w:p>
    <w:p w:rsidR="00C85AFD" w:rsidRPr="00AA694C" w:rsidRDefault="00C85AFD" w:rsidP="00C85AFD">
      <w:pPr>
        <w:pStyle w:val="libArFootnote"/>
        <w:bidi w:val="0"/>
        <w:rPr>
          <w:szCs w:val="24"/>
        </w:rPr>
      </w:pPr>
    </w:p>
    <w:p w:rsidR="00C85AFD" w:rsidRPr="00CF04F0" w:rsidRDefault="00C85AFD" w:rsidP="00CF04F0">
      <w:pPr>
        <w:rPr>
          <w:rFonts w:ascii="Angsana New" w:hAnsi="Angsana New" w:cs="Cordia New"/>
          <w:sz w:val="32"/>
          <w:szCs w:val="30"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lastRenderedPageBreak/>
        <w:t>๑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ท่านอิบรอฮีม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บินสะอีด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บินฮิลาล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บินซะฮัด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บินมัสอูด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อัษ</w:t>
      </w:r>
      <w:r w:rsidRPr="00B91120">
        <w:rPr>
          <w:cs/>
        </w:rPr>
        <w:t>-</w:t>
      </w:r>
      <w:r w:rsidRPr="00B91120">
        <w:rPr>
          <w:rFonts w:hint="cs"/>
          <w:cs/>
        </w:rPr>
        <w:t>ษักฟี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กล่าวว่า</w:t>
      </w:r>
    </w:p>
    <w:p w:rsidR="00C85AFD" w:rsidRDefault="00C85AFD" w:rsidP="00C85AFD">
      <w:pPr>
        <w:pStyle w:val="libNormal"/>
      </w:pPr>
      <w:r>
        <w:rPr>
          <w:rFonts w:cs="Cordia New" w:hint="cs"/>
          <w:szCs w:val="40"/>
          <w:cs/>
        </w:rPr>
        <w:t>“</w:t>
      </w:r>
      <w:r w:rsidRPr="00B91120">
        <w:rPr>
          <w:rFonts w:hint="cs"/>
          <w:cs/>
        </w:rPr>
        <w:t>ส่วนหนึ่งของอัล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โองการต่างๆ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ที่ถูกประทานลงมาในเรื่องของท่านอะมีรุลมีมีนีน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="00CF04F0" w:rsidRPr="00B91120">
        <w:rPr>
          <w:rFonts w:cs="Times New Roman"/>
          <w:lang w:bidi="ar-SA"/>
        </w:rPr>
        <w:t>” (</w:t>
      </w:r>
      <w:r w:rsidRPr="00B91120">
        <w:rPr>
          <w:rFonts w:hint="cs"/>
          <w:cs/>
        </w:rPr>
        <w:t>๕</w:t>
      </w:r>
      <w:r w:rsidRPr="00B91120">
        <w:rPr>
          <w:cs/>
        </w:rPr>
        <w:t>)</w:t>
      </w:r>
    </w:p>
    <w:p w:rsidR="00C85AFD" w:rsidRPr="00AA694C" w:rsidRDefault="00C85AFD" w:rsidP="00C85AFD">
      <w:pPr>
        <w:pStyle w:val="libNormal"/>
        <w:ind w:firstLine="0"/>
        <w:rPr>
          <w:rFonts w:cs="Cordia New"/>
          <w:szCs w:val="40"/>
        </w:rPr>
      </w:pPr>
    </w:p>
    <w:p w:rsidR="00C85AFD" w:rsidRPr="00AA694C" w:rsidRDefault="00C85AFD" w:rsidP="00C85AFD">
      <w:pPr>
        <w:pStyle w:val="libNormal"/>
      </w:pPr>
      <w:r w:rsidRPr="00B91120">
        <w:rPr>
          <w:rFonts w:hint="cs"/>
          <w:cs/>
        </w:rPr>
        <w:t>๒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ท่านอะห์หมัด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อัซฟะรอยินี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อะบุลอับบาส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ได้กล่าวถึงโองการต่าง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ที่ถูกประทานลงมาในเรื่องของบรรดาอะฮ์ลุลบัยต์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ไว้ในหนังสือของท่านที่มีชื่อว่า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มะศอบีห์</w:t>
      </w:r>
      <w:r>
        <w:rPr>
          <w:rFonts w:cs="Cordia New" w:hint="cs"/>
          <w:szCs w:val="40"/>
          <w:cs/>
        </w:rPr>
        <w:t>”</w:t>
      </w:r>
      <w:r w:rsidR="00CF04F0" w:rsidRPr="00B91120">
        <w:rPr>
          <w:rFonts w:hint="cs"/>
          <w:cs/>
        </w:rPr>
        <w:t xml:space="preserve">นับเป็นหนังสือที่มีคุณค่ายิ่งเล่มหนึ่ง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๖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๓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ท่านฮาฟิซ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อะบูนะอีม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อะหมัด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บินอับดุลลอฮ์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อัลอิศฟะฮานีย์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บันทึกเกี่ยวกับโองการต่าง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ที่ถูกประทานมาในเรื่องของท่านอะลี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)(</w:t>
      </w:r>
      <w:r w:rsidRPr="00B91120">
        <w:rPr>
          <w:rFonts w:hint="cs"/>
          <w:cs/>
        </w:rPr>
        <w:t>๗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๔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ท่านอะหมัด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บินสะอีด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อิบนุอุกดะฮ์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ก็ได้อธิบายไว้ในตอนที่กล่าวถึงโองการที่ว่า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อันแท้จริง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ฉันเป็นเพียงผู้ตักเตือนเท่านั้น</w:t>
      </w:r>
      <w:r w:rsidR="00CF04F0">
        <w:rPr>
          <w:rFonts w:cs="Cordia New" w:hint="cs"/>
          <w:szCs w:val="40"/>
          <w:cs/>
        </w:rPr>
        <w:t>”</w:t>
      </w:r>
      <w:r w:rsidR="00CF04F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๘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๕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บินอะหมัด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บินกอซิม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บันทึกในหนังสือเล่มหนึ่งซึ่งมีชื่อว่า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CF04F0" w:rsidRPr="00B91120">
        <w:rPr>
          <w:rFonts w:hint="cs"/>
          <w:cs/>
        </w:rPr>
        <w:t xml:space="preserve">คุณสมบัติเฉพาะของท่านอะมีรุลมุมีนีน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CF04F0" w:rsidRPr="00B91120">
        <w:rPr>
          <w:rFonts w:hint="cs"/>
          <w:cs/>
        </w:rPr>
        <w:t>) จากอั</w:t>
      </w:r>
      <w:r w:rsidR="00CF04F0" w:rsidRPr="00B91120">
        <w:rPr>
          <w:cs/>
        </w:rPr>
        <w:t>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</w:t>
      </w:r>
      <w:r w:rsidR="00CF04F0" w:rsidRPr="00B91120">
        <w:rPr>
          <w:rFonts w:cs="Times New Roman" w:hint="eastAsia"/>
          <w:lang w:bidi="ar-SA"/>
        </w:rPr>
        <w:t>”</w:t>
      </w:r>
      <w:r w:rsidR="00CF04F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๙</w:t>
      </w:r>
      <w:r w:rsidRPr="00B91120">
        <w:rPr>
          <w:cs/>
        </w:rPr>
        <w:t>)</w:t>
      </w:r>
    </w:p>
    <w:p w:rsidR="00CF04F0" w:rsidRDefault="00CF04F0" w:rsidP="00C85AFD">
      <w:pPr>
        <w:pStyle w:val="libNormal"/>
      </w:pPr>
      <w:r>
        <w:rPr>
          <w:rFonts w:hint="cs"/>
          <w:cs/>
        </w:rPr>
        <w:t>---------------------------------------------------------------</w:t>
      </w:r>
    </w:p>
    <w:p w:rsidR="00C85AFD" w:rsidRPr="00CF04F0" w:rsidRDefault="00C85AFD" w:rsidP="0037569C">
      <w:pPr>
        <w:pStyle w:val="libArFootnote"/>
        <w:bidi w:val="0"/>
      </w:pPr>
      <w:bookmarkStart w:id="116" w:name="_Toc414268984"/>
      <w:r w:rsidRPr="00CF04F0">
        <w:t>(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๕</w:t>
      </w:r>
      <w:r w:rsidR="0037569C">
        <w:rPr>
          <w:rFonts w:cs="Cordia New" w:hint="cs"/>
          <w:szCs w:val="30"/>
          <w:cs/>
          <w:lang w:bidi="th-TH"/>
        </w:rPr>
        <w:t>)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CF04F0">
        <w:rPr>
          <w:szCs w:val="24"/>
          <w:rtl/>
          <w:cs/>
        </w:rPr>
        <w:t>-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ฟะฮรอซต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๒๗</w:t>
      </w:r>
      <w:bookmarkEnd w:id="116"/>
    </w:p>
    <w:p w:rsidR="00C85AFD" w:rsidRPr="00CF04F0" w:rsidRDefault="00C85AFD" w:rsidP="0037569C">
      <w:pPr>
        <w:pStyle w:val="libArFootnote"/>
        <w:bidi w:val="0"/>
      </w:pPr>
      <w:bookmarkStart w:id="117" w:name="_Toc414268985"/>
      <w:r w:rsidRPr="00CF04F0">
        <w:t>(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๖</w:t>
      </w:r>
      <w:r w:rsidR="0037569C">
        <w:rPr>
          <w:rFonts w:cs="Cordia New" w:hint="cs"/>
          <w:szCs w:val="30"/>
          <w:cs/>
          <w:lang w:bidi="th-TH"/>
        </w:rPr>
        <w:t>)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อัร</w:t>
      </w:r>
      <w:r w:rsidRPr="00CF04F0">
        <w:rPr>
          <w:szCs w:val="24"/>
          <w:rtl/>
          <w:cs/>
        </w:rPr>
        <w:t>-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ริญาล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ลิล</w:t>
      </w:r>
      <w:r w:rsidRPr="00CF04F0">
        <w:rPr>
          <w:szCs w:val="24"/>
          <w:rtl/>
          <w:cs/>
        </w:rPr>
        <w:t>-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นะญาชีย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๖๘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และมะอาลิมุล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อุละมาอ์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๑๕</w:t>
      </w:r>
      <w:bookmarkEnd w:id="117"/>
    </w:p>
    <w:p w:rsidR="00C85AFD" w:rsidRPr="00CF04F0" w:rsidRDefault="00C85AFD" w:rsidP="0037569C">
      <w:pPr>
        <w:pStyle w:val="libArFootnote"/>
        <w:bidi w:val="0"/>
      </w:pPr>
      <w:bookmarkStart w:id="118" w:name="_Toc414268986"/>
      <w:r w:rsidRPr="00CF04F0">
        <w:t>(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๗</w:t>
      </w:r>
      <w:r w:rsidR="0037569C">
        <w:rPr>
          <w:rFonts w:cs="Cordia New" w:hint="cs"/>
          <w:szCs w:val="30"/>
          <w:cs/>
          <w:lang w:bidi="th-TH"/>
        </w:rPr>
        <w:t>)</w:t>
      </w:r>
      <w:r w:rsidR="0037569C" w:rsidRPr="00CF04F0">
        <w:rPr>
          <w:rFonts w:ascii="Angsana New" w:hAnsi="Angsana New" w:cs="Angsana New" w:hint="cs"/>
          <w:szCs w:val="24"/>
          <w:cs/>
          <w:lang w:bidi="th-TH"/>
        </w:rPr>
        <w:t xml:space="preserve"> มะอาลิมุ</w:t>
      </w:r>
      <w:r w:rsidR="0037569C" w:rsidRPr="00CF04F0">
        <w:rPr>
          <w:rFonts w:ascii="Angsana New" w:hAnsi="Angsana New" w:cs="Angsana New"/>
          <w:szCs w:val="24"/>
          <w:cs/>
          <w:lang w:bidi="th-TH"/>
        </w:rPr>
        <w:t>ล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อุละมาอ์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๒๕</w:t>
      </w:r>
      <w:bookmarkEnd w:id="118"/>
    </w:p>
    <w:p w:rsidR="00C85AFD" w:rsidRPr="00CF04F0" w:rsidRDefault="00C85AFD" w:rsidP="0037569C">
      <w:pPr>
        <w:pStyle w:val="libArFootnote"/>
        <w:bidi w:val="0"/>
      </w:pPr>
      <w:bookmarkStart w:id="119" w:name="_Toc414268987"/>
      <w:r w:rsidRPr="00CF04F0">
        <w:t>(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๘</w:t>
      </w:r>
      <w:r w:rsidR="0037569C">
        <w:rPr>
          <w:rFonts w:cs="Cordia New" w:hint="cs"/>
          <w:szCs w:val="30"/>
          <w:cs/>
          <w:lang w:bidi="th-TH"/>
        </w:rPr>
        <w:t>)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มะอาลิมุล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อุละมาอ์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๑๗</w:t>
      </w:r>
      <w:bookmarkEnd w:id="119"/>
    </w:p>
    <w:p w:rsidR="00CF04F0" w:rsidRPr="00CF04F0" w:rsidRDefault="00C85AFD" w:rsidP="0037569C">
      <w:pPr>
        <w:pStyle w:val="libArFootnote"/>
        <w:bidi w:val="0"/>
        <w:rPr>
          <w:szCs w:val="24"/>
          <w:rtl/>
          <w:cs/>
        </w:rPr>
      </w:pPr>
      <w:bookmarkStart w:id="120" w:name="_Toc414268988"/>
      <w:r w:rsidRPr="00CF04F0">
        <w:t>(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๙</w:t>
      </w:r>
      <w:r w:rsidR="0037569C">
        <w:rPr>
          <w:rFonts w:cs="Cordia New" w:hint="cs"/>
          <w:szCs w:val="30"/>
          <w:cs/>
          <w:lang w:bidi="th-TH"/>
        </w:rPr>
        <w:t>)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อัร</w:t>
      </w:r>
      <w:r w:rsidRPr="00CF04F0">
        <w:rPr>
          <w:szCs w:val="24"/>
          <w:rtl/>
          <w:cs/>
        </w:rPr>
        <w:t>-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ริญาล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CF04F0">
        <w:rPr>
          <w:szCs w:val="24"/>
          <w:rtl/>
          <w:cs/>
        </w:rPr>
        <w:t xml:space="preserve"> </w:t>
      </w:r>
      <w:r w:rsidRPr="00CF04F0">
        <w:rPr>
          <w:rFonts w:ascii="Angsana New" w:hAnsi="Angsana New" w:cs="Angsana New" w:hint="cs"/>
          <w:szCs w:val="24"/>
          <w:cs/>
          <w:lang w:bidi="th-TH"/>
        </w:rPr>
        <w:t>๔๙</w:t>
      </w:r>
      <w:bookmarkEnd w:id="120"/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AA694C" w:rsidRDefault="00C85AFD" w:rsidP="00C85AFD">
      <w:pPr>
        <w:pStyle w:val="libNormal"/>
        <w:ind w:firstLine="0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๖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ท่านฮุเซน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บินกอซิม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บินอัยยูบ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บินชัมอูน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อะบูอับดุลลอฮ์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กาติบ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บันทึกในหนังสือชื่อ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CF04F0" w:rsidRPr="00B91120">
        <w:rPr>
          <w:rFonts w:hint="cs"/>
          <w:cs/>
        </w:rPr>
        <w:t xml:space="preserve">นามทั้งหลายของท่านอะมีรุลมุมีนิน </w:t>
      </w:r>
      <w:r w:rsidR="00CF04F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ในอัล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</w:t>
      </w:r>
      <w:r w:rsidR="00CF04F0" w:rsidRPr="00B91120">
        <w:rPr>
          <w:rFonts w:cs="Times New Roman" w:hint="eastAsia"/>
          <w:lang w:bidi="ar-SA"/>
        </w:rPr>
        <w:t>”</w:t>
      </w:r>
      <w:r w:rsidR="00CF04F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๑๐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๗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ท่านอัส</w:t>
      </w:r>
      <w:r w:rsidRPr="00B91120">
        <w:rPr>
          <w:cs/>
        </w:rPr>
        <w:t>-</w:t>
      </w:r>
      <w:r w:rsidRPr="00B91120">
        <w:rPr>
          <w:rFonts w:hint="cs"/>
          <w:cs/>
        </w:rPr>
        <w:t>ฮัยร์</w:t>
      </w:r>
      <w:r w:rsidRPr="00B91120">
        <w:rPr>
          <w:cs/>
        </w:rPr>
        <w:t>(</w:t>
      </w:r>
      <w:r w:rsidRPr="00B91120">
        <w:rPr>
          <w:rFonts w:hint="cs"/>
          <w:cs/>
        </w:rPr>
        <w:t>๑๑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บันทึกเป็นหนังสือเล่มหนึ่งเกี่ยวกับโองการต่าง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กุรอานที่ถูกประทานในเรื่องของอะฮ์ลุลบัยต์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)(</w:t>
      </w:r>
      <w:r w:rsidRPr="00B91120">
        <w:rPr>
          <w:rFonts w:hint="cs"/>
          <w:cs/>
        </w:rPr>
        <w:t>๑๒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๘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ท่านศอดิก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มะห์ดี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ฮุซัยนี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บันทึกหนังสือชื่อ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อะฮ์ลุลบัยต์ตามที่ปรากฏในอัล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</w:t>
      </w:r>
      <w:r w:rsidR="003B2C8A" w:rsidRPr="00B91120">
        <w:rPr>
          <w:rFonts w:cs="Times New Roman" w:hint="eastAsia"/>
          <w:lang w:bidi="ar-SA"/>
        </w:rPr>
        <w:t>”</w:t>
      </w:r>
      <w:r w:rsidR="003B2C8A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๑๓</w:t>
      </w:r>
      <w:r w:rsidRPr="00B91120">
        <w:rPr>
          <w:cs/>
        </w:rPr>
        <w:t>)</w:t>
      </w:r>
    </w:p>
    <w:p w:rsidR="00C85AFD" w:rsidRPr="006D7347" w:rsidRDefault="00C85AFD" w:rsidP="00C85AFD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--------------------------------------------------</w:t>
      </w:r>
    </w:p>
    <w:p w:rsidR="00C85AFD" w:rsidRPr="003B2C8A" w:rsidRDefault="00C85AFD" w:rsidP="0037569C">
      <w:pPr>
        <w:pStyle w:val="libArFootnote"/>
        <w:bidi w:val="0"/>
      </w:pPr>
      <w:r w:rsidRPr="003B2C8A">
        <w:t xml:space="preserve"> </w:t>
      </w:r>
      <w:bookmarkStart w:id="121" w:name="_Toc414268989"/>
      <w:r w:rsidRPr="003B2C8A">
        <w:t>(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๑๐</w:t>
      </w:r>
      <w:r w:rsidR="0037569C">
        <w:rPr>
          <w:rFonts w:cs="Cordia New" w:hint="cs"/>
          <w:szCs w:val="30"/>
          <w:cs/>
          <w:lang w:bidi="th-TH"/>
        </w:rPr>
        <w:t>)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อัร</w:t>
      </w:r>
      <w:r w:rsidRPr="003B2C8A">
        <w:rPr>
          <w:szCs w:val="24"/>
          <w:rtl/>
          <w:cs/>
        </w:rPr>
        <w:t>-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ริญาล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๔๙</w:t>
      </w:r>
      <w:bookmarkEnd w:id="121"/>
    </w:p>
    <w:p w:rsidR="00C85AFD" w:rsidRPr="003B2C8A" w:rsidRDefault="00C85AFD" w:rsidP="0037569C">
      <w:pPr>
        <w:pStyle w:val="libArFootnote"/>
        <w:bidi w:val="0"/>
        <w:rPr>
          <w:szCs w:val="24"/>
        </w:rPr>
      </w:pPr>
      <w:bookmarkStart w:id="122" w:name="_Toc414268990"/>
      <w:r w:rsidRPr="003B2C8A">
        <w:t>(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๑๑</w:t>
      </w:r>
      <w:r w:rsidR="0037569C">
        <w:rPr>
          <w:rFonts w:cs="Cordia New" w:hint="cs"/>
          <w:szCs w:val="30"/>
          <w:cs/>
          <w:lang w:bidi="th-TH"/>
        </w:rPr>
        <w:t>)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ในหนังสืออัล</w:t>
      </w:r>
      <w:r w:rsidRPr="003B2C8A">
        <w:rPr>
          <w:szCs w:val="24"/>
          <w:rtl/>
          <w:cs/>
        </w:rPr>
        <w:t>-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กะนีวัล</w:t>
      </w:r>
      <w:r w:rsidRPr="003B2C8A">
        <w:rPr>
          <w:szCs w:val="24"/>
          <w:rtl/>
          <w:cs/>
        </w:rPr>
        <w:t>-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อัลกอบ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๒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๑๙๙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มีชื่อเต็มว่า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อะบูอับดุลลอฮ์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บินอิสมาอีลบินอะหมัด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นัยซาบูร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ท่านคอตีบได้อธิบายลงใน</w:t>
      </w:r>
      <w:bookmarkEnd w:id="122"/>
    </w:p>
    <w:p w:rsidR="00C85AFD" w:rsidRPr="003B2C8A" w:rsidRDefault="00C85AFD" w:rsidP="003B2C8A">
      <w:pPr>
        <w:pStyle w:val="libArFootnote"/>
        <w:bidi w:val="0"/>
      </w:pPr>
      <w:r w:rsidRPr="003B2C8A">
        <w:rPr>
          <w:szCs w:val="24"/>
          <w:rtl/>
          <w:cs/>
        </w:rPr>
        <w:t xml:space="preserve"> </w:t>
      </w:r>
      <w:bookmarkStart w:id="123" w:name="_Toc414268991"/>
      <w:r w:rsidRPr="003B2C8A">
        <w:rPr>
          <w:rFonts w:ascii="Angsana New" w:hAnsi="Angsana New" w:cs="Angsana New" w:hint="cs"/>
          <w:szCs w:val="24"/>
          <w:cs/>
          <w:lang w:bidi="th-TH"/>
        </w:rPr>
        <w:t>ตารีคอัล</w:t>
      </w:r>
      <w:r w:rsidRPr="003B2C8A">
        <w:rPr>
          <w:szCs w:val="24"/>
          <w:rtl/>
          <w:cs/>
        </w:rPr>
        <w:t>-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บัคดาด</w:t>
      </w:r>
      <w:bookmarkEnd w:id="123"/>
    </w:p>
    <w:p w:rsidR="00C85AFD" w:rsidRPr="003B2C8A" w:rsidRDefault="00C85AFD" w:rsidP="0037569C">
      <w:pPr>
        <w:pStyle w:val="libArFootnote"/>
        <w:bidi w:val="0"/>
      </w:pPr>
      <w:bookmarkStart w:id="124" w:name="_Toc414268992"/>
      <w:r w:rsidRPr="003B2C8A">
        <w:t>(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๑๒</w:t>
      </w:r>
      <w:r w:rsidR="0037569C">
        <w:rPr>
          <w:rFonts w:cs="Cordia New" w:hint="cs"/>
          <w:szCs w:val="30"/>
          <w:cs/>
          <w:lang w:bidi="th-TH"/>
        </w:rPr>
        <w:t>)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มะอาลิมุล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อุละมาอ์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๑๔๔</w:t>
      </w:r>
      <w:bookmarkEnd w:id="124"/>
    </w:p>
    <w:p w:rsidR="00C85AFD" w:rsidRPr="003B2C8A" w:rsidRDefault="00C85AFD" w:rsidP="0037569C">
      <w:pPr>
        <w:pStyle w:val="libArFootnote"/>
        <w:bidi w:val="0"/>
        <w:rPr>
          <w:szCs w:val="24"/>
        </w:rPr>
      </w:pPr>
      <w:bookmarkStart w:id="125" w:name="_Toc414268993"/>
      <w:r w:rsidRPr="003B2C8A">
        <w:t>(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๑๓</w:t>
      </w:r>
      <w:r w:rsidR="0037569C">
        <w:rPr>
          <w:rFonts w:cs="Cordia New" w:hint="cs"/>
          <w:szCs w:val="30"/>
          <w:cs/>
          <w:lang w:bidi="th-TH"/>
        </w:rPr>
        <w:t>)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๔๐๖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ตีพิมพ์โดย</w:t>
      </w:r>
      <w:r w:rsidRPr="003B2C8A">
        <w:rPr>
          <w:szCs w:val="24"/>
          <w:rtl/>
          <w:cs/>
        </w:rPr>
        <w:t xml:space="preserve"> </w:t>
      </w:r>
      <w:r w:rsidRPr="003B2C8A">
        <w:t>“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มัรกัซ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อิลมี</w:t>
      </w:r>
      <w:r w:rsidRPr="003B2C8A">
        <w:rPr>
          <w:rFonts w:hint="eastAsia"/>
        </w:rPr>
        <w:t>”</w:t>
      </w:r>
      <w:r w:rsidRPr="003B2C8A"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กรุงเบรุต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ascii="Angsana New" w:hAnsi="Angsana New" w:cs="Angsana New" w:hint="cs"/>
          <w:szCs w:val="24"/>
          <w:cs/>
          <w:lang w:bidi="th-TH"/>
        </w:rPr>
        <w:t>๑๙๗๙</w:t>
      </w:r>
      <w:bookmarkEnd w:id="125"/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๙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อีกเล่มหนึ่งชื่อ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อะลีตามที่ปรากฏในอัล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</w:t>
      </w:r>
      <w:r w:rsidR="003B2C8A" w:rsidRPr="00B91120">
        <w:rPr>
          <w:rFonts w:cs="Times New Roman" w:hint="eastAsia"/>
          <w:lang w:bidi="ar-SA"/>
        </w:rPr>
        <w:t>”</w:t>
      </w:r>
      <w:r w:rsidR="003B2C8A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๑๔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๑๐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หนังสือของท่านผู้นี้อีกเช่นกัน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ชื่อ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มะห์ดี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ตามที่มีปรากฏในอัล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</w:t>
      </w:r>
      <w:r w:rsidR="003B2C8A" w:rsidRPr="00B91120">
        <w:rPr>
          <w:rFonts w:cs="Times New Roman" w:hint="eastAsia"/>
          <w:lang w:bidi="ar-SA"/>
        </w:rPr>
        <w:t>”</w:t>
      </w:r>
      <w:r w:rsidR="003B2C8A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๑๕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๑๑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ท่านอับดุลอะซีซ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บินยะฮ์ยา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บินอะหมัด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บินอีซา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ญะลูดี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สหายคนหนึ่งของท่าน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อะบีญะอ์ฟัร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มีหนังสือเล่มหนึ่งชื่อ</w:t>
      </w:r>
    </w:p>
    <w:p w:rsidR="00C85AFD" w:rsidRPr="00B91120" w:rsidRDefault="00C85AFD" w:rsidP="00C85AFD">
      <w:pPr>
        <w:pStyle w:val="libNormal"/>
        <w:ind w:firstLine="0"/>
        <w:rPr>
          <w:rFonts w:cs="Times New Roman"/>
          <w:lang w:bidi="ar-SA"/>
        </w:rPr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โองการที่ถูกประทานลงมาในเรื่องของบุคคลทั้งห้า</w:t>
      </w:r>
      <w:r w:rsidR="003B2C8A" w:rsidRPr="00B91120">
        <w:rPr>
          <w:rFonts w:cs="Times New Roman" w:hint="eastAsia"/>
          <w:lang w:bidi="ar-SA"/>
        </w:rPr>
        <w:t>”</w:t>
      </w:r>
      <w:r w:rsidR="003B2C8A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๑๖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  <w:rPr>
          <w:cs/>
        </w:rPr>
      </w:pPr>
      <w:r w:rsidRPr="00B91120">
        <w:rPr>
          <w:rFonts w:hint="cs"/>
          <w:cs/>
        </w:rPr>
        <w:t>๑๒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ท่านผู้นี้ยังมีหนังสืออีกเล่มหนึ่งชื่อ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โองการจากอัล</w:t>
      </w:r>
      <w:r w:rsidRPr="00B91120">
        <w:rPr>
          <w:cs/>
        </w:rPr>
        <w:t>-</w:t>
      </w:r>
      <w:r w:rsidR="003B2C8A" w:rsidRPr="00B91120">
        <w:rPr>
          <w:rFonts w:hint="cs"/>
          <w:cs/>
        </w:rPr>
        <w:t xml:space="preserve">กุรอานที่ถูกประทานมาในเรื่องของท่านอะมีรุลมุมีนีน </w:t>
      </w:r>
      <w:r w:rsidR="003B2C8A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="003B2C8A" w:rsidRPr="00B91120">
        <w:rPr>
          <w:rFonts w:cs="Times New Roman"/>
          <w:lang w:bidi="ar-SA"/>
        </w:rPr>
        <w:t>” (</w:t>
      </w:r>
      <w:r w:rsidRPr="00B91120">
        <w:rPr>
          <w:rFonts w:hint="cs"/>
          <w:cs/>
        </w:rPr>
        <w:t>๑๗</w:t>
      </w:r>
      <w:r w:rsidRPr="00B91120">
        <w:rPr>
          <w:cs/>
        </w:rPr>
        <w:t>)</w:t>
      </w: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๑๓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ท่านฮากิม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อะบูอับดุลลอฮ์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อุบัยดิลลาฮ์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บินอับดุลลอฮ์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หัซกานี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มีหนังสืออยู่เล่มหนึ่งชื่อ</w:t>
      </w:r>
    </w:p>
    <w:p w:rsidR="00C85AFD" w:rsidRDefault="00C85AFD" w:rsidP="00C85AFD">
      <w:pPr>
        <w:pStyle w:val="libNormal"/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หลักฐานที่ถูกประทานมาเกี่ยวกับรากฐานของการให้เกียรติ</w:t>
      </w:r>
      <w:r w:rsidR="003B2C8A" w:rsidRPr="00B91120">
        <w:rPr>
          <w:rFonts w:cs="Times New Roman" w:hint="eastAsia"/>
          <w:lang w:bidi="ar-SA"/>
        </w:rPr>
        <w:t>”</w:t>
      </w:r>
      <w:r w:rsidR="003B2C8A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๑๘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6D7347" w:rsidRDefault="00C85AFD" w:rsidP="00C85AFD">
      <w:pPr>
        <w:pStyle w:val="libNormal"/>
      </w:pPr>
      <w:r w:rsidRPr="00B91120">
        <w:rPr>
          <w:rFonts w:hint="cs"/>
          <w:cs/>
        </w:rPr>
        <w:t>๑๔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หนังสือของท่านอีกเล่มหนึ่งชื่อ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คุณสมบัติของท่านอะลี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อะบีฏอลิบ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</w:t>
      </w:r>
      <w:r w:rsidR="003B2C8A" w:rsidRPr="00B91120">
        <w:rPr>
          <w:rFonts w:cs="Times New Roman" w:hint="eastAsia"/>
          <w:lang w:bidi="ar-SA"/>
        </w:rPr>
        <w:t>”</w:t>
      </w:r>
      <w:r w:rsidR="003B2C8A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๑๙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๑๕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ท่านอะบูอัล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ฟะร็อจ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บินฮุเซน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อิสฟะฮานก็มีหนังสือเล่มหนึ่งคือ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โองการในอัล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กุรอานที่ถูกประทานในเรื่องของอะลี</w:t>
      </w:r>
      <w:r w:rsidRPr="00B91120">
        <w:rPr>
          <w:cs/>
        </w:rPr>
        <w:t xml:space="preserve"> </w:t>
      </w:r>
      <w:r w:rsidR="003B2C8A" w:rsidRPr="00B91120">
        <w:rPr>
          <w:rFonts w:hint="cs"/>
          <w:cs/>
        </w:rPr>
        <w:t xml:space="preserve">อะมีรุลมุมีนีน </w:t>
      </w:r>
      <w:r w:rsidR="003B2C8A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="003B2C8A" w:rsidRPr="00B91120">
        <w:rPr>
          <w:rFonts w:cs="Times New Roman"/>
          <w:lang w:bidi="ar-SA"/>
        </w:rPr>
        <w:t>” (</w:t>
      </w:r>
      <w:r w:rsidRPr="00B91120">
        <w:rPr>
          <w:rFonts w:hint="cs"/>
          <w:cs/>
        </w:rPr>
        <w:t>๒๐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๑๖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ร็อสตุม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บันทึกหนังสือชื่อ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โองการต่าง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เกี่ยวกับเรื่องคุณงามความดี</w:t>
      </w:r>
      <w:r w:rsidR="003B2C8A" w:rsidRPr="00B91120">
        <w:rPr>
          <w:rFonts w:cs="Times New Roman" w:hint="eastAsia"/>
          <w:lang w:bidi="ar-SA"/>
        </w:rPr>
        <w:t>”</w:t>
      </w:r>
      <w:r w:rsidR="003B2C8A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๒๑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>
        <w:rPr>
          <w:rFonts w:hint="cs"/>
          <w:cs/>
        </w:rPr>
        <w:t>----------------------------------------------------------------</w:t>
      </w:r>
    </w:p>
    <w:p w:rsidR="00C85AFD" w:rsidRPr="003B2C8A" w:rsidRDefault="00C85AFD" w:rsidP="0037569C">
      <w:pPr>
        <w:pStyle w:val="libArFootnote"/>
        <w:bidi w:val="0"/>
        <w:rPr>
          <w:szCs w:val="24"/>
        </w:rPr>
      </w:pPr>
      <w:bookmarkStart w:id="126" w:name="_Toc414268994"/>
      <w:r w:rsidRPr="003B2C8A">
        <w:rPr>
          <w:szCs w:val="24"/>
        </w:rPr>
        <w:t>(</w:t>
      </w:r>
      <w:r w:rsidRPr="003B2C8A">
        <w:rPr>
          <w:rFonts w:cs="Angsana New" w:hint="cs"/>
          <w:szCs w:val="24"/>
          <w:cs/>
          <w:lang w:bidi="th-TH"/>
        </w:rPr>
        <w:t>๑๔</w:t>
      </w:r>
      <w:r w:rsidR="0037569C">
        <w:rPr>
          <w:rFonts w:cs="Cordia New" w:hint="cs"/>
          <w:szCs w:val="30"/>
          <w:cs/>
          <w:lang w:bidi="th-TH"/>
        </w:rPr>
        <w:t>)</w:t>
      </w:r>
      <w:r w:rsidR="003B2C8A" w:rsidRPr="003B2C8A">
        <w:rPr>
          <w:rFonts w:hint="cs"/>
          <w:szCs w:val="24"/>
          <w:rtl/>
          <w:cs/>
        </w:rPr>
        <w:t xml:space="preserve"> </w:t>
      </w:r>
      <w:r w:rsidR="003B2C8A" w:rsidRPr="003B2C8A">
        <w:rPr>
          <w:rFonts w:cs="Angsana New" w:hint="cs"/>
          <w:szCs w:val="24"/>
          <w:cs/>
          <w:lang w:bidi="th-TH"/>
        </w:rPr>
        <w:t>จากสำนักพิมพ์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ดารุศ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ศอดิก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เบรุต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ปี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๑๓๗๙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เล่มที่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๑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หน้า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๔๐๔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เล่มที่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๒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หน้า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๕๒๗</w:t>
      </w:r>
      <w:bookmarkEnd w:id="126"/>
    </w:p>
    <w:p w:rsidR="00C85AFD" w:rsidRPr="003B2C8A" w:rsidRDefault="00C85AFD" w:rsidP="0037569C">
      <w:pPr>
        <w:pStyle w:val="libArFootnote"/>
        <w:bidi w:val="0"/>
        <w:rPr>
          <w:szCs w:val="24"/>
        </w:rPr>
      </w:pPr>
      <w:bookmarkStart w:id="127" w:name="_Toc414268995"/>
      <w:r w:rsidRPr="003B2C8A">
        <w:rPr>
          <w:szCs w:val="24"/>
        </w:rPr>
        <w:t>(</w:t>
      </w:r>
      <w:r w:rsidRPr="003B2C8A">
        <w:rPr>
          <w:rFonts w:cs="Angsana New" w:hint="cs"/>
          <w:szCs w:val="24"/>
          <w:cs/>
          <w:lang w:bidi="th-TH"/>
        </w:rPr>
        <w:t>๑๕</w:t>
      </w:r>
      <w:r w:rsidR="0037569C">
        <w:rPr>
          <w:rFonts w:cs="Cordia New" w:hint="cs"/>
          <w:szCs w:val="30"/>
          <w:cs/>
          <w:lang w:bidi="th-TH"/>
        </w:rPr>
        <w:t>)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จากสำนักพิมพ์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ดารุศ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ศอดิก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เบรุต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ปี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๑๙๗๘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หน้า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๒๖๒</w:t>
      </w:r>
      <w:bookmarkEnd w:id="127"/>
    </w:p>
    <w:p w:rsidR="00C85AFD" w:rsidRPr="003B2C8A" w:rsidRDefault="00C85AFD" w:rsidP="0037569C">
      <w:pPr>
        <w:pStyle w:val="libArFootnote"/>
        <w:bidi w:val="0"/>
        <w:rPr>
          <w:szCs w:val="24"/>
        </w:rPr>
      </w:pPr>
      <w:bookmarkStart w:id="128" w:name="_Toc414268996"/>
      <w:r w:rsidRPr="003B2C8A">
        <w:rPr>
          <w:szCs w:val="24"/>
        </w:rPr>
        <w:t>(</w:t>
      </w:r>
      <w:r w:rsidRPr="003B2C8A">
        <w:rPr>
          <w:rFonts w:cs="Angsana New" w:hint="cs"/>
          <w:szCs w:val="24"/>
          <w:cs/>
          <w:lang w:bidi="th-TH"/>
        </w:rPr>
        <w:t>๑๖</w:t>
      </w:r>
      <w:r w:rsidR="0037569C">
        <w:rPr>
          <w:rFonts w:cs="Cordia New" w:hint="cs"/>
          <w:szCs w:val="30"/>
          <w:cs/>
          <w:lang w:bidi="th-TH"/>
        </w:rPr>
        <w:t>)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อัล</w:t>
      </w:r>
      <w:r w:rsidRPr="003B2C8A">
        <w:rPr>
          <w:szCs w:val="24"/>
          <w:rtl/>
          <w:cs/>
        </w:rPr>
        <w:t>-</w:t>
      </w:r>
      <w:r w:rsidRPr="003B2C8A">
        <w:rPr>
          <w:rFonts w:cs="Angsana New" w:hint="cs"/>
          <w:szCs w:val="24"/>
          <w:cs/>
          <w:lang w:bidi="th-TH"/>
        </w:rPr>
        <w:t>ริญาล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หน้า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๑๖๘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มะอาลิมุล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อุละมาอ์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หน้า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๘๐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อัซซะรีอะฮ์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เล่มที่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๑๙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หน้าที่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๑๙</w:t>
      </w:r>
      <w:bookmarkEnd w:id="128"/>
    </w:p>
    <w:p w:rsidR="00C85AFD" w:rsidRPr="003B2C8A" w:rsidRDefault="00C85AFD" w:rsidP="0037569C">
      <w:pPr>
        <w:pStyle w:val="libArFootnote"/>
        <w:bidi w:val="0"/>
        <w:rPr>
          <w:szCs w:val="24"/>
        </w:rPr>
      </w:pPr>
      <w:bookmarkStart w:id="129" w:name="_Toc414268997"/>
      <w:r w:rsidRPr="003B2C8A">
        <w:rPr>
          <w:szCs w:val="24"/>
        </w:rPr>
        <w:t>(</w:t>
      </w:r>
      <w:r w:rsidRPr="003B2C8A">
        <w:rPr>
          <w:rFonts w:cs="Angsana New" w:hint="cs"/>
          <w:szCs w:val="24"/>
          <w:cs/>
          <w:lang w:bidi="th-TH"/>
        </w:rPr>
        <w:t>๑๗</w:t>
      </w:r>
      <w:r w:rsidR="0037569C">
        <w:rPr>
          <w:rFonts w:cs="Cordia New" w:hint="cs"/>
          <w:szCs w:val="30"/>
          <w:cs/>
          <w:lang w:bidi="th-TH"/>
        </w:rPr>
        <w:t>)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อัล</w:t>
      </w:r>
      <w:r w:rsidRPr="003B2C8A">
        <w:rPr>
          <w:szCs w:val="24"/>
          <w:rtl/>
          <w:cs/>
        </w:rPr>
        <w:t>-</w:t>
      </w:r>
      <w:r w:rsidRPr="003B2C8A">
        <w:rPr>
          <w:rFonts w:cs="Angsana New" w:hint="cs"/>
          <w:szCs w:val="24"/>
          <w:cs/>
          <w:lang w:bidi="th-TH"/>
        </w:rPr>
        <w:t>ริญาล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หน้า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๑๖๘</w:t>
      </w:r>
      <w:bookmarkEnd w:id="129"/>
    </w:p>
    <w:p w:rsidR="00C85AFD" w:rsidRPr="003B2C8A" w:rsidRDefault="00C85AFD" w:rsidP="0037569C">
      <w:pPr>
        <w:pStyle w:val="libArFootnote"/>
        <w:bidi w:val="0"/>
        <w:rPr>
          <w:szCs w:val="24"/>
        </w:rPr>
      </w:pPr>
      <w:bookmarkStart w:id="130" w:name="_Toc414268998"/>
      <w:r w:rsidRPr="003B2C8A">
        <w:rPr>
          <w:szCs w:val="24"/>
        </w:rPr>
        <w:t>(</w:t>
      </w:r>
      <w:r w:rsidRPr="003B2C8A">
        <w:rPr>
          <w:rFonts w:cs="Angsana New" w:hint="cs"/>
          <w:szCs w:val="24"/>
          <w:cs/>
          <w:lang w:bidi="th-TH"/>
        </w:rPr>
        <w:t>๑๘</w:t>
      </w:r>
      <w:r w:rsidR="0037569C">
        <w:rPr>
          <w:rFonts w:cs="Cordia New" w:hint="cs"/>
          <w:szCs w:val="30"/>
          <w:cs/>
          <w:lang w:bidi="th-TH"/>
        </w:rPr>
        <w:t>)</w:t>
      </w:r>
      <w:r w:rsidR="0037569C" w:rsidRPr="003B2C8A">
        <w:rPr>
          <w:rFonts w:cs="Angsana New" w:hint="cs"/>
          <w:szCs w:val="24"/>
          <w:cs/>
          <w:lang w:bidi="th-TH"/>
        </w:rPr>
        <w:t xml:space="preserve"> มะอาลิมุลอุละมาอ</w:t>
      </w:r>
      <w:r w:rsidR="0037569C" w:rsidRPr="003B2C8A">
        <w:rPr>
          <w:rFonts w:cs="Angsana New"/>
          <w:szCs w:val="24"/>
          <w:cs/>
          <w:lang w:bidi="th-TH"/>
        </w:rPr>
        <w:t>์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หน้า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๗๘</w:t>
      </w:r>
      <w:bookmarkEnd w:id="130"/>
    </w:p>
    <w:p w:rsidR="00C85AFD" w:rsidRPr="003B2C8A" w:rsidRDefault="00C85AFD" w:rsidP="0037569C">
      <w:pPr>
        <w:pStyle w:val="libArFootnote"/>
        <w:bidi w:val="0"/>
        <w:rPr>
          <w:szCs w:val="24"/>
        </w:rPr>
      </w:pPr>
      <w:bookmarkStart w:id="131" w:name="_Toc414268999"/>
      <w:r w:rsidRPr="003B2C8A">
        <w:rPr>
          <w:szCs w:val="24"/>
        </w:rPr>
        <w:t>(</w:t>
      </w:r>
      <w:r w:rsidRPr="003B2C8A">
        <w:rPr>
          <w:rFonts w:cs="Angsana New" w:hint="cs"/>
          <w:szCs w:val="24"/>
          <w:cs/>
          <w:lang w:bidi="th-TH"/>
        </w:rPr>
        <w:t>๑๙</w:t>
      </w:r>
      <w:r w:rsidR="0037569C">
        <w:rPr>
          <w:rFonts w:cs="Cordia New" w:hint="cs"/>
          <w:szCs w:val="30"/>
          <w:cs/>
          <w:lang w:bidi="th-TH"/>
        </w:rPr>
        <w:t>)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มะอาลิมุล</w:t>
      </w:r>
      <w:r w:rsidRPr="003B2C8A">
        <w:rPr>
          <w:szCs w:val="24"/>
          <w:rtl/>
          <w:cs/>
        </w:rPr>
        <w:t>-</w:t>
      </w:r>
      <w:r w:rsidRPr="003B2C8A">
        <w:rPr>
          <w:rFonts w:cs="Angsana New" w:hint="cs"/>
          <w:szCs w:val="24"/>
          <w:cs/>
          <w:lang w:bidi="th-TH"/>
        </w:rPr>
        <w:t>อุละมาอ์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หน้า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๗๘</w:t>
      </w:r>
      <w:bookmarkEnd w:id="131"/>
    </w:p>
    <w:p w:rsidR="00C85AFD" w:rsidRPr="003B2C8A" w:rsidRDefault="00C85AFD" w:rsidP="003B2C8A">
      <w:pPr>
        <w:pStyle w:val="libArFootnote"/>
        <w:bidi w:val="0"/>
        <w:rPr>
          <w:szCs w:val="24"/>
        </w:rPr>
      </w:pPr>
      <w:bookmarkStart w:id="132" w:name="_Toc414269000"/>
      <w:r w:rsidRPr="003B2C8A">
        <w:rPr>
          <w:szCs w:val="24"/>
        </w:rPr>
        <w:t>(</w:t>
      </w:r>
      <w:r w:rsidRPr="003B2C8A">
        <w:rPr>
          <w:rFonts w:cs="Angsana New" w:hint="cs"/>
          <w:szCs w:val="24"/>
          <w:cs/>
          <w:lang w:bidi="th-TH"/>
        </w:rPr>
        <w:t>๒๐</w:t>
      </w:r>
      <w:r w:rsidR="003B2C8A" w:rsidRPr="003B2C8A">
        <w:rPr>
          <w:rFonts w:hint="cs"/>
          <w:szCs w:val="24"/>
        </w:rPr>
        <w:t>)</w:t>
      </w:r>
      <w:r w:rsidR="003B2C8A" w:rsidRPr="003B2C8A">
        <w:rPr>
          <w:rFonts w:cs="Angsana New" w:hint="cs"/>
          <w:szCs w:val="24"/>
          <w:cs/>
          <w:lang w:bidi="th-TH"/>
        </w:rPr>
        <w:t xml:space="preserve"> อั</w:t>
      </w:r>
      <w:r w:rsidR="003B2C8A" w:rsidRPr="003B2C8A">
        <w:rPr>
          <w:rFonts w:cs="Angsana New"/>
          <w:szCs w:val="24"/>
          <w:cs/>
          <w:lang w:bidi="th-TH"/>
        </w:rPr>
        <w:t>ล</w:t>
      </w:r>
      <w:r w:rsidRPr="003B2C8A">
        <w:rPr>
          <w:szCs w:val="24"/>
          <w:rtl/>
          <w:cs/>
        </w:rPr>
        <w:t>-</w:t>
      </w:r>
      <w:r w:rsidRPr="003B2C8A">
        <w:rPr>
          <w:rFonts w:cs="Angsana New" w:hint="cs"/>
          <w:szCs w:val="24"/>
          <w:cs/>
          <w:lang w:bidi="th-TH"/>
        </w:rPr>
        <w:t>ฟะฮร็ซ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ของอิบนุ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นะดีม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๒๒๔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และอัซ</w:t>
      </w:r>
      <w:r w:rsidRPr="003B2C8A">
        <w:rPr>
          <w:szCs w:val="24"/>
          <w:rtl/>
          <w:cs/>
        </w:rPr>
        <w:t>-</w:t>
      </w:r>
      <w:r w:rsidRPr="003B2C8A">
        <w:rPr>
          <w:rFonts w:cs="Angsana New" w:hint="cs"/>
          <w:szCs w:val="24"/>
          <w:cs/>
          <w:lang w:bidi="th-TH"/>
        </w:rPr>
        <w:t>ซะรีอะฮ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เล่ม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๑๙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หน้า</w:t>
      </w:r>
      <w:r w:rsidRPr="003B2C8A">
        <w:rPr>
          <w:szCs w:val="24"/>
          <w:rtl/>
          <w:cs/>
        </w:rPr>
        <w:t xml:space="preserve"> </w:t>
      </w:r>
      <w:r w:rsidRPr="003B2C8A">
        <w:rPr>
          <w:rFonts w:cs="Angsana New" w:hint="cs"/>
          <w:szCs w:val="24"/>
          <w:cs/>
          <w:lang w:bidi="th-TH"/>
        </w:rPr>
        <w:t>๒๘</w:t>
      </w:r>
      <w:bookmarkEnd w:id="132"/>
    </w:p>
    <w:p w:rsidR="00C85AFD" w:rsidRDefault="00C85AFD" w:rsidP="003B2C8A">
      <w:pPr>
        <w:pStyle w:val="libArFootnote"/>
        <w:bidi w:val="0"/>
        <w:rPr>
          <w:rFonts w:cs="Angsana New"/>
          <w:szCs w:val="24"/>
          <w:lang w:bidi="th-TH"/>
        </w:rPr>
      </w:pPr>
      <w:bookmarkStart w:id="133" w:name="_Toc414269001"/>
      <w:r w:rsidRPr="003B2C8A">
        <w:rPr>
          <w:szCs w:val="24"/>
        </w:rPr>
        <w:t>(</w:t>
      </w:r>
      <w:r w:rsidRPr="003B2C8A">
        <w:rPr>
          <w:rFonts w:cs="Angsana New" w:hint="cs"/>
          <w:szCs w:val="24"/>
          <w:cs/>
          <w:lang w:bidi="th-TH"/>
        </w:rPr>
        <w:t>๒๑</w:t>
      </w:r>
      <w:r w:rsidR="003B2C8A" w:rsidRPr="003B2C8A">
        <w:rPr>
          <w:rFonts w:hint="cs"/>
          <w:szCs w:val="24"/>
        </w:rPr>
        <w:t>)</w:t>
      </w:r>
      <w:r w:rsidR="003B2C8A" w:rsidRPr="003B2C8A">
        <w:rPr>
          <w:rFonts w:cs="Angsana New" w:hint="cs"/>
          <w:szCs w:val="24"/>
          <w:cs/>
          <w:lang w:bidi="th-TH"/>
        </w:rPr>
        <w:t xml:space="preserve"> ฉบับตีพิมพ์ในอิหร่า</w:t>
      </w:r>
      <w:r w:rsidR="003B2C8A" w:rsidRPr="003B2C8A">
        <w:rPr>
          <w:rFonts w:cs="Angsana New"/>
          <w:szCs w:val="24"/>
          <w:cs/>
          <w:lang w:bidi="th-TH"/>
        </w:rPr>
        <w:t>น</w:t>
      </w:r>
      <w:bookmarkEnd w:id="133"/>
    </w:p>
    <w:p w:rsidR="003B2C8A" w:rsidRDefault="003B2C8A" w:rsidP="003B2C8A">
      <w:pPr>
        <w:pStyle w:val="libArFootnote"/>
        <w:bidi w:val="0"/>
        <w:rPr>
          <w:rFonts w:cs="Angsana New"/>
          <w:szCs w:val="24"/>
          <w:lang w:bidi="th-TH"/>
        </w:rPr>
      </w:pPr>
    </w:p>
    <w:p w:rsidR="003B2C8A" w:rsidRDefault="003B2C8A" w:rsidP="003B2C8A">
      <w:pPr>
        <w:pStyle w:val="libArFootnote"/>
        <w:bidi w:val="0"/>
        <w:rPr>
          <w:rFonts w:cs="Angsana New"/>
          <w:szCs w:val="24"/>
          <w:lang w:bidi="th-TH"/>
        </w:rPr>
      </w:pPr>
    </w:p>
    <w:p w:rsidR="003B2C8A" w:rsidRDefault="003B2C8A" w:rsidP="003B2C8A">
      <w:pPr>
        <w:pStyle w:val="libArFootnote"/>
        <w:bidi w:val="0"/>
        <w:rPr>
          <w:rFonts w:cs="Angsana New"/>
          <w:szCs w:val="24"/>
          <w:lang w:bidi="th-TH"/>
        </w:rPr>
      </w:pPr>
    </w:p>
    <w:p w:rsidR="003B2C8A" w:rsidRDefault="003B2C8A" w:rsidP="003B2C8A">
      <w:pPr>
        <w:pStyle w:val="libArFootnote"/>
        <w:bidi w:val="0"/>
        <w:rPr>
          <w:rFonts w:cs="Angsana New"/>
          <w:szCs w:val="24"/>
          <w:lang w:bidi="th-TH"/>
        </w:rPr>
      </w:pPr>
    </w:p>
    <w:p w:rsidR="003B2C8A" w:rsidRPr="003B2C8A" w:rsidRDefault="003B2C8A" w:rsidP="003B2C8A">
      <w:pPr>
        <w:pStyle w:val="libArFootnote"/>
        <w:bidi w:val="0"/>
        <w:rPr>
          <w:szCs w:val="24"/>
          <w:rtl/>
          <w:cs/>
        </w:rPr>
      </w:pP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๑๗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ตุคัยล์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ได้บันทึกเรื่อง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อะลีในทัศนะของอัล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</w:t>
      </w:r>
      <w:r w:rsidR="003B2C8A" w:rsidRPr="00B91120">
        <w:rPr>
          <w:rFonts w:cs="Times New Roman" w:hint="eastAsia"/>
          <w:lang w:bidi="ar-SA"/>
        </w:rPr>
        <w:t>”</w:t>
      </w:r>
      <w:r w:rsidR="003B2C8A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๒๒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๑๘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บินอะหมัด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บินอับดุลลอฮ์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บินอิสมาอีล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มีหนังสือชื่อ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ข้อความในอัล</w:t>
      </w:r>
      <w:r w:rsidRPr="00B91120">
        <w:rPr>
          <w:cs/>
        </w:rPr>
        <w:t>-</w:t>
      </w:r>
      <w:r w:rsidR="003B2C8A" w:rsidRPr="00B91120">
        <w:rPr>
          <w:rFonts w:hint="cs"/>
          <w:cs/>
        </w:rPr>
        <w:t xml:space="preserve">กุรอานที่ถูกประทานมาเกี่ยวกับเรื่องของอะลี </w:t>
      </w:r>
      <w:r w:rsidR="003B2C8A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="003B2C8A" w:rsidRPr="00B91120">
        <w:rPr>
          <w:rFonts w:cs="Times New Roman"/>
          <w:lang w:bidi="ar-SA"/>
        </w:rPr>
        <w:t>” (</w:t>
      </w:r>
      <w:r w:rsidRPr="00B91120">
        <w:rPr>
          <w:rFonts w:hint="cs"/>
          <w:cs/>
        </w:rPr>
        <w:t>๒๓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๑๙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หนังสือของท่านอีกเล่มหนึ่งคือ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ชื่อต่าง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ของท่านอะมีรุล</w:t>
      </w:r>
      <w:r w:rsidRPr="00B91120">
        <w:rPr>
          <w:cs/>
        </w:rPr>
        <w:t>-</w:t>
      </w:r>
      <w:r w:rsidR="003B2C8A" w:rsidRPr="00B91120">
        <w:rPr>
          <w:rFonts w:hint="cs"/>
          <w:cs/>
        </w:rPr>
        <w:t xml:space="preserve">มุมีนีน </w:t>
      </w:r>
      <w:r w:rsidR="003B2C8A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="003B2C8A" w:rsidRPr="00B91120">
        <w:rPr>
          <w:rFonts w:hint="cs"/>
          <w:cs/>
        </w:rPr>
        <w:t xml:space="preserve">ในคัมภีร์ของอัลลอฮ์ </w:t>
      </w:r>
      <w:r w:rsidR="003B2C8A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="003B2C8A" w:rsidRPr="00B91120">
        <w:rPr>
          <w:rFonts w:cs="Times New Roman"/>
          <w:lang w:bidi="ar-SA"/>
        </w:rPr>
        <w:t>” (</w:t>
      </w:r>
      <w:r w:rsidRPr="00B91120">
        <w:rPr>
          <w:rFonts w:hint="cs"/>
          <w:cs/>
        </w:rPr>
        <w:t>๒๔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๒๐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บินเอาเราะมะฮ์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กุมมี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มีหนังสือชื่อ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ข้อความจากอัล</w:t>
      </w:r>
      <w:r w:rsidRPr="00B91120">
        <w:rPr>
          <w:cs/>
        </w:rPr>
        <w:t>-</w:t>
      </w:r>
      <w:r w:rsidR="003B2C8A" w:rsidRPr="00B91120">
        <w:rPr>
          <w:rFonts w:hint="cs"/>
          <w:cs/>
        </w:rPr>
        <w:t xml:space="preserve">กุรอานที่ถูกประทานมาในเรื่องของอะมีรุลมุมีนีน </w:t>
      </w:r>
      <w:r w:rsidR="003B2C8A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="003B2C8A" w:rsidRPr="00B91120">
        <w:rPr>
          <w:rFonts w:cs="Times New Roman"/>
          <w:lang w:bidi="ar-SA"/>
        </w:rPr>
        <w:t>” (</w:t>
      </w:r>
      <w:r w:rsidRPr="00B91120">
        <w:rPr>
          <w:rFonts w:hint="cs"/>
          <w:cs/>
        </w:rPr>
        <w:t>๒๕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๒๑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บินอับบาส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บินมัรวาน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มีหนังสือชื่อ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ข้อความจากอัล</w:t>
      </w:r>
      <w:r w:rsidRPr="00B91120">
        <w:rPr>
          <w:cs/>
        </w:rPr>
        <w:t>-</w:t>
      </w:r>
      <w:r w:rsidR="003B2C8A" w:rsidRPr="00B91120">
        <w:rPr>
          <w:rFonts w:hint="cs"/>
          <w:cs/>
        </w:rPr>
        <w:t xml:space="preserve">กุรอานที่ถูกประทานลงมาในเรื่องของอะฮ์ลุลบัยต์ </w:t>
      </w:r>
      <w:r w:rsidR="003B2C8A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="003B2C8A" w:rsidRPr="00B91120">
        <w:rPr>
          <w:rFonts w:cs="Times New Roman"/>
          <w:lang w:bidi="ar-SA"/>
        </w:rPr>
        <w:t>” (</w:t>
      </w:r>
      <w:r w:rsidRPr="00B91120">
        <w:rPr>
          <w:rFonts w:hint="cs"/>
          <w:cs/>
        </w:rPr>
        <w:t>๒๖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๒๒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ท่านอะบูอับดุลลอฮ์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บินอิมรอน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มุร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ชะบานี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มีหนังสือชื่อ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ข้อความในอัล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กุรอานที่ถูกประทานมาเกี่ยวกับ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อิบนิ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อะบีฏอลิบ</w:t>
      </w:r>
      <w:r w:rsidR="003B2C8A" w:rsidRPr="00B91120">
        <w:rPr>
          <w:rFonts w:cs="Times New Roman" w:hint="eastAsia"/>
          <w:lang w:bidi="ar-SA"/>
        </w:rPr>
        <w:t>”</w:t>
      </w:r>
      <w:r w:rsidR="003B2C8A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๒๗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๒๓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บินนุอมาน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หรือ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ชัยค์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มุฟิด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มีหนังสือชื่อ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3B2C8A" w:rsidRPr="00B91120">
        <w:rPr>
          <w:rFonts w:hint="cs"/>
          <w:cs/>
        </w:rPr>
        <w:t xml:space="preserve">ความเป็นผู้นำของอะมีรุลมุมีนีน </w:t>
      </w:r>
      <w:r w:rsidR="003B2C8A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3B2C8A" w:rsidRPr="00B91120">
        <w:rPr>
          <w:rFonts w:hint="cs"/>
          <w:cs/>
        </w:rPr>
        <w:t>) ที่มีในอั</w:t>
      </w:r>
      <w:r w:rsidR="003B2C8A" w:rsidRPr="00B91120">
        <w:rPr>
          <w:cs/>
        </w:rPr>
        <w:t>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</w:t>
      </w:r>
      <w:r w:rsidR="003B2C8A" w:rsidRPr="00B91120">
        <w:rPr>
          <w:rFonts w:cs="Times New Roman" w:hint="eastAsia"/>
          <w:lang w:bidi="ar-SA"/>
        </w:rPr>
        <w:t>”</w:t>
      </w:r>
      <w:r w:rsidR="003B2C8A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๒๘</w:t>
      </w:r>
      <w:r w:rsidRPr="00B91120">
        <w:rPr>
          <w:cs/>
        </w:rPr>
        <w:t>)</w:t>
      </w:r>
    </w:p>
    <w:p w:rsidR="00C85AFD" w:rsidRPr="006D7347" w:rsidRDefault="00C85AFD" w:rsidP="00C85AFD">
      <w:pPr>
        <w:pStyle w:val="libNormal"/>
        <w:ind w:firstLine="0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--------------------------------------------------------</w:t>
      </w:r>
    </w:p>
    <w:p w:rsidR="00C85AFD" w:rsidRPr="006D7347" w:rsidRDefault="00C85AFD" w:rsidP="003B2C8A">
      <w:pPr>
        <w:pStyle w:val="libArFootnote"/>
        <w:bidi w:val="0"/>
      </w:pPr>
      <w:bookmarkStart w:id="134" w:name="_Toc414269002"/>
      <w:r w:rsidRPr="006D7347">
        <w:t>(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๒๒</w:t>
      </w:r>
      <w:r w:rsidR="003B2C8A">
        <w:rPr>
          <w:rFonts w:cs="Cordia New" w:hint="cs"/>
          <w:szCs w:val="30"/>
          <w:cs/>
          <w:lang w:bidi="th-TH"/>
        </w:rPr>
        <w:t>)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จัดพิมพ์โดยดารุส</w:t>
      </w:r>
      <w:r w:rsidRPr="006D7347">
        <w:rPr>
          <w:szCs w:val="24"/>
          <w:rtl/>
          <w:cs/>
        </w:rPr>
        <w:t>-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มุรตะฎอ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เบรุต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๑๙๘๐</w:t>
      </w:r>
      <w:bookmarkEnd w:id="134"/>
    </w:p>
    <w:p w:rsidR="00C85AFD" w:rsidRPr="006D7347" w:rsidRDefault="00C85AFD" w:rsidP="003B2C8A">
      <w:pPr>
        <w:pStyle w:val="libArFootnote"/>
        <w:bidi w:val="0"/>
      </w:pPr>
      <w:bookmarkStart w:id="135" w:name="_Toc414269003"/>
      <w:r w:rsidRPr="006D7347">
        <w:t>(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๒๓</w:t>
      </w:r>
      <w:r w:rsidR="003B2C8A">
        <w:rPr>
          <w:rFonts w:cs="Cordia New" w:hint="cs"/>
          <w:szCs w:val="30"/>
          <w:cs/>
          <w:lang w:bidi="th-TH"/>
        </w:rPr>
        <w:t>)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อัร</w:t>
      </w:r>
      <w:r w:rsidRPr="006D7347">
        <w:rPr>
          <w:szCs w:val="24"/>
          <w:rtl/>
          <w:cs/>
        </w:rPr>
        <w:t>-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ริญาล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๒๗๐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และอัล</w:t>
      </w:r>
      <w:r w:rsidRPr="006D7347">
        <w:rPr>
          <w:szCs w:val="24"/>
          <w:rtl/>
          <w:cs/>
        </w:rPr>
        <w:t>-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ฟะฮร็อซ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๑๗๙</w:t>
      </w:r>
      <w:bookmarkEnd w:id="135"/>
    </w:p>
    <w:p w:rsidR="00C85AFD" w:rsidRPr="006D7347" w:rsidRDefault="00C85AFD" w:rsidP="003B2C8A">
      <w:pPr>
        <w:pStyle w:val="libArFootnote"/>
        <w:bidi w:val="0"/>
      </w:pPr>
      <w:bookmarkStart w:id="136" w:name="_Toc414269004"/>
      <w:r w:rsidRPr="006D7347">
        <w:t>(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๒๔</w:t>
      </w:r>
      <w:r w:rsidR="003B2C8A">
        <w:rPr>
          <w:rFonts w:cs="Cordia New" w:hint="cs"/>
          <w:szCs w:val="30"/>
          <w:cs/>
          <w:lang w:bidi="th-TH"/>
        </w:rPr>
        <w:t>)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อัลฟะฮร็อซ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๑๗๙</w:t>
      </w:r>
      <w:bookmarkEnd w:id="136"/>
    </w:p>
    <w:p w:rsidR="00C85AFD" w:rsidRPr="006D7347" w:rsidRDefault="00C85AFD" w:rsidP="003B2C8A">
      <w:pPr>
        <w:pStyle w:val="libArFootnote"/>
        <w:bidi w:val="0"/>
      </w:pPr>
      <w:bookmarkStart w:id="137" w:name="_Toc414269005"/>
      <w:r w:rsidRPr="006D7347">
        <w:t>(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๒๕</w:t>
      </w:r>
      <w:r w:rsidR="003B2C8A">
        <w:rPr>
          <w:rFonts w:cs="Cordia New" w:hint="cs"/>
          <w:szCs w:val="30"/>
          <w:cs/>
          <w:lang w:bidi="th-TH"/>
        </w:rPr>
        <w:t>)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อัร</w:t>
      </w:r>
      <w:r w:rsidRPr="006D7347">
        <w:rPr>
          <w:szCs w:val="24"/>
          <w:rtl/>
          <w:cs/>
        </w:rPr>
        <w:t>-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ริญาล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๒๓๒</w:t>
      </w:r>
      <w:bookmarkEnd w:id="137"/>
    </w:p>
    <w:p w:rsidR="00C85AFD" w:rsidRPr="006D7347" w:rsidRDefault="00C85AFD" w:rsidP="003B2C8A">
      <w:pPr>
        <w:pStyle w:val="libArFootnote"/>
        <w:bidi w:val="0"/>
      </w:pPr>
      <w:bookmarkStart w:id="138" w:name="_Toc414269006"/>
      <w:r w:rsidRPr="006D7347">
        <w:t>(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๒๖</w:t>
      </w:r>
      <w:r w:rsidR="003B2C8A">
        <w:rPr>
          <w:rFonts w:cs="Cordia New" w:hint="cs"/>
          <w:szCs w:val="30"/>
          <w:cs/>
          <w:lang w:bidi="th-TH"/>
        </w:rPr>
        <w:t>)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อัร</w:t>
      </w:r>
      <w:r w:rsidRPr="006D7347">
        <w:rPr>
          <w:szCs w:val="24"/>
          <w:rtl/>
          <w:cs/>
        </w:rPr>
        <w:t>-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ริญาล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๒๖๘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และอัล</w:t>
      </w:r>
      <w:r w:rsidRPr="006D7347">
        <w:rPr>
          <w:szCs w:val="24"/>
          <w:rtl/>
          <w:cs/>
        </w:rPr>
        <w:t>-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ฟะฮร็อซ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๑๗๗</w:t>
      </w:r>
      <w:bookmarkEnd w:id="138"/>
    </w:p>
    <w:p w:rsidR="00C85AFD" w:rsidRPr="006D7347" w:rsidRDefault="00C85AFD" w:rsidP="003B2C8A">
      <w:pPr>
        <w:pStyle w:val="libArFootnote"/>
        <w:bidi w:val="0"/>
      </w:pPr>
      <w:bookmarkStart w:id="139" w:name="_Toc414269007"/>
      <w:r w:rsidRPr="006D7347">
        <w:t>(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๒๗</w:t>
      </w:r>
      <w:r w:rsidR="003B2C8A">
        <w:rPr>
          <w:rFonts w:cs="Cordia New" w:hint="cs"/>
          <w:szCs w:val="30"/>
          <w:cs/>
          <w:lang w:bidi="th-TH"/>
        </w:rPr>
        <w:t>)</w:t>
      </w:r>
      <w:r w:rsidR="003B2C8A" w:rsidRPr="006D7347">
        <w:rPr>
          <w:rFonts w:ascii="Angsana New" w:hAnsi="Angsana New" w:cs="Angsana New" w:hint="cs"/>
          <w:szCs w:val="24"/>
          <w:cs/>
          <w:lang w:bidi="th-TH"/>
        </w:rPr>
        <w:t xml:space="preserve"> มะอาลิมุ</w:t>
      </w:r>
      <w:r w:rsidR="003B2C8A" w:rsidRPr="006D7347">
        <w:rPr>
          <w:rFonts w:ascii="Angsana New" w:hAnsi="Angsana New" w:cs="Angsana New"/>
          <w:szCs w:val="24"/>
          <w:cs/>
          <w:lang w:bidi="th-TH"/>
        </w:rPr>
        <w:t>ล</w:t>
      </w:r>
      <w:r w:rsidRPr="006D7347">
        <w:rPr>
          <w:szCs w:val="24"/>
          <w:rtl/>
          <w:cs/>
        </w:rPr>
        <w:t>-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อุละมาอ์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๑๑๘</w:t>
      </w:r>
      <w:bookmarkEnd w:id="139"/>
    </w:p>
    <w:p w:rsidR="00C85AFD" w:rsidRPr="006D7347" w:rsidRDefault="00C85AFD" w:rsidP="003B2C8A">
      <w:pPr>
        <w:pStyle w:val="libArFootnote"/>
        <w:bidi w:val="0"/>
        <w:rPr>
          <w:szCs w:val="24"/>
          <w:rtl/>
          <w:cs/>
        </w:rPr>
      </w:pPr>
      <w:bookmarkStart w:id="140" w:name="_Toc414269008"/>
      <w:r w:rsidRPr="006D7347">
        <w:t>(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๒๘</w:t>
      </w:r>
      <w:r w:rsidR="003B2C8A">
        <w:rPr>
          <w:rFonts w:cs="Cordia New" w:hint="cs"/>
          <w:szCs w:val="30"/>
          <w:cs/>
          <w:lang w:bidi="th-TH"/>
        </w:rPr>
        <w:t>)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อัร</w:t>
      </w:r>
      <w:r w:rsidRPr="006D7347">
        <w:rPr>
          <w:szCs w:val="24"/>
          <w:rtl/>
          <w:cs/>
        </w:rPr>
        <w:t>-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ริญาล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6D7347">
        <w:rPr>
          <w:szCs w:val="24"/>
          <w:rtl/>
          <w:cs/>
        </w:rPr>
        <w:t xml:space="preserve"> </w:t>
      </w:r>
      <w:r w:rsidRPr="006D7347">
        <w:rPr>
          <w:rFonts w:ascii="Angsana New" w:hAnsi="Angsana New" w:cs="Angsana New" w:hint="cs"/>
          <w:szCs w:val="24"/>
          <w:cs/>
          <w:lang w:bidi="th-TH"/>
        </w:rPr>
        <w:t>๒๘๔</w:t>
      </w:r>
      <w:bookmarkEnd w:id="140"/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๒๔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บินมุมิน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อัช</w:t>
      </w:r>
      <w:r w:rsidRPr="00B91120">
        <w:rPr>
          <w:cs/>
        </w:rPr>
        <w:t>-</w:t>
      </w:r>
      <w:r w:rsidRPr="00B91120">
        <w:rPr>
          <w:rFonts w:hint="cs"/>
          <w:cs/>
        </w:rPr>
        <w:t>ชีรอซี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มีหนังสือเล่มหนึ่งคือ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โองการของอัล</w:t>
      </w:r>
      <w:r w:rsidRPr="00B91120">
        <w:rPr>
          <w:cs/>
        </w:rPr>
        <w:t>-</w:t>
      </w:r>
      <w:r w:rsidR="003B2C8A" w:rsidRPr="00B91120">
        <w:rPr>
          <w:rFonts w:hint="cs"/>
          <w:cs/>
        </w:rPr>
        <w:t xml:space="preserve">กุรอานที่ถูกประทานมาในเรื่องของท่านอะมีรุลมุมีนีน </w:t>
      </w:r>
      <w:r w:rsidR="003B2C8A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cs="Times New Roman"/>
          <w:lang w:bidi="ar-SA"/>
        </w:rPr>
        <w:t>”(</w:t>
      </w:r>
      <w:r w:rsidRPr="00B91120">
        <w:rPr>
          <w:rFonts w:hint="cs"/>
          <w:cs/>
        </w:rPr>
        <w:t>๒๙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๒๕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ท่านฮารูน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บินอุมัร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บินอับดุลอะซีซ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มะญาชะอี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มีหนังสือชื่อ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โองการในอัล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</w:t>
      </w:r>
      <w:r w:rsidRPr="00B91120">
        <w:rPr>
          <w:cs/>
        </w:rPr>
        <w:t xml:space="preserve"> </w:t>
      </w:r>
      <w:r w:rsidR="003B2C8A" w:rsidRPr="00B91120">
        <w:rPr>
          <w:rFonts w:hint="cs"/>
          <w:cs/>
        </w:rPr>
        <w:t xml:space="preserve">เกี่ยวกับท่านอะมีรุลมุมีนีน </w:t>
      </w:r>
      <w:r w:rsidR="003B2C8A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cs="Times New Roman"/>
          <w:lang w:bidi="ar-SA"/>
        </w:rPr>
        <w:t>”(</w:t>
      </w:r>
      <w:r w:rsidRPr="00B91120">
        <w:rPr>
          <w:rFonts w:hint="cs"/>
          <w:cs/>
        </w:rPr>
        <w:t>๓๐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๒๖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ท่านยะฮ์ยา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บินอัลบัฎรีก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มีหนังสือชื่อ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3B2C8A" w:rsidRPr="00B91120">
        <w:rPr>
          <w:rFonts w:hint="cs"/>
          <w:cs/>
        </w:rPr>
        <w:t xml:space="preserve">คุณสมบัติที่ดีเด่นของท่านอะมีรุลมุมีนีน </w:t>
      </w:r>
      <w:r w:rsidR="003B2C8A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ในอัล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วะห์ยู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๓๑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๒๗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ท่านซัยยิดได้อ้างไว้ในหนังสือ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ซะอัด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ซุอูด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หน้า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๑๑๑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เกี่ยวกับหนังสือ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เรื่องข้อความที่ถูกประทานมาในอัล</w:t>
      </w:r>
      <w:r w:rsidRPr="00B91120">
        <w:rPr>
          <w:cs/>
        </w:rPr>
        <w:t>-</w:t>
      </w:r>
      <w:r w:rsidR="003B2C8A" w:rsidRPr="00B91120">
        <w:rPr>
          <w:rFonts w:hint="cs"/>
          <w:cs/>
        </w:rPr>
        <w:t xml:space="preserve">กุรอานเกี่ยวกับท่านศาสนทูตแห่งอัลลอฮ์ </w:t>
      </w:r>
      <w:r w:rsidR="003B2C8A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3B2C8A" w:rsidRPr="00B91120">
        <w:rPr>
          <w:rFonts w:hint="cs"/>
          <w:cs/>
        </w:rPr>
        <w:t xml:space="preserve">) และอะฮ์ลุลบัยต์ </w:t>
      </w:r>
      <w:r w:rsidR="003B2C8A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3B2C8A" w:rsidRPr="00B91120">
        <w:rPr>
          <w:rFonts w:hint="cs"/>
          <w:cs/>
        </w:rPr>
        <w:t>) ของท่า</w:t>
      </w:r>
      <w:r w:rsidR="003B2C8A" w:rsidRPr="00B91120">
        <w:rPr>
          <w:cs/>
        </w:rPr>
        <w:t>น</w:t>
      </w:r>
      <w:r w:rsidRPr="00B91120">
        <w:rPr>
          <w:cs/>
        </w:rPr>
        <w:t xml:space="preserve"> </w:t>
      </w:r>
      <w:r w:rsidR="003B2C8A" w:rsidRPr="00B91120">
        <w:rPr>
          <w:rFonts w:hint="cs"/>
          <w:cs/>
        </w:rPr>
        <w:t xml:space="preserve">แต่มิได้กล่าวนามของผู้เรียบเรียง </w:t>
      </w:r>
      <w:r w:rsidR="003B2C8A" w:rsidRPr="00B91120">
        <w:rPr>
          <w:cs/>
        </w:rPr>
        <w:t>(</w:t>
      </w:r>
      <w:r w:rsidRPr="00B91120">
        <w:rPr>
          <w:rFonts w:hint="cs"/>
          <w:cs/>
        </w:rPr>
        <w:t>๓๒</w:t>
      </w:r>
      <w:r w:rsidRPr="00B91120">
        <w:rPr>
          <w:cs/>
        </w:rPr>
        <w:t>)</w:t>
      </w:r>
    </w:p>
    <w:p w:rsidR="00C85AFD" w:rsidRDefault="00C85AFD" w:rsidP="00C85AFD">
      <w:pPr>
        <w:pStyle w:val="libNormal"/>
      </w:pPr>
      <w:r>
        <w:rPr>
          <w:rFonts w:hint="cs"/>
          <w:cs/>
        </w:rPr>
        <w:t>---------------------------------------------------</w:t>
      </w:r>
    </w:p>
    <w:p w:rsidR="00C85AFD" w:rsidRPr="00DA6C97" w:rsidRDefault="00C85AFD" w:rsidP="003B2C8A">
      <w:pPr>
        <w:pStyle w:val="libArFootnote"/>
        <w:bidi w:val="0"/>
      </w:pPr>
      <w:bookmarkStart w:id="141" w:name="_Toc414269009"/>
      <w:r w:rsidRPr="00DA6C97">
        <w:t>(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๒๙</w:t>
      </w:r>
      <w:r w:rsidR="003B2C8A">
        <w:rPr>
          <w:rFonts w:cs="Cordia New" w:hint="cs"/>
          <w:szCs w:val="30"/>
          <w:cs/>
          <w:lang w:bidi="th-TH"/>
        </w:rPr>
        <w:t>)</w:t>
      </w:r>
      <w:r w:rsidRPr="00DA6C97">
        <w:rPr>
          <w:szCs w:val="24"/>
          <w:rtl/>
          <w:cs/>
        </w:rPr>
        <w:t xml:space="preserve"> 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มะอาลิมุล</w:t>
      </w:r>
      <w:r w:rsidRPr="00DA6C97">
        <w:rPr>
          <w:szCs w:val="24"/>
          <w:rtl/>
          <w:cs/>
        </w:rPr>
        <w:t xml:space="preserve"> 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อุละมาอ์</w:t>
      </w:r>
      <w:r w:rsidRPr="00DA6C97">
        <w:rPr>
          <w:szCs w:val="24"/>
          <w:rtl/>
          <w:cs/>
        </w:rPr>
        <w:t xml:space="preserve"> 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DA6C97">
        <w:rPr>
          <w:szCs w:val="24"/>
          <w:rtl/>
          <w:cs/>
        </w:rPr>
        <w:t xml:space="preserve"> 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๑๑๘</w:t>
      </w:r>
      <w:bookmarkEnd w:id="141"/>
    </w:p>
    <w:p w:rsidR="00C85AFD" w:rsidRPr="00DA6C97" w:rsidRDefault="00C85AFD" w:rsidP="003B2C8A">
      <w:pPr>
        <w:pStyle w:val="libArFootnote"/>
        <w:bidi w:val="0"/>
      </w:pPr>
      <w:bookmarkStart w:id="142" w:name="_Toc414269010"/>
      <w:r w:rsidRPr="00DA6C97">
        <w:t>(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๓๐</w:t>
      </w:r>
      <w:r w:rsidR="003B2C8A">
        <w:rPr>
          <w:rFonts w:cs="Cordia New" w:hint="cs"/>
          <w:szCs w:val="30"/>
          <w:cs/>
          <w:lang w:bidi="th-TH"/>
        </w:rPr>
        <w:t>)</w:t>
      </w:r>
      <w:r w:rsidRPr="00DA6C97">
        <w:rPr>
          <w:szCs w:val="24"/>
          <w:rtl/>
          <w:cs/>
        </w:rPr>
        <w:t xml:space="preserve"> 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อัรริญาล</w:t>
      </w:r>
      <w:r w:rsidRPr="00DA6C97">
        <w:rPr>
          <w:szCs w:val="24"/>
          <w:rtl/>
          <w:cs/>
        </w:rPr>
        <w:t xml:space="preserve"> 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DA6C97">
        <w:rPr>
          <w:szCs w:val="24"/>
          <w:rtl/>
          <w:cs/>
        </w:rPr>
        <w:t xml:space="preserve"> 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๓๐๘</w:t>
      </w:r>
      <w:bookmarkEnd w:id="142"/>
    </w:p>
    <w:p w:rsidR="00C85AFD" w:rsidRPr="00DA6C97" w:rsidRDefault="00C85AFD" w:rsidP="003B2C8A">
      <w:pPr>
        <w:pStyle w:val="libArFootnote"/>
        <w:bidi w:val="0"/>
      </w:pPr>
      <w:bookmarkStart w:id="143" w:name="_Toc414269011"/>
      <w:r w:rsidRPr="00DA6C97">
        <w:t>(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๓๑</w:t>
      </w:r>
      <w:r w:rsidR="003B2C8A">
        <w:rPr>
          <w:rFonts w:cs="Cordia New" w:hint="cs"/>
          <w:szCs w:val="30"/>
          <w:cs/>
          <w:lang w:bidi="th-TH"/>
        </w:rPr>
        <w:t>)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อัซ</w:t>
      </w:r>
      <w:r w:rsidRPr="00DA6C97">
        <w:rPr>
          <w:szCs w:val="24"/>
          <w:rtl/>
          <w:cs/>
        </w:rPr>
        <w:t>-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ซะรีอะฮ์</w:t>
      </w:r>
      <w:r w:rsidRPr="00DA6C97">
        <w:rPr>
          <w:szCs w:val="24"/>
          <w:rtl/>
          <w:cs/>
        </w:rPr>
        <w:t xml:space="preserve"> 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DA6C97">
        <w:rPr>
          <w:szCs w:val="24"/>
          <w:rtl/>
          <w:cs/>
        </w:rPr>
        <w:t xml:space="preserve"> 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๗</w:t>
      </w:r>
      <w:r w:rsidRPr="00DA6C97">
        <w:rPr>
          <w:szCs w:val="24"/>
          <w:rtl/>
          <w:cs/>
        </w:rPr>
        <w:t xml:space="preserve"> 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DA6C97">
        <w:rPr>
          <w:szCs w:val="24"/>
          <w:rtl/>
          <w:cs/>
        </w:rPr>
        <w:t xml:space="preserve"> 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๑๗๕</w:t>
      </w:r>
      <w:bookmarkEnd w:id="143"/>
    </w:p>
    <w:p w:rsidR="00C85AFD" w:rsidRPr="00DA6C97" w:rsidRDefault="00C85AFD" w:rsidP="003B2C8A">
      <w:pPr>
        <w:pStyle w:val="libArFootnote"/>
        <w:bidi w:val="0"/>
      </w:pPr>
      <w:bookmarkStart w:id="144" w:name="_Toc414269012"/>
      <w:r w:rsidRPr="00DA6C97">
        <w:t>(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๓๒</w:t>
      </w:r>
      <w:r w:rsidR="003B2C8A">
        <w:rPr>
          <w:rFonts w:cs="Cordia New" w:hint="cs"/>
          <w:szCs w:val="30"/>
          <w:cs/>
          <w:lang w:bidi="th-TH"/>
        </w:rPr>
        <w:t>)</w:t>
      </w:r>
      <w:r w:rsidRPr="00DA6C97">
        <w:rPr>
          <w:szCs w:val="24"/>
          <w:rtl/>
          <w:cs/>
        </w:rPr>
        <w:t xml:space="preserve"> 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โปรดดูหนังสือของเราที่ชื่อว่า</w:t>
      </w:r>
      <w:r w:rsidRPr="00DA6C97">
        <w:rPr>
          <w:szCs w:val="24"/>
          <w:rtl/>
          <w:cs/>
        </w:rPr>
        <w:t xml:space="preserve"> </w:t>
      </w:r>
      <w:r w:rsidRPr="00DA6C97">
        <w:t>“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อะลีในอัล</w:t>
      </w:r>
      <w:r w:rsidRPr="00DA6C97">
        <w:rPr>
          <w:szCs w:val="24"/>
          <w:rtl/>
          <w:cs/>
        </w:rPr>
        <w:t>-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กุรอาน</w:t>
      </w:r>
      <w:r w:rsidRPr="00DA6C97">
        <w:rPr>
          <w:rFonts w:hint="eastAsia"/>
        </w:rPr>
        <w:t>”</w:t>
      </w:r>
      <w:r w:rsidRPr="00DA6C97">
        <w:t xml:space="preserve"> 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ซึ่งในนั้นมีการตีพิมพ์โองการที่ถูกประทานมาในเรื่องของท่านถึง</w:t>
      </w:r>
      <w:r w:rsidRPr="00DA6C97">
        <w:rPr>
          <w:szCs w:val="24"/>
          <w:rtl/>
          <w:cs/>
        </w:rPr>
        <w:t xml:space="preserve"> 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๕๐</w:t>
      </w:r>
      <w:r w:rsidRPr="00DA6C97">
        <w:rPr>
          <w:szCs w:val="24"/>
          <w:rtl/>
          <w:cs/>
        </w:rPr>
        <w:t xml:space="preserve"> </w:t>
      </w:r>
      <w:r w:rsidRPr="00DA6C97">
        <w:rPr>
          <w:rFonts w:ascii="Angsana New" w:hAnsi="Angsana New" w:cs="Angsana New" w:hint="cs"/>
          <w:szCs w:val="24"/>
          <w:cs/>
          <w:lang w:bidi="th-TH"/>
        </w:rPr>
        <w:t>โองการ</w:t>
      </w:r>
      <w:bookmarkEnd w:id="144"/>
    </w:p>
    <w:p w:rsidR="00C85AFD" w:rsidRPr="00DA6C97" w:rsidRDefault="00C85AFD" w:rsidP="00C85AFD">
      <w:pPr>
        <w:pStyle w:val="libArFootnote"/>
        <w:bidi w:val="0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pStyle w:val="libNormal"/>
      </w:pPr>
    </w:p>
    <w:p w:rsidR="00C85AFD" w:rsidRDefault="00C85AFD" w:rsidP="00C85AF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ในบทนี้เราจะขอสรุปเพียงห้าโองการที่ถูกประทานมาในเรื่องของท่านอะลี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อะมีรุลมุมีนีน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โองการของอัลลอฮ์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ที่ว่า</w:t>
      </w:r>
    </w:p>
    <w:p w:rsidR="00C85AFD" w:rsidRDefault="00C85AFD" w:rsidP="00C85AFD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บรรดาผู้ที่บริจาคทรัพย์สินของตน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ในยามกลางคืนและกลางวันโดยลับและเปิดเผยนั้น</w:t>
      </w:r>
      <w:r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สำหรับพวกเขาคือรางวัลของพวกเขา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พระผู้อภิบาลของพวกเขา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ความหวาดกลัวใด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จะไม่มีแก่พวกเขา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พวกเขาจะไม่ระทมทุกข์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ซูเราะฮ์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บะเกาะเราะฮ์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โองการที่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๒๗๔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ท่านวาฮิดี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ได้อ้างโองการนี้ไว้ในหนังสือตัฟซีรของท่าน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โดยมีสายสืบอ้างถึงท่านอิบนุ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อับบาส</w:t>
      </w:r>
      <w:r w:rsidRPr="00B91120">
        <w:rPr>
          <w:cs/>
        </w:rPr>
        <w:t xml:space="preserve"> (</w:t>
      </w:r>
      <w:r w:rsidRPr="00B91120">
        <w:rPr>
          <w:rFonts w:hint="cs"/>
          <w:cs/>
        </w:rPr>
        <w:t>ร</w:t>
      </w:r>
      <w:r w:rsidRPr="00B91120">
        <w:rPr>
          <w:cs/>
        </w:rPr>
        <w:t>.</w:t>
      </w:r>
      <w:r w:rsidRPr="00B91120">
        <w:rPr>
          <w:rFonts w:hint="cs"/>
          <w:cs/>
        </w:rPr>
        <w:t>ฏ</w:t>
      </w:r>
      <w:r w:rsidRPr="00B91120">
        <w:rPr>
          <w:cs/>
        </w:rPr>
        <w:t>.)</w:t>
      </w:r>
      <w:r w:rsidRPr="00B91120">
        <w:rPr>
          <w:rFonts w:hint="cs"/>
          <w:cs/>
        </w:rPr>
        <w:t>ที่ท่านกล่าวว่า</w:t>
      </w:r>
    </w:p>
    <w:p w:rsidR="00C85AFD" w:rsidRPr="00B91120" w:rsidRDefault="00C85AFD" w:rsidP="00140616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 xml:space="preserve"> </w:t>
      </w: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มีทรัพย์สินเพียงสี่ดิรฮัมเท่านั้น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แต่เขาบริจาคไปในยามค่ำคืนหนึ่งดิรฮัม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บริจาคในยามกลางวันอีกหนึ่งดิรฮัม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บริจาคในที่ลับอีกหนึ่งดิรฮัม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และบริจาคในที่เปิดเผยหนึ่งดิรฮัม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จึงประทานโองการนี้ลงมา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บรรดาผู้ที่บริจาคทรัพย์สินของตนในยามกลางคืน</w:t>
      </w:r>
    </w:p>
    <w:p w:rsidR="00C85AFD" w:rsidRPr="00B91120" w:rsidRDefault="00C85AFD" w:rsidP="00140616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และในยามกลางวัน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โดยลับและโดยเปิดเผยนั้น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สำหรับพวกเขาคือรางวัลของพวกเขา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พระผู้อภิบาลของพวกเขา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ความหวาดกลัวใด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จะไม่มีแก่พวกเขาและพวกเขาจะไม่ระทมทุกข์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140616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รายงานจากท่านเมาฟิก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บินอะหมัด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</w:t>
      </w:r>
      <w:r w:rsidR="00140616">
        <w:rPr>
          <w:rFonts w:hint="cs"/>
          <w:cs/>
        </w:rPr>
        <w:t>ฮ</w:t>
      </w:r>
      <w:r w:rsidRPr="00B91120">
        <w:rPr>
          <w:rFonts w:hint="cs"/>
          <w:cs/>
        </w:rPr>
        <w:t>ะมูวัยนี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และซะละบีย์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และมาลิกี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และอะบีนะอีมอัล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ฮาฟิซโดยที่คนเหล่านั้นได้มีสายสืบที่รายงานมาจาก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มุญาฮิด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ที่ได้จากท่าน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อิบนุอับบาสที่ว่า</w:t>
      </w:r>
    </w:p>
    <w:p w:rsidR="00140616" w:rsidRDefault="00C85AFD" w:rsidP="00140616">
      <w:pPr>
        <w:pStyle w:val="libNormal"/>
        <w:rPr>
          <w:cs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ที่อะลี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อิบนุอะบีฏอลิบมีเพียงสี่ดิรฮัมเท่านั้น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แล้วเขาได้บริจาคในยามกลางคืนหนึ่งดิรฮัม</w:t>
      </w:r>
      <w:r w:rsidR="00140616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ในยามกลางวันหนึ่งดิรฮัม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ในยามลับหนึ่งดิรฮัมและในยามเปิดเผยหนึ่งดิรฮัม</w:t>
      </w:r>
      <w:r w:rsidRPr="00B91120">
        <w:rPr>
          <w:cs/>
        </w:rPr>
        <w:t xml:space="preserve"> </w:t>
      </w:r>
    </w:p>
    <w:p w:rsidR="00140616" w:rsidRDefault="00140616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Default="00C85AFD" w:rsidP="00140616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lastRenderedPageBreak/>
        <w:t>แล้วโองการนี้ก็ถูกประทานลงมาว่า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บรรดาผู้ที่บริจาคทรัพย์สินของตน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ในยามกลางคืนและในยามกลางวัน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โดยลับและโดยเปิดเผย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สำหรับพวกเขาคือรางวัลของพวกเขา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พระผู้อภิบาลของพวกเขา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ความหวาดกลัวใดๆ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จะไม่มีแก่พวกเขา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และพวกเขาจะไม่ระทมทุกข์</w:t>
      </w:r>
      <w:r w:rsidRPr="00B91120">
        <w:rPr>
          <w:rFonts w:cs="Times New Roman" w:hint="eastAsia"/>
          <w:lang w:bidi="ar-SA"/>
        </w:rPr>
        <w:t>”</w:t>
      </w:r>
    </w:p>
    <w:p w:rsidR="00140616" w:rsidRPr="00140616" w:rsidRDefault="00140616" w:rsidP="00140616">
      <w:pPr>
        <w:pStyle w:val="libNormal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โองการที่ว่า</w:t>
      </w:r>
    </w:p>
    <w:p w:rsidR="00C85AFD" w:rsidRPr="00B91120" w:rsidRDefault="00C85AFD" w:rsidP="00140616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อันที่จริงแล้วผู้ปกครองของสูเจ้ามีเพียงอัลลอฮ์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และ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ศาสนทูตของพระองค์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และบรรดาผู้ศรัทธาที่เขาเหล่านั้นดำรงการนมาซและส่งมอบ</w:t>
      </w:r>
      <w:r w:rsidRPr="00B91120">
        <w:rPr>
          <w:cs/>
        </w:rPr>
        <w:t>(</w:t>
      </w:r>
      <w:r w:rsidRPr="00B91120">
        <w:rPr>
          <w:rFonts w:hint="cs"/>
          <w:cs/>
        </w:rPr>
        <w:t>ทรัพย์สิน</w:t>
      </w:r>
      <w:r w:rsidRPr="00B91120">
        <w:rPr>
          <w:cs/>
        </w:rPr>
        <w:t>)</w:t>
      </w:r>
      <w:r w:rsidRPr="00B91120">
        <w:rPr>
          <w:rFonts w:hint="cs"/>
          <w:cs/>
        </w:rPr>
        <w:t>ซะกาตในขณะที่พวกเขาโค้ง</w:t>
      </w:r>
      <w:r w:rsidRPr="00B91120">
        <w:rPr>
          <w:rFonts w:cs="Times New Roman" w:hint="eastAsia"/>
          <w:lang w:bidi="ar-SA"/>
        </w:rPr>
        <w:t>”</w:t>
      </w:r>
    </w:p>
    <w:p w:rsidR="00C85AFD" w:rsidRDefault="00C85AFD" w:rsidP="00C85AFD">
      <w:pPr>
        <w:pStyle w:val="libNormal"/>
      </w:pP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ซูเราะฮ์อัล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มาอิดะฮ์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โองการที่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๕๕</w:t>
      </w:r>
      <w:r w:rsidRPr="00B91120">
        <w:rPr>
          <w:cs/>
        </w:rPr>
        <w:t>)</w:t>
      </w:r>
    </w:p>
    <w:p w:rsidR="00140616" w:rsidRPr="00B91120" w:rsidRDefault="00140616" w:rsidP="00C85AFD">
      <w:pPr>
        <w:pStyle w:val="libNormal"/>
        <w:rPr>
          <w:rFonts w:cs="Times New Roman"/>
          <w:lang w:bidi="ar-SA"/>
        </w:rPr>
      </w:pPr>
    </w:p>
    <w:p w:rsidR="003B2C8A" w:rsidRDefault="00140616" w:rsidP="00140616">
      <w:pPr>
        <w:pStyle w:val="libNormal"/>
      </w:pPr>
      <w:r>
        <w:rPr>
          <w:rFonts w:hint="cs"/>
          <w:cs/>
        </w:rPr>
        <w:t>ท่านซุ</w:t>
      </w:r>
      <w:r w:rsidR="00C85AFD" w:rsidRPr="00B91120">
        <w:rPr>
          <w:rFonts w:hint="cs"/>
          <w:cs/>
        </w:rPr>
        <w:t>ยูฏี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ได้กล่าวไว้ใน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หนังสือ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อัดดุรรุล</w:t>
      </w:r>
      <w:r w:rsidR="00C85AFD" w:rsidRPr="00B91120">
        <w:rPr>
          <w:cs/>
        </w:rPr>
        <w:t>-</w:t>
      </w:r>
      <w:r w:rsidR="00C85AFD" w:rsidRPr="00B91120">
        <w:rPr>
          <w:rFonts w:hint="cs"/>
          <w:cs/>
        </w:rPr>
        <w:t>มันษูร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ว่า</w:t>
      </w:r>
      <w:r w:rsidR="00C85AFD" w:rsidRPr="00B91120">
        <w:rPr>
          <w:cs/>
        </w:rPr>
        <w:t xml:space="preserve"> </w:t>
      </w:r>
    </w:p>
    <w:p w:rsidR="003B2C8A" w:rsidRDefault="00C85AFD" w:rsidP="003B2C8A">
      <w:pPr>
        <w:pStyle w:val="libNormal"/>
        <w:ind w:firstLine="0"/>
      </w:pPr>
      <w:r w:rsidRPr="00B91120">
        <w:rPr>
          <w:rFonts w:hint="cs"/>
          <w:cs/>
        </w:rPr>
        <w:t>ท่านคอฏีบได้รายงานไว้ในหนังสือมุตตาฟัก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จากคำบอกเล่าของ</w:t>
      </w:r>
    </w:p>
    <w:p w:rsidR="00C85AFD" w:rsidRPr="003B2C8A" w:rsidRDefault="00C85AFD" w:rsidP="003B2C8A">
      <w:pPr>
        <w:pStyle w:val="libNormal"/>
        <w:ind w:firstLine="0"/>
      </w:pPr>
      <w:r w:rsidRPr="00B91120">
        <w:rPr>
          <w:rFonts w:hint="cs"/>
          <w:cs/>
        </w:rPr>
        <w:t>ท่านอิบนุอับบาสว่า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ท่านอะลีได้บริจาคแหวนของท่านไปในขณะที่ท่านกำลังโค้ง</w:t>
      </w:r>
      <w:r w:rsidRPr="00B91120">
        <w:rPr>
          <w:cs/>
        </w:rPr>
        <w:t xml:space="preserve"> (</w:t>
      </w:r>
      <w:r w:rsidRPr="00B91120">
        <w:rPr>
          <w:rFonts w:hint="cs"/>
          <w:cs/>
        </w:rPr>
        <w:t>ในพิธีนมาซ</w:t>
      </w:r>
      <w:r w:rsidRPr="00B91120">
        <w:rPr>
          <w:cs/>
        </w:rPr>
        <w:t xml:space="preserve">) </w:t>
      </w:r>
      <w:r w:rsidR="003B2C8A" w:rsidRPr="00B91120">
        <w:rPr>
          <w:rFonts w:hint="cs"/>
          <w:cs/>
        </w:rPr>
        <w:t xml:space="preserve">โดยท่านนบี </w:t>
      </w:r>
      <w:r w:rsidR="003B2C8A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3B2C8A" w:rsidRPr="00B91120">
        <w:rPr>
          <w:rFonts w:hint="cs"/>
          <w:cs/>
        </w:rPr>
        <w:t>) ได้กล่าวแก่ชายผู้ขอคนนั้นว่</w:t>
      </w:r>
      <w:r w:rsidR="003B2C8A" w:rsidRPr="00B91120">
        <w:rPr>
          <w:cs/>
        </w:rPr>
        <w:t>า</w:t>
      </w:r>
    </w:p>
    <w:p w:rsidR="00C85AFD" w:rsidRPr="003B2C8A" w:rsidRDefault="003B2C8A" w:rsidP="003B2C8A">
      <w:pPr>
        <w:pStyle w:val="libNormal"/>
      </w:pPr>
      <w:r w:rsidRPr="003B2C8A">
        <w:rPr>
          <w:rFonts w:hint="cs"/>
          <w:cs/>
        </w:rPr>
        <w:t>“</w:t>
      </w:r>
      <w:r w:rsidR="00C85AFD" w:rsidRPr="003B2C8A">
        <w:rPr>
          <w:rFonts w:hint="cs"/>
          <w:cs/>
        </w:rPr>
        <w:t>ใครให้แหวนวงนี้แก่ท่านเล่า</w:t>
      </w:r>
      <w:r w:rsidR="00C85AFD" w:rsidRPr="003B2C8A">
        <w:rPr>
          <w:cs/>
        </w:rPr>
        <w:t xml:space="preserve"> </w:t>
      </w:r>
      <w:r w:rsidR="00C85AFD" w:rsidRPr="003B2C8A">
        <w:t>?”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เขากล่าวว่า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ชายผู้ที่กำลังโค้งอยู่นั่นไง</w:t>
      </w:r>
      <w:r w:rsidRPr="00B91120">
        <w:rPr>
          <w:rFonts w:cs="Times New Roman" w:hint="eastAsia"/>
          <w:lang w:bidi="ar-SA"/>
        </w:rPr>
        <w:t>”</w:t>
      </w:r>
    </w:p>
    <w:p w:rsidR="003B2C8A" w:rsidRDefault="00C85AFD" w:rsidP="003B2C8A">
      <w:pPr>
        <w:pStyle w:val="libNormal"/>
      </w:pPr>
      <w:r w:rsidRPr="00B91120">
        <w:rPr>
          <w:rFonts w:hint="cs"/>
          <w:cs/>
        </w:rPr>
        <w:t>แล้วอัลลอฮ์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ก็ประทานโองการนี้ลงมาท่านอับดุล</w:t>
      </w:r>
      <w:r w:rsidRPr="00B91120">
        <w:rPr>
          <w:cs/>
        </w:rPr>
        <w:t>-</w:t>
      </w:r>
      <w:r w:rsidRPr="00B91120">
        <w:rPr>
          <w:rFonts w:hint="cs"/>
          <w:cs/>
        </w:rPr>
        <w:t>ร็อซซาก</w:t>
      </w:r>
      <w:r w:rsidRPr="00B91120">
        <w:rPr>
          <w:cs/>
        </w:rPr>
        <w:t xml:space="preserve"> </w:t>
      </w:r>
    </w:p>
    <w:p w:rsidR="003B2C8A" w:rsidRDefault="00C85AFD" w:rsidP="003B2C8A">
      <w:pPr>
        <w:pStyle w:val="libNormal"/>
        <w:ind w:firstLine="0"/>
      </w:pPr>
      <w:r w:rsidRPr="00B91120">
        <w:rPr>
          <w:rFonts w:hint="cs"/>
          <w:cs/>
        </w:rPr>
        <w:t>ท่านอับดุ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บินฮะมีด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ท่านอิบนุ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ญะรีร</w:t>
      </w:r>
      <w:r w:rsidR="003B2C8A">
        <w:rPr>
          <w:rFonts w:hint="cs"/>
          <w:cs/>
        </w:rPr>
        <w:t xml:space="preserve"> </w:t>
      </w:r>
      <w:r w:rsidRPr="00B91120">
        <w:rPr>
          <w:rFonts w:hint="cs"/>
          <w:cs/>
        </w:rPr>
        <w:t>ท่านอะบูชัยค์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ท่านอิบนุมัรดุวียะฮ์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ได้รายงานคำบอกเล่ามาจากท่านอิบนุอับบาส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เกี่ยวกับโองการนี้</w:t>
      </w:r>
    </w:p>
    <w:p w:rsidR="003B2C8A" w:rsidRPr="003B2C8A" w:rsidRDefault="00C85AFD" w:rsidP="003B2C8A">
      <w:pPr>
        <w:pStyle w:val="libNormal"/>
        <w:ind w:firstLine="0"/>
        <w:rPr>
          <w:rFonts w:cs="Times New Roman"/>
          <w:lang w:bidi="ar-SA"/>
        </w:rPr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อันที่จริงแล้ว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ผู้ปกครองของสูเจ้ามีเพียงอัลลอฮ์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</w:p>
    <w:p w:rsidR="00C85AFD" w:rsidRDefault="00C85AFD" w:rsidP="003B2C8A">
      <w:pPr>
        <w:pStyle w:val="libNormal"/>
        <w:ind w:firstLine="0"/>
      </w:pPr>
      <w:r w:rsidRPr="00B91120">
        <w:rPr>
          <w:rFonts w:hint="cs"/>
          <w:cs/>
        </w:rPr>
        <w:t>และศาสนทูตของพระองค์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))</w:t>
      </w:r>
      <w:r w:rsidRPr="00B91120">
        <w:rPr>
          <w:rFonts w:hint="cs"/>
          <w:cs/>
        </w:rPr>
        <w:t>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ได้ถูกประทานลงมาในเรื่องของท่านอะลี</w:t>
      </w:r>
      <w:r w:rsidR="003B2C8A">
        <w:rPr>
          <w:rFonts w:hint="cs"/>
          <w:cs/>
        </w:rPr>
        <w:t xml:space="preserve"> </w:t>
      </w:r>
      <w:r w:rsidRPr="00B91120">
        <w:rPr>
          <w:rFonts w:hint="cs"/>
          <w:cs/>
        </w:rPr>
        <w:t>อิบนิ</w:t>
      </w:r>
      <w:r w:rsidR="003B2C8A">
        <w:rPr>
          <w:rFonts w:hint="cs"/>
          <w:cs/>
        </w:rPr>
        <w:t xml:space="preserve"> </w:t>
      </w:r>
      <w:r w:rsidRPr="00B91120">
        <w:rPr>
          <w:rFonts w:hint="cs"/>
          <w:cs/>
        </w:rPr>
        <w:t>อะบีฏอลิบ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</w:p>
    <w:p w:rsidR="00140616" w:rsidRDefault="00140616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140616" w:rsidRPr="00B91120" w:rsidRDefault="00140616" w:rsidP="00140616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140616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ท่านฏ็อบรอนี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ได้รายงานไว้ใน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เอาซัฏ</w:t>
      </w:r>
      <w:r w:rsidR="00140616"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และท่านอิบนุมัรดุวียะฮ์ได้รายงานคำบอกเล่าจากท่านอัมมาร์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บินยาซิรว่า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140616" w:rsidRPr="00B91120">
        <w:rPr>
          <w:rFonts w:hint="cs"/>
          <w:cs/>
        </w:rPr>
        <w:t xml:space="preserve">มีผู้ขอรับบริจาคคนหนึ่งยืนใกล้ท่านอะลีในขณะที่ท่านกำลังโค้ง </w:t>
      </w:r>
      <w:r w:rsidR="00140616" w:rsidRPr="00B91120">
        <w:rPr>
          <w:cs/>
        </w:rPr>
        <w:t>(</w:t>
      </w:r>
      <w:r w:rsidRPr="00B91120">
        <w:rPr>
          <w:rFonts w:hint="cs"/>
          <w:cs/>
        </w:rPr>
        <w:t>ในพิธีนมาซ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แล้วท่านก็ถอดแหวนออก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จากนั้นก็ได้มอบมันไปให้แก่คนขอรับบริจาคผู้นั้น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ต่อมา</w:t>
      </w:r>
    </w:p>
    <w:p w:rsidR="00140616" w:rsidRDefault="00C85AFD" w:rsidP="00140616">
      <w:pPr>
        <w:pStyle w:val="libNormal"/>
        <w:ind w:firstLine="0"/>
      </w:pPr>
      <w:r w:rsidRPr="00B91120">
        <w:rPr>
          <w:rFonts w:hint="cs"/>
          <w:cs/>
        </w:rPr>
        <w:t>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ได้เดินทางมาถึงเขาแล้วเขาก็บอกเรื่องนี้ให้ท่านรู้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แล้วโองการนี้ก็ถูกประทานลงมายังท่านนบี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ที่ว่า</w:t>
      </w:r>
    </w:p>
    <w:p w:rsidR="00C85AFD" w:rsidRDefault="00C85AFD" w:rsidP="00140616">
      <w:pPr>
        <w:pStyle w:val="libNormal"/>
        <w:ind w:firstLine="0"/>
        <w:rPr>
          <w:rFonts w:cs="Cordia New"/>
          <w:szCs w:val="40"/>
        </w:rPr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140616" w:rsidRPr="00B91120">
        <w:rPr>
          <w:rFonts w:hint="cs"/>
          <w:cs/>
        </w:rPr>
        <w:t xml:space="preserve">อันแท้จริงแล้วผู้ปกครองของสูเจ้ามีเพียงอัลลอฮ์ </w:t>
      </w:r>
      <w:r w:rsidR="00140616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="00140616" w:rsidRPr="00B91120">
        <w:rPr>
          <w:rFonts w:hint="cs"/>
          <w:cs/>
        </w:rPr>
        <w:t xml:space="preserve">และท่านศาสนทูตของพระองค์ </w:t>
      </w:r>
      <w:r w:rsidR="00140616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เท่านั้น</w:t>
      </w:r>
      <w:r w:rsidRPr="00B91120">
        <w:rPr>
          <w:rFonts w:cs="Times New Roman" w:hint="eastAsia"/>
          <w:lang w:bidi="ar-SA"/>
        </w:rPr>
        <w:t>”</w:t>
      </w:r>
    </w:p>
    <w:p w:rsidR="00140616" w:rsidRPr="00140616" w:rsidRDefault="00140616" w:rsidP="00140616">
      <w:pPr>
        <w:pStyle w:val="libNormal"/>
        <w:ind w:firstLine="0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เมื่อท่านศาสนทูตอ่านโองการนี้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ให้บรรดาสาวกทั้งหลายของท่านฟังแล้ว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ท่านก็กล่าวว่า</w:t>
      </w:r>
    </w:p>
    <w:p w:rsidR="00C85AFD" w:rsidRDefault="00C85AFD" w:rsidP="00C85AFD">
      <w:pPr>
        <w:pStyle w:val="libNormal"/>
        <w:rPr>
          <w:rFonts w:cs="Cordia New"/>
          <w:szCs w:val="40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ฉันเป็นผู้ปกครองของใคร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อะลีก็เป็นผู้ปกครองของคนนั้นด้วย</w:t>
      </w:r>
      <w:r w:rsidRPr="00B91120">
        <w:rPr>
          <w:rFonts w:cs="Times New Roman" w:hint="eastAsia"/>
          <w:lang w:bidi="ar-SA"/>
        </w:rPr>
        <w:t>”</w:t>
      </w:r>
    </w:p>
    <w:p w:rsidR="00140616" w:rsidRPr="00140616" w:rsidRDefault="00140616" w:rsidP="00C85AFD">
      <w:pPr>
        <w:pStyle w:val="libNormal"/>
        <w:rPr>
          <w:rFonts w:cs="Cordia New"/>
          <w:szCs w:val="40"/>
        </w:rPr>
      </w:pPr>
    </w:p>
    <w:p w:rsidR="00C85AFD" w:rsidRPr="00B91120" w:rsidRDefault="00C85AFD" w:rsidP="00140616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อิบนุมัรดุวียะฮ์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ได้รับคำบอกเล่าจากท่านอะลี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อิบนุอะบีฏอลิบว่า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โองการนี้ถูกประทานให้แก่ท่านศาสนทูตแห่งอัลลอฮ์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ที่บ้าน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เมื่อท่านออกจากบ้านแล้วก็เข้ามัสยิด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ขณะนั้นประชาชนกำลังนมาซกันอยู่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บ้างก็โค้ง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บ้างก็สุญูด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และบ้างก็กำลังยืนนมาซ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ในขณะนั้นมีผู้ขอบริจาคอยู่คนหนึ่ง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ท่านจึงกล่าวว่า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โอ้ชายผู้ขอรับบริจาค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มีใครให้อะไรแก่ท่านสักอย่างแล้วหรือยัง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?”</w:t>
      </w:r>
    </w:p>
    <w:p w:rsidR="00140616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เขาตอบว่า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ยังเลย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นอกจากท่านอะลีที่กำลังโค้งอยู่นั่นแหละที่มอบแหวนวงนี้ให้แก่ฉัน</w:t>
      </w:r>
      <w:r w:rsidRPr="00B91120">
        <w:rPr>
          <w:rFonts w:cs="Times New Roman" w:hint="eastAsia"/>
          <w:lang w:bidi="ar-SA"/>
        </w:rPr>
        <w:t>”</w:t>
      </w:r>
    </w:p>
    <w:p w:rsidR="00140616" w:rsidRDefault="00140616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140616" w:rsidRDefault="00C85AFD" w:rsidP="00140616">
      <w:pPr>
        <w:pStyle w:val="libNormal"/>
      </w:pPr>
      <w:r w:rsidRPr="00B91120">
        <w:rPr>
          <w:rFonts w:hint="cs"/>
          <w:cs/>
        </w:rPr>
        <w:t>ท่านอิบนุอะบีฮาติม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และท่านอิบนุอะซากิร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ได้รับคำบอกเล่าจากท่าน</w:t>
      </w:r>
    </w:p>
    <w:p w:rsidR="00140616" w:rsidRDefault="00C85AFD" w:rsidP="00140616">
      <w:pPr>
        <w:pStyle w:val="libNormal"/>
        <w:ind w:firstLine="0"/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ซะลิมะฮ์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บินกะฮีลว่า</w:t>
      </w:r>
      <w:r w:rsidR="00140616">
        <w:rPr>
          <w:rFonts w:hint="cs"/>
          <w:cs/>
        </w:rPr>
        <w:t xml:space="preserve"> </w:t>
      </w: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ได้บริจาคแหวนของท่าน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ในขณะที่ท่านกำลังโค้ง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แล้วโองการนี้ก็ถูกประทานลงมาความว่า</w:t>
      </w:r>
    </w:p>
    <w:p w:rsidR="00C85AFD" w:rsidRDefault="00C85AFD" w:rsidP="00140616">
      <w:pPr>
        <w:pStyle w:val="libNormal"/>
        <w:ind w:firstLine="0"/>
        <w:rPr>
          <w:rFonts w:cs="Cordia New"/>
          <w:szCs w:val="40"/>
        </w:rPr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140616" w:rsidRPr="00B91120">
        <w:rPr>
          <w:rFonts w:hint="cs"/>
          <w:cs/>
        </w:rPr>
        <w:t xml:space="preserve">อันที่จริงแล้วผู้ปกครองของสูเจ้ามีเพียงอัลลอฮ์ </w:t>
      </w:r>
      <w:r w:rsidR="00140616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="00140616" w:rsidRPr="00B91120">
        <w:rPr>
          <w:rFonts w:hint="cs"/>
          <w:cs/>
        </w:rPr>
        <w:t>และท่านศาสนทูตของพระองค์</w:t>
      </w:r>
      <w:r w:rsidR="00140616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cs="Times New Roman"/>
          <w:lang w:bidi="ar-SA"/>
        </w:rPr>
        <w:t>….”</w:t>
      </w:r>
    </w:p>
    <w:p w:rsidR="00140616" w:rsidRPr="00140616" w:rsidRDefault="00140616" w:rsidP="00140616">
      <w:pPr>
        <w:pStyle w:val="libNormal"/>
        <w:ind w:firstLine="0"/>
        <w:rPr>
          <w:rFonts w:cs="Cordia New"/>
          <w:szCs w:val="40"/>
        </w:rPr>
      </w:pPr>
    </w:p>
    <w:p w:rsidR="00140616" w:rsidRDefault="00C85AFD" w:rsidP="00140616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ท่านฏ็อบรอนี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ท่านอิบนุ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มัรดุวียะฮ์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และท่านอะบูนะอีม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ได้รับคำบอกเล่าจากท่าน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อะบีรอฟิอ</w:t>
      </w:r>
      <w:r w:rsidR="00140616">
        <w:rPr>
          <w:rFonts w:hint="cs"/>
          <w:cs/>
        </w:rPr>
        <w:t>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140616" w:rsidRPr="00B91120">
        <w:rPr>
          <w:rFonts w:hint="cs"/>
          <w:cs/>
        </w:rPr>
        <w:t xml:space="preserve">ข้าพเจ้าได้เข้าพบท่านศาสนทูตแห่งอัลลอฮ์ </w:t>
      </w:r>
      <w:r w:rsidR="00140616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ในขณะที่ท่านกำลังยืนรับวะห์ยูอยู่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สักครู่หนึ่งท่านจึงอ่านโองการออกมาว่า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140616" w:rsidRPr="00B91120">
        <w:rPr>
          <w:rFonts w:hint="cs"/>
          <w:cs/>
        </w:rPr>
        <w:t xml:space="preserve">อันที่จริงแล้วผู้ปกครองของสูเจ้ามีเพียงอัลลอฮ์ </w:t>
      </w:r>
      <w:r w:rsidR="00140616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และท่านศาสนทูตของพระองค์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</w:t>
      </w:r>
    </w:p>
    <w:p w:rsidR="00C85AFD" w:rsidRPr="00B91120" w:rsidRDefault="00C85AFD" w:rsidP="00140616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มวลการสรรเสริญเป็นของอัลลอฮ์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ผู้ทรงประทานความโปรด</w:t>
      </w:r>
    </w:p>
    <w:p w:rsidR="00C85AFD" w:rsidRDefault="00C85AFD" w:rsidP="00140616">
      <w:pPr>
        <w:pStyle w:val="libNormal"/>
        <w:ind w:firstLine="0"/>
        <w:rPr>
          <w:rFonts w:cs="Cordia New"/>
          <w:szCs w:val="40"/>
        </w:rPr>
      </w:pPr>
      <w:r w:rsidRPr="00B91120">
        <w:rPr>
          <w:rFonts w:hint="cs"/>
          <w:cs/>
        </w:rPr>
        <w:t>ปรานอันบริบูรณ์แก่อะลี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และโปรดประทานความดีงามให้แก่อะลีโดยเฉพาะ</w:t>
      </w:r>
      <w:r w:rsidRPr="00B91120">
        <w:rPr>
          <w:rFonts w:cs="Times New Roman" w:hint="eastAsia"/>
          <w:lang w:bidi="ar-SA"/>
        </w:rPr>
        <w:t>”</w:t>
      </w:r>
    </w:p>
    <w:p w:rsidR="00140616" w:rsidRPr="00140616" w:rsidRDefault="00140616" w:rsidP="00140616">
      <w:pPr>
        <w:pStyle w:val="libNormal"/>
        <w:ind w:firstLine="0"/>
        <w:rPr>
          <w:rFonts w:cs="Cordia New"/>
          <w:szCs w:val="40"/>
        </w:rPr>
      </w:pPr>
    </w:p>
    <w:p w:rsidR="00C85AFD" w:rsidRDefault="00C85AFD" w:rsidP="00140616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อิบนุมัรดุวียะฮ์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รับคำบอกเล่าจาก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ท่านอิบนุอับบาส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อีกตอนหนึ่งว่า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ในขณะที่ท่านอะลี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อะบีฏอลิบกำลังยืนนมาซอยู่นั้น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ผู้ขอรับบริจาคคนหนึ่งได้เข้ามาหา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ซึ่งท่านกำลังโค้งอยู่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แล้วท่านก็ได้มอบแหวนของท่านให้ชายผู้นั้นไป</w:t>
      </w:r>
      <w:r w:rsidRPr="00B91120">
        <w:rPr>
          <w:rFonts w:cs="Times New Roman" w:hint="eastAsia"/>
          <w:lang w:bidi="ar-SA"/>
        </w:rPr>
        <w:t>”</w:t>
      </w:r>
    </w:p>
    <w:p w:rsidR="00140616" w:rsidRPr="00140616" w:rsidRDefault="00140616" w:rsidP="00140616">
      <w:pPr>
        <w:pStyle w:val="libNormal"/>
        <w:rPr>
          <w:rFonts w:cs="Cordia New"/>
          <w:szCs w:val="40"/>
        </w:rPr>
      </w:pPr>
    </w:p>
    <w:p w:rsidR="00140616" w:rsidRPr="00140616" w:rsidRDefault="00C85AFD" w:rsidP="00140616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แล้วโองการนี้ก็ถูกประทานลงมา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ฉะนั้นคำว่า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ผู้ศรัทธา</w:t>
      </w:r>
      <w:r w:rsidR="00140616"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ในโองการนี้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อะลีจึงเป็นคนแรกของพวกเขา</w:t>
      </w:r>
      <w:r w:rsidR="00140616">
        <w:rPr>
          <w:rFonts w:cs="Cordia New" w:hint="cs"/>
          <w:szCs w:val="40"/>
          <w:cs/>
        </w:rPr>
        <w:t>”</w:t>
      </w:r>
    </w:p>
    <w:p w:rsidR="00140616" w:rsidRDefault="00140616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140616">
      <w:pPr>
        <w:pStyle w:val="libNormal"/>
        <w:rPr>
          <w:rFonts w:cs="Times New Roman"/>
          <w:lang w:bidi="ar-SA"/>
        </w:rPr>
      </w:pPr>
    </w:p>
    <w:p w:rsidR="00140616" w:rsidRDefault="00C85AFD" w:rsidP="00140616">
      <w:pPr>
        <w:pStyle w:val="libNormal"/>
      </w:pPr>
      <w:r w:rsidRPr="00B91120">
        <w:rPr>
          <w:rFonts w:hint="cs"/>
          <w:cs/>
        </w:rPr>
        <w:t>ในหนังสือ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อัด</w:t>
      </w:r>
      <w:r w:rsidRPr="00B91120">
        <w:rPr>
          <w:cs/>
        </w:rPr>
        <w:t>-</w:t>
      </w:r>
      <w:r w:rsidRPr="00B91120">
        <w:rPr>
          <w:rFonts w:hint="cs"/>
          <w:cs/>
        </w:rPr>
        <w:t>ดุรรุลมันษูร</w:t>
      </w:r>
      <w:r w:rsidR="00140616"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และ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กัซซาฟ</w:t>
      </w:r>
      <w:r w:rsidR="00140616"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อธิบายว่า</w:t>
      </w:r>
      <w:r w:rsidRPr="00B91120">
        <w:rPr>
          <w:cs/>
        </w:rPr>
        <w:t xml:space="preserve"> </w:t>
      </w:r>
    </w:p>
    <w:p w:rsidR="00C85AFD" w:rsidRPr="00140616" w:rsidRDefault="00C85AFD" w:rsidP="00140616">
      <w:pPr>
        <w:pStyle w:val="libNormal"/>
        <w:rPr>
          <w:rFonts w:cs="Cordia New"/>
          <w:szCs w:val="40"/>
        </w:rPr>
      </w:pP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วะฮุมรอกิอูน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ในที่นี้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อักษรวาว</w:t>
      </w:r>
      <w:r w:rsidR="00140616"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หมายถึง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140616" w:rsidRPr="00B91120">
        <w:rPr>
          <w:rFonts w:hint="cs"/>
          <w:cs/>
        </w:rPr>
        <w:t xml:space="preserve">สภาพการณ์ </w:t>
      </w:r>
      <w:r w:rsidR="00140616" w:rsidRPr="00B91120">
        <w:rPr>
          <w:cs/>
        </w:rPr>
        <w:t>(</w:t>
      </w:r>
      <w:r w:rsidRPr="00B91120">
        <w:rPr>
          <w:rFonts w:hint="cs"/>
          <w:cs/>
        </w:rPr>
        <w:t>ฮาล</w:t>
      </w:r>
      <w:r w:rsidR="00140616" w:rsidRPr="00B91120">
        <w:rPr>
          <w:rFonts w:hint="cs"/>
          <w:cs/>
        </w:rPr>
        <w:t>) นั้น</w:t>
      </w:r>
      <w:r w:rsidR="00140616" w:rsidRPr="00B91120">
        <w:rPr>
          <w:cs/>
        </w:rPr>
        <w:t>ๆ</w:t>
      </w:r>
      <w:r w:rsidR="00140616">
        <w:rPr>
          <w:rFonts w:cs="Cordia New" w:hint="cs"/>
          <w:szCs w:val="40"/>
          <w:cs/>
        </w:rPr>
        <w:t xml:space="preserve">” </w:t>
      </w:r>
      <w:r w:rsidRPr="00B91120">
        <w:rPr>
          <w:rFonts w:hint="cs"/>
          <w:cs/>
        </w:rPr>
        <w:t>คือเขากระทำการนั้น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ในขณะที่เขากำลังอยู่ในสภาพโค้ง</w:t>
      </w:r>
    </w:p>
    <w:p w:rsidR="00C85AFD" w:rsidRPr="00140616" w:rsidRDefault="00C85AFD" w:rsidP="00140616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นั่นก็คือ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ขณะที่มีการนอบน้อมต่ออัลลอฮ์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เมื่อเวลานมาซและเมื่อเวลาบริจาคมีการกล่าวกันว่า</w:t>
      </w:r>
      <w:r w:rsidR="00140616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นั่นคือสภาพการณ์ของผู้ที่กำลังบริจาคซะกาต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หมายความว่าเขาบริจาคซะกาตในขณะที่กำลังโค้งเมื่อตอนนมาซ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และนี่คือโองการที่ถูกประทานมาในเรื่องของท่านอะลี</w:t>
      </w:r>
      <w:r w:rsidR="00140616">
        <w:rPr>
          <w:rFonts w:hint="cs"/>
          <w:cs/>
        </w:rPr>
        <w:t xml:space="preserve"> </w:t>
      </w:r>
      <w:r w:rsidRPr="00B91120">
        <w:rPr>
          <w:rFonts w:hint="cs"/>
          <w:cs/>
        </w:rPr>
        <w:t>บิน</w:t>
      </w:r>
      <w:r w:rsidR="00140616">
        <w:rPr>
          <w:rFonts w:hint="cs"/>
          <w:cs/>
        </w:rPr>
        <w:t xml:space="preserve"> </w:t>
      </w:r>
      <w:r w:rsidRPr="00B91120">
        <w:rPr>
          <w:rFonts w:hint="cs"/>
          <w:cs/>
        </w:rPr>
        <w:t>อะบีฏอลิบ</w:t>
      </w:r>
      <w:r w:rsidR="00140616"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="00140616">
        <w:rPr>
          <w:rFonts w:hint="cs"/>
          <w:cs/>
        </w:rPr>
        <w:t xml:space="preserve"> </w:t>
      </w:r>
      <w:r w:rsidRPr="00B91120">
        <w:rPr>
          <w:rFonts w:hint="cs"/>
          <w:cs/>
        </w:rPr>
        <w:t>โดยคนขอรับบริจาค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มาขอในขณะที่ท่านโค้งนมาซ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แล้วท่านก็ส่งมอบแหวนของท่านให้แก่เขาไป</w:t>
      </w:r>
      <w:r w:rsidR="00140616">
        <w:rPr>
          <w:rFonts w:cs="Cordia New" w:hint="cs"/>
          <w:szCs w:val="40"/>
          <w:cs/>
        </w:rPr>
        <w:t>”</w:t>
      </w:r>
    </w:p>
    <w:p w:rsidR="00C85AFD" w:rsidRPr="00140616" w:rsidRDefault="00C85AFD" w:rsidP="00140616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ท่านกล่าวอีกว่า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ถ้าหากท่านจะกล่าวว่า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จะถูกต้องได้อย่างไร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ที่โองการนี้จะหมายถึง</w:t>
      </w:r>
      <w:r w:rsidR="00140616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ท่านอะลีในขณะที่ถ้อยคำในโองการระบุถึงคนหมู่มาก</w:t>
      </w:r>
      <w:r w:rsidR="00140616">
        <w:rPr>
          <w:rFonts w:cs="Cordia New" w:hint="cs"/>
          <w:szCs w:val="40"/>
          <w:cs/>
        </w:rPr>
        <w:t>”</w:t>
      </w:r>
    </w:p>
    <w:p w:rsidR="00C85AFD" w:rsidRDefault="00C85AFD" w:rsidP="00140616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ขอตอบว่า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ถึงแม้จะเป็นเรื่องราวเกี่ยวข้องกับคน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เดียวแต่สามารถใช้ถ้อยคำสำหรับคนส่วนมากได้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ในกรณีที่เรียกร้องความสนใจของคนทั้งหลายให้มีต่อเรื่องราวนั้นๆ</w:t>
      </w:r>
      <w:r w:rsidR="00140616">
        <w:rPr>
          <w:rFonts w:cs="Cordia New" w:hint="cs"/>
          <w:szCs w:val="40"/>
          <w:cs/>
        </w:rPr>
        <w:t>”</w:t>
      </w:r>
    </w:p>
    <w:p w:rsidR="00140616" w:rsidRPr="00140616" w:rsidRDefault="00140616" w:rsidP="00140616">
      <w:pPr>
        <w:pStyle w:val="libNormal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๓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โองการที่ว่า</w:t>
      </w:r>
    </w:p>
    <w:p w:rsidR="003B2C8A" w:rsidRDefault="00C85AFD" w:rsidP="00140616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สูเจ้าถือหรือว่าให้ผู้ทำหน้าที่จัดน้ำดื่มแก่ผู้บำเพ็ญฮัจญ์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กับผู้ที่ทำนุบำรุงมัสยิดอัล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ฮะรอมมีความเสมอเหมือนกับผู้ที่ศรัทธาต่ออัลลอฮ์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</w:t>
      </w:r>
    </w:p>
    <w:p w:rsidR="00C85AFD" w:rsidRPr="00140616" w:rsidRDefault="00C85AFD" w:rsidP="003B2C8A">
      <w:pPr>
        <w:pStyle w:val="libNormal"/>
        <w:ind w:firstLine="0"/>
        <w:rPr>
          <w:rFonts w:cs="Cordia New"/>
          <w:szCs w:val="40"/>
        </w:rPr>
      </w:pPr>
      <w:r w:rsidRPr="00B91120">
        <w:rPr>
          <w:rFonts w:hint="cs"/>
          <w:cs/>
        </w:rPr>
        <w:t>วันปรโลก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และได้ต่อสู้เสียสละในวิถีทางของอัลลอฮ์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ไม่เสมอเหมือนกันดอกในทัศนะของอัลลอฮ์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และอัลลอฮ์ไม่ทรงชี้นำกลุ่มชนผู้อธรรม</w:t>
      </w:r>
      <w:r w:rsidR="00140616">
        <w:rPr>
          <w:rFonts w:cs="Cordia New" w:hint="cs"/>
          <w:szCs w:val="40"/>
          <w:cs/>
        </w:rPr>
        <w:t>”</w:t>
      </w:r>
    </w:p>
    <w:p w:rsidR="00140616" w:rsidRDefault="00C85AFD" w:rsidP="00C85AFD">
      <w:pPr>
        <w:pStyle w:val="libNormal"/>
        <w:rPr>
          <w:cs/>
        </w:rPr>
      </w:pP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ซูเราะฮ์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อัตเตาบะฮ์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โองการที่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๑๙</w:t>
      </w:r>
      <w:r w:rsidR="00140616">
        <w:rPr>
          <w:rFonts w:hint="cs"/>
          <w:cs/>
        </w:rPr>
        <w:t>)</w:t>
      </w:r>
    </w:p>
    <w:p w:rsidR="00140616" w:rsidRDefault="00140616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140616" w:rsidRDefault="00C85AFD" w:rsidP="00140616">
      <w:pPr>
        <w:pStyle w:val="libNormal"/>
      </w:pPr>
      <w:r w:rsidRPr="00B91120">
        <w:rPr>
          <w:rFonts w:hint="cs"/>
          <w:cs/>
        </w:rPr>
        <w:t>ท่านวาฮิดีได้อ้างไว้ในหนังสือของท่านชื่อ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อัซบาบุล</w:t>
      </w:r>
      <w:r w:rsidRPr="00B91120">
        <w:rPr>
          <w:cs/>
        </w:rPr>
        <w:t>-</w:t>
      </w:r>
      <w:r w:rsidRPr="00B91120">
        <w:rPr>
          <w:rFonts w:hint="cs"/>
          <w:cs/>
        </w:rPr>
        <w:t>นุซูล</w:t>
      </w:r>
      <w:r w:rsidR="00140616"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ว่า</w:t>
      </w:r>
      <w:r w:rsidRPr="00B91120">
        <w:rPr>
          <w:cs/>
        </w:rPr>
        <w:t xml:space="preserve"> </w:t>
      </w:r>
    </w:p>
    <w:p w:rsidR="00140616" w:rsidRDefault="00C85AFD" w:rsidP="00140616">
      <w:pPr>
        <w:pStyle w:val="libNormal"/>
        <w:rPr>
          <w:rFonts w:cs="Cordia New"/>
          <w:szCs w:val="40"/>
        </w:rPr>
      </w:pP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ท่านฮะซัน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ท่านชุอบีย์และท่านกุรฏบีได้กล่าวว่า</w:t>
      </w:r>
      <w:r w:rsidR="00140616">
        <w:rPr>
          <w:rFonts w:cs="Cordia New" w:hint="cs"/>
          <w:szCs w:val="40"/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อับบาส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ฏอลฮะฮ์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บินชัยบะฮ์ได้คุยอวดความดีต่อกันและกัน</w:t>
      </w:r>
    </w:p>
    <w:p w:rsidR="00C85AFD" w:rsidRPr="00B91120" w:rsidRDefault="00C85AFD" w:rsidP="00140616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โดยที่ฏ็อลฮะฮ์กล่าวว่า</w:t>
      </w:r>
    </w:p>
    <w:p w:rsidR="00C85AFD" w:rsidRPr="00140616" w:rsidRDefault="00140616" w:rsidP="00140616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85AFD" w:rsidRPr="00B91120">
        <w:rPr>
          <w:rFonts w:hint="cs"/>
          <w:cs/>
        </w:rPr>
        <w:t>ฉันคือผู้ดูแลอาคารบัยต์ซึ่งกุญแจของมันอยู่ในมือของฉัน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ถ้าฉันต้องการจะอยู่ในนั้นก็ย่อมได้</w:t>
      </w:r>
      <w:r>
        <w:rPr>
          <w:rFonts w:cs="Cordia New" w:hint="cs"/>
          <w:szCs w:val="40"/>
          <w:cs/>
        </w:rPr>
        <w:t>”</w:t>
      </w:r>
    </w:p>
    <w:p w:rsidR="00C85AFD" w:rsidRPr="00140616" w:rsidRDefault="00C85AFD" w:rsidP="00140616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ส่วนอับบาสพูดว่า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ฉันคือผู้จัดน้ำดื่มและประจำอยู่ที่นั่น</w:t>
      </w:r>
      <w:r w:rsidR="00140616">
        <w:rPr>
          <w:rFonts w:cs="Cordia New" w:hint="cs"/>
          <w:szCs w:val="40"/>
          <w:cs/>
        </w:rPr>
        <w:t>”</w:t>
      </w:r>
    </w:p>
    <w:p w:rsidR="00C85AFD" w:rsidRPr="00140616" w:rsidRDefault="00C85AFD" w:rsidP="00140616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ส่วนอะลีพูดว่า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ไม่รู้หละ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แต่ฉันได้นมาซก่อนใครๆ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เป็นเวลาถึงหกเดือน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และฉันคือผู้ออกต่อสู้</w:t>
      </w:r>
      <w:r w:rsidR="00140616">
        <w:rPr>
          <w:rFonts w:cs="Cordia New" w:hint="cs"/>
          <w:szCs w:val="40"/>
          <w:cs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แล้วโองการของอัลลอฮ์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ก็ถูกประทานลงมาความว่า</w:t>
      </w:r>
    </w:p>
    <w:p w:rsidR="00C85AFD" w:rsidRPr="00E81720" w:rsidRDefault="00C85AFD" w:rsidP="00E81720">
      <w:pPr>
        <w:pStyle w:val="libNormal"/>
        <w:rPr>
          <w:rFonts w:cs="Cordia New"/>
          <w:szCs w:val="40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สูเจ้าถือหรือว่า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ผู้ทำหน้าที่จัดน้ำดื่มแก่ผู้บำเพ็ญฮัจญ์กับผู้ที่ทำนุบำรุงมัสยิดอัล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ฮะรอมมีความเสมอเหมือนกับผู้ที่ศรัทธาต่ออัลลอฮ์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และวันปรโลกและได้ต่อสู้เสียสละในวิถีทางของอัลลอฮ์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ไม่เสมอเหมือนกันดอก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ในทัศนะของอัลลอฮ์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และอัลลอฮ์ไม่ทรงชี้นำกลุ่มชนผู้อธรรม</w:t>
      </w:r>
      <w:r w:rsidR="00E81720">
        <w:rPr>
          <w:rFonts w:cs="Cordia New" w:hint="cs"/>
          <w:szCs w:val="40"/>
          <w:cs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จนถึงโองการที่ว่า</w:t>
      </w:r>
    </w:p>
    <w:p w:rsidR="00E81720" w:rsidRDefault="00E81720" w:rsidP="00E81720">
      <w:pPr>
        <w:pStyle w:val="libNormal"/>
        <w:rPr>
          <w:rFonts w:cs="Cordia New"/>
          <w:szCs w:val="40"/>
          <w:cs/>
        </w:rPr>
      </w:pPr>
      <w:r>
        <w:rPr>
          <w:rFonts w:cs="Cordia New" w:hint="cs"/>
          <w:szCs w:val="40"/>
          <w:cs/>
        </w:rPr>
        <w:t>“</w:t>
      </w:r>
      <w:r w:rsidR="00C85AFD" w:rsidRPr="00B91120">
        <w:rPr>
          <w:rFonts w:hint="cs"/>
          <w:cs/>
        </w:rPr>
        <w:t>พวกที่ศรัทธาและอพยพและต่อสู้เสียสละในวิถีทางของอัลลอฮ์ด้วยทรัพย์สินและชีวิตของพวกตนนั้น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มีเกียรติอันยิ่งใหญ่หลายระดับ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ในทัศนะของอัลลอฮ์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และพวกเขาคือบรรดาผู้มีชัยชนะ</w:t>
      </w:r>
      <w:r>
        <w:rPr>
          <w:rFonts w:cs="Cordia New" w:hint="cs"/>
          <w:szCs w:val="40"/>
          <w:cs/>
        </w:rPr>
        <w:t>”</w:t>
      </w:r>
    </w:p>
    <w:p w:rsidR="00E81720" w:rsidRDefault="00E81720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C85AFD" w:rsidRPr="00E81720" w:rsidRDefault="00C85AFD" w:rsidP="00E81720">
      <w:pPr>
        <w:pStyle w:val="libNormal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๔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โองการที่ว่า</w:t>
      </w:r>
    </w:p>
    <w:p w:rsidR="00C85AFD" w:rsidRPr="00B91120" w:rsidRDefault="00E81720" w:rsidP="00E81720">
      <w:pPr>
        <w:pStyle w:val="libNormal"/>
        <w:rPr>
          <w:rFonts w:cs="Times New Roman"/>
          <w:lang w:bidi="ar-SA"/>
        </w:rPr>
      </w:pPr>
      <w:r>
        <w:rPr>
          <w:rFonts w:cs="Cordia New" w:hint="cs"/>
          <w:szCs w:val="40"/>
          <w:cs/>
        </w:rPr>
        <w:t>“</w:t>
      </w:r>
      <w:r w:rsidR="00C85AFD" w:rsidRPr="00B91120">
        <w:rPr>
          <w:rFonts w:hint="cs"/>
          <w:cs/>
        </w:rPr>
        <w:t>แท้ที่จริงพวกที่ศรัทธาและประกอบคุณความดี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พระผู้ทรงกรุณาจะบันดาลความรักให้แก่พวกเขา</w:t>
      </w:r>
      <w:r>
        <w:rPr>
          <w:rFonts w:cs="Cordia New" w:hint="cs"/>
          <w:szCs w:val="40"/>
          <w:cs/>
        </w:rPr>
        <w:t>”</w:t>
      </w:r>
      <w:r w:rsidR="00C85AFD" w:rsidRPr="00B91120">
        <w:rPr>
          <w:rFonts w:cs="Times New Roman"/>
          <w:lang w:bidi="ar-SA"/>
        </w:rPr>
        <w:t xml:space="preserve"> (</w:t>
      </w:r>
      <w:r w:rsidR="00C85AFD" w:rsidRPr="00B91120">
        <w:rPr>
          <w:rFonts w:hint="cs"/>
          <w:cs/>
        </w:rPr>
        <w:t>ซูเราะฮ์มัรยัม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โองการที่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๙๖</w:t>
      </w:r>
      <w:r w:rsidR="00C85AFD" w:rsidRPr="00B91120">
        <w:rPr>
          <w:cs/>
        </w:rPr>
        <w:t>)</w:t>
      </w:r>
    </w:p>
    <w:p w:rsidR="00E81720" w:rsidRDefault="00C85AFD" w:rsidP="00E81720">
      <w:pPr>
        <w:pStyle w:val="libNormal"/>
      </w:pPr>
      <w:r w:rsidRPr="00B91120">
        <w:rPr>
          <w:rFonts w:hint="cs"/>
          <w:cs/>
        </w:rPr>
        <w:t>โองการนี้ถูกประทานลงมาในเรื่องของท่านอะลี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กล่าวคือจะไม่ถือว่าผู้ใดเป็นผู้ศรัทธา</w:t>
      </w:r>
      <w:r w:rsidR="00E81720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นอกเสียจากว่าในจิตใจของเขานั้น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จะมีความรักต่ออะลี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นี่คือรายงานจากท่านอิบนุอับบาส</w:t>
      </w:r>
      <w:r w:rsidR="00E81720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ในการอธิบายความหมายโดย</w:t>
      </w:r>
    </w:p>
    <w:p w:rsidR="00E81720" w:rsidRDefault="00C85AFD" w:rsidP="00E81720">
      <w:pPr>
        <w:pStyle w:val="libNormal"/>
        <w:ind w:firstLine="0"/>
      </w:pPr>
      <w:r w:rsidRPr="00B91120">
        <w:rPr>
          <w:rFonts w:hint="cs"/>
          <w:cs/>
        </w:rPr>
        <w:t>ท่านฮัมซะฮ์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ษุมาลี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ท่านอะบูญะอ์ฟัร</w:t>
      </w:r>
      <w:r w:rsidRPr="00B91120">
        <w:rPr>
          <w:cs/>
        </w:rPr>
        <w:t xml:space="preserve"> </w:t>
      </w:r>
      <w:r w:rsidR="00E81720" w:rsidRPr="00B91120">
        <w:rPr>
          <w:rFonts w:hint="cs"/>
          <w:cs/>
        </w:rPr>
        <w:t xml:space="preserve">อัลบากิร </w:t>
      </w:r>
      <w:r w:rsidR="00E8172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="00E81720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="00E81720" w:rsidRPr="00B91120">
        <w:rPr>
          <w:rFonts w:hint="cs"/>
          <w:cs/>
        </w:rPr>
        <w:t xml:space="preserve">ท่านศาสนทูตแห่งอัลลอฮ์ </w:t>
      </w:r>
      <w:r w:rsidR="00E81720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E81720" w:rsidRPr="00B91120">
        <w:rPr>
          <w:rFonts w:hint="cs"/>
          <w:cs/>
        </w:rPr>
        <w:t xml:space="preserve">) ได้กล่าวแก่ท่านอะลี </w:t>
      </w:r>
      <w:r w:rsidR="00E8172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E81720" w:rsidRPr="00B91120">
        <w:rPr>
          <w:rFonts w:hint="cs"/>
          <w:cs/>
        </w:rPr>
        <w:t>) ว่</w:t>
      </w:r>
      <w:r w:rsidR="00E81720" w:rsidRPr="00B91120">
        <w:rPr>
          <w:cs/>
        </w:rPr>
        <w:t>า</w:t>
      </w:r>
      <w:r w:rsidRPr="00B91120">
        <w:rPr>
          <w:cs/>
        </w:rPr>
        <w:t xml:space="preserve"> </w:t>
      </w:r>
    </w:p>
    <w:p w:rsidR="00C85AFD" w:rsidRDefault="00C85AFD" w:rsidP="00E81720">
      <w:pPr>
        <w:pStyle w:val="libNormal"/>
        <w:ind w:firstLine="0"/>
      </w:pP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เจ้าจงกล่าวเถิดว่า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ข้าแต่พระผู้เป็นเจ้า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โปรดบันดาลให้มีความผูกพันประการหนึ่งจากพระองค์แก่ข้า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และโปรดบันดาลให้หัวใจของผู้ศรัทธามีความรักต่อฉัน</w:t>
      </w:r>
      <w:r w:rsidR="00E81720"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="00E81720" w:rsidRPr="00B91120">
        <w:rPr>
          <w:rFonts w:hint="cs"/>
          <w:cs/>
        </w:rPr>
        <w:t xml:space="preserve">เมื่อท่านอะลี </w:t>
      </w:r>
      <w:r w:rsidR="00E8172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E81720" w:rsidRPr="00B91120">
        <w:rPr>
          <w:rFonts w:hint="cs"/>
          <w:cs/>
        </w:rPr>
        <w:t>) ได้กล่าวสองประโยคนี้แล้</w:t>
      </w:r>
      <w:r w:rsidR="00E81720" w:rsidRPr="00B91120">
        <w:rPr>
          <w:cs/>
        </w:rPr>
        <w:t>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โองการดังกล่าวก็ถูกประทานลงมา</w:t>
      </w:r>
    </w:p>
    <w:p w:rsidR="00E81720" w:rsidRPr="00B91120" w:rsidRDefault="00E81720" w:rsidP="00E81720">
      <w:pPr>
        <w:pStyle w:val="libNormal"/>
        <w:ind w:firstLine="0"/>
        <w:rPr>
          <w:rFonts w:cs="Times New Roman"/>
          <w:lang w:bidi="ar-SA"/>
        </w:rPr>
      </w:pPr>
    </w:p>
    <w:p w:rsidR="00E81720" w:rsidRDefault="00C85AFD" w:rsidP="00C85AFD">
      <w:pPr>
        <w:pStyle w:val="libNormal"/>
      </w:pPr>
      <w:r w:rsidRPr="00B91120">
        <w:rPr>
          <w:rFonts w:hint="cs"/>
          <w:cs/>
        </w:rPr>
        <w:t>ทำนองเดียวกันนี้ก็ยังมีรายงานจากท่านญาบิร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บินอับดุลลอฮ์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อันศอรีอีกด้วย</w:t>
      </w:r>
    </w:p>
    <w:p w:rsidR="00E81720" w:rsidRDefault="00E81720" w:rsidP="00C85AFD">
      <w:pPr>
        <w:pStyle w:val="libNormal"/>
      </w:pPr>
    </w:p>
    <w:p w:rsidR="00E81720" w:rsidRDefault="00E81720" w:rsidP="00C85AFD">
      <w:pPr>
        <w:pStyle w:val="libNormal"/>
      </w:pPr>
    </w:p>
    <w:p w:rsidR="00E81720" w:rsidRDefault="00E81720" w:rsidP="00C85AFD">
      <w:pPr>
        <w:pStyle w:val="libNormal"/>
      </w:pPr>
    </w:p>
    <w:p w:rsidR="00E81720" w:rsidRDefault="00E81720" w:rsidP="00C85AFD">
      <w:pPr>
        <w:pStyle w:val="libNormal"/>
      </w:pPr>
    </w:p>
    <w:p w:rsidR="00E81720" w:rsidRDefault="00E81720" w:rsidP="00C85AFD">
      <w:pPr>
        <w:pStyle w:val="libNormal"/>
        <w:rPr>
          <w:cs/>
        </w:rPr>
      </w:pPr>
    </w:p>
    <w:p w:rsidR="00E81720" w:rsidRDefault="00E81720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E81720" w:rsidRDefault="00C85AFD" w:rsidP="00E81720">
      <w:pPr>
        <w:pStyle w:val="libNormal"/>
      </w:pPr>
      <w:r w:rsidRPr="00B91120">
        <w:rPr>
          <w:rFonts w:hint="cs"/>
          <w:cs/>
        </w:rPr>
        <w:t>ท่านได้กล่าวไว้อีกว่า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E81720" w:rsidRPr="00B91120">
        <w:rPr>
          <w:rFonts w:hint="cs"/>
          <w:cs/>
        </w:rPr>
        <w:t xml:space="preserve">สิ่งที่ยืนยันในเรื่องนี้อีกประการหนึ่งว่าถูกต้องก็คือคำกล่าวของท่านอะมีรุลมุมีนีน </w:t>
      </w:r>
      <w:r w:rsidR="00E8172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E81720" w:rsidRPr="00B91120">
        <w:rPr>
          <w:rFonts w:hint="cs"/>
          <w:cs/>
        </w:rPr>
        <w:t>) ที่ว่</w:t>
      </w:r>
      <w:r w:rsidR="00E81720" w:rsidRPr="00B91120">
        <w:rPr>
          <w:cs/>
        </w:rPr>
        <w:t>า</w:t>
      </w:r>
    </w:p>
    <w:p w:rsidR="00E81720" w:rsidRDefault="00C85AFD" w:rsidP="00E81720">
      <w:pPr>
        <w:pStyle w:val="libNormal"/>
        <w:rPr>
          <w:cs/>
        </w:rPr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ถ้าหากปลายจมูกของผู้ศรัทธาถูกฟาดลงไปด้วยดาบของฉัน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เพื่อที่จะให้เขาโกรธฉันแล้วไซร้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แน่นอนเขาย่อมจะไม่โกรธฉันเลย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และถึงแม้จะมอบทรัพย์สินทั้งโลกให้แก่พวกกลับกลอกเพื่อที่ว่าจะให้เขารักฉัน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</w:t>
      </w:r>
      <w:r w:rsidR="00E81720">
        <w:rPr>
          <w:rFonts w:hint="cs"/>
          <w:cs/>
        </w:rPr>
        <w:t xml:space="preserve"> </w:t>
      </w:r>
      <w:r w:rsidR="00E81720" w:rsidRPr="00B91120">
        <w:rPr>
          <w:rFonts w:hint="cs"/>
          <w:cs/>
        </w:rPr>
        <w:t xml:space="preserve">เขาก็หาได้รักฉันไม่ที่เป็นเช่นนี้ก็เพราะความเป็นไปตามกฎเกณฑ์ที่ท่านนบี </w:t>
      </w:r>
      <w:r w:rsidR="00E81720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ผู้ประเสริฐได้เคยกล่าวไว้ว่าผู้ศรัทธาจะไม่มีวันโกรธเจ้า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และพวกกลับกลอกจะไม่มีวันรักเจ้า</w:t>
      </w:r>
      <w:r w:rsidR="00E81720" w:rsidRPr="00B91120">
        <w:rPr>
          <w:rFonts w:cs="Times New Roman" w:hint="eastAsia"/>
          <w:lang w:bidi="ar-SA"/>
        </w:rPr>
        <w:t>”</w:t>
      </w:r>
      <w:r w:rsidR="00E8172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๓๓</w:t>
      </w:r>
      <w:r w:rsidRPr="00B91120">
        <w:rPr>
          <w:cs/>
        </w:rPr>
        <w:t>)</w:t>
      </w:r>
    </w:p>
    <w:p w:rsidR="00C85AFD" w:rsidRPr="00B91120" w:rsidRDefault="00C85AFD" w:rsidP="00E81720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๕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โองการที่ว่า</w:t>
      </w:r>
    </w:p>
    <w:p w:rsidR="00C85AFD" w:rsidRPr="00B91120" w:rsidRDefault="00C85AFD" w:rsidP="00E81720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และผู้ที่นำมาซึ่งสัจจะและมีความเชื่อมั่นในสิ่งนั้น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เหล่านี้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คือบรรดาผู้สำรวมตน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ซูเราะฮ์ซุมัร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โองการ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๓๓</w:t>
      </w:r>
      <w:r w:rsidRPr="00B91120">
        <w:rPr>
          <w:cs/>
        </w:rPr>
        <w:t>)</w:t>
      </w:r>
    </w:p>
    <w:p w:rsidR="00C85AFD" w:rsidRPr="00B91120" w:rsidRDefault="00C85AFD" w:rsidP="00E81720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ท่านซุ</w:t>
      </w:r>
      <w:r w:rsidR="00E81720">
        <w:rPr>
          <w:rFonts w:hint="cs"/>
          <w:cs/>
        </w:rPr>
        <w:t>ญูฏี</w:t>
      </w:r>
      <w:r w:rsidRPr="00B91120">
        <w:rPr>
          <w:rFonts w:hint="cs"/>
          <w:cs/>
        </w:rPr>
        <w:t>ได้รับคำบอกเล่าจากรายงานของท่านอิบนุอับบาสว่าโองการนี้หมายถึงความเป็นอะมีรุลมุมีนีน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ผู้นำของบรรดาผู้ศรัทธา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ของท่านอะลี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ท่านอุบัยดะฮ์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บินฮะมีด</w:t>
      </w:r>
      <w:r w:rsidRPr="00B91120">
        <w:rPr>
          <w:cs/>
        </w:rPr>
        <w:t xml:space="preserve"> </w:t>
      </w:r>
      <w:r w:rsidR="00E81720">
        <w:rPr>
          <w:rFonts w:hint="cs"/>
          <w:cs/>
        </w:rPr>
        <w:t>ได้รับรายงานจากท่านมันษูร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จากคำบอกเล่าของท่านมุญาฮิดก็เป็นอย่างนี้เหมือนกันทั้งหมด</w:t>
      </w:r>
    </w:p>
    <w:p w:rsidR="00C85AFD" w:rsidRPr="00B91120" w:rsidRDefault="00C85AFD" w:rsidP="00E81720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มีรายงานจากท่านอะบีญะอ์ฟัร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อธิบายว่า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ผู้ที่นำมาซึ่งสัจจะ</w:t>
      </w:r>
      <w:r w:rsidRPr="00B91120">
        <w:rPr>
          <w:cs/>
        </w:rPr>
        <w:t xml:space="preserve"> </w:t>
      </w:r>
      <w:r w:rsidR="00E81720" w:rsidRPr="00B91120">
        <w:rPr>
          <w:rFonts w:hint="cs"/>
          <w:cs/>
        </w:rPr>
        <w:t xml:space="preserve">หมายถึงท่านศาสนทูตแห่งอัลลอฮ์ </w:t>
      </w:r>
      <w:r w:rsidR="00E81720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คำว่า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และมีความเชื่อมั่นในสิ่งนั้น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หมายถึงท่านอะลี</w:t>
      </w:r>
      <w:r w:rsidRPr="00B91120">
        <w:rPr>
          <w:cs/>
        </w:rPr>
        <w:t xml:space="preserve"> </w:t>
      </w:r>
      <w:r w:rsidR="00E81720" w:rsidRPr="00B91120">
        <w:rPr>
          <w:rFonts w:hint="cs"/>
          <w:cs/>
        </w:rPr>
        <w:t xml:space="preserve">บินอะบีฏอลิบ </w:t>
      </w:r>
      <w:r w:rsidR="00E8172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</w:p>
    <w:p w:rsidR="00C85AFD" w:rsidRDefault="00C85AFD" w:rsidP="00E81720">
      <w:pPr>
        <w:pStyle w:val="libNormal"/>
      </w:pPr>
      <w:r w:rsidRPr="00B91120">
        <w:rPr>
          <w:rFonts w:hint="cs"/>
          <w:cs/>
        </w:rPr>
        <w:t>มีรายงานจากท่านอะลี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บินอะบีฮัมซะฮ์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ถึงคำอธิบายของท่านอะบี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อับดุลลอฮ์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ญะอ์ฟัร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บินมุฮัมมัด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ก็เป็นไปเช่นเดียวกันนี้</w:t>
      </w:r>
      <w:r w:rsidRPr="00B91120">
        <w:rPr>
          <w:cs/>
        </w:rPr>
        <w:t xml:space="preserve"> (</w:t>
      </w:r>
      <w:r w:rsidRPr="00B91120">
        <w:rPr>
          <w:rFonts w:hint="cs"/>
          <w:cs/>
        </w:rPr>
        <w:t>๓๔</w:t>
      </w:r>
      <w:r w:rsidRPr="00B91120">
        <w:rPr>
          <w:cs/>
        </w:rPr>
        <w:t>)</w:t>
      </w:r>
    </w:p>
    <w:p w:rsidR="00E81720" w:rsidRPr="00B91120" w:rsidRDefault="00E81720" w:rsidP="00E81720">
      <w:pPr>
        <w:pStyle w:val="libNormal"/>
        <w:rPr>
          <w:rFonts w:cs="Times New Roman"/>
          <w:lang w:bidi="ar-SA"/>
        </w:rPr>
      </w:pPr>
      <w:r>
        <w:rPr>
          <w:rFonts w:hint="cs"/>
          <w:cs/>
        </w:rPr>
        <w:t>----------------------------------------------------------------</w:t>
      </w:r>
    </w:p>
    <w:p w:rsidR="00C85AFD" w:rsidRPr="00E81720" w:rsidRDefault="00C85AFD" w:rsidP="00AE7015">
      <w:pPr>
        <w:pStyle w:val="libArFootnote"/>
        <w:bidi w:val="0"/>
      </w:pPr>
      <w:bookmarkStart w:id="145" w:name="_Toc414269013"/>
      <w:r w:rsidRPr="00E81720">
        <w:t>(</w:t>
      </w:r>
      <w:r w:rsidRPr="00E81720">
        <w:rPr>
          <w:rFonts w:ascii="Angsana New" w:hAnsi="Angsana New" w:cs="Angsana New" w:hint="cs"/>
          <w:szCs w:val="24"/>
          <w:cs/>
          <w:lang w:bidi="th-TH"/>
        </w:rPr>
        <w:t>๓๓</w:t>
      </w:r>
      <w:r w:rsidR="00AE7015">
        <w:rPr>
          <w:rFonts w:cs="Cordia New" w:hint="cs"/>
          <w:szCs w:val="30"/>
          <w:cs/>
          <w:lang w:bidi="th-TH"/>
        </w:rPr>
        <w:t>)</w:t>
      </w:r>
      <w:r w:rsidR="00AE7015" w:rsidRPr="00E81720">
        <w:rPr>
          <w:rFonts w:ascii="Angsana New" w:hAnsi="Angsana New" w:cs="Angsana New" w:hint="cs"/>
          <w:szCs w:val="24"/>
          <w:cs/>
          <w:lang w:bidi="th-TH"/>
        </w:rPr>
        <w:t xml:space="preserve"> มัจญ์มะอุ</w:t>
      </w:r>
      <w:r w:rsidR="00AE7015" w:rsidRPr="00E81720">
        <w:rPr>
          <w:rFonts w:ascii="Angsana New" w:hAnsi="Angsana New" w:cs="Angsana New"/>
          <w:szCs w:val="24"/>
          <w:cs/>
          <w:lang w:bidi="th-TH"/>
        </w:rPr>
        <w:t>ล</w:t>
      </w:r>
      <w:r w:rsidRPr="00E81720">
        <w:rPr>
          <w:szCs w:val="24"/>
          <w:rtl/>
          <w:cs/>
        </w:rPr>
        <w:t xml:space="preserve"> </w:t>
      </w:r>
      <w:r w:rsidRPr="00E81720">
        <w:rPr>
          <w:rFonts w:ascii="Angsana New" w:hAnsi="Angsana New" w:cs="Angsana New" w:hint="cs"/>
          <w:szCs w:val="24"/>
          <w:cs/>
          <w:lang w:bidi="th-TH"/>
        </w:rPr>
        <w:t>บะยาน</w:t>
      </w:r>
      <w:r w:rsidRPr="00E81720">
        <w:rPr>
          <w:szCs w:val="24"/>
          <w:rtl/>
          <w:cs/>
        </w:rPr>
        <w:t xml:space="preserve"> </w:t>
      </w:r>
      <w:r w:rsidRPr="00E81720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E81720">
        <w:rPr>
          <w:szCs w:val="24"/>
          <w:rtl/>
          <w:cs/>
        </w:rPr>
        <w:t xml:space="preserve"> </w:t>
      </w:r>
      <w:r w:rsidRPr="00E81720">
        <w:rPr>
          <w:rFonts w:ascii="Angsana New" w:hAnsi="Angsana New" w:cs="Angsana New" w:hint="cs"/>
          <w:szCs w:val="24"/>
          <w:cs/>
          <w:lang w:bidi="th-TH"/>
        </w:rPr>
        <w:t>๓</w:t>
      </w:r>
      <w:r w:rsidRPr="00E81720">
        <w:rPr>
          <w:szCs w:val="24"/>
          <w:rtl/>
          <w:cs/>
        </w:rPr>
        <w:t xml:space="preserve"> </w:t>
      </w:r>
      <w:r w:rsidRPr="00E81720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81720">
        <w:rPr>
          <w:szCs w:val="24"/>
          <w:rtl/>
          <w:cs/>
        </w:rPr>
        <w:t xml:space="preserve"> </w:t>
      </w:r>
      <w:r w:rsidRPr="00E81720">
        <w:rPr>
          <w:rFonts w:ascii="Angsana New" w:hAnsi="Angsana New" w:cs="Angsana New" w:hint="cs"/>
          <w:szCs w:val="24"/>
          <w:cs/>
          <w:lang w:bidi="th-TH"/>
        </w:rPr>
        <w:t>๕๓๒</w:t>
      </w:r>
      <w:bookmarkEnd w:id="145"/>
    </w:p>
    <w:p w:rsidR="00E81720" w:rsidRPr="00E81720" w:rsidRDefault="00C85AFD" w:rsidP="00AE7015">
      <w:pPr>
        <w:pStyle w:val="libArFootnote"/>
        <w:bidi w:val="0"/>
        <w:rPr>
          <w:szCs w:val="24"/>
          <w:rtl/>
          <w:cs/>
        </w:rPr>
      </w:pPr>
      <w:bookmarkStart w:id="146" w:name="_Toc414269014"/>
      <w:r w:rsidRPr="00E81720">
        <w:t>(</w:t>
      </w:r>
      <w:r w:rsidRPr="00E81720">
        <w:rPr>
          <w:rFonts w:ascii="Angsana New" w:hAnsi="Angsana New" w:cs="Angsana New" w:hint="cs"/>
          <w:szCs w:val="24"/>
          <w:cs/>
          <w:lang w:bidi="th-TH"/>
        </w:rPr>
        <w:t>๓๔</w:t>
      </w:r>
      <w:r w:rsidR="00AE7015">
        <w:rPr>
          <w:rFonts w:cs="Cordia New" w:hint="cs"/>
          <w:szCs w:val="30"/>
          <w:cs/>
          <w:lang w:bidi="th-TH"/>
        </w:rPr>
        <w:t>)</w:t>
      </w:r>
      <w:r w:rsidR="00AE7015" w:rsidRPr="00E81720">
        <w:rPr>
          <w:rFonts w:ascii="Angsana New" w:hAnsi="Angsana New" w:cs="Angsana New" w:hint="cs"/>
          <w:szCs w:val="24"/>
          <w:cs/>
          <w:lang w:bidi="th-TH"/>
        </w:rPr>
        <w:t xml:space="preserve"> อั</w:t>
      </w:r>
      <w:r w:rsidR="00AE7015" w:rsidRPr="00E81720">
        <w:rPr>
          <w:rFonts w:ascii="Angsana New" w:hAnsi="Angsana New" w:cs="Angsana New"/>
          <w:szCs w:val="24"/>
          <w:cs/>
          <w:lang w:bidi="th-TH"/>
        </w:rPr>
        <w:t>ล</w:t>
      </w:r>
      <w:r w:rsidRPr="00E81720">
        <w:rPr>
          <w:szCs w:val="24"/>
          <w:rtl/>
          <w:cs/>
        </w:rPr>
        <w:t>-</w:t>
      </w:r>
      <w:r w:rsidRPr="00E81720">
        <w:rPr>
          <w:rFonts w:ascii="Angsana New" w:hAnsi="Angsana New" w:cs="Angsana New" w:hint="cs"/>
          <w:szCs w:val="24"/>
          <w:cs/>
          <w:lang w:bidi="th-TH"/>
        </w:rPr>
        <w:t>อีฎอห์</w:t>
      </w:r>
      <w:r w:rsidRPr="00E81720">
        <w:rPr>
          <w:szCs w:val="24"/>
          <w:rtl/>
          <w:cs/>
        </w:rPr>
        <w:t xml:space="preserve"> </w:t>
      </w:r>
      <w:r w:rsidRPr="00E81720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81720">
        <w:rPr>
          <w:szCs w:val="24"/>
          <w:rtl/>
          <w:cs/>
        </w:rPr>
        <w:t xml:space="preserve"> </w:t>
      </w:r>
      <w:r w:rsidRPr="00E81720">
        <w:rPr>
          <w:rFonts w:ascii="Angsana New" w:hAnsi="Angsana New" w:cs="Angsana New" w:hint="cs"/>
          <w:szCs w:val="24"/>
          <w:cs/>
          <w:lang w:bidi="th-TH"/>
        </w:rPr>
        <w:t>๑๐๓</w:t>
      </w:r>
      <w:bookmarkEnd w:id="146"/>
    </w:p>
    <w:p w:rsidR="00E81720" w:rsidRDefault="00E81720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E81720">
      <w:pPr>
        <w:pStyle w:val="libNormal"/>
      </w:pPr>
      <w:r w:rsidRPr="00B91120">
        <w:rPr>
          <w:rFonts w:hint="cs"/>
          <w:cs/>
        </w:rPr>
        <w:t>ประมวลฮะดีษของท่านศาสนทูตแห่งอัลลอฮ์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</w:p>
    <w:p w:rsidR="00E81720" w:rsidRPr="00B91120" w:rsidRDefault="00E81720" w:rsidP="00E81720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E81720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นับตั้งแต่ช่วงเวลาที่ท่านศาสนทูตแห่งอัลลอฮ์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ได้รับการแต่งตั้งจวบจนถึงวาระแห่งการวายชนม์ของท่านนั้น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ท่านไม่เคยว่างเว้นจากการยกย่องให้เกียรติแก่ท่านอะมีรุลมุมีนีน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ในทุกสถานที่และทุกโอกาสที่มีการประชุม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จนไม่อาจคำนวณนับฮะดีษต่างๆ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ที่ท่านศาสนทูตแห่งอัลลอฮ์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="00E81720" w:rsidRPr="00B91120">
        <w:rPr>
          <w:rFonts w:hint="cs"/>
          <w:cs/>
        </w:rPr>
        <w:t xml:space="preserve">กล่าวถึงท่านอะมีรุลมุมีนีน </w:t>
      </w:r>
      <w:r w:rsidR="00E8172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E81720" w:rsidRPr="00B91120">
        <w:rPr>
          <w:rFonts w:hint="cs"/>
          <w:cs/>
        </w:rPr>
        <w:t>) ให้ครบถ้วนได</w:t>
      </w:r>
      <w:r w:rsidR="00E81720" w:rsidRPr="00B91120">
        <w:rPr>
          <w:cs/>
        </w:rPr>
        <w:t>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ตำราฮะดีษก็ดี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ตำราประวัติศาสตร์อิสลามก็ดี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ไม่มีเล่มใดที่เสนอออกมาโดยที่ไม่มีการประมวลเรื่องราวอันว่าด้วย</w:t>
      </w:r>
      <w:r w:rsidRPr="00B91120">
        <w:rPr>
          <w:cs/>
        </w:rPr>
        <w:t xml:space="preserve"> </w:t>
      </w:r>
      <w:r w:rsidR="00E81720" w:rsidRPr="00B91120">
        <w:rPr>
          <w:rFonts w:hint="cs"/>
          <w:cs/>
        </w:rPr>
        <w:t xml:space="preserve">เกียรติยศของท่านอะมีรุลมุมีนีน </w:t>
      </w:r>
      <w:r w:rsidR="00E8172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</w:p>
    <w:p w:rsidR="00C85AFD" w:rsidRDefault="00C85AFD" w:rsidP="00E81720">
      <w:pPr>
        <w:pStyle w:val="libNormal"/>
      </w:pPr>
      <w:r w:rsidRPr="00B91120">
        <w:rPr>
          <w:rFonts w:hint="cs"/>
          <w:cs/>
        </w:rPr>
        <w:t>เจ้าของตำราศอฮี้ฮ์ต่าง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นักปราชญ์ฮะดีษทั้งหลายก็ดี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ล้วนให้รายละเอียดในเรื่องที่เกี่ยวกับความดีงามของท่านอะมีรุลมุมีนีน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ไว้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ในตำราต่าง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ของพวกตนด้วยกันทั้งสิ้น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นอกจากนี้นักปราชญ์ของอิสลามอีกเป็นจำนวนมากที่ได้รวบรวมเรื่องราวของท่านอะมีรุลมุมีนีน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ไว้เป็นเล่มหนึ่ง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อีกต่างหากอีกทั้งได้รวบรวมวจนะต่างๆ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ของท่านประมุขของท่านศาสนทูต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ในบทสรุปเล็กๆ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น้อยๆ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นี้เราจะเสนอเพียงห้าฮะดีษมาบันทึกลงในหน้ากระดาษ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อันเป็นฮะดีษที่เกี่ยวกับคุณงามความดีของท่านอะมีรุลมุมีนีน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</w:p>
    <w:p w:rsidR="00E81720" w:rsidRPr="00B91120" w:rsidRDefault="00E81720" w:rsidP="00E81720">
      <w:pPr>
        <w:pStyle w:val="libNormal"/>
        <w:rPr>
          <w:rFonts w:cs="Times New Roman"/>
          <w:lang w:bidi="ar-SA"/>
        </w:rPr>
      </w:pPr>
    </w:p>
    <w:p w:rsidR="00C85AFD" w:rsidRDefault="00C85AFD" w:rsidP="00E81720">
      <w:pPr>
        <w:pStyle w:val="libNormal"/>
        <w:numPr>
          <w:ilvl w:val="0"/>
          <w:numId w:val="7"/>
        </w:numPr>
      </w:pPr>
      <w:r w:rsidRPr="00B91120">
        <w:rPr>
          <w:rFonts w:hint="cs"/>
          <w:cs/>
        </w:rPr>
        <w:t>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อะลีอยู่กับสัจธรรมและสัจธรรมอยู่กับอะลีเสมอ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</w:t>
      </w:r>
      <w:r w:rsidRPr="00B91120">
        <w:rPr>
          <w:cs/>
        </w:rPr>
        <w:t>)</w:t>
      </w:r>
    </w:p>
    <w:p w:rsidR="00E81720" w:rsidRDefault="00E81720" w:rsidP="00E81720">
      <w:pPr>
        <w:pStyle w:val="libNormal"/>
        <w:ind w:left="904" w:firstLine="0"/>
      </w:pPr>
      <w:r>
        <w:rPr>
          <w:rFonts w:hint="cs"/>
          <w:cs/>
        </w:rPr>
        <w:t>--------------------------------------------------</w:t>
      </w:r>
    </w:p>
    <w:p w:rsidR="00E81720" w:rsidRPr="00AE7015" w:rsidRDefault="00AE7015" w:rsidP="00AE7015">
      <w:pPr>
        <w:pStyle w:val="libArFootnote"/>
        <w:bidi w:val="0"/>
      </w:pPr>
      <w:bookmarkStart w:id="147" w:name="_Toc414269015"/>
      <w:r w:rsidRPr="00AE7015">
        <w:rPr>
          <w:rFonts w:hint="cs"/>
          <w:szCs w:val="24"/>
          <w:cs/>
        </w:rPr>
        <w:t>(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๑</w:t>
      </w:r>
      <w:r w:rsidRPr="00AE7015">
        <w:rPr>
          <w:rFonts w:hint="cs"/>
          <w:szCs w:val="24"/>
          <w:cs/>
        </w:rPr>
        <w:t>)</w:t>
      </w:r>
      <w:r w:rsidR="00E81720" w:rsidRPr="00AE7015">
        <w:rPr>
          <w:szCs w:val="24"/>
          <w:rtl/>
          <w:cs/>
        </w:rPr>
        <w:t xml:space="preserve"> </w:t>
      </w:r>
      <w:r w:rsidR="00E81720" w:rsidRPr="00AE7015">
        <w:rPr>
          <w:rFonts w:ascii="Angsana New" w:hAnsi="Angsana New" w:cs="Angsana New" w:hint="cs"/>
          <w:szCs w:val="24"/>
          <w:cs/>
          <w:lang w:bidi="th-TH"/>
        </w:rPr>
        <w:t>ตารีค</w:t>
      </w:r>
      <w:r w:rsidR="00E81720" w:rsidRPr="00AE7015">
        <w:rPr>
          <w:szCs w:val="24"/>
          <w:rtl/>
          <w:cs/>
        </w:rPr>
        <w:t xml:space="preserve"> </w:t>
      </w:r>
      <w:r w:rsidR="00E81720" w:rsidRPr="00AE7015">
        <w:rPr>
          <w:rFonts w:ascii="Angsana New" w:hAnsi="Angsana New" w:cs="Angsana New" w:hint="cs"/>
          <w:szCs w:val="24"/>
          <w:cs/>
          <w:lang w:bidi="th-TH"/>
        </w:rPr>
        <w:t>อัล</w:t>
      </w:r>
      <w:r w:rsidR="00E81720" w:rsidRPr="00AE7015">
        <w:rPr>
          <w:szCs w:val="24"/>
          <w:rtl/>
          <w:cs/>
        </w:rPr>
        <w:t>-</w:t>
      </w:r>
      <w:r w:rsidR="00E81720" w:rsidRPr="00AE7015">
        <w:rPr>
          <w:rFonts w:ascii="Angsana New" w:hAnsi="Angsana New" w:cs="Angsana New" w:hint="cs"/>
          <w:szCs w:val="24"/>
          <w:cs/>
          <w:lang w:bidi="th-TH"/>
        </w:rPr>
        <w:t>บัฆดาด</w:t>
      </w:r>
      <w:r w:rsidR="00E81720" w:rsidRPr="00AE7015">
        <w:rPr>
          <w:szCs w:val="24"/>
          <w:rtl/>
          <w:cs/>
        </w:rPr>
        <w:t xml:space="preserve"> </w:t>
      </w:r>
      <w:r w:rsidR="00E81720" w:rsidRPr="00AE7015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="00E81720" w:rsidRPr="00AE7015">
        <w:rPr>
          <w:szCs w:val="24"/>
          <w:rtl/>
          <w:cs/>
        </w:rPr>
        <w:t xml:space="preserve"> </w:t>
      </w:r>
      <w:r w:rsidR="00E81720" w:rsidRPr="00AE7015">
        <w:rPr>
          <w:rFonts w:ascii="Angsana New" w:hAnsi="Angsana New" w:cs="Angsana New" w:hint="cs"/>
          <w:szCs w:val="24"/>
          <w:cs/>
          <w:lang w:bidi="th-TH"/>
        </w:rPr>
        <w:t>๑๔</w:t>
      </w:r>
      <w:r w:rsidR="00E81720" w:rsidRPr="00AE7015">
        <w:rPr>
          <w:szCs w:val="24"/>
          <w:rtl/>
          <w:cs/>
        </w:rPr>
        <w:t xml:space="preserve"> </w:t>
      </w:r>
      <w:r w:rsidR="00E81720" w:rsidRPr="00AE701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E81720" w:rsidRPr="00AE7015">
        <w:rPr>
          <w:szCs w:val="24"/>
          <w:rtl/>
          <w:cs/>
        </w:rPr>
        <w:t xml:space="preserve"> </w:t>
      </w:r>
      <w:r w:rsidR="00E81720" w:rsidRPr="00AE7015">
        <w:rPr>
          <w:rFonts w:ascii="Angsana New" w:hAnsi="Angsana New" w:cs="Angsana New" w:hint="cs"/>
          <w:szCs w:val="24"/>
          <w:cs/>
          <w:lang w:bidi="th-TH"/>
        </w:rPr>
        <w:t>๓๒๑</w:t>
      </w:r>
      <w:bookmarkEnd w:id="147"/>
    </w:p>
    <w:p w:rsidR="00E81720" w:rsidRDefault="00E81720" w:rsidP="00E81720">
      <w:pPr>
        <w:pStyle w:val="libNormal"/>
      </w:pPr>
    </w:p>
    <w:p w:rsidR="00E81720" w:rsidRDefault="00E81720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E81720" w:rsidRPr="00B91120" w:rsidRDefault="00E81720" w:rsidP="00E81720">
      <w:pPr>
        <w:pStyle w:val="libNormal"/>
        <w:ind w:left="289" w:firstLine="0"/>
        <w:rPr>
          <w:rFonts w:cs="Times New Roman"/>
          <w:lang w:bidi="ar-SA"/>
        </w:rPr>
      </w:pPr>
    </w:p>
    <w:p w:rsidR="00E81720" w:rsidRDefault="00C85AFD" w:rsidP="00E81720">
      <w:pPr>
        <w:pStyle w:val="libNormal"/>
        <w:numPr>
          <w:ilvl w:val="0"/>
          <w:numId w:val="7"/>
        </w:numPr>
        <w:rPr>
          <w:rFonts w:cs="Cordia New"/>
          <w:szCs w:val="40"/>
        </w:rPr>
      </w:pPr>
      <w:r w:rsidRPr="00B91120">
        <w:rPr>
          <w:rFonts w:hint="cs"/>
          <w:cs/>
        </w:rPr>
        <w:t>ท่านอุมัร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บินค็อฎฎ็อบ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E81720" w:rsidRPr="00B91120">
        <w:rPr>
          <w:rFonts w:hint="cs"/>
          <w:cs/>
        </w:rPr>
        <w:t xml:space="preserve">ข้าพเจ้าขอยืนยันต่อท่านศาสนทูตแห่งอัลลอฮ์ </w:t>
      </w:r>
      <w:r w:rsidR="00E81720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ว่า</w:t>
      </w:r>
    </w:p>
    <w:p w:rsidR="00E81720" w:rsidRDefault="00C85AFD" w:rsidP="00E81720">
      <w:pPr>
        <w:pStyle w:val="libNormal"/>
        <w:ind w:left="289" w:firstLine="0"/>
      </w:pPr>
      <w:r w:rsidRPr="00B91120">
        <w:rPr>
          <w:rFonts w:hint="cs"/>
          <w:cs/>
        </w:rPr>
        <w:t>แน่นอนที่สุด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ข้าฯเคยได้ยินท่านกล่าวว่า</w:t>
      </w:r>
    </w:p>
    <w:p w:rsidR="00C85AFD" w:rsidRDefault="00C85AFD" w:rsidP="00E81720">
      <w:pPr>
        <w:pStyle w:val="libNormal"/>
        <w:ind w:left="289" w:firstLine="0"/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แท้จริงชั้นฟ้าทั้งเจ็ด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แผ่นดินทั้งเจ็ด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ถ้าหากวางลงบน</w:t>
      </w:r>
      <w:r w:rsidR="00E81720">
        <w:rPr>
          <w:rFonts w:hint="cs"/>
          <w:cs/>
        </w:rPr>
        <w:t>ตรา</w:t>
      </w:r>
      <w:r w:rsidRPr="00B91120">
        <w:rPr>
          <w:rFonts w:hint="cs"/>
          <w:cs/>
        </w:rPr>
        <w:t>ชั่งข้างหนึ่ง</w:t>
      </w:r>
      <w:r w:rsidRPr="00B91120">
        <w:rPr>
          <w:cs/>
        </w:rPr>
        <w:t xml:space="preserve"> </w:t>
      </w:r>
      <w:r w:rsidR="00E81720" w:rsidRPr="00B91120">
        <w:rPr>
          <w:rFonts w:hint="cs"/>
          <w:cs/>
        </w:rPr>
        <w:t xml:space="preserve">แล้ววางความศรัทธาของอะลี </w:t>
      </w:r>
      <w:r w:rsidR="00E8172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E81720" w:rsidRPr="00B91120">
        <w:rPr>
          <w:rFonts w:hint="cs"/>
          <w:cs/>
        </w:rPr>
        <w:t>) ลงบนตราชั่งอีกข้างหนึ่</w:t>
      </w:r>
      <w:r w:rsidR="00E81720" w:rsidRPr="00B91120">
        <w:rPr>
          <w:cs/>
        </w:rPr>
        <w:t>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แน่นอนมันจะต้องเบากว่าความศรัทธาของอะลี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</w:t>
      </w:r>
      <w:r w:rsidR="00E81720" w:rsidRPr="00B91120">
        <w:rPr>
          <w:rFonts w:cs="Times New Roman" w:hint="eastAsia"/>
          <w:lang w:bidi="ar-SA"/>
        </w:rPr>
        <w:t>”</w:t>
      </w:r>
      <w:r w:rsidR="00E8172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๒</w:t>
      </w:r>
      <w:r w:rsidRPr="00B91120">
        <w:rPr>
          <w:cs/>
        </w:rPr>
        <w:t>)</w:t>
      </w:r>
    </w:p>
    <w:p w:rsidR="00E81720" w:rsidRPr="00B91120" w:rsidRDefault="00E81720" w:rsidP="00E81720">
      <w:pPr>
        <w:pStyle w:val="libNormal"/>
        <w:ind w:left="289" w:firstLine="0"/>
        <w:rPr>
          <w:rFonts w:cs="Times New Roman"/>
          <w:lang w:bidi="ar-SA"/>
        </w:rPr>
      </w:pPr>
      <w:r>
        <w:rPr>
          <w:rFonts w:hint="cs"/>
          <w:cs/>
        </w:rPr>
        <w:t>---------------------------------------------------------------------------</w:t>
      </w:r>
    </w:p>
    <w:p w:rsidR="00E81720" w:rsidRPr="00E81720" w:rsidRDefault="00AE7015" w:rsidP="00AE7015">
      <w:pPr>
        <w:pStyle w:val="libArFootnote"/>
        <w:bidi w:val="0"/>
      </w:pPr>
      <w:bookmarkStart w:id="148" w:name="_Toc414269016"/>
      <w:r>
        <w:rPr>
          <w:rFonts w:ascii="Angsana New" w:hAnsi="Angsana New" w:cs="Angsana New" w:hint="cs"/>
          <w:szCs w:val="24"/>
          <w:cs/>
          <w:lang w:bidi="th-TH"/>
        </w:rPr>
        <w:t>(๒)</w:t>
      </w:r>
      <w:r w:rsidR="00E81720" w:rsidRPr="00E81720">
        <w:rPr>
          <w:szCs w:val="24"/>
          <w:rtl/>
          <w:cs/>
        </w:rPr>
        <w:t xml:space="preserve">. </w:t>
      </w:r>
      <w:r w:rsidR="00E81720" w:rsidRPr="00E81720">
        <w:rPr>
          <w:rFonts w:ascii="Angsana New" w:hAnsi="Angsana New" w:cs="Angsana New" w:hint="cs"/>
          <w:szCs w:val="24"/>
          <w:cs/>
          <w:lang w:bidi="th-TH"/>
        </w:rPr>
        <w:t>อัล</w:t>
      </w:r>
      <w:r w:rsidR="00E81720" w:rsidRPr="00E81720">
        <w:rPr>
          <w:szCs w:val="24"/>
          <w:rtl/>
          <w:cs/>
        </w:rPr>
        <w:t>-</w:t>
      </w:r>
      <w:r w:rsidR="00E81720" w:rsidRPr="00E81720">
        <w:rPr>
          <w:rFonts w:ascii="Angsana New" w:hAnsi="Angsana New" w:cs="Angsana New" w:hint="cs"/>
          <w:szCs w:val="24"/>
          <w:cs/>
          <w:lang w:bidi="th-TH"/>
        </w:rPr>
        <w:t>เฆาะดีร</w:t>
      </w:r>
      <w:r w:rsidR="00E81720" w:rsidRPr="00E81720">
        <w:rPr>
          <w:szCs w:val="24"/>
          <w:rtl/>
          <w:cs/>
        </w:rPr>
        <w:t xml:space="preserve"> </w:t>
      </w:r>
      <w:r w:rsidR="00E81720" w:rsidRPr="00E81720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="00E81720" w:rsidRPr="00E81720">
        <w:rPr>
          <w:szCs w:val="24"/>
          <w:rtl/>
          <w:cs/>
        </w:rPr>
        <w:t xml:space="preserve"> </w:t>
      </w:r>
      <w:r w:rsidR="00E81720" w:rsidRPr="00E81720">
        <w:rPr>
          <w:rFonts w:ascii="Angsana New" w:hAnsi="Angsana New" w:cs="Angsana New" w:hint="cs"/>
          <w:szCs w:val="24"/>
          <w:cs/>
          <w:lang w:bidi="th-TH"/>
        </w:rPr>
        <w:t>๒</w:t>
      </w:r>
      <w:r w:rsidR="00E81720" w:rsidRPr="00E81720">
        <w:rPr>
          <w:szCs w:val="24"/>
          <w:rtl/>
          <w:cs/>
        </w:rPr>
        <w:t xml:space="preserve"> </w:t>
      </w:r>
      <w:r w:rsidR="00E81720" w:rsidRPr="00E81720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E81720" w:rsidRPr="00E81720">
        <w:rPr>
          <w:szCs w:val="24"/>
          <w:rtl/>
          <w:cs/>
        </w:rPr>
        <w:t xml:space="preserve"> </w:t>
      </w:r>
      <w:r w:rsidR="00E81720" w:rsidRPr="00E81720">
        <w:rPr>
          <w:rFonts w:ascii="Angsana New" w:hAnsi="Angsana New" w:cs="Angsana New" w:hint="cs"/>
          <w:szCs w:val="24"/>
          <w:cs/>
          <w:lang w:bidi="th-TH"/>
        </w:rPr>
        <w:t>๒๙๙</w:t>
      </w:r>
      <w:r w:rsidR="00E81720" w:rsidRPr="00E81720">
        <w:rPr>
          <w:szCs w:val="24"/>
          <w:rtl/>
          <w:cs/>
        </w:rPr>
        <w:t xml:space="preserve"> </w:t>
      </w:r>
      <w:r w:rsidR="00E81720" w:rsidRPr="00E81720">
        <w:rPr>
          <w:rFonts w:ascii="Angsana New" w:hAnsi="Angsana New" w:cs="Angsana New" w:hint="cs"/>
          <w:szCs w:val="24"/>
          <w:cs/>
          <w:lang w:bidi="th-TH"/>
        </w:rPr>
        <w:t>รายงานจาก</w:t>
      </w:r>
      <w:r w:rsidR="00E81720" w:rsidRPr="00E81720">
        <w:rPr>
          <w:szCs w:val="24"/>
          <w:rtl/>
          <w:cs/>
        </w:rPr>
        <w:t xml:space="preserve"> </w:t>
      </w:r>
      <w:r w:rsidR="00E81720" w:rsidRPr="00E81720">
        <w:rPr>
          <w:rFonts w:ascii="Angsana New" w:hAnsi="Angsana New" w:cs="Angsana New" w:hint="cs"/>
          <w:szCs w:val="24"/>
          <w:cs/>
          <w:lang w:bidi="th-TH"/>
        </w:rPr>
        <w:t>อัด</w:t>
      </w:r>
      <w:r w:rsidR="00E81720" w:rsidRPr="00E81720">
        <w:rPr>
          <w:szCs w:val="24"/>
          <w:rtl/>
          <w:cs/>
        </w:rPr>
        <w:t>-</w:t>
      </w:r>
      <w:r w:rsidR="00E81720" w:rsidRPr="00E81720">
        <w:rPr>
          <w:rFonts w:ascii="Angsana New" w:hAnsi="Angsana New" w:cs="Angsana New" w:hint="cs"/>
          <w:szCs w:val="24"/>
          <w:cs/>
          <w:lang w:bidi="th-TH"/>
        </w:rPr>
        <w:t>ดารุกุฎนี</w:t>
      </w:r>
      <w:r w:rsidR="00E81720" w:rsidRPr="00E81720">
        <w:rPr>
          <w:szCs w:val="24"/>
          <w:rtl/>
          <w:cs/>
        </w:rPr>
        <w:t xml:space="preserve"> </w:t>
      </w:r>
      <w:r w:rsidR="00E81720" w:rsidRPr="00E81720">
        <w:rPr>
          <w:rFonts w:ascii="Angsana New" w:hAnsi="Angsana New" w:cs="Angsana New" w:hint="cs"/>
          <w:szCs w:val="24"/>
          <w:cs/>
          <w:lang w:bidi="th-TH"/>
        </w:rPr>
        <w:t>และอิบนุอะซากิร</w:t>
      </w:r>
      <w:bookmarkEnd w:id="148"/>
    </w:p>
    <w:p w:rsidR="00E81720" w:rsidRDefault="00E81720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๓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ในศอฮี้ฮ์บุคอรีและมุสลิมมีรายงานบทหนึ่งจากสะอัด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บินอะบีวักกอซ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ท่านกล่าวว่า</w:t>
      </w:r>
    </w:p>
    <w:p w:rsidR="00E81720" w:rsidRDefault="00C85AFD" w:rsidP="00E81720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แท้จริงท่านศาสนทูตแห่งอัลลอฮ์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ได้แต่งตั้ง</w:t>
      </w:r>
      <w:r w:rsidR="00E81720">
        <w:rPr>
          <w:rFonts w:hint="cs"/>
          <w:cs/>
        </w:rPr>
        <w:t xml:space="preserve"> </w:t>
      </w:r>
      <w:r w:rsidRPr="00B91120">
        <w:rPr>
          <w:rFonts w:hint="cs"/>
          <w:cs/>
        </w:rPr>
        <w:t>อะลี</w:t>
      </w:r>
      <w:r w:rsidR="00E81720"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ร</w:t>
      </w:r>
      <w:r w:rsidRPr="00B91120">
        <w:rPr>
          <w:cs/>
        </w:rPr>
        <w:t>.</w:t>
      </w:r>
      <w:r w:rsidRPr="00B91120">
        <w:rPr>
          <w:rFonts w:hint="cs"/>
          <w:cs/>
        </w:rPr>
        <w:t>ฎ</w:t>
      </w:r>
      <w:r w:rsidRPr="00B91120">
        <w:rPr>
          <w:cs/>
        </w:rPr>
        <w:t>.)</w:t>
      </w:r>
      <w:r w:rsidRPr="00B91120">
        <w:rPr>
          <w:rFonts w:hint="cs"/>
          <w:cs/>
        </w:rPr>
        <w:t>ให้เป็นผู้ปกครองแทนท่านในสงครามตาบูก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="00E81720"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="00E81720">
        <w:rPr>
          <w:rFonts w:hint="cs"/>
          <w:cs/>
        </w:rPr>
        <w:t xml:space="preserve"> </w:t>
      </w:r>
      <w:r w:rsidRPr="00B91120">
        <w:rPr>
          <w:rFonts w:hint="cs"/>
          <w:cs/>
        </w:rPr>
        <w:t>ได้กล่าวว่า</w:t>
      </w:r>
    </w:p>
    <w:p w:rsidR="00C85AFD" w:rsidRDefault="00C85AFD" w:rsidP="00E81720">
      <w:pPr>
        <w:pStyle w:val="libNormal"/>
        <w:rPr>
          <w:rFonts w:cs="Cordia New"/>
          <w:szCs w:val="40"/>
        </w:rPr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E81720" w:rsidRPr="00B91120">
        <w:rPr>
          <w:rFonts w:hint="cs"/>
          <w:cs/>
        </w:rPr>
        <w:t xml:space="preserve">ข้าแต่ท่านศาสนทูตแห่งอัลลอฮ์ </w:t>
      </w:r>
      <w:r w:rsidR="00E81720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ท่านจะทิ้งฉันไว้ให้อยู่กับบรรดาสตรีและเด็กๆ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กระนั้นหรือ</w:t>
      </w:r>
      <w:r w:rsidRPr="00B91120">
        <w:rPr>
          <w:rFonts w:cs="Times New Roman"/>
          <w:lang w:bidi="ar-SA"/>
        </w:rPr>
        <w:t>?”</w:t>
      </w:r>
    </w:p>
    <w:p w:rsidR="00E81720" w:rsidRPr="00E81720" w:rsidRDefault="00E81720" w:rsidP="00E81720">
      <w:pPr>
        <w:pStyle w:val="libNormal"/>
        <w:rPr>
          <w:rFonts w:cs="Cordia New"/>
          <w:szCs w:val="40"/>
        </w:rPr>
      </w:pPr>
    </w:p>
    <w:p w:rsidR="00C85AFD" w:rsidRDefault="00C85AFD" w:rsidP="00E81720">
      <w:pPr>
        <w:pStyle w:val="libNormal"/>
        <w:ind w:firstLine="0"/>
      </w:pPr>
      <w:r w:rsidRPr="00B91120">
        <w:rPr>
          <w:rFonts w:hint="cs"/>
          <w:cs/>
        </w:rPr>
        <w:t>ท่านนบี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เธอไม่พอใจดอกหรือที่เธอกับฉันมีตำแหน่ง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เช่น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ฮารูนกับมูซา</w:t>
      </w:r>
      <w:r w:rsidR="00E81720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เพียงแต่ว่าจะไม่มีนบีภายหลังจากฉันแล้วเท่านั้นเอง</w:t>
      </w:r>
      <w:r w:rsidR="00E81720"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๓</w:t>
      </w:r>
      <w:r w:rsidRPr="00B91120">
        <w:rPr>
          <w:cs/>
        </w:rPr>
        <w:t>)</w:t>
      </w:r>
    </w:p>
    <w:p w:rsidR="00E81720" w:rsidRDefault="00E81720" w:rsidP="00E81720">
      <w:pPr>
        <w:pStyle w:val="libNormal"/>
        <w:ind w:firstLine="0"/>
      </w:pPr>
      <w:r>
        <w:rPr>
          <w:rFonts w:hint="cs"/>
          <w:cs/>
        </w:rPr>
        <w:t>-------------------------------------------------------</w:t>
      </w:r>
    </w:p>
    <w:p w:rsidR="00E81720" w:rsidRPr="00E81720" w:rsidRDefault="00AE7015" w:rsidP="00E81720">
      <w:pPr>
        <w:pStyle w:val="libArFootnote"/>
        <w:bidi w:val="0"/>
      </w:pPr>
      <w:bookmarkStart w:id="149" w:name="_Toc414269017"/>
      <w:r>
        <w:rPr>
          <w:rFonts w:ascii="Angsana New" w:hAnsi="Angsana New" w:cs="Angsana New" w:hint="cs"/>
          <w:szCs w:val="24"/>
          <w:cs/>
          <w:lang w:bidi="th-TH"/>
        </w:rPr>
        <w:t>(</w:t>
      </w:r>
      <w:r w:rsidR="00E81720" w:rsidRPr="00E81720">
        <w:rPr>
          <w:rFonts w:ascii="Angsana New" w:hAnsi="Angsana New" w:cs="Angsana New" w:hint="cs"/>
          <w:szCs w:val="24"/>
          <w:cs/>
          <w:lang w:bidi="th-TH"/>
        </w:rPr>
        <w:t>๓</w:t>
      </w:r>
      <w:r w:rsidR="00E81720" w:rsidRPr="00E81720">
        <w:rPr>
          <w:szCs w:val="24"/>
          <w:rtl/>
          <w:cs/>
        </w:rPr>
        <w:t>.</w:t>
      </w:r>
      <w:r>
        <w:rPr>
          <w:rFonts w:cs="Cordia New" w:hint="cs"/>
          <w:szCs w:val="30"/>
          <w:cs/>
          <w:lang w:bidi="th-TH"/>
        </w:rPr>
        <w:t>)</w:t>
      </w:r>
      <w:r w:rsidR="00E81720" w:rsidRPr="00E81720">
        <w:rPr>
          <w:szCs w:val="24"/>
          <w:rtl/>
          <w:cs/>
        </w:rPr>
        <w:t xml:space="preserve"> </w:t>
      </w:r>
      <w:r w:rsidR="00E81720" w:rsidRPr="00E81720">
        <w:rPr>
          <w:rFonts w:ascii="Angsana New" w:hAnsi="Angsana New" w:cs="Angsana New" w:hint="cs"/>
          <w:szCs w:val="24"/>
          <w:cs/>
          <w:lang w:bidi="th-TH"/>
        </w:rPr>
        <w:t>ตัชกิเราะตุลเคาะวาศ</w:t>
      </w:r>
      <w:r w:rsidR="00E81720" w:rsidRPr="00E81720">
        <w:rPr>
          <w:szCs w:val="24"/>
          <w:rtl/>
          <w:cs/>
        </w:rPr>
        <w:t xml:space="preserve"> </w:t>
      </w:r>
      <w:r w:rsidR="00E81720" w:rsidRPr="00E81720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E81720" w:rsidRPr="00E81720">
        <w:rPr>
          <w:szCs w:val="24"/>
          <w:rtl/>
          <w:cs/>
        </w:rPr>
        <w:t xml:space="preserve"> </w:t>
      </w:r>
      <w:r w:rsidR="00E81720" w:rsidRPr="00E81720">
        <w:rPr>
          <w:rFonts w:ascii="Angsana New" w:hAnsi="Angsana New" w:cs="Angsana New" w:hint="cs"/>
          <w:szCs w:val="24"/>
          <w:cs/>
          <w:lang w:bidi="th-TH"/>
        </w:rPr>
        <w:t>๑๑</w:t>
      </w:r>
      <w:bookmarkEnd w:id="149"/>
    </w:p>
    <w:p w:rsidR="00E81720" w:rsidRDefault="00E81720" w:rsidP="00E81720">
      <w:pPr>
        <w:pStyle w:val="libNormal"/>
        <w:ind w:firstLine="0"/>
      </w:pPr>
    </w:p>
    <w:p w:rsidR="00E81720" w:rsidRDefault="00E81720" w:rsidP="00E81720">
      <w:pPr>
        <w:pStyle w:val="libNormal"/>
        <w:ind w:firstLine="0"/>
      </w:pPr>
    </w:p>
    <w:p w:rsidR="00E81720" w:rsidRDefault="00E81720" w:rsidP="00E81720">
      <w:pPr>
        <w:pStyle w:val="libNormal"/>
        <w:ind w:firstLine="0"/>
      </w:pPr>
    </w:p>
    <w:p w:rsidR="00E81720" w:rsidRDefault="00E81720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E81720" w:rsidRPr="00B91120" w:rsidRDefault="00E81720" w:rsidP="00E81720">
      <w:pPr>
        <w:pStyle w:val="libNormal"/>
        <w:ind w:firstLine="0"/>
        <w:rPr>
          <w:rFonts w:cs="Times New Roman"/>
          <w:lang w:bidi="ar-SA"/>
        </w:rPr>
      </w:pPr>
    </w:p>
    <w:p w:rsidR="00C85AFD" w:rsidRDefault="003D0649" w:rsidP="003D0649">
      <w:pPr>
        <w:pStyle w:val="libNormal"/>
        <w:ind w:firstLine="0"/>
      </w:pPr>
      <w:r>
        <w:rPr>
          <w:rFonts w:hint="cs"/>
          <w:cs/>
        </w:rPr>
        <w:t>๔.</w:t>
      </w:r>
      <w:r w:rsidR="00C85AFD" w:rsidRPr="00B91120">
        <w:rPr>
          <w:rFonts w:hint="cs"/>
          <w:cs/>
        </w:rPr>
        <w:t>รายงานบทหนึ่งจากท่านอะนัสความว่า</w:t>
      </w:r>
      <w:r w:rsidR="00C85AFD" w:rsidRPr="00B91120">
        <w:rPr>
          <w:cs/>
        </w:rPr>
        <w:t xml:space="preserve"> </w:t>
      </w:r>
      <w:r w:rsidR="00C85AFD" w:rsidRPr="00B91120">
        <w:rPr>
          <w:rFonts w:cs="Times New Roman"/>
          <w:lang w:bidi="ar-SA"/>
        </w:rPr>
        <w:t>“</w:t>
      </w:r>
      <w:r w:rsidR="00E81720" w:rsidRPr="00B91120">
        <w:rPr>
          <w:rFonts w:hint="cs"/>
          <w:cs/>
        </w:rPr>
        <w:t xml:space="preserve">ฉันเคยอยู่กับท่านศาสนทูตแห่งอัลลอฮ์ </w:t>
      </w:r>
      <w:r w:rsidR="00E81720" w:rsidRPr="00B91120">
        <w:rPr>
          <w:cs/>
        </w:rPr>
        <w:t>(</w:t>
      </w:r>
      <w:r w:rsidR="00C85AFD" w:rsidRPr="00B91120">
        <w:rPr>
          <w:rFonts w:hint="cs"/>
          <w:cs/>
        </w:rPr>
        <w:t>ศ</w:t>
      </w:r>
      <w:r w:rsidR="00C85AFD" w:rsidRPr="00B91120">
        <w:rPr>
          <w:cs/>
        </w:rPr>
        <w:t xml:space="preserve">) </w:t>
      </w:r>
      <w:r w:rsidR="00C85AFD" w:rsidRPr="00B91120">
        <w:rPr>
          <w:rFonts w:hint="cs"/>
          <w:cs/>
        </w:rPr>
        <w:t>ซึ่งฉันก็ได้เห็นอะลีอยู่เบื้องหน้า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ท่านกล่าวว่า</w:t>
      </w:r>
      <w:r w:rsidR="00C85AFD" w:rsidRPr="00B91120">
        <w:rPr>
          <w:cs/>
        </w:rPr>
        <w:t xml:space="preserve"> </w:t>
      </w:r>
      <w:r w:rsidR="00C85AFD" w:rsidRPr="00B91120">
        <w:rPr>
          <w:rFonts w:cs="Times New Roman"/>
          <w:lang w:bidi="ar-SA"/>
        </w:rPr>
        <w:t>“</w:t>
      </w:r>
      <w:r w:rsidR="00C85AFD" w:rsidRPr="00B91120">
        <w:rPr>
          <w:rFonts w:hint="cs"/>
          <w:cs/>
        </w:rPr>
        <w:t>ฉันและคน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ๆ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นี้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คือข้อพิสูจน์สำหรับประชาชาติของฉันในวันฟื้นคืนชีพ</w:t>
      </w:r>
      <w:r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(</w:t>
      </w:r>
      <w:r w:rsidR="00C85AFD" w:rsidRPr="00B91120">
        <w:rPr>
          <w:rFonts w:hint="cs"/>
          <w:cs/>
        </w:rPr>
        <w:t>๔</w:t>
      </w:r>
      <w:r w:rsidR="00C85AFD" w:rsidRPr="00B91120">
        <w:rPr>
          <w:cs/>
        </w:rPr>
        <w:t>)</w:t>
      </w:r>
    </w:p>
    <w:p w:rsidR="003D0649" w:rsidRPr="00B91120" w:rsidRDefault="003D0649" w:rsidP="003D0649">
      <w:pPr>
        <w:pStyle w:val="libNormal"/>
        <w:ind w:left="289" w:firstLine="0"/>
        <w:rPr>
          <w:rFonts w:cs="Times New Roman"/>
          <w:lang w:bidi="ar-SA"/>
        </w:rPr>
      </w:pPr>
    </w:p>
    <w:p w:rsidR="00C85AFD" w:rsidRPr="00B91120" w:rsidRDefault="00C85AFD" w:rsidP="003D0649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๕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เมื่อครั้งที่ท่านศาสนทูตแห่งอัลลอฮ์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ได้กล่าวคำเทศนาเกี่ยวกับเรื่องความดีงามของเดือนรอมฎอน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อันเป็นที่รู้กันมาตลอดนั้น</w:t>
      </w:r>
    </w:p>
    <w:p w:rsidR="003D0649" w:rsidRDefault="00C85AFD" w:rsidP="003D0649">
      <w:pPr>
        <w:pStyle w:val="libNormal"/>
        <w:ind w:firstLine="0"/>
      </w:pPr>
      <w:r w:rsidRPr="00B91120">
        <w:rPr>
          <w:rFonts w:hint="cs"/>
          <w:cs/>
        </w:rPr>
        <w:t>ท่านอะมีรุลมุมีนีน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</w:p>
    <w:p w:rsidR="00C85AFD" w:rsidRPr="00B91120" w:rsidRDefault="00C85AFD" w:rsidP="003D0649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โอ้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ท่านศาสนทูตแห่งอัลลอฮ์</w:t>
      </w:r>
      <w:r w:rsidR="003D0649">
        <w:rPr>
          <w:rFonts w:hint="cs"/>
          <w:cs/>
        </w:rPr>
        <w:t xml:space="preserve"> 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="003D0649">
        <w:rPr>
          <w:rFonts w:hint="cs"/>
          <w:cs/>
        </w:rPr>
        <w:t xml:space="preserve"> </w:t>
      </w:r>
      <w:r w:rsidR="003D0649" w:rsidRPr="00B91120">
        <w:rPr>
          <w:rFonts w:hint="cs"/>
          <w:cs/>
        </w:rPr>
        <w:t>ในเดือนนี้อะไรที่เป็นงานซึ่งมีความประเสริฐที่สุด</w:t>
      </w:r>
      <w:r w:rsidR="003D0649" w:rsidRPr="00B91120">
        <w:rPr>
          <w:rFonts w:hint="cs"/>
        </w:rPr>
        <w:t>?</w:t>
      </w:r>
      <w:r w:rsidR="003D0649" w:rsidRPr="00B91120">
        <w:rPr>
          <w:rFonts w:hint="cs"/>
          <w:cs/>
        </w:rPr>
        <w:t>”</w:t>
      </w:r>
    </w:p>
    <w:p w:rsidR="00C85AFD" w:rsidRPr="00B91120" w:rsidRDefault="00C85AFD" w:rsidP="003D0649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ท่านตอบว่า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พ่อของฮะซันเอ๋ย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งานที่ประเสริฐที่สุดสำหรับเดือนนี้คือ</w:t>
      </w:r>
      <w:r w:rsidRPr="00B91120">
        <w:rPr>
          <w:cs/>
        </w:rPr>
        <w:t xml:space="preserve"> </w:t>
      </w:r>
      <w:r w:rsidR="003D0649" w:rsidRPr="00B91120">
        <w:rPr>
          <w:rFonts w:hint="cs"/>
          <w:cs/>
        </w:rPr>
        <w:t xml:space="preserve">การระมัดระวังตัวให้พ้นจากสิ่งต้องห้ามของอัลลอฮ์ </w:t>
      </w:r>
      <w:r w:rsidR="003D0649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cs="Times New Roman"/>
          <w:lang w:bidi="ar-SA"/>
        </w:rPr>
        <w:t>”</w:t>
      </w:r>
    </w:p>
    <w:p w:rsidR="00C85AFD" w:rsidRPr="00B91120" w:rsidRDefault="00C85AFD" w:rsidP="003D0649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จากนั้นท่านก็ร้องไห้</w:t>
      </w:r>
    </w:p>
    <w:p w:rsidR="00C85AFD" w:rsidRPr="00B91120" w:rsidRDefault="00C85AFD" w:rsidP="003D0649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3D0649" w:rsidRPr="00B91120">
        <w:rPr>
          <w:rFonts w:hint="cs"/>
          <w:cs/>
        </w:rPr>
        <w:t xml:space="preserve">โอ้ท่านศาสนทูตแห่งอัลลอฮ์ </w:t>
      </w:r>
      <w:r w:rsidR="003D0649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3D0649" w:rsidRPr="00B91120">
        <w:rPr>
          <w:rFonts w:hint="cs"/>
          <w:cs/>
        </w:rPr>
        <w:t>) เหตุใดท่านจึงร้องไห้</w:t>
      </w:r>
      <w:r w:rsidR="003D0649" w:rsidRPr="00B91120">
        <w:rPr>
          <w:rFonts w:hint="cs"/>
        </w:rPr>
        <w:t>?</w:t>
      </w:r>
      <w:r w:rsidR="003D0649" w:rsidRPr="00B91120">
        <w:rPr>
          <w:rFonts w:hint="cs"/>
          <w:cs/>
        </w:rPr>
        <w:t>”</w:t>
      </w:r>
    </w:p>
    <w:p w:rsidR="003D0649" w:rsidRPr="003D0649" w:rsidRDefault="00C85AFD" w:rsidP="003D0649">
      <w:pPr>
        <w:pStyle w:val="libNormal"/>
        <w:ind w:firstLine="0"/>
        <w:rPr>
          <w:rFonts w:cs="Cordia New"/>
          <w:szCs w:val="40"/>
        </w:rPr>
      </w:pPr>
      <w:r w:rsidRPr="00B91120">
        <w:rPr>
          <w:rFonts w:hint="cs"/>
          <w:cs/>
        </w:rPr>
        <w:t>ท่านตอบว่า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อะลีเอ๋ย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ที่ฉันร้องไห้ก็เพราะว่า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ในเดือนนี้จะมีเหตุการณ์ที่ทำให้เธอต้องเสียชีวิตในขณะที่เธอนมาซเพื่อพระผู้อภิบาลของเธออยู่นั้น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ที่ชั่วร้ายที่สุดนับตั้งแต่มนุษย์ยุคแรกถึงมนุษย์สุดท้ายที่ชั่วร้ายถึงขนาดฆ่าอูฐตัวหนึ่งของชาวษะมู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มันได้ฟาดฟันลงบนต้นคอของเธอจนเลือดได้หลั่งไหลชโลมเคราของเธอ</w:t>
      </w:r>
      <w:r w:rsidR="003D0649">
        <w:rPr>
          <w:rFonts w:cs="Cordia New" w:hint="cs"/>
          <w:szCs w:val="40"/>
          <w:cs/>
        </w:rPr>
        <w:t>”</w:t>
      </w:r>
    </w:p>
    <w:p w:rsidR="003D0649" w:rsidRDefault="00C85AFD" w:rsidP="003D0649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ท่านอะมีรุลมุมีนีน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3D0649" w:rsidRPr="00B91120">
        <w:rPr>
          <w:rFonts w:hint="cs"/>
          <w:cs/>
        </w:rPr>
        <w:t xml:space="preserve">ข้าแต่ท่านศาสนทูตแห่งอัลลอฮ์ </w:t>
      </w:r>
      <w:r w:rsidR="003D0649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เหตุการณ์นี้เกิดขึ้นเพื่อความอยู่รอดแห่งศาสนาของฉันใช่ไหม</w:t>
      </w:r>
      <w:r w:rsidRPr="00B91120">
        <w:rPr>
          <w:rFonts w:cs="Times New Roman"/>
          <w:lang w:bidi="ar-SA"/>
        </w:rPr>
        <w:t>?</w:t>
      </w:r>
    </w:p>
    <w:p w:rsidR="003D0649" w:rsidRPr="003D0649" w:rsidRDefault="003D0649" w:rsidP="003D0649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---------------------------------------------</w:t>
      </w:r>
    </w:p>
    <w:p w:rsidR="003D0649" w:rsidRPr="003D0649" w:rsidRDefault="00AE7015" w:rsidP="003D0649">
      <w:pPr>
        <w:pStyle w:val="libArFootnote"/>
        <w:bidi w:val="0"/>
        <w:rPr>
          <w:szCs w:val="24"/>
          <w:rtl/>
          <w:cs/>
        </w:rPr>
      </w:pPr>
      <w:bookmarkStart w:id="150" w:name="_Toc414269018"/>
      <w:r>
        <w:rPr>
          <w:rFonts w:ascii="Angsana New" w:hAnsi="Angsana New" w:cs="Angsana New" w:hint="cs"/>
          <w:szCs w:val="24"/>
          <w:cs/>
          <w:lang w:bidi="th-TH"/>
        </w:rPr>
        <w:t>(</w:t>
      </w:r>
      <w:r w:rsidR="00C85AFD" w:rsidRPr="003D0649">
        <w:rPr>
          <w:rFonts w:ascii="Angsana New" w:hAnsi="Angsana New" w:cs="Angsana New" w:hint="cs"/>
          <w:szCs w:val="24"/>
          <w:cs/>
          <w:lang w:bidi="th-TH"/>
        </w:rPr>
        <w:t>๔</w:t>
      </w:r>
      <w:r>
        <w:rPr>
          <w:rFonts w:ascii="Angsana New" w:hAnsi="Angsana New" w:cs="Angsana New" w:hint="cs"/>
          <w:szCs w:val="24"/>
          <w:cs/>
          <w:lang w:bidi="th-TH"/>
        </w:rPr>
        <w:t>)</w:t>
      </w:r>
      <w:r w:rsidR="00C85AFD" w:rsidRPr="003D0649">
        <w:rPr>
          <w:szCs w:val="24"/>
          <w:rtl/>
          <w:cs/>
        </w:rPr>
        <w:t xml:space="preserve">. </w:t>
      </w:r>
      <w:r w:rsidR="00C85AFD" w:rsidRPr="003D0649">
        <w:rPr>
          <w:rFonts w:ascii="Angsana New" w:hAnsi="Angsana New" w:cs="Angsana New" w:hint="cs"/>
          <w:szCs w:val="24"/>
          <w:cs/>
          <w:lang w:bidi="th-TH"/>
        </w:rPr>
        <w:t>มะนากิบ</w:t>
      </w:r>
      <w:r w:rsidR="00C85AFD" w:rsidRPr="003D0649">
        <w:rPr>
          <w:szCs w:val="24"/>
          <w:rtl/>
          <w:cs/>
        </w:rPr>
        <w:t xml:space="preserve"> </w:t>
      </w:r>
      <w:r w:rsidR="00C85AFD" w:rsidRPr="003D0649">
        <w:rPr>
          <w:rFonts w:ascii="Angsana New" w:hAnsi="Angsana New" w:cs="Angsana New" w:hint="cs"/>
          <w:szCs w:val="24"/>
          <w:cs/>
          <w:lang w:bidi="th-TH"/>
        </w:rPr>
        <w:t>อะมีรุลมุมีนีน</w:t>
      </w:r>
      <w:r w:rsidR="00C85AFD" w:rsidRPr="003D0649">
        <w:rPr>
          <w:szCs w:val="24"/>
          <w:rtl/>
          <w:cs/>
        </w:rPr>
        <w:t>(</w:t>
      </w:r>
      <w:r w:rsidR="00C85AFD" w:rsidRPr="003D0649">
        <w:rPr>
          <w:rFonts w:ascii="Angsana New" w:hAnsi="Angsana New" w:cs="Angsana New" w:hint="cs"/>
          <w:szCs w:val="24"/>
          <w:cs/>
          <w:lang w:bidi="th-TH"/>
        </w:rPr>
        <w:t>อ</w:t>
      </w:r>
      <w:r w:rsidR="00C85AFD" w:rsidRPr="003D0649">
        <w:rPr>
          <w:szCs w:val="24"/>
          <w:rtl/>
          <w:cs/>
        </w:rPr>
        <w:t>)</w:t>
      </w:r>
      <w:r w:rsidR="00C85AFD" w:rsidRPr="003D0649">
        <w:rPr>
          <w:rFonts w:ascii="Angsana New" w:hAnsi="Angsana New" w:cs="Angsana New" w:hint="cs"/>
          <w:szCs w:val="24"/>
          <w:cs/>
          <w:lang w:bidi="th-TH"/>
        </w:rPr>
        <w:t>โดยอิบนุ</w:t>
      </w:r>
      <w:r w:rsidR="00C85AFD" w:rsidRPr="003D0649">
        <w:rPr>
          <w:szCs w:val="24"/>
          <w:rtl/>
          <w:cs/>
        </w:rPr>
        <w:t xml:space="preserve"> </w:t>
      </w:r>
      <w:r w:rsidR="00C85AFD" w:rsidRPr="003D0649">
        <w:rPr>
          <w:rFonts w:ascii="Angsana New" w:hAnsi="Angsana New" w:cs="Angsana New" w:hint="cs"/>
          <w:szCs w:val="24"/>
          <w:cs/>
          <w:lang w:bidi="th-TH"/>
        </w:rPr>
        <w:t>อัล</w:t>
      </w:r>
      <w:r w:rsidR="00C85AFD" w:rsidRPr="003D0649">
        <w:rPr>
          <w:szCs w:val="24"/>
          <w:rtl/>
          <w:cs/>
        </w:rPr>
        <w:t>-</w:t>
      </w:r>
      <w:r w:rsidR="00C85AFD" w:rsidRPr="003D0649">
        <w:rPr>
          <w:rFonts w:ascii="Angsana New" w:hAnsi="Angsana New" w:cs="Angsana New" w:hint="cs"/>
          <w:szCs w:val="24"/>
          <w:cs/>
          <w:lang w:bidi="th-TH"/>
        </w:rPr>
        <w:t>มะฆอซะลี</w:t>
      </w:r>
      <w:r w:rsidR="00C85AFD" w:rsidRPr="003D0649">
        <w:rPr>
          <w:szCs w:val="24"/>
          <w:rtl/>
          <w:cs/>
        </w:rPr>
        <w:t xml:space="preserve"> </w:t>
      </w:r>
      <w:r w:rsidR="00C85AFD" w:rsidRPr="003D0649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3D0649">
        <w:rPr>
          <w:szCs w:val="24"/>
          <w:rtl/>
          <w:cs/>
        </w:rPr>
        <w:t xml:space="preserve"> </w:t>
      </w:r>
      <w:r w:rsidR="00C85AFD" w:rsidRPr="003D0649">
        <w:rPr>
          <w:rFonts w:ascii="Angsana New" w:hAnsi="Angsana New" w:cs="Angsana New" w:hint="cs"/>
          <w:szCs w:val="24"/>
          <w:cs/>
          <w:lang w:bidi="th-TH"/>
        </w:rPr>
        <w:t>๔๕</w:t>
      </w:r>
      <w:bookmarkEnd w:id="150"/>
    </w:p>
    <w:p w:rsidR="003D0649" w:rsidRDefault="003D0649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3D0649" w:rsidRDefault="00C85AFD" w:rsidP="003D0649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เพื่อความอยู่รอดแห่งศาสนาของเธอ</w:t>
      </w:r>
      <w:r w:rsidR="003D0649">
        <w:rPr>
          <w:rFonts w:cs="Cordia New" w:hint="cs"/>
          <w:szCs w:val="40"/>
          <w:cs/>
        </w:rPr>
        <w:t>”</w:t>
      </w:r>
    </w:p>
    <w:p w:rsidR="003D0649" w:rsidRDefault="00C85AFD" w:rsidP="003D0649">
      <w:pPr>
        <w:pStyle w:val="libNormal"/>
      </w:pPr>
      <w:r w:rsidRPr="00B91120">
        <w:rPr>
          <w:rFonts w:hint="cs"/>
          <w:cs/>
        </w:rPr>
        <w:t>จากนั้นท่านได้กล่าวว่า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อะลีเอ๋ย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ผู้ใดที่สังหารเธอก็เท่ากับเขาได้สังหารฉัน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และผู้ใดทำให้เธอโกรธก็เท่ากับทำให้ฉันโกรธ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ผู้ใดประณามเธอก็เท่ากับประณามฉัน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เพราะว่าเธอมีฐานะเท่ากับตัวของฉัน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วิญญาณของเธอเหมือนกับวิญญาณของฉัน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เนื้อหนังของเธอก็คือเนื้อหนังของฉัน</w:t>
      </w:r>
    </w:p>
    <w:p w:rsidR="003D0649" w:rsidRDefault="00C85AFD" w:rsidP="003D0649">
      <w:pPr>
        <w:pStyle w:val="libNormal"/>
        <w:ind w:firstLine="0"/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แท้จริงอัลลอฮ์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สร้างฉันและเธอมาด้วยกัน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ทรงคัดเลือกฉันและเธอมาด้วยกัน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โดยทรงคัดเลือกฉันให้เป็นนบี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และคัดเลือกเธอให้เป็นอิมาม</w:t>
      </w:r>
      <w:r w:rsidRPr="00B91120">
        <w:rPr>
          <w:cs/>
        </w:rPr>
        <w:t xml:space="preserve"> </w:t>
      </w:r>
    </w:p>
    <w:p w:rsidR="00C85AFD" w:rsidRPr="00B91120" w:rsidRDefault="00C85AFD" w:rsidP="003D0649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ฉะนั้นผู้ใดที่ปฏิเสธตำแหน่งอิมามของเธอ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ก็เท่ากับปฏิเสธตำแหน่งนบีของฉัน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เธอคือบิดาแห่งบุตรชายของฉัน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เธอคือสามีแห่งบุตรสาวของฉัน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</w:t>
      </w:r>
    </w:p>
    <w:p w:rsidR="00C85AFD" w:rsidRPr="00B91120" w:rsidRDefault="00C85AFD" w:rsidP="003D0649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เป็นผู้ปกครองแทนฉันในหมู่ประชาชาติ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ทั้งในขณะที่ฉันยังมีชีวิตอยู่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และหลังจากที่ฉันได้ตายไปแล้ว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คำสั่งของเธอเท่ากับเป็นคำสั่งของฉัน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ข้อห้ามของเธอเท่ากับเป็นข้อห้ามของฉัน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ขอสาบานต่อพระองค์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ผู้ซึ่งแต่งตั้งฉันมาให้เป็นนบีและมอบตำแหน่ง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ค็อยรุล</w:t>
      </w:r>
      <w:r w:rsidRPr="00B91120">
        <w:rPr>
          <w:cs/>
        </w:rPr>
        <w:t>-</w:t>
      </w:r>
      <w:r w:rsidRPr="00B91120">
        <w:rPr>
          <w:rFonts w:hint="cs"/>
          <w:cs/>
        </w:rPr>
        <w:t>บะรียะฮ์</w:t>
      </w:r>
      <w:r w:rsidRPr="00B91120">
        <w:rPr>
          <w:cs/>
        </w:rPr>
        <w:t>(</w:t>
      </w:r>
      <w:r w:rsidRPr="00B91120">
        <w:rPr>
          <w:rFonts w:hint="cs"/>
          <w:cs/>
        </w:rPr>
        <w:t>ความดีงามที่ประเสริฐยิ่ง</w:t>
      </w:r>
      <w:r w:rsidRPr="00B91120">
        <w:rPr>
          <w:cs/>
        </w:rPr>
        <w:t>)</w:t>
      </w:r>
    </w:p>
    <w:p w:rsidR="00C85AFD" w:rsidRDefault="00C85AFD" w:rsidP="003D0649">
      <w:pPr>
        <w:pStyle w:val="libNormal"/>
        <w:ind w:firstLine="0"/>
      </w:pPr>
      <w:r w:rsidRPr="00B91120">
        <w:rPr>
          <w:rFonts w:hint="cs"/>
          <w:cs/>
        </w:rPr>
        <w:t>ให้แก่ฉัน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แท้จริงเธอคือข้อพิสูจน์ประการหนึ่งที่อัลลอฮ์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ทรงประทานให้แก่มวลมนุษย์และเป็นผู้ทำหน้าที่ปกครองที่พระองค์ทรงประทานมายังปวงบ่าวของพระองค์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๕</w:t>
      </w:r>
      <w:r w:rsidRPr="00B91120">
        <w:rPr>
          <w:cs/>
        </w:rPr>
        <w:t>)</w:t>
      </w:r>
    </w:p>
    <w:p w:rsidR="003D0649" w:rsidRPr="00B91120" w:rsidRDefault="003D0649" w:rsidP="003D0649">
      <w:pPr>
        <w:pStyle w:val="libNormal"/>
        <w:ind w:firstLine="0"/>
        <w:rPr>
          <w:rFonts w:cs="Times New Roman"/>
          <w:lang w:bidi="ar-SA"/>
        </w:rPr>
      </w:pPr>
      <w:r>
        <w:rPr>
          <w:rFonts w:hint="cs"/>
          <w:cs/>
        </w:rPr>
        <w:t>----------------------------------------------------</w:t>
      </w:r>
    </w:p>
    <w:p w:rsidR="003D0649" w:rsidRDefault="00AE7015" w:rsidP="003D0649">
      <w:pPr>
        <w:pStyle w:val="libArFootnote"/>
        <w:bidi w:val="0"/>
        <w:rPr>
          <w:rFonts w:ascii="Angsana New" w:hAnsi="Angsana New" w:cs="Angsana New"/>
          <w:szCs w:val="24"/>
          <w:rtl/>
          <w:cs/>
        </w:rPr>
      </w:pPr>
      <w:bookmarkStart w:id="151" w:name="_Toc414269019"/>
      <w:r>
        <w:rPr>
          <w:rFonts w:ascii="Angsana New" w:hAnsi="Angsana New" w:cs="Angsana New" w:hint="cs"/>
          <w:szCs w:val="24"/>
          <w:cs/>
          <w:lang w:bidi="th-TH"/>
        </w:rPr>
        <w:t>(</w:t>
      </w:r>
      <w:r w:rsidR="00C85AFD" w:rsidRPr="003D0649">
        <w:rPr>
          <w:rFonts w:ascii="Angsana New" w:hAnsi="Angsana New" w:cs="Angsana New" w:hint="cs"/>
          <w:szCs w:val="24"/>
          <w:cs/>
          <w:lang w:bidi="th-TH"/>
        </w:rPr>
        <w:t>๕</w:t>
      </w:r>
      <w:r w:rsidR="00C85AFD" w:rsidRPr="003D0649">
        <w:rPr>
          <w:szCs w:val="24"/>
          <w:rtl/>
          <w:cs/>
        </w:rPr>
        <w:t>.</w:t>
      </w:r>
      <w:r>
        <w:rPr>
          <w:rFonts w:cs="Cordia New" w:hint="cs"/>
          <w:szCs w:val="30"/>
          <w:cs/>
          <w:lang w:bidi="th-TH"/>
        </w:rPr>
        <w:t>)</w:t>
      </w:r>
      <w:r w:rsidR="00C85AFD" w:rsidRPr="003D0649">
        <w:rPr>
          <w:szCs w:val="24"/>
          <w:rtl/>
          <w:cs/>
        </w:rPr>
        <w:t xml:space="preserve"> </w:t>
      </w:r>
      <w:r w:rsidR="00C85AFD" w:rsidRPr="003D0649">
        <w:rPr>
          <w:rFonts w:ascii="Angsana New" w:hAnsi="Angsana New" w:cs="Angsana New" w:hint="cs"/>
          <w:szCs w:val="24"/>
          <w:cs/>
          <w:lang w:bidi="th-TH"/>
        </w:rPr>
        <w:t>จากหนังสืออุยูน</w:t>
      </w:r>
      <w:r w:rsidR="00C85AFD" w:rsidRPr="003D0649">
        <w:rPr>
          <w:szCs w:val="24"/>
          <w:rtl/>
          <w:cs/>
        </w:rPr>
        <w:t xml:space="preserve"> </w:t>
      </w:r>
      <w:r w:rsidR="00C85AFD" w:rsidRPr="003D0649">
        <w:rPr>
          <w:rFonts w:ascii="Angsana New" w:hAnsi="Angsana New" w:cs="Angsana New" w:hint="cs"/>
          <w:szCs w:val="24"/>
          <w:cs/>
          <w:lang w:bidi="th-TH"/>
        </w:rPr>
        <w:t>อัคบาร์</w:t>
      </w:r>
      <w:r w:rsidR="00C85AFD" w:rsidRPr="003D0649">
        <w:rPr>
          <w:szCs w:val="24"/>
          <w:rtl/>
          <w:cs/>
        </w:rPr>
        <w:t xml:space="preserve"> </w:t>
      </w:r>
      <w:r w:rsidR="00C85AFD" w:rsidRPr="003D0649">
        <w:rPr>
          <w:rFonts w:ascii="Angsana New" w:hAnsi="Angsana New" w:cs="Angsana New" w:hint="cs"/>
          <w:szCs w:val="24"/>
          <w:cs/>
          <w:lang w:bidi="th-TH"/>
        </w:rPr>
        <w:t>ริฏอ</w:t>
      </w:r>
      <w:r w:rsidR="00C85AFD" w:rsidRPr="003D0649">
        <w:rPr>
          <w:szCs w:val="24"/>
          <w:rtl/>
          <w:cs/>
        </w:rPr>
        <w:t xml:space="preserve"> </w:t>
      </w:r>
      <w:r w:rsidR="00C85AFD" w:rsidRPr="003D0649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="00C85AFD" w:rsidRPr="003D0649">
        <w:rPr>
          <w:szCs w:val="24"/>
          <w:rtl/>
          <w:cs/>
        </w:rPr>
        <w:t xml:space="preserve"> </w:t>
      </w:r>
      <w:r w:rsidR="00C85AFD" w:rsidRPr="003D0649">
        <w:rPr>
          <w:rFonts w:ascii="Angsana New" w:hAnsi="Angsana New" w:cs="Angsana New" w:hint="cs"/>
          <w:szCs w:val="24"/>
          <w:cs/>
          <w:lang w:bidi="th-TH"/>
        </w:rPr>
        <w:t>๑</w:t>
      </w:r>
      <w:r w:rsidR="00C85AFD" w:rsidRPr="003D0649">
        <w:rPr>
          <w:szCs w:val="24"/>
          <w:rtl/>
          <w:cs/>
        </w:rPr>
        <w:t xml:space="preserve"> </w:t>
      </w:r>
      <w:r w:rsidR="00C85AFD" w:rsidRPr="003D0649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3D0649">
        <w:rPr>
          <w:szCs w:val="24"/>
          <w:rtl/>
          <w:cs/>
        </w:rPr>
        <w:t xml:space="preserve"> </w:t>
      </w:r>
      <w:r w:rsidR="00C85AFD" w:rsidRPr="003D0649">
        <w:rPr>
          <w:rFonts w:ascii="Angsana New" w:hAnsi="Angsana New" w:cs="Angsana New" w:hint="cs"/>
          <w:szCs w:val="24"/>
          <w:cs/>
          <w:lang w:bidi="th-TH"/>
        </w:rPr>
        <w:t>๒๓๒</w:t>
      </w:r>
      <w:bookmarkEnd w:id="151"/>
    </w:p>
    <w:p w:rsidR="003D0649" w:rsidRDefault="003D0649">
      <w:pPr>
        <w:rPr>
          <w:rFonts w:ascii="Angsana New" w:eastAsia="Times New Roman" w:hAnsi="Angsana New" w:cs="Angsana New"/>
          <w:kern w:val="36"/>
          <w:rtl/>
          <w:cs/>
          <w:lang w:eastAsia="en-US"/>
        </w:rPr>
      </w:pPr>
      <w:r>
        <w:rPr>
          <w:rFonts w:ascii="Angsana New" w:hAnsi="Angsana New" w:cs="Angsana New"/>
        </w:rPr>
        <w:br w:type="page"/>
      </w:r>
    </w:p>
    <w:p w:rsidR="00C85AFD" w:rsidRPr="003D0649" w:rsidRDefault="00C85AFD" w:rsidP="003D0649">
      <w:pPr>
        <w:pStyle w:val="libArFootnote"/>
        <w:bidi w:val="0"/>
      </w:pPr>
    </w:p>
    <w:p w:rsidR="00C85AFD" w:rsidRDefault="00C85AFD" w:rsidP="003D0649">
      <w:pPr>
        <w:pStyle w:val="Heading1"/>
      </w:pPr>
      <w:bookmarkStart w:id="152" w:name="_Toc414269020"/>
      <w:r w:rsidRPr="00B91120">
        <w:rPr>
          <w:rFonts w:hint="cs"/>
          <w:cs/>
        </w:rPr>
        <w:t>วิถีชีวิตของท่านอะลี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bookmarkEnd w:id="152"/>
    </w:p>
    <w:p w:rsidR="003D0649" w:rsidRPr="003D0649" w:rsidRDefault="003D0649" w:rsidP="003D0649">
      <w:pPr>
        <w:pStyle w:val="libNormal"/>
      </w:pPr>
    </w:p>
    <w:p w:rsidR="00C85AFD" w:rsidRPr="00B91120" w:rsidRDefault="00C85AFD" w:rsidP="003D0649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สำหรับวิถีชีวิตของท่านศาสนทูตแห่งอัลลอฮ์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และจริยธรรมของท่านนั้น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ให้ความสำคัญอย่างใหญ่หลวง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ในด้านการเผยแพร่อิสลาม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ระวัติศาสตร์เกี่ยวกับอิสลามได้สอนให้เราได้เรียนรู้ถึงความเปลี่ยนแปลงอย่างใหญ่หลวงของโลกอาหรั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อันสืบเนื่องโดยจริยธรรมของท่านศาสนทูต</w:t>
      </w:r>
    </w:p>
    <w:p w:rsidR="00C85AFD" w:rsidRDefault="00C85AFD" w:rsidP="003D0649">
      <w:pPr>
        <w:pStyle w:val="libNormal"/>
        <w:ind w:firstLine="0"/>
      </w:pPr>
      <w:r w:rsidRPr="00B91120">
        <w:rPr>
          <w:rFonts w:hint="cs"/>
          <w:cs/>
        </w:rPr>
        <w:t>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ทั้งนี้อัลลอฮ์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ได้ทรงยกย่องคุณลักษณะของท่านไว้ว่า</w:t>
      </w:r>
    </w:p>
    <w:p w:rsidR="003D0649" w:rsidRPr="00B91120" w:rsidRDefault="003D0649" w:rsidP="003D0649">
      <w:pPr>
        <w:pStyle w:val="libNormal"/>
        <w:ind w:firstLine="0"/>
        <w:rPr>
          <w:rFonts w:cs="Times New Roman"/>
          <w:lang w:bidi="ar-SA"/>
        </w:rPr>
      </w:pPr>
    </w:p>
    <w:p w:rsidR="00C85AFD" w:rsidRDefault="00C85AFD" w:rsidP="00C85AFD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แท้จริง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เจ้ามีจริยธรรมอันยิ่งใหญ่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กอลัม</w:t>
      </w:r>
      <w:r w:rsidRPr="00B91120">
        <w:rPr>
          <w:cs/>
        </w:rPr>
        <w:t>/</w:t>
      </w:r>
      <w:r w:rsidRPr="00B91120">
        <w:rPr>
          <w:rFonts w:hint="cs"/>
          <w:cs/>
        </w:rPr>
        <w:t>๔</w:t>
      </w:r>
      <w:r w:rsidRPr="00B91120">
        <w:rPr>
          <w:cs/>
        </w:rPr>
        <w:t>)</w:t>
      </w:r>
    </w:p>
    <w:p w:rsidR="003D0649" w:rsidRPr="00B91120" w:rsidRDefault="003D0649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และพระองค์ทรงมีโองการอีกว่า</w:t>
      </w:r>
    </w:p>
    <w:p w:rsidR="00C85AFD" w:rsidRDefault="00C85AFD" w:rsidP="003D0649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และถ้าหากเจ้ามีจิตใจที่แข็งกระด้างแล้วไซร้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แน่นอนพวกเขาเหล่านั้นจะพากันวิ่งหนีออกจากเจ้า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อาลิอิ</w:t>
      </w:r>
      <w:r w:rsidR="003D0649">
        <w:rPr>
          <w:rFonts w:hint="cs"/>
          <w:cs/>
        </w:rPr>
        <w:t>ม</w:t>
      </w:r>
      <w:r w:rsidRPr="00B91120">
        <w:rPr>
          <w:rFonts w:hint="cs"/>
          <w:cs/>
        </w:rPr>
        <w:t>รอน</w:t>
      </w:r>
      <w:r w:rsidRPr="00B91120">
        <w:rPr>
          <w:cs/>
        </w:rPr>
        <w:t>/</w:t>
      </w:r>
      <w:r w:rsidRPr="00B91120">
        <w:rPr>
          <w:rFonts w:hint="cs"/>
          <w:cs/>
        </w:rPr>
        <w:t>๑๕๙</w:t>
      </w:r>
      <w:r w:rsidRPr="00B91120">
        <w:rPr>
          <w:cs/>
        </w:rPr>
        <w:t>)</w:t>
      </w:r>
    </w:p>
    <w:p w:rsidR="003D0649" w:rsidRPr="00B91120" w:rsidRDefault="003D0649" w:rsidP="003D0649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3D0649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ขณะเดียวกัน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วิถีชีวิตของท่านนบี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ในด้านอื่น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ก็ยังมีอีกมากมาย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เช่น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ความซื่อสัตย์</w:t>
      </w:r>
      <w:r w:rsidR="003D0649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สุจริต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ความอ่อนโยน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ความนอบน้อม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การมีจิตใจเผื่อแผ่และความกล้าหาญ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เป็นต้น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ซึ่งนับได้ว่าเป็นตัวอย่างที่สูงส่งในแง่ของความดีงามทั้งสิ้น</w:t>
      </w:r>
    </w:p>
    <w:p w:rsidR="003D0649" w:rsidRDefault="00C85AFD" w:rsidP="003D0649">
      <w:pPr>
        <w:pStyle w:val="libNormal"/>
        <w:rPr>
          <w:cs/>
        </w:rPr>
      </w:pPr>
      <w:r w:rsidRPr="00B91120">
        <w:rPr>
          <w:rFonts w:hint="cs"/>
          <w:cs/>
        </w:rPr>
        <w:t>ท่านอะมีรุลมุมีนีน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ผู้เป็นบุตรชายของลุงของท่าน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ได้พยายามดำเนินไปตามวิถีชีวิตของท่านมาโดยตลอด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ฉะนั้นการดำเนินชีวิตของท่านจึงขึ้นตรงตามแบบฉบับแห่งวิถีชีวิตของท่านศาสนทูตแห่งอัลลอฮ์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ทั้งในด้านแบบแผนแห่งจริยธรรมในด้านต่าง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ซึ่งประชาชาติในยุคปัจจุบันนี้</w:t>
      </w:r>
    </w:p>
    <w:p w:rsidR="003D0649" w:rsidRDefault="003D0649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3D0649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3D0649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จำเป็นต้องดัดแปลง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แต่งเติมวิถีชีวิตของตนเองและจริยธรรมของตนให้ได้มาตรฐานตามแบบแผนเหล่านี้ให้ได้</w:t>
      </w:r>
    </w:p>
    <w:p w:rsidR="00C85AFD" w:rsidRPr="00B91120" w:rsidRDefault="00C85AFD" w:rsidP="003D0649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สิ่งสำคัญที่เราจะกล่าวถึงในที่นี้ก็คือว่า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วิถีชีวิตของท่านอิมาม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นั้นคือสิ่งที่ถูกหล่อหลอมขึ้นมาโดยจริยธรรมต่าง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เหล่านี้นั่นเอง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และเราพึงได้ให้ความสำคัญกับการชี้นำเหล่านี้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เพื่อเราจะได้เข้าถึงความสุขและความผาสุกอย่างแท้จริง</w:t>
      </w:r>
    </w:p>
    <w:p w:rsidR="00C85AFD" w:rsidRDefault="00C85AFD" w:rsidP="003D0649">
      <w:pPr>
        <w:pStyle w:val="libNormal"/>
      </w:pPr>
      <w:r w:rsidRPr="00B91120">
        <w:rPr>
          <w:rFonts w:hint="cs"/>
          <w:cs/>
        </w:rPr>
        <w:t>คุณลักษณะต่าง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เหล่านี้เป็นเพียงประเด็นเล็กๆ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น้อยๆ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จากวิถีชีวิตของท่านอิมาม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นั่นคือ</w:t>
      </w:r>
    </w:p>
    <w:p w:rsidR="003D0649" w:rsidRPr="00B91120" w:rsidRDefault="003D0649" w:rsidP="003D0649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3D0649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ท่านสุวัยด์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ฆ็อฟละฮ์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ฉันเคยเข้าพบท่านอะลี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ในวันหนึ่งซึ่งในบ้านของท่านไม่มีอะไรรับรองเลย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นอกจากเสื่อเพียงผืนเดียวเท่านั้น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แล้วท่านก็ใช้เป็นสถานที่นั่ง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ฉันได้กล่าวแก่ท่านว่า</w:t>
      </w:r>
    </w:p>
    <w:p w:rsidR="00C85AFD" w:rsidRPr="003D0649" w:rsidRDefault="003D0649" w:rsidP="003D0649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85AFD" w:rsidRPr="00B91120">
        <w:rPr>
          <w:rFonts w:hint="cs"/>
          <w:cs/>
        </w:rPr>
        <w:t>ข้าแต่</w:t>
      </w:r>
      <w:r w:rsidR="00C85AFD" w:rsidRPr="00B91120">
        <w:rPr>
          <w:cs/>
        </w:rPr>
        <w:t xml:space="preserve"> </w:t>
      </w:r>
      <w:r>
        <w:rPr>
          <w:rFonts w:hint="cs"/>
          <w:cs/>
        </w:rPr>
        <w:t>ท่านอะ</w:t>
      </w:r>
      <w:r w:rsidR="00C85AFD" w:rsidRPr="00B91120">
        <w:rPr>
          <w:rFonts w:hint="cs"/>
          <w:cs/>
        </w:rPr>
        <w:t>มีรุลมุมีนีน</w:t>
      </w:r>
      <w:r w:rsidR="00C85AFD" w:rsidRPr="00B91120">
        <w:rPr>
          <w:cs/>
        </w:rPr>
        <w:t>(</w:t>
      </w:r>
      <w:r w:rsidR="00C85AFD" w:rsidRPr="00B91120">
        <w:rPr>
          <w:rFonts w:hint="cs"/>
          <w:cs/>
        </w:rPr>
        <w:t>อ</w:t>
      </w:r>
      <w:r w:rsidR="00C85AFD" w:rsidRPr="00B91120">
        <w:rPr>
          <w:cs/>
        </w:rPr>
        <w:t xml:space="preserve">) </w:t>
      </w:r>
      <w:r w:rsidR="00C85AFD" w:rsidRPr="00B91120">
        <w:rPr>
          <w:rFonts w:hint="cs"/>
          <w:cs/>
        </w:rPr>
        <w:t>ท่านเป็นถึงประมุขของบรรดามุสลิม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ท่านเป็นผู้ปกครองของคนเหล่านั้น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และทั้งบัยตุลมาล</w:t>
      </w:r>
      <w:r w:rsidR="00C85AFD" w:rsidRPr="00B91120">
        <w:rPr>
          <w:cs/>
        </w:rPr>
        <w:t>(</w:t>
      </w:r>
      <w:r w:rsidR="00C85AFD" w:rsidRPr="00B91120">
        <w:rPr>
          <w:rFonts w:hint="cs"/>
          <w:cs/>
        </w:rPr>
        <w:t>กองคลัง</w:t>
      </w:r>
      <w:r w:rsidR="00C85AFD" w:rsidRPr="00B91120">
        <w:rPr>
          <w:cs/>
        </w:rPr>
        <w:t xml:space="preserve">) </w:t>
      </w:r>
      <w:r w:rsidR="00C85AFD" w:rsidRPr="00B91120">
        <w:rPr>
          <w:rFonts w:hint="cs"/>
          <w:cs/>
        </w:rPr>
        <w:t>มีแขกเหรื่อมากมายมาเยี่ยมเยือนท่านเสมอ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แต่ในบ้านของท่านไม่มีสิ่งอื่นที่จะต้อนรับแขกนอกจากเสื่อผืนนี้</w:t>
      </w:r>
      <w:r>
        <w:rPr>
          <w:rFonts w:cs="Cordia New" w:hint="cs"/>
          <w:szCs w:val="40"/>
          <w:cs/>
        </w:rPr>
        <w:t>”</w:t>
      </w:r>
    </w:p>
    <w:p w:rsidR="00C85AFD" w:rsidRPr="003D0649" w:rsidRDefault="00C85AFD" w:rsidP="003D0649">
      <w:pPr>
        <w:pStyle w:val="libNormal"/>
        <w:ind w:firstLine="0"/>
        <w:rPr>
          <w:rFonts w:cs="Cordia New"/>
          <w:szCs w:val="40"/>
        </w:rPr>
      </w:pPr>
      <w:r w:rsidRPr="00B91120">
        <w:rPr>
          <w:rFonts w:hint="cs"/>
          <w:cs/>
        </w:rPr>
        <w:t>ท่านกล่าวว่า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สุวัยด์เอ๋ย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ปวงปราชญ์นั้นย่อมไม่สะสมเครื่องเรือนไว้ในบ้านชั่วคราว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เบื้องหน้าของเรายังมีบ้านที่ถาวรรออยู่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ซึ่งเราจะต้องย้ายไปพบกับความสุขของเราที่นั่น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และเราคือผู้ที่มุ่งหมายไปยังที่นั่นในเวลาอันใกล้</w:t>
      </w:r>
      <w:r w:rsidR="003D0649">
        <w:rPr>
          <w:rFonts w:cs="Cordia New" w:hint="cs"/>
          <w:szCs w:val="40"/>
          <w:cs/>
        </w:rPr>
        <w:t>”</w:t>
      </w:r>
    </w:p>
    <w:p w:rsidR="003D0649" w:rsidRDefault="00C85AFD" w:rsidP="003D0649">
      <w:pPr>
        <w:pStyle w:val="libNormal"/>
        <w:ind w:firstLine="0"/>
        <w:rPr>
          <w:cs/>
        </w:rPr>
      </w:pPr>
      <w:r w:rsidRPr="00B91120">
        <w:rPr>
          <w:rFonts w:hint="cs"/>
          <w:cs/>
        </w:rPr>
        <w:t>สุวัยด์ได้กล่าวว่า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ฉันถึงกับร้องไห้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เพราะคำพูดของท่าน</w:t>
      </w:r>
      <w:r w:rsidRPr="00B91120">
        <w:rPr>
          <w:cs/>
        </w:rPr>
        <w:t xml:space="preserve"> </w:t>
      </w:r>
      <w:r w:rsidR="003D0649" w:rsidRPr="00B91120">
        <w:rPr>
          <w:rFonts w:hint="cs"/>
          <w:cs/>
        </w:rPr>
        <w:t xml:space="preserve">ขอสาบานด้วยพระนามของอัลลอฮ์ </w:t>
      </w:r>
      <w:r w:rsidR="003D0649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="00ED070F" w:rsidRPr="00B91120">
        <w:rPr>
          <w:rFonts w:cs="Times New Roman"/>
          <w:lang w:bidi="ar-SA"/>
        </w:rPr>
        <w:t>” (</w:t>
      </w:r>
      <w:r w:rsidRPr="00B91120">
        <w:rPr>
          <w:rFonts w:hint="cs"/>
          <w:cs/>
        </w:rPr>
        <w:t>๑</w:t>
      </w:r>
      <w:r w:rsidRPr="00B91120">
        <w:rPr>
          <w:cs/>
        </w:rPr>
        <w:t>)</w:t>
      </w:r>
    </w:p>
    <w:p w:rsidR="003D0649" w:rsidRDefault="003D0649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3D0649">
      <w:pPr>
        <w:pStyle w:val="libNormal"/>
        <w:ind w:firstLine="0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ได้ออกไปพบประชาชน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ในขณะที่ท่านสวมเสื้อผ้าที่มีคุณภาพต่ำชุดหนึ่ง</w:t>
      </w:r>
    </w:p>
    <w:p w:rsidR="00C85AFD" w:rsidRDefault="00C85AFD" w:rsidP="00ED070F">
      <w:pPr>
        <w:pStyle w:val="libNormal"/>
      </w:pPr>
      <w:r w:rsidRPr="00B91120">
        <w:rPr>
          <w:rFonts w:hint="cs"/>
          <w:cs/>
        </w:rPr>
        <w:t>ท่านกล่าวว่า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หัวใจย่อมมีความรู้สึกถ่อมตัวไปตามสภาพของอาภรณ์ที่สวมใส่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และมันจะช่วยทำให้ผู้ศรัทธามีความรู้สึกอย่างนี้ได้ในยามที่เขามองเห็นมันอยู</w:t>
      </w:r>
      <w:r w:rsidR="00ED070F">
        <w:rPr>
          <w:rFonts w:hint="cs"/>
          <w:cs/>
        </w:rPr>
        <w:t>่กับฉัน”</w:t>
      </w:r>
      <w:r w:rsidR="00ED070F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๒</w:t>
      </w:r>
      <w:r w:rsidRPr="00B91120">
        <w:rPr>
          <w:cs/>
        </w:rPr>
        <w:t>)</w:t>
      </w:r>
    </w:p>
    <w:p w:rsidR="00ED070F" w:rsidRPr="00B91120" w:rsidRDefault="00ED070F" w:rsidP="00ED070F">
      <w:pPr>
        <w:pStyle w:val="libNormal"/>
        <w:rPr>
          <w:rFonts w:cs="Times New Roman"/>
          <w:lang w:bidi="ar-SA"/>
        </w:rPr>
      </w:pPr>
    </w:p>
    <w:p w:rsidR="00ED070F" w:rsidRDefault="00C85AFD" w:rsidP="00ED070F">
      <w:pPr>
        <w:pStyle w:val="libNormal"/>
        <w:numPr>
          <w:ilvl w:val="0"/>
          <w:numId w:val="7"/>
        </w:numPr>
      </w:pPr>
      <w:r w:rsidRPr="00B91120">
        <w:rPr>
          <w:rFonts w:hint="cs"/>
          <w:cs/>
        </w:rPr>
        <w:t>ฮารูน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บินอินตะเราะฮ์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พ่อของฉันได้บอกฉันว่า</w:t>
      </w:r>
    </w:p>
    <w:p w:rsidR="00C85AFD" w:rsidRPr="00ED070F" w:rsidRDefault="00C85AFD" w:rsidP="00ED070F">
      <w:pPr>
        <w:pStyle w:val="libNormal"/>
        <w:rPr>
          <w:rFonts w:cs="Cordia New"/>
          <w:szCs w:val="40"/>
        </w:rPr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ข้าเคยเข้าพบท่านอะมีรุลมุมีนีน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พร้อมกับนำผ้าขนกระต่ายป่าไปให้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แต่ท่านกลับมองดุไปที่ของที่อยู่ข้างล่าง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ซึ่งเป็นผ้าฝ้ายกำมะหยี่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ข้าจึงกล่าวแก่ท่านว่า</w:t>
      </w:r>
      <w:r w:rsidRPr="00B91120">
        <w:rPr>
          <w:cs/>
        </w:rPr>
        <w:t xml:space="preserve"> </w:t>
      </w:r>
      <w:r w:rsidR="00ED070F" w:rsidRPr="00B91120">
        <w:rPr>
          <w:rFonts w:hint="cs"/>
          <w:cs/>
        </w:rPr>
        <w:t xml:space="preserve">ข้าแต่ท่านอะมีรุลมุมีนีน </w:t>
      </w:r>
      <w:r w:rsidR="00ED070F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="00ED070F" w:rsidRPr="00B91120">
        <w:rPr>
          <w:rFonts w:hint="cs"/>
          <w:cs/>
        </w:rPr>
        <w:t xml:space="preserve">แท้จริงอัลลอฮ์ </w:t>
      </w:r>
      <w:r w:rsidR="00ED070F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ED070F" w:rsidRPr="00B91120">
        <w:rPr>
          <w:rFonts w:hint="cs"/>
          <w:cs/>
        </w:rPr>
        <w:t>) ได้กำหนดให้ท่า</w:t>
      </w:r>
      <w:r w:rsidR="00ED070F" w:rsidRPr="00B91120">
        <w:rPr>
          <w:cs/>
        </w:rPr>
        <w:t>น</w:t>
      </w:r>
      <w:r w:rsidRPr="00B91120">
        <w:rPr>
          <w:rFonts w:hint="cs"/>
          <w:cs/>
        </w:rPr>
        <w:t>และคนในครอบครัวของท่านมีสิทธิ์ในทรัพย์สินเหล่านี้ทั้งหมด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แต่ท่านกลับเลือกเอาในสิ่งซึ่งท่านสามารถทำเองได้</w:t>
      </w:r>
      <w:r w:rsidR="00ED070F">
        <w:rPr>
          <w:rFonts w:cs="Cordia New" w:hint="cs"/>
          <w:szCs w:val="40"/>
          <w:cs/>
        </w:rPr>
        <w:t>”</w:t>
      </w:r>
    </w:p>
    <w:p w:rsidR="00ED070F" w:rsidRDefault="00C85AFD" w:rsidP="00ED070F">
      <w:pPr>
        <w:pStyle w:val="libNormal"/>
        <w:ind w:firstLine="0"/>
      </w:pPr>
      <w:r w:rsidRPr="00B91120">
        <w:rPr>
          <w:rFonts w:hint="cs"/>
          <w:cs/>
        </w:rPr>
        <w:t>ท่านกล่าวว่า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ED070F" w:rsidRPr="00B91120">
        <w:rPr>
          <w:rFonts w:hint="cs"/>
          <w:cs/>
        </w:rPr>
        <w:t xml:space="preserve">ขอสาบานด้วยพระนามของอัลลอฮ์ </w:t>
      </w:r>
      <w:r w:rsidR="00ED070F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ฉันมิได้สร้างภาระใดๆ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ให้แก่พวกท่าน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อันเกี่ยวกับทรัพย์สินของพวกท่านเลย</w:t>
      </w:r>
      <w:r w:rsidRPr="00B91120">
        <w:rPr>
          <w:cs/>
        </w:rPr>
        <w:t xml:space="preserve"> </w:t>
      </w:r>
    </w:p>
    <w:p w:rsidR="00C85AFD" w:rsidRDefault="00C85AFD" w:rsidP="00ED070F">
      <w:pPr>
        <w:pStyle w:val="libNormal"/>
        <w:ind w:firstLine="0"/>
      </w:pPr>
      <w:r w:rsidRPr="00B91120">
        <w:rPr>
          <w:rFonts w:hint="cs"/>
          <w:cs/>
        </w:rPr>
        <w:t>แท้จริงผ้าฝ้ายกำมะหยี่ของฉันผืนนี้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คือสิ่งที่ฉันนำออกมาจากบ้านของฉันที่มะดีนะฮ์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อันเป็นสิ่งเดียวเท่านั้นที่ฉันมีอยู่</w:t>
      </w:r>
      <w:r w:rsidR="00ED070F">
        <w:rPr>
          <w:rFonts w:cs="Cordia New" w:hint="cs"/>
          <w:szCs w:val="40"/>
          <w:cs/>
        </w:rPr>
        <w:t xml:space="preserve">” 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๓</w:t>
      </w:r>
      <w:r w:rsidRPr="00B91120">
        <w:rPr>
          <w:cs/>
        </w:rPr>
        <w:t>)</w:t>
      </w:r>
    </w:p>
    <w:p w:rsidR="00ED070F" w:rsidRPr="00ED070F" w:rsidRDefault="00ED070F" w:rsidP="00ED070F">
      <w:pPr>
        <w:pStyle w:val="libNormal"/>
        <w:ind w:firstLine="0"/>
        <w:rPr>
          <w:rFonts w:cs="Cordia New"/>
        </w:rPr>
      </w:pPr>
      <w:r>
        <w:rPr>
          <w:rFonts w:cs="Cordia New" w:hint="cs"/>
          <w:cs/>
        </w:rPr>
        <w:t>------------------------------------------------------------</w:t>
      </w:r>
    </w:p>
    <w:p w:rsidR="00C85AFD" w:rsidRPr="00ED070F" w:rsidRDefault="00C85AFD" w:rsidP="00AE7015">
      <w:pPr>
        <w:pStyle w:val="libArFootnote"/>
        <w:bidi w:val="0"/>
      </w:pPr>
      <w:bookmarkStart w:id="153" w:name="_Toc414269021"/>
      <w:r w:rsidRPr="00ED070F">
        <w:t>(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๑</w:t>
      </w:r>
      <w:r w:rsidR="00AE7015">
        <w:rPr>
          <w:rFonts w:cs="Cordia New" w:hint="cs"/>
          <w:szCs w:val="30"/>
          <w:cs/>
          <w:lang w:bidi="th-TH"/>
        </w:rPr>
        <w:t>)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ตัซกีเราะตุล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เคาะวาศ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๖๘</w:t>
      </w:r>
      <w:bookmarkEnd w:id="153"/>
    </w:p>
    <w:p w:rsidR="00C85AFD" w:rsidRPr="00ED070F" w:rsidRDefault="00C85AFD" w:rsidP="00AE7015">
      <w:pPr>
        <w:pStyle w:val="libArFootnote"/>
        <w:bidi w:val="0"/>
      </w:pPr>
      <w:bookmarkStart w:id="154" w:name="_Toc414269022"/>
      <w:r w:rsidRPr="00ED070F">
        <w:t>(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๒</w:t>
      </w:r>
      <w:r w:rsidR="00AE7015">
        <w:rPr>
          <w:rFonts w:cs="Cordia New" w:hint="cs"/>
          <w:szCs w:val="30"/>
          <w:cs/>
          <w:lang w:bidi="th-TH"/>
        </w:rPr>
        <w:t>)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มะฎอลิบ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สุอาล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๑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๙๕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และกัชฟุล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ฆอมมะฮ์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๕๐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และศิฟะตุศ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ศอฟวะฮ์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๑</w:t>
      </w:r>
      <w:bookmarkEnd w:id="154"/>
    </w:p>
    <w:p w:rsidR="00C85AFD" w:rsidRPr="00ED070F" w:rsidRDefault="00C85AFD" w:rsidP="00ED070F">
      <w:pPr>
        <w:pStyle w:val="libArFootnote"/>
        <w:bidi w:val="0"/>
      </w:pPr>
      <w:bookmarkStart w:id="155" w:name="_Toc414269023"/>
      <w:r w:rsidRPr="00ED070F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๑๒๓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และตัซกีเราะตุล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เคาะวาศ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๖๖</w:t>
      </w:r>
      <w:bookmarkEnd w:id="155"/>
    </w:p>
    <w:p w:rsidR="00ED070F" w:rsidRDefault="00C85AFD" w:rsidP="00AE7015">
      <w:pPr>
        <w:pStyle w:val="libArFootnote"/>
        <w:bidi w:val="0"/>
        <w:rPr>
          <w:rFonts w:ascii="Angsana New" w:hAnsi="Angsana New" w:cs="Angsana New"/>
          <w:szCs w:val="24"/>
          <w:lang w:bidi="th-TH"/>
        </w:rPr>
      </w:pPr>
      <w:bookmarkStart w:id="156" w:name="_Toc414269024"/>
      <w:r w:rsidRPr="00ED070F">
        <w:t>(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๓</w:t>
      </w:r>
      <w:r w:rsidR="00AE7015">
        <w:rPr>
          <w:rFonts w:cs="Cordia New" w:hint="cs"/>
          <w:szCs w:val="30"/>
          <w:cs/>
          <w:lang w:bidi="th-TH"/>
        </w:rPr>
        <w:t>)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มะฎอลิบ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สุอาล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๑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๙๓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และกัซฟุล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ฆอมมะฮ์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๕๐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และตัซกีเราะตุลเคาะวาศ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หน้า๖๖</w:t>
      </w:r>
      <w:bookmarkEnd w:id="156"/>
    </w:p>
    <w:p w:rsidR="00ED070F" w:rsidRDefault="00ED070F" w:rsidP="00ED070F">
      <w:pPr>
        <w:pStyle w:val="libArFootnote"/>
        <w:bidi w:val="0"/>
        <w:rPr>
          <w:rFonts w:ascii="Angsana New" w:hAnsi="Angsana New" w:cs="Angsana New"/>
          <w:szCs w:val="24"/>
          <w:cs/>
          <w:lang w:bidi="th-TH"/>
        </w:rPr>
      </w:pPr>
    </w:p>
    <w:p w:rsidR="00ED070F" w:rsidRDefault="00ED070F">
      <w:pPr>
        <w:rPr>
          <w:rFonts w:ascii="Angsana New" w:eastAsia="Times New Roman" w:hAnsi="Angsana New" w:cs="Angsana New"/>
          <w:kern w:val="36"/>
          <w:rtl/>
          <w:cs/>
          <w:lang w:eastAsia="en-US"/>
        </w:rPr>
      </w:pPr>
      <w:r>
        <w:rPr>
          <w:rFonts w:ascii="Angsana New" w:hAnsi="Angsana New" w:cs="Angsana New"/>
        </w:rPr>
        <w:br w:type="page"/>
      </w:r>
    </w:p>
    <w:p w:rsidR="00C85AFD" w:rsidRPr="00ED070F" w:rsidRDefault="00C85AFD" w:rsidP="00ED070F">
      <w:pPr>
        <w:pStyle w:val="libArFootnote"/>
        <w:bidi w:val="0"/>
      </w:pPr>
    </w:p>
    <w:p w:rsidR="00C85AFD" w:rsidRPr="00B91120" w:rsidRDefault="00C85AFD" w:rsidP="00ED070F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๔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สุวัยด์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บินฆ็อฟละฮ์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ฉันเคยเข้าพบท่านอะลี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ในช่วงเวลาอันสั้น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แล้วฉันได้พบว่า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ตรงที่ท่านนั่งอยู่นั้น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มีเนยแข็งอยู่ชิ้นหนึ่ง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ซึ่งฉันพบว่ากลิ่นของมันเปรี้ยวมากแล้ว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และในมือของท่านมีขนมปังหยาบ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ที่ทำมาจากข้าวบาร์เลย์แผ่นหนึ่งเท่านั้น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ท่านใช้มือของท่านหักมันอยู่เสมอ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เมื่อมันหักแล้วท่านก็ทิ้งมันลงไปในนั้นอีก</w:t>
      </w:r>
    </w:p>
    <w:p w:rsidR="00C85AFD" w:rsidRPr="00ED070F" w:rsidRDefault="00C85AFD" w:rsidP="00ED070F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ท่านกล่าวว่า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ท่านจะไม่ลองชิมอาหารแบบนี้ของเราดูบ้างเหรอ</w:t>
      </w:r>
      <w:r w:rsidR="00ED070F">
        <w:rPr>
          <w:rFonts w:cs="Cordia New" w:hint="cs"/>
          <w:szCs w:val="40"/>
          <w:cs/>
        </w:rPr>
        <w:t>”</w:t>
      </w:r>
    </w:p>
    <w:p w:rsidR="00C85AFD" w:rsidRPr="00ED070F" w:rsidRDefault="00C85AFD" w:rsidP="00ED070F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ฉันกล่าวว่า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ฉันถือศีลอด</w:t>
      </w:r>
      <w:r w:rsidR="00ED070F">
        <w:rPr>
          <w:rFonts w:cs="Cordia New" w:hint="cs"/>
          <w:szCs w:val="40"/>
          <w:cs/>
        </w:rPr>
        <w:t>”</w:t>
      </w:r>
    </w:p>
    <w:p w:rsidR="00C85AFD" w:rsidRPr="00ED070F" w:rsidRDefault="00C85AFD" w:rsidP="00ED070F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ท่านกล่าวอีกว่า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ED070F" w:rsidRPr="00B91120">
        <w:rPr>
          <w:rFonts w:hint="cs"/>
          <w:cs/>
        </w:rPr>
        <w:t xml:space="preserve">ฉันเคยได้ยินท่านศาสนทูตแห่งอัลลอฮ์ </w:t>
      </w:r>
      <w:r w:rsidR="00ED070F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ED070F" w:rsidRPr="00B91120">
        <w:rPr>
          <w:rFonts w:hint="cs"/>
          <w:cs/>
        </w:rPr>
        <w:t>) ได้กล่าวว่</w:t>
      </w:r>
      <w:r w:rsidR="00ED070F" w:rsidRPr="00B91120">
        <w:rPr>
          <w:cs/>
        </w:rPr>
        <w:t>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ผู้ใดที่ให้การถือศีลอดยับยั้งตนให้พ้นจากอาหารที่ตนชอบแล้วไซร้</w:t>
      </w:r>
      <w:r w:rsidR="00ED070F">
        <w:rPr>
          <w:rFonts w:hint="cs"/>
          <w:cs/>
        </w:rPr>
        <w:t xml:space="preserve"> </w:t>
      </w:r>
      <w:r w:rsidR="00ED070F" w:rsidRPr="00B91120">
        <w:rPr>
          <w:rFonts w:hint="cs"/>
          <w:cs/>
        </w:rPr>
        <w:t xml:space="preserve">เป็นหน้าที่สำหรับอัลลอฮ์ </w:t>
      </w:r>
      <w:r w:rsidR="00ED070F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ในอันที่จะต้องให้อาหารที่ใช้จากสวนสวรรค์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และให้น้ำดื่มจากสวรรค์แก่เขาผู้นั้น</w:t>
      </w:r>
      <w:r w:rsidR="00ED070F">
        <w:rPr>
          <w:rFonts w:cs="Cordia New" w:hint="cs"/>
          <w:szCs w:val="40"/>
          <w:cs/>
        </w:rPr>
        <w:t>”</w:t>
      </w:r>
    </w:p>
    <w:p w:rsidR="00C85AFD" w:rsidRDefault="00C85AFD" w:rsidP="00ED070F">
      <w:pPr>
        <w:pStyle w:val="libNormal"/>
        <w:ind w:firstLine="0"/>
      </w:pPr>
      <w:r w:rsidRPr="00B91120">
        <w:rPr>
          <w:rFonts w:hint="cs"/>
          <w:cs/>
        </w:rPr>
        <w:t>ท่านได้กล่าวอีกว่า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ฉันได้พูดกับคนรับใช้ของท่านซึ่งมายืนอยู่ใกล้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โอ้เด็กน้อย</w:t>
      </w:r>
      <w:r w:rsidR="00ED070F">
        <w:rPr>
          <w:rFonts w:cs="Cordia New" w:hint="cs"/>
          <w:szCs w:val="40"/>
          <w:cs/>
        </w:rPr>
        <w:t xml:space="preserve"> </w:t>
      </w:r>
      <w:r w:rsidR="00ED070F" w:rsidRPr="00B91120">
        <w:rPr>
          <w:rFonts w:hint="cs"/>
          <w:cs/>
        </w:rPr>
        <w:t xml:space="preserve">ทำไมเจ้าไม่ยำเกรงต่ออัลลอฮ์ </w:t>
      </w:r>
      <w:r w:rsidR="00ED070F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ในเรื่องของผู้อาวุโสท่านนี้บ้าง</w:t>
      </w:r>
      <w:r w:rsidRPr="00B91120">
        <w:rPr>
          <w:cs/>
        </w:rPr>
        <w:t xml:space="preserve"> </w:t>
      </w:r>
      <w:r w:rsidR="00ED070F" w:rsidRPr="00B91120">
        <w:rPr>
          <w:rFonts w:hint="cs"/>
          <w:cs/>
        </w:rPr>
        <w:t>ทำไมเจ้าจึงโม่แป้งที่เป็นอาหารให้แก่เขาในชนิดที่ฉันกำลังมองเห็นอยู่ในขณะนี้</w:t>
      </w:r>
      <w:r w:rsidR="00ED070F" w:rsidRPr="00B91120">
        <w:rPr>
          <w:rFonts w:hint="cs"/>
        </w:rPr>
        <w:t>?</w:t>
      </w:r>
      <w:r w:rsidR="00ED070F" w:rsidRPr="00B91120">
        <w:rPr>
          <w:rFonts w:hint="cs"/>
          <w:cs/>
        </w:rPr>
        <w:t>”</w:t>
      </w:r>
    </w:p>
    <w:p w:rsidR="00ED070F" w:rsidRDefault="00ED070F" w:rsidP="00ED070F">
      <w:pPr>
        <w:pStyle w:val="libNormal"/>
        <w:ind w:firstLine="0"/>
      </w:pPr>
    </w:p>
    <w:p w:rsidR="00ED070F" w:rsidRDefault="00ED070F" w:rsidP="00ED070F">
      <w:pPr>
        <w:pStyle w:val="libNormal"/>
        <w:ind w:firstLine="0"/>
      </w:pPr>
    </w:p>
    <w:p w:rsidR="00ED070F" w:rsidRDefault="00ED070F" w:rsidP="00ED070F">
      <w:pPr>
        <w:pStyle w:val="libNormal"/>
        <w:ind w:firstLine="0"/>
      </w:pPr>
    </w:p>
    <w:p w:rsidR="00ED070F" w:rsidRDefault="00ED070F" w:rsidP="00ED070F">
      <w:pPr>
        <w:pStyle w:val="libNormal"/>
        <w:ind w:firstLine="0"/>
      </w:pPr>
    </w:p>
    <w:p w:rsidR="00ED070F" w:rsidRDefault="00ED070F" w:rsidP="00ED070F">
      <w:pPr>
        <w:pStyle w:val="libNormal"/>
        <w:ind w:firstLine="0"/>
      </w:pPr>
    </w:p>
    <w:p w:rsidR="00ED070F" w:rsidRDefault="00ED070F" w:rsidP="00ED070F">
      <w:pPr>
        <w:pStyle w:val="libNormal"/>
        <w:ind w:firstLine="0"/>
      </w:pPr>
    </w:p>
    <w:p w:rsidR="00ED070F" w:rsidRDefault="00ED070F">
      <w:pPr>
        <w:rPr>
          <w:rFonts w:ascii="Angsana New" w:hAnsi="Angsana New"/>
          <w:sz w:val="32"/>
          <w:szCs w:val="32"/>
        </w:rPr>
      </w:pPr>
      <w:r>
        <w:br w:type="page"/>
      </w:r>
    </w:p>
    <w:p w:rsidR="00ED070F" w:rsidRPr="00B91120" w:rsidRDefault="00ED070F" w:rsidP="00ED070F">
      <w:pPr>
        <w:pStyle w:val="libNormal"/>
        <w:ind w:firstLine="0"/>
        <w:rPr>
          <w:rFonts w:cs="Times New Roman"/>
          <w:lang w:bidi="ar-SA"/>
        </w:rPr>
      </w:pPr>
    </w:p>
    <w:p w:rsidR="00C85AFD" w:rsidRPr="00B91120" w:rsidRDefault="00C85AFD" w:rsidP="00ED070F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หญิงรับใช้ได้กล่าวว่า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แน่นอนที่สุด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ท่านได้สั่งพวกเราว่า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อย่าได้โม่แป้งชนิดที่ละเอียดให้เป็นอาหารแก่ท่าน</w:t>
      </w:r>
      <w:r w:rsidR="00ED070F">
        <w:rPr>
          <w:rFonts w:cs="Cordia New" w:hint="cs"/>
          <w:szCs w:val="40"/>
          <w:cs/>
        </w:rPr>
        <w:t xml:space="preserve">” </w:t>
      </w:r>
      <w:r w:rsidR="00ED070F"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๔</w:t>
      </w:r>
      <w:r w:rsidRPr="00B91120">
        <w:rPr>
          <w:cs/>
        </w:rPr>
        <w:t>)</w:t>
      </w:r>
    </w:p>
    <w:p w:rsidR="00ED070F" w:rsidRDefault="00C85AFD" w:rsidP="00ED070F">
      <w:pPr>
        <w:pStyle w:val="libNormal"/>
        <w:rPr>
          <w:cs/>
        </w:rPr>
      </w:pPr>
      <w:r w:rsidRPr="00B91120">
        <w:rPr>
          <w:rFonts w:hint="cs"/>
          <w:cs/>
        </w:rPr>
        <w:t>๕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เศาะอ์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เศาะอะฮ์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บินซูฮาน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และสหายของท่าน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พร้อมกับคนติดตามอีกจำนวนหนึ่ง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ท่านทำตัวกับพวกเราแบบเดียวกับพวกเราทุกคน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คือนิ่มนวลและอ่อนโยนที่สุด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อีกทั้งวางตัวอย่างเรียบง่ายที่สุด</w:t>
      </w:r>
      <w:r w:rsidR="00ED070F">
        <w:rPr>
          <w:rFonts w:cs="Cordia New" w:hint="cs"/>
          <w:szCs w:val="40"/>
          <w:cs/>
        </w:rPr>
        <w:t>”</w:t>
      </w:r>
      <w:r w:rsidR="00ED070F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๕</w:t>
      </w:r>
      <w:r w:rsidRPr="00B91120">
        <w:rPr>
          <w:cs/>
        </w:rPr>
        <w:t>)</w:t>
      </w:r>
    </w:p>
    <w:p w:rsidR="00C85AFD" w:rsidRPr="00B91120" w:rsidRDefault="00C85AFD" w:rsidP="00ED070F">
      <w:pPr>
        <w:pStyle w:val="libNormal"/>
        <w:rPr>
          <w:rFonts w:cs="Times New Roman"/>
          <w:lang w:bidi="ar-SA"/>
        </w:rPr>
      </w:pPr>
    </w:p>
    <w:p w:rsidR="00ED070F" w:rsidRPr="00ED070F" w:rsidRDefault="00C85AFD" w:rsidP="00ED070F">
      <w:pPr>
        <w:pStyle w:val="libNormal"/>
      </w:pPr>
      <w:r w:rsidRPr="00B91120">
        <w:rPr>
          <w:rFonts w:hint="cs"/>
          <w:cs/>
        </w:rPr>
        <w:t>๖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ท่านอะลี</w:t>
      </w:r>
      <w:r w:rsidRPr="00B91120">
        <w:rPr>
          <w:cs/>
        </w:rPr>
        <w:t xml:space="preserve"> 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ได้ปลดปล่อยทาสให้เป็นอิสระด้วยทรัพย์สินที่ท่านแสวงหามาด้วยมือของท่านเองถึง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</w:t>
      </w:r>
      <w:r w:rsidR="00ED070F" w:rsidRPr="00B91120">
        <w:rPr>
          <w:rFonts w:cs="Times New Roman"/>
          <w:lang w:bidi="ar-SA"/>
        </w:rPr>
        <w:t>,</w:t>
      </w:r>
      <w:r w:rsidR="00ED070F" w:rsidRPr="00B91120">
        <w:rPr>
          <w:rFonts w:hint="cs"/>
          <w:cs/>
        </w:rPr>
        <w:t xml:space="preserve"> ๐๐</w:t>
      </w:r>
      <w:r w:rsidR="00ED070F" w:rsidRPr="00B91120">
        <w:rPr>
          <w:cs/>
        </w:rPr>
        <w:t>๐</w:t>
      </w:r>
      <w:r w:rsidRPr="00B91120">
        <w:rPr>
          <w:cs/>
        </w:rPr>
        <w:t xml:space="preserve"> </w:t>
      </w:r>
      <w:r w:rsidR="00ED070F" w:rsidRPr="00B91120">
        <w:rPr>
          <w:rFonts w:hint="cs"/>
          <w:cs/>
        </w:rPr>
        <w:t xml:space="preserve">คน </w:t>
      </w:r>
      <w:r w:rsidR="00ED070F" w:rsidRPr="00B91120">
        <w:rPr>
          <w:cs/>
        </w:rPr>
        <w:t>(</w:t>
      </w:r>
      <w:r w:rsidRPr="00B91120">
        <w:rPr>
          <w:rFonts w:hint="cs"/>
          <w:cs/>
        </w:rPr>
        <w:t>๖</w:t>
      </w:r>
      <w:r w:rsidRPr="00B91120">
        <w:rPr>
          <w:cs/>
        </w:rPr>
        <w:t>)</w:t>
      </w:r>
    </w:p>
    <w:p w:rsidR="00ED070F" w:rsidRPr="00B91120" w:rsidRDefault="00ED070F" w:rsidP="00C85AFD">
      <w:pPr>
        <w:pStyle w:val="libNormal"/>
        <w:rPr>
          <w:rFonts w:cs="Times New Roman"/>
          <w:lang w:bidi="ar-SA"/>
        </w:rPr>
      </w:pPr>
    </w:p>
    <w:p w:rsidR="00C85AFD" w:rsidRDefault="00C85AFD" w:rsidP="00ED070F">
      <w:pPr>
        <w:pStyle w:val="libNormal"/>
      </w:pPr>
      <w:r w:rsidRPr="00B91120">
        <w:rPr>
          <w:rFonts w:hint="cs"/>
          <w:cs/>
        </w:rPr>
        <w:t>๗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ได้ใช้มือของท่านนวดแป้งให้กับพวกยิวในเมืองมะดีนะฮ์กลุ่มหนึ่ง</w:t>
      </w:r>
      <w:r w:rsidR="00ED070F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จนกระทั่งมือของท่านอ่อนล้าและท่านได้บริจาคค่าจ้างเหล่านั้นไป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และท่านยังผูกหินให้ติดกับท้องท่านอีกด้วย</w:t>
      </w:r>
      <w:r w:rsidRPr="00B91120">
        <w:rPr>
          <w:cs/>
        </w:rPr>
        <w:t>(</w:t>
      </w:r>
      <w:r w:rsidRPr="00B91120">
        <w:rPr>
          <w:rFonts w:hint="cs"/>
          <w:cs/>
        </w:rPr>
        <w:t>๗</w:t>
      </w:r>
      <w:r w:rsidRPr="00B91120">
        <w:rPr>
          <w:cs/>
        </w:rPr>
        <w:t>)</w:t>
      </w:r>
    </w:p>
    <w:p w:rsidR="00ED070F" w:rsidRDefault="00ED070F" w:rsidP="00ED070F">
      <w:pPr>
        <w:pStyle w:val="libNormal"/>
      </w:pPr>
      <w:r>
        <w:rPr>
          <w:rFonts w:hint="cs"/>
          <w:cs/>
        </w:rPr>
        <w:t>-------------------------------------------------------------</w:t>
      </w:r>
    </w:p>
    <w:p w:rsidR="00ED070F" w:rsidRPr="00ED070F" w:rsidRDefault="00ED070F" w:rsidP="00AE7015">
      <w:pPr>
        <w:pStyle w:val="libArFootnote"/>
        <w:bidi w:val="0"/>
      </w:pPr>
      <w:bookmarkStart w:id="157" w:name="_Toc414269025"/>
      <w:r w:rsidRPr="00ED070F">
        <w:t>(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๔</w:t>
      </w:r>
      <w:r w:rsidR="00AE7015">
        <w:rPr>
          <w:rFonts w:cs="Cordia New" w:hint="cs"/>
          <w:szCs w:val="30"/>
          <w:cs/>
          <w:lang w:bidi="th-TH"/>
        </w:rPr>
        <w:t>)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กัชฟุล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ฆอมมะฮ์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๔๗</w:t>
      </w:r>
      <w:bookmarkEnd w:id="157"/>
    </w:p>
    <w:p w:rsidR="00ED070F" w:rsidRPr="00ED070F" w:rsidRDefault="00ED070F" w:rsidP="00AE7015">
      <w:pPr>
        <w:pStyle w:val="libArFootnote"/>
        <w:bidi w:val="0"/>
        <w:rPr>
          <w:szCs w:val="24"/>
        </w:rPr>
      </w:pPr>
      <w:bookmarkStart w:id="158" w:name="_Toc414269026"/>
      <w:r w:rsidRPr="00ED070F">
        <w:t>(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๕</w:t>
      </w:r>
      <w:r w:rsidR="00AE7015">
        <w:rPr>
          <w:rFonts w:cs="Cordia New" w:hint="cs"/>
          <w:szCs w:val="30"/>
          <w:cs/>
          <w:lang w:bidi="th-TH"/>
        </w:rPr>
        <w:t>)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อะอ์ยานุซซีอะฮ์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๓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๑๒๔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และชัรฮ์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นะฮ์ญุลบะลาเฆาะฮ์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๑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๘</w:t>
      </w:r>
      <w:bookmarkEnd w:id="158"/>
    </w:p>
    <w:p w:rsidR="00ED070F" w:rsidRPr="00ED070F" w:rsidRDefault="00ED070F" w:rsidP="00AE7015">
      <w:pPr>
        <w:pStyle w:val="libArFootnote"/>
        <w:bidi w:val="0"/>
      </w:pPr>
      <w:bookmarkStart w:id="159" w:name="_Toc414269027"/>
      <w:r w:rsidRPr="00ED070F">
        <w:t>(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๖</w:t>
      </w:r>
      <w:r w:rsidR="00AE7015">
        <w:rPr>
          <w:rFonts w:cs="Cordia New" w:hint="cs"/>
          <w:szCs w:val="30"/>
          <w:cs/>
          <w:lang w:bidi="th-TH"/>
        </w:rPr>
        <w:t>)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อะอ์ยานุชชีอะฮ์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๓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กอฟ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๑</w:t>
      </w:r>
      <w:r w:rsidRPr="00ED070F">
        <w:rPr>
          <w:szCs w:val="24"/>
          <w:rtl/>
          <w:cs/>
        </w:rPr>
        <w:t>/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๔๒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และยะนาบีอุล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มะวัดดะฮ์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๑๔๖</w:t>
      </w:r>
      <w:bookmarkEnd w:id="159"/>
    </w:p>
    <w:p w:rsidR="00ED070F" w:rsidRPr="00ED070F" w:rsidRDefault="00ED070F" w:rsidP="00AE7015">
      <w:pPr>
        <w:pStyle w:val="libArFootnote"/>
        <w:bidi w:val="0"/>
      </w:pPr>
      <w:bookmarkStart w:id="160" w:name="_Toc414269028"/>
      <w:r w:rsidRPr="00ED070F">
        <w:t>(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๗</w:t>
      </w:r>
      <w:r w:rsidR="00AE7015">
        <w:rPr>
          <w:rFonts w:cs="Cordia New" w:hint="cs"/>
          <w:szCs w:val="30"/>
          <w:cs/>
          <w:lang w:bidi="th-TH"/>
        </w:rPr>
        <w:t>)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ชัรฮ์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นะฮ์ญุลบะลาเฆาะฮ์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๑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๗</w:t>
      </w:r>
      <w:bookmarkEnd w:id="160"/>
    </w:p>
    <w:p w:rsidR="00ED070F" w:rsidRDefault="00ED070F" w:rsidP="00ED070F">
      <w:pPr>
        <w:pStyle w:val="libNormal"/>
      </w:pPr>
    </w:p>
    <w:p w:rsidR="00ED070F" w:rsidRDefault="00ED070F" w:rsidP="00ED070F">
      <w:pPr>
        <w:pStyle w:val="libNormal"/>
      </w:pPr>
    </w:p>
    <w:p w:rsidR="00ED070F" w:rsidRDefault="00ED070F" w:rsidP="00ED070F">
      <w:pPr>
        <w:pStyle w:val="libNormal"/>
      </w:pPr>
    </w:p>
    <w:p w:rsidR="00ED070F" w:rsidRDefault="00ED070F" w:rsidP="00ED070F">
      <w:pPr>
        <w:pStyle w:val="libNormal"/>
      </w:pPr>
    </w:p>
    <w:p w:rsidR="00ED070F" w:rsidRDefault="00ED070F" w:rsidP="00ED070F">
      <w:pPr>
        <w:pStyle w:val="libNormal"/>
      </w:pPr>
    </w:p>
    <w:p w:rsidR="00ED070F" w:rsidRDefault="00ED070F" w:rsidP="00ED070F">
      <w:pPr>
        <w:pStyle w:val="libNormal"/>
      </w:pPr>
    </w:p>
    <w:p w:rsidR="00ED070F" w:rsidRDefault="00ED070F" w:rsidP="00ED070F">
      <w:pPr>
        <w:pStyle w:val="libNormal"/>
      </w:pPr>
    </w:p>
    <w:p w:rsidR="00ED070F" w:rsidRDefault="00ED070F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ED070F" w:rsidRPr="00B91120" w:rsidRDefault="00ED070F" w:rsidP="00ED070F">
      <w:pPr>
        <w:pStyle w:val="libNormal"/>
        <w:rPr>
          <w:rFonts w:cs="Times New Roman"/>
          <w:lang w:bidi="ar-SA"/>
        </w:rPr>
      </w:pPr>
    </w:p>
    <w:p w:rsidR="00ED070F" w:rsidRDefault="00C85AFD" w:rsidP="00AE7015">
      <w:pPr>
        <w:pStyle w:val="libNormal"/>
      </w:pPr>
      <w:r w:rsidRPr="00B91120">
        <w:rPr>
          <w:rFonts w:hint="cs"/>
          <w:cs/>
        </w:rPr>
        <w:t>๘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ท่านอิมามอะบุลฮะซัน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บินอะหมัด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วาฮิดี</w:t>
      </w:r>
      <w:r w:rsidRPr="00B91120">
        <w:rPr>
          <w:cs/>
        </w:rPr>
        <w:t>(</w:t>
      </w:r>
      <w:r w:rsidRPr="00B91120">
        <w:rPr>
          <w:rFonts w:hint="cs"/>
          <w:cs/>
        </w:rPr>
        <w:t>ร</w:t>
      </w:r>
      <w:r w:rsidRPr="00B91120">
        <w:rPr>
          <w:cs/>
        </w:rPr>
        <w:t>.</w:t>
      </w:r>
      <w:r w:rsidRPr="00B91120">
        <w:rPr>
          <w:rFonts w:hint="cs"/>
          <w:cs/>
        </w:rPr>
        <w:t>ฎ</w:t>
      </w:r>
      <w:r w:rsidRPr="00B91120">
        <w:rPr>
          <w:cs/>
        </w:rPr>
        <w:t>.)</w:t>
      </w:r>
      <w:r w:rsidRPr="00B91120">
        <w:rPr>
          <w:rFonts w:hint="cs"/>
          <w:cs/>
        </w:rPr>
        <w:t>และบรรดานักอธิบายอัล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กุรอานท่านอื่นได้เล่าเรื่องราวที่มีสายสืบติดต่อกันมาว่าท่านอะลี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ได้ทำงานรับจ้างตั้งแต่พลบค่ำจนถึงตอนเช้า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ซึ่งท่านได้รับค่าจ้างเป็นข้าวสาลีจำนวนหนึ่ง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</w:t>
      </w:r>
      <w:r w:rsidR="00AE7015">
        <w:rPr>
          <w:rFonts w:hint="cs"/>
          <w:cs/>
        </w:rPr>
        <w:t>ว</w:t>
      </w:r>
      <w:r w:rsidRPr="00B91120">
        <w:rPr>
          <w:rFonts w:hint="cs"/>
          <w:cs/>
        </w:rPr>
        <w:t>ท่านก็ได้จัดการโม่จนเป็นแป้งเสีย</w:t>
      </w:r>
      <w:r w:rsidR="00ED070F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๑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ส่วน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คนในครอบครัวของท่านได้นำมันมาปรุงเป็นอาหารชนิดหนึ่งเพื่อรับประทาน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ครั้นเมื่ออาหารสุกแล้วก็ปรากฏว่า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มีคนจนมาขอ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พวกเขาก็ได้นำอาหาร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นั้นออกมามอบให้เขาไป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ต่อมาวันหนึ่งท่านก็ได้นำแป้งส่วนที่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มาปรุงอีก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เมื่อมันสุกดีแล้ว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ก็มีเด็กกำพร้าคนหนึ่งมาขอ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พวกเขาก็ได้ให้เด็กกำพร้าคนนั้นไปอีก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ต่อจากนั้นท่านก็ได้นำแป้งส่วนที่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มาปรุงอีก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เมื่อมันสุกดีแล้วก็ปรากฏว่ามีเชลยคนหนึ่ง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ซึ่งเป็นพวกตั้งภาคีได้มาขอ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พวกเขาก็ได้ให้เป็นอาหารแก่เชลยผู้นั้นอีก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ทั้งท่านอะลี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ท่านหญิงฟาฏิมะฮ์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</w:p>
    <w:p w:rsidR="00C85AFD" w:rsidRPr="00B91120" w:rsidRDefault="00C85AFD" w:rsidP="00ED070F">
      <w:pPr>
        <w:pStyle w:val="libNormal"/>
        <w:ind w:firstLine="0"/>
        <w:rPr>
          <w:rFonts w:cs="Times New Roman"/>
          <w:lang w:bidi="ar-SA"/>
        </w:rPr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ท่านฮะซัน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และท่านฮุเซน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ต่างก็อ่อนเพลียเพราะความหิว</w:t>
      </w:r>
    </w:p>
    <w:p w:rsidR="00C85AFD" w:rsidRPr="00ED070F" w:rsidRDefault="00C85AFD" w:rsidP="00ED070F">
      <w:pPr>
        <w:pStyle w:val="libNormal"/>
      </w:pPr>
      <w:r w:rsidRPr="00B91120">
        <w:rPr>
          <w:rFonts w:hint="cs"/>
          <w:cs/>
        </w:rPr>
        <w:t>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จึงได้ทรงบันดาลให้นบีของพระองค์รับรู้เรื่องราวเกี่ยวกับพวกเขา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เพราะแท้จริงเจตนาในการกระทำเช่นนี้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ล้วนขึ้นตรงต่ออัลลอฮ์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เท่านั้น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เป็นการแสวงหารางวัลจากพระองค์และแสวงหาความปลอดภัยให้พ้นจากการลงโทษของพระองค์</w:t>
      </w:r>
      <w:r w:rsidR="00ED070F">
        <w:rPr>
          <w:rFonts w:hint="cs"/>
          <w:cs/>
        </w:rPr>
        <w:t xml:space="preserve"> </w:t>
      </w:r>
      <w:r w:rsidRPr="00B91120">
        <w:rPr>
          <w:rFonts w:hint="cs"/>
          <w:cs/>
        </w:rPr>
        <w:t>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จึงได้ทรงประทานโองการมาในอัล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กุรอานหลายโองการโดยเริ่มต้นตั้งแต่โองการที่ว่า</w:t>
      </w:r>
    </w:p>
    <w:p w:rsidR="00ED070F" w:rsidRDefault="00ED070F" w:rsidP="00ED070F">
      <w:pPr>
        <w:pStyle w:val="libNormal"/>
        <w:rPr>
          <w:rFonts w:cs="Cordia New"/>
          <w:szCs w:val="40"/>
        </w:rPr>
      </w:pPr>
      <w:r w:rsidRPr="00B91120">
        <w:rPr>
          <w:rFonts w:cs="Times New Roman" w:hint="eastAsia"/>
          <w:lang w:bidi="ar-SA"/>
        </w:rPr>
        <w:t xml:space="preserve"> </w:t>
      </w:r>
      <w:r>
        <w:rPr>
          <w:rFonts w:cs="Cordia New" w:hint="cs"/>
          <w:szCs w:val="40"/>
          <w:cs/>
        </w:rPr>
        <w:t>“</w:t>
      </w:r>
      <w:r w:rsidR="00C85AFD" w:rsidRPr="00B91120">
        <w:rPr>
          <w:rFonts w:hint="cs"/>
          <w:cs/>
        </w:rPr>
        <w:t>และเขาเหล่านั้นได้ให้อาหาร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อันเนื่องมาจากความรักที่มีต่อพระองค์</w:t>
      </w:r>
      <w:r>
        <w:rPr>
          <w:rFonts w:cs="Cordia New" w:hint="cs"/>
          <w:szCs w:val="40"/>
          <w:cs/>
        </w:rPr>
        <w:t>”</w:t>
      </w:r>
    </w:p>
    <w:p w:rsidR="00ED070F" w:rsidRDefault="00ED070F" w:rsidP="00ED070F">
      <w:pPr>
        <w:pStyle w:val="libNormal"/>
        <w:rPr>
          <w:rFonts w:cs="Cordia New"/>
          <w:szCs w:val="40"/>
        </w:rPr>
      </w:pPr>
    </w:p>
    <w:p w:rsidR="00ED070F" w:rsidRDefault="00ED070F" w:rsidP="00ED070F">
      <w:pPr>
        <w:pStyle w:val="libNormal"/>
        <w:rPr>
          <w:rFonts w:cs="Cordia New"/>
          <w:szCs w:val="40"/>
        </w:rPr>
      </w:pPr>
    </w:p>
    <w:p w:rsidR="00ED070F" w:rsidRDefault="00ED070F" w:rsidP="00ED070F">
      <w:pPr>
        <w:pStyle w:val="libNormal"/>
        <w:rPr>
          <w:rFonts w:cs="Cordia New"/>
          <w:szCs w:val="40"/>
        </w:rPr>
      </w:pPr>
    </w:p>
    <w:p w:rsidR="00ED070F" w:rsidRDefault="00ED070F" w:rsidP="00ED070F">
      <w:pPr>
        <w:pStyle w:val="libNormal"/>
        <w:rPr>
          <w:rFonts w:cs="Cordia New"/>
          <w:szCs w:val="40"/>
        </w:rPr>
      </w:pPr>
    </w:p>
    <w:p w:rsidR="00ED070F" w:rsidRDefault="00ED070F" w:rsidP="00ED070F">
      <w:pPr>
        <w:pStyle w:val="libNormal"/>
        <w:rPr>
          <w:rFonts w:cs="Cordia New"/>
          <w:szCs w:val="40"/>
          <w:cs/>
        </w:rPr>
      </w:pPr>
    </w:p>
    <w:p w:rsidR="00ED070F" w:rsidRDefault="00ED070F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C85AFD" w:rsidRPr="00ED070F" w:rsidRDefault="00C85AFD" w:rsidP="00ED070F">
      <w:pPr>
        <w:pStyle w:val="libNormal"/>
        <w:rPr>
          <w:rFonts w:cs="Cordia New"/>
          <w:szCs w:val="40"/>
        </w:rPr>
      </w:pPr>
    </w:p>
    <w:p w:rsidR="00C85AFD" w:rsidRPr="00B91120" w:rsidRDefault="00C85AFD" w:rsidP="00ED070F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กล่าวคือ</w:t>
      </w:r>
      <w:r w:rsidR="00ED070F">
        <w:rPr>
          <w:rFonts w:hint="cs"/>
          <w:cs/>
        </w:rPr>
        <w:t xml:space="preserve"> </w:t>
      </w:r>
      <w:r w:rsidRPr="00B91120">
        <w:rPr>
          <w:rFonts w:hint="cs"/>
          <w:cs/>
        </w:rPr>
        <w:t>พระองค์ทรงยกย่องคนเหล่านี้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และทรงกล่าวถึงการตอบแทนอันพึงได้สำหรับสภาพการณ์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ด้วยโองการที่ว่า</w:t>
      </w:r>
    </w:p>
    <w:p w:rsidR="00C85AFD" w:rsidRPr="00ED070F" w:rsidRDefault="00ED070F" w:rsidP="00ED070F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85AFD" w:rsidRPr="00B91120">
        <w:rPr>
          <w:rFonts w:hint="cs"/>
          <w:cs/>
        </w:rPr>
        <w:t>ดังนั้น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อัลลอฮ์</w:t>
      </w:r>
      <w:r w:rsidR="00C85AFD" w:rsidRPr="00B91120">
        <w:rPr>
          <w:cs/>
        </w:rPr>
        <w:t>(</w:t>
      </w:r>
      <w:r w:rsidR="00C85AFD" w:rsidRPr="00B91120">
        <w:rPr>
          <w:rFonts w:hint="cs"/>
          <w:cs/>
        </w:rPr>
        <w:t>ซ</w:t>
      </w:r>
      <w:r w:rsidR="00C85AFD" w:rsidRPr="00B91120">
        <w:rPr>
          <w:cs/>
        </w:rPr>
        <w:t>.</w:t>
      </w:r>
      <w:r w:rsidR="00C85AFD" w:rsidRPr="00B91120">
        <w:rPr>
          <w:rFonts w:hint="cs"/>
          <w:cs/>
        </w:rPr>
        <w:t>บ</w:t>
      </w:r>
      <w:r w:rsidR="00C85AFD" w:rsidRPr="00B91120">
        <w:rPr>
          <w:cs/>
        </w:rPr>
        <w:t>.)</w:t>
      </w:r>
      <w:r w:rsidR="00C85AFD" w:rsidRPr="00B91120">
        <w:rPr>
          <w:rFonts w:hint="cs"/>
          <w:cs/>
        </w:rPr>
        <w:t>จึงปกป้องพวกเขาให้พ้นจากความเลวร้ายในวันนั้น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และให้พวกเขาได้รับความปิติสุขและความชื่นชมยินดี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และทรงตอบแทนเขาเหล่านั้นไปตามกรณีที่พวกเขาอดทนนั่นคือสวนสวรรค์และผ้าไหม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โดยจะเป็นผู้เอกเขนกอยู่บนที่พักพิงในนั้น</w:t>
      </w:r>
      <w:r>
        <w:rPr>
          <w:rFonts w:cs="Cordia New" w:hint="cs"/>
          <w:szCs w:val="40"/>
          <w:cs/>
        </w:rPr>
        <w:t>”</w:t>
      </w:r>
    </w:p>
    <w:p w:rsidR="00C85AFD" w:rsidRDefault="00C85AFD" w:rsidP="00ED070F">
      <w:pPr>
        <w:pStyle w:val="libNormal"/>
      </w:pPr>
      <w:r w:rsidRPr="00B91120">
        <w:rPr>
          <w:rFonts w:hint="cs"/>
          <w:cs/>
        </w:rPr>
        <w:t>นี่คือการเคารพภักดีที่สมบูรณ์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เนื่องจากพวกเขาได้บริจาคอาหารไปทั้ง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ที่อาหารนั้นเป็นที่ต้องการของพวกเขาอย่างที่สุดเช่นกัน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มิฉะนั้น</w:t>
      </w:r>
      <w:r w:rsidR="00ED070F">
        <w:rPr>
          <w:rFonts w:hint="cs"/>
          <w:cs/>
        </w:rPr>
        <w:t xml:space="preserve"> </w:t>
      </w:r>
      <w:r w:rsidRPr="00B91120">
        <w:rPr>
          <w:rFonts w:hint="cs"/>
          <w:cs/>
        </w:rPr>
        <w:t>แล้วชีวประวัติตอนนี้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ก็คงจะไม่เป็นเรื่องราวที่ยิ่งใหญ่แต่ประการใด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ก็คงจะไม่ให้ความสำคัญจนถึงขนาดที่ประทานโองการเกี่ยวกับเรื่องนี้ให้แก่ศาสนทูตของพระองค์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ไว้ในอัล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</w:t>
      </w:r>
      <w:r w:rsidRPr="00B91120">
        <w:rPr>
          <w:cs/>
        </w:rPr>
        <w:t>(</w:t>
      </w:r>
      <w:r w:rsidRPr="00B91120">
        <w:rPr>
          <w:rFonts w:hint="cs"/>
          <w:cs/>
        </w:rPr>
        <w:t>๘</w:t>
      </w:r>
      <w:r w:rsidRPr="00B91120">
        <w:rPr>
          <w:cs/>
        </w:rPr>
        <w:t>)</w:t>
      </w:r>
    </w:p>
    <w:p w:rsidR="00ED070F" w:rsidRPr="00B91120" w:rsidRDefault="00ED070F" w:rsidP="00ED070F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๙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ท่านศอลิห</w:t>
      </w:r>
      <w:r w:rsidR="00ED070F">
        <w:rPr>
          <w:rFonts w:hint="cs"/>
          <w:cs/>
        </w:rPr>
        <w:t>์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ED070F" w:rsidRPr="00B91120">
        <w:rPr>
          <w:rFonts w:hint="cs"/>
          <w:cs/>
        </w:rPr>
        <w:t xml:space="preserve">ฉันได้พบกับท่านอะลี </w:t>
      </w:r>
      <w:r w:rsidR="00ED070F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โดยที่ท่านถืออินทผลัมอยู่ช่อหนึ่ง</w:t>
      </w:r>
    </w:p>
    <w:p w:rsidR="00C85AFD" w:rsidRPr="00ED070F" w:rsidRDefault="00C85AFD" w:rsidP="00ED070F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ฉันกล่าวกับท่านว่า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ข้าแต่ท่านอะมีรุลมุมีนีน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โปรดมอบอินทผลลัมช่อนี้ให้กับฉันถือแทนท่านเพื่อไปส่งถึงบ้านของท่านเถิด</w:t>
      </w:r>
      <w:r w:rsidR="00ED070F">
        <w:rPr>
          <w:rFonts w:cs="Cordia New" w:hint="cs"/>
          <w:szCs w:val="40"/>
          <w:cs/>
        </w:rPr>
        <w:t>”</w:t>
      </w:r>
    </w:p>
    <w:p w:rsidR="00ED070F" w:rsidRDefault="00C85AFD" w:rsidP="00ED070F">
      <w:pPr>
        <w:pStyle w:val="libNormal"/>
      </w:pPr>
      <w:r w:rsidRPr="00B91120">
        <w:rPr>
          <w:rFonts w:hint="cs"/>
          <w:cs/>
        </w:rPr>
        <w:t>ท่านกล่าวว่า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เจ้าของบ้านคือผู้ที่ควรค่าแก่การถือของของตนเอง</w:t>
      </w:r>
      <w:r w:rsidR="00ED070F"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ซึ่งท่านมิได้มอบให้ฉันถือให้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แล้วท่านก็ได้นำมันไปในบ้านของท่านเอง</w:t>
      </w:r>
    </w:p>
    <w:p w:rsidR="00ED070F" w:rsidRPr="00ED070F" w:rsidRDefault="00C85AFD" w:rsidP="00ED070F">
      <w:pPr>
        <w:pStyle w:val="libNormal"/>
        <w:ind w:firstLine="0"/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สักพักหนึ่ง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ท่านก็ได้กลับออกมาพร้อมกับถุงผ้าใบหนึ่งซึ่งบรรจุอินทผลัมทั้งเปลือก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แล้วท่านได้ไปนมาซวันศุกร์ร่วมกับประชาชน</w:t>
      </w:r>
      <w:r w:rsidRPr="00B91120">
        <w:rPr>
          <w:cs/>
        </w:rPr>
        <w:t>(</w:t>
      </w:r>
      <w:r w:rsidRPr="00B91120">
        <w:rPr>
          <w:rFonts w:hint="cs"/>
          <w:cs/>
        </w:rPr>
        <w:t>๙</w:t>
      </w:r>
      <w:r w:rsidRPr="00B91120">
        <w:rPr>
          <w:cs/>
        </w:rPr>
        <w:t>)</w:t>
      </w:r>
    </w:p>
    <w:p w:rsidR="00ED070F" w:rsidRDefault="00ED070F" w:rsidP="00C85AFD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--------------------------------------------</w:t>
      </w:r>
    </w:p>
    <w:p w:rsidR="00C85AFD" w:rsidRPr="00ED070F" w:rsidRDefault="00C85AFD" w:rsidP="00AE7015">
      <w:pPr>
        <w:pStyle w:val="libArFootnote"/>
        <w:bidi w:val="0"/>
      </w:pPr>
      <w:bookmarkStart w:id="161" w:name="_Toc414269029"/>
      <w:r w:rsidRPr="00ED070F">
        <w:t>(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๘</w:t>
      </w:r>
      <w:r w:rsidR="00AE7015">
        <w:rPr>
          <w:rFonts w:cs="Cordia New" w:hint="cs"/>
          <w:szCs w:val="30"/>
          <w:cs/>
          <w:lang w:bidi="th-TH"/>
        </w:rPr>
        <w:t>)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กัชฟุล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ฆอมมะฮ์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๔๙</w:t>
      </w:r>
      <w:bookmarkEnd w:id="161"/>
    </w:p>
    <w:p w:rsidR="00ED070F" w:rsidRPr="00ED070F" w:rsidRDefault="00C85AFD" w:rsidP="00AE7015">
      <w:pPr>
        <w:pStyle w:val="libArFootnote"/>
        <w:bidi w:val="0"/>
        <w:rPr>
          <w:szCs w:val="24"/>
          <w:rtl/>
          <w:cs/>
        </w:rPr>
      </w:pPr>
      <w:bookmarkStart w:id="162" w:name="_Toc414269030"/>
      <w:r w:rsidRPr="00ED070F">
        <w:t>(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๙</w:t>
      </w:r>
      <w:r w:rsidR="00AE7015">
        <w:rPr>
          <w:rFonts w:cs="Cordia New" w:hint="cs"/>
          <w:szCs w:val="30"/>
          <w:cs/>
          <w:lang w:bidi="th-TH"/>
        </w:rPr>
        <w:t>)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ยะนาบีอุล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มะวัดดะฮ์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ED070F">
        <w:rPr>
          <w:szCs w:val="24"/>
          <w:rtl/>
          <w:cs/>
        </w:rPr>
        <w:t xml:space="preserve"> </w:t>
      </w:r>
      <w:r w:rsidRPr="00ED070F">
        <w:rPr>
          <w:rFonts w:ascii="Angsana New" w:hAnsi="Angsana New" w:cs="Angsana New" w:hint="cs"/>
          <w:szCs w:val="24"/>
          <w:cs/>
          <w:lang w:bidi="th-TH"/>
        </w:rPr>
        <w:t>๑๔๖</w:t>
      </w:r>
      <w:bookmarkEnd w:id="162"/>
    </w:p>
    <w:p w:rsidR="00ED070F" w:rsidRDefault="00ED070F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ED070F" w:rsidRPr="004915DE" w:rsidRDefault="00ED070F" w:rsidP="00C85AFD">
      <w:pPr>
        <w:pStyle w:val="libNormal"/>
        <w:rPr>
          <w:rFonts w:cs="Cordia New"/>
          <w:szCs w:val="40"/>
        </w:rPr>
      </w:pPr>
    </w:p>
    <w:p w:rsidR="00ED070F" w:rsidRDefault="00C85AFD" w:rsidP="00ED070F">
      <w:pPr>
        <w:pStyle w:val="libNormal"/>
      </w:pPr>
      <w:r w:rsidRPr="00B91120">
        <w:rPr>
          <w:rFonts w:hint="cs"/>
          <w:cs/>
        </w:rPr>
        <w:t>๑๐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ได้กล่าวกับท่านฮะซัน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หลังจากที่ท่านได้รับบาดเจ็บเพราะอิบนุ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มุลญิม</w:t>
      </w:r>
      <w:r w:rsidRPr="00B91120">
        <w:rPr>
          <w:rFonts w:cs="Times New Roman"/>
          <w:lang w:bidi="ar-SA"/>
        </w:rPr>
        <w:t>(</w:t>
      </w:r>
      <w:r w:rsidR="00ED070F" w:rsidRPr="00B91120">
        <w:rPr>
          <w:rFonts w:hint="cs"/>
          <w:cs/>
        </w:rPr>
        <w:t xml:space="preserve">ผู้ที่อัลลอฮ์ </w:t>
      </w:r>
      <w:r w:rsidR="00ED070F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ED070F" w:rsidRPr="00B91120">
        <w:rPr>
          <w:rFonts w:hint="cs"/>
          <w:cs/>
        </w:rPr>
        <w:t>) ทรงสาปแช่</w:t>
      </w:r>
      <w:r w:rsidR="00ED070F" w:rsidRPr="00B91120">
        <w:rPr>
          <w:cs/>
        </w:rPr>
        <w:t>ง</w:t>
      </w:r>
      <w:r w:rsidR="00ED070F" w:rsidRPr="00B91120">
        <w:rPr>
          <w:rFonts w:hint="cs"/>
          <w:cs/>
        </w:rPr>
        <w:t>) ทำร้ายว่</w:t>
      </w:r>
      <w:r w:rsidR="00ED070F" w:rsidRPr="00B91120">
        <w:rPr>
          <w:cs/>
        </w:rPr>
        <w:t>า</w:t>
      </w:r>
    </w:p>
    <w:p w:rsidR="00C85AFD" w:rsidRPr="004915DE" w:rsidRDefault="00C85AFD" w:rsidP="004915DE">
      <w:pPr>
        <w:pStyle w:val="libNormal"/>
        <w:rPr>
          <w:rFonts w:cs="Cordia New"/>
          <w:szCs w:val="40"/>
        </w:rPr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ฮะซันเอ๋ยจงดูแลคนที่ทำร้ายฉัน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จงเอาอาหารของฉันให้แก่เขา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และจงเอาน้ำดื่มของฉันให้เขาดื่ม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ถ้าหากฉันยังมีชีวิตอยู่ต่อไป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ฉันจะจัดการกับสิทธิ์ของฉันเอง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แต่ถ้าฉันตายลงไซร้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พวกเจ้าก็จงฟันเขา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ครั้งและจงอย่างฟันซ้ำ</w:t>
      </w:r>
      <w:r w:rsidRPr="00B91120">
        <w:rPr>
          <w:cs/>
        </w:rPr>
        <w:t xml:space="preserve"> </w:t>
      </w:r>
      <w:r w:rsidR="004915DE" w:rsidRPr="00B91120">
        <w:rPr>
          <w:rFonts w:hint="cs"/>
          <w:cs/>
        </w:rPr>
        <w:t xml:space="preserve">แท้จริงฉันเคยได้ยินท่านศาสนทูตแห่งอัลลอฮ์ </w:t>
      </w:r>
      <w:r w:rsidR="004915DE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4915DE" w:rsidRPr="00B91120">
        <w:rPr>
          <w:rFonts w:hint="cs"/>
          <w:cs/>
        </w:rPr>
        <w:t>) ได้กล่าวว่</w:t>
      </w:r>
      <w:r w:rsidR="004915DE" w:rsidRPr="00B91120">
        <w:rPr>
          <w:cs/>
        </w:rPr>
        <w:t>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พวกท่านจงระวังในเรื่องการซ้ำเติมแม้แต่กับสุนัขที่ตะกละ</w:t>
      </w:r>
      <w:r w:rsidR="004915DE">
        <w:rPr>
          <w:rFonts w:cs="Cordia New" w:hint="cs"/>
          <w:szCs w:val="40"/>
          <w:cs/>
        </w:rPr>
        <w:t>”</w:t>
      </w:r>
    </w:p>
    <w:p w:rsidR="004915DE" w:rsidRDefault="00C85AFD" w:rsidP="004915DE">
      <w:pPr>
        <w:pStyle w:val="libNormal"/>
      </w:pPr>
      <w:r w:rsidRPr="00B91120">
        <w:rPr>
          <w:rFonts w:hint="cs"/>
          <w:cs/>
        </w:rPr>
        <w:t>จากนั้นท่านอะลี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โอ้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บุตรหลานของอับดุลมุฏฏอลิบ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ฉันจะไม่สั่งเสียพวกเจ้า</w:t>
      </w:r>
      <w:r w:rsidR="004915DE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ให้ล้างผลาญเลือดเนื้อของมวลมุสลิม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โดยกล่าวว่า</w:t>
      </w:r>
    </w:p>
    <w:p w:rsidR="00C85AFD" w:rsidRDefault="00C85AFD" w:rsidP="004915DE">
      <w:pPr>
        <w:pStyle w:val="libNormal"/>
        <w:ind w:firstLine="0"/>
      </w:pPr>
      <w:r w:rsidRPr="00B91120">
        <w:rPr>
          <w:rFonts w:hint="cs"/>
          <w:cs/>
        </w:rPr>
        <w:t>อะมีรุลมุมีนีนถูกสังหารแล้ว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แน่นอนไม่มีใครฆ่าฉันเลยนอกจากคนๆ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เดียว</w:t>
      </w:r>
      <w:r w:rsidR="004915DE">
        <w:rPr>
          <w:rFonts w:hint="cs"/>
          <w:cs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๑๐</w:t>
      </w:r>
      <w:r w:rsidRPr="00B91120">
        <w:rPr>
          <w:cs/>
        </w:rPr>
        <w:t>)</w:t>
      </w:r>
    </w:p>
    <w:p w:rsidR="004915DE" w:rsidRPr="00B91120" w:rsidRDefault="004915DE" w:rsidP="004915DE">
      <w:pPr>
        <w:pStyle w:val="libNormal"/>
        <w:ind w:firstLine="0"/>
        <w:rPr>
          <w:rFonts w:cs="Times New Roman"/>
          <w:lang w:bidi="ar-SA"/>
        </w:rPr>
      </w:pPr>
      <w:r>
        <w:rPr>
          <w:rFonts w:hint="cs"/>
          <w:cs/>
        </w:rPr>
        <w:t>-----------------------------------------</w:t>
      </w:r>
    </w:p>
    <w:p w:rsidR="004915DE" w:rsidRDefault="00C85AFD" w:rsidP="00AE7015">
      <w:pPr>
        <w:pStyle w:val="libArFootnote"/>
        <w:bidi w:val="0"/>
        <w:rPr>
          <w:rFonts w:ascii="Angsana New" w:hAnsi="Angsana New" w:cs="Angsana New"/>
          <w:szCs w:val="24"/>
          <w:lang w:bidi="th-TH"/>
        </w:rPr>
      </w:pPr>
      <w:bookmarkStart w:id="163" w:name="_Toc414269031"/>
      <w:r w:rsidRPr="004915DE">
        <w:t>(</w:t>
      </w:r>
      <w:r w:rsidRPr="004915DE">
        <w:rPr>
          <w:rFonts w:ascii="Angsana New" w:hAnsi="Angsana New" w:cs="Angsana New" w:hint="cs"/>
          <w:szCs w:val="24"/>
          <w:cs/>
          <w:lang w:bidi="th-TH"/>
        </w:rPr>
        <w:t>๑๐</w:t>
      </w:r>
      <w:r w:rsidR="00AE7015">
        <w:rPr>
          <w:rFonts w:cs="Cordia New" w:hint="cs"/>
          <w:szCs w:val="30"/>
          <w:cs/>
          <w:lang w:bidi="th-TH"/>
        </w:rPr>
        <w:t>)</w:t>
      </w:r>
      <w:r w:rsidRPr="004915DE">
        <w:rPr>
          <w:szCs w:val="24"/>
          <w:rtl/>
          <w:cs/>
        </w:rPr>
        <w:t xml:space="preserve"> </w:t>
      </w:r>
      <w:r w:rsidRPr="004915DE">
        <w:rPr>
          <w:rFonts w:ascii="Angsana New" w:hAnsi="Angsana New" w:cs="Angsana New" w:hint="cs"/>
          <w:szCs w:val="24"/>
          <w:cs/>
          <w:lang w:bidi="th-TH"/>
        </w:rPr>
        <w:t>อัลฟุศูลุล</w:t>
      </w:r>
      <w:r w:rsidRPr="004915DE">
        <w:rPr>
          <w:szCs w:val="24"/>
          <w:rtl/>
          <w:cs/>
        </w:rPr>
        <w:t xml:space="preserve"> </w:t>
      </w:r>
      <w:r w:rsidRPr="004915DE">
        <w:rPr>
          <w:rFonts w:ascii="Angsana New" w:hAnsi="Angsana New" w:cs="Angsana New" w:hint="cs"/>
          <w:szCs w:val="24"/>
          <w:cs/>
          <w:lang w:bidi="th-TH"/>
        </w:rPr>
        <w:t>มุฮิมมะฮ์</w:t>
      </w:r>
      <w:r w:rsidRPr="004915DE">
        <w:rPr>
          <w:szCs w:val="24"/>
          <w:rtl/>
          <w:cs/>
        </w:rPr>
        <w:t xml:space="preserve"> </w:t>
      </w:r>
      <w:r w:rsidRPr="004915DE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4915DE">
        <w:rPr>
          <w:szCs w:val="24"/>
          <w:rtl/>
          <w:cs/>
        </w:rPr>
        <w:t xml:space="preserve"> </w:t>
      </w:r>
      <w:r w:rsidRPr="004915DE">
        <w:rPr>
          <w:rFonts w:ascii="Angsana New" w:hAnsi="Angsana New" w:cs="Angsana New" w:hint="cs"/>
          <w:szCs w:val="24"/>
          <w:cs/>
          <w:lang w:bidi="th-TH"/>
        </w:rPr>
        <w:t>๑๑๘</w:t>
      </w:r>
      <w:bookmarkEnd w:id="163"/>
    </w:p>
    <w:p w:rsidR="004915DE" w:rsidRDefault="004915DE" w:rsidP="004915DE">
      <w:pPr>
        <w:pStyle w:val="libArFootnote"/>
        <w:bidi w:val="0"/>
        <w:rPr>
          <w:rFonts w:ascii="Angsana New" w:hAnsi="Angsana New" w:cs="Angsana New"/>
          <w:szCs w:val="24"/>
          <w:lang w:bidi="th-TH"/>
        </w:rPr>
      </w:pPr>
    </w:p>
    <w:p w:rsidR="004915DE" w:rsidRDefault="004915DE" w:rsidP="004915DE">
      <w:pPr>
        <w:pStyle w:val="libArFootnote"/>
        <w:bidi w:val="0"/>
        <w:rPr>
          <w:rFonts w:ascii="Angsana New" w:hAnsi="Angsana New" w:cs="Angsana New"/>
          <w:szCs w:val="24"/>
          <w:lang w:bidi="th-TH"/>
        </w:rPr>
      </w:pPr>
    </w:p>
    <w:p w:rsidR="004915DE" w:rsidRDefault="004915DE" w:rsidP="004915DE">
      <w:pPr>
        <w:pStyle w:val="libArFootnote"/>
        <w:bidi w:val="0"/>
        <w:rPr>
          <w:rFonts w:ascii="Angsana New" w:hAnsi="Angsana New" w:cs="Angsana New"/>
          <w:szCs w:val="24"/>
          <w:lang w:bidi="th-TH"/>
        </w:rPr>
      </w:pPr>
    </w:p>
    <w:p w:rsidR="004915DE" w:rsidRDefault="004915DE" w:rsidP="004915DE">
      <w:pPr>
        <w:pStyle w:val="libArFootnote"/>
        <w:bidi w:val="0"/>
        <w:rPr>
          <w:rFonts w:ascii="Angsana New" w:hAnsi="Angsana New" w:cs="Angsana New"/>
          <w:szCs w:val="24"/>
          <w:lang w:bidi="th-TH"/>
        </w:rPr>
      </w:pPr>
    </w:p>
    <w:p w:rsidR="004915DE" w:rsidRDefault="004915DE" w:rsidP="004915DE">
      <w:pPr>
        <w:pStyle w:val="libArFootnote"/>
        <w:bidi w:val="0"/>
        <w:rPr>
          <w:rFonts w:ascii="Angsana New" w:hAnsi="Angsana New" w:cs="Angsana New"/>
          <w:szCs w:val="24"/>
          <w:lang w:bidi="th-TH"/>
        </w:rPr>
      </w:pPr>
    </w:p>
    <w:p w:rsidR="004915DE" w:rsidRDefault="004915DE" w:rsidP="004915DE">
      <w:pPr>
        <w:pStyle w:val="libArFootnote"/>
        <w:bidi w:val="0"/>
        <w:rPr>
          <w:rFonts w:ascii="Angsana New" w:hAnsi="Angsana New" w:cs="Angsana New"/>
          <w:szCs w:val="24"/>
          <w:lang w:bidi="th-TH"/>
        </w:rPr>
      </w:pPr>
    </w:p>
    <w:p w:rsidR="004915DE" w:rsidRDefault="004915DE" w:rsidP="004915DE">
      <w:pPr>
        <w:pStyle w:val="libArFootnote"/>
        <w:bidi w:val="0"/>
        <w:rPr>
          <w:rFonts w:ascii="Angsana New" w:hAnsi="Angsana New" w:cs="Angsana New"/>
          <w:szCs w:val="24"/>
          <w:lang w:bidi="th-TH"/>
        </w:rPr>
      </w:pPr>
    </w:p>
    <w:p w:rsidR="004915DE" w:rsidRDefault="004915DE" w:rsidP="004915DE">
      <w:pPr>
        <w:pStyle w:val="libArFootnote"/>
        <w:bidi w:val="0"/>
        <w:rPr>
          <w:rFonts w:ascii="Angsana New" w:hAnsi="Angsana New" w:cs="Angsana New"/>
          <w:szCs w:val="24"/>
          <w:lang w:bidi="th-TH"/>
        </w:rPr>
      </w:pPr>
    </w:p>
    <w:p w:rsidR="004915DE" w:rsidRDefault="004915DE" w:rsidP="004915DE">
      <w:pPr>
        <w:pStyle w:val="libArFootnote"/>
        <w:bidi w:val="0"/>
        <w:rPr>
          <w:rFonts w:ascii="Angsana New" w:hAnsi="Angsana New" w:cs="Angsana New"/>
          <w:szCs w:val="24"/>
          <w:lang w:bidi="th-TH"/>
        </w:rPr>
      </w:pPr>
    </w:p>
    <w:p w:rsidR="004915DE" w:rsidRDefault="004915DE" w:rsidP="004915DE">
      <w:pPr>
        <w:pStyle w:val="libArFootnote"/>
        <w:bidi w:val="0"/>
        <w:rPr>
          <w:rFonts w:ascii="Angsana New" w:hAnsi="Angsana New" w:cs="Angsana New"/>
          <w:szCs w:val="24"/>
          <w:lang w:bidi="th-TH"/>
        </w:rPr>
      </w:pPr>
    </w:p>
    <w:p w:rsidR="004915DE" w:rsidRDefault="004915DE" w:rsidP="004915DE">
      <w:pPr>
        <w:pStyle w:val="libArFootnote"/>
        <w:bidi w:val="0"/>
        <w:rPr>
          <w:rFonts w:ascii="Angsana New" w:hAnsi="Angsana New" w:cs="Angsana New"/>
          <w:szCs w:val="24"/>
          <w:lang w:bidi="th-TH"/>
        </w:rPr>
      </w:pPr>
    </w:p>
    <w:p w:rsidR="004915DE" w:rsidRDefault="004915DE" w:rsidP="004915DE">
      <w:pPr>
        <w:pStyle w:val="libArFootnote"/>
        <w:bidi w:val="0"/>
        <w:rPr>
          <w:rFonts w:ascii="Angsana New" w:hAnsi="Angsana New" w:cs="Angsana New"/>
          <w:szCs w:val="24"/>
          <w:cs/>
          <w:lang w:bidi="th-TH"/>
        </w:rPr>
      </w:pPr>
    </w:p>
    <w:p w:rsidR="004915DE" w:rsidRDefault="004915DE">
      <w:pPr>
        <w:rPr>
          <w:rFonts w:ascii="Angsana New" w:eastAsia="Times New Roman" w:hAnsi="Angsana New" w:cs="Angsana New"/>
          <w:kern w:val="36"/>
          <w:rtl/>
          <w:cs/>
          <w:lang w:eastAsia="en-US"/>
        </w:rPr>
      </w:pPr>
      <w:r>
        <w:rPr>
          <w:rFonts w:ascii="Angsana New" w:hAnsi="Angsana New" w:cs="Angsana New"/>
        </w:rPr>
        <w:br w:type="page"/>
      </w:r>
    </w:p>
    <w:p w:rsidR="00C85AFD" w:rsidRPr="004915DE" w:rsidRDefault="00C85AFD" w:rsidP="004915DE">
      <w:pPr>
        <w:pStyle w:val="libArFootnote"/>
        <w:bidi w:val="0"/>
      </w:pPr>
    </w:p>
    <w:p w:rsidR="00C85AFD" w:rsidRDefault="00C85AFD" w:rsidP="004915DE">
      <w:pPr>
        <w:pStyle w:val="Heading1"/>
      </w:pPr>
      <w:bookmarkStart w:id="164" w:name="_Toc414269032"/>
      <w:r w:rsidRPr="00B91120">
        <w:rPr>
          <w:rFonts w:hint="cs"/>
          <w:cs/>
        </w:rPr>
        <w:t>คำปราศรัยอันทรงคุณค่าของท่านอะมีรุลมุมีนีน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bookmarkEnd w:id="164"/>
    </w:p>
    <w:p w:rsidR="004915DE" w:rsidRPr="004915DE" w:rsidRDefault="004915DE" w:rsidP="004915DE">
      <w:pPr>
        <w:pStyle w:val="libNormal"/>
      </w:pPr>
    </w:p>
    <w:p w:rsidR="00C85AFD" w:rsidRPr="00B91120" w:rsidRDefault="00C85AFD" w:rsidP="004915DE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ในบรรดาจำนวนเศาะฮาบะฮ์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และบรรดาคอลีฟะฮ์ทั้งหลายนั้น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ไม่มีคำปราศรัย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คำตักเตือนสุภาษิต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คำสั่งเสีย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คำสั่ง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และข้อเขียนของใครจะถูกบันทึกไว้ให้เหมือนกับของท่านอะลี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นั่นคือ</w:t>
      </w:r>
    </w:p>
    <w:p w:rsidR="00C85AFD" w:rsidRDefault="00C85AFD" w:rsidP="004915DE">
      <w:pPr>
        <w:pStyle w:val="libNormal"/>
      </w:pPr>
      <w:r w:rsidRPr="00B91120">
        <w:rPr>
          <w:rFonts w:hint="cs"/>
          <w:cs/>
        </w:rPr>
        <w:t>หนังสือนะญุล</w:t>
      </w:r>
      <w:r w:rsidRPr="00B91120">
        <w:rPr>
          <w:cs/>
        </w:rPr>
        <w:t>-</w:t>
      </w:r>
      <w:r w:rsidRPr="00B91120">
        <w:rPr>
          <w:rFonts w:hint="cs"/>
          <w:cs/>
        </w:rPr>
        <w:t>บะลาเฆาะฮ์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ที่ถูกเรียบเรียงมาด้วยโวหารที่สูงส่ง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และสมบูรณ์ด้วยอรรถรสอันลึกล้ำ</w:t>
      </w:r>
      <w:r w:rsidR="004915DE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คือความภาคภูมิใจของมวลมุสลิมทุกคน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และเป็นเกียรติยศสำหรับผู้ศรัทธาทุกคน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นี่คือสิ่งเดียวที่นอกเหนือจากพจนารถของผู้ทรงสร้าง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แต่สูงส่งเกินกว่าถ้อยคำของมวลมนุษย์ทั้งปวง</w:t>
      </w:r>
    </w:p>
    <w:p w:rsidR="004915DE" w:rsidRPr="00B91120" w:rsidRDefault="004915DE" w:rsidP="004915DE">
      <w:pPr>
        <w:pStyle w:val="libNormal"/>
        <w:rPr>
          <w:rFonts w:cs="Times New Roman"/>
          <w:lang w:bidi="ar-SA"/>
        </w:rPr>
      </w:pPr>
    </w:p>
    <w:p w:rsidR="004915DE" w:rsidRDefault="00C85AFD" w:rsidP="004915DE">
      <w:pPr>
        <w:pStyle w:val="libNormal"/>
      </w:pPr>
      <w:r w:rsidRPr="00B91120">
        <w:rPr>
          <w:rFonts w:hint="cs"/>
          <w:cs/>
        </w:rPr>
        <w:t>อิบนุ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อะบิลฮะดีดได้กล่าวว่า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ท่านจงพิจารณาข้อมูล</w:t>
      </w:r>
      <w:r w:rsidRPr="00B91120">
        <w:rPr>
          <w:cs/>
        </w:rPr>
        <w:t xml:space="preserve"> </w:t>
      </w:r>
      <w:r w:rsidR="004915DE" w:rsidRPr="00B91120">
        <w:rPr>
          <w:rFonts w:hint="cs"/>
          <w:cs/>
        </w:rPr>
        <w:t xml:space="preserve">ถ้อยคำของท่านอะมีรุลมุมีนีน </w:t>
      </w:r>
      <w:r w:rsidR="004915DE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4915DE" w:rsidRPr="00B91120">
        <w:rPr>
          <w:rFonts w:hint="cs"/>
          <w:cs/>
        </w:rPr>
        <w:t>) เถิ</w:t>
      </w:r>
      <w:r w:rsidR="004915DE" w:rsidRPr="00B91120">
        <w:rPr>
          <w:cs/>
        </w:rPr>
        <w:t>ด</w:t>
      </w:r>
      <w:r w:rsidR="004915DE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แล้วท่านจะพบว่า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มันแยกแยะมาจากถ้อยคำต่างๆ</w:t>
      </w:r>
      <w:r w:rsidRPr="00B91120">
        <w:rPr>
          <w:cs/>
        </w:rPr>
        <w:t xml:space="preserve"> </w:t>
      </w:r>
      <w:r w:rsidR="004915DE" w:rsidRPr="00B91120">
        <w:rPr>
          <w:rFonts w:hint="cs"/>
          <w:cs/>
        </w:rPr>
        <w:t xml:space="preserve">แห่งพระคัมภีร์ของอัลลอฮ์ </w:t>
      </w:r>
      <w:r w:rsidR="004915DE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4915DE" w:rsidRPr="00B91120">
        <w:rPr>
          <w:rFonts w:hint="cs"/>
          <w:cs/>
        </w:rPr>
        <w:t>) และเป็นข้อมู</w:t>
      </w:r>
      <w:r w:rsidR="004915DE" w:rsidRPr="00B91120">
        <w:rPr>
          <w:cs/>
        </w:rPr>
        <w:t>ล</w:t>
      </w:r>
      <w:r w:rsidRPr="00B91120">
        <w:rPr>
          <w:rFonts w:hint="cs"/>
          <w:cs/>
        </w:rPr>
        <w:t>ที่เก็บถ้อยคำต่างๆ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มาจากความหมายและแนวทางต่าง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จากพระคัมภีร์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มีเค้าโครงอย่างเดียวกับเค้าโครงของพระคัมภีร์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มันเป็นอย่างนั้นจริง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ถึงแม้ว่าพระคัมภีร์จะไม่มีคำพูดของใครเสมอเหมือนเทียบเคียงได้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ควรที่จะกล่าวได้ว่า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หลังจากพระคัมภีร์แล้วจะไม่มีถ้อยคำของใคร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เป็นโวหารสูงส่งลึกซึ้ง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มีอรรถรส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มีคุณค่าอีกแล้วหากจะมีได้ก็เพียงถ้อยคำของท่านอะลี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เท่านั้น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ความจริงข้อนี้ไม่มีใครรู้ได้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นอกจากผู้ที่มีความรู้สันทัดที่สุดในงานแขนงนี้เท่านั้น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และหาใช่ว่าคนทุกคนจะควรค่ากับการเป็นผู้ครอบครองเพชรอัญมณียิ่งไปกว่านั้น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ก็หาใช่ว่าจะคู่ควรกับทองคำเสมอไป</w:t>
      </w:r>
    </w:p>
    <w:p w:rsidR="004915DE" w:rsidRDefault="004915DE" w:rsidP="004915DE">
      <w:pPr>
        <w:pStyle w:val="libNormal"/>
      </w:pPr>
    </w:p>
    <w:p w:rsidR="004915DE" w:rsidRDefault="004915DE" w:rsidP="004915DE">
      <w:pPr>
        <w:pStyle w:val="libNormal"/>
      </w:pPr>
    </w:p>
    <w:p w:rsidR="004915DE" w:rsidRDefault="004915DE" w:rsidP="004915DE">
      <w:pPr>
        <w:pStyle w:val="libNormal"/>
        <w:rPr>
          <w:cs/>
        </w:rPr>
      </w:pPr>
    </w:p>
    <w:p w:rsidR="004915DE" w:rsidRDefault="004915DE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4915DE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ในบทนี้เราจะบันทึกประโยคคำพูดของท่านอะมีรุลมุมีนีน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พอเป็นสังเขป</w:t>
      </w:r>
    </w:p>
    <w:p w:rsidR="00C85AFD" w:rsidRPr="00B91120" w:rsidRDefault="00C85AFD" w:rsidP="00C53D6A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จากคำปราศรัยของท่านอะมีรุลมุมีนีน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ที่กำชับในเรื่องการ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ต่อสู้และตำหนิพวกที่เฉยเมยในเรื่องนี้ว่า</w:t>
      </w:r>
    </w:p>
    <w:p w:rsidR="00C53D6A" w:rsidRDefault="00C85AFD" w:rsidP="00C53D6A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แท้จริง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การต่อสู้คือประตูบานหนึ่งของประตูสวรรค์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ทรงเปิดไว้สำหรับเหล่าบรรดา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ผู้ใกล้ชิดของพระองค์โดยเฉพาะ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และมันคืออาภรณ์แห่งการสำรวมตนเป็นเกราะของอัลลอฮ์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อันแข็งแกร่ง</w:t>
      </w:r>
      <w:r w:rsidRPr="00B91120">
        <w:rPr>
          <w:cs/>
        </w:rPr>
        <w:t xml:space="preserve"> </w:t>
      </w:r>
    </w:p>
    <w:p w:rsidR="00C85AFD" w:rsidRPr="00B91120" w:rsidRDefault="00C85AFD" w:rsidP="00C53D6A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ผู้ใดละทิ้งมันไปด้วยความรังเกียจ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จะให้เขาผู้นั้นสวมใส่อาภรณ์แห่งความต่ำต้อยและสภาพชีวิตที่ได้รับการลงโทษ</w:t>
      </w:r>
      <w:r w:rsidR="00C53D6A">
        <w:rPr>
          <w:rFonts w:hint="cs"/>
          <w:cs/>
        </w:rPr>
        <w:t>อันน่าอัปยศอดสูหัวใจจะถูกตรึงไว</w:t>
      </w:r>
      <w:r w:rsidRPr="00B91120">
        <w:rPr>
          <w:rFonts w:hint="cs"/>
          <w:cs/>
        </w:rPr>
        <w:t>ด้วยสิ่งปิดกั้น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สัจธรรมจะถูกยึดไปจากเขาเนื่องจากทอดทิ้งการต่อสู้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เขาจะจำนนกับความพ่ายแพ้</w:t>
      </w:r>
    </w:p>
    <w:p w:rsidR="00C53D6A" w:rsidRDefault="00C85AFD" w:rsidP="00C53D6A">
      <w:pPr>
        <w:pStyle w:val="libNormal"/>
      </w:pPr>
      <w:r w:rsidRPr="00B91120">
        <w:rPr>
          <w:rFonts w:hint="cs"/>
          <w:cs/>
        </w:rPr>
        <w:t>ความเป็นธรรมจะถูกปิดกั้น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แน่นอนข้าเคยเรียกร้องท่านหลายครั้งแล้วใช่ไหมว่า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ให้ต่อสู้กับพวกเขาทั้งในยามกลางคืนและกลางวัน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ทั้งโดยลับและโดยเปิดเผย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และข้าเคยพูดกับพวกท่านว่าจงสู้รบกับเขาเหล่านั้น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ก่อนที่พวกเขาจะสู้รบกับพวกท่าน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ขอสาบานด้วยพระนามของอัลลอฮ์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หากคนพวกนั้นได้รับการบุกโจมตีถึงใจกลางบ้านเมืองแล้ว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พวกเขาจะได้รับความตกต่ำ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กล่าวคือ</w:t>
      </w:r>
      <w:r w:rsidR="00C53D6A">
        <w:rPr>
          <w:rFonts w:hint="cs"/>
          <w:cs/>
        </w:rPr>
        <w:t xml:space="preserve"> </w:t>
      </w:r>
      <w:r w:rsidRPr="00B91120">
        <w:rPr>
          <w:rFonts w:hint="cs"/>
          <w:cs/>
        </w:rPr>
        <w:t>พวกท่านต้องยอมสวามิภักดิ์และยอมอ่อนข้อให้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จนพวกท่านต้องถูกทำลายอย่างย่อยยับเป็นเสี่ยงๆ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และบ้านเมืองก็จะถูกยึดครอง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และนี่คือ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พี่ชายของฆอมิด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พลังของเขาสามารถพิชิตเมืองอันบาร์</w:t>
      </w:r>
      <w:r w:rsidRPr="00B91120">
        <w:rPr>
          <w:cs/>
        </w:rPr>
        <w:t>(</w:t>
      </w:r>
      <w:r w:rsidRPr="00B91120">
        <w:rPr>
          <w:rFonts w:hint="cs"/>
          <w:cs/>
        </w:rPr>
        <w:t>๑</w:t>
      </w:r>
      <w:r w:rsidRPr="00B91120">
        <w:rPr>
          <w:cs/>
        </w:rPr>
        <w:t>)</w:t>
      </w:r>
    </w:p>
    <w:p w:rsidR="00C53D6A" w:rsidRDefault="00C85AFD" w:rsidP="00C53D6A">
      <w:pPr>
        <w:pStyle w:val="libNormal"/>
        <w:ind w:firstLine="0"/>
      </w:pPr>
      <w:r w:rsidRPr="00B91120">
        <w:rPr>
          <w:rFonts w:hint="cs"/>
          <w:cs/>
        </w:rPr>
        <w:t>เขาสามารถสังหารอิซซาน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บินฮิซซาน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บักรี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และทำลายแสนยานุภาพของพวกท่านได้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ทั้งๆ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ที่มีอาวุธมากมาย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ฉันได้ทราบมาว่าชายคนหนึ่งในหมู่พวกเขาเข้ามาบุกรุกสตรีมุสลิม</w:t>
      </w:r>
    </w:p>
    <w:p w:rsidR="00C53D6A" w:rsidRDefault="00C53D6A" w:rsidP="00C53D6A">
      <w:pPr>
        <w:pStyle w:val="libNormal"/>
        <w:ind w:firstLine="0"/>
      </w:pPr>
      <w:r>
        <w:rPr>
          <w:rFonts w:hint="cs"/>
          <w:cs/>
        </w:rPr>
        <w:t>-------------------------------------</w:t>
      </w:r>
    </w:p>
    <w:p w:rsidR="00C53D6A" w:rsidRPr="00C53D6A" w:rsidRDefault="00C53D6A" w:rsidP="00AE7015">
      <w:pPr>
        <w:pStyle w:val="libArFootnote"/>
        <w:bidi w:val="0"/>
        <w:rPr>
          <w:szCs w:val="24"/>
          <w:rtl/>
          <w:cs/>
        </w:rPr>
      </w:pPr>
      <w:bookmarkStart w:id="165" w:name="_Toc414269033"/>
      <w:r w:rsidRPr="00C53D6A">
        <w:rPr>
          <w:szCs w:val="24"/>
        </w:rPr>
        <w:t>(</w:t>
      </w:r>
      <w:r w:rsidRPr="00C53D6A">
        <w:rPr>
          <w:rFonts w:cs="Angsana New" w:hint="cs"/>
          <w:szCs w:val="24"/>
          <w:cs/>
          <w:lang w:bidi="th-TH"/>
        </w:rPr>
        <w:t>๑</w:t>
      </w:r>
      <w:r w:rsidR="00AE7015">
        <w:rPr>
          <w:rFonts w:cs="Cordia New" w:hint="cs"/>
          <w:szCs w:val="30"/>
          <w:cs/>
          <w:lang w:bidi="th-TH"/>
        </w:rPr>
        <w:t>)</w:t>
      </w:r>
      <w:r w:rsidRPr="00C53D6A">
        <w:rPr>
          <w:rFonts w:cs="Angsana New" w:hint="cs"/>
          <w:szCs w:val="24"/>
          <w:cs/>
          <w:lang w:bidi="th-TH"/>
        </w:rPr>
        <w:t>เมืองอันบาร์</w:t>
      </w:r>
      <w:r w:rsidRPr="00C53D6A">
        <w:rPr>
          <w:szCs w:val="24"/>
          <w:rtl/>
          <w:cs/>
        </w:rPr>
        <w:t xml:space="preserve"> </w:t>
      </w:r>
      <w:r w:rsidRPr="00C53D6A">
        <w:rPr>
          <w:rFonts w:cs="Angsana New" w:hint="cs"/>
          <w:szCs w:val="24"/>
          <w:cs/>
          <w:lang w:bidi="th-TH"/>
        </w:rPr>
        <w:t>อยู่ชายฝั่งด้านตะวันออกของแม่น้ำยูเฟรตีส</w:t>
      </w:r>
      <w:bookmarkEnd w:id="165"/>
    </w:p>
    <w:p w:rsidR="00C53D6A" w:rsidRDefault="00C53D6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53D6A" w:rsidRPr="00B91120" w:rsidRDefault="00C53D6A" w:rsidP="00C53D6A">
      <w:pPr>
        <w:pStyle w:val="libNormal"/>
        <w:rPr>
          <w:rFonts w:cs="Times New Roman"/>
          <w:lang w:bidi="ar-SA"/>
        </w:rPr>
      </w:pPr>
    </w:p>
    <w:p w:rsidR="00C53D6A" w:rsidRDefault="00C53D6A" w:rsidP="00C53D6A">
      <w:pPr>
        <w:pStyle w:val="libNormal"/>
        <w:ind w:firstLine="0"/>
        <w:rPr>
          <w:cs/>
        </w:rPr>
      </w:pPr>
    </w:p>
    <w:p w:rsidR="00C85AFD" w:rsidRPr="00B91120" w:rsidRDefault="00C85AFD" w:rsidP="00C53D6A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อีกทั้งย่ำยีเกียรติโดยถอดกำไลเท้า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และเครื่องประดับของพวกนาง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นางไม่มีอะไรยับยั้งมันได้นอกจากกล่าวรำพึงและอ้อนวอนขอความเมตตา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ต่อจากนั้นพวกเขาก็พากันแยกย้ายกระจัดกระจาย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คนผู้ชายในหมู่พวก</w:t>
      </w:r>
    </w:p>
    <w:p w:rsidR="00C85AFD" w:rsidRPr="00B91120" w:rsidRDefault="00C85AFD" w:rsidP="00C53D6A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เขาไม่มีใครได้รับบาดแผลเลยและพวกเขาไม่มีใครเสียเลือดเลย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นี่ถ้าหากว่า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มีชายมุสลิมตายลง</w:t>
      </w:r>
    </w:p>
    <w:p w:rsidR="00C53D6A" w:rsidRDefault="00C85AFD" w:rsidP="00C53D6A">
      <w:pPr>
        <w:pStyle w:val="libNormal"/>
      </w:pPr>
      <w:r w:rsidRPr="00B91120">
        <w:rPr>
          <w:rFonts w:hint="cs"/>
          <w:cs/>
        </w:rPr>
        <w:t>หลังจากเหตุการณ์นี้ด้วยความเสียใจ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ก็คงไม่มีอะไรเป็นที่น่าตำหนิ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ยิ่งไปกว่านั้นสำหรับข้าถือว่า</w:t>
      </w:r>
      <w:r w:rsidR="00C53D6A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เป็นสิ่งที่คู่ควรอย่างแท้จริงด้วยซ้ำ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ข้าแต่อัลลอฮ์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น่าแปลกใจจริงๆ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ที่หัวใจเหล่านั้นตายด้านความรู้สึกสำนึกถูกครอบงำ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พวกเขาต่างร่วมกันอยู่ในความผิดพลาด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ท่านทั้งหลายต่างพากันทำลายสิทธิ</w:t>
      </w:r>
      <w:r w:rsidR="00C53D6A">
        <w:rPr>
          <w:rFonts w:hint="cs"/>
          <w:cs/>
        </w:rPr>
        <w:t>ข</w:t>
      </w:r>
      <w:r w:rsidRPr="00B91120">
        <w:rPr>
          <w:rFonts w:hint="cs"/>
          <w:cs/>
        </w:rPr>
        <w:t>องพวกท่านเอง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สำหรับพวกท่านจึงมีแต่ความน่าเกลียดและชิงชัง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ในยามที่พวกท่านยอมตกเป็นเป้าถูกขว้างปา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พวกท่านถูกเร่งเร้า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แต่ก็หาได้มีปฏิกิริยาโต้ตอบ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พวกท่านถูกทิ่มแทงแต่พวกท่านก็ไม่รู้สึกปวดร้าวอะไร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ในขณะที่พวกเขาทรยศต่ออัลลอฮ์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พวกท่านกลับพึงพอใจ</w:t>
      </w:r>
    </w:p>
    <w:p w:rsidR="00C85AFD" w:rsidRPr="00B91120" w:rsidRDefault="00C85AFD" w:rsidP="00C53D6A">
      <w:pPr>
        <w:pStyle w:val="libNormal"/>
        <w:rPr>
          <w:rFonts w:cs="Times New Roman"/>
          <w:lang w:bidi="ar-SA"/>
        </w:rPr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ดังจะเห็นได้ว่าเมื่อข้าออกคำสั่งให้พวกท่านออกไปรบกับพวกเขาในช่วงฤดูร้อน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ท่านทั้งหลายก็กล่าวว่า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มันร้อนจัดเหลือเกิน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ความร้อนจะต้องเผาผลาญเราแน่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แต่พอข้าฯสั่งให้ออกไปรบกับพวกเขาในช่วงฤดูหนาว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พวกท่านก็บอกว่า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นี่มันหนาวเหลือเกิน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ความหนาวจัดต้องทำลายเราแน่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ทุกฤดูกาล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ไม่ว่าจะร้อนหรือหนาว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พวกท่านก็จะผละหนีทั้งนั้น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ก็ในเมื่อเป็นอย่างนี้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ด้วยพระนามของอัลลอฮ์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พวกท่านก็สมควรแล้วที่ต้องเผชิญกับคมดาบ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โอ้พวกเจ้าผู้มีเรือนร่างเป็นบุรุษแต่ไม่ใช่บุรุษ</w:t>
      </w:r>
    </w:p>
    <w:p w:rsidR="00C53D6A" w:rsidRDefault="00C85AFD" w:rsidP="00C53D6A">
      <w:pPr>
        <w:pStyle w:val="libNormal"/>
        <w:rPr>
          <w:cs/>
        </w:rPr>
      </w:pPr>
      <w:r w:rsidRPr="00B91120">
        <w:rPr>
          <w:rFonts w:hint="cs"/>
          <w:cs/>
        </w:rPr>
        <w:t>แม้แต่เพียงนิดเดียวเป็นพวกทารกแรกเกิด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และเป็นพวกที่มันสมองติดอยู่กับกำไลสตรี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</w:t>
      </w:r>
      <w:r w:rsidR="00C53D6A">
        <w:rPr>
          <w:rFonts w:hint="cs"/>
          <w:cs/>
        </w:rPr>
        <w:t xml:space="preserve"> </w:t>
      </w:r>
      <w:r w:rsidRPr="00B91120">
        <w:rPr>
          <w:rFonts w:hint="cs"/>
          <w:cs/>
        </w:rPr>
        <w:t>ฉันไม่ปรารถนาจะแลเห็น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และไม่อยากจะรู้จักกับพวกท่านเลย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ด้วยพระนามของอัลลอฮ์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เพราะมันน่าเสียใจ</w:t>
      </w:r>
    </w:p>
    <w:p w:rsidR="00C53D6A" w:rsidRDefault="00C53D6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53D6A" w:rsidRDefault="00C85AFD" w:rsidP="00C53D6A">
      <w:pPr>
        <w:pStyle w:val="libNormal"/>
      </w:pPr>
      <w:r w:rsidRPr="00B91120">
        <w:rPr>
          <w:cs/>
        </w:rPr>
        <w:lastRenderedPageBreak/>
        <w:t xml:space="preserve"> </w:t>
      </w:r>
      <w:r w:rsidRPr="00B91120">
        <w:rPr>
          <w:rFonts w:hint="cs"/>
          <w:cs/>
        </w:rPr>
        <w:t>มันน่าละอายแก่ใจ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ในที่สุดขอให้อัลลอฮ์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ทำลายพวกท่านเสียเถิด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แน่นอนพวกท่านทำให้หัวใจของข้าเต็มไปด้วยความรังเกียจ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และพวกท่านสร้างภาระที่ขมขื่นให้แก่หัวอกของข้าอย่างยิ่ง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พวกท่านทำให้ขากระอักกระอ่วนมีความทุกข์โศก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ทุรนทุราย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พวกท่านได้ก่อความเสียหายให้แก่ข้า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ด้วยการทรยศและทำลายจนพวกกุเรชถึงกับกล่าวว่า</w:t>
      </w:r>
    </w:p>
    <w:p w:rsidR="00C85AFD" w:rsidRPr="00C53D6A" w:rsidRDefault="00C85AFD" w:rsidP="00C53D6A">
      <w:pPr>
        <w:pStyle w:val="libNormal"/>
        <w:rPr>
          <w:rFonts w:cs="Cordia New"/>
          <w:szCs w:val="40"/>
        </w:rPr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บุตรของอะบีฏอลิบ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เป็นชายที่กล้าหาญก็จริง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แต่ไม่มีความรู้ในเชิงรบ</w:t>
      </w:r>
      <w:r w:rsidR="00C53D6A"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="00C53D6A" w:rsidRPr="00B91120">
        <w:rPr>
          <w:rFonts w:hint="cs"/>
          <w:cs/>
        </w:rPr>
        <w:t xml:space="preserve">ขอสาบานด้วยพระนามของอัลลอฮ์ </w:t>
      </w:r>
      <w:r w:rsidR="00C53D6A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C53D6A" w:rsidRPr="00B91120">
        <w:rPr>
          <w:rFonts w:hint="cs"/>
          <w:cs/>
        </w:rPr>
        <w:t>) อันว่</w:t>
      </w:r>
      <w:r w:rsidR="00C53D6A" w:rsidRPr="00B91120">
        <w:rPr>
          <w:cs/>
        </w:rPr>
        <w:t>า</w:t>
      </w:r>
      <w:r w:rsidR="00C53D6A">
        <w:rPr>
          <w:rFonts w:hint="cs"/>
          <w:cs/>
        </w:rPr>
        <w:t xml:space="preserve"> </w:t>
      </w:r>
      <w:r w:rsidRPr="00B91120">
        <w:rPr>
          <w:rFonts w:hint="cs"/>
          <w:cs/>
        </w:rPr>
        <w:t>บิดาของพวกท่านเหล่านั้น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คนใดบ้างที่มีประสบการณ์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และมีฐานะที่ล้ำหน้าข้าได้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แน่นอนข้าเก่งกล้าในเรื่องนี้</w:t>
      </w:r>
      <w:r w:rsidR="00C53D6A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ตั้งแต่อายุยังไม่ถึง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๒๐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และข้าก็ยังเป็นอยู่อย่างนี้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ทั้งๆ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ที่มีอายุมากถึง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๖๐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แล้วแต่ทว่ามันย่อมไม่ใช่คำสั่งต่อบุคคลที่ไม่ความภักดี</w:t>
      </w:r>
      <w:r w:rsidR="00C53D6A">
        <w:rPr>
          <w:rFonts w:cs="Cordia New" w:hint="cs"/>
          <w:szCs w:val="40"/>
          <w:cs/>
        </w:rPr>
        <w:t>”</w:t>
      </w:r>
    </w:p>
    <w:p w:rsidR="00C85AFD" w:rsidRPr="00B91120" w:rsidRDefault="00C85AFD" w:rsidP="00C53D6A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ส่วนหนึ่งจากคำสั่งเสียของท่านอะลี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ที่มีแก่ท่านฮะซัน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และท่านฮุเซน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เมื่อครั้งที่อิบนุ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มุลญิม</w:t>
      </w:r>
      <w:r w:rsidRPr="00B91120">
        <w:rPr>
          <w:cs/>
        </w:rPr>
        <w:t>(</w:t>
      </w:r>
      <w:r w:rsidRPr="00B91120">
        <w:rPr>
          <w:rFonts w:hint="cs"/>
          <w:cs/>
        </w:rPr>
        <w:t>ผู้ได้รับการสาปแช่งจากอัลลอฮ์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.)) </w:t>
      </w:r>
      <w:r w:rsidRPr="00B91120">
        <w:rPr>
          <w:rFonts w:hint="cs"/>
          <w:cs/>
        </w:rPr>
        <w:t>ได้ใช้ดาบฟันนั้น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มีใจความว่า</w:t>
      </w:r>
    </w:p>
    <w:p w:rsidR="00C53D6A" w:rsidRDefault="00C85AFD" w:rsidP="00C53D6A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ข้าขอสั่งเสียเจ้าทั้งสองให้มีการสำรวมตนต่ออัลลอฮ์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และจงอย่าละเมิดกับโลกนี้</w:t>
      </w:r>
      <w:r w:rsidR="00C53D6A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ถึงแม้มันจะละเมิดต่อเจ้าทั้งสอง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และจงอย่าแสดงความเสียใจกับสิ่งใด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ก็ตามในโลกที่มันสูญเสียไปจากเจ้าทั้งสอง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จงพูดความจริง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จงทำงานเพื่อผลการตอบแทน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จงเป็นศัตรูกับผู้อธรรม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จงเป็นผู้ช่วยเหลือคนที่ได้รับความไม่เป็นธรรม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ข้าขอสั่งเสียแก่เจ้าทั้งสอง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และลูกๆ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ของข้าทั้งหมดและภรรยาของข้าทั้งหมด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ตลอดจนถึงคนที่ได้รับหนังสือของฉันทั้งหมดว่า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ให้มีความยำเกรงต่ออัลลอฮ์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จงทำให้งานของพวกเจ้ามีระเบียบ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จงปรับปรุงแก้ไขเรื่องระหว่างพวกเจ้าให้ดี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เพราะฉันเคยได้ยินท่านผู้เป็นตาของพวกเจ้า</w:t>
      </w:r>
    </w:p>
    <w:p w:rsidR="00C53D6A" w:rsidRDefault="00C53D6A" w:rsidP="00C53D6A">
      <w:pPr>
        <w:pStyle w:val="libNormal"/>
      </w:pPr>
    </w:p>
    <w:p w:rsidR="00C53D6A" w:rsidRDefault="00C53D6A" w:rsidP="00C53D6A">
      <w:pPr>
        <w:pStyle w:val="libNormal"/>
        <w:rPr>
          <w:cs/>
        </w:rPr>
      </w:pPr>
    </w:p>
    <w:p w:rsidR="00C53D6A" w:rsidRDefault="00C53D6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53D6A" w:rsidRDefault="00C85AFD" w:rsidP="00C53D6A">
      <w:pPr>
        <w:pStyle w:val="libNormal"/>
      </w:pPr>
      <w:r w:rsidRPr="00B91120">
        <w:rPr>
          <w:cs/>
        </w:rPr>
        <w:lastRenderedPageBreak/>
        <w:t xml:space="preserve"> </w:t>
      </w:r>
      <w:r w:rsidR="00C53D6A" w:rsidRPr="00B91120">
        <w:rPr>
          <w:rFonts w:hint="cs"/>
          <w:cs/>
        </w:rPr>
        <w:t xml:space="preserve">ผู้เป็นศาสนทูตแห่งอัลลอฮ์ </w:t>
      </w:r>
      <w:r w:rsidR="00C53D6A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C53D6A" w:rsidRPr="00B91120">
        <w:rPr>
          <w:rFonts w:hint="cs"/>
          <w:cs/>
        </w:rPr>
        <w:t>) กล่าวว่</w:t>
      </w:r>
      <w:r w:rsidR="00C53D6A" w:rsidRPr="00B91120">
        <w:rPr>
          <w:cs/>
        </w:rPr>
        <w:t>า</w:t>
      </w:r>
    </w:p>
    <w:p w:rsidR="00C85AFD" w:rsidRPr="00C53D6A" w:rsidRDefault="00C85AFD" w:rsidP="00C53D6A">
      <w:pPr>
        <w:pStyle w:val="libNormal"/>
        <w:rPr>
          <w:rFonts w:cs="Cordia New"/>
          <w:szCs w:val="40"/>
        </w:rPr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การปรับปรุงแก้ไขในเรื่องราวระหว่างพวกเดียวกันนั้นมีคุณค่าสูงกว่าการนมาซและการถือศีลอดโดยทั่ว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ไป</w:t>
      </w:r>
      <w:r w:rsidR="00C53D6A">
        <w:rPr>
          <w:rFonts w:cs="Cordia New" w:hint="cs"/>
          <w:szCs w:val="40"/>
          <w:cs/>
        </w:rPr>
        <w:t>”</w:t>
      </w:r>
    </w:p>
    <w:p w:rsidR="00C85AFD" w:rsidRPr="00C53D6A" w:rsidRDefault="00C53D6A" w:rsidP="00C53D6A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85AFD" w:rsidRPr="00B91120">
        <w:rPr>
          <w:rFonts w:hint="cs"/>
          <w:cs/>
        </w:rPr>
        <w:t>วัลลอฮ์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ขอสาบานต่ออัลลอฮ์</w:t>
      </w:r>
      <w:r w:rsidR="00C85AFD" w:rsidRPr="00B91120">
        <w:rPr>
          <w:cs/>
        </w:rPr>
        <w:t>(</w:t>
      </w:r>
      <w:r w:rsidR="00C85AFD" w:rsidRPr="00B91120">
        <w:rPr>
          <w:rFonts w:hint="cs"/>
          <w:cs/>
        </w:rPr>
        <w:t>ซ</w:t>
      </w:r>
      <w:r w:rsidR="00C85AFD" w:rsidRPr="00B91120">
        <w:rPr>
          <w:cs/>
        </w:rPr>
        <w:t>.</w:t>
      </w:r>
      <w:r w:rsidR="00C85AFD" w:rsidRPr="00B91120">
        <w:rPr>
          <w:rFonts w:hint="cs"/>
          <w:cs/>
        </w:rPr>
        <w:t>บ</w:t>
      </w:r>
      <w:r w:rsidR="00C85AFD" w:rsidRPr="00B91120">
        <w:rPr>
          <w:cs/>
        </w:rPr>
        <w:t xml:space="preserve">.) </w:t>
      </w:r>
      <w:r w:rsidR="00C85AFD" w:rsidRPr="00B91120">
        <w:rPr>
          <w:rFonts w:hint="cs"/>
          <w:cs/>
        </w:rPr>
        <w:t>เรื่องของลูกกำพร้า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พวกเจ้าจงอย่าล้วงของที่อยู่ปากของพวกเขาออกมา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และจงอย่าให้เขาเหล่านั้นได้รับความสูญเสียอันเนื่องมาจากเกียรติยศของพวกเจ้า</w:t>
      </w:r>
      <w:r>
        <w:rPr>
          <w:rFonts w:cs="Cordia New" w:hint="cs"/>
          <w:szCs w:val="40"/>
          <w:cs/>
        </w:rPr>
        <w:t>”</w:t>
      </w:r>
    </w:p>
    <w:p w:rsidR="00C85AFD" w:rsidRPr="00C53D6A" w:rsidRDefault="00C53D6A" w:rsidP="00C53D6A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85AFD" w:rsidRPr="00B91120">
        <w:rPr>
          <w:rFonts w:hint="cs"/>
          <w:cs/>
        </w:rPr>
        <w:t>วัลลอฮ์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ขอสาบานต่ออัลลอฮ์</w:t>
      </w:r>
      <w:r w:rsidR="00C85AFD" w:rsidRPr="00B91120">
        <w:rPr>
          <w:cs/>
        </w:rPr>
        <w:t>(</w:t>
      </w:r>
      <w:r w:rsidR="00C85AFD" w:rsidRPr="00B91120">
        <w:rPr>
          <w:rFonts w:hint="cs"/>
          <w:cs/>
        </w:rPr>
        <w:t>ซ</w:t>
      </w:r>
      <w:r w:rsidR="00C85AFD" w:rsidRPr="00B91120">
        <w:rPr>
          <w:cs/>
        </w:rPr>
        <w:t>.</w:t>
      </w:r>
      <w:r w:rsidR="00C85AFD" w:rsidRPr="00B91120">
        <w:rPr>
          <w:rFonts w:hint="cs"/>
          <w:cs/>
        </w:rPr>
        <w:t>บ</w:t>
      </w:r>
      <w:r w:rsidR="00C85AFD" w:rsidRPr="00B91120">
        <w:rPr>
          <w:cs/>
        </w:rPr>
        <w:t>.)</w:t>
      </w:r>
      <w:r w:rsidR="00C85AFD" w:rsidRPr="00B91120">
        <w:rPr>
          <w:rFonts w:hint="cs"/>
          <w:cs/>
        </w:rPr>
        <w:t>ในเรื่อง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เพื่อนบ้านของพวกเจ้า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พวกเขาคือคำสั่งเสียของนบีของพวกเจ้า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ท่านนบี</w:t>
      </w:r>
      <w:r w:rsidR="00C85AFD" w:rsidRPr="00B91120">
        <w:rPr>
          <w:cs/>
        </w:rPr>
        <w:t>(</w:t>
      </w:r>
      <w:r w:rsidR="00C85AFD" w:rsidRPr="00B91120">
        <w:rPr>
          <w:rFonts w:hint="cs"/>
          <w:cs/>
        </w:rPr>
        <w:t>ศ</w:t>
      </w:r>
      <w:r w:rsidR="00C85AFD" w:rsidRPr="00B91120">
        <w:rPr>
          <w:cs/>
        </w:rPr>
        <w:t>)</w:t>
      </w:r>
      <w:r w:rsidR="00C85AFD" w:rsidRPr="00B91120">
        <w:rPr>
          <w:rFonts w:hint="cs"/>
          <w:cs/>
        </w:rPr>
        <w:t>ไม่เคยว่างเว้นจากการสั่งเสียในเรื่องของพวกเขาจนเราถึงกับคิดว่าท่านจะมอบมรดกให้กับพวกเขา</w:t>
      </w:r>
      <w:r>
        <w:rPr>
          <w:rFonts w:cs="Cordia New" w:hint="cs"/>
          <w:szCs w:val="40"/>
          <w:cs/>
        </w:rPr>
        <w:t>”</w:t>
      </w:r>
    </w:p>
    <w:p w:rsidR="00C85AFD" w:rsidRPr="00C53D6A" w:rsidRDefault="00C53D6A" w:rsidP="00C53D6A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85AFD" w:rsidRPr="00B91120">
        <w:rPr>
          <w:rFonts w:hint="cs"/>
          <w:cs/>
        </w:rPr>
        <w:t>วัลลอฮ์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ขอสาบานต่ออัลลอฮ์</w:t>
      </w:r>
      <w:r w:rsidR="00C85AFD" w:rsidRPr="00B91120">
        <w:rPr>
          <w:cs/>
        </w:rPr>
        <w:t>(</w:t>
      </w:r>
      <w:r w:rsidR="00C85AFD" w:rsidRPr="00B91120">
        <w:rPr>
          <w:rFonts w:hint="cs"/>
          <w:cs/>
        </w:rPr>
        <w:t>ซ</w:t>
      </w:r>
      <w:r w:rsidR="00C85AFD" w:rsidRPr="00B91120">
        <w:rPr>
          <w:cs/>
        </w:rPr>
        <w:t>.</w:t>
      </w:r>
      <w:r w:rsidR="00C85AFD" w:rsidRPr="00B91120">
        <w:rPr>
          <w:rFonts w:hint="cs"/>
          <w:cs/>
        </w:rPr>
        <w:t>บ</w:t>
      </w:r>
      <w:r w:rsidR="00C85AFD" w:rsidRPr="00B91120">
        <w:rPr>
          <w:cs/>
        </w:rPr>
        <w:t xml:space="preserve">.) </w:t>
      </w:r>
      <w:r w:rsidR="00C85AFD" w:rsidRPr="00B91120">
        <w:rPr>
          <w:rFonts w:hint="cs"/>
          <w:cs/>
        </w:rPr>
        <w:t>ในเรื่องอัล</w:t>
      </w:r>
      <w:r w:rsidR="00C85AFD" w:rsidRPr="00B91120">
        <w:rPr>
          <w:cs/>
        </w:rPr>
        <w:t>-</w:t>
      </w:r>
      <w:r w:rsidR="00C85AFD" w:rsidRPr="00B91120">
        <w:rPr>
          <w:rFonts w:hint="cs"/>
          <w:cs/>
        </w:rPr>
        <w:t>กุรอานจงอย่าให้คนอื่นนอกจากพวกเจ้าถือปฏิบัติตามคำสั่งสอนของมัน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ล้ำหน้าพวกเจ้า</w:t>
      </w:r>
      <w:r>
        <w:rPr>
          <w:rFonts w:cs="Cordia New" w:hint="cs"/>
          <w:szCs w:val="40"/>
          <w:cs/>
        </w:rPr>
        <w:t>”</w:t>
      </w:r>
    </w:p>
    <w:p w:rsidR="00C85AFD" w:rsidRPr="00C53D6A" w:rsidRDefault="00C53D6A" w:rsidP="00C53D6A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85AFD" w:rsidRPr="00B91120">
        <w:rPr>
          <w:rFonts w:hint="cs"/>
          <w:cs/>
        </w:rPr>
        <w:t>วัลลอฮ์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ขอสาบานต่ออัลลอฮ์</w:t>
      </w:r>
      <w:r w:rsidR="00C85AFD" w:rsidRPr="00B91120">
        <w:rPr>
          <w:cs/>
        </w:rPr>
        <w:t>(</w:t>
      </w:r>
      <w:r w:rsidR="00C85AFD" w:rsidRPr="00B91120">
        <w:rPr>
          <w:rFonts w:hint="cs"/>
          <w:cs/>
        </w:rPr>
        <w:t>ซ</w:t>
      </w:r>
      <w:r w:rsidR="00C85AFD" w:rsidRPr="00B91120">
        <w:rPr>
          <w:cs/>
        </w:rPr>
        <w:t>.</w:t>
      </w:r>
      <w:r w:rsidR="00C85AFD" w:rsidRPr="00B91120">
        <w:rPr>
          <w:rFonts w:hint="cs"/>
          <w:cs/>
        </w:rPr>
        <w:t>บ</w:t>
      </w:r>
      <w:r w:rsidR="00C85AFD" w:rsidRPr="00B91120">
        <w:rPr>
          <w:cs/>
        </w:rPr>
        <w:t xml:space="preserve">.) </w:t>
      </w:r>
      <w:r w:rsidR="00C85AFD" w:rsidRPr="00B91120">
        <w:rPr>
          <w:rFonts w:hint="cs"/>
          <w:cs/>
        </w:rPr>
        <w:t>เรื่องนมาซมันคือเสาหลักแห่งศาสนาของพวกเจ้า</w:t>
      </w:r>
      <w:r>
        <w:rPr>
          <w:rFonts w:cs="Cordia New" w:hint="cs"/>
          <w:szCs w:val="40"/>
          <w:cs/>
        </w:rPr>
        <w:t>”</w:t>
      </w:r>
    </w:p>
    <w:p w:rsidR="00C85AFD" w:rsidRPr="00C53D6A" w:rsidRDefault="00C53D6A" w:rsidP="00C53D6A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85AFD" w:rsidRPr="00B91120">
        <w:rPr>
          <w:rFonts w:hint="cs"/>
          <w:cs/>
        </w:rPr>
        <w:t>วัลลอฮ์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ขอสาบานต่ออัลลอฮ์</w:t>
      </w:r>
      <w:r w:rsidR="00C85AFD" w:rsidRPr="00B91120">
        <w:rPr>
          <w:cs/>
        </w:rPr>
        <w:t>(</w:t>
      </w:r>
      <w:r w:rsidR="00C85AFD" w:rsidRPr="00B91120">
        <w:rPr>
          <w:rFonts w:hint="cs"/>
          <w:cs/>
        </w:rPr>
        <w:t>ซ</w:t>
      </w:r>
      <w:r w:rsidR="00C85AFD" w:rsidRPr="00B91120">
        <w:rPr>
          <w:cs/>
        </w:rPr>
        <w:t>.</w:t>
      </w:r>
      <w:r w:rsidR="00C85AFD" w:rsidRPr="00B91120">
        <w:rPr>
          <w:rFonts w:hint="cs"/>
          <w:cs/>
        </w:rPr>
        <w:t>บ</w:t>
      </w:r>
      <w:r w:rsidR="00C85AFD" w:rsidRPr="00B91120">
        <w:rPr>
          <w:cs/>
        </w:rPr>
        <w:t xml:space="preserve">.) </w:t>
      </w:r>
      <w:r w:rsidR="00C85AFD" w:rsidRPr="00B91120">
        <w:rPr>
          <w:rFonts w:hint="cs"/>
          <w:cs/>
        </w:rPr>
        <w:t>ในเรื่องของบ้านของพระผู้อภิบาลของเจ้า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พวกเจ้าจงอย่าเหินห่างจากมันตราบใดที่พวกเจ้ายังมีชีวิตอยู่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เพราะถ้ามันถูกทอดทิ้ง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พวกเจ้าก็จะไม่ดูแลต่อกันและกัน</w:t>
      </w:r>
      <w:r>
        <w:rPr>
          <w:rFonts w:cs="Cordia New" w:hint="cs"/>
          <w:szCs w:val="40"/>
          <w:cs/>
        </w:rPr>
        <w:t>”</w:t>
      </w:r>
    </w:p>
    <w:p w:rsidR="00C53D6A" w:rsidRDefault="00C53D6A" w:rsidP="00C53D6A">
      <w:pPr>
        <w:pStyle w:val="libNormal"/>
        <w:rPr>
          <w:cs/>
        </w:rPr>
      </w:pPr>
      <w:r>
        <w:rPr>
          <w:rFonts w:cs="Cordia New" w:hint="cs"/>
          <w:szCs w:val="40"/>
          <w:cs/>
        </w:rPr>
        <w:t>“</w:t>
      </w:r>
      <w:r w:rsidR="00C85AFD" w:rsidRPr="00B91120">
        <w:rPr>
          <w:rFonts w:hint="cs"/>
          <w:cs/>
        </w:rPr>
        <w:t>วัลลอฮ์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ขอสาบานต่ออัลลอฮ์</w:t>
      </w:r>
      <w:r w:rsidR="00C85AFD" w:rsidRPr="00B91120">
        <w:rPr>
          <w:cs/>
        </w:rPr>
        <w:t>(</w:t>
      </w:r>
      <w:r w:rsidR="00C85AFD" w:rsidRPr="00B91120">
        <w:rPr>
          <w:rFonts w:hint="cs"/>
          <w:cs/>
        </w:rPr>
        <w:t>ซ</w:t>
      </w:r>
      <w:r w:rsidR="00C85AFD" w:rsidRPr="00B91120">
        <w:rPr>
          <w:cs/>
        </w:rPr>
        <w:t>.</w:t>
      </w:r>
      <w:r w:rsidR="00C85AFD" w:rsidRPr="00B91120">
        <w:rPr>
          <w:rFonts w:hint="cs"/>
          <w:cs/>
        </w:rPr>
        <w:t>บ</w:t>
      </w:r>
      <w:r w:rsidR="00C85AFD" w:rsidRPr="00B91120">
        <w:rPr>
          <w:cs/>
        </w:rPr>
        <w:t xml:space="preserve">.) </w:t>
      </w:r>
      <w:r w:rsidR="00C85AFD" w:rsidRPr="00B91120">
        <w:rPr>
          <w:rFonts w:hint="cs"/>
          <w:cs/>
        </w:rPr>
        <w:t>ในเรื่องการต่อสู้</w:t>
      </w:r>
      <w:r w:rsidR="00C85AFD" w:rsidRPr="00B91120">
        <w:rPr>
          <w:cs/>
        </w:rPr>
        <w:t xml:space="preserve"> (</w:t>
      </w:r>
      <w:r w:rsidR="00C85AFD" w:rsidRPr="00B91120">
        <w:rPr>
          <w:rFonts w:hint="cs"/>
          <w:cs/>
        </w:rPr>
        <w:t>การทำญิฮาด</w:t>
      </w:r>
      <w:r w:rsidR="00C85AFD" w:rsidRPr="00B91120">
        <w:rPr>
          <w:cs/>
        </w:rPr>
        <w:t xml:space="preserve">) </w:t>
      </w:r>
      <w:r w:rsidR="00C85AFD" w:rsidRPr="00B91120">
        <w:rPr>
          <w:rFonts w:hint="cs"/>
          <w:cs/>
        </w:rPr>
        <w:t>ด้วยทรัพย์สินด้วยชีวิต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และด้วยวาจาของพวกเจ้า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ในวิถีทางของอัลลอฮ์</w:t>
      </w:r>
      <w:r w:rsidR="00C85AFD" w:rsidRPr="00B91120">
        <w:rPr>
          <w:cs/>
        </w:rPr>
        <w:t>(</w:t>
      </w:r>
      <w:r w:rsidR="00C85AFD" w:rsidRPr="00B91120">
        <w:rPr>
          <w:rFonts w:hint="cs"/>
          <w:cs/>
        </w:rPr>
        <w:t>ซ</w:t>
      </w:r>
      <w:r w:rsidR="00C85AFD" w:rsidRPr="00B91120">
        <w:rPr>
          <w:cs/>
        </w:rPr>
        <w:t>.</w:t>
      </w:r>
      <w:r w:rsidR="00C85AFD" w:rsidRPr="00B91120">
        <w:rPr>
          <w:rFonts w:hint="cs"/>
          <w:cs/>
        </w:rPr>
        <w:t>บ</w:t>
      </w:r>
      <w:r w:rsidR="00C85AFD" w:rsidRPr="00B91120">
        <w:rPr>
          <w:cs/>
        </w:rPr>
        <w:t xml:space="preserve">.) </w:t>
      </w:r>
      <w:r w:rsidR="00C85AFD" w:rsidRPr="00B91120">
        <w:rPr>
          <w:rFonts w:hint="cs"/>
          <w:cs/>
        </w:rPr>
        <w:t>พวกเจ้าจงดำเนินไปอย่างต่อเนื่อง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และจงเสียสละอย่างทุ่มเท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และจงระมัดระวังการหลบหนีและตัดขาด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อีกทั้งจงอย่าละทิ้งการสอนให้ทำความดีและยับยั้งห้ามปรามจากการทำความชั่ว</w:t>
      </w:r>
      <w:r w:rsidR="00C85AFD" w:rsidRPr="00B91120">
        <w:rPr>
          <w:cs/>
        </w:rPr>
        <w:t xml:space="preserve"> </w:t>
      </w:r>
    </w:p>
    <w:p w:rsidR="00C53D6A" w:rsidRDefault="00C53D6A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530345" w:rsidRDefault="00C85AFD" w:rsidP="00530345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lastRenderedPageBreak/>
        <w:t>มิฉะนั้นความชั่วของพวกเจ้าจะครอบงำพวกเจ้า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เมื่อนั้น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ถ้าพวกเจ้าวิงวอนขอพระองค์ก็จะไม่ทรงตอบรับพวกเจ้า</w:t>
      </w:r>
      <w:r w:rsidR="00530345">
        <w:rPr>
          <w:rFonts w:cs="Cordia New" w:hint="cs"/>
          <w:szCs w:val="40"/>
          <w:cs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ต่อจากนั้น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ท่านได้กล่าวอีกว่า</w:t>
      </w:r>
    </w:p>
    <w:p w:rsidR="00C85AFD" w:rsidRPr="00530345" w:rsidRDefault="00530345" w:rsidP="00530345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“</w:t>
      </w:r>
      <w:r w:rsidR="00C85AFD" w:rsidRPr="00B91120">
        <w:rPr>
          <w:rFonts w:hint="cs"/>
          <w:cs/>
        </w:rPr>
        <w:t>โอ้บุตรหลานของอับดุลมุฏฏอลิบเอ๋ย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ฉันจะไม่สั่งเสียพวกเจ้าว่าให้หลั่งเลือดของพี่น้องมุสลิม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โดยพวกท่านจะกล่าวว่า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อะมีรุลมุมีนีนถูกสังหารแล้ว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แน่นอน</w:t>
      </w:r>
      <w:r>
        <w:rPr>
          <w:rFonts w:hint="cs"/>
          <w:cs/>
        </w:rPr>
        <w:t xml:space="preserve"> </w:t>
      </w:r>
      <w:r w:rsidR="00C85AFD" w:rsidRPr="00B91120">
        <w:rPr>
          <w:rFonts w:hint="cs"/>
          <w:cs/>
        </w:rPr>
        <w:t>ไม่มีใครสังหารฉัน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นอกจาก</w:t>
      </w:r>
      <w:r>
        <w:rPr>
          <w:rFonts w:cs="Cordia New" w:hint="cs"/>
          <w:szCs w:val="40"/>
          <w:cs/>
        </w:rPr>
        <w:t xml:space="preserve"> </w:t>
      </w:r>
      <w:r w:rsidR="00C85AFD" w:rsidRPr="00B91120">
        <w:rPr>
          <w:rFonts w:hint="cs"/>
          <w:cs/>
        </w:rPr>
        <w:t>ฆาตกรที่ฆ่าฉันคนเดียวเท่านั้น</w:t>
      </w:r>
      <w:r>
        <w:rPr>
          <w:rFonts w:cs="Cordia New" w:hint="cs"/>
          <w:szCs w:val="40"/>
          <w:cs/>
        </w:rPr>
        <w:t>”</w:t>
      </w:r>
    </w:p>
    <w:p w:rsidR="00530345" w:rsidRDefault="00530345" w:rsidP="00530345">
      <w:pPr>
        <w:pStyle w:val="libNormal"/>
      </w:pPr>
      <w:r>
        <w:rPr>
          <w:rFonts w:cs="Cordia New" w:hint="cs"/>
          <w:szCs w:val="40"/>
          <w:cs/>
        </w:rPr>
        <w:t>“</w:t>
      </w:r>
      <w:r w:rsidR="00C85AFD" w:rsidRPr="00B91120">
        <w:rPr>
          <w:rFonts w:hint="cs"/>
          <w:cs/>
        </w:rPr>
        <w:t>พวกเจ้าจงรู้ไว้เถิดว่า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ถ้าหาก</w:t>
      </w:r>
      <w:r>
        <w:rPr>
          <w:rFonts w:hint="cs"/>
          <w:cs/>
        </w:rPr>
        <w:t xml:space="preserve"> </w:t>
      </w:r>
      <w:r w:rsidR="00C85AFD" w:rsidRPr="00B91120">
        <w:rPr>
          <w:rFonts w:hint="cs"/>
          <w:cs/>
        </w:rPr>
        <w:t>ฉันตายลงกับการฟันครั้งเดียวของเขาในครั้งนี้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พวกเจ้าก็จงฟันเขากลับไปหนึ่งครั้งเช่นเดียวกัน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และจงอย่าให้ชายคนใดฟันซ้ำ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เพราะฉันเคยได้ยินท่านศาสนทูตแห่งอัลลอฮ์</w:t>
      </w:r>
      <w:r w:rsidR="00C85AFD" w:rsidRPr="00B91120">
        <w:rPr>
          <w:cs/>
        </w:rPr>
        <w:t>(</w:t>
      </w:r>
      <w:r w:rsidR="00C85AFD" w:rsidRPr="00B91120">
        <w:rPr>
          <w:rFonts w:hint="cs"/>
          <w:cs/>
        </w:rPr>
        <w:t>ศ</w:t>
      </w:r>
      <w:r w:rsidR="00C85AFD" w:rsidRPr="00B91120">
        <w:rPr>
          <w:cs/>
        </w:rPr>
        <w:t>)</w:t>
      </w:r>
      <w:r w:rsidR="00C85AFD" w:rsidRPr="00B91120">
        <w:rPr>
          <w:rFonts w:hint="cs"/>
          <w:cs/>
        </w:rPr>
        <w:t>ได้กล่าวว่า</w:t>
      </w:r>
    </w:p>
    <w:p w:rsidR="00C85AFD" w:rsidRDefault="00C85AFD" w:rsidP="00530345">
      <w:pPr>
        <w:pStyle w:val="libNormal"/>
        <w:rPr>
          <w:rFonts w:cs="Cordia New"/>
          <w:szCs w:val="40"/>
        </w:rPr>
      </w:pPr>
      <w:r w:rsidRPr="00B91120">
        <w:rPr>
          <w:cs/>
        </w:rPr>
        <w:t xml:space="preserve"> </w:t>
      </w:r>
      <w:r w:rsidR="00530345">
        <w:rPr>
          <w:rFonts w:hint="cs"/>
          <w:cs/>
        </w:rPr>
        <w:t>“</w:t>
      </w:r>
      <w:r w:rsidRPr="00B91120">
        <w:rPr>
          <w:rFonts w:hint="cs"/>
          <w:cs/>
        </w:rPr>
        <w:t>การซ้ำเติมเป็นของต้องห้ามแม้กับสุนัขที่ตะกละก็ตาม</w:t>
      </w:r>
      <w:r w:rsidR="00530345">
        <w:rPr>
          <w:rFonts w:cs="Cordia New" w:hint="cs"/>
          <w:szCs w:val="40"/>
          <w:cs/>
        </w:rPr>
        <w:t>”</w:t>
      </w:r>
    </w:p>
    <w:p w:rsidR="00530345" w:rsidRPr="00530345" w:rsidRDefault="00530345" w:rsidP="00530345">
      <w:pPr>
        <w:pStyle w:val="libNormal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๓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ในบันทึกของท่าน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อะมีรุลมุมีนีน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ที่ส่งไปยัง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ฮาริษ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ฮัมมะดานี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มีใจความว่า</w:t>
      </w:r>
    </w:p>
    <w:p w:rsidR="005120B8" w:rsidRDefault="00C85AFD" w:rsidP="005120B8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และจงยึดสายเชือกแห่งอัล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งนำกุรอานไว้เพื่อสั่งสอนและจงนำหลักการที่กุรอานได้อนุมัติให้ใช้ได้นำมาใช้และจงนำข้อห้ามจา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กุรอานมาเป็นข้อห้ามจงเชื่อในสิ่งที่มาจากความจริง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จงเปรียบเทียบจากสิ่งที่ผ่านมาจากโลกนี้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กับสิ่งที่ยังคงเหลืออยู่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ถึงแม้มันจะเป็นของที่คล้ายคลึงกัน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แต่ของที่มาที่หลังย่อมตามทันของที่มาในตอนแรกของมันได้เสมอ</w:t>
      </w:r>
    </w:p>
    <w:p w:rsidR="005120B8" w:rsidRDefault="00C85AFD" w:rsidP="005120B8">
      <w:pPr>
        <w:pStyle w:val="libNormal"/>
        <w:ind w:firstLine="0"/>
      </w:pPr>
      <w:r w:rsidRPr="00B91120">
        <w:rPr>
          <w:rFonts w:hint="cs"/>
          <w:cs/>
        </w:rPr>
        <w:t>ของๆ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มันทุกอย่างล้วนสลายและแยกจากกัน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และจงให้เกียรติกับพระนามของอัลลอฮ์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อย่ากล่าวถึงพระองค์นอกจากสิ่งที่เป็นสัจจะ</w:t>
      </w:r>
    </w:p>
    <w:p w:rsidR="005120B8" w:rsidRDefault="00C85AFD" w:rsidP="005120B8">
      <w:pPr>
        <w:pStyle w:val="libNormal"/>
        <w:ind w:firstLine="0"/>
        <w:rPr>
          <w:cs/>
        </w:rPr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จงคิดถึงความตายให้มาก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และจงคิดถึงเรื่องราวหลังจากความตายให้มาก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และจงอย่าตั้งใจกับความตายอย่างเด็ดขาดจนกว่าจะอยู่กับเงื่อนไขที่มั่นคงแล้ว</w:t>
      </w:r>
    </w:p>
    <w:p w:rsidR="005120B8" w:rsidRDefault="005120B8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5120B8" w:rsidRDefault="00C85AFD" w:rsidP="005120B8">
      <w:pPr>
        <w:pStyle w:val="libNormal"/>
        <w:ind w:firstLine="0"/>
      </w:pPr>
      <w:r w:rsidRPr="00B91120">
        <w:rPr>
          <w:cs/>
        </w:rPr>
        <w:lastRenderedPageBreak/>
        <w:t xml:space="preserve"> </w:t>
      </w:r>
      <w:r w:rsidRPr="00B91120">
        <w:rPr>
          <w:rFonts w:hint="cs"/>
          <w:cs/>
        </w:rPr>
        <w:t>จงระมัดระวังกับการงานทุกอย่างที่เจ้าของงานนั้นๆ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พึงพอใจในงานดังกล่าวเพื่อตนเองและเป็นที่รังเกียจสำหรับมุสลิมทั่วไป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จงระมัดระวังการงานที่กระทำลงไปในที่ลับทุกประเภท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และที่น่าละอายแก่ใจที่จะกระทำ</w:t>
      </w:r>
    </w:p>
    <w:p w:rsidR="00C85AFD" w:rsidRPr="00B91120" w:rsidRDefault="00C85AFD" w:rsidP="005120B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นั้นๆ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ในที่ที่เปิดเผยและจงระมัดระวังงานทุกประเภท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ที่ถ้าหากเจ้าของงาน</w:t>
      </w:r>
    </w:p>
    <w:p w:rsidR="005120B8" w:rsidRDefault="00C85AFD" w:rsidP="005120B8">
      <w:pPr>
        <w:pStyle w:val="libNormal"/>
        <w:ind w:firstLine="0"/>
      </w:pPr>
      <w:r w:rsidRPr="00B91120">
        <w:rPr>
          <w:rFonts w:hint="cs"/>
          <w:cs/>
        </w:rPr>
        <w:t>นั้นๆ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ถูกถามถึงแล้ว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เขาแสดงความรังเกียจหรือมีอาการแก้ตัว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จงอย่าทำตัวของเจ้าให้ตกเป็นเป้าเนื่องจากพูดมาก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และจงอย่าพูดกับประชาชนทุกเรื่องที่เจ้าเคยได้ยินได้ฟังมา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เพราะในเรื่องเช่นนี้มีความเท็จจริงมากมาย</w:t>
      </w:r>
    </w:p>
    <w:p w:rsidR="00C85AFD" w:rsidRPr="005120B8" w:rsidRDefault="00C85AFD" w:rsidP="005120B8">
      <w:pPr>
        <w:pStyle w:val="libNormal"/>
        <w:ind w:firstLine="0"/>
        <w:rPr>
          <w:rFonts w:cs="Cordia New"/>
          <w:szCs w:val="40"/>
          <w:cs/>
        </w:rPr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จงหนักแน่นด้วยความอดกลั้น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จงหลีกเลี่ยงจากการใช้อำนาจ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จงมีความละมุนละม่อมในยามโกรธ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จงผ่อนปรนกับฝ่ายบริหาร</w:t>
      </w:r>
      <w:r w:rsidRPr="00B91120">
        <w:rPr>
          <w:cs/>
        </w:rPr>
        <w:t>(</w:t>
      </w:r>
      <w:r w:rsidRPr="00B91120">
        <w:rPr>
          <w:rFonts w:hint="cs"/>
          <w:cs/>
        </w:rPr>
        <w:t>ในยามที่อำนาจการปกครองอยุ่ในมือของเจ้า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จงเป็นผู้ลงโทษตัวเอง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และจงปรับปรุงความโปรดปรานทุกอย่างที่อัลลอฮ์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ทรงประทานให้แก่เจ้าให้ดีๆ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และจงอย่าทำให้ความโปรดปรานของอัลลอฮ์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ที่ทรงประทานมายังเจ้าต้องสูญเสียไป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และจงทำให้เป็นที่ประจักษ์แก่ตัวเองของเจ้าว่า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มีความเป็นไปตามกรณีที่อัลลอฮ์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ได้ทรงโปรดปรานสิ่งนั้น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ให้แก่เจ้า</w:t>
      </w:r>
      <w:r w:rsidR="005120B8">
        <w:rPr>
          <w:rFonts w:cs="Cordia New" w:hint="cs"/>
          <w:szCs w:val="40"/>
          <w:cs/>
        </w:rPr>
        <w:t>”</w:t>
      </w:r>
    </w:p>
    <w:p w:rsidR="005120B8" w:rsidRDefault="005120B8" w:rsidP="005120B8">
      <w:pPr>
        <w:pStyle w:val="libNormal"/>
        <w:rPr>
          <w:cs/>
        </w:rPr>
      </w:pPr>
      <w:r>
        <w:rPr>
          <w:rFonts w:cs="Cordia New" w:hint="cs"/>
          <w:szCs w:val="40"/>
          <w:cs/>
        </w:rPr>
        <w:t>“</w:t>
      </w:r>
      <w:r w:rsidR="00C85AFD" w:rsidRPr="00B91120">
        <w:rPr>
          <w:rFonts w:hint="cs"/>
          <w:cs/>
        </w:rPr>
        <w:t>จงรู้ไว้เถิดว่า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ผู้ศรัทธาที่มีคุณงามความดีมากที่สุด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ต้องเสียสละทุ่มเทชีวิต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พวกพ้องและทรัพย์สินของตน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เพราะไม่ว่าเจ้าจะเสียสละสิ่งของอันใดที่ดีๆ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มันจะยังคงอยู่เป็นถาวรสำหรับเจ้าเสมอ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อะไรก็ตามที่เจ้าชักช้าแชเชือน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มันจะเป็นความดีงามสำหรับคนอื่นไปเสียเสมอ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จงระมัดระวังในการเป็นเพื่อนกับคนที่มีความคิดเห็นอ่อนแอ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และมีงานที่น่ารังเกียจ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เพราะว่าเพื่อนย่อมเป็นตัวอย่างของเพื่อน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จงอาศัยอยู่ในแหล่งอาศัยที่มีคนหมู่มาก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เพราะที่นั่นเป็นศูนย์รวมของบรรดามุสลิม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จงระมัดระวังสภาพหลงลืม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แข็งข้อ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และตระหนี่ในการส่งเสริมต่อการเชื่อฟังปฏิบัติตามอัลลอฮ์</w:t>
      </w:r>
      <w:r w:rsidR="00C85AFD" w:rsidRPr="00B91120">
        <w:rPr>
          <w:cs/>
        </w:rPr>
        <w:t>(</w:t>
      </w:r>
      <w:r w:rsidR="00C85AFD" w:rsidRPr="00B91120">
        <w:rPr>
          <w:rFonts w:hint="cs"/>
          <w:cs/>
        </w:rPr>
        <w:t>ซ</w:t>
      </w:r>
      <w:r w:rsidR="00C85AFD" w:rsidRPr="00B91120">
        <w:rPr>
          <w:cs/>
        </w:rPr>
        <w:t>.</w:t>
      </w:r>
      <w:r w:rsidR="00C85AFD" w:rsidRPr="00B91120">
        <w:rPr>
          <w:rFonts w:hint="cs"/>
          <w:cs/>
        </w:rPr>
        <w:t>บ</w:t>
      </w:r>
      <w:r w:rsidR="00C85AFD" w:rsidRPr="00B91120">
        <w:rPr>
          <w:cs/>
        </w:rPr>
        <w:t>.)</w:t>
      </w:r>
    </w:p>
    <w:p w:rsidR="005120B8" w:rsidRDefault="005120B8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5120B8" w:rsidRDefault="005120B8" w:rsidP="005120B8">
      <w:pPr>
        <w:pStyle w:val="libNormal"/>
      </w:pPr>
    </w:p>
    <w:p w:rsidR="005120B8" w:rsidRDefault="00C85AFD" w:rsidP="005120B8">
      <w:pPr>
        <w:pStyle w:val="libNormal"/>
        <w:ind w:firstLine="0"/>
      </w:pPr>
      <w:r w:rsidRPr="00B91120">
        <w:rPr>
          <w:rFonts w:hint="cs"/>
          <w:cs/>
        </w:rPr>
        <w:t>จงให้ความเห็นสั้นๆ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กับเรื่องใดก็ตามที่เป็นประโยชน์แก่เจ้า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จงระมัดระวังในเรื่องการนั่งตามตลาดร้านค้า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เพราะมันเป็นแหล่งมั่วสุมของมารชัยฏอน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และเป็นที่แสดงออกของความเลวร้าย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จงมองคนที่เจ้ามีความเป็นเลิศมากกว่าเขาไว้ให้มาก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เพราะว่านี่คือประตูบานหนึ่งของความสำนึกรู้ในพระคุณกรุณา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จงอย่าเดินทางในวันศุกร์จนกว่าจะได้นมาซเสียก่อน</w:t>
      </w:r>
    </w:p>
    <w:p w:rsidR="005120B8" w:rsidRDefault="00C85AFD" w:rsidP="005120B8">
      <w:pPr>
        <w:pStyle w:val="libNormal"/>
        <w:ind w:firstLine="0"/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ยกเว้นในกรณีที่เป็นงานเสียสละเพื่อวิถีทางของอัลลอฮ์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หรือเป็นเพราะอยู่ในภารกิจที่เดือดร้อน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จงปฏิบัติตามอัลลอฮ์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ในการทำงานทุกกรณีของเจ้า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เพราะการปฏิบัติตามอัลลอฮ์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คือความประเสริฐเลอเลิศยิ่งกว่าสิ่งใด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จงปลอบประโลมตัวของเจ้าให้ตกอยู่ในการเคารพภักดี</w:t>
      </w:r>
      <w:r w:rsidRPr="00B91120">
        <w:rPr>
          <w:cs/>
        </w:rPr>
        <w:t xml:space="preserve"> </w:t>
      </w:r>
    </w:p>
    <w:p w:rsidR="00C85AFD" w:rsidRPr="005120B8" w:rsidRDefault="00C85AFD" w:rsidP="005120B8">
      <w:pPr>
        <w:pStyle w:val="libNormal"/>
        <w:ind w:firstLine="0"/>
        <w:rPr>
          <w:rFonts w:cs="Cordia New"/>
          <w:szCs w:val="40"/>
        </w:rPr>
      </w:pPr>
      <w:r w:rsidRPr="00B91120">
        <w:rPr>
          <w:rFonts w:hint="cs"/>
          <w:cs/>
        </w:rPr>
        <w:t>และจงเป็นเพื่อนกับมัน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และจงอย่าใช้อำนาจข่มมัน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จงฉวยเอาโอกาสและความสามารถของมันเพื่อกิจการอันนอกเหนือไปจากนมาซที่ถูกบังคับ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คือจำเป็นต้องชดใช้ชำระคืนตามข้อผูกพัน</w:t>
      </w:r>
      <w:r w:rsidRPr="00B91120">
        <w:rPr>
          <w:cs/>
        </w:rPr>
        <w:t xml:space="preserve"> (</w:t>
      </w:r>
      <w:r w:rsidRPr="00B91120">
        <w:rPr>
          <w:rFonts w:hint="cs"/>
          <w:cs/>
        </w:rPr>
        <w:t>นมาซกอฎอ</w:t>
      </w:r>
      <w:r w:rsidRPr="00B91120">
        <w:rPr>
          <w:cs/>
        </w:rPr>
        <w:t>)</w:t>
      </w:r>
      <w:r w:rsidRPr="00B91120">
        <w:rPr>
          <w:rFonts w:hint="cs"/>
          <w:cs/>
        </w:rPr>
        <w:t>ไปตามวาระของมัน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จงระวังตนจากการเป็นมิตรกับคนฝ่าฝืน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เพราะความชั่วย่อมถูกติดตามมาด้วยความชั่ว</w:t>
      </w:r>
    </w:p>
    <w:p w:rsidR="005120B8" w:rsidRPr="005120B8" w:rsidRDefault="00C85AFD" w:rsidP="005120B8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จงสำรวมตนต่ออัลลอฮ์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จงรักบุคคลอันเป็นที่รักของพระองค์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จงระวังความโกรธเพราะมันคือพลพรรคที่ยิ่งใหญ่ของอิบลีส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วัสลาม</w:t>
      </w:r>
      <w:r w:rsidR="005120B8">
        <w:rPr>
          <w:rFonts w:cs="Cordia New" w:hint="cs"/>
          <w:szCs w:val="40"/>
          <w:cs/>
        </w:rPr>
        <w:t>”</w:t>
      </w:r>
    </w:p>
    <w:p w:rsidR="005120B8" w:rsidRDefault="005120B8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5120B8">
      <w:pPr>
        <w:pStyle w:val="libNormal"/>
        <w:rPr>
          <w:rFonts w:cs="Times New Roman"/>
          <w:lang w:bidi="ar-SA"/>
        </w:rPr>
      </w:pPr>
    </w:p>
    <w:p w:rsidR="00C85AFD" w:rsidRDefault="00C85AFD" w:rsidP="005120B8">
      <w:pPr>
        <w:pStyle w:val="Heading1"/>
      </w:pPr>
      <w:bookmarkStart w:id="166" w:name="_Toc414269034"/>
      <w:r w:rsidRPr="00B91120">
        <w:rPr>
          <w:rFonts w:hint="cs"/>
          <w:cs/>
        </w:rPr>
        <w:t>สุภาษิตอันลือชื่อของท่านอิมามอะลี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bookmarkEnd w:id="166"/>
    </w:p>
    <w:p w:rsidR="005120B8" w:rsidRPr="005120B8" w:rsidRDefault="005120B8" w:rsidP="005120B8">
      <w:pPr>
        <w:pStyle w:val="libNormal"/>
      </w:pPr>
    </w:p>
    <w:p w:rsidR="00AE7015" w:rsidRDefault="00C85AFD" w:rsidP="005120B8">
      <w:pPr>
        <w:pStyle w:val="libNormal"/>
        <w:rPr>
          <w:rFonts w:hint="cs"/>
        </w:rPr>
      </w:pPr>
      <w:r w:rsidRPr="00B91120">
        <w:rPr>
          <w:rFonts w:hint="cs"/>
          <w:cs/>
        </w:rPr>
        <w:t>ถ้อยคำต่างๆ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ของท่านอะมีรุลมุมีนีน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นั้นไม่อาจสรุปลงด้วยบทสั้นๆ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ในหนังสือ</w:t>
      </w: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นะฮ์ญุลบะลาเฆาะฮ์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ได้รวบรวมสุภาษิตอันลือชื่อของท่านไว้ถึงห้าร้อยบท</w:t>
      </w:r>
      <w:r w:rsidRPr="00B91120">
        <w:rPr>
          <w:cs/>
        </w:rPr>
        <w:t xml:space="preserve"> </w:t>
      </w:r>
    </w:p>
    <w:p w:rsidR="00C85AFD" w:rsidRDefault="00C85AFD" w:rsidP="005120B8">
      <w:pPr>
        <w:pStyle w:val="libNormal"/>
      </w:pPr>
      <w:r w:rsidRPr="00B91120">
        <w:rPr>
          <w:rFonts w:hint="cs"/>
          <w:cs/>
        </w:rPr>
        <w:t>สำนักพิมพ์อัลฮะดีษแห่งเลบานอน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อามีน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รัยฮานี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ได้พิมพ์สุภาษิตของท่านถึง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๑๐๐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บท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ลงในหนังสือเล่มหนึ่งต่างหากและอีกเล่มหนึ่ง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พิมพ์มากถึง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</w:t>
      </w:r>
      <w:r w:rsidR="00AE7015" w:rsidRPr="00B91120">
        <w:rPr>
          <w:rFonts w:cs="Times New Roman"/>
          <w:lang w:bidi="ar-SA"/>
        </w:rPr>
        <w:t>,</w:t>
      </w:r>
      <w:r w:rsidR="00AE7015" w:rsidRPr="00B91120">
        <w:rPr>
          <w:rFonts w:hint="cs"/>
          <w:cs/>
        </w:rPr>
        <w:t xml:space="preserve"> ๐๐</w:t>
      </w:r>
      <w:r w:rsidR="00AE7015" w:rsidRPr="00B91120">
        <w:rPr>
          <w:cs/>
        </w:rPr>
        <w:t>๐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บท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นอกเหนือจากนี้สำนักพิมพ์อื่นๆ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ก็ดำเนินการจัดพิมพ์สุภาษิตของท่านนับเป็นจำนวนพันๆ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บทอีกเช่นกัน</w:t>
      </w:r>
    </w:p>
    <w:p w:rsidR="005120B8" w:rsidRPr="00B91120" w:rsidRDefault="005120B8" w:rsidP="005120B8">
      <w:pPr>
        <w:pStyle w:val="libNormal"/>
        <w:rPr>
          <w:rFonts w:cs="Times New Roman"/>
        </w:rPr>
      </w:pPr>
    </w:p>
    <w:p w:rsidR="00C85AFD" w:rsidRDefault="00C85AFD" w:rsidP="005120B8">
      <w:pPr>
        <w:pStyle w:val="libNormal"/>
      </w:pPr>
      <w:r w:rsidRPr="00B91120">
        <w:rPr>
          <w:rFonts w:hint="cs"/>
          <w:cs/>
        </w:rPr>
        <w:t>ต่อไปนี้เป็นสำนวนสุภาษิตสั้นๆ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เกี่ยวกับเรื่องจริยธรรม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ความรู้เกี่ยวกับพระผู้เป็นเจ้า</w:t>
      </w:r>
      <w:r w:rsidR="005120B8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มารยาท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และความรู้ทั่วไปที่ไม่เป็นประโยคยาวๆ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เหมือนแห่งอื่น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ในเรื่องราวเหล่านี้นับว่าเป็นสิ่งที่อำนวยประโยชน์ให้แก่สภาพสังคมของเราอย่างมากมายเลยทีเดียว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ในที่นี้เราจะเสนอสุภาษิตของท่านอิมามอะลี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ได้กล่าวไว้จำนวน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๒๕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บท</w:t>
      </w:r>
    </w:p>
    <w:p w:rsidR="005120B8" w:rsidRPr="00B91120" w:rsidRDefault="005120B8" w:rsidP="005120B8">
      <w:pPr>
        <w:pStyle w:val="libNormal"/>
        <w:rPr>
          <w:rFonts w:cs="Times New Roman"/>
          <w:lang w:bidi="ar-SA"/>
        </w:rPr>
      </w:pPr>
    </w:p>
    <w:p w:rsidR="005120B8" w:rsidRDefault="00C85AFD" w:rsidP="005120B8">
      <w:pPr>
        <w:pStyle w:val="libNormal"/>
        <w:numPr>
          <w:ilvl w:val="0"/>
          <w:numId w:val="8"/>
        </w:numPr>
      </w:pPr>
      <w:r w:rsidRPr="00B91120">
        <w:rPr>
          <w:rFonts w:hint="cs"/>
          <w:cs/>
        </w:rPr>
        <w:t>เมื่อท่านมีอำนาจเหนือฝ่ายศัตรูของท่านก็จงถือหลักการผ่อนปรนแก่เขาอย่างดีที่สุดแทนการใช้อำนาจ</w:t>
      </w:r>
    </w:p>
    <w:p w:rsidR="005120B8" w:rsidRPr="005120B8" w:rsidRDefault="005120B8" w:rsidP="005120B8">
      <w:pPr>
        <w:pStyle w:val="libNormal"/>
        <w:ind w:left="994" w:firstLine="0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ผู้ใดทำงานช้า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ผลลัพธ์ของงานก็จะเสร็จเร็วไม่ได้</w:t>
      </w:r>
    </w:p>
    <w:p w:rsidR="005120B8" w:rsidRDefault="005120B8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๓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การชำระบาปใหญ่อยู่ที่การช่วยเหลือผู้ตกทุกข์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และการผ่อนปรนแก่คนที่กำลังลำบาก</w:t>
      </w:r>
    </w:p>
    <w:p w:rsidR="005120B8" w:rsidRDefault="005120B8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5120B8" w:rsidRDefault="005120B8" w:rsidP="00C85AFD">
      <w:pPr>
        <w:pStyle w:val="libNormal"/>
      </w:pPr>
    </w:p>
    <w:p w:rsidR="00C85AFD" w:rsidRPr="00B91120" w:rsidRDefault="00C85AFD" w:rsidP="005120B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๔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บุตรของอาดัมเอ๋ย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้าเจ้าเห็นว่าพระผู้อภิบาลของเจ้ามอบความโปรดปรานมาแก่เจ้าในขณะที่เจ้ากำลังทรยศพระองค์อยู่นั้นก็จงได้ระมัดระวังเถิด</w:t>
      </w:r>
    </w:p>
    <w:p w:rsidR="005120B8" w:rsidRDefault="005120B8" w:rsidP="00C85AFD">
      <w:pPr>
        <w:pStyle w:val="libNormal"/>
      </w:pPr>
    </w:p>
    <w:p w:rsidR="00C85AFD" w:rsidRPr="00B91120" w:rsidRDefault="00C85AFD" w:rsidP="005120B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๕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เมื่อเจ้าอยู่ด้านหลังสุด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ส่วนความตายนั้นอยู่ข้างหน้าสุด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นั่นแหละ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คือที่ต้องพบกันอย่างรวดเร็ว</w:t>
      </w:r>
    </w:p>
    <w:p w:rsidR="005120B8" w:rsidRDefault="005120B8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๖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ลิ้นคือสิงโตดุ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หากเว้นว่างจากมัน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มันก็จะเป็นอูฐเชื่อง</w:t>
      </w:r>
    </w:p>
    <w:p w:rsidR="005120B8" w:rsidRDefault="005120B8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๗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ฉันแปลกใจจริง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กับคนที่ทำบาปในขณะเดียวกับที่ขออภัยโทษ</w:t>
      </w:r>
    </w:p>
    <w:p w:rsidR="005120B8" w:rsidRDefault="005120B8" w:rsidP="00C85AFD">
      <w:pPr>
        <w:pStyle w:val="libNormal"/>
      </w:pPr>
    </w:p>
    <w:p w:rsidR="00C85AFD" w:rsidRPr="00B91120" w:rsidRDefault="00C85AFD" w:rsidP="005120B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๘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คนที่ปรับปรุงแก้ไขเรื่องที่อยู่ระหว่างตนกับอัลลอฮ์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ก็จะแก้ไขเรื่องระหว่างเขากับมนุษย์ได้และคนที่แก้ไขเรื่องระหว่างตนกับปรโลกได้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ก็จะแก้ไขเรื่องระหว่างเขากับโลกนี้ได้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คนใดที่เป็นผู้ขัดเกลาตนเอง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ก็จะเป็นผู้พิทักษ์รักษาเขา</w:t>
      </w:r>
    </w:p>
    <w:p w:rsidR="005120B8" w:rsidRDefault="005120B8" w:rsidP="00C85AFD">
      <w:pPr>
        <w:pStyle w:val="libNormal"/>
      </w:pPr>
    </w:p>
    <w:p w:rsidR="00C85AFD" w:rsidRPr="00B91120" w:rsidRDefault="00C85AFD" w:rsidP="005120B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๙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ความยิ่งใหญ่ของผู้สร้างอยู่ใกล้กับตัวเจ้า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และสิ่งที่เล็กที่สุดจากสิ่งที่ถูกสร้างนั้น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อยู่ในดวงตาของเจ้าเอง</w:t>
      </w:r>
    </w:p>
    <w:p w:rsidR="005120B8" w:rsidRDefault="005120B8" w:rsidP="00C85AFD">
      <w:pPr>
        <w:pStyle w:val="libNormal"/>
      </w:pPr>
    </w:p>
    <w:p w:rsidR="00C85AFD" w:rsidRPr="00B91120" w:rsidRDefault="00C85AFD" w:rsidP="005120B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๑๐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วาระที่ผู้ถูกอธรรมกระทำต่อผู้อธรรม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ย่อมร้ายแรงกว่าวาระที่ผู้อธรรมกระทำต่อผู้ถูกอธรรม</w:t>
      </w:r>
    </w:p>
    <w:p w:rsidR="005120B8" w:rsidRDefault="005120B8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๑๑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จะไม่ถือว่าเป็นการเชื่อฟังของมนุษย์ในขณะเมื่อเขาฝ่าฝืนต่ออัลลอฮ์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</w:p>
    <w:p w:rsidR="005120B8" w:rsidRDefault="005120B8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5120B8" w:rsidRDefault="005120B8" w:rsidP="00C85AFD">
      <w:pPr>
        <w:pStyle w:val="libNormal"/>
      </w:pPr>
    </w:p>
    <w:p w:rsidR="00C85AFD" w:rsidRPr="00B91120" w:rsidRDefault="00C85AFD" w:rsidP="005120B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๑๒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สิ่งใดก็ตามอันเป็นเรื่องของศาสนา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ถ้าประชาชนละทิ้งเพียงเพื่อความสะดวกสบายในทางโลก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จะทรงบันดาลภัยพิบัติที่ร้ายแรงกว่านั้นให้เกิดขึ้นแก่พวกเขา</w:t>
      </w:r>
    </w:p>
    <w:p w:rsidR="005120B8" w:rsidRDefault="005120B8" w:rsidP="00C85AFD">
      <w:pPr>
        <w:pStyle w:val="libNormal"/>
      </w:pPr>
    </w:p>
    <w:p w:rsidR="00C85AFD" w:rsidRPr="00B91120" w:rsidRDefault="00C85AFD" w:rsidP="005120B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๑๓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ผู้ใดที่ทำให้ตัวเองตกอยู่ในข้อกล่าวหา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ก็จงอย่าประณามคนที่มองตนในแง่ร้ายอย่างเด็ดขาด</w:t>
      </w:r>
    </w:p>
    <w:p w:rsidR="005120B8" w:rsidRDefault="005120B8" w:rsidP="00C85AFD">
      <w:pPr>
        <w:pStyle w:val="libNormal"/>
      </w:pPr>
    </w:p>
    <w:p w:rsidR="00C85AFD" w:rsidRPr="00B91120" w:rsidRDefault="00C85AFD" w:rsidP="005120B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๑๔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ผู้กัดฟันเพราะความโกรธเพื่ออัลลอฮ์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จะเป็นคนที่เข้มแข็งที่สุดในการต่อสู้กับความผิดพลาด</w:t>
      </w:r>
    </w:p>
    <w:p w:rsidR="005120B8" w:rsidRDefault="005120B8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๑๕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เสบียงที่เลวร้ายที่สุดในการคืนกลับสู่ปรโลก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คือการเป็นศัตรูกับบ่าวของอัลลอฮ์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</w:p>
    <w:p w:rsidR="005120B8" w:rsidRDefault="005120B8" w:rsidP="00C85AFD">
      <w:pPr>
        <w:pStyle w:val="libNormal"/>
      </w:pPr>
    </w:p>
    <w:p w:rsidR="00C85AFD" w:rsidRPr="00B91120" w:rsidRDefault="00C85AFD" w:rsidP="005120B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๑๖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จงยำเกรงต่ออัลลอฮ์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บ้างเถิด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แม้แต่เพียงนิดหน่อย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และจงทำให้มีสิ่งปิดป้องกำบังระหว่างเจ้ากับอัลลอฮ์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แม้ว่าจะเป็นสิ่งที่เบาบาง</w:t>
      </w:r>
    </w:p>
    <w:p w:rsidR="005120B8" w:rsidRDefault="005120B8" w:rsidP="00C85AFD">
      <w:pPr>
        <w:pStyle w:val="libNormal"/>
      </w:pPr>
    </w:p>
    <w:p w:rsidR="00C85AFD" w:rsidRPr="00B91120" w:rsidRDefault="00C85AFD" w:rsidP="005120B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๑๗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ในความโปรดปรานทุกอย่างล้วนมีสิทธิอยู่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ผู้ใดกระทำหน้าที่ตามสิทธินั้นๆ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เขาก็จะได้รับมัน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ผู้ใดริดรอนสิทธินั้นๆ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ก็จะเป็นอันตราย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เพราะพลาดโอกาสจากความโปรดปรานนั้นๆ</w:t>
      </w:r>
    </w:p>
    <w:p w:rsidR="005120B8" w:rsidRDefault="005120B8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๑๘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งานที่ดีที่สุดมักจะเป็นงานที่เจ้าต้องฝืนใจของเจ้ากระทำเสมอ</w:t>
      </w:r>
    </w:p>
    <w:p w:rsidR="005120B8" w:rsidRDefault="005120B8" w:rsidP="00C85AFD">
      <w:pPr>
        <w:pStyle w:val="libNormal"/>
      </w:pPr>
    </w:p>
    <w:p w:rsidR="005120B8" w:rsidRDefault="00C85AFD" w:rsidP="005120B8">
      <w:pPr>
        <w:pStyle w:val="libNormal"/>
        <w:rPr>
          <w:cs/>
        </w:rPr>
      </w:pPr>
      <w:r w:rsidRPr="00B91120">
        <w:rPr>
          <w:rFonts w:hint="cs"/>
          <w:cs/>
        </w:rPr>
        <w:t>๑๙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ความขมขื่นที่มีในโลกนี้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คือความหวานชื่นในโลกหน้า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และความหวานชื่นในโลกนี้คือความขมขื่นในโลกหน้า</w:t>
      </w:r>
    </w:p>
    <w:p w:rsidR="005120B8" w:rsidRDefault="005120B8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5120B8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19101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๒๐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บุตรของอาดัมเอ๋ย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จงเป็นทายาทของตนเองกับทรัพย์สินของตนเอง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และจงทำงานไปกับทรัพย์สินนั้นๆ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เพื่อให้เกิดประโยชน์อันควรแก่การที่คนที่มาทีหลังเจ้าจะสามารถทำงานไปกับมันได้</w:t>
      </w:r>
    </w:p>
    <w:p w:rsidR="00191018" w:rsidRDefault="00191018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๒๑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ถ้าท่านยากจน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ก็จงทำการค้ากับอัลลอฮ์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ด้วยการบริจาค</w:t>
      </w:r>
    </w:p>
    <w:p w:rsidR="00191018" w:rsidRDefault="00191018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๒๒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คนที่หวงแหนคนรักของตน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จะไม่ล่วงประเวณีเป็นอันขาด</w:t>
      </w:r>
    </w:p>
    <w:p w:rsidR="00191018" w:rsidRDefault="00191018" w:rsidP="00C85AFD">
      <w:pPr>
        <w:pStyle w:val="libNormal"/>
      </w:pPr>
    </w:p>
    <w:p w:rsidR="00C85AFD" w:rsidRPr="00B91120" w:rsidRDefault="00C85AFD" w:rsidP="0019101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๒๓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พวกเจ้าจงยำเกรงกับการประพฤติที่เป็นการทรยศต่ออัลลอฮ์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ในยามที่อยู่ตามลำพัง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เพราะผู้ทรงมองเห็นคือผู้ตัดสิน</w:t>
      </w:r>
    </w:p>
    <w:p w:rsidR="00191018" w:rsidRDefault="00191018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๒๔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บาปที่รุนแรงที่สุด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ได้แก่การกระทำที่เจ้าตัวดูแคลนว่าเป็นเรื่องเล็ก</w:t>
      </w:r>
    </w:p>
    <w:p w:rsidR="00191018" w:rsidRDefault="00191018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๒๕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การให้อภัยคืออาภรณ์ประจำตัวของคนจน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การขอบคุณคืออาภรณ์ติดตัวของคนรวย</w:t>
      </w:r>
      <w:r w:rsidRPr="00B91120">
        <w:rPr>
          <w:cs/>
        </w:rPr>
        <w:t>(</w:t>
      </w:r>
      <w:r w:rsidRPr="00B91120">
        <w:rPr>
          <w:rFonts w:hint="cs"/>
          <w:cs/>
        </w:rPr>
        <w:t>๑</w:t>
      </w:r>
      <w:r w:rsidRPr="00B91120">
        <w:rPr>
          <w:cs/>
        </w:rPr>
        <w:t>)</w:t>
      </w:r>
    </w:p>
    <w:p w:rsidR="00191018" w:rsidRDefault="00AE7015" w:rsidP="00C85AFD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----------------------------------------------------------</w:t>
      </w:r>
    </w:p>
    <w:p w:rsidR="00191018" w:rsidRPr="00AE7015" w:rsidRDefault="00AE7015" w:rsidP="00AE7015">
      <w:pPr>
        <w:pStyle w:val="libArFootnote"/>
        <w:bidi w:val="0"/>
      </w:pPr>
      <w:bookmarkStart w:id="167" w:name="_Toc414269035"/>
      <w:r>
        <w:rPr>
          <w:rFonts w:ascii="Angsana New" w:hAnsi="Angsana New" w:cs="Angsana New" w:hint="cs"/>
          <w:szCs w:val="24"/>
          <w:cs/>
          <w:lang w:bidi="th-TH"/>
        </w:rPr>
        <w:t>(๑)</w:t>
      </w:r>
      <w:r w:rsidR="00C85AFD" w:rsidRPr="00AE7015">
        <w:rPr>
          <w:rFonts w:ascii="Angsana New" w:hAnsi="Angsana New" w:cs="Angsana New" w:hint="cs"/>
          <w:szCs w:val="24"/>
          <w:cs/>
          <w:lang w:bidi="th-TH"/>
        </w:rPr>
        <w:t>สุภาษิตสั้นๆ</w:t>
      </w:r>
      <w:r w:rsidR="00C85AFD" w:rsidRPr="00AE7015">
        <w:rPr>
          <w:szCs w:val="24"/>
          <w:cs/>
        </w:rPr>
        <w:t xml:space="preserve"> </w:t>
      </w:r>
      <w:r w:rsidR="00C85AFD" w:rsidRPr="00AE7015">
        <w:rPr>
          <w:rFonts w:ascii="Angsana New" w:hAnsi="Angsana New" w:cs="Angsana New" w:hint="cs"/>
          <w:szCs w:val="24"/>
          <w:cs/>
          <w:lang w:bidi="th-TH"/>
        </w:rPr>
        <w:t>เหล่านี้</w:t>
      </w:r>
      <w:r w:rsidR="00C85AFD" w:rsidRPr="00AE7015">
        <w:rPr>
          <w:szCs w:val="24"/>
          <w:cs/>
        </w:rPr>
        <w:t xml:space="preserve"> </w:t>
      </w:r>
      <w:r w:rsidR="00C85AFD" w:rsidRPr="00AE7015">
        <w:rPr>
          <w:rFonts w:ascii="Angsana New" w:hAnsi="Angsana New" w:cs="Angsana New" w:hint="cs"/>
          <w:szCs w:val="24"/>
          <w:cs/>
          <w:lang w:bidi="th-TH"/>
        </w:rPr>
        <w:t>ล้วนนำมาจากหนังสือ</w:t>
      </w:r>
      <w:r w:rsidR="00C85AFD" w:rsidRPr="00AE7015">
        <w:rPr>
          <w:szCs w:val="24"/>
          <w:cs/>
        </w:rPr>
        <w:t xml:space="preserve"> </w:t>
      </w:r>
      <w:r w:rsidR="00C85AFD" w:rsidRPr="00AE7015">
        <w:rPr>
          <w:rFonts w:ascii="Angsana New" w:hAnsi="Angsana New" w:cs="Angsana New" w:hint="cs"/>
          <w:szCs w:val="24"/>
          <w:cs/>
          <w:lang w:bidi="th-TH"/>
        </w:rPr>
        <w:t>นะฮญุลบะลาเฆาะฮ์</w:t>
      </w:r>
      <w:bookmarkEnd w:id="167"/>
    </w:p>
    <w:p w:rsidR="00191018" w:rsidRDefault="00191018" w:rsidP="00191018">
      <w:pPr>
        <w:pStyle w:val="libNormal"/>
      </w:pPr>
    </w:p>
    <w:p w:rsidR="00191018" w:rsidRDefault="00191018" w:rsidP="00191018">
      <w:pPr>
        <w:pStyle w:val="libNormal"/>
      </w:pPr>
    </w:p>
    <w:p w:rsidR="00191018" w:rsidRDefault="00191018" w:rsidP="00191018">
      <w:pPr>
        <w:pStyle w:val="libNormal"/>
        <w:rPr>
          <w:cs/>
        </w:rPr>
      </w:pPr>
    </w:p>
    <w:p w:rsidR="00C85AFD" w:rsidRPr="00191018" w:rsidRDefault="00191018" w:rsidP="00191018">
      <w:pPr>
        <w:rPr>
          <w:rFonts w:ascii="Angsana New" w:hAnsi="Angsana New" w:cs="Cordia New"/>
          <w:sz w:val="32"/>
          <w:szCs w:val="30"/>
          <w:lang w:bidi="th-TH"/>
        </w:rPr>
      </w:pPr>
      <w:r>
        <w:rPr>
          <w:rtl/>
          <w:cs/>
        </w:rPr>
        <w:br w:type="page"/>
      </w:r>
    </w:p>
    <w:p w:rsidR="00C85AFD" w:rsidRDefault="00C85AFD" w:rsidP="00191018">
      <w:pPr>
        <w:pStyle w:val="Heading1"/>
      </w:pPr>
      <w:bookmarkStart w:id="168" w:name="_Toc414269036"/>
      <w:r w:rsidRPr="00B91120">
        <w:rPr>
          <w:rFonts w:hint="cs"/>
          <w:cs/>
        </w:rPr>
        <w:lastRenderedPageBreak/>
        <w:t>ตอบคำถามของอิมามอะลี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bookmarkEnd w:id="168"/>
    </w:p>
    <w:p w:rsidR="00191018" w:rsidRPr="00191018" w:rsidRDefault="00191018" w:rsidP="00191018">
      <w:pPr>
        <w:pStyle w:val="libNormal"/>
      </w:pPr>
    </w:p>
    <w:p w:rsidR="00C85AFD" w:rsidRDefault="00C85AFD" w:rsidP="00AE7015">
      <w:pPr>
        <w:pStyle w:val="Heading2"/>
      </w:pPr>
      <w:bookmarkStart w:id="169" w:name="_Toc414269037"/>
      <w:r w:rsidRPr="00B91120">
        <w:rPr>
          <w:rFonts w:hint="cs"/>
          <w:cs/>
        </w:rPr>
        <w:t>ลึกซึ้งและสะสวย</w:t>
      </w:r>
      <w:bookmarkEnd w:id="169"/>
    </w:p>
    <w:p w:rsidR="00191018" w:rsidRPr="00B91120" w:rsidRDefault="00191018" w:rsidP="00C85AFD">
      <w:pPr>
        <w:pStyle w:val="libNormal"/>
        <w:rPr>
          <w:rFonts w:cs="Times New Roman"/>
          <w:lang w:bidi="ar-SA"/>
        </w:rPr>
      </w:pPr>
    </w:p>
    <w:p w:rsidR="00191018" w:rsidRDefault="00C85AFD" w:rsidP="00191018">
      <w:pPr>
        <w:pStyle w:val="libNormal"/>
      </w:pPr>
      <w:r w:rsidRPr="00B91120">
        <w:rPr>
          <w:rFonts w:hint="cs"/>
          <w:cs/>
        </w:rPr>
        <w:t>บ่อยครั้งเหลือเกินที่มีการถามแบบรุกไล่ท่านอะมีรุลมุมินีน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191018">
        <w:rPr>
          <w:cs/>
        </w:rPr>
        <w:t>)</w:t>
      </w:r>
      <w:r w:rsidRPr="00B91120">
        <w:rPr>
          <w:rFonts w:hint="cs"/>
          <w:cs/>
        </w:rPr>
        <w:t>ด้วยคำถามที่ยาก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แต่ท่านก็สามารถตอบได้อย่างทันท่วงทีและสละสะสวย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มีความลึกซึ้งอยู่ในคำตอบอย่างน่าสังเกตุ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บางครั้งท่านต้องตอบคำถามของนักปราชญ์</w:t>
      </w:r>
    </w:p>
    <w:p w:rsidR="00C85AFD" w:rsidRDefault="00C85AFD" w:rsidP="00191018">
      <w:pPr>
        <w:pStyle w:val="libNormal"/>
        <w:ind w:firstLine="0"/>
      </w:pPr>
      <w:r w:rsidRPr="00B91120">
        <w:rPr>
          <w:rFonts w:hint="cs"/>
          <w:cs/>
        </w:rPr>
        <w:t>คริสเตียนและพวกยิว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ปรากฏว่าคนเหล่านั้นต่างมีความฉงนใจในคำตอบยิ่งนัก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เมื่อมาถามท่านอะมีรุลมุมินีน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</w:p>
    <w:p w:rsidR="00191018" w:rsidRPr="00B91120" w:rsidRDefault="00191018" w:rsidP="00191018">
      <w:pPr>
        <w:pStyle w:val="libNormal"/>
        <w:ind w:firstLine="0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ดังตัวอย่างการตอบคำถามของท่านต่อไปนี้</w:t>
      </w:r>
    </w:p>
    <w:p w:rsidR="00C85AFD" w:rsidRPr="00B91120" w:rsidRDefault="00C85AFD" w:rsidP="00191018">
      <w:pPr>
        <w:pStyle w:val="Heading2"/>
        <w:rPr>
          <w:rFonts w:cs="Times New Roman"/>
          <w:lang w:bidi="ar-SA"/>
        </w:rPr>
      </w:pPr>
      <w:bookmarkStart w:id="170" w:name="_Toc414269038"/>
      <w:r w:rsidRPr="00B91120">
        <w:rPr>
          <w:rFonts w:hint="cs"/>
          <w:cs/>
        </w:rPr>
        <w:t>ถาม</w:t>
      </w:r>
      <w:r w:rsidRPr="00B91120">
        <w:rPr>
          <w:cs/>
        </w:rPr>
        <w:t>-</w:t>
      </w:r>
      <w:r w:rsidRPr="00B91120">
        <w:rPr>
          <w:rFonts w:hint="cs"/>
          <w:cs/>
        </w:rPr>
        <w:t>ตอบ</w:t>
      </w:r>
      <w:bookmarkEnd w:id="170"/>
    </w:p>
    <w:p w:rsidR="00C85AFD" w:rsidRDefault="00C85AFD" w:rsidP="00191018">
      <w:pPr>
        <w:pStyle w:val="Heading2"/>
      </w:pPr>
      <w:bookmarkStart w:id="171" w:name="_Toc414269039"/>
      <w:r w:rsidRPr="00B91120">
        <w:rPr>
          <w:rFonts w:hint="cs"/>
          <w:cs/>
        </w:rPr>
        <w:t>เรื่องที่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</w:t>
      </w:r>
      <w:bookmarkEnd w:id="171"/>
    </w:p>
    <w:p w:rsidR="00191018" w:rsidRPr="00191018" w:rsidRDefault="00191018" w:rsidP="00191018">
      <w:pPr>
        <w:pStyle w:val="libNormal"/>
      </w:pPr>
    </w:p>
    <w:p w:rsidR="00C85AFD" w:rsidRPr="00B91120" w:rsidRDefault="00C85AFD" w:rsidP="0019101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มีชาวอาหรับชนบทคนหนึ่งเข้าพบท่านอะมีรุลมุมินีน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แล้วกล่าวว่า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ฉันเห็นสุนัขตัวหนึ่งร่วมเพศกับแพะตัวหนึ่ง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แล้วมันก็มีลูกออกมา</w:t>
      </w:r>
      <w:r w:rsidRPr="00B91120">
        <w:rPr>
          <w:cs/>
        </w:rPr>
        <w:t xml:space="preserve"> </w:t>
      </w:r>
      <w:r w:rsidR="00191018" w:rsidRPr="00B91120">
        <w:rPr>
          <w:rFonts w:hint="cs"/>
          <w:cs/>
        </w:rPr>
        <w:t>บทบัญญัติในเรื่องนี้จะว่าอย่างไร</w:t>
      </w:r>
      <w:r w:rsidR="00191018" w:rsidRPr="00B91120">
        <w:rPr>
          <w:rFonts w:hint="cs"/>
        </w:rPr>
        <w:t>?</w:t>
      </w:r>
      <w:r w:rsidR="00191018" w:rsidRPr="00B91120">
        <w:rPr>
          <w:rFonts w:hint="cs"/>
          <w:cs/>
        </w:rPr>
        <w:t>”</w:t>
      </w:r>
    </w:p>
    <w:p w:rsidR="00C85AFD" w:rsidRPr="00191018" w:rsidRDefault="00C85AFD" w:rsidP="00191018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จงพิจารณาดูในเวลากิน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หากมันกินเนื้อ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มันก็คือสุนัข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แต่ถ้ามันกินหญ้า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มันก็คือแพะ</w:t>
      </w:r>
      <w:r w:rsidR="00191018">
        <w:rPr>
          <w:rFonts w:cs="Cordia New" w:hint="cs"/>
          <w:szCs w:val="40"/>
          <w:cs/>
        </w:rPr>
        <w:t>”</w:t>
      </w:r>
    </w:p>
    <w:p w:rsidR="00C85AFD" w:rsidRPr="00191018" w:rsidRDefault="00C85AFD" w:rsidP="00191018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ชาวอาหรับชนบท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ฉันเห็นมันในบางครั้งก็กินหญ้า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และในบางครั้งก็กินเนื้อ</w:t>
      </w:r>
      <w:r w:rsidR="00191018">
        <w:rPr>
          <w:rFonts w:cs="Cordia New" w:hint="cs"/>
          <w:szCs w:val="40"/>
          <w:cs/>
        </w:rPr>
        <w:t>”</w:t>
      </w:r>
    </w:p>
    <w:p w:rsidR="00191018" w:rsidRDefault="00C85AFD" w:rsidP="00191018">
      <w:pPr>
        <w:pStyle w:val="libNormal"/>
        <w:rPr>
          <w:rFonts w:cs="Cordia New"/>
          <w:szCs w:val="40"/>
          <w:cs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จงดูในการดื่ม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หากมันดื่มอย่างแพะ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มันคือแพะ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แต่หากมันตวัดลิ้นดื่มอย่างสุนัขมันก็คือสุนัข</w:t>
      </w:r>
      <w:r w:rsidR="00191018">
        <w:rPr>
          <w:rFonts w:cs="Cordia New" w:hint="cs"/>
          <w:szCs w:val="40"/>
          <w:cs/>
        </w:rPr>
        <w:t>”</w:t>
      </w:r>
    </w:p>
    <w:p w:rsidR="00C85AFD" w:rsidRPr="00191018" w:rsidRDefault="00191018" w:rsidP="00191018">
      <w:pPr>
        <w:rPr>
          <w:rFonts w:ascii="Angsana New" w:hAnsi="Angsana New" w:cs="Cordia New"/>
          <w:sz w:val="32"/>
          <w:szCs w:val="40"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C85AFD" w:rsidRPr="00191018" w:rsidRDefault="00C85AFD" w:rsidP="00191018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lastRenderedPageBreak/>
        <w:t>ชาวอาหรับชนบท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ฉันเห็นมันดื่มอย่างนั้นบ้าง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และดื่มอย่างนี้บ้าง</w:t>
      </w:r>
      <w:r w:rsidR="00191018">
        <w:rPr>
          <w:rFonts w:cs="Cordia New" w:hint="cs"/>
          <w:szCs w:val="40"/>
          <w:cs/>
        </w:rPr>
        <w:t>”</w:t>
      </w:r>
    </w:p>
    <w:p w:rsidR="00C85AFD" w:rsidRPr="00191018" w:rsidRDefault="00C85AFD" w:rsidP="00191018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ก็จงดูมันในเวลาเดินกับสัตว์เลี้ยงอื่นๆ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ถ้าสัตว์นั้นๆ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เดินช้ากว่ามันๆ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คือสุนัขแต่ถ้าสัตว์เลี้ยงนั้นๆ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เดินเร็วกว่าหรือพอๆ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มันคือแพะ</w:t>
      </w:r>
      <w:r w:rsidR="00191018">
        <w:rPr>
          <w:rFonts w:cs="Cordia New" w:hint="cs"/>
          <w:szCs w:val="40"/>
          <w:cs/>
        </w:rPr>
        <w:t>”</w:t>
      </w:r>
    </w:p>
    <w:p w:rsidR="00C85AFD" w:rsidRPr="00191018" w:rsidRDefault="00C85AFD" w:rsidP="00191018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ชาวอาหรับชนบท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ฉันเห็นมันทั้งสองพอๆ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กัน</w:t>
      </w:r>
      <w:r w:rsidR="00191018">
        <w:rPr>
          <w:rFonts w:cs="Cordia New" w:hint="cs"/>
          <w:szCs w:val="40"/>
          <w:cs/>
        </w:rPr>
        <w:t>”</w:t>
      </w:r>
    </w:p>
    <w:p w:rsidR="00C85AFD" w:rsidRPr="00B91120" w:rsidRDefault="00C85AFD" w:rsidP="0019101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จงพิจารณาดูในเวลานั่ง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หากมันคุกเข่าหมอบ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มันคือแพะ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แต่หากมันใช้เท่ายันมันคือสุนัข</w:t>
      </w:r>
      <w:r w:rsidRPr="00B91120">
        <w:rPr>
          <w:rFonts w:cs="Times New Roman" w:hint="eastAsia"/>
          <w:lang w:bidi="ar-SA"/>
        </w:rPr>
        <w:t>”</w:t>
      </w:r>
    </w:p>
    <w:p w:rsidR="00C85AFD" w:rsidRPr="00191018" w:rsidRDefault="00C85AFD" w:rsidP="00191018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ชาวอาหรับชนบท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ฉันเห็นมันทั้งสองอย่าง</w:t>
      </w:r>
      <w:r w:rsidR="00191018">
        <w:rPr>
          <w:rFonts w:cs="Cordia New" w:hint="cs"/>
          <w:szCs w:val="40"/>
          <w:cs/>
        </w:rPr>
        <w:t>”</w:t>
      </w:r>
    </w:p>
    <w:p w:rsidR="00C85AFD" w:rsidRPr="00B91120" w:rsidRDefault="00C85AFD" w:rsidP="0019101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จงเชือดมันดู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หากมันมีกระเพาะมันคือแพะ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แต่ถ้ามันมีลำไส้ใหญ่เท่านั้น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มันคือสุนัข</w:t>
      </w:r>
      <w:r w:rsidRPr="00B91120">
        <w:rPr>
          <w:rFonts w:cs="Times New Roman" w:hint="eastAsia"/>
          <w:lang w:bidi="ar-SA"/>
        </w:rPr>
        <w:t>”</w:t>
      </w:r>
    </w:p>
    <w:p w:rsidR="00C85AFD" w:rsidRDefault="00C85AFD" w:rsidP="00191018">
      <w:pPr>
        <w:pStyle w:val="libNormal"/>
      </w:pPr>
      <w:r w:rsidRPr="00B91120">
        <w:rPr>
          <w:rFonts w:hint="cs"/>
          <w:cs/>
        </w:rPr>
        <w:t>คนอาหรับชนบทผู้นั้นก็ยอมรับฟังเนื่องจากความละเอียดพิสดารที่ท่านอิมามอะลี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ให้คำตอบนั่นเอง</w:t>
      </w:r>
      <w:r w:rsidRPr="00B91120">
        <w:rPr>
          <w:cs/>
        </w:rPr>
        <w:t>(</w:t>
      </w:r>
      <w:r w:rsidRPr="00B91120">
        <w:rPr>
          <w:rFonts w:hint="cs"/>
          <w:cs/>
        </w:rPr>
        <w:t>๑</w:t>
      </w:r>
      <w:r w:rsidRPr="00B91120">
        <w:rPr>
          <w:cs/>
        </w:rPr>
        <w:t>)</w:t>
      </w:r>
    </w:p>
    <w:p w:rsidR="00AE7015" w:rsidRDefault="00AE7015" w:rsidP="00191018">
      <w:pPr>
        <w:pStyle w:val="libNormal"/>
        <w:rPr>
          <w:rFonts w:cs="Cordia New" w:hint="cs"/>
          <w:szCs w:val="40"/>
        </w:rPr>
      </w:pPr>
      <w:r>
        <w:rPr>
          <w:rFonts w:cs="Cordia New" w:hint="cs"/>
          <w:szCs w:val="40"/>
          <w:cs/>
        </w:rPr>
        <w:t>-------------------------------------------------</w:t>
      </w:r>
    </w:p>
    <w:p w:rsidR="00191018" w:rsidRPr="00AE7015" w:rsidRDefault="00191018" w:rsidP="00AE7015">
      <w:pPr>
        <w:pStyle w:val="libArFootnote"/>
        <w:bidi w:val="0"/>
        <w:rPr>
          <w:cs/>
          <w:lang w:bidi="th-TH"/>
        </w:rPr>
      </w:pPr>
      <w:bookmarkStart w:id="172" w:name="_Toc414269040"/>
      <w:r w:rsidRPr="00AE7015">
        <w:t>(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๑</w:t>
      </w:r>
      <w:r w:rsidRPr="00AE7015">
        <w:rPr>
          <w:szCs w:val="24"/>
          <w:cs/>
        </w:rPr>
        <w:t xml:space="preserve">) 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เกาะฎอ</w:t>
      </w:r>
      <w:r w:rsidRPr="00AE7015">
        <w:rPr>
          <w:szCs w:val="24"/>
          <w:cs/>
        </w:rPr>
        <w:t xml:space="preserve"> 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อะมีริลมุมีนีน</w:t>
      </w:r>
      <w:r w:rsidRPr="00AE7015">
        <w:rPr>
          <w:szCs w:val="24"/>
          <w:cs/>
        </w:rPr>
        <w:t xml:space="preserve"> 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ของชัยค์ฮูเซน</w:t>
      </w:r>
      <w:r w:rsidRPr="00AE7015">
        <w:rPr>
          <w:szCs w:val="24"/>
          <w:cs/>
        </w:rPr>
        <w:t xml:space="preserve"> 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ซะฟาอี</w:t>
      </w:r>
      <w:bookmarkEnd w:id="172"/>
    </w:p>
    <w:p w:rsidR="00C85AFD" w:rsidRPr="00B91120" w:rsidRDefault="00C85AFD" w:rsidP="00191018">
      <w:pPr>
        <w:pStyle w:val="Heading2"/>
        <w:rPr>
          <w:rFonts w:cs="Times New Roman"/>
          <w:lang w:bidi="ar-SA"/>
        </w:rPr>
      </w:pPr>
      <w:bookmarkStart w:id="173" w:name="_Toc414269041"/>
      <w:r w:rsidRPr="00B91120">
        <w:rPr>
          <w:rFonts w:hint="cs"/>
          <w:cs/>
        </w:rPr>
        <w:t>ถาม</w:t>
      </w:r>
      <w:r w:rsidRPr="00B91120">
        <w:rPr>
          <w:cs/>
        </w:rPr>
        <w:t>-</w:t>
      </w:r>
      <w:r w:rsidRPr="00B91120">
        <w:rPr>
          <w:rFonts w:hint="cs"/>
          <w:cs/>
        </w:rPr>
        <w:t>ตอบ</w:t>
      </w:r>
      <w:bookmarkEnd w:id="173"/>
    </w:p>
    <w:p w:rsidR="00191018" w:rsidRPr="00191018" w:rsidRDefault="00C85AFD" w:rsidP="00AE7015">
      <w:pPr>
        <w:pStyle w:val="Heading2"/>
      </w:pPr>
      <w:bookmarkStart w:id="174" w:name="_Toc414269042"/>
      <w:r w:rsidRPr="00B91120">
        <w:rPr>
          <w:rFonts w:hint="cs"/>
          <w:cs/>
        </w:rPr>
        <w:t>เรื่องที่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๒</w:t>
      </w:r>
      <w:bookmarkEnd w:id="174"/>
    </w:p>
    <w:p w:rsidR="00C85AFD" w:rsidRPr="00B91120" w:rsidRDefault="00C85AFD" w:rsidP="0019101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มีชายคนหนึ่งถูกนำตัวมาหาท่านอุมัร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บินค็อฎฎอบ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เพราะเขาเที่ยวออกประกาศกับคนทั้งหลายที่ถามถึงความเป็นอยู่ของเขาว่า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191018" w:rsidRPr="00B91120">
        <w:rPr>
          <w:rFonts w:hint="cs"/>
          <w:cs/>
        </w:rPr>
        <w:t>ท่านเป็นอย่างไรบ้าง</w:t>
      </w:r>
      <w:r w:rsidR="00191018" w:rsidRPr="00B91120">
        <w:rPr>
          <w:rFonts w:hint="cs"/>
        </w:rPr>
        <w:t>?</w:t>
      </w:r>
      <w:r w:rsidR="00191018" w:rsidRPr="00B91120">
        <w:rPr>
          <w:rFonts w:hint="cs"/>
          <w:cs/>
        </w:rPr>
        <w:t>”</w:t>
      </w:r>
    </w:p>
    <w:p w:rsidR="00AE7015" w:rsidRDefault="00C85AFD" w:rsidP="00191018">
      <w:pPr>
        <w:pStyle w:val="libNormal"/>
        <w:rPr>
          <w:rFonts w:cs="Cordia New"/>
          <w:szCs w:val="40"/>
          <w:cs/>
        </w:rPr>
      </w:pPr>
      <w:r w:rsidRPr="00B91120">
        <w:rPr>
          <w:rFonts w:hint="cs"/>
          <w:cs/>
        </w:rPr>
        <w:t>แล้วเขาตอบว่า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ฉันก็มีความเป็นอยู่ที่ดี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เพราะว่าฉันได้กลายเป็นผู้ที่ชอบของฟิตนะฮ์</w:t>
      </w:r>
      <w:r w:rsidRPr="00B91120">
        <w:rPr>
          <w:cs/>
        </w:rPr>
        <w:t xml:space="preserve"> (</w:t>
      </w:r>
      <w:r w:rsidRPr="00B91120">
        <w:rPr>
          <w:rFonts w:hint="cs"/>
          <w:cs/>
        </w:rPr>
        <w:t>ไม่ดีหรือทดสอบจากอัลลอฮ์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ฉันกลายเป็นผู้รังเกียจความจริง</w:t>
      </w:r>
      <w:r w:rsidRPr="00B91120">
        <w:rPr>
          <w:cs/>
        </w:rPr>
        <w:t xml:space="preserve"> </w:t>
      </w:r>
      <w:r w:rsidR="00191018" w:rsidRPr="00B91120">
        <w:rPr>
          <w:rFonts w:hint="cs"/>
          <w:cs/>
        </w:rPr>
        <w:t xml:space="preserve">ฉันเชื่อถือพวกยิวและพวกนะศอรอ </w:t>
      </w:r>
      <w:r w:rsidR="00191018" w:rsidRPr="00B91120">
        <w:rPr>
          <w:cs/>
        </w:rPr>
        <w:t>(</w:t>
      </w:r>
      <w:r w:rsidRPr="00B91120">
        <w:rPr>
          <w:rFonts w:hint="cs"/>
          <w:cs/>
        </w:rPr>
        <w:t>คริสเตียน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ฉันศรัทธาในสิ่งที่ฉันมองไม่เห็น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ฉันจะยึดมั่นในสิ่งที่ยังไม่ถูกสร้างมา</w:t>
      </w:r>
      <w:r w:rsidR="00191018">
        <w:rPr>
          <w:rFonts w:cs="Cordia New" w:hint="cs"/>
          <w:szCs w:val="40"/>
          <w:cs/>
        </w:rPr>
        <w:t>”</w:t>
      </w:r>
    </w:p>
    <w:p w:rsidR="00AE7015" w:rsidRDefault="00AE7015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cs/>
        </w:rPr>
        <w:br w:type="page"/>
      </w:r>
    </w:p>
    <w:p w:rsidR="00C85AFD" w:rsidRPr="00191018" w:rsidRDefault="00C85AFD" w:rsidP="00AE7015">
      <w:pPr>
        <w:pStyle w:val="libNormal"/>
        <w:ind w:firstLine="0"/>
        <w:rPr>
          <w:rFonts w:cs="Cordia New"/>
          <w:szCs w:val="40"/>
        </w:rPr>
      </w:pPr>
    </w:p>
    <w:p w:rsidR="00C85AFD" w:rsidRDefault="00C85AFD" w:rsidP="00191018">
      <w:pPr>
        <w:pStyle w:val="libNormal"/>
      </w:pPr>
      <w:r w:rsidRPr="00B91120">
        <w:rPr>
          <w:rFonts w:hint="cs"/>
          <w:cs/>
        </w:rPr>
        <w:t>ดังนั้น</w:t>
      </w:r>
      <w:r w:rsidR="00191018">
        <w:rPr>
          <w:rFonts w:hint="cs"/>
          <w:cs/>
        </w:rPr>
        <w:t xml:space="preserve"> </w:t>
      </w:r>
      <w:r w:rsidRPr="00B91120">
        <w:rPr>
          <w:rFonts w:hint="cs"/>
          <w:cs/>
        </w:rPr>
        <w:t>ท่านอุมัรจึงส่งชายคนนี้ไปหาท่านอิมามอะลี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เมื่อมาถึงท่านอุมัรก็ได้เล่าเรื่องราวจากคำพูดของชายคนนั้น</w:t>
      </w:r>
    </w:p>
    <w:p w:rsidR="00191018" w:rsidRPr="00B91120" w:rsidRDefault="00191018" w:rsidP="00191018">
      <w:pPr>
        <w:pStyle w:val="libNormal"/>
        <w:rPr>
          <w:rFonts w:cs="Times New Roman"/>
          <w:lang w:bidi="ar-SA"/>
        </w:rPr>
      </w:pPr>
    </w:p>
    <w:p w:rsidR="00C85AFD" w:rsidRPr="00191018" w:rsidRDefault="00C85AFD" w:rsidP="00191018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ชายคนนั้นพูดถูก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ที่เขารักของฟิตนะฮ์</w:t>
      </w:r>
      <w:r w:rsidRPr="00B91120">
        <w:rPr>
          <w:cs/>
        </w:rPr>
        <w:t xml:space="preserve"> </w:t>
      </w:r>
      <w:r w:rsidR="00191018" w:rsidRPr="00B91120">
        <w:rPr>
          <w:rFonts w:hint="cs"/>
          <w:cs/>
        </w:rPr>
        <w:t xml:space="preserve">ก็เพราะอัลลอฮ์ </w:t>
      </w:r>
      <w:r w:rsidR="00191018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191018" w:rsidRPr="00B91120">
        <w:rPr>
          <w:rFonts w:hint="cs"/>
          <w:cs/>
        </w:rPr>
        <w:t>) กล่า</w:t>
      </w:r>
      <w:r w:rsidR="00191018" w:rsidRPr="00B91120">
        <w:rPr>
          <w:cs/>
        </w:rPr>
        <w:t>ว</w:t>
      </w:r>
      <w:r w:rsidRPr="00B91120">
        <w:rPr>
          <w:rFonts w:hint="cs"/>
          <w:cs/>
        </w:rPr>
        <w:t>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อันที่จริงทรัพย์สินและลูกๆ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ของสูเจ้าเป็นของทดสอบ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และที่เขารังเกียจความจริงนั่น</w:t>
      </w:r>
      <w:r w:rsidR="00191018">
        <w:rPr>
          <w:rFonts w:hint="cs"/>
          <w:cs/>
        </w:rPr>
        <w:t xml:space="preserve"> </w:t>
      </w:r>
      <w:r w:rsidRPr="00B91120">
        <w:rPr>
          <w:rFonts w:hint="cs"/>
          <w:cs/>
        </w:rPr>
        <w:t>ก็หมายความว่า</w:t>
      </w:r>
      <w:r w:rsidRPr="00B91120">
        <w:rPr>
          <w:cs/>
        </w:rPr>
        <w:t xml:space="preserve"> </w:t>
      </w:r>
      <w:r w:rsidR="00191018" w:rsidRPr="00B91120">
        <w:rPr>
          <w:rFonts w:hint="cs"/>
          <w:cs/>
        </w:rPr>
        <w:t xml:space="preserve">ความตายตามที่อัลลอฮ์ </w:t>
      </w:r>
      <w:r w:rsidR="00191018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191018" w:rsidRPr="00B91120">
        <w:rPr>
          <w:rFonts w:hint="cs"/>
          <w:cs/>
        </w:rPr>
        <w:t>) บอกว่</w:t>
      </w:r>
      <w:r w:rsidR="00191018" w:rsidRPr="00B91120">
        <w:rPr>
          <w:cs/>
        </w:rPr>
        <w:t>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ความตายจะมาในฐานะเป็นความจริง</w:t>
      </w:r>
      <w:r w:rsidR="00191018"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ที่เขาเชื่อพวกยิวกับพวกนะศอรอนั้น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ก็เพราะอัลลอฮ์ทรงมีโองการว่า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พวกยิวกล่าวว่า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พวกนะศอรอนั้นมิได้ตั้งอยู่กับสิ่งอันใดเลย</w:t>
      </w:r>
      <w:r w:rsidR="00191018">
        <w:rPr>
          <w:rFonts w:cs="Cordia New" w:hint="cs"/>
          <w:szCs w:val="40"/>
          <w:cs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และพวกนะศอรอก็กล่าวว่า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พวกยิวก็มิได้ตั้งอยู่กับอะไรเลย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ที่ว่าเขาศรัทธาในสิ่งที่เขามองไม่เห็นก็หมายความว่า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เขาศรัทธาในอัลลอฮ์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นั่นเอง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ที่ว่าเขายึดมั่นในสิ่งที่ยังไม่ถูกสร้างก็หมายความว่า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เขายึดมั่นในยามอวสาน</w:t>
      </w:r>
      <w:r w:rsidR="00191018">
        <w:rPr>
          <w:rFonts w:cs="Cordia New" w:hint="cs"/>
          <w:szCs w:val="40"/>
          <w:cs/>
        </w:rPr>
        <w:t>”</w:t>
      </w:r>
    </w:p>
    <w:p w:rsidR="00191018" w:rsidRDefault="00191018" w:rsidP="00C85AFD">
      <w:pPr>
        <w:pStyle w:val="libNormal"/>
        <w:rPr>
          <w:rFonts w:cs="Cordia New"/>
          <w:szCs w:val="40"/>
        </w:rPr>
      </w:pPr>
    </w:p>
    <w:p w:rsidR="00C85AFD" w:rsidRDefault="00C85AFD" w:rsidP="00191018">
      <w:pPr>
        <w:pStyle w:val="libNormal"/>
      </w:pPr>
      <w:r w:rsidRPr="00B91120">
        <w:rPr>
          <w:rFonts w:hint="cs"/>
          <w:cs/>
        </w:rPr>
        <w:t>ท่านอุมัรกล่าวว่า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191018" w:rsidRPr="00B91120">
        <w:rPr>
          <w:rFonts w:hint="cs"/>
          <w:cs/>
        </w:rPr>
        <w:t xml:space="preserve">ข้าขอความคุ้มครองจากอัลลอฮ์ </w:t>
      </w:r>
      <w:r w:rsidR="00191018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191018" w:rsidRPr="00B91120">
        <w:rPr>
          <w:rFonts w:hint="cs"/>
          <w:cs/>
        </w:rPr>
        <w:t xml:space="preserve">) ให้พ้นจากความหลงผิดในยามที่ไม่มีอะลี </w:t>
      </w:r>
      <w:r w:rsidR="00191018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191018" w:rsidRPr="00B91120">
        <w:rPr>
          <w:rFonts w:hint="cs"/>
          <w:cs/>
        </w:rPr>
        <w:t>) อยู่ด้ว</w:t>
      </w:r>
      <w:r w:rsidR="00191018" w:rsidRPr="00B91120">
        <w:rPr>
          <w:cs/>
        </w:rPr>
        <w:t>ย</w:t>
      </w:r>
      <w:r w:rsidR="00191018">
        <w:rPr>
          <w:rFonts w:cs="Cordia New" w:hint="cs"/>
          <w:szCs w:val="40"/>
          <w:cs/>
        </w:rPr>
        <w:t>”</w:t>
      </w:r>
      <w:r w:rsidR="00191018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๒</w:t>
      </w:r>
      <w:r w:rsidRPr="00B91120">
        <w:rPr>
          <w:cs/>
        </w:rPr>
        <w:t>)</w:t>
      </w:r>
    </w:p>
    <w:p w:rsidR="00AE7015" w:rsidRDefault="00AE7015" w:rsidP="00AE7015">
      <w:pPr>
        <w:pStyle w:val="libArFootnote"/>
        <w:bidi w:val="0"/>
        <w:rPr>
          <w:rFonts w:ascii="Angsana New" w:hAnsi="Angsana New" w:cs="Angsana New" w:hint="cs"/>
          <w:szCs w:val="24"/>
          <w:lang w:bidi="th-TH"/>
        </w:rPr>
      </w:pPr>
      <w:bookmarkStart w:id="175" w:name="_Toc414269043"/>
      <w:r>
        <w:rPr>
          <w:rFonts w:ascii="Angsana New" w:hAnsi="Angsana New" w:cs="Angsana New" w:hint="cs"/>
          <w:szCs w:val="24"/>
          <w:cs/>
          <w:lang w:bidi="th-TH"/>
        </w:rPr>
        <w:t>------------------------------------------------------------------------------------</w:t>
      </w:r>
      <w:bookmarkEnd w:id="175"/>
    </w:p>
    <w:p w:rsidR="00352B55" w:rsidRPr="00AE7015" w:rsidRDefault="00AE7015" w:rsidP="00AE7015">
      <w:pPr>
        <w:pStyle w:val="libArFootnote"/>
        <w:bidi w:val="0"/>
      </w:pPr>
      <w:bookmarkStart w:id="176" w:name="_Toc414269044"/>
      <w:r>
        <w:rPr>
          <w:rFonts w:ascii="Angsana New" w:hAnsi="Angsana New" w:cs="Angsana New" w:hint="cs"/>
          <w:szCs w:val="24"/>
          <w:cs/>
          <w:lang w:bidi="th-TH"/>
        </w:rPr>
        <w:t>(๒)</w:t>
      </w:r>
      <w:r w:rsidR="00352B55" w:rsidRPr="00AE7015">
        <w:rPr>
          <w:rFonts w:ascii="Angsana New" w:hAnsi="Angsana New" w:cs="Angsana New" w:hint="cs"/>
          <w:szCs w:val="24"/>
          <w:cs/>
          <w:lang w:bidi="th-TH"/>
        </w:rPr>
        <w:t>นูรุล</w:t>
      </w:r>
      <w:r w:rsidR="00352B55" w:rsidRPr="00AE7015">
        <w:rPr>
          <w:szCs w:val="24"/>
          <w:cs/>
        </w:rPr>
        <w:t xml:space="preserve"> </w:t>
      </w:r>
      <w:r w:rsidR="00352B55" w:rsidRPr="00AE7015">
        <w:rPr>
          <w:rFonts w:ascii="Angsana New" w:hAnsi="Angsana New" w:cs="Angsana New" w:hint="cs"/>
          <w:szCs w:val="24"/>
          <w:cs/>
          <w:lang w:bidi="th-TH"/>
        </w:rPr>
        <w:t>อัลศ็อร</w:t>
      </w:r>
      <w:r w:rsidR="00352B55" w:rsidRPr="00AE7015">
        <w:rPr>
          <w:szCs w:val="24"/>
          <w:cs/>
        </w:rPr>
        <w:t xml:space="preserve"> </w:t>
      </w:r>
      <w:r w:rsidR="00352B55" w:rsidRPr="00AE7015">
        <w:rPr>
          <w:rFonts w:ascii="Angsana New" w:hAnsi="Angsana New" w:cs="Angsana New" w:hint="cs"/>
          <w:szCs w:val="24"/>
          <w:cs/>
          <w:lang w:bidi="th-TH"/>
        </w:rPr>
        <w:t>ของชิบลันญี</w:t>
      </w:r>
      <w:r w:rsidR="00352B55" w:rsidRPr="00AE7015">
        <w:rPr>
          <w:szCs w:val="24"/>
          <w:cs/>
        </w:rPr>
        <w:t xml:space="preserve"> </w:t>
      </w:r>
      <w:r w:rsidR="00352B55" w:rsidRPr="00AE701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352B55" w:rsidRPr="00AE7015">
        <w:rPr>
          <w:szCs w:val="24"/>
          <w:cs/>
        </w:rPr>
        <w:t xml:space="preserve"> </w:t>
      </w:r>
      <w:r w:rsidR="00352B55" w:rsidRPr="00AE7015">
        <w:rPr>
          <w:rFonts w:ascii="Angsana New" w:hAnsi="Angsana New" w:cs="Angsana New" w:hint="cs"/>
          <w:szCs w:val="24"/>
          <w:cs/>
          <w:lang w:bidi="th-TH"/>
        </w:rPr>
        <w:t>๗๙</w:t>
      </w:r>
      <w:bookmarkEnd w:id="176"/>
    </w:p>
    <w:p w:rsidR="00191018" w:rsidRDefault="00191018" w:rsidP="00191018">
      <w:pPr>
        <w:pStyle w:val="libNormal"/>
      </w:pPr>
    </w:p>
    <w:p w:rsidR="00191018" w:rsidRDefault="00191018" w:rsidP="00191018">
      <w:pPr>
        <w:pStyle w:val="libNormal"/>
      </w:pPr>
    </w:p>
    <w:p w:rsidR="00191018" w:rsidRDefault="00191018" w:rsidP="00191018">
      <w:pPr>
        <w:pStyle w:val="libNormal"/>
      </w:pPr>
    </w:p>
    <w:p w:rsidR="00191018" w:rsidRDefault="00191018" w:rsidP="00191018">
      <w:pPr>
        <w:pStyle w:val="libNormal"/>
      </w:pPr>
    </w:p>
    <w:p w:rsidR="00191018" w:rsidRDefault="00191018" w:rsidP="00191018">
      <w:pPr>
        <w:pStyle w:val="libNormal"/>
      </w:pPr>
    </w:p>
    <w:p w:rsidR="00191018" w:rsidRDefault="00191018" w:rsidP="00191018">
      <w:pPr>
        <w:pStyle w:val="libNormal"/>
      </w:pPr>
    </w:p>
    <w:p w:rsidR="00191018" w:rsidRPr="00191018" w:rsidRDefault="00191018" w:rsidP="00191018">
      <w:pPr>
        <w:rPr>
          <w:rFonts w:ascii="Angsana New" w:hAnsi="Angsana New" w:cs="Cordia New"/>
          <w:sz w:val="32"/>
          <w:szCs w:val="30"/>
          <w:cs/>
          <w:lang w:bidi="th-TH"/>
        </w:rPr>
      </w:pPr>
      <w:r>
        <w:br w:type="page"/>
      </w:r>
    </w:p>
    <w:p w:rsidR="00C85AFD" w:rsidRPr="00B91120" w:rsidRDefault="00C85AFD" w:rsidP="00191018">
      <w:pPr>
        <w:pStyle w:val="Heading2"/>
        <w:rPr>
          <w:rFonts w:cs="Times New Roman"/>
          <w:lang w:bidi="ar-SA"/>
        </w:rPr>
      </w:pPr>
      <w:bookmarkStart w:id="177" w:name="_Toc414269045"/>
      <w:r w:rsidRPr="00B91120">
        <w:rPr>
          <w:rFonts w:hint="cs"/>
          <w:cs/>
        </w:rPr>
        <w:lastRenderedPageBreak/>
        <w:t>ถาม</w:t>
      </w:r>
      <w:r w:rsidRPr="00B91120">
        <w:rPr>
          <w:cs/>
        </w:rPr>
        <w:t>-</w:t>
      </w:r>
      <w:r w:rsidRPr="00B91120">
        <w:rPr>
          <w:rFonts w:hint="cs"/>
          <w:cs/>
        </w:rPr>
        <w:t>ตอบ</w:t>
      </w:r>
      <w:bookmarkEnd w:id="177"/>
    </w:p>
    <w:p w:rsidR="00C85AFD" w:rsidRDefault="00C85AFD" w:rsidP="00191018">
      <w:pPr>
        <w:pStyle w:val="Heading2"/>
      </w:pPr>
      <w:bookmarkStart w:id="178" w:name="_Toc414269046"/>
      <w:r w:rsidRPr="00B91120">
        <w:rPr>
          <w:rFonts w:hint="cs"/>
          <w:cs/>
        </w:rPr>
        <w:t>เรื่องที่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๓</w:t>
      </w:r>
      <w:bookmarkEnd w:id="178"/>
    </w:p>
    <w:p w:rsidR="00191018" w:rsidRPr="00191018" w:rsidRDefault="00191018" w:rsidP="00191018">
      <w:pPr>
        <w:pStyle w:val="libNormal"/>
      </w:pPr>
    </w:p>
    <w:p w:rsidR="00C85AFD" w:rsidRPr="00B91120" w:rsidRDefault="00C85AFD" w:rsidP="0019101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ท่านกะอับ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อัลอะห์บารี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ได้ถามท่านว่า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โอ้</w:t>
      </w:r>
      <w:r w:rsidRPr="00B91120">
        <w:rPr>
          <w:cs/>
        </w:rPr>
        <w:t xml:space="preserve"> </w:t>
      </w:r>
      <w:r w:rsidR="00191018" w:rsidRPr="00B91120">
        <w:rPr>
          <w:rFonts w:hint="cs"/>
          <w:cs/>
        </w:rPr>
        <w:t xml:space="preserve">บิดาของฮะซัน </w:t>
      </w:r>
      <w:r w:rsidR="00191018" w:rsidRPr="00B91120">
        <w:rPr>
          <w:cs/>
        </w:rPr>
        <w:t>(</w:t>
      </w:r>
      <w:r w:rsidR="00191018" w:rsidRPr="00B91120">
        <w:rPr>
          <w:rFonts w:hint="cs"/>
          <w:cs/>
        </w:rPr>
        <w:t xml:space="preserve">อิมามอะลี </w:t>
      </w:r>
      <w:r w:rsidR="00191018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)) </w:t>
      </w:r>
      <w:r w:rsidRPr="00B91120">
        <w:rPr>
          <w:rFonts w:hint="cs"/>
          <w:cs/>
        </w:rPr>
        <w:t>จงบอกข้าพเจ้าซิว่า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ใครคือคนที่ไม่มีพ่อ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ใครคือคนที่ไม่มีญาติ</w:t>
      </w:r>
      <w:r w:rsidRPr="00B91120">
        <w:rPr>
          <w:cs/>
        </w:rPr>
        <w:t xml:space="preserve"> </w:t>
      </w:r>
      <w:r w:rsidR="00A218A7" w:rsidRPr="00B91120">
        <w:rPr>
          <w:rFonts w:hint="cs"/>
          <w:cs/>
        </w:rPr>
        <w:t>ใครคือคนที่ไม่มีทิศทางสำหรับตน</w:t>
      </w:r>
      <w:r w:rsidR="00A218A7" w:rsidRPr="00B91120">
        <w:rPr>
          <w:rFonts w:hint="cs"/>
        </w:rPr>
        <w:t>?</w:t>
      </w:r>
      <w:r w:rsidR="00A218A7" w:rsidRPr="00B91120">
        <w:rPr>
          <w:rFonts w:hint="cs"/>
          <w:cs/>
        </w:rPr>
        <w:t>”</w:t>
      </w:r>
    </w:p>
    <w:p w:rsidR="00C85AFD" w:rsidRPr="00B91120" w:rsidRDefault="00C85AFD" w:rsidP="00352B5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คนที่ไม่มีพ่อ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ได้แก่</w:t>
      </w:r>
      <w:r w:rsidRPr="00B91120">
        <w:rPr>
          <w:cs/>
        </w:rPr>
        <w:t xml:space="preserve"> </w:t>
      </w:r>
      <w:r w:rsidR="00A218A7" w:rsidRPr="00B91120">
        <w:rPr>
          <w:rFonts w:hint="cs"/>
          <w:cs/>
        </w:rPr>
        <w:t xml:space="preserve">อีซา </w:t>
      </w:r>
      <w:r w:rsidR="00A218A7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="00352B55" w:rsidRPr="00B91120">
        <w:rPr>
          <w:rFonts w:hint="cs"/>
          <w:cs/>
        </w:rPr>
        <w:t>คนที่ไม่มีญาติได้แก่</w:t>
      </w:r>
      <w:r w:rsidR="00352B55">
        <w:rPr>
          <w:rFonts w:hint="cs"/>
          <w:cs/>
        </w:rPr>
        <w:t xml:space="preserve"> </w:t>
      </w:r>
      <w:r w:rsidR="00352B55" w:rsidRPr="00B91120">
        <w:rPr>
          <w:rFonts w:hint="cs"/>
          <w:cs/>
        </w:rPr>
        <w:t xml:space="preserve">อาดัม </w:t>
      </w:r>
      <w:r w:rsidR="00352B55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="00352B55">
        <w:rPr>
          <w:rFonts w:hint="cs"/>
          <w:cs/>
        </w:rPr>
        <w:t>คนที</w:t>
      </w:r>
      <w:r w:rsidR="00352B55" w:rsidRPr="00B91120">
        <w:rPr>
          <w:rFonts w:hint="cs"/>
          <w:cs/>
        </w:rPr>
        <w:t>ไม่มีทิศทางสำหรับตนได้แก่</w:t>
      </w:r>
      <w:r w:rsidR="00352B55">
        <w:rPr>
          <w:rFonts w:hint="cs"/>
          <w:cs/>
        </w:rPr>
        <w:t xml:space="preserve"> </w:t>
      </w:r>
      <w:r w:rsidR="00352B55" w:rsidRPr="00B91120">
        <w:rPr>
          <w:rFonts w:hint="cs"/>
          <w:cs/>
        </w:rPr>
        <w:t xml:space="preserve">อาคารแห่งอัลลอฮ์ </w:t>
      </w:r>
      <w:r w:rsidR="00352B55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.)(</w:t>
      </w:r>
      <w:r w:rsidRPr="00B91120">
        <w:rPr>
          <w:rFonts w:hint="cs"/>
          <w:cs/>
        </w:rPr>
        <w:t>บัยตุลฮะรอม</w:t>
      </w:r>
      <w:r w:rsidRPr="00B91120">
        <w:rPr>
          <w:cs/>
        </w:rPr>
        <w:t>)</w:t>
      </w:r>
      <w:r w:rsidRPr="00B91120">
        <w:rPr>
          <w:rFonts w:cs="Times New Roman"/>
          <w:lang w:bidi="ar-SA"/>
        </w:rPr>
        <w:t>”</w:t>
      </w:r>
    </w:p>
    <w:p w:rsidR="00C85AFD" w:rsidRPr="00B91120" w:rsidRDefault="00C85AFD" w:rsidP="00352B5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เขาพูดอีกว่า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จงบอกข้าพเจ้าว่า</w:t>
      </w:r>
      <w:r w:rsidRPr="00B91120">
        <w:rPr>
          <w:cs/>
        </w:rPr>
        <w:t xml:space="preserve"> </w:t>
      </w:r>
      <w:r w:rsidR="00352B55" w:rsidRPr="00B91120">
        <w:rPr>
          <w:rFonts w:hint="cs"/>
          <w:cs/>
        </w:rPr>
        <w:t>ในของสามอย่างที่ไม่ปฏิสนธิในครรภ์และมิได้ออกมาจากเรือนร่าง</w:t>
      </w:r>
      <w:r w:rsidR="00352B55" w:rsidRPr="00B91120">
        <w:rPr>
          <w:rFonts w:hint="cs"/>
        </w:rPr>
        <w:t>?</w:t>
      </w:r>
      <w:r w:rsidR="00352B55" w:rsidRPr="00B91120">
        <w:rPr>
          <w:rFonts w:hint="cs"/>
          <w:cs/>
        </w:rPr>
        <w:t>”</w:t>
      </w:r>
    </w:p>
    <w:p w:rsidR="00352B55" w:rsidRPr="00352B55" w:rsidRDefault="00C85AFD" w:rsidP="00352B55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352B55" w:rsidRPr="00B91120">
        <w:rPr>
          <w:rFonts w:hint="cs"/>
          <w:cs/>
        </w:rPr>
        <w:t xml:space="preserve">ไม้เท้าของมูซา </w:t>
      </w:r>
      <w:r w:rsidR="00352B55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อูฐของชาวษะมูด</w:t>
      </w:r>
      <w:r w:rsidRPr="00B91120">
        <w:rPr>
          <w:cs/>
        </w:rPr>
        <w:t xml:space="preserve"> </w:t>
      </w:r>
      <w:r w:rsidR="00352B55" w:rsidRPr="00B91120">
        <w:rPr>
          <w:rFonts w:hint="cs"/>
          <w:cs/>
        </w:rPr>
        <w:t xml:space="preserve">และแกะของอิบรอฮีม </w:t>
      </w:r>
      <w:r w:rsidR="00352B55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จงถามมาเถิดกะอับ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352B5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เขากล่าวอีกว่า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โอ้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บิดาของฮะซัน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ยังมีอยู่อย่างหนึ่ง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ถ้าหากท่านตอบได้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แสดงว่าท่านเป็นเลิศอย่างแน่แท้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พูดว่า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ถามมาเถิด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กะอับ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เขาถามว่า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สุสานที่เคลื่อนที่ไปกับเจ้าของคืออะไร</w:t>
      </w:r>
      <w:r w:rsidRPr="00B91120">
        <w:rPr>
          <w:rFonts w:cs="Times New Roman"/>
          <w:lang w:bidi="ar-SA"/>
        </w:rPr>
        <w:t>?”</w:t>
      </w:r>
    </w:p>
    <w:p w:rsidR="00352B55" w:rsidRDefault="00C85AFD" w:rsidP="00352B55">
      <w:pPr>
        <w:pStyle w:val="libNormal"/>
        <w:rPr>
          <w:cs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นั่นคือ</w:t>
      </w:r>
      <w:r w:rsidRPr="00B91120">
        <w:rPr>
          <w:cs/>
        </w:rPr>
        <w:t xml:space="preserve"> </w:t>
      </w:r>
      <w:r w:rsidR="00352B55" w:rsidRPr="00B91120">
        <w:rPr>
          <w:rFonts w:hint="cs"/>
          <w:cs/>
        </w:rPr>
        <w:t xml:space="preserve">ท่านยูนุส </w:t>
      </w:r>
      <w:r w:rsidR="00352B55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352B55" w:rsidRPr="00B91120">
        <w:rPr>
          <w:rFonts w:hint="cs"/>
          <w:cs/>
        </w:rPr>
        <w:t>) บุตรของมะต</w:t>
      </w:r>
      <w:r w:rsidR="00352B55" w:rsidRPr="00B91120">
        <w:rPr>
          <w:cs/>
        </w:rPr>
        <w:t>า</w:t>
      </w:r>
      <w:r w:rsidRPr="00B91120">
        <w:rPr>
          <w:cs/>
        </w:rPr>
        <w:t xml:space="preserve"> </w:t>
      </w:r>
      <w:r w:rsidR="00352B55" w:rsidRPr="00B91120">
        <w:rPr>
          <w:rFonts w:hint="cs"/>
          <w:cs/>
        </w:rPr>
        <w:t xml:space="preserve">ในขณะที่อัลลอฮ์ </w:t>
      </w:r>
      <w:r w:rsidR="00352B55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352B55" w:rsidRPr="00B91120">
        <w:rPr>
          <w:rFonts w:hint="cs"/>
          <w:cs/>
        </w:rPr>
        <w:t>) ขังเขาไว้ใ</w:t>
      </w:r>
      <w:r w:rsidR="00352B55" w:rsidRPr="00B91120">
        <w:rPr>
          <w:cs/>
        </w:rPr>
        <w:t>น</w:t>
      </w:r>
      <w:r w:rsidRPr="00B91120">
        <w:rPr>
          <w:rFonts w:hint="cs"/>
          <w:cs/>
        </w:rPr>
        <w:t>ท้องปลาตัวใหญ่</w:t>
      </w:r>
      <w:r w:rsidR="00352B55" w:rsidRPr="00B91120">
        <w:rPr>
          <w:rFonts w:cs="Times New Roman" w:hint="eastAsia"/>
          <w:lang w:bidi="ar-SA"/>
        </w:rPr>
        <w:t>”</w:t>
      </w:r>
      <w:r w:rsidR="00352B55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๓</w:t>
      </w:r>
      <w:r w:rsidRPr="00B91120">
        <w:rPr>
          <w:cs/>
        </w:rPr>
        <w:t>)</w:t>
      </w:r>
    </w:p>
    <w:p w:rsidR="00AE7015" w:rsidRDefault="00AE7015" w:rsidP="00AE7015">
      <w:pPr>
        <w:pStyle w:val="libArFootnote"/>
        <w:bidi w:val="0"/>
        <w:rPr>
          <w:rFonts w:cs="Cordia New" w:hint="cs"/>
          <w:lang w:bidi="th-TH"/>
        </w:rPr>
      </w:pPr>
      <w:bookmarkStart w:id="179" w:name="_Toc414269047"/>
      <w:r>
        <w:rPr>
          <w:rFonts w:cs="Cordia New" w:hint="cs"/>
          <w:cs/>
          <w:lang w:bidi="th-TH"/>
        </w:rPr>
        <w:t>------------------------------------------------</w:t>
      </w:r>
      <w:bookmarkEnd w:id="179"/>
    </w:p>
    <w:p w:rsidR="00BD26E0" w:rsidRPr="00AE7015" w:rsidRDefault="00BD26E0" w:rsidP="00AE7015">
      <w:pPr>
        <w:pStyle w:val="libArFootnote"/>
        <w:bidi w:val="0"/>
      </w:pPr>
      <w:bookmarkStart w:id="180" w:name="_Toc414269048"/>
      <w:r w:rsidRPr="00AE7015">
        <w:t>(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๓</w:t>
      </w:r>
      <w:r w:rsidRPr="00AE7015">
        <w:rPr>
          <w:szCs w:val="24"/>
          <w:cs/>
        </w:rPr>
        <w:t xml:space="preserve">) 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เล่มเดิม</w:t>
      </w:r>
      <w:bookmarkEnd w:id="180"/>
    </w:p>
    <w:p w:rsidR="00352B55" w:rsidRDefault="00352B55">
      <w:pPr>
        <w:rPr>
          <w:rFonts w:cs="Cordia New"/>
          <w:szCs w:val="30"/>
          <w:lang w:bidi="th-TH"/>
        </w:rPr>
      </w:pPr>
    </w:p>
    <w:p w:rsidR="00352B55" w:rsidRDefault="00352B55">
      <w:pPr>
        <w:rPr>
          <w:rFonts w:cs="Cordia New"/>
          <w:szCs w:val="30"/>
          <w:lang w:bidi="th-TH"/>
        </w:rPr>
      </w:pPr>
    </w:p>
    <w:p w:rsidR="00352B55" w:rsidRDefault="00352B55">
      <w:pPr>
        <w:rPr>
          <w:rFonts w:cs="Cordia New"/>
          <w:szCs w:val="30"/>
          <w:lang w:bidi="th-TH"/>
        </w:rPr>
      </w:pPr>
    </w:p>
    <w:p w:rsidR="00352B55" w:rsidRDefault="00352B55">
      <w:pPr>
        <w:rPr>
          <w:rFonts w:cs="Cordia New"/>
          <w:szCs w:val="30"/>
          <w:lang w:bidi="th-TH"/>
        </w:rPr>
      </w:pPr>
    </w:p>
    <w:p w:rsidR="00352B55" w:rsidRDefault="00352B55">
      <w:pPr>
        <w:rPr>
          <w:rFonts w:cs="Cordia New"/>
          <w:szCs w:val="30"/>
          <w:lang w:bidi="th-TH"/>
        </w:rPr>
      </w:pPr>
    </w:p>
    <w:p w:rsidR="00352B55" w:rsidRDefault="00352B55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352B55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352B55">
      <w:pPr>
        <w:pStyle w:val="Heading2"/>
        <w:rPr>
          <w:rFonts w:cs="Times New Roman"/>
          <w:lang w:bidi="ar-SA"/>
        </w:rPr>
      </w:pPr>
      <w:bookmarkStart w:id="181" w:name="_Toc414269049"/>
      <w:r w:rsidRPr="00B91120">
        <w:rPr>
          <w:rFonts w:hint="cs"/>
          <w:cs/>
        </w:rPr>
        <w:t>ถาม</w:t>
      </w:r>
      <w:r w:rsidRPr="00B91120">
        <w:rPr>
          <w:cs/>
        </w:rPr>
        <w:t>-</w:t>
      </w:r>
      <w:r w:rsidRPr="00B91120">
        <w:rPr>
          <w:rFonts w:hint="cs"/>
          <w:cs/>
        </w:rPr>
        <w:t>ตอบ</w:t>
      </w:r>
      <w:bookmarkEnd w:id="181"/>
    </w:p>
    <w:p w:rsidR="00C85AFD" w:rsidRDefault="00C85AFD" w:rsidP="00352B55">
      <w:pPr>
        <w:pStyle w:val="Heading2"/>
      </w:pPr>
      <w:bookmarkStart w:id="182" w:name="_Toc414269050"/>
      <w:r w:rsidRPr="00B91120">
        <w:rPr>
          <w:rFonts w:hint="cs"/>
          <w:cs/>
        </w:rPr>
        <w:t>เรื่องที่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๔</w:t>
      </w:r>
      <w:bookmarkEnd w:id="182"/>
    </w:p>
    <w:p w:rsidR="00352B55" w:rsidRPr="00352B55" w:rsidRDefault="00352B55" w:rsidP="00352B55">
      <w:pPr>
        <w:pStyle w:val="libNormal"/>
      </w:pPr>
    </w:p>
    <w:p w:rsidR="00C85AFD" w:rsidRPr="00B91120" w:rsidRDefault="00C85AFD" w:rsidP="006E00C7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ชาวยิวคนหนึ่งได้ถามท่านอิมามอะลี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จงบอกข้าพเจ้า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มาซิว่า</w:t>
      </w:r>
      <w:r w:rsidRPr="00B91120">
        <w:rPr>
          <w:cs/>
        </w:rPr>
        <w:t xml:space="preserve"> </w:t>
      </w:r>
      <w:r w:rsidR="006E00C7" w:rsidRPr="00B91120">
        <w:rPr>
          <w:rFonts w:hint="cs"/>
          <w:cs/>
        </w:rPr>
        <w:t xml:space="preserve">อะไรที่มิได้เป็นของอัลลอฮ์ </w:t>
      </w:r>
      <w:r w:rsidR="006E00C7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="006E00C7" w:rsidRPr="00B91120">
        <w:rPr>
          <w:rFonts w:hint="cs"/>
          <w:cs/>
        </w:rPr>
        <w:t xml:space="preserve">และอะไรที่มิได้มาจากอัลลอฮ์ </w:t>
      </w:r>
      <w:r w:rsidR="006E00C7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="006E00C7" w:rsidRPr="00B91120">
        <w:rPr>
          <w:rFonts w:hint="cs"/>
          <w:cs/>
        </w:rPr>
        <w:t xml:space="preserve">และอะไรที่อัลลอฮ์ </w:t>
      </w:r>
      <w:r w:rsidR="006E00C7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6E00C7" w:rsidRPr="00B91120">
        <w:rPr>
          <w:rFonts w:hint="cs"/>
          <w:cs/>
        </w:rPr>
        <w:t>) ไม่ทรงรู้</w:t>
      </w:r>
      <w:r w:rsidR="006E00C7" w:rsidRPr="00B91120">
        <w:rPr>
          <w:rFonts w:hint="cs"/>
        </w:rPr>
        <w:t>?</w:t>
      </w:r>
      <w:r w:rsidR="006E00C7" w:rsidRPr="00B91120">
        <w:rPr>
          <w:rFonts w:hint="cs"/>
          <w:cs/>
        </w:rPr>
        <w:t>”</w:t>
      </w:r>
    </w:p>
    <w:p w:rsidR="00C85AFD" w:rsidRPr="00B91120" w:rsidRDefault="00C85AFD" w:rsidP="006E00C7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6E00C7" w:rsidRPr="00B91120">
        <w:rPr>
          <w:rFonts w:hint="cs"/>
          <w:cs/>
        </w:rPr>
        <w:t xml:space="preserve">สำหรับสิ่งที่อัลลอฮ์ </w:t>
      </w:r>
      <w:r w:rsidR="006E00C7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6E00C7" w:rsidRPr="00B91120">
        <w:rPr>
          <w:rFonts w:hint="cs"/>
          <w:cs/>
        </w:rPr>
        <w:t>) ไม่ทรงรู้นั้</w:t>
      </w:r>
      <w:r w:rsidR="006E00C7" w:rsidRPr="00B91120">
        <w:rPr>
          <w:cs/>
        </w:rPr>
        <w:t>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ก็คือสิ่งที่พวกยิวในหมู่ชนของท่านพูดกันเองว่า</w:t>
      </w:r>
      <w:r w:rsidRPr="00B91120">
        <w:rPr>
          <w:cs/>
        </w:rPr>
        <w:t xml:space="preserve"> </w:t>
      </w:r>
      <w:r w:rsidR="006E00C7" w:rsidRPr="00B91120">
        <w:rPr>
          <w:rFonts w:hint="cs"/>
          <w:cs/>
        </w:rPr>
        <w:t xml:space="preserve">แท้จริงอุซัยร์เป็นบุตรของอัลลอฮ์ </w:t>
      </w:r>
      <w:r w:rsidR="006E00C7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="006E00C7" w:rsidRPr="00B91120">
        <w:rPr>
          <w:rFonts w:hint="cs"/>
          <w:cs/>
        </w:rPr>
        <w:t xml:space="preserve">แท้จริงอัลลอฮ์ </w:t>
      </w:r>
      <w:r w:rsidR="006E00C7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6E00C7" w:rsidRPr="00B91120">
        <w:rPr>
          <w:rFonts w:hint="cs"/>
          <w:cs/>
        </w:rPr>
        <w:t>) ไม่ทรงรู้เรื่องการมีบุตรของพระองค</w:t>
      </w:r>
      <w:r w:rsidR="006E00C7" w:rsidRPr="00B91120">
        <w:rPr>
          <w:cs/>
        </w:rPr>
        <w:t>์</w:t>
      </w:r>
      <w:r w:rsidRPr="00B91120">
        <w:rPr>
          <w:cs/>
        </w:rPr>
        <w:t xml:space="preserve"> </w:t>
      </w:r>
      <w:r w:rsidR="006E00C7" w:rsidRPr="00B91120">
        <w:rPr>
          <w:rFonts w:hint="cs"/>
          <w:cs/>
        </w:rPr>
        <w:t xml:space="preserve">สำหรับสิ่งที่ท่านพูดว่ามิได้เป็นของอัลลอฮ์ </w:t>
      </w:r>
      <w:r w:rsidR="006E00C7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6E00C7" w:rsidRPr="00B91120">
        <w:rPr>
          <w:rFonts w:hint="cs"/>
          <w:cs/>
        </w:rPr>
        <w:t>) นั้</w:t>
      </w:r>
      <w:r w:rsidR="006E00C7" w:rsidRPr="00B91120">
        <w:rPr>
          <w:cs/>
        </w:rPr>
        <w:t>น</w:t>
      </w:r>
      <w:r w:rsidRPr="00B91120">
        <w:rPr>
          <w:cs/>
        </w:rPr>
        <w:t xml:space="preserve"> </w:t>
      </w:r>
      <w:r w:rsidR="006E00C7" w:rsidRPr="00B91120">
        <w:rPr>
          <w:rFonts w:hint="cs"/>
          <w:cs/>
        </w:rPr>
        <w:t xml:space="preserve">ก็คืออัลลอฮ์ </w:t>
      </w:r>
      <w:r w:rsidR="006E00C7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6E00C7" w:rsidRPr="00B91120">
        <w:rPr>
          <w:rFonts w:hint="cs"/>
          <w:cs/>
        </w:rPr>
        <w:t>) ทรงไม่ม</w:t>
      </w:r>
      <w:r w:rsidR="006E00C7" w:rsidRPr="00B91120">
        <w:rPr>
          <w:cs/>
        </w:rPr>
        <w:t>ี</w:t>
      </w:r>
    </w:p>
    <w:p w:rsidR="00C85AFD" w:rsidRPr="00B91120" w:rsidRDefault="00C85AFD" w:rsidP="00BD26E0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สิ่งตั้งภาคีเสมอพระองค์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ที่ว่ามิได้มาจากอัลลอฮ์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ได้แก่ความอธรรมต่อปวงบ่าวนั้นมิได้มาจากอัลลอฮ์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cs="Times New Roman"/>
          <w:lang w:bidi="ar-SA"/>
        </w:rPr>
        <w:t>”</w:t>
      </w:r>
    </w:p>
    <w:p w:rsidR="00C85AFD" w:rsidRDefault="00C85AFD" w:rsidP="00BD26E0">
      <w:pPr>
        <w:pStyle w:val="libNormal"/>
      </w:pPr>
      <w:r w:rsidRPr="00B91120">
        <w:rPr>
          <w:rFonts w:hint="cs"/>
          <w:cs/>
        </w:rPr>
        <w:t>ยิวคนนั้นถึงกับกล่าวว่า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DA6D2F" w:rsidRPr="00B91120">
        <w:rPr>
          <w:rFonts w:hint="cs"/>
          <w:cs/>
        </w:rPr>
        <w:t xml:space="preserve">ข้าฯขอปฏิญานตนว่าไม่มีพระเจ้าอื่นใดนอกจากอัลลอฮ์ </w:t>
      </w:r>
      <w:r w:rsidR="00DA6D2F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BD26E0" w:rsidRPr="00B91120">
        <w:rPr>
          <w:rFonts w:hint="cs"/>
          <w:cs/>
        </w:rPr>
        <w:t xml:space="preserve">) และแท้จริงมุฮัมมัด </w:t>
      </w:r>
      <w:r w:rsidR="00BD26E0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BD26E0" w:rsidRPr="00B91120">
        <w:rPr>
          <w:rFonts w:hint="cs"/>
          <w:cs/>
        </w:rPr>
        <w:t xml:space="preserve">) เป็นศาสนทูตของอัลลอฮ์ </w:t>
      </w:r>
      <w:r w:rsidR="00BD26E0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="00BD26E0" w:rsidRPr="00B91120">
        <w:rPr>
          <w:rFonts w:cs="Times New Roman"/>
          <w:lang w:bidi="ar-SA"/>
        </w:rPr>
        <w:t>” (</w:t>
      </w:r>
      <w:r w:rsidRPr="00B91120">
        <w:rPr>
          <w:rFonts w:hint="cs"/>
          <w:cs/>
        </w:rPr>
        <w:t>๔</w:t>
      </w:r>
      <w:r w:rsidRPr="00B91120">
        <w:rPr>
          <w:cs/>
        </w:rPr>
        <w:t>)</w:t>
      </w:r>
    </w:p>
    <w:p w:rsidR="00BD26E0" w:rsidRDefault="00AE7015" w:rsidP="00BD26E0">
      <w:pPr>
        <w:pStyle w:val="libNormal"/>
      </w:pPr>
      <w:r>
        <w:rPr>
          <w:rFonts w:hint="cs"/>
          <w:cs/>
        </w:rPr>
        <w:t>----------------------------------------------------</w:t>
      </w:r>
    </w:p>
    <w:p w:rsidR="00BD26E0" w:rsidRPr="00AE7015" w:rsidRDefault="00BD26E0" w:rsidP="00AE7015">
      <w:pPr>
        <w:pStyle w:val="libArFootnote"/>
        <w:bidi w:val="0"/>
      </w:pPr>
      <w:bookmarkStart w:id="183" w:name="_Toc414269051"/>
      <w:r w:rsidRPr="00AE7015">
        <w:t>(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๔</w:t>
      </w:r>
      <w:r w:rsidRPr="00AE7015">
        <w:rPr>
          <w:szCs w:val="24"/>
          <w:cs/>
        </w:rPr>
        <w:t xml:space="preserve">) 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อัต</w:t>
      </w:r>
      <w:r w:rsidRPr="00AE7015">
        <w:rPr>
          <w:szCs w:val="24"/>
          <w:cs/>
        </w:rPr>
        <w:t>-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เตาฮีด</w:t>
      </w:r>
      <w:r w:rsidRPr="00AE7015">
        <w:rPr>
          <w:szCs w:val="24"/>
          <w:cs/>
        </w:rPr>
        <w:t xml:space="preserve"> 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AE7015">
        <w:rPr>
          <w:szCs w:val="24"/>
          <w:cs/>
        </w:rPr>
        <w:t xml:space="preserve"> 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๓๗๗</w:t>
      </w:r>
      <w:bookmarkEnd w:id="183"/>
    </w:p>
    <w:p w:rsidR="00BD26E0" w:rsidRDefault="00BD26E0" w:rsidP="00BD26E0">
      <w:pPr>
        <w:pStyle w:val="libNormal"/>
      </w:pPr>
    </w:p>
    <w:p w:rsidR="00BD26E0" w:rsidRDefault="00BD26E0" w:rsidP="00BD26E0">
      <w:pPr>
        <w:pStyle w:val="libNormal"/>
      </w:pPr>
    </w:p>
    <w:p w:rsidR="00BD26E0" w:rsidRDefault="00BD26E0" w:rsidP="00BD26E0">
      <w:pPr>
        <w:pStyle w:val="libNormal"/>
      </w:pPr>
    </w:p>
    <w:p w:rsidR="00BD26E0" w:rsidRDefault="00BD26E0" w:rsidP="00BD26E0">
      <w:pPr>
        <w:pStyle w:val="libNormal"/>
      </w:pPr>
    </w:p>
    <w:p w:rsidR="00BD26E0" w:rsidRDefault="00BD26E0" w:rsidP="00BD26E0">
      <w:pPr>
        <w:pStyle w:val="libNormal"/>
      </w:pPr>
    </w:p>
    <w:p w:rsidR="00BD26E0" w:rsidRDefault="00BD26E0" w:rsidP="00BD26E0">
      <w:pPr>
        <w:pStyle w:val="libNormal"/>
      </w:pPr>
    </w:p>
    <w:p w:rsidR="00BD26E0" w:rsidRDefault="00BD26E0">
      <w:pPr>
        <w:rPr>
          <w:rFonts w:ascii="Angsana New" w:hAnsi="Angsana New"/>
          <w:sz w:val="32"/>
          <w:szCs w:val="32"/>
        </w:rPr>
      </w:pPr>
      <w:r>
        <w:br w:type="page"/>
      </w:r>
    </w:p>
    <w:p w:rsidR="00BD26E0" w:rsidRPr="00B91120" w:rsidRDefault="00BD26E0" w:rsidP="00BD26E0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BD26E0">
      <w:pPr>
        <w:pStyle w:val="Heading2"/>
        <w:rPr>
          <w:rFonts w:cs="Times New Roman"/>
          <w:lang w:bidi="ar-SA"/>
        </w:rPr>
      </w:pPr>
      <w:bookmarkStart w:id="184" w:name="_Toc414269052"/>
      <w:r w:rsidRPr="00B91120">
        <w:rPr>
          <w:rFonts w:hint="cs"/>
          <w:cs/>
        </w:rPr>
        <w:t>ถาม</w:t>
      </w:r>
      <w:r w:rsidRPr="00B91120">
        <w:rPr>
          <w:cs/>
        </w:rPr>
        <w:t>-</w:t>
      </w:r>
      <w:r w:rsidRPr="00B91120">
        <w:rPr>
          <w:rFonts w:hint="cs"/>
          <w:cs/>
        </w:rPr>
        <w:t>ตอบ</w:t>
      </w:r>
      <w:bookmarkEnd w:id="184"/>
    </w:p>
    <w:p w:rsidR="00C85AFD" w:rsidRDefault="00C85AFD" w:rsidP="00BD26E0">
      <w:pPr>
        <w:pStyle w:val="Heading2"/>
      </w:pPr>
      <w:bookmarkStart w:id="185" w:name="_Toc414269053"/>
      <w:r w:rsidRPr="00B91120">
        <w:rPr>
          <w:rFonts w:hint="cs"/>
          <w:cs/>
        </w:rPr>
        <w:t>เรื่องที่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๕</w:t>
      </w:r>
      <w:bookmarkEnd w:id="185"/>
    </w:p>
    <w:p w:rsidR="00BD26E0" w:rsidRPr="00BD26E0" w:rsidRDefault="00BD26E0" w:rsidP="00BD26E0">
      <w:pPr>
        <w:pStyle w:val="libNormal"/>
      </w:pPr>
    </w:p>
    <w:p w:rsidR="00C85AFD" w:rsidRPr="00B91120" w:rsidRDefault="00C85AFD" w:rsidP="00BD26E0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หัวหน้าของพวกยิวคนหนึ่งกล่าวว่า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บรรดามุสลิมแอบอ้างว่า</w:t>
      </w:r>
      <w:r w:rsidRPr="00B91120">
        <w:rPr>
          <w:cs/>
        </w:rPr>
        <w:t xml:space="preserve"> </w:t>
      </w:r>
      <w:r w:rsidR="00BD26E0" w:rsidRPr="00B91120">
        <w:rPr>
          <w:rFonts w:hint="cs"/>
          <w:cs/>
        </w:rPr>
        <w:t xml:space="preserve">อะลี </w:t>
      </w:r>
      <w:r w:rsidR="00BD26E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เป็นคนที่ถกเถียงปัญหา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และมีความรู้มากกว่าคนทั้งหมด</w:t>
      </w:r>
      <w:r w:rsidRPr="00B91120">
        <w:rPr>
          <w:cs/>
        </w:rPr>
        <w:t xml:space="preserve"> </w:t>
      </w:r>
      <w:r w:rsidR="00BD26E0" w:rsidRPr="00B91120">
        <w:rPr>
          <w:rFonts w:hint="cs"/>
          <w:cs/>
        </w:rPr>
        <w:t xml:space="preserve">ท่านทั้งหลายจงพาข้าไปหาอะลี </w:t>
      </w:r>
      <w:r w:rsidR="00BD26E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BD26E0" w:rsidRPr="00B91120">
        <w:rPr>
          <w:rFonts w:hint="cs"/>
          <w:cs/>
        </w:rPr>
        <w:t>) ซิเพื่อข้าฯจะได้ถามเข</w:t>
      </w:r>
      <w:r w:rsidR="00BD26E0" w:rsidRPr="00B91120">
        <w:rPr>
          <w:cs/>
        </w:rPr>
        <w:t>า</w:t>
      </w:r>
      <w:r w:rsidRPr="00B91120">
        <w:rPr>
          <w:rFonts w:hint="cs"/>
          <w:cs/>
        </w:rPr>
        <w:t>ในคำถามที่เขาต้องตอบผิดแน่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แล้วพวกเขาก็เข้ามาหาท่านอิมามอะลี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ชายคนนั้นกล่าวว่า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โอ้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อะมีรุลมิมินีน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ข้าฯต้องการจะถามปัญหาท่านสักข้อ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จงถามข้าฯได้ตามที่ท่านต้องการ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เขาถามว่า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โอ้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อะมีรุลมุมินีน</w:t>
      </w:r>
      <w:r w:rsidR="00BD26E0">
        <w:rPr>
          <w:rFonts w:hint="cs"/>
          <w:cs/>
        </w:rPr>
        <w:t xml:space="preserve"> </w:t>
      </w:r>
      <w:r w:rsidRPr="00B91120">
        <w:rPr>
          <w:rFonts w:hint="cs"/>
          <w:cs/>
        </w:rPr>
        <w:t>พระผู้อภิบาลของเรามีมาตั้งแต่เมื่อไหร่</w:t>
      </w:r>
      <w:r w:rsidRPr="00B91120">
        <w:rPr>
          <w:rFonts w:cs="Times New Roman"/>
          <w:lang w:bidi="ar-SA"/>
        </w:rPr>
        <w:t>?”</w:t>
      </w:r>
    </w:p>
    <w:p w:rsidR="00BD26E0" w:rsidRDefault="00C85AFD" w:rsidP="00BD26E0">
      <w:pPr>
        <w:pStyle w:val="libNormal"/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โอ้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ชาวยิวเอ๋ยคำว่า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มีมาตั้งแต่เมื่อไหร่นั้น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เขาใช้สำหรับผู้ที่เคยไม่มีมาก่อนแล้วมีขึ้นมา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ในเมื่อพระองค์คือผู้ทรงมี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ที่ไม่ใช่มีขึ้นมาอย่างการก่อตัว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ทรงมีอยู่โดยที่ไม่มีวิธีการในการมี</w:t>
      </w:r>
      <w:r w:rsidRPr="00B91120">
        <w:rPr>
          <w:cs/>
        </w:rPr>
        <w:t xml:space="preserve"> </w:t>
      </w:r>
    </w:p>
    <w:p w:rsidR="00C85AFD" w:rsidRPr="00B91120" w:rsidRDefault="00C85AFD" w:rsidP="00BD26E0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ชาวยิวเอ๋ย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คำว่าทรงมีมาก่อนจะใช้กับพระองค์ได้อย่างไร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ในเมื่อทรงมีมาก่อน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ก่อนการมีอย่างชนิดอย่างชนิดที่ไม่มีจุดคาดหมายและไม่มีที่สิ้นสุด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เป็นจุดแห่งความคาดหมายที่ตัดขาด</w:t>
      </w:r>
    </w:p>
    <w:p w:rsidR="00BD26E0" w:rsidRPr="00BD26E0" w:rsidRDefault="00C85AFD" w:rsidP="00BD26E0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จากจุดแห่งความคาดหมายใด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ทั้งปวง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เพราะพระองค์คือ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จุดแห่งความคาดหมายของจุดแห่งความคาดหมายทั้งหลาย</w:t>
      </w:r>
      <w:r w:rsidRPr="00B91120">
        <w:rPr>
          <w:rFonts w:cs="Times New Roman" w:hint="eastAsia"/>
          <w:lang w:bidi="ar-SA"/>
        </w:rPr>
        <w:t>”</w:t>
      </w:r>
    </w:p>
    <w:p w:rsidR="00BD26E0" w:rsidRDefault="00C85AFD" w:rsidP="00BD26E0">
      <w:pPr>
        <w:pStyle w:val="libNormal"/>
      </w:pPr>
      <w:r w:rsidRPr="00B91120">
        <w:rPr>
          <w:rFonts w:hint="cs"/>
          <w:cs/>
        </w:rPr>
        <w:t>ชาวยิวผู้นั้นกล่าวว่า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ข้าฯขอปฏิญานว่า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ศาสนาของท่านเป็นสัจธรรมและแนวทางอื่นที่ขัดแย้งกับสิ่งนี้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ย่อมเป็นโมฆะทั้งสิ้น</w:t>
      </w:r>
      <w:r w:rsidR="00BD26E0" w:rsidRPr="00B91120">
        <w:rPr>
          <w:rFonts w:cs="Times New Roman" w:hint="eastAsia"/>
          <w:lang w:bidi="ar-SA"/>
        </w:rPr>
        <w:t>”</w:t>
      </w:r>
      <w:r w:rsidR="00BD26E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๕</w:t>
      </w:r>
      <w:r w:rsidRPr="00B91120">
        <w:rPr>
          <w:cs/>
        </w:rPr>
        <w:t>)</w:t>
      </w:r>
    </w:p>
    <w:p w:rsidR="00AE7015" w:rsidRDefault="00AE7015" w:rsidP="00AE7015">
      <w:pPr>
        <w:pStyle w:val="libArFootnote"/>
        <w:bidi w:val="0"/>
        <w:rPr>
          <w:rFonts w:cs="Cordia New" w:hint="cs"/>
          <w:lang w:bidi="th-TH"/>
        </w:rPr>
      </w:pPr>
      <w:bookmarkStart w:id="186" w:name="_Toc414269054"/>
      <w:r>
        <w:rPr>
          <w:rFonts w:cs="Cordia New" w:hint="cs"/>
          <w:cs/>
          <w:lang w:bidi="th-TH"/>
        </w:rPr>
        <w:t>-----------------------------------------------------------------------------</w:t>
      </w:r>
      <w:bookmarkEnd w:id="186"/>
    </w:p>
    <w:p w:rsidR="00BD26E0" w:rsidRDefault="00DF4805" w:rsidP="00AE7015">
      <w:pPr>
        <w:pStyle w:val="libArFootnote"/>
        <w:bidi w:val="0"/>
        <w:rPr>
          <w:cs/>
          <w:lang w:bidi="th-TH"/>
        </w:rPr>
      </w:pPr>
      <w:bookmarkStart w:id="187" w:name="_Toc414269055"/>
      <w:r w:rsidRPr="00AE7015">
        <w:t>(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๕</w:t>
      </w:r>
      <w:r w:rsidRPr="00AE7015">
        <w:rPr>
          <w:szCs w:val="24"/>
          <w:cs/>
        </w:rPr>
        <w:t xml:space="preserve">) 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อัตเตาฮีด</w:t>
      </w:r>
      <w:r w:rsidRPr="00AE7015">
        <w:rPr>
          <w:szCs w:val="24"/>
          <w:cs/>
        </w:rPr>
        <w:t xml:space="preserve"> 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AE7015">
        <w:rPr>
          <w:szCs w:val="24"/>
          <w:cs/>
        </w:rPr>
        <w:t xml:space="preserve"> 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๑๗๖</w:t>
      </w:r>
      <w:bookmarkEnd w:id="187"/>
    </w:p>
    <w:p w:rsidR="00BD26E0" w:rsidRDefault="00BD26E0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BD26E0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BD26E0">
      <w:pPr>
        <w:pStyle w:val="Heading2"/>
        <w:rPr>
          <w:rFonts w:cs="Times New Roman"/>
          <w:lang w:bidi="ar-SA"/>
        </w:rPr>
      </w:pPr>
      <w:bookmarkStart w:id="188" w:name="_Toc414269056"/>
      <w:r w:rsidRPr="00B91120">
        <w:rPr>
          <w:rFonts w:hint="cs"/>
          <w:cs/>
        </w:rPr>
        <w:t>ถาม</w:t>
      </w:r>
      <w:r w:rsidRPr="00B91120">
        <w:rPr>
          <w:cs/>
        </w:rPr>
        <w:t>-</w:t>
      </w:r>
      <w:r w:rsidRPr="00B91120">
        <w:rPr>
          <w:rFonts w:hint="cs"/>
          <w:cs/>
        </w:rPr>
        <w:t>ตอบ</w:t>
      </w:r>
      <w:bookmarkEnd w:id="188"/>
    </w:p>
    <w:p w:rsidR="00C85AFD" w:rsidRDefault="00C85AFD" w:rsidP="00BD26E0">
      <w:pPr>
        <w:pStyle w:val="Heading2"/>
      </w:pPr>
      <w:bookmarkStart w:id="189" w:name="_Toc414269057"/>
      <w:r w:rsidRPr="00B91120">
        <w:rPr>
          <w:rFonts w:hint="cs"/>
          <w:cs/>
        </w:rPr>
        <w:t>เรื่องที่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๖</w:t>
      </w:r>
      <w:bookmarkEnd w:id="189"/>
    </w:p>
    <w:p w:rsidR="00BD26E0" w:rsidRPr="00BD26E0" w:rsidRDefault="00BD26E0" w:rsidP="00BD26E0">
      <w:pPr>
        <w:pStyle w:val="libNormal"/>
      </w:pPr>
    </w:p>
    <w:p w:rsidR="00C85AFD" w:rsidRPr="00B91120" w:rsidRDefault="00C85AFD" w:rsidP="00BD26E0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รายงานจากท่านซัลมาน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อัลฟาริซี</w:t>
      </w:r>
      <w:r w:rsidRPr="00B91120">
        <w:rPr>
          <w:cs/>
        </w:rPr>
        <w:t xml:space="preserve"> (</w:t>
      </w:r>
      <w:r w:rsidRPr="00B91120">
        <w:rPr>
          <w:rFonts w:hint="cs"/>
          <w:cs/>
        </w:rPr>
        <w:t>ขออัลลอฮ์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ทรงประทานความเมตตาแก่ท่าน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ได้เล่าประวัติที่ยืดยาวเรื่องหนึ่งในตอนที่ท่านญาษิลีกได้เดินทางเข้ามายังเมืองมะดีนะฮ์พร้อมกับพวกคริสเตียนอีกจำนวนนับร้อย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หลังจากการวายชนม์ของท่านนบี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เขาได้ถามท่านอะบูบักรเกี่ยวกับปัญหาต่าง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แต่ท่านอะบูบักรก็มิได้ตอบเขาแต่อย่างใด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จากนั้นเขาก็ถูกแนะนำให้ไปหาท่านอะลี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อะมีรุลมุมินีน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แล้วเขาก็ถามท่านอิมาม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ก็ตอบส่วนหนึ่งของเรื่องที่ถามกันก็คือ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เขาถามว่า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จงบอกข้ามาซิว่า</w:t>
      </w:r>
      <w:r w:rsidRPr="00B91120">
        <w:rPr>
          <w:cs/>
        </w:rPr>
        <w:t xml:space="preserve"> </w:t>
      </w:r>
      <w:r w:rsidR="00BD26E0" w:rsidRPr="00B91120">
        <w:rPr>
          <w:rFonts w:hint="cs"/>
          <w:cs/>
        </w:rPr>
        <w:t>พระพักตร์ของพระผู้อภิบาลผู้ทรงสูงสุดเป็นอย่างไร</w:t>
      </w:r>
      <w:r w:rsidR="00BD26E0" w:rsidRPr="00B91120">
        <w:rPr>
          <w:rFonts w:hint="cs"/>
        </w:rPr>
        <w:t>?</w:t>
      </w:r>
      <w:r w:rsidR="00BD26E0" w:rsidRPr="00B91120">
        <w:rPr>
          <w:rFonts w:hint="cs"/>
          <w:cs/>
        </w:rPr>
        <w:t>”</w:t>
      </w:r>
    </w:p>
    <w:p w:rsidR="00C85AFD" w:rsidRPr="00B91120" w:rsidRDefault="00C85AFD" w:rsidP="00BD26E0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ก็ได้จัดการหาไฟและฟืนมาจุด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ครั้นพอมันลุกโชติช่วงแล้ว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BD26E0" w:rsidRPr="00B91120">
        <w:rPr>
          <w:rFonts w:hint="cs"/>
          <w:cs/>
        </w:rPr>
        <w:t>ใบหน้าของไฟกองนี้อยู่ที่ไหน</w:t>
      </w:r>
      <w:r w:rsidR="00BD26E0" w:rsidRPr="00B91120">
        <w:rPr>
          <w:rFonts w:hint="cs"/>
        </w:rPr>
        <w:t>?</w:t>
      </w:r>
      <w:r w:rsidR="00BD26E0" w:rsidRPr="00B91120">
        <w:rPr>
          <w:rFonts w:hint="cs"/>
          <w:cs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เขาตอบว่า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ใบหน้าของมันมีอยู่ทุกทิศ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นี่เพียงแค่ไฟที่ถูกจุด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ถูกจัดแต่งสร้างสรรค์ขึ้นมาก็ไม่มีใครสามารถจะรู้จักใบหน้าของมันได้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แล้วเทียบกันได้อย่างไรกับผู้ทรงสร้างมันขึ้นมาที่ไม่มีส่วนคล้ายคลึงกับมันเลย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แต่ทั้งทิศตะวันออกและทิศตะวันตก</w:t>
      </w:r>
      <w:r w:rsidRPr="00B91120">
        <w:rPr>
          <w:cs/>
        </w:rPr>
        <w:t xml:space="preserve"> </w:t>
      </w:r>
      <w:r w:rsidR="00DF4805" w:rsidRPr="00B91120">
        <w:rPr>
          <w:rFonts w:hint="cs"/>
          <w:cs/>
        </w:rPr>
        <w:t xml:space="preserve">ล้วนเป็นของอัลลอฮ์ </w:t>
      </w:r>
      <w:r w:rsidR="00DF4805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="00DF4805" w:rsidRPr="00B91120">
        <w:rPr>
          <w:rFonts w:hint="cs"/>
          <w:cs/>
        </w:rPr>
        <w:t xml:space="preserve">ดังนั้นไม่ว่าพวกท่านจะหันหน้าไปทางไหนก็เท่ากับพบพระพักตร์ของอัลลอฮ์ </w:t>
      </w:r>
      <w:r w:rsidR="00DF4805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ไม่มีสิ่งซ่อนเร้นใด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ซ่อนเร้นจากพระผู้อภิบาลของเราได้</w:t>
      </w:r>
      <w:r w:rsidR="00DF4805" w:rsidRPr="00B91120">
        <w:rPr>
          <w:rFonts w:cs="Times New Roman" w:hint="eastAsia"/>
          <w:lang w:bidi="ar-SA"/>
        </w:rPr>
        <w:t>”</w:t>
      </w:r>
      <w:r w:rsidR="00DF4805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๖</w:t>
      </w:r>
      <w:r w:rsidRPr="00B91120">
        <w:rPr>
          <w:cs/>
        </w:rPr>
        <w:t>)</w:t>
      </w:r>
    </w:p>
    <w:p w:rsidR="00AE7015" w:rsidRDefault="00AE7015" w:rsidP="00AE7015">
      <w:pPr>
        <w:pStyle w:val="libArFootnote"/>
        <w:bidi w:val="0"/>
        <w:rPr>
          <w:rFonts w:cs="Cordia New" w:hint="cs"/>
          <w:lang w:bidi="th-TH"/>
        </w:rPr>
      </w:pPr>
      <w:bookmarkStart w:id="190" w:name="_Toc414269058"/>
      <w:r>
        <w:rPr>
          <w:rFonts w:cs="Cordia New" w:hint="cs"/>
          <w:cs/>
          <w:lang w:bidi="th-TH"/>
        </w:rPr>
        <w:t>--------------------------------------------------------------------------</w:t>
      </w:r>
      <w:bookmarkEnd w:id="190"/>
    </w:p>
    <w:p w:rsidR="00DF4805" w:rsidRDefault="00DF4805" w:rsidP="00AE7015">
      <w:pPr>
        <w:pStyle w:val="libArFootnote"/>
        <w:bidi w:val="0"/>
        <w:rPr>
          <w:rFonts w:ascii="Angsana New" w:hAnsi="Angsana New" w:cs="Angsana New" w:hint="cs"/>
          <w:szCs w:val="24"/>
          <w:lang w:bidi="th-TH"/>
        </w:rPr>
      </w:pPr>
      <w:r w:rsidRPr="00AE7015">
        <w:t xml:space="preserve"> </w:t>
      </w:r>
      <w:bookmarkStart w:id="191" w:name="_Toc414269059"/>
      <w:r w:rsidR="00C85AFD" w:rsidRPr="00AE7015">
        <w:t>(</w:t>
      </w:r>
      <w:r w:rsidR="00C85AFD" w:rsidRPr="00AE7015">
        <w:rPr>
          <w:rFonts w:ascii="Angsana New" w:hAnsi="Angsana New" w:cs="Angsana New" w:hint="cs"/>
          <w:szCs w:val="24"/>
          <w:cs/>
          <w:lang w:bidi="th-TH"/>
        </w:rPr>
        <w:t>๖</w:t>
      </w:r>
      <w:r w:rsidR="00C85AFD" w:rsidRPr="00AE7015">
        <w:rPr>
          <w:szCs w:val="24"/>
          <w:cs/>
        </w:rPr>
        <w:t xml:space="preserve">) </w:t>
      </w:r>
      <w:r w:rsidR="00C85AFD" w:rsidRPr="00AE7015">
        <w:rPr>
          <w:rFonts w:ascii="Angsana New" w:hAnsi="Angsana New" w:cs="Angsana New" w:hint="cs"/>
          <w:szCs w:val="24"/>
          <w:cs/>
          <w:lang w:bidi="th-TH"/>
        </w:rPr>
        <w:t>อัตเตาฮีด</w:t>
      </w:r>
      <w:r w:rsidR="00C85AFD" w:rsidRPr="00AE7015">
        <w:rPr>
          <w:szCs w:val="24"/>
          <w:cs/>
        </w:rPr>
        <w:t xml:space="preserve"> </w:t>
      </w:r>
      <w:r w:rsidR="00C85AFD" w:rsidRPr="00AE701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AE7015">
        <w:rPr>
          <w:szCs w:val="24"/>
          <w:cs/>
        </w:rPr>
        <w:t xml:space="preserve"> </w:t>
      </w:r>
      <w:r w:rsidR="00C85AFD" w:rsidRPr="00AE7015">
        <w:rPr>
          <w:rFonts w:ascii="Angsana New" w:hAnsi="Angsana New" w:cs="Angsana New" w:hint="cs"/>
          <w:szCs w:val="24"/>
          <w:cs/>
          <w:lang w:bidi="th-TH"/>
        </w:rPr>
        <w:t>๑๘๒</w:t>
      </w:r>
      <w:r w:rsidRPr="00AE7015">
        <w:t>(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๕</w:t>
      </w:r>
      <w:r w:rsidRPr="00AE7015">
        <w:rPr>
          <w:szCs w:val="24"/>
          <w:cs/>
        </w:rPr>
        <w:t xml:space="preserve">) 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อัตเตาฮีด</w:t>
      </w:r>
      <w:r w:rsidRPr="00AE7015">
        <w:rPr>
          <w:szCs w:val="24"/>
          <w:cs/>
        </w:rPr>
        <w:t xml:space="preserve"> 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AE7015">
        <w:rPr>
          <w:szCs w:val="24"/>
          <w:cs/>
        </w:rPr>
        <w:t xml:space="preserve"> 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๑๗๖</w:t>
      </w:r>
      <w:bookmarkEnd w:id="191"/>
    </w:p>
    <w:p w:rsidR="00AE7015" w:rsidRDefault="00AE7015" w:rsidP="00AE7015">
      <w:pPr>
        <w:pStyle w:val="libArFootnote"/>
        <w:bidi w:val="0"/>
        <w:rPr>
          <w:cs/>
          <w:lang w:bidi="th-TH"/>
        </w:rPr>
      </w:pPr>
    </w:p>
    <w:p w:rsidR="00DF4805" w:rsidRDefault="00DF4805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DF4805">
      <w:pPr>
        <w:pStyle w:val="Heading2"/>
      </w:pPr>
      <w:bookmarkStart w:id="192" w:name="_Toc414269060"/>
      <w:r w:rsidRPr="00B91120">
        <w:rPr>
          <w:rFonts w:hint="cs"/>
          <w:cs/>
        </w:rPr>
        <w:t>วินิจฉัยอันชาญฉลาดของท่านอะมีรุลมุมีนีน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bookmarkEnd w:id="192"/>
    </w:p>
    <w:p w:rsidR="00DF4805" w:rsidRPr="00B91120" w:rsidRDefault="00DF4805" w:rsidP="00DF4805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บ่อยครั้งที่ปัญหาอันยุ่งยาก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และลำบากในการพิจารณาตัดสินได้ถูกนำมาเสนอแก่ท่านอิมามอะลี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ซึ่งล้วนแต่เป็นปัญหาที่ต้องใช้กำลังทางด้านความคิดอย่างสูง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ที่ปัญหาต่างๆ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เหล่านี้ถูกนำขึ้นมาเสนอแก่ท่านก็เป็นเพราะว่าท่านคือ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ผู้ตัดสินปัญหาที่ชาญฉลาด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และสามารถบอกเล่ารายละเอียดต่าง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ได้ดีที่สุด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นี่มิได้เป็นเรื่องที่เกินเลยจากความจริงแต่ประการใด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ในเมื่อท่านศาสนทูตแห่งอัลลอฮ์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ได้เคยกล่าวถึงท่านไว้ว่า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ท่านทั้งหลายจงให้อะลี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เป็นผู้ตัดสินปัญหา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ท่านอิบนุซะอ์ด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และนักปราชญ์อีกหลายท่านได้รับรายงาน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มาจากท่านอะลี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เมื่อครั้งที่ท่านศาสนทูตแห่งอัลลอฮ์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ได้ส่งฉันไปปกครองเมืองยะมันนั้น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ฉันได้กล่าวว่า</w:t>
      </w:r>
    </w:p>
    <w:p w:rsidR="00DF4805" w:rsidRDefault="00C85AFD" w:rsidP="00DF4805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โอ้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ท่านได้ส่งฉันไปปกครองเมือง</w:t>
      </w:r>
    </w:p>
    <w:p w:rsidR="00C85AFD" w:rsidRPr="00B91120" w:rsidRDefault="00C85AFD" w:rsidP="00DF4805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ยะมันทั้ง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ที่ฉันยังเป็นคนหนุ่ม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ฉันจะไปพิจารณาตัดสินปัญหาในระหว่างพวกเขาได้อย่างไร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ในเมื่อฉันยังไม่มีความรู้ในเรื่องการตัดสินปัญหา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ท่านได้ตบมาที่หน้าอกของฉันด้วยมือของท่าน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แล้วกล่าวว่า</w:t>
      </w:r>
    </w:p>
    <w:p w:rsidR="00AE7015" w:rsidRPr="00AE7015" w:rsidRDefault="00C85AFD" w:rsidP="00AE7015">
      <w:pPr>
        <w:pStyle w:val="libNormal"/>
        <w:rPr>
          <w:rFonts w:cs="Cordia New" w:hint="cs"/>
          <w:szCs w:val="40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ข้าแต่อัลลอฮ์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ขอได้โปรดชี้นำหัวใจของเขาและจงทำให้วาจาของเขามั่นคง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ขอสาบานต่อพระผู้ซึ่งทรงผลิเมล็ดพืช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ฉันไม่เคยสงสัยแต่ประการใดกับการตัดสินปัญหาใด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ของคู่กรณีทั้งสองฝ่าย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</w:t>
      </w:r>
      <w:r w:rsidRPr="00B91120">
        <w:rPr>
          <w:cs/>
        </w:rPr>
        <w:t>)</w:t>
      </w:r>
    </w:p>
    <w:p w:rsidR="00AE7015" w:rsidRDefault="00AE7015" w:rsidP="00AE7015">
      <w:pPr>
        <w:pStyle w:val="libArFootnote"/>
        <w:bidi w:val="0"/>
        <w:rPr>
          <w:rFonts w:cs="Cordia New" w:hint="cs"/>
          <w:lang w:bidi="th-TH"/>
        </w:rPr>
      </w:pPr>
      <w:bookmarkStart w:id="193" w:name="_Toc414269061"/>
      <w:r>
        <w:rPr>
          <w:rFonts w:cs="Cordia New" w:hint="cs"/>
          <w:cs/>
          <w:lang w:bidi="th-TH"/>
        </w:rPr>
        <w:t>-------------------------------------------------------------------------------------------</w:t>
      </w:r>
      <w:bookmarkEnd w:id="193"/>
    </w:p>
    <w:p w:rsidR="00DF4805" w:rsidRPr="00AE7015" w:rsidRDefault="00DF4805" w:rsidP="00AE7015">
      <w:pPr>
        <w:pStyle w:val="libArFootnote"/>
        <w:bidi w:val="0"/>
      </w:pPr>
      <w:bookmarkStart w:id="194" w:name="_Toc414269062"/>
      <w:r w:rsidRPr="00AE7015">
        <w:t>(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๑</w:t>
      </w:r>
      <w:r w:rsidRPr="00AE7015">
        <w:rPr>
          <w:szCs w:val="24"/>
          <w:cs/>
        </w:rPr>
        <w:t xml:space="preserve">) 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อัฏเฏาะบะกอด</w:t>
      </w:r>
      <w:r w:rsidRPr="00AE7015">
        <w:rPr>
          <w:szCs w:val="24"/>
          <w:cs/>
        </w:rPr>
        <w:t xml:space="preserve"> 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อัลกุบรอ</w:t>
      </w:r>
      <w:r w:rsidRPr="00AE7015">
        <w:rPr>
          <w:szCs w:val="24"/>
          <w:cs/>
        </w:rPr>
        <w:t xml:space="preserve"> 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AE7015">
        <w:rPr>
          <w:szCs w:val="24"/>
          <w:cs/>
        </w:rPr>
        <w:t xml:space="preserve"> 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๒</w:t>
      </w:r>
      <w:r w:rsidRPr="00AE7015">
        <w:rPr>
          <w:szCs w:val="24"/>
          <w:cs/>
        </w:rPr>
        <w:t xml:space="preserve"> 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AE7015">
        <w:rPr>
          <w:szCs w:val="24"/>
          <w:cs/>
        </w:rPr>
        <w:t xml:space="preserve"> </w:t>
      </w:r>
      <w:r w:rsidRPr="00AE7015">
        <w:rPr>
          <w:rFonts w:ascii="Angsana New" w:hAnsi="Angsana New" w:cs="Angsana New" w:hint="cs"/>
          <w:szCs w:val="24"/>
          <w:cs/>
          <w:lang w:bidi="th-TH"/>
        </w:rPr>
        <w:t>๑๐๐</w:t>
      </w:r>
      <w:bookmarkEnd w:id="194"/>
    </w:p>
    <w:p w:rsidR="00DF4805" w:rsidRDefault="00DF4805" w:rsidP="00AE7015">
      <w:pPr>
        <w:pStyle w:val="libArFootnote"/>
        <w:bidi w:val="0"/>
      </w:pPr>
    </w:p>
    <w:p w:rsidR="00DF4805" w:rsidRDefault="00DF4805" w:rsidP="00DF4805">
      <w:pPr>
        <w:pStyle w:val="libNormal"/>
        <w:rPr>
          <w:cs/>
        </w:rPr>
      </w:pPr>
    </w:p>
    <w:p w:rsidR="00DF4805" w:rsidRDefault="00DF4805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</w:p>
    <w:p w:rsidR="00514125" w:rsidRDefault="00C85AFD" w:rsidP="00DF4805">
      <w:pPr>
        <w:pStyle w:val="libNormal"/>
        <w:rPr>
          <w:rFonts w:hint="cs"/>
        </w:rPr>
      </w:pPr>
      <w:r w:rsidRPr="00B91120">
        <w:rPr>
          <w:rFonts w:hint="cs"/>
          <w:cs/>
        </w:rPr>
        <w:t>เรามีหนังสือหลายเล่มที่บันทึกเกี่ยวกับเรื่องการตัดสินปัญหาของ</w:t>
      </w:r>
    </w:p>
    <w:p w:rsidR="00C85AFD" w:rsidRPr="00B91120" w:rsidRDefault="00C85AFD" w:rsidP="00514125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แต่เราจะนำมันมาเสนอเพียงบางส่วน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ท่านชะรีฮ์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ฉันดำรงตำแหน่งเป็นผู้พิพากษา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ในสมัยของท่านอุมัร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บินค็อฏฏอบ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วันหนึ่งมีชายคนหนึ่งมาหาฉันแล้วกล่าวว่า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โอ้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อะบูอุมัยยะฮ์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มีชายคนหนึ่งได้มอบผู้หญิงสองคนให้แก่ข้าฯ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คนหนึ่งนั้นเป็นอิสรชน</w:t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ส่วนอีกคนหนึ่งเป็นเชลย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ซึ่งฉันได้ให้ทั้งสองคนอยู่ในบ้านเดียวกัน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วันหนึ่งทั้งสองคนได้คลอดบุตรเป็นบุตรชายหนึ่ง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เป็นบุตรหญิงหนึ่ง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แต่ทั้งสองต่างก็อ้างว่าเด็กผู้ชายเป็นบุตรของตน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และต่างคนก็ปฏิเสธที่จะรับเด็กผู้หญิง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ขอให้ท่านได้โปรดตัดสินไปตาม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หลักเกณฑ์การตัดสินของท่านในเรื่องของคนทั้งสองนี้ด้วยเถิด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แต่ฉันไม่มีปัญญาตัดสินปัญหาระหว่างคนทั้งสองนี้แต่ประการใด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ฉันจึงไปหาท่านอุมัร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แล้วฉันก็ได้เล่าเรื่องราวให้ท่านฟัง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ท่านถามว่า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แล้วท่านตัดสินไปอย่างไร</w:t>
      </w:r>
      <w:r w:rsidRPr="00B91120">
        <w:rPr>
          <w:rFonts w:cs="Times New Roman"/>
          <w:lang w:bidi="ar-SA"/>
        </w:rPr>
        <w:t>?”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ฉันตอบว่า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ถ้าหากฉันสามารถตัดสินได้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เรื่องอะไรฉันจะมาหาท่าน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ดังนั้นท่านอุมัรจึงรวบรวมบรรดาสาวกทั้งหมดของท่านนบี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มาประชุม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และสั่งให้ฉันเล่าเรื่องที่ฉันได้บอกเล่าท่านไปแล้วแก่คนเหล่านั้น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และท่านได้หารือกับคนเหล่านั้น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ซึ่งทุกๆ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คนต่างก็ให้ความเห็นมาที่ฉันบ้าง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ที่ท่านอุมัรบ้าง</w:t>
      </w:r>
    </w:p>
    <w:p w:rsidR="00DF4805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ท่านอุมัรกล่าวว่า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แต่ฉันรู้จักผู้ที่ให้ทางออกแก่ปัญหานี้ได้</w:t>
      </w:r>
      <w:r w:rsidRPr="00B91120">
        <w:rPr>
          <w:rFonts w:cs="Times New Roman" w:hint="eastAsia"/>
          <w:lang w:bidi="ar-SA"/>
        </w:rPr>
        <w:t>”</w:t>
      </w:r>
    </w:p>
    <w:p w:rsidR="00DF4805" w:rsidRDefault="00DF4805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พวกเขากล่าวว่า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ท่านพูดอย่างนี้คงจะหมายถึง</w:t>
      </w:r>
      <w:r w:rsidR="00DF4805" w:rsidRPr="00B91120">
        <w:rPr>
          <w:rFonts w:hint="cs"/>
          <w:cs/>
        </w:rPr>
        <w:t>บุตรของอะบีฎอลิบหรือ</w:t>
      </w:r>
      <w:r w:rsidR="00DF4805" w:rsidRPr="00B91120">
        <w:rPr>
          <w:rFonts w:hint="cs"/>
        </w:rPr>
        <w:t>?</w:t>
      </w:r>
      <w:r w:rsidR="00DF4805" w:rsidRPr="00B91120">
        <w:rPr>
          <w:rFonts w:hint="cs"/>
          <w:cs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ถูกแล้ว</w:t>
      </w:r>
      <w:r w:rsidRPr="00B91120">
        <w:rPr>
          <w:cs/>
        </w:rPr>
        <w:t xml:space="preserve"> </w:t>
      </w:r>
      <w:r w:rsidR="00DF4805" w:rsidRPr="00B91120">
        <w:rPr>
          <w:rFonts w:hint="cs"/>
          <w:cs/>
        </w:rPr>
        <w:t>แล้วจะดำเนินการอย่างไร</w:t>
      </w:r>
      <w:r w:rsidR="00DF4805" w:rsidRPr="00B91120">
        <w:rPr>
          <w:rFonts w:hint="cs"/>
        </w:rPr>
        <w:t>?</w:t>
      </w:r>
      <w:r w:rsidR="00DF4805" w:rsidRPr="00B91120">
        <w:rPr>
          <w:rFonts w:hint="cs"/>
          <w:cs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พวกเขาตอบว่า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ท่านก็ส่งคนไปเชิญตัวเขามาหาท่านได้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ไม่ได้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ศักดิ์ศรีของตระกูลบนีฮาชิมมีอยู่ที่เขา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แหล่งที่มาแห่งความรู้ก็อยู่ที่เขา</w:t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เขาควรจะถูกไปหามิใช่จะเป็นฝ่ายมาหา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เพราะวิทยปัญญาอยู่ที่บ้านของเขา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ดังนั้นพวกท่านจงลุกขึ้นไปหาเขาพร้อมกับเรา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แล้วเราก็มาหาท่านอะมีรุลมุมินีน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ขณะนั้นเราได้พบว่า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เขาซบอยู่กับฝาบ้านแล้วอ่านโองการที่มีใจความว่า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มนุษย์คิดหรือว่า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ตนจะถูกทอดทิ้งอย่างไร้ความหมาย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แล้วท่านก็ร้องไห้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พวกเรารั้งรออยู่จนกระทั่งท่านหยุดร้อง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จากนั้นก็ขออนุญาตเข้าไปหาท่าน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แล้วท่านก็ได้ออกมาหาพวกเราทั้งๆ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ที่ท่านใส่เสื้อคลุมที่มีแขนครึ่งเดียว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ท่านได้หันหน้าไปหาท่านอุมัร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แล้วกล่าวว่า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มีอะไรในการมาของท่านหรือ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?”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ท่านอุมัรหันกลับมา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แล้วสั่งให้ฉันเล่าเรื่องราวให้ท่านอะลี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ฟัง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ถามว่า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DF4805" w:rsidRPr="00B91120">
        <w:rPr>
          <w:rFonts w:hint="cs"/>
          <w:cs/>
        </w:rPr>
        <w:t>แล้วท่านตัดสินไปอย่างไร</w:t>
      </w:r>
      <w:r w:rsidR="00DF4805" w:rsidRPr="00B91120">
        <w:rPr>
          <w:rFonts w:hint="cs"/>
        </w:rPr>
        <w:t>?</w:t>
      </w:r>
      <w:r w:rsidR="00DF4805" w:rsidRPr="00B91120">
        <w:rPr>
          <w:rFonts w:hint="cs"/>
          <w:cs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ฉันตอบว่า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ฉันไม่มีปัญญาแก้ปัญหานี้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แล้วท่านก็หยิบของสิ่งหนึ่งมาจากพื้นดิน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แล้วกล่าวว่า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การตัดสินปัญหานี้ง่ายกว่าสิ่งนี้เสียอีก</w:t>
      </w:r>
      <w:r w:rsidRPr="00B91120">
        <w:rPr>
          <w:rFonts w:cs="Times New Roman" w:hint="eastAsia"/>
          <w:lang w:bidi="ar-SA"/>
        </w:rPr>
        <w:t>”</w:t>
      </w:r>
    </w:p>
    <w:p w:rsidR="00514125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ต่อจากนั้นท่านได้สั่งให้นำผู้หญิงทั้งสองคนมา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และท่านได้นำภาชนะอย่างหนึ่งมาด้วย</w:t>
      </w:r>
      <w:r w:rsidR="00DF4805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แล้วท่านก็มอบให้ผู้หญิงคนหนึ่ง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พลางกล่าวว่า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จงบีบน้ำนมลงในนี้ซิ</w:t>
      </w:r>
      <w:r w:rsidRPr="00B91120">
        <w:rPr>
          <w:rFonts w:cs="Times New Roman" w:hint="eastAsia"/>
          <w:lang w:bidi="ar-SA"/>
        </w:rPr>
        <w:t>”</w:t>
      </w:r>
    </w:p>
    <w:p w:rsidR="00514125" w:rsidRDefault="00514125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แล้วนางก็บีบน้ำนมของนางลงในนั้น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แล้วท่านก็เอาไปชั่งดูน้ำหนักและมอบภาชนะอีกอันหนึ่ง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พลางกล่าวว่า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จงบีบน้ำนมลงในนี้ซิ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เมื่อนางบีบน้ำนมลงในภาชนะแล้ว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ท่านก็เอาไปชั่งดูน้ำหนักอีก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แล้วท่านก็กล่าวแก่คนที่มีน้ำนมน้ำหนักเบาว่า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เจ้าจงรับเอาลูกที่เป็นผู้หญิงของเจ้าไป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DF4805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และกล่าวแก่คนที่น้ำหนักน้ำนมหนักว่า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เจ้าจงรับเอาลูกผู้ชายไป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แล้วท่านก็หันไปหาท่านอุมัร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พลางกล่าวว่า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DF4805" w:rsidRPr="00B91120">
        <w:rPr>
          <w:rFonts w:hint="cs"/>
          <w:cs/>
        </w:rPr>
        <w:t xml:space="preserve">ท่านยังไม่รู้ใช่ไหมว่าอัลลอฮ์ </w:t>
      </w:r>
      <w:r w:rsidR="00DF4805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ได้กำหนดส่วนได้ของผู้หญิงเพียงครึ่งหนึ่งของผู้ชาย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กล่าวคือทรงบันดาลให้สติปัญญาและมรดกของนางมีน้อยกว่าของผู้ชาย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ทำนองเดียวกัน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นมที่จะให้แก่เด็กที่เป็นผู้หญิงก็มีอัตราน้อยกว่าของเด็กผู้ชาย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ท่านอุมัรกล่าวว่า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แน่นอนที่สุด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ความรู้ของท่านเป็นสัจธรรม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แต่ทว่าพวกของท่านยังโง่อยู่</w:t>
      </w:r>
      <w:r w:rsidR="00DF4805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โอ้บิดาของฮะซัน</w:t>
      </w:r>
      <w:r w:rsidRPr="00B91120">
        <w:rPr>
          <w:rFonts w:cs="Times New Roman" w:hint="eastAsia"/>
          <w:lang w:bidi="ar-SA"/>
        </w:rPr>
        <w:t>”</w:t>
      </w:r>
    </w:p>
    <w:p w:rsidR="00DF4805" w:rsidRDefault="00C85AFD" w:rsidP="00DF4805">
      <w:pPr>
        <w:pStyle w:val="libNormal"/>
        <w:rPr>
          <w:rFonts w:hint="cs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ไม่เป็นไร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โอ้บิดาของฮัฟเศาะฮ์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แท้จริงวันแห่งการตัดสินนั้นถูกกำหนดไว้แล้ว</w:t>
      </w:r>
      <w:r w:rsidR="00DF4805" w:rsidRPr="00B91120">
        <w:rPr>
          <w:rFonts w:cs="Times New Roman" w:hint="eastAsia"/>
          <w:lang w:bidi="ar-SA"/>
        </w:rPr>
        <w:t>”</w:t>
      </w:r>
      <w:r w:rsidR="00DF4805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๒</w:t>
      </w:r>
      <w:r w:rsidRPr="00B91120">
        <w:rPr>
          <w:cs/>
        </w:rPr>
        <w:t>)</w:t>
      </w:r>
    </w:p>
    <w:p w:rsidR="00514125" w:rsidRPr="00DF4805" w:rsidRDefault="00514125" w:rsidP="00DF4805">
      <w:pPr>
        <w:pStyle w:val="libNormal"/>
        <w:rPr>
          <w:rFonts w:cs="Cordia New"/>
          <w:szCs w:val="40"/>
          <w:cs/>
        </w:rPr>
      </w:pPr>
      <w:r>
        <w:rPr>
          <w:rFonts w:hint="cs"/>
          <w:cs/>
        </w:rPr>
        <w:t>-------------------------------------------------------------</w:t>
      </w:r>
    </w:p>
    <w:p w:rsidR="00C85AFD" w:rsidRPr="00514125" w:rsidRDefault="00C85AFD" w:rsidP="00514125">
      <w:pPr>
        <w:pStyle w:val="libArFootnote"/>
        <w:bidi w:val="0"/>
      </w:pPr>
      <w:bookmarkStart w:id="195" w:name="_Toc414269063"/>
      <w:r w:rsidRPr="00514125">
        <w:t>(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๒</w:t>
      </w:r>
      <w:r w:rsidRPr="00514125">
        <w:rPr>
          <w:szCs w:val="24"/>
          <w:cs/>
        </w:rPr>
        <w:t xml:space="preserve">)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เกาะฎอ</w:t>
      </w:r>
      <w:r w:rsidRPr="00514125">
        <w:rPr>
          <w:szCs w:val="24"/>
          <w:cs/>
        </w:rPr>
        <w:t xml:space="preserve"> </w:t>
      </w:r>
      <w:r w:rsidR="00DF4805" w:rsidRPr="00514125">
        <w:rPr>
          <w:rFonts w:ascii="Angsana New" w:hAnsi="Angsana New" w:cs="Angsana New" w:hint="cs"/>
          <w:szCs w:val="24"/>
          <w:cs/>
          <w:lang w:bidi="th-TH"/>
        </w:rPr>
        <w:t>อะมีริลมุมินีน</w:t>
      </w:r>
      <w:r w:rsidR="00DF4805" w:rsidRPr="00514125">
        <w:rPr>
          <w:rFonts w:ascii="Traditional Arabic" w:hAnsi="Traditional Arabic" w:hint="cs"/>
          <w:szCs w:val="24"/>
          <w:cs/>
        </w:rPr>
        <w:t xml:space="preserve"> </w:t>
      </w:r>
      <w:r w:rsidR="00DF4805" w:rsidRPr="00514125">
        <w:rPr>
          <w:szCs w:val="24"/>
          <w:cs/>
        </w:rPr>
        <w:t>(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อ</w:t>
      </w:r>
      <w:r w:rsidRPr="00514125">
        <w:rPr>
          <w:szCs w:val="24"/>
          <w:cs/>
        </w:rPr>
        <w:t xml:space="preserve">)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ของตุชตะรี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๑๒๑</w:t>
      </w:r>
      <w:bookmarkEnd w:id="195"/>
    </w:p>
    <w:p w:rsidR="00DF4805" w:rsidRDefault="00DF4805" w:rsidP="00C85AFD">
      <w:pPr>
        <w:pStyle w:val="libNormal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๒</w:t>
      </w:r>
      <w:r w:rsidRPr="00B91120">
        <w:rPr>
          <w:cs/>
        </w:rPr>
        <w:t>)</w:t>
      </w:r>
    </w:p>
    <w:p w:rsidR="00DF4805" w:rsidRDefault="00DF4805" w:rsidP="00C85AFD">
      <w:pPr>
        <w:pStyle w:val="libNormal"/>
      </w:pPr>
    </w:p>
    <w:p w:rsidR="00514125" w:rsidRDefault="00C85AFD" w:rsidP="00DF4805">
      <w:pPr>
        <w:pStyle w:val="libNormal"/>
        <w:rPr>
          <w:rFonts w:hint="cs"/>
        </w:rPr>
      </w:pPr>
      <w:r w:rsidRPr="00B91120">
        <w:rPr>
          <w:rFonts w:hint="cs"/>
          <w:cs/>
        </w:rPr>
        <w:t>ท่านอะมีรุลมุมินีน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ถูกตั้งคำถามเกี่ยวกับกรณีที่ชายคนหนึ่งตีชายอีกคนตรงที่สำคัญ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คนที่ถูกตีได้อ้างว่า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เขามองอะไรไม่เห็นเลย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และไม่รู้สึกว่าจะได้กลิ่นอะไรอีกเลย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และลิ้นก็หมดความรู้สึกไปเสียเฉยๆ</w:t>
      </w:r>
    </w:p>
    <w:p w:rsidR="00514125" w:rsidRDefault="00514125" w:rsidP="00DF4805">
      <w:pPr>
        <w:pStyle w:val="libNormal"/>
        <w:rPr>
          <w:cs/>
        </w:rPr>
      </w:pPr>
    </w:p>
    <w:p w:rsidR="00514125" w:rsidRDefault="00514125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cs/>
        </w:rPr>
        <w:br w:type="page"/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</w:p>
    <w:p w:rsidR="00DF4805" w:rsidRDefault="00C85AFD" w:rsidP="00C85AFD">
      <w:pPr>
        <w:pStyle w:val="libNormal"/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ถ้าหากเขาพูดความจริง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เขาก็จะได้รับค่าทำขวัญ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กรณี</w:t>
      </w:r>
    </w:p>
    <w:p w:rsidR="00DF4805" w:rsidRDefault="00C85AFD" w:rsidP="00DF4805">
      <w:pPr>
        <w:pStyle w:val="libNormal"/>
      </w:pPr>
      <w:r w:rsidRPr="00B91120">
        <w:rPr>
          <w:rFonts w:hint="cs"/>
          <w:cs/>
        </w:rPr>
        <w:t>มีคำถามขึ้นว่า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แล้วจะรู้ว่าเขาพูดความจริงได้อย่างไรเล่า</w:t>
      </w:r>
    </w:p>
    <w:p w:rsidR="00C85AFD" w:rsidRPr="00514125" w:rsidRDefault="00C85AFD" w:rsidP="00514125">
      <w:pPr>
        <w:pStyle w:val="libNormal"/>
        <w:rPr>
          <w:rFonts w:cs="Cordia New" w:hint="cs"/>
          <w:szCs w:val="40"/>
          <w:cs/>
        </w:rPr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ท่านอะมีรุลมุมินีน</w:t>
      </w:r>
      <w:r w:rsidRPr="00B91120">
        <w:rPr>
          <w:rFonts w:cs="Times New Roman"/>
          <w:lang w:bidi="ar-SA"/>
        </w:rPr>
        <w:t>?”</w:t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ที่เขาอ้างว่า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เขาไม่รู้สึกได้กลิ่นอะไรเลยนั้น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ก็จงเอาดินชนวนเข้าไปใกล้เขาดู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คือถ้าเป็นเหมือนอย่างที่เขาพูด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เขาก็จะดมมันได้เฉย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มิฉะนั้นแล้วเขาจะเวียนศีรษะ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และน้ำตาจะไหลออกมา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ส่วนที่เขาอ้างในเรื่องตาทั้งสองข้างของเขานั้น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ก็จงให้เขาแหงนใบหน้าให้ดวงอาทิตย์ตรงกับตาทั้งสอง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ถ้าเขาโกหกเขาจะลืมตาไม่ได้เลย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แต่ถ้าเขาพูดความจริงเขาจะสามารถเปิดนัยน์ตาทั้งสองข้างดูได้เฉย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ส่วนกรณีที่เขาอ้างในเรื่องลิ้นก็ให้เอาเข็มจิ้มลิ้นลงไปดู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คือถ้าหากเลือดที่ออกมาเป็นสีแดง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หมายความว่าเขาโกหก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แต่ถ้าเลือดที่ออกมาเป็นสีดำ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นั่นหมายความว่าเขาพูดความจริง</w:t>
      </w:r>
    </w:p>
    <w:p w:rsidR="00DF4805" w:rsidRDefault="00DF4805" w:rsidP="00C85AFD">
      <w:pPr>
        <w:pStyle w:val="libNormal"/>
        <w:rPr>
          <w:rFonts w:cs="Cordia New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๓</w:t>
      </w:r>
      <w:r w:rsidRPr="00B91120">
        <w:rPr>
          <w:cs/>
        </w:rPr>
        <w:t>)</w:t>
      </w:r>
    </w:p>
    <w:p w:rsidR="00DF4805" w:rsidRDefault="00DF4805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ท่านอิมามศอดิก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ได้กล่าวไว้ว่า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ในสมัยของท่านอะลี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มีชายคนหนึ่งมุ่งมาจากทางภูเขา</w:t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พร้อมกับถกเถียงกับคนรับใช้ของตนมาระหว่างทางเพราะเหตุว่าผู้เป็นนายจ้างตีเขาเนื่องจากเขาทำความผิด</w:t>
      </w:r>
    </w:p>
    <w:p w:rsidR="00514125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เขาผู้นั้นกล่าวว่า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เธอมิได้เป็นนายจ้างของฉัน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ฉันเองต่างหากที่เป็นนายจ้างของเธอ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ต่างฝ่ายต่างก็อ้างกันอย่างนี้</w:t>
      </w:r>
      <w:r w:rsidRPr="00B91120">
        <w:rPr>
          <w:rFonts w:cs="Times New Roman" w:hint="eastAsia"/>
          <w:lang w:bidi="ar-SA"/>
        </w:rPr>
        <w:t>”</w:t>
      </w:r>
    </w:p>
    <w:p w:rsidR="00514125" w:rsidRDefault="00514125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จนในที่สุดฝ่ายหนึ่งก็กล่าวขึ้นว่า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แล้วจะได้เห็นดีกัน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ให้พวกเราไปถึงเมืองกูฟะฮ์ก่อนเถอะ</w:t>
      </w:r>
      <w:r w:rsidRPr="00B91120">
        <w:rPr>
          <w:cs/>
        </w:rPr>
        <w:t xml:space="preserve"> </w:t>
      </w:r>
      <w:r w:rsidR="00DF4805" w:rsidRPr="00B91120">
        <w:rPr>
          <w:rFonts w:hint="cs"/>
          <w:cs/>
        </w:rPr>
        <w:t xml:space="preserve">เจ้าศัตรูของอัลลอฮ์ </w:t>
      </w:r>
      <w:r w:rsidR="00DF4805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="00DF4805" w:rsidRPr="00B91120">
        <w:rPr>
          <w:rFonts w:hint="cs"/>
          <w:cs/>
        </w:rPr>
        <w:t xml:space="preserve">แล้วฉันจะพาเจ้าไปพบท่านอะมีรุลมุมินีน </w:t>
      </w:r>
      <w:r w:rsidR="00DF4805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cs="Times New Roman"/>
          <w:lang w:bidi="ar-SA"/>
        </w:rPr>
        <w:t>”</w:t>
      </w:r>
    </w:p>
    <w:p w:rsidR="00C85AFD" w:rsidRPr="00514125" w:rsidRDefault="00C85AFD" w:rsidP="00514125">
      <w:pPr>
        <w:pStyle w:val="libNormal"/>
        <w:rPr>
          <w:rFonts w:cs="Cordia New" w:hint="cs"/>
          <w:szCs w:val="40"/>
          <w:cs/>
        </w:rPr>
      </w:pPr>
      <w:r w:rsidRPr="00B91120">
        <w:rPr>
          <w:rFonts w:hint="cs"/>
          <w:cs/>
        </w:rPr>
        <w:t>ครั้นเมื่อคนทั้งสองมาถึงเมืองกูฟะฮ์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ต่างก็มาหาท่านอะมีรุลมุมินีน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คนที่ตีคนรับใช้ก็กล่าวขึ้นว่า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นี่คือเด็กรับใช้ของฉัน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เขากระทำความผิด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ฉันจึงตีเขาแล้วเขาก็ตะคอกใส่ฉัน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อีกคนหนึ่งกล่าวว่า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DF4805" w:rsidRPr="00B91120">
        <w:rPr>
          <w:rFonts w:hint="cs"/>
          <w:cs/>
        </w:rPr>
        <w:t xml:space="preserve">ขอสาบานด้วยพระนามของอัลลอฮ์ </w:t>
      </w:r>
      <w:r w:rsidR="00DF4805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เขานั่นแหละที่เป็นคนรับใช้ของฉัน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ความจริงท่านพ่อของฉันได้ส่งเขามาร่วมเดินทางกับฉัน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เพื่อสอนให้ฉันเรียนรู้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แต่เขากลับตะคอกใส่ฉันเพื่อจะเอาทรัพย์สินของฉันไป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ผู้เล่ารายงานนี้กล่าวว่า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จากนั้นคนนี้ก็สาบาน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คนนั้นก็สาบาน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คนนี้ก็กล่าวหาคนนั้น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คนนั้นก็กล่าวหาคนนี้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จึงกล่าวว่า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ท่านทั้งสองจงหยุดกันก่อน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ในค่ำคืนนี้ฉันจะตัดสินท่านทั้งสองเอง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แน่นอนว่าจะไม่มีการตัดสินอย่างอื่นเกิดขึ้นนอกจากความเป็นธรรมอย่างแท้จริง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ครั้นในเวลาต่อมาท่านอะมีรุลมุมินีน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ก็กล่าวแก่กัมบัรว่า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จงเจาะรูที่ฝาผนัง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สักสองรู</w:t>
      </w:r>
      <w:r w:rsidRPr="00B91120">
        <w:rPr>
          <w:rFonts w:cs="Times New Roman" w:hint="eastAsia"/>
          <w:lang w:bidi="ar-SA"/>
        </w:rPr>
        <w:t>”</w:t>
      </w:r>
    </w:p>
    <w:p w:rsidR="00514125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เมื่อถึงเวลาตอนเช้า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ก็ปล่อยเวลาให้ล่วงเลยจนดวงอาทิตย์ขึ้นสูงแล้ว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ชายทั้งสองคนก็เข้ามา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บรรดาประชาชนทั้งหลายก็มาชุมนุมกัน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พลางกล่าวว่า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แน่นอน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กรณีพิพาทที่เกิดขึ้นในคราวนี้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ไม่เคยประสบแก่ท่านมาก่อนเลย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ท่านจึงยังไม่ออกมา</w:t>
      </w:r>
      <w:r w:rsidRPr="00B91120">
        <w:rPr>
          <w:rFonts w:cs="Times New Roman" w:hint="eastAsia"/>
          <w:lang w:bidi="ar-SA"/>
        </w:rPr>
        <w:t>”</w:t>
      </w:r>
    </w:p>
    <w:p w:rsidR="00514125" w:rsidRDefault="00514125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</w:p>
    <w:p w:rsidR="00514125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ได้กล่าวแก่คนทั้งสองว่า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DF4805" w:rsidRPr="00B91120">
        <w:rPr>
          <w:rFonts w:hint="cs"/>
          <w:cs/>
        </w:rPr>
        <w:t>เจ้าทั้งสองจะว่าอย่างไรกัน</w:t>
      </w:r>
      <w:r w:rsidR="00DF4805" w:rsidRPr="00B91120">
        <w:rPr>
          <w:rFonts w:hint="cs"/>
        </w:rPr>
        <w:t>?</w:t>
      </w:r>
      <w:r w:rsidRPr="00B91120">
        <w:rPr>
          <w:rFonts w:cs="Times New Roman"/>
          <w:lang w:bidi="ar-SA"/>
        </w:rPr>
        <w:t xml:space="preserve">” </w:t>
      </w:r>
      <w:r w:rsidRPr="00B91120">
        <w:rPr>
          <w:rFonts w:hint="cs"/>
          <w:cs/>
        </w:rPr>
        <w:t>ว่าแล้วท่านก็พูดกับคนทั้งสองว่า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จงออกกันไปเถิด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ฉันยังมองไม่เห็นว่าใครคนไหนที่พูดความจริง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จากนั้นท่านก็กล่าวกับชายคนหนึ่งว่า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จงเอาศีรษะของเจ้าลอดเข้าไปในรูนี้ซิ</w:t>
      </w:r>
      <w:r w:rsidRPr="00B91120">
        <w:rPr>
          <w:rFonts w:cs="Times New Roman" w:hint="eastAsia"/>
          <w:lang w:bidi="ar-SA"/>
        </w:rPr>
        <w:t>”</w:t>
      </w:r>
    </w:p>
    <w:p w:rsidR="00C85AFD" w:rsidRDefault="00C85AFD" w:rsidP="00514125">
      <w:pPr>
        <w:pStyle w:val="libNormal"/>
        <w:rPr>
          <w:rFonts w:cs="Cordia New" w:hint="cs"/>
          <w:szCs w:val="40"/>
        </w:rPr>
      </w:pPr>
      <w:r w:rsidRPr="00B91120">
        <w:rPr>
          <w:rFonts w:hint="cs"/>
          <w:cs/>
        </w:rPr>
        <w:t>ต่อจากนั้นท่านก็พูดกับกัมบัรว่า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DF4805" w:rsidRPr="00B91120">
        <w:rPr>
          <w:rFonts w:hint="cs"/>
          <w:cs/>
        </w:rPr>
        <w:t xml:space="preserve">จงไปเอาดาบของท่านศาสนทูตแห่งอัลลอฮ์ </w:t>
      </w:r>
      <w:r w:rsidR="00DF4805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DF4805" w:rsidRPr="00B91120">
        <w:rPr>
          <w:rFonts w:hint="cs"/>
          <w:cs/>
        </w:rPr>
        <w:t>) มาให้ฉั</w:t>
      </w:r>
      <w:r w:rsidR="00DF4805" w:rsidRPr="00B91120">
        <w:rPr>
          <w:cs/>
        </w:rPr>
        <w:t>น</w:t>
      </w:r>
      <w:r w:rsidRPr="00B91120">
        <w:rPr>
          <w:rFonts w:hint="cs"/>
          <w:cs/>
        </w:rPr>
        <w:t>ซิกัมบัร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เพื่อฉันจะได้รีบฟันคอ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เจ้าคนที่เป็นคนรับใช้ในจำนวนสองคนนี้เสีย</w:t>
      </w:r>
      <w:r w:rsidRPr="00B91120">
        <w:rPr>
          <w:rFonts w:cs="Times New Roman" w:hint="eastAsia"/>
          <w:lang w:bidi="ar-SA"/>
        </w:rPr>
        <w:t>”</w:t>
      </w:r>
    </w:p>
    <w:p w:rsidR="00514125" w:rsidRPr="00514125" w:rsidRDefault="00514125" w:rsidP="00514125">
      <w:pPr>
        <w:pStyle w:val="libNormal"/>
        <w:rPr>
          <w:rFonts w:cs="Cordia New" w:hint="cs"/>
          <w:szCs w:val="40"/>
          <w:cs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ทันใดนั้นเอง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คนรับใช้ก็รีบเอาศีรษะออกทันที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ส่วนอีกคนหนึ่งก็ยังคงอยู่อย่างเดิมในรู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DF4805" w:rsidRPr="00B91120">
        <w:rPr>
          <w:rFonts w:hint="cs"/>
          <w:cs/>
        </w:rPr>
        <w:t>เจ้าใช่ไหมที่แอบอ้างว่าตัวเองไม่ได้เป็นคนรับใช้</w:t>
      </w:r>
      <w:r w:rsidR="00DF4805" w:rsidRPr="00B91120">
        <w:rPr>
          <w:rFonts w:hint="cs"/>
        </w:rPr>
        <w:t>?</w:t>
      </w:r>
      <w:r w:rsidR="00DF4805" w:rsidRPr="00B91120">
        <w:rPr>
          <w:rFonts w:hint="cs"/>
          <w:cs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เขาตอบว่า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ใช่แล้ว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แต่ทว่าเขาตีฉันและเข้มงวดกับฉัน</w:t>
      </w:r>
      <w:r w:rsidRPr="00B91120">
        <w:rPr>
          <w:rFonts w:cs="Times New Roman" w:hint="eastAsia"/>
          <w:lang w:bidi="ar-SA"/>
        </w:rPr>
        <w:t>”</w:t>
      </w:r>
    </w:p>
    <w:p w:rsidR="00C85AFD" w:rsidRDefault="00C85AFD" w:rsidP="00C85AFD">
      <w:pPr>
        <w:pStyle w:val="libNormal"/>
        <w:rPr>
          <w:rFonts w:hint="cs"/>
        </w:rPr>
      </w:pPr>
      <w:r w:rsidRPr="00B91120">
        <w:rPr>
          <w:rFonts w:hint="cs"/>
          <w:cs/>
        </w:rPr>
        <w:t>แล้วท่านอะมีรุลมุมินีน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ก็ได้อบรมแก่เขา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และปล่อยเขาไปกับเจ้านายตามเดิม</w:t>
      </w:r>
    </w:p>
    <w:p w:rsidR="00514125" w:rsidRDefault="00514125" w:rsidP="00C85AFD">
      <w:pPr>
        <w:pStyle w:val="libNormal"/>
        <w:rPr>
          <w:rFonts w:hint="cs"/>
        </w:rPr>
      </w:pPr>
    </w:p>
    <w:p w:rsidR="00514125" w:rsidRDefault="00514125" w:rsidP="00C85AFD">
      <w:pPr>
        <w:pStyle w:val="libNormal"/>
        <w:rPr>
          <w:rFonts w:hint="cs"/>
        </w:rPr>
      </w:pPr>
    </w:p>
    <w:p w:rsidR="00514125" w:rsidRPr="00B91120" w:rsidRDefault="00514125" w:rsidP="00C85AFD">
      <w:pPr>
        <w:pStyle w:val="libNormal"/>
        <w:rPr>
          <w:rFonts w:cs="Times New Roman"/>
          <w:lang w:bidi="ar-SA"/>
        </w:rPr>
      </w:pPr>
    </w:p>
    <w:p w:rsidR="00514125" w:rsidRDefault="00514125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cs/>
        </w:rPr>
        <w:br w:type="page"/>
      </w:r>
    </w:p>
    <w:p w:rsidR="00DF4805" w:rsidRDefault="00DF4805" w:rsidP="00C85AFD">
      <w:pPr>
        <w:pStyle w:val="libNormal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๔</w:t>
      </w:r>
      <w:r w:rsidRPr="00B91120">
        <w:rPr>
          <w:cs/>
        </w:rPr>
        <w:t>)</w:t>
      </w:r>
    </w:p>
    <w:p w:rsidR="00DF4805" w:rsidRDefault="00DF4805" w:rsidP="00C85AFD">
      <w:pPr>
        <w:pStyle w:val="libNormal"/>
      </w:pP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มีหญิงคนหนึ่งมาหาท่านอุมัร</w:t>
      </w:r>
      <w:r w:rsidRPr="00B91120">
        <w:rPr>
          <w:cs/>
        </w:rPr>
        <w:t xml:space="preserve"> </w:t>
      </w:r>
      <w:r w:rsidR="00DF4805">
        <w:rPr>
          <w:rFonts w:hint="cs"/>
          <w:cs/>
        </w:rPr>
        <w:t>บิน</w:t>
      </w:r>
      <w:r w:rsidRPr="00B91120">
        <w:rPr>
          <w:rFonts w:hint="cs"/>
          <w:cs/>
        </w:rPr>
        <w:t>ค็อฏฏอบ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ซึ่งผู้หญิงคนนี้ได้นำตัวชายหนุ่มชาวคริสเตียนคนหนึ่งมาด้วย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และนางมีความใคร่กับชายหนุ่มคนนั้น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แต่เมื่อเขาไม่ได้ทำให้นางพอใจ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นางก็ต้องการจะหาเรื่องใส่เขา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คือนางได้เอาไข่ฟองหนึ่งมาทำให้แตกใส่ลงบนผ้าของนาง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และเปื้อนตรงบริเวณขาของนาง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แล้วนางก็มาหาท่านอุมัรพร้อมกับทำเสียงตื่นตระหนกว่า</w:t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ผู้ชายคนนี้ปลุกปล้ำฉัน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เขาทำให้ฉันต้องขายหน้าพวกพ้องของฉัน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และนี่คือร่องรอยจากการกระทำของเขา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ท่านอุมัรก็ซักถามบรรดาสตรีซึ่งพวกนางก็บอกว่า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แท้จริงที่ร่างกายของนาง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และเสื้อผ้าของนางนั้นเป็นคราบอสุจิ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ท่านจึงคิดที่จะลงโทษชายหนุ่มชาวคริสเตียนคนนั้น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ชายหนุ่มก็เลยขอร้องให้ท่านช่วยเหลือ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และกล่าวว่า</w:t>
      </w:r>
    </w:p>
    <w:p w:rsidR="00514125" w:rsidRDefault="00C85AFD" w:rsidP="00DF4805">
      <w:pPr>
        <w:pStyle w:val="libNormal"/>
        <w:rPr>
          <w:rFonts w:hint="cs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ท่านโปรดพิสูจน์ความจริงในเรื่องของข้าพเจ้าเถิด</w:t>
      </w:r>
      <w:r w:rsidRPr="00B91120">
        <w:rPr>
          <w:cs/>
        </w:rPr>
        <w:t xml:space="preserve"> </w:t>
      </w:r>
    </w:p>
    <w:p w:rsidR="00DF4805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ขอสาบานต่ออัลลอฮ์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ข้ามิได้กระทำความชั่ว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และไม่มีจิตเสน่หานางเลย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เพียงแต่นางนั่นเองที่ชอบเย้ายวนอารมณ์ของข้า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ซึ่งข้าก็ข่มใจไว้ได้</w:t>
      </w:r>
      <w:r w:rsidRPr="00B91120">
        <w:rPr>
          <w:rFonts w:cs="Times New Roman" w:hint="eastAsia"/>
          <w:lang w:bidi="ar-SA"/>
        </w:rPr>
        <w:t>”</w:t>
      </w:r>
    </w:p>
    <w:p w:rsidR="00DF4805" w:rsidRDefault="00DF4805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ท่านอุมัรกล่าวว่า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DF4805" w:rsidRPr="00B91120">
        <w:rPr>
          <w:rFonts w:hint="cs"/>
          <w:cs/>
        </w:rPr>
        <w:t>โอ้บิดาของฮะซัน</w:t>
      </w:r>
      <w:r w:rsidR="00DF4805">
        <w:rPr>
          <w:rFonts w:hint="cs"/>
          <w:cs/>
        </w:rPr>
        <w:t xml:space="preserve"> </w:t>
      </w:r>
      <w:r w:rsidR="00DF4805" w:rsidRPr="00B91120">
        <w:rPr>
          <w:rFonts w:hint="cs"/>
          <w:cs/>
        </w:rPr>
        <w:t>ท่านมีความเห็นในเรื่องนี้อย่างไร</w:t>
      </w:r>
      <w:r w:rsidR="00DF4805" w:rsidRPr="00B91120">
        <w:rPr>
          <w:rFonts w:hint="cs"/>
        </w:rPr>
        <w:t>?</w:t>
      </w:r>
      <w:r w:rsidR="00DF4805" w:rsidRPr="00B91120">
        <w:rPr>
          <w:rFonts w:hint="cs"/>
          <w:cs/>
        </w:rPr>
        <w:t>”</w:t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ก็มองไปที่ผ้าของนาง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และสั่งให้เอาน้ำที่ร้อนจัดมา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จากนั้นท่านก็รดน้ำร้อนลงบนผ้า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ซึ่งไข่ขาวนั้นก็กลายเป็นของแข็ง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จากนั้นท่านก็เอามาดมและลิ้มรสดู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แล้วท่านก็ทราบในรสของมัน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ผู้หญิงคนนั้นก็พ่ายแพ้และยอมรับผิด</w:t>
      </w:r>
    </w:p>
    <w:p w:rsidR="00DF4805" w:rsidRDefault="00DF4805" w:rsidP="00C85AFD">
      <w:pPr>
        <w:pStyle w:val="libNormal"/>
        <w:rPr>
          <w:rFonts w:cs="Cordia New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๕</w:t>
      </w:r>
      <w:r w:rsidRPr="00B91120">
        <w:rPr>
          <w:cs/>
        </w:rPr>
        <w:t>)</w:t>
      </w:r>
    </w:p>
    <w:p w:rsidR="00DF4805" w:rsidRDefault="00DF4805" w:rsidP="00C85AFD">
      <w:pPr>
        <w:pStyle w:val="libNormal"/>
      </w:pP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ได้พบชายหนุ่มคนหนึ่งกำลังร้องไห้อยู่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และรอบๆ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เขานั้นมีคนพวกหนึ่งกำลังปลอบให้เขาสงบเงียบ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เรื่องของเขามีอยู่ว่า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บิดาของชายคนนั้นออกเดินทางไปกับคนพวกหนึ่ง</w:t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ต่อมาพวกเขาก็อ้างว่า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บิดาของเขาเสียชีวิตแล้ว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และพวกเขาก็โกงทรัพย์สินของบิดาของเขาด้วย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ทั้งๆ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ที่บิดาของเขามีทรัพย์สินมากมาย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และท่านชะรีฮ์ซึ่งเป็นผู้พิพากษาก็ได้ตัดสินความนิรโทษพวกเขาแล้วด้วย</w:t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จึงดำเนินการเรียกหาผู้ชายเหล่านั้น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และขอเจ้าหน้าที่ฝ่ายตรวจการมาด้วย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และท่านได้มอบหมายให้เจ้าหน้าที่สองคนอยู่ประจำชายเหล่านั้นทุก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แล้วท่านก็แยกพวกเขาให้เข้ามา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และเพ่งมองที่ใบหน้าพลางกล่าวกับพวกเขาว่า</w:t>
      </w: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พวกเจ้าจะว่าอย่างไร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ฉันยังไม่รู้เลยว่าพวกเจ้ากระทำอะไรลงไปกับบิดาของชายผู้นี้อย่างไรบ้าง</w:t>
      </w:r>
      <w:r w:rsidRPr="00B91120">
        <w:rPr>
          <w:rFonts w:cs="Times New Roman" w:hint="eastAsia"/>
          <w:lang w:bidi="ar-SA"/>
        </w:rPr>
        <w:t>”</w:t>
      </w:r>
    </w:p>
    <w:p w:rsidR="00DF4805" w:rsidRDefault="00C85AFD" w:rsidP="00C85AFD">
      <w:pPr>
        <w:pStyle w:val="libNormal"/>
      </w:pPr>
      <w:r w:rsidRPr="00B91120">
        <w:rPr>
          <w:rFonts w:hint="cs"/>
          <w:cs/>
        </w:rPr>
        <w:t>ต่อจากนั้นท่านอิมาม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ก็สั่งให้พวกเขาแยกตัวออกจากกัน</w:t>
      </w:r>
      <w:r w:rsidRPr="00B91120">
        <w:rPr>
          <w:cs/>
        </w:rPr>
        <w:t>(</w:t>
      </w:r>
      <w:r w:rsidRPr="00B91120">
        <w:rPr>
          <w:rFonts w:hint="cs"/>
          <w:cs/>
        </w:rPr>
        <w:t>๓</w:t>
      </w:r>
      <w:r w:rsidRPr="00B91120">
        <w:rPr>
          <w:cs/>
        </w:rPr>
        <w:t>)</w:t>
      </w:r>
    </w:p>
    <w:p w:rsidR="00514125" w:rsidRDefault="00514125" w:rsidP="00514125">
      <w:pPr>
        <w:pStyle w:val="libArFootnote"/>
        <w:bidi w:val="0"/>
        <w:rPr>
          <w:rFonts w:cs="Cordia New" w:hint="cs"/>
          <w:lang w:bidi="th-TH"/>
        </w:rPr>
      </w:pPr>
      <w:bookmarkStart w:id="196" w:name="_Toc414269064"/>
      <w:r>
        <w:rPr>
          <w:rFonts w:cs="Cordia New" w:hint="cs"/>
          <w:cs/>
          <w:lang w:bidi="th-TH"/>
        </w:rPr>
        <w:t>---------------------------------------------------------------------------------------------</w:t>
      </w:r>
      <w:bookmarkEnd w:id="196"/>
    </w:p>
    <w:p w:rsidR="00641BC8" w:rsidRPr="00514125" w:rsidRDefault="00641BC8" w:rsidP="00514125">
      <w:pPr>
        <w:pStyle w:val="libArFootnote"/>
        <w:bidi w:val="0"/>
      </w:pPr>
      <w:bookmarkStart w:id="197" w:name="_Toc414269065"/>
      <w:r w:rsidRPr="00514125">
        <w:t>(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๓</w:t>
      </w:r>
      <w:r w:rsidRPr="00514125">
        <w:rPr>
          <w:szCs w:val="24"/>
          <w:cs/>
        </w:rPr>
        <w:t xml:space="preserve">)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ท่านอะลี</w:t>
      </w:r>
      <w:r w:rsidRPr="00514125">
        <w:rPr>
          <w:rFonts w:ascii="Traditional Arabic" w:hAnsi="Traditional Arabic" w:hint="cs"/>
          <w:szCs w:val="24"/>
          <w:cs/>
        </w:rPr>
        <w:t xml:space="preserve"> </w:t>
      </w:r>
      <w:r w:rsidRPr="00514125">
        <w:rPr>
          <w:szCs w:val="24"/>
          <w:cs/>
        </w:rPr>
        <w:t>(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อ</w:t>
      </w:r>
      <w:r w:rsidRPr="00514125">
        <w:rPr>
          <w:szCs w:val="24"/>
          <w:cs/>
        </w:rPr>
        <w:t xml:space="preserve">)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เป็นคนแรกที่ใช้หลักการแยกตัวผู้ต้องหาออกจากกัน</w:t>
      </w:r>
      <w:bookmarkEnd w:id="197"/>
    </w:p>
    <w:p w:rsidR="00DF4805" w:rsidRDefault="00DF4805" w:rsidP="00514125">
      <w:pPr>
        <w:pStyle w:val="libArFootnote"/>
        <w:bidi w:val="0"/>
      </w:pPr>
    </w:p>
    <w:p w:rsidR="00DF4805" w:rsidRDefault="00DF4805" w:rsidP="00C85AFD">
      <w:pPr>
        <w:pStyle w:val="libNormal"/>
        <w:rPr>
          <w:cs/>
        </w:rPr>
      </w:pPr>
    </w:p>
    <w:p w:rsidR="00DF4805" w:rsidRDefault="00DF4805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DF480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และท่านได้สั่งให้นำขึ้นไปบนแท่นสูงของมัสยิดทีละคน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ต่อจากนั้นท่านได้สั่งให้อับดุลลอฮ์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บินอะบีรอฟิอ</w:t>
      </w:r>
      <w:r w:rsidR="00DF4805">
        <w:rPr>
          <w:rFonts w:hint="cs"/>
          <w:cs/>
        </w:rPr>
        <w:t xml:space="preserve">์ </w:t>
      </w:r>
      <w:r w:rsidRPr="00B91120">
        <w:rPr>
          <w:rFonts w:hint="cs"/>
          <w:cs/>
        </w:rPr>
        <w:t>บันทึกคำให้การ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แล้วท่านได้กล่าวแก่ประชาชนว่า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ถ้าหากฉันกล่าวตักบีร</w:t>
      </w:r>
      <w:r w:rsidRPr="00B91120">
        <w:rPr>
          <w:cs/>
        </w:rPr>
        <w:t xml:space="preserve"> (</w:t>
      </w:r>
      <w:r w:rsidRPr="00B91120">
        <w:rPr>
          <w:rFonts w:hint="cs"/>
          <w:cs/>
        </w:rPr>
        <w:t>ให้ความเกรียงไกรแด่อัลลอฮ์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ก็ขอให้พวกท่านกล่าวตาม</w:t>
      </w:r>
    </w:p>
    <w:p w:rsidR="00C85AFD" w:rsidRPr="00B91120" w:rsidRDefault="00C85AFD" w:rsidP="00641BC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แล้วท่านก็เรียกเขาเหล่านั้นมาถามทีละคน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ด้วยคำถามว่าออกจากบ้านในวันอะไร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เดือนอะไร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ปีอะไร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บิดาของชายหนุ่มคนนี้ตายที่ไหน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ป่วยด้วยโรคอะไร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ป่วยอยู่นานเท่าใด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มีใครอยู่ดูแล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ตอนที่เขาป่วย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และตายในวันอะไร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ใครเป็นคนห่อกะฟั่น</w:t>
      </w:r>
      <w:r w:rsidRPr="00B91120">
        <w:rPr>
          <w:cs/>
        </w:rPr>
        <w:t xml:space="preserve"> (</w:t>
      </w:r>
      <w:r w:rsidRPr="00B91120">
        <w:rPr>
          <w:rFonts w:hint="cs"/>
          <w:cs/>
        </w:rPr>
        <w:t>ผ้าห่อศพตามศาสนบัญญัติ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ใครเป็นคนนมาซให้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ใครเป็นคนนำศพลงในหลุ่ม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?”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และชายคนนั้นก็ตอบคำถามเหล่านี้</w:t>
      </w:r>
    </w:p>
    <w:p w:rsidR="00C85AFD" w:rsidRPr="00B91120" w:rsidRDefault="00C85AFD" w:rsidP="00641BC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ครั้นเมื่อถามคำถามต่างๆ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เสร็จแล้วท่านอะลี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ก็ได้กล่าว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ตักบีร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บรรดาสาวกทุกคนก็กล่าวตาม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พวกที่ยังเหลืออยู่ก็คิดด้วยความฟุ้งซ่าน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และแน่ใจว่าพวกพ้องของตนต้องให้การพาดพิงมายังพวกตนและตัวของเขาเองแน่แล้ว</w:t>
      </w:r>
      <w:r w:rsidRPr="00B91120">
        <w:rPr>
          <w:cs/>
        </w:rPr>
        <w:t xml:space="preserve"> </w:t>
      </w:r>
      <w:r w:rsidR="00641BC8" w:rsidRPr="00B91120">
        <w:rPr>
          <w:rFonts w:hint="cs"/>
          <w:cs/>
        </w:rPr>
        <w:t xml:space="preserve">อิมาม </w:t>
      </w:r>
      <w:r w:rsidR="00641BC8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641BC8" w:rsidRPr="00B91120">
        <w:rPr>
          <w:rFonts w:hint="cs"/>
          <w:cs/>
        </w:rPr>
        <w:t>) ยังได้ออกคำสั่งให้นำชายคนนั้นไปขังไว</w:t>
      </w:r>
      <w:r w:rsidR="00641BC8" w:rsidRPr="00B91120">
        <w:rPr>
          <w:cs/>
        </w:rPr>
        <w:t>้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ต่อจากนั้นท่านก็เรียกคนต่อไป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แล้วกล่าวกับเขาว่า</w:t>
      </w:r>
    </w:p>
    <w:p w:rsidR="00641BC8" w:rsidRPr="00641BC8" w:rsidRDefault="00C85AFD" w:rsidP="00514125">
      <w:pPr>
        <w:pStyle w:val="libNormal"/>
        <w:rPr>
          <w:rFonts w:cs="Cordia New"/>
          <w:szCs w:val="40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เจ้าอย่าได้คิดว่าฉันไม่รู้ในสิ่งที่พวกเจ้ากระทำลงไปกับบิดาของชายหนุ่มคนนี้</w:t>
      </w:r>
      <w:r w:rsidRPr="00B91120">
        <w:rPr>
          <w:rFonts w:cs="Times New Roman" w:hint="eastAsia"/>
          <w:lang w:bidi="ar-SA"/>
        </w:rPr>
        <w:t>”</w:t>
      </w:r>
    </w:p>
    <w:p w:rsidR="00641BC8" w:rsidRDefault="00C85AFD" w:rsidP="00C85AFD">
      <w:pPr>
        <w:pStyle w:val="libNormal"/>
        <w:rPr>
          <w:rFonts w:cs="Cordia New" w:hint="cs"/>
          <w:szCs w:val="40"/>
        </w:rPr>
      </w:pPr>
      <w:r w:rsidRPr="00B91120">
        <w:rPr>
          <w:rFonts w:hint="cs"/>
          <w:cs/>
        </w:rPr>
        <w:t>ชายคนนั้นกล่าวว่า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ข้าพเจ้าเองก็เหมือนกับคนพวกนั้นแหละ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ข้ามีความรังเกียจที่จะฆ่าเขา</w:t>
      </w:r>
      <w:r w:rsidRPr="00B91120">
        <w:rPr>
          <w:rFonts w:cs="Times New Roman" w:hint="eastAsia"/>
          <w:lang w:bidi="ar-SA"/>
        </w:rPr>
        <w:t>”</w:t>
      </w:r>
    </w:p>
    <w:p w:rsidR="00514125" w:rsidRPr="00514125" w:rsidRDefault="00514125" w:rsidP="00C85AFD">
      <w:pPr>
        <w:pStyle w:val="libNormal"/>
        <w:rPr>
          <w:rFonts w:cs="Cordia New" w:hint="cs"/>
          <w:szCs w:val="40"/>
        </w:rPr>
      </w:pPr>
    </w:p>
    <w:p w:rsidR="00641BC8" w:rsidRDefault="00641BC8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641BC8">
      <w:pPr>
        <w:pStyle w:val="libNormal"/>
      </w:pPr>
      <w:r w:rsidRPr="00B91120">
        <w:rPr>
          <w:rFonts w:hint="cs"/>
          <w:cs/>
        </w:rPr>
        <w:t>เมื่อชายคนนี้ให้การอย่างนี้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ก็เรียกพวกเขามาทีละคนๆ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ซึ่งแต่ละคนก็ให้การในเชิงยอมรับทั้งหมด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หลังจากนั้นท่านก็สั่งให้นำคนเหล่านั้นไปขังคุก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เป็นอันว่าเรื่องนี้ได้เป็นที่ถูกยอมรับ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แล้วท่านก็สั่งให้ดำเนินการตามกฎหมายว่าด้วยทรัพย์สินและชีวิต</w:t>
      </w:r>
      <w:r w:rsidRPr="00B91120">
        <w:rPr>
          <w:cs/>
        </w:rPr>
        <w:t>(</w:t>
      </w:r>
      <w:r w:rsidRPr="00B91120">
        <w:rPr>
          <w:rFonts w:hint="cs"/>
          <w:cs/>
        </w:rPr>
        <w:t>๔</w:t>
      </w:r>
      <w:r w:rsidRPr="00B91120">
        <w:rPr>
          <w:cs/>
        </w:rPr>
        <w:t>)</w:t>
      </w:r>
    </w:p>
    <w:p w:rsidR="00514125" w:rsidRDefault="00514125" w:rsidP="00514125">
      <w:pPr>
        <w:pStyle w:val="libArFootnote"/>
        <w:bidi w:val="0"/>
        <w:rPr>
          <w:rFonts w:cs="Cordia New" w:hint="cs"/>
          <w:lang w:bidi="th-TH"/>
        </w:rPr>
      </w:pPr>
      <w:bookmarkStart w:id="198" w:name="_Toc414269066"/>
      <w:r>
        <w:rPr>
          <w:rFonts w:cs="Cordia New" w:hint="cs"/>
          <w:cs/>
          <w:lang w:bidi="th-TH"/>
        </w:rPr>
        <w:t>------------------------------------------------------------------------------</w:t>
      </w:r>
      <w:bookmarkEnd w:id="198"/>
    </w:p>
    <w:p w:rsidR="00641BC8" w:rsidRPr="00514125" w:rsidRDefault="00641BC8" w:rsidP="00514125">
      <w:pPr>
        <w:pStyle w:val="libArFootnote"/>
        <w:bidi w:val="0"/>
      </w:pPr>
      <w:bookmarkStart w:id="199" w:name="_Toc414269067"/>
      <w:r w:rsidRPr="00514125">
        <w:t>(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๔</w:t>
      </w:r>
      <w:r w:rsidRPr="00514125">
        <w:rPr>
          <w:szCs w:val="24"/>
          <w:cs/>
        </w:rPr>
        <w:t xml:space="preserve">)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กอฎออุล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อิมาม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อะมีรุล</w:t>
      </w:r>
      <w:r w:rsidRPr="00514125">
        <w:rPr>
          <w:szCs w:val="24"/>
          <w:cs/>
        </w:rPr>
        <w:t xml:space="preserve"> </w:t>
      </w:r>
      <w:r w:rsidR="00514125" w:rsidRPr="00514125">
        <w:rPr>
          <w:rFonts w:ascii="Angsana New" w:hAnsi="Angsana New" w:cs="Angsana New" w:hint="cs"/>
          <w:szCs w:val="24"/>
          <w:cs/>
          <w:lang w:bidi="th-TH"/>
        </w:rPr>
        <w:t>มุมินีน</w:t>
      </w:r>
      <w:r w:rsidR="00514125" w:rsidRPr="00514125">
        <w:rPr>
          <w:rFonts w:hint="cs"/>
          <w:szCs w:val="24"/>
        </w:rPr>
        <w:t xml:space="preserve"> </w:t>
      </w:r>
      <w:r w:rsidR="00514125" w:rsidRPr="00514125">
        <w:rPr>
          <w:szCs w:val="24"/>
        </w:rPr>
        <w:t>(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อ</w:t>
      </w:r>
      <w:r w:rsidR="00514125" w:rsidRPr="00514125">
        <w:rPr>
          <w:rFonts w:hint="cs"/>
          <w:szCs w:val="24"/>
        </w:rPr>
        <w:t>)</w:t>
      </w:r>
      <w:r w:rsidR="00514125" w:rsidRPr="00514125">
        <w:rPr>
          <w:rFonts w:ascii="Angsana New" w:hAnsi="Angsana New" w:cs="Angsana New" w:hint="cs"/>
          <w:szCs w:val="24"/>
          <w:cs/>
          <w:lang w:bidi="th-TH"/>
        </w:rPr>
        <w:t xml:space="preserve"> ของชัยค์ฮุเซ</w:t>
      </w:r>
      <w:r w:rsidR="00514125" w:rsidRPr="00514125">
        <w:rPr>
          <w:rFonts w:ascii="Angsana New" w:hAnsi="Angsana New" w:cs="Angsana New"/>
          <w:szCs w:val="24"/>
          <w:cs/>
          <w:lang w:bidi="th-TH"/>
        </w:rPr>
        <w:t>น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อะลี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อัซซะฟาอี</w:t>
      </w:r>
      <w:bookmarkEnd w:id="199"/>
    </w:p>
    <w:p w:rsidR="00641BC8" w:rsidRDefault="00641BC8" w:rsidP="00641BC8">
      <w:pPr>
        <w:pStyle w:val="libNormal"/>
        <w:rPr>
          <w:rFonts w:cs="Cordia New"/>
          <w:szCs w:val="40"/>
        </w:rPr>
      </w:pPr>
    </w:p>
    <w:p w:rsidR="00641BC8" w:rsidRPr="00641BC8" w:rsidRDefault="00641BC8" w:rsidP="00641BC8">
      <w:pPr>
        <w:pStyle w:val="libNormal"/>
        <w:rPr>
          <w:rFonts w:cs="Cordia New"/>
          <w:szCs w:val="40"/>
        </w:rPr>
      </w:pPr>
    </w:p>
    <w:p w:rsidR="00641BC8" w:rsidRPr="00514125" w:rsidRDefault="00C85AFD" w:rsidP="00514125">
      <w:pPr>
        <w:pStyle w:val="libNormal"/>
        <w:rPr>
          <w:rFonts w:cs="Cordia New" w:hint="cs"/>
          <w:szCs w:val="40"/>
          <w:cs/>
        </w:rPr>
      </w:pP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๖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มีชายสองคนมาหาสตรีชาวกุเรช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แล้วฝากเงินให้นางเก็บไว้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๑๐๐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ดีนาร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พร้อมกับกล่าวว่า</w:t>
      </w:r>
    </w:p>
    <w:p w:rsidR="00C85AFD" w:rsidRPr="00B91120" w:rsidRDefault="00C85AFD" w:rsidP="00641BC8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นางจงอย่ามอบเงินจำนวนนี้ให้แก่คนใดคนหนึ่งระหว่างเราสองคนนี้โดยเฉพาะ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นอกจากในยามที่เรามาพร้อมกันเท่านั้น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แล้วต่อมาไม่นานนัก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มีคนหนึ่งในจำนวนสองคนนี้มาหานางแล้วกล่าวว่า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เพื่อนของฉันตายเสียแล้ว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นางโปรดมอบเงินจำนวนนั้นคืนให้ฉันเถิด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นางตอบปฏิเสธ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แต่ชายคนนั้นก็รบเร้านางกับครอบครัวของนาง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ก็เป็นที่สุดวิสัยแก่นาง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จนกระทั่งนางต้องมอบเงินจำนวนนี้ให้เขาไป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ต่อจากนั้นไม่นานชายอีกคนหนึ่งก็มาอีกแล้วกล่าวว่า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โปรดมอบเงินจำนวนนั้นให้แก่ฉันเถิด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641BC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นางกล่าวว่า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ก็เพื่อนของท่านมาหาข้าฯและอ้างว่าท่านตายแล้ว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ข้าจึงมอบเงินจำนวนนั้นแก่เขาไป</w:t>
      </w:r>
      <w:r w:rsidRPr="00B91120">
        <w:rPr>
          <w:rFonts w:cs="Times New Roman" w:hint="eastAsia"/>
          <w:lang w:bidi="ar-SA"/>
        </w:rPr>
        <w:t>”</w:t>
      </w:r>
    </w:p>
    <w:p w:rsidR="00641BC8" w:rsidRDefault="00C85AFD" w:rsidP="00641BC8">
      <w:pPr>
        <w:pStyle w:val="libNormal"/>
        <w:rPr>
          <w:cs/>
        </w:rPr>
      </w:pPr>
      <w:r w:rsidRPr="00B91120">
        <w:rPr>
          <w:rFonts w:hint="cs"/>
          <w:cs/>
        </w:rPr>
        <w:t>แล้วคนทั้งสองก็โต้เถียงกันจนเรื่องไปถึงท่านอุมัร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ดังนั้นท่านอุมัรจึงลงความเห็นที่จะตัดสินเอาโทษนาง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และให้นางเป็นผู้รับผิดชอบ</w:t>
      </w:r>
    </w:p>
    <w:p w:rsidR="00641BC8" w:rsidRDefault="00641BC8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641BC8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641BC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นางกล่าวว่า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641BC8" w:rsidRPr="00B91120">
        <w:rPr>
          <w:rFonts w:hint="cs"/>
          <w:cs/>
        </w:rPr>
        <w:t xml:space="preserve">ข้าขอปฏิญาณต่ออัลลอฮ์ </w:t>
      </w:r>
      <w:r w:rsidR="00641BC8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514125" w:rsidRPr="00B91120">
        <w:rPr>
          <w:rFonts w:hint="cs"/>
          <w:cs/>
        </w:rPr>
        <w:t>) ว่</w:t>
      </w:r>
      <w:r w:rsidR="00514125" w:rsidRPr="00B91120">
        <w:rPr>
          <w:cs/>
        </w:rPr>
        <w:t>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ขออย่าให้ท่านทำหน้าที่ตัดสินเรื่องของเราเลย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เราจะเอาเรื่องนี้ไปหาท่านอะลี</w:t>
      </w:r>
      <w:r w:rsidRPr="00B91120">
        <w:rPr>
          <w:cs/>
        </w:rPr>
        <w:t xml:space="preserve"> </w:t>
      </w:r>
      <w:r w:rsidR="00514125" w:rsidRPr="00B91120">
        <w:rPr>
          <w:rFonts w:hint="cs"/>
          <w:cs/>
        </w:rPr>
        <w:t xml:space="preserve">บินอะบีฎอลิบ </w:t>
      </w:r>
      <w:r w:rsidR="00514125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cs="Times New Roman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ครั้นเมื่อคนทั้งสองไปหาท่านอะลี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ท่านก็รู้ทันทีว่า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ชายคนนี้ฉ้อโกงนาง</w:t>
      </w:r>
    </w:p>
    <w:p w:rsidR="00C85AFD" w:rsidRPr="00B91120" w:rsidRDefault="00C85AFD" w:rsidP="00641BC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แล้วท่านได้กล่าวว่า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เจ้าเคยพูดใช่ไหมว่านางจงอย่ามอบเงินจำนวนนี้ให้แก่ใคร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ในจำนวนเราสองคน</w:t>
      </w:r>
      <w:r w:rsidRPr="00B91120">
        <w:rPr>
          <w:cs/>
        </w:rPr>
        <w:t xml:space="preserve"> </w:t>
      </w:r>
      <w:r w:rsidR="00641BC8" w:rsidRPr="00B91120">
        <w:rPr>
          <w:rFonts w:hint="cs"/>
          <w:cs/>
        </w:rPr>
        <w:t>โดยเฉพาะถ้าหากคนหนึ่งไม่มาด้วย</w:t>
      </w:r>
      <w:r w:rsidR="00641BC8" w:rsidRPr="00B91120">
        <w:rPr>
          <w:rFonts w:hint="cs"/>
        </w:rPr>
        <w:t>?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เขาตอบว่า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ใช่แล้ว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641BC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แท้จริงเงินของเจ้ามีอยู่ที่เรา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จงไปตามเพื่อนของเจ้ามาซิ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เพื่อเราจะได้มอบให้แก่เจ้าทั้งสอง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เมื่อเรื่องนี้ได้ยินไปถึงท่านอุมัร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ท่านก็กล่าวทันทีว่า</w:t>
      </w:r>
    </w:p>
    <w:p w:rsidR="00C85AFD" w:rsidRDefault="00C85AFD" w:rsidP="00C85AFD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โอ้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ขออย่าปล่อยให้ฉันอยู่ในขณะที่ไม่มีบุตรของอะบีฎอลิบเลย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๕</w:t>
      </w:r>
      <w:r w:rsidRPr="00B91120">
        <w:rPr>
          <w:cs/>
        </w:rPr>
        <w:t>)</w:t>
      </w:r>
    </w:p>
    <w:p w:rsidR="00514125" w:rsidRDefault="00514125" w:rsidP="00514125">
      <w:pPr>
        <w:pStyle w:val="libArFootnote"/>
        <w:bidi w:val="0"/>
        <w:rPr>
          <w:rFonts w:cs="Cordia New" w:hint="cs"/>
          <w:lang w:bidi="th-TH"/>
        </w:rPr>
      </w:pPr>
      <w:bookmarkStart w:id="200" w:name="_Toc414269068"/>
      <w:r>
        <w:rPr>
          <w:rFonts w:cs="Cordia New" w:hint="cs"/>
          <w:cs/>
          <w:lang w:bidi="th-TH"/>
        </w:rPr>
        <w:t>--------------------------------------------------------------------------</w:t>
      </w:r>
      <w:bookmarkEnd w:id="200"/>
    </w:p>
    <w:p w:rsidR="00641BC8" w:rsidRPr="00514125" w:rsidRDefault="00641BC8" w:rsidP="00514125">
      <w:pPr>
        <w:pStyle w:val="libArFootnote"/>
        <w:bidi w:val="0"/>
      </w:pPr>
      <w:bookmarkStart w:id="201" w:name="_Toc414269069"/>
      <w:r w:rsidRPr="00514125">
        <w:t>(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๕</w:t>
      </w:r>
      <w:r w:rsidRPr="00514125">
        <w:rPr>
          <w:szCs w:val="24"/>
          <w:cs/>
        </w:rPr>
        <w:t xml:space="preserve">)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เฆาะดีร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๖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๑๒๖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อ้างจากอัล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อัซกิยาอ์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ของอิบนุอัล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เญาซี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๑๘</w:t>
      </w:r>
      <w:bookmarkEnd w:id="201"/>
    </w:p>
    <w:p w:rsidR="00641BC8" w:rsidRPr="00514125" w:rsidRDefault="00641BC8" w:rsidP="00514125">
      <w:pPr>
        <w:pStyle w:val="libArFootnote"/>
        <w:bidi w:val="0"/>
        <w:rPr>
          <w:szCs w:val="40"/>
        </w:rPr>
      </w:pPr>
    </w:p>
    <w:p w:rsidR="00641BC8" w:rsidRPr="00641BC8" w:rsidRDefault="00641BC8" w:rsidP="00C85AFD">
      <w:pPr>
        <w:pStyle w:val="libNormal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๗</w:t>
      </w:r>
      <w:r w:rsidRPr="00B91120">
        <w:rPr>
          <w:cs/>
        </w:rPr>
        <w:t>)</w:t>
      </w:r>
    </w:p>
    <w:p w:rsidR="00641BC8" w:rsidRDefault="00641BC8" w:rsidP="00C85AFD">
      <w:pPr>
        <w:pStyle w:val="libNormal"/>
      </w:pPr>
    </w:p>
    <w:p w:rsidR="00641BC8" w:rsidRDefault="00C85AFD" w:rsidP="00641BC8">
      <w:pPr>
        <w:pStyle w:val="libNormal"/>
      </w:pPr>
      <w:r w:rsidRPr="00B91120">
        <w:rPr>
          <w:rFonts w:hint="cs"/>
          <w:cs/>
        </w:rPr>
        <w:t>มีหญิงสองคนต่างก็ฟ้องต่อท่านอุมัรว่า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เด็กชายคนหนึ่งนั้นเป็นบุตรของนาง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โดยที่หญิงทั้งสองต่างคนก็ไม่มีหลักฐานยืนยัน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และไม่มีใครคัดค้านคนทั้งสองในเรื่องของเด็กคนนี้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นอกจากนางสองคนนี้เท่านั้น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ดังนั้น</w:t>
      </w:r>
      <w:r w:rsidR="00641BC8">
        <w:rPr>
          <w:rFonts w:hint="cs"/>
          <w:cs/>
        </w:rPr>
        <w:t xml:space="preserve"> </w:t>
      </w:r>
      <w:r w:rsidRPr="00B91120">
        <w:rPr>
          <w:rFonts w:hint="cs"/>
          <w:cs/>
        </w:rPr>
        <w:t>ท่านอุมัรก็เกิดความสับสนในการตัดสินเรื่องนี้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ท่านจึงมอบเรื่องไปหาอิมามอะลี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</w:p>
    <w:p w:rsidR="00641BC8" w:rsidRDefault="00C85AFD" w:rsidP="00641BC8">
      <w:pPr>
        <w:pStyle w:val="libNormal"/>
        <w:ind w:firstLine="0"/>
        <w:rPr>
          <w:cs/>
        </w:rPr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ก็เรียกหญิงทั้งสองเข้ามารับฟังการอบรม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และสอนให้นางทั้งสองเกรงกลัวต่อจากนั้นทั้งสองก็เปิดฉากถกเถียงกัน</w:t>
      </w:r>
    </w:p>
    <w:p w:rsidR="00641BC8" w:rsidRDefault="00641BC8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จึงกล่าวขึ้นในขณะที่นางทั้งสองถกเถียงกันว่า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จงเอาเลื่อยมาให้ฉันซิ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หญิงทั้งสองกล่าวว่า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641BC8" w:rsidRPr="00B91120">
        <w:rPr>
          <w:rFonts w:hint="cs"/>
          <w:cs/>
        </w:rPr>
        <w:t>ท่านจะทำอะไรหรือ</w:t>
      </w:r>
      <w:r w:rsidR="00641BC8" w:rsidRPr="00B91120">
        <w:rPr>
          <w:rFonts w:hint="cs"/>
        </w:rPr>
        <w:t>?</w:t>
      </w:r>
      <w:r w:rsidR="00641BC8" w:rsidRPr="00B91120">
        <w:rPr>
          <w:rFonts w:hint="cs"/>
          <w:cs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ฉันจะเลื่อยเขาออกเป็นสองส่วน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เพื่อให้เธอทั้งสองได้เอาไปคนละครึ่ง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หญิงคนหนึ่งนิ่งเงียบ</w:t>
      </w:r>
    </w:p>
    <w:p w:rsidR="00C85AFD" w:rsidRPr="00B91120" w:rsidRDefault="00C85AFD" w:rsidP="00641BC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แต่คนหนึ่งกล่าวว่า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ยาอัลลอฮ์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ยาอัลลอฮ์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โอ้บิดาของฮะซัน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ถ้าเป็นอย่างนั้น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ฉันยอมยกเขาให้นางดีกว่า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641BC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จึงกล่าวว่า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641BC8" w:rsidRPr="00B91120">
        <w:rPr>
          <w:rFonts w:hint="cs"/>
          <w:cs/>
        </w:rPr>
        <w:t xml:space="preserve">อัลลอฮ์ </w:t>
      </w:r>
      <w:r w:rsidR="00641BC8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คือผู้ทรงเกรียงไกร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นี่คือลูกชายของเธอโดยแท้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เพราะถ้าหากเป็นลูกของอีกคนนางจะต้องหวงแหน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และแสดงความอาลัยรักต่อเขา</w:t>
      </w:r>
      <w:r w:rsidRPr="00B91120">
        <w:rPr>
          <w:rFonts w:cs="Times New Roman" w:hint="eastAsia"/>
          <w:lang w:bidi="ar-SA"/>
        </w:rPr>
        <w:t>”</w:t>
      </w:r>
    </w:p>
    <w:p w:rsidR="00C85AFD" w:rsidRDefault="00C85AFD" w:rsidP="00641BC8">
      <w:pPr>
        <w:pStyle w:val="libNormal"/>
      </w:pPr>
      <w:r w:rsidRPr="00B91120">
        <w:rPr>
          <w:rFonts w:hint="cs"/>
          <w:cs/>
        </w:rPr>
        <w:t>ดังนั้นหญิงคนนั้นก็นิ่งเงียบ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เพราะว่าความจริงเด็กคนนั้นเป็นของหญิงอีกคนหนึ่งและเป็นบุตรของนางจริง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ข่าวนี้ได้ยินไปถึงท่านอุมัร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ท่านได้ขอดุอาอ์ให้แก่ท่านอะมีรุลมุมินีน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ในฐานะที่ช่วยแก้ไขปัญหา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และตัดสินได้สำเร็จ</w:t>
      </w:r>
      <w:r w:rsidRPr="00B91120">
        <w:rPr>
          <w:cs/>
        </w:rPr>
        <w:t>(</w:t>
      </w:r>
      <w:r w:rsidRPr="00B91120">
        <w:rPr>
          <w:rFonts w:hint="cs"/>
          <w:cs/>
        </w:rPr>
        <w:t>๖</w:t>
      </w:r>
      <w:r w:rsidRPr="00B91120">
        <w:rPr>
          <w:cs/>
        </w:rPr>
        <w:t>)</w:t>
      </w:r>
    </w:p>
    <w:p w:rsidR="00514125" w:rsidRDefault="00514125" w:rsidP="00514125">
      <w:pPr>
        <w:pStyle w:val="libArFootnote"/>
        <w:bidi w:val="0"/>
        <w:rPr>
          <w:rFonts w:cs="Cordia New" w:hint="cs"/>
          <w:lang w:bidi="th-TH"/>
        </w:rPr>
      </w:pPr>
      <w:bookmarkStart w:id="202" w:name="_Toc414269070"/>
      <w:r>
        <w:rPr>
          <w:rFonts w:cs="Cordia New" w:hint="cs"/>
          <w:cs/>
          <w:lang w:bidi="th-TH"/>
        </w:rPr>
        <w:t>--------------------------------------------------------------------</w:t>
      </w:r>
      <w:bookmarkEnd w:id="202"/>
    </w:p>
    <w:p w:rsidR="00641BC8" w:rsidRPr="00514125" w:rsidRDefault="00641BC8" w:rsidP="00514125">
      <w:pPr>
        <w:pStyle w:val="libArFootnote"/>
        <w:bidi w:val="0"/>
      </w:pPr>
      <w:bookmarkStart w:id="203" w:name="_Toc414269071"/>
      <w:r w:rsidRPr="00514125">
        <w:t>(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๖</w:t>
      </w:r>
      <w:r w:rsidRPr="00514125">
        <w:rPr>
          <w:szCs w:val="24"/>
          <w:cs/>
        </w:rPr>
        <w:t xml:space="preserve">)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อิรซาด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ของท่านชัยค์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มุฟีด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๙๖</w:t>
      </w:r>
      <w:bookmarkEnd w:id="203"/>
    </w:p>
    <w:p w:rsidR="00641BC8" w:rsidRPr="00514125" w:rsidRDefault="00641BC8" w:rsidP="00514125">
      <w:pPr>
        <w:pStyle w:val="libArFootnote"/>
        <w:bidi w:val="0"/>
      </w:pPr>
    </w:p>
    <w:p w:rsidR="00641BC8" w:rsidRDefault="00641BC8" w:rsidP="00641BC8">
      <w:pPr>
        <w:pStyle w:val="libNormal"/>
      </w:pPr>
    </w:p>
    <w:p w:rsidR="00641BC8" w:rsidRDefault="00641BC8" w:rsidP="00641BC8">
      <w:pPr>
        <w:pStyle w:val="libNormal"/>
      </w:pPr>
    </w:p>
    <w:p w:rsidR="00641BC8" w:rsidRPr="00B91120" w:rsidRDefault="00641BC8" w:rsidP="00641BC8">
      <w:pPr>
        <w:pStyle w:val="libNormal"/>
        <w:rPr>
          <w:rFonts w:cs="Times New Roman"/>
          <w:lang w:bidi="ar-SA"/>
        </w:rPr>
      </w:pPr>
    </w:p>
    <w:p w:rsidR="00641BC8" w:rsidRPr="00B91120" w:rsidRDefault="00641BC8" w:rsidP="00641BC8">
      <w:pPr>
        <w:pStyle w:val="libNormal"/>
        <w:rPr>
          <w:rFonts w:cs="Times New Roman"/>
        </w:rPr>
      </w:pPr>
    </w:p>
    <w:p w:rsidR="00641BC8" w:rsidRDefault="00641BC8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641BC8" w:rsidRDefault="00641BC8" w:rsidP="00C85AFD">
      <w:pPr>
        <w:pStyle w:val="libNormal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๘</w:t>
      </w:r>
      <w:r w:rsidRPr="00B91120">
        <w:rPr>
          <w:cs/>
        </w:rPr>
        <w:t>)</w:t>
      </w:r>
    </w:p>
    <w:p w:rsidR="00641BC8" w:rsidRDefault="00641BC8" w:rsidP="00641BC8">
      <w:pPr>
        <w:pStyle w:val="libNormal"/>
        <w:ind w:firstLine="0"/>
      </w:pP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มีหญิงคนหนึ่งคลอดบุตร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เมื่อตั้งครรภ์ได้หกเดือนถูกนำตัวมาหาท่านอุษมาน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ท่านอุษมานเล็งเห็นว่าต้องตัดสินลงโทษนางด้วยการขว้างให้ตายอิมามอะลี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จึงกล่าวว่า</w:t>
      </w:r>
    </w:p>
    <w:p w:rsidR="00C85AFD" w:rsidRPr="00B91120" w:rsidRDefault="00641BC8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 xml:space="preserve"> </w:t>
      </w:r>
      <w:r w:rsidR="00C85AFD" w:rsidRPr="00B91120">
        <w:rPr>
          <w:rFonts w:cs="Times New Roman" w:hint="eastAsia"/>
          <w:lang w:bidi="ar-SA"/>
        </w:rPr>
        <w:t>“</w:t>
      </w:r>
      <w:r w:rsidR="00C85AFD" w:rsidRPr="00B91120">
        <w:rPr>
          <w:rFonts w:hint="cs"/>
          <w:cs/>
        </w:rPr>
        <w:t>ถ้าหากนางแย้งท่านด้วยคัมภีร์ของอัลลอฮ์</w:t>
      </w:r>
      <w:r w:rsidR="00C85AFD" w:rsidRPr="00B91120">
        <w:rPr>
          <w:cs/>
        </w:rPr>
        <w:t>(</w:t>
      </w:r>
      <w:r w:rsidR="00C85AFD" w:rsidRPr="00B91120">
        <w:rPr>
          <w:rFonts w:hint="cs"/>
          <w:cs/>
        </w:rPr>
        <w:t>ซ</w:t>
      </w:r>
      <w:r w:rsidR="00C85AFD" w:rsidRPr="00B91120">
        <w:rPr>
          <w:cs/>
        </w:rPr>
        <w:t>.</w:t>
      </w:r>
      <w:r w:rsidR="00C85AFD" w:rsidRPr="00B91120">
        <w:rPr>
          <w:rFonts w:hint="cs"/>
          <w:cs/>
        </w:rPr>
        <w:t>บ</w:t>
      </w:r>
      <w:r w:rsidR="00C85AFD" w:rsidRPr="00B91120">
        <w:rPr>
          <w:cs/>
        </w:rPr>
        <w:t>.)</w:t>
      </w:r>
      <w:r w:rsidR="00C85AFD" w:rsidRPr="00B91120">
        <w:rPr>
          <w:rFonts w:hint="cs"/>
          <w:cs/>
        </w:rPr>
        <w:t>ฉันก็จะแย้งท่านด้วย</w:t>
      </w:r>
      <w:r w:rsidR="00C85AFD"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เพราะอัลลอฮ์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ทรงมีโองการว่า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การตั้งครรภ์ของเขา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และช่วงเวลาของเขาสามสิบเดือน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แล้วทรงกล่าวอีกว่า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และมารดาทั้งหลายย่อมให้นมบุตรของตนครบสองปีบริบูรณ์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สำหรับผู้ที่ต้องการจะให้นมจนครบสมบูรณ์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ดังนั้นสองปีจึงเป็นช่วงเวลาของการให้นม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หกเดือนจึงเป็นช่วงเวลาของการตั้งครรภ์</w:t>
      </w:r>
      <w:r w:rsidRPr="00B91120">
        <w:rPr>
          <w:rFonts w:cs="Times New Roman" w:hint="eastAsia"/>
          <w:lang w:bidi="ar-SA"/>
        </w:rPr>
        <w:t>”</w:t>
      </w:r>
    </w:p>
    <w:p w:rsidR="00C85AFD" w:rsidRDefault="00C85AFD" w:rsidP="00641BC8">
      <w:pPr>
        <w:pStyle w:val="libNormal"/>
        <w:ind w:firstLine="0"/>
      </w:pPr>
      <w:r w:rsidRPr="00B91120">
        <w:rPr>
          <w:rFonts w:hint="cs"/>
          <w:cs/>
        </w:rPr>
        <w:t>ท่านอุษมานจึงกล่าวว่า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ถ้าเช่นนั้นก็ให้ปล่อยนางไปเถิด</w:t>
      </w:r>
      <w:r w:rsidR="00641BC8" w:rsidRPr="00B91120">
        <w:rPr>
          <w:rFonts w:cs="Times New Roman" w:hint="eastAsia"/>
          <w:lang w:bidi="ar-SA"/>
        </w:rPr>
        <w:t>”</w:t>
      </w:r>
      <w:r w:rsidR="00641BC8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๗</w:t>
      </w:r>
      <w:r w:rsidRPr="00B91120">
        <w:rPr>
          <w:cs/>
        </w:rPr>
        <w:t>)</w:t>
      </w:r>
    </w:p>
    <w:p w:rsidR="00514125" w:rsidRDefault="00514125" w:rsidP="00514125">
      <w:pPr>
        <w:pStyle w:val="libArFootnote"/>
        <w:bidi w:val="0"/>
        <w:rPr>
          <w:rFonts w:cs="Cordia New" w:hint="cs"/>
          <w:lang w:bidi="th-TH"/>
        </w:rPr>
      </w:pPr>
      <w:bookmarkStart w:id="204" w:name="_Toc414269072"/>
      <w:r>
        <w:rPr>
          <w:rFonts w:cs="Cordia New" w:hint="cs"/>
          <w:cs/>
          <w:lang w:bidi="th-TH"/>
        </w:rPr>
        <w:t>--------------------------------------------------------------------------</w:t>
      </w:r>
      <w:bookmarkEnd w:id="204"/>
    </w:p>
    <w:p w:rsidR="00641BC8" w:rsidRPr="00514125" w:rsidRDefault="00641BC8" w:rsidP="00514125">
      <w:pPr>
        <w:pStyle w:val="libArFootnote"/>
        <w:bidi w:val="0"/>
      </w:pPr>
      <w:bookmarkStart w:id="205" w:name="_Toc414269073"/>
      <w:r w:rsidRPr="00514125">
        <w:t>(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๗</w:t>
      </w:r>
      <w:r w:rsidRPr="00514125">
        <w:rPr>
          <w:szCs w:val="24"/>
          <w:cs/>
        </w:rPr>
        <w:t xml:space="preserve">)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มะนากิบ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๑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๕๐๑</w:t>
      </w:r>
      <w:bookmarkEnd w:id="205"/>
    </w:p>
    <w:p w:rsidR="00641BC8" w:rsidRPr="00514125" w:rsidRDefault="00641BC8" w:rsidP="00514125">
      <w:pPr>
        <w:pStyle w:val="libArFootnote"/>
        <w:bidi w:val="0"/>
      </w:pPr>
    </w:p>
    <w:p w:rsidR="00641BC8" w:rsidRPr="00514125" w:rsidRDefault="00C85AFD" w:rsidP="00514125">
      <w:pPr>
        <w:pStyle w:val="libNormal"/>
        <w:rPr>
          <w:rFonts w:cs="Cordia New" w:hint="cs"/>
          <w:szCs w:val="40"/>
          <w:cs/>
        </w:rPr>
      </w:pP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๙</w:t>
      </w:r>
      <w:r w:rsidRPr="00B91120">
        <w:rPr>
          <w:cs/>
        </w:rPr>
        <w:t>)</w:t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มีคดีหนึ่งถูกส่งมาให้ท่านอุมัรตัดสิน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คือคนใช้คนหนึ่งได้สังหารเจ้านายของตนตาย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ดังนั้นท่านอุมัรจึงออกคำสั่งให้ฆ่าตกตามกันไป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ได้เรียกเขามาแล้วถามว่า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641BC8" w:rsidRPr="00B91120">
        <w:rPr>
          <w:rFonts w:hint="cs"/>
          <w:cs/>
        </w:rPr>
        <w:t>ท่านฆ่าเขาจริงหรือ</w:t>
      </w:r>
      <w:r w:rsidR="00641BC8" w:rsidRPr="00B91120">
        <w:rPr>
          <w:rFonts w:hint="cs"/>
        </w:rPr>
        <w:t>?</w:t>
      </w:r>
      <w:r w:rsidR="00641BC8" w:rsidRPr="00B91120">
        <w:rPr>
          <w:rFonts w:hint="cs"/>
          <w:cs/>
        </w:rPr>
        <w:t>”</w:t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เขาตอบว่า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ใช่ครับ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ถามว่า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ท่านฆ่าเขาทำไม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เขาตอบว่า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เขาปลุกปล้ำ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และพยายามร่วมเพศกับข้าพเจ้า</w:t>
      </w:r>
      <w:r w:rsidRPr="00B91120">
        <w:rPr>
          <w:rFonts w:cs="Times New Roman" w:hint="eastAsia"/>
          <w:lang w:bidi="ar-SA"/>
        </w:rPr>
        <w:t>”</w:t>
      </w:r>
    </w:p>
    <w:p w:rsidR="00641BC8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ได้กล่าวแก่ทายาทของผู้ตายว่า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พวกท่านฝังนายของพวกท่านแล้วหรือยัง</w:t>
      </w:r>
      <w:r w:rsidRPr="00B91120">
        <w:rPr>
          <w:rFonts w:cs="Times New Roman" w:hint="eastAsia"/>
          <w:lang w:bidi="ar-SA"/>
        </w:rPr>
        <w:t>”</w:t>
      </w:r>
    </w:p>
    <w:p w:rsidR="00C85AFD" w:rsidRPr="00514125" w:rsidRDefault="00641BC8" w:rsidP="00514125">
      <w:pPr>
        <w:rPr>
          <w:rFonts w:ascii="Angsana New" w:hAnsi="Angsana New" w:cs="Cordia New" w:hint="cs"/>
          <w:sz w:val="32"/>
          <w:szCs w:val="30"/>
          <w:cs/>
          <w:lang w:bidi="th-TH"/>
        </w:rPr>
      </w:pPr>
      <w:r>
        <w:br w:type="page"/>
      </w:r>
    </w:p>
    <w:p w:rsidR="00C85AFD" w:rsidRPr="00641BC8" w:rsidRDefault="00C85AFD" w:rsidP="00641BC8">
      <w:pPr>
        <w:pStyle w:val="libNormal"/>
        <w:ind w:firstLine="0"/>
        <w:rPr>
          <w:rFonts w:cs="Cordia New"/>
          <w:szCs w:val="40"/>
          <w:cs/>
        </w:rPr>
      </w:pPr>
      <w:r w:rsidRPr="00B91120">
        <w:rPr>
          <w:rFonts w:hint="cs"/>
          <w:cs/>
        </w:rPr>
        <w:lastRenderedPageBreak/>
        <w:t>พวกเขาตอบว่า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ฝังแล้ว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ถามว่า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641BC8" w:rsidRPr="00B91120">
        <w:rPr>
          <w:rFonts w:hint="cs"/>
          <w:cs/>
        </w:rPr>
        <w:t>ฝังเมื่อไหร่</w:t>
      </w:r>
      <w:r w:rsidR="00641BC8" w:rsidRPr="00B91120">
        <w:rPr>
          <w:rFonts w:hint="cs"/>
        </w:rPr>
        <w:t>?</w:t>
      </w:r>
      <w:r w:rsidR="00641BC8" w:rsidRPr="00B91120">
        <w:rPr>
          <w:rFonts w:hint="cs"/>
          <w:cs/>
        </w:rPr>
        <w:t>”</w:t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พวกเขาตอบว่า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ฝังไปเมื่อชั่วโมงที่ผ่านมา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จึงพูดกับท่านอุมัรว่า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ให้ขังเด็กรับใช้คนนี้ไว้ก่อนสักสามวันและจงอย่าพูดอะไรในเรื่องนี้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จนกว่าครบสามวันเสียก่อน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ต่อจากนั้นท่านก็ได้กล่าวแก่ทายาทของผู้ตายว่า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เมื่อครบสามวันแล้วพวกท่านจงมาพบข้าพเจ้าที่นี่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ครั้นเมื่อครบสามวันแล้ว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พวกเขาก็มาหาท่านอะลี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ก็จับมือท่านอุมัรออกไป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จนกระทั่งถึงสุสานของผู้ตาย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ก็สั่งแก่ทายาทของผู้ตายว่า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นี่คือสุสานของพวกท่านใช่ไหม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?”</w:t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พวกเขารับว่า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ใช่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พวกท่านจงขุดจนกระทั่งถึงหลุมชั้นในแล้วให้เอาคนตายของพวกท่านออกมา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ดังนั้น</w:t>
      </w:r>
      <w:r w:rsidR="00641BC8">
        <w:rPr>
          <w:rFonts w:hint="cs"/>
          <w:cs/>
        </w:rPr>
        <w:t xml:space="preserve"> </w:t>
      </w:r>
      <w:r w:rsidRPr="00B91120">
        <w:rPr>
          <w:rFonts w:hint="cs"/>
          <w:cs/>
        </w:rPr>
        <w:t>พวกเขาได้มองไปยังผ้ากะฝั่น</w:t>
      </w:r>
      <w:r w:rsidRPr="00B91120">
        <w:rPr>
          <w:cs/>
        </w:rPr>
        <w:t>(</w:t>
      </w:r>
      <w:r w:rsidRPr="00B91120">
        <w:rPr>
          <w:rFonts w:hint="cs"/>
          <w:cs/>
        </w:rPr>
        <w:t>ผ้าห่อศพ</w:t>
      </w:r>
      <w:r w:rsidRPr="00B91120">
        <w:rPr>
          <w:cs/>
        </w:rPr>
        <w:t>)</w:t>
      </w:r>
      <w:r w:rsidRPr="00B91120">
        <w:rPr>
          <w:rFonts w:hint="cs"/>
          <w:cs/>
        </w:rPr>
        <w:t>ในหลุมชั้นใน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แต่แล้วก็ไม่พบคนตาย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พวกเขาจึงบอกท่านอะลี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641BC8" w:rsidRPr="00B91120">
        <w:rPr>
          <w:rFonts w:hint="cs"/>
          <w:cs/>
        </w:rPr>
        <w:t xml:space="preserve">อัลลอฮ์ </w:t>
      </w:r>
      <w:r w:rsidR="00641BC8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คือผู้ทรงเกรียงไกร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ขอสาบานด้วยพระนามของอัลลอฮ์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ฉันมิได้โกหก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และไม่เคยโกหก</w:t>
      </w:r>
      <w:r w:rsidRPr="00B91120">
        <w:rPr>
          <w:cs/>
        </w:rPr>
        <w:t xml:space="preserve"> </w:t>
      </w:r>
      <w:r w:rsidR="00641BC8" w:rsidRPr="00B91120">
        <w:rPr>
          <w:rFonts w:hint="cs"/>
          <w:cs/>
        </w:rPr>
        <w:t xml:space="preserve">ฉันได้ยินท่านศาสนทูตแห่งอัลลอฮ์ </w:t>
      </w:r>
      <w:r w:rsidR="00641BC8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641BC8" w:rsidRPr="00B91120">
        <w:rPr>
          <w:rFonts w:hint="cs"/>
          <w:cs/>
        </w:rPr>
        <w:t>) กล่าวว่</w:t>
      </w:r>
      <w:r w:rsidR="00641BC8" w:rsidRPr="00B91120">
        <w:rPr>
          <w:cs/>
        </w:rPr>
        <w:t>า</w:t>
      </w:r>
      <w:r w:rsidRPr="00B91120">
        <w:rPr>
          <w:cs/>
        </w:rPr>
        <w:t xml:space="preserve"> </w:t>
      </w:r>
      <w:r w:rsidR="00641BC8" w:rsidRPr="00B91120">
        <w:rPr>
          <w:rFonts w:hint="cs"/>
          <w:cs/>
        </w:rPr>
        <w:t xml:space="preserve">คนในประชาชาติของฉันไม่ว่าใครถ้าหากมีพฤติกรรมเหมือนอย่างประชาชาติของนบีลูฎ </w:t>
      </w:r>
      <w:r w:rsidR="00641BC8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แล้วตายลงในเรื่องนี้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ก็จงรีบนำเขาลงในหลุมเสีย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เพราะเมื่อเขาถูกวางในหลุมแล้ว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อยู่ไม่เกินสามวันแผ่นดินจะสูบเขาไปอยู่รวมกับพวกลูฎอันเป็นพวกที่ได้รับความเสียหาย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เขาจะถูกนำไปรวมอยู่กับคนเหล่านั้น</w:t>
      </w:r>
      <w:r w:rsidR="00641BC8" w:rsidRPr="00B91120">
        <w:rPr>
          <w:rFonts w:cs="Times New Roman" w:hint="eastAsia"/>
          <w:lang w:bidi="ar-SA"/>
        </w:rPr>
        <w:t>”</w:t>
      </w:r>
      <w:r w:rsidR="00641BC8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๘</w:t>
      </w:r>
      <w:r w:rsidRPr="00B91120">
        <w:rPr>
          <w:cs/>
        </w:rPr>
        <w:t>)</w:t>
      </w:r>
    </w:p>
    <w:p w:rsidR="00514125" w:rsidRDefault="00514125" w:rsidP="00514125">
      <w:pPr>
        <w:pStyle w:val="libArFootnote"/>
        <w:bidi w:val="0"/>
        <w:rPr>
          <w:rFonts w:cs="Cordia New" w:hint="cs"/>
          <w:lang w:bidi="th-TH"/>
        </w:rPr>
      </w:pPr>
      <w:bookmarkStart w:id="206" w:name="_Toc414269074"/>
      <w:r>
        <w:rPr>
          <w:rFonts w:cs="Cordia New" w:hint="cs"/>
          <w:cs/>
          <w:lang w:bidi="th-TH"/>
        </w:rPr>
        <w:t>-------------------------------------------------------------------------</w:t>
      </w:r>
      <w:bookmarkEnd w:id="206"/>
    </w:p>
    <w:p w:rsidR="00641BC8" w:rsidRPr="00514125" w:rsidRDefault="00C85AFD" w:rsidP="00514125">
      <w:pPr>
        <w:pStyle w:val="libArFootnote"/>
        <w:bidi w:val="0"/>
        <w:rPr>
          <w:szCs w:val="24"/>
          <w:cs/>
        </w:rPr>
      </w:pPr>
      <w:bookmarkStart w:id="207" w:name="_Toc414269075"/>
      <w:r w:rsidRPr="00514125">
        <w:t>(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๘</w:t>
      </w:r>
      <w:r w:rsidRPr="00514125">
        <w:rPr>
          <w:szCs w:val="24"/>
          <w:cs/>
        </w:rPr>
        <w:t xml:space="preserve">)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ละอาลิล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อัคบาร์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ของตุวัยซัรกานี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๕๘๙</w:t>
      </w:r>
      <w:bookmarkEnd w:id="207"/>
    </w:p>
    <w:p w:rsidR="00641BC8" w:rsidRDefault="00641BC8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๑๐</w:t>
      </w:r>
      <w:r w:rsidRPr="00B91120">
        <w:rPr>
          <w:cs/>
        </w:rPr>
        <w:t>)</w:t>
      </w:r>
    </w:p>
    <w:p w:rsidR="00641BC8" w:rsidRDefault="00641BC8" w:rsidP="00C85AFD">
      <w:pPr>
        <w:pStyle w:val="libNormal"/>
      </w:pP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ท่านอาศิม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บินฮัมซะฮ์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ได้เล่าว่า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มีเด็กผู้ชายคนหนึ่งกับผู้หญิงคนหนึ่งมาหาท่านอุมัร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แล้วเด็กผู้ชายคนนั้นก็กล่าวว่า</w:t>
      </w:r>
    </w:p>
    <w:p w:rsidR="00C85AFD" w:rsidRDefault="00C85AFD" w:rsidP="00641BC8">
      <w:pPr>
        <w:pStyle w:val="libNormal"/>
        <w:rPr>
          <w:rFonts w:cs="Cordia New"/>
          <w:szCs w:val="40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ขอสาบานด้วยพระนามของอัลลอฮ์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นี่คือมารดาของฉันนางได้อุ้มครรภ์ฉันมาเป็นเวลาถึง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เดือน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และนางยังได้ให้นมแก่ฉันเป็นเวลาสองปีบริบูรณ์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แต่แล้วนางก็ผละหนีจากฉัน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และขับไล่ฉัน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และอ้างว่านางไม่รู้จักฉัน</w:t>
      </w:r>
      <w:r w:rsidRPr="00B91120">
        <w:rPr>
          <w:rFonts w:cs="Times New Roman" w:hint="eastAsia"/>
          <w:lang w:bidi="ar-SA"/>
        </w:rPr>
        <w:t>”</w:t>
      </w:r>
    </w:p>
    <w:p w:rsidR="00641BC8" w:rsidRDefault="00641BC8" w:rsidP="00641BC8">
      <w:pPr>
        <w:pStyle w:val="libNormal"/>
        <w:ind w:firstLine="0"/>
        <w:rPr>
          <w:rFonts w:cs="Cordia New"/>
          <w:szCs w:val="40"/>
        </w:rPr>
      </w:pP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แล้วก็ได้มีพี่น้องฝ่ายนางมาถึงจำนวน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และพยานฝ่ายนางอีก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๔๐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คนมายืนยันว่า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เด็กคนนี้ตั้งข้อหากลั่นแกล้งให้นางต้องได้รับความอับอายญาติพี่น้อง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แท้จริงนางยังอยู่ในการดูแลของผู้ปกครอง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และไม่เคยแต่งงานมาก่อน</w:t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ดังนั้น</w:t>
      </w:r>
      <w:r w:rsidR="00641BC8">
        <w:rPr>
          <w:rFonts w:hint="cs"/>
          <w:cs/>
        </w:rPr>
        <w:t xml:space="preserve"> </w:t>
      </w:r>
      <w:r w:rsidRPr="00B91120">
        <w:rPr>
          <w:rFonts w:hint="cs"/>
          <w:cs/>
        </w:rPr>
        <w:t>ท่านอุมัรจึงออกคำสั่งให้เฆี่ยนเด็กผู้ชายคนนั้น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แต่เขาแลเห็นท่านอะลี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</w:p>
    <w:p w:rsidR="00C85AFD" w:rsidRPr="00B91120" w:rsidRDefault="00C85AFD" w:rsidP="00641BC8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เขาจึงกล่าวว่า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โอ้</w:t>
      </w:r>
      <w:r w:rsidRPr="00B91120">
        <w:rPr>
          <w:cs/>
        </w:rPr>
        <w:t xml:space="preserve"> </w:t>
      </w:r>
      <w:r w:rsidR="00641BC8" w:rsidRPr="00B91120">
        <w:rPr>
          <w:rFonts w:hint="cs"/>
          <w:cs/>
        </w:rPr>
        <w:t xml:space="preserve">ท่านอะมีรุลมุมินีน </w:t>
      </w:r>
      <w:r w:rsidR="00641BC8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="00641BC8">
        <w:rPr>
          <w:rFonts w:hint="cs"/>
          <w:cs/>
        </w:rPr>
        <w:t xml:space="preserve"> </w:t>
      </w:r>
      <w:r w:rsidRPr="00B91120">
        <w:rPr>
          <w:rFonts w:hint="cs"/>
          <w:cs/>
        </w:rPr>
        <w:t>จงตัดสินเรื่องระหว่างฉันกับมารดาของฉันด้วยเถิด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ดังนั้นท่านอะลี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ก็นั่งลงตรงที่นั่งของท่านศาสนทูตแห่งอัลลอฮ์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แล้วกล่าวว่า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641BC8" w:rsidRPr="00B91120">
        <w:rPr>
          <w:rFonts w:hint="cs"/>
          <w:cs/>
        </w:rPr>
        <w:t>แม่นางมีผู้ปกครองมาด้วยหรือ</w:t>
      </w:r>
      <w:r w:rsidR="00641BC8" w:rsidRPr="00B91120">
        <w:rPr>
          <w:rFonts w:hint="cs"/>
        </w:rPr>
        <w:t>?</w:t>
      </w:r>
      <w:r w:rsidR="00641BC8" w:rsidRPr="00B91120">
        <w:rPr>
          <w:rFonts w:hint="cs"/>
          <w:cs/>
        </w:rPr>
        <w:t>”</w:t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นางตอบว่า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จ้ะ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เขาเหล่านี้ทั้ง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คือพี่น้องของฉัน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641BC8" w:rsidRPr="00B91120">
        <w:rPr>
          <w:rFonts w:hint="cs"/>
          <w:cs/>
        </w:rPr>
        <w:t>จะให้ฉันตัดสินเรื่องของพวกท่านและพี่น้องของพวกท่านด้วยหรือไม่</w:t>
      </w:r>
      <w:r w:rsidR="00641BC8" w:rsidRPr="00B91120">
        <w:rPr>
          <w:rFonts w:hint="cs"/>
        </w:rPr>
        <w:t>?</w:t>
      </w:r>
      <w:r w:rsidR="00641BC8" w:rsidRPr="00B91120">
        <w:rPr>
          <w:rFonts w:hint="cs"/>
          <w:cs/>
        </w:rPr>
        <w:t>”</w:t>
      </w:r>
    </w:p>
    <w:p w:rsidR="00641BC8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พวกเขากล่าวว่า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ขอยอมรับ</w:t>
      </w:r>
      <w:r w:rsidRPr="00B91120">
        <w:rPr>
          <w:rFonts w:cs="Times New Roman" w:hint="eastAsia"/>
          <w:lang w:bidi="ar-SA"/>
        </w:rPr>
        <w:t>”</w:t>
      </w:r>
    </w:p>
    <w:p w:rsidR="00641BC8" w:rsidRDefault="00641BC8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ดังนั้น</w:t>
      </w:r>
      <w:r w:rsidR="00641BC8">
        <w:rPr>
          <w:rFonts w:hint="cs"/>
          <w:cs/>
        </w:rPr>
        <w:t xml:space="preserve"> </w:t>
      </w: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641BC8" w:rsidRPr="00B91120">
        <w:rPr>
          <w:rFonts w:hint="cs"/>
          <w:cs/>
        </w:rPr>
        <w:t xml:space="preserve">ข้าขอให้อัลลอฮ์ </w:t>
      </w:r>
      <w:r w:rsidR="00641BC8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และผู้มาร่วมชุมนุมนี้เป็นพยาน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ฉันจะขอทำการแต่งงานหญิงคนนี้ให้แก่เด็กชายคนนี้ด้วยเงิน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๔๐๐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ดิรฮัม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สำหรับเรื่องเงินเป็นหน้าที่ของฉันเอง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โอ้กัมบัร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ไปเอาเงินมาให้ฉันซิ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ครั้นเขาได้นำเงินมาแล้ว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ท่านก็กล่าวว่า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จงรับมันไปมอบให้ที่ตักของภรรยาของเธอ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และจงจับมือของนางพากลับบ้านไปเลย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หญิงคนนั้นร้องขึ้นว่า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ขอยืนยัน</w:t>
      </w:r>
      <w:r w:rsidRPr="00B91120">
        <w:rPr>
          <w:cs/>
        </w:rPr>
        <w:t xml:space="preserve"> </w:t>
      </w:r>
      <w:r w:rsidR="00641BC8" w:rsidRPr="00B91120">
        <w:rPr>
          <w:rFonts w:hint="cs"/>
          <w:cs/>
        </w:rPr>
        <w:t xml:space="preserve">โอ้ท่านผู้เป็นบุตรแห่งลุงของศาสนทูตของอัลลอฮ์ </w:t>
      </w:r>
      <w:r w:rsidR="00641BC8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="00641BC8" w:rsidRPr="00B91120">
        <w:rPr>
          <w:rFonts w:hint="cs"/>
          <w:cs/>
        </w:rPr>
        <w:t xml:space="preserve">ขอสาบานด้วยพระนามของอัลลอฮ์ </w:t>
      </w:r>
      <w:r w:rsidR="00641BC8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นี่คือบุตรชายของฉันจริง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เป็นเพราะว่าพี่เขยของฉันได้ร่วมหลับนอนกับฉันด้วยความชั่วร้ายแล้วฉันก็ได้คลอดเขาออกมา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พอเขาเติบโตแล้ว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พวกเขาปฏิเสธและสั่งให้ฉันปฏิเสธเขาด้วยและฉันก็กลัวพวกเขา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แล้วนางก็จับมือของเด็กผู้ชายจากไปพร้อมกัน</w:t>
      </w:r>
    </w:p>
    <w:p w:rsidR="00C85AFD" w:rsidRDefault="00C85AFD" w:rsidP="00C85AFD">
      <w:pPr>
        <w:pStyle w:val="libNormal"/>
      </w:pPr>
      <w:r w:rsidRPr="00B91120">
        <w:rPr>
          <w:rFonts w:hint="cs"/>
          <w:cs/>
        </w:rPr>
        <w:t>ท่านอุมัรกล่าวว่า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641BC8" w:rsidRPr="00B91120">
        <w:rPr>
          <w:rFonts w:hint="cs"/>
          <w:cs/>
        </w:rPr>
        <w:t xml:space="preserve">หากไม่มีอะลี </w:t>
      </w:r>
      <w:r w:rsidR="00641BC8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อุมัรต้องพินาศเป็นแน่แท้</w:t>
      </w:r>
      <w:r w:rsidR="00641BC8" w:rsidRPr="00B91120">
        <w:rPr>
          <w:rFonts w:cs="Times New Roman" w:hint="eastAsia"/>
          <w:lang w:bidi="ar-SA"/>
        </w:rPr>
        <w:t>”</w:t>
      </w:r>
      <w:r w:rsidR="00641BC8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๙</w:t>
      </w:r>
      <w:r w:rsidRPr="00B91120">
        <w:rPr>
          <w:cs/>
        </w:rPr>
        <w:t>)</w:t>
      </w:r>
    </w:p>
    <w:p w:rsidR="00514125" w:rsidRDefault="00514125" w:rsidP="00514125">
      <w:pPr>
        <w:pStyle w:val="libArFootnote"/>
        <w:bidi w:val="0"/>
        <w:rPr>
          <w:rFonts w:cs="Cordia New" w:hint="cs"/>
          <w:lang w:bidi="th-TH"/>
        </w:rPr>
      </w:pPr>
      <w:bookmarkStart w:id="208" w:name="_Toc414269076"/>
      <w:r>
        <w:rPr>
          <w:rFonts w:cs="Cordia New" w:hint="cs"/>
          <w:cs/>
          <w:lang w:bidi="th-TH"/>
        </w:rPr>
        <w:t>---------------------------------------------------------------</w:t>
      </w:r>
      <w:bookmarkEnd w:id="208"/>
    </w:p>
    <w:p w:rsidR="00641BC8" w:rsidRPr="00514125" w:rsidRDefault="00641BC8" w:rsidP="00514125">
      <w:pPr>
        <w:pStyle w:val="libArFootnote"/>
        <w:bidi w:val="0"/>
      </w:pPr>
      <w:bookmarkStart w:id="209" w:name="_Toc414269077"/>
      <w:r w:rsidRPr="00514125">
        <w:t>(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๙</w:t>
      </w:r>
      <w:r w:rsidRPr="00514125">
        <w:rPr>
          <w:szCs w:val="24"/>
          <w:cs/>
        </w:rPr>
        <w:t xml:space="preserve">)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อัลมะนากิบ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๑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๔๙๔</w:t>
      </w:r>
      <w:bookmarkEnd w:id="209"/>
    </w:p>
    <w:p w:rsidR="00641BC8" w:rsidRPr="00514125" w:rsidRDefault="00641BC8" w:rsidP="00514125">
      <w:pPr>
        <w:pStyle w:val="libArFootnote"/>
        <w:bidi w:val="0"/>
        <w:rPr>
          <w:szCs w:val="40"/>
        </w:rPr>
      </w:pPr>
    </w:p>
    <w:p w:rsidR="00641BC8" w:rsidRPr="00514125" w:rsidRDefault="00C85AFD" w:rsidP="00514125">
      <w:pPr>
        <w:pStyle w:val="libNormal"/>
        <w:rPr>
          <w:rFonts w:cs="Cordia New" w:hint="cs"/>
          <w:szCs w:val="40"/>
          <w:cs/>
        </w:rPr>
      </w:pP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๑๑</w:t>
      </w:r>
      <w:r w:rsidRPr="00B91120">
        <w:rPr>
          <w:cs/>
        </w:rPr>
        <w:t>)</w:t>
      </w:r>
    </w:p>
    <w:p w:rsidR="00641BC8" w:rsidRDefault="00C85AFD" w:rsidP="00641BC8">
      <w:pPr>
        <w:pStyle w:val="libNormal"/>
        <w:ind w:firstLine="0"/>
        <w:rPr>
          <w:cs/>
        </w:rPr>
      </w:pPr>
      <w:r w:rsidRPr="00B91120">
        <w:rPr>
          <w:rFonts w:hint="cs"/>
          <w:cs/>
        </w:rPr>
        <w:t>ท่านอับดุรเราะฮ์มาน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บินฮัจญาจได้เล่าว่า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ฉันเคยได้ฟังท่านอิบนุ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อะบีลัยลาเล่าเรื่องพรรคพวกของเขาว่า</w:t>
      </w:r>
      <w:r w:rsidRPr="00B91120">
        <w:rPr>
          <w:cs/>
        </w:rPr>
        <w:t xml:space="preserve"> </w:t>
      </w:r>
      <w:r w:rsidR="00641BC8" w:rsidRPr="00B91120">
        <w:rPr>
          <w:rFonts w:hint="cs"/>
          <w:cs/>
        </w:rPr>
        <w:t xml:space="preserve">ท่านอะมีรุลมุมินีน </w:t>
      </w:r>
      <w:r w:rsidR="00641BC8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641BC8" w:rsidRPr="00B91120">
        <w:rPr>
          <w:rFonts w:hint="cs"/>
          <w:cs/>
        </w:rPr>
        <w:t>) ได้ตัดสินเรื่องระหว่างชายสองคนที่เป็นเพื่อนกันในยามเดินทา</w:t>
      </w:r>
      <w:r w:rsidR="00641BC8" w:rsidRPr="00B91120">
        <w:rPr>
          <w:cs/>
        </w:rPr>
        <w:t>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ครั้นเมื่อคนทั้งสองต้องการจะรับประทานอาหาร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คนหนึ่งก็ได้นำขนมปังออกมาจากถุงเสบียงของตน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๕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แผ่น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ส่วนอีกคนหนึ่งก็นำของตนออกมา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แผ่น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แล้วปรากฏว่า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มีคนเดินทางผ่านมาคนหนึ่ง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เขาทั้งสองจึงเรียกเชิญให้เข้ามารับประทานอาหารของพวกเขาทั้งสอง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แล้วชายคนนั้นก็รับประทานร่วมกับคนทั้งสอง</w:t>
      </w:r>
    </w:p>
    <w:p w:rsidR="00641BC8" w:rsidRDefault="00641BC8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641BC8">
      <w:pPr>
        <w:pStyle w:val="libNormal"/>
        <w:ind w:firstLine="0"/>
        <w:rPr>
          <w:rFonts w:cs="Times New Roman"/>
          <w:lang w:bidi="ar-SA"/>
        </w:rPr>
      </w:pPr>
      <w:r w:rsidRPr="00B91120">
        <w:rPr>
          <w:cs/>
        </w:rPr>
        <w:lastRenderedPageBreak/>
        <w:t xml:space="preserve"> </w:t>
      </w:r>
      <w:r w:rsidRPr="00B91120">
        <w:rPr>
          <w:rFonts w:hint="cs"/>
          <w:cs/>
        </w:rPr>
        <w:t>จนกระทั่งไม่มีอะไรเหลือ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เมื่อเสร็จจากการรับประทานอาหารแล้ว</w:t>
      </w:r>
    </w:p>
    <w:p w:rsidR="0051545B" w:rsidRDefault="00C85AFD" w:rsidP="0051545B">
      <w:pPr>
        <w:pStyle w:val="libNormal"/>
        <w:ind w:firstLine="0"/>
      </w:pPr>
      <w:r w:rsidRPr="00B91120">
        <w:rPr>
          <w:rFonts w:hint="cs"/>
          <w:cs/>
        </w:rPr>
        <w:t>ชายคนนั้นก็มอบของราคาเล็กๆ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น้อยๆ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ให้แก่คนทั้งสองในราคาแปด</w:t>
      </w:r>
    </w:p>
    <w:p w:rsidR="00C85AFD" w:rsidRPr="00B91120" w:rsidRDefault="00C85AFD" w:rsidP="0051545B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ดิรฮัม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อันเป็นการตอบแทน</w:t>
      </w:r>
    </w:p>
    <w:p w:rsidR="00C85AFD" w:rsidRPr="00B91120" w:rsidRDefault="00C85AFD" w:rsidP="0051545B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อาหารของคนทั้งสองที่เขาได้รับประทานไป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เจ้าของขนมปัง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แผ่น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ก็กล่าวแก่คนที่เป็นเจ้าของขนมปัง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๕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แผ่นว่า</w:t>
      </w:r>
    </w:p>
    <w:p w:rsidR="00C85AFD" w:rsidRPr="00B91120" w:rsidRDefault="00641BC8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 xml:space="preserve"> </w:t>
      </w:r>
      <w:r w:rsidR="00C85AFD" w:rsidRPr="00B91120">
        <w:rPr>
          <w:rFonts w:cs="Times New Roman" w:hint="eastAsia"/>
          <w:lang w:bidi="ar-SA"/>
        </w:rPr>
        <w:t>“</w:t>
      </w:r>
      <w:r w:rsidR="00C85AFD" w:rsidRPr="00B91120">
        <w:rPr>
          <w:rFonts w:hint="cs"/>
          <w:cs/>
        </w:rPr>
        <w:t>ท่านจงแบ่งมันออกเป็นสองส่วนเท่า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ๆ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กัน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ระหว่างฉันกับท่าน</w:t>
      </w:r>
      <w:r w:rsidR="00C85AFD"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51545B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แต่เจ้าของขนมปัง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๕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แผ่นกล่าวว่า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ไม่ได้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เราสองคนจะต้องเอาไปตามส่วนเฉลี่ยของอาหารเสบียงที่เอาออกมา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51545B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ดังนั้นคนทั้งสองก็ไปหาท่านอะมีรุลมุมินีน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เพื่อตัดสินในเรื่องนี้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เมื่อท่านได้รับฟังเรื่องราวของคนทั้งสองฝ่ายแล้ว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ท่านก็กล่าวกับคนทั้งสองว่า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ท่านทั้งสองคนจงปรองดองกันเองเถิด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เพราะเรื่องของท่านสองคนเป็นเรื่องง่าย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51545B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แต่เขาทั้งสองกล่าวว่า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จงตัดสินเรื่องระหว่างเราด้วยความถูกต้องเถิด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51545B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ครั้นแล้ว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ท่านก็มอบให้คนที่เป็นเจ้าของขนมปัง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๕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แผ่น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เจ็ดดิรฮัมและมอบให้คนที่เป็นเจ้าของขนมปัง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แผ่นเพียงหนึ่งดิรฮัม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แล้วกล่าวว่า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คนหนึ่งเอาขนมปังออกมา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๕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แผ่น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และอีกคนหนึ่งเอาออกมา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แผ่นมิใช่หรือ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?”</w:t>
      </w:r>
    </w:p>
    <w:p w:rsidR="00C85AFD" w:rsidRPr="00B91120" w:rsidRDefault="00C85AFD" w:rsidP="0051545B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เขาทั้งสองตอบว่า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ใช่แล้ว</w:t>
      </w:r>
      <w:r w:rsidRPr="00B91120">
        <w:rPr>
          <w:rFonts w:cs="Times New Roman" w:hint="eastAsia"/>
          <w:lang w:bidi="ar-SA"/>
        </w:rPr>
        <w:t>”</w:t>
      </w:r>
    </w:p>
    <w:p w:rsidR="0051545B" w:rsidRDefault="00C85AFD" w:rsidP="0051545B">
      <w:pPr>
        <w:pStyle w:val="libNormal"/>
        <w:ind w:firstLine="0"/>
        <w:rPr>
          <w:rFonts w:cs="Cordia New"/>
          <w:szCs w:val="40"/>
        </w:rPr>
      </w:pPr>
      <w:r w:rsidRPr="00B91120">
        <w:rPr>
          <w:rFonts w:hint="cs"/>
          <w:cs/>
        </w:rPr>
        <w:t>ท่านกล่าวว่า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แขกของท่านรับประทานร่วมกับท่านทั้งสองเหมือนๆ</w:t>
      </w:r>
      <w:r w:rsidRPr="00B91120">
        <w:rPr>
          <w:cs/>
        </w:rPr>
        <w:t xml:space="preserve"> </w:t>
      </w:r>
      <w:r w:rsidR="0051545B" w:rsidRPr="00B91120">
        <w:rPr>
          <w:rFonts w:hint="cs"/>
          <w:cs/>
        </w:rPr>
        <w:t>กับที่ท่านทั้งสองรับประทานใช่หรือไม่</w:t>
      </w:r>
      <w:r w:rsidR="0051545B" w:rsidRPr="00B91120">
        <w:rPr>
          <w:rFonts w:hint="cs"/>
        </w:rPr>
        <w:t>?</w:t>
      </w:r>
      <w:r w:rsidR="0051545B" w:rsidRPr="00B91120">
        <w:rPr>
          <w:rFonts w:hint="cs"/>
          <w:cs/>
        </w:rPr>
        <w:t>”</w:t>
      </w:r>
    </w:p>
    <w:p w:rsidR="00C85AFD" w:rsidRPr="00B91120" w:rsidRDefault="00C85AFD" w:rsidP="0051545B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เขาทั้งสองกล่าวว่า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ใช่แล้ว</w:t>
      </w:r>
      <w:r w:rsidRPr="00B91120">
        <w:rPr>
          <w:rFonts w:cs="Times New Roman" w:hint="eastAsia"/>
          <w:lang w:bidi="ar-SA"/>
        </w:rPr>
        <w:t>”</w:t>
      </w:r>
    </w:p>
    <w:p w:rsidR="0051545B" w:rsidRDefault="00C85AFD" w:rsidP="0051545B">
      <w:pPr>
        <w:pStyle w:val="libNormal"/>
        <w:ind w:firstLine="0"/>
        <w:rPr>
          <w:cs/>
        </w:rPr>
      </w:pPr>
      <w:r w:rsidRPr="00B91120">
        <w:rPr>
          <w:rFonts w:hint="cs"/>
          <w:cs/>
        </w:rPr>
        <w:t>ท่านกล่าวว่า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คนที่เป็นเจ้าของขนมปังสามแผ่น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เจ้ากินขนมปังไป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๒</w:t>
      </w:r>
      <w:r w:rsidRPr="00B91120">
        <w:rPr>
          <w:cs/>
        </w:rPr>
        <w:t xml:space="preserve"> </w:t>
      </w:r>
      <w:r w:rsidR="0051545B" w:rsidRPr="00B91120">
        <w:rPr>
          <w:rFonts w:hint="cs"/>
          <w:cs/>
        </w:rPr>
        <w:t>แผ่นกับอีกสองในสามของแผ่นใช่หรือไม่</w:t>
      </w:r>
      <w:r w:rsidR="0051545B" w:rsidRPr="00B91120">
        <w:rPr>
          <w:rFonts w:hint="cs"/>
        </w:rPr>
        <w:t>?</w:t>
      </w:r>
      <w:r w:rsidR="0051545B" w:rsidRPr="00B91120">
        <w:rPr>
          <w:rFonts w:hint="cs"/>
          <w:cs/>
        </w:rPr>
        <w:t xml:space="preserve"> </w:t>
      </w:r>
    </w:p>
    <w:p w:rsidR="0051545B" w:rsidRDefault="0051545B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514125" w:rsidRDefault="00C85AFD" w:rsidP="0051545B">
      <w:pPr>
        <w:pStyle w:val="libNormal"/>
        <w:ind w:firstLine="0"/>
        <w:rPr>
          <w:rFonts w:hint="cs"/>
        </w:rPr>
      </w:pPr>
      <w:r w:rsidRPr="00B91120">
        <w:rPr>
          <w:rFonts w:hint="cs"/>
          <w:cs/>
        </w:rPr>
        <w:lastRenderedPageBreak/>
        <w:t>คนที่เป็นเจ้าของขนมปังห้าแผ่น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เจ้าก็กินขนมปังไป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แผ่น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กับอีกสองในสามของแผ่นใช่หรือไม่</w:t>
      </w:r>
      <w:r w:rsidRPr="00B91120">
        <w:rPr>
          <w:rFonts w:cs="Times New Roman"/>
          <w:lang w:bidi="ar-SA"/>
        </w:rPr>
        <w:t xml:space="preserve">? </w:t>
      </w:r>
      <w:r w:rsidRPr="00B91120">
        <w:rPr>
          <w:rFonts w:hint="cs"/>
          <w:cs/>
        </w:rPr>
        <w:t>และแขกก็กินขนมปังไป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แผ่นกับอีกสองในสามของแผ่นใช่หรือไม่</w:t>
      </w:r>
      <w:r w:rsidRPr="00B91120">
        <w:rPr>
          <w:rFonts w:cs="Times New Roman"/>
          <w:lang w:bidi="ar-SA"/>
        </w:rPr>
        <w:t xml:space="preserve">? </w:t>
      </w:r>
      <w:r w:rsidRPr="00B91120">
        <w:rPr>
          <w:rFonts w:hint="cs"/>
          <w:cs/>
        </w:rPr>
        <w:t>แล้วเจ้าของขนมปังสามแผ่นก็ยังคงเหลือขนมปังของตน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ของแผ่นใช่หรือไม่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 xml:space="preserve">? </w:t>
      </w:r>
      <w:r w:rsidRPr="00B91120">
        <w:rPr>
          <w:rFonts w:hint="cs"/>
          <w:cs/>
        </w:rPr>
        <w:t>แล้วเจ้าของขนมปังสามแผ่นก็ยังคงเหลือขนมปังของตน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ของแผ่นใช่หรือไม่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 xml:space="preserve">? </w:t>
      </w:r>
      <w:r w:rsidRPr="00B91120">
        <w:rPr>
          <w:rFonts w:hint="cs"/>
          <w:cs/>
        </w:rPr>
        <w:t>แล้วเจ้าของขนมปัง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๕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แผ่นก็ยังคงเหลือขนมปังของตน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แผ่นกับ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ของแผ่น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ใช่หรือไม่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 xml:space="preserve">? </w:t>
      </w:r>
      <w:r w:rsidRPr="00B91120">
        <w:rPr>
          <w:rFonts w:hint="cs"/>
          <w:cs/>
        </w:rPr>
        <w:t>และมันถูกกินไป๒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แผ่นกับอีกสองในสามของแผ่น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ดังนั้นฉันจึงมอบให้แก่ท่านทั้งสองในอัตรา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ของแผ่นต่อหนึ่งดิรฮัม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ดังนั้นฉันจึงมอบให้แก่เจ้าคนที่คงเหลือขนมปัง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สองแผ่นกับ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เจ็ดดิรฮัมและมอบให้แก่เจ้าของ</w:t>
      </w:r>
    </w:p>
    <w:p w:rsidR="00C85AFD" w:rsidRPr="00B91120" w:rsidRDefault="00C85AFD" w:rsidP="0051545B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ขนมปัง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แผ่น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เพียงหนึ่งดิรฮัม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๑๐</w:t>
      </w:r>
      <w:r w:rsidRPr="00B91120">
        <w:rPr>
          <w:cs/>
        </w:rPr>
        <w:t>)</w:t>
      </w:r>
    </w:p>
    <w:p w:rsidR="00514125" w:rsidRDefault="00514125" w:rsidP="00514125">
      <w:pPr>
        <w:pStyle w:val="libArFootnote"/>
        <w:bidi w:val="0"/>
        <w:rPr>
          <w:rFonts w:cs="Cordia New" w:hint="cs"/>
          <w:lang w:bidi="th-TH"/>
        </w:rPr>
      </w:pPr>
      <w:bookmarkStart w:id="210" w:name="_Toc414269078"/>
      <w:r>
        <w:rPr>
          <w:rFonts w:cs="Cordia New" w:hint="cs"/>
          <w:cs/>
          <w:lang w:bidi="th-TH"/>
        </w:rPr>
        <w:t>------------------------------------------------------------------------</w:t>
      </w:r>
      <w:bookmarkEnd w:id="210"/>
    </w:p>
    <w:p w:rsidR="00C85AFD" w:rsidRPr="00514125" w:rsidRDefault="00C85AFD" w:rsidP="00514125">
      <w:pPr>
        <w:pStyle w:val="libArFootnote"/>
        <w:bidi w:val="0"/>
      </w:pPr>
      <w:bookmarkStart w:id="211" w:name="_Toc414269079"/>
      <w:r w:rsidRPr="00514125">
        <w:t>(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๑๐</w:t>
      </w:r>
      <w:r w:rsidRPr="00514125">
        <w:rPr>
          <w:szCs w:val="24"/>
          <w:cs/>
        </w:rPr>
        <w:t xml:space="preserve">) </w:t>
      </w:r>
      <w:r w:rsidR="0051545B" w:rsidRPr="00514125">
        <w:rPr>
          <w:rFonts w:ascii="Angsana New" w:hAnsi="Angsana New" w:cs="Angsana New" w:hint="cs"/>
          <w:szCs w:val="24"/>
          <w:cs/>
          <w:lang w:bidi="th-TH"/>
        </w:rPr>
        <w:t>วะซาอิลุชชี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อะฮ์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๑๘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๒๑๐</w:t>
      </w:r>
      <w:bookmarkEnd w:id="211"/>
    </w:p>
    <w:p w:rsidR="0051545B" w:rsidRPr="00514125" w:rsidRDefault="0051545B" w:rsidP="00514125">
      <w:pPr>
        <w:pStyle w:val="libArFootnote"/>
        <w:bidi w:val="0"/>
      </w:pPr>
    </w:p>
    <w:p w:rsidR="00C85AFD" w:rsidRDefault="00C85AFD" w:rsidP="0051545B">
      <w:pPr>
        <w:pStyle w:val="Heading2"/>
      </w:pPr>
      <w:bookmarkStart w:id="212" w:name="_Toc414269080"/>
      <w:r w:rsidRPr="00B91120">
        <w:rPr>
          <w:rFonts w:hint="cs"/>
          <w:cs/>
        </w:rPr>
        <w:t>คำวิงวอนอย่างสั้น</w:t>
      </w:r>
      <w:bookmarkEnd w:id="212"/>
    </w:p>
    <w:p w:rsidR="0051545B" w:rsidRPr="0051545B" w:rsidRDefault="0051545B" w:rsidP="0051545B">
      <w:pPr>
        <w:pStyle w:val="libNormal"/>
      </w:pPr>
    </w:p>
    <w:p w:rsidR="00C85AFD" w:rsidRPr="00B91120" w:rsidRDefault="00C85AFD" w:rsidP="0051545B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เอกลักษณ์ประการหนึ่งของบรรดาอิมาม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ของเราคือ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ดุอาอ์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โดยมีคุณลักษณะที่ไม่มีใครเหมือน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มีความดีเด่นในเรื่องนี้โดยเฉพาะ</w:t>
      </w:r>
    </w:p>
    <w:p w:rsidR="0051545B" w:rsidRDefault="00C85AFD" w:rsidP="0051545B">
      <w:pPr>
        <w:pStyle w:val="libNormal"/>
        <w:ind w:firstLine="0"/>
      </w:pPr>
      <w:r w:rsidRPr="00B91120">
        <w:rPr>
          <w:rFonts w:hint="cs"/>
          <w:cs/>
        </w:rPr>
        <w:t>อุซตาส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อับดุลอะซีซ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ผลงานดังกล่าวนี้</w:t>
      </w:r>
      <w:r w:rsidRPr="00B91120">
        <w:rPr>
          <w:cs/>
        </w:rPr>
        <w:t xml:space="preserve"> </w:t>
      </w:r>
      <w:r w:rsidR="0051545B" w:rsidRPr="00B91120">
        <w:rPr>
          <w:rFonts w:hint="cs"/>
          <w:cs/>
        </w:rPr>
        <w:t xml:space="preserve">ไม่มีผู้ใดสามารถทำได้ดีกว่าบรรดาอะฮ์ลุลบัยต์ </w:t>
      </w:r>
      <w:r w:rsidR="0051545B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51545B" w:rsidRPr="00B91120">
        <w:rPr>
          <w:rFonts w:hint="cs"/>
          <w:cs/>
        </w:rPr>
        <w:t>) เช่นในหมู่พวกเขามีหนังสื</w:t>
      </w:r>
      <w:r w:rsidR="0051545B" w:rsidRPr="00B91120">
        <w:rPr>
          <w:cs/>
        </w:rPr>
        <w:t>อ</w:t>
      </w:r>
    </w:p>
    <w:p w:rsidR="00C85AFD" w:rsidRPr="00B91120" w:rsidRDefault="00C85AFD" w:rsidP="0051545B">
      <w:pPr>
        <w:pStyle w:val="libNormal"/>
        <w:ind w:firstLine="0"/>
        <w:rPr>
          <w:rFonts w:cs="Times New Roman"/>
          <w:lang w:bidi="ar-SA"/>
        </w:rPr>
      </w:pP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อัศ</w:t>
      </w:r>
      <w:r w:rsidRPr="00B91120">
        <w:rPr>
          <w:cs/>
        </w:rPr>
        <w:t>-</w:t>
      </w:r>
      <w:r w:rsidRPr="00B91120">
        <w:rPr>
          <w:rFonts w:hint="cs"/>
          <w:cs/>
        </w:rPr>
        <w:t>เศาะฮีฟะตุซ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ซัจญาดียะฮ์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</w:t>
      </w:r>
      <w:r w:rsidR="0051545B" w:rsidRPr="00B91120">
        <w:rPr>
          <w:rFonts w:hint="cs"/>
          <w:cs/>
        </w:rPr>
        <w:t xml:space="preserve">มันคือสมบัติอันล้ำค่าของบรรดาอะฮ์ลุลบัยต์ </w:t>
      </w:r>
      <w:r w:rsidR="0051545B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51545B" w:rsidRPr="00B91120">
        <w:rPr>
          <w:rFonts w:hint="cs"/>
          <w:cs/>
        </w:rPr>
        <w:t xml:space="preserve">) วงศ์วานของศาสดามุฮัมมัด </w:t>
      </w:r>
      <w:r w:rsidR="0051545B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เป็นคลังแห่งความรู้อันยิ่งใหญ่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เป็นศูนย์แห่งวิทยาการและจริยธรรม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เป็นเอกลักษณ์พิเศษสำหรับการหาความรู้ในสภาวะแห่งพระผู้เป็นเจ้า</w:t>
      </w:r>
      <w:r w:rsidRPr="00B91120">
        <w:rPr>
          <w:rFonts w:cs="Times New Roman" w:hint="eastAsia"/>
          <w:lang w:bidi="ar-SA"/>
        </w:rPr>
        <w:t>”</w:t>
      </w:r>
    </w:p>
    <w:p w:rsidR="0051545B" w:rsidRDefault="00C85AFD" w:rsidP="0051545B">
      <w:pPr>
        <w:pStyle w:val="libNormal"/>
        <w:ind w:firstLine="0"/>
        <w:rPr>
          <w:cs/>
        </w:rPr>
      </w:pPr>
      <w:r w:rsidRPr="00B91120">
        <w:rPr>
          <w:rFonts w:hint="cs"/>
          <w:cs/>
        </w:rPr>
        <w:t>ได้มีการรวบรวมเอาบทดุอาอ์ของท่านอิมาม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เหล่านี้มาบันทึกโดยนักปราชญ์จำนวนนับร้อย</w:t>
      </w:r>
    </w:p>
    <w:p w:rsidR="0051545B" w:rsidRDefault="0051545B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51545B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lastRenderedPageBreak/>
        <w:t>อีกทั้งยังได้มีการหยิบยกมาบันทึกไว้ในหนังสือวิชาการเกี่ยวกับประวัติและสารานุกรมต่างๆอย่างมากมาย</w:t>
      </w:r>
    </w:p>
    <w:p w:rsidR="00C85AFD" w:rsidRPr="00B91120" w:rsidRDefault="00C85AFD" w:rsidP="0051545B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เรามีหนังสือเกี่ยวกับประมวลบทดุอาอ์ของอิมามอะลี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ฉบับที่บันทึกโดย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ท่านอับดุลลอฮ์</w:t>
      </w:r>
      <w:r w:rsidR="0051545B">
        <w:rPr>
          <w:rFonts w:hint="cs"/>
          <w:cs/>
        </w:rPr>
        <w:t xml:space="preserve"> </w:t>
      </w:r>
      <w:r w:rsidRPr="00B91120">
        <w:rPr>
          <w:rFonts w:hint="cs"/>
          <w:cs/>
        </w:rPr>
        <w:t>บินศอลิห์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อัซ</w:t>
      </w:r>
      <w:r w:rsidRPr="00B91120">
        <w:rPr>
          <w:cs/>
        </w:rPr>
        <w:t>-</w:t>
      </w:r>
      <w:r w:rsidRPr="00B91120">
        <w:rPr>
          <w:rFonts w:hint="cs"/>
          <w:cs/>
        </w:rPr>
        <w:t>ซามาฮีญี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อันเป็นหนังสือที่รวบรวมประเด็นต่างๆ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ที่บทดุอาอ์ของท่านเกี่ยวข้องด้วย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ในบทนี้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เราจะนำบทดุอาอ์บางส่วนของท่านอะลี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มาบันทึกเป็นพอสังเขป</w:t>
      </w:r>
    </w:p>
    <w:p w:rsidR="0051545B" w:rsidRDefault="0051545B" w:rsidP="00C85AFD">
      <w:pPr>
        <w:pStyle w:val="libNormal"/>
      </w:pPr>
    </w:p>
    <w:p w:rsidR="0051545B" w:rsidRDefault="00C85AFD" w:rsidP="0051545B">
      <w:pPr>
        <w:pStyle w:val="libNormal"/>
        <w:rPr>
          <w:cs/>
        </w:rPr>
      </w:pPr>
      <w:r w:rsidRPr="00B91120">
        <w:rPr>
          <w:rFonts w:hint="cs"/>
          <w:cs/>
        </w:rPr>
        <w:t>๑</w:t>
      </w:r>
      <w:r w:rsidRPr="00B91120">
        <w:rPr>
          <w:cs/>
        </w:rPr>
        <w:t xml:space="preserve">. </w:t>
      </w:r>
      <w:r w:rsidRPr="00B91120">
        <w:rPr>
          <w:rFonts w:cs="Times New Roman"/>
          <w:lang w:bidi="ar-SA"/>
        </w:rPr>
        <w:t>“</w:t>
      </w:r>
      <w:r w:rsidR="0051545B" w:rsidRPr="00B91120">
        <w:rPr>
          <w:rFonts w:hint="cs"/>
          <w:cs/>
        </w:rPr>
        <w:t xml:space="preserve">ข้าแต่อัลลอฮ์ </w:t>
      </w:r>
      <w:r w:rsidR="0051545B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ข้าขอความคุ้มครองจากพระองค์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ให้พ้นจากความมักมาก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ให้พ้นจากความโกรธ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และความริษยา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ให้พ้นจากความอ่อนแอ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ให้พ้นจากความไม่มีอุตสาหะ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การเบียดเบียน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การคล้อยตามอารมณ์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ให้พ้นจากการปฏิบัติตามความอยาก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ความขัดแย้งต่อทางนำ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ความหลงลืม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ให้พ้นจากความประพฤติในทางผิด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ให้พ้นจากการเป็นคนบาป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ให้พ้นจาก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การทรยศ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ตัดขาดการเชื่อฟังปฏิบัติตาม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สนับสนุนคนสะสมทรัพย์สิน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และเบียดเบียนคนที่ยากจน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ปกครองคนด้วยวิธีการที่เลวร้าย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ไม่ขอบพระคุณผู้ที่สร้างสรรค์ให้แก่เราให้พ้นจากการที่ต้องช่วยเหลือผู้อธรรมบั่นทอนคนที่ถูกกดขี่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ออกความคิดเห็นในสิ่งที่ไม่ชอบธรรมแก่ตน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หรือพูดในสิ่งที่ไม่มีความรู้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เราขอความคุ้มครองให้พ้นจากการเบียดเบียนผู้อื่น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ให้พ้นจากการพึงพอใจในทรัพย์สินและผลงานและความหวังที่ยาวนาน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เราขอความคุ้มครองให้พ้นจากวิถีชีวิตที่เลวร้าย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การกลั่นแกล้งผู้น้อย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ให้เราพ้นจากมารชัยฏอน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ให้พ้นจากการละเมิดของผู้มีอำนาจ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เราขอความคุ้มครองให้พ้นจากความสุรุ่ยสุร่ายและความสิ้นเปลือง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ให้พ้นจากการเบียดเบียนของเหล่าศัตรู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ให้พ้นจากความขาดแคลนเพื่อนฝูง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ให้พ้นจากชีวิตที่แร้นแค้นหรือการตายที่ไม่เป็นไปตามวาระกำหนด</w:t>
      </w:r>
    </w:p>
    <w:p w:rsidR="0051545B" w:rsidRDefault="0051545B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51545B" w:rsidRDefault="0051545B" w:rsidP="0051545B">
      <w:pPr>
        <w:pStyle w:val="libNormal"/>
      </w:pPr>
    </w:p>
    <w:p w:rsidR="00C85AFD" w:rsidRPr="00B91120" w:rsidRDefault="00C85AFD" w:rsidP="0051545B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ข้าแต่อัลลอฮ์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ข้าขอความคุ้มครอง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ให้พ้นจากความขาดทุนอันยิ่งใหญ่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ให้พ้นจากภัยพิบัติอันใหญ่หลวง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ให้พ้นจากสถานที่คืนกลับอันแสนเลวและถูกตัดขาดจากรางวัล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และต้องรับการลงโทษ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ข้าแต่อัลลอฮ์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ข้าขอความ</w:t>
      </w:r>
    </w:p>
    <w:p w:rsidR="00C85AFD" w:rsidRPr="00B91120" w:rsidRDefault="00C85AFD" w:rsidP="0051545B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คุ้มครองต่อพระองค์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ให้พ้นจากสิ่งเหล่านี้ทุกประการ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ด้วยความเมตตาและความประเสริฐจากพระองค์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แท้จริงพระองค์คือผู้ทรงมีอำนาจเหนือทุกสิ่ง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ดุอาอ์ของท่านอะลี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เมื่อหันมองดวงจันทร์เสี้ยว</w:t>
      </w:r>
    </w:p>
    <w:p w:rsidR="00C85AFD" w:rsidRDefault="00C85AFD" w:rsidP="0051545B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ข้าแต่อัลลอฮ์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ข้าขอจากพระองค์ซึ่งความดีงามแห่งเดือนนี้และความมีรัศมีของมันความแจ่มจ้าของมัน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ความมีสิริมงคลของมัน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ความสะอาดบริสุทธิ์ของมัน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และลาภยศจากมัน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ข้าขอต่อพระองค์ให้ได้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ความดีที่มีอยู่ในมัน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และความดีที่ตามหลังมันมา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ข้าขอความคุ้มครองจากพระองค์ให้พ้นจากความชั่วที่มีอยู่ในมัน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และความชั่วที่ติดตามมาภายหลังมัน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ข้าแต่อัลลอฮ์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โปรดนำมันเข้ามาสู่เราด้วยความปลอดภัยและศรัทธา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ด้วยความสันติและความสุขสงบ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ด้วยความจำเริญและการสำรวม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ด้วยความสัมฤทธิ์ผลตามที่พระองค์ทรงรักและทรงปิติชื่นชม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๒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๓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ในสิบวันแรกของเดือนซุล</w:t>
      </w:r>
      <w:r w:rsidRPr="00B91120">
        <w:rPr>
          <w:cs/>
        </w:rPr>
        <w:t>-</w:t>
      </w:r>
      <w:r w:rsidRPr="00B91120">
        <w:rPr>
          <w:rFonts w:hint="cs"/>
          <w:cs/>
        </w:rPr>
        <w:t>ฮิจญะฮ์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ได้ขอดุอาอ์ว่า</w:t>
      </w:r>
    </w:p>
    <w:p w:rsidR="0051545B" w:rsidRDefault="00C85AFD" w:rsidP="0051545B">
      <w:pPr>
        <w:pStyle w:val="libNormal"/>
        <w:rPr>
          <w:rFonts w:hint="cs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ไม่มีพระเจ้าอื่นใด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ตามจำนวนของหนามและต้นไม้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ไม่มีพระเจ้าอื่นใด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ตามจำนวนของเม็ดและหยาดหยดของฝน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ไม่มีพระเจ้าอื่นใดนอกจากอัลลอฮ์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ตามจำนวนของก้อนหินและก้อนกรวดทราย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ไม่มีพระเจ้าอื่นใดนอกจากอัลลอฮ์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</w:p>
    <w:p w:rsidR="00514125" w:rsidRDefault="00514125" w:rsidP="00514125">
      <w:pPr>
        <w:pStyle w:val="libArFootnote"/>
        <w:bidi w:val="0"/>
        <w:rPr>
          <w:rFonts w:cs="Cordia New" w:hint="cs"/>
          <w:lang w:bidi="th-TH"/>
        </w:rPr>
      </w:pPr>
      <w:bookmarkStart w:id="213" w:name="_Toc414269081"/>
      <w:r>
        <w:rPr>
          <w:rFonts w:cs="Cordia New" w:hint="cs"/>
          <w:cs/>
          <w:lang w:bidi="th-TH"/>
        </w:rPr>
        <w:t>-----------------------------------------------------------------------------</w:t>
      </w:r>
      <w:bookmarkEnd w:id="213"/>
    </w:p>
    <w:p w:rsidR="00514125" w:rsidRPr="00514125" w:rsidRDefault="00514125" w:rsidP="00514125">
      <w:pPr>
        <w:pStyle w:val="libArFootnote"/>
        <w:bidi w:val="0"/>
      </w:pPr>
      <w:bookmarkStart w:id="214" w:name="_Toc414269082"/>
      <w:r w:rsidRPr="00514125">
        <w:t>(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๑</w:t>
      </w:r>
      <w:r w:rsidRPr="00514125">
        <w:rPr>
          <w:szCs w:val="24"/>
          <w:cs/>
        </w:rPr>
        <w:t xml:space="preserve">)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ชัรฮ์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นะฮ์ญุลบะลาเฆาะฮ์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๒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๖๖</w:t>
      </w:r>
      <w:bookmarkEnd w:id="214"/>
    </w:p>
    <w:p w:rsidR="00514125" w:rsidRPr="00514125" w:rsidRDefault="00514125" w:rsidP="00514125">
      <w:pPr>
        <w:pStyle w:val="libArFootnote"/>
        <w:bidi w:val="0"/>
        <w:rPr>
          <w:cs/>
          <w:lang w:bidi="th-TH"/>
        </w:rPr>
      </w:pPr>
      <w:bookmarkStart w:id="215" w:name="_Toc414269083"/>
      <w:r w:rsidRPr="00514125">
        <w:t>(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๒</w:t>
      </w:r>
      <w:r w:rsidRPr="00514125">
        <w:rPr>
          <w:szCs w:val="24"/>
          <w:cs/>
        </w:rPr>
        <w:t xml:space="preserve">)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มิศบาหุล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มุตะฮัจญุด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514125">
        <w:rPr>
          <w:szCs w:val="24"/>
          <w:cs/>
        </w:rPr>
        <w:t xml:space="preserve"> </w:t>
      </w:r>
      <w:r w:rsidRPr="00514125">
        <w:rPr>
          <w:rFonts w:ascii="Angsana New" w:hAnsi="Angsana New" w:cs="Angsana New" w:hint="cs"/>
          <w:szCs w:val="24"/>
          <w:cs/>
          <w:lang w:bidi="th-TH"/>
        </w:rPr>
        <w:t>๓๘๔</w:t>
      </w:r>
      <w:bookmarkEnd w:id="215"/>
    </w:p>
    <w:p w:rsidR="00514125" w:rsidRPr="00514125" w:rsidRDefault="00514125" w:rsidP="00514125">
      <w:pPr>
        <w:pStyle w:val="libNormal"/>
        <w:ind w:firstLine="0"/>
        <w:rPr>
          <w:cs/>
        </w:rPr>
      </w:pPr>
    </w:p>
    <w:p w:rsidR="0051545B" w:rsidRDefault="0051545B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51545B" w:rsidRPr="00514125" w:rsidRDefault="00C85AFD" w:rsidP="00514125">
      <w:pPr>
        <w:pStyle w:val="libNormal"/>
        <w:rPr>
          <w:rFonts w:cs="Cordia New" w:hint="cs"/>
          <w:szCs w:val="40"/>
          <w:cs/>
        </w:rPr>
      </w:pPr>
      <w:r w:rsidRPr="00B91120">
        <w:rPr>
          <w:cs/>
        </w:rPr>
        <w:lastRenderedPageBreak/>
        <w:t xml:space="preserve"> </w:t>
      </w:r>
      <w:r w:rsidRPr="00B91120">
        <w:rPr>
          <w:rFonts w:hint="cs"/>
          <w:cs/>
        </w:rPr>
        <w:t>ตามจำนวนของการกระพริบตา</w:t>
      </w:r>
      <w:r w:rsidRPr="00B91120">
        <w:rPr>
          <w:cs/>
        </w:rPr>
        <w:t xml:space="preserve"> </w:t>
      </w:r>
      <w:r w:rsidR="0051545B" w:rsidRPr="00B91120">
        <w:rPr>
          <w:rFonts w:hint="cs"/>
          <w:cs/>
        </w:rPr>
        <w:t xml:space="preserve">ไม่มีพระเจ้าอื่นใดนอกจากอัลลอฮ์ </w:t>
      </w:r>
      <w:r w:rsidR="0051545B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ในยามกลางคืนที่มืดมิดและในยามเช้าที่กระจ่าง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ไม่มีพระเจ้าอื่นใดนอกจากอัลลอฮ์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ตามจำนวนของกระแสลมทั้งบนบกและในทะเล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ไม่มีพระเจ้าอื่นใดนอกจากอัลลอฮ์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นับแต่วันนี้จนถึงวันที่มีการเป่าลงในแตรสังข์สัญญาณ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๓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๔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หลังจากนมาซภาคบังคับ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อ่านดุอาอ์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ดังนี้</w:t>
      </w:r>
    </w:p>
    <w:p w:rsidR="0051545B" w:rsidRDefault="00C85AFD" w:rsidP="0051545B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ข้าแต่อัลลอฮ์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ข้าขอวิงวอนจากพระองค์โดยอ้างนาม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ของพระองค์อันถูกพิทักษ์คุ้มครองรักษาไว้โดยสะอาดบริสุทธิ์ด้วยจำเริญ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ข้าขอวิงวอนจากพระองค์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ด้วยพระนามของพระองค์ผู้ทรงยิ่งใหญ่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และด้วยอำนาจของพระองค์ที่ทรงมีมาแต่เดิม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ข้าแต่ผู้ทรงให้ตลอดกาล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ข้าแต่ผู้ทรงปลดปล่อยเชลย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ข้าแต่ผู้ทรงปลดปล่อยคนผิดให้พ้นจากไฟนรก</w:t>
      </w:r>
    </w:p>
    <w:p w:rsidR="0051545B" w:rsidRDefault="00C85AFD" w:rsidP="0051545B">
      <w:pPr>
        <w:pStyle w:val="libNormal"/>
        <w:ind w:firstLine="0"/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ข้าขอวิงวอนจากพระองค์ได้โปรดประทานพรแด่มุฮัมมัด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และได้โปรดปลดปล่อยข้าให้พ้นจากไฟนรก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ให้ข้าได้ออกจากโลกนี้ด้วยความสุขสันติ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ให้ข้าได้เข้าสู่สวรรค์ด้วยความปลอดภัยและโปรดบันดาลให้เบื้องต้นของ</w:t>
      </w:r>
    </w:p>
    <w:p w:rsidR="00C85AFD" w:rsidRPr="0051545B" w:rsidRDefault="00C85AFD" w:rsidP="0051545B">
      <w:pPr>
        <w:pStyle w:val="libNormal"/>
        <w:ind w:firstLine="0"/>
        <w:rPr>
          <w:rFonts w:cs="Cordia New"/>
          <w:szCs w:val="40"/>
        </w:rPr>
      </w:pPr>
      <w:r w:rsidRPr="00B91120">
        <w:rPr>
          <w:rFonts w:hint="cs"/>
          <w:cs/>
        </w:rPr>
        <w:t>ดุอาอ์ข้านี้เป็นชัยชนะ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และในตอนกลางของมันเป็นความสำเร็จ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ให้ตอนท้ายของมันเป็นความดีงามแท้จริงพระองค์คือผู้ทรงรู้ในสิ่งเร้นลับเสมอ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๔</w:t>
      </w:r>
      <w:r w:rsidRPr="00B91120">
        <w:rPr>
          <w:cs/>
        </w:rPr>
        <w:t>)</w:t>
      </w:r>
    </w:p>
    <w:p w:rsidR="0051545B" w:rsidRDefault="0051545B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๕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อิมามศอดิก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ท่านอะมีรุลมุมีนิน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ได้กล่าวในตอน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สุญดชุกูร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ว่า</w:t>
      </w:r>
    </w:p>
    <w:p w:rsidR="0051545B" w:rsidRDefault="00C85AFD" w:rsidP="0051545B">
      <w:pPr>
        <w:pStyle w:val="libNormal"/>
        <w:rPr>
          <w:rFonts w:cs="Cordia New" w:hint="cs"/>
          <w:szCs w:val="40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ข้าแต่ผู้ทรงไม่มีอะไรจะให้แก่คนที่กระวนกระวาย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นอกจากความดีงามและเอื้อเฟื้อเผื่อแผ่</w:t>
      </w:r>
      <w:r w:rsidR="0051545B">
        <w:rPr>
          <w:rFonts w:cs="Cordia New" w:hint="cs"/>
          <w:szCs w:val="40"/>
          <w:cs/>
        </w:rPr>
        <w:t xml:space="preserve"> </w:t>
      </w:r>
    </w:p>
    <w:p w:rsidR="00514125" w:rsidRDefault="00514125" w:rsidP="00514125">
      <w:pPr>
        <w:pStyle w:val="libNormal"/>
        <w:rPr>
          <w:rFonts w:cs="Cordia New" w:hint="cs"/>
          <w:szCs w:val="40"/>
        </w:rPr>
      </w:pPr>
      <w:r>
        <w:rPr>
          <w:rFonts w:cs="Cordia New" w:hint="cs"/>
          <w:szCs w:val="40"/>
          <w:cs/>
        </w:rPr>
        <w:t>-----------------------------------------------------</w:t>
      </w:r>
    </w:p>
    <w:p w:rsidR="00514125" w:rsidRPr="00084F91" w:rsidRDefault="00514125" w:rsidP="00084F91">
      <w:pPr>
        <w:pStyle w:val="libArFootnote"/>
        <w:bidi w:val="0"/>
        <w:rPr>
          <w:rFonts w:hint="cs"/>
          <w:szCs w:val="24"/>
          <w:cs/>
          <w:lang w:bidi="th-TH"/>
        </w:rPr>
      </w:pPr>
      <w:bookmarkStart w:id="216" w:name="_Toc414269084"/>
      <w:r w:rsidRPr="00084F91">
        <w:t>(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๓</w:t>
      </w:r>
      <w:r w:rsidR="00084F91" w:rsidRPr="00084F91">
        <w:rPr>
          <w:rFonts w:hint="cs"/>
          <w:szCs w:val="24"/>
          <w:cs/>
        </w:rPr>
        <w:t xml:space="preserve">) </w:t>
      </w:r>
      <w:r w:rsidR="00084F91" w:rsidRPr="00084F91">
        <w:rPr>
          <w:rFonts w:ascii="Angsana New" w:hAnsi="Angsana New" w:cs="Angsana New" w:hint="cs"/>
          <w:szCs w:val="24"/>
          <w:cs/>
          <w:lang w:bidi="th-TH"/>
        </w:rPr>
        <w:t>อุดดะตุด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ดาอี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๙๙</w:t>
      </w:r>
      <w:bookmarkEnd w:id="216"/>
    </w:p>
    <w:p w:rsidR="00514125" w:rsidRPr="00514125" w:rsidRDefault="00514125" w:rsidP="00084F91">
      <w:pPr>
        <w:pStyle w:val="libArFootnote"/>
        <w:bidi w:val="0"/>
        <w:rPr>
          <w:rFonts w:cs="Cordia New" w:hint="cs"/>
          <w:szCs w:val="40"/>
          <w:cs/>
          <w:lang w:bidi="th-TH"/>
        </w:rPr>
      </w:pPr>
      <w:bookmarkStart w:id="217" w:name="_Toc414269085"/>
      <w:r w:rsidRPr="00084F91">
        <w:t>(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๔</w:t>
      </w:r>
      <w:r w:rsidRPr="00084F91">
        <w:rPr>
          <w:szCs w:val="24"/>
          <w:cs/>
        </w:rPr>
        <w:t xml:space="preserve">)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084F91">
        <w:rPr>
          <w:szCs w:val="24"/>
          <w:cs/>
        </w:rPr>
        <w:t>-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ญุนนะตุลวากิยะฮ์</w:t>
      </w:r>
      <w:r w:rsidRPr="00084F91">
        <w:rPr>
          <w:szCs w:val="24"/>
          <w:cs/>
        </w:rPr>
        <w:t xml:space="preserve"> </w:t>
      </w:r>
      <w:r w:rsidR="00084F91" w:rsidRPr="00084F91">
        <w:rPr>
          <w:rFonts w:ascii="Angsana New" w:hAnsi="Angsana New" w:cs="Angsana New" w:hint="cs"/>
          <w:szCs w:val="24"/>
          <w:cs/>
          <w:lang w:bidi="th-TH"/>
        </w:rPr>
        <w:t>ของกัฟอะ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มี</w:t>
      </w:r>
      <w:r w:rsidR="00084F91" w:rsidRPr="00084F91">
        <w:rPr>
          <w:rFonts w:ascii="Angsana New" w:hAnsi="Angsana New" w:cs="Angsana New" w:hint="cs"/>
          <w:szCs w:val="24"/>
          <w:cs/>
          <w:lang w:bidi="th-TH"/>
        </w:rPr>
        <w:t>ย์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๑๔</w:t>
      </w:r>
      <w:bookmarkEnd w:id="217"/>
    </w:p>
    <w:p w:rsidR="0051545B" w:rsidRDefault="0051545B">
      <w:pPr>
        <w:rPr>
          <w:rFonts w:ascii="Angsana New" w:hAnsi="Angsana New" w:cs="Cordia New"/>
          <w:sz w:val="32"/>
          <w:szCs w:val="40"/>
          <w:cs/>
          <w:lang w:bidi="th-TH"/>
        </w:rPr>
      </w:pPr>
      <w:r>
        <w:rPr>
          <w:rFonts w:cs="Cordia New"/>
          <w:szCs w:val="40"/>
          <w:rtl/>
          <w:cs/>
        </w:rPr>
        <w:br w:type="page"/>
      </w:r>
    </w:p>
    <w:p w:rsidR="0051545B" w:rsidRDefault="00C85AFD" w:rsidP="0051545B">
      <w:pPr>
        <w:pStyle w:val="libNormal"/>
        <w:ind w:firstLine="0"/>
      </w:pPr>
      <w:r w:rsidRPr="00B91120">
        <w:rPr>
          <w:rFonts w:hint="cs"/>
          <w:cs/>
        </w:rPr>
        <w:lastRenderedPageBreak/>
        <w:t>ข้าแต่ผู้มีไว้ซึ่งคลังทั้งมวลแห่งชั้นฟ้า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และแผ่นดิน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โปรดอย่าให้ความชั่วของข้า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ต้องยับยั้งพระองค์มิให้ประทาน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ความดีงามของพระองค์</w:t>
      </w:r>
    </w:p>
    <w:p w:rsidR="00C85AFD" w:rsidRPr="0051545B" w:rsidRDefault="00C85AFD" w:rsidP="0051545B">
      <w:pPr>
        <w:pStyle w:val="libNormal"/>
        <w:ind w:firstLine="0"/>
      </w:pPr>
      <w:r w:rsidRPr="00B91120">
        <w:rPr>
          <w:rFonts w:hint="cs"/>
          <w:cs/>
        </w:rPr>
        <w:t>ข้าขอวิงวอนต่อพระองค์ได้โปรดประทานให้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ข้าได้ในสิ่งที่</w:t>
      </w:r>
    </w:p>
    <w:p w:rsidR="00084F91" w:rsidRDefault="00C85AFD" w:rsidP="0051545B">
      <w:pPr>
        <w:pStyle w:val="libNormal"/>
        <w:ind w:firstLine="0"/>
        <w:rPr>
          <w:rFonts w:hint="cs"/>
        </w:rPr>
      </w:pPr>
      <w:r w:rsidRPr="00B91120">
        <w:rPr>
          <w:rFonts w:hint="cs"/>
          <w:cs/>
        </w:rPr>
        <w:t>พระองค์เป็นเจ้าของ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ขณะที่พระองค์เป็นเจ้าของความดี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เกียรติยศ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</w:t>
      </w:r>
    </w:p>
    <w:p w:rsidR="0051545B" w:rsidRDefault="00C85AFD" w:rsidP="0051545B">
      <w:pPr>
        <w:pStyle w:val="libNormal"/>
        <w:ind w:firstLine="0"/>
      </w:pPr>
      <w:r w:rsidRPr="00B91120">
        <w:rPr>
          <w:rFonts w:hint="cs"/>
          <w:cs/>
        </w:rPr>
        <w:t>การอภัย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ข้าแต่พระผู้อภิบาล</w:t>
      </w:r>
      <w:r w:rsidR="0051545B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พระองค์คือผู้ทรงสามารถยิ่งในการตอบแทน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ด้วยบทลงโทษ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ข้าแต่พระผู้อภิบาล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แน่นอนข้าย่อมคู่ควรกับสิ่งนั้น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ข้าไม่มีข้อพิสูจน์และไม่มีข้อแก้ตัวใด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ที่จะมีต่อพระองค์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ความบาปทุกอย่างที่</w:t>
      </w:r>
    </w:p>
    <w:p w:rsidR="00084F91" w:rsidRDefault="00C85AFD" w:rsidP="0051545B">
      <w:pPr>
        <w:pStyle w:val="libNormal"/>
        <w:ind w:firstLine="0"/>
        <w:rPr>
          <w:rFonts w:hint="cs"/>
        </w:rPr>
      </w:pPr>
      <w:r w:rsidRPr="00B91120">
        <w:rPr>
          <w:rFonts w:hint="cs"/>
          <w:cs/>
        </w:rPr>
        <w:t>ข้ากระทำลงไปและความผิดทุกประการที่ข้ากระทำไป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และความชั่วทุกอย่างที่ข้ากระทำไป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ขอได้โปรดอภัยให้แก่ข้า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และโปรดเมตตา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และโปรดอนุโลมให้ในสิ่งที่พระองค์ทรงรู้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แท้จริงพระองค์ทรงให้ความรัก</w:t>
      </w:r>
      <w:r w:rsidRPr="00B91120">
        <w:rPr>
          <w:cs/>
        </w:rPr>
        <w:t xml:space="preserve"> </w:t>
      </w:r>
    </w:p>
    <w:p w:rsidR="00C85AFD" w:rsidRPr="0051545B" w:rsidRDefault="00C85AFD" w:rsidP="0051545B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ความเอื้อเฟื้อเผื่อแผ่เสมอ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๕</w:t>
      </w:r>
      <w:r w:rsidRPr="00B91120">
        <w:rPr>
          <w:cs/>
        </w:rPr>
        <w:t>)</w:t>
      </w:r>
    </w:p>
    <w:p w:rsidR="0051545B" w:rsidRDefault="0051545B" w:rsidP="0051545B">
      <w:pPr>
        <w:pStyle w:val="libNormal"/>
        <w:ind w:firstLine="0"/>
        <w:rPr>
          <w:rFonts w:cs="Cordia New"/>
          <w:szCs w:val="40"/>
        </w:rPr>
      </w:pPr>
    </w:p>
    <w:p w:rsidR="0051545B" w:rsidRDefault="0051545B" w:rsidP="0051545B">
      <w:pPr>
        <w:pStyle w:val="libNormal"/>
        <w:ind w:firstLine="0"/>
        <w:rPr>
          <w:rFonts w:cs="Cordia New"/>
          <w:szCs w:val="40"/>
        </w:rPr>
      </w:pPr>
    </w:p>
    <w:p w:rsidR="0051545B" w:rsidRPr="0051545B" w:rsidRDefault="0051545B" w:rsidP="0051545B">
      <w:pPr>
        <w:pStyle w:val="libNormal"/>
        <w:ind w:firstLine="0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๖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ดุอาอ์วิงวอนขอของท่านอะลี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ตอนหนึ่งมีดังนี้</w:t>
      </w:r>
    </w:p>
    <w:p w:rsidR="00084F91" w:rsidRDefault="00C85AFD" w:rsidP="0051545B">
      <w:pPr>
        <w:pStyle w:val="libNormal"/>
        <w:rPr>
          <w:rFonts w:hint="cs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ข้าแต่อัลลอฮ์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ขอได้โปรดบันดาลให้ลิ้นของข้าสะอาดจาก</w:t>
      </w:r>
    </w:p>
    <w:p w:rsidR="00C85AFD" w:rsidRDefault="00C85AFD" w:rsidP="0051545B">
      <w:pPr>
        <w:pStyle w:val="libNormal"/>
        <w:rPr>
          <w:rFonts w:hint="cs"/>
        </w:rPr>
      </w:pPr>
      <w:r w:rsidRPr="00B91120">
        <w:rPr>
          <w:rFonts w:hint="cs"/>
          <w:cs/>
        </w:rPr>
        <w:t>การโกหก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ให้หัวใจของข้าสะอาดพ้นจากความหลอกลวง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ให้การงานของข้าสะอาด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พ้นจากการโอ้อวด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ให้สายตาของข้าสะอาด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พ้นจากสิ่งที่ชั่วร้าย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เพราะพระองค์ทรงรู้ในสิ่งที่ชั่วร้ายอย่างเปิดเผย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และสิ่งซ่อนเร้นในหัวใจ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๖</w:t>
      </w:r>
      <w:r w:rsidRPr="00B91120">
        <w:rPr>
          <w:cs/>
        </w:rPr>
        <w:t>)</w:t>
      </w:r>
    </w:p>
    <w:p w:rsidR="00084F91" w:rsidRDefault="00084F91" w:rsidP="00084F91">
      <w:pPr>
        <w:pStyle w:val="libNormal"/>
        <w:rPr>
          <w:rFonts w:cs="Cordia New" w:hint="cs"/>
          <w:szCs w:val="40"/>
        </w:rPr>
      </w:pPr>
      <w:r>
        <w:rPr>
          <w:rFonts w:cs="Cordia New" w:hint="cs"/>
          <w:szCs w:val="40"/>
          <w:cs/>
        </w:rPr>
        <w:t>------------------------------------------------</w:t>
      </w:r>
    </w:p>
    <w:p w:rsidR="00084F91" w:rsidRPr="00084F91" w:rsidRDefault="00084F91" w:rsidP="00084F91">
      <w:pPr>
        <w:pStyle w:val="libArFootnote"/>
        <w:bidi w:val="0"/>
        <w:rPr>
          <w:cs/>
          <w:lang w:bidi="th-TH"/>
        </w:rPr>
      </w:pPr>
      <w:bookmarkStart w:id="218" w:name="_Toc414269086"/>
      <w:r w:rsidRPr="00084F91">
        <w:t>(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๕</w:t>
      </w:r>
      <w:r w:rsidRPr="00084F91">
        <w:rPr>
          <w:szCs w:val="24"/>
          <w:cs/>
        </w:rPr>
        <w:t xml:space="preserve">)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เล่มเดิม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๔๒</w:t>
      </w:r>
      <w:bookmarkEnd w:id="218"/>
    </w:p>
    <w:p w:rsidR="006169F4" w:rsidRPr="00084F91" w:rsidRDefault="006169F4" w:rsidP="00084F91">
      <w:pPr>
        <w:pStyle w:val="libArFootnote"/>
        <w:bidi w:val="0"/>
      </w:pPr>
      <w:bookmarkStart w:id="219" w:name="_Toc414269087"/>
      <w:r w:rsidRPr="00084F91">
        <w:t>(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๖</w:t>
      </w:r>
      <w:r w:rsidRPr="00084F91">
        <w:rPr>
          <w:szCs w:val="24"/>
          <w:cs/>
        </w:rPr>
        <w:t xml:space="preserve">)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ชัรฮ์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นะฮ์ญุล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บะลาเฆาะฮ์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๑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๖๙</w:t>
      </w:r>
      <w:bookmarkEnd w:id="219"/>
    </w:p>
    <w:p w:rsidR="0051545B" w:rsidRDefault="0051545B" w:rsidP="006169F4">
      <w:pPr>
        <w:pStyle w:val="libNormal"/>
        <w:ind w:firstLine="0"/>
      </w:pPr>
    </w:p>
    <w:p w:rsidR="0051545B" w:rsidRDefault="0051545B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51545B" w:rsidRPr="00B91120" w:rsidRDefault="0051545B" w:rsidP="0051545B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๗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ดุอาอ์วิงวอนขอของท่านอะลี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ในช่วงเวลาเช้า</w:t>
      </w:r>
      <w:r w:rsidRPr="00B91120">
        <w:rPr>
          <w:cs/>
        </w:rPr>
        <w:t>(</w:t>
      </w:r>
      <w:r w:rsidRPr="00B91120">
        <w:rPr>
          <w:rFonts w:hint="cs"/>
          <w:cs/>
        </w:rPr>
        <w:t>ซุบฮิ</w:t>
      </w:r>
      <w:r w:rsidRPr="00B91120">
        <w:rPr>
          <w:cs/>
        </w:rPr>
        <w:t>)</w:t>
      </w:r>
    </w:p>
    <w:p w:rsidR="006169F4" w:rsidRDefault="00C85AFD" w:rsidP="006169F4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มวลการสรรเสริญเป็นสิทธิ์ของอัลลอฮ์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ผู้ทรงบันดาล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ให้ฉันรู้จักพระองค์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และไม่ทอดทิ้งให้ฉันอยู่ในสภาพที่หัวใจบอด</w:t>
      </w:r>
    </w:p>
    <w:p w:rsidR="006169F4" w:rsidRDefault="00C85AFD" w:rsidP="006169F4">
      <w:pPr>
        <w:pStyle w:val="libNormal"/>
        <w:ind w:firstLine="0"/>
      </w:pPr>
      <w:r w:rsidRPr="00B91120">
        <w:rPr>
          <w:cs/>
        </w:rPr>
        <w:t xml:space="preserve"> </w:t>
      </w:r>
      <w:r w:rsidR="006169F4">
        <w:rPr>
          <w:rFonts w:hint="cs"/>
          <w:cs/>
        </w:rPr>
        <w:t xml:space="preserve">       </w:t>
      </w:r>
      <w:r w:rsidRPr="00B91120">
        <w:rPr>
          <w:rFonts w:hint="cs"/>
          <w:cs/>
        </w:rPr>
        <w:t>มวลการสรรเสริญเป็นของอัลลอฮ์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ผู้ซึ่งบันดาลให้ฉันเป็นประชาชาติของมุฮัมมัด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</w:p>
    <w:p w:rsidR="006169F4" w:rsidRDefault="00C85AFD" w:rsidP="006169F4">
      <w:pPr>
        <w:pStyle w:val="libNormal"/>
        <w:ind w:firstLine="0"/>
      </w:pPr>
      <w:r w:rsidRPr="00B91120">
        <w:rPr>
          <w:cs/>
        </w:rPr>
        <w:t xml:space="preserve"> </w:t>
      </w:r>
      <w:r w:rsidR="006169F4">
        <w:rPr>
          <w:rFonts w:hint="cs"/>
          <w:cs/>
        </w:rPr>
        <w:t xml:space="preserve">      </w:t>
      </w:r>
      <w:r w:rsidRPr="00B91120">
        <w:rPr>
          <w:rFonts w:hint="cs"/>
          <w:cs/>
        </w:rPr>
        <w:t>มวลการสรรเสริญเป็นของอัลลอฮ์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ผู้ซึ่งบันดาลให้เครื่องยังชีพของฉันอยู่ในอุ้งอำนาจของพระองค์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และไม่ทำให้มันตกอยู่ในอุ้งมือของมวลมนุษย์</w:t>
      </w:r>
    </w:p>
    <w:p w:rsidR="006169F4" w:rsidRPr="00084F91" w:rsidRDefault="00C85AFD" w:rsidP="00084F91">
      <w:pPr>
        <w:pStyle w:val="libNormal"/>
        <w:ind w:firstLine="0"/>
      </w:pPr>
      <w:r w:rsidRPr="00B91120">
        <w:rPr>
          <w:cs/>
        </w:rPr>
        <w:t xml:space="preserve"> </w:t>
      </w:r>
      <w:r w:rsidR="006169F4">
        <w:rPr>
          <w:rFonts w:hint="cs"/>
          <w:cs/>
        </w:rPr>
        <w:t xml:space="preserve">      </w:t>
      </w:r>
      <w:r w:rsidRPr="00B91120">
        <w:rPr>
          <w:rFonts w:hint="cs"/>
          <w:cs/>
        </w:rPr>
        <w:t>มวลการสรรเสริญเป็นของอัลลอฮ์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ที่ทรงปกป้องความลับของข้าให้พ้นจากความอับอายต่อมวลมนุษย์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๗</w:t>
      </w:r>
      <w:r w:rsidRPr="00B91120">
        <w:rPr>
          <w:cs/>
        </w:rPr>
        <w:t>)</w:t>
      </w:r>
    </w:p>
    <w:p w:rsidR="00C85AFD" w:rsidRPr="00B91120" w:rsidRDefault="006169F4" w:rsidP="006169F4">
      <w:pPr>
        <w:pStyle w:val="libNormal"/>
        <w:rPr>
          <w:rFonts w:cs="Times New Roman"/>
          <w:lang w:bidi="ar-SA"/>
        </w:rPr>
      </w:pPr>
      <w:r w:rsidRPr="00B91120">
        <w:rPr>
          <w:rFonts w:cs="Times New Roman"/>
          <w:lang w:bidi="ar-SA"/>
        </w:rPr>
        <w:t xml:space="preserve"> </w:t>
      </w:r>
      <w:r w:rsidR="00C85AFD" w:rsidRPr="00B91120">
        <w:rPr>
          <w:rFonts w:hint="cs"/>
          <w:cs/>
        </w:rPr>
        <w:t>๘</w:t>
      </w:r>
      <w:r w:rsidR="00C85AFD" w:rsidRPr="00B91120">
        <w:rPr>
          <w:cs/>
        </w:rPr>
        <w:t xml:space="preserve">. </w:t>
      </w:r>
      <w:r w:rsidR="00C85AFD" w:rsidRPr="00B91120">
        <w:rPr>
          <w:rFonts w:hint="cs"/>
          <w:cs/>
        </w:rPr>
        <w:t>ดุอาอ์อีกบทหนึ่งของท่านอะลี</w:t>
      </w:r>
      <w:r w:rsidR="00C85AFD" w:rsidRPr="00B91120">
        <w:rPr>
          <w:cs/>
        </w:rPr>
        <w:t>(</w:t>
      </w:r>
      <w:r w:rsidR="00C85AFD" w:rsidRPr="00B91120">
        <w:rPr>
          <w:rFonts w:hint="cs"/>
          <w:cs/>
        </w:rPr>
        <w:t>อ</w:t>
      </w:r>
      <w:r w:rsidR="00C85AFD" w:rsidRPr="00B91120">
        <w:rPr>
          <w:cs/>
        </w:rPr>
        <w:t xml:space="preserve">) </w:t>
      </w:r>
      <w:r w:rsidR="00C85AFD" w:rsidRPr="00B91120">
        <w:rPr>
          <w:rFonts w:hint="cs"/>
          <w:cs/>
        </w:rPr>
        <w:t>มีดังนี้</w:t>
      </w:r>
    </w:p>
    <w:p w:rsidR="006169F4" w:rsidRDefault="00C85AFD" w:rsidP="00C85AFD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มหาบริสุทธิ์แด่พระองค์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ผู้ที่ไม่มีใครสามารถควบคุมความรอบรู้ของพระองค์ได้</w:t>
      </w:r>
    </w:p>
    <w:p w:rsidR="006169F4" w:rsidRDefault="006169F4" w:rsidP="006169F4">
      <w:pPr>
        <w:pStyle w:val="libNormal"/>
        <w:ind w:firstLine="0"/>
      </w:pPr>
      <w:r>
        <w:rPr>
          <w:rFonts w:hint="cs"/>
          <w:cs/>
        </w:rPr>
        <w:t xml:space="preserve">       </w:t>
      </w:r>
      <w:r w:rsidR="00C85AFD" w:rsidRPr="00B91120">
        <w:rPr>
          <w:rFonts w:hint="cs"/>
          <w:cs/>
        </w:rPr>
        <w:t>มหาบริสุทธิ์แด่พระองค์</w:t>
      </w:r>
      <w:r>
        <w:rPr>
          <w:rFonts w:hint="cs"/>
          <w:cs/>
        </w:rPr>
        <w:t xml:space="preserve"> </w:t>
      </w:r>
      <w:r w:rsidR="00C85AFD" w:rsidRPr="00B91120">
        <w:rPr>
          <w:rFonts w:hint="cs"/>
          <w:cs/>
        </w:rPr>
        <w:t>ผู้ซึ่งไม่มีใครทำลายคลังทั้งมวลของพระองค์</w:t>
      </w:r>
    </w:p>
    <w:p w:rsidR="006169F4" w:rsidRDefault="006169F4" w:rsidP="006169F4">
      <w:pPr>
        <w:pStyle w:val="libNormal"/>
        <w:ind w:firstLine="0"/>
      </w:pPr>
      <w:r>
        <w:rPr>
          <w:rFonts w:hint="cs"/>
          <w:cs/>
        </w:rPr>
        <w:t xml:space="preserve">       </w:t>
      </w:r>
      <w:r w:rsidR="00C85AFD" w:rsidRPr="00B91120">
        <w:rPr>
          <w:rFonts w:hint="cs"/>
          <w:cs/>
        </w:rPr>
        <w:t>มหาบริสุทธิ์แด่พระองค์</w:t>
      </w:r>
      <w:r>
        <w:rPr>
          <w:rFonts w:hint="cs"/>
          <w:cs/>
        </w:rPr>
        <w:t xml:space="preserve"> </w:t>
      </w:r>
      <w:r w:rsidR="00C85AFD" w:rsidRPr="00B91120">
        <w:rPr>
          <w:rFonts w:hint="cs"/>
          <w:cs/>
        </w:rPr>
        <w:t>ผู้ซึ่งไม่มีใครทัดทานความเกรียงไกรของพระองค์ได้</w:t>
      </w:r>
      <w:r w:rsidR="00C85AFD" w:rsidRPr="00B91120">
        <w:rPr>
          <w:cs/>
        </w:rPr>
        <w:t xml:space="preserve"> </w:t>
      </w:r>
    </w:p>
    <w:p w:rsidR="006169F4" w:rsidRDefault="006169F4" w:rsidP="006169F4">
      <w:pPr>
        <w:pStyle w:val="libNormal"/>
        <w:ind w:firstLine="0"/>
      </w:pPr>
      <w:r>
        <w:rPr>
          <w:rFonts w:hint="cs"/>
          <w:cs/>
        </w:rPr>
        <w:t xml:space="preserve">       </w:t>
      </w:r>
      <w:r w:rsidR="00C85AFD" w:rsidRPr="00B91120">
        <w:rPr>
          <w:rFonts w:hint="cs"/>
          <w:cs/>
        </w:rPr>
        <w:t>มหาบริสุทธิ์แด่พระองค์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ผู้ซึ่งไม่มีใครบั่นทอนสิ่งที่มีอยู่</w:t>
      </w:r>
      <w:r>
        <w:rPr>
          <w:rFonts w:hint="cs"/>
          <w:cs/>
        </w:rPr>
        <w:t xml:space="preserve"> </w:t>
      </w:r>
      <w:r w:rsidR="00C85AFD" w:rsidRPr="00B91120">
        <w:rPr>
          <w:rFonts w:hint="cs"/>
          <w:cs/>
        </w:rPr>
        <w:t>ณ</w:t>
      </w:r>
      <w:r>
        <w:rPr>
          <w:rFonts w:hint="cs"/>
          <w:cs/>
        </w:rPr>
        <w:t xml:space="preserve"> </w:t>
      </w:r>
      <w:r w:rsidR="00C85AFD" w:rsidRPr="00B91120">
        <w:rPr>
          <w:rFonts w:hint="cs"/>
          <w:cs/>
        </w:rPr>
        <w:t>พระองค์ได้</w:t>
      </w:r>
      <w:r>
        <w:rPr>
          <w:rFonts w:hint="cs"/>
          <w:cs/>
        </w:rPr>
        <w:t xml:space="preserve"> </w:t>
      </w:r>
      <w:r w:rsidR="00C85AFD" w:rsidRPr="00B91120">
        <w:rPr>
          <w:rFonts w:hint="cs"/>
          <w:cs/>
        </w:rPr>
        <w:t>มหาบริสุทธิ์แด่พระองค์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ผู้ที่ไม่มีใครตัดรอนความยั่งยืนของพระองค์ได้</w:t>
      </w:r>
    </w:p>
    <w:p w:rsidR="00084F91" w:rsidRDefault="00C85AFD" w:rsidP="00084F91">
      <w:pPr>
        <w:pStyle w:val="libNormal"/>
        <w:ind w:firstLine="0"/>
        <w:rPr>
          <w:rFonts w:hint="cs"/>
        </w:rPr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มหาบริสุทธิ์แด่พระองค์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ผู้ซึ่งไม่มีภาคีหุ้นส่วนใด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ในภารกิจของพระองค์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มหาบริสุทธิ์แด่พระองค์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ผู้ซึ่งไม่มีพระเจ้าอื่นอีกเลย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นอกจากพระองค์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๘</w:t>
      </w:r>
      <w:r w:rsidRPr="00B91120">
        <w:rPr>
          <w:cs/>
        </w:rPr>
        <w:t>)</w:t>
      </w:r>
    </w:p>
    <w:p w:rsidR="00084F91" w:rsidRDefault="00084F91" w:rsidP="00084F91">
      <w:pPr>
        <w:pStyle w:val="libNormal"/>
        <w:ind w:firstLine="0"/>
        <w:rPr>
          <w:rFonts w:hint="cs"/>
        </w:rPr>
      </w:pPr>
      <w:r>
        <w:rPr>
          <w:rFonts w:hint="cs"/>
          <w:cs/>
        </w:rPr>
        <w:t>----------------------------------------------------------------</w:t>
      </w:r>
    </w:p>
    <w:p w:rsidR="00084F91" w:rsidRPr="00084F91" w:rsidRDefault="00084F91" w:rsidP="00084F91">
      <w:pPr>
        <w:pStyle w:val="libArFootnote"/>
        <w:bidi w:val="0"/>
        <w:rPr>
          <w:cs/>
          <w:lang w:bidi="th-TH"/>
        </w:rPr>
      </w:pPr>
      <w:bookmarkStart w:id="220" w:name="_Toc414269088"/>
      <w:r w:rsidRPr="00084F91">
        <w:t>(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๗</w:t>
      </w:r>
      <w:r w:rsidRPr="00084F91">
        <w:rPr>
          <w:szCs w:val="24"/>
          <w:cs/>
        </w:rPr>
        <w:t xml:space="preserve">)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ญุนนะตุลวากิยะฮ์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ของดามาด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๕๐</w:t>
      </w:r>
      <w:bookmarkEnd w:id="220"/>
    </w:p>
    <w:p w:rsidR="006169F4" w:rsidRPr="00084F91" w:rsidRDefault="006169F4" w:rsidP="00084F91">
      <w:pPr>
        <w:pStyle w:val="libArFootnote"/>
        <w:bidi w:val="0"/>
        <w:rPr>
          <w:szCs w:val="24"/>
          <w:cs/>
        </w:rPr>
      </w:pPr>
      <w:bookmarkStart w:id="221" w:name="_Toc414269089"/>
      <w:r w:rsidRPr="00084F91">
        <w:t>(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๘</w:t>
      </w:r>
      <w:r w:rsidRPr="00084F91">
        <w:rPr>
          <w:szCs w:val="24"/>
          <w:cs/>
        </w:rPr>
        <w:t xml:space="preserve">)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084F91">
        <w:rPr>
          <w:szCs w:val="24"/>
          <w:cs/>
        </w:rPr>
        <w:t>-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ญุนนะตุลวะกิยะฮ์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ของกัฟอะมีย์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๙๓</w:t>
      </w:r>
      <w:bookmarkEnd w:id="221"/>
    </w:p>
    <w:p w:rsidR="006169F4" w:rsidRDefault="006169F4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084F91" w:rsidRDefault="00C85AFD" w:rsidP="006169F4">
      <w:pPr>
        <w:pStyle w:val="libNormal"/>
        <w:ind w:firstLine="0"/>
        <w:rPr>
          <w:rFonts w:cs="Cordia New" w:hint="cs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๙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ดุอาอ์บทหนึ่งของท่านอะลี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มีดังนี้</w:t>
      </w:r>
    </w:p>
    <w:p w:rsidR="006169F4" w:rsidRDefault="00C85AFD" w:rsidP="006169F4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ข้าแต่อัลลอฮ์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ได้โปรดอภัยให้แก่ข้า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ในความผิดซึ่งพระองค์รู้ว่ามีอยู่ในตัวข้า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ดังนั้นถ้าหากพระองค์ทรงคิดคำนวณต่อข้า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ขอได้โปรดคิดคำนวณด้วยการให้อภัย</w:t>
      </w:r>
      <w:r w:rsidRPr="00B91120">
        <w:rPr>
          <w:cs/>
        </w:rPr>
        <w:t xml:space="preserve"> </w:t>
      </w:r>
    </w:p>
    <w:p w:rsidR="006169F4" w:rsidRDefault="00C85AFD" w:rsidP="006169F4">
      <w:pPr>
        <w:pStyle w:val="libNormal"/>
        <w:ind w:firstLine="0"/>
      </w:pPr>
      <w:r w:rsidRPr="00B91120">
        <w:rPr>
          <w:rFonts w:hint="cs"/>
          <w:cs/>
        </w:rPr>
        <w:t>ข้าแต่อัลลอฮ์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ได้โปรดอภัยในทุกสิ่งที่เป็นความผิดในตัวข้าและที่พระองค์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ไม่ทรงพบว่าจะมีทางผ่อนผันใด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</w:p>
    <w:p w:rsidR="006169F4" w:rsidRDefault="00C85AFD" w:rsidP="006169F4">
      <w:pPr>
        <w:pStyle w:val="libNormal"/>
        <w:ind w:firstLine="0"/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ข้าแต่อัลลอฮ์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ได้โปรดอภัยให้แก่ข้า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ในกรณีที่ข้าได้แสวงหาความใกล้ชิดต่อพระองค์แล้ว</w:t>
      </w:r>
      <w:r w:rsidR="006169F4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ต่อจากนั้น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หัวใจของข้าก็ได้แปรเปลี่ยนเสีย</w:t>
      </w:r>
      <w:r w:rsidRPr="00B91120">
        <w:rPr>
          <w:cs/>
        </w:rPr>
        <w:t xml:space="preserve"> </w:t>
      </w:r>
    </w:p>
    <w:p w:rsidR="00C85AFD" w:rsidRDefault="00C85AFD" w:rsidP="006169F4">
      <w:pPr>
        <w:pStyle w:val="libNormal"/>
        <w:ind w:firstLine="0"/>
      </w:pPr>
      <w:r w:rsidRPr="00B91120">
        <w:rPr>
          <w:rFonts w:hint="cs"/>
          <w:cs/>
        </w:rPr>
        <w:t>ข้าแต่อัลลอฮ์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ได้โปรดอภัยแก่ข้าให้พ้นจากความพลาดพลั้งเผอเรอ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และการถูกครอบงำด้วยด้วยอารมณ์ต่ำและปลายลิ้นที่โง่เขลา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๙</w:t>
      </w:r>
      <w:r w:rsidRPr="00B91120">
        <w:rPr>
          <w:cs/>
        </w:rPr>
        <w:t>)</w:t>
      </w:r>
    </w:p>
    <w:p w:rsidR="006169F4" w:rsidRPr="00B91120" w:rsidRDefault="006169F4" w:rsidP="006169F4">
      <w:pPr>
        <w:pStyle w:val="libNormal"/>
        <w:ind w:firstLine="0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๑๐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บทดุอาอ์ของท่านอะลี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เมื่ออ่านอัล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กุรอานจบแล้ว</w:t>
      </w:r>
    </w:p>
    <w:p w:rsidR="006169F4" w:rsidRDefault="00C85AFD" w:rsidP="006169F4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ข้าแต่อัลลอฮ์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โปรดเผยหัวอกของข้าให้เข้าใจอัล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กุรอานและโปรดให้เรือนร่างของข้ามีพฤติกรรมไปตามอัล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และโปรดให้สายตาของข้าได้รับแสงสว่างจากอัล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กุรอาน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ให้ลิ้นของข้ามีวาจาเป็นไปตาม</w:t>
      </w:r>
    </w:p>
    <w:p w:rsidR="00C85AFD" w:rsidRPr="00B91120" w:rsidRDefault="00C85AFD" w:rsidP="006169F4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อัลกุรอาน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โปรดให้ข้าอยู่กับมันตราบเท่าที่พระองค์ยังทรงไว้ชีวิตข้าอยู่</w:t>
      </w:r>
    </w:p>
    <w:p w:rsidR="00C85AFD" w:rsidRDefault="00C85AFD" w:rsidP="006169F4">
      <w:pPr>
        <w:pStyle w:val="libNormal"/>
        <w:ind w:firstLine="0"/>
        <w:rPr>
          <w:rFonts w:hint="cs"/>
        </w:rPr>
      </w:pPr>
      <w:r w:rsidRPr="00B91120">
        <w:rPr>
          <w:rFonts w:hint="cs"/>
          <w:cs/>
        </w:rPr>
        <w:t>แท้จริงไม่มีพลังและไม่มีอำนาจใด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นอกจากโดยพระองค์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๑๐</w:t>
      </w:r>
      <w:r w:rsidRPr="00B91120">
        <w:rPr>
          <w:cs/>
        </w:rPr>
        <w:t>)</w:t>
      </w:r>
    </w:p>
    <w:p w:rsidR="00084F91" w:rsidRDefault="00084F91" w:rsidP="006169F4">
      <w:pPr>
        <w:pStyle w:val="libNormal"/>
        <w:ind w:firstLine="0"/>
        <w:rPr>
          <w:rFonts w:hint="cs"/>
        </w:rPr>
      </w:pPr>
      <w:r>
        <w:rPr>
          <w:rFonts w:hint="cs"/>
          <w:cs/>
        </w:rPr>
        <w:t>----------------------------------------------------------------</w:t>
      </w:r>
    </w:p>
    <w:p w:rsidR="00084F91" w:rsidRPr="00084F91" w:rsidRDefault="00084F91" w:rsidP="00084F91">
      <w:pPr>
        <w:pStyle w:val="libArFootnote"/>
        <w:bidi w:val="0"/>
        <w:rPr>
          <w:cs/>
          <w:lang w:bidi="th-TH"/>
        </w:rPr>
      </w:pPr>
      <w:bookmarkStart w:id="222" w:name="_Toc414269090"/>
      <w:r w:rsidRPr="00084F91">
        <w:t>(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๙</w:t>
      </w:r>
      <w:r w:rsidRPr="00084F91">
        <w:rPr>
          <w:szCs w:val="24"/>
          <w:cs/>
        </w:rPr>
        <w:t xml:space="preserve">)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เล่มเดิม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๔๒</w:t>
      </w:r>
      <w:bookmarkEnd w:id="222"/>
    </w:p>
    <w:p w:rsidR="006169F4" w:rsidRPr="00084F91" w:rsidRDefault="006169F4" w:rsidP="00084F91">
      <w:pPr>
        <w:pStyle w:val="libArFootnote"/>
        <w:bidi w:val="0"/>
        <w:rPr>
          <w:szCs w:val="24"/>
          <w:cs/>
        </w:rPr>
      </w:pPr>
      <w:r w:rsidRPr="00084F91">
        <w:t xml:space="preserve"> </w:t>
      </w:r>
      <w:bookmarkStart w:id="223" w:name="_Toc414269091"/>
      <w:r w:rsidR="00C85AFD" w:rsidRPr="00084F91">
        <w:t>(</w:t>
      </w:r>
      <w:r w:rsidR="00C85AFD" w:rsidRPr="00084F91">
        <w:rPr>
          <w:rFonts w:ascii="Angsana New" w:hAnsi="Angsana New" w:cs="Angsana New" w:hint="cs"/>
          <w:szCs w:val="24"/>
          <w:cs/>
          <w:lang w:bidi="th-TH"/>
        </w:rPr>
        <w:t>๑๐</w:t>
      </w:r>
      <w:r w:rsidR="00C85AFD" w:rsidRPr="00084F91">
        <w:rPr>
          <w:szCs w:val="24"/>
          <w:cs/>
        </w:rPr>
        <w:t xml:space="preserve">) </w:t>
      </w:r>
      <w:r w:rsidR="00C85AFD" w:rsidRPr="00084F91">
        <w:rPr>
          <w:rFonts w:ascii="Angsana New" w:hAnsi="Angsana New" w:cs="Angsana New" w:hint="cs"/>
          <w:szCs w:val="24"/>
          <w:cs/>
          <w:lang w:bidi="th-TH"/>
        </w:rPr>
        <w:t>มิศบา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ฮุ</w:t>
      </w:r>
      <w:r w:rsidR="00C85AFD" w:rsidRPr="00084F91">
        <w:rPr>
          <w:rFonts w:ascii="Angsana New" w:hAnsi="Angsana New" w:cs="Angsana New" w:hint="cs"/>
          <w:szCs w:val="24"/>
          <w:cs/>
          <w:lang w:bidi="th-TH"/>
        </w:rPr>
        <w:t>ล</w:t>
      </w:r>
      <w:r w:rsidR="00C85AFD" w:rsidRPr="00084F91">
        <w:rPr>
          <w:szCs w:val="24"/>
          <w:cs/>
        </w:rPr>
        <w:t xml:space="preserve"> </w:t>
      </w:r>
      <w:r w:rsidR="00C85AFD" w:rsidRPr="00084F91">
        <w:rPr>
          <w:rFonts w:ascii="Angsana New" w:hAnsi="Angsana New" w:cs="Angsana New" w:hint="cs"/>
          <w:szCs w:val="24"/>
          <w:cs/>
          <w:lang w:bidi="th-TH"/>
        </w:rPr>
        <w:t>มุตะฮัจญุด</w:t>
      </w:r>
      <w:r w:rsidR="00C85AFD" w:rsidRPr="00084F91">
        <w:rPr>
          <w:szCs w:val="24"/>
          <w:cs/>
        </w:rPr>
        <w:t xml:space="preserve"> </w:t>
      </w:r>
      <w:r w:rsidR="00C85AFD" w:rsidRPr="00084F91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084F91">
        <w:rPr>
          <w:szCs w:val="24"/>
          <w:cs/>
        </w:rPr>
        <w:t xml:space="preserve"> </w:t>
      </w:r>
      <w:r w:rsidR="00C85AFD" w:rsidRPr="00084F91">
        <w:rPr>
          <w:rFonts w:ascii="Angsana New" w:hAnsi="Angsana New" w:cs="Angsana New" w:hint="cs"/>
          <w:szCs w:val="24"/>
          <w:cs/>
          <w:lang w:bidi="th-TH"/>
        </w:rPr>
        <w:t>๒๒๕</w:t>
      </w:r>
      <w:bookmarkEnd w:id="223"/>
    </w:p>
    <w:p w:rsidR="006169F4" w:rsidRPr="00084F91" w:rsidRDefault="006169F4" w:rsidP="00084F91">
      <w:pPr>
        <w:pStyle w:val="libArFootnote"/>
        <w:bidi w:val="0"/>
        <w:rPr>
          <w:sz w:val="32"/>
          <w:szCs w:val="24"/>
          <w:cs/>
        </w:rPr>
      </w:pPr>
      <w:r w:rsidRPr="00084F91">
        <w:rPr>
          <w:szCs w:val="24"/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Default="00C85AFD" w:rsidP="006169F4">
      <w:pPr>
        <w:pStyle w:val="Heading2"/>
      </w:pPr>
      <w:bookmarkStart w:id="224" w:name="_Toc414269092"/>
      <w:r w:rsidRPr="00B91120">
        <w:rPr>
          <w:rFonts w:hint="cs"/>
          <w:cs/>
        </w:rPr>
        <w:t>การตอบสนองที่มีต่อบทดุอาอ์ของท่านอะลี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bookmarkEnd w:id="224"/>
    </w:p>
    <w:p w:rsidR="006169F4" w:rsidRPr="006169F4" w:rsidRDefault="006169F4" w:rsidP="006169F4">
      <w:pPr>
        <w:pStyle w:val="libNormal"/>
      </w:pPr>
    </w:p>
    <w:p w:rsidR="00C85AFD" w:rsidRPr="00B91120" w:rsidRDefault="00C85AFD" w:rsidP="006169F4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เกียรติคุณในด้านนี้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บรรดาอิมามแห่งอะฮ์ลุลบัยต์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ได้รับการกล่าวถึงไว้มากมาย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จะเห็นได้ว่า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มีบันทึกถึงเหตุการณ์ต่าง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ที่เกิดขึ้นเนื่องจากคำวิงวอนของท่านเหล่านี้ต่ออัลลอฮ์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ที่เป็นเช่นนี้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ก็เพราะอัลลอฮ์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ทรงสัญญาต่อปวงบ่าวของพระองค์ว่า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จะให้การตอบสนองต่อบรรดาผู้ศรัทธา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ดังที่พระองค์ตรัสว่า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สูเจ้าจงวิงวอนขอต่อข้าเถิด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แล้วข้าจะตอบสนองต่อสูเจ้า</w:t>
      </w:r>
      <w:r w:rsidRPr="00B91120">
        <w:rPr>
          <w:rFonts w:cs="Times New Roman" w:hint="eastAsia"/>
          <w:lang w:bidi="ar-SA"/>
        </w:rPr>
        <w:t>”</w:t>
      </w:r>
    </w:p>
    <w:p w:rsidR="00C85AFD" w:rsidRDefault="00C85AFD" w:rsidP="006169F4">
      <w:pPr>
        <w:pStyle w:val="libNormal"/>
      </w:pPr>
      <w:r w:rsidRPr="00B91120">
        <w:rPr>
          <w:rFonts w:hint="cs"/>
          <w:cs/>
        </w:rPr>
        <w:t>เมื่อเป็นเช่นนี้แล้ว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จะเป็นอย่างไรอีกกับคำวิงวอนขอโดยอิมามของบรรดาผู้ศรัทธา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และผู้นำของมวลมุสลิม</w:t>
      </w:r>
    </w:p>
    <w:p w:rsidR="006169F4" w:rsidRPr="00B91120" w:rsidRDefault="006169F4" w:rsidP="006169F4">
      <w:pPr>
        <w:pStyle w:val="libNormal"/>
        <w:rPr>
          <w:rFonts w:cs="Times New Roman"/>
          <w:lang w:bidi="ar-SA"/>
        </w:rPr>
      </w:pPr>
    </w:p>
    <w:p w:rsidR="00C85AFD" w:rsidRDefault="00C85AFD" w:rsidP="006169F4">
      <w:pPr>
        <w:pStyle w:val="libNormal"/>
      </w:pPr>
      <w:r w:rsidRPr="00B91120">
        <w:rPr>
          <w:rFonts w:hint="cs"/>
          <w:cs/>
        </w:rPr>
        <w:t>ในบทนี้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เราจะกล่าวถึงรายงานบางประการเกี่ยวกับเรื่องการสนองตอบที่มีต่อคำวิงวอนของท่านอะลี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</w:p>
    <w:p w:rsidR="006169F4" w:rsidRPr="00B91120" w:rsidRDefault="006169F4" w:rsidP="006169F4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6169F4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เมื่อครั้งที่ท่านอะลี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ขอคำยืนยันจากบรรดาสาวกของท่านศาสนทูตแห่งอัลลอฮ์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ที่เคยเป็นสักขีพยานในเหตุการณ์แห่งวันเฆาะดีร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ซึ่งมีสาวกจำนวน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๓๐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ท่านลุกขึ้นยืนยันต่อท่านในเรื่องนี้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แต่ท่านอะนัส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บินมาลิก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มิได้ลุกขึ้นยืนยัน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</w:p>
    <w:p w:rsidR="00C85AFD" w:rsidRPr="00B91120" w:rsidRDefault="00C85AFD" w:rsidP="006169F4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ทำไมท่านจึงไม่ลุกขึ้นยืนยันร่วมกับบรรดาสาวกของท่านศาสนทูตแห่งอัลลอฮ์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ไปตามความจริงที่ท่านได้ยินเรื่องนี้จากท่านศาสนทูต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ในวันนั้น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?”</w:t>
      </w:r>
    </w:p>
    <w:p w:rsidR="006169F4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ท่านอะนัสกล่าวว่า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ข้าแต่ท่านอะมีรุลมุมีนิน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ฉันอายุมากแล้ว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ฉันจึงลืมไป</w:t>
      </w:r>
      <w:r w:rsidRPr="00B91120">
        <w:rPr>
          <w:rFonts w:cs="Times New Roman" w:hint="eastAsia"/>
          <w:lang w:bidi="ar-SA"/>
        </w:rPr>
        <w:t>”</w:t>
      </w:r>
    </w:p>
    <w:p w:rsidR="006169F4" w:rsidRDefault="006169F4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6169F4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ถ้าหากท่านเป็นคนโกหก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ขอให้อัลลอฮ์ลงโทษท่าน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ให้เป็นโรคเรื้อนปรากฏโดยที่ผ้าโพกศีรษะปกปิดไม่มิด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6169F4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ต่อมาไม่นานนัก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ปรากฏว่ามีโรคเรื้อนปรากฏที่ใบหน้าของท่านอะนัสและหลังจากนั้นท่านได้กล่าวว่า</w:t>
      </w:r>
    </w:p>
    <w:p w:rsidR="00C85AFD" w:rsidRDefault="00C85AFD" w:rsidP="00C85AFD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คำวิงวอนขอของบ่าวผู้มีคุณธรรม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ได้ประจักษ์แก่ฉันแล้ว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</w:t>
      </w:r>
      <w:r w:rsidRPr="00B91120">
        <w:rPr>
          <w:cs/>
        </w:rPr>
        <w:t>)</w:t>
      </w:r>
    </w:p>
    <w:p w:rsidR="00084F91" w:rsidRDefault="00084F91" w:rsidP="00084F91">
      <w:pPr>
        <w:pStyle w:val="libArFootnote"/>
        <w:bidi w:val="0"/>
        <w:rPr>
          <w:rFonts w:cs="Cordia New" w:hint="cs"/>
          <w:lang w:bidi="th-TH"/>
        </w:rPr>
      </w:pPr>
      <w:bookmarkStart w:id="225" w:name="_Toc414269093"/>
      <w:r>
        <w:rPr>
          <w:rFonts w:cs="Cordia New" w:hint="cs"/>
          <w:cs/>
          <w:lang w:bidi="th-TH"/>
        </w:rPr>
        <w:t>-------------------------------------------------------------------------</w:t>
      </w:r>
      <w:bookmarkEnd w:id="225"/>
    </w:p>
    <w:p w:rsidR="006169F4" w:rsidRPr="00084F91" w:rsidRDefault="006169F4" w:rsidP="00084F91">
      <w:pPr>
        <w:pStyle w:val="libArFootnote"/>
        <w:bidi w:val="0"/>
      </w:pPr>
      <w:bookmarkStart w:id="226" w:name="_Toc414269094"/>
      <w:r w:rsidRPr="00084F91">
        <w:t>(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๑</w:t>
      </w:r>
      <w:r w:rsidRPr="00084F91">
        <w:rPr>
          <w:szCs w:val="24"/>
          <w:cs/>
        </w:rPr>
        <w:t xml:space="preserve">)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084F91">
        <w:rPr>
          <w:szCs w:val="24"/>
          <w:cs/>
        </w:rPr>
        <w:t>-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มุรอญิอาต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84F91">
        <w:rPr>
          <w:szCs w:val="24"/>
          <w:cs/>
        </w:rPr>
        <w:t xml:space="preserve"> </w:t>
      </w:r>
      <w:r w:rsidRPr="00084F91">
        <w:rPr>
          <w:rFonts w:ascii="Angsana New" w:hAnsi="Angsana New" w:cs="Angsana New" w:hint="cs"/>
          <w:szCs w:val="24"/>
          <w:cs/>
          <w:lang w:bidi="th-TH"/>
        </w:rPr>
        <w:t>๒๐๙</w:t>
      </w:r>
      <w:bookmarkEnd w:id="226"/>
    </w:p>
    <w:p w:rsidR="006169F4" w:rsidRPr="00084F91" w:rsidRDefault="006169F4" w:rsidP="00084F91">
      <w:pPr>
        <w:pStyle w:val="libArFootnote"/>
        <w:bidi w:val="0"/>
      </w:pPr>
    </w:p>
    <w:p w:rsidR="00C85AFD" w:rsidRPr="000B75BD" w:rsidRDefault="00C85AFD" w:rsidP="000B75BD">
      <w:pPr>
        <w:pStyle w:val="libNormal"/>
        <w:numPr>
          <w:ilvl w:val="0"/>
          <w:numId w:val="8"/>
        </w:numPr>
      </w:pPr>
      <w:r w:rsidRPr="00B91120">
        <w:rPr>
          <w:rFonts w:hint="cs"/>
          <w:cs/>
        </w:rPr>
        <w:t>มีข่าวหนึ่งมาถึงท่านอะลี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บะซัร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บินอิรฏอต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แม่ทัพของฝ่ายมุอาวียะฮ์ได้บุกโจมตีเมืองยะมันและสังหารผู้บริสุทธิ์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ท่านจึงขอดุอาอ์ต่ออัลลอฮ์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ว่า</w:t>
      </w:r>
    </w:p>
    <w:p w:rsidR="000B75BD" w:rsidRDefault="006169F4" w:rsidP="006169F4">
      <w:pPr>
        <w:pStyle w:val="libNormal"/>
        <w:rPr>
          <w:rFonts w:hint="cs"/>
        </w:rPr>
      </w:pPr>
      <w:r w:rsidRPr="00B91120">
        <w:rPr>
          <w:rFonts w:cs="Times New Roman" w:hint="eastAsia"/>
          <w:lang w:bidi="ar-SA"/>
        </w:rPr>
        <w:t xml:space="preserve"> </w:t>
      </w:r>
      <w:r w:rsidR="00C85AFD" w:rsidRPr="00B91120">
        <w:rPr>
          <w:rFonts w:cs="Times New Roman" w:hint="eastAsia"/>
          <w:lang w:bidi="ar-SA"/>
        </w:rPr>
        <w:t>“</w:t>
      </w:r>
      <w:r w:rsidR="00C85AFD" w:rsidRPr="00B91120">
        <w:rPr>
          <w:rFonts w:hint="cs"/>
          <w:cs/>
        </w:rPr>
        <w:t>ข้าแต่อัลลอฮ์</w:t>
      </w:r>
      <w:r w:rsidR="00C85AFD" w:rsidRPr="00B91120">
        <w:rPr>
          <w:cs/>
        </w:rPr>
        <w:t>(</w:t>
      </w:r>
      <w:r w:rsidR="00C85AFD" w:rsidRPr="00B91120">
        <w:rPr>
          <w:rFonts w:hint="cs"/>
          <w:cs/>
        </w:rPr>
        <w:t>ซ</w:t>
      </w:r>
      <w:r w:rsidR="00C85AFD" w:rsidRPr="00B91120">
        <w:rPr>
          <w:cs/>
        </w:rPr>
        <w:t>.</w:t>
      </w:r>
      <w:r w:rsidR="00C85AFD" w:rsidRPr="00B91120">
        <w:rPr>
          <w:rFonts w:hint="cs"/>
          <w:cs/>
        </w:rPr>
        <w:t>บ</w:t>
      </w:r>
      <w:r w:rsidR="00C85AFD" w:rsidRPr="00B91120">
        <w:rPr>
          <w:cs/>
        </w:rPr>
        <w:t xml:space="preserve">.) </w:t>
      </w:r>
      <w:r w:rsidR="00C85AFD" w:rsidRPr="00B91120">
        <w:rPr>
          <w:rFonts w:hint="cs"/>
          <w:cs/>
        </w:rPr>
        <w:t>แท้จริงบะซัร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ได้ขายศาสนาของตน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และเหยียบย่ำเกียรติยศของพระองค์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และการเชื่อถือปฏิบัติตามเป็นของผู้ถูกสร้างโดย</w:t>
      </w:r>
    </w:p>
    <w:p w:rsidR="006169F4" w:rsidRDefault="00C85AFD" w:rsidP="000B75BD">
      <w:pPr>
        <w:pStyle w:val="libNormal"/>
        <w:ind w:firstLine="0"/>
      </w:pPr>
      <w:r w:rsidRPr="00B91120">
        <w:rPr>
          <w:rFonts w:hint="cs"/>
          <w:cs/>
        </w:rPr>
        <w:t>ก่อกรรมทำชั่วต่อสิทธิ์ของพระองค์เป็นที่ตั้งเพื่อความสำเร็จของตนเอง</w:t>
      </w:r>
      <w:r w:rsidRPr="00B91120">
        <w:rPr>
          <w:cs/>
        </w:rPr>
        <w:t xml:space="preserve"> </w:t>
      </w:r>
    </w:p>
    <w:p w:rsidR="006169F4" w:rsidRDefault="00C85AFD" w:rsidP="006169F4">
      <w:pPr>
        <w:pStyle w:val="libNormal"/>
        <w:ind w:firstLine="0"/>
      </w:pPr>
      <w:r w:rsidRPr="00B91120">
        <w:rPr>
          <w:rFonts w:hint="cs"/>
          <w:cs/>
        </w:rPr>
        <w:t>ข้าแต่อัลลอฮ์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ขอได้โปรดอย่าให้เขาตายจนกว่าจะทำให้ความคิดของเขาถูกลบเลือน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และอย่าให้ความเมตตาของพระองค์มีต่อเขา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แม้แต่ชั่วยามเดียวของกลางวัน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ข้าแต่อัลลอฮ์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ได้โปรดสาปแช่งบะซัร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อัมร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</w:t>
      </w:r>
    </w:p>
    <w:p w:rsidR="006169F4" w:rsidRDefault="00C85AFD" w:rsidP="006169F4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มุอาวิยะฮ์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และโปรดพรั่งพรูความกริ้วของพระองค์ลงมายังพวกเขา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และโปรดประทาน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การลงโทษของพระองค์ให้แก่พวกเขา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และโปรดให้พวกเขาประสบกับภัยพิบัติและการลงโทษที่ไม่มีใครสกัดกั้นให้พ้นจากพวกอาชญากรทางศาสนาได้</w:t>
      </w:r>
      <w:r w:rsidRPr="00B91120">
        <w:rPr>
          <w:rFonts w:cs="Times New Roman" w:hint="eastAsia"/>
          <w:lang w:bidi="ar-SA"/>
        </w:rPr>
        <w:t>”</w:t>
      </w:r>
    </w:p>
    <w:p w:rsidR="006169F4" w:rsidRDefault="006169F4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6169F4">
      <w:pPr>
        <w:pStyle w:val="libNormal"/>
        <w:ind w:firstLine="0"/>
        <w:rPr>
          <w:rFonts w:cs="Times New Roman"/>
          <w:lang w:bidi="ar-SA"/>
        </w:rPr>
      </w:pPr>
    </w:p>
    <w:p w:rsidR="00C85AFD" w:rsidRPr="00B91120" w:rsidRDefault="00C85AFD" w:rsidP="006169F4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หลังจากนั้นไม่นานนัก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ปรากฏว่า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เขามีอาการกระสับกระส่าย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สติปัญญาเลอะเลือนไป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เขามีดาบประจำตัวอยู่เล่มหนึ่ง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แล้วเขาพูดเป็นประจำว่า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จงเอาดาบมาให้ข้า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ข้าจะฆ่าเขาด้วยดาบ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จนถึงกับต้องทำดาบด้วยไม้ธรรมดาให้เขาเล่มหนึ่ง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ซึ่งเขาจะถือติดตัวตลอดเวลา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และจะฟาดฟันอะไร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</w:p>
    <w:p w:rsidR="00C85AFD" w:rsidRDefault="00C85AFD" w:rsidP="006169F4">
      <w:pPr>
        <w:pStyle w:val="libNormal"/>
        <w:ind w:firstLine="0"/>
      </w:pPr>
      <w:r w:rsidRPr="00B91120">
        <w:rPr>
          <w:rFonts w:hint="cs"/>
          <w:cs/>
        </w:rPr>
        <w:t>ด้วยดาบเล่มนี้จนกระทั่วถึงแก่ความตาย</w:t>
      </w:r>
      <w:r w:rsidRPr="00B91120">
        <w:rPr>
          <w:cs/>
        </w:rPr>
        <w:t>(</w:t>
      </w:r>
      <w:r w:rsidRPr="00B91120">
        <w:rPr>
          <w:rFonts w:hint="cs"/>
          <w:cs/>
        </w:rPr>
        <w:t>๒</w:t>
      </w:r>
      <w:r w:rsidRPr="00B91120">
        <w:rPr>
          <w:cs/>
        </w:rPr>
        <w:t>)</w:t>
      </w:r>
    </w:p>
    <w:p w:rsidR="009F5180" w:rsidRPr="00B91120" w:rsidRDefault="009F5180" w:rsidP="006169F4">
      <w:pPr>
        <w:pStyle w:val="libNormal"/>
        <w:ind w:firstLine="0"/>
        <w:rPr>
          <w:rFonts w:cs="Times New Roman"/>
        </w:rPr>
      </w:pPr>
    </w:p>
    <w:p w:rsidR="00C85AFD" w:rsidRPr="00B91120" w:rsidRDefault="00C85AFD" w:rsidP="009F5180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๓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ส่วนหนึ่งจากคำสนทนาของท่านอะลี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กับฮะซัน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บัศรี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ระหว่างทำวุฏอ์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โดยฮะซันเป็นฝ่ายพูดกับท่านว่า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แต่ก่อนนี้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ฉันเคยสังหาร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คนที่กำลังทำวุฏอ์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ไปหลายคน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จึงกล่าวว่า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9F5180" w:rsidRPr="00B91120">
        <w:rPr>
          <w:rFonts w:hint="cs"/>
          <w:cs/>
        </w:rPr>
        <w:t>แล้วท่านมีความเสียใจกับเขาเหล่านั้นใช่ไหม</w:t>
      </w:r>
      <w:r w:rsidR="009F5180" w:rsidRPr="00B91120">
        <w:rPr>
          <w:rFonts w:hint="cs"/>
        </w:rPr>
        <w:t>?</w:t>
      </w:r>
      <w:r w:rsidR="009F5180" w:rsidRPr="00B91120">
        <w:rPr>
          <w:rFonts w:hint="cs"/>
          <w:cs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เขาตอบว่า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ใช่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9F5180" w:rsidRPr="00B91120">
        <w:rPr>
          <w:rFonts w:hint="cs"/>
          <w:cs/>
        </w:rPr>
        <w:t xml:space="preserve">ขอให้อัลลอฮ์ </w:t>
      </w:r>
      <w:r w:rsidR="009F5180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9F5180" w:rsidRPr="00B91120">
        <w:rPr>
          <w:rFonts w:hint="cs"/>
          <w:cs/>
        </w:rPr>
        <w:t>) บันดาลความเศร้าโศกตลอดกาลแก่ท่านเถิ</w:t>
      </w:r>
      <w:r w:rsidR="009F5180" w:rsidRPr="00B91120">
        <w:rPr>
          <w:cs/>
        </w:rPr>
        <w:t>ด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9F5180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ท่านอัยยูบ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อัซ</w:t>
      </w:r>
      <w:r w:rsidRPr="00B91120">
        <w:rPr>
          <w:cs/>
        </w:rPr>
        <w:t>-</w:t>
      </w:r>
      <w:r w:rsidRPr="00B91120">
        <w:rPr>
          <w:rFonts w:hint="cs"/>
          <w:cs/>
        </w:rPr>
        <w:t>ซัจตานีได้กล่าวว่า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ดังนั้น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เราจึงพบเห็นว่า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อยู่ในความเศร้าอย่างเดียว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ราวกับคนที่เพิ่งกลับจากฝังคนที่ตนรัก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ฉันจึงพูดกับเขาในเรื่องนี้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ท่านตอบว่า</w:t>
      </w:r>
    </w:p>
    <w:p w:rsidR="00C85AFD" w:rsidRDefault="00C85AFD" w:rsidP="00C85AFD">
      <w:pPr>
        <w:pStyle w:val="libNormal"/>
        <w:rPr>
          <w:rFonts w:hint="cs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มันเป็นไปตามคำวิงวอนขอของชายผู้มีคุณธรรม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๓</w:t>
      </w:r>
      <w:r w:rsidRPr="00B91120">
        <w:rPr>
          <w:cs/>
        </w:rPr>
        <w:t>)</w:t>
      </w:r>
    </w:p>
    <w:p w:rsidR="000B75BD" w:rsidRDefault="000B75BD" w:rsidP="000B75BD">
      <w:pPr>
        <w:pStyle w:val="libArFootnote"/>
        <w:bidi w:val="0"/>
        <w:rPr>
          <w:rFonts w:cs="Cordia New" w:hint="cs"/>
          <w:lang w:bidi="th-TH"/>
        </w:rPr>
      </w:pPr>
      <w:bookmarkStart w:id="227" w:name="_Toc414269095"/>
      <w:r>
        <w:rPr>
          <w:rFonts w:cs="Cordia New" w:hint="cs"/>
          <w:cs/>
          <w:lang w:bidi="th-TH"/>
        </w:rPr>
        <w:t>--------------------------------------------------------------------------</w:t>
      </w:r>
      <w:bookmarkEnd w:id="227"/>
    </w:p>
    <w:p w:rsidR="000B75BD" w:rsidRPr="000B75BD" w:rsidRDefault="000B75BD" w:rsidP="000B75BD">
      <w:pPr>
        <w:pStyle w:val="libArFootnote"/>
        <w:bidi w:val="0"/>
        <w:rPr>
          <w:rFonts w:hint="cs"/>
        </w:rPr>
      </w:pPr>
      <w:bookmarkStart w:id="228" w:name="_Toc414269096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มินะนุร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เราะห์มาน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๓๔๙</w:t>
      </w:r>
      <w:bookmarkEnd w:id="228"/>
    </w:p>
    <w:p w:rsidR="00C85AFD" w:rsidRPr="000B75BD" w:rsidRDefault="000B75BD" w:rsidP="000B75BD">
      <w:pPr>
        <w:pStyle w:val="libArFootnote"/>
        <w:bidi w:val="0"/>
      </w:pPr>
      <w:bookmarkStart w:id="229" w:name="_Toc414269097"/>
      <w:r w:rsidRPr="000B75BD">
        <w:rPr>
          <w:rFonts w:hint="cs"/>
          <w:szCs w:val="24"/>
          <w:cs/>
        </w:rPr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๓</w:t>
      </w:r>
      <w:r w:rsidRPr="000B75BD">
        <w:rPr>
          <w:rFonts w:ascii="Traditional Arabic" w:hAnsi="Traditional Arabic" w:hint="cs"/>
          <w:szCs w:val="24"/>
          <w:cs/>
        </w:rPr>
        <w:t>)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อัล</w:t>
      </w:r>
      <w:r w:rsidR="00C85AFD" w:rsidRPr="000B75BD">
        <w:rPr>
          <w:szCs w:val="24"/>
          <w:cs/>
        </w:rPr>
        <w:t xml:space="preserve"> 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กุนนี</w:t>
      </w:r>
      <w:r w:rsidR="00C85AFD" w:rsidRPr="000B75BD">
        <w:rPr>
          <w:szCs w:val="24"/>
          <w:cs/>
        </w:rPr>
        <w:t xml:space="preserve"> 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วัล</w:t>
      </w:r>
      <w:r w:rsidR="00C85AFD" w:rsidRPr="000B75BD">
        <w:rPr>
          <w:szCs w:val="24"/>
          <w:cs/>
        </w:rPr>
        <w:t xml:space="preserve"> 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อัลกอบ</w:t>
      </w:r>
      <w:r w:rsidR="00C85AFD" w:rsidRPr="000B75BD">
        <w:rPr>
          <w:szCs w:val="24"/>
          <w:cs/>
        </w:rPr>
        <w:t xml:space="preserve"> 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="00C85AFD" w:rsidRPr="000B75BD">
        <w:rPr>
          <w:szCs w:val="24"/>
          <w:cs/>
        </w:rPr>
        <w:t xml:space="preserve"> 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๒</w:t>
      </w:r>
      <w:r w:rsidR="00C85AFD" w:rsidRPr="000B75BD">
        <w:rPr>
          <w:szCs w:val="24"/>
          <w:cs/>
        </w:rPr>
        <w:t xml:space="preserve"> 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0B75BD">
        <w:rPr>
          <w:szCs w:val="24"/>
          <w:cs/>
        </w:rPr>
        <w:t xml:space="preserve"> 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๗๕</w:t>
      </w:r>
      <w:bookmarkEnd w:id="229"/>
    </w:p>
    <w:p w:rsidR="009F5180" w:rsidRPr="00B91120" w:rsidRDefault="009F5180" w:rsidP="009F5180">
      <w:pPr>
        <w:pStyle w:val="libNormal"/>
        <w:rPr>
          <w:rFonts w:cs="Times New Roman"/>
          <w:lang w:bidi="ar-SA"/>
        </w:rPr>
      </w:pPr>
    </w:p>
    <w:p w:rsidR="009F5180" w:rsidRDefault="009F5180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Default="00C85AFD" w:rsidP="009F5180">
      <w:pPr>
        <w:pStyle w:val="Heading1"/>
      </w:pPr>
      <w:bookmarkStart w:id="230" w:name="_Toc414269098"/>
      <w:r w:rsidRPr="00B91120">
        <w:rPr>
          <w:rFonts w:hint="cs"/>
          <w:cs/>
        </w:rPr>
        <w:lastRenderedPageBreak/>
        <w:t>การบริจาคทานและเสียสละเพื่อการกุศลของอิมามอะลี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bookmarkEnd w:id="230"/>
    </w:p>
    <w:p w:rsidR="009F5180" w:rsidRPr="00B91120" w:rsidRDefault="009F5180" w:rsidP="009F5180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9F5180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ในทุกแง่มุมแห่งวิถีชีวิตของท่านอิมามอะลี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นั้นเราจะพบว่า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มีแต่ความดีงามอันยิ่งใหญ่สุดเหลือประมาณ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มีความสูงส่งอย่างเหลือล้น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ท่านจึงเป็นสุดยอดของตัวอย่างในด้านการเคารพภักดี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การวิงวอนขอ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ความจริงใจ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การต่อสู้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จริยธรรมอันดีงาม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และความมากมายในเรื่องบริจาค</w:t>
      </w:r>
    </w:p>
    <w:p w:rsidR="00C85AFD" w:rsidRPr="00B91120" w:rsidRDefault="00C85AFD" w:rsidP="009F5180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นอกจากนี้ก็ยังมีความดีงามและเกียรติคุณในด้านอื่นอีกจนนับไม่ถ้วน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ในบทนี้จะเป็นการกล่าวถึงงานบริจาคทานของท่านอิมามอะลี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และงานเสียสละเพื่อการกุศลของท่าน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ได้ทรงหยิบยกมาเป็นเรื่องที่สำคัญเรื่องหนึ่งในลักษณะที่พระองค์ตรัสถึงด้วยการให้เกียรติอย่างสูง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นั่นคือ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กรณีที่ท่านมีเงินสี่ดิรฮัม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แล้วท่านบริจาคในยามกลางคืนหนึ่งดิรฮัม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บริจาคในยามกลางวันหนึ่งดิรฮัม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บริจาคอย่างเป็นความลับหนึ่งดิรฮัม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และบริจาคอย่างเปิดเผยอีกหนึ่งดิรฮัม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จึงทรงประทานโองการมาดังมีใจความว่า</w:t>
      </w:r>
    </w:p>
    <w:p w:rsidR="00C85AFD" w:rsidRPr="00B91120" w:rsidRDefault="00C85AFD" w:rsidP="009F5180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บรรดาผู้ที่บริจาคทรัพย์สินของพวกตนทั้งในยามกลางคืน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และยามกลางวัน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ทั้งโดยซ่อนเร้น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และโดยเปิดเผย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9F5180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ท่านคือผู้ที่บริจาคแหวนในขณะที่กำลังโค้ง</w:t>
      </w:r>
      <w:r w:rsidRPr="00B91120">
        <w:rPr>
          <w:cs/>
        </w:rPr>
        <w:t>(</w:t>
      </w:r>
      <w:r w:rsidRPr="00B91120">
        <w:rPr>
          <w:rFonts w:hint="cs"/>
          <w:cs/>
        </w:rPr>
        <w:t>รูกูอ์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แล้วอัลลอฮ์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ก็ประทานโองการมาว่า</w:t>
      </w:r>
    </w:p>
    <w:p w:rsidR="00C85AFD" w:rsidRDefault="00C85AFD" w:rsidP="00C85AFD">
      <w:pPr>
        <w:pStyle w:val="libNormal"/>
        <w:rPr>
          <w:rFonts w:hint="cs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บรรดาผู้ที่ดำรงการนมาซและการส่งมอบเพื่อการขัดเกลา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ในขณะที่ตนกำลังโค้งอยู่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</w:t>
      </w:r>
      <w:r w:rsidRPr="00B91120">
        <w:rPr>
          <w:cs/>
        </w:rPr>
        <w:t>)</w:t>
      </w:r>
    </w:p>
    <w:p w:rsidR="000B75BD" w:rsidRDefault="000B75BD" w:rsidP="00C85AFD">
      <w:pPr>
        <w:pStyle w:val="libNormal"/>
      </w:pPr>
    </w:p>
    <w:p w:rsidR="000B75BD" w:rsidRDefault="000B75BD" w:rsidP="000B75BD">
      <w:pPr>
        <w:pStyle w:val="libArFootnote"/>
        <w:bidi w:val="0"/>
        <w:rPr>
          <w:rFonts w:cs="Cordia New" w:hint="cs"/>
          <w:lang w:bidi="th-TH"/>
        </w:rPr>
      </w:pPr>
      <w:bookmarkStart w:id="231" w:name="_Toc414269099"/>
      <w:r>
        <w:rPr>
          <w:rFonts w:cs="Cordia New" w:hint="cs"/>
          <w:cs/>
          <w:lang w:bidi="th-TH"/>
        </w:rPr>
        <w:t>-------------------------------------------------------------------------</w:t>
      </w:r>
      <w:bookmarkEnd w:id="231"/>
    </w:p>
    <w:p w:rsidR="009F5180" w:rsidRPr="000B75BD" w:rsidRDefault="009F5180" w:rsidP="000B75BD">
      <w:pPr>
        <w:pStyle w:val="libArFootnote"/>
        <w:bidi w:val="0"/>
      </w:pPr>
      <w:bookmarkStart w:id="232" w:name="_Toc414269100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๑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โปรดดูเรื่อง</w:t>
      </w:r>
      <w:r w:rsidRPr="000B75BD">
        <w:rPr>
          <w:szCs w:val="24"/>
          <w:cs/>
        </w:rPr>
        <w:t xml:space="preserve"> </w:t>
      </w:r>
      <w:r w:rsidRPr="000B75BD">
        <w:t>“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อิมามในทัศนะของอัล</w:t>
      </w:r>
      <w:r w:rsidRPr="000B75BD">
        <w:rPr>
          <w:szCs w:val="24"/>
          <w:cs/>
        </w:rPr>
        <w:t>-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กุรอาน</w:t>
      </w:r>
      <w:r w:rsidRPr="000B75BD">
        <w:rPr>
          <w:rFonts w:hint="eastAsia"/>
        </w:rPr>
        <w:t>”</w:t>
      </w:r>
      <w:r w:rsidRPr="000B75BD"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จากหนังสือเล่มนี้</w:t>
      </w:r>
      <w:bookmarkEnd w:id="232"/>
    </w:p>
    <w:p w:rsidR="009F5180" w:rsidRPr="009F5180" w:rsidRDefault="009F5180" w:rsidP="009F5180">
      <w:pPr>
        <w:pStyle w:val="libNormal"/>
        <w:ind w:firstLine="0"/>
        <w:rPr>
          <w:rFonts w:cs="Cordia New"/>
          <w:szCs w:val="40"/>
        </w:rPr>
      </w:pPr>
    </w:p>
    <w:p w:rsidR="009F5180" w:rsidRDefault="009F5180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9F5180" w:rsidRDefault="009F5180" w:rsidP="00C85AFD">
      <w:pPr>
        <w:pStyle w:val="libNormal"/>
      </w:pPr>
    </w:p>
    <w:p w:rsidR="009F5180" w:rsidRDefault="00C85AFD" w:rsidP="009F5180">
      <w:pPr>
        <w:pStyle w:val="libNormal"/>
      </w:pPr>
      <w:r w:rsidRPr="00B91120">
        <w:rPr>
          <w:rFonts w:hint="cs"/>
          <w:cs/>
        </w:rPr>
        <w:t>นักประวัติศาสตร์ได้บันทึกในเรื่องที่ท่านบริจาคเสียสละสิ่งของที่มีค่าหลายประการที่เคยเป็นของ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แต่ท่านได้ทำให้สิ่งนั้นๆ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เป็นทาน</w:t>
      </w:r>
      <w:r w:rsidRPr="00B91120">
        <w:rPr>
          <w:cs/>
        </w:rPr>
        <w:t xml:space="preserve"> </w:t>
      </w:r>
    </w:p>
    <w:p w:rsidR="00C85AFD" w:rsidRPr="00B91120" w:rsidRDefault="00C85AFD" w:rsidP="009F5180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ท่านเคยกล่าวว่า</w:t>
      </w:r>
    </w:p>
    <w:p w:rsidR="009F5180" w:rsidRDefault="00C85AFD" w:rsidP="009F5180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แน่นอนท่านจะเห็นว่า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ฉันจะต้องผูกท้องของฉันไว้กับก้อนหินเพราะความหิวโหย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แต่การบริจาคของฉันในวันนี้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จะต้องมากถึงสี่หมื่นดีนาร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๒</w:t>
      </w:r>
      <w:r w:rsidRPr="00B91120">
        <w:rPr>
          <w:cs/>
        </w:rPr>
        <w:t>)</w:t>
      </w:r>
    </w:p>
    <w:p w:rsidR="000B75BD" w:rsidRPr="000B75BD" w:rsidRDefault="000B75BD" w:rsidP="000B75BD">
      <w:pPr>
        <w:pStyle w:val="libArFootnote"/>
        <w:bidi w:val="0"/>
        <w:rPr>
          <w:rFonts w:cs="Cordia New" w:hint="cs"/>
          <w:lang w:bidi="th-TH"/>
        </w:rPr>
      </w:pPr>
    </w:p>
    <w:p w:rsidR="009F5180" w:rsidRPr="009F5180" w:rsidRDefault="009F5180" w:rsidP="009F5180">
      <w:pPr>
        <w:pStyle w:val="libNormal"/>
        <w:rPr>
          <w:rFonts w:cs="Cordia New"/>
          <w:szCs w:val="40"/>
        </w:rPr>
      </w:pPr>
    </w:p>
    <w:p w:rsidR="00C85AFD" w:rsidRPr="00B91120" w:rsidRDefault="00C85AFD" w:rsidP="009F5180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บินฮิชาม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9F5180" w:rsidRPr="00B91120">
        <w:rPr>
          <w:rFonts w:hint="cs"/>
          <w:cs/>
        </w:rPr>
        <w:t xml:space="preserve">ท่านฮุเซน </w:t>
      </w:r>
      <w:r w:rsidR="009F518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9F5180" w:rsidRPr="00B91120">
        <w:rPr>
          <w:rFonts w:hint="cs"/>
          <w:cs/>
        </w:rPr>
        <w:t>) มีหนี้สินจำนวนหนึ่งแล้วมุอาวิยะฮ์ได้เสน</w:t>
      </w:r>
      <w:r w:rsidR="009F5180" w:rsidRPr="00B91120">
        <w:rPr>
          <w:cs/>
        </w:rPr>
        <w:t>อ</w:t>
      </w:r>
      <w:r w:rsidRPr="00B91120">
        <w:rPr>
          <w:rFonts w:hint="cs"/>
          <w:cs/>
        </w:rPr>
        <w:t>ซื้อของมีค่าชิ้นหนึ่งซึ่งมีราคาสองแสนดีนาร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แต่ท่านปฏิเสธที่จะขายโดยกล่าวว่า</w:t>
      </w:r>
    </w:p>
    <w:p w:rsidR="00C85AFD" w:rsidRPr="00B91120" w:rsidRDefault="00C85AFD" w:rsidP="009F5180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อันที่จริง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มันเป็นของที่บิดาของฉันได้บริจาคไปเพื่อปกป้องใบหน้าของเขาให้พ้นจากความร้อนของไฟนรก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ฉันจะไม่ขายมัน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๓</w:t>
      </w:r>
      <w:r w:rsidRPr="00B91120">
        <w:rPr>
          <w:cs/>
        </w:rPr>
        <w:t>)</w:t>
      </w:r>
    </w:p>
    <w:p w:rsidR="000B75BD" w:rsidRDefault="000B75BD" w:rsidP="000B75BD">
      <w:pPr>
        <w:pStyle w:val="libArFootnote"/>
        <w:bidi w:val="0"/>
        <w:rPr>
          <w:rFonts w:cs="Cordia New" w:hint="cs"/>
          <w:lang w:bidi="th-TH"/>
        </w:rPr>
      </w:pPr>
    </w:p>
    <w:p w:rsidR="000B75BD" w:rsidRDefault="000B75BD" w:rsidP="000B75BD">
      <w:pPr>
        <w:pStyle w:val="libArFootnote"/>
        <w:bidi w:val="0"/>
        <w:rPr>
          <w:rFonts w:cs="Cordia New" w:hint="cs"/>
          <w:lang w:bidi="th-TH"/>
        </w:rPr>
      </w:pPr>
      <w:bookmarkStart w:id="233" w:name="_Toc414269101"/>
      <w:r>
        <w:rPr>
          <w:rFonts w:cs="Cordia New" w:hint="cs"/>
          <w:cs/>
          <w:lang w:bidi="th-TH"/>
        </w:rPr>
        <w:t>------------------------------------------------------------------------</w:t>
      </w:r>
      <w:bookmarkEnd w:id="233"/>
    </w:p>
    <w:p w:rsidR="000B75BD" w:rsidRPr="000B75BD" w:rsidRDefault="000B75BD" w:rsidP="000B75BD">
      <w:pPr>
        <w:pStyle w:val="libArFootnote"/>
        <w:bidi w:val="0"/>
        <w:rPr>
          <w:rFonts w:hint="cs"/>
        </w:rPr>
      </w:pPr>
      <w:bookmarkStart w:id="234" w:name="_Toc414269102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อะซะดุล</w:t>
      </w:r>
      <w:r w:rsidRPr="000B75BD">
        <w:rPr>
          <w:szCs w:val="24"/>
          <w:cs/>
        </w:rPr>
        <w:t>-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ฆอบะฮ์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๔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๒๓</w:t>
      </w:r>
      <w:bookmarkEnd w:id="234"/>
    </w:p>
    <w:p w:rsidR="00C85AFD" w:rsidRPr="000B75BD" w:rsidRDefault="009F5180" w:rsidP="000B75BD">
      <w:pPr>
        <w:pStyle w:val="libArFootnote"/>
        <w:bidi w:val="0"/>
      </w:pPr>
      <w:r w:rsidRPr="000B75BD">
        <w:t xml:space="preserve"> </w:t>
      </w:r>
      <w:bookmarkStart w:id="235" w:name="_Toc414269103"/>
      <w:r w:rsidR="00C85AFD" w:rsidRPr="000B75BD">
        <w:t>(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๓</w:t>
      </w:r>
      <w:r w:rsidR="00C85AFD" w:rsidRPr="000B75BD">
        <w:rPr>
          <w:szCs w:val="24"/>
          <w:cs/>
        </w:rPr>
        <w:t xml:space="preserve">) 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อะอ์ยานุชชีอะฮ์</w:t>
      </w:r>
      <w:r w:rsidR="00C85AFD" w:rsidRPr="000B75BD">
        <w:rPr>
          <w:szCs w:val="24"/>
          <w:cs/>
        </w:rPr>
        <w:t xml:space="preserve"> 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๓</w:t>
      </w:r>
      <w:r w:rsidR="00C85AFD" w:rsidRPr="000B75BD">
        <w:rPr>
          <w:szCs w:val="24"/>
          <w:cs/>
        </w:rPr>
        <w:t xml:space="preserve"> 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กอฟ</w:t>
      </w:r>
      <w:r w:rsidR="00C85AFD" w:rsidRPr="000B75BD">
        <w:rPr>
          <w:szCs w:val="24"/>
          <w:cs/>
        </w:rPr>
        <w:t xml:space="preserve"> 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๒</w:t>
      </w:r>
      <w:r w:rsidR="00C85AFD" w:rsidRPr="000B75BD">
        <w:rPr>
          <w:szCs w:val="24"/>
          <w:cs/>
        </w:rPr>
        <w:t>/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๗๗</w:t>
      </w:r>
      <w:bookmarkEnd w:id="235"/>
    </w:p>
    <w:p w:rsidR="009F5180" w:rsidRDefault="009F5180" w:rsidP="00C85AFD">
      <w:pPr>
        <w:pStyle w:val="libNormal"/>
      </w:pPr>
    </w:p>
    <w:p w:rsidR="009F5180" w:rsidRDefault="009F5180" w:rsidP="00C85AFD">
      <w:pPr>
        <w:pStyle w:val="libNormal"/>
      </w:pPr>
    </w:p>
    <w:p w:rsidR="009F5180" w:rsidRDefault="009F5180">
      <w:pPr>
        <w:rPr>
          <w:rFonts w:ascii="Angsana New" w:hAnsi="Angsana New"/>
          <w:sz w:val="32"/>
          <w:szCs w:val="32"/>
          <w:lang w:bidi="th-TH"/>
        </w:rPr>
      </w:pPr>
      <w:r>
        <w:br w:type="page"/>
      </w:r>
    </w:p>
    <w:p w:rsidR="009F5180" w:rsidRPr="00B91120" w:rsidRDefault="009F5180" w:rsidP="00C85AFD">
      <w:pPr>
        <w:pStyle w:val="libNormal"/>
        <w:rPr>
          <w:rFonts w:cs="Times New Roman"/>
        </w:rPr>
      </w:pPr>
    </w:p>
    <w:p w:rsidR="009F5180" w:rsidRDefault="00C85AFD" w:rsidP="009F5180">
      <w:pPr>
        <w:pStyle w:val="libNormal"/>
      </w:pPr>
      <w:r w:rsidRPr="00B91120">
        <w:rPr>
          <w:rFonts w:hint="cs"/>
          <w:cs/>
        </w:rPr>
        <w:t>เราจะขอเสนอเรื่องนี้เรื่องเดียวมาเป็นตัวอย่างในหัวข้อการบริจาคทานของท่าน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อิมามอะลี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</w:p>
    <w:p w:rsidR="00C85AFD" w:rsidRPr="00B91120" w:rsidRDefault="00C85AFD" w:rsidP="009F5180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ซึ่งท่านเป็นผู้ครอบครองสิ่งของที่มีค่าชิ้นสองชิ้นที่เลื่องลือ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ซึ่งแต่เดิมนั้นเป็นของที่แสนรักแสนหวงของอะบู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นัยซัร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แต่เขาได้มอบให้ท่านอะลี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ด้วยความรัก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ได้ถนอมของมีค่าชิ้นนี้มาก</w:t>
      </w:r>
    </w:p>
    <w:p w:rsidR="00C85AFD" w:rsidRPr="00B91120" w:rsidRDefault="00C85AFD" w:rsidP="009F5180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แต่ได้กล่าวในทันทีที่ได้รับว่า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แน่นอนฉันจะต้องบริจาคของชิ้นนี้</w:t>
      </w:r>
      <w:r w:rsidR="009F5180" w:rsidRPr="00B91120">
        <w:rPr>
          <w:rFonts w:cs="Times New Roman" w:hint="eastAsia"/>
          <w:lang w:bidi="ar-SA"/>
        </w:rPr>
        <w:t>”</w:t>
      </w:r>
      <w:r w:rsidR="009F518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๔</w:t>
      </w:r>
      <w:r w:rsidRPr="00B91120">
        <w:rPr>
          <w:cs/>
        </w:rPr>
        <w:t>)</w:t>
      </w:r>
    </w:p>
    <w:p w:rsidR="009F5180" w:rsidRDefault="009F5180" w:rsidP="009F5180">
      <w:pPr>
        <w:pStyle w:val="libNormal"/>
        <w:ind w:firstLine="0"/>
      </w:pPr>
    </w:p>
    <w:p w:rsidR="009F5180" w:rsidRDefault="009F5180" w:rsidP="009F5180">
      <w:pPr>
        <w:pStyle w:val="libNormal"/>
        <w:ind w:firstLine="0"/>
      </w:pPr>
    </w:p>
    <w:p w:rsidR="00C85AFD" w:rsidRPr="00B91120" w:rsidRDefault="00C85AFD" w:rsidP="009F5180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ท่านได้เขียนจารึกไว้ที่ของที่ท่านบริจาคว่า</w:t>
      </w:r>
    </w:p>
    <w:p w:rsidR="00C85AFD" w:rsidRPr="00B91120" w:rsidRDefault="00C85AFD" w:rsidP="009F5180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ด้วยพระนามของอัลลอฮ์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ผู้ทรงกรุณาปรานี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ผู้ทรงเมตตาอยู่เป็นนิรันดร์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นี่คือสิ่งที่อะลี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อะมีรุลมุมีนีน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ได้บริจาคของอันมีค่าอันเป็นที่เลื่องลือสองประการ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สำหรับคนยากจนแห่งมะดีนะฮ์และแก่คนเดินทาง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เพื่ออัลลอฮ์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จะได้ทรงปกป้องใบหน้าของเขาให้พ้นจากไฟนรกในวันฟื้นคืนชีพ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จะไม่มีการติดตามทวงคืน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นอกจากมอบให้อัลลอฮ์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ทรงรับมรดกในของสองสิ่งนี้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และพระองค์คือผู้สืบมรดกที่ประเสริฐที่สุด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นอกจากกรณีที่ฮะซัน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และฮุเซนต้องการของทั้งสองนี้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สองคนนี้มีสิทธิครอบครองมันได้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และไม่มีใครอื่นอีก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๕</w:t>
      </w:r>
      <w:r w:rsidRPr="00B91120">
        <w:rPr>
          <w:cs/>
        </w:rPr>
        <w:t>)</w:t>
      </w:r>
    </w:p>
    <w:p w:rsidR="000B75BD" w:rsidRDefault="000B75BD" w:rsidP="000B75BD">
      <w:pPr>
        <w:pStyle w:val="libArFootnote"/>
        <w:bidi w:val="0"/>
        <w:rPr>
          <w:rFonts w:cs="Cordia New" w:hint="cs"/>
          <w:lang w:bidi="th-TH"/>
        </w:rPr>
      </w:pPr>
    </w:p>
    <w:p w:rsidR="000B75BD" w:rsidRDefault="000B75BD" w:rsidP="000B75BD">
      <w:pPr>
        <w:pStyle w:val="libArFootnote"/>
        <w:bidi w:val="0"/>
        <w:rPr>
          <w:rFonts w:cs="Cordia New" w:hint="cs"/>
          <w:lang w:bidi="th-TH"/>
        </w:rPr>
      </w:pPr>
      <w:bookmarkStart w:id="236" w:name="_Toc414269104"/>
      <w:r>
        <w:rPr>
          <w:rFonts w:cs="Cordia New" w:hint="cs"/>
          <w:cs/>
          <w:lang w:bidi="th-TH"/>
        </w:rPr>
        <w:t>-------------------------------------------------------------------------</w:t>
      </w:r>
      <w:bookmarkEnd w:id="236"/>
    </w:p>
    <w:p w:rsidR="000B75BD" w:rsidRPr="000B75BD" w:rsidRDefault="000B75BD" w:rsidP="000B75BD">
      <w:pPr>
        <w:pStyle w:val="libArFootnote"/>
        <w:bidi w:val="0"/>
        <w:rPr>
          <w:rFonts w:cs="Cordia New" w:hint="cs"/>
          <w:cs/>
          <w:lang w:bidi="th-TH"/>
        </w:rPr>
      </w:pPr>
      <w:bookmarkStart w:id="237" w:name="_Toc414269105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๔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อับศอรุลอัยน์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ของอัซ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ซะมาวี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๖๒</w:t>
      </w:r>
      <w:bookmarkEnd w:id="237"/>
    </w:p>
    <w:p w:rsidR="009F5180" w:rsidRPr="000B75BD" w:rsidRDefault="009F5180" w:rsidP="000B75BD">
      <w:pPr>
        <w:pStyle w:val="libArFootnote"/>
        <w:bidi w:val="0"/>
      </w:pPr>
      <w:bookmarkStart w:id="238" w:name="_Toc414269106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๕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อะอ์ยานุชชีอะฮ์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๓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กอฟ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</w:t>
      </w:r>
      <w:r w:rsidRPr="000B75BD">
        <w:rPr>
          <w:szCs w:val="24"/>
          <w:cs/>
        </w:rPr>
        <w:t>/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๗๗</w:t>
      </w:r>
      <w:bookmarkEnd w:id="238"/>
    </w:p>
    <w:p w:rsidR="009F5180" w:rsidRDefault="009F5180" w:rsidP="00C85AFD">
      <w:pPr>
        <w:pStyle w:val="libNormal"/>
      </w:pPr>
    </w:p>
    <w:p w:rsidR="009F5180" w:rsidRDefault="009F5180" w:rsidP="000B75BD">
      <w:pPr>
        <w:pStyle w:val="libNormal"/>
        <w:ind w:firstLine="0"/>
        <w:rPr>
          <w:rFonts w:hint="cs"/>
        </w:rPr>
      </w:pPr>
    </w:p>
    <w:p w:rsidR="000B75BD" w:rsidRPr="000B75BD" w:rsidRDefault="000B75BD" w:rsidP="000B75BD">
      <w:pPr>
        <w:pStyle w:val="libNormal"/>
        <w:ind w:firstLine="0"/>
      </w:pPr>
    </w:p>
    <w:p w:rsidR="009F5180" w:rsidRDefault="009F5180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9F5180" w:rsidRDefault="009F5180" w:rsidP="00C85AFD">
      <w:pPr>
        <w:pStyle w:val="libNormal"/>
      </w:pPr>
    </w:p>
    <w:p w:rsidR="000B75BD" w:rsidRDefault="00C85AFD" w:rsidP="009F5180">
      <w:pPr>
        <w:pStyle w:val="libNormal"/>
        <w:rPr>
          <w:rFonts w:hint="cs"/>
        </w:rPr>
      </w:pPr>
      <w:r w:rsidRPr="00B91120">
        <w:rPr>
          <w:rFonts w:hint="cs"/>
          <w:cs/>
        </w:rPr>
        <w:t>ขอให้ความสันติสุข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พึงมีแด่ท่านเถิด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ข้าแต่อะมีรุลมุมีนีน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ท่านได้ฝากบทเรียนไว้ในวิถีการดำเนินชีวิตทุกแง่ทุกมุมแล้ว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ถ้าหากเราได้ปฏิบัติ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เราก็จะได้รับความสุขทั้งในโลกนี้และในโลกหน้า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เราจะเป็นประชาชาติที่ประเสริฐที่สุดในหน้าแผ่นดิน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แต่ทว่าเราทั้งหลายบั่นทอนตัวของเราเอง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ศัตรูของเราจึงสามารถเอาชนะเราได้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เท่านั้นคือ</w:t>
      </w:r>
      <w:r w:rsidRPr="00B91120">
        <w:rPr>
          <w:cs/>
        </w:rPr>
        <w:t xml:space="preserve"> </w:t>
      </w:r>
    </w:p>
    <w:p w:rsidR="009F5180" w:rsidRDefault="00C85AFD" w:rsidP="009F5180">
      <w:pPr>
        <w:pStyle w:val="libNormal"/>
        <w:rPr>
          <w:rFonts w:cs="Cordia New"/>
          <w:szCs w:val="40"/>
        </w:rPr>
      </w:pPr>
      <w:r w:rsidRPr="00B91120">
        <w:rPr>
          <w:rFonts w:hint="cs"/>
          <w:cs/>
        </w:rPr>
        <w:t>ผู้ทรงไว้ซึ่งความช่วยเหลือ</w:t>
      </w:r>
    </w:p>
    <w:p w:rsidR="00C85AFD" w:rsidRPr="00B91120" w:rsidRDefault="009F5180" w:rsidP="009F5180">
      <w:pPr>
        <w:pStyle w:val="libNormal"/>
        <w:rPr>
          <w:rFonts w:cs="Times New Roman"/>
          <w:lang w:bidi="ar-SA"/>
        </w:rPr>
      </w:pPr>
      <w:r w:rsidRPr="00B91120">
        <w:rPr>
          <w:rFonts w:cs="Times New Roman"/>
          <w:lang w:bidi="ar-SA"/>
        </w:rPr>
        <w:t xml:space="preserve"> </w:t>
      </w:r>
      <w:r w:rsidR="00C85AFD" w:rsidRPr="00B91120">
        <w:rPr>
          <w:rFonts w:hint="cs"/>
          <w:cs/>
        </w:rPr>
        <w:t>วจนะจากบรรดาสาวกและรุ่นที่ถัดมา</w:t>
      </w:r>
    </w:p>
    <w:p w:rsidR="00C85AFD" w:rsidRPr="00B91120" w:rsidRDefault="00C85AFD" w:rsidP="009F5180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คงจะเป็นเรื่องที่น่าตำหนิ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ในการที่เราเสนอหลักฐานการยกย่องเกียรติคุณของอิมามอะลีบินอะบีฏอลิบ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โดยถ้อยคำของบรรดาสาวกและถ้อยคำของคนในรุ่นที่ถัดมา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เพราะถ้าหากไม่เป็นเพราะว่า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ท่านเป็นผู้มีผลงานในด้านการต่อสู้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และในด้านอื่น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แน่นอนพวกเขาคงจะลืมท่านไปเสียแล้วก็ได้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จะมีคุณค่าอะไรในการกล่าวถึงท่านอีก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ในเมื่อท่านศาสนทูตแห่งอัลลอฮ์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ได้กล่าวถึงในเรื่องตัวของท่านว่า</w:t>
      </w:r>
    </w:p>
    <w:p w:rsidR="00C85AFD" w:rsidRPr="00B91120" w:rsidRDefault="00C85AFD" w:rsidP="009F5180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อะลีเอ๋ย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ไม่มีใครรู้จักเจ้าได้ดี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และข้ากับข้อนี้เองที่ว่าเกียรติยศ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และความยิ่งใหญ่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เป็นของเจ้าจนถึงที่สุด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9F5180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ถูกแล้ว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จุดประสงค์ในคำพูดต่าง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บรรดาผู้มีความรู้เหล่านี้ช่วยให้เราได้มีภาพพจน์ขึ้นมาประการหนึ่งสำหรับความยิ่งใหญ่ในแง่มุมต่าง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ของท่านอิมามอะลี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และเป็นการแสดงให้เห็นถึงความรักที่พวกเขามีต่อท่าน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และการปกป้องเกียรติยศที่คนเหล่านั้นมีต่อท่าน</w:t>
      </w:r>
    </w:p>
    <w:p w:rsidR="009F5180" w:rsidRDefault="00C85AFD" w:rsidP="009F5180">
      <w:pPr>
        <w:pStyle w:val="libNormal"/>
      </w:pPr>
      <w:r w:rsidRPr="00B91120">
        <w:rPr>
          <w:rFonts w:hint="cs"/>
          <w:cs/>
        </w:rPr>
        <w:t>คำพูดของบรรดาสาวกและคนรุ่นถัดมานั้น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เรามีมากมายจนเหลือเฟือ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คือไม่ว่าจะเป็นตำราประวัติศาสตร์อิสลามเล่มใด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ไม่แคล้วที่ต้องมีการเอ่ยถึงชื่อของท่านอิมามอะลี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ในเล่มนั้นๆ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ไม่ว่าจะเป็นภาคใดภาคหนึ่ง</w:t>
      </w:r>
      <w:r w:rsidRPr="00B91120">
        <w:rPr>
          <w:cs/>
        </w:rPr>
        <w:t xml:space="preserve"> </w:t>
      </w:r>
    </w:p>
    <w:p w:rsidR="009F5180" w:rsidRPr="009F5180" w:rsidRDefault="00C85AFD" w:rsidP="009F5180">
      <w:pPr>
        <w:pStyle w:val="libNormal"/>
        <w:ind w:firstLine="0"/>
        <w:rPr>
          <w:rFonts w:cs="Times New Roman"/>
          <w:rtl/>
          <w:cs/>
          <w:lang w:bidi="ar-SA"/>
        </w:rPr>
      </w:pPr>
      <w:r w:rsidRPr="00B91120">
        <w:rPr>
          <w:rFonts w:hint="cs"/>
          <w:cs/>
        </w:rPr>
        <w:t>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จะต้องเป็นบุคคลแรกที่ถูกนำชื่อมาเอ่ยถึงเสมอ</w:t>
      </w:r>
    </w:p>
    <w:p w:rsidR="009F5180" w:rsidRDefault="009F5180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เราจะเสนอคำพูดของบุคคลเหล่านั้น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บัดนี้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ท่านอะบูบักร์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ได้กล่าวถึงท่าน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อะมีรุลมุมีนีน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บุตรของอะบีฏอลิบเอ๋ย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ท่านเป็นผู้ปกครองของผู้ศรัทธาทั้งชายและหญิงทุกคน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</w:t>
      </w:r>
      <w:r w:rsidRPr="00B91120">
        <w:rPr>
          <w:cs/>
        </w:rPr>
        <w:t>)</w:t>
      </w:r>
    </w:p>
    <w:p w:rsidR="009F5180" w:rsidRPr="00B91120" w:rsidRDefault="009F5180" w:rsidP="009F5180">
      <w:pPr>
        <w:pStyle w:val="libNormal"/>
        <w:rPr>
          <w:rFonts w:cs="Times New Roman"/>
          <w:lang w:bidi="ar-SA"/>
        </w:rPr>
      </w:pP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ฟุตูหาต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>-</w:t>
      </w:r>
      <w:r w:rsidRPr="00B91120">
        <w:rPr>
          <w:rFonts w:hint="cs"/>
          <w:cs/>
        </w:rPr>
        <w:t>อิสลามียะฮ์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เล่ม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๒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หน้า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๔๗๐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เป็นคำพูดที่ท่านกล่าวขึ้น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 xml:space="preserve">หลังจากที่ท่านนบี </w:t>
      </w:r>
      <w:r w:rsidRPr="00B91120">
        <w:rPr>
          <w:cs/>
        </w:rPr>
        <w:t>(</w:t>
      </w:r>
      <w:r w:rsidRPr="00B91120">
        <w:rPr>
          <w:rFonts w:hint="cs"/>
          <w:cs/>
        </w:rPr>
        <w:t>ศ) กล่าวว่</w:t>
      </w:r>
      <w:r w:rsidRPr="00B91120">
        <w:rPr>
          <w:cs/>
        </w:rPr>
        <w:t xml:space="preserve">า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ฉันเป็นผู้ปกครองของใคร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อะลีย่อมเป็นผู้ปกครองของคนนั้น</w:t>
      </w:r>
      <w:r w:rsidRPr="00B91120">
        <w:rPr>
          <w:rFonts w:cs="Times New Roman" w:hint="eastAsia"/>
          <w:lang w:bidi="ar-SA"/>
        </w:rPr>
        <w:t>”</w:t>
      </w:r>
    </w:p>
    <w:p w:rsidR="009F5180" w:rsidRDefault="009F5180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ท่านอุมัร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บินค็อฏฏอบได้กล่าวว่า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หากไม่มีอะลี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อุมัรต้องหายนะแน่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๒</w:t>
      </w:r>
      <w:r w:rsidRPr="00B91120">
        <w:rPr>
          <w:cs/>
        </w:rPr>
        <w:t>)</w:t>
      </w:r>
    </w:p>
    <w:p w:rsidR="009F5180" w:rsidRDefault="009F5180" w:rsidP="00C85AFD">
      <w:pPr>
        <w:pStyle w:val="libNormal"/>
        <w:rPr>
          <w:rFonts w:cs="Cordia New"/>
          <w:szCs w:val="40"/>
        </w:rPr>
      </w:pPr>
    </w:p>
    <w:p w:rsidR="00C85AFD" w:rsidRDefault="00C85AFD" w:rsidP="00C85AFD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อย่าให้ฉันมีชีวิตอยู่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จนพบกับปัญหาที่ยุ่งยากใด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ในยามที่ไม่มีบิดาของฮะซันด้วยเลย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๓</w:t>
      </w:r>
      <w:r w:rsidRPr="00B91120">
        <w:rPr>
          <w:cs/>
        </w:rPr>
        <w:t>)</w:t>
      </w:r>
    </w:p>
    <w:p w:rsidR="00C85AFD" w:rsidRPr="00B91120" w:rsidRDefault="000B75B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 xml:space="preserve"> </w:t>
      </w:r>
      <w:r w:rsidR="00C85AFD" w:rsidRPr="00B91120">
        <w:rPr>
          <w:rFonts w:cs="Times New Roman" w:hint="eastAsia"/>
          <w:lang w:bidi="ar-SA"/>
        </w:rPr>
        <w:t>“</w:t>
      </w:r>
      <w:r w:rsidR="00C85AFD" w:rsidRPr="00B91120">
        <w:rPr>
          <w:rFonts w:hint="cs"/>
          <w:cs/>
        </w:rPr>
        <w:t>ไม่ว่าใครก็อย่าวิจารณ์อันใดเป็นอันขาด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ในขณะที่อะลีมาถึง</w:t>
      </w:r>
      <w:r w:rsidR="00C85AFD" w:rsidRPr="00B91120">
        <w:rPr>
          <w:rFonts w:cs="Times New Roman" w:hint="eastAsia"/>
          <w:lang w:bidi="ar-SA"/>
        </w:rPr>
        <w:t>”</w:t>
      </w:r>
      <w:r w:rsidR="00C85AFD" w:rsidRPr="00B91120">
        <w:rPr>
          <w:rFonts w:cs="Times New Roman"/>
          <w:lang w:bidi="ar-SA"/>
        </w:rPr>
        <w:t>(</w:t>
      </w:r>
      <w:r w:rsidR="00C85AFD" w:rsidRPr="00B91120">
        <w:rPr>
          <w:rFonts w:hint="cs"/>
          <w:cs/>
        </w:rPr>
        <w:t>๔</w:t>
      </w:r>
      <w:r w:rsidR="00C85AFD" w:rsidRPr="00B91120">
        <w:rPr>
          <w:cs/>
        </w:rPr>
        <w:t>)</w:t>
      </w:r>
    </w:p>
    <w:p w:rsidR="00C85AFD" w:rsidRDefault="00C85AFD" w:rsidP="00C85AFD">
      <w:pPr>
        <w:pStyle w:val="libNormal"/>
        <w:rPr>
          <w:rFonts w:hint="cs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บุคคลใดอย่างได้ออกความเห็นเลย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ขณะท่านอะลีอยู่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๕</w:t>
      </w:r>
      <w:r w:rsidRPr="00B91120">
        <w:rPr>
          <w:cs/>
        </w:rPr>
        <w:t>)</w:t>
      </w:r>
    </w:p>
    <w:p w:rsidR="000B75BD" w:rsidRPr="00B91120" w:rsidRDefault="000B75BD" w:rsidP="00C85AFD">
      <w:pPr>
        <w:pStyle w:val="libNormal"/>
        <w:rPr>
          <w:rFonts w:cs="Times New Roman"/>
          <w:lang w:bidi="ar-SA"/>
        </w:rPr>
      </w:pPr>
      <w:r>
        <w:rPr>
          <w:rFonts w:hint="cs"/>
          <w:cs/>
        </w:rPr>
        <w:t>--------------------------------------------------------------</w:t>
      </w:r>
    </w:p>
    <w:p w:rsidR="000B75BD" w:rsidRPr="000B75BD" w:rsidRDefault="000B75BD" w:rsidP="000B75BD">
      <w:pPr>
        <w:pStyle w:val="libArFootnote"/>
        <w:bidi w:val="0"/>
      </w:pPr>
      <w:bookmarkStart w:id="239" w:name="_Toc414269107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ชัรฮ์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นะฮ์ญุล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บะลาเฆาะฮ์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๑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๖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และตัซกิเราะตุลเคาะวาศ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๘๗</w:t>
      </w:r>
      <w:bookmarkEnd w:id="239"/>
    </w:p>
    <w:p w:rsidR="000B75BD" w:rsidRPr="000B75BD" w:rsidRDefault="000B75BD" w:rsidP="000B75BD">
      <w:pPr>
        <w:pStyle w:val="libArFootnote"/>
        <w:bidi w:val="0"/>
        <w:rPr>
          <w:rFonts w:hint="cs"/>
          <w:szCs w:val="24"/>
          <w:cs/>
          <w:lang w:bidi="th-TH"/>
        </w:rPr>
      </w:pPr>
      <w:bookmarkStart w:id="240" w:name="_Toc414269108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๓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ชัรฮ์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นะฮ์ญุล</w:t>
      </w:r>
      <w:r w:rsidRPr="000B75BD">
        <w:rPr>
          <w:szCs w:val="24"/>
          <w:cs/>
        </w:rPr>
        <w:t>-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บะลาเฆาะฮ์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๑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๖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และอะขะดุล</w:t>
      </w:r>
      <w:r w:rsidRPr="000B75BD">
        <w:rPr>
          <w:szCs w:val="24"/>
          <w:cs/>
        </w:rPr>
        <w:t>-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ฆอบะฮ์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๔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๒๒๐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และตะฮ์ซีบุต</w:t>
      </w:r>
      <w:r w:rsidRPr="000B75BD">
        <w:rPr>
          <w:szCs w:val="24"/>
          <w:cs/>
        </w:rPr>
        <w:t>-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ตะฮ์ซีบ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๗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๓๓๗</w:t>
      </w:r>
      <w:bookmarkEnd w:id="240"/>
    </w:p>
    <w:p w:rsidR="009F5180" w:rsidRPr="000B75BD" w:rsidRDefault="009F5180" w:rsidP="000B75BD">
      <w:pPr>
        <w:pStyle w:val="libArFootnote"/>
        <w:bidi w:val="0"/>
      </w:pPr>
      <w:r w:rsidRPr="000B75BD">
        <w:t xml:space="preserve"> </w:t>
      </w:r>
      <w:bookmarkStart w:id="241" w:name="_Toc414269109"/>
      <w:r w:rsidR="00C85AFD" w:rsidRPr="000B75BD">
        <w:t>(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๔</w:t>
      </w:r>
      <w:r w:rsidR="00C85AFD" w:rsidRPr="000B75BD">
        <w:rPr>
          <w:szCs w:val="24"/>
          <w:cs/>
        </w:rPr>
        <w:t>)</w:t>
      </w:r>
      <w:r w:rsidR="00C85AFD" w:rsidRPr="000B75BD">
        <w:t>, (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๕</w:t>
      </w:r>
      <w:r w:rsidR="00C85AFD" w:rsidRPr="000B75BD">
        <w:rPr>
          <w:szCs w:val="24"/>
          <w:cs/>
        </w:rPr>
        <w:t xml:space="preserve">) 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อ้างเล่มเดิม</w:t>
      </w:r>
      <w:bookmarkEnd w:id="241"/>
    </w:p>
    <w:p w:rsidR="009F5180" w:rsidRDefault="009F5180" w:rsidP="00C85AFD">
      <w:pPr>
        <w:pStyle w:val="libNormal"/>
      </w:pPr>
    </w:p>
    <w:p w:rsidR="009F5180" w:rsidRDefault="009F5180" w:rsidP="00C85AFD">
      <w:pPr>
        <w:pStyle w:val="libNormal"/>
        <w:rPr>
          <w:cs/>
        </w:rPr>
      </w:pPr>
    </w:p>
    <w:p w:rsidR="009F5180" w:rsidRDefault="009F5180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ขอให้อัลลอฮ์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อย่าให้ฉันมีชีวิตอยู่ภายหลังบุตรของอะบีฏอลิบเลย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๖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และว่า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คือผู้ตัดสินที่ดีที่สุดของพวกเรา</w:t>
      </w:r>
      <w:r w:rsidR="009F5180" w:rsidRPr="00B91120">
        <w:rPr>
          <w:rFonts w:cs="Times New Roman" w:hint="eastAsia"/>
          <w:lang w:bidi="ar-SA"/>
        </w:rPr>
        <w:t>”</w:t>
      </w:r>
      <w:r w:rsidR="009F518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๗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๓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ท่านอุษมาน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บินอัฟฟาน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หากไม่มีอะลี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อุษมานต้องหายนะแน่</w:t>
      </w:r>
      <w:r w:rsidR="009F5180" w:rsidRPr="00B91120">
        <w:rPr>
          <w:rFonts w:cs="Times New Roman" w:hint="eastAsia"/>
          <w:lang w:bidi="ar-SA"/>
        </w:rPr>
        <w:t>”</w:t>
      </w:r>
      <w:r w:rsidR="009F518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๘</w:t>
      </w:r>
      <w:r w:rsidRPr="00B91120">
        <w:rPr>
          <w:cs/>
        </w:rPr>
        <w:t>)</w:t>
      </w:r>
    </w:p>
    <w:p w:rsidR="00C85AFD" w:rsidRPr="00B91120" w:rsidRDefault="00C85AFD" w:rsidP="009F5180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๔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ท่านอับดุลลอฮ์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บินมัสอูด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พวกเราพูดกันว่า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ผู้พิพากษาแห่งนครมะดีนะฮ์ต้องเป็นอะลี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</w:t>
      </w:r>
      <w:r w:rsidR="009F5180" w:rsidRPr="00B91120">
        <w:rPr>
          <w:rFonts w:cs="Times New Roman" w:hint="eastAsia"/>
          <w:lang w:bidi="ar-SA"/>
        </w:rPr>
        <w:t>”</w:t>
      </w:r>
      <w:r w:rsidR="009F518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๙</w:t>
      </w:r>
      <w:r w:rsidRPr="00B91120">
        <w:rPr>
          <w:cs/>
        </w:rPr>
        <w:t>)</w:t>
      </w:r>
    </w:p>
    <w:p w:rsidR="00D73DAD" w:rsidRDefault="00C85AFD" w:rsidP="00D73DAD">
      <w:pPr>
        <w:pStyle w:val="libNormal"/>
      </w:pPr>
      <w:r w:rsidRPr="00B91120">
        <w:rPr>
          <w:rFonts w:hint="cs"/>
          <w:cs/>
        </w:rPr>
        <w:t>๕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ท่านสะอีด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บินมุซีบกล่าวว่า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ในหมู่มนุษย์จะไม่มีใครสามารถพูดคำว่า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จงถามฉันเถิด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hint="cs"/>
          <w:cs/>
        </w:rPr>
        <w:t>ได้เลยนอกจากอะลี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</w:t>
      </w:r>
      <w:r w:rsidR="009F5180" w:rsidRPr="00B91120">
        <w:rPr>
          <w:rFonts w:cs="Times New Roman" w:hint="eastAsia"/>
          <w:lang w:bidi="ar-SA"/>
        </w:rPr>
        <w:t>”</w:t>
      </w:r>
      <w:r w:rsidR="009F5180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๑๐</w:t>
      </w:r>
      <w:r w:rsidRPr="00B91120">
        <w:rPr>
          <w:cs/>
        </w:rPr>
        <w:t>)</w:t>
      </w:r>
    </w:p>
    <w:p w:rsidR="00D73DAD" w:rsidRDefault="00D73DAD" w:rsidP="00D73DAD">
      <w:pPr>
        <w:pStyle w:val="libNormal"/>
      </w:pPr>
    </w:p>
    <w:p w:rsidR="00D73DAD" w:rsidRDefault="00D73DAD" w:rsidP="00D73DAD">
      <w:pPr>
        <w:pStyle w:val="libNormal"/>
      </w:pPr>
    </w:p>
    <w:p w:rsidR="00D73DAD" w:rsidRDefault="00D73DAD" w:rsidP="00D73DAD">
      <w:pPr>
        <w:pStyle w:val="libNormal"/>
      </w:pPr>
    </w:p>
    <w:p w:rsidR="00D73DAD" w:rsidRDefault="00D73DAD" w:rsidP="00D73DAD">
      <w:pPr>
        <w:pStyle w:val="libNormal"/>
      </w:pPr>
    </w:p>
    <w:p w:rsidR="00D73DAD" w:rsidRDefault="00D73DAD" w:rsidP="00D73DAD">
      <w:pPr>
        <w:pStyle w:val="libNormal"/>
      </w:pPr>
    </w:p>
    <w:p w:rsidR="00D73DAD" w:rsidRPr="00D73DAD" w:rsidRDefault="00D73DAD" w:rsidP="00D73DAD">
      <w:pPr>
        <w:pStyle w:val="libNormal"/>
        <w:rPr>
          <w:rFonts w:cs="Cordia New"/>
          <w:szCs w:val="40"/>
        </w:rPr>
      </w:pPr>
    </w:p>
    <w:p w:rsidR="00D73DAD" w:rsidRDefault="00D73DAD" w:rsidP="00D73DAD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----------------------------------------</w:t>
      </w:r>
      <w:r w:rsidR="000B75BD">
        <w:rPr>
          <w:rFonts w:cs="Cordia New" w:hint="cs"/>
          <w:szCs w:val="40"/>
          <w:cs/>
        </w:rPr>
        <w:t>--------</w:t>
      </w:r>
    </w:p>
    <w:p w:rsidR="00D73DAD" w:rsidRPr="000B75BD" w:rsidRDefault="00D73DAD" w:rsidP="000B75BD">
      <w:pPr>
        <w:pStyle w:val="libArFootnote"/>
        <w:bidi w:val="0"/>
      </w:pPr>
      <w:bookmarkStart w:id="242" w:name="_Toc414269110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๖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ตัซกิเราะตุลเคาะวาศ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๘๘</w:t>
      </w:r>
      <w:bookmarkEnd w:id="242"/>
    </w:p>
    <w:p w:rsidR="00D73DAD" w:rsidRPr="000B75BD" w:rsidRDefault="00D73DAD" w:rsidP="000B75BD">
      <w:pPr>
        <w:pStyle w:val="libArFootnote"/>
        <w:bidi w:val="0"/>
      </w:pPr>
      <w:bookmarkStart w:id="243" w:name="_Toc414269111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๗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ตะฮ์ซีบุต</w:t>
      </w:r>
      <w:r w:rsidRPr="000B75BD">
        <w:rPr>
          <w:szCs w:val="24"/>
          <w:cs/>
        </w:rPr>
        <w:t>-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ตะซีบ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๗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๓๓๗</w:t>
      </w:r>
      <w:bookmarkEnd w:id="243"/>
    </w:p>
    <w:p w:rsidR="00D73DAD" w:rsidRPr="000B75BD" w:rsidRDefault="00D73DAD" w:rsidP="000B75BD">
      <w:pPr>
        <w:pStyle w:val="libArFootnote"/>
        <w:bidi w:val="0"/>
      </w:pPr>
      <w:bookmarkStart w:id="244" w:name="_Toc414269112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๘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0B75BD">
        <w:rPr>
          <w:szCs w:val="24"/>
          <w:cs/>
        </w:rPr>
        <w:t>-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ฆอดีร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๗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๒๑๔</w:t>
      </w:r>
      <w:bookmarkEnd w:id="244"/>
    </w:p>
    <w:p w:rsidR="00D73DAD" w:rsidRPr="000B75BD" w:rsidRDefault="00D73DAD" w:rsidP="000B75BD">
      <w:pPr>
        <w:pStyle w:val="libArFootnote"/>
        <w:bidi w:val="0"/>
      </w:pPr>
      <w:bookmarkStart w:id="245" w:name="_Toc414269113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๙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อะซะดุล</w:t>
      </w:r>
      <w:r w:rsidRPr="000B75BD">
        <w:rPr>
          <w:szCs w:val="24"/>
          <w:cs/>
        </w:rPr>
        <w:t>-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ฆอบะฮ์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๔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๒๒</w:t>
      </w:r>
      <w:bookmarkEnd w:id="245"/>
    </w:p>
    <w:p w:rsidR="00D73DAD" w:rsidRPr="000B75BD" w:rsidRDefault="00D73DAD" w:rsidP="000B75BD">
      <w:pPr>
        <w:pStyle w:val="libArFootnote"/>
        <w:bidi w:val="0"/>
        <w:rPr>
          <w:szCs w:val="24"/>
          <w:cs/>
        </w:rPr>
      </w:pPr>
      <w:bookmarkStart w:id="246" w:name="_Toc414269114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๑๐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เล่มเดิม</w:t>
      </w:r>
      <w:bookmarkEnd w:id="246"/>
    </w:p>
    <w:p w:rsidR="00D73DAD" w:rsidRDefault="00D73DAD">
      <w:pPr>
        <w:rPr>
          <w:rFonts w:ascii="Angsana New" w:hAnsi="Angsana New"/>
          <w:sz w:val="32"/>
          <w:szCs w:val="32"/>
        </w:rPr>
      </w:pPr>
      <w:r>
        <w:br w:type="page"/>
      </w:r>
    </w:p>
    <w:p w:rsidR="00D73DAD" w:rsidRPr="00B91120" w:rsidRDefault="00D73DAD" w:rsidP="009F5180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9F5180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๖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ท่านสะอัด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บินอะบีวักก๊อซพูดกับมุอาวิยะฮ์ว่า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9F5180" w:rsidRPr="00B91120">
        <w:rPr>
          <w:rFonts w:hint="cs"/>
          <w:cs/>
        </w:rPr>
        <w:t xml:space="preserve">ฉันขอบอกว่าที่ฉันไม่อาจด่าประณามเขา </w:t>
      </w:r>
      <w:r w:rsidR="009F5180" w:rsidRPr="00B91120">
        <w:rPr>
          <w:cs/>
        </w:rPr>
        <w:t>(</w:t>
      </w:r>
      <w:r w:rsidRPr="00B91120">
        <w:rPr>
          <w:rFonts w:hint="cs"/>
          <w:cs/>
        </w:rPr>
        <w:t>อิมามอะลี</w:t>
      </w:r>
      <w:r w:rsidR="009F5180" w:rsidRPr="00B91120">
        <w:rPr>
          <w:rFonts w:hint="cs"/>
          <w:cs/>
        </w:rPr>
        <w:t>) ได</w:t>
      </w:r>
      <w:r w:rsidR="009F5180" w:rsidRPr="00B91120">
        <w:rPr>
          <w:cs/>
        </w:rPr>
        <w:t>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ก็เพราะเหตุผล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กรณี</w:t>
      </w:r>
      <w:r w:rsidRPr="00B91120">
        <w:rPr>
          <w:cs/>
        </w:rPr>
        <w:t xml:space="preserve"> </w:t>
      </w:r>
      <w:r w:rsidR="009F5180" w:rsidRPr="00B91120">
        <w:rPr>
          <w:rFonts w:hint="cs"/>
          <w:cs/>
        </w:rPr>
        <w:t xml:space="preserve">ที่ท่านศาสนทูต </w:t>
      </w:r>
      <w:r w:rsidR="009F5180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9F5180" w:rsidRPr="00B91120">
        <w:rPr>
          <w:rFonts w:hint="cs"/>
          <w:cs/>
        </w:rPr>
        <w:t>) เคยพูดถึงไว</w:t>
      </w:r>
      <w:r w:rsidR="009F5180" w:rsidRPr="00B91120">
        <w:rPr>
          <w:cs/>
        </w:rPr>
        <w:t>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ซึ่งถ้าหากฉันมีโอกาสได้มาเพียงประการเดียว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ฉันจะยินดีมากกว่าได้อูฐสีแดง</w:t>
      </w:r>
      <w:r w:rsidRPr="00B91120">
        <w:rPr>
          <w:cs/>
        </w:rPr>
        <w:t xml:space="preserve"> </w:t>
      </w:r>
      <w:r w:rsidR="009F5180" w:rsidRPr="00B91120">
        <w:rPr>
          <w:rFonts w:hint="cs"/>
          <w:cs/>
        </w:rPr>
        <w:t xml:space="preserve">ฉันเคยได้ยินท่านศาสนทูตแห่งอัลลอฮ์ </w:t>
      </w:r>
      <w:r w:rsidR="009F5180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9F5180" w:rsidRPr="00B91120">
        <w:rPr>
          <w:rFonts w:hint="cs"/>
          <w:cs/>
        </w:rPr>
        <w:t xml:space="preserve">) กล่าวแก่ท่านอะลี </w:t>
      </w:r>
      <w:r w:rsidR="009F518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9F5180" w:rsidRPr="00B91120">
        <w:rPr>
          <w:rFonts w:hint="cs"/>
          <w:cs/>
        </w:rPr>
        <w:t xml:space="preserve">) หลังจากที่ท่านมอบหมายให้เขาอยู่ในหน้าที่ปกครองเมืองแทนการออกไปทำสงครามในครั้งหนึ่งซึ่งท่านอะลี </w:t>
      </w:r>
      <w:r w:rsidR="009F5180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9F5180" w:rsidRPr="00B91120">
        <w:rPr>
          <w:rFonts w:hint="cs"/>
          <w:cs/>
        </w:rPr>
        <w:t xml:space="preserve">) พูดกับท่าน </w:t>
      </w:r>
      <w:r w:rsidR="009F5180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9F5180" w:rsidRPr="00B91120">
        <w:rPr>
          <w:rFonts w:hint="cs"/>
          <w:cs/>
        </w:rPr>
        <w:t>) ว่</w:t>
      </w:r>
      <w:r w:rsidR="009F5180" w:rsidRPr="00B91120">
        <w:rPr>
          <w:cs/>
        </w:rPr>
        <w:t>า</w:t>
      </w:r>
    </w:p>
    <w:p w:rsidR="00C85AFD" w:rsidRPr="00B91120" w:rsidRDefault="00C85AFD" w:rsidP="009F5180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ข้าแต่ท่านศาสนทูตของอัลลอฮ์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ท่านจะให้ฉันอยู่ข้างหลังกับบรรดาสตรีและเด็กๆกระนั้นหรือ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?”</w:t>
      </w:r>
    </w:p>
    <w:p w:rsidR="00C85AFD" w:rsidRPr="00D73DAD" w:rsidRDefault="00C85AFD" w:rsidP="00D73DAD">
      <w:pPr>
        <w:pStyle w:val="libNormal"/>
        <w:rPr>
          <w:rFonts w:cs="Cordia New"/>
          <w:szCs w:val="40"/>
          <w:cs/>
        </w:rPr>
      </w:pPr>
      <w:r w:rsidRPr="00B91120">
        <w:rPr>
          <w:rFonts w:hint="cs"/>
          <w:cs/>
        </w:rPr>
        <w:t>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ได้กล่าวตอบว่า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เจ้ายังไม่พอใจดอกหรืออะลี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ที่ฐานะของเจ้ากับฉัน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เหมือนกับฐานะของฮารูนกับมูซา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เพียงแต่จะไม่มีตำแหน่งนบีภายหลังจากฉันอีกแล้วเท่านั้น</w:t>
      </w:r>
      <w:r w:rsidRPr="00B91120">
        <w:rPr>
          <w:rFonts w:cs="Times New Roman" w:hint="eastAsia"/>
          <w:lang w:bidi="ar-SA"/>
        </w:rPr>
        <w:t>”</w:t>
      </w:r>
    </w:p>
    <w:p w:rsidR="000B75BD" w:rsidRDefault="00C85AFD" w:rsidP="00D73DAD">
      <w:pPr>
        <w:pStyle w:val="libNormal"/>
        <w:rPr>
          <w:rFonts w:hint="cs"/>
        </w:rPr>
      </w:pPr>
      <w:r w:rsidRPr="00B91120">
        <w:rPr>
          <w:rFonts w:hint="cs"/>
          <w:cs/>
        </w:rPr>
        <w:t>ในสงครามค็อยบัร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ท่านได้พูดถึงเขาว่า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D73DAD" w:rsidRPr="00B91120">
        <w:rPr>
          <w:rFonts w:hint="cs"/>
          <w:cs/>
        </w:rPr>
        <w:t xml:space="preserve">ฉันจะมอบธงให้แก่บุรุษที่รักในอัลลอฮ์ </w:t>
      </w:r>
      <w:r w:rsidR="00D73DAD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D73DAD" w:rsidRPr="00B91120">
        <w:rPr>
          <w:rFonts w:hint="cs"/>
          <w:cs/>
        </w:rPr>
        <w:t>) และศาสนทูตของพระองค</w:t>
      </w:r>
      <w:r w:rsidR="00D73DAD" w:rsidRPr="00B91120">
        <w:rPr>
          <w:cs/>
        </w:rPr>
        <w:t>์</w:t>
      </w:r>
      <w:r w:rsidRPr="00B91120">
        <w:rPr>
          <w:cs/>
        </w:rPr>
        <w:t xml:space="preserve"> </w:t>
      </w:r>
      <w:r w:rsidR="00D73DAD" w:rsidRPr="00B91120">
        <w:rPr>
          <w:rFonts w:hint="cs"/>
          <w:cs/>
        </w:rPr>
        <w:t xml:space="preserve">และอัลลอฮ์ </w:t>
      </w:r>
      <w:r w:rsidR="00D73DAD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D73DAD" w:rsidRPr="00B91120">
        <w:rPr>
          <w:rFonts w:hint="cs"/>
          <w:cs/>
        </w:rPr>
        <w:t>) และ</w:t>
      </w:r>
    </w:p>
    <w:p w:rsidR="00C85AFD" w:rsidRPr="00B91120" w:rsidRDefault="00D73DAD" w:rsidP="000B75B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ศาสนทูตของพระองค์ก็รักเข</w:t>
      </w:r>
      <w:r w:rsidRPr="00B91120">
        <w:rPr>
          <w:cs/>
        </w:rPr>
        <w:t>า</w:t>
      </w:r>
      <w:r w:rsidR="00C85AFD"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พวกเราต่างตั้งความหวังในเรื่องนี้กัน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แต่ท่านกล่าวว่า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จงเรียกอะลีเถิด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D73DA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แล้วเขาก็มาหาท่านในอาการเจ็บตา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ท่านได้ใช้น้ำลายแตะที่ดวงตาทั้งสองของเขาและมอบธงให้เขาไป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ก็ทรงประทานชัยชนะให้แก่เขาและยังมีอีกโองการหนึ่งถูกประทานมาว่า</w:t>
      </w:r>
    </w:p>
    <w:p w:rsidR="000B75BD" w:rsidRDefault="00C85AFD" w:rsidP="00D73DAD">
      <w:pPr>
        <w:pStyle w:val="libNormal"/>
        <w:rPr>
          <w:rFonts w:hint="cs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จงกล่าวเถิด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ท่านทั้งหลายจงมาซิ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แล้วเราจะเรียกบรรดาลูกของเราและบันดาลูกของพวกท่าน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และสตรีของเราและสตรีของพวกท่าน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</w:t>
      </w:r>
    </w:p>
    <w:p w:rsidR="00D73DAD" w:rsidRDefault="00C85AFD" w:rsidP="000B75BD">
      <w:pPr>
        <w:pStyle w:val="libNormal"/>
        <w:ind w:firstLine="0"/>
        <w:rPr>
          <w:rFonts w:cs="Cordia New"/>
          <w:szCs w:val="40"/>
        </w:rPr>
      </w:pPr>
      <w:r w:rsidRPr="00B91120">
        <w:rPr>
          <w:rFonts w:hint="cs"/>
          <w:cs/>
        </w:rPr>
        <w:t>ตัวของเรา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และตัวของพวกท่าน</w:t>
      </w:r>
      <w:r w:rsidRPr="00B91120">
        <w:rPr>
          <w:rFonts w:cs="Times New Roman" w:hint="eastAsia"/>
          <w:lang w:bidi="ar-SA"/>
        </w:rPr>
        <w:t>”</w:t>
      </w:r>
    </w:p>
    <w:p w:rsidR="00D73DAD" w:rsidRDefault="00D73DAD" w:rsidP="00D73DAD">
      <w:pPr>
        <w:pStyle w:val="libNormal"/>
        <w:rPr>
          <w:rFonts w:cs="Cordia New"/>
          <w:szCs w:val="40"/>
        </w:rPr>
      </w:pPr>
    </w:p>
    <w:p w:rsidR="00D73DAD" w:rsidRPr="00D73DAD" w:rsidRDefault="00D73DAD" w:rsidP="00D73DAD">
      <w:pPr>
        <w:pStyle w:val="libNormal"/>
        <w:rPr>
          <w:rFonts w:cs="Cordia New"/>
          <w:szCs w:val="40"/>
        </w:rPr>
      </w:pPr>
    </w:p>
    <w:p w:rsidR="00D73DAD" w:rsidRDefault="00D73DAD">
      <w:pPr>
        <w:rPr>
          <w:rFonts w:ascii="Angsana New" w:hAnsi="Angsana New"/>
          <w:sz w:val="32"/>
          <w:szCs w:val="32"/>
        </w:rPr>
      </w:pPr>
      <w:r>
        <w:br w:type="page"/>
      </w:r>
    </w:p>
    <w:p w:rsidR="00C85AFD" w:rsidRPr="00B91120" w:rsidRDefault="00C85AFD" w:rsidP="00D73DAD">
      <w:pPr>
        <w:pStyle w:val="libNormal"/>
        <w:rPr>
          <w:rFonts w:cs="Times New Roman"/>
          <w:lang w:bidi="ar-SA"/>
        </w:rPr>
      </w:pPr>
    </w:p>
    <w:p w:rsidR="000B75BD" w:rsidRDefault="00C85AFD" w:rsidP="00C85AFD">
      <w:pPr>
        <w:pStyle w:val="libNormal"/>
        <w:rPr>
          <w:rFonts w:hint="cs"/>
        </w:rPr>
      </w:pPr>
      <w:r w:rsidRPr="00B91120">
        <w:rPr>
          <w:rFonts w:hint="cs"/>
          <w:cs/>
        </w:rPr>
        <w:t>ปรากฏว่า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ท่านศาสนทูตได้เรียก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ฟาฏิมะฮ์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และฮุเซน</w:t>
      </w:r>
      <w:r w:rsidRPr="00B91120">
        <w:rPr>
          <w:cs/>
        </w:rPr>
        <w:t xml:space="preserve"> 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พลางกล่าวว่า</w:t>
      </w:r>
    </w:p>
    <w:p w:rsidR="00D73DAD" w:rsidRPr="00D73DAD" w:rsidRDefault="00C85AFD" w:rsidP="00D73DAD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ข้าแต่อัลลอฮ์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บุคคลเหล่านี้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คือสมาชิกครอบครัวของข้า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๑๑</w:t>
      </w:r>
      <w:r w:rsidRPr="00B91120">
        <w:rPr>
          <w:cs/>
        </w:rPr>
        <w:t>)</w:t>
      </w:r>
    </w:p>
    <w:p w:rsidR="00D73DAD" w:rsidRPr="00D73DAD" w:rsidRDefault="00C85AFD" w:rsidP="00D73DAD">
      <w:pPr>
        <w:pStyle w:val="libNormal"/>
      </w:pPr>
      <w:r w:rsidRPr="00B91120">
        <w:rPr>
          <w:rFonts w:hint="cs"/>
          <w:cs/>
        </w:rPr>
        <w:t>๗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ท่านชัยด์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บินอัรก็อม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D73DAD" w:rsidRPr="00B91120">
        <w:rPr>
          <w:rFonts w:hint="cs"/>
          <w:cs/>
        </w:rPr>
        <w:t xml:space="preserve">คนแรกที่นมาซกับท่านศาสนทูตแห่งอัลลอฮ์ </w:t>
      </w:r>
      <w:r w:rsidR="00D73DAD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อะลีบินอะบีฏอลิบ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๑๒</w:t>
      </w:r>
      <w:r w:rsidRPr="00B91120">
        <w:rPr>
          <w:cs/>
        </w:rPr>
        <w:t>)</w:t>
      </w:r>
    </w:p>
    <w:p w:rsidR="00C85AFD" w:rsidRPr="00B91120" w:rsidRDefault="00C85AFD" w:rsidP="00D73DA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๘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หลังจากท่านอิมามอะลี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อะมีรุลมุมินีน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ได้วายชนม์แล้ว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ท่านอิมามฮะซัน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ผู้เป็นบุตร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กล่าวคำปราศรัยมีใจความตอนหนึ่งว่า</w:t>
      </w:r>
    </w:p>
    <w:p w:rsidR="00C85AFD" w:rsidRPr="00B91120" w:rsidRDefault="00C85AFD" w:rsidP="00D73DA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เมื่อคืนนี้บุรุษหนึ่ง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ซึ่งเป็นผู้มีคุณงามความดีล้ำหน้าคนทั้งปวง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ทั้งยุคก่อนหน้า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และยุคหลังอย่างไม่มีใครเสมอเหมือนได้วายชนม์แล้ว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แน่นอนที่สุดเขาเคยต่อสู้ร่วมกับท่านศาสนทูตแห่งอัลลอฮ์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โดยเอาตัวเองเป็นเกราะกำบังให้ท่าน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ได้มอบธงให้เขาถือ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ญิบรออีลได้มาขนาบตัวเขาทางด้านขวา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มีกาอีลมาขนาบตัวเขาทางด้านซ้าย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เขาไม่เคยกลับจากสมรภูมิรบใดที่อัลลอฮ์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ไม่ให้ชัยชนะแก่เขา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๑๓</w:t>
      </w:r>
      <w:r w:rsidRPr="00B91120">
        <w:rPr>
          <w:cs/>
        </w:rPr>
        <w:t>)</w:t>
      </w:r>
    </w:p>
    <w:p w:rsidR="00D73DAD" w:rsidRPr="00B91120" w:rsidRDefault="00D73DA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๙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ท่านหญิงอาอิชะฮ์ได้กล่าวว่า</w:t>
      </w:r>
    </w:p>
    <w:p w:rsidR="00D73DAD" w:rsidRDefault="00C85AFD" w:rsidP="00C85AFD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ฉันไม่เคยเห็นท่านศาสนทูตแห่งอัลลอฮ์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รักบุรุษคนใดมากกว่าเขา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๑๔</w:t>
      </w:r>
      <w:r w:rsidRPr="00B91120">
        <w:rPr>
          <w:cs/>
        </w:rPr>
        <w:t>)</w:t>
      </w:r>
    </w:p>
    <w:p w:rsidR="00D73DAD" w:rsidRDefault="00D73DAD" w:rsidP="00C85AFD">
      <w:pPr>
        <w:pStyle w:val="libNormal"/>
      </w:pPr>
      <w:r>
        <w:rPr>
          <w:rFonts w:hint="cs"/>
          <w:cs/>
        </w:rPr>
        <w:t>----------------------------------------------</w:t>
      </w:r>
      <w:r w:rsidR="000B75BD">
        <w:rPr>
          <w:rFonts w:hint="cs"/>
          <w:cs/>
        </w:rPr>
        <w:t>--------------</w:t>
      </w:r>
    </w:p>
    <w:p w:rsidR="00D73DAD" w:rsidRPr="000B75BD" w:rsidRDefault="00D73DAD" w:rsidP="000B75BD">
      <w:pPr>
        <w:pStyle w:val="libArFootnote"/>
        <w:bidi w:val="0"/>
        <w:rPr>
          <w:szCs w:val="24"/>
          <w:cs/>
        </w:rPr>
      </w:pPr>
      <w:bookmarkStart w:id="247" w:name="_Toc414269115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๑๑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เล่มเดิม</w:t>
      </w:r>
      <w:bookmarkEnd w:id="247"/>
    </w:p>
    <w:p w:rsidR="00D73DAD" w:rsidRPr="000B75BD" w:rsidRDefault="00D73DAD" w:rsidP="000B75BD">
      <w:pPr>
        <w:pStyle w:val="libArFootnote"/>
        <w:bidi w:val="0"/>
      </w:pPr>
      <w:bookmarkStart w:id="248" w:name="_Toc414269116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๑๒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0B75BD">
        <w:rPr>
          <w:szCs w:val="24"/>
          <w:cs/>
        </w:rPr>
        <w:t>-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อิซตีอาบ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ภาคผนวกของหนังสืออัล</w:t>
      </w:r>
      <w:r w:rsidRPr="000B75BD">
        <w:rPr>
          <w:szCs w:val="24"/>
          <w:cs/>
        </w:rPr>
        <w:t>-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อิศอบะฮ์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๓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๓๒</w:t>
      </w:r>
      <w:bookmarkEnd w:id="248"/>
    </w:p>
    <w:p w:rsidR="00D73DAD" w:rsidRPr="000B75BD" w:rsidRDefault="00D73DAD" w:rsidP="000B75BD">
      <w:pPr>
        <w:pStyle w:val="libArFootnote"/>
        <w:bidi w:val="0"/>
      </w:pPr>
      <w:bookmarkStart w:id="249" w:name="_Toc414269117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๑๓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มะกอติล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อัฏฏอลิบีน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๓๕</w:t>
      </w:r>
      <w:bookmarkEnd w:id="249"/>
    </w:p>
    <w:p w:rsidR="00D73DAD" w:rsidRPr="000B75BD" w:rsidRDefault="00D73DAD" w:rsidP="000B75BD">
      <w:pPr>
        <w:pStyle w:val="libArFootnote"/>
        <w:bidi w:val="0"/>
      </w:pPr>
      <w:bookmarkStart w:id="250" w:name="_Toc414269118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๑๔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อักดุลฟะรีด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๒๑๖</w:t>
      </w:r>
      <w:bookmarkEnd w:id="250"/>
    </w:p>
    <w:p w:rsidR="00D73DAD" w:rsidRPr="000B75BD" w:rsidRDefault="00D73DAD" w:rsidP="000B75BD">
      <w:pPr>
        <w:pStyle w:val="libArFootnote"/>
        <w:bidi w:val="0"/>
        <w:rPr>
          <w:szCs w:val="24"/>
          <w:cs/>
        </w:rPr>
      </w:pPr>
    </w:p>
    <w:p w:rsidR="00C85AFD" w:rsidRPr="00D73DAD" w:rsidRDefault="00D73DAD" w:rsidP="00D73DAD">
      <w:pPr>
        <w:rPr>
          <w:rFonts w:ascii="Angsana New" w:hAnsi="Angsana New" w:cs="Cordia New"/>
          <w:sz w:val="32"/>
          <w:szCs w:val="30"/>
          <w:lang w:bidi="th-TH"/>
        </w:rPr>
      </w:pPr>
      <w:r>
        <w:rPr>
          <w:rtl/>
          <w:cs/>
        </w:rPr>
        <w:br w:type="page"/>
      </w:r>
    </w:p>
    <w:p w:rsidR="00D73DAD" w:rsidRPr="00D73DAD" w:rsidRDefault="00C85AFD" w:rsidP="00D73DAD">
      <w:pPr>
        <w:pStyle w:val="libNormal"/>
      </w:pPr>
      <w:r w:rsidRPr="00B91120">
        <w:rPr>
          <w:rFonts w:cs="Times New Roman" w:hint="eastAsia"/>
          <w:lang w:bidi="ar-SA"/>
        </w:rPr>
        <w:lastRenderedPageBreak/>
        <w:t>“</w:t>
      </w:r>
      <w:r w:rsidRPr="00B91120">
        <w:rPr>
          <w:rFonts w:hint="cs"/>
          <w:cs/>
        </w:rPr>
        <w:t>เขาคือคนที่รู้เรื่องชุนนะฮ์มากกว่ามนุษย์ทั้งหลาย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๑๕</w:t>
      </w:r>
      <w:r w:rsidRPr="00B91120">
        <w:rPr>
          <w:cs/>
        </w:rPr>
        <w:t>)</w:t>
      </w:r>
    </w:p>
    <w:p w:rsidR="00D73DAD" w:rsidRDefault="00C85AFD" w:rsidP="00D73DAD">
      <w:pPr>
        <w:pStyle w:val="libNormal"/>
      </w:pPr>
      <w:r w:rsidRPr="00B91120">
        <w:rPr>
          <w:rFonts w:hint="cs"/>
          <w:cs/>
        </w:rPr>
        <w:t>๑๐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ท่านอะบูซะอีด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อัลคุดรีกล่าวว่า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D73DAD" w:rsidRPr="00B91120">
        <w:rPr>
          <w:rFonts w:hint="cs"/>
          <w:cs/>
        </w:rPr>
        <w:t>พวกเรารู้จักคนที่กลับกลอก</w:t>
      </w:r>
    </w:p>
    <w:p w:rsidR="00D73DAD" w:rsidRPr="00D73DAD" w:rsidRDefault="00D73DAD" w:rsidP="00D73DAD">
      <w:pPr>
        <w:pStyle w:val="libNormal"/>
      </w:pPr>
      <w:r w:rsidRPr="00B91120">
        <w:rPr>
          <w:rFonts w:hint="cs"/>
          <w:cs/>
        </w:rPr>
        <w:t xml:space="preserve"> </w:t>
      </w:r>
      <w:r w:rsidRPr="00B91120">
        <w:rPr>
          <w:cs/>
        </w:rPr>
        <w:t>(</w:t>
      </w:r>
      <w:r w:rsidR="00C85AFD" w:rsidRPr="00B91120">
        <w:rPr>
          <w:rFonts w:hint="cs"/>
          <w:cs/>
        </w:rPr>
        <w:t>มุนาฟิก</w:t>
      </w:r>
      <w:r w:rsidRPr="00B91120">
        <w:rPr>
          <w:rFonts w:hint="cs"/>
          <w:cs/>
        </w:rPr>
        <w:t>) ได</w:t>
      </w:r>
      <w:r w:rsidRPr="00B91120">
        <w:rPr>
          <w:cs/>
        </w:rPr>
        <w:t>้</w:t>
      </w:r>
      <w:r w:rsidR="00C85AFD" w:rsidRPr="00B91120">
        <w:rPr>
          <w:cs/>
        </w:rPr>
        <w:t xml:space="preserve"> </w:t>
      </w:r>
      <w:r w:rsidR="00C85AFD" w:rsidRPr="00B91120">
        <w:rPr>
          <w:rFonts w:hint="cs"/>
          <w:cs/>
        </w:rPr>
        <w:t>ตรงที่สังเกตว่าใครโกรธท่านอิมามอะลี</w:t>
      </w:r>
      <w:r w:rsidR="00C85AFD" w:rsidRPr="00B91120">
        <w:rPr>
          <w:cs/>
        </w:rPr>
        <w:t>(</w:t>
      </w:r>
      <w:r w:rsidR="00C85AFD" w:rsidRPr="00B91120">
        <w:rPr>
          <w:rFonts w:hint="cs"/>
          <w:cs/>
        </w:rPr>
        <w:t>อ</w:t>
      </w:r>
      <w:r w:rsidR="00C85AFD" w:rsidRPr="00B91120">
        <w:rPr>
          <w:cs/>
        </w:rPr>
        <w:t>)</w:t>
      </w:r>
      <w:r w:rsidR="000B75BD" w:rsidRPr="00B91120">
        <w:rPr>
          <w:rFonts w:cs="Times New Roman"/>
          <w:lang w:bidi="ar-SA"/>
        </w:rPr>
        <w:t>” (</w:t>
      </w:r>
      <w:r w:rsidR="00C85AFD" w:rsidRPr="00B91120">
        <w:rPr>
          <w:rFonts w:hint="cs"/>
          <w:cs/>
        </w:rPr>
        <w:t>๑๖</w:t>
      </w:r>
      <w:r w:rsidR="00C85AFD" w:rsidRPr="00B91120">
        <w:rPr>
          <w:cs/>
        </w:rPr>
        <w:t>)</w:t>
      </w:r>
    </w:p>
    <w:p w:rsidR="000B75BD" w:rsidRDefault="00C85AFD" w:rsidP="00C85AFD">
      <w:pPr>
        <w:pStyle w:val="libNormal"/>
        <w:rPr>
          <w:rFonts w:hint="cs"/>
        </w:rPr>
      </w:pPr>
      <w:r w:rsidRPr="00B91120">
        <w:rPr>
          <w:rFonts w:hint="cs"/>
          <w:cs/>
        </w:rPr>
        <w:t>๑๑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ท่านกันซ์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บินซะอัด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บินอุบาดะฮ์ได้กล่าวแก่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มุอาวิยะฮ์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</w:t>
      </w:r>
    </w:p>
    <w:p w:rsidR="00C85AFD" w:rsidRPr="00B91120" w:rsidRDefault="00C85AFD" w:rsidP="000B75B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อะบีซุฟยานว่า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แท้จริงอัลลอฮ์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ทรงแต่งตั้งท่านนบีมุฮัมมัด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มาเพื่อเป็นความเมตตาแก่สากลโลก</w:t>
      </w:r>
    </w:p>
    <w:p w:rsidR="000B75BD" w:rsidRDefault="00C85AFD" w:rsidP="00D73DAD">
      <w:pPr>
        <w:pStyle w:val="libNormal"/>
        <w:rPr>
          <w:rFonts w:hint="cs"/>
        </w:rPr>
      </w:pPr>
      <w:r w:rsidRPr="00B91120">
        <w:rPr>
          <w:rFonts w:hint="cs"/>
          <w:cs/>
        </w:rPr>
        <w:t>พระองค์ทรงแต่งตั้งท่านมายังมนุษย์ทั้งมวล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ทั้งในหมู่ญินและมนุษย์</w:t>
      </w:r>
      <w:r w:rsidRPr="00B91120">
        <w:rPr>
          <w:cs/>
        </w:rPr>
        <w:t xml:space="preserve"> </w:t>
      </w:r>
    </w:p>
    <w:p w:rsidR="000B75BD" w:rsidRDefault="00C85AFD" w:rsidP="000B75BD">
      <w:pPr>
        <w:pStyle w:val="libNormal"/>
        <w:ind w:firstLine="0"/>
        <w:rPr>
          <w:rFonts w:hint="cs"/>
        </w:rPr>
      </w:pPr>
      <w:r w:rsidRPr="00B91120">
        <w:rPr>
          <w:rFonts w:hint="cs"/>
          <w:cs/>
        </w:rPr>
        <w:t>ไม่ว่าจะเป็นผิวแดง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ดำ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หรือขาว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พระองค์ทรงคัดเลือกท่านมาให้ดำรงตำแหน่งนบี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และมอบคัมภีร์เล่มหนึ่งมาให้ท่าน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ปรากฏว่าคนแรกที่ศรัทธาในตัวท่านคือ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บุตรแห่งผู้เป็นลุงของท่านเองในขณะที่อะบูฏอลิบทัดทานและยับยั้งเขาอยู่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เขาดำเนินการเคลื่อนไหวท่ามกลาง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พวกมิจฉาทิฐิแห่งตระกูลกุเรช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และท่ามกลางผู้คนซึ่งมีทั้งที่ปกป้องท่านและให้ร้ายท่าน</w:t>
      </w:r>
      <w:r w:rsidR="00D73DAD">
        <w:rPr>
          <w:rFonts w:hint="cs"/>
          <w:cs/>
        </w:rPr>
        <w:t xml:space="preserve"> </w:t>
      </w:r>
      <w:r w:rsidRPr="00B91120">
        <w:rPr>
          <w:rFonts w:hint="cs"/>
          <w:cs/>
        </w:rPr>
        <w:t>ภารกิจของท่านคือเผยแผ่สาส์นแห่ง</w:t>
      </w:r>
    </w:p>
    <w:p w:rsidR="000B75BD" w:rsidRDefault="00C85AFD" w:rsidP="000B75BD">
      <w:pPr>
        <w:pStyle w:val="libNormal"/>
        <w:ind w:firstLine="0"/>
        <w:rPr>
          <w:rFonts w:hint="cs"/>
        </w:rPr>
      </w:pPr>
      <w:r w:rsidRPr="00B91120">
        <w:rPr>
          <w:rFonts w:hint="cs"/>
          <w:cs/>
        </w:rPr>
        <w:t>พระผู้อภิบาลของท่าน</w:t>
      </w:r>
      <w:r w:rsidR="000B75BD">
        <w:rPr>
          <w:rFonts w:hint="cs"/>
          <w:cs/>
        </w:rPr>
        <w:t xml:space="preserve"> </w:t>
      </w:r>
      <w:r w:rsidRPr="00B91120">
        <w:rPr>
          <w:rFonts w:hint="cs"/>
          <w:cs/>
        </w:rPr>
        <w:t>ท่ามกลางเสียงคัดค้านและการให้ร้ายต่างๆนั้น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อะบูฏอลิบผู้เป็นลุงของท่านก็ได้เสียชีวิตไป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และเขาได้สั่งให้บุตรชายของตนสนับสนุนท่านรอซูล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ซึ่งเขาก็ได้ช่วยเหลือและสนับสนุนท่านโดยเอาตัวเองเข้าไปแลกกับภัยอันตรายทุกรูปแบบ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ไม่ว่าจะเป็นความเดือดร้อน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หรืออุปสรรคที่น่าหวาดกลัวสักเพียงใดก็ตาม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ในเหตุการณ์เช่นนี้อัลลอฮ์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ทรงเจาะจงที่จะให้มีอะลี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อ</w:t>
      </w:r>
      <w:r w:rsidR="00D73DAD" w:rsidRPr="00B91120">
        <w:rPr>
          <w:rFonts w:hint="cs"/>
          <w:cs/>
        </w:rPr>
        <w:t>) ขึ้นมาท่ามกลางพวกกุเร</w:t>
      </w:r>
      <w:r w:rsidR="00D73DAD" w:rsidRPr="00B91120">
        <w:rPr>
          <w:cs/>
        </w:rPr>
        <w:t>ช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ให้เขามีเกียรติท่ามกลาง</w:t>
      </w:r>
    </w:p>
    <w:p w:rsidR="00C85AFD" w:rsidRDefault="00C85AFD" w:rsidP="000B75BD">
      <w:pPr>
        <w:pStyle w:val="libNormal"/>
        <w:ind w:firstLine="0"/>
        <w:rPr>
          <w:rFonts w:cs="Cordia New"/>
          <w:szCs w:val="40"/>
        </w:rPr>
      </w:pPr>
      <w:r w:rsidRPr="00B91120">
        <w:rPr>
          <w:rFonts w:hint="cs"/>
          <w:cs/>
        </w:rPr>
        <w:t>ชาวอาหรับ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และคนที่มิใช่ชาวอาหรับ</w:t>
      </w:r>
      <w:r w:rsidRPr="00B91120">
        <w:rPr>
          <w:rFonts w:cs="Times New Roman" w:hint="eastAsia"/>
          <w:lang w:bidi="ar-SA"/>
        </w:rPr>
        <w:t>”</w:t>
      </w:r>
    </w:p>
    <w:p w:rsidR="00D73DAD" w:rsidRPr="00D73DAD" w:rsidRDefault="00D73DAD" w:rsidP="00D73DAD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</w:t>
      </w:r>
      <w:r w:rsidR="000B75BD">
        <w:rPr>
          <w:rFonts w:cs="Cordia New" w:hint="cs"/>
          <w:szCs w:val="40"/>
          <w:cs/>
        </w:rPr>
        <w:t>----------------------------</w:t>
      </w:r>
    </w:p>
    <w:p w:rsidR="00C85AFD" w:rsidRPr="000B75BD" w:rsidRDefault="00D73DAD" w:rsidP="000B75BD">
      <w:pPr>
        <w:pStyle w:val="libArFootnote"/>
        <w:bidi w:val="0"/>
      </w:pPr>
      <w:r w:rsidRPr="000B75BD">
        <w:t xml:space="preserve"> </w:t>
      </w:r>
      <w:bookmarkStart w:id="251" w:name="_Toc414269119"/>
      <w:r w:rsidR="00C85AFD" w:rsidRPr="000B75BD">
        <w:t>(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๑๕</w:t>
      </w:r>
      <w:r w:rsidR="00C85AFD" w:rsidRPr="000B75BD">
        <w:rPr>
          <w:szCs w:val="24"/>
          <w:cs/>
        </w:rPr>
        <w:t xml:space="preserve">) 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อัล</w:t>
      </w:r>
      <w:r w:rsidR="00C85AFD" w:rsidRPr="000B75BD">
        <w:rPr>
          <w:szCs w:val="24"/>
          <w:cs/>
        </w:rPr>
        <w:t xml:space="preserve"> 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อิซตีอาบ</w:t>
      </w:r>
      <w:r w:rsidR="00C85AFD" w:rsidRPr="000B75BD">
        <w:rPr>
          <w:szCs w:val="24"/>
          <w:cs/>
        </w:rPr>
        <w:t xml:space="preserve"> 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ภาคผนวกของหนังสืออัล</w:t>
      </w:r>
      <w:r w:rsidR="00C85AFD" w:rsidRPr="000B75BD">
        <w:rPr>
          <w:szCs w:val="24"/>
          <w:cs/>
        </w:rPr>
        <w:t xml:space="preserve"> 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อิศอบะฮ์</w:t>
      </w:r>
      <w:r w:rsidR="00C85AFD" w:rsidRPr="000B75BD">
        <w:rPr>
          <w:szCs w:val="24"/>
          <w:cs/>
        </w:rPr>
        <w:t xml:space="preserve"> 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="00C85AFD" w:rsidRPr="000B75BD">
        <w:rPr>
          <w:szCs w:val="24"/>
          <w:cs/>
        </w:rPr>
        <w:t xml:space="preserve"> 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๓</w:t>
      </w:r>
      <w:r w:rsidR="00C85AFD" w:rsidRPr="000B75BD">
        <w:rPr>
          <w:szCs w:val="24"/>
          <w:cs/>
        </w:rPr>
        <w:t xml:space="preserve"> 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0B75BD">
        <w:rPr>
          <w:szCs w:val="24"/>
          <w:cs/>
        </w:rPr>
        <w:t xml:space="preserve"> </w:t>
      </w:r>
      <w:r w:rsidR="00C85AFD" w:rsidRPr="000B75BD">
        <w:rPr>
          <w:rFonts w:ascii="Angsana New" w:hAnsi="Angsana New" w:cs="Angsana New" w:hint="cs"/>
          <w:szCs w:val="24"/>
          <w:cs/>
          <w:lang w:bidi="th-TH"/>
        </w:rPr>
        <w:t>๔๐</w:t>
      </w:r>
      <w:bookmarkEnd w:id="251"/>
    </w:p>
    <w:p w:rsidR="00C85AFD" w:rsidRPr="000B75BD" w:rsidRDefault="00C85AFD" w:rsidP="000B75BD">
      <w:pPr>
        <w:pStyle w:val="libArFootnote"/>
        <w:bidi w:val="0"/>
      </w:pPr>
      <w:bookmarkStart w:id="252" w:name="_Toc414269120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๑๖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อะอิมมะตุล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อิซนาอะซัร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ของอิบนุฏลูน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๕๖</w:t>
      </w:r>
      <w:bookmarkEnd w:id="252"/>
    </w:p>
    <w:p w:rsidR="00D73DAD" w:rsidRDefault="00D73DA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0B75BD" w:rsidRDefault="00C85AFD" w:rsidP="00D73DAD">
      <w:pPr>
        <w:pStyle w:val="libNormal"/>
        <w:rPr>
          <w:rFonts w:hint="cs"/>
        </w:rPr>
      </w:pPr>
      <w:r w:rsidRPr="00B91120">
        <w:rPr>
          <w:rFonts w:hint="cs"/>
          <w:cs/>
        </w:rPr>
        <w:lastRenderedPageBreak/>
        <w:t>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เคยเรียกบรรดาลูกหลานของ</w:t>
      </w:r>
    </w:p>
    <w:p w:rsidR="00C85AFD" w:rsidRPr="00B91120" w:rsidRDefault="00C85AFD" w:rsidP="000B75B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อับดุลมุฏฏอลิบมาชุมนุม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ในจำนวนนั้น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มีทั้งอะบูฏอลิบ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และอะบูละฮับ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ซึ่งมีด้วยกันในวันนั้น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๔๐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ท่านศาสนทูตแห่งอัลลอฮ์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ศ</w:t>
      </w:r>
      <w:r w:rsidR="00D73DAD" w:rsidRPr="00B91120">
        <w:rPr>
          <w:rFonts w:hint="cs"/>
          <w:cs/>
        </w:rPr>
        <w:t>) ได้เรียกคนเหล่านั้</w:t>
      </w:r>
      <w:r w:rsidR="00D73DAD" w:rsidRPr="00B91120">
        <w:rPr>
          <w:cs/>
        </w:rPr>
        <w:t>น</w:t>
      </w:r>
      <w:r w:rsidRPr="00B91120">
        <w:rPr>
          <w:cs/>
        </w:rPr>
        <w:t xml:space="preserve"> </w:t>
      </w:r>
      <w:r w:rsidR="00D73DAD" w:rsidRPr="00B91120">
        <w:rPr>
          <w:rFonts w:hint="cs"/>
          <w:cs/>
        </w:rPr>
        <w:t xml:space="preserve">รวมทั้งอะลี </w:t>
      </w:r>
      <w:r w:rsidR="00D73DAD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D73DAD" w:rsidRPr="00B91120">
        <w:rPr>
          <w:rFonts w:hint="cs"/>
          <w:cs/>
        </w:rPr>
        <w:t>) ผู้รับใช้ของท่า</w:t>
      </w:r>
      <w:r w:rsidR="00D73DAD" w:rsidRPr="00B91120">
        <w:rPr>
          <w:cs/>
        </w:rPr>
        <w:t>น</w:t>
      </w:r>
      <w:r w:rsidRPr="00B91120">
        <w:rPr>
          <w:cs/>
        </w:rPr>
        <w:t xml:space="preserve"> </w:t>
      </w:r>
      <w:r w:rsidR="00D73DAD" w:rsidRPr="00B91120">
        <w:rPr>
          <w:rFonts w:hint="cs"/>
          <w:cs/>
        </w:rPr>
        <w:t xml:space="preserve">โดยที่ท่านศาสนทูตแห่งอัลลอฮ์ </w:t>
      </w:r>
      <w:r w:rsidR="00D73DAD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D73DAD" w:rsidRPr="00B91120">
        <w:rPr>
          <w:rFonts w:hint="cs"/>
          <w:cs/>
        </w:rPr>
        <w:t>) นั่งอยู่ต่</w:t>
      </w:r>
      <w:r w:rsidR="00D73DAD" w:rsidRPr="00B91120">
        <w:rPr>
          <w:cs/>
        </w:rPr>
        <w:t>อ</w:t>
      </w:r>
      <w:r w:rsidRPr="00B91120">
        <w:rPr>
          <w:rFonts w:hint="cs"/>
          <w:cs/>
        </w:rPr>
        <w:t>หน้าของลุงของท่านเอง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ท่านกล่าวว่า</w:t>
      </w:r>
    </w:p>
    <w:p w:rsidR="00C85AFD" w:rsidRPr="00B91120" w:rsidRDefault="00C85AFD" w:rsidP="00D73DA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ในหมู่พวกท่าน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จะมีใครบ้างที่ประสงค์ในความเป็นพี่น้องกับฉัน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เป็นผู้ร่วมภารกิจ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เป็นทายาท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และเป็นผู้สืบอำนาจ</w:t>
      </w:r>
      <w:r w:rsidRPr="00B91120">
        <w:rPr>
          <w:cs/>
        </w:rPr>
        <w:t>(</w:t>
      </w:r>
      <w:r w:rsidRPr="00B91120">
        <w:rPr>
          <w:rFonts w:hint="cs"/>
          <w:cs/>
        </w:rPr>
        <w:t>คอลีฟะฮ์</w:t>
      </w:r>
      <w:r w:rsidRPr="00B91120">
        <w:rPr>
          <w:cs/>
        </w:rPr>
        <w:t>)</w:t>
      </w:r>
      <w:r w:rsidRPr="00B91120">
        <w:rPr>
          <w:rFonts w:hint="cs"/>
          <w:cs/>
        </w:rPr>
        <w:t>แทนฉันในหมู่ประชาชาติของฉัน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และเป็นผู้ปกครองของผู้ศรัทธาทุกคนภายหลังจากฉัน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?”</w:t>
      </w:r>
    </w:p>
    <w:p w:rsidR="00C85AFD" w:rsidRPr="00B91120" w:rsidRDefault="00C85AFD" w:rsidP="00D73DA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คนทั้งหลายต่างพากันนิ่งเงียบแม้ว่าท่านจะกล่าวย้ำถึง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ครั้ง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แต่ทุกครั้ง</w:t>
      </w:r>
    </w:p>
    <w:p w:rsidR="00C85AFD" w:rsidRPr="00B91120" w:rsidRDefault="00C85AFD" w:rsidP="00D73DA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D73DAD" w:rsidRPr="00B91120">
        <w:rPr>
          <w:rFonts w:hint="cs"/>
          <w:cs/>
        </w:rPr>
        <w:t xml:space="preserve">ข้าแต่ศาสนทูตแห่งอัลลอฮ์ </w:t>
      </w:r>
      <w:r w:rsidR="00D73DAD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D73DAD" w:rsidRPr="00B91120">
        <w:rPr>
          <w:rFonts w:hint="cs"/>
          <w:cs/>
        </w:rPr>
        <w:t>) ฉันจะอยู่กับท่านเอ</w:t>
      </w:r>
      <w:r w:rsidR="00D73DAD" w:rsidRPr="00B91120">
        <w:rPr>
          <w:cs/>
        </w:rPr>
        <w:t>ง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D73DA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แล้วท่านก็เอาศีรษะของท่านอิมามอะลี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วางลงในตักของท่านแล้วกล่าวว่า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D73DAD">
        <w:rPr>
          <w:rFonts w:hint="cs"/>
          <w:cs/>
        </w:rPr>
        <w:t xml:space="preserve">ข้าแต่อัลลอฮ 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D73DAD" w:rsidRPr="00B91120">
        <w:rPr>
          <w:rFonts w:hint="cs"/>
          <w:cs/>
        </w:rPr>
        <w:t>) ขอได้โปรดประทานวิชาความรู</w:t>
      </w:r>
      <w:r w:rsidR="00D73DAD" w:rsidRPr="00B91120">
        <w:rPr>
          <w:cs/>
        </w:rPr>
        <w:t>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ความเข้าใจและวิทยปัญญา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ให้มีอยู่ในตัวเขาอย่างเต็มเปี่ยม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ต่อจากนั้น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ท่านได้กล่าวแก่อะบูฏอลิบว่า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โอ้ท่านอะบูฏอลิบ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บัดนี้จงเชื่อฟังบุตรของท่าน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และจงปฏิบัติตามเถิด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แน่นอนที่สุด</w:t>
      </w:r>
    </w:p>
    <w:p w:rsidR="00C85AFD" w:rsidRDefault="00C85AFD" w:rsidP="00D73DAD">
      <w:pPr>
        <w:pStyle w:val="libNormal"/>
      </w:pPr>
      <w:r w:rsidRPr="00B91120">
        <w:rPr>
          <w:rFonts w:hint="cs"/>
          <w:cs/>
        </w:rPr>
        <w:t>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แต่งตั้งเขาให้อยู่ในตำแหน่งของฮารูนที่เคยมีต่อมูซาและทรงประทานความเป็นพี่น้องระหว่างอะลี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กับตัวของศาสนทูตของพระองค์แล้ว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๑๗</w:t>
      </w:r>
      <w:r w:rsidRPr="00B91120">
        <w:rPr>
          <w:cs/>
        </w:rPr>
        <w:t>)</w:t>
      </w:r>
    </w:p>
    <w:p w:rsidR="00D73DAD" w:rsidRDefault="00D73DAD" w:rsidP="00D73DAD">
      <w:pPr>
        <w:pStyle w:val="libNormal"/>
      </w:pPr>
    </w:p>
    <w:p w:rsidR="00D73DAD" w:rsidRDefault="00D73DAD" w:rsidP="00D73DAD">
      <w:pPr>
        <w:pStyle w:val="libNormal"/>
      </w:pPr>
    </w:p>
    <w:p w:rsidR="00D73DAD" w:rsidRDefault="000B75BD" w:rsidP="00D73DAD">
      <w:pPr>
        <w:pStyle w:val="libNormal"/>
      </w:pPr>
      <w:r>
        <w:rPr>
          <w:rFonts w:hint="cs"/>
          <w:cs/>
        </w:rPr>
        <w:t>----------------------------------------------------------</w:t>
      </w:r>
    </w:p>
    <w:p w:rsidR="00D73DAD" w:rsidRPr="000B75BD" w:rsidRDefault="000B75BD" w:rsidP="000B75BD">
      <w:pPr>
        <w:pStyle w:val="libArFootnote"/>
        <w:bidi w:val="0"/>
        <w:rPr>
          <w:cs/>
          <w:lang w:bidi="th-TH"/>
        </w:rPr>
      </w:pPr>
      <w:bookmarkStart w:id="253" w:name="_Toc414269121"/>
      <w:r>
        <w:rPr>
          <w:rFonts w:ascii="Angsana New" w:hAnsi="Angsana New" w:cs="Angsana New" w:hint="cs"/>
          <w:szCs w:val="24"/>
          <w:cs/>
          <w:lang w:bidi="th-TH"/>
        </w:rPr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๑๗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เฆาะดีร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๑๐๗</w:t>
      </w:r>
      <w:bookmarkEnd w:id="253"/>
    </w:p>
    <w:p w:rsidR="00D73DAD" w:rsidRPr="003C4B6D" w:rsidRDefault="00D73DAD" w:rsidP="003C4B6D">
      <w:pPr>
        <w:rPr>
          <w:rFonts w:ascii="Angsana New" w:hAnsi="Angsana New" w:cs="Cordia New"/>
          <w:sz w:val="32"/>
          <w:szCs w:val="30"/>
          <w:cs/>
          <w:lang w:bidi="th-TH"/>
        </w:rPr>
      </w:pPr>
      <w:r>
        <w:br w:type="page"/>
      </w:r>
    </w:p>
    <w:p w:rsidR="00C85AFD" w:rsidRPr="00B91120" w:rsidRDefault="00C85AFD" w:rsidP="00D73DA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lastRenderedPageBreak/>
        <w:t>๑๒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ท่านอับดุลลอฮ์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บินอับบาส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ได้กล่าวแก่คนกลุ่มหนึ่งที่กล่าวหาท่านอะลี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ความวิบัติจะมีแก่พวกท่านทั้งหลาย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จำไม่ได้หรือ</w:t>
      </w:r>
      <w:r w:rsidRPr="00B91120">
        <w:rPr>
          <w:cs/>
        </w:rPr>
        <w:t xml:space="preserve"> </w:t>
      </w:r>
      <w:r w:rsidR="00D73DAD" w:rsidRPr="00B91120">
        <w:rPr>
          <w:rFonts w:hint="cs"/>
          <w:cs/>
        </w:rPr>
        <w:t xml:space="preserve">เขาคือคนที่ได้ยินเสียงการมาของญิบรออีล </w:t>
      </w:r>
      <w:r w:rsidR="00D73DAD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="00D73DAD" w:rsidRPr="00B91120">
        <w:rPr>
          <w:rFonts w:hint="cs"/>
          <w:cs/>
        </w:rPr>
        <w:t>) ที่มายังบ้านของเข</w:t>
      </w:r>
      <w:r w:rsidR="00D73DAD" w:rsidRPr="00B91120">
        <w:rPr>
          <w:cs/>
        </w:rPr>
        <w:t>า</w:t>
      </w:r>
      <w:r w:rsidRPr="00B91120">
        <w:rPr>
          <w:cs/>
        </w:rPr>
        <w:t xml:space="preserve"> </w:t>
      </w:r>
      <w:r w:rsidR="00D73DAD" w:rsidRPr="00B91120">
        <w:rPr>
          <w:rFonts w:hint="cs"/>
          <w:cs/>
        </w:rPr>
        <w:t xml:space="preserve">แน่นอนที่สุดอัลลอฮ์ </w:t>
      </w:r>
      <w:r w:rsidR="00D73DAD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D73DAD" w:rsidRPr="00B91120">
        <w:rPr>
          <w:rFonts w:hint="cs"/>
          <w:cs/>
        </w:rPr>
        <w:t xml:space="preserve">) เคยมีโองการตำหนิสาวกของศาสนทูตแห่งอัลลอฮ์ </w:t>
      </w:r>
      <w:r w:rsidR="00D73DAD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="00D73DAD" w:rsidRPr="00B91120">
        <w:rPr>
          <w:rFonts w:hint="cs"/>
          <w:cs/>
        </w:rPr>
        <w:t>) ไว</w:t>
      </w:r>
      <w:r w:rsidR="00D73DAD" w:rsidRPr="00B91120">
        <w:rPr>
          <w:cs/>
        </w:rPr>
        <w:t>้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ในอัล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กุรอานทั้งนั้นแต่ไม่เคยกล่าวถึงเขาเลย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นอกจากในแง่ดี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๑๘</w:t>
      </w:r>
      <w:r w:rsidRPr="00B91120">
        <w:rPr>
          <w:cs/>
        </w:rPr>
        <w:t>)</w:t>
      </w:r>
    </w:p>
    <w:p w:rsidR="00C85AFD" w:rsidRPr="00B91120" w:rsidRDefault="00C85AFD" w:rsidP="00D73DA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ได้มีวิชาความรู้มากถึงเก้าสิบหมวดหมู่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แต่ขอสาบาน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ด้วยพระนามของอัลลอฮ์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ว่าความรู้ของพวกท่านที่มีอยู่รวมด้วยกันคือ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สิบหมวดหมู่ที่เหลือนั่นเอง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๑๙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มีคุณสมบัติพิเศษ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ประการ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ซึ่งไม่มีใครได้รับคุณสมบัติดังกล่าวนี้</w:t>
      </w:r>
    </w:p>
    <w:p w:rsidR="000B75BD" w:rsidRDefault="00C85AFD" w:rsidP="00D73DAD">
      <w:pPr>
        <w:pStyle w:val="libNormal"/>
        <w:rPr>
          <w:rFonts w:hint="cs"/>
        </w:rPr>
      </w:pPr>
      <w:r w:rsidRPr="00B91120">
        <w:rPr>
          <w:rFonts w:hint="cs"/>
          <w:cs/>
        </w:rPr>
        <w:t>นอกจากเขาคนเดียวนั่นคือเขาเป็นคนแรก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ไม่ว่าจะเป็นคนในหมู่</w:t>
      </w:r>
    </w:p>
    <w:p w:rsidR="00C85AFD" w:rsidRPr="00B91120" w:rsidRDefault="00C85AFD" w:rsidP="000B75B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ชาวอาหรับ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หรือไม่ใช่อาหรับที่ยืนนมาซร่วมกับท่านศาสนทูตแห่งอัลลอฮ์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เขาคือคนที่ถือธงประจำกองรบ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ในการทำสงครามทุกครั้ง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เขาคือคนที่อดทนในการยืนเคียงข้างท่านนบี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ในยามที่คนอื่น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วิ่งหนี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เขาคือคนที่อาบน้ำให้</w:t>
      </w:r>
    </w:p>
    <w:p w:rsidR="003C4B6D" w:rsidRDefault="00C85AFD" w:rsidP="003C4B6D">
      <w:pPr>
        <w:pStyle w:val="libNormal"/>
        <w:ind w:firstLine="0"/>
      </w:pPr>
      <w:r w:rsidRPr="00B91120">
        <w:rPr>
          <w:rFonts w:hint="cs"/>
          <w:cs/>
        </w:rPr>
        <w:t>และนำร่างของท่านลงในสุสาน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๒๐</w:t>
      </w:r>
      <w:r w:rsidRPr="00B91120">
        <w:rPr>
          <w:cs/>
        </w:rPr>
        <w:t>)</w:t>
      </w:r>
    </w:p>
    <w:p w:rsidR="003C4B6D" w:rsidRDefault="003C4B6D" w:rsidP="003C4B6D">
      <w:pPr>
        <w:pStyle w:val="libNormal"/>
        <w:ind w:firstLine="0"/>
      </w:pPr>
      <w:r>
        <w:rPr>
          <w:rFonts w:hint="cs"/>
          <w:cs/>
        </w:rPr>
        <w:t>-------------------------------------</w:t>
      </w:r>
      <w:r w:rsidR="000B75BD">
        <w:rPr>
          <w:rFonts w:hint="cs"/>
          <w:cs/>
        </w:rPr>
        <w:t>----------------------------</w:t>
      </w:r>
    </w:p>
    <w:p w:rsidR="003C4B6D" w:rsidRPr="000B75BD" w:rsidRDefault="000B75BD" w:rsidP="000B75BD">
      <w:pPr>
        <w:pStyle w:val="libArFootnote"/>
        <w:bidi w:val="0"/>
      </w:pPr>
      <w:r w:rsidRPr="00B91120">
        <w:rPr>
          <w:rFonts w:cs="Times New Roman"/>
        </w:rPr>
        <w:t xml:space="preserve"> </w:t>
      </w:r>
      <w:bookmarkStart w:id="254" w:name="_Toc414269122"/>
      <w:r w:rsidR="003C4B6D" w:rsidRPr="000B75BD">
        <w:t>(</w:t>
      </w:r>
      <w:r w:rsidR="003C4B6D" w:rsidRPr="000B75BD">
        <w:rPr>
          <w:rFonts w:ascii="Angsana New" w:hAnsi="Angsana New" w:cs="Angsana New" w:hint="cs"/>
          <w:szCs w:val="24"/>
          <w:cs/>
          <w:lang w:bidi="th-TH"/>
        </w:rPr>
        <w:t>๑๘</w:t>
      </w:r>
      <w:r w:rsidR="003C4B6D" w:rsidRPr="000B75BD">
        <w:rPr>
          <w:szCs w:val="24"/>
          <w:cs/>
        </w:rPr>
        <w:t xml:space="preserve">) </w:t>
      </w:r>
      <w:r w:rsidR="003C4B6D" w:rsidRPr="000B75BD">
        <w:rPr>
          <w:rFonts w:ascii="Angsana New" w:hAnsi="Angsana New" w:cs="Angsana New" w:hint="cs"/>
          <w:szCs w:val="24"/>
          <w:cs/>
          <w:lang w:bidi="th-TH"/>
        </w:rPr>
        <w:t>ตัซกิเราะตุลเคาะวาศ</w:t>
      </w:r>
      <w:r w:rsidR="003C4B6D" w:rsidRPr="000B75BD">
        <w:rPr>
          <w:szCs w:val="24"/>
          <w:cs/>
        </w:rPr>
        <w:t xml:space="preserve"> </w:t>
      </w:r>
      <w:r w:rsidR="003C4B6D"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3C4B6D" w:rsidRPr="000B75BD">
        <w:rPr>
          <w:szCs w:val="24"/>
          <w:cs/>
        </w:rPr>
        <w:t xml:space="preserve"> </w:t>
      </w:r>
      <w:r w:rsidR="003C4B6D" w:rsidRPr="000B75BD">
        <w:rPr>
          <w:rFonts w:ascii="Angsana New" w:hAnsi="Angsana New" w:cs="Angsana New" w:hint="cs"/>
          <w:szCs w:val="24"/>
          <w:cs/>
          <w:lang w:bidi="th-TH"/>
        </w:rPr>
        <w:t>๙๐</w:t>
      </w:r>
      <w:r w:rsidR="003C4B6D" w:rsidRPr="000B75BD">
        <w:rPr>
          <w:szCs w:val="24"/>
          <w:cs/>
        </w:rPr>
        <w:t xml:space="preserve"> </w:t>
      </w:r>
      <w:r w:rsidR="003C4B6D" w:rsidRPr="000B75BD">
        <w:rPr>
          <w:rFonts w:ascii="Angsana New" w:hAnsi="Angsana New" w:cs="Angsana New" w:hint="cs"/>
          <w:szCs w:val="24"/>
          <w:cs/>
          <w:lang w:bidi="th-TH"/>
        </w:rPr>
        <w:t>และอัล</w:t>
      </w:r>
      <w:r w:rsidR="003C4B6D" w:rsidRPr="000B75BD">
        <w:rPr>
          <w:szCs w:val="24"/>
          <w:cs/>
        </w:rPr>
        <w:t>-</w:t>
      </w:r>
      <w:r w:rsidR="003C4B6D" w:rsidRPr="000B75BD">
        <w:rPr>
          <w:rFonts w:ascii="Angsana New" w:hAnsi="Angsana New" w:cs="Angsana New" w:hint="cs"/>
          <w:szCs w:val="24"/>
          <w:cs/>
          <w:lang w:bidi="th-TH"/>
        </w:rPr>
        <w:t>อิซตีอาบ</w:t>
      </w:r>
      <w:r w:rsidR="003C4B6D" w:rsidRPr="000B75BD">
        <w:rPr>
          <w:szCs w:val="24"/>
          <w:cs/>
        </w:rPr>
        <w:t xml:space="preserve"> </w:t>
      </w:r>
      <w:r w:rsidR="003C4B6D" w:rsidRPr="000B75BD">
        <w:rPr>
          <w:rFonts w:ascii="Angsana New" w:hAnsi="Angsana New" w:cs="Angsana New" w:hint="cs"/>
          <w:szCs w:val="24"/>
          <w:cs/>
          <w:lang w:bidi="th-TH"/>
        </w:rPr>
        <w:t>ภาคผนวกของหนังสืออัล</w:t>
      </w:r>
      <w:r w:rsidR="003C4B6D" w:rsidRPr="000B75BD">
        <w:rPr>
          <w:szCs w:val="24"/>
          <w:cs/>
        </w:rPr>
        <w:t xml:space="preserve"> </w:t>
      </w:r>
      <w:r w:rsidR="003C4B6D" w:rsidRPr="000B75BD">
        <w:rPr>
          <w:rFonts w:ascii="Angsana New" w:hAnsi="Angsana New" w:cs="Angsana New" w:hint="cs"/>
          <w:szCs w:val="24"/>
          <w:cs/>
          <w:lang w:bidi="th-TH"/>
        </w:rPr>
        <w:t>อิศอบะฮ์</w:t>
      </w:r>
      <w:r w:rsidR="003C4B6D" w:rsidRPr="000B75BD">
        <w:rPr>
          <w:szCs w:val="24"/>
          <w:cs/>
        </w:rPr>
        <w:t xml:space="preserve"> </w:t>
      </w:r>
      <w:r w:rsidR="003C4B6D" w:rsidRPr="000B75BD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="003C4B6D" w:rsidRPr="000B75BD">
        <w:rPr>
          <w:szCs w:val="24"/>
          <w:cs/>
        </w:rPr>
        <w:t xml:space="preserve"> </w:t>
      </w:r>
      <w:r w:rsidR="003C4B6D" w:rsidRPr="000B75BD">
        <w:rPr>
          <w:rFonts w:ascii="Angsana New" w:hAnsi="Angsana New" w:cs="Angsana New" w:hint="cs"/>
          <w:szCs w:val="24"/>
          <w:cs/>
          <w:lang w:bidi="th-TH"/>
        </w:rPr>
        <w:t>๓หน้า</w:t>
      </w:r>
      <w:r w:rsidR="003C4B6D" w:rsidRPr="000B75BD">
        <w:rPr>
          <w:szCs w:val="24"/>
          <w:cs/>
        </w:rPr>
        <w:t xml:space="preserve"> </w:t>
      </w:r>
      <w:r w:rsidR="003C4B6D" w:rsidRPr="000B75BD">
        <w:rPr>
          <w:rFonts w:ascii="Angsana New" w:hAnsi="Angsana New" w:cs="Angsana New" w:hint="cs"/>
          <w:szCs w:val="24"/>
          <w:cs/>
          <w:lang w:bidi="th-TH"/>
        </w:rPr>
        <w:t>๔๐</w:t>
      </w:r>
      <w:bookmarkEnd w:id="254"/>
    </w:p>
    <w:p w:rsidR="003C4B6D" w:rsidRPr="000B75BD" w:rsidRDefault="003C4B6D" w:rsidP="000B75BD">
      <w:pPr>
        <w:pStyle w:val="libArFootnote"/>
        <w:bidi w:val="0"/>
      </w:pPr>
      <w:bookmarkStart w:id="255" w:name="_Toc414269123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๑๙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อะอิมมะตุล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อิซนาอะซัร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ของอิบนุฏอลูน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๕๒</w:t>
      </w:r>
      <w:bookmarkEnd w:id="255"/>
    </w:p>
    <w:p w:rsidR="003C4B6D" w:rsidRPr="000B75BD" w:rsidRDefault="003C4B6D" w:rsidP="000B75BD">
      <w:pPr>
        <w:pStyle w:val="libArFootnote"/>
        <w:bidi w:val="0"/>
        <w:rPr>
          <w:szCs w:val="24"/>
          <w:cs/>
        </w:rPr>
      </w:pPr>
      <w:bookmarkStart w:id="256" w:name="_Toc414269124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๒๐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อิซตีอาบ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ภาคผนวกของหนังสืออัล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อิศอบะฮ์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๓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๒๗</w:t>
      </w:r>
      <w:bookmarkEnd w:id="256"/>
    </w:p>
    <w:p w:rsidR="003C4B6D" w:rsidRDefault="003C4B6D" w:rsidP="003C4B6D">
      <w:pPr>
        <w:pStyle w:val="libNormal"/>
        <w:ind w:firstLine="0"/>
      </w:pPr>
    </w:p>
    <w:p w:rsidR="003C4B6D" w:rsidRDefault="003C4B6D" w:rsidP="003C4B6D">
      <w:pPr>
        <w:pStyle w:val="libNormal"/>
        <w:ind w:firstLine="0"/>
      </w:pPr>
    </w:p>
    <w:p w:rsidR="003C4B6D" w:rsidRDefault="003C4B6D" w:rsidP="003C4B6D">
      <w:pPr>
        <w:pStyle w:val="libNormal"/>
        <w:ind w:firstLine="0"/>
        <w:rPr>
          <w:cs/>
        </w:rPr>
      </w:pPr>
    </w:p>
    <w:p w:rsidR="003C4B6D" w:rsidRDefault="003C4B6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3C4B6D">
      <w:pPr>
        <w:pStyle w:val="libNormal"/>
        <w:ind w:firstLine="0"/>
        <w:rPr>
          <w:rFonts w:cs="Times New Roman"/>
          <w:lang w:bidi="ar-SA"/>
        </w:rPr>
      </w:pPr>
    </w:p>
    <w:p w:rsidR="00C85AFD" w:rsidRPr="00B91120" w:rsidRDefault="00C85AFD" w:rsidP="003C4B6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๑๓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ท่านอับดุลลอฮ์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บินอุมัร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ได้กล่าวแก่ท่านนาฟิอ์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บินอัซร็อก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เมื่อครั้งที่ท่านนาฟิอ์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ฉันเกลียดชังอะลี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ว่า</w:t>
      </w:r>
    </w:p>
    <w:p w:rsidR="00C85AFD" w:rsidRPr="00B91120" w:rsidRDefault="00C85AFD" w:rsidP="003C4B6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จะประทานความเกลียดชังแก่ท่าน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ท่านจะเกลียดชังคนที่มีความดีเด่นที่สุดเหนือกว่าคนทั้งหลาย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และสิ่งทั้งมวลที่มีอยู่ในโลกนี้กระนั้นหรือ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?”(</w:t>
      </w:r>
      <w:r w:rsidRPr="00B91120">
        <w:rPr>
          <w:rFonts w:hint="cs"/>
          <w:cs/>
        </w:rPr>
        <w:t>๒๑</w:t>
      </w:r>
      <w:r w:rsidRPr="00B91120">
        <w:rPr>
          <w:cs/>
        </w:rPr>
        <w:t>)</w:t>
      </w:r>
    </w:p>
    <w:p w:rsidR="00C85AFD" w:rsidRPr="00B91120" w:rsidRDefault="00C85AFD" w:rsidP="003C4B6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ท่านกล่าวอีกว่า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ไม่มีอะไรที่ฉันรู้สึกว่า</w:t>
      </w:r>
      <w:r w:rsidRPr="00B91120">
        <w:rPr>
          <w:cs/>
        </w:rPr>
        <w:t xml:space="preserve"> </w:t>
      </w:r>
      <w:r w:rsidR="003C4B6D" w:rsidRPr="00B91120">
        <w:rPr>
          <w:rFonts w:hint="cs"/>
          <w:cs/>
        </w:rPr>
        <w:t xml:space="preserve">น่าเสียใจที่สุดเท่ากับการที่ฉันมิได้ออกทำการต่อสู้กลุ่มชนที่ละเมิดร่วมกับท่านอิมามอะลี </w:t>
      </w:r>
      <w:r w:rsidR="003C4B6D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="003C4B6D" w:rsidRPr="00B91120">
        <w:rPr>
          <w:rFonts w:cs="Times New Roman"/>
          <w:lang w:bidi="ar-SA"/>
        </w:rPr>
        <w:t>” (</w:t>
      </w:r>
      <w:r w:rsidRPr="00B91120">
        <w:rPr>
          <w:rFonts w:hint="cs"/>
          <w:cs/>
        </w:rPr>
        <w:t>๒๒</w:t>
      </w:r>
      <w:r w:rsidRPr="00B91120">
        <w:rPr>
          <w:cs/>
        </w:rPr>
        <w:t>)</w:t>
      </w:r>
    </w:p>
    <w:p w:rsidR="00C85AFD" w:rsidRPr="00B91120" w:rsidRDefault="00C85AFD" w:rsidP="003C4B6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๑๔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ท่านสะอีด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บินอ๊าศกล่าวว่า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สิ่งที่ฉันภูมิใจที่สุดคือขออย่าให้คนที่ฆ่าบิดาของฉันต้องเป็นอะลี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บินอะบีฏอลิบบุตรชายแห่งผู้เป็นลุงของท่านเลย</w:t>
      </w:r>
      <w:r w:rsidR="003C4B6D" w:rsidRPr="00B91120">
        <w:rPr>
          <w:rFonts w:cs="Times New Roman" w:hint="eastAsia"/>
          <w:lang w:bidi="ar-SA"/>
        </w:rPr>
        <w:t>”</w:t>
      </w:r>
      <w:r w:rsidR="003C4B6D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๒๓</w:t>
      </w:r>
      <w:r w:rsidRPr="00B91120">
        <w:rPr>
          <w:cs/>
        </w:rPr>
        <w:t>)</w:t>
      </w:r>
    </w:p>
    <w:p w:rsidR="00C85AFD" w:rsidRPr="00B91120" w:rsidRDefault="00C85AFD" w:rsidP="003C4B6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๑๕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มุอาวิยะฮ์ได้กล่าวเมื่อครั้งที่ได้รับทราบข่าวเกี่ยวกับการเสียชีวิตของท่านอิมามอะลี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ว่า</w:t>
      </w:r>
    </w:p>
    <w:p w:rsidR="00C85AFD" w:rsidRPr="00B91120" w:rsidRDefault="00C85AFD" w:rsidP="003C4B6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ความรู้ทางศาสนาและวิชาการต่าง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ได้สูญสลายไปพร้อมกับการตายของบุตรอะบีฏอลิบ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๒๔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ท่านอุตบะฮ์ผู้เป็นพี่ชายได้กล่าวทันทีว่า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จงอย่าให้พวกซีเรียได้ยินคำพูดคำนี้ของเจ้า</w:t>
      </w:r>
      <w:r w:rsidRPr="00B91120">
        <w:rPr>
          <w:rFonts w:cs="Times New Roman" w:hint="eastAsia"/>
          <w:lang w:bidi="ar-SA"/>
        </w:rPr>
        <w:t>”</w:t>
      </w:r>
    </w:p>
    <w:p w:rsidR="003C4B6D" w:rsidRDefault="00C85AFD" w:rsidP="00C85AFD">
      <w:pPr>
        <w:pStyle w:val="libNormal"/>
      </w:pPr>
      <w:r w:rsidRPr="00B91120">
        <w:rPr>
          <w:rFonts w:hint="cs"/>
          <w:cs/>
        </w:rPr>
        <w:t>เขาตอบไปว่า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เรื่องของฉัน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เจ้าไม่เกี่ยว</w:t>
      </w:r>
      <w:r w:rsidR="003C4B6D" w:rsidRPr="00B91120">
        <w:rPr>
          <w:rFonts w:cs="Times New Roman" w:hint="eastAsia"/>
          <w:lang w:bidi="ar-SA"/>
        </w:rPr>
        <w:t>”</w:t>
      </w:r>
      <w:r w:rsidR="003C4B6D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๒๕</w:t>
      </w:r>
      <w:r w:rsidRPr="00B91120">
        <w:rPr>
          <w:cs/>
        </w:rPr>
        <w:t>)</w:t>
      </w:r>
    </w:p>
    <w:p w:rsidR="003C4B6D" w:rsidRDefault="003C4B6D" w:rsidP="00C85AFD">
      <w:pPr>
        <w:pStyle w:val="libNormal"/>
      </w:pPr>
      <w:r>
        <w:rPr>
          <w:rFonts w:hint="cs"/>
          <w:cs/>
        </w:rPr>
        <w:t>--------------------------------</w:t>
      </w:r>
      <w:r w:rsidR="000B75BD">
        <w:rPr>
          <w:rFonts w:hint="cs"/>
          <w:cs/>
        </w:rPr>
        <w:t>-----------------------------</w:t>
      </w:r>
    </w:p>
    <w:p w:rsidR="003C4B6D" w:rsidRPr="000B75BD" w:rsidRDefault="003C4B6D" w:rsidP="000B75BD">
      <w:pPr>
        <w:pStyle w:val="libArFootnote"/>
        <w:bidi w:val="0"/>
      </w:pPr>
      <w:bookmarkStart w:id="257" w:name="_Toc414269125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๒๑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มะนากิบ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๑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๒๔๐</w:t>
      </w:r>
      <w:bookmarkEnd w:id="257"/>
    </w:p>
    <w:p w:rsidR="003C4B6D" w:rsidRPr="000B75BD" w:rsidRDefault="003C4B6D" w:rsidP="000B75BD">
      <w:pPr>
        <w:pStyle w:val="libArFootnote"/>
        <w:bidi w:val="0"/>
      </w:pPr>
      <w:bookmarkStart w:id="258" w:name="_Toc414269126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๒๒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อิซตีอาบ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ภาคผนวกของหนังสืออัล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อิศอบะฮ์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๕๓</w:t>
      </w:r>
      <w:bookmarkEnd w:id="258"/>
    </w:p>
    <w:p w:rsidR="003C4B6D" w:rsidRPr="000B75BD" w:rsidRDefault="003C4B6D" w:rsidP="000B75BD">
      <w:pPr>
        <w:pStyle w:val="libArFootnote"/>
        <w:bidi w:val="0"/>
      </w:pPr>
      <w:bookmarkStart w:id="259" w:name="_Toc414269127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๒๓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อะอ์ยานุชชีอะฮ์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๓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กอฟ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๑</w:t>
      </w:r>
      <w:r w:rsidRPr="000B75BD">
        <w:rPr>
          <w:szCs w:val="24"/>
          <w:cs/>
        </w:rPr>
        <w:t>/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๓๖</w:t>
      </w:r>
      <w:bookmarkEnd w:id="259"/>
    </w:p>
    <w:p w:rsidR="003C4B6D" w:rsidRPr="000B75BD" w:rsidRDefault="003C4B6D" w:rsidP="000B75BD">
      <w:pPr>
        <w:pStyle w:val="libArFootnote"/>
        <w:bidi w:val="0"/>
      </w:pPr>
      <w:bookmarkStart w:id="260" w:name="_Toc414269128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๒๔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อิซตีอาบ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ภาคผนวกของหนังสืออัล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อิศอบะฮ์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๓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๔๕</w:t>
      </w:r>
      <w:bookmarkEnd w:id="260"/>
    </w:p>
    <w:p w:rsidR="003C4B6D" w:rsidRPr="000B75BD" w:rsidRDefault="003C4B6D" w:rsidP="000B75BD">
      <w:pPr>
        <w:pStyle w:val="libArFootnote"/>
        <w:bidi w:val="0"/>
        <w:rPr>
          <w:szCs w:val="24"/>
          <w:cs/>
        </w:rPr>
      </w:pPr>
      <w:bookmarkStart w:id="261" w:name="_Toc414269129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๒๕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เล่มเดิม</w:t>
      </w:r>
      <w:bookmarkEnd w:id="261"/>
    </w:p>
    <w:p w:rsidR="003C4B6D" w:rsidRDefault="003C4B6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3C4B6D" w:rsidRDefault="00C85AFD" w:rsidP="003C4B6D">
      <w:pPr>
        <w:pStyle w:val="libNormal"/>
        <w:ind w:firstLine="0"/>
        <w:rPr>
          <w:rFonts w:cs="Cordia New"/>
          <w:szCs w:val="40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๑๖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ท่านญาบิร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บินอับดุลลอฮ์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อันศอรี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ได้กล่าวว่า</w:t>
      </w:r>
    </w:p>
    <w:p w:rsidR="003C4B6D" w:rsidRPr="003C4B6D" w:rsidRDefault="00C85AFD" w:rsidP="003C4B6D">
      <w:pPr>
        <w:pStyle w:val="libNormal"/>
        <w:rPr>
          <w:rFonts w:cs="Cordia New"/>
          <w:szCs w:val="40"/>
          <w:cs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เราไม่สามารถรู้จักเลยว่าใครเป็นพวกกลับกลอก</w:t>
      </w:r>
      <w:r w:rsidRPr="00B91120">
        <w:rPr>
          <w:cs/>
        </w:rPr>
        <w:t>(</w:t>
      </w:r>
      <w:r w:rsidRPr="00B91120">
        <w:rPr>
          <w:rFonts w:hint="cs"/>
          <w:cs/>
        </w:rPr>
        <w:t>มุนาฟิก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นอกจากสังเกตกับคนที่เกลียดชังท่านอิมามอะลี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บินอะบีฎอลิบ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="003C4B6D" w:rsidRPr="00B91120">
        <w:rPr>
          <w:rFonts w:cs="Times New Roman"/>
          <w:lang w:bidi="ar-SA"/>
        </w:rPr>
        <w:t>” (</w:t>
      </w:r>
      <w:r w:rsidRPr="00B91120">
        <w:rPr>
          <w:rFonts w:hint="cs"/>
          <w:cs/>
        </w:rPr>
        <w:t>๒๖</w:t>
      </w:r>
      <w:r w:rsidRPr="00B91120">
        <w:rPr>
          <w:cs/>
        </w:rPr>
        <w:t>)</w:t>
      </w:r>
    </w:p>
    <w:p w:rsidR="003C4B6D" w:rsidRDefault="003C4B6D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๑๗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ท่านฎิร็อร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บินฎ็อมเราะฮ์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อัลกะนานี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ได้กล่าวถึงคุณลักษณะของท่านอิมามอะลี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เมื่อตอนที่มุอาวิยะฮ์ขอร้องให้เขาพรรณนาให้ฟัง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ดังนี้</w:t>
      </w:r>
    </w:p>
    <w:p w:rsidR="00C85AFD" w:rsidRPr="00B91120" w:rsidRDefault="003C4B6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 xml:space="preserve"> </w:t>
      </w:r>
      <w:r w:rsidR="00C85AFD" w:rsidRPr="00B91120">
        <w:rPr>
          <w:rFonts w:cs="Times New Roman" w:hint="eastAsia"/>
          <w:lang w:bidi="ar-SA"/>
        </w:rPr>
        <w:t>“</w:t>
      </w:r>
      <w:r w:rsidR="00C85AFD" w:rsidRPr="00B91120">
        <w:rPr>
          <w:rFonts w:hint="cs"/>
          <w:cs/>
        </w:rPr>
        <w:t>ขอสาบานด้วยพระนามของอัลลอฮ์</w:t>
      </w:r>
      <w:r w:rsidR="00C85AFD" w:rsidRPr="00B91120">
        <w:rPr>
          <w:cs/>
        </w:rPr>
        <w:t>(</w:t>
      </w:r>
      <w:r w:rsidR="00C85AFD" w:rsidRPr="00B91120">
        <w:rPr>
          <w:rFonts w:hint="cs"/>
          <w:cs/>
        </w:rPr>
        <w:t>ซ</w:t>
      </w:r>
      <w:r w:rsidR="00C85AFD" w:rsidRPr="00B91120">
        <w:rPr>
          <w:cs/>
        </w:rPr>
        <w:t>.</w:t>
      </w:r>
      <w:r w:rsidR="00C85AFD" w:rsidRPr="00B91120">
        <w:rPr>
          <w:rFonts w:hint="cs"/>
          <w:cs/>
        </w:rPr>
        <w:t>บ</w:t>
      </w:r>
      <w:r w:rsidR="00C85AFD" w:rsidRPr="00B91120">
        <w:rPr>
          <w:cs/>
        </w:rPr>
        <w:t xml:space="preserve">.) </w:t>
      </w:r>
      <w:r w:rsidR="00C85AFD" w:rsidRPr="00B91120">
        <w:rPr>
          <w:rFonts w:hint="cs"/>
          <w:cs/>
        </w:rPr>
        <w:t>เขาคือคนที่มีพละกำลังยอดเยี่ยมสุดเหลือ</w:t>
      </w:r>
    </w:p>
    <w:p w:rsidR="00C85AFD" w:rsidRPr="00B91120" w:rsidRDefault="00C85AFD" w:rsidP="003C4B6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ประมาณ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พูดจาอย่างเชี่ยวชาญ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ตัดสินอย่างยุติธรรม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วิชาความรู้กระจายออกมาจากตัวของเขารอบด้าน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มีวาจาที่เปี่ยมด้วยวิทยปัญญา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เป็นคนที่มีชีวิตอยู่บนโลก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และบนความสุนทรีย์ของมันอย่างถือสันโดษ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เป็นคนที่ชินกับกลางคืนและความโดดเดี่ยว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เป็นคนที่หลั่งน้ำตาเสมอ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ครุ่นคิดใคร่ครวญ</w:t>
      </w:r>
    </w:p>
    <w:p w:rsidR="00C85AFD" w:rsidRPr="00B91120" w:rsidRDefault="00C85AFD" w:rsidP="003C4B6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ตลอดเวลา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เป็นคนที่ไม่แบมือรับ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และสั่งสอนตัวเอง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ชอบสวมใส่เสื้อผ้าหยาบ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และเรียบง่าย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ชอบอาหารแบบธรรมดาสามัญ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เขาอยู่กับเราเหมือนอย่างพวกเราได้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เขาเข้ามาหาเราเมื่อเราเข้าหาเขา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เขาตอบเราเมื่อเราถาม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เขาจะมาทันทีที่เราเรียก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เขาจะบอกเราเมื่อเราขอร้องให้บอก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ขอสาบานด้วยพระ</w:t>
      </w:r>
    </w:p>
    <w:p w:rsidR="00C85AFD" w:rsidRPr="00B91120" w:rsidRDefault="00C85AFD" w:rsidP="003C4B6D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นามของอัลลอฮ์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ว่าพวกเราได้ใกล้ชิดกับเขามาก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แต่เขาใกล้ชิดกับเรามากกว่านั้น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เราแทบจะพูดถึงความดีงามของเขาไม่หมด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เมื่อเขายิ้ม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ฟันของเขาจะเรียงรายเป็นระเบียบราวไข่มุก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เขาให้เกียรติคนเคร่งศาสนา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เขาใกล้ชิดกับคนยากจน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คนที่เข้มแข็ง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ไม่อาจฉกฉวยข้อผิดพลาดในตัวเขาได้</w:t>
      </w:r>
    </w:p>
    <w:p w:rsidR="003C4B6D" w:rsidRDefault="00C85AFD" w:rsidP="003C4B6D">
      <w:pPr>
        <w:pStyle w:val="libNormal"/>
        <w:ind w:firstLine="0"/>
        <w:rPr>
          <w:rFonts w:hint="cs"/>
        </w:rPr>
      </w:pPr>
      <w:r w:rsidRPr="00B91120">
        <w:rPr>
          <w:rFonts w:hint="cs"/>
          <w:cs/>
        </w:rPr>
        <w:t>คนอ่อนแอก็ไม่เคยผิดหวังจากความยุติธรรมของเขา</w:t>
      </w:r>
    </w:p>
    <w:p w:rsidR="000B75BD" w:rsidRDefault="000B75BD" w:rsidP="003C4B6D">
      <w:pPr>
        <w:pStyle w:val="libNormal"/>
        <w:ind w:firstLine="0"/>
        <w:rPr>
          <w:rFonts w:hint="cs"/>
        </w:rPr>
      </w:pPr>
      <w:r>
        <w:rPr>
          <w:rFonts w:hint="cs"/>
          <w:cs/>
        </w:rPr>
        <w:t>----------------------------------------------------------------</w:t>
      </w:r>
    </w:p>
    <w:p w:rsidR="000B75BD" w:rsidRPr="000B75BD" w:rsidRDefault="000B75BD" w:rsidP="000B75BD">
      <w:pPr>
        <w:pStyle w:val="libArFootnote"/>
        <w:bidi w:val="0"/>
        <w:rPr>
          <w:szCs w:val="24"/>
          <w:cs/>
          <w:lang w:bidi="th-TH"/>
        </w:rPr>
      </w:pPr>
      <w:bookmarkStart w:id="262" w:name="_Toc414269130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๒๖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เล่มเดิม</w:t>
      </w:r>
      <w:bookmarkEnd w:id="262"/>
    </w:p>
    <w:p w:rsidR="003C4B6D" w:rsidRDefault="003C4B6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3C4B6D">
      <w:pPr>
        <w:pStyle w:val="libNormal"/>
        <w:ind w:firstLine="0"/>
        <w:rPr>
          <w:rFonts w:cs="Times New Roman"/>
          <w:lang w:bidi="ar-SA"/>
        </w:rPr>
      </w:pPr>
      <w:r w:rsidRPr="00B91120">
        <w:rPr>
          <w:cs/>
        </w:rPr>
        <w:lastRenderedPageBreak/>
        <w:t xml:space="preserve"> </w:t>
      </w:r>
      <w:r w:rsidRPr="00B91120">
        <w:rPr>
          <w:rFonts w:hint="cs"/>
          <w:cs/>
        </w:rPr>
        <w:t>ฉันเคยเห็นเขายืนอยู่โดดเดี่ยวในยามค่ำคืน</w:t>
      </w:r>
    </w:p>
    <w:p w:rsidR="00C85AFD" w:rsidRPr="00B91120" w:rsidRDefault="00C85AFD" w:rsidP="003C4B6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ท่ามกลางแสงระยิบระยับของดวงดาว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เขาจับเคราของตัวเอง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แล้วคลี่ไปมา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เขาร้องไห้ด้วยความโศกเศร้า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ฉันยังจำคำพูดในตอนนั้นของเขาได้จนบัดนี้ว่า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ข้าแต่พระผู้อภิบาล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ข้าแต่พระผู้อภิบาล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ซึ่งเขาถ่อมตนต่อพระองค์ที่สุด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3C4B6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เขากล่าวอีกว่า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โอ้โลกเอ๋ย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จงหลอกลวงบุคคลอื่นซึ่งไม่ใช่ฉันเถิด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กับฉันเจ้าจงผินหลังให้เสียเถิด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หรือว่าเจ้าปรารถนาต่อฉัน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จงไปให้ห่างไกลเสียเถิด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จงไปให้ห่างไกลเสียเถิด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แท้จริงฉันได้สลัดเจ้าทิ้งถึงสามครั้งแล้วซึ่งไม่อาจจะกลับคืนมาได้อีก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อายุของเจ้าสั้นก็จริง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แต่พิษสงของเจ้า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มันช่างใหญ่หลวงนัก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หนทางชีวิตของเจ้ามันอันตราย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โอ้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ผู้ที่มีเสบียงเพียงเล็กน้อย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แต่หนทางเดินยังยาวไกล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และต้องโดดเดี่ยวในหนทางนั้นอย่างน่าสพึงกลัว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3C4B6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มุอาวิยะฮ์ถึงกับร้องไห้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จนไม่สามารถสกัดกั้นหยาดน้ำตาที่หยดลงบนเคราของตนได้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เขากล่าวว่า</w:t>
      </w:r>
    </w:p>
    <w:p w:rsidR="003C4B6D" w:rsidRDefault="00C85AFD" w:rsidP="003C4B6D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ขอให้อัลลอฮ์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ประทานความเมตตาแก่บิดาของฮะซัน</w:t>
      </w:r>
      <w:r w:rsidRPr="00B91120">
        <w:rPr>
          <w:cs/>
        </w:rPr>
        <w:t xml:space="preserve"> </w:t>
      </w:r>
    </w:p>
    <w:p w:rsidR="00C85AFD" w:rsidRPr="00B91120" w:rsidRDefault="00C85AFD" w:rsidP="003C4B6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ขอสาบานด้วยพระนามของอัลลอฮ์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เขาเป็นอย่างนั้นจริง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แล้วเจ้าเสียใจอะไรหรือฎิร็อร</w:t>
      </w:r>
      <w:r w:rsidRPr="00B91120">
        <w:rPr>
          <w:rFonts w:cs="Times New Roman"/>
          <w:lang w:bidi="ar-SA"/>
        </w:rPr>
        <w:t>?”</w:t>
      </w:r>
    </w:p>
    <w:p w:rsidR="003C4B6D" w:rsidRDefault="00C85AFD" w:rsidP="003C4B6D">
      <w:pPr>
        <w:pStyle w:val="libNormal"/>
        <w:rPr>
          <w:rFonts w:hint="cs"/>
        </w:rPr>
      </w:pPr>
      <w:r w:rsidRPr="00B91120">
        <w:rPr>
          <w:rFonts w:hint="cs"/>
          <w:cs/>
        </w:rPr>
        <w:t>เขากล่าวว่า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ความเสียใจของผู้หญิงที่บุตรของตนถูกเชือดให้ตายคาตักนั้น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ย่อมไม่มีอะไรหยุดยั้งได้</w:t>
      </w:r>
      <w:r w:rsidR="003C4B6D" w:rsidRPr="00B91120">
        <w:rPr>
          <w:rFonts w:cs="Times New Roman" w:hint="eastAsia"/>
          <w:lang w:bidi="ar-SA"/>
        </w:rPr>
        <w:t>”</w:t>
      </w:r>
      <w:r w:rsidR="003C4B6D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๒๗</w:t>
      </w:r>
      <w:r w:rsidRPr="00B91120">
        <w:rPr>
          <w:cs/>
        </w:rPr>
        <w:t>)</w:t>
      </w:r>
    </w:p>
    <w:p w:rsidR="000B75BD" w:rsidRDefault="000B75BD" w:rsidP="003C4B6D">
      <w:pPr>
        <w:pStyle w:val="libNormal"/>
        <w:rPr>
          <w:rFonts w:hint="cs"/>
        </w:rPr>
      </w:pPr>
    </w:p>
    <w:p w:rsidR="000B75BD" w:rsidRDefault="000B75BD" w:rsidP="003C4B6D">
      <w:pPr>
        <w:pStyle w:val="libNormal"/>
      </w:pPr>
      <w:r>
        <w:rPr>
          <w:rFonts w:hint="cs"/>
          <w:cs/>
        </w:rPr>
        <w:t>----------------------------------------------------------</w:t>
      </w:r>
    </w:p>
    <w:p w:rsidR="003C4B6D" w:rsidRPr="000B75BD" w:rsidRDefault="003C4B6D" w:rsidP="000B75BD">
      <w:pPr>
        <w:pStyle w:val="libArFootnote"/>
        <w:bidi w:val="0"/>
      </w:pPr>
      <w:bookmarkStart w:id="263" w:name="_Toc414269131"/>
      <w:r w:rsidRPr="000B75BD">
        <w:t>(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๒๗</w:t>
      </w:r>
      <w:r w:rsidRPr="000B75BD">
        <w:rPr>
          <w:szCs w:val="24"/>
          <w:cs/>
        </w:rPr>
        <w:t xml:space="preserve">)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ศิฟะตุศ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ศอฟวะฮ์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๑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๑๒๒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และตัชกิเราะตุล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เคาะวาศ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๗๐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อะอ์ยานุชชีอะฮ์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๓กอฟ</w:t>
      </w:r>
      <w:r w:rsidRPr="000B75BD">
        <w:rPr>
          <w:szCs w:val="24"/>
          <w:cs/>
        </w:rPr>
        <w:t xml:space="preserve"> 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๑</w:t>
      </w:r>
      <w:r w:rsidRPr="000B75BD">
        <w:rPr>
          <w:szCs w:val="24"/>
          <w:cs/>
        </w:rPr>
        <w:t>/</w:t>
      </w:r>
      <w:r w:rsidRPr="000B75BD">
        <w:rPr>
          <w:rFonts w:ascii="Angsana New" w:hAnsi="Angsana New" w:cs="Angsana New" w:hint="cs"/>
          <w:szCs w:val="24"/>
          <w:cs/>
          <w:lang w:bidi="th-TH"/>
        </w:rPr>
        <w:t>๒๕</w:t>
      </w:r>
      <w:bookmarkEnd w:id="263"/>
    </w:p>
    <w:p w:rsidR="003C4B6D" w:rsidRPr="000B75BD" w:rsidRDefault="003C4B6D" w:rsidP="000B75BD">
      <w:pPr>
        <w:pStyle w:val="libArFootnote"/>
        <w:bidi w:val="0"/>
      </w:pPr>
    </w:p>
    <w:p w:rsidR="003C4B6D" w:rsidRDefault="003C4B6D" w:rsidP="003C4B6D">
      <w:pPr>
        <w:pStyle w:val="libNormal"/>
      </w:pPr>
    </w:p>
    <w:p w:rsidR="003C4B6D" w:rsidRDefault="003C4B6D" w:rsidP="003C4B6D">
      <w:pPr>
        <w:pStyle w:val="libNormal"/>
        <w:rPr>
          <w:cs/>
        </w:rPr>
      </w:pPr>
    </w:p>
    <w:p w:rsidR="003C4B6D" w:rsidRDefault="003C4B6D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3C4B6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๑๘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ท่านกอกออ์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บินซิรอเราะฮ์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ได้ยืนที่สุสานของท่านอิมามอะลี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แล้วกล่าวว่า</w:t>
      </w:r>
    </w:p>
    <w:p w:rsidR="00C85AFD" w:rsidRPr="00B91120" w:rsidRDefault="00C85AFD" w:rsidP="003C4B6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ข้าแต่ท่านอะมีรุลมุมินีน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ขอให้อัลลอฮ์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ประทานความปีติชื่นชมแก่ท่าน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ขอสาบานด้วยพระนามของอัลลอฮ์ว่า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ชีวิตของท่านคือกุญแจที่ไขความดีงาม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และถ้าหากประชาชนทั้งหลายให้การยอมรับท่าน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แน่นอนพวกเขาจะได้บริโภคความดีงามทั้งที่อยู่เบื้องบน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และที่อยู่เบื้องล่าง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แต่ทว่าพวกเขาเนรคุณต่อความโปรดปราน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และลุ่มหลงกับโลกนี้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๒๘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๑๙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ท่านฮะซัน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บัศรี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ได้กล่าวว่า</w:t>
      </w:r>
    </w:p>
    <w:p w:rsidR="00C85AFD" w:rsidRDefault="00C85AFD" w:rsidP="003C4B6D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ขอสาบานด้วยพระนามของอัลลอฮ์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เขาเป็นธนูที่แม่นฉมังของอัลลอฮ์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ที่พุ่งไปต้องแก่ศัตรูของพระองค์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เขาเป็นจอมปราชญ์แห่งประชาชาตินี้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เป็นความภาคภูมิใจ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เป็นความประเสริฐสำหรับประชาชาตินี้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เป็นผู้ที่ใกล้ชิดที่สุดของศาสนทูตแห่งอัลลอฮ์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ในประชาชาตินี้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เขาไม่เคยเผลอใผลในคำสั่งของอัลลอฮ์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เขาไม่เคยอาทรต่อศาสนาของอัลลอฮ์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และไม่เคยฉกฉวยทรัพย์สินของอัลลอฮ์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อัล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กุรอานได้ยกย่องในเกียรติภูมิของเขา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บินอะบีฎอลิบ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๒๙</w:t>
      </w:r>
      <w:r w:rsidRPr="00B91120">
        <w:rPr>
          <w:cs/>
        </w:rPr>
        <w:t>)</w:t>
      </w:r>
    </w:p>
    <w:p w:rsidR="003C4B6D" w:rsidRPr="00B91120" w:rsidRDefault="003C4B6D" w:rsidP="003C4B6D">
      <w:pPr>
        <w:pStyle w:val="libNormal"/>
        <w:rPr>
          <w:rFonts w:cs="Times New Roman"/>
          <w:lang w:bidi="ar-SA"/>
        </w:rPr>
      </w:pPr>
      <w:r>
        <w:rPr>
          <w:rFonts w:hint="cs"/>
          <w:cs/>
        </w:rPr>
        <w:t>----------------------------</w:t>
      </w:r>
      <w:r w:rsidR="0037569C">
        <w:rPr>
          <w:rFonts w:hint="cs"/>
          <w:cs/>
        </w:rPr>
        <w:t>------------------------------</w:t>
      </w:r>
    </w:p>
    <w:p w:rsidR="00C85AFD" w:rsidRPr="0037569C" w:rsidRDefault="003C4B6D" w:rsidP="0037569C">
      <w:pPr>
        <w:pStyle w:val="libArFootnote"/>
        <w:bidi w:val="0"/>
      </w:pPr>
      <w:r w:rsidRPr="0037569C">
        <w:t xml:space="preserve"> </w:t>
      </w:r>
      <w:bookmarkStart w:id="264" w:name="_Toc414269132"/>
      <w:r w:rsidR="00C85AFD" w:rsidRPr="0037569C">
        <w:t>(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๒๘</w:t>
      </w:r>
      <w:r w:rsidR="00C85AFD" w:rsidRPr="0037569C">
        <w:rPr>
          <w:szCs w:val="24"/>
          <w:cs/>
        </w:rPr>
        <w:t xml:space="preserve">) 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ตารีค</w:t>
      </w:r>
      <w:r w:rsidR="00C85AFD" w:rsidRPr="0037569C">
        <w:rPr>
          <w:szCs w:val="24"/>
          <w:cs/>
        </w:rPr>
        <w:t xml:space="preserve"> 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ยะอ์กูบี</w:t>
      </w:r>
      <w:r w:rsidR="00C85AFD" w:rsidRPr="0037569C">
        <w:rPr>
          <w:szCs w:val="24"/>
          <w:cs/>
        </w:rPr>
        <w:t xml:space="preserve"> 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="00C85AFD" w:rsidRPr="0037569C">
        <w:rPr>
          <w:szCs w:val="24"/>
          <w:cs/>
        </w:rPr>
        <w:t xml:space="preserve"> 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๒</w:t>
      </w:r>
      <w:r w:rsidR="00C85AFD" w:rsidRPr="0037569C">
        <w:rPr>
          <w:szCs w:val="24"/>
          <w:cs/>
        </w:rPr>
        <w:t xml:space="preserve"> 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37569C">
        <w:rPr>
          <w:szCs w:val="24"/>
          <w:cs/>
        </w:rPr>
        <w:t xml:space="preserve"> 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๑๙๑</w:t>
      </w:r>
      <w:bookmarkEnd w:id="264"/>
    </w:p>
    <w:p w:rsidR="003C4B6D" w:rsidRPr="0037569C" w:rsidRDefault="003C4B6D" w:rsidP="0037569C">
      <w:pPr>
        <w:pStyle w:val="libArFootnote"/>
        <w:bidi w:val="0"/>
      </w:pPr>
      <w:bookmarkStart w:id="265" w:name="_Toc414269133"/>
      <w:r w:rsidRPr="0037569C">
        <w:t>(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๒๙</w:t>
      </w:r>
      <w:r w:rsidRPr="0037569C">
        <w:rPr>
          <w:szCs w:val="24"/>
          <w:cs/>
        </w:rPr>
        <w:t xml:space="preserve">)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อักดุล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ฟะรีด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๒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๒๗๑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และอัล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อิศอบะฮ์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๓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๔๗</w:t>
      </w:r>
      <w:bookmarkEnd w:id="265"/>
    </w:p>
    <w:p w:rsidR="003C4B6D" w:rsidRPr="0037569C" w:rsidRDefault="003C4B6D" w:rsidP="0037569C">
      <w:pPr>
        <w:pStyle w:val="libArFootnote"/>
        <w:bidi w:val="0"/>
      </w:pPr>
    </w:p>
    <w:p w:rsidR="003C4B6D" w:rsidRDefault="003C4B6D" w:rsidP="003C4B6D">
      <w:pPr>
        <w:pStyle w:val="libNormal"/>
      </w:pPr>
    </w:p>
    <w:p w:rsidR="003C4B6D" w:rsidRDefault="003C4B6D" w:rsidP="003C4B6D">
      <w:pPr>
        <w:pStyle w:val="libNormal"/>
      </w:pPr>
    </w:p>
    <w:p w:rsidR="003C4B6D" w:rsidRDefault="003C4B6D" w:rsidP="003C4B6D">
      <w:pPr>
        <w:pStyle w:val="libNormal"/>
      </w:pPr>
    </w:p>
    <w:p w:rsidR="003C4B6D" w:rsidRPr="00B91120" w:rsidRDefault="003C4B6D" w:rsidP="003C4B6D">
      <w:pPr>
        <w:pStyle w:val="libNormal"/>
        <w:rPr>
          <w:rFonts w:cs="Times New Roman"/>
          <w:lang w:bidi="ar-SA"/>
        </w:rPr>
      </w:pPr>
    </w:p>
    <w:p w:rsidR="003C4B6D" w:rsidRDefault="003C4B6D">
      <w:pPr>
        <w:rPr>
          <w:rFonts w:ascii="Angsana New" w:hAnsi="Angsana New"/>
          <w:sz w:val="32"/>
          <w:szCs w:val="32"/>
          <w:lang w:bidi="th-TH"/>
        </w:rPr>
      </w:pPr>
      <w:r>
        <w:br w:type="page"/>
      </w:r>
    </w:p>
    <w:p w:rsidR="003C4B6D" w:rsidRPr="00B91120" w:rsidRDefault="003C4B6D" w:rsidP="00C85AFD">
      <w:pPr>
        <w:pStyle w:val="libNormal"/>
        <w:rPr>
          <w:rFonts w:cs="Times New Roman"/>
        </w:rPr>
      </w:pPr>
    </w:p>
    <w:p w:rsidR="00C85AFD" w:rsidRPr="00B91120" w:rsidRDefault="00C85AFD" w:rsidP="003C4B6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๒๐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ท่านอะฏออ์เคยถูกตั้งคำถามว่า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3C4B6D" w:rsidRPr="00B91120">
        <w:rPr>
          <w:rFonts w:hint="cs"/>
          <w:cs/>
        </w:rPr>
        <w:t xml:space="preserve">ในบรรดาสาวกของศาสนทูตแห่งอัลลอฮ์ </w:t>
      </w:r>
      <w:r w:rsidR="003C4B6D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="003C4B6D" w:rsidRPr="00B91120">
        <w:rPr>
          <w:rFonts w:hint="cs"/>
          <w:cs/>
        </w:rPr>
        <w:t>มีใครสักคนไหมที่มีความรู้มากกว่าอะลี</w:t>
      </w:r>
      <w:r w:rsidR="003C4B6D" w:rsidRPr="00B91120">
        <w:rPr>
          <w:rFonts w:hint="cs"/>
        </w:rPr>
        <w:t>?</w:t>
      </w:r>
      <w:r w:rsidR="003C4B6D" w:rsidRPr="00B91120">
        <w:rPr>
          <w:rFonts w:hint="cs"/>
          <w:cs/>
        </w:rPr>
        <w:t>”</w:t>
      </w:r>
    </w:p>
    <w:p w:rsidR="003C4B6D" w:rsidRPr="003C4B6D" w:rsidRDefault="00C85AFD" w:rsidP="003C4B6D">
      <w:pPr>
        <w:pStyle w:val="libNormal"/>
      </w:pPr>
      <w:r w:rsidRPr="00B91120">
        <w:rPr>
          <w:rFonts w:hint="cs"/>
          <w:cs/>
        </w:rPr>
        <w:t>ท่านตอบว่า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ขอสาบานด้วยพระนามของอัลลอฮ์ว่า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ไม่มีคนที่รู้มากกว่าเขา</w:t>
      </w:r>
      <w:r w:rsidR="003C4B6D" w:rsidRPr="00B91120">
        <w:rPr>
          <w:rFonts w:cs="Times New Roman" w:hint="eastAsia"/>
          <w:lang w:bidi="ar-SA"/>
        </w:rPr>
        <w:t>”</w:t>
      </w:r>
      <w:r w:rsidR="003C4B6D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๓๐</w:t>
      </w:r>
      <w:r w:rsidRPr="00B91120">
        <w:rPr>
          <w:cs/>
        </w:rPr>
        <w:t>)</w:t>
      </w:r>
    </w:p>
    <w:p w:rsidR="00C85AFD" w:rsidRPr="00B91120" w:rsidRDefault="00C85AFD" w:rsidP="003C4B6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๒๑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ท่านอับดุลลอฮ์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บินอิยาช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บินอะบีรอบีอะฮ์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ได้กล่าวแก่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สะอีด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บินอัมร์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บินสะอีด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บินอาศ</w:t>
      </w:r>
    </w:p>
    <w:p w:rsidR="00C85AFD" w:rsidRPr="00B91120" w:rsidRDefault="00C85AFD" w:rsidP="003C4B6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เมื่อสะอีดถามว่า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โอ้ลุงเอ๋ย</w:t>
      </w:r>
      <w:r w:rsidRPr="00B91120">
        <w:rPr>
          <w:cs/>
        </w:rPr>
        <w:t xml:space="preserve"> </w:t>
      </w:r>
      <w:r w:rsidR="003C4B6D" w:rsidRPr="00B91120">
        <w:rPr>
          <w:rFonts w:hint="cs"/>
          <w:cs/>
        </w:rPr>
        <w:t>ทำไมคนทั้งหลายถึงต้องเอาแบบอย่างตามคุณลักษณะของอะลี</w:t>
      </w:r>
      <w:r w:rsidR="003C4B6D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อ</w:t>
      </w:r>
      <w:r w:rsidR="003C4B6D" w:rsidRPr="00B91120">
        <w:rPr>
          <w:rFonts w:hint="cs"/>
          <w:cs/>
        </w:rPr>
        <w:t>)</w:t>
      </w:r>
      <w:r w:rsidR="003C4B6D" w:rsidRPr="00B91120">
        <w:rPr>
          <w:rFonts w:hint="cs"/>
        </w:rPr>
        <w:t>?</w:t>
      </w:r>
      <w:r w:rsidR="003C4B6D" w:rsidRPr="00B91120">
        <w:rPr>
          <w:rFonts w:hint="cs"/>
          <w:cs/>
        </w:rPr>
        <w:t>”</w:t>
      </w:r>
    </w:p>
    <w:p w:rsidR="00C85AFD" w:rsidRPr="00B91120" w:rsidRDefault="00C85AFD" w:rsidP="003C4B6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เขาจึงกล่าวว่า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ลูกของน้องชายเอ๋ย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อะลีมีสิ่งที่เจ้าต้องการอยู่ในตัวเขา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อันได้แก่วิชาความรู้ที่เที่ยงแท้ที่สุด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เขาคือเครือญาติที่ใกล้ชิดที่สุดของท่านนบีและเป็นบุคคลแรกในอิสลาม</w:t>
      </w:r>
    </w:p>
    <w:p w:rsidR="00672A65" w:rsidRDefault="00C85AFD" w:rsidP="003C4B6D">
      <w:pPr>
        <w:pStyle w:val="libNormal"/>
      </w:pPr>
      <w:r w:rsidRPr="00B91120">
        <w:rPr>
          <w:rFonts w:hint="cs"/>
          <w:cs/>
        </w:rPr>
        <w:t>เป็นเขยของท่านศาสนทูตแห่งอัลลอฮ์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เป็นผู้มีความรอบรู้ในซุนนะฮ์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เป็นนักต่อสู้ที่ฉกาจในสนามรบและเป็นคนเอื้ออารีต่อคนขัดสน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๓๑</w:t>
      </w:r>
      <w:r w:rsidRPr="00B91120">
        <w:rPr>
          <w:cs/>
        </w:rPr>
        <w:t>)</w:t>
      </w:r>
      <w:r w:rsidR="003C4B6D">
        <w:rPr>
          <w:rFonts w:hint="cs"/>
          <w:cs/>
        </w:rPr>
        <w:t xml:space="preserve"> </w:t>
      </w:r>
    </w:p>
    <w:p w:rsidR="00672A65" w:rsidRDefault="00672A65" w:rsidP="003C4B6D">
      <w:pPr>
        <w:pStyle w:val="libNormal"/>
      </w:pPr>
    </w:p>
    <w:p w:rsidR="00672A65" w:rsidRDefault="00672A65" w:rsidP="003C4B6D">
      <w:pPr>
        <w:pStyle w:val="libNormal"/>
      </w:pPr>
    </w:p>
    <w:p w:rsidR="00672A65" w:rsidRDefault="00672A65" w:rsidP="00672A65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---------------------------------</w:t>
      </w:r>
      <w:r w:rsidR="0037569C">
        <w:rPr>
          <w:rFonts w:cs="Cordia New" w:hint="cs"/>
          <w:szCs w:val="40"/>
          <w:cs/>
        </w:rPr>
        <w:t>---------------</w:t>
      </w:r>
    </w:p>
    <w:p w:rsidR="00672A65" w:rsidRPr="0037569C" w:rsidRDefault="00672A65" w:rsidP="0037569C">
      <w:pPr>
        <w:pStyle w:val="libArFootnote"/>
        <w:bidi w:val="0"/>
      </w:pPr>
      <w:bookmarkStart w:id="266" w:name="_Toc414269134"/>
      <w:r w:rsidRPr="0037569C">
        <w:t>(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๓๐</w:t>
      </w:r>
      <w:r w:rsidRPr="0037569C">
        <w:rPr>
          <w:szCs w:val="24"/>
          <w:cs/>
        </w:rPr>
        <w:t xml:space="preserve">)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อะซะดุล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ฆอบะฮ์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๔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๒๒</w:t>
      </w:r>
      <w:bookmarkEnd w:id="266"/>
    </w:p>
    <w:p w:rsidR="00672A65" w:rsidRPr="0037569C" w:rsidRDefault="00672A65" w:rsidP="0037569C">
      <w:pPr>
        <w:pStyle w:val="libArFootnote"/>
        <w:bidi w:val="0"/>
        <w:rPr>
          <w:szCs w:val="24"/>
          <w:cs/>
        </w:rPr>
      </w:pPr>
      <w:bookmarkStart w:id="267" w:name="_Toc414269135"/>
      <w:r w:rsidRPr="0037569C">
        <w:t>(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๓๑</w:t>
      </w:r>
      <w:r w:rsidRPr="0037569C">
        <w:rPr>
          <w:szCs w:val="24"/>
          <w:cs/>
        </w:rPr>
        <w:t xml:space="preserve">)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ตะอ์ซีบุต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ตะฮ์ซีบ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๗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๓๓๘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และอะซะดุล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ฆอบะฮ์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๔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๒๒</w:t>
      </w:r>
      <w:bookmarkEnd w:id="267"/>
    </w:p>
    <w:p w:rsidR="00672A65" w:rsidRPr="0037569C" w:rsidRDefault="00672A65" w:rsidP="0037569C">
      <w:pPr>
        <w:pStyle w:val="libArFootnote"/>
        <w:bidi w:val="0"/>
      </w:pPr>
    </w:p>
    <w:p w:rsidR="00672A65" w:rsidRDefault="00672A65" w:rsidP="003C4B6D">
      <w:pPr>
        <w:pStyle w:val="libNormal"/>
      </w:pPr>
    </w:p>
    <w:p w:rsidR="00672A65" w:rsidRDefault="00672A65" w:rsidP="003C4B6D">
      <w:pPr>
        <w:pStyle w:val="libNormal"/>
        <w:rPr>
          <w:cs/>
        </w:rPr>
      </w:pPr>
    </w:p>
    <w:p w:rsidR="003C4B6D" w:rsidRPr="00672A65" w:rsidRDefault="00672A65" w:rsidP="00672A65">
      <w:pPr>
        <w:rPr>
          <w:rFonts w:ascii="Angsana New" w:hAnsi="Angsana New" w:cs="Cordia New"/>
          <w:sz w:val="32"/>
          <w:szCs w:val="30"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lastRenderedPageBreak/>
        <w:t>๒๒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ท่านอามิร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บินอับดุลลอฮ์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บินซุบัยร์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ได้กล่าวกับลูกของตนที่ลบหลู่ท่านอะลี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ว่า</w:t>
      </w:r>
    </w:p>
    <w:p w:rsidR="00C85AFD" w:rsidRPr="00B91120" w:rsidRDefault="00C85AFD" w:rsidP="003C4B6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ลูกเอ๋ย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เจ้าจงระวัง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และจงกลับคำพูดเสีย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เพราะแท้จริงบนีมัรวานสาปแช่งเขามาเป็นเวลาถึง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๖๐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มิได้ให้อะไรแก่เขาเลยนอกจากยกย่องเขาตลอดมา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แท้จริงไม่ว่าศาสนาจะสร้างอะไรขึ้นมา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โลกนี้จะต้องทำลายสิ่งนั้น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เสมอ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และโลกนี้ก็ไม่สามารถจะสร้างอะไรขึ้นมา</w:t>
      </w:r>
    </w:p>
    <w:p w:rsidR="00C85AFD" w:rsidRPr="00672A65" w:rsidRDefault="00C85AFD" w:rsidP="00672A65">
      <w:pPr>
        <w:pStyle w:val="libNormal"/>
        <w:ind w:firstLine="0"/>
        <w:rPr>
          <w:rFonts w:cs="Cordia New"/>
          <w:szCs w:val="40"/>
          <w:cs/>
        </w:rPr>
      </w:pPr>
      <w:r w:rsidRPr="00B91120">
        <w:rPr>
          <w:rFonts w:hint="cs"/>
          <w:cs/>
        </w:rPr>
        <w:t>ได้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นอกจากจะต้องย้อนกลับไปหาสิ่งที่ตนทำลายลงไปเมื่อคราวก่อน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๓๒</w:t>
      </w:r>
      <w:r w:rsidRPr="00B91120">
        <w:rPr>
          <w:cs/>
        </w:rPr>
        <w:t>)</w:t>
      </w:r>
    </w:p>
    <w:p w:rsidR="00C85AFD" w:rsidRPr="00B91120" w:rsidRDefault="00C85AFD" w:rsidP="003C4B6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๒๓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ท่านมุฮัมมัด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บุตรของท่านอะบูบักร์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บินกุฮาฟะฮ์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เขียนหนังสือถึง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มุอาวิยะฮ์มีใจความตอนหนึ่งว่า</w:t>
      </w:r>
    </w:p>
    <w:p w:rsidR="00C85AFD" w:rsidRPr="00B91120" w:rsidRDefault="00C85AFD" w:rsidP="003C4B6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คนแรกที่ตอบรับและศรัทธาและเชื่อมั่น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และยอมรับโดยดุษณีย์คือผู้มีศักดิ์เป็นพี่ชายของท่านศาสดา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ผู้เป็นบุตรแห่งลุงของท่านศาสดา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นั่นคือ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บินอะบีฎอลิบ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เขาเชื่อมั่นต่อท่านศาสดา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ในสิ่งเร้นลับพ้นญาณวิสัย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เขาเจริญรอยตามท่านศาสดาเหนือกว่าญาติอันเป็นที่รักทุกคน</w:t>
      </w:r>
    </w:p>
    <w:p w:rsidR="00C85AFD" w:rsidRPr="00B91120" w:rsidRDefault="00C85AFD" w:rsidP="003C4B6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เขาเอาตัวเองเป็นโล่ห์กำบังให้ท่านศาสดา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ปลอดภัยทุกครั้งคราว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เขาร่วมทำสงครามกับท่านศาสดา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เขามีความสุขเมื่อท่านศาสดา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มีความสุข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เขามีแต่เสียสละเพื่อท่านศาสดา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ทั้งยามกลางวันและกลางคืน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ทั้งในยามที่น่าหวาดกลัว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และน่าประหวั่นพรั่นพรึง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จนกระทั่งมีชัยชนะใน</w:t>
      </w:r>
    </w:p>
    <w:p w:rsidR="00C85AFD" w:rsidRDefault="00C85AFD" w:rsidP="003C4B6D">
      <w:pPr>
        <w:pStyle w:val="libNormal"/>
        <w:ind w:firstLine="0"/>
      </w:pPr>
      <w:r w:rsidRPr="00B91120">
        <w:rPr>
          <w:rFonts w:hint="cs"/>
          <w:cs/>
        </w:rPr>
        <w:t>ด้านความดีงาม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จนไม่มีผู้ใดเสมอเหมือน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ในบรรดาผู้ที่เชื่อถือตามท่านศาสดาไม่มีใครเคยมีผลงานที่ใกล้เคียงกับเขาเลย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แน่นอนฉันก็รู้ว่าเจ้าก็สูงส่ง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แต่เจ้าก็คือเจ้า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ส่วนเขาก็คือเขา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เขาเป็นคนมีเจตนารมณ์ที่ซื่อสัตย์ที่สุด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เขาเป็นคนมาจากเชื้อสายที่ดีที่สุด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เขาเป็นคนที่มีภรรยาที่ประเสริฐที่สุด</w:t>
      </w:r>
    </w:p>
    <w:p w:rsidR="00672A65" w:rsidRDefault="00672A65" w:rsidP="00672A65">
      <w:pPr>
        <w:pStyle w:val="libNormal"/>
        <w:rPr>
          <w:rFonts w:cs="Cordia New"/>
          <w:szCs w:val="40"/>
        </w:rPr>
      </w:pPr>
      <w:r>
        <w:rPr>
          <w:rFonts w:cs="Cordia New" w:hint="cs"/>
          <w:szCs w:val="40"/>
          <w:cs/>
        </w:rPr>
        <w:t>----------------------</w:t>
      </w:r>
      <w:r w:rsidR="0037569C">
        <w:rPr>
          <w:rFonts w:cs="Cordia New" w:hint="cs"/>
          <w:szCs w:val="40"/>
          <w:cs/>
        </w:rPr>
        <w:t>-------------------------</w:t>
      </w:r>
    </w:p>
    <w:p w:rsidR="00672A65" w:rsidRPr="0037569C" w:rsidRDefault="00672A65" w:rsidP="0037569C">
      <w:pPr>
        <w:pStyle w:val="libArFootnote"/>
        <w:bidi w:val="0"/>
      </w:pPr>
      <w:bookmarkStart w:id="268" w:name="_Toc414269136"/>
      <w:r w:rsidRPr="0037569C">
        <w:t>(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๓๒</w:t>
      </w:r>
      <w:r w:rsidRPr="0037569C">
        <w:rPr>
          <w:szCs w:val="24"/>
          <w:cs/>
        </w:rPr>
        <w:t xml:space="preserve">)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อิซตีอาบ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ภาคผนวกของหนังสืออัล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อิศอบะฮ์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๓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๕๕</w:t>
      </w:r>
      <w:bookmarkEnd w:id="268"/>
    </w:p>
    <w:p w:rsidR="00672A65" w:rsidRPr="0037569C" w:rsidRDefault="00672A65" w:rsidP="0037569C">
      <w:pPr>
        <w:pStyle w:val="libArFootnote"/>
        <w:bidi w:val="0"/>
      </w:pPr>
    </w:p>
    <w:p w:rsidR="00672A65" w:rsidRDefault="00672A65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3C4B6D" w:rsidRDefault="00C85AFD" w:rsidP="003C4B6D">
      <w:pPr>
        <w:pStyle w:val="libNormal"/>
      </w:pPr>
      <w:r w:rsidRPr="00B91120">
        <w:rPr>
          <w:rFonts w:hint="cs"/>
          <w:cs/>
        </w:rPr>
        <w:lastRenderedPageBreak/>
        <w:t>เขาเป็นลูกของลุงที่ดีที่สุด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ลุงของเขาคือ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ประมุขของบรรดาวีรชน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ผู้พลีชีพเพื่ออิสลาม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บิดาของเขาคือผู้ปกป้องศาสนทูตแห่งอัลลอฮ์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</w:p>
    <w:p w:rsidR="00C85AFD" w:rsidRPr="00B91120" w:rsidRDefault="00C85AFD" w:rsidP="003C4B6D">
      <w:pPr>
        <w:pStyle w:val="libNormal"/>
        <w:ind w:firstLine="0"/>
        <w:rPr>
          <w:rFonts w:cs="Times New Roman"/>
          <w:lang w:bidi="ar-SA"/>
        </w:rPr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ความหายนะจะประสบแก่เจ้า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ที่เจ้าเอาตัวเองไปเปรียบเทียบกับอะลี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ในขณะที่เขาคือทายาทของศาสนทูตแห่งอัลลอฮ์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และเป็นบิดาของคนที่อยู่ในฐานะบุตรของท่าน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เป็นคนแรกที่เชื่อถือตามท่านศาสดา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และใกล้ชิดกับท่านศาสดา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มากที่สุด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ในอัน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ที่จะรับข้อผูกพันต่าง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เขาคือคนที่ท่านศาสดาบอกความลับด้วย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และเป็นคนประกาศคำสั่งของ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๓๓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๒๔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ท่านชุอ์บีกล่าวว่า</w:t>
      </w:r>
    </w:p>
    <w:p w:rsidR="00C85AFD" w:rsidRPr="00B91120" w:rsidRDefault="00C85AFD" w:rsidP="00672A65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ท่านอะลี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บินอะบีฎอลิบกับประชาชาตินี้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เสมือนหนึ่งท่านมะซี้ห์</w:t>
      </w:r>
      <w:r w:rsidRPr="00B91120">
        <w:rPr>
          <w:cs/>
        </w:rPr>
        <w:t xml:space="preserve"> (</w:t>
      </w:r>
      <w:r w:rsidRPr="00B91120">
        <w:rPr>
          <w:rFonts w:hint="cs"/>
          <w:cs/>
        </w:rPr>
        <w:t>ท่านนบีอีซา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บุตรของมัรยัมในหมู่ชาวบนีอิสรออีล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ประการหนึ่ง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นั่นคือคนพวกหนึ่งรักเขาแต่ต้องปกปิดความรักนั้น</w:t>
      </w:r>
      <w:r w:rsidR="00672A65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คนพวกหนึ่งเกลียดชังเขาแต่ต้องปกปิดความเกลียดชังนั้น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ท่านเป็นผู้ที่มีความเอื้อเฟื้อมากที่สุดในหมู่ประชาชนที่พระองค์อัลลอฮ์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ทรงรัก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เพราะท่านไม่เคยตอบปฏิเสธผู้ที่ร้องขอเลย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แม้แต่เพียงครั้งเดียว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๓๔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๒๕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ท่านอุมัร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บินอับดุลอะซีซ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ได้กล่าวว่า</w:t>
      </w:r>
    </w:p>
    <w:p w:rsidR="00672A65" w:rsidRDefault="00C85AFD" w:rsidP="00672A65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เราไม่เคยรับรู้อีกเลยว่า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ในประชาชาตินี้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หลังจากท่านศาสนทูตแห่งอัลลอฮ์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ยังจะมีใครอีกที่สมถะมากกว่าอะลี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บินอะบีฎอลิบ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๓๕</w:t>
      </w:r>
      <w:r w:rsidRPr="00B91120">
        <w:rPr>
          <w:cs/>
        </w:rPr>
        <w:t>)</w:t>
      </w:r>
    </w:p>
    <w:p w:rsidR="00672A65" w:rsidRDefault="00672A65" w:rsidP="00672A65">
      <w:pPr>
        <w:pStyle w:val="libNormal"/>
      </w:pPr>
      <w:r>
        <w:rPr>
          <w:rFonts w:hint="cs"/>
          <w:cs/>
        </w:rPr>
        <w:t>-----------------------------------</w:t>
      </w:r>
      <w:r w:rsidR="0037569C">
        <w:rPr>
          <w:rFonts w:hint="cs"/>
          <w:cs/>
        </w:rPr>
        <w:t>---------------------------</w:t>
      </w:r>
    </w:p>
    <w:p w:rsidR="00672A65" w:rsidRPr="0037569C" w:rsidRDefault="00672A65" w:rsidP="0037569C">
      <w:pPr>
        <w:pStyle w:val="libArFootnote"/>
        <w:bidi w:val="0"/>
      </w:pPr>
      <w:bookmarkStart w:id="269" w:name="_Toc414269137"/>
      <w:r w:rsidRPr="0037569C">
        <w:t>(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๓๓</w:t>
      </w:r>
      <w:r w:rsidRPr="0037569C">
        <w:rPr>
          <w:szCs w:val="24"/>
          <w:cs/>
        </w:rPr>
        <w:t xml:space="preserve">)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มุรูญซ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ซะฮับ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๒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๔๓</w:t>
      </w:r>
      <w:bookmarkEnd w:id="269"/>
    </w:p>
    <w:p w:rsidR="00672A65" w:rsidRPr="0037569C" w:rsidRDefault="00672A65" w:rsidP="0037569C">
      <w:pPr>
        <w:pStyle w:val="libArFootnote"/>
        <w:bidi w:val="0"/>
      </w:pPr>
      <w:bookmarkStart w:id="270" w:name="_Toc414269138"/>
      <w:r w:rsidRPr="0037569C">
        <w:t>(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๓๔</w:t>
      </w:r>
      <w:r w:rsidRPr="0037569C">
        <w:rPr>
          <w:szCs w:val="24"/>
          <w:cs/>
        </w:rPr>
        <w:t xml:space="preserve">)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อักดุล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ฟะรีด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๒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๒๑๖</w:t>
      </w:r>
      <w:bookmarkEnd w:id="270"/>
    </w:p>
    <w:p w:rsidR="00672A65" w:rsidRPr="0037569C" w:rsidRDefault="00672A65" w:rsidP="0037569C">
      <w:pPr>
        <w:pStyle w:val="libArFootnote"/>
        <w:bidi w:val="0"/>
        <w:rPr>
          <w:szCs w:val="24"/>
          <w:cs/>
        </w:rPr>
      </w:pPr>
      <w:bookmarkStart w:id="271" w:name="_Toc414269139"/>
      <w:r w:rsidRPr="0037569C">
        <w:t>(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๓๕</w:t>
      </w:r>
      <w:r w:rsidRPr="0037569C">
        <w:rPr>
          <w:szCs w:val="24"/>
          <w:cs/>
        </w:rPr>
        <w:t xml:space="preserve">)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อะ</w:t>
      </w:r>
      <w:r w:rsidR="0037569C">
        <w:rPr>
          <w:rFonts w:ascii="Angsana New" w:hAnsi="Angsana New" w:cs="Angsana New" w:hint="cs"/>
          <w:szCs w:val="24"/>
          <w:cs/>
          <w:lang w:bidi="th-TH"/>
        </w:rPr>
        <w:t>ซ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ะดุล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ฆอบะฮ์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๔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๒๔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และตัชกิเราะตุเคาะวาศ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๖๔</w:t>
      </w:r>
      <w:bookmarkEnd w:id="271"/>
    </w:p>
    <w:p w:rsidR="00672A65" w:rsidRDefault="00672A65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672A65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๒๖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ท่านมุอาวิยะฮ์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บุตรของยะซีด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บินมุอาวิยะฮ์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กล่าวคุฏบะฮ์บนมิมบัรว่า</w:t>
      </w:r>
    </w:p>
    <w:p w:rsidR="00672A65" w:rsidRDefault="00C85AFD" w:rsidP="00672A65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แน่นอนมุอาวียะฮ์ผู้เป็นปู่ของข้าได้ถอดถอนบุคคล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ผู้มีความเหมาะสมในการเป็นผู้นำสำหรับภารกิจอันนี้มากกว่าใครๆ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ทั้งหมด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เป็นญาติผู้ใกล้ชิดของท่านศาสนทูตแห่งอัลลอฮ์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</w:p>
    <w:p w:rsidR="00C85AFD" w:rsidRPr="00B91120" w:rsidRDefault="00C85AFD" w:rsidP="00672A65">
      <w:pPr>
        <w:pStyle w:val="libNormal"/>
        <w:ind w:firstLine="0"/>
        <w:rPr>
          <w:rFonts w:cs="Times New Roman"/>
          <w:lang w:bidi="ar-SA"/>
        </w:rPr>
      </w:pPr>
      <w:r w:rsidRPr="00B91120">
        <w:rPr>
          <w:cs/>
        </w:rPr>
        <w:t xml:space="preserve"> </w:t>
      </w:r>
      <w:r w:rsidRPr="00B91120">
        <w:rPr>
          <w:rFonts w:hint="cs"/>
          <w:cs/>
        </w:rPr>
        <w:t>คุณงามความดีของเขามีมากมาย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และรุดหน้ายิ่งนัก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เป็นคนที่เก่งกาจเกินกว่า</w:t>
      </w:r>
    </w:p>
    <w:p w:rsidR="00672A65" w:rsidRDefault="00C85AFD" w:rsidP="00672A65">
      <w:pPr>
        <w:pStyle w:val="libNormal"/>
        <w:ind w:firstLine="0"/>
      </w:pPr>
      <w:r w:rsidRPr="00B91120">
        <w:rPr>
          <w:rFonts w:hint="cs"/>
          <w:cs/>
        </w:rPr>
        <w:t>พวกอพยพทั้งมวล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เป็นคนมีหัวใจที่แกร่งกล้าที่สุด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เป็นคนมีความรู้มากที่สุด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เป็นคนแรกที่ศรัทธา</w:t>
      </w:r>
      <w:r w:rsidR="00672A65">
        <w:rPr>
          <w:rFonts w:cs="Cordia New" w:hint="cs"/>
          <w:szCs w:val="40"/>
          <w:cs/>
        </w:rPr>
        <w:t xml:space="preserve"> </w:t>
      </w:r>
      <w:r w:rsidRPr="00B91120">
        <w:rPr>
          <w:rFonts w:hint="cs"/>
          <w:cs/>
        </w:rPr>
        <w:t>เป็นคนมีเกียรติมากที่สุด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เป็นพี่น้องของท่านนบี</w:t>
      </w:r>
      <w:r w:rsidRPr="00B91120">
        <w:rPr>
          <w:cs/>
        </w:rPr>
        <w:t xml:space="preserve"> </w:t>
      </w:r>
    </w:p>
    <w:p w:rsidR="00C85AFD" w:rsidRPr="00B91120" w:rsidRDefault="00C85AFD" w:rsidP="00672A65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ท่านนบี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จัดการแต่งงาน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เขากับบุตรสาวของท่านเองคือ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ฟาฏิมะฮ์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ท่านนบีได้ให้เขาเป็นสามีของนาง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โดยที่ท่านเลือกให้นางเอง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และให้นางเป็นภรรยาของเขา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โดยที่ท่านได้เลือกนางให้แก่เขาเอง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เขาคือบิดาแห่งผู้เป็นสายตระกูลสองคน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อันเป็นประมุขของชายหนุ่มชาวสวรรค์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เป็นผู้ประเสริฐที่สุดสำหรับประชาชาตินี้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ที่ผ่านการเลี้ยงดูมาโดยท่านศาสนทูต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และเป็นบุตรชายสองคนของท่านหญิงฟาฏิมะฮ์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ผู้บริสุทธิ์ผู้มาจากพฤกษาที่ดี</w:t>
      </w:r>
    </w:p>
    <w:p w:rsidR="00672A65" w:rsidRDefault="00C85AFD" w:rsidP="00672A65">
      <w:pPr>
        <w:pStyle w:val="libNormal"/>
        <w:ind w:firstLine="0"/>
      </w:pPr>
      <w:r w:rsidRPr="00B91120">
        <w:rPr>
          <w:rFonts w:hint="cs"/>
          <w:cs/>
        </w:rPr>
        <w:t>เลิศ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สะอาด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บริสุทธิ์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แล้วปู่ของข้าก็เผชิญหน้ากับเขาตามที่พวกท่านรู้กันอยู่แล้ว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และพวกท่านก็เผชิญหน้ากับเขาทั้ง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ที่พวกท่านก็มิได้โง่เขลาเลย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๓๖</w:t>
      </w:r>
      <w:r w:rsidRPr="00B91120">
        <w:rPr>
          <w:cs/>
        </w:rPr>
        <w:t>)</w:t>
      </w:r>
    </w:p>
    <w:p w:rsidR="00672A65" w:rsidRDefault="00672A65" w:rsidP="00672A65">
      <w:pPr>
        <w:pStyle w:val="libNormal"/>
        <w:ind w:firstLine="0"/>
      </w:pPr>
    </w:p>
    <w:p w:rsidR="00672A65" w:rsidRDefault="00672A65" w:rsidP="00672A65">
      <w:pPr>
        <w:pStyle w:val="libNormal"/>
        <w:ind w:firstLine="0"/>
      </w:pPr>
    </w:p>
    <w:p w:rsidR="00672A65" w:rsidRDefault="00672A65" w:rsidP="00672A65">
      <w:pPr>
        <w:pStyle w:val="libNormal"/>
        <w:ind w:firstLine="0"/>
      </w:pPr>
      <w:r>
        <w:rPr>
          <w:rFonts w:hint="cs"/>
          <w:cs/>
        </w:rPr>
        <w:t>-----------------------------------------</w:t>
      </w:r>
      <w:r w:rsidR="0037569C">
        <w:rPr>
          <w:rFonts w:hint="cs"/>
          <w:cs/>
        </w:rPr>
        <w:t>---------------------</w:t>
      </w:r>
    </w:p>
    <w:p w:rsidR="00672A65" w:rsidRPr="0037569C" w:rsidRDefault="00672A65" w:rsidP="0037569C">
      <w:pPr>
        <w:pStyle w:val="libArFootnote"/>
        <w:bidi w:val="0"/>
      </w:pPr>
      <w:bookmarkStart w:id="272" w:name="_Toc414269140"/>
      <w:r w:rsidRPr="0037569C">
        <w:t>(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๓๖</w:t>
      </w:r>
      <w:r w:rsidRPr="0037569C">
        <w:rPr>
          <w:szCs w:val="24"/>
          <w:cs/>
        </w:rPr>
        <w:t xml:space="preserve">)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ฮะยาตุล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ฮะยะวาน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กุบรอ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๑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๕๗</w:t>
      </w:r>
      <w:bookmarkEnd w:id="272"/>
    </w:p>
    <w:p w:rsidR="00672A65" w:rsidRPr="0037569C" w:rsidRDefault="00672A65" w:rsidP="0037569C">
      <w:pPr>
        <w:pStyle w:val="libArFootnote"/>
        <w:bidi w:val="0"/>
      </w:pPr>
    </w:p>
    <w:p w:rsidR="00672A65" w:rsidRDefault="00672A65" w:rsidP="00672A65">
      <w:pPr>
        <w:pStyle w:val="libNormal"/>
        <w:ind w:firstLine="0"/>
      </w:pPr>
    </w:p>
    <w:p w:rsidR="00672A65" w:rsidRPr="00672A65" w:rsidRDefault="00672A65" w:rsidP="00672A65">
      <w:pPr>
        <w:rPr>
          <w:rFonts w:ascii="Angsana New" w:hAnsi="Angsana New"/>
          <w:sz w:val="32"/>
          <w:szCs w:val="32"/>
        </w:rPr>
      </w:pPr>
      <w:r>
        <w:br w:type="page"/>
      </w:r>
    </w:p>
    <w:p w:rsidR="00672A65" w:rsidRDefault="00672A65" w:rsidP="00C85AFD">
      <w:pPr>
        <w:pStyle w:val="libNormal"/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๒๗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ท่านอะบู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กัยซ์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อัลเอาดี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ได้กล่าวว่า</w:t>
      </w:r>
    </w:p>
    <w:p w:rsidR="00C85AFD" w:rsidRPr="00B91120" w:rsidRDefault="00C85AFD" w:rsidP="00672A65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ฉันได้มีโอกาสพบเห็นคนสามประเภทคือ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หนึ่งคนเคร่งศาสนาที่รักท่านอะลี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สองคนที่หลงใหลต่อโลกที่รักใคร่มุอาวิยะฮ์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สามพวกนอกรีต</w:t>
      </w:r>
      <w:r w:rsidRPr="00B91120">
        <w:rPr>
          <w:cs/>
        </w:rPr>
        <w:t>(</w:t>
      </w:r>
      <w:r w:rsidRPr="00B91120">
        <w:rPr>
          <w:rFonts w:hint="cs"/>
          <w:cs/>
        </w:rPr>
        <w:t>คอวาริจญ์</w:t>
      </w:r>
      <w:r w:rsidRPr="00B91120">
        <w:rPr>
          <w:cs/>
        </w:rPr>
        <w:t>)</w:t>
      </w:r>
      <w:r w:rsidR="00672A65" w:rsidRPr="00B91120">
        <w:rPr>
          <w:rFonts w:cs="Times New Roman"/>
          <w:lang w:bidi="ar-SA"/>
        </w:rPr>
        <w:t>” (</w:t>
      </w:r>
      <w:r w:rsidRPr="00B91120">
        <w:rPr>
          <w:rFonts w:hint="cs"/>
          <w:cs/>
        </w:rPr>
        <w:t>๓๗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๒๘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ท่านอิบนุ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ชิบเราะมะฮ์กล่าวว่า</w:t>
      </w:r>
    </w:p>
    <w:p w:rsidR="00672A65" w:rsidRDefault="00C85AFD" w:rsidP="00672A65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จะไม่มีมนุษย์คนใดอีกแล้ว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ที่สามารถพูดบนมิมบัรได้ว่า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จงถามฉันเถิด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นอกจากอะลีบินอะบีฎอลิบ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เพียงคนเดียว</w:t>
      </w:r>
      <w:r w:rsidR="00672A65" w:rsidRPr="00B91120">
        <w:rPr>
          <w:rFonts w:cs="Times New Roman" w:hint="eastAsia"/>
          <w:lang w:bidi="ar-SA"/>
        </w:rPr>
        <w:t>”</w:t>
      </w:r>
      <w:r w:rsidR="00672A65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๓๘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๒๙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ท่านอิบนุอิสหากกล่าวว่า</w:t>
      </w:r>
    </w:p>
    <w:p w:rsidR="00C85AFD" w:rsidRPr="00B91120" w:rsidRDefault="00C85AFD" w:rsidP="00672A65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คนแรกที่ได้รับการกล่าวถึงว่า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ศรัทธาต่ออัลลอฮ์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และศาสนทูตของพระองค์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คืออะลี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อิบนิอะบีฏอลิบ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ซึ่งขณะนั้นเขามีอายุเพียง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๑๐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เท่านั้นเอง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๓๙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๓๐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ท่านเศาะอ์ศออะฮ์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บินซูฮาน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กล่าวว่า</w:t>
      </w:r>
    </w:p>
    <w:p w:rsidR="00672A65" w:rsidRDefault="00C85AFD" w:rsidP="00672A65">
      <w:pPr>
        <w:pStyle w:val="libNormal"/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เขาคือผู้คุ้มครองคนที่สำรวมตน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เป็นผู้ยังความประเสริฐซึ่งชีวิตเป็นผู้มีความโอบอ้อมอารี</w:t>
      </w:r>
      <w:r w:rsidR="00672A65">
        <w:rPr>
          <w:rFonts w:cs="Times New Roman"/>
        </w:rPr>
        <w:t xml:space="preserve"> </w:t>
      </w:r>
      <w:r w:rsidRPr="00B91120">
        <w:rPr>
          <w:rFonts w:hint="cs"/>
          <w:cs/>
        </w:rPr>
        <w:t>เป็นคนมีใจเอื้อเฟื้อเผื่อแผ่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เป็นคนเด็ดขาด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เป็นคนมีใจบุญสุนทาน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คบเพื่อน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เป็นแสงสว่างที่เจิดจ้าไม่เคยดับ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ทั้งผลงานและคำพูดของเขาไม่เคยเหลวใหล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เป็นบุตรที่ประเสริฐ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เป็นบิดาที่ประเสริฐ</w:t>
      </w:r>
    </w:p>
    <w:p w:rsidR="00C85AFD" w:rsidRPr="00B91120" w:rsidRDefault="00C85AFD" w:rsidP="00672A65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เป็นแสงสว่างของปฐพี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เป็นครูที่ลือชื่อ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เป็นคนกล้าที่ถูกกล่าวถึงเสมอ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เป็นคนมักน้อยกับโลก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เป็นคนแสวงหาแต่ปรโลกเท่านั้น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๔๐</w:t>
      </w:r>
      <w:r w:rsidRPr="00B91120">
        <w:rPr>
          <w:cs/>
        </w:rPr>
        <w:t>)</w:t>
      </w:r>
    </w:p>
    <w:p w:rsidR="00672A65" w:rsidRPr="0037569C" w:rsidRDefault="00672A65" w:rsidP="00C85AFD">
      <w:pPr>
        <w:pStyle w:val="libNormal"/>
        <w:rPr>
          <w:rFonts w:cs="Cordia New" w:hint="cs"/>
          <w:szCs w:val="40"/>
        </w:rPr>
      </w:pPr>
      <w:r>
        <w:rPr>
          <w:rFonts w:cs="Times New Roman"/>
          <w:lang w:bidi="ar-SA"/>
        </w:rPr>
        <w:t>-------------------------------------------</w:t>
      </w:r>
      <w:r w:rsidR="0037569C">
        <w:rPr>
          <w:rFonts w:cs="Times New Roman"/>
          <w:lang w:bidi="ar-SA"/>
        </w:rPr>
        <w:t>-----------------</w:t>
      </w:r>
    </w:p>
    <w:p w:rsidR="00C85AFD" w:rsidRPr="0037569C" w:rsidRDefault="00672A65" w:rsidP="0037569C">
      <w:pPr>
        <w:pStyle w:val="libArFootnote"/>
        <w:bidi w:val="0"/>
      </w:pPr>
      <w:r w:rsidRPr="0037569C">
        <w:t xml:space="preserve"> </w:t>
      </w:r>
      <w:bookmarkStart w:id="273" w:name="_Toc414269141"/>
      <w:r w:rsidR="00C85AFD" w:rsidRPr="0037569C">
        <w:t>(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๓๗</w:t>
      </w:r>
      <w:r w:rsidR="00C85AFD" w:rsidRPr="0037569C">
        <w:rPr>
          <w:szCs w:val="24"/>
          <w:cs/>
        </w:rPr>
        <w:t xml:space="preserve">) 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อัล</w:t>
      </w:r>
      <w:r w:rsidR="00C85AFD" w:rsidRPr="0037569C">
        <w:rPr>
          <w:szCs w:val="24"/>
          <w:cs/>
        </w:rPr>
        <w:t xml:space="preserve"> 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อิซตีอาบ</w:t>
      </w:r>
      <w:r w:rsidR="00C85AFD" w:rsidRPr="0037569C">
        <w:rPr>
          <w:szCs w:val="24"/>
          <w:cs/>
        </w:rPr>
        <w:t xml:space="preserve"> 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ภาคผนวกของหนังสืออัล</w:t>
      </w:r>
      <w:r w:rsidR="00C85AFD" w:rsidRPr="0037569C">
        <w:rPr>
          <w:szCs w:val="24"/>
          <w:cs/>
        </w:rPr>
        <w:t xml:space="preserve"> 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อิศอบะฮ์</w:t>
      </w:r>
      <w:r w:rsidR="00C85AFD" w:rsidRPr="0037569C">
        <w:rPr>
          <w:szCs w:val="24"/>
          <w:cs/>
        </w:rPr>
        <w:t xml:space="preserve"> 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="00C85AFD" w:rsidRPr="0037569C">
        <w:rPr>
          <w:szCs w:val="24"/>
          <w:cs/>
        </w:rPr>
        <w:t xml:space="preserve"> 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๓</w:t>
      </w:r>
      <w:r w:rsidR="00C85AFD" w:rsidRPr="0037569C">
        <w:rPr>
          <w:szCs w:val="24"/>
          <w:cs/>
        </w:rPr>
        <w:t xml:space="preserve"> 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37569C">
        <w:rPr>
          <w:szCs w:val="24"/>
          <w:cs/>
        </w:rPr>
        <w:t xml:space="preserve"> 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๕๗</w:t>
      </w:r>
      <w:bookmarkEnd w:id="273"/>
    </w:p>
    <w:p w:rsidR="00C85AFD" w:rsidRPr="0037569C" w:rsidRDefault="00C85AFD" w:rsidP="0037569C">
      <w:pPr>
        <w:pStyle w:val="libArFootnote"/>
        <w:bidi w:val="0"/>
      </w:pPr>
      <w:bookmarkStart w:id="274" w:name="_Toc414269142"/>
      <w:r w:rsidRPr="0037569C">
        <w:t>(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๓๘</w:t>
      </w:r>
      <w:r w:rsidRPr="0037569C">
        <w:rPr>
          <w:szCs w:val="24"/>
          <w:cs/>
        </w:rPr>
        <w:t xml:space="preserve">)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อะอ์ยานุชชีอะฮ์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๓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กอฟ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๑</w:t>
      </w:r>
      <w:r w:rsidRPr="0037569C">
        <w:rPr>
          <w:szCs w:val="24"/>
          <w:cs/>
        </w:rPr>
        <w:t>/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๑๐๓</w:t>
      </w:r>
      <w:bookmarkEnd w:id="274"/>
    </w:p>
    <w:p w:rsidR="00672A65" w:rsidRPr="0037569C" w:rsidRDefault="00C85AFD" w:rsidP="0037569C">
      <w:pPr>
        <w:pStyle w:val="libArFootnote"/>
        <w:bidi w:val="0"/>
      </w:pPr>
      <w:bookmarkStart w:id="275" w:name="_Toc414269143"/>
      <w:r w:rsidRPr="0037569C">
        <w:t>(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๓๙</w:t>
      </w:r>
      <w:r w:rsidRPr="0037569C">
        <w:rPr>
          <w:szCs w:val="24"/>
          <w:cs/>
        </w:rPr>
        <w:t xml:space="preserve">)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อิซตีอาบ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ภาคผนวกของหนังสืออัล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อิศอบะฮ์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๓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๓๑</w:t>
      </w:r>
      <w:bookmarkEnd w:id="275"/>
    </w:p>
    <w:p w:rsidR="00672A65" w:rsidRPr="0037569C" w:rsidRDefault="00672A65" w:rsidP="0037569C">
      <w:pPr>
        <w:pStyle w:val="libArFootnote"/>
        <w:bidi w:val="0"/>
      </w:pPr>
      <w:bookmarkStart w:id="276" w:name="_Toc414269144"/>
      <w:r w:rsidRPr="0037569C">
        <w:t>(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๔๐</w:t>
      </w:r>
      <w:r w:rsidRPr="0037569C">
        <w:rPr>
          <w:szCs w:val="24"/>
          <w:cs/>
        </w:rPr>
        <w:t xml:space="preserve">)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ตัซกิเราะตุลเคาะวาศ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๖๙</w:t>
      </w:r>
      <w:bookmarkEnd w:id="276"/>
    </w:p>
    <w:p w:rsidR="00672A65" w:rsidRPr="0037569C" w:rsidRDefault="00672A65" w:rsidP="0037569C">
      <w:pPr>
        <w:pStyle w:val="libArFootnote"/>
        <w:bidi w:val="0"/>
        <w:rPr>
          <w:szCs w:val="24"/>
          <w:rtl/>
          <w:cs/>
        </w:rPr>
      </w:pPr>
    </w:p>
    <w:p w:rsidR="00672A65" w:rsidRDefault="00672A65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๓๑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ท่านซุฟยาน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บินอัยยินะฮ์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กล่าวว่า</w:t>
      </w:r>
    </w:p>
    <w:p w:rsidR="00C85AFD" w:rsidRPr="00B91120" w:rsidRDefault="00C85AFD" w:rsidP="00672A65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บินอะบีฎอลิบ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มิได้สร้าง</w:t>
      </w:r>
      <w:r w:rsidRPr="00B91120">
        <w:rPr>
          <w:cs/>
        </w:rPr>
        <w:t xml:space="preserve"> (</w:t>
      </w:r>
      <w:r w:rsidRPr="00B91120">
        <w:rPr>
          <w:rFonts w:hint="cs"/>
          <w:cs/>
        </w:rPr>
        <w:t>คุณงามความดี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เหมือนอย่างก่ออิฐลงไปบนอิฐ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หรือวางไม้ลงไปบนท่อนไม้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๔๑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๓๒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ท่านอะหนัฟ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บินกัยซ์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กล่าวแก่มุอาวิยะฮ์ว่า</w:t>
      </w:r>
    </w:p>
    <w:p w:rsidR="00C85AFD" w:rsidRPr="00B91120" w:rsidRDefault="00C85AFD" w:rsidP="00672A65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คุณงามความดีของอะลี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บินอะบีฎอลิบ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ขึ้นต่ออัลลอฮ์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เท่านั้น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แน่นอนเขาเพียรพยายามด้วยตัวเขาเองอย่างชนิดที่ท่านและคนอื่น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ๆ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ไม่อาจเทียบเทียมได้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๔๒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๓๓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ท่านคอลิด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บินมุอัมมัร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กล่าวแก่มุอาวิยะฮ์ว่า</w:t>
      </w:r>
    </w:p>
    <w:p w:rsidR="00C85AFD" w:rsidRPr="00B91120" w:rsidRDefault="00C85AFD" w:rsidP="00672A65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ฉันรักอะลี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เพราะเหตุผล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ประการ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คือรักความโอบอ้อมอารีของเขาเมื่อยามเขาโกรธรักความซื่อสัตย์ของเขาเมื่อยามเขาพูด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รักความยุติธรรมของเขาเมื่อยามเขาตัดสิน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๔๓</w:t>
      </w:r>
      <w:r w:rsidRPr="00B91120">
        <w:rPr>
          <w:cs/>
        </w:rPr>
        <w:t>)</w:t>
      </w:r>
    </w:p>
    <w:p w:rsidR="00C85AFD" w:rsidRPr="00B91120" w:rsidRDefault="00C85AFD" w:rsidP="00672A6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๓๔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ท่านษาบิต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บินกัยซ์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บินซิมาซ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อันศอรี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กล่าวกับท่านอะลี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หลังจากทำพิธีมอบสัตยาบันให้ท่านในโอกาสรับตำแหน่งคอลีฟะฮ์ว่า</w:t>
      </w:r>
    </w:p>
    <w:p w:rsidR="00C85AFD" w:rsidRDefault="00C85AFD" w:rsidP="00672A65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ขอสาบานด้วยพระนามของอัลลอฮ์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โอ้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ท่านอะมีรุลมุมินีน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ถึงแม้เขาเหล่านั้น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จะดำเนินการในเรื่องการปกครองล้ำหน้าท่าน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แต่พวกเขาก็มิได้ล้ำหน้าท่านในเรื่องศาสนา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แม้ว่าเมื่อวานนี้พวกเขาจะชนะท่านจนรุดหน้าไป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แต่วันนี้ท่านก็ตามพวกเขาทันแล้ว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แน่นอนฐานภาพของท่านไม่เคยเป็นที่สงสัย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และไม่มีใครที่ไม่รู้ถึงฐานะของท่าน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เขาทั้งหลายต้องเข้ามาหาท่านเสมอ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ในกรณีที่พวกเขาไม่รู้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แต่ท่านไม่เคยเข้าหาใครสักคนเดียว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เพราะความรู้อยู่ที่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ตัวท่านเอง</w:t>
      </w:r>
      <w:r w:rsidRPr="00B91120">
        <w:rPr>
          <w:rFonts w:cs="Times New Roman" w:hint="eastAsia"/>
          <w:lang w:bidi="ar-SA"/>
        </w:rPr>
        <w:t>”</w:t>
      </w:r>
    </w:p>
    <w:p w:rsidR="00672A65" w:rsidRPr="0037569C" w:rsidRDefault="00672A65" w:rsidP="00672A65">
      <w:pPr>
        <w:pStyle w:val="libNormal"/>
        <w:rPr>
          <w:rFonts w:cs="Cordia New" w:hint="cs"/>
          <w:szCs w:val="40"/>
        </w:rPr>
      </w:pPr>
      <w:r>
        <w:rPr>
          <w:rFonts w:cs="Times New Roman"/>
          <w:lang w:bidi="ar-SA"/>
        </w:rPr>
        <w:t>------------------------------</w:t>
      </w:r>
      <w:r w:rsidR="0037569C">
        <w:rPr>
          <w:rFonts w:cs="Times New Roman"/>
          <w:lang w:bidi="ar-SA"/>
        </w:rPr>
        <w:t>-------------------------</w:t>
      </w:r>
    </w:p>
    <w:p w:rsidR="00C85AFD" w:rsidRPr="0037569C" w:rsidRDefault="00672A65" w:rsidP="0037569C">
      <w:pPr>
        <w:pStyle w:val="libArFootnote"/>
        <w:bidi w:val="0"/>
      </w:pPr>
      <w:r w:rsidRPr="0037569C">
        <w:t xml:space="preserve"> </w:t>
      </w:r>
      <w:bookmarkStart w:id="277" w:name="_Toc414269145"/>
      <w:r w:rsidR="00C85AFD" w:rsidRPr="0037569C">
        <w:t>(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๔๑</w:t>
      </w:r>
      <w:r w:rsidR="00C85AFD" w:rsidRPr="0037569C">
        <w:rPr>
          <w:szCs w:val="24"/>
          <w:cs/>
        </w:rPr>
        <w:t xml:space="preserve">) 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อัล</w:t>
      </w:r>
      <w:r w:rsidR="00C85AFD" w:rsidRPr="0037569C">
        <w:rPr>
          <w:szCs w:val="24"/>
          <w:cs/>
        </w:rPr>
        <w:t xml:space="preserve"> 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อะอิมมะตุล</w:t>
      </w:r>
      <w:r w:rsidR="00C85AFD" w:rsidRPr="0037569C">
        <w:rPr>
          <w:szCs w:val="24"/>
          <w:cs/>
        </w:rPr>
        <w:t xml:space="preserve"> 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อิซนาอะซัร</w:t>
      </w:r>
      <w:r w:rsidR="00C85AFD" w:rsidRPr="0037569C">
        <w:rPr>
          <w:szCs w:val="24"/>
          <w:cs/>
        </w:rPr>
        <w:t xml:space="preserve"> 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ของอิบนุฏูลูน</w:t>
      </w:r>
      <w:r w:rsidR="00C85AFD" w:rsidRPr="0037569C">
        <w:rPr>
          <w:szCs w:val="24"/>
          <w:cs/>
        </w:rPr>
        <w:t xml:space="preserve"> 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="00C85AFD" w:rsidRPr="0037569C">
        <w:rPr>
          <w:szCs w:val="24"/>
          <w:cs/>
        </w:rPr>
        <w:t xml:space="preserve"> </w:t>
      </w:r>
      <w:r w:rsidR="00C85AFD" w:rsidRPr="0037569C">
        <w:rPr>
          <w:rFonts w:ascii="Angsana New" w:hAnsi="Angsana New" w:cs="Angsana New" w:hint="cs"/>
          <w:szCs w:val="24"/>
          <w:cs/>
          <w:lang w:bidi="th-TH"/>
        </w:rPr>
        <w:t>๕๒</w:t>
      </w:r>
      <w:bookmarkEnd w:id="277"/>
    </w:p>
    <w:p w:rsidR="00C85AFD" w:rsidRPr="0037569C" w:rsidRDefault="00C85AFD" w:rsidP="0037569C">
      <w:pPr>
        <w:pStyle w:val="libArFootnote"/>
        <w:bidi w:val="0"/>
      </w:pPr>
      <w:bookmarkStart w:id="278" w:name="_Toc414269146"/>
      <w:r w:rsidRPr="0037569C">
        <w:t>(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๔๒</w:t>
      </w:r>
      <w:r w:rsidRPr="0037569C">
        <w:rPr>
          <w:szCs w:val="24"/>
          <w:cs/>
        </w:rPr>
        <w:t xml:space="preserve">)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ตัซกิเราะตุลเคาะวาศ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๖๔</w:t>
      </w:r>
      <w:bookmarkEnd w:id="278"/>
    </w:p>
    <w:p w:rsidR="00672A65" w:rsidRPr="0037569C" w:rsidRDefault="00C85AFD" w:rsidP="0037569C">
      <w:pPr>
        <w:pStyle w:val="libArFootnote"/>
        <w:bidi w:val="0"/>
        <w:rPr>
          <w:szCs w:val="24"/>
          <w:cs/>
        </w:rPr>
      </w:pPr>
      <w:bookmarkStart w:id="279" w:name="_Toc414269147"/>
      <w:r w:rsidRPr="0037569C">
        <w:t>(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๔๓</w:t>
      </w:r>
      <w:r w:rsidRPr="0037569C">
        <w:rPr>
          <w:szCs w:val="24"/>
          <w:cs/>
        </w:rPr>
        <w:t xml:space="preserve">)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อัล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ฟุศูลุล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มุฮิมมะฮ์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๑๑๑</w:t>
      </w:r>
      <w:bookmarkEnd w:id="279"/>
    </w:p>
    <w:p w:rsidR="00672A65" w:rsidRDefault="00672A65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๓๕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ท่านคุซัยมะฮ์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</w:t>
      </w:r>
      <w:r w:rsidR="00672A65">
        <w:t xml:space="preserve"> </w:t>
      </w:r>
      <w:r w:rsidRPr="00B91120">
        <w:rPr>
          <w:rFonts w:hint="cs"/>
          <w:cs/>
        </w:rPr>
        <w:t>ษาบิต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อันศอรี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กล่าวว่า</w:t>
      </w:r>
    </w:p>
    <w:p w:rsidR="00C85AFD" w:rsidRPr="00B91120" w:rsidRDefault="00C85AFD" w:rsidP="00672A65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โอ้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ท่านอะมีรุลมุมินีน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หากไม่มีท่านเราย่อมไม่มีโอกาสได้รับกิจการศาสนาของเรา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หากไม่มีท่านเราก็ไม่มีที่หวนกลับไปหา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แน่นอนเราต้องยืนยันความจริงต่อตัวของเรา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เพราะว่าท่านคือคนแรกที่มีความศรัทธา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เป็นคนที่มีความรู้ในเรื่องของอัลลอฮ์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มากที่สุด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เป็นผู้ปกครองบรรดา</w:t>
      </w:r>
    </w:p>
    <w:p w:rsidR="00C85AFD" w:rsidRPr="00B91120" w:rsidRDefault="00C85AFD" w:rsidP="00672A65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ผู้ศรัทธาต่อจากท่านศาสนทูตแห่งอัลลอฮ์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สิ่งที่มีอยู่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ณ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พวกเขาเหล่านั้น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เป็นของท่านแต่สิ่งที่มีอยู่ที่ตัวท่าน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มิได้เป็นของพวกเขาเหล่านั้นเลย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๔๔</w:t>
      </w:r>
      <w:r w:rsidRPr="00B91120">
        <w:rPr>
          <w:cs/>
        </w:rPr>
        <w:t>)</w:t>
      </w:r>
    </w:p>
    <w:p w:rsidR="00C85AFD" w:rsidRPr="00B91120" w:rsidRDefault="00C85AFD" w:rsidP="00672A6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๓๖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ท่านมาลิก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อัล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อัชตัร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ได้กล่าวหลังจากทำพิธีมอบสัตยาบันให้แก่ท่านอิมามอะลี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Pr="00B91120">
        <w:rPr>
          <w:rFonts w:hint="cs"/>
          <w:cs/>
        </w:rPr>
        <w:t>ดำรงตำแหน่งเป็นคอลีฟะฮ์แล้วว่า</w:t>
      </w:r>
    </w:p>
    <w:p w:rsidR="00C85AFD" w:rsidRPr="00B91120" w:rsidRDefault="00C85AFD" w:rsidP="00672A65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ประชาชนทั้งหลาย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นี่คือทายาทของบรรดาทายาททางศาสนาเป็นผู้สืบมรดกของบรรดานบี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เป็นผู้ผ่านการทดสอบอันยิ่งใหญ่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เป็นผู้มีคุณงามความดีเป็นเลิศ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ซึ่งคัมภีร์ของอัลลอฮ์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.)</w:t>
      </w:r>
      <w:r w:rsidRPr="00B91120">
        <w:rPr>
          <w:rFonts w:hint="cs"/>
          <w:cs/>
        </w:rPr>
        <w:t>เป็นพยานยืนยันความศรัทธาของเขาและของศาสนทูตแห่งพระองค์</w:t>
      </w:r>
      <w:r w:rsidRPr="00B91120">
        <w:rPr>
          <w:cs/>
        </w:rPr>
        <w:t>...</w:t>
      </w:r>
      <w:r w:rsidRPr="00B91120">
        <w:rPr>
          <w:rFonts w:cs="Times New Roman"/>
          <w:lang w:bidi="ar-SA"/>
        </w:rPr>
        <w:t>”(</w:t>
      </w:r>
      <w:r w:rsidRPr="00B91120">
        <w:rPr>
          <w:rFonts w:hint="cs"/>
          <w:cs/>
        </w:rPr>
        <w:t>๔๕</w:t>
      </w:r>
      <w:r w:rsidRPr="00B91120">
        <w:rPr>
          <w:cs/>
        </w:rPr>
        <w:t>)</w:t>
      </w:r>
    </w:p>
    <w:p w:rsidR="00C85AFD" w:rsidRPr="00B91120" w:rsidRDefault="00C85AFD" w:rsidP="00672A65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๓๗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ท่านอะนัส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มาลิกถูกถามถึงเรื่องที่ว่า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ใครเป็นคนสำคัญที่สุดสำหรับท่านศาสนทูตแห่งอัลลอฮ์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</w:p>
    <w:p w:rsidR="00672A65" w:rsidRDefault="00C85AFD" w:rsidP="00C85AFD">
      <w:pPr>
        <w:pStyle w:val="libNormal"/>
      </w:pPr>
      <w:r w:rsidRPr="00B91120">
        <w:rPr>
          <w:rFonts w:hint="cs"/>
          <w:cs/>
        </w:rPr>
        <w:t>ท่านตอบว่า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ฉันไม่เคยเห็นใครแม้แต่คนเดียวที่อยู่ในฐานะเช่น</w:t>
      </w:r>
    </w:p>
    <w:p w:rsidR="00C85AFD" w:rsidRPr="00B91120" w:rsidRDefault="00C85AFD" w:rsidP="00672A65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ท่านอะลี</w:t>
      </w:r>
      <w:r w:rsidRPr="00B91120">
        <w:rPr>
          <w:cs/>
        </w:rPr>
        <w:t xml:space="preserve"> </w:t>
      </w:r>
      <w:r w:rsidR="00672A65" w:rsidRPr="00B91120">
        <w:rPr>
          <w:rFonts w:hint="cs"/>
          <w:cs/>
        </w:rPr>
        <w:t>บิน</w:t>
      </w:r>
      <w:r w:rsidR="00672A65">
        <w:t xml:space="preserve"> </w:t>
      </w:r>
      <w:r w:rsidR="00672A65" w:rsidRPr="00B91120">
        <w:rPr>
          <w:rFonts w:hint="cs"/>
          <w:cs/>
        </w:rPr>
        <w:t xml:space="preserve">อะบีฏอลิบ </w:t>
      </w:r>
      <w:r w:rsidR="00672A65"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>)</w:t>
      </w:r>
      <w:r w:rsidR="00672A65">
        <w:rPr>
          <w:rFonts w:cs="Times New Roman"/>
        </w:rPr>
        <w:t xml:space="preserve"> </w:t>
      </w:r>
      <w:r w:rsidRPr="00B91120">
        <w:rPr>
          <w:rFonts w:hint="cs"/>
          <w:cs/>
        </w:rPr>
        <w:t>คือถึงขนาดสามารถเข้าพบท่านศาสดา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ได้ในยามกลางคืน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อยู่จนถึงสว่างแต่เพียงลำพังกับท่านศาสดา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เขาเป็นอยู่อย่างนี้กับท่านศาสดา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จนท่านศาสดา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จากโลกนี้ไป</w:t>
      </w:r>
      <w:r w:rsidRPr="00B91120">
        <w:rPr>
          <w:rFonts w:cs="Times New Roman" w:hint="eastAsia"/>
          <w:lang w:bidi="ar-SA"/>
        </w:rPr>
        <w:t>”</w:t>
      </w:r>
    </w:p>
    <w:p w:rsidR="00672A65" w:rsidRPr="0037569C" w:rsidRDefault="00672A65" w:rsidP="00C85AFD">
      <w:pPr>
        <w:pStyle w:val="libNormal"/>
        <w:rPr>
          <w:rFonts w:cs="Cordia New" w:hint="cs"/>
          <w:szCs w:val="40"/>
        </w:rPr>
      </w:pPr>
      <w:r>
        <w:rPr>
          <w:rFonts w:cs="Times New Roman"/>
          <w:lang w:bidi="ar-SA"/>
        </w:rPr>
        <w:t>------------------------------------</w:t>
      </w:r>
      <w:r w:rsidR="0037569C">
        <w:rPr>
          <w:rFonts w:cs="Times New Roman"/>
          <w:lang w:bidi="ar-SA"/>
        </w:rPr>
        <w:t>------------------------</w:t>
      </w:r>
    </w:p>
    <w:p w:rsidR="00C85AFD" w:rsidRPr="0037569C" w:rsidRDefault="00C85AFD" w:rsidP="0037569C">
      <w:pPr>
        <w:pStyle w:val="libArFootnote"/>
        <w:bidi w:val="0"/>
      </w:pPr>
      <w:bookmarkStart w:id="280" w:name="_Toc414269148"/>
      <w:r w:rsidRPr="0037569C">
        <w:t>(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๔๔</w:t>
      </w:r>
      <w:r w:rsidRPr="0037569C">
        <w:rPr>
          <w:szCs w:val="24"/>
          <w:cs/>
        </w:rPr>
        <w:t xml:space="preserve">)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ตารีค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ยะอ์กูบีย์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๒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๑๕๕</w:t>
      </w:r>
      <w:bookmarkEnd w:id="280"/>
    </w:p>
    <w:p w:rsidR="00672A65" w:rsidRPr="0037569C" w:rsidRDefault="00C85AFD" w:rsidP="0037569C">
      <w:pPr>
        <w:pStyle w:val="libArFootnote"/>
        <w:bidi w:val="0"/>
        <w:rPr>
          <w:szCs w:val="24"/>
          <w:cs/>
        </w:rPr>
      </w:pPr>
      <w:bookmarkStart w:id="281" w:name="_Toc414269149"/>
      <w:r w:rsidRPr="0037569C">
        <w:t>(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๔๕</w:t>
      </w:r>
      <w:r w:rsidRPr="0037569C">
        <w:rPr>
          <w:szCs w:val="24"/>
          <w:cs/>
        </w:rPr>
        <w:t xml:space="preserve">)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เล่มเดิม</w:t>
      </w:r>
      <w:bookmarkEnd w:id="281"/>
    </w:p>
    <w:p w:rsidR="00672A65" w:rsidRDefault="00672A65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แน่นอน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ฉันเคยได้ยินท่านศาสนทูตแห่งอัลลอฮ์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Pr="00B91120">
        <w:rPr>
          <w:rFonts w:hint="cs"/>
          <w:cs/>
        </w:rPr>
        <w:t>กล่าวว่า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โอ้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อะนัสเจ้ารักอะลีหรือไม่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?”</w:t>
      </w:r>
    </w:p>
    <w:p w:rsidR="00C85AFD" w:rsidRPr="00B91120" w:rsidRDefault="00C85AFD" w:rsidP="00E350DC">
      <w:pPr>
        <w:pStyle w:val="libNormal"/>
        <w:ind w:firstLine="0"/>
        <w:rPr>
          <w:rFonts w:cs="Times New Roman"/>
          <w:lang w:bidi="ar-SA"/>
        </w:rPr>
      </w:pPr>
      <w:r w:rsidRPr="00B91120">
        <w:rPr>
          <w:rFonts w:hint="cs"/>
          <w:cs/>
        </w:rPr>
        <w:t>ฉันตอบว่า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="00672A65" w:rsidRPr="00B91120">
        <w:rPr>
          <w:rFonts w:hint="cs"/>
          <w:cs/>
        </w:rPr>
        <w:t xml:space="preserve">ขอสาบานด้วยพระนามของอัลลอฮ์ </w:t>
      </w:r>
      <w:r w:rsidR="00672A65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="00672A65" w:rsidRPr="00B91120">
        <w:rPr>
          <w:rFonts w:hint="cs"/>
          <w:cs/>
        </w:rPr>
        <w:t xml:space="preserve">ข้าแต่ท่านศาสนทูตแห่งอัลลอฮ์ </w:t>
      </w:r>
      <w:r w:rsidR="00672A65" w:rsidRPr="00B91120">
        <w:rPr>
          <w:cs/>
        </w:rPr>
        <w:t>(</w:t>
      </w:r>
      <w:r w:rsidRPr="00B91120">
        <w:rPr>
          <w:rFonts w:hint="cs"/>
          <w:cs/>
        </w:rPr>
        <w:t>ศ</w:t>
      </w:r>
      <w:r w:rsidRPr="00B91120">
        <w:rPr>
          <w:cs/>
        </w:rPr>
        <w:t>)</w:t>
      </w:r>
      <w:r w:rsidR="00E350DC">
        <w:rPr>
          <w:rFonts w:cs="Times New Roman"/>
          <w:lang w:bidi="ar-SA"/>
        </w:rPr>
        <w:t xml:space="preserve"> </w:t>
      </w:r>
      <w:r w:rsidRPr="00B91120">
        <w:rPr>
          <w:rFonts w:hint="cs"/>
          <w:cs/>
        </w:rPr>
        <w:t>ฉันไม่เคยรักเขาเหมือนอย่างที่ท่านรัก</w:t>
      </w:r>
      <w:r w:rsidRPr="00B91120">
        <w:rPr>
          <w:rFonts w:cs="Times New Roman" w:hint="eastAsia"/>
          <w:lang w:bidi="ar-SA"/>
        </w:rPr>
        <w:t>”</w:t>
      </w:r>
    </w:p>
    <w:p w:rsidR="00C85AFD" w:rsidRPr="00B91120" w:rsidRDefault="00C85AFD" w:rsidP="00E350DC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ท่านกล่าวว่า</w:t>
      </w:r>
      <w:r w:rsidRPr="00B91120">
        <w:rPr>
          <w:cs/>
        </w:rPr>
        <w:t xml:space="preserve"> </w:t>
      </w:r>
      <w:r w:rsidRPr="00B91120">
        <w:rPr>
          <w:rFonts w:cs="Times New Roman"/>
          <w:lang w:bidi="ar-SA"/>
        </w:rPr>
        <w:t>“</w:t>
      </w:r>
      <w:r w:rsidRPr="00B91120">
        <w:rPr>
          <w:rFonts w:hint="cs"/>
          <w:cs/>
        </w:rPr>
        <w:t>เจ้าจงรู้ไว้เถิด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ถ้าหากเจ้ารักเขา</w:t>
      </w:r>
      <w:r w:rsidRPr="00B91120">
        <w:rPr>
          <w:cs/>
        </w:rPr>
        <w:t xml:space="preserve"> </w:t>
      </w:r>
      <w:r w:rsidR="00E350DC" w:rsidRPr="00B91120">
        <w:rPr>
          <w:rFonts w:hint="cs"/>
          <w:cs/>
        </w:rPr>
        <w:t xml:space="preserve">อัลลอฮ์ </w:t>
      </w:r>
      <w:r w:rsidR="00E350DC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E350DC" w:rsidRPr="00B91120">
        <w:rPr>
          <w:rFonts w:hint="cs"/>
          <w:cs/>
        </w:rPr>
        <w:t>) ก็จะรักเจ้</w:t>
      </w:r>
      <w:r w:rsidR="00E350DC" w:rsidRPr="00B91120">
        <w:rPr>
          <w:cs/>
        </w:rPr>
        <w:t>า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แต่ถ้าหากเจ้าเกลียดชังเขา</w:t>
      </w:r>
      <w:r w:rsidRPr="00B91120">
        <w:rPr>
          <w:cs/>
        </w:rPr>
        <w:t xml:space="preserve"> </w:t>
      </w:r>
      <w:r w:rsidR="00E350DC" w:rsidRPr="00B91120">
        <w:rPr>
          <w:rFonts w:hint="cs"/>
          <w:cs/>
        </w:rPr>
        <w:t xml:space="preserve">อัลลอฮ์ </w:t>
      </w:r>
      <w:r w:rsidR="00E350DC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ก็เกลียดชังเจ้า</w:t>
      </w:r>
      <w:r w:rsidRPr="00B91120">
        <w:rPr>
          <w:cs/>
        </w:rPr>
        <w:t xml:space="preserve"> </w:t>
      </w:r>
      <w:r w:rsidR="00E350DC" w:rsidRPr="00B91120">
        <w:rPr>
          <w:rFonts w:hint="cs"/>
          <w:cs/>
        </w:rPr>
        <w:t xml:space="preserve">และถ้าหากอัลลอฮ์ </w:t>
      </w:r>
      <w:r w:rsidR="00E350DC"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>.</w:t>
      </w:r>
      <w:r w:rsidR="00E350DC" w:rsidRPr="00B91120">
        <w:rPr>
          <w:rFonts w:hint="cs"/>
          <w:cs/>
        </w:rPr>
        <w:t>) เกลียดชังเจ้าแล้วไซร</w:t>
      </w:r>
      <w:r w:rsidR="00E350DC" w:rsidRPr="00B91120">
        <w:rPr>
          <w:cs/>
        </w:rPr>
        <w:t>้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ไฟนรกจะเผาผลาญเจ้า</w:t>
      </w:r>
      <w:r w:rsidR="00E350DC" w:rsidRPr="00B91120">
        <w:rPr>
          <w:rFonts w:cs="Times New Roman" w:hint="eastAsia"/>
          <w:lang w:bidi="ar-SA"/>
        </w:rPr>
        <w:t>”</w:t>
      </w:r>
      <w:r w:rsidR="00E350DC" w:rsidRPr="00B91120">
        <w:rPr>
          <w:rFonts w:cs="Times New Roman"/>
          <w:lang w:bidi="ar-SA"/>
        </w:rPr>
        <w:t xml:space="preserve"> (</w:t>
      </w:r>
      <w:r w:rsidRPr="00B91120">
        <w:rPr>
          <w:rFonts w:hint="cs"/>
          <w:cs/>
        </w:rPr>
        <w:t>๔๖</w:t>
      </w:r>
      <w:r w:rsidRPr="00B91120">
        <w:rPr>
          <w:cs/>
        </w:rPr>
        <w:t>)</w:t>
      </w:r>
    </w:p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  <w:r w:rsidRPr="00B91120">
        <w:rPr>
          <w:rFonts w:hint="cs"/>
          <w:cs/>
        </w:rPr>
        <w:t>๓๘</w:t>
      </w:r>
      <w:r w:rsidRPr="00B91120">
        <w:rPr>
          <w:cs/>
        </w:rPr>
        <w:t xml:space="preserve">. </w:t>
      </w:r>
      <w:r w:rsidRPr="00B91120">
        <w:rPr>
          <w:rFonts w:hint="cs"/>
          <w:cs/>
        </w:rPr>
        <w:t>ท่านหญิงอุมมุ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ซะละมะฮ์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กล่าวว่า</w:t>
      </w:r>
    </w:p>
    <w:p w:rsidR="00C85AFD" w:rsidRPr="0037569C" w:rsidRDefault="00C85AFD" w:rsidP="0037569C">
      <w:pPr>
        <w:pStyle w:val="libNormal"/>
        <w:rPr>
          <w:rFonts w:cs="Times New Roman"/>
          <w:lang w:bidi="ar-SA"/>
        </w:rPr>
      </w:pPr>
      <w:r w:rsidRPr="00B91120">
        <w:rPr>
          <w:rFonts w:cs="Times New Roman" w:hint="eastAsia"/>
          <w:lang w:bidi="ar-SA"/>
        </w:rPr>
        <w:t>“</w:t>
      </w:r>
      <w:r w:rsidRPr="00B91120">
        <w:rPr>
          <w:rFonts w:hint="cs"/>
          <w:cs/>
        </w:rPr>
        <w:t>ขอสาบานด้วยพระนามของอัลลอฮ์</w:t>
      </w:r>
      <w:r w:rsidRPr="00B91120">
        <w:rPr>
          <w:cs/>
        </w:rPr>
        <w:t>(</w:t>
      </w:r>
      <w:r w:rsidRPr="00B91120">
        <w:rPr>
          <w:rFonts w:hint="cs"/>
          <w:cs/>
        </w:rPr>
        <w:t>ซ</w:t>
      </w:r>
      <w:r w:rsidRPr="00B91120">
        <w:rPr>
          <w:cs/>
        </w:rPr>
        <w:t>.</w:t>
      </w:r>
      <w:r w:rsidRPr="00B91120">
        <w:rPr>
          <w:rFonts w:hint="cs"/>
          <w:cs/>
        </w:rPr>
        <w:t>บ</w:t>
      </w:r>
      <w:r w:rsidRPr="00B91120">
        <w:rPr>
          <w:cs/>
        </w:rPr>
        <w:t xml:space="preserve">.) </w:t>
      </w:r>
      <w:r w:rsidRPr="00B91120">
        <w:rPr>
          <w:rFonts w:hint="cs"/>
          <w:cs/>
        </w:rPr>
        <w:t>แท้จริงท่านอิมามอะลี</w:t>
      </w:r>
      <w:r w:rsidRPr="00B91120">
        <w:rPr>
          <w:cs/>
        </w:rPr>
        <w:t xml:space="preserve"> </w:t>
      </w:r>
      <w:r w:rsidRPr="00B91120">
        <w:rPr>
          <w:rFonts w:hint="cs"/>
          <w:cs/>
        </w:rPr>
        <w:t>บินอะบีฏอลิบ</w:t>
      </w:r>
      <w:r w:rsidRPr="00B91120">
        <w:rPr>
          <w:cs/>
        </w:rPr>
        <w:t>(</w:t>
      </w:r>
      <w:r w:rsidRPr="00B91120">
        <w:rPr>
          <w:rFonts w:hint="cs"/>
          <w:cs/>
        </w:rPr>
        <w:t>อ</w:t>
      </w:r>
      <w:r w:rsidRPr="00B91120">
        <w:rPr>
          <w:cs/>
        </w:rPr>
        <w:t xml:space="preserve">) </w:t>
      </w:r>
      <w:r w:rsidRPr="00B91120">
        <w:rPr>
          <w:rFonts w:hint="cs"/>
          <w:cs/>
        </w:rPr>
        <w:t>อยู่กับสัจธรรมยิ่งกว่าพรรคพวกของเขาเป็นผู้ได้รับพันธะสัญญาให้ทำหน้าที่เป็นผู้ตัดสินในกิจการทั้งปวง</w:t>
      </w:r>
      <w:r w:rsidRPr="00B91120">
        <w:rPr>
          <w:rFonts w:cs="Times New Roman" w:hint="eastAsia"/>
          <w:lang w:bidi="ar-SA"/>
        </w:rPr>
        <w:t>”</w:t>
      </w:r>
      <w:r w:rsidRPr="00B91120">
        <w:rPr>
          <w:rFonts w:cs="Times New Roman"/>
          <w:lang w:bidi="ar-SA"/>
        </w:rPr>
        <w:t>(</w:t>
      </w:r>
      <w:r w:rsidRPr="00B91120">
        <w:rPr>
          <w:rFonts w:hint="cs"/>
          <w:cs/>
        </w:rPr>
        <w:t>๔๗</w:t>
      </w:r>
      <w:r w:rsidRPr="00B91120">
        <w:rPr>
          <w:cs/>
        </w:rPr>
        <w:t>)</w:t>
      </w:r>
    </w:p>
    <w:p w:rsidR="00E350DC" w:rsidRDefault="00E350DC" w:rsidP="00C85AFD">
      <w:pPr>
        <w:pStyle w:val="libNormal"/>
      </w:pPr>
    </w:p>
    <w:p w:rsidR="00E350DC" w:rsidRDefault="00E350DC" w:rsidP="00C85AFD">
      <w:pPr>
        <w:pStyle w:val="libNormal"/>
      </w:pPr>
    </w:p>
    <w:p w:rsidR="00E350DC" w:rsidRPr="00B91120" w:rsidRDefault="00E350DC" w:rsidP="00C85AFD">
      <w:pPr>
        <w:pStyle w:val="libNormal"/>
        <w:rPr>
          <w:rFonts w:cs="Times New Roman"/>
          <w:lang w:bidi="ar-SA"/>
        </w:rPr>
      </w:pPr>
    </w:p>
    <w:p w:rsidR="00E350DC" w:rsidRDefault="00E350DC" w:rsidP="00E350DC">
      <w:pPr>
        <w:pStyle w:val="libNormal"/>
      </w:pPr>
      <w:r>
        <w:t>---------------------------------------------</w:t>
      </w:r>
      <w:r w:rsidR="0037569C">
        <w:t>---------------</w:t>
      </w:r>
    </w:p>
    <w:p w:rsidR="00E350DC" w:rsidRPr="0037569C" w:rsidRDefault="00E350DC" w:rsidP="0037569C">
      <w:pPr>
        <w:pStyle w:val="libArFootnote"/>
        <w:bidi w:val="0"/>
      </w:pPr>
      <w:bookmarkStart w:id="282" w:name="_Toc414269150"/>
      <w:r w:rsidRPr="0037569C">
        <w:t>(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๔๖</w:t>
      </w:r>
      <w:r w:rsidRPr="0037569C">
        <w:rPr>
          <w:szCs w:val="24"/>
          <w:cs/>
        </w:rPr>
        <w:t xml:space="preserve">)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กัซฟุลฆอมมะฮ์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๑๑๘</w:t>
      </w:r>
      <w:bookmarkEnd w:id="282"/>
    </w:p>
    <w:p w:rsidR="00E350DC" w:rsidRPr="0037569C" w:rsidRDefault="00E350DC" w:rsidP="0037569C">
      <w:pPr>
        <w:pStyle w:val="libArFootnote"/>
        <w:bidi w:val="0"/>
      </w:pPr>
      <w:bookmarkStart w:id="283" w:name="_Toc414269151"/>
      <w:r w:rsidRPr="0037569C">
        <w:t>(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๔๗</w:t>
      </w:r>
      <w:r w:rsidRPr="0037569C">
        <w:rPr>
          <w:szCs w:val="24"/>
          <w:cs/>
        </w:rPr>
        <w:t xml:space="preserve">)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อัลกุนนีวัลอัซมา</w:t>
      </w:r>
      <w:r w:rsidR="0037569C">
        <w:rPr>
          <w:rFonts w:ascii="Angsana New" w:hAnsi="Angsana New" w:cs="Angsana New" w:hint="cs"/>
          <w:szCs w:val="24"/>
          <w:cs/>
          <w:lang w:bidi="th-TH"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ของ</w:t>
      </w:r>
      <w:r w:rsidR="0037569C">
        <w:rPr>
          <w:rFonts w:ascii="Angsana New" w:hAnsi="Angsana New" w:cs="Angsana New" w:hint="cs"/>
          <w:szCs w:val="24"/>
          <w:cs/>
          <w:lang w:bidi="th-TH"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เดาลาบี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เล่ม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๒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หน้า</w:t>
      </w:r>
      <w:r w:rsidRPr="0037569C">
        <w:rPr>
          <w:szCs w:val="24"/>
          <w:cs/>
        </w:rPr>
        <w:t xml:space="preserve"> </w:t>
      </w:r>
      <w:r w:rsidRPr="0037569C">
        <w:rPr>
          <w:rFonts w:ascii="Angsana New" w:hAnsi="Angsana New" w:cs="Angsana New" w:hint="cs"/>
          <w:szCs w:val="24"/>
          <w:cs/>
          <w:lang w:bidi="th-TH"/>
        </w:rPr>
        <w:t>๘๙</w:t>
      </w:r>
      <w:bookmarkEnd w:id="283"/>
    </w:p>
    <w:p w:rsidR="00E350DC" w:rsidRDefault="00E350DC" w:rsidP="00C85AFD">
      <w:pPr>
        <w:pStyle w:val="libNormal"/>
      </w:pPr>
    </w:p>
    <w:p w:rsidR="00E350DC" w:rsidRDefault="00E350DC" w:rsidP="00C85AFD">
      <w:pPr>
        <w:pStyle w:val="libNormal"/>
      </w:pPr>
    </w:p>
    <w:p w:rsidR="00E350DC" w:rsidRDefault="00E350DC" w:rsidP="00C85AFD">
      <w:pPr>
        <w:pStyle w:val="libNormal"/>
      </w:pPr>
    </w:p>
    <w:p w:rsidR="00E350DC" w:rsidRDefault="00E350DC" w:rsidP="00C85AFD">
      <w:pPr>
        <w:pStyle w:val="libNormal"/>
        <w:rPr>
          <w:cs/>
        </w:rPr>
      </w:pPr>
    </w:p>
    <w:p w:rsidR="00E350DC" w:rsidRDefault="00E350DC">
      <w:pPr>
        <w:rPr>
          <w:rFonts w:ascii="Angsana New" w:hAnsi="Angsana New" w:cs="Angsana New"/>
          <w:sz w:val="32"/>
          <w:szCs w:val="32"/>
          <w:cs/>
          <w:lang w:bidi="th-TH"/>
        </w:rPr>
      </w:pPr>
      <w:r>
        <w:rPr>
          <w:rtl/>
          <w:cs/>
        </w:rPr>
        <w:br w:type="page"/>
      </w:r>
    </w:p>
    <w:sdt>
      <w:sdtPr>
        <w:id w:val="3126682"/>
        <w:docPartObj>
          <w:docPartGallery w:val="Table of Contents"/>
          <w:docPartUnique/>
        </w:docPartObj>
      </w:sdtPr>
      <w:sdtEndPr>
        <w:rPr>
          <w:rFonts w:ascii="Times New Roman" w:eastAsia="SimSun" w:hAnsi="Times New Roman" w:cs="Times New Roman"/>
          <w:b w:val="0"/>
          <w:bCs w:val="0"/>
          <w:color w:val="auto"/>
          <w:kern w:val="0"/>
          <w:sz w:val="24"/>
          <w:szCs w:val="24"/>
          <w:lang w:bidi="ar-SA"/>
        </w:rPr>
      </w:sdtEndPr>
      <w:sdtContent>
        <w:p w:rsidR="0037569C" w:rsidRPr="0037569C" w:rsidRDefault="0037569C" w:rsidP="0037569C">
          <w:pPr>
            <w:pStyle w:val="Heading1"/>
            <w:jc w:val="center"/>
            <w:rPr>
              <w:rFonts w:hint="cs"/>
            </w:rPr>
          </w:pPr>
          <w:r>
            <w:rPr>
              <w:rFonts w:hint="cs"/>
              <w:cs/>
            </w:rPr>
            <w:t>สารบัญ</w:t>
          </w:r>
        </w:p>
        <w:p w:rsidR="0037569C" w:rsidRDefault="0037569C" w:rsidP="0037569C">
          <w:pPr>
            <w:pStyle w:val="TOC1"/>
            <w:tabs>
              <w:tab w:val="right" w:leader="dot" w:pos="6369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4268868" w:history="1"/>
        </w:p>
        <w:p w:rsidR="0037569C" w:rsidRDefault="0037569C">
          <w:pPr>
            <w:pStyle w:val="TOC1"/>
            <w:tabs>
              <w:tab w:val="right" w:leader="dot" w:pos="6369"/>
            </w:tabs>
            <w:rPr>
              <w:noProof/>
            </w:rPr>
          </w:pPr>
          <w:hyperlink w:anchor="_Toc414268874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บทนำ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_Toc414268874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 w:rsidP="0037569C">
          <w:pPr>
            <w:pStyle w:val="TOC2"/>
            <w:tabs>
              <w:tab w:val="right" w:leader="dot" w:pos="6369"/>
            </w:tabs>
            <w:ind w:left="0"/>
            <w:rPr>
              <w:noProof/>
            </w:rPr>
          </w:pPr>
          <w:hyperlink w:anchor="_Toc414268875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ตำแหน่งอิมาม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_Toc414268875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>
          <w:pPr>
            <w:pStyle w:val="TOC1"/>
            <w:tabs>
              <w:tab w:val="right" w:leader="dot" w:pos="6369"/>
            </w:tabs>
            <w:rPr>
              <w:noProof/>
            </w:rPr>
          </w:pPr>
          <w:hyperlink w:anchor="_Toc414268885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ตำแหน่งอิมามได้รับการยืนยันด้วยอะไร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_Toc414268885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>
          <w:pPr>
            <w:pStyle w:val="TOC1"/>
            <w:tabs>
              <w:tab w:val="right" w:leader="dot" w:pos="6369"/>
            </w:tabs>
            <w:rPr>
              <w:noProof/>
            </w:rPr>
          </w:pPr>
          <w:hyperlink w:anchor="_Toc414268886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ทำไมต้องมีอิมาม</w:t>
            </w:r>
            <w:r w:rsidRPr="005457E8">
              <w:rPr>
                <w:rStyle w:val="Hyperlink"/>
                <w:noProof/>
                <w:lang w:bidi="th-TH"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_Toc414268886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>
          <w:pPr>
            <w:pStyle w:val="TOC1"/>
            <w:tabs>
              <w:tab w:val="right" w:leader="dot" w:pos="6369"/>
            </w:tabs>
            <w:rPr>
              <w:noProof/>
            </w:rPr>
          </w:pPr>
          <w:hyperlink w:anchor="_Toc414268887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ใครคืออิมาม</w:t>
            </w:r>
            <w:r w:rsidRPr="005457E8">
              <w:rPr>
                <w:rStyle w:val="Hyperlink"/>
                <w:noProof/>
                <w:lang w:bidi="th-TH"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_Toc414268887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 w:rsidP="0037569C">
          <w:pPr>
            <w:pStyle w:val="TOC1"/>
            <w:tabs>
              <w:tab w:val="right" w:leader="dot" w:pos="6369"/>
            </w:tabs>
            <w:rPr>
              <w:noProof/>
            </w:rPr>
          </w:pPr>
          <w:hyperlink w:anchor="_Toc414268890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ข้อบัญญัติจากท่านศาสนทูต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 xml:space="preserve"> (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ศ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 xml:space="preserve">) 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ในเรื่องบรรดาอิมาม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 xml:space="preserve"> (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อ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_Toc414268890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>
          <w:pPr>
            <w:pStyle w:val="TOC1"/>
            <w:tabs>
              <w:tab w:val="right" w:leader="dot" w:pos="6369"/>
            </w:tabs>
            <w:rPr>
              <w:noProof/>
            </w:rPr>
          </w:pPr>
          <w:hyperlink w:anchor="_Toc414268944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อิมามอะมีรุลมุมินีน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 xml:space="preserve"> </w:t>
            </w:r>
            <w:r w:rsidRPr="005457E8">
              <w:rPr>
                <w:rStyle w:val="Hyperlink"/>
                <w:noProof/>
              </w:rPr>
              <w:t>(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ความสันติสุขพึงมีแด่ท่าน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_Toc414268944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>
          <w:pPr>
            <w:pStyle w:val="TOC1"/>
            <w:tabs>
              <w:tab w:val="right" w:leader="dot" w:pos="6369"/>
            </w:tabs>
            <w:rPr>
              <w:noProof/>
            </w:rPr>
          </w:pPr>
          <w:hyperlink w:anchor="_Toc414268948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ชีวประวัติของท่านอิมามอะลี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(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อ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_Toc414268948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Pr="0037569C" w:rsidRDefault="0037569C" w:rsidP="0037569C">
          <w:pPr>
            <w:pStyle w:val="TOC2"/>
            <w:tabs>
              <w:tab w:val="right" w:leader="dot" w:pos="6369"/>
            </w:tabs>
            <w:ind w:left="0"/>
            <w:rPr>
              <w:rStyle w:val="Hyperlink"/>
              <w:rFonts w:cs="Cordia New" w:hint="cs"/>
              <w:noProof/>
              <w:color w:val="auto"/>
              <w:szCs w:val="30"/>
              <w:u w:val="none"/>
              <w:cs/>
              <w:lang w:bidi="th-TH"/>
            </w:rPr>
          </w:pPr>
          <w:hyperlink w:anchor="_Toc414268951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ประมวลแห่งคุณงามความดี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_Toc414268951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 w:rsidP="0037569C">
          <w:pPr>
            <w:pStyle w:val="TOC2"/>
            <w:tabs>
              <w:tab w:val="right" w:leader="dot" w:pos="6369"/>
            </w:tabs>
            <w:ind w:left="0"/>
            <w:rPr>
              <w:noProof/>
            </w:rPr>
          </w:pPr>
          <w:hyperlink w:anchor="_Toc414268979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ในทัศนะของอัล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-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กุรอาน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_Toc414268979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>
          <w:pPr>
            <w:pStyle w:val="TOC1"/>
            <w:tabs>
              <w:tab w:val="right" w:leader="dot" w:pos="6369"/>
            </w:tabs>
            <w:rPr>
              <w:noProof/>
            </w:rPr>
          </w:pPr>
          <w:hyperlink w:anchor="_Toc414269020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วิถีชีวิตของท่านอะลี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(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อ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_Toc414269020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>
          <w:pPr>
            <w:pStyle w:val="TOC1"/>
            <w:tabs>
              <w:tab w:val="right" w:leader="dot" w:pos="6369"/>
            </w:tabs>
            <w:rPr>
              <w:noProof/>
            </w:rPr>
          </w:pPr>
          <w:hyperlink w:anchor="_Toc414269032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คำปราศรัยอันทรงคุณค่าของท่านอะมีรุลมุมีนีน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(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อ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_Toc414269032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>
          <w:pPr>
            <w:pStyle w:val="TOC1"/>
            <w:tabs>
              <w:tab w:val="right" w:leader="dot" w:pos="6369"/>
            </w:tabs>
            <w:rPr>
              <w:noProof/>
            </w:rPr>
          </w:pPr>
          <w:hyperlink w:anchor="_Toc414269034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สุภาษิตอันลือชื่อของท่านอิมามอะลี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(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อ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_Toc414269034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>
          <w:pPr>
            <w:pStyle w:val="TOC1"/>
            <w:tabs>
              <w:tab w:val="right" w:leader="dot" w:pos="6369"/>
            </w:tabs>
            <w:rPr>
              <w:noProof/>
            </w:rPr>
          </w:pPr>
          <w:hyperlink w:anchor="_Toc414269036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ตอบคำถามของอิมามอะลี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(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อ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_Toc414269036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 w:rsidP="0037569C">
          <w:pPr>
            <w:pStyle w:val="TOC2"/>
            <w:tabs>
              <w:tab w:val="right" w:leader="dot" w:pos="6369"/>
            </w:tabs>
            <w:ind w:left="0"/>
            <w:rPr>
              <w:noProof/>
            </w:rPr>
          </w:pPr>
          <w:hyperlink w:anchor="_Toc414269037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ลึกซึ้งและสะสวย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_Toc414269037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 w:rsidP="0037569C">
          <w:pPr>
            <w:pStyle w:val="TOC2"/>
            <w:tabs>
              <w:tab w:val="right" w:leader="dot" w:pos="6369"/>
            </w:tabs>
            <w:ind w:left="0"/>
            <w:rPr>
              <w:noProof/>
            </w:rPr>
          </w:pPr>
          <w:hyperlink w:anchor="_Toc414269038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ถาม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-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ตอบ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_Toc414269038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 w:rsidP="0037569C">
          <w:pPr>
            <w:pStyle w:val="TOC2"/>
            <w:tabs>
              <w:tab w:val="right" w:leader="dot" w:pos="6369"/>
            </w:tabs>
            <w:ind w:left="0"/>
            <w:rPr>
              <w:noProof/>
            </w:rPr>
          </w:pPr>
          <w:hyperlink w:anchor="_Toc414269039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เรื่องที่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 xml:space="preserve"> 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๑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_Toc414269039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 w:rsidP="0037569C">
          <w:pPr>
            <w:pStyle w:val="TOC2"/>
            <w:tabs>
              <w:tab w:val="right" w:leader="dot" w:pos="6369"/>
            </w:tabs>
            <w:ind w:left="0"/>
            <w:rPr>
              <w:noProof/>
            </w:rPr>
          </w:pPr>
          <w:hyperlink w:anchor="_Toc414269041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ถาม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-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ตอบ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_Toc414269041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 w:rsidP="0037569C">
          <w:pPr>
            <w:pStyle w:val="TOC2"/>
            <w:tabs>
              <w:tab w:val="right" w:leader="dot" w:pos="6369"/>
            </w:tabs>
            <w:ind w:left="0"/>
            <w:rPr>
              <w:noProof/>
            </w:rPr>
          </w:pPr>
          <w:hyperlink w:anchor="_Toc414269042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เรื่องที่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 xml:space="preserve"> 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๒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_Toc414269042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 w:rsidP="0037569C">
          <w:pPr>
            <w:pStyle w:val="TOC2"/>
            <w:tabs>
              <w:tab w:val="right" w:leader="dot" w:pos="6369"/>
            </w:tabs>
            <w:ind w:left="0"/>
            <w:rPr>
              <w:noProof/>
            </w:rPr>
          </w:pPr>
          <w:hyperlink w:anchor="_Toc414269045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ถาม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-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ตอบ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_Toc414269045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 w:rsidP="0037569C">
          <w:pPr>
            <w:pStyle w:val="TOC2"/>
            <w:tabs>
              <w:tab w:val="right" w:leader="dot" w:pos="6369"/>
            </w:tabs>
            <w:ind w:left="0"/>
            <w:rPr>
              <w:noProof/>
            </w:rPr>
          </w:pPr>
          <w:hyperlink w:anchor="_Toc414269046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เรื่องที่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 xml:space="preserve"> 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๓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_Toc414269046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 w:rsidP="0037569C">
          <w:pPr>
            <w:pStyle w:val="TOC2"/>
            <w:tabs>
              <w:tab w:val="right" w:leader="dot" w:pos="6369"/>
            </w:tabs>
            <w:ind w:left="0"/>
            <w:rPr>
              <w:noProof/>
            </w:rPr>
          </w:pPr>
          <w:hyperlink w:anchor="_Toc414269049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ถาม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-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ตอบ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_Toc414269049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 w:rsidP="0037569C">
          <w:pPr>
            <w:pStyle w:val="TOC2"/>
            <w:tabs>
              <w:tab w:val="right" w:leader="dot" w:pos="6369"/>
            </w:tabs>
            <w:ind w:left="0"/>
            <w:rPr>
              <w:noProof/>
            </w:rPr>
          </w:pPr>
          <w:hyperlink w:anchor="_Toc414269050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เรื่องที่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 xml:space="preserve"> 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๔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_Toc414269050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 w:rsidP="0037569C">
          <w:pPr>
            <w:pStyle w:val="TOC2"/>
            <w:tabs>
              <w:tab w:val="right" w:leader="dot" w:pos="6369"/>
            </w:tabs>
            <w:ind w:left="0"/>
            <w:rPr>
              <w:noProof/>
            </w:rPr>
          </w:pPr>
          <w:hyperlink w:anchor="_Toc414269052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ถาม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-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ตอบ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_Toc414269052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 w:rsidP="0037569C">
          <w:pPr>
            <w:pStyle w:val="TOC2"/>
            <w:tabs>
              <w:tab w:val="right" w:leader="dot" w:pos="6369"/>
            </w:tabs>
            <w:ind w:left="0"/>
            <w:rPr>
              <w:noProof/>
            </w:rPr>
          </w:pPr>
          <w:hyperlink w:anchor="_Toc414269053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เรื่องที่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 xml:space="preserve"> 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_Toc414269053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113</w:t>
            </w:r>
            <w:r>
              <w:rPr>
                <w:noProof/>
                <w:webHidden/>
              </w:rPr>
              <w:fldChar w:fldCharType="end"/>
            </w:r>
          </w:hyperlink>
          <w:hyperlink w:anchor="_Toc414269055" w:history="1"/>
        </w:p>
        <w:p w:rsidR="0037569C" w:rsidRDefault="0037569C" w:rsidP="0037569C">
          <w:pPr>
            <w:pStyle w:val="TOC2"/>
            <w:tabs>
              <w:tab w:val="right" w:leader="dot" w:pos="6369"/>
            </w:tabs>
            <w:ind w:left="0"/>
            <w:rPr>
              <w:noProof/>
            </w:rPr>
          </w:pPr>
          <w:hyperlink w:anchor="_Toc414269056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ถาม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-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ตอบ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_Toc414269056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 w:rsidP="0037569C">
          <w:pPr>
            <w:pStyle w:val="TOC2"/>
            <w:tabs>
              <w:tab w:val="right" w:leader="dot" w:pos="6369"/>
            </w:tabs>
            <w:ind w:left="0"/>
            <w:rPr>
              <w:noProof/>
            </w:rPr>
          </w:pPr>
          <w:hyperlink w:anchor="_Toc414269057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เรื่องที่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 xml:space="preserve"> 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๖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_Toc414269057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 w:rsidP="0037569C">
          <w:pPr>
            <w:pStyle w:val="TOC2"/>
            <w:tabs>
              <w:tab w:val="right" w:leader="dot" w:pos="6369"/>
            </w:tabs>
            <w:ind w:left="0"/>
            <w:rPr>
              <w:noProof/>
            </w:rPr>
          </w:pPr>
          <w:hyperlink w:anchor="_Toc414269060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วินิจฉัยอันชาญฉลาดของท่านอะมีรุลมุมีนีน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(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อ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_Toc414269060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 w:rsidP="0037569C">
          <w:pPr>
            <w:pStyle w:val="TOC2"/>
            <w:tabs>
              <w:tab w:val="right" w:leader="dot" w:pos="6369"/>
            </w:tabs>
            <w:ind w:left="0"/>
            <w:rPr>
              <w:noProof/>
            </w:rPr>
          </w:pPr>
          <w:hyperlink w:anchor="_Toc414269080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คำวิงวอนอย่างสั้น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_Toc414269080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 w:rsidP="0037569C">
          <w:pPr>
            <w:pStyle w:val="TOC2"/>
            <w:tabs>
              <w:tab w:val="right" w:leader="dot" w:pos="6369"/>
            </w:tabs>
            <w:ind w:left="0"/>
            <w:rPr>
              <w:noProof/>
            </w:rPr>
          </w:pPr>
          <w:hyperlink w:anchor="_Toc414269092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การตอบสนองที่มีต่อบทดุอาอ์ของท่านอะลี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(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อ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_Toc414269092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>
          <w:pPr>
            <w:pStyle w:val="TOC1"/>
            <w:tabs>
              <w:tab w:val="right" w:leader="dot" w:pos="6369"/>
            </w:tabs>
            <w:rPr>
              <w:noProof/>
            </w:rPr>
          </w:pPr>
          <w:hyperlink w:anchor="_Toc414269093" w:history="1">
            <w:r w:rsidRPr="005457E8">
              <w:rPr>
                <w:rStyle w:val="Hyperlink"/>
                <w:rFonts w:cs="Cordia New"/>
                <w:noProof/>
                <w:cs/>
                <w:lang w:bidi="th-TH"/>
              </w:rPr>
              <w:t>-------------------------------------------------------------------------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_Toc414269093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>
          <w:pPr>
            <w:pStyle w:val="TOC1"/>
            <w:tabs>
              <w:tab w:val="right" w:leader="dot" w:pos="6369"/>
            </w:tabs>
            <w:rPr>
              <w:noProof/>
            </w:rPr>
          </w:pPr>
          <w:hyperlink w:anchor="_Toc414269098" w:history="1"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การบริจาคทานและเสียสละเพื่อการกุศลของอิมามอะลี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(</w:t>
            </w:r>
            <w:r w:rsidRPr="005457E8">
              <w:rPr>
                <w:rStyle w:val="Hyperlink"/>
                <w:rFonts w:cs="Angsana New" w:hint="cs"/>
                <w:noProof/>
                <w:cs/>
                <w:lang w:bidi="th-TH"/>
              </w:rPr>
              <w:t>อ</w:t>
            </w:r>
            <w:r w:rsidRPr="005457E8">
              <w:rPr>
                <w:rStyle w:val="Hyperlink"/>
                <w:rFonts w:cs="Angsana New"/>
                <w:noProof/>
                <w:cs/>
                <w:lang w:bidi="th-TH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_Toc414269098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69C" w:rsidRDefault="0037569C">
          <w:r>
            <w:fldChar w:fldCharType="end"/>
          </w:r>
        </w:p>
      </w:sdtContent>
    </w:sdt>
    <w:p w:rsidR="00C85AFD" w:rsidRPr="00B91120" w:rsidRDefault="00C85AFD" w:rsidP="00C85AFD">
      <w:pPr>
        <w:pStyle w:val="libNormal"/>
        <w:rPr>
          <w:rFonts w:cs="Times New Roman"/>
          <w:lang w:bidi="ar-SA"/>
        </w:rPr>
      </w:pPr>
    </w:p>
    <w:sectPr w:rsidR="00C85AFD" w:rsidRPr="00B91120" w:rsidSect="00A73D09">
      <w:footerReference w:type="default" r:id="rId8"/>
      <w:pgSz w:w="9979" w:h="14170" w:code="120"/>
      <w:pgMar w:top="1267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5F4" w:rsidRDefault="006E45F4" w:rsidP="000D3015">
      <w:r>
        <w:separator/>
      </w:r>
    </w:p>
  </w:endnote>
  <w:endnote w:type="continuationSeparator" w:id="1">
    <w:p w:rsidR="006E45F4" w:rsidRDefault="006E45F4" w:rsidP="000D3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5BD" w:rsidRDefault="000B75BD" w:rsidP="000D3015">
    <w:pPr>
      <w:pStyle w:val="Footer"/>
      <w:jc w:val="center"/>
    </w:pPr>
    <w:fldSimple w:instr=" PAGE   \* MERGEFORMAT ">
      <w:r w:rsidR="0037569C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5F4" w:rsidRDefault="006E45F4" w:rsidP="000D3015">
      <w:r>
        <w:separator/>
      </w:r>
    </w:p>
  </w:footnote>
  <w:footnote w:type="continuationSeparator" w:id="1">
    <w:p w:rsidR="006E45F4" w:rsidRDefault="006E45F4" w:rsidP="000D30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E1F2F"/>
    <w:multiLevelType w:val="hybridMultilevel"/>
    <w:tmpl w:val="DA8A8DBE"/>
    <w:lvl w:ilvl="0" w:tplc="E5325B94">
      <w:start w:val="1"/>
      <w:numFmt w:val="thaiNumbers"/>
      <w:lvlText w:val="(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>
    <w:nsid w:val="174B4054"/>
    <w:multiLevelType w:val="hybridMultilevel"/>
    <w:tmpl w:val="9E162174"/>
    <w:lvl w:ilvl="0" w:tplc="B6BA8610">
      <w:start w:val="1"/>
      <w:numFmt w:val="thaiNumbers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2A2045E4"/>
    <w:multiLevelType w:val="hybridMultilevel"/>
    <w:tmpl w:val="28DE2622"/>
    <w:lvl w:ilvl="0" w:tplc="4A80A986">
      <w:start w:val="1"/>
      <w:numFmt w:val="thaiNumbers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57BF13A6"/>
    <w:multiLevelType w:val="hybridMultilevel"/>
    <w:tmpl w:val="E904D122"/>
    <w:lvl w:ilvl="0" w:tplc="D67E2580">
      <w:start w:val="1"/>
      <w:numFmt w:val="thaiLetters"/>
      <w:lvlText w:val="%1."/>
      <w:lvlJc w:val="left"/>
      <w:pPr>
        <w:ind w:left="100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">
    <w:nsid w:val="6AC72676"/>
    <w:multiLevelType w:val="hybridMultilevel"/>
    <w:tmpl w:val="0FCA0CBA"/>
    <w:lvl w:ilvl="0" w:tplc="752A5DA6">
      <w:start w:val="1"/>
      <w:numFmt w:val="thaiNumbers"/>
      <w:lvlText w:val="%1."/>
      <w:lvlJc w:val="left"/>
      <w:pPr>
        <w:ind w:left="904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5">
    <w:nsid w:val="7A364351"/>
    <w:multiLevelType w:val="hybridMultilevel"/>
    <w:tmpl w:val="4E101F50"/>
    <w:lvl w:ilvl="0" w:tplc="5EFC7036">
      <w:start w:val="1"/>
      <w:numFmt w:val="thaiNumbers"/>
      <w:lvlText w:val="%1."/>
      <w:lvlJc w:val="left"/>
      <w:pPr>
        <w:ind w:left="874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6">
    <w:nsid w:val="7C8E1A06"/>
    <w:multiLevelType w:val="hybridMultilevel"/>
    <w:tmpl w:val="A5D43396"/>
    <w:lvl w:ilvl="0" w:tplc="745696D2">
      <w:start w:val="1"/>
      <w:numFmt w:val="thaiNumbers"/>
      <w:lvlText w:val="%1."/>
      <w:lvlJc w:val="left"/>
      <w:pPr>
        <w:ind w:left="874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7">
    <w:nsid w:val="7CD7144B"/>
    <w:multiLevelType w:val="hybridMultilevel"/>
    <w:tmpl w:val="5D420AA4"/>
    <w:lvl w:ilvl="0" w:tplc="DFBCCB8C">
      <w:start w:val="1"/>
      <w:numFmt w:val="thaiNumbers"/>
      <w:lvlText w:val="%1."/>
      <w:lvlJc w:val="left"/>
      <w:pPr>
        <w:ind w:left="994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8">
    <w:nsid w:val="7EC10CD4"/>
    <w:multiLevelType w:val="hybridMultilevel"/>
    <w:tmpl w:val="4AEEE5E0"/>
    <w:lvl w:ilvl="0" w:tplc="E4146F96">
      <w:start w:val="1"/>
      <w:numFmt w:val="thaiNumbers"/>
      <w:lvlText w:val="%1."/>
      <w:lvlJc w:val="left"/>
      <w:pPr>
        <w:ind w:left="994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stylePaneSortMethod w:val="000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140616"/>
    <w:rsid w:val="00014E3C"/>
    <w:rsid w:val="00084F91"/>
    <w:rsid w:val="000A40BB"/>
    <w:rsid w:val="000B75BD"/>
    <w:rsid w:val="000D3015"/>
    <w:rsid w:val="000F45CE"/>
    <w:rsid w:val="00140616"/>
    <w:rsid w:val="00147D77"/>
    <w:rsid w:val="00191018"/>
    <w:rsid w:val="001A2E82"/>
    <w:rsid w:val="001E6E50"/>
    <w:rsid w:val="00235342"/>
    <w:rsid w:val="00247BD3"/>
    <w:rsid w:val="00256123"/>
    <w:rsid w:val="002800F7"/>
    <w:rsid w:val="002B3FFC"/>
    <w:rsid w:val="0032265B"/>
    <w:rsid w:val="00352B55"/>
    <w:rsid w:val="0037569C"/>
    <w:rsid w:val="00387CFB"/>
    <w:rsid w:val="003B2C8A"/>
    <w:rsid w:val="003C4B6D"/>
    <w:rsid w:val="003D0649"/>
    <w:rsid w:val="003F6934"/>
    <w:rsid w:val="00432300"/>
    <w:rsid w:val="00435B83"/>
    <w:rsid w:val="004444F7"/>
    <w:rsid w:val="004473BB"/>
    <w:rsid w:val="004656C2"/>
    <w:rsid w:val="00476B7A"/>
    <w:rsid w:val="004915DE"/>
    <w:rsid w:val="0049397E"/>
    <w:rsid w:val="004D3CE9"/>
    <w:rsid w:val="004E700D"/>
    <w:rsid w:val="005120B8"/>
    <w:rsid w:val="00514125"/>
    <w:rsid w:val="0051545B"/>
    <w:rsid w:val="00530345"/>
    <w:rsid w:val="00557AFF"/>
    <w:rsid w:val="005F3232"/>
    <w:rsid w:val="006169F4"/>
    <w:rsid w:val="00641BC8"/>
    <w:rsid w:val="00672A65"/>
    <w:rsid w:val="00686A33"/>
    <w:rsid w:val="00687F29"/>
    <w:rsid w:val="006C05C4"/>
    <w:rsid w:val="006D7DDF"/>
    <w:rsid w:val="006E00C7"/>
    <w:rsid w:val="006E45F4"/>
    <w:rsid w:val="006F339F"/>
    <w:rsid w:val="0072347E"/>
    <w:rsid w:val="0075324E"/>
    <w:rsid w:val="00753D28"/>
    <w:rsid w:val="007718C2"/>
    <w:rsid w:val="00773977"/>
    <w:rsid w:val="007B7206"/>
    <w:rsid w:val="007C26C3"/>
    <w:rsid w:val="007D5DF7"/>
    <w:rsid w:val="00805D64"/>
    <w:rsid w:val="008207BA"/>
    <w:rsid w:val="00825D98"/>
    <w:rsid w:val="008547EB"/>
    <w:rsid w:val="008750B2"/>
    <w:rsid w:val="008B02F0"/>
    <w:rsid w:val="008B29DC"/>
    <w:rsid w:val="008D2C80"/>
    <w:rsid w:val="008E582E"/>
    <w:rsid w:val="008F1F11"/>
    <w:rsid w:val="00902BD4"/>
    <w:rsid w:val="00906700"/>
    <w:rsid w:val="00923FF7"/>
    <w:rsid w:val="00933209"/>
    <w:rsid w:val="00941EEB"/>
    <w:rsid w:val="00970877"/>
    <w:rsid w:val="009A6110"/>
    <w:rsid w:val="009E70AC"/>
    <w:rsid w:val="009F5180"/>
    <w:rsid w:val="00A07E25"/>
    <w:rsid w:val="00A218A7"/>
    <w:rsid w:val="00A5468D"/>
    <w:rsid w:val="00A723B2"/>
    <w:rsid w:val="00A72D43"/>
    <w:rsid w:val="00A73D09"/>
    <w:rsid w:val="00AE7015"/>
    <w:rsid w:val="00B00757"/>
    <w:rsid w:val="00B755C4"/>
    <w:rsid w:val="00BC6205"/>
    <w:rsid w:val="00BD26E0"/>
    <w:rsid w:val="00BD5AF6"/>
    <w:rsid w:val="00C05011"/>
    <w:rsid w:val="00C4191D"/>
    <w:rsid w:val="00C53D6A"/>
    <w:rsid w:val="00C85AFD"/>
    <w:rsid w:val="00C91053"/>
    <w:rsid w:val="00CA37DE"/>
    <w:rsid w:val="00CB3CD7"/>
    <w:rsid w:val="00CC33E9"/>
    <w:rsid w:val="00CE3F1F"/>
    <w:rsid w:val="00CF04F0"/>
    <w:rsid w:val="00D463F5"/>
    <w:rsid w:val="00D73DAD"/>
    <w:rsid w:val="00D750D5"/>
    <w:rsid w:val="00DA6D2F"/>
    <w:rsid w:val="00DB4EA9"/>
    <w:rsid w:val="00DC7EA6"/>
    <w:rsid w:val="00DF4805"/>
    <w:rsid w:val="00E350DC"/>
    <w:rsid w:val="00E81720"/>
    <w:rsid w:val="00EA2AD6"/>
    <w:rsid w:val="00EC6144"/>
    <w:rsid w:val="00ED070F"/>
    <w:rsid w:val="00EF45F8"/>
    <w:rsid w:val="00F01ADD"/>
    <w:rsid w:val="00F84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rsid w:val="00C85AFD"/>
    <w:rPr>
      <w:sz w:val="24"/>
      <w:szCs w:val="24"/>
      <w:lang w:eastAsia="zh-CN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387CFB"/>
    <w:pPr>
      <w:keepNext/>
      <w:spacing w:before="120"/>
      <w:outlineLvl w:val="0"/>
    </w:pPr>
    <w:rPr>
      <w:rFonts w:eastAsia="Angsana New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387CFB"/>
    <w:pPr>
      <w:keepNext/>
      <w:spacing w:before="120"/>
      <w:outlineLvl w:val="1"/>
    </w:pPr>
    <w:rPr>
      <w:rFonts w:eastAsia="Angsana New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387CFB"/>
    <w:pPr>
      <w:keepNext/>
      <w:spacing w:before="120"/>
      <w:outlineLvl w:val="2"/>
    </w:pPr>
    <w:rPr>
      <w:rFonts w:eastAsia="Angsana New"/>
      <w:color w:val="1F497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7CFB"/>
    <w:rPr>
      <w:rFonts w:ascii="Angsana New" w:eastAsia="Angsana New" w:hAnsi="Angsana New" w:cs="Angsana New"/>
      <w:b/>
      <w:bCs/>
      <w:color w:val="1F497D"/>
      <w:kern w:val="32"/>
      <w:sz w:val="36"/>
      <w:szCs w:val="36"/>
      <w:lang w:eastAsia="zh-CN" w:bidi="th-TH"/>
    </w:rPr>
  </w:style>
  <w:style w:type="paragraph" w:customStyle="1" w:styleId="libAr">
    <w:name w:val="libAr"/>
    <w:link w:val="libArChar"/>
    <w:qFormat/>
    <w:rsid w:val="00387CFB"/>
    <w:pPr>
      <w:bidi/>
      <w:outlineLvl w:val="0"/>
    </w:pPr>
    <w:rPr>
      <w:rFonts w:eastAsia="Times New Roman" w:cs="Traditional Arabic"/>
      <w:kern w:val="36"/>
      <w:sz w:val="28"/>
      <w:szCs w:val="32"/>
    </w:rPr>
  </w:style>
  <w:style w:type="paragraph" w:customStyle="1" w:styleId="libNormal">
    <w:name w:val="libNormal"/>
    <w:link w:val="libNormalChar"/>
    <w:rsid w:val="004D3CE9"/>
    <w:pPr>
      <w:ind w:firstLine="289"/>
      <w:jc w:val="both"/>
    </w:pPr>
    <w:rPr>
      <w:rFonts w:ascii="Angsana New" w:hAnsi="Angsana New" w:cs="Angsana New"/>
      <w:sz w:val="32"/>
      <w:szCs w:val="32"/>
      <w:lang w:eastAsia="zh-CN" w:bidi="th-TH"/>
    </w:rPr>
  </w:style>
  <w:style w:type="paragraph" w:customStyle="1" w:styleId="libArCenter">
    <w:name w:val="libArCenter"/>
    <w:basedOn w:val="libAr"/>
    <w:link w:val="libArCenterChar"/>
    <w:qFormat/>
    <w:rsid w:val="004D3CE9"/>
    <w:pPr>
      <w:jc w:val="center"/>
    </w:pPr>
    <w:rPr>
      <w:lang w:bidi="fa-IR"/>
    </w:rPr>
  </w:style>
  <w:style w:type="paragraph" w:customStyle="1" w:styleId="libCenter">
    <w:name w:val="libCenter"/>
    <w:basedOn w:val="libNormal"/>
    <w:qFormat/>
    <w:rsid w:val="004D3CE9"/>
    <w:pPr>
      <w:autoSpaceDE w:val="0"/>
      <w:autoSpaceDN w:val="0"/>
      <w:adjustRightInd w:val="0"/>
      <w:jc w:val="center"/>
    </w:pPr>
  </w:style>
  <w:style w:type="character" w:customStyle="1" w:styleId="libNormalChar">
    <w:name w:val="libNormal Char"/>
    <w:basedOn w:val="DefaultParagraphFont"/>
    <w:link w:val="libNormal"/>
    <w:rsid w:val="004D3CE9"/>
    <w:rPr>
      <w:rFonts w:ascii="Angsana New" w:hAnsi="Angsana New" w:cs="Angsana New"/>
      <w:sz w:val="32"/>
      <w:szCs w:val="32"/>
      <w:lang w:eastAsia="zh-CN" w:bidi="th-TH"/>
    </w:rPr>
  </w:style>
  <w:style w:type="paragraph" w:customStyle="1" w:styleId="libCenterBold2">
    <w:name w:val="libCenterBold2"/>
    <w:basedOn w:val="libCenter"/>
    <w:rsid w:val="004D3CE9"/>
    <w:rPr>
      <w:b/>
      <w:bCs/>
    </w:rPr>
  </w:style>
  <w:style w:type="paragraph" w:customStyle="1" w:styleId="libCenterBold1">
    <w:name w:val="libCenterBold1"/>
    <w:basedOn w:val="libCenterBold2"/>
    <w:rsid w:val="004D3CE9"/>
    <w:rPr>
      <w:sz w:val="36"/>
      <w:szCs w:val="36"/>
    </w:rPr>
  </w:style>
  <w:style w:type="paragraph" w:customStyle="1" w:styleId="libBoldItalic">
    <w:name w:val="libBoldItalic"/>
    <w:basedOn w:val="libNormal"/>
    <w:link w:val="libBoldItalicChar"/>
    <w:rsid w:val="00906700"/>
    <w:rPr>
      <w:b/>
      <w:bCs/>
      <w:i/>
      <w:iCs/>
      <w:spacing w:val="4"/>
    </w:rPr>
  </w:style>
  <w:style w:type="paragraph" w:customStyle="1" w:styleId="libBold1">
    <w:name w:val="libBold1"/>
    <w:basedOn w:val="libNormal"/>
    <w:link w:val="libBold1Char"/>
    <w:rsid w:val="00DC7EA6"/>
    <w:pPr>
      <w:ind w:firstLine="288"/>
    </w:pPr>
    <w:rPr>
      <w:rFonts w:eastAsia="Times New Roman"/>
      <w:b/>
      <w:bCs/>
      <w:spacing w:val="4"/>
      <w:szCs w:val="36"/>
    </w:rPr>
  </w:style>
  <w:style w:type="character" w:customStyle="1" w:styleId="libBoldItalicChar">
    <w:name w:val="libBoldItalic Char"/>
    <w:basedOn w:val="libNormalChar"/>
    <w:link w:val="libBoldItalic"/>
    <w:rsid w:val="00906700"/>
    <w:rPr>
      <w:b/>
      <w:bCs/>
      <w:i/>
      <w:iCs/>
      <w:spacing w:val="4"/>
    </w:rPr>
  </w:style>
  <w:style w:type="paragraph" w:customStyle="1" w:styleId="libBold2">
    <w:name w:val="libBold2"/>
    <w:basedOn w:val="libNormal"/>
    <w:link w:val="libBold2Char"/>
    <w:rsid w:val="00DC7EA6"/>
    <w:rPr>
      <w:b/>
      <w:bCs/>
    </w:rPr>
  </w:style>
  <w:style w:type="character" w:customStyle="1" w:styleId="libBold1Char">
    <w:name w:val="libBold1 Char"/>
    <w:basedOn w:val="libNormalChar"/>
    <w:link w:val="libBold1"/>
    <w:rsid w:val="00DC7EA6"/>
    <w:rPr>
      <w:rFonts w:eastAsia="Times New Roman"/>
      <w:b/>
      <w:bCs/>
      <w:spacing w:val="4"/>
      <w:szCs w:val="36"/>
    </w:rPr>
  </w:style>
  <w:style w:type="paragraph" w:customStyle="1" w:styleId="libRight">
    <w:name w:val="libRight"/>
    <w:basedOn w:val="libNormal"/>
    <w:link w:val="libRightChar"/>
    <w:rsid w:val="00DC7EA6"/>
    <w:pPr>
      <w:ind w:firstLine="288"/>
      <w:jc w:val="right"/>
    </w:pPr>
    <w:rPr>
      <w:rFonts w:eastAsia="Times New Roman"/>
    </w:rPr>
  </w:style>
  <w:style w:type="character" w:customStyle="1" w:styleId="libBold2Char">
    <w:name w:val="libBold2 Char"/>
    <w:basedOn w:val="libNormalChar"/>
    <w:link w:val="libBold2"/>
    <w:rsid w:val="00DC7EA6"/>
    <w:rPr>
      <w:b/>
      <w:bCs/>
    </w:rPr>
  </w:style>
  <w:style w:type="paragraph" w:customStyle="1" w:styleId="libRightItalic">
    <w:name w:val="libRightItalic"/>
    <w:basedOn w:val="libRight"/>
    <w:link w:val="libRightItalicChar"/>
    <w:rsid w:val="00DC7EA6"/>
    <w:rPr>
      <w:i/>
      <w:iCs/>
    </w:rPr>
  </w:style>
  <w:style w:type="paragraph" w:customStyle="1" w:styleId="libRightItalicBold">
    <w:name w:val="libRightItalicBold"/>
    <w:basedOn w:val="libRight"/>
    <w:link w:val="libRightItalicBoldChar"/>
    <w:rsid w:val="00DC7EA6"/>
    <w:rPr>
      <w:b/>
      <w:bCs/>
      <w:i/>
      <w:iCs/>
    </w:rPr>
  </w:style>
  <w:style w:type="character" w:customStyle="1" w:styleId="libRightChar">
    <w:name w:val="libRight Char"/>
    <w:basedOn w:val="libNormalChar"/>
    <w:link w:val="libRight"/>
    <w:rsid w:val="00DC7EA6"/>
    <w:rPr>
      <w:rFonts w:eastAsia="Times New Roman"/>
    </w:rPr>
  </w:style>
  <w:style w:type="character" w:customStyle="1" w:styleId="libRightItalicChar">
    <w:name w:val="libRightItalic Char"/>
    <w:basedOn w:val="libRightChar"/>
    <w:link w:val="libRightItalic"/>
    <w:rsid w:val="00DC7EA6"/>
    <w:rPr>
      <w:i/>
      <w:iCs/>
      <w:sz w:val="32"/>
      <w:szCs w:val="32"/>
    </w:rPr>
  </w:style>
  <w:style w:type="paragraph" w:customStyle="1" w:styleId="libRighBold">
    <w:name w:val="libRighBold"/>
    <w:basedOn w:val="libRight"/>
    <w:link w:val="libRighBoldChar"/>
    <w:rsid w:val="00DC7EA6"/>
    <w:rPr>
      <w:b/>
      <w:bCs/>
    </w:rPr>
  </w:style>
  <w:style w:type="character" w:customStyle="1" w:styleId="libRightItalicBoldChar">
    <w:name w:val="libRightItalicBold Char"/>
    <w:basedOn w:val="libRightChar"/>
    <w:link w:val="libRightItalicBold"/>
    <w:rsid w:val="00DC7EA6"/>
    <w:rPr>
      <w:b/>
      <w:bCs/>
      <w:i/>
      <w:iCs/>
    </w:rPr>
  </w:style>
  <w:style w:type="paragraph" w:customStyle="1" w:styleId="libItalic">
    <w:name w:val="libItalic"/>
    <w:basedOn w:val="libNormal"/>
    <w:link w:val="libItalicChar"/>
    <w:rsid w:val="00DC7EA6"/>
    <w:rPr>
      <w:i/>
      <w:iCs/>
    </w:rPr>
  </w:style>
  <w:style w:type="character" w:customStyle="1" w:styleId="libRighBoldChar">
    <w:name w:val="libRighBold Char"/>
    <w:basedOn w:val="libRightChar"/>
    <w:link w:val="libRighBold"/>
    <w:rsid w:val="00DC7EA6"/>
    <w:rPr>
      <w:b/>
      <w:bCs/>
    </w:rPr>
  </w:style>
  <w:style w:type="paragraph" w:customStyle="1" w:styleId="libLine">
    <w:name w:val="libLine"/>
    <w:basedOn w:val="libNormal"/>
    <w:link w:val="libLineChar"/>
    <w:rsid w:val="004E700D"/>
    <w:pPr>
      <w:ind w:firstLine="0"/>
    </w:pPr>
  </w:style>
  <w:style w:type="character" w:customStyle="1" w:styleId="libItalicChar">
    <w:name w:val="libItalic Char"/>
    <w:basedOn w:val="libNormalChar"/>
    <w:link w:val="libItalic"/>
    <w:rsid w:val="00DC7EA6"/>
    <w:rPr>
      <w:i/>
      <w:iCs/>
    </w:rPr>
  </w:style>
  <w:style w:type="paragraph" w:customStyle="1" w:styleId="libFootnote">
    <w:name w:val="libFootnote"/>
    <w:basedOn w:val="libNormal"/>
    <w:link w:val="libFootnoteChar"/>
    <w:rsid w:val="004E700D"/>
    <w:rPr>
      <w:sz w:val="28"/>
      <w:szCs w:val="28"/>
    </w:rPr>
  </w:style>
  <w:style w:type="character" w:customStyle="1" w:styleId="libLineChar">
    <w:name w:val="libLine Char"/>
    <w:basedOn w:val="libNormalChar"/>
    <w:link w:val="libLine"/>
    <w:rsid w:val="004E700D"/>
  </w:style>
  <w:style w:type="paragraph" w:customStyle="1" w:styleId="libFootnote0">
    <w:name w:val="libFootnote0"/>
    <w:basedOn w:val="libFootnote"/>
    <w:link w:val="libFootnote0Char"/>
    <w:rsid w:val="004E700D"/>
    <w:pPr>
      <w:ind w:firstLine="0"/>
    </w:pPr>
    <w:rPr>
      <w:rFonts w:eastAsia="Times New Roman"/>
    </w:rPr>
  </w:style>
  <w:style w:type="character" w:customStyle="1" w:styleId="libFootnoteChar">
    <w:name w:val="libFootnote Char"/>
    <w:basedOn w:val="libNormalChar"/>
    <w:link w:val="libFootnote"/>
    <w:rsid w:val="004E700D"/>
    <w:rPr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4E700D"/>
    <w:rPr>
      <w:color w:val="C00000"/>
      <w:sz w:val="30"/>
      <w:szCs w:val="30"/>
      <w:vertAlign w:val="superscript"/>
    </w:rPr>
  </w:style>
  <w:style w:type="character" w:customStyle="1" w:styleId="libFootnote0Char">
    <w:name w:val="libFootnote0 Char"/>
    <w:basedOn w:val="libFootnoteChar"/>
    <w:link w:val="libFootnote0"/>
    <w:rsid w:val="004E700D"/>
    <w:rPr>
      <w:rFonts w:eastAsia="Times New Roman"/>
    </w:rPr>
  </w:style>
  <w:style w:type="paragraph" w:customStyle="1" w:styleId="libFootnoteAie">
    <w:name w:val="libFootnoteAie"/>
    <w:basedOn w:val="libFootnote"/>
    <w:link w:val="libFootnoteAieChar"/>
    <w:rsid w:val="004E700D"/>
    <w:rPr>
      <w:color w:val="008000"/>
    </w:rPr>
  </w:style>
  <w:style w:type="character" w:customStyle="1" w:styleId="libFootnoteNumChar">
    <w:name w:val="libFootnoteNum Char"/>
    <w:basedOn w:val="libNormalChar"/>
    <w:link w:val="libFootnoteNum"/>
    <w:rsid w:val="004E700D"/>
    <w:rPr>
      <w:color w:val="C00000"/>
      <w:sz w:val="30"/>
      <w:szCs w:val="30"/>
      <w:vertAlign w:val="superscript"/>
    </w:rPr>
  </w:style>
  <w:style w:type="paragraph" w:customStyle="1" w:styleId="libFootnoteCenter">
    <w:name w:val="libFootnoteCenter"/>
    <w:basedOn w:val="libFootnote"/>
    <w:link w:val="libFootnoteCenterChar"/>
    <w:rsid w:val="004E700D"/>
    <w:pPr>
      <w:jc w:val="center"/>
    </w:pPr>
    <w:rPr>
      <w:rFonts w:eastAsia="Times New Roman"/>
    </w:rPr>
  </w:style>
  <w:style w:type="character" w:customStyle="1" w:styleId="libFootnoteAieChar">
    <w:name w:val="libFootnoteAie Char"/>
    <w:basedOn w:val="libFootnoteChar"/>
    <w:link w:val="libFootnoteAie"/>
    <w:rsid w:val="004E700D"/>
    <w:rPr>
      <w:color w:val="008000"/>
    </w:rPr>
  </w:style>
  <w:style w:type="paragraph" w:customStyle="1" w:styleId="libFootnoteCenterBold">
    <w:name w:val="libFootnoteCenterBold"/>
    <w:basedOn w:val="libFootnote"/>
    <w:link w:val="libFootnoteCenterBoldChar"/>
    <w:rsid w:val="00825D98"/>
    <w:pPr>
      <w:jc w:val="center"/>
    </w:pPr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E700D"/>
    <w:rPr>
      <w:rFonts w:eastAsia="Times New Roman"/>
    </w:rPr>
  </w:style>
  <w:style w:type="paragraph" w:customStyle="1" w:styleId="libFootnoteBold">
    <w:name w:val="libFootnoteBold"/>
    <w:basedOn w:val="libFootnote"/>
    <w:link w:val="libFootnoteBoldChar"/>
    <w:rsid w:val="00825D98"/>
    <w:rPr>
      <w:rFonts w:eastAsia="Times New Roman"/>
      <w:b/>
      <w:bCs/>
    </w:rPr>
  </w:style>
  <w:style w:type="character" w:customStyle="1" w:styleId="libFootnoteCenterBoldChar">
    <w:name w:val="libFootnoteCenterBold Char"/>
    <w:basedOn w:val="libFootnoteChar"/>
    <w:link w:val="libFootnoteCenterBold"/>
    <w:rsid w:val="00825D98"/>
    <w:rPr>
      <w:b/>
      <w:bCs/>
    </w:rPr>
  </w:style>
  <w:style w:type="paragraph" w:customStyle="1" w:styleId="libFootnoteRight">
    <w:name w:val="libFootnoteRight"/>
    <w:basedOn w:val="libFootnote"/>
    <w:link w:val="libFootnoteRightChar"/>
    <w:rsid w:val="00825D98"/>
    <w:pPr>
      <w:jc w:val="right"/>
    </w:pPr>
    <w:rPr>
      <w:rFonts w:eastAsia="Times New Roman"/>
    </w:rPr>
  </w:style>
  <w:style w:type="character" w:customStyle="1" w:styleId="libFootnoteBoldChar">
    <w:name w:val="libFootnoteBold Char"/>
    <w:basedOn w:val="libFootnoteChar"/>
    <w:link w:val="libFootnoteBold"/>
    <w:rsid w:val="00825D98"/>
    <w:rPr>
      <w:rFonts w:eastAsia="Times New Roman"/>
      <w:b/>
      <w:bCs/>
    </w:rPr>
  </w:style>
  <w:style w:type="paragraph" w:customStyle="1" w:styleId="libFootnoteRightBold">
    <w:name w:val="libFootnoteRightBold"/>
    <w:basedOn w:val="libFootnote"/>
    <w:link w:val="libFootnoteRightBoldChar"/>
    <w:rsid w:val="00825D98"/>
    <w:pPr>
      <w:jc w:val="right"/>
    </w:pPr>
    <w:rPr>
      <w:b/>
      <w:bCs/>
    </w:rPr>
  </w:style>
  <w:style w:type="character" w:customStyle="1" w:styleId="libFootnoteRightChar">
    <w:name w:val="libFootnoteRight Char"/>
    <w:basedOn w:val="libFootnoteChar"/>
    <w:link w:val="libFootnoteRight"/>
    <w:rsid w:val="00825D98"/>
    <w:rPr>
      <w:rFonts w:eastAsia="Times New Roman"/>
    </w:rPr>
  </w:style>
  <w:style w:type="paragraph" w:customStyle="1" w:styleId="libArAie">
    <w:name w:val="libArAie"/>
    <w:basedOn w:val="libAr"/>
    <w:link w:val="libArAieChar"/>
    <w:rsid w:val="00825D98"/>
    <w:rPr>
      <w:color w:val="008000"/>
    </w:rPr>
  </w:style>
  <w:style w:type="character" w:customStyle="1" w:styleId="libFootnoteRightBoldChar">
    <w:name w:val="libFootnoteRightBold Char"/>
    <w:basedOn w:val="libFootnoteChar"/>
    <w:link w:val="libFootnoteRightBold"/>
    <w:rsid w:val="00825D98"/>
    <w:rPr>
      <w:b/>
      <w:bCs/>
    </w:rPr>
  </w:style>
  <w:style w:type="paragraph" w:customStyle="1" w:styleId="libArFootnoteCenter">
    <w:name w:val="libArFootnoteCenter"/>
    <w:basedOn w:val="libAr"/>
    <w:link w:val="libArFootnoteCenterChar"/>
    <w:rsid w:val="00825D98"/>
    <w:pPr>
      <w:jc w:val="center"/>
    </w:pPr>
    <w:rPr>
      <w:sz w:val="24"/>
      <w:szCs w:val="28"/>
    </w:rPr>
  </w:style>
  <w:style w:type="character" w:customStyle="1" w:styleId="libArChar">
    <w:name w:val="libAr Char"/>
    <w:basedOn w:val="DefaultParagraphFont"/>
    <w:link w:val="libAr"/>
    <w:rsid w:val="00387CFB"/>
    <w:rPr>
      <w:rFonts w:eastAsia="Times New Roman" w:cs="Traditional Arabic"/>
      <w:kern w:val="36"/>
      <w:sz w:val="28"/>
      <w:szCs w:val="32"/>
      <w:lang w:val="en-US" w:eastAsia="en-US" w:bidi="ar-SA"/>
    </w:rPr>
  </w:style>
  <w:style w:type="character" w:customStyle="1" w:styleId="libArAieChar">
    <w:name w:val="libArAie Char"/>
    <w:basedOn w:val="libArChar"/>
    <w:link w:val="libArAie"/>
    <w:rsid w:val="00825D98"/>
    <w:rPr>
      <w:color w:val="008000"/>
    </w:rPr>
  </w:style>
  <w:style w:type="paragraph" w:customStyle="1" w:styleId="libArFootnote">
    <w:name w:val="libArFootnote"/>
    <w:basedOn w:val="libAr"/>
    <w:link w:val="libArFootnoteChar"/>
    <w:rsid w:val="00825D98"/>
    <w:rPr>
      <w:sz w:val="24"/>
      <w:szCs w:val="28"/>
    </w:rPr>
  </w:style>
  <w:style w:type="character" w:customStyle="1" w:styleId="libArFootnoteCenterChar">
    <w:name w:val="libArFootnoteCenter Char"/>
    <w:basedOn w:val="libArChar"/>
    <w:link w:val="libArFootnoteCenter"/>
    <w:rsid w:val="00825D98"/>
    <w:rPr>
      <w:sz w:val="24"/>
      <w:szCs w:val="28"/>
    </w:rPr>
  </w:style>
  <w:style w:type="paragraph" w:customStyle="1" w:styleId="libArFootnoteAie">
    <w:name w:val="libArFootnoteAie"/>
    <w:basedOn w:val="libArFootnote"/>
    <w:link w:val="libArFootnoteAieChar"/>
    <w:rsid w:val="00825D98"/>
    <w:rPr>
      <w:color w:val="008000"/>
    </w:rPr>
  </w:style>
  <w:style w:type="character" w:customStyle="1" w:styleId="libArFootnoteChar">
    <w:name w:val="libArFootnote Char"/>
    <w:basedOn w:val="libArChar"/>
    <w:link w:val="libArFootnote"/>
    <w:rsid w:val="00825D98"/>
    <w:rPr>
      <w:sz w:val="24"/>
      <w:szCs w:val="28"/>
    </w:rPr>
  </w:style>
  <w:style w:type="paragraph" w:customStyle="1" w:styleId="libArFootnoteBold">
    <w:name w:val="libArFootnoteBold"/>
    <w:basedOn w:val="libArFootnote"/>
    <w:link w:val="libArFootnoteBoldChar"/>
    <w:rsid w:val="00825D98"/>
    <w:rPr>
      <w:b/>
      <w:bCs/>
    </w:rPr>
  </w:style>
  <w:style w:type="character" w:customStyle="1" w:styleId="libArFootnoteAieChar">
    <w:name w:val="libArFootnoteAie Char"/>
    <w:basedOn w:val="libArFootnoteChar"/>
    <w:link w:val="libArFootnoteAie"/>
    <w:rsid w:val="00825D98"/>
    <w:rPr>
      <w:color w:val="008000"/>
    </w:rPr>
  </w:style>
  <w:style w:type="paragraph" w:customStyle="1" w:styleId="libArFootnoteCenterBold">
    <w:name w:val="libArFootnoteCenterBold"/>
    <w:basedOn w:val="libArFootnoteCenter"/>
    <w:link w:val="libArFootnoteCenterBoldChar"/>
    <w:rsid w:val="00825D98"/>
    <w:rPr>
      <w:b/>
      <w:bCs/>
    </w:rPr>
  </w:style>
  <w:style w:type="character" w:customStyle="1" w:styleId="libArFootnoteBoldChar">
    <w:name w:val="libArFootnoteBold Char"/>
    <w:basedOn w:val="libArFootnoteChar"/>
    <w:link w:val="libArFootnoteBold"/>
    <w:rsid w:val="00825D98"/>
    <w:rPr>
      <w:b/>
      <w:bCs/>
    </w:rPr>
  </w:style>
  <w:style w:type="paragraph" w:customStyle="1" w:styleId="libArCenterBold">
    <w:name w:val="libArCenterBold"/>
    <w:basedOn w:val="libArCenter"/>
    <w:link w:val="libArCenterBoldChar"/>
    <w:rsid w:val="00825D98"/>
    <w:rPr>
      <w:b/>
      <w:bCs/>
    </w:rPr>
  </w:style>
  <w:style w:type="character" w:customStyle="1" w:styleId="libArFootnoteCenterBoldChar">
    <w:name w:val="libArFootnoteCenterBold Char"/>
    <w:basedOn w:val="libArFootnoteCenterChar"/>
    <w:link w:val="libArFootnoteCenterBold"/>
    <w:rsid w:val="00825D9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387CFB"/>
    <w:rPr>
      <w:rFonts w:ascii="Angsana New" w:eastAsia="Angsana New" w:hAnsi="Angsana New" w:cs="Angsana New"/>
      <w:b/>
      <w:bCs/>
      <w:color w:val="1F497D"/>
      <w:sz w:val="32"/>
      <w:szCs w:val="32"/>
      <w:lang w:eastAsia="zh-CN" w:bidi="th-TH"/>
    </w:rPr>
  </w:style>
  <w:style w:type="character" w:customStyle="1" w:styleId="libArCenterChar">
    <w:name w:val="libArCenter Char"/>
    <w:basedOn w:val="libArChar"/>
    <w:link w:val="libArCenter"/>
    <w:rsid w:val="00825D98"/>
    <w:rPr>
      <w:lang w:bidi="fa-IR"/>
    </w:rPr>
  </w:style>
  <w:style w:type="character" w:customStyle="1" w:styleId="libArCenterBoldChar">
    <w:name w:val="libArCenterBold Char"/>
    <w:basedOn w:val="libArCenterChar"/>
    <w:link w:val="libArCenterBold"/>
    <w:rsid w:val="00825D98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387CFB"/>
    <w:rPr>
      <w:rFonts w:ascii="Angsana New" w:eastAsia="Angsana New" w:hAnsi="Angsana New" w:cs="Angsana New"/>
      <w:color w:val="1F497D"/>
      <w:sz w:val="32"/>
      <w:szCs w:val="32"/>
      <w:lang w:eastAsia="zh-CN" w:bidi="th-TH"/>
    </w:rPr>
  </w:style>
  <w:style w:type="paragraph" w:customStyle="1" w:styleId="Heading1Center">
    <w:name w:val="Heading 1 Center"/>
    <w:basedOn w:val="Heading1"/>
    <w:link w:val="Heading1CenterChar"/>
    <w:rsid w:val="00387CFB"/>
    <w:pPr>
      <w:jc w:val="center"/>
    </w:pPr>
    <w:rPr>
      <w:rFonts w:eastAsia="Times New Roman"/>
    </w:rPr>
  </w:style>
  <w:style w:type="paragraph" w:customStyle="1" w:styleId="Heading2Center">
    <w:name w:val="Heading 2 Center"/>
    <w:basedOn w:val="Heading2"/>
    <w:link w:val="Heading2CenterChar"/>
    <w:rsid w:val="00387CFB"/>
    <w:pPr>
      <w:jc w:val="center"/>
    </w:pPr>
    <w:rPr>
      <w:rFonts w:eastAsia="Times New Roman"/>
    </w:rPr>
  </w:style>
  <w:style w:type="character" w:customStyle="1" w:styleId="Heading1CenterChar">
    <w:name w:val="Heading 1 Center Char"/>
    <w:basedOn w:val="Heading1Char"/>
    <w:link w:val="Heading1Center"/>
    <w:rsid w:val="00387CFB"/>
    <w:rPr>
      <w:rFonts w:eastAsia="Times New Roman"/>
    </w:rPr>
  </w:style>
  <w:style w:type="paragraph" w:customStyle="1" w:styleId="Heading3Center">
    <w:name w:val="Heading 3 Center"/>
    <w:basedOn w:val="Heading3"/>
    <w:link w:val="Heading3CenterChar"/>
    <w:rsid w:val="00387CFB"/>
    <w:pPr>
      <w:jc w:val="center"/>
    </w:pPr>
    <w:rPr>
      <w:rFonts w:eastAsia="Times New Roman"/>
    </w:rPr>
  </w:style>
  <w:style w:type="character" w:customStyle="1" w:styleId="Heading2CenterChar">
    <w:name w:val="Heading 2 Center Char"/>
    <w:basedOn w:val="Heading2Char"/>
    <w:link w:val="Heading2Center"/>
    <w:rsid w:val="00387CFB"/>
    <w:rPr>
      <w:rFonts w:eastAsia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0D3015"/>
    <w:pPr>
      <w:tabs>
        <w:tab w:val="center" w:pos="4513"/>
        <w:tab w:val="right" w:pos="9026"/>
      </w:tabs>
    </w:pPr>
  </w:style>
  <w:style w:type="character" w:customStyle="1" w:styleId="Heading3CenterChar">
    <w:name w:val="Heading 3 Center Char"/>
    <w:basedOn w:val="Heading3Char"/>
    <w:link w:val="Heading3Center"/>
    <w:rsid w:val="00387CFB"/>
    <w:rPr>
      <w:rFonts w:eastAsia="Times New Roman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D3015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0D30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3015"/>
    <w:rPr>
      <w:sz w:val="24"/>
      <w:szCs w:val="24"/>
      <w:lang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569C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37569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7569C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37569C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37569C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37569C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37569C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37569C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37569C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37569C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37569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6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69C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mal\Desktop\Tailandi%20book\Template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B2395-4D4F-4AAD-AA1B-10B214003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Template01</Template>
  <TotalTime>14</TotalTime>
  <Pages>167</Pages>
  <Words>27107</Words>
  <Characters>154514</Characters>
  <Application>Microsoft Office Word</Application>
  <DocSecurity>0</DocSecurity>
  <Lines>1287</Lines>
  <Paragraphs>362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181259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Jamal</dc:creator>
  <cp:lastModifiedBy>Jamal</cp:lastModifiedBy>
  <cp:revision>2</cp:revision>
  <dcterms:created xsi:type="dcterms:W3CDTF">2015-03-16T08:16:00Z</dcterms:created>
  <dcterms:modified xsi:type="dcterms:W3CDTF">2015-03-16T08:16:00Z</dcterms:modified>
</cp:coreProperties>
</file>