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A77" w:rsidRDefault="00897A77" w:rsidP="00897A77">
      <w:pPr>
        <w:pStyle w:val="libNormal"/>
        <w:rPr>
          <w:rFonts w:eastAsia="Calibri" w:hint="cs"/>
          <w:rtl/>
        </w:rPr>
      </w:pPr>
    </w:p>
    <w:p w:rsidR="00C04665" w:rsidRPr="00897A77" w:rsidRDefault="00C04665" w:rsidP="00897A77">
      <w:pPr>
        <w:pStyle w:val="libNormal"/>
        <w:rPr>
          <w:rFonts w:eastAsia="Calibri"/>
          <w:rtl/>
        </w:rPr>
      </w:pPr>
    </w:p>
    <w:p w:rsidR="00C04665" w:rsidRPr="00C04665" w:rsidRDefault="00897A77" w:rsidP="00467EE6">
      <w:pPr>
        <w:pStyle w:val="libAie"/>
        <w:rPr>
          <w:rFonts w:eastAsia="Calibri" w:hint="cs"/>
          <w:rtl/>
        </w:rPr>
      </w:pPr>
      <w:r w:rsidRPr="00897A77">
        <w:rPr>
          <w:rFonts w:eastAsia="Calibri"/>
          <w:rtl/>
        </w:rPr>
        <w:t xml:space="preserve">  </w:t>
      </w:r>
      <w:r w:rsidRPr="00897A77">
        <w:rPr>
          <w:rFonts w:eastAsia="Calibri"/>
          <w:rtl/>
        </w:rPr>
        <w:tab/>
      </w:r>
      <w:r w:rsidRPr="00C04665">
        <w:rPr>
          <w:rFonts w:eastAsia="Calibri"/>
          <w:rtl/>
        </w:rPr>
        <w:t>بسم الل</w:t>
      </w:r>
      <w:r w:rsidR="00467EE6" w:rsidRPr="00467EE6">
        <w:rPr>
          <w:rFonts w:eastAsia="Calibri" w:hint="cs"/>
          <w:rtl/>
        </w:rPr>
        <w:t>ه</w:t>
      </w:r>
      <w:r w:rsidRPr="00467EE6">
        <w:rPr>
          <w:rFonts w:eastAsia="Calibri" w:hint="cs"/>
          <w:rtl/>
        </w:rPr>
        <w:t xml:space="preserve"> الرحمن الرح</w:t>
      </w:r>
      <w:r w:rsidRPr="00C04665">
        <w:rPr>
          <w:rFonts w:eastAsia="Calibri" w:hint="cs"/>
          <w:rtl/>
        </w:rPr>
        <w:t>ی</w:t>
      </w:r>
      <w:r w:rsidRPr="00C04665">
        <w:rPr>
          <w:rFonts w:eastAsia="Calibri" w:hint="eastAsia"/>
          <w:rtl/>
        </w:rPr>
        <w:t>م</w:t>
      </w:r>
      <w:r w:rsidRPr="00C04665">
        <w:rPr>
          <w:rFonts w:eastAsia="Calibri"/>
          <w:rtl/>
        </w:rPr>
        <w:t xml:space="preserve"> </w:t>
      </w:r>
    </w:p>
    <w:p w:rsidR="00897A77" w:rsidRPr="00897A77" w:rsidRDefault="00897A77" w:rsidP="00C04665">
      <w:pPr>
        <w:pStyle w:val="libCenterBold2"/>
        <w:rPr>
          <w:rFonts w:eastAsia="Calibri"/>
          <w:rtl/>
        </w:rPr>
      </w:pPr>
      <w:r w:rsidRPr="00897A77">
        <w:rPr>
          <w:rFonts w:eastAsia="Calibri"/>
          <w:rtl/>
        </w:rPr>
        <w:t>کتاب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شناخت</w:t>
      </w:r>
    </w:p>
    <w:p w:rsidR="00897A77" w:rsidRPr="00897A77" w:rsidRDefault="00897A77" w:rsidP="00C04665">
      <w:pPr>
        <w:pStyle w:val="libCenterBold2"/>
        <w:rPr>
          <w:rFonts w:eastAsia="Calibri"/>
          <w:rtl/>
        </w:rPr>
      </w:pPr>
      <w:r w:rsidRPr="00897A77">
        <w:rPr>
          <w:rFonts w:eastAsia="Calibri" w:hint="eastAsia"/>
          <w:rtl/>
        </w:rPr>
        <w:t>نام</w:t>
      </w:r>
      <w:r w:rsidRPr="00897A77">
        <w:rPr>
          <w:rFonts w:eastAsia="Calibri"/>
          <w:rtl/>
        </w:rPr>
        <w:t xml:space="preserve"> کتاب .......................حر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قرآن کا دفاع</w:t>
      </w:r>
    </w:p>
    <w:p w:rsidR="00897A77" w:rsidRPr="00897A77" w:rsidRDefault="00897A77" w:rsidP="00C04665">
      <w:pPr>
        <w:pStyle w:val="libCenterBold2"/>
        <w:rPr>
          <w:rFonts w:eastAsia="Calibri"/>
          <w:rtl/>
        </w:rPr>
      </w:pPr>
      <w:r w:rsidRPr="00897A77">
        <w:rPr>
          <w:rFonts w:eastAsia="Calibri" w:hint="eastAsia"/>
          <w:rtl/>
        </w:rPr>
        <w:t>مؤلف</w:t>
      </w:r>
      <w:r w:rsidRPr="00897A77">
        <w:rPr>
          <w:rFonts w:eastAsia="Calibri"/>
          <w:rtl/>
        </w:rPr>
        <w:t xml:space="preserve"> .......................جواد فاضل لنکران</w:t>
      </w:r>
      <w:r w:rsidRPr="00897A77">
        <w:rPr>
          <w:rFonts w:eastAsia="Calibri" w:hint="cs"/>
          <w:rtl/>
        </w:rPr>
        <w:t>ی</w:t>
      </w:r>
    </w:p>
    <w:p w:rsidR="00897A77" w:rsidRPr="00897A77" w:rsidRDefault="00897A77" w:rsidP="00C04665">
      <w:pPr>
        <w:pStyle w:val="libCenterBold2"/>
        <w:rPr>
          <w:rFonts w:eastAsia="Calibri"/>
          <w:rtl/>
        </w:rPr>
      </w:pPr>
      <w:r w:rsidRPr="00897A77">
        <w:rPr>
          <w:rFonts w:eastAsia="Calibri" w:hint="eastAsia"/>
          <w:rtl/>
        </w:rPr>
        <w:t>مترجم</w:t>
      </w:r>
      <w:r w:rsidRPr="00897A77">
        <w:rPr>
          <w:rFonts w:eastAsia="Calibri"/>
          <w:rtl/>
        </w:rPr>
        <w:t xml:space="preserve"> ..........................محمد باقر مقدس</w:t>
      </w:r>
      <w:r w:rsidRPr="00897A77">
        <w:rPr>
          <w:rFonts w:eastAsia="Calibri" w:hint="cs"/>
          <w:rtl/>
        </w:rPr>
        <w:t>ی</w:t>
      </w:r>
    </w:p>
    <w:p w:rsidR="00897A77" w:rsidRPr="00897A77" w:rsidRDefault="00897A77" w:rsidP="00C04665">
      <w:pPr>
        <w:pStyle w:val="libCenterBold2"/>
        <w:rPr>
          <w:rFonts w:eastAsia="Calibri"/>
          <w:rtl/>
        </w:rPr>
      </w:pPr>
      <w:r w:rsidRPr="00897A77">
        <w:rPr>
          <w:rFonts w:eastAsia="Calibri" w:hint="eastAsia"/>
          <w:rtl/>
        </w:rPr>
        <w:t>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نظر.............................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مان</w:t>
      </w:r>
      <w:r w:rsidRPr="00897A77">
        <w:rPr>
          <w:rFonts w:eastAsia="Calibri" w:hint="cs"/>
          <w:rtl/>
        </w:rPr>
        <w:t>ی</w:t>
      </w:r>
    </w:p>
    <w:p w:rsidR="00897A77" w:rsidRPr="00897A77" w:rsidRDefault="00897A77" w:rsidP="00C04665">
      <w:pPr>
        <w:pStyle w:val="libCenterBold2"/>
        <w:rPr>
          <w:rFonts w:eastAsia="Calibri"/>
          <w:rtl/>
        </w:rPr>
      </w:pPr>
      <w:r w:rsidRPr="00897A77">
        <w:rPr>
          <w:rFonts w:eastAsia="Calibri" w:hint="eastAsia"/>
          <w:rtl/>
        </w:rPr>
        <w:t>کمپوزنگ</w:t>
      </w:r>
      <w:r w:rsidRPr="00897A77">
        <w:rPr>
          <w:rFonts w:eastAsia="Calibri"/>
          <w:rtl/>
        </w:rPr>
        <w:t xml:space="preserve"> ..........................محمد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ونس</w:t>
      </w:r>
      <w:r w:rsidRPr="00897A77">
        <w:rPr>
          <w:rFonts w:eastAsia="Calibri"/>
          <w:rtl/>
        </w:rPr>
        <w:t xml:space="preserve"> 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در</w:t>
      </w:r>
      <w:r w:rsidRPr="00897A77">
        <w:rPr>
          <w:rFonts w:eastAsia="Calibri" w:hint="cs"/>
          <w:rtl/>
        </w:rPr>
        <w:t>ی</w:t>
      </w:r>
    </w:p>
    <w:p w:rsidR="00897A77" w:rsidRPr="00897A77" w:rsidRDefault="00897A77" w:rsidP="00C04665">
      <w:pPr>
        <w:pStyle w:val="libCenterBold2"/>
        <w:rPr>
          <w:rFonts w:eastAsia="Calibri"/>
          <w:rtl/>
        </w:rPr>
      </w:pPr>
      <w:r w:rsidRPr="00897A77">
        <w:rPr>
          <w:rFonts w:eastAsia="Calibri" w:hint="eastAsia"/>
          <w:rtl/>
        </w:rPr>
        <w:t>طبع</w:t>
      </w:r>
      <w:r w:rsidRPr="00897A77">
        <w:rPr>
          <w:rFonts w:eastAsia="Calibri"/>
          <w:rtl/>
        </w:rPr>
        <w:t xml:space="preserve"> ..................................... اول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C04665" w:rsidRDefault="00897A77" w:rsidP="00467EE6">
      <w:pPr>
        <w:pStyle w:val="libAie"/>
        <w:rPr>
          <w:rFonts w:eastAsia="Calibri"/>
          <w:rtl/>
        </w:rPr>
      </w:pPr>
      <w:r w:rsidRPr="00C04665">
        <w:rPr>
          <w:rFonts w:eastAsia="Calibri" w:hint="eastAsia"/>
          <w:rtl/>
        </w:rPr>
        <w:t>بسم</w:t>
      </w:r>
      <w:r w:rsidRPr="00C04665">
        <w:rPr>
          <w:rFonts w:eastAsia="Calibri"/>
          <w:rtl/>
        </w:rPr>
        <w:t xml:space="preserve"> الل</w:t>
      </w:r>
      <w:r w:rsidR="00467EE6" w:rsidRPr="00467EE6">
        <w:rPr>
          <w:rFonts w:eastAsia="Calibri" w:hint="cs"/>
          <w:rtl/>
        </w:rPr>
        <w:t>ه</w:t>
      </w:r>
      <w:r w:rsidRPr="00467EE6">
        <w:rPr>
          <w:rFonts w:eastAsia="Calibri" w:hint="cs"/>
          <w:rtl/>
        </w:rPr>
        <w:t xml:space="preserve"> الرحمن الرح</w:t>
      </w:r>
      <w:r w:rsidRPr="00C04665">
        <w:rPr>
          <w:rFonts w:eastAsia="Calibri" w:hint="cs"/>
          <w:rtl/>
        </w:rPr>
        <w:t>ی</w:t>
      </w:r>
      <w:r w:rsidRPr="00C04665">
        <w:rPr>
          <w:rFonts w:eastAsia="Calibri" w:hint="eastAsia"/>
          <w:rtl/>
        </w:rPr>
        <w:t>م</w:t>
      </w:r>
    </w:p>
    <w:p w:rsidR="00897A77" w:rsidRPr="00C04665" w:rsidRDefault="00897A77" w:rsidP="00467EE6">
      <w:pPr>
        <w:pStyle w:val="libAie"/>
        <w:rPr>
          <w:rFonts w:eastAsia="Calibri"/>
          <w:rtl/>
        </w:rPr>
      </w:pPr>
      <w:r w:rsidRPr="00C04665">
        <w:rPr>
          <w:rFonts w:eastAsia="Calibri" w:hint="eastAsia"/>
          <w:rtl/>
        </w:rPr>
        <w:t>انا</w:t>
      </w:r>
      <w:r w:rsidRPr="00C04665">
        <w:rPr>
          <w:rFonts w:eastAsia="Calibri"/>
          <w:rtl/>
        </w:rPr>
        <w:t xml:space="preserve"> نحن نذلنا الذکر و انا ل</w:t>
      </w:r>
      <w:r w:rsidR="00467EE6" w:rsidRPr="00467EE6">
        <w:rPr>
          <w:rFonts w:eastAsia="Calibri" w:hint="cs"/>
          <w:rtl/>
        </w:rPr>
        <w:t>ه</w:t>
      </w:r>
      <w:r w:rsidRPr="00467EE6">
        <w:rPr>
          <w:rFonts w:eastAsia="Calibri" w:hint="cs"/>
          <w:rtl/>
        </w:rPr>
        <w:t xml:space="preserve"> لح</w:t>
      </w:r>
      <w:r w:rsidRPr="00C04665">
        <w:rPr>
          <w:rFonts w:eastAsia="Calibri"/>
          <w:rtl/>
        </w:rPr>
        <w:t>افظون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ترجمہ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نے قرآن کو نازل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اور ہم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کے حفاظت کرنے والے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1650EA" w:rsidRDefault="001650EA" w:rsidP="00897A77">
      <w:pPr>
        <w:pStyle w:val="libNormal"/>
        <w:rPr>
          <w:rFonts w:eastAsia="Calibri"/>
          <w:lang w:bidi="ur-PK"/>
        </w:rPr>
      </w:pPr>
    </w:p>
    <w:p w:rsidR="001650EA" w:rsidRDefault="001650EA" w:rsidP="00897A77">
      <w:pPr>
        <w:pStyle w:val="libNormal"/>
        <w:rPr>
          <w:rFonts w:eastAsia="Calibri"/>
          <w:lang w:bidi="ur-PK"/>
        </w:rPr>
      </w:pPr>
    </w:p>
    <w:p w:rsidR="00897A77" w:rsidRDefault="00897A77" w:rsidP="000C4A46">
      <w:pPr>
        <w:pStyle w:val="Heading1Center"/>
        <w:rPr>
          <w:rFonts w:eastAsia="Calibri"/>
          <w:lang w:bidi="ur-PK"/>
        </w:rPr>
      </w:pPr>
      <w:bookmarkStart w:id="0" w:name="_Toc427150616"/>
      <w:r w:rsidRPr="00897A77">
        <w:rPr>
          <w:rFonts w:eastAsia="Calibri" w:hint="eastAsia"/>
          <w:rtl/>
        </w:rPr>
        <w:t>حرف</w:t>
      </w:r>
      <w:r w:rsidRPr="00897A77">
        <w:rPr>
          <w:rFonts w:eastAsia="Calibri"/>
          <w:rtl/>
        </w:rPr>
        <w:t xml:space="preserve"> آغاز</w:t>
      </w:r>
      <w:bookmarkEnd w:id="0"/>
    </w:p>
    <w:p w:rsidR="001650EA" w:rsidRPr="00897A77" w:rsidRDefault="001650EA" w:rsidP="00897A77">
      <w:pPr>
        <w:pStyle w:val="libNormal"/>
        <w:rPr>
          <w:rFonts w:eastAsia="Calibri"/>
          <w:rtl/>
        </w:rPr>
      </w:pPr>
    </w:p>
    <w:p w:rsidR="001650EA" w:rsidRDefault="00897A77" w:rsidP="001650EA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پروردگار کا شکر گزار 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اور وہ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حمد و ثنا کا مستحق ہے جس نے ہم پر احسان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اور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امانت کو اٹھانے کے لائق سمجھا ،وہ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امانت جو اللہ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آخر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ابد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معجزہ ہے ،وہ معجزہ جو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وس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</w:t>
      </w:r>
      <w:r w:rsidRPr="00897A77">
        <w:rPr>
          <w:rFonts w:eastAsia="Calibri"/>
          <w:rtl/>
        </w:rPr>
        <w:t xml:space="preserve"> دسترخوان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مانند پورے عالم کے حقائق سے بھرا ہوا ہے اور ہم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شہ</w:t>
      </w:r>
      <w:r w:rsidRPr="00897A77">
        <w:rPr>
          <w:rFonts w:eastAsia="Calibri"/>
          <w:rtl/>
        </w:rPr>
        <w:t xml:space="preserve"> کے لئے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،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شکل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مطلق ،ک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نازل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تا کہ انسانو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سعادت کا 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بنے ،ا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کران</w:t>
      </w:r>
      <w:r w:rsidRPr="00897A77">
        <w:rPr>
          <w:rFonts w:eastAsia="Calibri"/>
          <w:rtl/>
        </w:rPr>
        <w:t xml:space="preserve"> سمندر ہے جس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چھوٹ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بڑ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تمام امواج بہت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اور 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اسرار پر مشتمل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،وہ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بہتر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ہدا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اور سعادت کا راستہ ہے ،ک</w:t>
      </w:r>
      <w:r w:rsidRPr="00897A77">
        <w:rPr>
          <w:rFonts w:eastAsia="Calibri" w:hint="eastAsia"/>
          <w:rtl/>
        </w:rPr>
        <w:t>تاب</w:t>
      </w:r>
      <w:r w:rsidRPr="00897A77">
        <w:rPr>
          <w:rFonts w:eastAsia="Calibri"/>
          <w:rtl/>
        </w:rPr>
        <w:t xml:space="preserve"> جو ہم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شہ</w:t>
      </w:r>
      <w:r w:rsidRPr="00897A77">
        <w:rPr>
          <w:rFonts w:eastAsia="Calibri"/>
          <w:rtl/>
        </w:rPr>
        <w:t xml:space="preserve"> پور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اور ہر معاشرے کے لئے زمان و مکان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چراغ</w:t>
      </w:r>
      <w:r w:rsidRPr="00897A77">
        <w:rPr>
          <w:rFonts w:eastAsia="Calibri"/>
          <w:rtl/>
        </w:rPr>
        <w:t xml:space="preserve"> ہدا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ہے ،اور 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امت</w:t>
      </w:r>
      <w:r w:rsidRPr="00897A77">
        <w:rPr>
          <w:rFonts w:eastAsia="Calibri"/>
          <w:rtl/>
        </w:rPr>
        <w:t xml:space="preserve"> تک گمراہ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ضلالت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مبتلا ء افراد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رہنمائ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رہے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،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کتاب ہر زمانے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نور اور ہر مرحلہ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بہتر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رہنما اور ہر خشک و تر کا ذکر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موجود ہے ،ان</w:t>
      </w:r>
      <w:r w:rsidRPr="00897A77">
        <w:rPr>
          <w:rFonts w:eastAsia="Calibri" w:hint="eastAsia"/>
          <w:rtl/>
        </w:rPr>
        <w:t>سان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زندگ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تمام پہلؤ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اور کائنات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ہر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ء</w:t>
      </w:r>
      <w:r w:rsidRPr="00897A77">
        <w:rPr>
          <w:rFonts w:eastAsia="Calibri"/>
          <w:rtl/>
        </w:rPr>
        <w:t xml:space="preserve"> کا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کھلا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ہے 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وہ کتاب ہے جس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ہر وقت اور ہم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شہ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حفاظت کرنے کا خود اللہ تبارک و تعال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نے وعدہ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ہے،اور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وعدہ کہ جس سے تخلف کرنا محال ہے ،ج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کہ ارشاد ہوتا ہے :</w:t>
      </w:r>
      <w:r w:rsidRPr="00B43BD8">
        <w:rPr>
          <w:rStyle w:val="libAieChar"/>
          <w:rFonts w:eastAsia="Calibri"/>
          <w:rtl/>
        </w:rPr>
        <w:t>''ان</w:t>
      </w:r>
      <w:r w:rsidRPr="00B43BD8">
        <w:rPr>
          <w:rStyle w:val="libAieChar"/>
          <w:rFonts w:eastAsia="Calibri" w:hint="eastAsia"/>
          <w:rtl/>
        </w:rPr>
        <w:t>ّ</w:t>
      </w:r>
      <w:r w:rsidRPr="00B43BD8">
        <w:rPr>
          <w:rStyle w:val="libAieChar"/>
          <w:rFonts w:eastAsia="Calibri"/>
          <w:rtl/>
        </w:rPr>
        <w:t xml:space="preserve"> وعد الل</w:t>
      </w:r>
      <w:r w:rsidR="00467EE6" w:rsidRPr="00467EE6">
        <w:rPr>
          <w:rStyle w:val="libAieChar"/>
          <w:rFonts w:eastAsia="Calibri" w:hint="cs"/>
          <w:rtl/>
        </w:rPr>
        <w:t>ه</w:t>
      </w:r>
      <w:r w:rsidRPr="00B43BD8">
        <w:rPr>
          <w:rStyle w:val="libAieChar"/>
          <w:rFonts w:eastAsia="Calibri"/>
          <w:rtl/>
        </w:rPr>
        <w:t xml:space="preserve"> حق''</w:t>
      </w:r>
      <w:r w:rsidRPr="00897A77">
        <w:rPr>
          <w:rFonts w:eastAsia="Calibri"/>
          <w:rtl/>
        </w:rPr>
        <w:t xml:space="preserve"> اس مختصر کتابچہ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جو مطالب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کئے گئے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وہ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سے مربوط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جسے</w:t>
      </w:r>
      <w:r w:rsidRPr="00897A77">
        <w:rPr>
          <w:rFonts w:eastAsia="Calibri"/>
          <w:rtl/>
        </w:rPr>
        <w:t xml:space="preserve"> علوم قرآن کے مباحث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بن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اہم مسئلہ سمجھا جاتا ہے ۔اور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مسئلہ تمام محقق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ن،مفسر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او ر اس کتاب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غور و خوض کرنے والو</w:t>
      </w:r>
      <w:r w:rsidR="001650EA">
        <w:rPr>
          <w:rFonts w:eastAsia="Calibri"/>
          <w:rtl/>
        </w:rPr>
        <w:t xml:space="preserve">ں </w:t>
      </w:r>
      <w:r w:rsidR="001650EA">
        <w:rPr>
          <w:rFonts w:eastAsia="Calibri"/>
          <w:rtl/>
          <w:lang w:bidi="ur-PK"/>
        </w:rPr>
        <w:t xml:space="preserve"> </w:t>
      </w:r>
      <w:r w:rsidRPr="00897A77">
        <w:rPr>
          <w:rFonts w:eastAsia="Calibri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نظر</w:t>
      </w:r>
      <w:r w:rsidR="001650EA">
        <w:rPr>
          <w:rFonts w:eastAsia="Calibri"/>
          <w:rtl/>
          <w:lang w:bidi="ur-PK"/>
        </w:rPr>
        <w:t xml:space="preserve"> 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1650EA">
        <w:rPr>
          <w:rFonts w:eastAsia="Calibri"/>
          <w:rtl/>
          <w:lang w:bidi="ur-PK"/>
        </w:rPr>
        <w:t xml:space="preserve"> </w:t>
      </w:r>
      <w:r w:rsidRPr="00897A77">
        <w:rPr>
          <w:rFonts w:eastAsia="Calibri" w:hint="eastAsia"/>
          <w:rtl/>
        </w:rPr>
        <w:t>بہت</w:t>
      </w:r>
      <w:r w:rsidRPr="00897A77">
        <w:rPr>
          <w:rFonts w:eastAsia="Calibri"/>
          <w:rtl/>
        </w:rPr>
        <w:t xml:space="preserve"> اہم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کا حامل ہے ۔اس لئے اس کے تمام پہلوؤ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پر گفتگو اور وضاحت</w:t>
      </w:r>
      <w:r w:rsidR="001650EA">
        <w:rPr>
          <w:rFonts w:eastAsia="Calibri"/>
          <w:rtl/>
          <w:lang w:bidi="ur-PK"/>
        </w:rPr>
        <w:t xml:space="preserve"> </w:t>
      </w:r>
      <w:r w:rsidRPr="00897A77">
        <w:rPr>
          <w:rFonts w:eastAsia="Calibri" w:hint="eastAsia"/>
          <w:rtl/>
        </w:rPr>
        <w:t>ضرور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1650EA">
      <w:pPr>
        <w:pStyle w:val="libNormal"/>
        <w:rPr>
          <w:rFonts w:eastAsia="Calibri"/>
          <w:rtl/>
        </w:rPr>
      </w:pPr>
    </w:p>
    <w:p w:rsidR="00897A77" w:rsidRPr="00897A77" w:rsidRDefault="00897A77" w:rsidP="008D5FC6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مسئلہ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بار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ساتھ غور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جائے تو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کہا جاسکتا ہے 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کا مسئلہ اسلام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فرقو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نسبت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بجائے خود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نما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ہے ،خصوصاً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مذہب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جس کے اعتقادات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</w:t>
      </w:r>
      <w:r w:rsidRPr="00897A77">
        <w:rPr>
          <w:rFonts w:eastAsia="Calibri"/>
          <w:rtl/>
        </w:rPr>
        <w:t xml:space="preserve"> عدم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ہو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تہمت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سراسر جھو</w:t>
      </w:r>
      <w:r w:rsidRPr="00897A77">
        <w:rPr>
          <w:rFonts w:eastAsia="Calibri" w:hint="eastAsia"/>
          <w:rtl/>
        </w:rPr>
        <w:t>ٹ</w:t>
      </w:r>
      <w:r w:rsidRPr="00897A77">
        <w:rPr>
          <w:rFonts w:eastAsia="Calibri"/>
          <w:rtl/>
        </w:rPr>
        <w:t xml:space="preserve"> اور بہتان ہے ۔عنقر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ب</w:t>
      </w:r>
      <w:r w:rsidRPr="00897A77">
        <w:rPr>
          <w:rFonts w:eastAsia="Calibri"/>
          <w:rtl/>
        </w:rPr>
        <w:t xml:space="preserve"> ان اہم مطالب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توض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اور تشر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کے دوران اس مسئلے پر مختلف پہلوؤ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سے تحقےق کرکے ےہ ثابت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گے کہ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نہ صرف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کے معتقد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بلکہ اپنے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دے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</w:t>
      </w:r>
      <w:r w:rsidRPr="00897A77">
        <w:rPr>
          <w:rFonts w:eastAsia="Calibri"/>
          <w:rtl/>
        </w:rPr>
        <w:t xml:space="preserve"> پر وہ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ہو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سکتے ۔ک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اگر وہ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="008D5FC6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کے</w:t>
      </w:r>
      <w:r w:rsidRPr="00897A77">
        <w:rPr>
          <w:rFonts w:eastAsia="Calibri"/>
          <w:rtl/>
        </w:rPr>
        <w:t xml:space="preserve"> قائل ہو جائ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تو ان کے اعتقادات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</w:t>
      </w:r>
      <w:r w:rsidRPr="00897A77">
        <w:rPr>
          <w:rFonts w:eastAsia="Calibri"/>
          <w:rtl/>
        </w:rPr>
        <w:t xml:space="preserve"> ڈھ جائے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آئ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اس 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اجتماع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جہا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بڑے بڑے دانشور ،علماء اور مذہب</w:t>
      </w:r>
      <w:r w:rsidRPr="00897A77">
        <w:rPr>
          <w:rFonts w:eastAsia="Calibri" w:hint="cs"/>
          <w:rtl/>
        </w:rPr>
        <w:t>ی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۔اس تحری</w:t>
      </w:r>
      <w:r w:rsidR="00897A77" w:rsidRPr="00897A77">
        <w:rPr>
          <w:rFonts w:hint="eastAsia"/>
          <w:rtl/>
        </w:rPr>
        <w:t>ر</w:t>
      </w:r>
      <w:r w:rsidR="00897A77" w:rsidRPr="00897A77">
        <w:rPr>
          <w:rtl/>
        </w:rPr>
        <w:t xml:space="preserve"> کو سب سے پہلے ا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ک</w:t>
      </w:r>
      <w:r w:rsidR="00897A77" w:rsidRPr="00897A77">
        <w:rPr>
          <w:rtl/>
        </w:rPr>
        <w:t xml:space="preserve"> علم</w:t>
      </w:r>
      <w:r w:rsidR="00897A77" w:rsidRPr="00897A77">
        <w:rPr>
          <w:rFonts w:hint="cs"/>
          <w:rtl/>
        </w:rPr>
        <w:t>ی</w:t>
      </w:r>
      <w:r w:rsidR="00897A77" w:rsidRPr="00897A77">
        <w:rPr>
          <w:rtl/>
        </w:rPr>
        <w:t xml:space="preserve"> کانفرس م</w:t>
      </w:r>
      <w:r w:rsidR="00897A77" w:rsidRPr="00897A77">
        <w:rPr>
          <w:rFonts w:hint="cs"/>
          <w:rtl/>
        </w:rPr>
        <w:t>ی</w:t>
      </w:r>
      <w:r w:rsidR="001650EA">
        <w:rPr>
          <w:rFonts w:hint="eastAsia"/>
          <w:rtl/>
        </w:rPr>
        <w:t xml:space="preserve">ں </w:t>
      </w:r>
      <w:r w:rsidR="00897A77" w:rsidRPr="00897A77">
        <w:rPr>
          <w:rtl/>
        </w:rPr>
        <w:t xml:space="preserve"> پ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ش</w:t>
      </w:r>
      <w:r w:rsidR="00897A77" w:rsidRPr="00897A77">
        <w:rPr>
          <w:rtl/>
        </w:rPr>
        <w:t xml:space="preserve"> ک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ا</w:t>
      </w:r>
      <w:r w:rsidR="00897A77" w:rsidRPr="00897A77">
        <w:rPr>
          <w:rtl/>
        </w:rPr>
        <w:t xml:space="preserve"> گ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ا</w:t>
      </w:r>
      <w:r w:rsidR="00897A77" w:rsidRPr="00897A77">
        <w:rPr>
          <w:rtl/>
        </w:rPr>
        <w:t xml:space="preserve"> تھا (اس عظ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م</w:t>
      </w:r>
      <w:r w:rsidR="00897A77" w:rsidRPr="00897A77">
        <w:rPr>
          <w:rtl/>
        </w:rPr>
        <w:t xml:space="preserve"> اجتماع) سے مراد 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ہ</w:t>
      </w:r>
      <w:r w:rsidR="00897A77" w:rsidRPr="00897A77">
        <w:rPr>
          <w:rFonts w:hint="cs"/>
          <w:rtl/>
        </w:rPr>
        <w:t>ی</w:t>
      </w:r>
      <w:r w:rsidR="00897A77" w:rsidRPr="00897A77">
        <w:rPr>
          <w:rtl/>
        </w:rPr>
        <w:t xml:space="preserve"> کانفرنس ہے ۔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1650EA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شخص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موجود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>'' عالم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اعلان ''شا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>۔تمام مذاہب ،طبقات ،ملل،اقوام ،اور 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کو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بتائ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کہ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حضور اکرمؐ پر نزول کے زمانے سے لے کر آج تک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سے محفوظ رہا اور 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امت</w:t>
      </w:r>
      <w:r w:rsidRPr="00897A77">
        <w:rPr>
          <w:rFonts w:eastAsia="Calibri"/>
          <w:rtl/>
        </w:rPr>
        <w:t xml:space="preserve"> تک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کرسکتا</w:t>
      </w:r>
      <w:r w:rsidRPr="00897A77">
        <w:rPr>
          <w:rFonts w:eastAsia="Calibri"/>
          <w:rtl/>
        </w:rPr>
        <w:t>۔ا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کہ ہم </w:t>
      </w: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مسئلہ کو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قض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خارج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طور پر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/>
          <w:rtl/>
        </w:rPr>
        <w:t xml:space="preserve"> کر کے ک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اب تک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بلکہ ہم اس مسئلہ کو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''قض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''کے طور پر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اللہ تبارک و تعال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قطع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سنت قرآن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ہونا محال ہے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شخص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گروہ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الٰہ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کرنے پر قادر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مقدس کتاب اور ابد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معجزہ ہے جو خود ہر زمان و مکان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سے محفوظ ہونے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مدّع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مانند لانے کو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لنج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 اس مختصر کتابچہ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مسئلہ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تمام پہلوؤ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پر تفص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بح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کرنے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گنجائش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اگر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مسئلہ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تفص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بحث کرنا چاہے تو کئ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جلدو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پر مشتمل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کتاب بن جائے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ہم اس کے اہم نکات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چند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کا جائزہ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چاہتے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مختصراً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="001650EA">
        <w:rPr>
          <w:rFonts w:eastAsia="Calibri"/>
          <w:rtl/>
          <w:lang w:bidi="ur-PK"/>
        </w:rPr>
        <w:t xml:space="preserve"> </w:t>
      </w:r>
      <w:r w:rsidRPr="00897A77">
        <w:rPr>
          <w:rFonts w:eastAsia="Calibri" w:hint="eastAsia"/>
          <w:rtl/>
        </w:rPr>
        <w:t>ہوئے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تا</w:t>
      </w:r>
      <w:r w:rsidRPr="00897A77">
        <w:rPr>
          <w:rFonts w:eastAsia="Calibri"/>
          <w:rtl/>
        </w:rPr>
        <w:t xml:space="preserve"> کہ اس بحث کے چند نما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="001650EA">
        <w:rPr>
          <w:rFonts w:eastAsia="Calibri" w:hint="eastAsia"/>
          <w:rtl/>
        </w:rPr>
        <w:t xml:space="preserve">ں </w:t>
      </w:r>
      <w:r w:rsidR="001650EA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پہلوؤ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کو</w:t>
      </w:r>
      <w:r w:rsidRPr="00897A77">
        <w:rPr>
          <w:rFonts w:eastAsia="Calibri"/>
          <w:rtl/>
        </w:rPr>
        <w:t xml:space="preserve"> واضح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جاسکے۔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1" w:name="_Toc427150617"/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مطلب</w:t>
      </w:r>
      <w:bookmarkEnd w:id="1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2" w:name="_Toc427150618"/>
      <w:r w:rsidRPr="00897A77">
        <w:rPr>
          <w:rFonts w:eastAsia="Calibri" w:hint="eastAsia"/>
          <w:rtl/>
        </w:rPr>
        <w:t>لفظ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bookmarkEnd w:id="2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باب '' تفع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>'' کا مصدر ہے جو لفظ ''حرف'' سے مشتق ہے جس کے لغو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کے کنارہ اور طرف کے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کے کنارے اور طرف سے کچھ حصہ کے ضائع کرنے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ہونے کو کہا جاتا ہے ۔ لہٰذا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لانے اور اس کے اطراف اور گوشہ سے کچھ کم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ضائع کرنے کو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کہتے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۔خداوند عالم قرآن مج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فرماتا ہے: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751D0E">
        <w:rPr>
          <w:rStyle w:val="libAieChar"/>
          <w:rFonts w:eastAsia="Calibri"/>
          <w:rtl/>
        </w:rPr>
        <w:t xml:space="preserve">''و من النّاس من </w:t>
      </w:r>
      <w:r w:rsidRPr="00751D0E">
        <w:rPr>
          <w:rStyle w:val="libAieChar"/>
          <w:rFonts w:eastAsia="Calibri" w:hint="cs"/>
          <w:rtl/>
        </w:rPr>
        <w:t>ی</w:t>
      </w:r>
      <w:r w:rsidRPr="00751D0E">
        <w:rPr>
          <w:rStyle w:val="libAieChar"/>
          <w:rFonts w:eastAsia="Calibri" w:hint="eastAsia"/>
          <w:rtl/>
        </w:rPr>
        <w:t>عبد</w:t>
      </w:r>
      <w:r w:rsidRPr="00751D0E">
        <w:rPr>
          <w:rStyle w:val="libAieChar"/>
          <w:rFonts w:eastAsia="Calibri"/>
          <w:rtl/>
        </w:rPr>
        <w:t xml:space="preserve"> الل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 xml:space="preserve"> عل</w:t>
      </w:r>
      <w:r w:rsidRPr="00751D0E">
        <w:rPr>
          <w:rStyle w:val="libAieChar"/>
          <w:rFonts w:eastAsia="Calibri" w:hint="cs"/>
          <w:rtl/>
        </w:rPr>
        <w:t>یٰ</w:t>
      </w:r>
      <w:r w:rsidRPr="00751D0E">
        <w:rPr>
          <w:rStyle w:val="libAieChar"/>
          <w:rFonts w:eastAsia="Calibri"/>
          <w:rtl/>
        </w:rPr>
        <w:t xml:space="preserve"> حرفٍ''</w:t>
      </w:r>
      <w:r w:rsidRPr="00897A77">
        <w:rPr>
          <w:rFonts w:eastAsia="Calibri"/>
          <w:rtl/>
        </w:rPr>
        <w:t>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بعض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جو کنارے ہو کر خدا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عبادت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وہ لوگ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جن کو اپنے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پر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لوگ ان افراد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مانند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جو جنگ کے دوران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کنارے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کھڑے ہو کر لشکرو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ما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ہونے وال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جنگ کو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کھ</w:t>
      </w:r>
      <w:r w:rsidRPr="00897A77">
        <w:rPr>
          <w:rFonts w:eastAsia="Calibri"/>
          <w:rtl/>
        </w:rPr>
        <w:t xml:space="preserve"> رہے 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،اگر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اطراف کام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نظر آئے تو مال غن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مت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خاطر جا کر شامل ہوتے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ورنہ</w:t>
      </w:r>
      <w:r w:rsidRPr="00897A77">
        <w:rPr>
          <w:rFonts w:eastAsia="Calibri"/>
          <w:rtl/>
        </w:rPr>
        <w:t xml:space="preserve"> راہ فرار اخت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ار</w:t>
      </w:r>
      <w:r w:rsidRPr="00897A77">
        <w:rPr>
          <w:rFonts w:eastAsia="Calibri"/>
          <w:rtl/>
        </w:rPr>
        <w:t xml:space="preserve">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2</w:t>
      </w:r>
      <w:r w:rsidRPr="00514710">
        <w:rPr>
          <w:rStyle w:val="libFootnotenumChar"/>
          <w:rFonts w:hint="cs"/>
          <w:rtl/>
        </w:rPr>
        <w:t>)</w:t>
      </w:r>
      <w:r w:rsidR="00751D0E">
        <w:rPr>
          <w:rFonts w:eastAsia="Calibri" w:hint="cs"/>
          <w:rtl/>
        </w:rPr>
        <w:t xml:space="preserve"> 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۔حج/</w:t>
      </w:r>
      <w:r w:rsidRPr="00514710">
        <w:rPr>
          <w:rFonts w:hint="cs"/>
          <w:rtl/>
        </w:rPr>
        <w:t>22</w:t>
      </w:r>
      <w:r w:rsidR="00897A77" w:rsidRPr="00897A77">
        <w:rPr>
          <w:rFonts w:hint="cs"/>
          <w:rtl/>
        </w:rPr>
        <w:t>،</w:t>
      </w:r>
      <w:r w:rsidRPr="00514710">
        <w:rPr>
          <w:rFonts w:hint="cs"/>
          <w:rtl/>
        </w:rPr>
        <w:t>11</w:t>
      </w:r>
    </w:p>
    <w:p w:rsidR="001650EA" w:rsidRPr="00B43BD8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۔کشاف ج</w:t>
      </w: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ص</w:t>
      </w:r>
      <w:r w:rsidRPr="00514710">
        <w:rPr>
          <w:rFonts w:hint="cs"/>
          <w:rtl/>
        </w:rPr>
        <w:t>126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751D0E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پس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لغت کے اعتبار سے ہر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جا بجا ہونے کو کہا</w:t>
      </w:r>
      <w:r w:rsidR="00897A77" w:rsidRPr="00897A77">
        <w:rPr>
          <w:rFonts w:eastAsia="Calibri" w:hint="eastAsia"/>
          <w:rtl/>
        </w:rPr>
        <w:t>جاتا</w:t>
      </w:r>
      <w:r w:rsidR="00897A77" w:rsidRPr="00897A77">
        <w:rPr>
          <w:rFonts w:eastAsia="Calibri"/>
          <w:rtl/>
        </w:rPr>
        <w:t xml:space="preserve"> ہے ۔لہٰذا ہم کہہ سکتے 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کہ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سے ہم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شہ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لفظ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سمجھ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آتا ہے 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کن</w:t>
      </w:r>
      <w:r w:rsidR="00897A77" w:rsidRPr="00897A77">
        <w:rPr>
          <w:rFonts w:eastAsia="Calibri"/>
          <w:rtl/>
        </w:rPr>
        <w:t xml:space="preserve"> قرآن کر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م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/>
          <w:rtl/>
        </w:rPr>
        <w:t xml:space="preserve"> قر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نہ</w:t>
      </w:r>
      <w:r w:rsidR="00897A77" w:rsidRPr="00897A77">
        <w:rPr>
          <w:rFonts w:eastAsia="Calibri"/>
          <w:rtl/>
        </w:rPr>
        <w:t xml:space="preserve"> کے موجود ہونے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بنا پر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کا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/>
          <w:rtl/>
        </w:rPr>
        <w:t xml:space="preserve"> ثانو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ظہور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عن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معنو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کا مفہوم بھ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نظر آتا ہے ۔ج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سا</w:t>
      </w:r>
      <w:r w:rsidR="00897A77" w:rsidRPr="00897A77">
        <w:rPr>
          <w:rFonts w:eastAsia="Calibri"/>
          <w:rtl/>
        </w:rPr>
        <w:t xml:space="preserve"> کہ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ہود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علماء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مذمت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ارشاد</w:t>
      </w:r>
      <w:r w:rsidR="00897A77" w:rsidRPr="00897A77">
        <w:rPr>
          <w:rFonts w:eastAsia="Calibri" w:hint="eastAsia"/>
          <w:rtl/>
        </w:rPr>
        <w:t>ہوا</w:t>
      </w:r>
      <w:r w:rsidR="00897A77" w:rsidRPr="00897A77">
        <w:rPr>
          <w:rFonts w:eastAsia="Calibri"/>
          <w:rtl/>
        </w:rPr>
        <w:t>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751D0E">
        <w:rPr>
          <w:rStyle w:val="libAieChar"/>
          <w:rFonts w:eastAsia="Calibri"/>
          <w:rtl/>
        </w:rPr>
        <w:t>''و</w:t>
      </w:r>
      <w:r w:rsidRPr="00751D0E">
        <w:rPr>
          <w:rStyle w:val="libAieChar"/>
          <w:rFonts w:eastAsia="Calibri" w:hint="cs"/>
          <w:rtl/>
        </w:rPr>
        <w:t>ی</w:t>
      </w:r>
      <w:r w:rsidRPr="00751D0E">
        <w:rPr>
          <w:rStyle w:val="libAieChar"/>
          <w:rFonts w:eastAsia="Calibri" w:hint="eastAsia"/>
          <w:rtl/>
        </w:rPr>
        <w:t>حرفون</w:t>
      </w:r>
      <w:r w:rsidRPr="00751D0E">
        <w:rPr>
          <w:rStyle w:val="libAieChar"/>
          <w:rFonts w:eastAsia="Calibri"/>
          <w:rtl/>
        </w:rPr>
        <w:t xml:space="preserve"> الکلم عن مواضع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>''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تورات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کلام حق کو اس کے محل و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مقاصد الٰہ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اور کلام حق کو اس کے ظاہر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پر محمول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کرتے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لفظ ''عن مواضعہ ''تحر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معنو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ہونے پر واضح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اور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ہے لہٰذا راغب اصفہان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نے صرف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بلکہ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الکلام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لکھا ہے ۔</w:t>
      </w:r>
    </w:p>
    <w:p w:rsidR="007757B4" w:rsidRPr="00897A77" w:rsidRDefault="00897A77" w:rsidP="007757B4">
      <w:pPr>
        <w:pStyle w:val="libNormal"/>
        <w:rPr>
          <w:rFonts w:eastAsia="Calibri"/>
          <w:rtl/>
        </w:rPr>
      </w:pPr>
      <w:r w:rsidRPr="00751D0E">
        <w:rPr>
          <w:rStyle w:val="libArabicChar"/>
          <w:rFonts w:eastAsia="Calibri" w:hint="eastAsia"/>
          <w:rtl/>
        </w:rPr>
        <w:t>تحر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 w:hint="eastAsia"/>
          <w:rtl/>
        </w:rPr>
        <w:t>ف</w:t>
      </w:r>
      <w:r w:rsidRPr="00751D0E">
        <w:rPr>
          <w:rStyle w:val="libArabicChar"/>
          <w:rFonts w:eastAsia="Calibri"/>
          <w:rtl/>
        </w:rPr>
        <w:t xml:space="preserve"> الکلام ،ان تجعل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عل</w:t>
      </w:r>
      <w:r w:rsidRPr="00751D0E">
        <w:rPr>
          <w:rStyle w:val="libArabicChar"/>
          <w:rFonts w:eastAsia="Calibri" w:hint="cs"/>
          <w:rtl/>
        </w:rPr>
        <w:t>یٰ</w:t>
      </w:r>
      <w:r w:rsidRPr="00751D0E">
        <w:rPr>
          <w:rStyle w:val="libArabicChar"/>
          <w:rFonts w:eastAsia="Calibri"/>
          <w:rtl/>
        </w:rPr>
        <w:t xml:space="preserve"> حرفٍ من الاحتمال 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 w:hint="eastAsia"/>
          <w:rtl/>
        </w:rPr>
        <w:t>مکن</w:t>
      </w:r>
      <w:r w:rsidRPr="00751D0E">
        <w:rPr>
          <w:rStyle w:val="libArabicChar"/>
          <w:rFonts w:eastAsia="Calibri"/>
          <w:rtl/>
        </w:rPr>
        <w:t xml:space="preserve"> حمل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عل</w:t>
      </w:r>
      <w:r w:rsidRPr="00751D0E">
        <w:rPr>
          <w:rStyle w:val="libArabicChar"/>
          <w:rFonts w:eastAsia="Calibri" w:hint="cs"/>
          <w:rtl/>
        </w:rPr>
        <w:t>یٰ</w:t>
      </w:r>
      <w:r w:rsidRPr="00751D0E">
        <w:rPr>
          <w:rStyle w:val="libArabicChar"/>
          <w:rFonts w:eastAsia="Calibri"/>
          <w:rtl/>
        </w:rPr>
        <w:t xml:space="preserve"> الوج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 w:hint="eastAsia"/>
          <w:rtl/>
        </w:rPr>
        <w:t>ن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2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کلام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طرح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لانا کہ جس سے اس کلام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دو احتمال ہو سکتے 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واضح ہے کہ راغب کا مقصد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سے اس کے لغو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وضاحت کرنا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بلکہ اس کا مقصد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معنو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 س</w:t>
      </w:r>
      <w:r w:rsidRPr="00897A77">
        <w:rPr>
          <w:rFonts w:eastAsia="Calibri" w:hint="eastAsia"/>
          <w:rtl/>
        </w:rPr>
        <w:t>مجھانا</w:t>
      </w:r>
      <w:r w:rsidRPr="00897A77">
        <w:rPr>
          <w:rFonts w:eastAsia="Calibri"/>
          <w:rtl/>
        </w:rPr>
        <w:t xml:space="preserve"> ہے جس کا</w:t>
      </w:r>
      <w:r w:rsidR="007757B4" w:rsidRPr="007757B4">
        <w:rPr>
          <w:rFonts w:eastAsia="Calibri" w:hint="eastAsia"/>
          <w:rtl/>
        </w:rPr>
        <w:t xml:space="preserve"> </w:t>
      </w:r>
      <w:r w:rsidR="007757B4" w:rsidRPr="00897A77">
        <w:rPr>
          <w:rFonts w:eastAsia="Calibri" w:hint="eastAsia"/>
          <w:rtl/>
        </w:rPr>
        <w:t>ذکرآ</w:t>
      </w:r>
      <w:r w:rsidR="007757B4" w:rsidRPr="00897A77">
        <w:rPr>
          <w:rFonts w:eastAsia="Calibri" w:hint="cs"/>
          <w:rtl/>
        </w:rPr>
        <w:t>ی</w:t>
      </w:r>
      <w:r w:rsidR="007757B4" w:rsidRPr="00897A77">
        <w:rPr>
          <w:rFonts w:eastAsia="Calibri" w:hint="eastAsia"/>
          <w:rtl/>
        </w:rPr>
        <w:t>ت</w:t>
      </w:r>
      <w:r w:rsidR="007757B4" w:rsidRPr="00897A77">
        <w:rPr>
          <w:rFonts w:eastAsia="Calibri"/>
          <w:rtl/>
        </w:rPr>
        <w:t xml:space="preserve"> شر</w:t>
      </w:r>
      <w:r w:rsidR="007757B4" w:rsidRPr="00897A77">
        <w:rPr>
          <w:rFonts w:eastAsia="Calibri" w:hint="cs"/>
          <w:rtl/>
        </w:rPr>
        <w:t>ی</w:t>
      </w:r>
      <w:r w:rsidR="007757B4" w:rsidRPr="00897A77">
        <w:rPr>
          <w:rFonts w:eastAsia="Calibri" w:hint="eastAsia"/>
          <w:rtl/>
        </w:rPr>
        <w:t>فہ</w:t>
      </w:r>
      <w:r w:rsidR="007757B4" w:rsidRPr="00897A77">
        <w:rPr>
          <w:rFonts w:eastAsia="Calibri"/>
          <w:rtl/>
        </w:rPr>
        <w:t xml:space="preserve"> م</w:t>
      </w:r>
      <w:r w:rsidR="007757B4" w:rsidRPr="00897A77">
        <w:rPr>
          <w:rFonts w:eastAsia="Calibri" w:hint="cs"/>
          <w:rtl/>
        </w:rPr>
        <w:t>ی</w:t>
      </w:r>
      <w:r w:rsidR="007757B4">
        <w:rPr>
          <w:rFonts w:eastAsia="Calibri" w:hint="eastAsia"/>
          <w:rtl/>
        </w:rPr>
        <w:t xml:space="preserve">ں </w:t>
      </w:r>
      <w:r w:rsidR="007757B4" w:rsidRPr="00897A77">
        <w:rPr>
          <w:rFonts w:eastAsia="Calibri"/>
          <w:rtl/>
        </w:rPr>
        <w:t xml:space="preserve"> ہوا ہے۔</w:t>
      </w:r>
    </w:p>
    <w:p w:rsidR="00897A77" w:rsidRPr="007757B4" w:rsidRDefault="00897A77" w:rsidP="007757B4">
      <w:pPr>
        <w:pStyle w:val="libNormal"/>
        <w:rPr>
          <w:rFonts w:eastAsia="Calibri"/>
          <w:rtl/>
        </w:rPr>
      </w:pP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</w:t>
      </w:r>
    </w:p>
    <w:p w:rsidR="00897A77" w:rsidRPr="00897A77" w:rsidRDefault="00514710" w:rsidP="00751D0E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۔نسائ/</w:t>
      </w:r>
      <w:r w:rsidRPr="00514710">
        <w:rPr>
          <w:rFonts w:hint="cs"/>
          <w:rtl/>
        </w:rPr>
        <w:t>4</w:t>
      </w:r>
      <w:r w:rsidR="00897A77" w:rsidRPr="00897A77">
        <w:rPr>
          <w:rFonts w:hint="cs"/>
          <w:rtl/>
        </w:rPr>
        <w:t>،</w:t>
      </w:r>
      <w:r w:rsidRPr="00514710">
        <w:rPr>
          <w:rFonts w:hint="cs"/>
          <w:rtl/>
        </w:rPr>
        <w:t>46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 xml:space="preserve">۔مفردات ص </w:t>
      </w:r>
      <w:r w:rsidRPr="00514710">
        <w:rPr>
          <w:rFonts w:hint="cs"/>
          <w:rtl/>
        </w:rPr>
        <w:t>112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فخر</w:t>
      </w:r>
      <w:r w:rsidRPr="00897A77">
        <w:rPr>
          <w:rFonts w:eastAsia="Calibri"/>
          <w:rtl/>
        </w:rPr>
        <w:t xml:space="preserve"> راز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نے 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اور وضاحت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احتمالات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/>
          <w:rtl/>
        </w:rPr>
        <w:t xml:space="preserve"> کئے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بعض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لفظ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ساتھ مناسبت رکھتے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آخر کس</w:t>
      </w:r>
      <w:r w:rsidRPr="00897A77">
        <w:rPr>
          <w:rFonts w:eastAsia="Calibri" w:hint="cs"/>
          <w:rtl/>
        </w:rPr>
        <w:t>ی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معنو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قوک قرار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اور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کہتا ہے :</w:t>
      </w:r>
    </w:p>
    <w:p w:rsidR="00897A77" w:rsidRPr="00897A77" w:rsidRDefault="00897A77" w:rsidP="00467EE6">
      <w:pPr>
        <w:pStyle w:val="libNormal"/>
        <w:rPr>
          <w:rFonts w:eastAsia="Calibri"/>
          <w:rtl/>
        </w:rPr>
      </w:pPr>
      <w:r w:rsidRPr="00751D0E">
        <w:rPr>
          <w:rStyle w:val="libArabicChar"/>
          <w:rFonts w:eastAsia="Calibri"/>
          <w:rtl/>
        </w:rPr>
        <w:t>''ان المراد بالتحر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 w:hint="eastAsia"/>
          <w:rtl/>
        </w:rPr>
        <w:t>ف</w:t>
      </w:r>
      <w:r w:rsidRPr="00751D0E">
        <w:rPr>
          <w:rStyle w:val="libArabicChar"/>
          <w:rFonts w:eastAsia="Calibri"/>
          <w:rtl/>
        </w:rPr>
        <w:t xml:space="preserve"> القاء الشب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الباطل</w:t>
      </w:r>
      <w:r w:rsidR="00467EE6" w:rsidRPr="00467EE6">
        <w:rPr>
          <w:rStyle w:val="libArabicChar"/>
          <w:rFonts w:eastAsia="Calibri" w:hint="cs"/>
          <w:rtl/>
        </w:rPr>
        <w:t>ة</w:t>
      </w:r>
      <w:r w:rsidRPr="00751D0E">
        <w:rPr>
          <w:rStyle w:val="libArabicChar"/>
          <w:rFonts w:eastAsia="Calibri"/>
          <w:rtl/>
        </w:rPr>
        <w:t xml:space="preserve"> والت</w:t>
      </w:r>
      <w:r w:rsidRPr="00751D0E">
        <w:rPr>
          <w:rStyle w:val="libArabicChar"/>
          <w:rFonts w:eastAsia="Calibri" w:hint="cs"/>
          <w:rtl/>
        </w:rPr>
        <w:t>أوی</w:t>
      </w:r>
      <w:r w:rsidRPr="00751D0E">
        <w:rPr>
          <w:rStyle w:val="libArabicChar"/>
          <w:rFonts w:eastAsia="Calibri" w:hint="eastAsia"/>
          <w:rtl/>
        </w:rPr>
        <w:t>لات</w:t>
      </w:r>
      <w:r w:rsidRPr="00751D0E">
        <w:rPr>
          <w:rStyle w:val="libArabicChar"/>
          <w:rFonts w:eastAsia="Calibri"/>
          <w:rtl/>
        </w:rPr>
        <w:t xml:space="preserve"> الفاسد</w:t>
      </w:r>
      <w:r w:rsidR="00467EE6" w:rsidRPr="00467EE6">
        <w:rPr>
          <w:rStyle w:val="libArabicChar"/>
          <w:rFonts w:eastAsia="Calibri" w:hint="cs"/>
          <w:rtl/>
        </w:rPr>
        <w:t>ة</w:t>
      </w:r>
      <w:r w:rsidRPr="00751D0E">
        <w:rPr>
          <w:rStyle w:val="libArabicChar"/>
          <w:rFonts w:eastAsia="Calibri"/>
          <w:rtl/>
        </w:rPr>
        <w:t xml:space="preserve"> و صرف اللفظ عن معنا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الحق ال</w:t>
      </w:r>
      <w:r w:rsidRPr="00751D0E">
        <w:rPr>
          <w:rStyle w:val="libArabicChar"/>
          <w:rFonts w:eastAsia="Calibri" w:hint="cs"/>
          <w:rtl/>
        </w:rPr>
        <w:t>یٰ</w:t>
      </w:r>
      <w:r w:rsidRPr="00751D0E">
        <w:rPr>
          <w:rStyle w:val="libArabicChar"/>
          <w:rFonts w:eastAsia="Calibri"/>
          <w:rtl/>
        </w:rPr>
        <w:t xml:space="preserve"> معن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/>
          <w:rtl/>
        </w:rPr>
        <w:t xml:space="preserve"> باطلٍ بوجو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الح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 w:hint="eastAsia"/>
          <w:rtl/>
        </w:rPr>
        <w:t>ل</w:t>
      </w:r>
      <w:r w:rsidRPr="00751D0E">
        <w:rPr>
          <w:rStyle w:val="libArabicChar"/>
          <w:rFonts w:eastAsia="Calibri"/>
          <w:rtl/>
        </w:rPr>
        <w:t xml:space="preserve"> اللفظ</w:t>
      </w:r>
      <w:r w:rsidRPr="00751D0E">
        <w:rPr>
          <w:rStyle w:val="libArabicChar"/>
          <w:rFonts w:eastAsia="Calibri" w:hint="cs"/>
          <w:rtl/>
        </w:rPr>
        <w:t>ی</w:t>
      </w:r>
      <w:r w:rsidR="00467EE6" w:rsidRPr="00467EE6">
        <w:rPr>
          <w:rStyle w:val="libArabicChar"/>
          <w:rFonts w:eastAsia="Calibri" w:hint="cs"/>
          <w:rtl/>
        </w:rPr>
        <w:t>ة</w:t>
      </w:r>
      <w:r w:rsidRPr="00751D0E">
        <w:rPr>
          <w:rStyle w:val="libArabicChar"/>
          <w:rFonts w:eastAsia="Calibri"/>
          <w:rtl/>
        </w:rPr>
        <w:t xml:space="preserve"> کما 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 w:hint="eastAsia"/>
          <w:rtl/>
        </w:rPr>
        <w:t>فعل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751D0E">
        <w:rPr>
          <w:rStyle w:val="libArabicChar"/>
          <w:rFonts w:eastAsia="Calibri"/>
          <w:rtl/>
        </w:rPr>
        <w:t xml:space="preserve"> ا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>ل ال</w:t>
      </w:r>
      <w:r w:rsidRPr="00751D0E">
        <w:rPr>
          <w:rStyle w:val="libArabicChar"/>
          <w:rFonts w:eastAsia="Calibri"/>
          <w:rtl/>
        </w:rPr>
        <w:t>بدع</w:t>
      </w:r>
      <w:r w:rsidR="00467EE6" w:rsidRPr="00467EE6">
        <w:rPr>
          <w:rStyle w:val="libArabicChar"/>
          <w:rFonts w:eastAsia="Calibri" w:hint="cs"/>
          <w:rtl/>
        </w:rPr>
        <w:t>ة</w:t>
      </w:r>
      <w:r w:rsidRPr="00751D0E">
        <w:rPr>
          <w:rStyle w:val="libArabicChar"/>
          <w:rFonts w:eastAsia="Calibri"/>
          <w:rtl/>
        </w:rPr>
        <w:t>''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>بے شک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سے مراد باطل شبہات اور فاسد تاو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لات</w:t>
      </w:r>
      <w:r w:rsidRPr="00897A77">
        <w:rPr>
          <w:rFonts w:eastAsia="Calibri"/>
          <w:rtl/>
        </w:rPr>
        <w:t xml:space="preserve"> کے 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عے</w:t>
      </w:r>
      <w:r w:rsidRPr="00897A77">
        <w:rPr>
          <w:rFonts w:eastAsia="Calibri"/>
          <w:rtl/>
        </w:rPr>
        <w:t xml:space="preserve"> لفظ کو ان کے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سے بدل کر مختلف لفظ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لو</w:t>
      </w:r>
      <w:r w:rsidR="001650EA">
        <w:rPr>
          <w:rFonts w:eastAsia="Calibri" w:hint="eastAsia"/>
          <w:rtl/>
        </w:rPr>
        <w:t>ں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eastAsia"/>
          <w:rtl/>
        </w:rPr>
        <w:t>کے</w:t>
      </w:r>
      <w:r w:rsidR="00467EE6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عے</w:t>
      </w:r>
      <w:r w:rsidRPr="00897A77">
        <w:rPr>
          <w:rFonts w:eastAsia="Calibri"/>
          <w:rtl/>
        </w:rPr>
        <w:t xml:space="preserve"> باطل معن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 ف لے جانا ہے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کہ اہل بدعت کرتے رہتے </w:t>
      </w:r>
      <w:r w:rsidR="001650EA">
        <w:rPr>
          <w:rFonts w:eastAsia="Calibri"/>
          <w:rtl/>
        </w:rPr>
        <w:t xml:space="preserve">ہیں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۔تفسی</w:t>
      </w:r>
      <w:r w:rsidR="00897A77" w:rsidRPr="00897A77">
        <w:rPr>
          <w:rFonts w:hint="eastAsia"/>
          <w:rtl/>
        </w:rPr>
        <w:t>ر</w:t>
      </w:r>
      <w:r w:rsidR="00897A77" w:rsidRPr="00897A77">
        <w:rPr>
          <w:rtl/>
        </w:rPr>
        <w:t xml:space="preserve"> کب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ر</w:t>
      </w:r>
      <w:r w:rsidR="00897A77" w:rsidRPr="00897A77">
        <w:rPr>
          <w:rtl/>
        </w:rPr>
        <w:t xml:space="preserve"> ج</w:t>
      </w:r>
      <w:r w:rsidRPr="00514710">
        <w:rPr>
          <w:rFonts w:hint="cs"/>
          <w:rtl/>
        </w:rPr>
        <w:t>10</w:t>
      </w:r>
      <w:r w:rsidR="00897A77" w:rsidRPr="00897A77">
        <w:rPr>
          <w:rFonts w:hint="cs"/>
          <w:rtl/>
        </w:rPr>
        <w:t xml:space="preserve"> ص</w:t>
      </w:r>
      <w:r w:rsidRPr="00514710">
        <w:rPr>
          <w:rFonts w:hint="cs"/>
          <w:rtl/>
        </w:rPr>
        <w:t>117</w:t>
      </w:r>
      <w:r w:rsidR="00897A77" w:rsidRPr="00897A77">
        <w:rPr>
          <w:rFonts w:hint="cs"/>
          <w:rtl/>
        </w:rPr>
        <w:t xml:space="preserve"> طبع قدی</w:t>
      </w:r>
      <w:r w:rsidR="00897A77" w:rsidRPr="00897A77">
        <w:rPr>
          <w:rFonts w:hint="eastAsia"/>
          <w:rtl/>
        </w:rPr>
        <w:t>م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3" w:name="_Toc427150619"/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مطلب</w:t>
      </w:r>
      <w:bookmarkEnd w:id="3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4" w:name="_Toc427150620"/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اور ان کے استعمال کے موارد</w:t>
      </w:r>
      <w:bookmarkEnd w:id="4"/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ہمارے</w:t>
      </w:r>
      <w:r w:rsidRPr="00897A77">
        <w:rPr>
          <w:rFonts w:eastAsia="Calibri"/>
          <w:rtl/>
        </w:rPr>
        <w:t xml:space="preserve"> بزرگ علمائے کرام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عبارات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محقق خوئ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نے دعوا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لفظ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چھ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بطور</w:t>
      </w:r>
      <w:r w:rsidRPr="00897A77">
        <w:rPr>
          <w:rFonts w:eastAsia="Calibri"/>
          <w:rtl/>
        </w:rPr>
        <w:t xml:space="preserve"> ''مشترک لفظ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'' استعمال ہوا ہے ۔جن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بعض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پائے</w:t>
      </w:r>
      <w:r w:rsidRPr="00897A77">
        <w:rPr>
          <w:rFonts w:eastAsia="Calibri"/>
          <w:rtl/>
        </w:rPr>
        <w:t xml:space="preserve"> جاتے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جن</w:t>
      </w:r>
      <w:r w:rsidRPr="00897A77">
        <w:rPr>
          <w:rFonts w:eastAsia="Calibri"/>
          <w:rtl/>
        </w:rPr>
        <w:t xml:space="preserve"> پر سارے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کا اجماع اور اتفاق ہے جبکہ بعض موجود تو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مگر</w:t>
      </w:r>
      <w:r w:rsidRPr="00897A77">
        <w:rPr>
          <w:rFonts w:eastAsia="Calibri"/>
          <w:rtl/>
        </w:rPr>
        <w:t xml:space="preserve"> ان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eastAsia"/>
          <w:rtl/>
        </w:rPr>
        <w:t>اجماع</w:t>
      </w:r>
      <w:r w:rsidRPr="00897A77">
        <w:rPr>
          <w:rFonts w:eastAsia="Calibri"/>
          <w:rtl/>
        </w:rPr>
        <w:t xml:space="preserve"> واقع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ہوا کہ اور بعض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اختلاف</w:t>
      </w:r>
      <w:r w:rsidRPr="00897A77">
        <w:rPr>
          <w:rFonts w:eastAsia="Calibri"/>
          <w:rtl/>
        </w:rPr>
        <w:t xml:space="preserve"> ہے۔ہم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مرحوم خوئ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اصطلاح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مطالب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کئے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کا ذکر کر کے تبصرہ کرتے ہوئے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اپنا</w:t>
      </w:r>
      <w:r w:rsidRPr="00897A77">
        <w:rPr>
          <w:rFonts w:eastAsia="Calibri"/>
          <w:rtl/>
        </w:rPr>
        <w:t xml:space="preserve">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گے</w:t>
      </w:r>
      <w:r w:rsidRPr="00897A77">
        <w:rPr>
          <w:rFonts w:eastAsia="Calibri"/>
          <w:rtl/>
        </w:rPr>
        <w:t xml:space="preserve"> انہو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نے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>:</w:t>
      </w:r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لفظ کئ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استعمال</w:t>
      </w:r>
      <w:r w:rsidRPr="00897A77">
        <w:rPr>
          <w:rFonts w:eastAsia="Calibri"/>
          <w:rtl/>
        </w:rPr>
        <w:t xml:space="preserve"> ہوا ہے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پہلے معن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کواس کے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محل سے منتقل کر کے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کرناہے ۔اس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</w:t>
      </w:r>
      <w:r w:rsidRPr="00897A77">
        <w:rPr>
          <w:rFonts w:eastAsia="Calibri" w:hint="eastAsia"/>
          <w:rtl/>
        </w:rPr>
        <w:t>اشارہ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751D0E">
        <w:rPr>
          <w:rStyle w:val="libArabicChar"/>
          <w:rFonts w:eastAsia="Calibri"/>
          <w:rtl/>
        </w:rPr>
        <w:t>''ومن الذ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 w:hint="eastAsia"/>
          <w:rtl/>
        </w:rPr>
        <w:t>ن</w:t>
      </w:r>
      <w:r w:rsidRPr="00751D0E">
        <w:rPr>
          <w:rStyle w:val="libArabicChar"/>
          <w:rFonts w:eastAsia="Calibri"/>
          <w:rtl/>
        </w:rPr>
        <w:t xml:space="preserve"> 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ادوا 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 w:hint="eastAsia"/>
          <w:rtl/>
        </w:rPr>
        <w:t>حرفون</w:t>
      </w:r>
      <w:r w:rsidRPr="00751D0E">
        <w:rPr>
          <w:rStyle w:val="libArabicChar"/>
          <w:rFonts w:eastAsia="Calibri"/>
          <w:rtl/>
        </w:rPr>
        <w:t xml:space="preserve"> الکلم عن مواضع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>''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ہود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کچھ لوگ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کلام کو اس کے محل سے بدل ڈالتے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اس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کو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بالرائے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معنو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کہا جاتا ہے اس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۔البی</w:t>
      </w:r>
      <w:r w:rsidR="00897A77" w:rsidRPr="00897A77">
        <w:rPr>
          <w:rFonts w:hint="eastAsia"/>
          <w:rtl/>
        </w:rPr>
        <w:t>ان</w:t>
      </w:r>
      <w:r w:rsidR="00897A77" w:rsidRPr="00897A77">
        <w:rPr>
          <w:rtl/>
        </w:rPr>
        <w:t xml:space="preserve"> ص</w:t>
      </w:r>
      <w:r w:rsidRPr="00514710">
        <w:rPr>
          <w:rFonts w:hint="cs"/>
          <w:rtl/>
        </w:rPr>
        <w:t>215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مج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واقع</w:t>
      </w:r>
      <w:r w:rsidRPr="00897A77">
        <w:rPr>
          <w:rFonts w:eastAsia="Calibri"/>
          <w:rtl/>
        </w:rPr>
        <w:t xml:space="preserve"> ہونے پر تمام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کا اجماع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کچھ مفسر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قرآن نے</w:t>
      </w:r>
    </w:p>
    <w:p w:rsidR="00897A77" w:rsidRPr="00897A77" w:rsidRDefault="00897A77" w:rsidP="001650EA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طرح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جو قرآن کے الفاظ کے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واقع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بلکہ</w:t>
      </w:r>
      <w:r w:rsidRPr="00897A77">
        <w:rPr>
          <w:rFonts w:eastAsia="Calibri"/>
          <w:rtl/>
        </w:rPr>
        <w:t xml:space="preserve">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خواہشات اور آراء کے مطابق انہو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نے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 اہل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سے منقول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مذمت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چناچہ امام محمد</w:t>
      </w:r>
      <w:r w:rsidRPr="00897A77">
        <w:rPr>
          <w:rFonts w:eastAsia="Calibri" w:hint="eastAsia"/>
          <w:rtl/>
        </w:rPr>
        <w:t>باقر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السلام نے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خط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سعد الخ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سے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>:</w:t>
      </w:r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751D0E">
        <w:rPr>
          <w:rStyle w:val="libArabicChar"/>
          <w:rFonts w:eastAsia="Calibri"/>
          <w:rtl/>
        </w:rPr>
        <w:t>''و کان من نبذ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>م الکتاب ان اقاموا حروف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و حرفوا حدود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ف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م 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 w:hint="eastAsia"/>
          <w:rtl/>
        </w:rPr>
        <w:t>رون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751D0E">
        <w:rPr>
          <w:rStyle w:val="libArabicChar"/>
          <w:rFonts w:eastAsia="Calibri"/>
          <w:rtl/>
        </w:rPr>
        <w:t xml:space="preserve"> ولا 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 w:hint="eastAsia"/>
          <w:rtl/>
        </w:rPr>
        <w:t>رعون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751D0E">
        <w:rPr>
          <w:rStyle w:val="libArabicChar"/>
          <w:rFonts w:eastAsia="Calibri"/>
          <w:rtl/>
        </w:rPr>
        <w:t>''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>۔اور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بعض کتاب (قرآن)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عبارات اور حروف کے پابند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جبکہ اس کے حدود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لوگ اس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کتاب</w:t>
      </w:r>
      <w:r w:rsidRPr="00897A77">
        <w:rPr>
          <w:rFonts w:eastAsia="Calibri"/>
          <w:rtl/>
        </w:rPr>
        <w:t xml:space="preserve"> کے راو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محافظ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5" w:name="_Toc427150621"/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دوسراے معن</w:t>
      </w:r>
      <w:r w:rsidRPr="00897A77">
        <w:rPr>
          <w:rFonts w:eastAsia="Calibri" w:hint="cs"/>
          <w:rtl/>
        </w:rPr>
        <w:t>یٰ</w:t>
      </w:r>
      <w:bookmarkEnd w:id="5"/>
    </w:p>
    <w:p w:rsidR="00897A77" w:rsidRPr="00897A77" w:rsidRDefault="00897A77" w:rsidP="001650EA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دوسرے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حرف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حرکت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طور پر کم 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ادہ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خود قرآن محفوظ ہو ۔اس طرح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ثابت ہے جسے ہم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جگہ ثابت کر چکے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موجودہ قرائتو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متواتر ن</w:t>
      </w:r>
      <w:r w:rsidR="001650EA">
        <w:rPr>
          <w:rFonts w:eastAsia="Calibri"/>
          <w:rtl/>
        </w:rPr>
        <w:t xml:space="preserve">ہیں 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2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 xml:space="preserve">لہٰذا ان تمام 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صرف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قرآن</w:t>
      </w:r>
      <w:r w:rsidR="001650EA" w:rsidRPr="001650EA">
        <w:rPr>
          <w:rFonts w:eastAsia="Calibri" w:hint="eastAsia"/>
          <w:rtl/>
        </w:rPr>
        <w:t xml:space="preserve"> </w:t>
      </w:r>
      <w:r w:rsidR="001650EA" w:rsidRPr="00897A77">
        <w:rPr>
          <w:rFonts w:eastAsia="Calibri" w:hint="eastAsia"/>
          <w:rtl/>
        </w:rPr>
        <w:t>واقع</w:t>
      </w:r>
      <w:r w:rsidR="001650EA" w:rsidRPr="00897A77">
        <w:rPr>
          <w:rFonts w:eastAsia="Calibri" w:hint="cs"/>
          <w:rtl/>
        </w:rPr>
        <w:t>ی</w:t>
      </w:r>
      <w:r w:rsidR="001650EA" w:rsidRPr="00897A77">
        <w:rPr>
          <w:rFonts w:eastAsia="Calibri"/>
          <w:rtl/>
        </w:rPr>
        <w:t xml:space="preserve"> کے مطابق ہے اور دوسر</w:t>
      </w:r>
      <w:r w:rsidR="001650EA" w:rsidRPr="00897A77">
        <w:rPr>
          <w:rFonts w:eastAsia="Calibri" w:hint="cs"/>
          <w:rtl/>
        </w:rPr>
        <w:t>ی</w:t>
      </w:r>
      <w:r w:rsidR="001650EA" w:rsidRPr="00897A77">
        <w:rPr>
          <w:rFonts w:eastAsia="Calibri"/>
          <w:rtl/>
        </w:rPr>
        <w:t xml:space="preserve"> قرآنو</w:t>
      </w:r>
      <w:r w:rsidR="001650EA">
        <w:rPr>
          <w:rFonts w:eastAsia="Calibri"/>
          <w:rtl/>
        </w:rPr>
        <w:t xml:space="preserve">ں </w:t>
      </w:r>
      <w:r w:rsidR="001650EA" w:rsidRPr="00897A77">
        <w:rPr>
          <w:rFonts w:eastAsia="Calibri"/>
          <w:rtl/>
        </w:rPr>
        <w:t>م</w:t>
      </w:r>
      <w:r w:rsidR="001650EA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1650EA" w:rsidRPr="00897A77">
        <w:rPr>
          <w:rFonts w:eastAsia="Calibri" w:hint="eastAsia"/>
          <w:rtl/>
        </w:rPr>
        <w:t>سے</w:t>
      </w:r>
      <w:r w:rsidR="001650EA" w:rsidRPr="00897A77">
        <w:rPr>
          <w:rFonts w:eastAsia="Calibri"/>
          <w:rtl/>
        </w:rPr>
        <w:t xml:space="preserve"> بعض م</w:t>
      </w:r>
      <w:r w:rsidR="001650EA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1650EA" w:rsidRPr="00897A77">
        <w:rPr>
          <w:rFonts w:eastAsia="Calibri" w:hint="eastAsia"/>
          <w:rtl/>
        </w:rPr>
        <w:t>اضافہ</w:t>
      </w:r>
      <w:r w:rsidR="001650EA" w:rsidRPr="00897A77">
        <w:rPr>
          <w:rFonts w:eastAsia="Calibri"/>
          <w:rtl/>
        </w:rPr>
        <w:t xml:space="preserve"> </w:t>
      </w:r>
      <w:r w:rsidR="001650EA" w:rsidRPr="00897A77">
        <w:rPr>
          <w:rFonts w:eastAsia="Calibri" w:hint="cs"/>
          <w:rtl/>
        </w:rPr>
        <w:t>ی</w:t>
      </w:r>
      <w:r w:rsidR="001650EA" w:rsidRPr="00897A77">
        <w:rPr>
          <w:rFonts w:eastAsia="Calibri" w:hint="eastAsia"/>
          <w:rtl/>
        </w:rPr>
        <w:t>ا</w:t>
      </w:r>
      <w:r w:rsidR="001650EA" w:rsidRPr="00897A77">
        <w:rPr>
          <w:rFonts w:eastAsia="Calibri"/>
          <w:rtl/>
        </w:rPr>
        <w:t xml:space="preserve"> بعض م</w:t>
      </w:r>
      <w:r w:rsidR="001650EA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1650EA" w:rsidRPr="00897A77">
        <w:rPr>
          <w:rFonts w:eastAsia="Calibri" w:hint="eastAsia"/>
          <w:rtl/>
        </w:rPr>
        <w:t>کم</w:t>
      </w:r>
      <w:r w:rsidR="001650EA" w:rsidRPr="00897A77">
        <w:rPr>
          <w:rFonts w:eastAsia="Calibri" w:hint="cs"/>
          <w:rtl/>
        </w:rPr>
        <w:t>ی</w:t>
      </w:r>
      <w:r w:rsidR="001650EA">
        <w:rPr>
          <w:rFonts w:eastAsia="Calibri" w:hint="cs"/>
          <w:rtl/>
        </w:rPr>
        <w:t xml:space="preserve"> </w:t>
      </w:r>
      <w:r w:rsidR="001650EA" w:rsidRPr="00897A77">
        <w:rPr>
          <w:rFonts w:eastAsia="Calibri" w:hint="eastAsia"/>
          <w:rtl/>
        </w:rPr>
        <w:t>ہے</w:t>
      </w:r>
      <w:r w:rsidR="001650EA" w:rsidRPr="00897A77">
        <w:rPr>
          <w:rFonts w:eastAsia="Calibri"/>
          <w:rtl/>
        </w:rPr>
        <w:t xml:space="preserve"> ۔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 xml:space="preserve">۔نسآء </w:t>
      </w:r>
      <w:r w:rsidRPr="00514710">
        <w:rPr>
          <w:rFonts w:hint="cs"/>
          <w:rtl/>
        </w:rPr>
        <w:t>4</w:t>
      </w:r>
      <w:r w:rsidR="00897A77" w:rsidRPr="00897A77">
        <w:rPr>
          <w:rFonts w:hint="cs"/>
          <w:rtl/>
        </w:rPr>
        <w:t>/</w:t>
      </w:r>
      <w:r w:rsidRPr="00514710">
        <w:rPr>
          <w:rFonts w:hint="cs"/>
          <w:rtl/>
        </w:rPr>
        <w:t>46</w:t>
      </w:r>
    </w:p>
    <w:p w:rsidR="001650EA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۔ کافی</w:t>
      </w:r>
      <w:r w:rsidR="00897A77" w:rsidRPr="00897A77">
        <w:rPr>
          <w:rtl/>
        </w:rPr>
        <w:t xml:space="preserve"> ج </w:t>
      </w:r>
      <w:r w:rsidRPr="00514710">
        <w:rPr>
          <w:rFonts w:hint="cs"/>
          <w:rtl/>
        </w:rPr>
        <w:t>8</w:t>
      </w:r>
      <w:r w:rsidR="00897A77" w:rsidRPr="00897A77">
        <w:rPr>
          <w:rFonts w:hint="cs"/>
          <w:rtl/>
        </w:rPr>
        <w:t xml:space="preserve"> ص</w:t>
      </w:r>
      <w:r w:rsidRPr="00514710">
        <w:rPr>
          <w:rFonts w:hint="cs"/>
          <w:rtl/>
        </w:rPr>
        <w:t>53</w:t>
      </w:r>
      <w:r w:rsidR="00897A77" w:rsidRPr="00897A77">
        <w:rPr>
          <w:rFonts w:hint="cs"/>
          <w:rtl/>
        </w:rPr>
        <w:t xml:space="preserve"> و الوافی</w:t>
      </w:r>
      <w:r w:rsidR="00897A77" w:rsidRPr="00897A77">
        <w:rPr>
          <w:rtl/>
        </w:rPr>
        <w:t xml:space="preserve"> ف</w:t>
      </w:r>
      <w:r w:rsidR="00897A77" w:rsidRPr="00897A77">
        <w:rPr>
          <w:rFonts w:hint="cs"/>
          <w:rtl/>
        </w:rPr>
        <w:t>ی</w:t>
      </w:r>
      <w:r w:rsidR="00897A77" w:rsidRPr="00897A77">
        <w:rPr>
          <w:rtl/>
        </w:rPr>
        <w:t xml:space="preserve"> آخر الصلوٰ</w:t>
      </w:r>
      <w:r w:rsidR="00897A77" w:rsidRPr="00897A77">
        <w:rPr>
          <w:rFonts w:hint="cs"/>
          <w:rtl/>
        </w:rPr>
        <w:t>ۃ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6" w:name="_Toc427150622"/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سرے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</w:t>
      </w:r>
      <w:bookmarkEnd w:id="6"/>
    </w:p>
    <w:p w:rsidR="00897A77" w:rsidRPr="00897A77" w:rsidRDefault="00897A77" w:rsidP="001650EA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قرآن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لفظ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اس سے 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ادہ</w:t>
      </w:r>
      <w:r w:rsidRPr="00897A77">
        <w:rPr>
          <w:rFonts w:eastAsia="Calibri"/>
          <w:rtl/>
        </w:rPr>
        <w:t xml:space="preserve"> کو کم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ادہ</w:t>
      </w:r>
      <w:r w:rsidRPr="00897A77">
        <w:rPr>
          <w:rFonts w:eastAsia="Calibri"/>
          <w:rtl/>
        </w:rPr>
        <w:t xml:space="preserve"> کرنا،حالانکہ خود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محفوظ ہے ۔ان معنو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صدر اسلام اور اصحاب کرام کے زمانے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واقع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شدت سے مخالفت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اجماع مسلم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ہے 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جناب عثمان کے دور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مصاحف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کچھ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کو جمع کر کے آگ لگا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اپنے حکمرانو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کو دستور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کہ 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رے</w:t>
      </w:r>
      <w:r w:rsidRPr="00897A77">
        <w:rPr>
          <w:rFonts w:eastAsia="Calibri"/>
          <w:rtl/>
        </w:rPr>
        <w:t xml:space="preserve"> قرآن کے علاوہ دوسرو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کو جلا دو ،اس سے معلوم ہو جاتا ہے کہ عثمان کا قرآن دوسرے قرآنو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سے الگ تھا اور محقق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و علماء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جماعت جس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داؤد سجستان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انہو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نے اس </w:t>
      </w:r>
      <w:r w:rsidRPr="00897A77">
        <w:rPr>
          <w:rFonts w:eastAsia="Calibri" w:hint="eastAsia"/>
          <w:rtl/>
        </w:rPr>
        <w:t>وقت</w:t>
      </w:r>
      <w:r w:rsidRPr="00897A77">
        <w:rPr>
          <w:rFonts w:eastAsia="Calibri"/>
          <w:rtl/>
        </w:rPr>
        <w:t xml:space="preserve"> کے نسخو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جن موارد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اختلاف تھا ان کو جمع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عثمان نے جن نسخو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کوآگ لگانے کا حکم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تھا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طور پر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عثمان نے جس قرآن کو جمع کر کے رائج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وہ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ہے جو آج تک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ہم تک پہنچا ہے ۔لہٰذا ع</w:t>
      </w:r>
      <w:r w:rsidRPr="00897A77">
        <w:rPr>
          <w:rFonts w:eastAsia="Calibri" w:hint="eastAsia"/>
          <w:rtl/>
        </w:rPr>
        <w:t>ثمان</w:t>
      </w:r>
      <w:r w:rsidRPr="00897A77">
        <w:rPr>
          <w:rFonts w:eastAsia="Calibri"/>
          <w:rtl/>
        </w:rPr>
        <w:t xml:space="preserve"> کے دور حکومت سے پہلے جو نسخے معاشرے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رائج</w:t>
      </w:r>
      <w:r w:rsidRPr="00897A77">
        <w:rPr>
          <w:rFonts w:eastAsia="Calibri"/>
          <w:rtl/>
        </w:rPr>
        <w:t xml:space="preserve"> تھے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واقع ہونے کو قبول کرنا چاہ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جو قرآن دور حاضر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ہمارے</w:t>
      </w:r>
      <w:r w:rsidRPr="00897A77">
        <w:rPr>
          <w:rFonts w:eastAsia="Calibri"/>
          <w:rtl/>
        </w:rPr>
        <w:t xml:space="preserve"> پاس موجود ہے وہ عثمان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نسخہ</w:t>
      </w:r>
      <w:r w:rsidR="001650EA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کے</w:t>
      </w:r>
      <w:r w:rsidRPr="00897A77">
        <w:rPr>
          <w:rFonts w:eastAsia="Calibri"/>
          <w:rtl/>
        </w:rPr>
        <w:t xml:space="preserve"> مطابق ہے جس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۔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7" w:name="_Toc427150623"/>
      <w:r w:rsidRPr="00897A77">
        <w:rPr>
          <w:rFonts w:eastAsia="Calibri" w:hint="eastAsia"/>
          <w:rtl/>
        </w:rPr>
        <w:t>چوتھے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</w:t>
      </w:r>
      <w:bookmarkEnd w:id="7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چوتھا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کا اضافہ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کم ہو جائے ،اگرچہ نازل شدہ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محفوظ اور مصون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سوائے بسم اللہ الرحمن الرح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کے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دوسر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ن</w:t>
      </w:r>
      <w:r w:rsidR="001650EA">
        <w:rPr>
          <w:rFonts w:eastAsia="Calibri" w:hint="eastAsia"/>
          <w:rtl/>
        </w:rPr>
        <w:t xml:space="preserve">ہیں  </w:t>
      </w:r>
      <w:r w:rsidRPr="00897A77">
        <w:rPr>
          <w:rFonts w:eastAsia="Calibri" w:hint="eastAsia"/>
          <w:rtl/>
        </w:rPr>
        <w:t>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کا اجماع ہے کہ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اسلام صل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اللہ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و آلہ وسلم (سورہ توبہ کے علاوہ ) ہر سورہ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تلاوت سے پہلے بسم اللہ الرحمن الرح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تلاوت فرماتے تھے ۔ل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اس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اہل سنت کے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اختلاف ہے کہ بسم اللہ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شامل</w:t>
      </w:r>
      <w:r w:rsidRPr="00897A77">
        <w:rPr>
          <w:rFonts w:eastAsia="Calibri"/>
          <w:rtl/>
        </w:rPr>
        <w:t xml:space="preserve">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بعض</w:t>
      </w:r>
      <w:r w:rsidRPr="00897A77">
        <w:rPr>
          <w:rFonts w:eastAsia="Calibri"/>
          <w:rtl/>
        </w:rPr>
        <w:t xml:space="preserve">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شامل ہے بعض کہتے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شامل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ہے۔ل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اما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تمام علماء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بسم اللہ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قرآن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ہے اور ان کا اجماع ہے کہ بسم اللہ الرحمن الرح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سورہ توبہ کے علاوہ ہر سورہ کا</w:t>
      </w:r>
    </w:p>
    <w:p w:rsidR="00897A77" w:rsidRDefault="00897A77" w:rsidP="00897A77">
      <w:pPr>
        <w:pStyle w:val="libNormal"/>
        <w:rPr>
          <w:rFonts w:eastAsia="Calibri" w:hint="cs"/>
          <w:rtl/>
        </w:rPr>
      </w:pPr>
      <w:r w:rsidRPr="00897A77">
        <w:rPr>
          <w:rFonts w:eastAsia="Calibri" w:hint="eastAsia"/>
          <w:rtl/>
        </w:rPr>
        <w:t>جزہے</w:t>
      </w:r>
      <w:r w:rsidRPr="00897A77">
        <w:rPr>
          <w:rFonts w:eastAsia="Calibri"/>
          <w:rtl/>
        </w:rPr>
        <w:t xml:space="preserve"> ۔</w:t>
      </w:r>
    </w:p>
    <w:p w:rsidR="001650EA" w:rsidRPr="00897A77" w:rsidRDefault="001650EA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8" w:name="_Toc427150624"/>
      <w:r w:rsidRPr="00897A77">
        <w:rPr>
          <w:rFonts w:eastAsia="Calibri" w:hint="eastAsia"/>
          <w:rtl/>
        </w:rPr>
        <w:t>پانچو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</w:t>
      </w:r>
      <w:bookmarkEnd w:id="8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آج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ہاتھو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موجود</w:t>
      </w:r>
      <w:r w:rsidRPr="00897A77">
        <w:rPr>
          <w:rFonts w:eastAsia="Calibri"/>
          <w:rtl/>
        </w:rPr>
        <w:t xml:space="preserve"> ہے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کچھ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صل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اللہ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وآلہ وسلم پر نازل شدہ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ن</w:t>
      </w:r>
      <w:r w:rsidR="001650EA">
        <w:rPr>
          <w:rFonts w:eastAsia="Calibri" w:hint="eastAsia"/>
          <w:rtl/>
        </w:rPr>
        <w:t xml:space="preserve">ہیں  </w:t>
      </w:r>
      <w:r w:rsidRPr="00897A77">
        <w:rPr>
          <w:rFonts w:eastAsia="Calibri" w:hint="eastAsia"/>
          <w:rtl/>
        </w:rPr>
        <w:t>تھ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آج اضاف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صرف دو گروہ قائل ہوئے </w:t>
      </w:r>
      <w:r w:rsidR="001650EA">
        <w:rPr>
          <w:rFonts w:eastAsia="Calibri"/>
          <w:rtl/>
        </w:rPr>
        <w:t xml:space="preserve">ہیں  </w:t>
      </w:r>
    </w:p>
    <w:p w:rsidR="001650EA" w:rsidRDefault="00897A77" w:rsidP="001650EA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الف</w:t>
      </w:r>
      <w:r w:rsidRPr="00897A77">
        <w:rPr>
          <w:rFonts w:eastAsia="Calibri"/>
          <w:rtl/>
        </w:rPr>
        <w:t>:عجاردہ ،وہ لوگ جو عبدالکر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عجر د(جو خوارج کے بزرگو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ہے)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کرنے والے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،جن کا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سورہ مبارکہ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وسف</w:t>
      </w:r>
      <w:r w:rsidRPr="00897A77">
        <w:rPr>
          <w:rFonts w:eastAsia="Calibri"/>
          <w:rtl/>
        </w:rPr>
        <w:t xml:space="preserve"> قرآن</w:t>
      </w:r>
      <w:r w:rsidR="001650EA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کا جزء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ہے۔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1650EA">
      <w:pPr>
        <w:pStyle w:val="libNormal"/>
        <w:rPr>
          <w:rFonts w:eastAsia="Calibri"/>
          <w:rtl/>
        </w:rPr>
      </w:pPr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</w:t>
      </w:r>
      <w:r w:rsidRPr="00897A77">
        <w:rPr>
          <w:rFonts w:eastAsia="Calibri"/>
          <w:rtl/>
        </w:rPr>
        <w:t>:ابن مسعود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نسبت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وہ سورہ مبارکہ </w:t>
      </w:r>
      <w:r w:rsidRPr="00751D0E">
        <w:rPr>
          <w:rStyle w:val="libAieChar"/>
          <w:rFonts w:eastAsia="Calibri"/>
          <w:rtl/>
        </w:rPr>
        <w:t>''قل اعوذ برب النّاس ''</w:t>
      </w:r>
      <w:r w:rsidRPr="00897A77">
        <w:rPr>
          <w:rFonts w:eastAsia="Calibri"/>
          <w:rtl/>
        </w:rPr>
        <w:t xml:space="preserve"> اور </w:t>
      </w:r>
      <w:r w:rsidRPr="00751D0E">
        <w:rPr>
          <w:rStyle w:val="libAieChar"/>
          <w:rFonts w:eastAsia="Calibri"/>
          <w:rtl/>
        </w:rPr>
        <w:t>''قل اعوذ برب الفلق''</w:t>
      </w:r>
      <w:r w:rsidRPr="00897A77">
        <w:rPr>
          <w:rFonts w:eastAsia="Calibri"/>
          <w:rtl/>
        </w:rPr>
        <w:t xml:space="preserve"> (معوذت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>) کو قرآن کا جزء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سمجھتے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۔اور ان دو گروہ کے علاوہ دوسرے تمام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کا اجماع اور اتفاق ہے 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رکھنے والو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کا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دہ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غلط</w:t>
      </w:r>
      <w:r w:rsidRPr="00897A77">
        <w:rPr>
          <w:rFonts w:eastAsia="Calibri"/>
          <w:rtl/>
        </w:rPr>
        <w:t xml:space="preserve"> اور باطل ہونا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امر لازم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9" w:name="_Toc427150625"/>
      <w:r w:rsidRPr="00897A77">
        <w:rPr>
          <w:rFonts w:eastAsia="Calibri" w:hint="eastAsia"/>
          <w:rtl/>
        </w:rPr>
        <w:t>چھٹے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</w:t>
      </w:r>
      <w:bookmarkEnd w:id="9"/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جو قرآن ہمارے درم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موجود ہے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پر نازل شدہ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چند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آج کے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موجود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کے</w:t>
      </w:r>
      <w:r w:rsidRPr="00897A77">
        <w:rPr>
          <w:rFonts w:eastAsia="Calibri"/>
          <w:rtl/>
        </w:rPr>
        <w:t xml:space="preserve"> ہونے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نہ ہونے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اختلاف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10" w:name="_Toc427150626"/>
      <w:r w:rsidRPr="00897A77">
        <w:rPr>
          <w:rFonts w:eastAsia="Calibri" w:hint="eastAsia"/>
          <w:rtl/>
        </w:rPr>
        <w:t>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bookmarkEnd w:id="10"/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نکلا کہ ان چھ معنو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پہلے چار معنو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قطع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طور پر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واقع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پانچو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معنے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اجماع</w:t>
      </w:r>
      <w:r w:rsidRPr="00897A77">
        <w:rPr>
          <w:rFonts w:eastAsia="Calibri"/>
          <w:rtl/>
        </w:rPr>
        <w:t xml:space="preserve"> واقع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ہوا</w:t>
      </w:r>
      <w:r w:rsidRPr="00897A77">
        <w:rPr>
          <w:rFonts w:eastAsia="Calibri"/>
          <w:rtl/>
        </w:rPr>
        <w:t xml:space="preserve"> ہے اور چھٹے معنے پر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علماء</w:t>
      </w:r>
      <w:r w:rsidRPr="00897A77">
        <w:rPr>
          <w:rFonts w:eastAsia="Calibri"/>
          <w:rtl/>
        </w:rPr>
        <w:t xml:space="preserve"> کو اختلاف ہے۔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محقق (جناب مرحوم خوئ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)کے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پر دو اعتراض ہو سکتے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1650EA" w:rsidRDefault="001650EA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11" w:name="_Toc427150627"/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اعتراض</w:t>
      </w:r>
      <w:bookmarkEnd w:id="11"/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ہمار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کا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مذکورہ تمام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عنوان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ن</w:t>
      </w:r>
      <w:r w:rsidR="001650EA">
        <w:rPr>
          <w:rFonts w:eastAsia="Calibri" w:hint="eastAsia"/>
          <w:rtl/>
        </w:rPr>
        <w:t xml:space="preserve">ہیں  ہیں 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لفظ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استعمال</w:t>
      </w:r>
      <w:r w:rsidRPr="00897A77">
        <w:rPr>
          <w:rFonts w:eastAsia="Calibri"/>
          <w:rtl/>
        </w:rPr>
        <w:t xml:space="preserve"> ہو جس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وجہ سے مشترک لفظ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کہلائے بلکہ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صرف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مذکورہ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پہلے معن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۔تحر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''نقل الش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ء</w:t>
      </w:r>
      <w:r w:rsidRPr="00897A77">
        <w:rPr>
          <w:rFonts w:eastAsia="Calibri"/>
          <w:rtl/>
        </w:rPr>
        <w:t xml:space="preserve"> عن مواضعہ''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کو اس کے محل سے ہٹ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،ل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دوسرے سارے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کے مصاد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دوسرے لفظو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کہا جائے کہ مذکورہ تمام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نقل</w:t>
      </w:r>
      <w:r w:rsidRPr="00897A77">
        <w:rPr>
          <w:rFonts w:eastAsia="Calibri"/>
          <w:rtl/>
        </w:rPr>
        <w:t xml:space="preserve"> الش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ء</w:t>
      </w:r>
      <w:r w:rsidRPr="00897A77">
        <w:rPr>
          <w:rFonts w:eastAsia="Calibri"/>
          <w:rtl/>
        </w:rPr>
        <w:t xml:space="preserve"> عن موضعہ کے معن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پائے جاتے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کبھ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نقل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جس کو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معنو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کہتے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اور کبھ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نقل ،لفظ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جس کو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لفظ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کہتے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اور خود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eastAsia"/>
          <w:rtl/>
        </w:rPr>
        <w:t>دو</w:t>
      </w:r>
      <w:r w:rsidRPr="00897A77">
        <w:rPr>
          <w:rFonts w:eastAsia="Calibri"/>
          <w:rtl/>
        </w:rPr>
        <w:t xml:space="preserve"> قسم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="00514710" w:rsidRPr="00514710">
        <w:rPr>
          <w:rFonts w:eastAsia="Calibri" w:hint="cs"/>
          <w:rtl/>
        </w:rPr>
        <w:t>1</w:t>
      </w:r>
      <w:r w:rsidRPr="00467EE6">
        <w:rPr>
          <w:rFonts w:eastAsia="Calibri" w:hint="cs"/>
          <w:rtl/>
        </w:rPr>
        <w:t>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تو نقل لفظ تفص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</w:t>
      </w:r>
      <w:r w:rsidR="00514710" w:rsidRPr="00514710">
        <w:rPr>
          <w:rFonts w:eastAsia="Calibri" w:hint="cs"/>
          <w:rtl/>
        </w:rPr>
        <w:t>2</w:t>
      </w:r>
      <w:r w:rsidRPr="00467EE6">
        <w:rPr>
          <w:rFonts w:eastAsia="Calibri" w:hint="cs"/>
          <w:rtl/>
        </w:rPr>
        <w:t>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>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دوسرے</w:t>
      </w:r>
      <w:r w:rsidRPr="00897A77">
        <w:rPr>
          <w:rFonts w:eastAsia="Calibri"/>
          <w:rtl/>
        </w:rPr>
        <w:t xml:space="preserve"> لفظو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کہا</w:t>
      </w:r>
      <w:r w:rsidRPr="00897A77">
        <w:rPr>
          <w:rFonts w:eastAsia="Calibri"/>
          <w:rtl/>
        </w:rPr>
        <w:t xml:space="preserve"> جائے کہ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طور پر ہوت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بطور اجمال واقع ہوت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۔لہٰذا اس مختصر تحق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بنا پر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کہہ سکتے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اس 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محقق کے کلام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لئے ذکر ہوئے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وہ</w:t>
      </w:r>
      <w:r w:rsidRPr="00897A77">
        <w:rPr>
          <w:rFonts w:eastAsia="Calibri"/>
          <w:rtl/>
        </w:rPr>
        <w:t xml:space="preserve"> اس کے مصاد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،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لفظ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مشترک معنو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لئے مختلف موضوع لہ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اور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>''مشترک لفظ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>'' کے طور پر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استعمال</w:t>
      </w:r>
      <w:r w:rsidRPr="00897A77">
        <w:rPr>
          <w:rFonts w:eastAsia="Calibri"/>
          <w:rtl/>
        </w:rPr>
        <w:t xml:space="preserve"> ہو۔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12" w:name="_Toc427150628"/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عتراض</w:t>
      </w:r>
      <w:bookmarkEnd w:id="12"/>
    </w:p>
    <w:p w:rsidR="002660BE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تقس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کا لازم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تمام اقسام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باطل</w:t>
      </w:r>
      <w:r w:rsidRPr="00897A77">
        <w:rPr>
          <w:rFonts w:eastAsia="Calibri"/>
          <w:rtl/>
        </w:rPr>
        <w:t xml:space="preserve"> کا عنوان موجود نہ ہو اگران اقسام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عنوان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داخل ہو جائے تو 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</w:t>
      </w:r>
      <w:r w:rsidRPr="00751D0E">
        <w:rPr>
          <w:rStyle w:val="libAieChar"/>
          <w:rFonts w:eastAsia="Calibri"/>
          <w:rtl/>
        </w:rPr>
        <w:t xml:space="preserve">''ولا </w:t>
      </w:r>
      <w:r w:rsidRPr="00751D0E">
        <w:rPr>
          <w:rStyle w:val="libAieChar"/>
          <w:rFonts w:eastAsia="Calibri" w:hint="cs"/>
          <w:rtl/>
        </w:rPr>
        <w:t>یأتی</w:t>
      </w:r>
      <w:r w:rsidR="00467EE6" w:rsidRPr="00467EE6">
        <w:rPr>
          <w:rStyle w:val="libAieChar"/>
          <w:rFonts w:eastAsia="Calibri" w:hint="cs"/>
          <w:rtl/>
        </w:rPr>
        <w:t>ه</w:t>
      </w:r>
      <w:r w:rsidRPr="00751D0E">
        <w:rPr>
          <w:rStyle w:val="libAieChar"/>
          <w:rFonts w:eastAsia="Calibri"/>
          <w:rtl/>
        </w:rPr>
        <w:t xml:space="preserve"> الباطل من ب</w:t>
      </w:r>
      <w:r w:rsidRPr="00751D0E">
        <w:rPr>
          <w:rStyle w:val="libAieChar"/>
          <w:rFonts w:eastAsia="Calibri" w:hint="cs"/>
          <w:rtl/>
        </w:rPr>
        <w:t>ی</w:t>
      </w:r>
      <w:r w:rsidRPr="00751D0E">
        <w:rPr>
          <w:rStyle w:val="libAieChar"/>
          <w:rFonts w:eastAsia="Calibri" w:hint="eastAsia"/>
          <w:rtl/>
        </w:rPr>
        <w:t>ن</w:t>
      </w:r>
      <w:r w:rsidRPr="00751D0E">
        <w:rPr>
          <w:rStyle w:val="libAieChar"/>
          <w:rFonts w:eastAsia="Calibri"/>
          <w:rtl/>
        </w:rPr>
        <w:t xml:space="preserve"> </w:t>
      </w:r>
      <w:r w:rsidRPr="00751D0E">
        <w:rPr>
          <w:rStyle w:val="libAieChar"/>
          <w:rFonts w:eastAsia="Calibri" w:hint="cs"/>
          <w:rtl/>
        </w:rPr>
        <w:t>ی</w:t>
      </w:r>
      <w:r w:rsidRPr="00751D0E">
        <w:rPr>
          <w:rStyle w:val="libAieChar"/>
          <w:rFonts w:eastAsia="Calibri" w:hint="eastAsia"/>
          <w:rtl/>
        </w:rPr>
        <w:t>د</w:t>
      </w:r>
      <w:r w:rsidRPr="00751D0E">
        <w:rPr>
          <w:rStyle w:val="libAieChar"/>
          <w:rFonts w:eastAsia="Calibri" w:hint="cs"/>
          <w:rtl/>
        </w:rPr>
        <w:t>ی</w:t>
      </w:r>
      <w:r w:rsidR="00467EE6" w:rsidRPr="00467EE6">
        <w:rPr>
          <w:rStyle w:val="libAieChar"/>
          <w:rFonts w:eastAsia="Calibri" w:hint="cs"/>
          <w:rtl/>
        </w:rPr>
        <w:t>ه</w:t>
      </w:r>
      <w:r w:rsidRPr="00751D0E">
        <w:rPr>
          <w:rStyle w:val="libAieChar"/>
          <w:rFonts w:eastAsia="Calibri"/>
          <w:rtl/>
        </w:rPr>
        <w:t xml:space="preserve"> ''</w:t>
      </w:r>
      <w:r w:rsidRPr="00897A77">
        <w:rPr>
          <w:rFonts w:eastAsia="Calibri"/>
          <w:rtl/>
        </w:rPr>
        <w:t xml:space="preserve"> کے خلاف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ظاہر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دلالت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قرآن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 کے باطل کے آنے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گنجائش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2660BE" w:rsidRDefault="002660BE" w:rsidP="00897A77">
      <w:pPr>
        <w:pStyle w:val="libNormal"/>
        <w:rPr>
          <w:rFonts w:eastAsia="Calibri" w:hint="cs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 xml:space="preserve"> لہٰذا جن موارد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بنا پر اجماع مسلم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واقع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ان موارد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عنوان صدق روک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تا</w:t>
      </w:r>
      <w:r w:rsidRPr="00897A77">
        <w:rPr>
          <w:rFonts w:eastAsia="Calibri"/>
          <w:rtl/>
        </w:rPr>
        <w:t xml:space="preserve"> ہے اگرچہ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مطلب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معنو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مشکل نظر آتا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لفظ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وضاحت اور تحق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کے بعد ہم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اقسام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گے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کہ اہل فن اور علماء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عبارات سے معلوم ہوتا ہے 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چھ</w:t>
      </w:r>
      <w:r w:rsidRPr="00897A77">
        <w:rPr>
          <w:rFonts w:eastAsia="Calibri"/>
          <w:rtl/>
        </w:rPr>
        <w:t xml:space="preserve"> قسم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: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</w:t>
      </w:r>
      <w:r w:rsidR="00897A77" w:rsidRPr="00467EE6">
        <w:rPr>
          <w:rFonts w:eastAsia="Calibri" w:hint="cs"/>
          <w:rtl/>
        </w:rPr>
        <w:t>۔تحر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لفظ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،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عن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الفاظ اور جملو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>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کم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اور ز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ادت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تبد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کرنا ۔</w:t>
      </w:r>
    </w:p>
    <w:p w:rsidR="00897A77" w:rsidRPr="00897A77" w:rsidRDefault="00514710" w:rsidP="00751D0E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</w:t>
      </w:r>
      <w:r w:rsidR="00897A77" w:rsidRPr="00467EE6">
        <w:rPr>
          <w:rFonts w:eastAsia="Calibri" w:hint="cs"/>
          <w:rtl/>
        </w:rPr>
        <w:t>۔تحر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معنو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،کس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کلام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جملے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اس طرح تفس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کرنا کہ وہ اس پر دلالت نہ کرے اس کو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معنو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تفس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بالرائے کہتے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، روا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شدت کے ساتھ اس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مذمت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گئ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ہے ۔چنانچہ 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غمبر</w:t>
      </w:r>
      <w:r w:rsidR="00897A77" w:rsidRPr="00897A77">
        <w:rPr>
          <w:rFonts w:eastAsia="Calibri"/>
          <w:rtl/>
        </w:rPr>
        <w:t xml:space="preserve"> اکرم (ص) نے فرما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:</w:t>
      </w:r>
      <w:r w:rsidR="00897A77" w:rsidRPr="00751D0E">
        <w:rPr>
          <w:rStyle w:val="libArabicChar"/>
          <w:rFonts w:eastAsia="Calibri"/>
          <w:rtl/>
        </w:rPr>
        <w:t>من فسر القرآن بر</w:t>
      </w:r>
      <w:r w:rsidR="00897A77" w:rsidRPr="00751D0E">
        <w:rPr>
          <w:rStyle w:val="libArabicChar"/>
          <w:rFonts w:eastAsia="Calibri" w:hint="cs"/>
          <w:rtl/>
        </w:rPr>
        <w:t>أی</w:t>
      </w:r>
      <w:r w:rsidR="00467EE6" w:rsidRPr="00467EE6">
        <w:rPr>
          <w:rStyle w:val="libArabicChar"/>
          <w:rFonts w:eastAsia="Calibri" w:hint="cs"/>
          <w:rtl/>
        </w:rPr>
        <w:t>ه</w:t>
      </w:r>
      <w:r w:rsidR="00897A77" w:rsidRPr="00751D0E">
        <w:rPr>
          <w:rStyle w:val="libArabicChar"/>
          <w:rFonts w:eastAsia="Calibri"/>
          <w:rtl/>
        </w:rPr>
        <w:t xml:space="preserve"> فل</w:t>
      </w:r>
      <w:r w:rsidR="00897A77" w:rsidRPr="00751D0E">
        <w:rPr>
          <w:rStyle w:val="libArabicChar"/>
          <w:rFonts w:eastAsia="Calibri" w:hint="cs"/>
          <w:rtl/>
        </w:rPr>
        <w:t>ی</w:t>
      </w:r>
      <w:r w:rsidR="00897A77" w:rsidRPr="00751D0E">
        <w:rPr>
          <w:rStyle w:val="libArabicChar"/>
          <w:rFonts w:eastAsia="Calibri" w:hint="eastAsia"/>
          <w:rtl/>
        </w:rPr>
        <w:t>تبوء</w:t>
      </w:r>
      <w:r w:rsidR="00897A77" w:rsidRPr="00751D0E">
        <w:rPr>
          <w:rStyle w:val="libArabicChar"/>
          <w:rFonts w:eastAsia="Calibri"/>
          <w:rtl/>
        </w:rPr>
        <w:t xml:space="preserve"> مقعد</w:t>
      </w:r>
      <w:r w:rsidR="00467EE6" w:rsidRPr="00467EE6">
        <w:rPr>
          <w:rStyle w:val="libArabicChar"/>
          <w:rFonts w:eastAsia="Calibri" w:hint="cs"/>
          <w:rtl/>
        </w:rPr>
        <w:t>ه</w:t>
      </w:r>
      <w:r w:rsidR="00897A77" w:rsidRPr="00467EE6">
        <w:rPr>
          <w:rStyle w:val="libArabicChar"/>
          <w:rFonts w:eastAsia="Calibri" w:hint="cs"/>
          <w:rtl/>
        </w:rPr>
        <w:t xml:space="preserve"> من الن</w:t>
      </w:r>
      <w:r w:rsidR="00897A77" w:rsidRPr="00751D0E">
        <w:rPr>
          <w:rStyle w:val="libArabicChar"/>
          <w:rFonts w:eastAsia="Calibri"/>
          <w:rtl/>
        </w:rPr>
        <w:t xml:space="preserve">ّار'' </w:t>
      </w:r>
      <w:r w:rsidR="00897A77" w:rsidRPr="00514710">
        <w:rPr>
          <w:rStyle w:val="libFootnotenumChar"/>
          <w:rtl/>
        </w:rPr>
        <w:t>(</w:t>
      </w:r>
      <w:r w:rsidRPr="00514710">
        <w:rPr>
          <w:rStyle w:val="libFootnotenumChar"/>
          <w:rFonts w:hint="cs"/>
          <w:rtl/>
          <w:lang w:bidi="ar-SA"/>
        </w:rPr>
        <w:t>1</w:t>
      </w:r>
      <w:r w:rsidR="00897A77" w:rsidRPr="00514710">
        <w:rPr>
          <w:rStyle w:val="libFootnotenumChar"/>
          <w:rFonts w:hint="cs"/>
          <w:rtl/>
        </w:rPr>
        <w:t>)</w:t>
      </w:r>
      <w:r w:rsidR="00897A77" w:rsidRPr="00467EE6">
        <w:rPr>
          <w:rFonts w:eastAsia="Calibri" w:hint="cs"/>
          <w:rtl/>
        </w:rPr>
        <w:t>جو ش</w:t>
      </w:r>
      <w:r w:rsidR="00897A77" w:rsidRPr="00897A77">
        <w:rPr>
          <w:rFonts w:eastAsia="Calibri" w:hint="eastAsia"/>
          <w:rtl/>
        </w:rPr>
        <w:t>خص</w:t>
      </w:r>
      <w:r w:rsidR="00897A77" w:rsidRPr="00897A77">
        <w:rPr>
          <w:rFonts w:eastAsia="Calibri"/>
          <w:rtl/>
        </w:rPr>
        <w:t xml:space="preserve"> قرآن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تفس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اپن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رائے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بنا پر کرے تو اس نے اپنا</w:t>
      </w:r>
      <w:r w:rsidR="00897A77" w:rsidRPr="00897A77">
        <w:rPr>
          <w:rFonts w:eastAsia="Calibri" w:hint="eastAsia"/>
          <w:rtl/>
        </w:rPr>
        <w:t>ٹھکانہ</w:t>
      </w:r>
      <w:r w:rsidR="00897A77" w:rsidRPr="00897A77">
        <w:rPr>
          <w:rFonts w:eastAsia="Calibri"/>
          <w:rtl/>
        </w:rPr>
        <w:t xml:space="preserve"> جہنم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بنا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>۔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3</w:t>
      </w:r>
      <w:r w:rsidR="00897A77" w:rsidRPr="00467EE6">
        <w:rPr>
          <w:rFonts w:eastAsia="Calibri" w:hint="cs"/>
          <w:rtl/>
        </w:rPr>
        <w:t>۔تحر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موضع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،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عن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/>
          <w:rtl/>
        </w:rPr>
        <w:t xml:space="preserve">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سورہ کو نزول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ترت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ب</w:t>
      </w:r>
      <w:r w:rsidR="00897A77" w:rsidRPr="00897A77">
        <w:rPr>
          <w:rFonts w:eastAsia="Calibri"/>
          <w:rtl/>
        </w:rPr>
        <w:t xml:space="preserve"> کے خلاف مرتب کرنے کو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موضع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کہتے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۔ا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بہت</w:t>
      </w:r>
      <w:r w:rsidR="00897A77" w:rsidRPr="00897A77">
        <w:rPr>
          <w:rFonts w:eastAsia="Calibri"/>
          <w:rtl/>
        </w:rPr>
        <w:t xml:space="preserve"> نادر ہے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ونکہ</w:t>
      </w:r>
      <w:r w:rsidR="00897A77" w:rsidRPr="00897A77">
        <w:rPr>
          <w:rFonts w:eastAsia="Calibri"/>
          <w:rtl/>
        </w:rPr>
        <w:t xml:space="preserve"> تمام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کو نزول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ترت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ب</w:t>
      </w:r>
      <w:r w:rsidR="00897A77" w:rsidRPr="00897A77">
        <w:rPr>
          <w:rFonts w:eastAsia="Calibri"/>
          <w:rtl/>
        </w:rPr>
        <w:t xml:space="preserve"> سے مرتب اور جمع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ہے ،ل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کن</w:t>
      </w:r>
      <w:r w:rsidR="00897A77" w:rsidRPr="00897A77">
        <w:rPr>
          <w:rFonts w:eastAsia="Calibri"/>
          <w:rtl/>
        </w:rPr>
        <w:t xml:space="preserve"> سورتو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نسبت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کہہ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.................................</w:t>
      </w:r>
    </w:p>
    <w:p w:rsidR="00897A77" w:rsidRPr="00897A77" w:rsidRDefault="00514710" w:rsidP="00514710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</w:t>
      </w: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عوالی</w:t>
      </w:r>
      <w:r w:rsidR="00897A77" w:rsidRPr="00897A77">
        <w:rPr>
          <w:rtl/>
        </w:rPr>
        <w:t xml:space="preserve"> ال</w:t>
      </w:r>
      <w:r w:rsidR="00897A77" w:rsidRPr="00514710">
        <w:rPr>
          <w:rtl/>
        </w:rPr>
        <w:t>ل</w:t>
      </w:r>
      <w:r w:rsidRPr="00514710">
        <w:rPr>
          <w:rFonts w:hint="cs"/>
          <w:rtl/>
        </w:rPr>
        <w:t>ا</w:t>
      </w:r>
      <w:r w:rsidR="00897A77" w:rsidRPr="00514710">
        <w:rPr>
          <w:rFonts w:hint="cs"/>
          <w:rtl/>
        </w:rPr>
        <w:t>ال</w:t>
      </w:r>
      <w:r w:rsidR="00897A77" w:rsidRPr="00897A77">
        <w:rPr>
          <w:rFonts w:hint="cs"/>
          <w:rtl/>
        </w:rPr>
        <w:t>ی</w:t>
      </w:r>
      <w:r w:rsidR="00897A77" w:rsidRPr="00897A77">
        <w:rPr>
          <w:rtl/>
        </w:rPr>
        <w:t xml:space="preserve"> ج</w:t>
      </w:r>
      <w:r w:rsidRPr="00514710">
        <w:rPr>
          <w:rFonts w:hint="cs"/>
          <w:rtl/>
        </w:rPr>
        <w:t>4</w:t>
      </w:r>
      <w:r w:rsidR="00897A77" w:rsidRPr="00897A77">
        <w:rPr>
          <w:rFonts w:hint="cs"/>
          <w:rtl/>
        </w:rPr>
        <w:t xml:space="preserve"> ص </w:t>
      </w:r>
      <w:r w:rsidRPr="00514710">
        <w:rPr>
          <w:rFonts w:hint="cs"/>
          <w:rtl/>
        </w:rPr>
        <w:t>104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2660BE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سکتے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سار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سورت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نزول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ب</w:t>
      </w:r>
      <w:r w:rsidRPr="00897A77">
        <w:rPr>
          <w:rFonts w:eastAsia="Calibri"/>
          <w:rtl/>
        </w:rPr>
        <w:t xml:space="preserve"> کے خلاف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کے حکم کے مطابق</w:t>
      </w:r>
      <w:r w:rsidR="002660B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ترت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ب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897A77" w:rsidRDefault="00514710" w:rsidP="00514710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4</w:t>
      </w:r>
      <w:r w:rsidR="00897A77" w:rsidRPr="00467EE6">
        <w:rPr>
          <w:rFonts w:eastAsia="Calibri" w:hint="cs"/>
          <w:rtl/>
        </w:rPr>
        <w:t>۔</w:t>
      </w:r>
      <w:r w:rsidR="00897A77" w:rsidRPr="00514710">
        <w:rPr>
          <w:rFonts w:eastAsia="Calibri" w:hint="cs"/>
          <w:rtl/>
        </w:rPr>
        <w:t>قر</w:t>
      </w:r>
      <w:r w:rsidRPr="00514710">
        <w:rPr>
          <w:rFonts w:eastAsia="Calibri" w:hint="cs"/>
          <w:rtl/>
        </w:rPr>
        <w:t>ا</w:t>
      </w:r>
      <w:r w:rsidR="00897A77" w:rsidRPr="00514710">
        <w:rPr>
          <w:rFonts w:eastAsia="Calibri" w:hint="cs"/>
          <w:rtl/>
        </w:rPr>
        <w:t>ت</w:t>
      </w:r>
      <w:r w:rsidR="00897A77" w:rsidRPr="00467EE6">
        <w:rPr>
          <w:rFonts w:eastAsia="Calibri" w:hint="cs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،کس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لفظ کو جمہور مسلم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کے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جس قرائت کے ساتھ رائج ہے اس کے خلاف پڑھنے کو </w:t>
      </w:r>
      <w:r w:rsidR="00897A77" w:rsidRPr="00514710">
        <w:rPr>
          <w:rFonts w:eastAsia="Calibri"/>
          <w:rtl/>
        </w:rPr>
        <w:t>قر</w:t>
      </w:r>
      <w:r w:rsidRPr="00514710">
        <w:rPr>
          <w:rFonts w:eastAsia="Calibri" w:hint="cs"/>
          <w:rtl/>
        </w:rPr>
        <w:t>ا</w:t>
      </w:r>
      <w:r w:rsidR="00897A77" w:rsidRPr="00514710">
        <w:rPr>
          <w:rFonts w:eastAsia="Calibri" w:hint="cs"/>
          <w:rtl/>
        </w:rPr>
        <w:t>ت</w:t>
      </w:r>
      <w:r w:rsidR="00897A77" w:rsidRPr="00467EE6">
        <w:rPr>
          <w:rFonts w:eastAsia="Calibri" w:hint="cs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کہا جاتا ہے ۔ج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سے</w:t>
      </w:r>
      <w:r w:rsidR="00897A77" w:rsidRPr="00897A77">
        <w:rPr>
          <w:rFonts w:eastAsia="Calibri"/>
          <w:rtl/>
        </w:rPr>
        <w:t xml:space="preserve"> اکثر قرّاء اپنے اجتہاد اور نظر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بنا پر قرائت کرتے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جو جمہور مسلم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قرائت کے</w:t>
      </w:r>
      <w:r w:rsidR="00751D0E">
        <w:rPr>
          <w:rFonts w:eastAsia="Calibri" w:hint="cs"/>
          <w:rtl/>
        </w:rPr>
        <w:t xml:space="preserve"> </w:t>
      </w:r>
      <w:r w:rsidR="00897A77" w:rsidRPr="00897A77">
        <w:rPr>
          <w:rFonts w:eastAsia="Calibri" w:hint="eastAsia"/>
          <w:rtl/>
        </w:rPr>
        <w:t>خلاف</w:t>
      </w:r>
      <w:r w:rsidR="00897A77" w:rsidRPr="00897A77">
        <w:rPr>
          <w:rFonts w:eastAsia="Calibri"/>
          <w:rtl/>
        </w:rPr>
        <w:t xml:space="preserve"> ہے ۔</w:t>
      </w:r>
    </w:p>
    <w:p w:rsidR="00897A77" w:rsidRPr="00897A77" w:rsidRDefault="00514710" w:rsidP="00751D0E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5</w:t>
      </w:r>
      <w:r w:rsidR="00897A77" w:rsidRPr="00467EE6">
        <w:rPr>
          <w:rFonts w:eastAsia="Calibri" w:hint="cs"/>
          <w:rtl/>
        </w:rPr>
        <w:t>۔لہجے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ف،</w:t>
      </w:r>
      <w:r w:rsidR="00897A77" w:rsidRPr="00897A77">
        <w:rPr>
          <w:rFonts w:eastAsia="Calibri"/>
          <w:rtl/>
        </w:rPr>
        <w:t xml:space="preserve"> اقوام و قبائل کے درم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ان</w:t>
      </w:r>
      <w:r w:rsidR="00897A77" w:rsidRPr="00897A77">
        <w:rPr>
          <w:rFonts w:eastAsia="Calibri"/>
          <w:rtl/>
        </w:rPr>
        <w:t xml:space="preserve"> لہجے کا اختلاف بھ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سبب بنتا ہے کہ تلاوت ہر قب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لہ</w:t>
      </w:r>
      <w:r w:rsidR="00897A77" w:rsidRPr="00897A77">
        <w:rPr>
          <w:rFonts w:eastAsia="Calibri"/>
          <w:rtl/>
        </w:rPr>
        <w:t xml:space="preserve"> کے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مخصوص لہجے کے ساتھ ہوت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ہے اس کو لہجے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کہتے</w:t>
      </w:r>
      <w:r w:rsidR="00751D0E">
        <w:rPr>
          <w:rFonts w:eastAsia="Calibri" w:hint="cs"/>
          <w:rtl/>
        </w:rPr>
        <w:t xml:space="preserve"> </w:t>
      </w:r>
      <w:r w:rsidR="001650EA">
        <w:rPr>
          <w:rFonts w:eastAsia="Calibri" w:hint="eastAsia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۔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6</w:t>
      </w:r>
      <w:r w:rsidR="00897A77" w:rsidRPr="00467EE6">
        <w:rPr>
          <w:rFonts w:eastAsia="Calibri" w:hint="cs"/>
          <w:rtl/>
        </w:rPr>
        <w:t>۔تحر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تبد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،کس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/>
          <w:rtl/>
        </w:rPr>
        <w:t xml:space="preserve"> لفظ کو دوسرے لفظ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تبد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ل</w:t>
      </w:r>
      <w:r w:rsidR="00897A77" w:rsidRPr="00897A77">
        <w:rPr>
          <w:rFonts w:eastAsia="Calibri"/>
          <w:rtl/>
        </w:rPr>
        <w:t xml:space="preserve"> کرنا ،چاہے دونو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ہم معن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ٰ ہو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نہ ہو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،ابن مسعود نے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کو ہم معن</w:t>
      </w:r>
      <w:r w:rsidR="00897A77" w:rsidRPr="00897A77">
        <w:rPr>
          <w:rFonts w:eastAsia="Calibri" w:hint="cs"/>
          <w:rtl/>
        </w:rPr>
        <w:t>یٰ</w:t>
      </w:r>
      <w:r w:rsidR="00897A77" w:rsidRPr="00897A77">
        <w:rPr>
          <w:rFonts w:eastAsia="Calibri"/>
          <w:rtl/>
        </w:rPr>
        <w:t xml:space="preserve"> (مترادف) الفاظ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جائز</w:t>
      </w:r>
      <w:r w:rsidR="00897A77" w:rsidRPr="00897A77">
        <w:rPr>
          <w:rFonts w:eastAsia="Calibri"/>
          <w:rtl/>
        </w:rPr>
        <w:t xml:space="preserve"> سمجھا ہے ۔چنانچہ فرما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اہے</w:t>
      </w:r>
      <w:r w:rsidR="00897A77" w:rsidRPr="00897A77">
        <w:rPr>
          <w:rFonts w:eastAsia="Calibri"/>
          <w:rtl/>
        </w:rPr>
        <w:t xml:space="preserve"> :''لفظ ''عل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م</w:t>
      </w:r>
      <w:r w:rsidR="00897A77" w:rsidRPr="00897A77">
        <w:rPr>
          <w:rFonts w:eastAsia="Calibri"/>
          <w:rtl/>
        </w:rPr>
        <w:t>''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جگہ ''حک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م</w:t>
      </w:r>
      <w:r w:rsidR="00897A77" w:rsidRPr="00897A77">
        <w:rPr>
          <w:rFonts w:eastAsia="Calibri"/>
          <w:rtl/>
        </w:rPr>
        <w:t xml:space="preserve"> '' رکھا جا سکتا ہے ''۔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13" w:name="_Toc427150629"/>
      <w:r w:rsidRPr="00897A77">
        <w:rPr>
          <w:rFonts w:eastAsia="Calibri"/>
          <w:rtl/>
        </w:rPr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سرا</w:t>
      </w:r>
      <w:r w:rsidRPr="00897A77">
        <w:rPr>
          <w:rFonts w:eastAsia="Calibri"/>
          <w:rtl/>
        </w:rPr>
        <w:t xml:space="preserve"> مطلب</w:t>
      </w:r>
      <w:bookmarkEnd w:id="13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14" w:name="_Toc427150630"/>
      <w:r w:rsidRPr="00897A77">
        <w:rPr>
          <w:rFonts w:eastAsia="Calibri" w:hint="eastAsia"/>
          <w:rtl/>
        </w:rPr>
        <w:t>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تفص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bookmarkEnd w:id="14"/>
    </w:p>
    <w:p w:rsidR="002660BE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نے پہلے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دو قسم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تفص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،ان دو قسمو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جو مورد بحث ہے وہ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تفص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،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جو مع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طور پر واقع ہو جائے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مورد بحث اور محل اختلاف ہے ۔ل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طور پر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کم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ادہ</w:t>
      </w:r>
      <w:r w:rsidRPr="00897A77">
        <w:rPr>
          <w:rFonts w:eastAsia="Calibri"/>
          <w:rtl/>
        </w:rPr>
        <w:t xml:space="preserve"> ہو وہ ہمار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بحث سے خارج ہے ۔مثال کے طور پر قرائت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بسم اللہ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اختلاف ہے ،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lastRenderedPageBreak/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</w:t>
      </w:r>
      <w:r w:rsidRPr="00751D0E">
        <w:rPr>
          <w:rStyle w:val="libAieChar"/>
          <w:rFonts w:eastAsia="Calibri"/>
          <w:rtl/>
        </w:rPr>
        <w:t>بسم الل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 xml:space="preserve"> الرحمن الرح</w:t>
      </w:r>
      <w:r w:rsidRPr="00751D0E">
        <w:rPr>
          <w:rStyle w:val="libAieChar"/>
          <w:rFonts w:eastAsia="Calibri" w:hint="cs"/>
          <w:rtl/>
        </w:rPr>
        <w:t>ی</w:t>
      </w:r>
      <w:r w:rsidRPr="00751D0E">
        <w:rPr>
          <w:rStyle w:val="libAieChar"/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؟جس</w:t>
      </w:r>
      <w:r w:rsidRPr="00897A77">
        <w:rPr>
          <w:rFonts w:eastAsia="Calibri"/>
          <w:rtl/>
        </w:rPr>
        <w:t xml:space="preserve"> کو ہم پہلے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نام سے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ہمار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بحث سے خارج ہے ،ک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وہ ت</w:t>
      </w:r>
      <w:r w:rsidRPr="00897A77">
        <w:rPr>
          <w:rFonts w:eastAsia="Calibri" w:hint="eastAsia"/>
          <w:rtl/>
        </w:rPr>
        <w:t>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کہ جس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جھگڑہ ہے چاہے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ہو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اضافہ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،دونو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صورتو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ار</w:t>
      </w:r>
      <w:r w:rsidRPr="00897A77">
        <w:rPr>
          <w:rFonts w:eastAsia="Calibri"/>
          <w:rtl/>
        </w:rPr>
        <w:t xml:space="preserve"> اور ملاک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کلام الٰہ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قت</w:t>
      </w:r>
      <w:r w:rsidRPr="00897A77">
        <w:rPr>
          <w:rFonts w:eastAsia="Calibri"/>
          <w:rtl/>
        </w:rPr>
        <w:t xml:space="preserve"> بدلنے کا سبب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بنے</w:t>
      </w:r>
      <w:r w:rsidRPr="00897A77">
        <w:rPr>
          <w:rFonts w:eastAsia="Calibri"/>
          <w:rtl/>
        </w:rPr>
        <w:t xml:space="preserve">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قرائت کا اختلاف کہ جس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شک اور شبہہ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گنجائش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کہ ان قرآئتو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قرائت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قرآن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eastAsia"/>
          <w:rtl/>
        </w:rPr>
        <w:t>قرائت</w:t>
      </w:r>
      <w:r w:rsidRPr="00897A77">
        <w:rPr>
          <w:rFonts w:eastAsia="Calibri"/>
          <w:rtl/>
        </w:rPr>
        <w:t xml:space="preserve">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</w:t>
      </w:r>
      <w:r w:rsidRPr="00751D0E">
        <w:rPr>
          <w:rStyle w:val="libAieChar"/>
          <w:rFonts w:eastAsia="Calibri"/>
          <w:rtl/>
        </w:rPr>
        <w:t>بسم الل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 xml:space="preserve"> الرحمن الرح</w:t>
      </w:r>
      <w:r w:rsidRPr="00751D0E">
        <w:rPr>
          <w:rStyle w:val="libAieChar"/>
          <w:rFonts w:eastAsia="Calibri" w:hint="cs"/>
          <w:rtl/>
        </w:rPr>
        <w:t>ی</w:t>
      </w:r>
      <w:r w:rsidRPr="00751D0E">
        <w:rPr>
          <w:rStyle w:val="libAieChar"/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شک و شبہہ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کہ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ہر سورہ کے آغاز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تلاوت فرماتے تھے ،ل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کا آپس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اختلاف</w:t>
      </w:r>
      <w:r w:rsidRPr="00897A77">
        <w:rPr>
          <w:rFonts w:eastAsia="Calibri"/>
          <w:rtl/>
        </w:rPr>
        <w:t xml:space="preserve"> ہے کہ بسم اللہ قرآن اور سورہ کاجزء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 بعض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کا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دہ</w:t>
      </w:r>
      <w:r w:rsidRPr="00897A77">
        <w:rPr>
          <w:rFonts w:eastAsia="Calibri"/>
          <w:rtl/>
        </w:rPr>
        <w:t xml:space="preserve"> ہے کہ بسم اللہ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سورہ کا جزء </w:t>
      </w:r>
      <w:r w:rsidRPr="00897A77">
        <w:rPr>
          <w:rFonts w:eastAsia="Calibri" w:hint="eastAsia"/>
          <w:rtl/>
        </w:rPr>
        <w:t>اور</w:t>
      </w:r>
      <w:r w:rsidRPr="00897A77">
        <w:rPr>
          <w:rFonts w:eastAsia="Calibri"/>
          <w:rtl/>
        </w:rPr>
        <w:t xml:space="preserve">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ہے جس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سورے</w:t>
      </w:r>
      <w:r w:rsidRPr="00897A77">
        <w:rPr>
          <w:rFonts w:eastAsia="Calibri"/>
          <w:rtl/>
        </w:rPr>
        <w:t xml:space="preserve"> کے آغاز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بسم اللہ ہو۔ل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دوسرے بعض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کانظر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بسم اللہ اس کا جزء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اس لئے کہ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دونو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گروہ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ہر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اپنے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کو واقع کے مطابق سمجھتا ہے اور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بات کو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قت</w:t>
      </w:r>
      <w:r w:rsidRPr="00897A77">
        <w:rPr>
          <w:rFonts w:eastAsia="Calibri"/>
          <w:rtl/>
        </w:rPr>
        <w:t xml:space="preserve"> اور واقع کے خلاف ہونے کا احتمال تک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تا</w:t>
      </w:r>
      <w:r w:rsidRPr="00897A77">
        <w:rPr>
          <w:rFonts w:eastAsia="Calibri"/>
          <w:rtl/>
        </w:rPr>
        <w:t xml:space="preserve"> ۔</w:t>
      </w:r>
      <w:r w:rsidRPr="00897A77">
        <w:rPr>
          <w:rFonts w:eastAsia="Calibri" w:hint="eastAsia"/>
          <w:rtl/>
        </w:rPr>
        <w:t>اور</w:t>
      </w:r>
      <w:r w:rsidRPr="00897A77">
        <w:rPr>
          <w:rFonts w:eastAsia="Calibri"/>
          <w:rtl/>
        </w:rPr>
        <w:t xml:space="preserve"> دونو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کا اجماع ہے کہ بسم اللہ کلام الٰہ</w:t>
      </w:r>
      <w:r w:rsidRPr="00897A77">
        <w:rPr>
          <w:rFonts w:eastAsia="Calibri" w:hint="cs"/>
          <w:rtl/>
        </w:rPr>
        <w:t>ی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تھا اور کلام بشر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داخل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ہوا ہے اور اختلاف قرّاء کے مسئلہ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ہے۔</w:t>
      </w:r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لہٰذا</w:t>
      </w:r>
      <w:r w:rsidRPr="00897A77">
        <w:rPr>
          <w:rFonts w:eastAsia="Calibri"/>
          <w:rtl/>
        </w:rPr>
        <w:t xml:space="preserve">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بنا پر جن موارد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اگرچہ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کلام اور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قرائت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تشخ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ص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مشکل امر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ہمار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بحث سے خارج ہے ۔ک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ہمار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بحث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ہے کہ قرآن سے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کو حذف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کا اضافہ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15" w:name="_Toc427150631"/>
      <w:r w:rsidRPr="00897A77">
        <w:rPr>
          <w:rFonts w:eastAsia="Calibri" w:hint="eastAsia"/>
          <w:rtl/>
        </w:rPr>
        <w:t>چوتھا</w:t>
      </w:r>
      <w:r w:rsidRPr="00897A77">
        <w:rPr>
          <w:rFonts w:eastAsia="Calibri"/>
          <w:rtl/>
        </w:rPr>
        <w:t xml:space="preserve"> مطلب</w:t>
      </w:r>
      <w:bookmarkEnd w:id="15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16" w:name="_Toc427150632"/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ہونے کے لئے خبر واحد کاف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</w:t>
      </w:r>
      <w:bookmarkEnd w:id="16"/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جس طرح قرآن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کے اثبات کے لئے قطع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علم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ضرورت ہے اور صرف خبر واحد کے 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قرآن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 ثابت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کر</w:t>
      </w:r>
      <w:r w:rsidRPr="00897A77">
        <w:rPr>
          <w:rFonts w:eastAsia="Calibri"/>
          <w:rtl/>
        </w:rPr>
        <w:t xml:space="preserve"> سکتے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طرح جو لوگ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چاہ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اثبات پر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قطع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اور علم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برہان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دوسرے لفظو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eastAsia"/>
          <w:rtl/>
        </w:rPr>
        <w:t>کہا</w:t>
      </w:r>
      <w:r w:rsidRPr="00897A77">
        <w:rPr>
          <w:rFonts w:eastAsia="Calibri"/>
          <w:rtl/>
        </w:rPr>
        <w:t xml:space="preserve"> جائے کہ جب ہم خبر واحد اوراس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دوسر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ادلّہ ظنّ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(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وہ دلائل جو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قطع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) کو اعتقاد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مسائل ثابت کرنے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کاف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سمجھتے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تو قرآن سے متعلق مسائل کو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خبر واحد سے ثابت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کر</w:t>
      </w:r>
      <w:r w:rsidRPr="00897A77">
        <w:rPr>
          <w:rFonts w:eastAsia="Calibri"/>
          <w:rtl/>
        </w:rPr>
        <w:t xml:space="preserve"> سکتے ۔ک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قرآن ہمارے مدارک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اہم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مدرک ہ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،اس کے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مسئلہ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اثبات کو خبر واحد کے 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ثابت کرنا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بہت</w:t>
      </w:r>
      <w:r w:rsidRPr="00897A77">
        <w:rPr>
          <w:rFonts w:eastAsia="Calibri"/>
          <w:rtl/>
        </w:rPr>
        <w:t xml:space="preserve"> بڑ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غلط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ہے۔</w:t>
      </w:r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لہٰذا</w:t>
      </w:r>
      <w:r w:rsidRPr="00897A77">
        <w:rPr>
          <w:rFonts w:eastAsia="Calibri"/>
          <w:rtl/>
        </w:rPr>
        <w:t xml:space="preserve"> مرحوم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/>
          <w:rtl/>
        </w:rPr>
        <w:t xml:space="preserve"> طوس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نے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گرانبہا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''تب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'' کے مقدمہ اور تمہ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جتن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وہ سب خبر واحد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اور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خبر واحد سے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اور علم حاصل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ہوتا لہٰذا مسئلہ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کفا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 مر</w:t>
      </w:r>
      <w:r w:rsidRPr="00897A77">
        <w:rPr>
          <w:rFonts w:eastAsia="Calibri" w:hint="eastAsia"/>
          <w:rtl/>
        </w:rPr>
        <w:t>حوم</w:t>
      </w:r>
      <w:r w:rsidRPr="00897A77">
        <w:rPr>
          <w:rFonts w:eastAsia="Calibri"/>
          <w:rtl/>
        </w:rPr>
        <w:t xml:space="preserve">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/>
          <w:rtl/>
        </w:rPr>
        <w:t xml:space="preserve"> طوس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کہنے کا مقصد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مسئلہ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ان مسائل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ہے کہ جس کے اثبات اور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لئے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اور علم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ضرور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صرف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کا پا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جانا کاف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۔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17" w:name="_Toc427150633"/>
      <w:r w:rsidRPr="00897A77">
        <w:rPr>
          <w:rFonts w:eastAsia="Calibri" w:hint="eastAsia"/>
          <w:rtl/>
        </w:rPr>
        <w:t>پانچوا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مطلب</w:t>
      </w:r>
      <w:bookmarkEnd w:id="17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18" w:name="_Toc427150634"/>
      <w:r w:rsidRPr="00897A77">
        <w:rPr>
          <w:rFonts w:eastAsia="Calibri" w:hint="eastAsia"/>
          <w:rtl/>
        </w:rPr>
        <w:t>قرآن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علماء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کا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bookmarkEnd w:id="18"/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مذہب کے 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علماء اور محقق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اس بات کے معتقد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قرآن مج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طرح کا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دہ</w:t>
      </w:r>
      <w:r w:rsidRPr="00897A77">
        <w:rPr>
          <w:rFonts w:eastAsia="Calibri"/>
          <w:rtl/>
        </w:rPr>
        <w:t xml:space="preserve"> رکھتے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جو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آج ہمارے پاس موجود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وہ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ہے جسے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صل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اللہ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و آلہ وسلم کے قلب مطہر پر اتارا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تھا جس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واقع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علمائے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ان حضرات کے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جو مذہب تش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</w:t>
      </w:r>
      <w:r w:rsidRPr="00897A77">
        <w:rPr>
          <w:rFonts w:eastAsia="Calibri"/>
          <w:rtl/>
        </w:rPr>
        <w:t xml:space="preserve"> کے ستون سمجھے جاتے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اختصار</w:t>
      </w:r>
      <w:r w:rsidRPr="00897A77">
        <w:rPr>
          <w:rFonts w:eastAsia="Calibri"/>
          <w:rtl/>
        </w:rPr>
        <w:t xml:space="preserve"> کے ساتھ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حضرات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کو مذہب تش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</w:t>
      </w:r>
      <w:r w:rsidRPr="00897A77">
        <w:rPr>
          <w:rFonts w:eastAsia="Calibri"/>
          <w:rtl/>
        </w:rPr>
        <w:t xml:space="preserve"> کے اعتقاد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علم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مسائل کا مدار شمار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جاتا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ان حضرات کے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کو ذکر کرنے سے پہلے دو مطالب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قارئ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توجہ</w:t>
      </w:r>
      <w:r w:rsidRPr="00897A77">
        <w:rPr>
          <w:rFonts w:eastAsia="Calibri"/>
          <w:rtl/>
        </w:rPr>
        <w:t xml:space="preserve"> کو مبذول کرنا ضرور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سمجھتا 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۔</w:t>
      </w:r>
    </w:p>
    <w:p w:rsidR="002660BE" w:rsidRDefault="00897A77" w:rsidP="002660BE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الف:علوم قرآن سے متعلق لکھ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کچھ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قرآن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والے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کو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علماء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جو اخبار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،اور اہل سنت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جو حشو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نسبت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۔غور طلب بات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اخبار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علماء کے بعض بزرگو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نے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جناب حر عامل</w:t>
      </w:r>
      <w:r w:rsidRPr="00897A77">
        <w:rPr>
          <w:rFonts w:eastAsia="Calibri" w:hint="cs"/>
          <w:rtl/>
        </w:rPr>
        <w:t>یؒ</w:t>
      </w:r>
      <w:r w:rsidRPr="00897A77">
        <w:rPr>
          <w:rFonts w:eastAsia="Calibri"/>
          <w:rtl/>
        </w:rPr>
        <w:t xml:space="preserve"> صاحب </w:t>
      </w:r>
      <w:r w:rsidRPr="00897A77">
        <w:rPr>
          <w:rFonts w:eastAsia="Calibri" w:hint="eastAsia"/>
          <w:rtl/>
        </w:rPr>
        <w:t>وسائل</w:t>
      </w:r>
      <w:r w:rsidRPr="00897A77">
        <w:rPr>
          <w:rFonts w:eastAsia="Calibri"/>
          <w:rtl/>
        </w:rPr>
        <w:t xml:space="preserve"> الش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،قرآن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،اور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موضوع پر مستقل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کتابچہ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۔لہٰذا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کا</w:t>
      </w:r>
      <w:r w:rsidR="002660B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اخبار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ہونے سے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لازم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آتا کہ وہ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قائل ہے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2660BE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</w:t>
      </w:r>
      <w:r w:rsidRPr="00897A77">
        <w:rPr>
          <w:rFonts w:eastAsia="Calibri"/>
          <w:rtl/>
        </w:rPr>
        <w:t>:اس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شک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علماء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کا اضافہ نہ ہونے پر اجماع رکھتے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واقع ہونے کا مسئلہ اختلاف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،اگرچہ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بعض علماء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مرحوم مقدس بغداد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''شرح واف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''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مرحوم</w:t>
      </w:r>
      <w:r w:rsidRPr="00897A77">
        <w:rPr>
          <w:rFonts w:eastAsia="Calibri"/>
          <w:rtl/>
        </w:rPr>
        <w:t xml:space="preserve">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/>
          <w:rtl/>
        </w:rPr>
        <w:t xml:space="preserve"> کاشف الغطاء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گرانبہا کتاب کشف الغطاء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قرآن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واقع نہ ہونے پر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تمام علماء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کا اتفاق و اجماع ہونے کا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دعو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علمائے</w:t>
      </w:r>
      <w:r w:rsidRPr="00897A77">
        <w:rPr>
          <w:rFonts w:eastAsia="Calibri"/>
          <w:rtl/>
        </w:rPr>
        <w:t xml:space="preserve">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علماء کے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اس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</w:t>
      </w:r>
      <w:r w:rsidR="00897A77" w:rsidRPr="00467EE6">
        <w:rPr>
          <w:rFonts w:eastAsia="Calibri" w:hint="cs"/>
          <w:rtl/>
        </w:rPr>
        <w:t>۔فضل ابن شاذان جو 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عہ</w:t>
      </w:r>
      <w:r w:rsidR="00897A77" w:rsidRPr="00897A77">
        <w:rPr>
          <w:rFonts w:eastAsia="Calibri"/>
          <w:rtl/>
        </w:rPr>
        <w:t xml:space="preserve"> امام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قرن سوم ہجر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کے مصنف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سے</w:t>
      </w:r>
      <w:r w:rsidR="00897A77" w:rsidRPr="00897A77">
        <w:rPr>
          <w:rFonts w:eastAsia="Calibri"/>
          <w:rtl/>
        </w:rPr>
        <w:t xml:space="preserve">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، انہو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نے قرآن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عن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واقع ہونے سے انکار اور اس نظر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کے قائل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کو رد کرنے کے بعد ''کتاب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ضاح</w:t>
      </w:r>
      <w:r w:rsidR="00897A77" w:rsidRPr="00897A77">
        <w:rPr>
          <w:rFonts w:eastAsia="Calibri"/>
          <w:rtl/>
        </w:rPr>
        <w:t xml:space="preserve"> ''م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ان</w:t>
      </w:r>
      <w:r w:rsidR="00897A77" w:rsidRPr="00897A77">
        <w:rPr>
          <w:rFonts w:eastAsia="Calibri"/>
          <w:rtl/>
        </w:rPr>
        <w:t xml:space="preserve"> روا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کو جو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پر دلالت کرت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 w:hint="eastAsia"/>
          <w:rtl/>
        </w:rPr>
        <w:t>دوسرے</w:t>
      </w:r>
      <w:r w:rsidR="00897A77" w:rsidRPr="00897A77">
        <w:rPr>
          <w:rFonts w:eastAsia="Calibri"/>
          <w:rtl/>
        </w:rPr>
        <w:t xml:space="preserve"> مذاہب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طرف نسبت 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ہے۔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</w:t>
      </w:r>
      <w:r w:rsidR="00897A77" w:rsidRPr="00467EE6">
        <w:rPr>
          <w:rFonts w:eastAsia="Calibri" w:hint="cs"/>
          <w:rtl/>
        </w:rPr>
        <w:t>۔جناب 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خ</w:t>
      </w:r>
      <w:r w:rsidR="00897A77" w:rsidRPr="00897A77">
        <w:rPr>
          <w:rFonts w:eastAsia="Calibri"/>
          <w:rtl/>
        </w:rPr>
        <w:t xml:space="preserve"> جعفر کے فرزند محمد بن عل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ابن بابو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قم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خ</w:t>
      </w:r>
      <w:r w:rsidR="00897A77" w:rsidRPr="00897A77">
        <w:rPr>
          <w:rFonts w:eastAsia="Calibri"/>
          <w:rtl/>
        </w:rPr>
        <w:t xml:space="preserve"> صدوق کے لقب سے معروف و مشہور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 w:hint="eastAsia"/>
          <w:rtl/>
        </w:rPr>
        <w:t>اور</w:t>
      </w:r>
      <w:r w:rsidR="00897A77" w:rsidRPr="00897A77">
        <w:rPr>
          <w:rFonts w:eastAsia="Calibri"/>
          <w:rtl/>
        </w:rPr>
        <w:t xml:space="preserve"> جہا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>تش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ع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چوتھ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صد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کے عظ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م</w:t>
      </w:r>
      <w:r w:rsidR="00897A77" w:rsidRPr="00897A77">
        <w:rPr>
          <w:rFonts w:eastAsia="Calibri"/>
          <w:rtl/>
        </w:rPr>
        <w:t xml:space="preserve"> اور نامور عالم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 w:hint="eastAsia"/>
          <w:rtl/>
        </w:rPr>
        <w:t>،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انہو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نے اپنے ''رسالہ اعتقادات ''م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''قرآن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ہمارا</w:t>
      </w:r>
      <w:r w:rsidRPr="00897A77">
        <w:rPr>
          <w:rFonts w:eastAsia="Calibri"/>
          <w:rtl/>
        </w:rPr>
        <w:t xml:space="preserve"> (ش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جو قرآن آج ہمارے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۔آلاء الرحمن بلاغی</w:t>
      </w:r>
      <w:r w:rsidR="00897A77" w:rsidRPr="00897A77">
        <w:rPr>
          <w:rtl/>
        </w:rPr>
        <w:t xml:space="preserve"> ص </w:t>
      </w:r>
      <w:r w:rsidRPr="00514710">
        <w:rPr>
          <w:rFonts w:hint="cs"/>
          <w:rtl/>
        </w:rPr>
        <w:t>26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پاس</w:t>
      </w:r>
      <w:r w:rsidRPr="00897A77">
        <w:rPr>
          <w:rFonts w:eastAsia="Calibri"/>
          <w:rtl/>
        </w:rPr>
        <w:t xml:space="preserve"> موجود ہے ،ہو بہو وہ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ہے جو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پر نازل ہوا تھا ،جس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اضافہ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 لہذا جو لوگ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واقع ہونے والے نظرئےے کو ہم سے منسوب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جھوٹے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جناب</w:t>
      </w:r>
      <w:r w:rsidRPr="00897A77">
        <w:rPr>
          <w:rFonts w:eastAsia="Calibri"/>
          <w:rtl/>
        </w:rPr>
        <w:t xml:space="preserve"> مرحوم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/>
          <w:rtl/>
        </w:rPr>
        <w:t xml:space="preserve"> صدوق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الرحمہ جو علم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اور علم تار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/>
          <w:rtl/>
        </w:rPr>
        <w:t xml:space="preserve"> اورد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گر</w:t>
      </w:r>
      <w:r w:rsidRPr="00897A77">
        <w:rPr>
          <w:rFonts w:eastAsia="Calibri"/>
          <w:rtl/>
        </w:rPr>
        <w:t xml:space="preserve"> متعدد علوم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ماہر اور 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علمائے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 وہ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نظرئےے کو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مذہب سے منسوب کرنے کو جھوٹ اور بہتان سے تعب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3</w:t>
      </w:r>
      <w:r w:rsidR="00897A77" w:rsidRPr="00467EE6">
        <w:rPr>
          <w:rFonts w:eastAsia="Calibri" w:hint="cs"/>
          <w:rtl/>
        </w:rPr>
        <w:t>۔ جناب مرحوم عل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ابن حس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موسو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نے جو 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د</w:t>
      </w:r>
      <w:r w:rsidR="00897A77" w:rsidRPr="00897A77">
        <w:rPr>
          <w:rFonts w:eastAsia="Calibri"/>
          <w:rtl/>
        </w:rPr>
        <w:t xml:space="preserve"> مرتض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علم الہد</w:t>
      </w:r>
      <w:r w:rsidR="00897A77" w:rsidRPr="00897A77">
        <w:rPr>
          <w:rFonts w:eastAsia="Calibri" w:hint="cs"/>
          <w:rtl/>
        </w:rPr>
        <w:t>یٰ</w:t>
      </w:r>
      <w:r w:rsidR="00897A77" w:rsidRPr="00897A77">
        <w:rPr>
          <w:rFonts w:eastAsia="Calibri"/>
          <w:rtl/>
        </w:rPr>
        <w:t xml:space="preserve"> کے لقب سے معروف ومشہور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، اورش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عہ</w:t>
      </w:r>
      <w:r w:rsidR="00897A77" w:rsidRPr="00897A77">
        <w:rPr>
          <w:rFonts w:eastAsia="Calibri"/>
          <w:rtl/>
        </w:rPr>
        <w:t xml:space="preserve"> امام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کے عظ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م</w:t>
      </w:r>
      <w:r w:rsidR="00897A77" w:rsidRPr="00897A77">
        <w:rPr>
          <w:rFonts w:eastAsia="Calibri"/>
          <w:rtl/>
        </w:rPr>
        <w:t xml:space="preserve"> مجتہد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اور اصول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علماء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سے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طرابلس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کے سوالات کے جواب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فرماتے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>:</w:t>
      </w:r>
    </w:p>
    <w:p w:rsidR="002660BE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 جس طرح دن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شہرو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وجود اورعظ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واقعات وحادثات کے رونما ہونے پر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وعلم حاصل ہے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طرح قرآن کے ہم تک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پہنچنے پر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وعلم حاصل ہے ۔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نے مختلف عوامل اورانگ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کے ساتھ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حفاظت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</w:t>
      </w:r>
      <w:r w:rsidRPr="00897A77">
        <w:rPr>
          <w:rFonts w:eastAsia="Calibri" w:hint="eastAsia"/>
          <w:rtl/>
        </w:rPr>
        <w:t>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واقع ہونے نہ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نے</w:t>
      </w:r>
      <w:r w:rsidRPr="00897A77">
        <w:rPr>
          <w:rFonts w:eastAsia="Calibri"/>
          <w:rtl/>
        </w:rPr>
        <w:t xml:space="preserve"> کے لئے بڑا اہتمام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اتھا</w:t>
      </w:r>
      <w:r w:rsidRPr="00897A77">
        <w:rPr>
          <w:rFonts w:eastAsia="Calibri"/>
          <w:rtl/>
        </w:rPr>
        <w:t xml:space="preserve"> اوران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کوشش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جو قرآن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اسلام ؐ کے دور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مخصوص نظم وضبط کے ساتھ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کتاب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شکل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جمع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تھا وہ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ہم تک پہنچا ہے جس پر واضح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اسلام ؐ نے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جماعت کو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حفاظت کے لئے مقرر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تھا ، اورا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جماعت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عبداللہ ابن مسعود اور اب</w:t>
      </w:r>
      <w:r w:rsidRPr="00897A77">
        <w:rPr>
          <w:rFonts w:eastAsia="Calibri" w:hint="cs"/>
          <w:rtl/>
        </w:rPr>
        <w:t>یّ</w:t>
      </w:r>
      <w:r w:rsidRPr="00897A77">
        <w:rPr>
          <w:rFonts w:eastAsia="Calibri"/>
          <w:rtl/>
        </w:rPr>
        <w:t xml:space="preserve"> ابن کعب وغ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رہ</w:t>
      </w:r>
      <w:r w:rsidRPr="00897A77">
        <w:rPr>
          <w:rFonts w:eastAsia="Calibri"/>
          <w:rtl/>
        </w:rPr>
        <w:t xml:space="preserve"> نے کئ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دفعہ خود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اسلام ؐ کے حضور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پورے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تلاوت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، جو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حفاظت ہونے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انہ</w:t>
      </w:r>
      <w:r w:rsidRPr="00897A77">
        <w:rPr>
          <w:rFonts w:eastAsia="Calibri"/>
          <w:rtl/>
        </w:rPr>
        <w:t xml:space="preserve"> ہونے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تصد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کروانا چاہتے تھے۔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2660BE" w:rsidRDefault="002660BE" w:rsidP="00897A77">
      <w:pPr>
        <w:pStyle w:val="libNormal"/>
        <w:rPr>
          <w:rFonts w:eastAsia="Calibri" w:hint="cs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 xml:space="preserve"> لہذا مرحوم 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مرتضٰ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نے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گفتگو اوربحث کے آخر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کہ جو لوگ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مذہب سے منسلک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چند نفر اور مذہب اہل سنت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حشو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اس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مخالف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ان کے نظرئےے کاکوئ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اعتبار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انہو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نے اپنے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کو ثابت کرنے کے لئ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کچھ ضع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اور انہو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نے گمان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4</w:t>
      </w:r>
      <w:r w:rsidR="00897A77" w:rsidRPr="00467EE6">
        <w:rPr>
          <w:rFonts w:eastAsia="Calibri" w:hint="cs"/>
          <w:rtl/>
        </w:rPr>
        <w:t>۔ مرحوم 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خ</w:t>
      </w:r>
      <w:r w:rsidR="00897A77" w:rsidRPr="00897A77">
        <w:rPr>
          <w:rFonts w:eastAsia="Calibri"/>
          <w:rtl/>
        </w:rPr>
        <w:t xml:space="preserve"> طوس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جو 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خ</w:t>
      </w:r>
      <w:r w:rsidR="00897A77" w:rsidRPr="00897A77">
        <w:rPr>
          <w:rFonts w:eastAsia="Calibri"/>
          <w:rtl/>
        </w:rPr>
        <w:t xml:space="preserve"> الطائفہ کے لقب سے مشہور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اورابو جعفر محمدبن حسن کے نام سے موسوم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اس بارے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فرماتے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واقع ہونے کا تصور کرنا مناسب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کے اضافہ نہ ہونے پر اجماع ہے جبکہ قرآن سے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کے حذف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اکم</w:t>
      </w:r>
      <w:r w:rsidRPr="00897A77">
        <w:rPr>
          <w:rFonts w:eastAsia="Calibri"/>
          <w:rtl/>
        </w:rPr>
        <w:t xml:space="preserve"> ہونے کو سارے مسلمان غلط اورباطل سمجھتے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اور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مذہب سے منسلک علماء کاصح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>ہ وہ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جس پربہت سار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السند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دلالت موجود ہے ، لہذا جو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اہل تش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</w:t>
      </w:r>
      <w:r w:rsidRPr="00897A77">
        <w:rPr>
          <w:rFonts w:eastAsia="Calibri"/>
          <w:rtl/>
        </w:rPr>
        <w:t xml:space="preserve"> اوراہل سنت کے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سے نقل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، اور وہ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بعض کے حذف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اکم</w:t>
      </w:r>
      <w:r w:rsidRPr="00897A77">
        <w:rPr>
          <w:rFonts w:eastAsia="Calibri"/>
          <w:rtl/>
        </w:rPr>
        <w:t xml:space="preserve"> ہونے پر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۔مجمع البی</w:t>
      </w:r>
      <w:r w:rsidR="00897A77" w:rsidRPr="00897A77">
        <w:rPr>
          <w:rFonts w:hint="eastAsia"/>
          <w:rtl/>
        </w:rPr>
        <w:t>ان</w:t>
      </w:r>
      <w:r w:rsidR="00897A77" w:rsidRPr="00897A77">
        <w:rPr>
          <w:rtl/>
        </w:rPr>
        <w:t xml:space="preserve"> ،ج</w:t>
      </w: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،ص</w:t>
      </w:r>
      <w:r w:rsidRPr="00514710">
        <w:rPr>
          <w:rFonts w:hint="cs"/>
          <w:rtl/>
        </w:rPr>
        <w:t>15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دلالت</w:t>
      </w:r>
      <w:r w:rsidRPr="00897A77">
        <w:rPr>
          <w:rFonts w:eastAsia="Calibri"/>
          <w:rtl/>
        </w:rPr>
        <w:t xml:space="preserve">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وہ خبرواحد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جن سے علم 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حاصل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ہوتاہے لہذا ان کو نظر انداز کرنا چاہئےے ۔( </w:t>
      </w:r>
      <w:r w:rsidR="00514710" w:rsidRPr="00514710">
        <w:rPr>
          <w:rFonts w:eastAsia="Calibri" w:hint="cs"/>
          <w:rtl/>
        </w:rPr>
        <w:t>1</w:t>
      </w:r>
      <w:r w:rsidRPr="00467EE6">
        <w:rPr>
          <w:rFonts w:eastAsia="Calibri" w:hint="cs"/>
          <w:rtl/>
        </w:rPr>
        <w:t xml:space="preserve"> )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5</w:t>
      </w:r>
      <w:r w:rsidR="00897A77" w:rsidRPr="00467EE6">
        <w:rPr>
          <w:rFonts w:eastAsia="Calibri" w:hint="cs"/>
          <w:rtl/>
        </w:rPr>
        <w:t>۔فضل ابن حسن طبرس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جن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ابوعل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ہے اورعظ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م</w:t>
      </w:r>
      <w:r w:rsidR="00897A77" w:rsidRPr="00897A77">
        <w:rPr>
          <w:rFonts w:eastAsia="Calibri"/>
          <w:rtl/>
        </w:rPr>
        <w:t xml:space="preserve"> مفسر قرآن ، صاحب مجمع الب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ان</w:t>
      </w:r>
      <w:r w:rsidR="00897A77"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، انہو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نے اپن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تفس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کے مقدمہ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لکھا ہے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اضافہ ہونے کا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دہ</w:t>
      </w:r>
      <w:r w:rsidRPr="00897A77">
        <w:rPr>
          <w:rFonts w:eastAsia="Calibri"/>
          <w:rtl/>
        </w:rPr>
        <w:t xml:space="preserve"> رکھنا غلط اورباطل ہونے پر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مذہب کا اجماع ہے اگرچہ کم اورحذف ہونے کے قائل علمائے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بعض اخبار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علماء اورسن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مذہب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حشو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نسبت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اکثر علمائے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نزد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۔''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2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6</w:t>
      </w:r>
      <w:r w:rsidR="00897A77" w:rsidRPr="00467EE6">
        <w:rPr>
          <w:rFonts w:eastAsia="Calibri" w:hint="cs"/>
          <w:rtl/>
        </w:rPr>
        <w:t>۔ مرحوم 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د</w:t>
      </w:r>
      <w:r w:rsidR="00897A77" w:rsidRPr="00897A77">
        <w:rPr>
          <w:rFonts w:eastAsia="Calibri"/>
          <w:rtl/>
        </w:rPr>
        <w:t xml:space="preserve"> ابن طاؤوس نے فرما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اہے</w:t>
      </w:r>
      <w:r w:rsidR="00897A77" w:rsidRPr="00897A77">
        <w:rPr>
          <w:rFonts w:eastAsia="Calibri"/>
          <w:rtl/>
        </w:rPr>
        <w:t xml:space="preserve">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 مذہب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۔ ( </w:t>
      </w:r>
      <w:r w:rsidR="00514710" w:rsidRPr="00514710">
        <w:rPr>
          <w:rFonts w:eastAsia="Calibri" w:hint="cs"/>
          <w:rtl/>
        </w:rPr>
        <w:t>3</w:t>
      </w:r>
      <w:r w:rsidRPr="00467EE6">
        <w:rPr>
          <w:rFonts w:eastAsia="Calibri" w:hint="cs"/>
          <w:rtl/>
        </w:rPr>
        <w:t>)ا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اور جگہ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اکہ</w:t>
      </w:r>
      <w:r w:rsidRPr="00897A77">
        <w:rPr>
          <w:rFonts w:eastAsia="Calibri"/>
          <w:rtl/>
        </w:rPr>
        <w:t xml:space="preserve"> مجھے ان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پر تعجب ہے جو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دہ</w:t>
      </w:r>
      <w:r w:rsidRPr="00897A77">
        <w:rPr>
          <w:rFonts w:eastAsia="Calibri"/>
          <w:rtl/>
        </w:rPr>
        <w:t xml:space="preserve"> رکھتے ہوئے کہ جو قرآن آج ہمارے پاس موجود ہے وہ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ہے جو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غمبراکرم</w:t>
      </w:r>
      <w:r w:rsidRPr="00897A77">
        <w:rPr>
          <w:rFonts w:eastAsia="Calibri"/>
          <w:rtl/>
        </w:rPr>
        <w:t xml:space="preserve"> (ص) پرنازل ہواہے اور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نے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کو جمع کرنے کا حکم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، اس کے باوجود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اہل مد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اور مکہ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۔مقدمہ تفسی</w:t>
      </w:r>
      <w:r w:rsidR="00897A77" w:rsidRPr="00897A77">
        <w:rPr>
          <w:rFonts w:hint="eastAsia"/>
          <w:rtl/>
        </w:rPr>
        <w:t>ر</w:t>
      </w:r>
      <w:r w:rsidR="00897A77" w:rsidRPr="00897A77">
        <w:rPr>
          <w:rtl/>
        </w:rPr>
        <w:t xml:space="preserve"> تب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ان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۔ مجمع البی</w:t>
      </w:r>
      <w:r w:rsidR="00897A77" w:rsidRPr="00897A77">
        <w:rPr>
          <w:rFonts w:hint="eastAsia"/>
          <w:rtl/>
        </w:rPr>
        <w:t>ان</w:t>
      </w:r>
      <w:r w:rsidR="00897A77" w:rsidRPr="00897A77">
        <w:rPr>
          <w:rtl/>
        </w:rPr>
        <w:t xml:space="preserve"> </w:t>
      </w: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/</w:t>
      </w:r>
      <w:r w:rsidRPr="00514710">
        <w:rPr>
          <w:rFonts w:hint="cs"/>
          <w:rtl/>
        </w:rPr>
        <w:t>15</w:t>
      </w:r>
      <w:r w:rsidR="00897A77" w:rsidRPr="00897A77">
        <w:rPr>
          <w:rFonts w:hint="cs"/>
          <w:rtl/>
        </w:rPr>
        <w:t>۔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3</w:t>
      </w:r>
      <w:r w:rsidR="00897A77" w:rsidRPr="00897A77">
        <w:rPr>
          <w:rFonts w:hint="cs"/>
          <w:rtl/>
        </w:rPr>
        <w:t>۔سعد السعود ،ص</w:t>
      </w:r>
      <w:r w:rsidRPr="00514710">
        <w:rPr>
          <w:rFonts w:hint="cs"/>
          <w:rtl/>
        </w:rPr>
        <w:t>144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ااہل</w:t>
      </w:r>
      <w:r w:rsidRPr="00897A77">
        <w:rPr>
          <w:rFonts w:eastAsia="Calibri"/>
          <w:rtl/>
        </w:rPr>
        <w:t xml:space="preserve"> کوفہ وبصرہ کے ماب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اختلاف ہونے کو نقل کرکے آخر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دہ</w:t>
      </w:r>
      <w:r w:rsidRPr="00897A77">
        <w:rPr>
          <w:rFonts w:eastAsia="Calibri"/>
          <w:rtl/>
        </w:rPr>
        <w:t xml:space="preserve"> رکھتے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بسم اللہ الرحمن الرح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قرآن اور سورہ کاجزء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۔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بہت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تعجب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بات ہے 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طرف سے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نہ ہونے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جس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اورنقل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eastAsia"/>
          <w:rtl/>
        </w:rPr>
        <w:t>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اس کے باوجود بسم اللہ کو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اور سورہ کاجز نہ ہونے کو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قبول کرسکتے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؟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7</w:t>
      </w:r>
      <w:r w:rsidR="00897A77" w:rsidRPr="00467EE6">
        <w:rPr>
          <w:rFonts w:eastAsia="Calibri" w:hint="cs"/>
          <w:rtl/>
        </w:rPr>
        <w:t>۔ جناب ملامحسن جو 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ض</w:t>
      </w:r>
      <w:r w:rsidR="00897A77" w:rsidRPr="00897A77">
        <w:rPr>
          <w:rFonts w:eastAsia="Calibri"/>
          <w:rtl/>
        </w:rPr>
        <w:t xml:space="preserve"> کاشان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کے لقب سے مشہور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فرماتے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 جوروا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پر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وہ کتاب الہٰ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مخالف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لہذا ان کو ردکرنا چاہئےے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ااس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توج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اور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اس طرح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کتاب الہٰ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مخالف نہ ہو۔(</w:t>
      </w:r>
      <w:r w:rsidR="00514710" w:rsidRPr="00514710">
        <w:rPr>
          <w:rFonts w:eastAsia="Calibri" w:hint="cs"/>
          <w:rtl/>
        </w:rPr>
        <w:t>2</w:t>
      </w:r>
      <w:r w:rsidRPr="00467EE6">
        <w:rPr>
          <w:rFonts w:eastAsia="Calibri" w:hint="cs"/>
          <w:rtl/>
        </w:rPr>
        <w:t xml:space="preserve"> )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8</w:t>
      </w:r>
      <w:r w:rsidR="00897A77" w:rsidRPr="00467EE6">
        <w:rPr>
          <w:rFonts w:eastAsia="Calibri" w:hint="cs"/>
          <w:rtl/>
        </w:rPr>
        <w:t>۔ جناب مرحوم محمد بہاء الد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عامل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جو 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خ</w:t>
      </w:r>
      <w:r w:rsidR="00897A77" w:rsidRPr="00897A77">
        <w:rPr>
          <w:rFonts w:eastAsia="Calibri"/>
          <w:rtl/>
        </w:rPr>
        <w:t xml:space="preserve"> بہائ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کے لقب سے معروف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فرماتے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:</w:t>
      </w:r>
    </w:p>
    <w:p w:rsidR="00897A77" w:rsidRPr="00897A77" w:rsidRDefault="00897A77" w:rsidP="00751D0E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اور درست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ہر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محفوظ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اورجو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</w:t>
      </w:r>
      <w:r w:rsidR="00751D0E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ماب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مشہورہے وہ علمائے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نظر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درم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 xml:space="preserve">۔ سعدا لسعود ص </w:t>
      </w:r>
      <w:r w:rsidRPr="00514710">
        <w:rPr>
          <w:rFonts w:hint="cs"/>
          <w:rtl/>
        </w:rPr>
        <w:t>193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۔تفسی</w:t>
      </w:r>
      <w:r w:rsidR="00897A77" w:rsidRPr="00897A77">
        <w:rPr>
          <w:rFonts w:hint="eastAsia"/>
          <w:rtl/>
        </w:rPr>
        <w:t>ر</w:t>
      </w:r>
      <w:r w:rsidR="00897A77" w:rsidRPr="00897A77">
        <w:rPr>
          <w:rtl/>
        </w:rPr>
        <w:t xml:space="preserve"> صاف</w:t>
      </w:r>
      <w:r w:rsidR="00897A77" w:rsidRPr="00897A77">
        <w:rPr>
          <w:rFonts w:hint="cs"/>
          <w:rtl/>
        </w:rPr>
        <w:t>ی</w:t>
      </w:r>
      <w:r w:rsidR="00897A77" w:rsidRPr="00897A77">
        <w:rPr>
          <w:rtl/>
        </w:rPr>
        <w:t xml:space="preserve"> ، ج</w:t>
      </w: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ص</w:t>
      </w:r>
      <w:r w:rsidRPr="00514710">
        <w:rPr>
          <w:rFonts w:hint="cs"/>
          <w:rtl/>
        </w:rPr>
        <w:t>51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مشہور</w:t>
      </w:r>
      <w:r w:rsidRPr="00897A77">
        <w:rPr>
          <w:rFonts w:eastAsia="Calibri"/>
          <w:rtl/>
        </w:rPr>
        <w:t xml:space="preserve"> ہے کہ کچھ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حضرت 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المؤمن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ابن 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طالب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السلام کانام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تھا اس کو حذف کرد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، مثال کے طور پر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</w:t>
      </w:r>
      <w:r w:rsidRPr="00751D0E">
        <w:rPr>
          <w:rStyle w:val="libAieChar"/>
          <w:rFonts w:eastAsia="Calibri"/>
          <w:rtl/>
        </w:rPr>
        <w:t xml:space="preserve">'' </w:t>
      </w:r>
      <w:r w:rsidRPr="00751D0E">
        <w:rPr>
          <w:rStyle w:val="libAieChar"/>
          <w:rFonts w:eastAsia="Calibri" w:hint="cs"/>
          <w:rtl/>
        </w:rPr>
        <w:t>ی</w:t>
      </w:r>
      <w:r w:rsidRPr="00751D0E">
        <w:rPr>
          <w:rStyle w:val="libAieChar"/>
          <w:rFonts w:eastAsia="Calibri" w:hint="eastAsia"/>
          <w:rtl/>
        </w:rPr>
        <w:t>اا</w:t>
      </w:r>
      <w:r w:rsidRPr="00751D0E">
        <w:rPr>
          <w:rStyle w:val="libAieChar"/>
          <w:rFonts w:eastAsia="Calibri" w:hint="cs"/>
          <w:rtl/>
        </w:rPr>
        <w:t>ی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>ا</w:t>
      </w:r>
      <w:r w:rsidRPr="00751D0E">
        <w:rPr>
          <w:rStyle w:val="libAieChar"/>
          <w:rFonts w:eastAsia="Calibri"/>
          <w:rtl/>
        </w:rPr>
        <w:t xml:space="preserve"> الرسول بلغ...''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کہا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751D0E">
        <w:rPr>
          <w:rStyle w:val="libAieChar"/>
          <w:rFonts w:eastAsia="Calibri"/>
          <w:rtl/>
        </w:rPr>
        <w:t xml:space="preserve">'' </w:t>
      </w:r>
      <w:r w:rsidRPr="00751D0E">
        <w:rPr>
          <w:rStyle w:val="libAieChar"/>
          <w:rFonts w:eastAsia="Calibri" w:hint="cs"/>
          <w:rtl/>
        </w:rPr>
        <w:t>ی</w:t>
      </w:r>
      <w:r w:rsidRPr="00751D0E">
        <w:rPr>
          <w:rStyle w:val="libAieChar"/>
          <w:rFonts w:eastAsia="Calibri" w:hint="eastAsia"/>
          <w:rtl/>
        </w:rPr>
        <w:t>اا</w:t>
      </w:r>
      <w:r w:rsidRPr="00751D0E">
        <w:rPr>
          <w:rStyle w:val="libAieChar"/>
          <w:rFonts w:eastAsia="Calibri" w:hint="cs"/>
          <w:rtl/>
        </w:rPr>
        <w:t>ی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>ا</w:t>
      </w:r>
      <w:r w:rsidRPr="00751D0E">
        <w:rPr>
          <w:rStyle w:val="libAieChar"/>
          <w:rFonts w:eastAsia="Calibri"/>
          <w:rtl/>
        </w:rPr>
        <w:t xml:space="preserve"> الرسول بلغ ماانزل ال</w:t>
      </w:r>
      <w:r w:rsidRPr="00751D0E">
        <w:rPr>
          <w:rStyle w:val="libAieChar"/>
          <w:rFonts w:eastAsia="Calibri" w:hint="cs"/>
          <w:rtl/>
        </w:rPr>
        <w:t>ی</w:t>
      </w:r>
      <w:r w:rsidRPr="00751D0E">
        <w:rPr>
          <w:rStyle w:val="libAieChar"/>
          <w:rFonts w:eastAsia="Calibri" w:hint="eastAsia"/>
          <w:rtl/>
        </w:rPr>
        <w:t>ک</w:t>
      </w:r>
      <w:r w:rsidRPr="00751D0E">
        <w:rPr>
          <w:rStyle w:val="libAieChar"/>
          <w:rFonts w:eastAsia="Calibri"/>
          <w:rtl/>
        </w:rPr>
        <w:t xml:space="preserve"> ف</w:t>
      </w:r>
      <w:r w:rsidRPr="00751D0E">
        <w:rPr>
          <w:rStyle w:val="libAieChar"/>
          <w:rFonts w:eastAsia="Calibri" w:hint="cs"/>
          <w:rtl/>
        </w:rPr>
        <w:t>ی</w:t>
      </w:r>
      <w:r w:rsidRPr="00751D0E">
        <w:rPr>
          <w:rStyle w:val="libAieChar"/>
          <w:rFonts w:eastAsia="Calibri"/>
          <w:rtl/>
        </w:rPr>
        <w:t xml:space="preserve"> عل</w:t>
      </w:r>
      <w:r w:rsidRPr="00751D0E">
        <w:rPr>
          <w:rStyle w:val="libAieChar"/>
          <w:rFonts w:eastAsia="Calibri" w:hint="cs"/>
          <w:rtl/>
        </w:rPr>
        <w:t>ی</w:t>
      </w:r>
      <w:r w:rsidRPr="00751D0E">
        <w:rPr>
          <w:rStyle w:val="libAieChar"/>
          <w:rFonts w:eastAsia="Calibri"/>
          <w:rtl/>
        </w:rPr>
        <w:t xml:space="preserve"> </w:t>
      </w:r>
      <w:r w:rsidRPr="00897A77">
        <w:rPr>
          <w:rFonts w:eastAsia="Calibri"/>
          <w:rtl/>
        </w:rPr>
        <w:t>...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حضرت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السلام کانام تھا اسے حذف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دہ</w:t>
      </w:r>
      <w:r w:rsidRPr="00897A77">
        <w:rPr>
          <w:rFonts w:eastAsia="Calibri"/>
          <w:rtl/>
        </w:rPr>
        <w:t xml:space="preserve"> علمائے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نزد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غلط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قرآن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سے محفوظ ہے ۔''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9</w:t>
      </w:r>
      <w:r w:rsidR="00897A77" w:rsidRPr="00467EE6">
        <w:rPr>
          <w:rFonts w:eastAsia="Calibri" w:hint="cs"/>
          <w:rtl/>
        </w:rPr>
        <w:t>۔ 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خ</w:t>
      </w:r>
      <w:r w:rsidR="00897A77" w:rsidRPr="00897A77">
        <w:rPr>
          <w:rFonts w:eastAsia="Calibri"/>
          <w:rtl/>
        </w:rPr>
        <w:t xml:space="preserve"> محمد ابن حسن حرعامل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جو ہمار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کتب احاد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ث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سے اہم کتاب وسائل الش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عہ</w:t>
      </w:r>
      <w:r w:rsidR="00897A77" w:rsidRPr="00897A77">
        <w:rPr>
          <w:rFonts w:eastAsia="Calibri"/>
          <w:rtl/>
        </w:rPr>
        <w:t xml:space="preserve"> کے مصنف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/>
          <w:rtl/>
        </w:rPr>
        <w:t xml:space="preserve"> کتابچہ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قرآن کر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م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نہ ہونے کو ثابت کرتے ہوئے فرماتے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 جو لوگ تار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/>
          <w:rtl/>
        </w:rPr>
        <w:t xml:space="preserve"> اورائمہ معصوم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سے منقول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توان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اور علم حاصل ہوجاتا ہے کہ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ہم تک انتہائ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تواتر کے ساتھ اور ہزارو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اصحاب سے نقل ہوتے ہوئے پہنچا ہے ۔ اوراس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معلوم ہوتاہے کہ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غمبرؐ</w:t>
      </w:r>
      <w:r w:rsidRPr="00897A77">
        <w:rPr>
          <w:rFonts w:eastAsia="Calibri"/>
          <w:rtl/>
        </w:rPr>
        <w:t xml:space="preserve"> کے دور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کتاب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شکل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تدو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۔''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2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۔الاء الرحمن ، ص</w:t>
      </w:r>
      <w:r w:rsidRPr="00514710">
        <w:rPr>
          <w:rFonts w:hint="cs"/>
          <w:rtl/>
        </w:rPr>
        <w:t>26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۔اظہار الحق ،ج</w:t>
      </w: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ص</w:t>
      </w:r>
      <w:r w:rsidRPr="00514710">
        <w:rPr>
          <w:rFonts w:hint="cs"/>
          <w:rtl/>
        </w:rPr>
        <w:t>129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10</w:t>
      </w:r>
      <w:r w:rsidR="00897A77" w:rsidRPr="00467EE6">
        <w:rPr>
          <w:rFonts w:eastAsia="Calibri" w:hint="cs"/>
          <w:rtl/>
        </w:rPr>
        <w:t>۔جناب 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خ</w:t>
      </w:r>
      <w:r w:rsidR="00897A77" w:rsidRPr="00897A77">
        <w:rPr>
          <w:rFonts w:eastAsia="Calibri"/>
          <w:rtl/>
        </w:rPr>
        <w:t xml:space="preserve"> جعفر کاشف الغطا جو امام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مذہب کے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سے</w:t>
      </w:r>
      <w:r w:rsidR="00897A77" w:rsidRPr="00897A77">
        <w:rPr>
          <w:rFonts w:eastAsia="Calibri"/>
          <w:rtl/>
        </w:rPr>
        <w:t xml:space="preserve"> مجتہد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سے جن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مثال بہت کم ملت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ہے ، اپن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گرانبہا کتاب '' کشف الغطاء ''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فرماتے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کے اضافہ نہ ہونے پر سارے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کااجماع ہے اور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ہے جو ہرمذہب اور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ضرورت کاتقاضا ہونے کے ساتھ خود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صراحت اور علماء کااجماع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ہر زمانے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محفوظ اور مصون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چھوٹے گروہ نے اس نظرئےے کے مخالف ہے جن کے قول کا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اعتبار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۔( </w:t>
      </w:r>
      <w:r w:rsidR="00514710" w:rsidRPr="00514710">
        <w:rPr>
          <w:rFonts w:eastAsia="Calibri" w:hint="cs"/>
          <w:rtl/>
        </w:rPr>
        <w:t>1</w:t>
      </w:r>
      <w:r w:rsidRPr="00467EE6">
        <w:rPr>
          <w:rFonts w:eastAsia="Calibri" w:hint="cs"/>
          <w:rtl/>
        </w:rPr>
        <w:t>)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نے نمونہ کے طور پر جو کہ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علمائے کرام چاہے اصول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علماء 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ااخبار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ذکر کرنے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کوشش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ہے۔ ان تمام سے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نکلتا ہے کہ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کا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غلط اوربے بن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</w:t>
      </w:r>
      <w:r w:rsidRPr="00897A77">
        <w:rPr>
          <w:rFonts w:eastAsia="Calibri"/>
          <w:rtl/>
        </w:rPr>
        <w:t xml:space="preserve"> ہے جس کا باطل ہونا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واضح ہے ۔ اوربہت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کم تعداد پر مشتمل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گروہ </w:t>
      </w:r>
      <w:r w:rsidRPr="00897A77">
        <w:rPr>
          <w:rFonts w:eastAsia="Calibri" w:hint="eastAsia"/>
          <w:rtl/>
        </w:rPr>
        <w:t>نے</w:t>
      </w:r>
      <w:r w:rsidRPr="00897A77">
        <w:rPr>
          <w:rFonts w:eastAsia="Calibri"/>
          <w:rtl/>
        </w:rPr>
        <w:t xml:space="preserve"> کچھ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کو جوضع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السند ہونے کے علاوہ خبر واحدبھ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کواپن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ذکر کرکے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کو ثابت کرنے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کوشش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علمائے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نظر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قابل اعتماد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، لہذا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علمائے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منسوب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جاسکتا ہ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؟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نسبت واضح بہتان اورجھوٹ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؟ کہ جس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حرمت سارے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۔کشف الغطاء ، ص</w:t>
      </w:r>
      <w:r w:rsidRPr="00514710">
        <w:rPr>
          <w:rFonts w:hint="cs"/>
          <w:rtl/>
        </w:rPr>
        <w:t>299</w:t>
      </w:r>
      <w:r w:rsidR="00897A77" w:rsidRPr="00897A77">
        <w:rPr>
          <w:rFonts w:hint="cs"/>
          <w:rtl/>
        </w:rPr>
        <w:t>۔</w:t>
      </w:r>
    </w:p>
    <w:p w:rsidR="00897A77" w:rsidRPr="00751D0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lastRenderedPageBreak/>
        <w:t>مسلمانو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مسلم ہے ،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ہوسکتا ہے کہ جس فرقے کے تمام مسائل اعتقاد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تمام افکار وتصورات کا سرچشمہ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ہو لوگ ان کو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قرار د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؟</w:t>
      </w:r>
    </w:p>
    <w:p w:rsidR="00897A77" w:rsidRPr="00467EE6" w:rsidRDefault="00897A77" w:rsidP="00467EE6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19" w:name="_Toc427150635"/>
      <w:r w:rsidRPr="00897A77">
        <w:rPr>
          <w:rFonts w:eastAsia="Calibri"/>
          <w:rtl/>
        </w:rPr>
        <w:t>چھٹا مطلب</w:t>
      </w:r>
      <w:bookmarkEnd w:id="19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20" w:name="_Toc427150636"/>
      <w:r w:rsidRPr="00897A77">
        <w:rPr>
          <w:rFonts w:eastAsia="Calibri" w:hint="eastAsia"/>
          <w:rtl/>
        </w:rPr>
        <w:t>قرآن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اور دوسر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آسمان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فرق</w:t>
      </w:r>
      <w:bookmarkEnd w:id="20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آج</w:t>
      </w:r>
      <w:r w:rsidRPr="00897A77">
        <w:rPr>
          <w:rFonts w:eastAsia="Calibri"/>
          <w:rtl/>
        </w:rPr>
        <w:t xml:space="preserve"> کل کے اہم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سوالات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قرآن اورد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گر</w:t>
      </w:r>
      <w:r w:rsidRPr="00897A77">
        <w:rPr>
          <w:rFonts w:eastAsia="Calibri"/>
          <w:rtl/>
        </w:rPr>
        <w:t xml:space="preserve"> آسمان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فرق ہے ؟۔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جبکہ دوسر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تمام آسمان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پر اجماع ہے ۔ لہذا جو لوگ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بعض نے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اس طرح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گذشتہ سار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کتب آسمان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، قرآن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آسمان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ہے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واقع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بہت سار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جو سن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دونو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متواترہسمجھ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جات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وارد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جو حادثہ اور واقعہ سابق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امتو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رونما ہواہے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حادثہ اس امت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رونما ہوگا، چنانچہ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نے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>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751D0E">
        <w:rPr>
          <w:rStyle w:val="libArabicChar"/>
          <w:rFonts w:eastAsia="Calibri"/>
          <w:rtl/>
        </w:rPr>
        <w:t>'' کل ماکان ف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/>
          <w:rtl/>
        </w:rPr>
        <w:t xml:space="preserve"> الامم السالف</w:t>
      </w:r>
      <w:r w:rsidR="00467EE6" w:rsidRPr="00467EE6">
        <w:rPr>
          <w:rStyle w:val="libArabicChar"/>
          <w:rFonts w:eastAsia="Calibri" w:hint="cs"/>
          <w:rtl/>
        </w:rPr>
        <w:t>ة</w:t>
      </w:r>
      <w:r w:rsidRPr="00751D0E">
        <w:rPr>
          <w:rStyle w:val="libArabicChar"/>
          <w:rFonts w:eastAsia="Calibri"/>
          <w:rtl/>
        </w:rPr>
        <w:t xml:space="preserve"> فانّ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 w:hint="eastAsia"/>
          <w:rtl/>
        </w:rPr>
        <w:t>کون</w:t>
      </w:r>
      <w:r w:rsidRPr="00751D0E">
        <w:rPr>
          <w:rStyle w:val="libArabicChar"/>
          <w:rFonts w:eastAsia="Calibri"/>
          <w:rtl/>
        </w:rPr>
        <w:t xml:space="preserve"> ف</w:t>
      </w:r>
      <w:r w:rsidRPr="00751D0E">
        <w:rPr>
          <w:rStyle w:val="libArabicChar"/>
          <w:rFonts w:eastAsia="Calibri" w:hint="cs"/>
          <w:rtl/>
        </w:rPr>
        <w:t>ی</w:t>
      </w:r>
      <w:r w:rsidRPr="00751D0E">
        <w:rPr>
          <w:rStyle w:val="libArabicChar"/>
          <w:rFonts w:eastAsia="Calibri"/>
          <w:rtl/>
        </w:rPr>
        <w:t xml:space="preserve"> 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>ذ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الام</w:t>
      </w:r>
      <w:r w:rsidR="00467EE6" w:rsidRPr="00467EE6">
        <w:rPr>
          <w:rStyle w:val="libArabicChar"/>
          <w:rFonts w:eastAsia="Calibri" w:hint="cs"/>
          <w:rtl/>
        </w:rPr>
        <w:t>ة</w:t>
      </w:r>
      <w:r w:rsidRPr="00751D0E">
        <w:rPr>
          <w:rStyle w:val="libArabicChar"/>
          <w:rFonts w:eastAsia="Calibri"/>
          <w:rtl/>
        </w:rPr>
        <w:t xml:space="preserve"> مثل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حذوا النعل بالنعل والقَذّ</w:t>
      </w:r>
      <w:r w:rsidR="00467EE6" w:rsidRPr="00467EE6">
        <w:rPr>
          <w:rStyle w:val="libArabicChar"/>
          <w:rFonts w:eastAsia="Calibri" w:hint="cs"/>
          <w:rtl/>
        </w:rPr>
        <w:t>ة</w:t>
      </w:r>
      <w:r w:rsidRPr="00751D0E">
        <w:rPr>
          <w:rStyle w:val="libArabicChar"/>
          <w:rFonts w:eastAsia="Calibri"/>
          <w:rtl/>
        </w:rPr>
        <w:t xml:space="preserve"> بالقَذّ</w:t>
      </w:r>
      <w:r w:rsidR="00467EE6" w:rsidRPr="00467EE6">
        <w:rPr>
          <w:rStyle w:val="libArabicChar"/>
          <w:rFonts w:eastAsia="Calibri" w:hint="cs"/>
          <w:rtl/>
        </w:rPr>
        <w:t>ة</w:t>
      </w:r>
      <w:r w:rsidRPr="00751D0E">
        <w:rPr>
          <w:rStyle w:val="libArabicChar"/>
          <w:rFonts w:eastAsia="Calibri"/>
          <w:rtl/>
        </w:rPr>
        <w:t>''.</w:t>
      </w:r>
      <w:r w:rsidRPr="00897A77">
        <w:rPr>
          <w:rFonts w:eastAsia="Calibri"/>
          <w:rtl/>
        </w:rPr>
        <w:t xml:space="preserve">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 xml:space="preserve">،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جوبھ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حادثہ سابقہ امتو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رونما ہوا ہے ہوبہو اس امت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رونما ہوگا۔اس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 سے ضرور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واقع ہوجائے ۔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 بحار الانوار باب افتراق الامۃ</w:t>
      </w:r>
      <w:r w:rsidR="00897A77" w:rsidRPr="00897A77">
        <w:rPr>
          <w:rtl/>
        </w:rPr>
        <w:t xml:space="preserve"> بعد النب</w:t>
      </w:r>
      <w:r w:rsidR="00897A77" w:rsidRPr="00897A77">
        <w:rPr>
          <w:rFonts w:hint="cs"/>
          <w:rtl/>
        </w:rPr>
        <w:t>ی</w:t>
      </w:r>
      <w:r w:rsidR="00897A77" w:rsidRPr="00897A77">
        <w:rPr>
          <w:rtl/>
        </w:rPr>
        <w:t xml:space="preserve"> (ص) ، ج</w:t>
      </w:r>
      <w:r w:rsidRPr="00514710">
        <w:rPr>
          <w:rFonts w:hint="cs"/>
          <w:rtl/>
        </w:rPr>
        <w:t>8</w:t>
      </w:r>
      <w:r w:rsidR="00897A77" w:rsidRPr="00897A77">
        <w:rPr>
          <w:rFonts w:hint="cs"/>
          <w:rtl/>
        </w:rPr>
        <w:t xml:space="preserve"> ، ص </w:t>
      </w:r>
      <w:r w:rsidRPr="00514710">
        <w:rPr>
          <w:rFonts w:hint="cs"/>
          <w:rtl/>
        </w:rPr>
        <w:t>4</w:t>
      </w:r>
      <w:r w:rsidR="00897A77" w:rsidRPr="00897A77">
        <w:rPr>
          <w:rFonts w:hint="cs"/>
          <w:rtl/>
        </w:rPr>
        <w:t>۔</w:t>
      </w:r>
    </w:p>
    <w:p w:rsidR="002660BE" w:rsidRDefault="002660BE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ہم اس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اور جو لوگ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اشتباہ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مبتلاء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کاجواب</w:t>
      </w:r>
      <w:r w:rsidRPr="00897A77">
        <w:rPr>
          <w:rFonts w:eastAsia="Calibri"/>
          <w:rtl/>
        </w:rPr>
        <w:t xml:space="preserve"> بعد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نگے</w:t>
      </w:r>
      <w:r w:rsidRPr="00897A77">
        <w:rPr>
          <w:rFonts w:eastAsia="Calibri"/>
          <w:rtl/>
        </w:rPr>
        <w:t xml:space="preserve"> ( </w:t>
      </w:r>
      <w:r w:rsidR="00514710" w:rsidRPr="00514710">
        <w:rPr>
          <w:rFonts w:eastAsia="Calibri" w:hint="cs"/>
          <w:rtl/>
        </w:rPr>
        <w:t>1</w:t>
      </w:r>
      <w:r w:rsidRPr="00467EE6">
        <w:rPr>
          <w:rFonts w:eastAsia="Calibri" w:hint="cs"/>
          <w:rtl/>
        </w:rPr>
        <w:t xml:space="preserve">) مگرجو مطلب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/>
          <w:rtl/>
        </w:rPr>
        <w:t xml:space="preserve"> کرنا ضرور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اورجس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تلاش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ہم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وہ قرآن اور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گر</w:t>
      </w:r>
      <w:r w:rsidRPr="00897A77">
        <w:rPr>
          <w:rFonts w:eastAsia="Calibri"/>
          <w:rtl/>
        </w:rPr>
        <w:t xml:space="preserve"> کتب آسمان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ماب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فرق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وضاحت کرنا ہے اس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بعض محقق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کہاہے: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 سابقہ آسمان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جوتحر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واقع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اس سے مراد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معنو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بالرائے ہے کہ جس کے وقوع اورثبوت پر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صر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حاً</w:t>
      </w:r>
      <w:r w:rsidRPr="00897A77">
        <w:rPr>
          <w:rFonts w:eastAsia="Calibri"/>
          <w:rtl/>
        </w:rPr>
        <w:t xml:space="preserve"> دلالت کرتا ہے ۔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وہ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جس سے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مراد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جات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اس کاکتب سابقہ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ہونے پر قرآن مج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اشارہ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ملتا ، او</w:t>
      </w:r>
      <w:r w:rsidRPr="00897A77">
        <w:rPr>
          <w:rFonts w:eastAsia="Calibri" w:hint="eastAsia"/>
          <w:rtl/>
        </w:rPr>
        <w:t>رعلماء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عبارات اور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اور شاہد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پا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جاتا۔ ( </w:t>
      </w:r>
      <w:r w:rsidR="00514710" w:rsidRPr="00514710">
        <w:rPr>
          <w:rFonts w:eastAsia="Calibri" w:hint="cs"/>
          <w:rtl/>
        </w:rPr>
        <w:t>2</w:t>
      </w:r>
      <w:r w:rsidRPr="00467EE6">
        <w:rPr>
          <w:rFonts w:eastAsia="Calibri" w:hint="cs"/>
          <w:rtl/>
        </w:rPr>
        <w:t>)بلکہ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سے تورات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اانج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اور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گر</w:t>
      </w:r>
      <w:r w:rsidRPr="00897A77">
        <w:rPr>
          <w:rFonts w:eastAsia="Calibri"/>
          <w:rtl/>
        </w:rPr>
        <w:t xml:space="preserve"> کتب آسمان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ان کے علماء کے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محفوظ ہونے کو قرآن صراحتاً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کرتا ہے ، چنانچہ ارشاد ہوتاہے :</w:t>
      </w:r>
    </w:p>
    <w:p w:rsidR="00897A77" w:rsidRPr="00B93BD2" w:rsidRDefault="00897A77" w:rsidP="00B93BD2">
      <w:pPr>
        <w:pStyle w:val="libAie"/>
        <w:rPr>
          <w:rFonts w:eastAsia="Calibri"/>
          <w:rtl/>
        </w:rPr>
      </w:pPr>
      <w:r w:rsidRPr="00B93BD2">
        <w:rPr>
          <w:rFonts w:eastAsia="Calibri"/>
          <w:rtl/>
        </w:rPr>
        <w:t>'' ولو انّ</w:t>
      </w:r>
      <w:r w:rsidR="00467EE6" w:rsidRPr="00467EE6">
        <w:rPr>
          <w:rFonts w:eastAsia="Calibri" w:hint="cs"/>
          <w:rtl/>
        </w:rPr>
        <w:t>ه</w:t>
      </w:r>
      <w:r w:rsidRPr="00467EE6">
        <w:rPr>
          <w:rFonts w:eastAsia="Calibri" w:hint="cs"/>
          <w:rtl/>
        </w:rPr>
        <w:t>م اقامو التورٰ</w:t>
      </w:r>
      <w:r w:rsidR="00467EE6" w:rsidRPr="00467EE6">
        <w:rPr>
          <w:rFonts w:eastAsia="Calibri" w:hint="cs"/>
          <w:rtl/>
        </w:rPr>
        <w:t>ة</w:t>
      </w:r>
      <w:r w:rsidRPr="00B93BD2">
        <w:rPr>
          <w:rFonts w:eastAsia="Calibri"/>
          <w:rtl/>
        </w:rPr>
        <w:t xml:space="preserve"> والانج</w:t>
      </w:r>
      <w:r w:rsidRPr="00B93BD2">
        <w:rPr>
          <w:rFonts w:eastAsia="Calibri" w:hint="cs"/>
          <w:rtl/>
        </w:rPr>
        <w:t>ی</w:t>
      </w:r>
      <w:r w:rsidRPr="00B93BD2">
        <w:rPr>
          <w:rFonts w:eastAsia="Calibri" w:hint="eastAsia"/>
          <w:rtl/>
        </w:rPr>
        <w:t>ل</w:t>
      </w:r>
      <w:r w:rsidRPr="00B93BD2">
        <w:rPr>
          <w:rFonts w:eastAsia="Calibri"/>
          <w:rtl/>
        </w:rPr>
        <w:t xml:space="preserve"> وماانزل ال</w:t>
      </w:r>
      <w:r w:rsidRPr="00B93BD2">
        <w:rPr>
          <w:rFonts w:eastAsia="Calibri" w:hint="cs"/>
          <w:rtl/>
        </w:rPr>
        <w:t>ی</w:t>
      </w:r>
      <w:r w:rsidR="00467EE6" w:rsidRPr="00467EE6">
        <w:rPr>
          <w:rFonts w:eastAsia="Calibri" w:hint="cs"/>
          <w:rtl/>
        </w:rPr>
        <w:t>ه</w:t>
      </w:r>
      <w:r w:rsidRPr="00467EE6">
        <w:rPr>
          <w:rFonts w:eastAsia="Calibri" w:hint="cs"/>
          <w:rtl/>
        </w:rPr>
        <w:t>م</w:t>
      </w:r>
      <w:r w:rsidRPr="00B93BD2">
        <w:rPr>
          <w:rFonts w:eastAsia="Calibri"/>
          <w:rtl/>
        </w:rPr>
        <w:t xml:space="preserve"> من رب</w:t>
      </w:r>
      <w:r w:rsidR="00467EE6" w:rsidRPr="00467EE6">
        <w:rPr>
          <w:rFonts w:eastAsia="Calibri" w:hint="cs"/>
          <w:rtl/>
        </w:rPr>
        <w:t>ه</w:t>
      </w:r>
      <w:r w:rsidRPr="00467EE6">
        <w:rPr>
          <w:rFonts w:eastAsia="Calibri" w:hint="cs"/>
          <w:rtl/>
        </w:rPr>
        <w:t>م لاکلوا من فوق</w:t>
      </w:r>
      <w:r w:rsidR="00467EE6" w:rsidRPr="00467EE6">
        <w:rPr>
          <w:rFonts w:eastAsia="Calibri" w:hint="cs"/>
          <w:rtl/>
        </w:rPr>
        <w:t>ه</w:t>
      </w:r>
      <w:r w:rsidRPr="00467EE6">
        <w:rPr>
          <w:rFonts w:eastAsia="Calibri" w:hint="cs"/>
          <w:rtl/>
        </w:rPr>
        <w:t>م ومن تحت ارجل</w:t>
      </w:r>
      <w:r w:rsidR="00467EE6" w:rsidRPr="00467EE6">
        <w:rPr>
          <w:rFonts w:eastAsia="Calibri" w:hint="cs"/>
          <w:rtl/>
        </w:rPr>
        <w:t>ه</w:t>
      </w:r>
      <w:r w:rsidRPr="00467EE6">
        <w:rPr>
          <w:rFonts w:eastAsia="Calibri" w:hint="cs"/>
          <w:rtl/>
        </w:rPr>
        <w:t xml:space="preserve">م </w:t>
      </w:r>
      <w:r w:rsidRPr="00B93BD2">
        <w:rPr>
          <w:rFonts w:eastAsia="Calibri"/>
          <w:rtl/>
        </w:rPr>
        <w:t>...''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اوراگر</w:t>
      </w:r>
      <w:r w:rsidRPr="00897A77">
        <w:rPr>
          <w:rFonts w:eastAsia="Calibri"/>
          <w:rtl/>
        </w:rPr>
        <w:t xml:space="preserve"> وہ لوگ تورات اورانج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اورجو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فے</w:t>
      </w:r>
      <w:r w:rsidRPr="00897A77">
        <w:rPr>
          <w:rFonts w:eastAsia="Calibri"/>
          <w:rtl/>
        </w:rPr>
        <w:t xml:space="preserve"> ان کے پاس ان کے پروردگار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 البی</w:t>
      </w:r>
      <w:r w:rsidR="00897A77" w:rsidRPr="00897A77">
        <w:rPr>
          <w:rFonts w:hint="eastAsia"/>
          <w:rtl/>
        </w:rPr>
        <w:t>ان</w:t>
      </w:r>
      <w:r w:rsidR="00897A77" w:rsidRPr="00897A77">
        <w:rPr>
          <w:rtl/>
        </w:rPr>
        <w:t xml:space="preserve"> ، ص</w:t>
      </w:r>
      <w:r w:rsidRPr="00514710">
        <w:rPr>
          <w:rFonts w:hint="cs"/>
          <w:rtl/>
        </w:rPr>
        <w:t>221</w:t>
      </w:r>
      <w:r w:rsidR="00897A77" w:rsidRPr="00897A77">
        <w:rPr>
          <w:rFonts w:hint="cs"/>
          <w:rtl/>
        </w:rPr>
        <w:t>۔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۔صی</w:t>
      </w:r>
      <w:r w:rsidR="00897A77" w:rsidRPr="00897A77">
        <w:rPr>
          <w:rFonts w:hint="eastAsia"/>
          <w:rtl/>
        </w:rPr>
        <w:t>ان</w:t>
      </w:r>
      <w:r w:rsidR="00897A77" w:rsidRPr="00897A77">
        <w:rPr>
          <w:rFonts w:hint="cs"/>
          <w:rtl/>
        </w:rPr>
        <w:t>ۃ</w:t>
      </w:r>
      <w:r w:rsidR="00897A77" w:rsidRPr="00897A77">
        <w:rPr>
          <w:rtl/>
        </w:rPr>
        <w:t xml:space="preserve"> القرآن عل</w:t>
      </w:r>
      <w:r w:rsidR="00897A77" w:rsidRPr="00897A77">
        <w:rPr>
          <w:rFonts w:hint="cs"/>
          <w:rtl/>
        </w:rPr>
        <w:t>ی</w:t>
      </w:r>
      <w:r w:rsidR="00897A77" w:rsidRPr="00897A77">
        <w:rPr>
          <w:rtl/>
        </w:rPr>
        <w:t xml:space="preserve"> التحر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ف</w:t>
      </w:r>
      <w:r w:rsidR="00897A77" w:rsidRPr="00897A77">
        <w:rPr>
          <w:rtl/>
        </w:rPr>
        <w:t xml:space="preserve"> ، ص</w:t>
      </w:r>
      <w:r w:rsidRPr="00514710">
        <w:rPr>
          <w:rFonts w:hint="cs"/>
          <w:rtl/>
        </w:rPr>
        <w:t>94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نازل کئے گئے تھے ان کے احکام پر قائم رہتے تو ضروران کے پروردگار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ان پر اوپر سے رزق برس پڑتا اورپاؤ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چے</w:t>
      </w:r>
      <w:r w:rsidRPr="00897A77">
        <w:rPr>
          <w:rFonts w:eastAsia="Calibri"/>
          <w:rtl/>
        </w:rPr>
        <w:t xml:space="preserve"> سے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ابل آتا۔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نکتہ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اللہ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ابد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معجزہ بن کر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اس لئے ضرور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ہرقسم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اورکم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رہ</w:t>
      </w:r>
      <w:r w:rsidRPr="00897A77">
        <w:rPr>
          <w:rFonts w:eastAsia="Calibri"/>
          <w:rtl/>
        </w:rPr>
        <w:t xml:space="preserve"> سے محفوظ رہے ، جبکہ دوسر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آسمان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کتب اللہ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ابد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معجزہ کے طور پر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آئ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21" w:name="_Toc427150637"/>
      <w:r w:rsidRPr="00897A77">
        <w:rPr>
          <w:rFonts w:eastAsia="Calibri" w:hint="eastAsia"/>
          <w:rtl/>
        </w:rPr>
        <w:t>ساتوا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مطلب</w:t>
      </w:r>
      <w:bookmarkEnd w:id="21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22" w:name="_Toc427150638"/>
      <w:r w:rsidRPr="00897A77">
        <w:rPr>
          <w:rFonts w:eastAsia="Calibri" w:hint="eastAsia"/>
          <w:rtl/>
        </w:rPr>
        <w:t>قرآن</w:t>
      </w:r>
      <w:r w:rsidRPr="00897A77">
        <w:rPr>
          <w:rFonts w:eastAsia="Calibri"/>
          <w:rtl/>
        </w:rPr>
        <w:t xml:space="preserve"> کے مراحل اور درجات</w:t>
      </w:r>
      <w:bookmarkEnd w:id="22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اہم</w:t>
      </w:r>
      <w:r w:rsidRPr="00897A77">
        <w:rPr>
          <w:rFonts w:eastAsia="Calibri"/>
          <w:rtl/>
        </w:rPr>
        <w:t xml:space="preserve"> نکات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کس قرآن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دوسرے لفظو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موجودہ</w:t>
      </w:r>
      <w:r w:rsidRPr="00897A77">
        <w:rPr>
          <w:rFonts w:eastAsia="Calibri"/>
          <w:rtl/>
        </w:rPr>
        <w:t xml:space="preserve"> قرآن کے کس مرحلے نزاع و اختلاف ہے؟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کہ واضح ہے اور خود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سے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استفادہ ہوتا ہے کہ اس مقدس کتاب کے کئ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مراحل اور درجات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مرحلہ : لوح محفوظ ہے ، کہ اس مرحلہ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واضح اور روشن ہے کہ قرآن قابل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اس مرحلہ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بشر اورانسان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رسائ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ممکن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بلکہ</w:t>
      </w:r>
      <w:r w:rsidRPr="00897A77">
        <w:rPr>
          <w:rFonts w:eastAsia="Calibri"/>
          <w:rtl/>
        </w:rPr>
        <w:t xml:space="preserve">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اللہ کے ہا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ہرقسم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آفت اور آس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ب</w:t>
      </w:r>
      <w:r w:rsidRPr="00897A77">
        <w:rPr>
          <w:rFonts w:eastAsia="Calibri"/>
          <w:rtl/>
        </w:rPr>
        <w:t xml:space="preserve"> سے محفوظ ہے ۔</w:t>
      </w:r>
    </w:p>
    <w:p w:rsidR="00B10EC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مرحلہ : جبرئ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کے 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پر نازل ہونا ، اس مرحلہ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تصور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جاسکتا،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جبرئ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اللہ کے فرشتو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مقرب فرشتہ ہے جو عصمت کامالک ہے اورہر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خطااور اشتباہ وغ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رہ</w:t>
      </w:r>
      <w:r w:rsidRPr="00897A77">
        <w:rPr>
          <w:rFonts w:eastAsia="Calibri"/>
          <w:rtl/>
        </w:rPr>
        <w:t xml:space="preserve"> سے پاک وپاک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زہ</w:t>
      </w:r>
      <w:r w:rsidRPr="00897A77">
        <w:rPr>
          <w:rFonts w:eastAsia="Calibri"/>
          <w:rtl/>
        </w:rPr>
        <w:t xml:space="preserve"> ہے 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سرا</w:t>
      </w:r>
      <w:r w:rsidRPr="00897A77">
        <w:rPr>
          <w:rFonts w:eastAsia="Calibri"/>
          <w:rtl/>
        </w:rPr>
        <w:t xml:space="preserve"> مرحلہ :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کاپ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کے 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سے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تک پہنچنا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جس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کو جبرئ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نے قلب مطہر رسول اسلام (ص) پر نازل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تھا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اسلام (ص) نے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تک پہنچا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>۔ واضح ہے کہ اس مرحلہ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قرآن خود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اسلام کے زمانے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کتاب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شکل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جمع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 چکا تھا اوربہت سارے اصحاب کرام حافظ قرآن تھے اور انہو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نے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آنے والے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لئے 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بہ 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کوتواتر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شکل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منتقل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514710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چوتھا</w:t>
      </w:r>
      <w:r w:rsidRPr="00897A77">
        <w:rPr>
          <w:rFonts w:eastAsia="Calibri"/>
          <w:rtl/>
        </w:rPr>
        <w:t xml:space="preserve"> مرحلہ : جس قرآن کا تواتر کے ساتھ ہم تک پہنچنے کا دعوا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ادوسرے</w:t>
      </w:r>
      <w:r w:rsidRPr="00897A77">
        <w:rPr>
          <w:rFonts w:eastAsia="Calibri"/>
          <w:rtl/>
        </w:rPr>
        <w:t xml:space="preserve"> لفظو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جو قرآن آج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کتاب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شکل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مخطوط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مطبوعہ موجود ہے وہ قرآن کے نام سے اللہ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نازل شدہ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قت</w:t>
      </w:r>
      <w:r w:rsidRPr="00897A77">
        <w:rPr>
          <w:rFonts w:eastAsia="Calibri"/>
          <w:rtl/>
        </w:rPr>
        <w:t xml:space="preserve"> ہے اوربد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514710">
        <w:rPr>
          <w:rFonts w:eastAsia="Calibri"/>
          <w:rtl/>
        </w:rPr>
        <w:t>قر</w:t>
      </w:r>
      <w:r w:rsidR="00514710" w:rsidRPr="00514710">
        <w:rPr>
          <w:rFonts w:eastAsia="Calibri" w:hint="cs"/>
          <w:rtl/>
        </w:rPr>
        <w:t>ا</w:t>
      </w:r>
      <w:r w:rsidRPr="00514710">
        <w:rPr>
          <w:rFonts w:eastAsia="Calibri" w:hint="cs"/>
          <w:rtl/>
        </w:rPr>
        <w:t>ت</w:t>
      </w:r>
      <w:r w:rsidRPr="00467EE6">
        <w:rPr>
          <w:rFonts w:eastAsia="Calibri" w:hint="cs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اختلاف وغ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رہ</w:t>
      </w:r>
      <w:r w:rsidRPr="00897A77">
        <w:rPr>
          <w:rFonts w:eastAsia="Calibri"/>
          <w:rtl/>
        </w:rPr>
        <w:t xml:space="preserve"> کے با</w:t>
      </w:r>
      <w:r w:rsidRPr="00897A77">
        <w:rPr>
          <w:rFonts w:eastAsia="Calibri" w:hint="eastAsia"/>
          <w:rtl/>
        </w:rPr>
        <w:t>رے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اختلاف رائے ہے ،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مج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کے مراحل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چوتھے مرحلہ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قابل تصور اورممکن ہے ، 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کاامکان اور تصور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مرحلہ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ناممکن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>۔ اور جس قرآن کے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انہ</w:t>
      </w:r>
      <w:r w:rsidRPr="00897A77">
        <w:rPr>
          <w:rFonts w:eastAsia="Calibri"/>
          <w:rtl/>
        </w:rPr>
        <w:t xml:space="preserve"> ہونے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اختلاف اور جھگڑا ہے وہ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قت</w:t>
      </w:r>
      <w:r w:rsidRPr="00897A77">
        <w:rPr>
          <w:rFonts w:eastAsia="Calibri"/>
          <w:rtl/>
        </w:rPr>
        <w:t xml:space="preserve"> ہ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جو وح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منزل اورکلام حق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ہم تک تواتر کے ساتھ پہنچا ہے جس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حفاظت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خود اللہ تبارک وتعال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نے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اہے</w:t>
      </w:r>
      <w:r w:rsidRPr="00897A77">
        <w:rPr>
          <w:rFonts w:eastAsia="Calibri"/>
          <w:rtl/>
        </w:rPr>
        <w:t xml:space="preserve">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B93BD2">
        <w:rPr>
          <w:rStyle w:val="libAieChar"/>
          <w:rFonts w:eastAsia="Calibri"/>
          <w:rtl/>
        </w:rPr>
        <w:t>'' وانّا ل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 xml:space="preserve"> لحافظون ''</w:t>
      </w:r>
      <w:r w:rsidRPr="00897A77">
        <w:rPr>
          <w:rFonts w:eastAsia="Calibri"/>
          <w:rtl/>
        </w:rPr>
        <w:t xml:space="preserve"> اورہم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کے محافظ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۔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کلمہ '' لہ''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ضم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>''نازل شدہ ''ک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لوٹت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جوقرآن اور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قت</w:t>
      </w:r>
      <w:r w:rsidRPr="00897A77">
        <w:rPr>
          <w:rFonts w:eastAsia="Calibri"/>
          <w:rtl/>
        </w:rPr>
        <w:t xml:space="preserve"> ہونے کوب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 جبکہ قرآنو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کا تصور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کو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کرتا ہے اور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شک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متعدد ہونے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امکان ہے۔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روشن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بعض</w:t>
      </w:r>
      <w:r w:rsidRPr="00897A77">
        <w:rPr>
          <w:rFonts w:eastAsia="Calibri"/>
          <w:rtl/>
        </w:rPr>
        <w:t xml:space="preserve"> محدث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( </w:t>
      </w:r>
      <w:r w:rsidR="00514710" w:rsidRPr="00514710">
        <w:rPr>
          <w:rFonts w:eastAsia="Calibri" w:hint="cs"/>
          <w:rtl/>
        </w:rPr>
        <w:t>1</w:t>
      </w:r>
      <w:r w:rsidRPr="00467EE6">
        <w:rPr>
          <w:rFonts w:eastAsia="Calibri" w:hint="cs"/>
          <w:rtl/>
        </w:rPr>
        <w:t>)نے کہا ہے کہ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حفاظت سے مراد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اللہ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کا محافظ ہے اس سے مراد نزول کا مرحلہ ہے جس طرح لوح محفوظ کے مرحلہ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قرآن ہر آفت اورآس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ب</w:t>
      </w:r>
      <w:r w:rsidRPr="00897A77">
        <w:rPr>
          <w:rFonts w:eastAsia="Calibri"/>
          <w:rtl/>
        </w:rPr>
        <w:t xml:space="preserve"> وتحر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سے محفوظ ہے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طرح اس مرحلہ ( مرحلہ نزول)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اللہ اس کامحاف</w:t>
      </w:r>
      <w:r w:rsidRPr="00897A77">
        <w:rPr>
          <w:rFonts w:eastAsia="Calibri" w:hint="eastAsia"/>
          <w:rtl/>
        </w:rPr>
        <w:t>ظ</w:t>
      </w:r>
      <w:r w:rsidRPr="00897A77">
        <w:rPr>
          <w:rFonts w:eastAsia="Calibri"/>
          <w:rtl/>
        </w:rPr>
        <w:t xml:space="preserve"> ہے ، نہ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کہ اللہ تدو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شدہ قرآن اور صحف کامحافظ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باطل توج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اس توج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پر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اور شاہد موجود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بلکہ قرآن معجزہ ہونے کے حوالے سے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کرتا ہے ، چونکہ جس مرحلہ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اورکم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عقل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 سے ممکن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اللہ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حفاظت کرنا اعجاز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کہلاتا ہے ۔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۔فصل الخطاب ،ص</w:t>
      </w:r>
      <w:r w:rsidRPr="00514710">
        <w:rPr>
          <w:rFonts w:hint="cs"/>
          <w:rtl/>
        </w:rPr>
        <w:t>360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23" w:name="_Toc427150639"/>
      <w:r w:rsidRPr="00897A77">
        <w:rPr>
          <w:rFonts w:eastAsia="Calibri" w:hint="eastAsia"/>
          <w:rtl/>
        </w:rPr>
        <w:t>آٹھوا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مطلب</w:t>
      </w:r>
      <w:bookmarkEnd w:id="23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24" w:name="_Toc427150640"/>
      <w:r w:rsidRPr="00897A77">
        <w:rPr>
          <w:rFonts w:eastAsia="Calibri" w:hint="eastAsia"/>
          <w:rtl/>
        </w:rPr>
        <w:t>عقل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 سے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امکان اورعمل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طور پر واقع نہ ہونا</w:t>
      </w:r>
      <w:bookmarkEnd w:id="24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'' حفظ'' سے بخوب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واضح ہوجاتا ہے کہ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اعتبار سے محال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اللہ نے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کو اس کے امکان اور تصور سے بچانے کا وعدہ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اگر عقل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روشن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بالکل محال اور ناممکن ہوت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تو اللہ کے محافظ ہونے کا تصور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غلط ہوجاتا ۔ لہذا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ہونا عقلاً ممکن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اللہ تعال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نے اس امکان محض سے بچانے کا قطع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وعدہ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اس لئے عمل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طور پر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ہر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سے محفوظ ہے اور خداوند عالم نے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وقوع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عمل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امکان کو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رد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25" w:name="_Toc427150641"/>
      <w:r w:rsidRPr="00897A77">
        <w:rPr>
          <w:rFonts w:eastAsia="Calibri" w:hint="eastAsia"/>
          <w:rtl/>
        </w:rPr>
        <w:t>نوا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مطلب</w:t>
      </w:r>
      <w:bookmarkEnd w:id="25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26" w:name="_Toc427150642"/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قرآن سے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لانے سے دور لازم آتا ہے ؟</w:t>
      </w:r>
      <w:bookmarkEnd w:id="26"/>
    </w:p>
    <w:p w:rsidR="00B10EC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بہت</w:t>
      </w:r>
      <w:r w:rsidRPr="00897A77">
        <w:rPr>
          <w:rFonts w:eastAsia="Calibri"/>
          <w:rtl/>
        </w:rPr>
        <w:t xml:space="preserve"> سارے بزرگ علماء نے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قرآن سے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؛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ہم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جس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پر تحق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گے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کو غلط اورباطل قرار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نے</w:t>
      </w:r>
      <w:r w:rsidRPr="00897A77">
        <w:rPr>
          <w:rFonts w:eastAsia="Calibri"/>
          <w:rtl/>
        </w:rPr>
        <w:t xml:space="preserve"> کے لئے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قرآن سے استدلال کرنے سے دور لازم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آتا (جوعقلاًمحال ہے) بعض کا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نہ ہونے پر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استدلال کرنا'' دور '' ہے جس کے لئے انہو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نے دو قسم کے استدلال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</w:t>
      </w:r>
      <w:r w:rsidR="00897A77" w:rsidRPr="00467EE6">
        <w:rPr>
          <w:rFonts w:eastAsia="Calibri" w:hint="cs"/>
          <w:rtl/>
        </w:rPr>
        <w:t>۔ پہل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دل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ل</w:t>
      </w:r>
      <w:r w:rsidR="00897A77" w:rsidRPr="00897A77">
        <w:rPr>
          <w:rFonts w:eastAsia="Calibri"/>
          <w:rtl/>
        </w:rPr>
        <w:t>: کتاب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کا نہ ہونا ان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کے حجت ہونے پر موقوف ہے جبکہ ان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حج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نہ ہونے پر موقوف اس بنا پر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کا نہ ہونا خود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نہ ہونے پر موقوف ہے جو دور ہے۔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</w:t>
      </w:r>
      <w:r w:rsidR="00897A77" w:rsidRPr="00467EE6">
        <w:rPr>
          <w:rFonts w:eastAsia="Calibri" w:hint="cs"/>
          <w:rtl/>
        </w:rPr>
        <w:t>۔ دوسر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دل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ل</w:t>
      </w:r>
      <w:r w:rsidR="00897A77" w:rsidRPr="00897A77">
        <w:rPr>
          <w:rFonts w:eastAsia="Calibri"/>
          <w:rtl/>
        </w:rPr>
        <w:t xml:space="preserve">: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ہے کہ نف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پرجن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سے استدلال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ہے ان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حج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قرآن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نہ ہونے پر مبن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اورموقوف ہے جب کہ دوسر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طرف سے نف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خود ان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حج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پر موقوف ہے نت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جتاً</w:t>
      </w:r>
      <w:r w:rsidR="00897A77" w:rsidRPr="00897A77">
        <w:rPr>
          <w:rFonts w:eastAsia="Calibri"/>
          <w:rtl/>
        </w:rPr>
        <w:t xml:space="preserve">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مہ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حج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خود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حج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پر موقوف ہے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سا</w:t>
      </w:r>
      <w:r w:rsidR="00897A77" w:rsidRPr="00897A77">
        <w:rPr>
          <w:rFonts w:eastAsia="Calibri"/>
          <w:rtl/>
        </w:rPr>
        <w:t xml:space="preserve"> ناممکن کام ہے ک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جس کو عل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دور سے تعب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جاتا ہے جو محال ہے ۔اس شبہہ اور اعتراض کے کئ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جوابات دئے گئے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۔ہم ان کا جائزہ 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تے</w:t>
      </w:r>
      <w:r w:rsidR="00897A77"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>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27" w:name="_Toc427150643"/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جواب :</w:t>
      </w:r>
      <w:bookmarkEnd w:id="27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مرحوم</w:t>
      </w:r>
      <w:r w:rsidRPr="00897A77">
        <w:rPr>
          <w:rFonts w:eastAsia="Calibri"/>
          <w:rtl/>
        </w:rPr>
        <w:t xml:space="preserve"> محقق خوئ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رحم</w:t>
      </w:r>
      <w:r w:rsidRPr="00897A77">
        <w:rPr>
          <w:rFonts w:eastAsia="Calibri" w:hint="cs"/>
          <w:rtl/>
        </w:rPr>
        <w:t>ۃ</w:t>
      </w:r>
      <w:r w:rsidRPr="00897A77">
        <w:rPr>
          <w:rFonts w:eastAsia="Calibri"/>
          <w:rtl/>
        </w:rPr>
        <w:t xml:space="preserve"> اللہ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نے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گرانبہا کتاب الب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اس کا جواب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:</w:t>
      </w:r>
    </w:p>
    <w:p w:rsidR="00B10EC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''جولوگ ائمہ معصوم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خلافت اور ولا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کو قبول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کرتے وہ اس شبہہ اور اعتراض کاجواب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نے</w:t>
      </w:r>
      <w:r w:rsidRPr="00897A77">
        <w:rPr>
          <w:rFonts w:eastAsia="Calibri"/>
          <w:rtl/>
        </w:rPr>
        <w:t xml:space="preserve"> سے عاجز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جو لوگ ان بزرگوارو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خلافت اورولا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معتقد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اوران حضرات کو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کے واقع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مفسر اور قرآن کے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سمجھتے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وہ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شبہہ کا جواب بہت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آسان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قہ</w:t>
      </w:r>
      <w:r w:rsidRPr="00897A77">
        <w:rPr>
          <w:rFonts w:eastAsia="Calibri"/>
          <w:rtl/>
        </w:rPr>
        <w:t xml:space="preserve"> سے دے سکتے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ائمہ معصوم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نے موجودہ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اور اصحاب کرام نے جن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تھا 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اور تصد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فرمائ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 پس اگرچہ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 پھر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باق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جہا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ائمہ معصوم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نے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ثابت اور واجب العمل ہے ، اور ان سے ہم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تمسک کرسکتے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جواب اشکال سے خال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اول آپ کا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جواب ان کے لئے ہے جو اہل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عصمت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کے معتقد اور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اعتراض کے لئے اس طرح کا جواب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بلکہ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جواب در کار ہے جوسب کے لئے قابل قبول اور مف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ہو۔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کہ: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جواب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در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قت</w:t>
      </w:r>
      <w:r w:rsidRPr="00897A77">
        <w:rPr>
          <w:rFonts w:eastAsia="Calibri"/>
          <w:rtl/>
        </w:rPr>
        <w:t xml:space="preserve"> شبہہ اور اشکال کو قبول کرنا ہے جس کا لازم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اس بنا پر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پر دلالت کرنے وال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ہم عدم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کو ثابت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کرسکتے بلکہ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ہم نے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قرآن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معصوم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دکوا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دوسرے ک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ساتھ ضم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مہ</w:t>
      </w:r>
      <w:r w:rsidRPr="00897A77">
        <w:rPr>
          <w:rFonts w:eastAsia="Calibri"/>
          <w:rtl/>
        </w:rPr>
        <w:t xml:space="preserve"> کرکے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اہے</w:t>
      </w:r>
      <w:r w:rsidRPr="00897A77">
        <w:rPr>
          <w:rFonts w:eastAsia="Calibri"/>
          <w:rtl/>
        </w:rPr>
        <w:t xml:space="preserve"> اس طرح استدلال کرنا اور جواب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مدعاکے خلاف ہونے کے ساتھ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ثقل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کے ظاہرکے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خلاف ہے جس سے بخوب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واضح ہوتاہے کہ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'' ثقل اکبر''ک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سے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کے ضم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مہ</w:t>
      </w:r>
      <w:r w:rsidRPr="00897A77">
        <w:rPr>
          <w:rFonts w:eastAsia="Calibri"/>
          <w:rtl/>
        </w:rPr>
        <w:t xml:space="preserve"> کئے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خود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مستقل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اور حجت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28" w:name="_Toc427150644"/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جواب</w:t>
      </w:r>
      <w:bookmarkEnd w:id="28"/>
    </w:p>
    <w:p w:rsidR="00B10EC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جولوگ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دعو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دار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وہ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دائرہ کو محدود سمجھتے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صرف ان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واقع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جن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کچھ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اشارہ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جن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جارہا ہے وہ ان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شدہ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دوسرے</w:t>
      </w:r>
      <w:r w:rsidRPr="00897A77">
        <w:rPr>
          <w:rFonts w:eastAsia="Calibri"/>
          <w:rtl/>
        </w:rPr>
        <w:t xml:space="preserve"> الفا</w:t>
      </w:r>
      <w:r w:rsidRPr="00897A77">
        <w:rPr>
          <w:rFonts w:eastAsia="Calibri" w:hint="eastAsia"/>
          <w:rtl/>
        </w:rPr>
        <w:t>ظ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دعو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دار</w:t>
      </w:r>
      <w:r w:rsidRPr="00897A77">
        <w:rPr>
          <w:rFonts w:eastAsia="Calibri"/>
          <w:rtl/>
        </w:rPr>
        <w:t xml:space="preserve"> ان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اعتقاد رکھتے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 لہذا ان سے استدلال کرنے سے دور لازم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آتا 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جواب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اشکال اور اعتراض سے خال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دو نظرئےے پائے جاتے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: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کچھ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کا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دہ</w:t>
      </w:r>
      <w:r w:rsidRPr="00897A77">
        <w:rPr>
          <w:rFonts w:eastAsia="Calibri"/>
          <w:rtl/>
        </w:rPr>
        <w:t xml:space="preserve"> ہے کہ بعض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کے مطابق چند مع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موارد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واقع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اس نظرئےے کے مطابق جواب درست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: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کچھ لوگ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پر علم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دعو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دار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قطع نظر اس کے کہ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روشن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ہون اور علم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جس کا دائرہ وس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</w:t>
      </w:r>
      <w:r w:rsidRPr="00897A77">
        <w:rPr>
          <w:rFonts w:eastAsia="Calibri"/>
          <w:rtl/>
        </w:rPr>
        <w:t xml:space="preserve"> ہے جن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عدم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وہ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شامل ہوسکت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 لہذا اس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>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بنا پر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دوسرا جواب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29" w:name="_Toc427150645"/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سرا</w:t>
      </w:r>
      <w:r w:rsidRPr="00897A77">
        <w:rPr>
          <w:rFonts w:eastAsia="Calibri"/>
          <w:rtl/>
        </w:rPr>
        <w:t xml:space="preserve"> جواب :</w:t>
      </w:r>
      <w:bookmarkEnd w:id="29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بعض</w:t>
      </w:r>
      <w:r w:rsidRPr="00897A77">
        <w:rPr>
          <w:rFonts w:eastAsia="Calibri"/>
          <w:rtl/>
        </w:rPr>
        <w:t xml:space="preserve"> محقق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اس اعتراض کاجواب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تے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 جن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استدلال ہوا ہے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اجماع قائم ہے ''۔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مگر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جواب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بحث طلب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جو لوگ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پر علم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دعو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دار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وہ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شامل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جن سے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اور عدم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استدلال کرچکے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ادوسرے</w:t>
      </w:r>
      <w:r w:rsidRPr="00897A77">
        <w:rPr>
          <w:rFonts w:eastAsia="Calibri"/>
          <w:rtl/>
        </w:rPr>
        <w:t xml:space="preserve"> لفظو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کہا جائے کہ وہ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اجماع</w:t>
      </w:r>
      <w:r w:rsidRPr="00897A77">
        <w:rPr>
          <w:rFonts w:eastAsia="Calibri"/>
          <w:rtl/>
        </w:rPr>
        <w:t xml:space="preserve"> کے اندر داخل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ہوسکت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ورنہ ان کے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موجودگ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اس کالازمہ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۔اکذوبۃ</w:t>
      </w:r>
      <w:r w:rsidR="00897A77" w:rsidRPr="00897A77">
        <w:rPr>
          <w:rtl/>
        </w:rPr>
        <w:t xml:space="preserve"> تحر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ف</w:t>
      </w:r>
      <w:r w:rsidR="00897A77" w:rsidRPr="00897A77">
        <w:rPr>
          <w:rtl/>
        </w:rPr>
        <w:t xml:space="preserve"> القرآن ،ص</w:t>
      </w:r>
      <w:r w:rsidRPr="00514710">
        <w:rPr>
          <w:rFonts w:hint="cs"/>
          <w:rtl/>
        </w:rPr>
        <w:t>4</w:t>
      </w:r>
      <w:r w:rsidR="00897A77" w:rsidRPr="00897A77">
        <w:rPr>
          <w:rFonts w:hint="cs"/>
          <w:rtl/>
        </w:rPr>
        <w:t>۔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Fonts w:hint="eastAsia"/>
          <w:rtl/>
        </w:rPr>
        <w:t>اس</w:t>
      </w:r>
      <w:r w:rsidRPr="00897A77">
        <w:rPr>
          <w:rtl/>
        </w:rPr>
        <w:t xml:space="preserve"> کا عدم ہے جومحال ہے 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30" w:name="_Toc427150646"/>
      <w:r w:rsidRPr="00897A77">
        <w:rPr>
          <w:rFonts w:eastAsia="Calibri" w:hint="eastAsia"/>
          <w:rtl/>
        </w:rPr>
        <w:t>چوتھا</w:t>
      </w:r>
      <w:r w:rsidRPr="00897A77">
        <w:rPr>
          <w:rFonts w:eastAsia="Calibri"/>
          <w:rtl/>
        </w:rPr>
        <w:t xml:space="preserve"> جواب:</w:t>
      </w:r>
      <w:bookmarkEnd w:id="30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ہمارے</w:t>
      </w:r>
      <w:r w:rsidRPr="00897A77">
        <w:rPr>
          <w:rFonts w:eastAsia="Calibri"/>
          <w:rtl/>
        </w:rPr>
        <w:t xml:space="preserve"> والد گرام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محقق فق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معظم (آ</w:t>
      </w:r>
      <w:r w:rsidRPr="00897A77">
        <w:rPr>
          <w:rFonts w:eastAsia="Calibri" w:hint="cs"/>
          <w:rtl/>
        </w:rPr>
        <w:t>یۃ</w:t>
      </w:r>
      <w:r w:rsidRPr="00897A77">
        <w:rPr>
          <w:rFonts w:eastAsia="Calibri"/>
          <w:rtl/>
        </w:rPr>
        <w:t xml:space="preserve"> اللہ العظم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فاضل لنکران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) نے اس مشکل کو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حل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اہے</w:t>
      </w:r>
      <w:r w:rsidRPr="00897A77">
        <w:rPr>
          <w:rFonts w:eastAsia="Calibri"/>
          <w:rtl/>
        </w:rPr>
        <w:t xml:space="preserve"> (</w:t>
      </w:r>
      <w:r w:rsidR="00514710" w:rsidRPr="00514710">
        <w:rPr>
          <w:rFonts w:eastAsia="Calibri" w:hint="cs"/>
          <w:rtl/>
        </w:rPr>
        <w:t>1</w:t>
      </w:r>
      <w:r w:rsidRPr="00467EE6">
        <w:rPr>
          <w:rFonts w:eastAsia="Calibri" w:hint="cs"/>
          <w:rtl/>
        </w:rPr>
        <w:t xml:space="preserve"> )کہ جن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ان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کھنا</w:t>
      </w:r>
      <w:r w:rsidRPr="00897A77">
        <w:rPr>
          <w:rFonts w:eastAsia="Calibri"/>
          <w:rtl/>
        </w:rPr>
        <w:t xml:space="preserve"> چاہئےے کہ ہم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کن کے مقابلے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استدلال کررہے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 اگرہم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ان </w:t>
      </w:r>
      <w:r w:rsidRPr="00897A77">
        <w:rPr>
          <w:rFonts w:eastAsia="Calibri" w:hint="eastAsia"/>
          <w:rtl/>
        </w:rPr>
        <w:t>لوگو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کے مقابل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استدلال کررہے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جو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جس پر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دلالت کرنے کے دعو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دار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اس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عدم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استدلال کرنے کا لازمہ دور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موضوع سے خارج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اگر ہم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ان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مقابلے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استدلال کررہے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جو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اور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علم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سمجھتے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تو اس کے دو مفروضے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مفروضہ: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قائل ظواہر کتاب کوحجت مانتاہے چاہے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شدہ ہو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دو ر کا اشکال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ہوسکتا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ظاہر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پر باق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اور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مذکورہ قسم ظاہر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حجت کے لئے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مانع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اس کانت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۔مدخل التفسی</w:t>
      </w:r>
      <w:r w:rsidR="00897A77" w:rsidRPr="00897A77">
        <w:rPr>
          <w:rFonts w:hint="eastAsia"/>
          <w:rtl/>
        </w:rPr>
        <w:t>ر</w:t>
      </w:r>
      <w:r w:rsidR="00897A77" w:rsidRPr="00897A77">
        <w:rPr>
          <w:rtl/>
        </w:rPr>
        <w:t xml:space="preserve"> ، ص</w:t>
      </w:r>
      <w:r w:rsidRPr="00514710">
        <w:rPr>
          <w:rFonts w:hint="cs"/>
          <w:rtl/>
        </w:rPr>
        <w:t>202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استدلال کرنے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اعتراض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مفروضہ: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قائل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کو کتاب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ظاہر حج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لئے مانع جانتا ہے اس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اعلم</w:t>
      </w:r>
      <w:r w:rsidRPr="00897A77">
        <w:rPr>
          <w:rFonts w:eastAsia="Calibri"/>
          <w:rtl/>
        </w:rPr>
        <w:t xml:space="preserve">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عے</w:t>
      </w:r>
      <w:r w:rsidRPr="00897A77">
        <w:rPr>
          <w:rFonts w:eastAsia="Calibri"/>
          <w:rtl/>
        </w:rPr>
        <w:t xml:space="preserve"> کتاب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کو واقع سمجھتا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کا مسئلہ نہ ہو بلکہ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احتمال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دا</w:t>
      </w:r>
      <w:r w:rsidRPr="00897A77">
        <w:rPr>
          <w:rFonts w:eastAsia="Calibri"/>
          <w:rtl/>
        </w:rPr>
        <w:t xml:space="preserve"> ہوجائے تو پہل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استدلال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</w:t>
      </w:r>
      <w:r w:rsidRPr="00897A77">
        <w:rPr>
          <w:rFonts w:eastAsia="Calibri" w:hint="eastAsia"/>
          <w:rtl/>
        </w:rPr>
        <w:t>اسکتا</w:t>
      </w:r>
      <w:r w:rsidRPr="00897A77">
        <w:rPr>
          <w:rFonts w:eastAsia="Calibri"/>
          <w:rtl/>
        </w:rPr>
        <w:t xml:space="preserve"> چاہے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مفروضے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حج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پر باق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نہ ہو ۔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علم اصول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ثابت ہے 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ظواہر جو شرع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نشان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وجہ سے ظن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وہ اس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معتبر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اس کے خلاف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نہ ہو ۔ اس بنا پر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مفروضے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قابل استدلال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رہت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eastAsia"/>
          <w:rtl/>
        </w:rPr>
        <w:t>دوسر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کے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صرف احتمال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لئے مانع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ہوسکت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کے 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عے</w:t>
      </w:r>
      <w:r w:rsidRPr="00897A77">
        <w:rPr>
          <w:rFonts w:eastAsia="Calibri"/>
          <w:rtl/>
        </w:rPr>
        <w:t xml:space="preserve"> استدلال کرنا اشکال سے خال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جواب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علم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استدلال کرنا کمزور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31" w:name="_Toc427150647"/>
      <w:r w:rsidRPr="00897A77">
        <w:rPr>
          <w:rFonts w:eastAsia="Calibri" w:hint="eastAsia"/>
          <w:rtl/>
        </w:rPr>
        <w:t>پانچوا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جواب</w:t>
      </w:r>
      <w:bookmarkEnd w:id="31"/>
    </w:p>
    <w:p w:rsidR="00B10EC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کچھ ہم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نظر آتا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جس طرح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گر</w:t>
      </w:r>
      <w:r w:rsidRPr="00897A77">
        <w:rPr>
          <w:rFonts w:eastAsia="Calibri"/>
          <w:rtl/>
        </w:rPr>
        <w:t xml:space="preserve"> حوادث کچھ علل واسباب کا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ہوتے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طرح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علت اور سبب کے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ہوسکت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 چونکہ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کے اسباب وعوامل بہت 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ادہ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لہذا اگران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کہ جن سے عدم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استدلال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ت</w:t>
      </w:r>
      <w:r w:rsidRPr="00897A77">
        <w:rPr>
          <w:rFonts w:eastAsia="Calibri" w:hint="eastAsia"/>
          <w:rtl/>
        </w:rPr>
        <w:t>و</w:t>
      </w:r>
      <w:r w:rsidRPr="00897A77">
        <w:rPr>
          <w:rFonts w:eastAsia="Calibri"/>
          <w:rtl/>
        </w:rPr>
        <w:t xml:space="preserve"> اس طرح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واقع ہون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چاہئ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کہ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نقص واقع ہوجائے کہ پھر ان سے عدم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استدلال کرنا ساقط ہوجائے مثال کے طور پر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'' حفظ '' وانا لہ لحافظون '' کے جملے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اکم</w:t>
      </w:r>
      <w:r w:rsidRPr="00897A77">
        <w:rPr>
          <w:rFonts w:eastAsia="Calibri"/>
          <w:rtl/>
        </w:rPr>
        <w:t xml:space="preserve"> از کم کلمہ '' لہ'' جو کہ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واضح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ہے ، کو حذف کرد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چاہئ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تھا 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lastRenderedPageBreak/>
        <w:t>جبکہ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جملے اور الفاظ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موجود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جس سے ہم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کا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اکم</w:t>
      </w:r>
      <w:r w:rsidRPr="00897A77">
        <w:rPr>
          <w:rFonts w:eastAsia="Calibri"/>
          <w:rtl/>
        </w:rPr>
        <w:t xml:space="preserve"> از کم اطم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نان</w:t>
      </w:r>
      <w:r w:rsidRPr="00897A77">
        <w:rPr>
          <w:rFonts w:eastAsia="Calibri"/>
          <w:rtl/>
        </w:rPr>
        <w:t xml:space="preserve"> حاصل ہوتا ہے اور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موارد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جہا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اجملہ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کا علم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کہ ان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ہم عموم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اس کے برخل</w:t>
      </w:r>
      <w:r w:rsidRPr="00897A77">
        <w:rPr>
          <w:rFonts w:eastAsia="Calibri" w:hint="eastAsia"/>
          <w:rtl/>
        </w:rPr>
        <w:t>اف</w:t>
      </w:r>
      <w:r w:rsidRPr="00897A77">
        <w:rPr>
          <w:rFonts w:eastAsia="Calibri"/>
          <w:rtl/>
        </w:rPr>
        <w:t xml:space="preserve"> رکھتے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جس کے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جے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موارد علم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دائرے سے خارج ہوتے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r w:rsidRPr="00897A77">
        <w:rPr>
          <w:rFonts w:eastAsia="Calibri"/>
          <w:rtl/>
        </w:rPr>
        <w:t xml:space="preserve">  </w:t>
      </w:r>
      <w:r w:rsidRPr="00897A77">
        <w:rPr>
          <w:rFonts w:eastAsia="Calibri"/>
          <w:rtl/>
        </w:rPr>
        <w:tab/>
      </w:r>
      <w:bookmarkStart w:id="32" w:name="_Toc427150648"/>
      <w:r w:rsidRPr="00897A77">
        <w:rPr>
          <w:rFonts w:eastAsia="Calibri"/>
          <w:rtl/>
        </w:rPr>
        <w:t>دسوا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مطل</w:t>
      </w:r>
      <w:r w:rsidR="00B93BD2">
        <w:rPr>
          <w:rFonts w:eastAsia="Calibri" w:hint="cs"/>
          <w:rtl/>
        </w:rPr>
        <w:t>ب</w:t>
      </w:r>
      <w:bookmarkEnd w:id="32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33" w:name="_Toc427150649"/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دو دعوے</w:t>
      </w:r>
      <w:bookmarkEnd w:id="33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گذشتہ</w:t>
      </w:r>
      <w:r w:rsidRPr="00897A77">
        <w:rPr>
          <w:rFonts w:eastAsia="Calibri"/>
          <w:rtl/>
        </w:rPr>
        <w:t xml:space="preserve"> مطالب سے بخوب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روشن ہوا 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دو دعوے پائے جاتے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: کچھ لوگ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گمان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دائرہ محدود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صرف ان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جن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وارد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لہذا جن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وارد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وہ ہر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،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محفوظ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 جس کو ثابت کرنے ک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لئے انہو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نے ظواہر کتاب سے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عام طور پر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دعو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وہ لوگ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جوتحر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کو سند کے طور پر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/>
          <w:rtl/>
        </w:rPr>
        <w:t xml:space="preserve">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بعض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موجود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: کچھ لوگ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طور پر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واقع ہونے کے معتقد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دوسرے الفاظ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لوگ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پر علم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دعو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دار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 جولوگ اس نظرئےے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انہو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نے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سلسلے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اور سند کے طور پر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اعتبار اور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مثال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۔اس دلی</w:t>
      </w:r>
      <w:r w:rsidR="00897A77" w:rsidRPr="00897A77">
        <w:rPr>
          <w:rFonts w:hint="eastAsia"/>
          <w:rtl/>
        </w:rPr>
        <w:t>ل</w:t>
      </w:r>
      <w:r w:rsidR="00897A77" w:rsidRPr="00897A77">
        <w:rPr>
          <w:rtl/>
        </w:rPr>
        <w:t xml:space="preserve"> ک</w:t>
      </w:r>
      <w:r w:rsidR="00897A77" w:rsidRPr="00897A77">
        <w:rPr>
          <w:rFonts w:hint="cs"/>
          <w:rtl/>
        </w:rPr>
        <w:t>ی</w:t>
      </w:r>
      <w:r w:rsidR="00897A77" w:rsidRPr="00897A77">
        <w:rPr>
          <w:rtl/>
        </w:rPr>
        <w:t xml:space="preserve"> وضاحت کے لئے مراجعہ کر</w:t>
      </w:r>
      <w:r w:rsidR="00897A77" w:rsidRPr="00897A77">
        <w:rPr>
          <w:rFonts w:hint="cs"/>
          <w:rtl/>
        </w:rPr>
        <w:t>ی</w:t>
      </w:r>
      <w:r w:rsidR="001650EA">
        <w:rPr>
          <w:rFonts w:hint="eastAsia"/>
          <w:rtl/>
        </w:rPr>
        <w:t xml:space="preserve">ں </w:t>
      </w:r>
      <w:r w:rsidR="00897A77" w:rsidRPr="00897A77">
        <w:rPr>
          <w:rtl/>
        </w:rPr>
        <w:t xml:space="preserve"> ، مدخل التفس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ر</w:t>
      </w:r>
      <w:r w:rsidR="00897A77" w:rsidRPr="00897A77">
        <w:rPr>
          <w:rtl/>
        </w:rPr>
        <w:t xml:space="preserve"> ،ص</w:t>
      </w:r>
      <w:r w:rsidRPr="00514710">
        <w:rPr>
          <w:rFonts w:hint="cs"/>
          <w:rtl/>
        </w:rPr>
        <w:t>292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34" w:name="_Toc427150650"/>
      <w:r w:rsidRPr="00897A77">
        <w:rPr>
          <w:rFonts w:eastAsia="Calibri" w:hint="eastAsia"/>
          <w:rtl/>
        </w:rPr>
        <w:t>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ارہوا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مطلب</w:t>
      </w:r>
      <w:bookmarkEnd w:id="34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35" w:name="_Toc427150651"/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عقلائ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کا تجز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bookmarkEnd w:id="35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بعض</w:t>
      </w:r>
      <w:r w:rsidRPr="00897A77">
        <w:rPr>
          <w:rFonts w:eastAsia="Calibri"/>
          <w:rtl/>
        </w:rPr>
        <w:t xml:space="preserve"> صاحب نظر افراد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عبارات سے استفادہ ہوتا ہے 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بطلان پر انہو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نے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اور 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رت</w:t>
      </w:r>
      <w:r w:rsidRPr="00897A77">
        <w:rPr>
          <w:rFonts w:eastAsia="Calibri"/>
          <w:rtl/>
        </w:rPr>
        <w:t xml:space="preserve"> عقلاء سے تمسک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، مرحوم 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دابن</w:t>
      </w:r>
      <w:r w:rsidRPr="00897A77">
        <w:rPr>
          <w:rFonts w:eastAsia="Calibri"/>
          <w:rtl/>
        </w:rPr>
        <w:t xml:space="preserve"> طاؤوس نے کتاب سعد السعود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صراحت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جبکہ دوسرے بعض محقق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اس مسئلہ پر 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رت</w:t>
      </w:r>
      <w:r w:rsidRPr="00897A77">
        <w:rPr>
          <w:rFonts w:eastAsia="Calibri"/>
          <w:rtl/>
        </w:rPr>
        <w:t xml:space="preserve"> عق</w:t>
      </w:r>
      <w:r w:rsidRPr="00897A77">
        <w:rPr>
          <w:rFonts w:eastAsia="Calibri" w:hint="eastAsia"/>
          <w:rtl/>
        </w:rPr>
        <w:t>لاء</w:t>
      </w:r>
      <w:r w:rsidRPr="00897A77">
        <w:rPr>
          <w:rFonts w:eastAsia="Calibri"/>
          <w:rtl/>
        </w:rPr>
        <w:t xml:space="preserve">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 xml:space="preserve">سے استدلال کرتے </w:t>
      </w:r>
      <w:r w:rsidR="001650EA" w:rsidRPr="00467EE6">
        <w:rPr>
          <w:rFonts w:eastAsia="Calibri" w:hint="cs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36" w:name="_Toc427150652"/>
      <w:r w:rsidRPr="00897A77">
        <w:rPr>
          <w:rFonts w:eastAsia="Calibri" w:hint="eastAsia"/>
          <w:rtl/>
        </w:rPr>
        <w:t>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وضاحت</w:t>
      </w:r>
      <w:bookmarkEnd w:id="36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کو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کرنے کے دوصورت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ہیں  </w:t>
      </w:r>
      <w:r w:rsidRPr="00897A77">
        <w:rPr>
          <w:rFonts w:eastAsia="Calibri"/>
          <w:rtl/>
        </w:rPr>
        <w:t xml:space="preserve"> : پہلا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: جناب مرحوم خوئ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(رح)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2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عبارات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کو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مستقل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کے طور پر ذکر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ہے۔ اس کا خلاصہ ہم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نقل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احتمال 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صورتو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سے خال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،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پہل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چوتھ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کا تصور ع</w:t>
      </w:r>
      <w:r w:rsidRPr="00897A77">
        <w:rPr>
          <w:rFonts w:eastAsia="Calibri" w:hint="eastAsia"/>
          <w:rtl/>
        </w:rPr>
        <w:t>قل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 سے محال اور نا ممکن ہے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عثمان کے دور خلافت سے پہلے جناب ابوبکر اورعمر کے دور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ان کے ہاتھو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 ،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صورت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باطل ہے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 گفتار آ</w:t>
      </w:r>
      <w:r w:rsidR="00897A77" w:rsidRPr="00897A77">
        <w:rPr>
          <w:rtl/>
        </w:rPr>
        <w:t>سان درنف</w:t>
      </w:r>
      <w:r w:rsidR="00897A77" w:rsidRPr="00897A77">
        <w:rPr>
          <w:rFonts w:hint="cs"/>
          <w:rtl/>
        </w:rPr>
        <w:t>ی</w:t>
      </w:r>
      <w:r w:rsidR="00897A77" w:rsidRPr="00897A77">
        <w:rPr>
          <w:rtl/>
        </w:rPr>
        <w:t xml:space="preserve"> تحر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ف</w:t>
      </w:r>
    </w:p>
    <w:p w:rsidR="00B10EC7" w:rsidRPr="00B43BD8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۔ البی</w:t>
      </w:r>
      <w:r w:rsidR="00897A77" w:rsidRPr="00897A77">
        <w:rPr>
          <w:rFonts w:hint="eastAsia"/>
          <w:rtl/>
        </w:rPr>
        <w:t>ان</w:t>
      </w:r>
      <w:r w:rsidR="00897A77" w:rsidRPr="00897A77">
        <w:rPr>
          <w:rtl/>
        </w:rPr>
        <w:t xml:space="preserve"> صفحہ </w:t>
      </w:r>
      <w:r w:rsidRPr="00514710">
        <w:rPr>
          <w:rFonts w:hint="cs"/>
          <w:rtl/>
        </w:rPr>
        <w:t>215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صورت 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احتمالات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سے خال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احتمال :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جوہوئ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وہ لاشعور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حضرت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رحلت کے بعد جناب ابو بکر اورجناب عمر نے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جمع آور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کاکام شروع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،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پورے قرآن پر احاطہ نہ ہونے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وجہ سے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اپورے</w:t>
      </w:r>
      <w:r w:rsidRPr="00897A77">
        <w:rPr>
          <w:rFonts w:eastAsia="Calibri"/>
          <w:rtl/>
        </w:rPr>
        <w:t xml:space="preserve">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کے دست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اب</w:t>
      </w:r>
      <w:r w:rsidRPr="00897A77">
        <w:rPr>
          <w:rFonts w:eastAsia="Calibri"/>
          <w:rtl/>
        </w:rPr>
        <w:t xml:space="preserve"> نہ ہونے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بنا پر کچھ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اجملے</w:t>
      </w:r>
      <w:r w:rsidRPr="00897A77">
        <w:rPr>
          <w:rFonts w:eastAsia="Calibri"/>
          <w:rtl/>
        </w:rPr>
        <w:t xml:space="preserve"> رہ گئ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جس کا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نکلا۔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احتمال :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اور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جان بوجھ کر واقع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اوروہ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جوان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حکومت اورخلافت کے لئے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ٹکراؤ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اضرر</w:t>
      </w:r>
      <w:r w:rsidRPr="00897A77">
        <w:rPr>
          <w:rFonts w:eastAsia="Calibri"/>
          <w:rtl/>
        </w:rPr>
        <w:t xml:space="preserve"> پہنچانے کا باعث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تھ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سرا</w:t>
      </w:r>
      <w:r w:rsidRPr="00897A77">
        <w:rPr>
          <w:rFonts w:eastAsia="Calibri"/>
          <w:rtl/>
        </w:rPr>
        <w:t xml:space="preserve"> احتمال :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عمداً اور جان بوجھ کرواقع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اوروہ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جوان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حکومت اورخلافت کے ساتھ ٹکرات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تھ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۔ چنانچہ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بعض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احتمال پر بھروسہ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احتمالات غلط اورباطل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ان 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پہلا احتمال دو صورتو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سے باطل ہے ۔</w:t>
      </w:r>
    </w:p>
    <w:p w:rsidR="00B10EC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</w:t>
      </w:r>
      <w:r w:rsidR="00897A77" w:rsidRPr="00467EE6">
        <w:rPr>
          <w:rFonts w:eastAsia="Calibri" w:hint="cs"/>
          <w:rtl/>
        </w:rPr>
        <w:t xml:space="preserve">۔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بات مسلمانو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کے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مسلم اوربد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ہے کہ 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غمبر</w:t>
      </w:r>
      <w:r w:rsidR="00897A77" w:rsidRPr="00897A77">
        <w:rPr>
          <w:rFonts w:eastAsia="Calibri"/>
          <w:rtl/>
        </w:rPr>
        <w:t xml:space="preserve"> اکرم (ص) نے رحلت سے پہلے قرآن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حفاظت اس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قرائت اور ترت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ل</w:t>
      </w:r>
      <w:r w:rsidR="00897A77" w:rsidRPr="00897A77">
        <w:rPr>
          <w:rFonts w:eastAsia="Calibri"/>
          <w:rtl/>
        </w:rPr>
        <w:t xml:space="preserve"> قرآن کے ساتھ تلاوت کرنے کا مخصوص اہتمام فرما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اتھا</w:t>
      </w:r>
      <w:r w:rsidR="00897A77" w:rsidRPr="00897A77">
        <w:rPr>
          <w:rFonts w:eastAsia="Calibri"/>
          <w:rtl/>
        </w:rPr>
        <w:t xml:space="preserve"> اورصحابہ کرام نے بھ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اس مسئلہ کو بہت ز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ادہ</w:t>
      </w:r>
      <w:r w:rsidR="00897A77" w:rsidRPr="00897A77">
        <w:rPr>
          <w:rFonts w:eastAsia="Calibri"/>
          <w:rtl/>
        </w:rPr>
        <w:t xml:space="preserve"> اہتمام کے ساتھ انجام 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لہذا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ق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ہے کہ قرآن ک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م</w:t>
      </w:r>
      <w:r w:rsidR="00897A77" w:rsidRPr="00897A77">
        <w:rPr>
          <w:rFonts w:eastAsia="Calibri"/>
          <w:rtl/>
        </w:rPr>
        <w:t xml:space="preserve"> ان دونو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کے دور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ہرقسم کے نقص اور ز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ادت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سے محفوظ تھا۔ اگرچہ قرآن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جمع آور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دونو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کے دور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ہوئ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اجمع</w:t>
      </w:r>
      <w:r w:rsidR="00897A77" w:rsidRPr="00897A77">
        <w:rPr>
          <w:rFonts w:eastAsia="Calibri"/>
          <w:rtl/>
        </w:rPr>
        <w:t xml:space="preserve"> آور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کے بغ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متفرق شکل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مکمل طور پر موجود تھا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الوگو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کے 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نو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اکاغذو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پر کس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قسم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وب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ش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کے بغ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موجود تھا ۔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سے</w:t>
      </w:r>
      <w:r w:rsidR="00897A77" w:rsidRPr="00897A77">
        <w:rPr>
          <w:rFonts w:eastAsia="Calibri"/>
          <w:rtl/>
        </w:rPr>
        <w:t xml:space="preserve"> ہوسکتا ہے کہ اس زمانہ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عرب جاہل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کے اشعار کو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اد</w:t>
      </w:r>
      <w:r w:rsidR="00897A77" w:rsidRPr="00897A77">
        <w:rPr>
          <w:rFonts w:eastAsia="Calibri"/>
          <w:rtl/>
        </w:rPr>
        <w:t xml:space="preserve"> اورحفظ کرنے کو اتن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اہم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د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کن</w:t>
      </w:r>
      <w:r w:rsidR="00897A77" w:rsidRPr="00897A77">
        <w:rPr>
          <w:rFonts w:eastAsia="Calibri"/>
          <w:rtl/>
        </w:rPr>
        <w:t xml:space="preserve"> 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غمبر</w:t>
      </w:r>
      <w:r w:rsidR="00897A77" w:rsidRPr="00897A77">
        <w:rPr>
          <w:rFonts w:eastAsia="Calibri"/>
          <w:rtl/>
        </w:rPr>
        <w:t xml:space="preserve"> اکرم (ص) اور قرآن کے معتقد ہونے کے باوجود اس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حفاظت نہ کر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>!۔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</w:t>
      </w:r>
      <w:r w:rsidR="00897A77" w:rsidRPr="00467EE6">
        <w:rPr>
          <w:rFonts w:eastAsia="Calibri" w:hint="cs"/>
          <w:rtl/>
        </w:rPr>
        <w:t>۔ حد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ث</w:t>
      </w:r>
      <w:r w:rsidR="00897A77" w:rsidRPr="00897A77">
        <w:rPr>
          <w:rFonts w:eastAsia="Calibri"/>
          <w:rtl/>
        </w:rPr>
        <w:t xml:space="preserve"> ثقل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سے بھ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اس احتمال کاغلط اور باطل ہونا واضح ہے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ونکہ</w:t>
      </w:r>
      <w:r w:rsidR="00897A77" w:rsidRPr="00897A77">
        <w:rPr>
          <w:rFonts w:eastAsia="Calibri"/>
          <w:rtl/>
        </w:rPr>
        <w:t xml:space="preserve"> اس حد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ث</w:t>
      </w:r>
      <w:r w:rsidR="00897A77" w:rsidRPr="00897A77">
        <w:rPr>
          <w:rFonts w:eastAsia="Calibri"/>
          <w:rtl/>
        </w:rPr>
        <w:t xml:space="preserve"> کامضمون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ہے کہ 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غمبر</w:t>
      </w:r>
      <w:r w:rsidR="00897A77" w:rsidRPr="00897A77">
        <w:rPr>
          <w:rFonts w:eastAsia="Calibri"/>
          <w:rtl/>
        </w:rPr>
        <w:t xml:space="preserve"> اکرم (ص) نے لوگو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کواپنے زمانے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کتاب الہ</w:t>
      </w:r>
      <w:r w:rsidR="00897A77" w:rsidRPr="00897A77">
        <w:rPr>
          <w:rFonts w:eastAsia="Calibri" w:hint="cs"/>
          <w:rtl/>
        </w:rPr>
        <w:t>یٰ</w:t>
      </w:r>
      <w:r w:rsidR="00897A77" w:rsidRPr="00897A77">
        <w:rPr>
          <w:rFonts w:eastAsia="Calibri"/>
          <w:rtl/>
        </w:rPr>
        <w:t xml:space="preserve"> سے تمسک کرنے کا حکم 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ہے اگر فرض کر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کہ چند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ان سے ضائع ہوگئ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تو اس کتاب مدوّن اور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کے مجموعہ </w:t>
      </w:r>
      <w:r w:rsidR="00897A77" w:rsidRPr="00897A77">
        <w:rPr>
          <w:rFonts w:eastAsia="Calibri" w:hint="eastAsia"/>
          <w:rtl/>
        </w:rPr>
        <w:t>سے</w:t>
      </w:r>
      <w:r w:rsidR="00897A77" w:rsidRPr="00897A77">
        <w:rPr>
          <w:rFonts w:eastAsia="Calibri"/>
          <w:rtl/>
        </w:rPr>
        <w:t xml:space="preserve"> تمسک ممکن ن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رہتا۔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احتمال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غلط اورباطل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جہا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عمد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ہوتو وہ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سبب اورانگ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زہ</w:t>
      </w:r>
      <w:r w:rsidRPr="00897A77">
        <w:rPr>
          <w:rFonts w:eastAsia="Calibri"/>
          <w:rtl/>
        </w:rPr>
        <w:t xml:space="preserve"> کے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ہوسکت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، اگرتحر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ان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جان بوجھ کرک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 جن سے جناب ابوبکر اور عمر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حکومت اور خلافت کے لئے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ضرر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پہنچتا تھا تو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کرنے کا سبب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اہے</w:t>
      </w:r>
      <w:r w:rsidRPr="00897A77">
        <w:rPr>
          <w:rFonts w:eastAsia="Calibri"/>
          <w:rtl/>
        </w:rPr>
        <w:t xml:space="preserve"> ؟ لہذا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احتمال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۔ 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سرا</w:t>
      </w:r>
      <w:r w:rsidRPr="00897A77">
        <w:rPr>
          <w:rFonts w:eastAsia="Calibri"/>
          <w:rtl/>
        </w:rPr>
        <w:t xml:space="preserve"> احتمال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اگر اس طرح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تو دوسرے لوگ جو ابوبکر اور عمر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حکومت اور خلافت کے مخالف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سرفہرست حضرت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بن 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طالب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السلام اور حضرت صد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قہ</w:t>
      </w:r>
      <w:r w:rsidRPr="00897A77">
        <w:rPr>
          <w:rFonts w:eastAsia="Calibri"/>
          <w:rtl/>
        </w:rPr>
        <w:t xml:space="preserve"> ئ زہرا سلام اللہ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Pr="00897A77">
        <w:rPr>
          <w:rFonts w:eastAsia="Calibri"/>
          <w:rtl/>
        </w:rPr>
        <w:t xml:space="preserve"> اور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گر</w:t>
      </w:r>
      <w:r w:rsidRPr="00897A77">
        <w:rPr>
          <w:rFonts w:eastAsia="Calibri"/>
          <w:rtl/>
        </w:rPr>
        <w:t xml:space="preserve"> بارہ افراد جو انصار ومہاجر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کے تھے اس مسئلہ کو ابوبکر اورعمر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خام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اوران پر ہونے والے اعتراضات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ذکر کرتے ، ان کے خلاف کے گئے احتجاجات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اس کاتذکرہ ہوتا جبکہ ان کے کلمات اور احتجاجات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سانظر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آتا، لہذا اس بحث کانت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ابوبکر او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عمر کے دور خلافت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کا قائل ہونا مردود اور باطل ہے 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37" w:name="_Toc427150653"/>
      <w:r w:rsidRPr="00897A77">
        <w:rPr>
          <w:rFonts w:eastAsia="Calibri" w:hint="eastAsia"/>
          <w:rtl/>
        </w:rPr>
        <w:t>دوسر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</w:t>
      </w:r>
      <w:bookmarkEnd w:id="37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عثمان</w:t>
      </w:r>
      <w:r w:rsidRPr="00897A77">
        <w:rPr>
          <w:rFonts w:eastAsia="Calibri"/>
          <w:rtl/>
        </w:rPr>
        <w:t xml:space="preserve"> کے دور خلافت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،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گذشتہ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نسبت بہت 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ادہ</w:t>
      </w:r>
      <w:r w:rsidRPr="00897A77">
        <w:rPr>
          <w:rFonts w:eastAsia="Calibri"/>
          <w:rtl/>
        </w:rPr>
        <w:t xml:space="preserve"> ضع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اور کمزورہے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: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</w:t>
      </w:r>
      <w:r w:rsidR="00897A77" w:rsidRPr="00467EE6">
        <w:rPr>
          <w:rFonts w:eastAsia="Calibri" w:hint="cs"/>
          <w:rtl/>
        </w:rPr>
        <w:t>۔ عثمان کے دور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اسلام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نشر واشاعت اس قدر ہوئ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کہ کس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کو قرآن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کو مٹانا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اکس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کااضافہ کرنا ممکن ن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تھا ۔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</w:t>
      </w:r>
      <w:r w:rsidR="00897A77" w:rsidRPr="00467EE6">
        <w:rPr>
          <w:rFonts w:eastAsia="Calibri" w:hint="cs"/>
          <w:rtl/>
        </w:rPr>
        <w:t>۔ اگرعثمان کے دور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ان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ہوئ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ہو جو اہل 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عصمت وطہارت عل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ہم</w:t>
      </w:r>
      <w:r w:rsidR="00897A77" w:rsidRPr="00897A77">
        <w:rPr>
          <w:rFonts w:eastAsia="Calibri"/>
          <w:rtl/>
        </w:rPr>
        <w:t xml:space="preserve"> السلام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ولا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اور خلافت سے مربوط ن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تو ان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کرنے کاسبب اورہدف قابل تصور ن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ہے ، 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ز</w:t>
      </w:r>
      <w:r w:rsidR="00897A77" w:rsidRPr="00897A77">
        <w:rPr>
          <w:rFonts w:eastAsia="Calibri"/>
          <w:rtl/>
        </w:rPr>
        <w:t xml:space="preserve"> ولا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ائمہ عل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ہم</w:t>
      </w:r>
      <w:r w:rsidR="00897A77" w:rsidRPr="00897A77">
        <w:rPr>
          <w:rFonts w:eastAsia="Calibri"/>
          <w:rtl/>
        </w:rPr>
        <w:t xml:space="preserve"> السلام سے متعلق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بھ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ان کے زمانے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نہ ہونے ک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ق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ہے ،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ونکہ</w:t>
      </w:r>
      <w:r w:rsidR="00897A77" w:rsidRPr="00897A77">
        <w:rPr>
          <w:rFonts w:eastAsia="Calibri"/>
          <w:rtl/>
        </w:rPr>
        <w:t xml:space="preserve"> اگر قرآن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صر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حاً</w:t>
      </w:r>
      <w:r w:rsidR="00897A77" w:rsidRPr="00897A77">
        <w:rPr>
          <w:rFonts w:eastAsia="Calibri"/>
          <w:rtl/>
        </w:rPr>
        <w:t xml:space="preserve"> حضرت ام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رالمؤمن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عل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عل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السلام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خلافت اور ولا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ثابت کرنے کے لئے ہوت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تو وہ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لوگو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شائع ہوت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اور عثمان تک خلافت نہ پہنچت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۔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3</w:t>
      </w:r>
      <w:r w:rsidR="00897A77" w:rsidRPr="00467EE6">
        <w:rPr>
          <w:rFonts w:eastAsia="Calibri" w:hint="cs"/>
          <w:rtl/>
        </w:rPr>
        <w:t>۔ اگر عثمان قرآن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کرتا تو عثمان کے مخالف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کے لئے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مسئلہ ان کے خلاف ق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ام</w:t>
      </w:r>
      <w:r w:rsidR="00897A77" w:rsidRPr="00897A77">
        <w:rPr>
          <w:rFonts w:eastAsia="Calibri"/>
          <w:rtl/>
        </w:rPr>
        <w:t xml:space="preserve"> کرنے کا بہتر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بہانہ اور عذر تھا جبکہ ان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طرف سے کوئ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ز</w:t>
      </w:r>
      <w:r w:rsidR="00897A77" w:rsidRPr="00897A77">
        <w:rPr>
          <w:rFonts w:eastAsia="Calibri"/>
          <w:rtl/>
        </w:rPr>
        <w:t xml:space="preserve"> احتجاج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شکل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نظر ن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آت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۔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4</w:t>
      </w:r>
      <w:r w:rsidR="00897A77" w:rsidRPr="00467EE6">
        <w:rPr>
          <w:rFonts w:eastAsia="Calibri" w:hint="cs"/>
          <w:rtl/>
        </w:rPr>
        <w:t>۔اگر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عثمان کے دور خلافت اور عثمان کے ہاتھو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ہوئ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ہوت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تو حضرت ام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رالمؤمن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عل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السلام عثمان کے بعد مسلمانو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کاخل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فہ</w:t>
      </w:r>
      <w:r w:rsidR="00897A77" w:rsidRPr="00897A77">
        <w:rPr>
          <w:rFonts w:eastAsia="Calibri"/>
          <w:rtl/>
        </w:rPr>
        <w:t xml:space="preserve"> اور حاکم ہونے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ح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ث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سے قرآن کو اس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طرح ترت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ب</w:t>
      </w:r>
      <w:r w:rsidR="00897A77" w:rsidRPr="00897A77">
        <w:rPr>
          <w:rFonts w:eastAsia="Calibri"/>
          <w:rtl/>
        </w:rPr>
        <w:t xml:space="preserve"> 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نا</w:t>
      </w:r>
      <w:r w:rsidR="00897A77" w:rsidRPr="00897A77">
        <w:rPr>
          <w:rFonts w:eastAsia="Calibri"/>
          <w:rtl/>
        </w:rPr>
        <w:t xml:space="preserve"> چاہئےے تھاجس طرح 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غمبر</w:t>
      </w:r>
      <w:r w:rsidR="00897A77" w:rsidRPr="00897A77">
        <w:rPr>
          <w:rFonts w:eastAsia="Calibri"/>
          <w:rtl/>
        </w:rPr>
        <w:t xml:space="preserve"> اکرم (ص)پرنازل ہوا تھا جبکہ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بات تار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خ</w:t>
      </w:r>
      <w:r w:rsidR="00897A77" w:rsidRPr="00897A77">
        <w:rPr>
          <w:rFonts w:eastAsia="Calibri"/>
          <w:rtl/>
        </w:rPr>
        <w:t xml:space="preserve">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ملت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، پس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صورت بھ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باطل اور غلط ہے 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38" w:name="_Toc427150654"/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</w:t>
      </w:r>
      <w:bookmarkEnd w:id="38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قرآن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عثمان کے دور خلافت کے بعد نب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خلفاء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اان</w:t>
      </w:r>
      <w:r w:rsidRPr="00897A77">
        <w:rPr>
          <w:rFonts w:eastAsia="Calibri"/>
          <w:rtl/>
        </w:rPr>
        <w:t xml:space="preserve"> کے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جنٹو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کے ہاتھو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ہے جس کاسابقہ صورتو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طرح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محقق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امورخ</w:t>
      </w:r>
      <w:r w:rsidRPr="00897A77">
        <w:rPr>
          <w:rFonts w:eastAsia="Calibri"/>
          <w:rtl/>
        </w:rPr>
        <w:t xml:space="preserve"> نے دعو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 اور چوتھ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عقلاً ممکن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۔ لہذا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نکلتا ہے کہ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eastAsia"/>
          <w:rtl/>
        </w:rPr>
        <w:t>ہونے</w:t>
      </w:r>
      <w:r w:rsidRPr="00897A77">
        <w:rPr>
          <w:rFonts w:eastAsia="Calibri"/>
          <w:rtl/>
        </w:rPr>
        <w:t xml:space="preserve"> کانظر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سرے سے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غلط اور باطل ہے ،چونکہ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اعتبار سے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چوتھ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موجود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لہذا ہم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نکالتے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تار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اعتبار سے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کامسئلہ باطل اور مردود ہے ۔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ادرہے</w:t>
      </w:r>
      <w:r w:rsidRPr="00897A77">
        <w:rPr>
          <w:rFonts w:eastAsia="Calibri"/>
          <w:rtl/>
        </w:rPr>
        <w:t xml:space="preserve"> کہ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صرف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حکم سے ثابت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بلکہ تار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تجز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>ہ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ساتھ ہے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39" w:name="_Toc427150655"/>
      <w:r w:rsidRPr="00897A77">
        <w:rPr>
          <w:rFonts w:eastAsia="Calibri" w:hint="eastAsia"/>
          <w:rtl/>
        </w:rPr>
        <w:t>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کا دوسرا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bookmarkEnd w:id="39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وضاحت کے لئے دو مقدمو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ضرورت ہے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پہلامقدمہ</w:t>
      </w:r>
      <w:r w:rsidRPr="00897A77">
        <w:rPr>
          <w:rFonts w:eastAsia="Calibri"/>
          <w:rtl/>
        </w:rPr>
        <w:t xml:space="preserve"> :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عت</w:t>
      </w:r>
      <w:r w:rsidRPr="00897A77">
        <w:rPr>
          <w:rFonts w:eastAsia="Calibri"/>
          <w:rtl/>
        </w:rPr>
        <w:t xml:space="preserve"> اسلام 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الہ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کامل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ہے اور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لئے 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امت</w:t>
      </w:r>
      <w:r w:rsidRPr="00897A77">
        <w:rPr>
          <w:rFonts w:eastAsia="Calibri"/>
          <w:rtl/>
        </w:rPr>
        <w:t xml:space="preserve"> تک رہنے والا آئ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مقدمہ :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اورآئ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کے لئے ضرور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دائم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سند اور دستور العمل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کے ساتھ ہو ، تاکہ لوگ اس کے مطابق عمل کرسک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>۔</w:t>
      </w:r>
    </w:p>
    <w:p w:rsidR="00B10EC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جب</w:t>
      </w:r>
      <w:r w:rsidRPr="00897A77">
        <w:rPr>
          <w:rFonts w:eastAsia="Calibri"/>
          <w:rtl/>
        </w:rPr>
        <w:t xml:space="preserve"> ان دو مقدمو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کو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دوسرے سے ملائ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تو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نکلتا ہے کہ شارع کو چاہئےے کہ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کو ہر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اور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محفوظ رکھے ۔لہذا عقل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 سے شارع (اللہ ) پر لازم ہے کہ قرآن کو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ظلمت سے محفوظ رکھے۔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شک سے خال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عقل قض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شرط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طور پر حکم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قرآن تمام عالم انسان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لئے 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امت</w:t>
      </w:r>
      <w:r w:rsidRPr="00897A77">
        <w:rPr>
          <w:rFonts w:eastAsia="Calibri"/>
          <w:rtl/>
        </w:rPr>
        <w:t xml:space="preserve"> تک 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زندگ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تمام مراحل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رہنمائ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ہدا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لئے ہے تو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سے محفوظ ہونا چاہئےے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مقدار محل بحث کے لئے مف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ہمارا محل بحث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واقع ہونا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نہ ہونا ہے اور عقل اس مسئلے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مستقل</w:t>
      </w:r>
      <w:r w:rsidRPr="00897A77">
        <w:rPr>
          <w:rFonts w:eastAsia="Calibri"/>
          <w:rtl/>
        </w:rPr>
        <w:t xml:space="preserve"> طور پر دخالت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کرسکت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40" w:name="_Toc427150656"/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رت</w:t>
      </w:r>
      <w:r w:rsidRPr="00897A77">
        <w:rPr>
          <w:rFonts w:eastAsia="Calibri"/>
          <w:rtl/>
        </w:rPr>
        <w:t xml:space="preserve"> اوربناء عقلاء :</w:t>
      </w:r>
      <w:bookmarkEnd w:id="40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بعض</w:t>
      </w:r>
      <w:r w:rsidRPr="00897A77">
        <w:rPr>
          <w:rFonts w:eastAsia="Calibri"/>
          <w:rtl/>
        </w:rPr>
        <w:t xml:space="preserve"> علماء نے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بنا عقلاء اور 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ت سے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 ور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ضاحت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:</w:t>
      </w:r>
    </w:p>
    <w:p w:rsidR="00897A77" w:rsidRPr="00897A77" w:rsidRDefault="00897A77" w:rsidP="00B10EC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 ہر کتاب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لکھ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بات اور کلام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عادت اور فطرت کے خلاف ہے ، پس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اجبار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عاد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 لہذا عقلاء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ت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اور تغ</w:t>
      </w:r>
      <w:r w:rsidRPr="00897A77">
        <w:rPr>
          <w:rFonts w:eastAsia="Calibri" w:hint="cs"/>
          <w:rtl/>
        </w:rPr>
        <w:t>یی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کا اعتنا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کرتے ۔ اس نظرئےے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بنا پر قرآن کا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سے محفوظ رہنا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امر طب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جبکہ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احتمال خلاف طب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عت</w:t>
      </w:r>
      <w:r w:rsidRPr="00897A77">
        <w:rPr>
          <w:rFonts w:eastAsia="Calibri"/>
          <w:rtl/>
        </w:rPr>
        <w:t xml:space="preserve"> ہے ۔ لہذا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اصل اور قانون اوّل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کاتقاضا ہے جو 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اورسب کے پاس مسلم</w:t>
      </w:r>
      <w:r w:rsidR="00B10EC7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ان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ہے جن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کے مختلف انگ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زے</w:t>
      </w:r>
      <w:r w:rsidRPr="00897A77">
        <w:rPr>
          <w:rFonts w:eastAsia="Calibri"/>
          <w:rtl/>
        </w:rPr>
        <w:t xml:space="preserve"> اور اغراض نہ پائے جاتے 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قرآن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کفار او رملحد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مختلف انگ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زے</w:t>
      </w:r>
      <w:r w:rsidRPr="00897A77">
        <w:rPr>
          <w:rFonts w:eastAsia="Calibri"/>
          <w:rtl/>
        </w:rPr>
        <w:t xml:space="preserve"> پائے جاتے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ہونا اس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شامل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="001650EA">
        <w:rPr>
          <w:rFonts w:eastAsia="Calibri" w:hint="eastAsia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 گفتار آسان در نفی</w:t>
      </w:r>
      <w:r w:rsidR="00897A77" w:rsidRPr="00897A77">
        <w:rPr>
          <w:rtl/>
        </w:rPr>
        <w:t xml:space="preserve"> تحر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ف</w:t>
      </w:r>
      <w:r w:rsidR="00897A77" w:rsidRPr="00897A77">
        <w:rPr>
          <w:rtl/>
        </w:rPr>
        <w:t xml:space="preserve"> قرآن ص</w:t>
      </w:r>
      <w:r w:rsidRPr="00514710">
        <w:rPr>
          <w:rFonts w:hint="cs"/>
          <w:rtl/>
        </w:rPr>
        <w:t>12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41" w:name="_Toc427150657"/>
      <w:r w:rsidRPr="00897A77">
        <w:rPr>
          <w:rFonts w:eastAsia="Calibri" w:hint="eastAsia"/>
          <w:rtl/>
        </w:rPr>
        <w:t>بارہوا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مطلب</w:t>
      </w:r>
      <w:bookmarkEnd w:id="41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42" w:name="_Toc427150658"/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نہ ہونے پر واضح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bookmarkEnd w:id="42"/>
    </w:p>
    <w:p w:rsidR="00897A77" w:rsidRPr="00897A77" w:rsidRDefault="00897A77" w:rsidP="00333B5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محقق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گروہ نے دعو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دلالت</w:t>
      </w:r>
      <w:r w:rsidRPr="00897A77">
        <w:rPr>
          <w:rFonts w:eastAsia="Calibri"/>
          <w:rtl/>
        </w:rPr>
        <w:t xml:space="preserve"> کرنے وال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واضح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333B59">
        <w:rPr>
          <w:rStyle w:val="libAieChar"/>
          <w:rFonts w:eastAsia="Calibri"/>
          <w:rtl/>
        </w:rPr>
        <w:t>''و انّ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 xml:space="preserve"> لکتاب عز</w:t>
      </w:r>
      <w:r w:rsidRPr="00333B59">
        <w:rPr>
          <w:rStyle w:val="libAieChar"/>
          <w:rFonts w:eastAsia="Calibri" w:hint="cs"/>
          <w:rtl/>
        </w:rPr>
        <w:t>ی</w:t>
      </w:r>
      <w:r w:rsidRPr="00333B59">
        <w:rPr>
          <w:rStyle w:val="libAieChar"/>
          <w:rFonts w:eastAsia="Calibri" w:hint="eastAsia"/>
          <w:rtl/>
        </w:rPr>
        <w:t>ز</w:t>
      </w:r>
      <w:r w:rsidRPr="00333B59">
        <w:rPr>
          <w:rStyle w:val="libAieChar"/>
          <w:rFonts w:eastAsia="Calibri"/>
          <w:rtl/>
        </w:rPr>
        <w:t xml:space="preserve"> لا </w:t>
      </w:r>
      <w:r w:rsidRPr="00333B59">
        <w:rPr>
          <w:rStyle w:val="libAieChar"/>
          <w:rFonts w:eastAsia="Calibri" w:hint="cs"/>
          <w:rtl/>
        </w:rPr>
        <w:t>ی</w:t>
      </w:r>
      <w:r w:rsidRPr="00333B59">
        <w:rPr>
          <w:rStyle w:val="libAieChar"/>
          <w:rFonts w:eastAsia="Calibri" w:hint="eastAsia"/>
          <w:rtl/>
        </w:rPr>
        <w:t>ات</w:t>
      </w:r>
      <w:r w:rsidRPr="00333B59">
        <w:rPr>
          <w:rStyle w:val="libAieChar"/>
          <w:rFonts w:eastAsia="Calibri" w:hint="cs"/>
          <w:rtl/>
        </w:rPr>
        <w:t>ی</w:t>
      </w:r>
      <w:r w:rsidR="00467EE6" w:rsidRPr="00467EE6">
        <w:rPr>
          <w:rStyle w:val="libAieChar"/>
          <w:rFonts w:eastAsia="Calibri" w:hint="cs"/>
          <w:rtl/>
        </w:rPr>
        <w:t>ه</w:t>
      </w:r>
      <w:r w:rsidRPr="00333B59">
        <w:rPr>
          <w:rStyle w:val="libAieChar"/>
          <w:rFonts w:eastAsia="Calibri"/>
          <w:rtl/>
        </w:rPr>
        <w:t xml:space="preserve"> الباطل من ب</w:t>
      </w:r>
      <w:r w:rsidRPr="00333B59">
        <w:rPr>
          <w:rStyle w:val="libAieChar"/>
          <w:rFonts w:eastAsia="Calibri" w:hint="cs"/>
          <w:rtl/>
        </w:rPr>
        <w:t>ی</w:t>
      </w:r>
      <w:r w:rsidRPr="00333B59">
        <w:rPr>
          <w:rStyle w:val="libAieChar"/>
          <w:rFonts w:eastAsia="Calibri" w:hint="eastAsia"/>
          <w:rtl/>
        </w:rPr>
        <w:t>ن</w:t>
      </w:r>
      <w:r w:rsidRPr="00333B59">
        <w:rPr>
          <w:rStyle w:val="libAieChar"/>
          <w:rFonts w:eastAsia="Calibri"/>
          <w:rtl/>
        </w:rPr>
        <w:t xml:space="preserve"> </w:t>
      </w:r>
      <w:r w:rsidRPr="00333B59">
        <w:rPr>
          <w:rStyle w:val="libAieChar"/>
          <w:rFonts w:eastAsia="Calibri" w:hint="cs"/>
          <w:rtl/>
        </w:rPr>
        <w:t>ی</w:t>
      </w:r>
      <w:r w:rsidRPr="00333B59">
        <w:rPr>
          <w:rStyle w:val="libAieChar"/>
          <w:rFonts w:eastAsia="Calibri" w:hint="eastAsia"/>
          <w:rtl/>
        </w:rPr>
        <w:t>د</w:t>
      </w:r>
      <w:r w:rsidRPr="00333B59">
        <w:rPr>
          <w:rStyle w:val="libAieChar"/>
          <w:rFonts w:eastAsia="Calibri" w:hint="cs"/>
          <w:rtl/>
        </w:rPr>
        <w:t>ی</w:t>
      </w:r>
      <w:r w:rsidR="00467EE6" w:rsidRPr="00467EE6">
        <w:rPr>
          <w:rStyle w:val="libAieChar"/>
          <w:rFonts w:eastAsia="Calibri" w:hint="cs"/>
          <w:rtl/>
        </w:rPr>
        <w:t>ه</w:t>
      </w:r>
      <w:r w:rsidRPr="00333B59">
        <w:rPr>
          <w:rStyle w:val="libAieChar"/>
          <w:rFonts w:eastAsia="Calibri"/>
          <w:rtl/>
        </w:rPr>
        <w:t xml:space="preserve"> و لا من خلف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 xml:space="preserve"> تنز</w:t>
      </w:r>
      <w:r w:rsidRPr="00333B59">
        <w:rPr>
          <w:rStyle w:val="libAieChar"/>
          <w:rFonts w:eastAsia="Calibri" w:hint="cs"/>
          <w:rtl/>
        </w:rPr>
        <w:t>ی</w:t>
      </w:r>
      <w:r w:rsidRPr="00333B59">
        <w:rPr>
          <w:rStyle w:val="libAieChar"/>
          <w:rFonts w:eastAsia="Calibri" w:hint="eastAsia"/>
          <w:rtl/>
        </w:rPr>
        <w:t>ل</w:t>
      </w:r>
      <w:r w:rsidRPr="00333B59">
        <w:rPr>
          <w:rStyle w:val="libAieChar"/>
          <w:rFonts w:eastAsia="Calibri"/>
          <w:rtl/>
        </w:rPr>
        <w:t xml:space="preserve"> من حک</w:t>
      </w:r>
      <w:r w:rsidRPr="00333B59">
        <w:rPr>
          <w:rStyle w:val="libAieChar"/>
          <w:rFonts w:eastAsia="Calibri" w:hint="cs"/>
          <w:rtl/>
        </w:rPr>
        <w:t>ی</w:t>
      </w:r>
      <w:r w:rsidRPr="00333B59">
        <w:rPr>
          <w:rStyle w:val="libAieChar"/>
          <w:rFonts w:eastAsia="Calibri" w:hint="eastAsia"/>
          <w:rtl/>
        </w:rPr>
        <w:t>م</w:t>
      </w:r>
      <w:r w:rsidRPr="00333B59">
        <w:rPr>
          <w:rStyle w:val="libAieChar"/>
          <w:rFonts w:eastAsia="Calibri"/>
          <w:rtl/>
        </w:rPr>
        <w:t xml:space="preserve"> حم</w:t>
      </w:r>
      <w:r w:rsidRPr="00333B59">
        <w:rPr>
          <w:rStyle w:val="libAieChar"/>
          <w:rFonts w:eastAsia="Calibri" w:hint="cs"/>
          <w:rtl/>
        </w:rPr>
        <w:t>ی</w:t>
      </w:r>
      <w:r w:rsidRPr="00333B59">
        <w:rPr>
          <w:rStyle w:val="libAieChar"/>
          <w:rFonts w:eastAsia="Calibri" w:hint="eastAsia"/>
          <w:rtl/>
        </w:rPr>
        <w:t>د</w:t>
      </w:r>
      <w:r w:rsidRPr="00333B59">
        <w:rPr>
          <w:rStyle w:val="libAieChar"/>
          <w:rFonts w:eastAsia="Calibri"/>
          <w:rtl/>
        </w:rPr>
        <w:t>''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333B59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 xml:space="preserve">''اور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قرآن تو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عال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مرتبہ کتاب ہے جس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سامنے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چھے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باطل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آسکتا</w:t>
      </w:r>
      <w:r w:rsidRPr="00897A77">
        <w:rPr>
          <w:rFonts w:eastAsia="Calibri"/>
          <w:rtl/>
        </w:rPr>
        <w:t xml:space="preserve"> ہے کہ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خوب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والے</w:t>
      </w:r>
      <w:r w:rsidRPr="00897A77">
        <w:rPr>
          <w:rFonts w:eastAsia="Calibri"/>
          <w:rtl/>
        </w:rPr>
        <w:t xml:space="preserve"> حک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نازل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ہے''۔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بعض</w:t>
      </w:r>
      <w:r w:rsidRPr="00897A77">
        <w:rPr>
          <w:rFonts w:eastAsia="Calibri"/>
          <w:rtl/>
        </w:rPr>
        <w:t xml:space="preserve"> مفسر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نے دعوا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کے عدم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واضح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ہونے پر سارے مفسر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کا اجماع ہے۔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2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لہٰذا</w:t>
      </w:r>
      <w:r w:rsidRPr="00897A77">
        <w:rPr>
          <w:rFonts w:eastAsia="Calibri"/>
          <w:rtl/>
        </w:rPr>
        <w:t xml:space="preserve"> 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سے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کئ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:</w:t>
      </w:r>
    </w:p>
    <w:p w:rsidR="00897A77" w:rsidRPr="00897A77" w:rsidRDefault="00897A77" w:rsidP="00333B5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قہ</w:t>
      </w:r>
      <w:r w:rsidRPr="00897A77">
        <w:rPr>
          <w:rFonts w:eastAsia="Calibri"/>
          <w:rtl/>
        </w:rPr>
        <w:t>: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بات واضح ہے کہ اللہ نے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صفت کو لفظ عزت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متصف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 عزت کا تصور لغت کے حوالے سے وہا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ہے جہا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ہر قسم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۔فصلت /</w:t>
      </w:r>
      <w:r w:rsidRPr="00514710">
        <w:rPr>
          <w:rFonts w:hint="cs"/>
          <w:rtl/>
        </w:rPr>
        <w:t>41</w:t>
      </w:r>
      <w:r w:rsidR="00897A77" w:rsidRPr="00897A77">
        <w:rPr>
          <w:rFonts w:hint="cs"/>
          <w:rtl/>
        </w:rPr>
        <w:t>،</w:t>
      </w:r>
      <w:r w:rsidRPr="00514710">
        <w:rPr>
          <w:rFonts w:hint="cs"/>
          <w:rtl/>
        </w:rPr>
        <w:t>42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۔صی</w:t>
      </w:r>
      <w:r w:rsidR="00897A77" w:rsidRPr="00897A77">
        <w:rPr>
          <w:rFonts w:hint="eastAsia"/>
          <w:rtl/>
        </w:rPr>
        <w:t>ان</w:t>
      </w:r>
      <w:r w:rsidR="00897A77" w:rsidRPr="00897A77">
        <w:rPr>
          <w:rFonts w:hint="cs"/>
          <w:rtl/>
        </w:rPr>
        <w:t>ۃ</w:t>
      </w:r>
      <w:r w:rsidR="00897A77" w:rsidRPr="00897A77">
        <w:rPr>
          <w:rtl/>
        </w:rPr>
        <w:t xml:space="preserve"> القرآن عن التحر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ف</w:t>
      </w:r>
      <w:r w:rsidR="00897A77" w:rsidRPr="00897A77">
        <w:rPr>
          <w:rtl/>
        </w:rPr>
        <w:t xml:space="preserve"> ص</w:t>
      </w:r>
      <w:r w:rsidRPr="00514710">
        <w:rPr>
          <w:rFonts w:hint="cs"/>
          <w:rtl/>
        </w:rPr>
        <w:t>33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تحفظ حاصل ہو۔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333B5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قہ</w:t>
      </w:r>
      <w:r w:rsidRPr="00897A77">
        <w:rPr>
          <w:rFonts w:eastAsia="Calibri"/>
          <w:rtl/>
        </w:rPr>
        <w:t>:اس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طرف سے طب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عت</w:t>
      </w:r>
      <w:r w:rsidRPr="00897A77">
        <w:rPr>
          <w:rFonts w:eastAsia="Calibri"/>
          <w:rtl/>
        </w:rPr>
        <w:t xml:space="preserve"> اور باطل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 رہ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 قاعدے کے مطابق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موارد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عموم کا فائدہ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دوسرے الفاظ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کہا جاسکتا ہے کہ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قرآن سے ہر قسم کے باطل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 ہر وہ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جو خراب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فاسد ہو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کچھ حصہ ا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/>
          <w:rtl/>
        </w:rPr>
        <w:t xml:space="preserve"> سے ضائع ہوا ہو اس کو عرب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زبان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باطل کہا جاتاہے ۔پس مسلّم اور 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کلمہئ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،باطل کے مصاد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واضح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مصداق ہے۔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سرا</w:t>
      </w:r>
      <w:r w:rsidRPr="00897A77">
        <w:rPr>
          <w:rFonts w:eastAsia="Calibri"/>
          <w:rtl/>
        </w:rPr>
        <w:t xml:space="preserve">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قہ</w:t>
      </w:r>
      <w:r w:rsidRPr="00897A77">
        <w:rPr>
          <w:rFonts w:eastAsia="Calibri"/>
          <w:rtl/>
        </w:rPr>
        <w:t>:اس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اللہ نے ''لا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الباطل ''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ہر قسم کے باطل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گنجائش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ن</w:t>
      </w:r>
      <w:r w:rsidR="001650EA">
        <w:rPr>
          <w:rFonts w:eastAsia="Calibri" w:hint="eastAsia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۔اس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علت کو ا س طرح ذکر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کتاب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ہست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نازل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جو حک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اور حم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جملہ واضح کرتا ہے 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جو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و حم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</w:t>
      </w:r>
      <w:r w:rsidRPr="00897A77">
        <w:rPr>
          <w:rFonts w:eastAsia="Calibri" w:hint="eastAsia"/>
          <w:rtl/>
        </w:rPr>
        <w:t>رف</w:t>
      </w:r>
      <w:r w:rsidRPr="00897A77">
        <w:rPr>
          <w:rFonts w:eastAsia="Calibri"/>
          <w:rtl/>
        </w:rPr>
        <w:t xml:space="preserve"> سے آئ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اور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کا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آنا</w:t>
      </w:r>
      <w:r w:rsidRPr="00897A77">
        <w:rPr>
          <w:rFonts w:eastAsia="Calibri"/>
          <w:rtl/>
        </w:rPr>
        <w:t xml:space="preserve"> حکمت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صفت کے ساتھ مناسب ہے ۔مرحوم حاج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2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>نے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>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''اگرچہ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کا قائل ہونا باطل کے مصداق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مصداق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ہر باطل مراد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بلکہ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خاص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۔البی</w:t>
      </w:r>
      <w:r w:rsidR="00897A77" w:rsidRPr="00897A77">
        <w:rPr>
          <w:rFonts w:hint="eastAsia"/>
          <w:rtl/>
        </w:rPr>
        <w:t>ان</w:t>
      </w:r>
      <w:r w:rsidR="00897A77" w:rsidRPr="00897A77">
        <w:rPr>
          <w:rtl/>
        </w:rPr>
        <w:t xml:space="preserve"> ص</w:t>
      </w:r>
      <w:r w:rsidRPr="00514710">
        <w:rPr>
          <w:rFonts w:hint="cs"/>
          <w:rtl/>
        </w:rPr>
        <w:t>211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 xml:space="preserve">۔فصل الخطاب ص </w:t>
      </w:r>
      <w:r w:rsidRPr="00514710">
        <w:rPr>
          <w:rFonts w:hint="cs"/>
          <w:rtl/>
        </w:rPr>
        <w:t>361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باطل</w:t>
      </w:r>
      <w:r w:rsidRPr="00897A77">
        <w:rPr>
          <w:rFonts w:eastAsia="Calibri"/>
          <w:rtl/>
        </w:rPr>
        <w:t xml:space="preserve"> مراد ہے جو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ظاہر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طور پر کچھ احکام اور اخبار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تناقض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وجہ سے حاصل ہوجائے اللہ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کرنا چاہتاہے''۔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بعض</w:t>
      </w:r>
      <w:r w:rsidRPr="00897A77">
        <w:rPr>
          <w:rFonts w:eastAsia="Calibri"/>
          <w:rtl/>
        </w:rPr>
        <w:t xml:space="preserve"> محقق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نے جناب محدث نور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جواب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''آ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صرف</w:t>
      </w:r>
      <w:r w:rsidRPr="00897A77">
        <w:rPr>
          <w:rFonts w:eastAsia="Calibri"/>
          <w:rtl/>
        </w:rPr>
        <w:t xml:space="preserve"> احکام اور اخبارم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تناقض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مراد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Pr="00897A77">
        <w:rPr>
          <w:rFonts w:eastAsia="Calibri"/>
          <w:rtl/>
        </w:rPr>
        <w:t xml:space="preserve"> لفظ عزت کے ساتھ مناسب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ہے۔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 xml:space="preserve"> دوسرے لفظو</w:t>
      </w:r>
      <w:r w:rsidR="001650EA" w:rsidRPr="00467EE6">
        <w:rPr>
          <w:rFonts w:eastAsia="Calibri" w:hint="cs"/>
          <w:rtl/>
        </w:rPr>
        <w:t xml:space="preserve">ں </w:t>
      </w:r>
      <w:r w:rsidRPr="00467EE6">
        <w:rPr>
          <w:rFonts w:eastAsia="Calibri" w:hint="cs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کہا</w:t>
      </w:r>
      <w:r w:rsidRPr="00897A77">
        <w:rPr>
          <w:rFonts w:eastAsia="Calibri"/>
          <w:rtl/>
        </w:rPr>
        <w:t xml:space="preserve"> جائے کہ اس صفت کے ذکر کرنے کا لازم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کتاب ہر قسم کے باطل سے دور اور محفوظ ہے۔</w:t>
      </w:r>
    </w:p>
    <w:p w:rsidR="00897A77" w:rsidRPr="00897A77" w:rsidRDefault="00897A77" w:rsidP="00333B5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جواب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وضاحت اور تکمےل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ضرورت ہے ۔ وہ ےہ ہے کہ 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شرےفہ کا ظاہر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جو ہر خاص و عام کے ذہن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آجاتا ہے وہ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اللہ نے اس کتاب کو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اور محدود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بطور مطلق ''کتاب عز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>''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جس کا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کلمہ باطل س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صرف تناقض احکام اور اخبار کا ارادہ کرنا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اگر کتاب الٰہ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صرف تناقض احکام کے حوالہ سے عز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اور باطل سے مصون ہو تولفظ''عز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>'' کو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محدود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کتاب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صفت قرار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نا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خلاف</w:t>
      </w:r>
      <w:r w:rsidRPr="00897A77">
        <w:rPr>
          <w:rFonts w:eastAsia="Calibri"/>
          <w:rtl/>
        </w:rPr>
        <w:t xml:space="preserve"> ظاہر ہے ۔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 البی</w:t>
      </w:r>
      <w:r w:rsidR="00897A77" w:rsidRPr="00897A77">
        <w:rPr>
          <w:rFonts w:hint="eastAsia"/>
          <w:rtl/>
        </w:rPr>
        <w:t>ان</w:t>
      </w:r>
      <w:r w:rsidR="00897A77" w:rsidRPr="00897A77">
        <w:rPr>
          <w:rtl/>
        </w:rPr>
        <w:t xml:space="preserve"> ص</w:t>
      </w:r>
      <w:r w:rsidRPr="00514710">
        <w:rPr>
          <w:rFonts w:hint="cs"/>
          <w:rtl/>
        </w:rPr>
        <w:t>211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43" w:name="_Toc427150659"/>
      <w:r w:rsidRPr="00897A77">
        <w:rPr>
          <w:rFonts w:eastAsia="Calibri" w:hint="eastAsia"/>
          <w:rtl/>
        </w:rPr>
        <w:t>اشکالات</w:t>
      </w:r>
      <w:bookmarkEnd w:id="43"/>
    </w:p>
    <w:p w:rsidR="00897A77" w:rsidRPr="00897A77" w:rsidRDefault="00897A77" w:rsidP="00333B5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پر کئے گئے اعتراضات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اہم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اعتراض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ذکر شدہ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اس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کے مخالف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جو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اور سن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مفسر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مفسر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مفسر نے اس طرح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جس سے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احتمال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eastAsia"/>
          <w:rtl/>
        </w:rPr>
        <w:t>سک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۔مثال کے طور پر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مرحوم</w:t>
      </w:r>
      <w:r w:rsidRPr="00897A77">
        <w:rPr>
          <w:rFonts w:eastAsia="Calibri"/>
          <w:rtl/>
        </w:rPr>
        <w:t xml:space="preserve">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/>
          <w:rtl/>
        </w:rPr>
        <w:t xml:space="preserve"> طوس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>(رح) نے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تب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پانچ</w:t>
      </w:r>
      <w:r w:rsidRPr="00897A77">
        <w:rPr>
          <w:rFonts w:eastAsia="Calibri"/>
          <w:rtl/>
        </w:rPr>
        <w:t xml:space="preserve"> احتمال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الف</w:t>
      </w:r>
      <w:r w:rsidRPr="00897A77">
        <w:rPr>
          <w:rFonts w:eastAsia="Calibri"/>
          <w:rtl/>
        </w:rPr>
        <w:t>:لا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الباطل سے مراد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 کے شبہہ اور تناقض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گنجائش ن</w:t>
      </w:r>
      <w:r w:rsidR="001650EA">
        <w:rPr>
          <w:rFonts w:eastAsia="Calibri"/>
          <w:rtl/>
        </w:rPr>
        <w:t xml:space="preserve">ہیں  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بلکہ قرآن خالص حق ہے ۔</w:t>
      </w:r>
    </w:p>
    <w:p w:rsidR="00897A77" w:rsidRPr="00897A77" w:rsidRDefault="00897A77" w:rsidP="00B10EC7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>ب:قتادہ اور سدّ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نے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:اس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اللہ تبارک و تعال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کا مقصد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طان</w:t>
      </w:r>
      <w:r w:rsidRPr="00897A77">
        <w:rPr>
          <w:rFonts w:eastAsia="Calibri"/>
          <w:rtl/>
        </w:rPr>
        <w:t xml:space="preserve"> قرآن سے حق بات کو مٹانے اور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باطل کے اضافہ کرنے پر قادر</w:t>
      </w:r>
      <w:r w:rsidRPr="00897A77">
        <w:rPr>
          <w:rFonts w:eastAsia="Calibri" w:hint="eastAsia"/>
          <w:rtl/>
        </w:rPr>
        <w:t>ن</w:t>
      </w:r>
      <w:r w:rsidR="001650EA">
        <w:rPr>
          <w:rFonts w:eastAsia="Calibri" w:hint="eastAsia"/>
          <w:rtl/>
        </w:rPr>
        <w:t xml:space="preserve">ہیں  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ج</w:t>
      </w:r>
      <w:r w:rsidRPr="00897A77">
        <w:rPr>
          <w:rFonts w:eastAsia="Calibri"/>
          <w:rtl/>
        </w:rPr>
        <w:t>:قرآن سے پہلے اور اس کے بعد اسے باطل کرنے وال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کا نہ ہونا مراد ہے۔</w:t>
      </w:r>
    </w:p>
    <w:p w:rsidR="00897A77" w:rsidRPr="00897A77" w:rsidRDefault="00897A77" w:rsidP="00B10EC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>:حسن نے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:اس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سے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ابتداء اور آخر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باطل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گنجائش نہ</w:t>
      </w:r>
      <w:r w:rsidR="00B10EC7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ہونا</w:t>
      </w:r>
      <w:r w:rsidRPr="00897A77">
        <w:rPr>
          <w:rFonts w:eastAsia="Calibri"/>
          <w:rtl/>
        </w:rPr>
        <w:t xml:space="preserve"> مراد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>:قرآن نے گذشتہ اور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ندہ</w:t>
      </w:r>
      <w:r w:rsidRPr="00897A77">
        <w:rPr>
          <w:rFonts w:eastAsia="Calibri"/>
          <w:rtl/>
        </w:rPr>
        <w:t xml:space="preserve"> کے حوالے سے جو خبر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باطل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گنجائش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۔</w:t>
      </w:r>
    </w:p>
    <w:p w:rsidR="00B10EC7" w:rsidRDefault="00897A77" w:rsidP="00B10EC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جناب</w:t>
      </w:r>
      <w:r w:rsidRPr="00897A77">
        <w:rPr>
          <w:rFonts w:eastAsia="Calibri"/>
          <w:rtl/>
        </w:rPr>
        <w:t xml:space="preserve"> 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مرتض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فرماتے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:اس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بہتر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جو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جاسکت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وہ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کلام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مانند اور مشابہ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ہو</w:t>
      </w:r>
      <w:r w:rsidRPr="00897A77">
        <w:rPr>
          <w:rFonts w:eastAsia="Calibri"/>
          <w:rtl/>
        </w:rPr>
        <w:t xml:space="preserve"> سکت</w:t>
      </w:r>
      <w:r w:rsidRPr="00897A77">
        <w:rPr>
          <w:rFonts w:eastAsia="Calibri" w:hint="cs"/>
          <w:rtl/>
        </w:rPr>
        <w:t>ی</w:t>
      </w:r>
      <w:r w:rsidR="00B10EC7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،قرآن وہ واحد کتاب ہے جو اپنے بعد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کتب سے مشابہت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رکھت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طرح اپنے سے پہلے وال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کتب سے متصل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ہر حوالے سے بے مثال اور مستقل کلام ہے ،کس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کلام کے ساتھ موازنہ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جائے تو فصاحت</w:t>
      </w:r>
      <w:r w:rsidR="00B10EC7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و</w:t>
      </w:r>
      <w:r w:rsidRPr="00897A77">
        <w:rPr>
          <w:rFonts w:eastAsia="Calibri"/>
          <w:rtl/>
        </w:rPr>
        <w:t xml:space="preserve"> بلاغت کے اعتبار سے بہتر اور برتر ہے 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B10EC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شبہے کا جواب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 سکتا ہے ۔</w:t>
      </w:r>
    </w:p>
    <w:p w:rsidR="00897A77" w:rsidRPr="00897A77" w:rsidRDefault="00897A77" w:rsidP="00333B5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جواب:مذکورہ تفاس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اور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کچھ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جناب قتادہ اور سدّ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نقل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،آ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قرآن سے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کرنے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مناسب</w:t>
      </w:r>
      <w:r w:rsidRPr="00897A77">
        <w:rPr>
          <w:rFonts w:eastAsia="Calibri"/>
          <w:rtl/>
        </w:rPr>
        <w:t xml:space="preserve"> ہے۔</w:t>
      </w:r>
    </w:p>
    <w:p w:rsidR="00897A77" w:rsidRPr="00897A77" w:rsidRDefault="00897A77" w:rsidP="00333B5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جواب:اگر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مفسر نے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اشارہ نہ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ہو جو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اثبات کے لئے مناسب ہو ،پھر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استدلال کرنا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ہے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اور کلام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کرنے کے اصول و ضوابط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کلام او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ظاہر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کو مدنظر رکھ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اور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کا ظاہر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شک کے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ہمارے مطلب پر دلالت کرتا ہے اگر ہم غور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تو</w:t>
      </w:r>
      <w:r w:rsidRPr="00897A77">
        <w:rPr>
          <w:rFonts w:eastAsia="Calibri"/>
          <w:rtl/>
        </w:rPr>
        <w:t xml:space="preserve"> معلوم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ہو</w:t>
      </w:r>
      <w:r w:rsidRPr="00897A77">
        <w:rPr>
          <w:rFonts w:eastAsia="Calibri"/>
          <w:rtl/>
        </w:rPr>
        <w:t xml:space="preserve"> جاتا ہے کہ مفسر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نے مذکورہ معان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پر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معتبر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ذکر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لہٰذا ان کا ہر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اور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قابل قبول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اس وقت جب 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پر معصوم سے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منقول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ہو ۔</w:t>
      </w:r>
    </w:p>
    <w:p w:rsidR="00897A77" w:rsidRPr="00897A77" w:rsidRDefault="00897A77" w:rsidP="00333B5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سرا</w:t>
      </w:r>
      <w:r w:rsidRPr="00897A77">
        <w:rPr>
          <w:rFonts w:eastAsia="Calibri"/>
          <w:rtl/>
        </w:rPr>
        <w:t xml:space="preserve"> جواب:وہ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جو لفظ باطل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وضاحت اور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آئ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وہ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کو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منحصر کرنے کے درپے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بلکہ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مہ</w:t>
      </w:r>
      <w:r w:rsidRPr="00897A77">
        <w:rPr>
          <w:rFonts w:eastAsia="Calibri"/>
          <w:rtl/>
        </w:rPr>
        <w:t xml:space="preserve"> کے مصاد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کو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44" w:name="_Toc427150660"/>
      <w:r w:rsidRPr="00897A77">
        <w:rPr>
          <w:rFonts w:eastAsia="Calibri"/>
          <w:rtl/>
        </w:rPr>
        <w:lastRenderedPageBreak/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رہوا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مطلب</w:t>
      </w:r>
      <w:bookmarkEnd w:id="44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45" w:name="_Toc427150661"/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ہونے سے ظواہر کتاب کا حج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سے ساقط ہونا لازم آتا ہے ؟</w:t>
      </w:r>
      <w:bookmarkEnd w:id="45"/>
    </w:p>
    <w:p w:rsidR="00897A77" w:rsidRPr="00897A77" w:rsidRDefault="00897A77" w:rsidP="00333B5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ہونے کے بعد ہم کتاب کے ظواہر سے استدلال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کر</w:t>
      </w:r>
      <w:r w:rsidRPr="00897A77">
        <w:rPr>
          <w:rFonts w:eastAsia="Calibri"/>
          <w:rtl/>
        </w:rPr>
        <w:t xml:space="preserve"> سکتے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؟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سوال اس وقت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ہے اگر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دعو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کرنے والا علم اجمال</w:t>
      </w:r>
      <w:r w:rsidRPr="00897A77">
        <w:rPr>
          <w:rFonts w:eastAsia="Calibri" w:hint="cs"/>
          <w:rtl/>
        </w:rPr>
        <w:t>ی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 سے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قائل ہو۔</w:t>
      </w:r>
    </w:p>
    <w:p w:rsidR="00B10EC7" w:rsidRDefault="00897A77" w:rsidP="00333B5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بعضو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نے کہا ہے کہ''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مفروضے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جس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احتمال ہو اسے اہم عقلائ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اصل سے وابستگ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اخت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ار</w:t>
      </w:r>
      <w:r w:rsidRPr="00897A77">
        <w:rPr>
          <w:rFonts w:eastAsia="Calibri"/>
          <w:rtl/>
        </w:rPr>
        <w:t xml:space="preserve"> کرن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چاہ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جو ''عدم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'' ہے اور ظاہراً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سے استدلال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جائے دوسرے الفاظ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شدہ کتاب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لئے ہم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معصوم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تا</w:t>
      </w:r>
      <w:r w:rsidRPr="00897A77">
        <w:rPr>
          <w:rFonts w:eastAsia="Calibri" w:hint="cs"/>
          <w:rtl/>
        </w:rPr>
        <w:t>یی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ضرورت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بلکہ</w:t>
      </w:r>
      <w:r w:rsidRPr="00897A77">
        <w:rPr>
          <w:rFonts w:eastAsia="Calibri"/>
          <w:rtl/>
        </w:rPr>
        <w:t xml:space="preserve"> ہم</w:t>
      </w:r>
      <w:r w:rsidR="00333B59">
        <w:rPr>
          <w:rFonts w:eastAsia="Calibri" w:hint="cs"/>
          <w:rtl/>
        </w:rPr>
        <w:t xml:space="preserve">  </w:t>
      </w: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عقلائ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اصل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روشن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کے ظواہر سے استدلال کرسکتے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''۔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اور جواب اس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ہے اگر عقلاء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کلام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متصلہ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متکلم کے کلام کےساتھ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ہونے کا احتمال د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پھر اصل عدم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سے تمسک اور استدلال کرنے کو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سمجھے جبکہ عقلائ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کے مطابق جہا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کلام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مخاطب اور سامع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منفصلہ ''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متکلم کے کلام سے الگ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'' ہونے کا احتمال دے وہا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لئے عقلاء عدم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سے تمسک کرنا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سمجھتے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اگر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کلا م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متصلہ ہونے کا احتمال ہو وہا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اصل عدم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سے استدلال کر کے اس احتمال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کرنا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>ح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اور مسئلہ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علم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بعد احتمال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شا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ہے جو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="00B10EC7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حذف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</w:t>
      </w:r>
    </w:p>
    <w:p w:rsidR="00897A77" w:rsidRPr="00333B59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B10EC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lastRenderedPageBreak/>
        <w:t>لہٰذا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علم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مفروضے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ظواہر کتاب سے تمسک کے لئے حضرات معصوم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تا</w:t>
      </w:r>
      <w:r w:rsidRPr="00897A77">
        <w:rPr>
          <w:rFonts w:eastAsia="Calibri" w:hint="cs"/>
          <w:rtl/>
        </w:rPr>
        <w:t>یی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کے علاوہ</w:t>
      </w:r>
      <w:r w:rsidR="00B10EC7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اور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چارہ نظر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آتا</w:t>
      </w:r>
      <w:r w:rsidRPr="00897A77">
        <w:rPr>
          <w:rFonts w:eastAsia="Calibri"/>
          <w:rtl/>
        </w:rPr>
        <w:t xml:space="preserve"> اور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مطلب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ثقل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کے ظاہر کے خلاف ہے۔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46" w:name="_Toc427150662"/>
      <w:r w:rsidRPr="00897A77">
        <w:rPr>
          <w:rFonts w:eastAsia="Calibri" w:hint="eastAsia"/>
          <w:rtl/>
        </w:rPr>
        <w:t>چودہوا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مطلب</w:t>
      </w:r>
      <w:bookmarkEnd w:id="46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47" w:name="_Toc427150663"/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نہ ہونے پر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ثقل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دلالت</w:t>
      </w:r>
      <w:bookmarkEnd w:id="47"/>
    </w:p>
    <w:p w:rsidR="00897A77" w:rsidRPr="00897A77" w:rsidRDefault="00897A77" w:rsidP="000C053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پر دلالت کرنے وال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اہم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ثقل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ہے جو متواتر ہے ،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اصحاب رسول ؐ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</w:t>
      </w:r>
      <w:r w:rsidR="00514710" w:rsidRPr="00514710">
        <w:rPr>
          <w:rFonts w:eastAsia="Calibri" w:hint="cs"/>
          <w:rtl/>
        </w:rPr>
        <w:t>33</w:t>
      </w:r>
      <w:r w:rsidRPr="00467EE6">
        <w:rPr>
          <w:rFonts w:eastAsia="Calibri" w:hint="cs"/>
          <w:rtl/>
        </w:rPr>
        <w:t xml:space="preserve"> ہزار افراد نے جو 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شخص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مالک تھے ،پ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اسلام ؐ سے نقل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حضرت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ابن 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طالب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السلام ، ابوذر ، عبداللہ بن عباس ،جناب عبداللہ بن عمر ، جناب حذ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،جناب ابو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وب</w:t>
      </w:r>
      <w:r w:rsidRPr="00897A77">
        <w:rPr>
          <w:rFonts w:eastAsia="Calibri"/>
          <w:rtl/>
        </w:rPr>
        <w:t xml:space="preserve"> انصار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>اور ا</w:t>
      </w:r>
      <w:r w:rsidRPr="00897A77">
        <w:rPr>
          <w:rFonts w:eastAsia="Calibri"/>
          <w:rtl/>
        </w:rPr>
        <w:t>ہل سنت کے علماء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دو سو عظ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علماء نے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اہے</w:t>
      </w:r>
      <w:r w:rsidRPr="00897A77">
        <w:rPr>
          <w:rFonts w:eastAsia="Calibri"/>
          <w:rtl/>
        </w:rPr>
        <w:t xml:space="preserve"> ۔اس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کا متن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اسناد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متن کے</w:t>
      </w:r>
      <w:r w:rsidR="00333B59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مطابق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ہے:</w:t>
      </w:r>
      <w:r w:rsidR="00B10EC7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صل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اللہ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و آلہ وسلم نے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>:</w:t>
      </w:r>
      <w:r w:rsidRPr="000C0539">
        <w:rPr>
          <w:rStyle w:val="libArabicChar"/>
          <w:rFonts w:eastAsia="Calibri"/>
          <w:rtl/>
        </w:rPr>
        <w:t>''انّ</w:t>
      </w:r>
      <w:r w:rsidRPr="000C0539">
        <w:rPr>
          <w:rStyle w:val="libArabicChar"/>
          <w:rFonts w:eastAsia="Calibri" w:hint="cs"/>
          <w:rtl/>
        </w:rPr>
        <w:t>ی</w:t>
      </w:r>
      <w:r w:rsidRPr="000C0539">
        <w:rPr>
          <w:rStyle w:val="libArabicChar"/>
          <w:rFonts w:eastAsia="Calibri"/>
          <w:rtl/>
        </w:rPr>
        <w:t xml:space="preserve"> تارک ف</w:t>
      </w:r>
      <w:r w:rsidRPr="000C0539">
        <w:rPr>
          <w:rStyle w:val="libArabicChar"/>
          <w:rFonts w:eastAsia="Calibri" w:hint="cs"/>
          <w:rtl/>
        </w:rPr>
        <w:t>ی</w:t>
      </w:r>
      <w:r w:rsidRPr="000C0539">
        <w:rPr>
          <w:rStyle w:val="libArabicChar"/>
          <w:rFonts w:eastAsia="Calibri" w:hint="eastAsia"/>
          <w:rtl/>
        </w:rPr>
        <w:t>کم</w:t>
      </w:r>
      <w:r w:rsidRPr="000C0539">
        <w:rPr>
          <w:rStyle w:val="libArabicChar"/>
          <w:rFonts w:eastAsia="Calibri"/>
          <w:rtl/>
        </w:rPr>
        <w:t xml:space="preserve"> الثقل</w:t>
      </w:r>
      <w:r w:rsidRPr="000C0539">
        <w:rPr>
          <w:rStyle w:val="libArabicChar"/>
          <w:rFonts w:eastAsia="Calibri" w:hint="cs"/>
          <w:rtl/>
        </w:rPr>
        <w:t>ی</w:t>
      </w:r>
      <w:r w:rsidRPr="000C0539">
        <w:rPr>
          <w:rStyle w:val="libArabicChar"/>
          <w:rFonts w:eastAsia="Calibri" w:hint="eastAsia"/>
          <w:rtl/>
        </w:rPr>
        <w:t>ن</w:t>
      </w:r>
      <w:r w:rsidRPr="000C0539">
        <w:rPr>
          <w:rStyle w:val="libArabicChar"/>
          <w:rFonts w:eastAsia="Calibri"/>
          <w:rtl/>
        </w:rPr>
        <w:t xml:space="preserve"> کتاب الل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و عترت</w:t>
      </w:r>
      <w:r w:rsidRPr="000C0539">
        <w:rPr>
          <w:rStyle w:val="libArabicChar"/>
          <w:rFonts w:eastAsia="Calibri" w:hint="cs"/>
          <w:rtl/>
        </w:rPr>
        <w:t>ی</w:t>
      </w:r>
      <w:r w:rsidRPr="000C0539">
        <w:rPr>
          <w:rStyle w:val="libArabicChar"/>
          <w:rFonts w:eastAsia="Calibri"/>
          <w:rtl/>
        </w:rPr>
        <w:t xml:space="preserve"> و ف</w:t>
      </w:r>
      <w:r w:rsidRPr="000C0539">
        <w:rPr>
          <w:rStyle w:val="libArabicChar"/>
          <w:rFonts w:eastAsia="Calibri" w:hint="cs"/>
          <w:rtl/>
        </w:rPr>
        <w:t>ی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0C0539">
        <w:rPr>
          <w:rStyle w:val="libArabicChar"/>
          <w:rFonts w:eastAsia="Calibri"/>
          <w:rtl/>
        </w:rPr>
        <w:t xml:space="preserve"> ال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>د</w:t>
      </w:r>
      <w:r w:rsidRPr="000C0539">
        <w:rPr>
          <w:rStyle w:val="libArabicChar"/>
          <w:rFonts w:eastAsia="Calibri" w:hint="cs"/>
          <w:rtl/>
        </w:rPr>
        <w:t>ی</w:t>
      </w:r>
      <w:r w:rsidRPr="000C0539">
        <w:rPr>
          <w:rStyle w:val="libArabicChar"/>
          <w:rFonts w:eastAsia="Calibri"/>
          <w:rtl/>
        </w:rPr>
        <w:t xml:space="preserve"> والنور فتمسکوا بکتاب الل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و خذوا ب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و ا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>ل ب</w:t>
      </w:r>
      <w:r w:rsidRPr="000C0539">
        <w:rPr>
          <w:rStyle w:val="libArabicChar"/>
          <w:rFonts w:eastAsia="Calibri" w:hint="cs"/>
          <w:rtl/>
        </w:rPr>
        <w:t>ی</w:t>
      </w:r>
      <w:r w:rsidRPr="000C0539">
        <w:rPr>
          <w:rStyle w:val="libArabicChar"/>
          <w:rFonts w:eastAsia="Calibri" w:hint="eastAsia"/>
          <w:rtl/>
        </w:rPr>
        <w:t>ت</w:t>
      </w:r>
      <w:r w:rsidRPr="000C0539">
        <w:rPr>
          <w:rStyle w:val="libArabicChar"/>
          <w:rFonts w:eastAsia="Calibri" w:hint="cs"/>
          <w:rtl/>
        </w:rPr>
        <w:t>ی</w:t>
      </w:r>
      <w:r w:rsidRPr="000C0539">
        <w:rPr>
          <w:rStyle w:val="libArabicChar"/>
          <w:rFonts w:eastAsia="Calibri"/>
          <w:rtl/>
        </w:rPr>
        <w:t xml:space="preserve"> ،اذکرکم الل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ف</w:t>
      </w:r>
      <w:r w:rsidRPr="000C0539">
        <w:rPr>
          <w:rStyle w:val="libArabicChar"/>
          <w:rFonts w:eastAsia="Calibri" w:hint="cs"/>
          <w:rtl/>
        </w:rPr>
        <w:t>ی</w:t>
      </w:r>
      <w:r w:rsidRPr="000C0539">
        <w:rPr>
          <w:rStyle w:val="libArabicChar"/>
          <w:rFonts w:eastAsia="Calibri"/>
          <w:rtl/>
        </w:rPr>
        <w:t xml:space="preserve"> ا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>ل</w:t>
      </w:r>
      <w:r w:rsidR="00333B59" w:rsidRPr="000C0539">
        <w:rPr>
          <w:rStyle w:val="libArabicChar"/>
          <w:rFonts w:eastAsia="Calibri" w:hint="cs"/>
          <w:rtl/>
        </w:rPr>
        <w:t xml:space="preserve"> </w:t>
      </w:r>
      <w:r w:rsidRPr="000C0539">
        <w:rPr>
          <w:rStyle w:val="libArabicChar"/>
          <w:rFonts w:eastAsia="Calibri" w:hint="eastAsia"/>
          <w:rtl/>
        </w:rPr>
        <w:t>ب</w:t>
      </w:r>
      <w:r w:rsidRPr="000C0539">
        <w:rPr>
          <w:rStyle w:val="libArabicChar"/>
          <w:rFonts w:eastAsia="Calibri" w:hint="cs"/>
          <w:rtl/>
        </w:rPr>
        <w:t>ی</w:t>
      </w:r>
      <w:r w:rsidRPr="000C0539">
        <w:rPr>
          <w:rStyle w:val="libArabicChar"/>
          <w:rFonts w:eastAsia="Calibri" w:hint="eastAsia"/>
          <w:rtl/>
        </w:rPr>
        <w:t>ت</w:t>
      </w:r>
      <w:r w:rsidRPr="000C0539">
        <w:rPr>
          <w:rStyle w:val="libArabicChar"/>
          <w:rFonts w:eastAsia="Calibri" w:hint="cs"/>
          <w:rtl/>
        </w:rPr>
        <w:t>ی</w:t>
      </w:r>
      <w:r w:rsidRPr="000C0539">
        <w:rPr>
          <w:rStyle w:val="libArabicChar"/>
          <w:rFonts w:eastAsia="Calibri"/>
          <w:rtl/>
        </w:rPr>
        <w:t xml:space="preserve"> (ثلاث مرّات)''(</w:t>
      </w:r>
      <w:r w:rsidRPr="000C0539">
        <w:rPr>
          <w:rStyle w:val="libArabicChar"/>
          <w:rFonts w:eastAsia="Calibri" w:hint="cs"/>
          <w:rtl/>
        </w:rPr>
        <w:t>٢)</w:t>
      </w:r>
      <w:r w:rsidRPr="00897A77">
        <w:rPr>
          <w:rFonts w:eastAsia="Calibri"/>
          <w:rtl/>
        </w:rPr>
        <w:t>''تحق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تمہارے</w:t>
      </w:r>
      <w:r w:rsidRPr="00897A77">
        <w:rPr>
          <w:rFonts w:eastAsia="Calibri"/>
          <w:rtl/>
        </w:rPr>
        <w:t xml:space="preserve"> درم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دوگرا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بہا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چھوڑے جا رہا 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،ا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اللہ ک</w:t>
      </w:r>
      <w:r w:rsidRPr="00897A77">
        <w:rPr>
          <w:rFonts w:eastAsia="Calibri" w:hint="cs"/>
          <w:rtl/>
        </w:rPr>
        <w:t>ی</w:t>
      </w:r>
      <w:r w:rsidR="00333B59">
        <w:rPr>
          <w:rFonts w:eastAsia="Calibri" w:hint="cs"/>
          <w:rtl/>
        </w:rPr>
        <w:t xml:space="preserve"> </w:t>
      </w:r>
      <w:r w:rsidR="00333B59" w:rsidRPr="00897A77">
        <w:rPr>
          <w:rFonts w:eastAsia="Calibri" w:hint="eastAsia"/>
          <w:rtl/>
        </w:rPr>
        <w:t>کتاب</w:t>
      </w:r>
      <w:r w:rsidR="00333B59" w:rsidRPr="00897A77">
        <w:rPr>
          <w:rFonts w:eastAsia="Calibri"/>
          <w:rtl/>
        </w:rPr>
        <w:t xml:space="preserve"> اور دوسر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/>
          <w:rtl/>
        </w:rPr>
        <w:t xml:space="preserve"> م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ر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/>
          <w:rtl/>
        </w:rPr>
        <w:t xml:space="preserve"> عترت (اہلب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ت</w:t>
      </w:r>
      <w:r w:rsidR="00333B59" w:rsidRPr="00897A77">
        <w:rPr>
          <w:rFonts w:eastAsia="Calibri"/>
          <w:rtl/>
        </w:rPr>
        <w:t>)ہے ،اس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/>
          <w:rtl/>
        </w:rPr>
        <w:t xml:space="preserve"> م</w:t>
      </w:r>
      <w:r w:rsidR="00333B59" w:rsidRPr="00897A77">
        <w:rPr>
          <w:rFonts w:eastAsia="Calibri" w:hint="cs"/>
          <w:rtl/>
        </w:rPr>
        <w:t>ی</w:t>
      </w:r>
      <w:r w:rsidR="00333B59">
        <w:rPr>
          <w:rFonts w:eastAsia="Calibri" w:hint="eastAsia"/>
          <w:rtl/>
        </w:rPr>
        <w:t xml:space="preserve">ں </w:t>
      </w:r>
      <w:r w:rsidR="00333B59" w:rsidRPr="00897A77">
        <w:rPr>
          <w:rFonts w:eastAsia="Calibri"/>
          <w:rtl/>
        </w:rPr>
        <w:t xml:space="preserve"> ہدا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ت</w:t>
      </w:r>
      <w:r w:rsidR="00333B59" w:rsidRPr="00897A77">
        <w:rPr>
          <w:rFonts w:eastAsia="Calibri"/>
          <w:rtl/>
        </w:rPr>
        <w:t xml:space="preserve"> اور نور ہے ۔پس تم اللہ ک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/>
          <w:rtl/>
        </w:rPr>
        <w:t xml:space="preserve"> کتاب اور م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رے</w:t>
      </w:r>
      <w:r w:rsidR="00333B59" w:rsidRPr="00897A77">
        <w:rPr>
          <w:rFonts w:eastAsia="Calibri"/>
          <w:rtl/>
        </w:rPr>
        <w:t xml:space="preserve"> اہلب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ت</w:t>
      </w:r>
      <w:r w:rsidR="00333B59" w:rsidRPr="00897A77">
        <w:rPr>
          <w:rFonts w:eastAsia="Calibri"/>
          <w:rtl/>
        </w:rPr>
        <w:t xml:space="preserve"> سے تمسک رکھو ،م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رے</w:t>
      </w:r>
      <w:r w:rsidR="00333B59" w:rsidRPr="00897A77">
        <w:rPr>
          <w:rFonts w:eastAsia="Calibri"/>
          <w:rtl/>
        </w:rPr>
        <w:t xml:space="preserve"> اہلب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ت</w:t>
      </w:r>
      <w:r w:rsidR="00333B59" w:rsidRPr="00897A77">
        <w:rPr>
          <w:rFonts w:eastAsia="Calibri"/>
          <w:rtl/>
        </w:rPr>
        <w:t xml:space="preserve"> کے بارے م</w:t>
      </w:r>
      <w:r w:rsidR="00333B59" w:rsidRPr="00897A77">
        <w:rPr>
          <w:rFonts w:eastAsia="Calibri" w:hint="cs"/>
          <w:rtl/>
        </w:rPr>
        <w:t>ی</w:t>
      </w:r>
      <w:r w:rsidR="00333B59">
        <w:rPr>
          <w:rFonts w:eastAsia="Calibri" w:hint="eastAsia"/>
          <w:rtl/>
        </w:rPr>
        <w:t xml:space="preserve">ں </w:t>
      </w:r>
      <w:r w:rsidR="00333B59" w:rsidRPr="00897A77">
        <w:rPr>
          <w:rFonts w:eastAsia="Calibri" w:hint="eastAsia"/>
          <w:rtl/>
        </w:rPr>
        <w:t>اللہ</w:t>
      </w:r>
      <w:r w:rsidR="000C0539">
        <w:rPr>
          <w:rFonts w:eastAsia="Calibri" w:hint="cs"/>
          <w:rtl/>
        </w:rPr>
        <w:t xml:space="preserve"> </w:t>
      </w:r>
      <w:r w:rsidR="00333B59" w:rsidRPr="00897A77">
        <w:rPr>
          <w:rFonts w:eastAsia="Calibri" w:hint="eastAsia"/>
          <w:rtl/>
        </w:rPr>
        <w:t>ک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/>
          <w:rtl/>
        </w:rPr>
        <w:t xml:space="preserve"> 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اد</w:t>
      </w:r>
      <w:r w:rsidR="00333B59" w:rsidRPr="00897A77">
        <w:rPr>
          <w:rFonts w:eastAsia="Calibri"/>
          <w:rtl/>
        </w:rPr>
        <w:t xml:space="preserve"> دلاتا ہو</w:t>
      </w:r>
      <w:r w:rsidR="00333B59">
        <w:rPr>
          <w:rFonts w:eastAsia="Calibri"/>
          <w:rtl/>
        </w:rPr>
        <w:t xml:space="preserve">ں </w:t>
      </w:r>
      <w:r w:rsidR="00333B59" w:rsidRPr="00897A77">
        <w:rPr>
          <w:rFonts w:eastAsia="Calibri"/>
          <w:rtl/>
        </w:rPr>
        <w:t xml:space="preserve"> ''۔(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ہ</w:t>
      </w:r>
      <w:r w:rsidR="00333B59" w:rsidRPr="00897A77">
        <w:rPr>
          <w:rFonts w:eastAsia="Calibri"/>
          <w:rtl/>
        </w:rPr>
        <w:t xml:space="preserve"> جملہ ت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ن</w:t>
      </w:r>
      <w:r w:rsidR="00333B59" w:rsidRPr="00897A77">
        <w:rPr>
          <w:rFonts w:eastAsia="Calibri"/>
          <w:rtl/>
        </w:rPr>
        <w:t xml:space="preserve"> دفعہ فرما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ا</w:t>
      </w:r>
      <w:r w:rsidR="00333B59" w:rsidRPr="00897A77">
        <w:rPr>
          <w:rFonts w:eastAsia="Calibri"/>
          <w:rtl/>
        </w:rPr>
        <w:t>)</w:t>
      </w:r>
      <w:r w:rsidR="00333B59">
        <w:rPr>
          <w:rFonts w:eastAsia="Calibri" w:hint="cs"/>
          <w:rtl/>
        </w:rPr>
        <w:t xml:space="preserve"> </w:t>
      </w:r>
      <w:r w:rsidR="00333B59" w:rsidRPr="00897A77">
        <w:rPr>
          <w:rFonts w:eastAsia="Calibri" w:hint="eastAsia"/>
          <w:rtl/>
        </w:rPr>
        <w:t>اس</w:t>
      </w:r>
      <w:r w:rsidR="00333B59" w:rsidRPr="00897A77">
        <w:rPr>
          <w:rFonts w:eastAsia="Calibri"/>
          <w:rtl/>
        </w:rPr>
        <w:t xml:space="preserve"> حد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ث</w:t>
      </w:r>
      <w:r w:rsidR="00333B59" w:rsidRPr="00897A77">
        <w:rPr>
          <w:rFonts w:eastAsia="Calibri"/>
          <w:rtl/>
        </w:rPr>
        <w:t xml:space="preserve"> سے قرآن کر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م</w:t>
      </w:r>
      <w:r w:rsidR="00333B59" w:rsidRPr="00897A77">
        <w:rPr>
          <w:rFonts w:eastAsia="Calibri"/>
          <w:rtl/>
        </w:rPr>
        <w:t xml:space="preserve"> م</w:t>
      </w:r>
      <w:r w:rsidR="00333B59" w:rsidRPr="00897A77">
        <w:rPr>
          <w:rFonts w:eastAsia="Calibri" w:hint="cs"/>
          <w:rtl/>
        </w:rPr>
        <w:t>ی</w:t>
      </w:r>
      <w:r w:rsidR="00333B59">
        <w:rPr>
          <w:rFonts w:eastAsia="Calibri" w:hint="eastAsia"/>
          <w:rtl/>
        </w:rPr>
        <w:t xml:space="preserve">ں </w:t>
      </w:r>
      <w:r w:rsidR="00333B59" w:rsidRPr="00897A77">
        <w:rPr>
          <w:rFonts w:eastAsia="Calibri" w:hint="eastAsia"/>
          <w:rtl/>
        </w:rPr>
        <w:t>تحر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ف</w:t>
      </w:r>
      <w:r w:rsidR="00333B59" w:rsidRPr="00897A77">
        <w:rPr>
          <w:rFonts w:eastAsia="Calibri"/>
          <w:rtl/>
        </w:rPr>
        <w:t xml:space="preserve"> نہ ہونے پر دو طر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قو</w:t>
      </w:r>
      <w:r w:rsidR="00333B59">
        <w:rPr>
          <w:rFonts w:eastAsia="Calibri" w:hint="eastAsia"/>
          <w:rtl/>
        </w:rPr>
        <w:t xml:space="preserve">ں </w:t>
      </w:r>
      <w:r w:rsidR="00333B59" w:rsidRPr="00897A77">
        <w:rPr>
          <w:rFonts w:eastAsia="Calibri"/>
          <w:rtl/>
        </w:rPr>
        <w:t xml:space="preserve"> سے استدلال ک</w:t>
      </w:r>
      <w:r w:rsidR="00333B59" w:rsidRPr="00897A77">
        <w:rPr>
          <w:rFonts w:eastAsia="Calibri" w:hint="cs"/>
          <w:rtl/>
        </w:rPr>
        <w:t>ی</w:t>
      </w:r>
      <w:r w:rsidR="00333B59" w:rsidRPr="00897A77">
        <w:rPr>
          <w:rFonts w:eastAsia="Calibri" w:hint="eastAsia"/>
          <w:rtl/>
        </w:rPr>
        <w:t>ا</w:t>
      </w:r>
      <w:r w:rsidR="00333B59" w:rsidRPr="00897A77">
        <w:rPr>
          <w:rFonts w:eastAsia="Calibri"/>
          <w:rtl/>
        </w:rPr>
        <w:t xml:space="preserve"> جا</w:t>
      </w:r>
      <w:r w:rsidR="00333B59">
        <w:rPr>
          <w:rFonts w:eastAsia="Calibri" w:hint="cs"/>
          <w:rtl/>
        </w:rPr>
        <w:t xml:space="preserve"> </w:t>
      </w:r>
      <w:r w:rsidR="00333B59" w:rsidRPr="00897A77">
        <w:rPr>
          <w:rFonts w:eastAsia="Calibri" w:hint="eastAsia"/>
          <w:rtl/>
        </w:rPr>
        <w:t>سکتا</w:t>
      </w:r>
      <w:r w:rsidR="00333B59" w:rsidRPr="00897A77">
        <w:rPr>
          <w:rFonts w:eastAsia="Calibri"/>
          <w:rtl/>
        </w:rPr>
        <w:t xml:space="preserve"> ہے ۔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۔آلاء الرحمن ص</w:t>
      </w:r>
      <w:r w:rsidRPr="00514710">
        <w:rPr>
          <w:rFonts w:hint="cs"/>
          <w:rtl/>
        </w:rPr>
        <w:t>44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۔سنن دارمی</w:t>
      </w:r>
      <w:r w:rsidR="00897A77" w:rsidRPr="00897A77">
        <w:rPr>
          <w:rtl/>
        </w:rPr>
        <w:t xml:space="preserve"> ج</w:t>
      </w: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ص</w:t>
      </w:r>
      <w:r w:rsidRPr="00514710">
        <w:rPr>
          <w:rFonts w:hint="cs"/>
          <w:rtl/>
        </w:rPr>
        <w:t>431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48" w:name="_Toc427150664"/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قہ</w:t>
      </w:r>
      <w:bookmarkEnd w:id="48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قہ</w:t>
      </w:r>
      <w:r w:rsidRPr="00897A77">
        <w:rPr>
          <w:rFonts w:eastAsia="Calibri"/>
          <w:rtl/>
        </w:rPr>
        <w:t xml:space="preserve"> چھ نکات پر مشتمل ہے 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467EE6">
        <w:rPr>
          <w:rFonts w:eastAsia="Calibri" w:hint="cs"/>
          <w:rtl/>
        </w:rPr>
        <w:t>الف: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ہم 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امت</w:t>
      </w:r>
      <w:r w:rsidRPr="00897A77">
        <w:rPr>
          <w:rFonts w:eastAsia="Calibri"/>
          <w:rtl/>
        </w:rPr>
        <w:t xml:space="preserve"> تک کتاب سے تمسک رکھ سکتے </w:t>
      </w:r>
      <w:r w:rsidR="001650EA">
        <w:rPr>
          <w:rFonts w:eastAsia="Calibri"/>
          <w:rtl/>
        </w:rPr>
        <w:t xml:space="preserve">ہیں  </w:t>
      </w:r>
    </w:p>
    <w:p w:rsidR="00897A77" w:rsidRPr="00897A77" w:rsidRDefault="00897A77" w:rsidP="000C053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</w:t>
      </w:r>
      <w:r w:rsidRPr="00897A77">
        <w:rPr>
          <w:rFonts w:eastAsia="Calibri"/>
          <w:rtl/>
        </w:rPr>
        <w:t>:اس کتاب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کا لازمہ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کہ ہم اس سے تمسک ن</w:t>
      </w:r>
      <w:r w:rsidR="000C0539">
        <w:rPr>
          <w:rFonts w:eastAsia="Calibri"/>
          <w:rtl/>
        </w:rPr>
        <w:t xml:space="preserve">ہیں </w:t>
      </w:r>
      <w:r w:rsidRPr="00897A77">
        <w:rPr>
          <w:rFonts w:eastAsia="Calibri" w:hint="eastAsia"/>
          <w:rtl/>
        </w:rPr>
        <w:t>رکھ</w:t>
      </w:r>
      <w:r w:rsidRPr="00897A77">
        <w:rPr>
          <w:rFonts w:eastAsia="Calibri"/>
          <w:rtl/>
        </w:rPr>
        <w:t xml:space="preserve"> سکتے۔</w:t>
      </w:r>
    </w:p>
    <w:p w:rsidR="00B10EC7" w:rsidRDefault="00897A77" w:rsidP="00B10EC7">
      <w:pPr>
        <w:pStyle w:val="libNormal"/>
        <w:rPr>
          <w:rFonts w:eastAsia="Calibri" w:hint="cs"/>
          <w:rtl/>
        </w:rPr>
      </w:pPr>
      <w:r w:rsidRPr="00897A77">
        <w:rPr>
          <w:rFonts w:eastAsia="Calibri" w:hint="eastAsia"/>
          <w:rtl/>
        </w:rPr>
        <w:t>ج</w:t>
      </w:r>
      <w:r w:rsidRPr="00897A77">
        <w:rPr>
          <w:rFonts w:eastAsia="Calibri"/>
          <w:rtl/>
        </w:rPr>
        <w:t>:قرآن سے تمسک رکھنے کا مطلب اس کے تمام پہلوؤ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سے تمسک رکھنا ہے جن کا ذکر قرآن نے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اہے</w:t>
      </w:r>
      <w:r w:rsidRPr="00897A77">
        <w:rPr>
          <w:rFonts w:eastAsia="Calibri"/>
          <w:rtl/>
        </w:rPr>
        <w:t xml:space="preserve"> اور تمسک کے خصوص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کہ ''آ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احکام''ن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۔دوسرے الفاظ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قرآن</w:t>
      </w:r>
      <w:r w:rsidRPr="00897A77">
        <w:rPr>
          <w:rFonts w:eastAsia="Calibri"/>
          <w:rtl/>
        </w:rPr>
        <w:t xml:space="preserve"> صرف واجبات و محرمات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کرنے کے لئے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اہے</w:t>
      </w:r>
      <w:r w:rsidRPr="00897A77">
        <w:rPr>
          <w:rFonts w:eastAsia="Calibri"/>
          <w:rtl/>
        </w:rPr>
        <w:t xml:space="preserve"> بلکہ قرآن اس لئے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انسان کو ظلمت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تا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نکال کر ہدا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="00B10EC7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اور</w:t>
      </w:r>
      <w:r w:rsidRPr="00897A77">
        <w:rPr>
          <w:rFonts w:eastAsia="Calibri"/>
          <w:rtl/>
        </w:rPr>
        <w:t xml:space="preserve"> نور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لے جائے ۔</w:t>
      </w:r>
    </w:p>
    <w:p w:rsidR="000C0539" w:rsidRPr="00897A77" w:rsidRDefault="000C0539" w:rsidP="000C053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>:تحر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مقصد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حقائق کو چھپانا اور کتاب کے بعض انوار پر پردہ ڈالنا ہو تو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پر مشتمل کتاب انسان کے تمام پہلوؤ</w:t>
      </w:r>
      <w:r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سے نور اور ہاد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بن</w:t>
      </w:r>
      <w:r w:rsidRPr="00897A77">
        <w:rPr>
          <w:rFonts w:eastAsia="Calibri"/>
          <w:rtl/>
        </w:rPr>
        <w:t xml:space="preserve"> سکت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۔جبکہ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کا ہدف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لوگو</w:t>
      </w:r>
      <w:r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کو ہر ظلمت اور تار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نکال کر ہدا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اور نور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لے جائے تا ک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انسان ماد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 معنو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امور م</w:t>
      </w:r>
      <w:r w:rsidRPr="00897A77">
        <w:rPr>
          <w:rFonts w:eastAsia="Calibri" w:hint="cs"/>
          <w:rtl/>
        </w:rPr>
        <w:t>ی</w:t>
      </w:r>
      <w:r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انسان کامل کے مرحلہ پر</w:t>
      </w:r>
      <w:r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فائز</w:t>
      </w:r>
      <w:r w:rsidRPr="00897A77">
        <w:rPr>
          <w:rFonts w:eastAsia="Calibri"/>
          <w:rtl/>
        </w:rPr>
        <w:t xml:space="preserve"> ہو جائے 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مقصد اور ہدف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کے</w:t>
      </w:r>
      <w:r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ساتھ</w:t>
      </w:r>
      <w:r w:rsidRPr="00897A77">
        <w:rPr>
          <w:rFonts w:eastAsia="Calibri"/>
          <w:rtl/>
        </w:rPr>
        <w:t xml:space="preserve"> تمسک سے حاصل ہوتا ہے ۔</w:t>
      </w:r>
    </w:p>
    <w:p w:rsidR="000C0539" w:rsidRPr="00897A77" w:rsidRDefault="000C0539" w:rsidP="000C053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>:قرآن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سے استدلال اور تمسک رکھنا بر خلاف تمسک عترت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صورت م</w:t>
      </w:r>
      <w:r w:rsidRPr="00897A77">
        <w:rPr>
          <w:rFonts w:eastAsia="Calibri" w:hint="cs"/>
          <w:rtl/>
        </w:rPr>
        <w:t>ی</w:t>
      </w:r>
      <w:r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ممکن ہے کہ ہم قرآن تک پہنچ</w:t>
      </w:r>
      <w:r w:rsidRPr="00897A77">
        <w:rPr>
          <w:rFonts w:eastAsia="Calibri" w:hint="cs"/>
          <w:rtl/>
        </w:rPr>
        <w:t>ی</w:t>
      </w:r>
      <w:r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وہ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جو لوگو </w:t>
      </w:r>
      <w:r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کے پاس موجود ہے نہ وہ قرآن جو اہل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عصمت و طہارت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کے پاس محفوظ ہے ،دوسرے</w:t>
      </w:r>
    </w:p>
    <w:p w:rsidR="000C0539" w:rsidRDefault="000C0539" w:rsidP="000C053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انسانو</w:t>
      </w:r>
      <w:r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رسائ</w:t>
      </w:r>
      <w:r w:rsidRPr="00897A77">
        <w:rPr>
          <w:rFonts w:eastAsia="Calibri" w:hint="cs"/>
          <w:rtl/>
        </w:rPr>
        <w:t>ی</w:t>
      </w:r>
      <w:r>
        <w:rPr>
          <w:rFonts w:eastAsia="Calibri"/>
          <w:rtl/>
        </w:rPr>
        <w:t xml:space="preserve"> سے دور ہے ۔</w:t>
      </w:r>
    </w:p>
    <w:p w:rsidR="00897A77" w:rsidRPr="000C0539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Default="00897A77" w:rsidP="00B10EC7">
      <w:pPr>
        <w:pStyle w:val="libNormal"/>
        <w:rPr>
          <w:rFonts w:eastAsia="Calibri" w:hint="cs"/>
          <w:rtl/>
        </w:rPr>
      </w:pPr>
      <w:r w:rsidRPr="00897A77">
        <w:rPr>
          <w:rFonts w:eastAsia="Calibri" w:hint="eastAsia"/>
          <w:rtl/>
        </w:rPr>
        <w:lastRenderedPageBreak/>
        <w:t>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سے استفادہ ہوتا ہے کہ کتاب سے تمسک رکھنا صرف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تمسک ممکن ہے بلکہ واجب ہے اور انشاء کے مقام پر جملہ خبر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حکم تکل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کا حامل ہے علم اصول کے مباحث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واضح ہے کہ تکل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شرع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لازم ہے کہ مکلف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قدرت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ہو ۔اس لئے اگر قرآن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ش</w:t>
      </w:r>
      <w:r w:rsidRPr="00897A77">
        <w:rPr>
          <w:rFonts w:eastAsia="Calibri" w:hint="eastAsia"/>
          <w:rtl/>
        </w:rPr>
        <w:t>کار</w:t>
      </w:r>
      <w:r w:rsidRPr="00897A77">
        <w:rPr>
          <w:rFonts w:eastAsia="Calibri"/>
          <w:rtl/>
        </w:rPr>
        <w:t xml:space="preserve"> ہو چکا ہے تو اس</w:t>
      </w:r>
      <w:r w:rsidR="00B10EC7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تمسک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رکھ سکتے ۔</w:t>
      </w:r>
    </w:p>
    <w:p w:rsidR="000C0539" w:rsidRPr="00897A77" w:rsidRDefault="000C0539" w:rsidP="000C0539">
      <w:pPr>
        <w:pStyle w:val="Heading1Center"/>
        <w:rPr>
          <w:rFonts w:eastAsia="Calibri"/>
          <w:rtl/>
        </w:rPr>
      </w:pPr>
      <w:bookmarkStart w:id="49" w:name="_Toc427150665"/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قہ</w:t>
      </w:r>
      <w:bookmarkEnd w:id="49"/>
    </w:p>
    <w:p w:rsidR="000C0539" w:rsidRPr="00897A77" w:rsidRDefault="000C0539" w:rsidP="000C0539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سے استفادہ ہوتا ہے کہ ان دوگرا</w:t>
      </w:r>
      <w:r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بہا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زو</w:t>
      </w:r>
      <w:r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ہر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دوسر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کے ساتھ مستقل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اور حجت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الٰہ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عترت اور اہلب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سے قطع نظر مستقل طور پر واجب العمل اور حجت ہے ،ن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عترت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سے قطع نظرمستقل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اور حجت ہے ۔البتہ اس کا مطلب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</w:t>
      </w:r>
      <w:r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کہ ہر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اک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لا</w:t>
      </w:r>
      <w:r w:rsidRPr="00897A77">
        <w:rPr>
          <w:rFonts w:eastAsia="Calibri"/>
          <w:rtl/>
        </w:rPr>
        <w:t xml:space="preserve"> مطلوب کے حصول اور گمراہ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 ظلمت سے نجات پانے کے لئے کاف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 ،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اہلب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اہل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قرآن کے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ہمار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نجات کا ذر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بنے، بلکہ گمراہ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ظلمت سے نکال کر ہدا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اور نور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لے جانے م</w:t>
      </w:r>
      <w:r w:rsidRPr="00897A77">
        <w:rPr>
          <w:rFonts w:eastAsia="Calibri" w:hint="cs"/>
          <w:rtl/>
        </w:rPr>
        <w:t>ی</w:t>
      </w:r>
      <w:r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دونو</w:t>
      </w:r>
      <w:r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ضرورت ہے ۔لہٰذا گر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ہوتو اس کے ظواہر واجب العمل اور حجت ہونے سے ساقط ہو جاتے ،اور جو لوگ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معتقد </w:t>
      </w:r>
      <w:r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ان کے لئے کتاب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رجوع کرنے م</w:t>
      </w:r>
      <w:r w:rsidRPr="00897A77">
        <w:rPr>
          <w:rFonts w:eastAsia="Calibri" w:hint="cs"/>
          <w:rtl/>
        </w:rPr>
        <w:t>ی</w:t>
      </w:r>
      <w:r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تصد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/>
          <w:rtl/>
        </w:rPr>
        <w:t xml:space="preserve"> معصوم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اور تائ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ضرورت ہے ۔جو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ـث</w:t>
      </w:r>
      <w:r w:rsidRPr="00897A77">
        <w:rPr>
          <w:rFonts w:eastAsia="Calibri"/>
          <w:rtl/>
        </w:rPr>
        <w:t xml:space="preserve"> ثقل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کے ظاہر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کے مخالف ہے ۔ک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ثقل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کے ظاہر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</w:t>
      </w:r>
      <w:r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کتاب و عترت م</w:t>
      </w:r>
      <w:r w:rsidRPr="00897A77">
        <w:rPr>
          <w:rFonts w:eastAsia="Calibri" w:hint="cs"/>
          <w:rtl/>
        </w:rPr>
        <w:t>ی</w:t>
      </w:r>
      <w:r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ہر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مستقل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دوسرے سے ضم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مہ</w:t>
      </w:r>
      <w:r w:rsidRPr="00897A77">
        <w:rPr>
          <w:rFonts w:eastAsia="Calibri"/>
          <w:rtl/>
        </w:rPr>
        <w:t xml:space="preserve"> کئے بغ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واجب العمل اور حجت </w:t>
      </w:r>
      <w:r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۔لہٰذا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ہو سکتا ہے کہ جو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ثقل اکبر ہو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اس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پر موقوف ہو جو ثقل اصغر ہے ۔پس ان دو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قو</w:t>
      </w:r>
      <w:r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درج ذ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نتائج</w:t>
      </w:r>
      <w:r w:rsidRPr="00897A77">
        <w:rPr>
          <w:rFonts w:eastAsia="Calibri"/>
          <w:rtl/>
        </w:rPr>
        <w:t xml:space="preserve"> روشن ہو جاتے </w:t>
      </w:r>
      <w:r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:</w:t>
      </w:r>
    </w:p>
    <w:p w:rsidR="000C0539" w:rsidRPr="00897A77" w:rsidRDefault="00514710" w:rsidP="000C0539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</w:t>
      </w:r>
      <w:r w:rsidR="000C0539" w:rsidRPr="00467EE6">
        <w:rPr>
          <w:rFonts w:eastAsia="Calibri" w:hint="cs"/>
          <w:rtl/>
        </w:rPr>
        <w:t>۔قرآن سے تمسک اور استدلال کرنا نہ صرف ممکن ہے بلکہ اس سے تمسک کرنا</w:t>
      </w:r>
      <w:r w:rsidR="000C0539">
        <w:rPr>
          <w:rFonts w:eastAsia="Calibri" w:hint="cs"/>
          <w:rtl/>
        </w:rPr>
        <w:t xml:space="preserve"> </w:t>
      </w:r>
      <w:r w:rsidR="000C0539" w:rsidRPr="00897A77">
        <w:rPr>
          <w:rFonts w:eastAsia="Calibri" w:hint="eastAsia"/>
          <w:rtl/>
        </w:rPr>
        <w:t>ضرور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/>
          <w:rtl/>
        </w:rPr>
        <w:t xml:space="preserve"> ہے ۔</w:t>
      </w:r>
    </w:p>
    <w:p w:rsidR="000C0539" w:rsidRPr="00897A77" w:rsidRDefault="00514710" w:rsidP="000C0539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</w:t>
      </w:r>
      <w:r w:rsidR="000C0539" w:rsidRPr="00467EE6">
        <w:rPr>
          <w:rFonts w:eastAsia="Calibri" w:hint="cs"/>
          <w:rtl/>
        </w:rPr>
        <w:t>۔قرآن کو ا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ک</w:t>
      </w:r>
      <w:r w:rsidR="000C0539" w:rsidRPr="00897A77">
        <w:rPr>
          <w:rFonts w:eastAsia="Calibri"/>
          <w:rtl/>
        </w:rPr>
        <w:t xml:space="preserve"> مستقل دل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ل</w:t>
      </w:r>
      <w:r w:rsidR="000C0539" w:rsidRPr="00897A77">
        <w:rPr>
          <w:rFonts w:eastAsia="Calibri"/>
          <w:rtl/>
        </w:rPr>
        <w:t xml:space="preserve"> اور حجت ک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/>
          <w:rtl/>
        </w:rPr>
        <w:t xml:space="preserve"> ح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ث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ت</w:t>
      </w:r>
      <w:r w:rsidR="000C0539" w:rsidRPr="00897A77">
        <w:rPr>
          <w:rFonts w:eastAsia="Calibri"/>
          <w:rtl/>
        </w:rPr>
        <w:t xml:space="preserve"> سے ب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ان</w:t>
      </w:r>
      <w:r w:rsidR="000C0539" w:rsidRPr="00897A77">
        <w:rPr>
          <w:rFonts w:eastAsia="Calibri"/>
          <w:rtl/>
        </w:rPr>
        <w:t xml:space="preserve"> ک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ا</w:t>
      </w:r>
      <w:r w:rsidR="000C0539" w:rsidRPr="00897A77">
        <w:rPr>
          <w:rFonts w:eastAsia="Calibri"/>
          <w:rtl/>
        </w:rPr>
        <w:t xml:space="preserve"> گ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ا</w:t>
      </w:r>
      <w:r w:rsidR="000C0539" w:rsidRPr="00897A77">
        <w:rPr>
          <w:rFonts w:eastAsia="Calibri"/>
          <w:rtl/>
        </w:rPr>
        <w:t xml:space="preserve"> ہے لہٰذا بد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ہ</w:t>
      </w:r>
      <w:r w:rsidR="000C0539" w:rsidRPr="00897A77">
        <w:rPr>
          <w:rFonts w:eastAsia="Calibri" w:hint="cs"/>
          <w:rtl/>
        </w:rPr>
        <w:t>ی</w:t>
      </w:r>
      <w:r w:rsidR="000C0539">
        <w:rPr>
          <w:rFonts w:eastAsia="Calibri" w:hint="cs"/>
          <w:rtl/>
        </w:rPr>
        <w:t xml:space="preserve"> </w:t>
      </w:r>
      <w:r w:rsidR="000C0539" w:rsidRPr="00897A77">
        <w:rPr>
          <w:rFonts w:eastAsia="Calibri" w:hint="eastAsia"/>
          <w:rtl/>
        </w:rPr>
        <w:t>ہے</w:t>
      </w:r>
      <w:r w:rsidR="000C0539" w:rsidRPr="00897A77">
        <w:rPr>
          <w:rFonts w:eastAsia="Calibri"/>
          <w:rtl/>
        </w:rPr>
        <w:t xml:space="preserve"> اگر کوئ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/>
          <w:rtl/>
        </w:rPr>
        <w:t xml:space="preserve"> تحر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ف</w:t>
      </w:r>
      <w:r w:rsidR="000C0539" w:rsidRPr="00897A77">
        <w:rPr>
          <w:rFonts w:eastAsia="Calibri"/>
          <w:rtl/>
        </w:rPr>
        <w:t xml:space="preserve"> کا قائل ہو تو اس کا 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ہ</w:t>
      </w:r>
      <w:r w:rsidR="000C0539" w:rsidRPr="00897A77">
        <w:rPr>
          <w:rFonts w:eastAsia="Calibri"/>
          <w:rtl/>
        </w:rPr>
        <w:t xml:space="preserve"> نظر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ہ</w:t>
      </w:r>
      <w:r w:rsidR="000C0539" w:rsidRPr="00897A77">
        <w:rPr>
          <w:rFonts w:eastAsia="Calibri"/>
          <w:rtl/>
        </w:rPr>
        <w:t xml:space="preserve"> مذکورہ مطلب سے م</w:t>
      </w:r>
      <w:r w:rsidR="000C0539" w:rsidRPr="00897A77">
        <w:rPr>
          <w:rFonts w:eastAsia="Calibri" w:hint="cs"/>
          <w:rtl/>
        </w:rPr>
        <w:t>ی</w:t>
      </w:r>
      <w:r w:rsidR="000C0539" w:rsidRPr="00897A77">
        <w:rPr>
          <w:rFonts w:eastAsia="Calibri" w:hint="eastAsia"/>
          <w:rtl/>
        </w:rPr>
        <w:t>ل</w:t>
      </w:r>
      <w:r w:rsidR="000C0539" w:rsidRPr="00897A77">
        <w:rPr>
          <w:rFonts w:eastAsia="Calibri"/>
          <w:rtl/>
        </w:rPr>
        <w:t xml:space="preserve"> ن</w:t>
      </w:r>
      <w:r w:rsidR="000C0539">
        <w:rPr>
          <w:rFonts w:eastAsia="Calibri"/>
          <w:rtl/>
        </w:rPr>
        <w:t xml:space="preserve">ہیں  </w:t>
      </w:r>
      <w:r w:rsidR="000C0539" w:rsidRPr="00897A77">
        <w:rPr>
          <w:rFonts w:eastAsia="Calibri"/>
          <w:rtl/>
        </w:rPr>
        <w:t xml:space="preserve"> کھاتا 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467EE6" w:rsidRDefault="00897A77" w:rsidP="00467EE6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50" w:name="_Toc427150666"/>
      <w:r w:rsidRPr="00897A77">
        <w:rPr>
          <w:rFonts w:eastAsia="Calibri" w:hint="eastAsia"/>
          <w:rtl/>
        </w:rPr>
        <w:t>پندرہوا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مطلب</w:t>
      </w:r>
      <w:bookmarkEnd w:id="50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51" w:name="_Toc427150667"/>
      <w:r w:rsidRPr="00897A77">
        <w:rPr>
          <w:rFonts w:eastAsia="Calibri" w:hint="eastAsia"/>
          <w:rtl/>
        </w:rPr>
        <w:t>تلاوت</w:t>
      </w:r>
      <w:r w:rsidRPr="00897A77">
        <w:rPr>
          <w:rFonts w:eastAsia="Calibri"/>
          <w:rtl/>
        </w:rPr>
        <w:t xml:space="preserve"> کا مٹ جانا اور باطل قرار پانا</w:t>
      </w:r>
      <w:bookmarkEnd w:id="51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سن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علماء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عبارات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نسخ</w:t>
      </w:r>
      <w:r w:rsidRPr="00897A77">
        <w:rPr>
          <w:rFonts w:eastAsia="Calibri"/>
          <w:rtl/>
        </w:rPr>
        <w:t xml:space="preserve"> تلاوت او رانساء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دو اصطلاح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نظر</w:t>
      </w:r>
      <w:r w:rsidRPr="00897A77">
        <w:rPr>
          <w:rFonts w:eastAsia="Calibri"/>
          <w:rtl/>
        </w:rPr>
        <w:t xml:space="preserve"> آت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اور جواز نسخ تلاوت کو بطور اجمال ذکر کر کے اس پر انہو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>نے عقل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نقل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ہونے کا دعو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اشارہ کرنے کا مقصد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ہم غور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دو اصطلاح اور لفظ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دو الگ الگ 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ان دو اصطلاحو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کے قائل ہونے کا لازمہ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ہے ؟احاد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اور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کچھ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پائ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جات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جس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توج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نت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جہ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اہل</w:t>
      </w:r>
      <w:r w:rsidRPr="00897A77">
        <w:rPr>
          <w:rFonts w:eastAsia="Calibri"/>
          <w:rtl/>
        </w:rPr>
        <w:t xml:space="preserve"> تسنن کے بزرگ علماء نے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نسخ تلاوت کو قرار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،ان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وہ ہے جو مسئلہ رجم سے مر</w:t>
      </w:r>
      <w:r w:rsidRPr="00897A77">
        <w:rPr>
          <w:rFonts w:eastAsia="Calibri" w:hint="eastAsia"/>
          <w:rtl/>
        </w:rPr>
        <w:t>بوط</w:t>
      </w:r>
      <w:r w:rsidRPr="00897A77">
        <w:rPr>
          <w:rFonts w:eastAsia="Calibri"/>
          <w:rtl/>
        </w:rPr>
        <w:t xml:space="preserve"> ہے ۔چنانچہ ابن عباس نے عمر سے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عمر نے کہا :پ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پر نازل شدہ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رجم ہے ،''الش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/>
          <w:rtl/>
        </w:rPr>
        <w:t xml:space="preserve"> و الش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 w:hint="cs"/>
          <w:rtl/>
        </w:rPr>
        <w:t>ۃ</w:t>
      </w:r>
      <w:r w:rsidRPr="00897A77">
        <w:rPr>
          <w:rFonts w:eastAsia="Calibri"/>
          <w:rtl/>
        </w:rPr>
        <w:t xml:space="preserve"> اذا زن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فارجموھما...'' اگر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عمر رس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دہ</w:t>
      </w:r>
      <w:r w:rsidRPr="00897A77">
        <w:rPr>
          <w:rFonts w:eastAsia="Calibri"/>
          <w:rtl/>
        </w:rPr>
        <w:t xml:space="preserve"> مرد اور عورت آپس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زنا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تو</w:t>
      </w:r>
      <w:r w:rsidRPr="00897A77">
        <w:rPr>
          <w:rFonts w:eastAsia="Calibri"/>
          <w:rtl/>
        </w:rPr>
        <w:t xml:space="preserve"> ان کو سنگسار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اور</w:t>
      </w:r>
      <w:r w:rsidRPr="00897A77">
        <w:rPr>
          <w:rFonts w:eastAsia="Calibri"/>
          <w:rtl/>
        </w:rPr>
        <w:t xml:space="preserve">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(ص)نے اپنے دور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اس پر عمل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ہے،ان کے بعد ہم بھ</w:t>
      </w:r>
      <w:r w:rsidRPr="00897A77">
        <w:rPr>
          <w:rFonts w:eastAsia="Calibri" w:hint="cs"/>
          <w:rtl/>
        </w:rPr>
        <w:t>ی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پر عمل کرتے ر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2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۔الاحکام فی</w:t>
      </w:r>
      <w:r w:rsidR="00897A77" w:rsidRPr="00897A77">
        <w:rPr>
          <w:rtl/>
        </w:rPr>
        <w:t xml:space="preserve"> اصول الاحکام جزء سوم ص</w:t>
      </w:r>
      <w:r w:rsidRPr="00514710">
        <w:rPr>
          <w:rFonts w:hint="cs"/>
          <w:rtl/>
        </w:rPr>
        <w:t>154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 xml:space="preserve">۔مسند احمد ابن حنبل </w:t>
      </w: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/</w:t>
      </w:r>
      <w:r w:rsidRPr="00514710">
        <w:rPr>
          <w:rFonts w:hint="cs"/>
          <w:rtl/>
        </w:rPr>
        <w:t>47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بن ثابت فرماتے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:م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نے</w:t>
      </w:r>
      <w:r w:rsidRPr="00897A77">
        <w:rPr>
          <w:rFonts w:eastAsia="Calibri"/>
          <w:rtl/>
        </w:rPr>
        <w:t xml:space="preserve">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سے سنا کہ ''اگر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شدہ مرد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عورت زنا کرے تو ان کو سنگسار کرنا چاہ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ئے</w:t>
      </w:r>
      <w:r w:rsidRPr="00897A77">
        <w:rPr>
          <w:rFonts w:eastAsia="Calibri"/>
          <w:rtl/>
        </w:rPr>
        <w:t xml:space="preserve"> ۔اس بحث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غور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بات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بن ثابت نے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کہا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کا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کلام وح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قرآن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عمر نے خ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ال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کہ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وح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منزل اور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قرآن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ہے جبکہ عمرنے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سے پوچھا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اس کو کتاب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لکھو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،تو</w:t>
      </w:r>
      <w:r w:rsidRPr="00897A77">
        <w:rPr>
          <w:rFonts w:eastAsia="Calibri"/>
          <w:rtl/>
        </w:rPr>
        <w:t xml:space="preserve">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نے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جواب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اہل</w:t>
      </w:r>
      <w:r w:rsidRPr="00897A77">
        <w:rPr>
          <w:rFonts w:eastAsia="Calibri"/>
          <w:rtl/>
        </w:rPr>
        <w:t xml:space="preserve"> تسنن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اتباع کرتے ہوئے خ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ال</w:t>
      </w:r>
      <w:r w:rsidRPr="00897A77">
        <w:rPr>
          <w:rFonts w:eastAsia="Calibri"/>
          <w:rtl/>
        </w:rPr>
        <w:t xml:space="preserve"> کرنے لگے کہ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کا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کلام اور حکم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تلاوت اور قرائت نسخ اور ختم ہو چک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،اگرچہ اس کا حکم اب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باق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پر کئ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اہم اعتراضات ہوئے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:</w:t>
      </w:r>
    </w:p>
    <w:p w:rsidR="00897A77" w:rsidRPr="00897A77" w:rsidRDefault="00514710" w:rsidP="000C0539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</w:t>
      </w:r>
      <w:r w:rsidR="00897A77" w:rsidRPr="00467EE6">
        <w:rPr>
          <w:rFonts w:eastAsia="Calibri" w:hint="cs"/>
          <w:rtl/>
        </w:rPr>
        <w:t xml:space="preserve">۔پہلا اعتراض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ہے کہ نسخ جس طرح کا ہو وہ ناسخ کے بغ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 w:hint="eastAsia"/>
          <w:rtl/>
        </w:rPr>
        <w:t>ہو</w:t>
      </w:r>
      <w:r w:rsidR="00897A77" w:rsidRPr="00897A77">
        <w:rPr>
          <w:rFonts w:eastAsia="Calibri"/>
          <w:rtl/>
        </w:rPr>
        <w:t xml:space="preserve"> سکتا ،ل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کن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="000C0539">
        <w:rPr>
          <w:rFonts w:eastAsia="Calibri" w:hint="cs"/>
          <w:rtl/>
        </w:rPr>
        <w:t xml:space="preserve"> </w:t>
      </w:r>
      <w:r w:rsidR="00897A77" w:rsidRPr="00897A77">
        <w:rPr>
          <w:rFonts w:eastAsia="Calibri" w:hint="eastAsia"/>
          <w:rtl/>
        </w:rPr>
        <w:t>کوئ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ناسخ نظر ن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 w:hint="eastAsia"/>
          <w:rtl/>
        </w:rPr>
        <w:t>آتا</w:t>
      </w:r>
      <w:r w:rsidR="00897A77" w:rsidRPr="00897A77">
        <w:rPr>
          <w:rFonts w:eastAsia="Calibri"/>
          <w:rtl/>
        </w:rPr>
        <w:t xml:space="preserve"> ۔</w:t>
      </w:r>
    </w:p>
    <w:p w:rsidR="00897A77" w:rsidRPr="00897A77" w:rsidRDefault="00514710" w:rsidP="000C0539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</w:t>
      </w:r>
      <w:r w:rsidR="00897A77" w:rsidRPr="00467EE6">
        <w:rPr>
          <w:rFonts w:eastAsia="Calibri" w:hint="cs"/>
          <w:rtl/>
        </w:rPr>
        <w:t xml:space="preserve">۔دوسرا اعتراض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ہے کہ بحث نسخ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ثابت ہے کہ نسخ صرف احکام شرع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کے حدود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واقع ہوا ہے 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کن</w:t>
      </w:r>
      <w:r w:rsidR="00897A77" w:rsidRPr="00897A77">
        <w:rPr>
          <w:rFonts w:eastAsia="Calibri"/>
          <w:rtl/>
        </w:rPr>
        <w:t xml:space="preserve"> تلاوت کا عنوان شرع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احکام سے مربوط ن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اگرچہ اس</w:t>
      </w:r>
      <w:r w:rsidR="000C0539">
        <w:rPr>
          <w:rFonts w:eastAsia="Calibri" w:hint="cs"/>
          <w:rtl/>
        </w:rPr>
        <w:t xml:space="preserve"> </w:t>
      </w:r>
      <w:r w:rsidR="00897A77" w:rsidRPr="00897A77">
        <w:rPr>
          <w:rFonts w:eastAsia="Calibri" w:hint="eastAsia"/>
          <w:rtl/>
        </w:rPr>
        <w:t>اعتراض</w:t>
      </w:r>
      <w:r w:rsidR="00897A77" w:rsidRPr="00897A77">
        <w:rPr>
          <w:rFonts w:eastAsia="Calibri"/>
          <w:rtl/>
        </w:rPr>
        <w:t xml:space="preserve"> کا جواب اہل سنت کے علماء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سے</w:t>
      </w:r>
      <w:r w:rsidR="00897A77" w:rsidRPr="00897A77">
        <w:rPr>
          <w:rFonts w:eastAsia="Calibri"/>
          <w:rtl/>
        </w:rPr>
        <w:t xml:space="preserve"> بعض نے اس طرح 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ہے </w:t>
      </w:r>
      <w:r w:rsidR="00897A77" w:rsidRPr="00514710">
        <w:rPr>
          <w:rStyle w:val="libFootnotenumChar"/>
          <w:rtl/>
        </w:rPr>
        <w:t>(</w:t>
      </w:r>
      <w:r w:rsidRPr="00514710">
        <w:rPr>
          <w:rStyle w:val="libFootnotenumChar"/>
          <w:rFonts w:hint="cs"/>
          <w:rtl/>
          <w:lang w:bidi="ar-SA"/>
        </w:rPr>
        <w:t>2</w:t>
      </w:r>
      <w:r w:rsidR="00897A77"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۔محلی</w:t>
      </w:r>
      <w:r w:rsidR="00897A77" w:rsidRPr="00897A77">
        <w:rPr>
          <w:rtl/>
        </w:rPr>
        <w:t xml:space="preserve"> ابن حزم ج</w:t>
      </w: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ص</w:t>
      </w:r>
      <w:r w:rsidRPr="00514710">
        <w:rPr>
          <w:rFonts w:hint="cs"/>
          <w:rtl/>
        </w:rPr>
        <w:t>235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۔الاحکام آمدی</w:t>
      </w:r>
      <w:r w:rsidR="00897A77" w:rsidRPr="00897A77">
        <w:rPr>
          <w:rtl/>
        </w:rPr>
        <w:t xml:space="preserve"> </w:t>
      </w:r>
      <w:r w:rsidRPr="00514710">
        <w:rPr>
          <w:rFonts w:hint="cs"/>
          <w:rtl/>
        </w:rPr>
        <w:t>3</w:t>
      </w:r>
      <w:r w:rsidR="00897A77" w:rsidRPr="00897A77">
        <w:rPr>
          <w:rFonts w:hint="cs"/>
          <w:rtl/>
        </w:rPr>
        <w:t>/</w:t>
      </w:r>
      <w:r w:rsidRPr="00514710">
        <w:rPr>
          <w:rFonts w:hint="cs"/>
          <w:rtl/>
        </w:rPr>
        <w:t>155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تلاوت قرآن سے اس کا وجود خارج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مراد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بلکہ تلاوت قرآن کا جواز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مراد</w:t>
      </w:r>
      <w:r w:rsidRPr="00897A77">
        <w:rPr>
          <w:rFonts w:eastAsia="Calibri"/>
          <w:rtl/>
        </w:rPr>
        <w:t xml:space="preserve"> ہے جو احکام شرع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514710" w:rsidP="00995CDD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3</w:t>
      </w:r>
      <w:r w:rsidR="00897A77" w:rsidRPr="00467EE6">
        <w:rPr>
          <w:rFonts w:eastAsia="Calibri" w:hint="cs"/>
          <w:rtl/>
        </w:rPr>
        <w:t>۔ت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سرا</w:t>
      </w:r>
      <w:r w:rsidR="00897A77" w:rsidRPr="00897A77">
        <w:rPr>
          <w:rFonts w:eastAsia="Calibri"/>
          <w:rtl/>
        </w:rPr>
        <w:t xml:space="preserve"> عتراض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ہے کہ اس ج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سے</w:t>
      </w:r>
      <w:r w:rsidR="00897A77" w:rsidRPr="00897A77">
        <w:rPr>
          <w:rFonts w:eastAsia="Calibri"/>
          <w:rtl/>
        </w:rPr>
        <w:t xml:space="preserve"> نسخ کا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فائدہ ؟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عن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کہا</w:t>
      </w:r>
      <w:r w:rsidR="00897A77" w:rsidRPr="00897A77">
        <w:rPr>
          <w:rFonts w:eastAsia="Calibri"/>
          <w:rtl/>
        </w:rPr>
        <w:t xml:space="preserve"> جائے کہ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تلاوت نسخ ہو چک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ہے 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کن</w:t>
      </w:r>
      <w:r w:rsidR="00897A77" w:rsidRPr="00897A77">
        <w:rPr>
          <w:rFonts w:eastAsia="Calibri"/>
          <w:rtl/>
        </w:rPr>
        <w:t xml:space="preserve"> اس کا اصل حکم باق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رہے جو اس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کا مدلول ہے باق</w:t>
      </w:r>
      <w:r w:rsidR="00897A77" w:rsidRPr="00897A77">
        <w:rPr>
          <w:rFonts w:eastAsia="Calibri" w:hint="cs"/>
          <w:rtl/>
        </w:rPr>
        <w:t>ی</w:t>
      </w:r>
      <w:r w:rsidR="00995CDD">
        <w:rPr>
          <w:rFonts w:eastAsia="Calibri" w:hint="cs"/>
          <w:rtl/>
        </w:rPr>
        <w:t xml:space="preserve"> </w:t>
      </w:r>
      <w:r w:rsidR="00897A77" w:rsidRPr="00897A77">
        <w:rPr>
          <w:rFonts w:eastAsia="Calibri" w:hint="eastAsia"/>
          <w:rtl/>
        </w:rPr>
        <w:t>رہے</w:t>
      </w:r>
      <w:r w:rsidR="00897A77" w:rsidRPr="00897A77">
        <w:rPr>
          <w:rFonts w:eastAsia="Calibri"/>
          <w:rtl/>
        </w:rPr>
        <w:t xml:space="preserve"> ۔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4</w:t>
      </w:r>
      <w:r w:rsidR="00897A77" w:rsidRPr="00467EE6">
        <w:rPr>
          <w:rFonts w:eastAsia="Calibri" w:hint="cs"/>
          <w:rtl/>
        </w:rPr>
        <w:t>۔چوتھا اعتراض :اہم تر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اعتراض ہے جسے مرحوم محقق خوئ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نے کہا ہے انہو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نے فرما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کہ اگر نسخ تلاوت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صورت حضور اکرم (ص) کے زمانے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آپ</w:t>
      </w:r>
      <w:r w:rsidR="00897A77" w:rsidRPr="00897A77">
        <w:rPr>
          <w:rFonts w:eastAsia="Calibri"/>
          <w:rtl/>
        </w:rPr>
        <w:t xml:space="preserve"> کے حکم سے واقع ہوئ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ہے چاہے اس کا لازمہ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نہ بھ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ہو ،ل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کن</w:t>
      </w:r>
      <w:r w:rsidR="00897A77" w:rsidRPr="00897A77">
        <w:rPr>
          <w:rFonts w:eastAsia="Calibri"/>
          <w:rtl/>
        </w:rPr>
        <w:t xml:space="preserve">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روا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جو مطلب پر دلالت کرت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اس نظر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ے</w:t>
      </w:r>
      <w:r w:rsidR="00897A77" w:rsidRPr="00897A77">
        <w:rPr>
          <w:rFonts w:eastAsia="Calibri"/>
          <w:rtl/>
        </w:rPr>
        <w:t xml:space="preserve"> پر محم</w:t>
      </w:r>
      <w:r w:rsidR="00897A77" w:rsidRPr="00897A77">
        <w:rPr>
          <w:rFonts w:eastAsia="Calibri" w:hint="eastAsia"/>
          <w:rtl/>
        </w:rPr>
        <w:t>ول</w:t>
      </w:r>
      <w:r w:rsidR="00897A77" w:rsidRPr="00897A77">
        <w:rPr>
          <w:rFonts w:eastAsia="Calibri"/>
          <w:rtl/>
        </w:rPr>
        <w:t xml:space="preserve"> ہو خبر واحد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ح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ث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سے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 w:hint="eastAsia"/>
          <w:rtl/>
        </w:rPr>
        <w:t>اس</w:t>
      </w:r>
      <w:r w:rsidR="00897A77" w:rsidRPr="00897A77">
        <w:rPr>
          <w:rFonts w:eastAsia="Calibri"/>
          <w:rtl/>
        </w:rPr>
        <w:t xml:space="preserve"> لئے اعتماد کے لئے کاف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 w:hint="eastAsia"/>
          <w:rtl/>
        </w:rPr>
        <w:t>اس</w:t>
      </w:r>
      <w:r w:rsidR="00897A77" w:rsidRPr="00897A77">
        <w:rPr>
          <w:rFonts w:eastAsia="Calibri"/>
          <w:rtl/>
        </w:rPr>
        <w:t xml:space="preserve"> پر اضافہ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کہنا کہ اس قسم کا نسخ 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غمبر</w:t>
      </w:r>
      <w:r w:rsidR="00897A77" w:rsidRPr="00897A77">
        <w:rPr>
          <w:rFonts w:eastAsia="Calibri"/>
          <w:rtl/>
        </w:rPr>
        <w:t xml:space="preserve"> اکرم (ص) کے زمانے کے بعد واقع ہواہے اور اگر اس قسم کا نسخ حضور اکرم (ص) کے زمانے کے بعد علماء اور حکمرانو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 xml:space="preserve"> کے ذر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عے</w:t>
      </w:r>
      <w:r w:rsidR="00897A77" w:rsidRPr="00897A77">
        <w:rPr>
          <w:rFonts w:eastAsia="Calibri"/>
          <w:rtl/>
        </w:rPr>
        <w:t xml:space="preserve"> واقع ہوا ہے تو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قول ع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کو ق</w:t>
      </w:r>
      <w:r w:rsidR="00897A77" w:rsidRPr="00897A77">
        <w:rPr>
          <w:rFonts w:eastAsia="Calibri" w:hint="eastAsia"/>
          <w:rtl/>
        </w:rPr>
        <w:t>بول</w:t>
      </w:r>
      <w:r w:rsidR="00897A77" w:rsidRPr="00897A77">
        <w:rPr>
          <w:rFonts w:eastAsia="Calibri"/>
          <w:rtl/>
        </w:rPr>
        <w:t xml:space="preserve"> کرنا ہے ۔</w:t>
      </w:r>
      <w:r w:rsidR="00897A77" w:rsidRPr="00514710">
        <w:rPr>
          <w:rStyle w:val="libFootnotenumChar"/>
          <w:rtl/>
        </w:rPr>
        <w:t>(</w:t>
      </w:r>
      <w:r w:rsidRPr="00514710">
        <w:rPr>
          <w:rStyle w:val="libFootnotenumChar"/>
          <w:rFonts w:hint="cs"/>
          <w:rtl/>
          <w:lang w:bidi="ar-SA"/>
        </w:rPr>
        <w:t>1</w:t>
      </w:r>
      <w:r w:rsidR="00897A77" w:rsidRPr="00514710">
        <w:rPr>
          <w:rStyle w:val="libFootnotenumChar"/>
          <w:rFonts w:hint="cs"/>
          <w:rtl/>
        </w:rPr>
        <w:t>)</w:t>
      </w:r>
      <w:r w:rsidR="00897A77" w:rsidRPr="00467EE6">
        <w:rPr>
          <w:rFonts w:eastAsia="Calibri" w:hint="cs"/>
          <w:rtl/>
        </w:rPr>
        <w:t xml:space="preserve"> 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کن</w:t>
      </w:r>
      <w:r w:rsidR="00897A77" w:rsidRPr="00897A77">
        <w:rPr>
          <w:rFonts w:eastAsia="Calibri"/>
          <w:rtl/>
        </w:rPr>
        <w:t xml:space="preserve"> جو کچھ مسئلہ رجم کے متعلق 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ان</w:t>
      </w:r>
      <w:r w:rsidR="00897A77" w:rsidRPr="00897A77">
        <w:rPr>
          <w:rFonts w:eastAsia="Calibri"/>
          <w:rtl/>
        </w:rPr>
        <w:t xml:space="preserve"> ہوا ہے اس کا بطلان بہت واضح ہے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ونکہ</w:t>
      </w:r>
      <w:r w:rsidR="00897A77" w:rsidRPr="00897A77">
        <w:rPr>
          <w:rFonts w:eastAsia="Calibri"/>
          <w:rtl/>
        </w:rPr>
        <w:t xml:space="preserve"> 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غمبر</w:t>
      </w:r>
      <w:r w:rsidR="00897A77" w:rsidRPr="00897A77">
        <w:rPr>
          <w:rFonts w:eastAsia="Calibri"/>
          <w:rtl/>
        </w:rPr>
        <w:t xml:space="preserve"> اکرم (ص) نے قرآن کر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م</w:t>
      </w:r>
      <w:r w:rsidR="00897A77" w:rsidRPr="00897A77">
        <w:rPr>
          <w:rFonts w:eastAsia="Calibri"/>
          <w:rtl/>
        </w:rPr>
        <w:t xml:space="preserve"> کے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کو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کرنے م</w:t>
      </w:r>
      <w:r w:rsidR="00897A77"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 w:hint="eastAsia"/>
          <w:rtl/>
        </w:rPr>
        <w:t>بڑ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بار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کے ساتھ نگران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فرمائ</w:t>
      </w:r>
      <w:r w:rsidR="00897A77" w:rsidRPr="00897A77">
        <w:rPr>
          <w:rFonts w:eastAsia="Calibri" w:hint="cs"/>
          <w:rtl/>
        </w:rPr>
        <w:t>ی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اور بڑے اہتمام کے ساتھ کاتبو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کو اس امر پر مامور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تھا اس صورت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۔البی</w:t>
      </w:r>
      <w:r w:rsidR="00897A77" w:rsidRPr="00897A77">
        <w:rPr>
          <w:rFonts w:hint="eastAsia"/>
          <w:rtl/>
        </w:rPr>
        <w:t>ان</w:t>
      </w:r>
      <w:r w:rsidR="00897A77" w:rsidRPr="00897A77">
        <w:rPr>
          <w:rtl/>
        </w:rPr>
        <w:t xml:space="preserve"> ص </w:t>
      </w:r>
      <w:r w:rsidRPr="00514710">
        <w:rPr>
          <w:rFonts w:hint="cs"/>
          <w:rtl/>
        </w:rPr>
        <w:t>206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رجم اگر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تو آپ نے اسے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لکھنے</w:t>
      </w:r>
      <w:r w:rsidRPr="00897A77">
        <w:rPr>
          <w:rFonts w:eastAsia="Calibri"/>
          <w:rtl/>
        </w:rPr>
        <w:t xml:space="preserve"> کا حکم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ن</w:t>
      </w:r>
      <w:r w:rsidR="001650EA">
        <w:rPr>
          <w:rFonts w:eastAsia="Calibri" w:hint="eastAsia"/>
          <w:rtl/>
        </w:rPr>
        <w:t xml:space="preserve">ہیں  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اور عمر کے سوال کا جواب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لہٰذا</w:t>
      </w:r>
      <w:r w:rsidRPr="00897A77">
        <w:rPr>
          <w:rFonts w:eastAsia="Calibri"/>
          <w:rtl/>
        </w:rPr>
        <w:t xml:space="preserve"> نسخ تلاوت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مطلب ہے جس کا باطل ہونا 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طور پر واضح</w:t>
      </w:r>
      <w:r w:rsidR="00995CDD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تک</w:t>
      </w:r>
      <w:r w:rsidRPr="00897A77">
        <w:rPr>
          <w:rFonts w:eastAsia="Calibri"/>
          <w:rtl/>
        </w:rPr>
        <w:t xml:space="preserve"> کہ بعض اہلسنت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 xml:space="preserve"> کے معاصر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نے کہا ہے کہ عقلاً تو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ہونا جائز ہے مگر اللہ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نسخ واقع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ہوا</w:t>
      </w:r>
      <w:r w:rsidRPr="00897A77">
        <w:rPr>
          <w:rFonts w:eastAsia="Calibri"/>
          <w:rtl/>
        </w:rPr>
        <w:t xml:space="preserve"> ہے ۔ابن حزم اندلس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نے پہلے نسخ تلاوت کو قبول کرنے کے بعد اپنے کلام کے آخر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توج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نسخ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تلاوت</w:t>
      </w:r>
      <w:r w:rsidRPr="00897A77">
        <w:rPr>
          <w:rFonts w:eastAsia="Calibri"/>
          <w:rtl/>
        </w:rPr>
        <w:t xml:space="preserve"> وح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الٰہ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مربوط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۔فتح المنان فی</w:t>
      </w:r>
      <w:r w:rsidR="00897A77" w:rsidRPr="00897A77">
        <w:rPr>
          <w:rtl/>
        </w:rPr>
        <w:t xml:space="preserve"> نسخ القرآن ص</w:t>
      </w:r>
      <w:r w:rsidRPr="00514710">
        <w:rPr>
          <w:rFonts w:hint="cs"/>
          <w:rtl/>
        </w:rPr>
        <w:t>224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52" w:name="_Toc427150668"/>
      <w:r w:rsidRPr="00897A77">
        <w:rPr>
          <w:rFonts w:eastAsia="Calibri" w:hint="eastAsia"/>
          <w:rtl/>
        </w:rPr>
        <w:t>سولہوا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مطلب</w:t>
      </w:r>
      <w:bookmarkEnd w:id="52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53" w:name="_Toc427150669"/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کے قائل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ہوسکتے</w:t>
      </w:r>
      <w:bookmarkEnd w:id="53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نہ صرف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قرآن کے معتقد ن</w:t>
      </w:r>
      <w:r w:rsidR="001650EA">
        <w:rPr>
          <w:rFonts w:eastAsia="Calibri"/>
          <w:rtl/>
        </w:rPr>
        <w:t xml:space="preserve">ہیں  </w:t>
      </w:r>
      <w:r w:rsidR="001650EA">
        <w:rPr>
          <w:rFonts w:eastAsia="Calibri" w:hint="eastAsia"/>
          <w:rtl/>
        </w:rPr>
        <w:t xml:space="preserve">ہیں  </w:t>
      </w:r>
      <w:r w:rsidRPr="00897A77">
        <w:rPr>
          <w:rFonts w:eastAsia="Calibri" w:hint="eastAsia"/>
          <w:rtl/>
        </w:rPr>
        <w:t>بلکہ</w:t>
      </w:r>
      <w:r w:rsidRPr="00897A77">
        <w:rPr>
          <w:rFonts w:eastAsia="Calibri"/>
          <w:rtl/>
        </w:rPr>
        <w:t xml:space="preserve"> اصولاً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عق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دے</w:t>
      </w:r>
      <w:r w:rsidRPr="00897A77">
        <w:rPr>
          <w:rFonts w:eastAsia="Calibri"/>
          <w:rtl/>
        </w:rPr>
        <w:t xml:space="preserve"> اور نظر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کے قائل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ہو</w:t>
      </w:r>
      <w:r w:rsidRPr="00897A77">
        <w:rPr>
          <w:rFonts w:eastAsia="Calibri"/>
          <w:rtl/>
        </w:rPr>
        <w:t xml:space="preserve"> سکتے ۔ک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اصول اور اعتقاد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مسائل کو تشک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نے</w:t>
      </w:r>
      <w:r w:rsidRPr="00897A77">
        <w:rPr>
          <w:rFonts w:eastAsia="Calibri"/>
          <w:rtl/>
        </w:rPr>
        <w:t xml:space="preserve"> وال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اہم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تطہ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ہے:</w:t>
      </w:r>
    </w:p>
    <w:p w:rsidR="00897A77" w:rsidRPr="00897A77" w:rsidRDefault="00897A77" w:rsidP="00467EE6">
      <w:pPr>
        <w:pStyle w:val="libNormal"/>
        <w:rPr>
          <w:rFonts w:eastAsia="Calibri"/>
          <w:rtl/>
        </w:rPr>
      </w:pPr>
      <w:r w:rsidRPr="00995CDD">
        <w:rPr>
          <w:rStyle w:val="libAieChar"/>
          <w:rFonts w:eastAsia="Calibri"/>
          <w:rtl/>
        </w:rPr>
        <w:t xml:space="preserve">''انما </w:t>
      </w:r>
      <w:r w:rsidRPr="00995CDD">
        <w:rPr>
          <w:rStyle w:val="libAieChar"/>
          <w:rFonts w:eastAsia="Calibri" w:hint="cs"/>
          <w:rtl/>
        </w:rPr>
        <w:t>ی</w:t>
      </w:r>
      <w:r w:rsidRPr="00995CDD">
        <w:rPr>
          <w:rStyle w:val="libAieChar"/>
          <w:rFonts w:eastAsia="Calibri" w:hint="eastAsia"/>
          <w:rtl/>
        </w:rPr>
        <w:t>ر</w:t>
      </w:r>
      <w:r w:rsidRPr="00995CDD">
        <w:rPr>
          <w:rStyle w:val="libAieChar"/>
          <w:rFonts w:eastAsia="Calibri" w:hint="cs"/>
          <w:rtl/>
        </w:rPr>
        <w:t>ی</w:t>
      </w:r>
      <w:r w:rsidRPr="00995CDD">
        <w:rPr>
          <w:rStyle w:val="libAieChar"/>
          <w:rFonts w:eastAsia="Calibri" w:hint="eastAsia"/>
          <w:rtl/>
        </w:rPr>
        <w:t>د</w:t>
      </w:r>
      <w:r w:rsidRPr="00995CDD">
        <w:rPr>
          <w:rStyle w:val="libAieChar"/>
          <w:rFonts w:eastAsia="Calibri"/>
          <w:rtl/>
        </w:rPr>
        <w:t xml:space="preserve"> الل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 xml:space="preserve"> ل</w:t>
      </w:r>
      <w:r w:rsidRPr="00995CDD">
        <w:rPr>
          <w:rStyle w:val="libAieChar"/>
          <w:rFonts w:eastAsia="Calibri" w:hint="cs"/>
          <w:rtl/>
        </w:rPr>
        <w:t>ی</w:t>
      </w:r>
      <w:r w:rsidRPr="00995CDD">
        <w:rPr>
          <w:rStyle w:val="libAieChar"/>
          <w:rFonts w:eastAsia="Calibri" w:hint="eastAsia"/>
          <w:rtl/>
        </w:rPr>
        <w:t>ذ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>ب</w:t>
      </w:r>
      <w:r w:rsidRPr="00995CDD">
        <w:rPr>
          <w:rStyle w:val="libAieChar"/>
          <w:rFonts w:eastAsia="Calibri"/>
          <w:rtl/>
        </w:rPr>
        <w:t xml:space="preserve"> عنکم الرّجس ا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>ل الب</w:t>
      </w:r>
      <w:r w:rsidRPr="00995CDD">
        <w:rPr>
          <w:rStyle w:val="libAieChar"/>
          <w:rFonts w:eastAsia="Calibri" w:hint="cs"/>
          <w:rtl/>
        </w:rPr>
        <w:t>ی</w:t>
      </w:r>
      <w:r w:rsidRPr="00995CDD">
        <w:rPr>
          <w:rStyle w:val="libAieChar"/>
          <w:rFonts w:eastAsia="Calibri" w:hint="eastAsia"/>
          <w:rtl/>
        </w:rPr>
        <w:t>ت</w:t>
      </w:r>
      <w:r w:rsidRPr="00995CDD">
        <w:rPr>
          <w:rStyle w:val="libAieChar"/>
          <w:rFonts w:eastAsia="Calibri"/>
          <w:rtl/>
        </w:rPr>
        <w:t xml:space="preserve"> و </w:t>
      </w:r>
      <w:r w:rsidRPr="00995CDD">
        <w:rPr>
          <w:rStyle w:val="libAieChar"/>
          <w:rFonts w:eastAsia="Calibri" w:hint="cs"/>
          <w:rtl/>
        </w:rPr>
        <w:t>ی</w:t>
      </w:r>
      <w:r w:rsidRPr="00995CDD">
        <w:rPr>
          <w:rStyle w:val="libAieChar"/>
          <w:rFonts w:eastAsia="Calibri" w:hint="eastAsia"/>
          <w:rtl/>
        </w:rPr>
        <w:t>ط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>ّر</w:t>
      </w:r>
      <w:r w:rsidRPr="00995CDD">
        <w:rPr>
          <w:rStyle w:val="libAieChar"/>
          <w:rFonts w:eastAsia="Calibri"/>
          <w:rtl/>
        </w:rPr>
        <w:t xml:space="preserve"> کم</w:t>
      </w:r>
      <w:r w:rsidR="00995CDD" w:rsidRPr="00995CDD">
        <w:rPr>
          <w:rStyle w:val="libAieChar"/>
          <w:rFonts w:eastAsia="Calibri" w:hint="cs"/>
          <w:rtl/>
        </w:rPr>
        <w:t xml:space="preserve"> </w:t>
      </w:r>
      <w:r w:rsidRPr="00995CDD">
        <w:rPr>
          <w:rStyle w:val="libAieChar"/>
          <w:rFonts w:eastAsia="Calibri" w:hint="eastAsia"/>
          <w:rtl/>
        </w:rPr>
        <w:t>تط</w:t>
      </w:r>
      <w:r w:rsidR="00467EE6" w:rsidRPr="00467EE6">
        <w:rPr>
          <w:rStyle w:val="libAieChar"/>
          <w:rFonts w:eastAsia="Calibri" w:hint="cs"/>
          <w:rtl/>
        </w:rPr>
        <w:t>ه</w:t>
      </w:r>
      <w:r w:rsidRPr="00995CDD">
        <w:rPr>
          <w:rStyle w:val="libAieChar"/>
          <w:rFonts w:eastAsia="Calibri" w:hint="cs"/>
          <w:rtl/>
        </w:rPr>
        <w:t>ی</w:t>
      </w:r>
      <w:r w:rsidRPr="00995CDD">
        <w:rPr>
          <w:rStyle w:val="libAieChar"/>
          <w:rFonts w:eastAsia="Calibri" w:hint="eastAsia"/>
          <w:rtl/>
        </w:rPr>
        <w:t>راً</w:t>
      </w:r>
      <w:r w:rsidRPr="00995CDD">
        <w:rPr>
          <w:rStyle w:val="libAieChar"/>
          <w:rFonts w:eastAsia="Calibri"/>
          <w:rtl/>
        </w:rPr>
        <w:t>''</w:t>
      </w:r>
      <w:r w:rsidR="00467EE6" w:rsidRPr="00897A77">
        <w:rPr>
          <w:rFonts w:eastAsia="Calibri"/>
          <w:rtl/>
        </w:rPr>
        <w:t xml:space="preserve">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t xml:space="preserve">''بس اللہ کا ارادہ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اے اہل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! کہ تم سے ہر برائ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 دور رکھے ،اور اس طرح</w:t>
      </w:r>
      <w:r w:rsidR="00995CDD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پاک</w:t>
      </w:r>
      <w:r w:rsidRPr="00897A77">
        <w:rPr>
          <w:rFonts w:eastAsia="Calibri"/>
          <w:rtl/>
        </w:rPr>
        <w:t xml:space="preserve"> و پاک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زہ</w:t>
      </w:r>
      <w:r w:rsidRPr="00897A77">
        <w:rPr>
          <w:rFonts w:eastAsia="Calibri"/>
          <w:rtl/>
        </w:rPr>
        <w:t xml:space="preserve"> رکھے جو پاک و پاک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زہ</w:t>
      </w:r>
      <w:r w:rsidRPr="00897A77">
        <w:rPr>
          <w:rFonts w:eastAsia="Calibri"/>
          <w:rtl/>
        </w:rPr>
        <w:t xml:space="preserve"> رکھنے کا حق ہے ''۔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اعتقاد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مسائل سے مربوط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ثابت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اہلب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عصمت پر واضح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ہے اور وہ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عصمت جو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کے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شوا</w:t>
      </w:r>
      <w:r w:rsidRPr="00897A77">
        <w:rPr>
          <w:rFonts w:eastAsia="Calibri"/>
          <w:rtl/>
        </w:rPr>
        <w:t xml:space="preserve"> اور خل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فہ</w:t>
      </w:r>
      <w:r w:rsidRPr="00897A77">
        <w:rPr>
          <w:rFonts w:eastAsia="Calibri"/>
          <w:rtl/>
        </w:rPr>
        <w:t xml:space="preserve"> ئوقت کے منصب پر فائز ہونے کے لئے ضرور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،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اس عصمت کو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کرنے وال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واضح او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روشن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،آ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تطہ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ہے ۔لہٰذا جو لوگ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وہ</w:t>
      </w:r>
      <w:r w:rsidRPr="00897A77">
        <w:rPr>
          <w:rFonts w:eastAsia="Calibri"/>
          <w:rtl/>
        </w:rPr>
        <w:t xml:space="preserve"> 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سے عصمت پر استدلال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کر</w:t>
      </w:r>
      <w:r w:rsidRPr="00897A77">
        <w:rPr>
          <w:rFonts w:eastAsia="Calibri"/>
          <w:rtl/>
        </w:rPr>
        <w:t xml:space="preserve"> سکتے ،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جب ہم قرآن کو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منظم کتاب سمجھ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۔احزاب/</w:t>
      </w:r>
      <w:r w:rsidRPr="00514710">
        <w:rPr>
          <w:rFonts w:hint="cs"/>
          <w:rtl/>
        </w:rPr>
        <w:t>33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جس کا آغاز سورہ مبارکہ حمد اور اختتام سورہ والنّاس ہے ،جس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تدو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اور جمع آور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خود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کے زما نہ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مکمل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آنحضرت ؐ کے بعد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قسم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ہر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کو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مخصوص مناسبت کے ساتھ اس طرح رکھا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اگر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کو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مخصوص جگہ سے دوسر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جگہ منتقل کرے تو اس کا الٰہ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مقصد حاصل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ہوتا</w:t>
      </w:r>
      <w:r w:rsidRPr="00897A77">
        <w:rPr>
          <w:rFonts w:eastAsia="Calibri"/>
          <w:rtl/>
        </w:rPr>
        <w:t xml:space="preserve"> ۔ک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اس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کو اس مخصوص جگہ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ب</w:t>
      </w:r>
      <w:r w:rsidRPr="00897A77">
        <w:rPr>
          <w:rFonts w:eastAsia="Calibri"/>
          <w:rtl/>
        </w:rPr>
        <w:t xml:space="preserve">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نے</w:t>
      </w:r>
      <w:r w:rsidRPr="00897A77">
        <w:rPr>
          <w:rFonts w:eastAsia="Calibri"/>
          <w:rtl/>
        </w:rPr>
        <w:t xml:space="preserve"> کا ہدف مقصد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اللہ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ازواج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ذمے دار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کو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کرتے وقت اہلِ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(ع) عصمت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چند خاص ذمے دار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کو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کرے ا</w:t>
      </w:r>
      <w:r w:rsidRPr="00897A77">
        <w:rPr>
          <w:rFonts w:eastAsia="Calibri" w:hint="eastAsia"/>
          <w:rtl/>
        </w:rPr>
        <w:t>گر</w:t>
      </w:r>
      <w:r w:rsidRPr="00897A77">
        <w:rPr>
          <w:rFonts w:eastAsia="Calibri"/>
          <w:rtl/>
        </w:rPr>
        <w:t xml:space="preserve"> اس 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</w:p>
    <w:p w:rsidR="00897A77" w:rsidRPr="00897A77" w:rsidRDefault="00897A77" w:rsidP="008D5FC6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کا احتمال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جائے تو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امام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کے اعتقادات کے لئے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پناہ باق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</w:t>
      </w:r>
      <w:r w:rsidR="008D5FC6">
        <w:rPr>
          <w:rFonts w:eastAsia="Calibri"/>
          <w:rtl/>
        </w:rPr>
        <w:t xml:space="preserve">ہیں </w:t>
      </w:r>
      <w:r w:rsidRPr="00897A77">
        <w:rPr>
          <w:rFonts w:eastAsia="Calibri" w:hint="eastAsia"/>
          <w:rtl/>
        </w:rPr>
        <w:t>رہے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۔مزی</w:t>
      </w:r>
      <w:r w:rsidR="00897A77" w:rsidRPr="00897A77">
        <w:rPr>
          <w:rFonts w:hint="eastAsia"/>
          <w:rtl/>
        </w:rPr>
        <w:t>د</w:t>
      </w:r>
      <w:r w:rsidR="00897A77" w:rsidRPr="00897A77">
        <w:rPr>
          <w:rtl/>
        </w:rPr>
        <w:t xml:space="preserve"> توض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ح</w:t>
      </w:r>
      <w:r w:rsidR="00897A77" w:rsidRPr="00897A77">
        <w:rPr>
          <w:rtl/>
        </w:rPr>
        <w:t xml:space="preserve"> کے ل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ے</w:t>
      </w:r>
      <w:r w:rsidR="00897A77" w:rsidRPr="00897A77">
        <w:rPr>
          <w:rtl/>
        </w:rPr>
        <w:t xml:space="preserve"> رجوع کر</w:t>
      </w:r>
      <w:r w:rsidR="00897A77" w:rsidRPr="00897A77">
        <w:rPr>
          <w:rFonts w:hint="cs"/>
          <w:rtl/>
        </w:rPr>
        <w:t>ی</w:t>
      </w:r>
      <w:r w:rsidR="001650EA">
        <w:rPr>
          <w:rFonts w:hint="eastAsia"/>
          <w:rtl/>
        </w:rPr>
        <w:t xml:space="preserve">ں </w:t>
      </w:r>
      <w:r w:rsidR="00897A77" w:rsidRPr="00897A77">
        <w:rPr>
          <w:rFonts w:hint="eastAsia"/>
          <w:rtl/>
        </w:rPr>
        <w:t>کتاب</w:t>
      </w:r>
      <w:r w:rsidR="00897A77" w:rsidRPr="00897A77">
        <w:rPr>
          <w:rtl/>
        </w:rPr>
        <w:t>'' اہل الب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ت</w:t>
      </w:r>
      <w:r w:rsidR="00897A77" w:rsidRPr="00897A77">
        <w:rPr>
          <w:rtl/>
        </w:rPr>
        <w:t xml:space="preserve"> 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ا</w:t>
      </w:r>
      <w:r w:rsidR="00897A77" w:rsidRPr="00897A77">
        <w:rPr>
          <w:rtl/>
        </w:rPr>
        <w:t xml:space="preserve"> چہرہ ہا</w:t>
      </w:r>
      <w:r w:rsidR="00897A77" w:rsidRPr="00897A77">
        <w:rPr>
          <w:rFonts w:hint="cs"/>
          <w:rtl/>
        </w:rPr>
        <w:t>ی</w:t>
      </w:r>
      <w:r w:rsidR="00897A77" w:rsidRPr="00897A77">
        <w:rPr>
          <w:rtl/>
        </w:rPr>
        <w:t xml:space="preserve"> درخشان''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B10EC7" w:rsidRDefault="00B10EC7" w:rsidP="00897A77">
      <w:pPr>
        <w:pStyle w:val="libNormal"/>
        <w:rPr>
          <w:rFonts w:eastAsia="Calibri" w:hint="cs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54" w:name="_Toc427150670"/>
      <w:r w:rsidRPr="00897A77">
        <w:rPr>
          <w:rFonts w:eastAsia="Calibri"/>
          <w:rtl/>
        </w:rPr>
        <w:t>سترہوا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مطلب</w:t>
      </w:r>
      <w:bookmarkEnd w:id="54"/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55" w:name="_Toc427150671"/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کا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جائزہ</w:t>
      </w:r>
      <w:bookmarkEnd w:id="55"/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کے پاس اہم 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وہ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جو سن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عہ</w:t>
      </w:r>
      <w:r w:rsidRPr="00897A77">
        <w:rPr>
          <w:rFonts w:eastAsia="Calibri"/>
          <w:rtl/>
        </w:rPr>
        <w:t xml:space="preserve">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ذکر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،ان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تعداد بعض محقق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ہزار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سو بائ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/>
          <w:rtl/>
        </w:rPr>
        <w:t xml:space="preserve">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1122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 xml:space="preserve"> بتائ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،بعض بزرگ علماء نے ان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کے تواتر اجمال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 قبول کر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اگرچہ مذکورہ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اکثر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سند ضع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اس کثرت سے وارد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جن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بعض کا معصوم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السلام سے صادر ہونے پر ہم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حاصل ہو جاتا ہے ۔لہٰذا ان تمام کے جھوٹ ہونے کا احتمال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اس لئے جو لو گ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وہ</w:t>
      </w:r>
      <w:r w:rsidRPr="00897A77">
        <w:rPr>
          <w:rFonts w:eastAsia="Calibri"/>
          <w:rtl/>
        </w:rPr>
        <w:t xml:space="preserve"> ان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سے 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="00995CDD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قرآن</w:t>
      </w:r>
      <w:r w:rsidRPr="00897A77">
        <w:rPr>
          <w:rFonts w:eastAsia="Calibri"/>
          <w:rtl/>
        </w:rPr>
        <w:t xml:space="preserve"> پر استدلال کرتے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ہمارے علماء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بعض نے ان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پر دو اعتراضات کر</w:t>
      </w:r>
      <w:r w:rsidR="00995CDD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کے</w:t>
      </w:r>
      <w:r w:rsidRPr="00897A77">
        <w:rPr>
          <w:rFonts w:eastAsia="Calibri"/>
          <w:rtl/>
        </w:rPr>
        <w:t xml:space="preserve"> جواب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قہ</w:t>
      </w:r>
      <w:r w:rsidRPr="00897A77">
        <w:rPr>
          <w:rFonts w:eastAsia="Calibri"/>
          <w:rtl/>
        </w:rPr>
        <w:t xml:space="preserve"> :جن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کو جمع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وہ معتبر ن</w:t>
      </w:r>
      <w:r w:rsidR="001650EA">
        <w:rPr>
          <w:rFonts w:eastAsia="Calibri"/>
          <w:rtl/>
        </w:rPr>
        <w:t xml:space="preserve">ہیں  </w:t>
      </w:r>
      <w:r w:rsidR="001650EA">
        <w:rPr>
          <w:rFonts w:eastAsia="Calibri" w:hint="eastAsia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طر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قہ</w:t>
      </w:r>
      <w:r w:rsidRPr="00897A77">
        <w:rPr>
          <w:rFonts w:eastAsia="Calibri"/>
          <w:rtl/>
        </w:rPr>
        <w:t xml:space="preserve"> :ان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کے مضمون قابل اعتراض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دونو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جہتو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</w:t>
      </w:r>
      <w:r w:rsidRPr="00897A77">
        <w:rPr>
          <w:rFonts w:eastAsia="Calibri" w:hint="cs"/>
          <w:rtl/>
        </w:rPr>
        <w:t>ی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وضاحت</w:t>
      </w:r>
      <w:r w:rsidRPr="00897A77">
        <w:rPr>
          <w:rFonts w:eastAsia="Calibri"/>
          <w:rtl/>
        </w:rPr>
        <w:t xml:space="preserve"> اور تفص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ضرورت ہے 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56" w:name="_Toc427150672"/>
      <w:r w:rsidRPr="00897A77">
        <w:rPr>
          <w:rFonts w:eastAsia="Calibri" w:hint="eastAsia"/>
          <w:rtl/>
        </w:rPr>
        <w:t>پہل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جہت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وضاحت</w:t>
      </w:r>
      <w:bookmarkEnd w:id="56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اکثر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کے سلسلہ سند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>''احمد بن محمد 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>'' ہے جن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علم</w:t>
      </w:r>
      <w:r w:rsidRPr="00897A77">
        <w:rPr>
          <w:rFonts w:eastAsia="Calibri"/>
          <w:rtl/>
        </w:rPr>
        <w:t xml:space="preserve"> رجال کے ماہر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تعب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>'' فاسد المذہب'' او''ر ضع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الحد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>'' اور نجاش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>نے اس کو غال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ہونے سے متہم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جبکہ ابن غضائر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نے اس کوگمراہ اور ہلاک کرنے والا قرار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ا ہے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2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>اس سلسلہ سند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جتنے افراد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دوسرا شخص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ونس</w:t>
      </w:r>
      <w:r w:rsidRPr="00897A77">
        <w:rPr>
          <w:rFonts w:eastAsia="Calibri"/>
          <w:rtl/>
        </w:rPr>
        <w:t xml:space="preserve"> بن ظب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ہے ان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کہا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وہ ضع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ہے اور 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غلط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بھر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اور</w:t>
      </w:r>
      <w:r w:rsidRPr="00897A77">
        <w:rPr>
          <w:rFonts w:eastAsia="Calibri"/>
          <w:rtl/>
        </w:rPr>
        <w:t xml:space="preserve"> ابن غضائر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نے اس کو کذاب ،غال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جعل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حد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گھڑنے والا قرار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3</w:t>
      </w:r>
      <w:r w:rsidRPr="00514710">
        <w:rPr>
          <w:rStyle w:val="libFootnotenumChar"/>
          <w:rFonts w:hint="cs"/>
          <w:rtl/>
        </w:rPr>
        <w:t>)</w:t>
      </w:r>
      <w:r w:rsidRPr="00467EE6">
        <w:rPr>
          <w:rFonts w:eastAsia="Calibri" w:hint="cs"/>
          <w:rtl/>
        </w:rPr>
        <w:t>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طرح سلسلہ سند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سرا</w:t>
      </w:r>
      <w:r w:rsidRPr="00897A77">
        <w:rPr>
          <w:rFonts w:eastAsia="Calibri"/>
          <w:rtl/>
        </w:rPr>
        <w:t xml:space="preserve"> جو شخص ''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ابن احمد کوف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''ہے ،اس کو علم رجال کے محقق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اور مؤلف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نے ضع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اور فاسد الرّوا</w:t>
      </w:r>
      <w:r w:rsidRPr="00897A77">
        <w:rPr>
          <w:rFonts w:eastAsia="Calibri" w:hint="cs"/>
          <w:rtl/>
        </w:rPr>
        <w:t>یۃ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تک کہ غال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گمراہ سے تعب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4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لہٰذا</w:t>
      </w:r>
      <w:r w:rsidRPr="00897A77">
        <w:rPr>
          <w:rFonts w:eastAsia="Calibri"/>
          <w:rtl/>
        </w:rPr>
        <w:t xml:space="preserve"> ان وجوہات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بنا پر جو لوگ ان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کے قائل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وہ</w:t>
      </w:r>
      <w:r w:rsidRPr="00897A77">
        <w:rPr>
          <w:rFonts w:eastAsia="Calibri"/>
          <w:rtl/>
        </w:rPr>
        <w:t xml:space="preserve"> قابل اعتماد افراد ن</w:t>
      </w:r>
      <w:r w:rsidR="001650EA">
        <w:rPr>
          <w:rFonts w:eastAsia="Calibri"/>
          <w:rtl/>
        </w:rPr>
        <w:t xml:space="preserve">ہیں  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۔رجال نجاشی</w:t>
      </w:r>
      <w:r w:rsidR="00897A77" w:rsidRPr="00897A77">
        <w:rPr>
          <w:rtl/>
        </w:rPr>
        <w:t xml:space="preserve"> ص </w:t>
      </w:r>
      <w:r w:rsidRPr="00514710">
        <w:rPr>
          <w:rFonts w:hint="cs"/>
          <w:rtl/>
        </w:rPr>
        <w:t>58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>۔قاموس الرجال ج</w:t>
      </w: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 xml:space="preserve"> ص</w:t>
      </w:r>
      <w:r w:rsidRPr="00514710">
        <w:rPr>
          <w:rFonts w:hint="cs"/>
          <w:rtl/>
        </w:rPr>
        <w:t>403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3</w:t>
      </w:r>
      <w:r w:rsidR="00897A77" w:rsidRPr="00897A77">
        <w:rPr>
          <w:rFonts w:hint="cs"/>
          <w:rtl/>
        </w:rPr>
        <w:t>۔خلاصۃ</w:t>
      </w:r>
      <w:r w:rsidR="00897A77" w:rsidRPr="00897A77">
        <w:rPr>
          <w:rtl/>
        </w:rPr>
        <w:t xml:space="preserve"> الرجال ص</w:t>
      </w:r>
      <w:r w:rsidRPr="00514710">
        <w:rPr>
          <w:rFonts w:hint="cs"/>
          <w:rtl/>
        </w:rPr>
        <w:t>266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4</w:t>
      </w:r>
      <w:r w:rsidR="00897A77" w:rsidRPr="00897A77">
        <w:rPr>
          <w:rFonts w:hint="cs"/>
          <w:rtl/>
        </w:rPr>
        <w:t>۔دراسات فی</w:t>
      </w:r>
      <w:r w:rsidR="00897A77" w:rsidRPr="00897A77">
        <w:rPr>
          <w:rtl/>
        </w:rPr>
        <w:t xml:space="preserve"> الحد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ث</w:t>
      </w:r>
      <w:r w:rsidR="00897A77" w:rsidRPr="00897A77">
        <w:rPr>
          <w:rtl/>
        </w:rPr>
        <w:t xml:space="preserve"> والمحدث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ن</w:t>
      </w:r>
      <w:r w:rsidR="00897A77" w:rsidRPr="00897A77">
        <w:rPr>
          <w:rtl/>
        </w:rPr>
        <w:t xml:space="preserve"> ص</w:t>
      </w:r>
      <w:r w:rsidRPr="00514710">
        <w:rPr>
          <w:rFonts w:hint="cs"/>
          <w:rtl/>
        </w:rPr>
        <w:t>198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1650EA" w:rsidP="00897A77">
      <w:pPr>
        <w:pStyle w:val="libNormal"/>
        <w:rPr>
          <w:rFonts w:eastAsia="Calibri"/>
          <w:rtl/>
        </w:rPr>
      </w:pPr>
      <w:r>
        <w:rPr>
          <w:rFonts w:eastAsia="Calibri" w:hint="eastAsia"/>
          <w:rtl/>
        </w:rPr>
        <w:t xml:space="preserve">ہیں  </w:t>
      </w:r>
      <w:r w:rsidR="00897A77" w:rsidRPr="00897A77">
        <w:rPr>
          <w:rFonts w:eastAsia="Calibri"/>
          <w:rtl/>
        </w:rPr>
        <w:t>۔پس ان روا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پر اعتماد ن</w:t>
      </w:r>
      <w:r>
        <w:rPr>
          <w:rFonts w:eastAsia="Calibri"/>
          <w:rtl/>
        </w:rPr>
        <w:t xml:space="preserve">ہیں  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جاسکتا ہے ۔ن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ز</w:t>
      </w:r>
      <w:r w:rsidR="00897A77" w:rsidRPr="00897A77">
        <w:rPr>
          <w:rFonts w:eastAsia="Calibri"/>
          <w:rtl/>
        </w:rPr>
        <w:t xml:space="preserve"> جن کتابو</w:t>
      </w:r>
      <w:r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>م</w:t>
      </w:r>
      <w:r w:rsidR="00897A77" w:rsidRPr="00897A77">
        <w:rPr>
          <w:rFonts w:eastAsia="Calibri" w:hint="cs"/>
          <w:rtl/>
        </w:rPr>
        <w:t>ی</w:t>
      </w:r>
      <w:r>
        <w:rPr>
          <w:rFonts w:eastAsia="Calibri" w:hint="eastAsia"/>
          <w:rtl/>
        </w:rPr>
        <w:t xml:space="preserve">ں </w:t>
      </w:r>
      <w:r w:rsidR="00897A77" w:rsidRPr="00897A77">
        <w:rPr>
          <w:rFonts w:eastAsia="Calibri"/>
          <w:rtl/>
        </w:rPr>
        <w:t xml:space="preserve"> ان روا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کو</w:t>
      </w:r>
      <w:r w:rsidRPr="00897A77">
        <w:rPr>
          <w:rFonts w:eastAsia="Calibri"/>
          <w:rtl/>
        </w:rPr>
        <w:t xml:space="preserve"> جمع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وہ معتبر کتاب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ن</w:t>
      </w:r>
      <w:r w:rsidR="001650EA">
        <w:rPr>
          <w:rFonts w:eastAsia="Calibri" w:hint="eastAsia"/>
          <w:rtl/>
        </w:rPr>
        <w:t xml:space="preserve">ہیں  ہیں  </w:t>
      </w:r>
      <w:r w:rsidRPr="00897A77">
        <w:rPr>
          <w:rFonts w:eastAsia="Calibri" w:hint="eastAsia"/>
          <w:rtl/>
        </w:rPr>
        <w:t>؛</w:t>
      </w: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الف</w:t>
      </w:r>
      <w:r w:rsidRPr="00897A77">
        <w:rPr>
          <w:rFonts w:eastAsia="Calibri"/>
          <w:rtl/>
        </w:rPr>
        <w:t>:مثال کے طور پر بعض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سعد بن عبد اللہ اشعر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منسوب کتاب سے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،اور</w:t>
      </w:r>
      <w:r w:rsidRPr="00897A77">
        <w:rPr>
          <w:rFonts w:eastAsia="Calibri"/>
          <w:rtl/>
        </w:rPr>
        <w:t xml:space="preserve"> اس کتاب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جناب نعمان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مرتض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نسبت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لہٰذا اس بنا پرکتاب کامؤلف و مصنف معلوم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،ن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زعلم</w:t>
      </w:r>
      <w:r w:rsidRPr="00897A77">
        <w:rPr>
          <w:rFonts w:eastAsia="Calibri"/>
          <w:rtl/>
        </w:rPr>
        <w:t xml:space="preserve"> رجال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کس</w:t>
      </w:r>
      <w:r w:rsidRPr="00897A77">
        <w:rPr>
          <w:rFonts w:eastAsia="Calibri" w:hint="cs"/>
          <w:rtl/>
        </w:rPr>
        <w:t>ی</w:t>
      </w:r>
      <w:r w:rsidR="00995CDD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نے</w:t>
      </w:r>
      <w:r w:rsidRPr="00897A77">
        <w:rPr>
          <w:rFonts w:eastAsia="Calibri"/>
          <w:rtl/>
        </w:rPr>
        <w:t xml:space="preserve"> اس کو معتبر شمار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ب</w:t>
      </w:r>
      <w:r w:rsidRPr="00897A77">
        <w:rPr>
          <w:rFonts w:eastAsia="Calibri"/>
          <w:rtl/>
        </w:rPr>
        <w:t>:اس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طرح بعض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کو سُلَ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بن 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/>
          <w:rtl/>
        </w:rPr>
        <w:t xml:space="preserve"> ہلال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سے نقل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جن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مرحوم</w:t>
      </w:r>
      <w:r w:rsidRPr="00897A77">
        <w:rPr>
          <w:rFonts w:eastAsia="Calibri"/>
          <w:rtl/>
        </w:rPr>
        <w:t xml:space="preserve"> ش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خ</w:t>
      </w:r>
      <w:r w:rsidRPr="00897A77">
        <w:rPr>
          <w:rFonts w:eastAsia="Calibri"/>
          <w:rtl/>
        </w:rPr>
        <w:t xml:space="preserve"> مف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 xml:space="preserve"> نے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>:''ان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بات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کہ اسے موثق قرار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جائے اور اس پر عمل کرنا بہت سارے موارد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جائز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ہے اور اس کتاب کے اندر غلط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اورفر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ب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مواد بھرے ہوئے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پس جو لوگ پرہ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 xml:space="preserve"> گار و متد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وہ اس پر عمل کرنے سے اجتناب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'' 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ج</w:t>
      </w:r>
      <w:r w:rsidRPr="00897A77">
        <w:rPr>
          <w:rFonts w:eastAsia="Calibri"/>
          <w:rtl/>
        </w:rPr>
        <w:t>:ت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،کتاب التنز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و التحر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کتاب قرائت ہے کہ جس کا مؤلف احمد بن محمد س</w:t>
      </w:r>
      <w:r w:rsidRPr="00897A77">
        <w:rPr>
          <w:rFonts w:eastAsia="Calibri" w:hint="cs"/>
          <w:rtl/>
        </w:rPr>
        <w:t>یّ</w:t>
      </w:r>
      <w:r w:rsidRPr="00897A77">
        <w:rPr>
          <w:rFonts w:eastAsia="Calibri" w:hint="eastAsia"/>
          <w:rtl/>
        </w:rPr>
        <w:t>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اور پہلے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ہوا کہ علم رجال کے ماہر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نے اس شخص</w:t>
      </w:r>
      <w:r w:rsidR="00995CDD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کو</w:t>
      </w:r>
      <w:r w:rsidRPr="00897A77">
        <w:rPr>
          <w:rFonts w:eastAsia="Calibri"/>
          <w:rtl/>
        </w:rPr>
        <w:t xml:space="preserve"> ضع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قرار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</w:t>
      </w:r>
      <w:r w:rsidRPr="00897A77">
        <w:rPr>
          <w:rFonts w:eastAsia="Calibri"/>
          <w:rtl/>
        </w:rPr>
        <w:t>:ان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بعض کو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الجارود سے نقل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اور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شخص ہے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۔تصحی</w:t>
      </w:r>
      <w:r w:rsidR="00897A77" w:rsidRPr="00897A77">
        <w:rPr>
          <w:rFonts w:hint="eastAsia"/>
          <w:rtl/>
        </w:rPr>
        <w:t>ح</w:t>
      </w:r>
      <w:r w:rsidR="00897A77" w:rsidRPr="00897A77">
        <w:rPr>
          <w:rtl/>
        </w:rPr>
        <w:t xml:space="preserve"> الاعتقاد ص</w:t>
      </w:r>
      <w:r w:rsidRPr="00514710">
        <w:rPr>
          <w:rFonts w:hint="cs"/>
          <w:rtl/>
        </w:rPr>
        <w:t>72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امام جعفر صادق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السلام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طرف سے لعنت کا مستحق ہوا ہے ،اس کے علاوہ اس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کے سلسلہ سند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>''کث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بن 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اش</w:t>
      </w:r>
      <w:r w:rsidRPr="00897A77">
        <w:rPr>
          <w:rFonts w:eastAsia="Calibri"/>
          <w:rtl/>
        </w:rPr>
        <w:t xml:space="preserve"> ''ہے جو خود ضع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ھ</w:t>
      </w:r>
      <w:r w:rsidRPr="00897A77">
        <w:rPr>
          <w:rFonts w:eastAsia="Calibri"/>
          <w:rtl/>
        </w:rPr>
        <w:t>:ان کتابو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ابن ابراہ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قم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ہے ۔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ہے کہ جو ان کے شاگردابوالفضل العباس بن محمد علو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کو املاء لکھوا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تھا اور اس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طرح</w:t>
      </w:r>
      <w:r w:rsidR="00995CDD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الجارود کے ساتھ مخلوظ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و</w:t>
      </w:r>
      <w:r w:rsidRPr="00897A77">
        <w:rPr>
          <w:rFonts w:eastAsia="Calibri"/>
          <w:rtl/>
        </w:rPr>
        <w:t>:ان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کے مدارک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مدرک کتاب استغاثہ ہے جو''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ابن احمدالکوف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''ک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،ابن غضائر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نے''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احمد الکوف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''کو کذاب ،جھوٹا اور غال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ہونے سے متہم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ز</w:t>
      </w:r>
      <w:r w:rsidRPr="00897A77">
        <w:rPr>
          <w:rFonts w:eastAsia="Calibri"/>
          <w:rtl/>
        </w:rPr>
        <w:t>:ان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بعض کو'' احتجاج طبرس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''سے نقل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اس کتاب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موجوداکثرروا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مرسلہ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اور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کتاب روائ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کے عنوان سے اس سے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استدلال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 سکتا۔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>:ان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اکثر کاف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موجود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،ل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صرف 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کتاب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ہونے کا معن</w:t>
      </w:r>
      <w:r w:rsidRPr="00897A77">
        <w:rPr>
          <w:rFonts w:eastAsia="Calibri" w:hint="cs"/>
          <w:rtl/>
        </w:rPr>
        <w:t>یٰ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کہ اس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صحت اور جواز عمل ثابت ہوجائے لہٰذا بعض علماء نے فرما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:</w:t>
      </w:r>
      <w:r w:rsidR="00514710" w:rsidRPr="00514710">
        <w:rPr>
          <w:rFonts w:eastAsia="Calibri" w:hint="cs"/>
          <w:rtl/>
        </w:rPr>
        <w:t>16199</w:t>
      </w:r>
      <w:r w:rsidRPr="00467EE6">
        <w:rPr>
          <w:rFonts w:eastAsia="Calibri" w:hint="cs"/>
          <w:rtl/>
        </w:rPr>
        <w:t xml:space="preserve"> ،احاد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اصول کاف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موجود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سے صرف </w:t>
      </w:r>
      <w:r w:rsidR="00514710" w:rsidRPr="00514710">
        <w:rPr>
          <w:rFonts w:eastAsia="Calibri" w:hint="cs"/>
          <w:rtl/>
        </w:rPr>
        <w:t>5172</w:t>
      </w:r>
      <w:r w:rsidRPr="00467EE6">
        <w:rPr>
          <w:rFonts w:eastAsia="Calibri" w:hint="cs"/>
          <w:rtl/>
        </w:rPr>
        <w:t xml:space="preserve"> 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صح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السند ،</w:t>
      </w:r>
      <w:r w:rsidR="00514710" w:rsidRPr="00514710">
        <w:rPr>
          <w:rFonts w:eastAsia="Calibri" w:hint="cs"/>
          <w:rtl/>
        </w:rPr>
        <w:t>144</w:t>
      </w:r>
      <w:r w:rsidRPr="00467EE6">
        <w:rPr>
          <w:rFonts w:eastAsia="Calibri" w:hint="cs"/>
          <w:rtl/>
        </w:rPr>
        <w:t>،احاد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eastAsia"/>
          <w:rtl/>
        </w:rPr>
        <w:t>و</w:t>
      </w:r>
      <w:r w:rsidRPr="00897A77">
        <w:rPr>
          <w:rFonts w:eastAsia="Calibri"/>
          <w:rtl/>
        </w:rPr>
        <w:t xml:space="preserve"> حَسنہ ،</w:t>
      </w:r>
      <w:r w:rsidR="00514710" w:rsidRPr="00514710">
        <w:rPr>
          <w:rFonts w:eastAsia="Calibri" w:hint="cs"/>
          <w:rtl/>
        </w:rPr>
        <w:t>2128</w:t>
      </w:r>
      <w:r w:rsidRPr="00467EE6">
        <w:rPr>
          <w:rFonts w:eastAsia="Calibri" w:hint="cs"/>
          <w:rtl/>
        </w:rPr>
        <w:t xml:space="preserve"> ،احاد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معتبر اور </w:t>
      </w:r>
      <w:r w:rsidR="00514710" w:rsidRPr="00514710">
        <w:rPr>
          <w:rFonts w:eastAsia="Calibri" w:hint="cs"/>
          <w:rtl/>
        </w:rPr>
        <w:t>302</w:t>
      </w:r>
      <w:r w:rsidRPr="00467EE6">
        <w:rPr>
          <w:rFonts w:eastAsia="Calibri" w:hint="cs"/>
          <w:rtl/>
        </w:rPr>
        <w:t>،احاد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کو قو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قرار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جبکہ </w:t>
      </w:r>
      <w:r w:rsidR="00514710" w:rsidRPr="00514710">
        <w:rPr>
          <w:rFonts w:eastAsia="Calibri" w:hint="cs"/>
          <w:rtl/>
        </w:rPr>
        <w:t>7480</w:t>
      </w:r>
      <w:r w:rsidRPr="00467EE6">
        <w:rPr>
          <w:rFonts w:eastAsia="Calibri" w:hint="cs"/>
          <w:rtl/>
        </w:rPr>
        <w:t>،احاد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کو ضع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قرار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B10EC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کا صرف اصول کاف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ہونا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کہ ان تمام پر عمل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جائز</w:t>
      </w:r>
      <w:r w:rsidR="00B10EC7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ہو</w:t>
      </w:r>
      <w:r w:rsidRPr="00897A77">
        <w:rPr>
          <w:rFonts w:eastAsia="Calibri"/>
          <w:rtl/>
        </w:rPr>
        <w:t>۔</w:t>
      </w:r>
      <w:r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57" w:name="_Toc427150673"/>
      <w:r w:rsidRPr="00897A77">
        <w:rPr>
          <w:rFonts w:eastAsia="Calibri" w:hint="eastAsia"/>
          <w:rtl/>
        </w:rPr>
        <w:t>دوسر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جہت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وضاحت</w:t>
      </w:r>
      <w:bookmarkEnd w:id="57"/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دلالت کے اعتبار سے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،بلکہ کئ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دستو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پر تقس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ہوت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دستہ :بعض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،تحر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معنو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سے مربوط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کہ محل نزاع سے خارج</w:t>
      </w:r>
    </w:p>
    <w:p w:rsidR="00897A77" w:rsidRPr="00897A77" w:rsidRDefault="001650EA" w:rsidP="00897A77">
      <w:pPr>
        <w:pStyle w:val="libNormal"/>
        <w:rPr>
          <w:rFonts w:eastAsia="Calibri"/>
          <w:rtl/>
        </w:rPr>
      </w:pPr>
      <w:r>
        <w:rPr>
          <w:rFonts w:eastAsia="Calibri" w:hint="eastAsia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دستہ:روا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اس طرح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وہ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قرائت مختلف ہونے پر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،جو</w:t>
      </w:r>
      <w:r w:rsidRPr="00897A77">
        <w:rPr>
          <w:rFonts w:eastAsia="Calibri"/>
          <w:rtl/>
        </w:rPr>
        <w:t xml:space="preserve"> ہمار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بحث سے خارج ہے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سرا</w:t>
      </w:r>
      <w:r w:rsidRPr="00897A77">
        <w:rPr>
          <w:rFonts w:eastAsia="Calibri"/>
          <w:rtl/>
        </w:rPr>
        <w:t xml:space="preserve"> دستہ :کس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وارد</w:t>
      </w:r>
      <w:r w:rsidRPr="00897A77">
        <w:rPr>
          <w:rFonts w:eastAsia="Calibri"/>
          <w:rtl/>
        </w:rPr>
        <w:t xml:space="preserve">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جس</w:t>
      </w:r>
      <w:r w:rsidRPr="00897A77">
        <w:rPr>
          <w:rFonts w:eastAsia="Calibri"/>
          <w:rtl/>
        </w:rPr>
        <w:t xml:space="preserve"> سے بعض محقق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خ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ال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کا مضمون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قرآن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تھ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،ج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وہ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جو مرحوم کل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ؒنے اپن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سند کے ساتھ موس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بن جعفر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ہما</w:t>
      </w:r>
      <w:r w:rsidRPr="00897A77">
        <w:rPr>
          <w:rFonts w:eastAsia="Calibri"/>
          <w:rtl/>
        </w:rPr>
        <w:t xml:space="preserve"> السلام سے اس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بارے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>: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۔دراسات الحدی</w:t>
      </w:r>
      <w:r w:rsidR="00897A77" w:rsidRPr="00897A77">
        <w:rPr>
          <w:rFonts w:hint="eastAsia"/>
          <w:rtl/>
        </w:rPr>
        <w:t>ث</w:t>
      </w:r>
      <w:r w:rsidR="00897A77" w:rsidRPr="00897A77">
        <w:rPr>
          <w:rtl/>
        </w:rPr>
        <w:t xml:space="preserve"> و المحدث</w:t>
      </w:r>
      <w:r w:rsidR="00897A77" w:rsidRPr="00897A77">
        <w:rPr>
          <w:rFonts w:hint="cs"/>
          <w:rtl/>
        </w:rPr>
        <w:t>ی</w:t>
      </w:r>
      <w:r w:rsidR="00897A77" w:rsidRPr="00897A77">
        <w:rPr>
          <w:rFonts w:hint="eastAsia"/>
          <w:rtl/>
        </w:rPr>
        <w:t>ن</w:t>
      </w:r>
      <w:r w:rsidR="00897A77" w:rsidRPr="00897A77">
        <w:rPr>
          <w:rtl/>
        </w:rPr>
        <w:t xml:space="preserve"> ص</w:t>
      </w:r>
      <w:r w:rsidRPr="00514710">
        <w:rPr>
          <w:rFonts w:hint="cs"/>
          <w:rtl/>
        </w:rPr>
        <w:t>137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995CDD" w:rsidP="00467EE6">
      <w:pPr>
        <w:pStyle w:val="libNormal"/>
        <w:rPr>
          <w:rFonts w:eastAsia="Calibri"/>
          <w:rtl/>
        </w:rPr>
      </w:pPr>
      <w:r w:rsidRPr="00995CDD">
        <w:rPr>
          <w:rStyle w:val="libAieChar"/>
          <w:rFonts w:eastAsia="Calibri"/>
          <w:rtl/>
        </w:rPr>
        <w:t>''</w:t>
      </w:r>
      <w:r w:rsidRPr="00995CDD">
        <w:rPr>
          <w:rStyle w:val="libAieChar"/>
          <w:rFonts w:eastAsia="Calibri" w:hint="cs"/>
          <w:rtl/>
        </w:rPr>
        <w:t>أولٰئک الذی</w:t>
      </w:r>
      <w:r w:rsidRPr="00995CDD">
        <w:rPr>
          <w:rStyle w:val="libAieChar"/>
          <w:rFonts w:eastAsia="Calibri" w:hint="eastAsia"/>
          <w:rtl/>
        </w:rPr>
        <w:t>ن</w:t>
      </w:r>
      <w:r w:rsidRPr="00995CDD">
        <w:rPr>
          <w:rStyle w:val="libAieChar"/>
          <w:rFonts w:eastAsia="Calibri"/>
          <w:rtl/>
        </w:rPr>
        <w:t xml:space="preserve"> </w:t>
      </w:r>
      <w:r w:rsidRPr="00995CDD">
        <w:rPr>
          <w:rStyle w:val="libAieChar"/>
          <w:rFonts w:eastAsia="Calibri" w:hint="cs"/>
          <w:rtl/>
        </w:rPr>
        <w:t>ی</w:t>
      </w:r>
      <w:r w:rsidRPr="00995CDD">
        <w:rPr>
          <w:rStyle w:val="libAieChar"/>
          <w:rFonts w:eastAsia="Calibri" w:hint="eastAsia"/>
          <w:rtl/>
        </w:rPr>
        <w:t>علم</w:t>
      </w:r>
      <w:r w:rsidRPr="00995CDD">
        <w:rPr>
          <w:rStyle w:val="libAieChar"/>
          <w:rFonts w:eastAsia="Calibri"/>
          <w:rtl/>
        </w:rPr>
        <w:t xml:space="preserve"> الل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 xml:space="preserve"> ما ف</w:t>
      </w:r>
      <w:r w:rsidRPr="00995CDD">
        <w:rPr>
          <w:rStyle w:val="libAieChar"/>
          <w:rFonts w:eastAsia="Calibri" w:hint="cs"/>
          <w:rtl/>
        </w:rPr>
        <w:t>ی</w:t>
      </w:r>
      <w:r w:rsidRPr="00995CDD">
        <w:rPr>
          <w:rStyle w:val="libAieChar"/>
          <w:rFonts w:eastAsia="Calibri"/>
          <w:rtl/>
        </w:rPr>
        <w:t xml:space="preserve"> قلوب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>م فاعرض عن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>م و</w:t>
      </w:r>
      <w:r w:rsidRPr="00995CDD">
        <w:rPr>
          <w:rStyle w:val="libAieChar"/>
          <w:rFonts w:eastAsia="Calibri" w:hint="eastAsia"/>
          <w:rtl/>
        </w:rPr>
        <w:t>عظ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>م</w:t>
      </w:r>
      <w:r w:rsidRPr="00995CDD">
        <w:rPr>
          <w:rStyle w:val="libAieChar"/>
          <w:rFonts w:eastAsia="Calibri"/>
          <w:rtl/>
        </w:rPr>
        <w:t xml:space="preserve"> و مثل ل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>م ف</w:t>
      </w:r>
      <w:r w:rsidRPr="00995CDD">
        <w:rPr>
          <w:rStyle w:val="libAieChar"/>
          <w:rFonts w:eastAsia="Calibri" w:hint="cs"/>
          <w:rtl/>
        </w:rPr>
        <w:t>ی</w:t>
      </w:r>
      <w:r w:rsidRPr="00995CDD">
        <w:rPr>
          <w:rStyle w:val="libAieChar"/>
          <w:rFonts w:eastAsia="Calibri"/>
          <w:rtl/>
        </w:rPr>
        <w:t xml:space="preserve"> انفس</w:t>
      </w:r>
      <w:r w:rsidR="00467EE6" w:rsidRPr="00467EE6">
        <w:rPr>
          <w:rStyle w:val="libAieChar"/>
          <w:rFonts w:eastAsia="Calibri" w:hint="cs"/>
          <w:rtl/>
        </w:rPr>
        <w:t>ه</w:t>
      </w:r>
      <w:r w:rsidRPr="00467EE6">
        <w:rPr>
          <w:rStyle w:val="libAieChar"/>
          <w:rFonts w:eastAsia="Calibri" w:hint="cs"/>
          <w:rtl/>
        </w:rPr>
        <w:t>م قولاً بل</w:t>
      </w:r>
      <w:r w:rsidRPr="00995CDD">
        <w:rPr>
          <w:rStyle w:val="libAieChar"/>
          <w:rFonts w:eastAsia="Calibri" w:hint="cs"/>
          <w:rtl/>
        </w:rPr>
        <w:t>ی</w:t>
      </w:r>
      <w:r w:rsidRPr="00995CDD">
        <w:rPr>
          <w:rStyle w:val="libAieChar"/>
          <w:rFonts w:eastAsia="Calibri" w:hint="eastAsia"/>
          <w:rtl/>
        </w:rPr>
        <w:t>غاً</w:t>
      </w:r>
      <w:r w:rsidRPr="00995CDD">
        <w:rPr>
          <w:rStyle w:val="libAieChar"/>
          <w:rFonts w:eastAsia="Calibri"/>
          <w:rtl/>
        </w:rPr>
        <w:t>''</w:t>
      </w:r>
      <w:r w:rsidRPr="00995CDD">
        <w:rPr>
          <w:rStyle w:val="libArabicChar"/>
          <w:rFonts w:eastAsia="Calibri" w:hint="eastAsia"/>
          <w:rtl/>
        </w:rPr>
        <w:t>انّ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995CDD">
        <w:rPr>
          <w:rStyle w:val="libArabicChar"/>
          <w:rFonts w:eastAsia="Calibri"/>
          <w:rtl/>
        </w:rPr>
        <w:t xml:space="preserve"> عل</w:t>
      </w:r>
      <w:r w:rsidRPr="00995CDD">
        <w:rPr>
          <w:rStyle w:val="libArabicChar"/>
          <w:rFonts w:eastAsia="Calibri" w:hint="cs"/>
          <w:rtl/>
        </w:rPr>
        <w:t>ی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995CDD">
        <w:rPr>
          <w:rStyle w:val="libArabicChar"/>
          <w:rFonts w:eastAsia="Calibri"/>
          <w:rtl/>
        </w:rPr>
        <w:t xml:space="preserve"> السلام تلا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>ذ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الا</w:t>
      </w:r>
      <w:r w:rsidRPr="00995CDD">
        <w:rPr>
          <w:rStyle w:val="libArabicChar"/>
          <w:rFonts w:eastAsia="Calibri" w:hint="cs"/>
          <w:rtl/>
        </w:rPr>
        <w:t>ی</w:t>
      </w:r>
      <w:r w:rsidR="00467EE6" w:rsidRPr="00467EE6">
        <w:rPr>
          <w:rStyle w:val="libArabicChar"/>
          <w:rFonts w:eastAsia="Calibri" w:hint="cs"/>
          <w:rtl/>
        </w:rPr>
        <w:t>ة</w:t>
      </w:r>
      <w:r w:rsidRPr="00995CDD">
        <w:rPr>
          <w:rStyle w:val="libArabicChar"/>
          <w:rFonts w:eastAsia="Calibri"/>
          <w:rtl/>
        </w:rPr>
        <w:t xml:space="preserve"> ال</w:t>
      </w:r>
      <w:r w:rsidRPr="00995CDD">
        <w:rPr>
          <w:rStyle w:val="libArabicChar"/>
          <w:rFonts w:eastAsia="Calibri" w:hint="cs"/>
          <w:rtl/>
        </w:rPr>
        <w:t>یٰ</w:t>
      </w:r>
      <w:r w:rsidRPr="00995CDD">
        <w:rPr>
          <w:rStyle w:val="libArabicChar"/>
          <w:rFonts w:eastAsia="Calibri"/>
          <w:rtl/>
        </w:rPr>
        <w:t xml:space="preserve"> قول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 xml:space="preserve"> :''فاعرض عن</w:t>
      </w:r>
      <w:r w:rsidR="00467EE6" w:rsidRPr="00467EE6">
        <w:rPr>
          <w:rStyle w:val="libArabicChar"/>
          <w:rFonts w:eastAsia="Calibri" w:hint="cs"/>
          <w:rtl/>
        </w:rPr>
        <w:t>ه</w:t>
      </w:r>
      <w:r w:rsidRPr="00467EE6">
        <w:rPr>
          <w:rStyle w:val="libArabicChar"/>
          <w:rFonts w:eastAsia="Calibri" w:hint="cs"/>
          <w:rtl/>
        </w:rPr>
        <w:t>م ''و</w:t>
      </w:r>
      <w:r w:rsidRPr="00995CDD">
        <w:rPr>
          <w:rStyle w:val="libArabicChar"/>
          <w:rFonts w:eastAsia="Calibri" w:hint="cs"/>
          <w:rtl/>
        </w:rPr>
        <w:t xml:space="preserve"> </w:t>
      </w:r>
      <w:r w:rsidR="00897A77" w:rsidRPr="00995CDD">
        <w:rPr>
          <w:rStyle w:val="libArabicChar"/>
          <w:rFonts w:eastAsia="Calibri" w:hint="cs"/>
          <w:rtl/>
        </w:rPr>
        <w:t>أضاف</w:t>
      </w:r>
      <w:r w:rsidR="00897A77" w:rsidRPr="00995CDD">
        <w:rPr>
          <w:rStyle w:val="libArabicChar"/>
          <w:rFonts w:eastAsia="Calibri"/>
          <w:rtl/>
        </w:rPr>
        <w:t>:'' فقد سبقت عل</w:t>
      </w:r>
      <w:r w:rsidR="00897A77" w:rsidRPr="00995CDD">
        <w:rPr>
          <w:rStyle w:val="libArabicChar"/>
          <w:rFonts w:eastAsia="Calibri" w:hint="cs"/>
          <w:rtl/>
        </w:rPr>
        <w:t>ی</w:t>
      </w:r>
      <w:r w:rsidR="00467EE6" w:rsidRPr="00467EE6">
        <w:rPr>
          <w:rStyle w:val="libArabicChar"/>
          <w:rFonts w:eastAsia="Calibri" w:hint="cs"/>
          <w:rtl/>
        </w:rPr>
        <w:t>ه</w:t>
      </w:r>
      <w:r w:rsidR="00897A77" w:rsidRPr="00467EE6">
        <w:rPr>
          <w:rStyle w:val="libArabicChar"/>
          <w:rFonts w:eastAsia="Calibri" w:hint="cs"/>
          <w:rtl/>
        </w:rPr>
        <w:t>م</w:t>
      </w:r>
      <w:r w:rsidR="00897A77" w:rsidRPr="00995CDD">
        <w:rPr>
          <w:rStyle w:val="libArabicChar"/>
          <w:rFonts w:eastAsia="Calibri"/>
          <w:rtl/>
        </w:rPr>
        <w:t xml:space="preserve"> کلم</w:t>
      </w:r>
      <w:r w:rsidR="00467EE6" w:rsidRPr="00467EE6">
        <w:rPr>
          <w:rStyle w:val="libArabicChar"/>
          <w:rFonts w:eastAsia="Calibri" w:hint="cs"/>
          <w:rtl/>
        </w:rPr>
        <w:t>ة</w:t>
      </w:r>
      <w:r w:rsidR="00897A77" w:rsidRPr="00995CDD">
        <w:rPr>
          <w:rStyle w:val="libArabicChar"/>
          <w:rFonts w:eastAsia="Calibri"/>
          <w:rtl/>
        </w:rPr>
        <w:t xml:space="preserve"> الشفاء و سبق ل</w:t>
      </w:r>
      <w:r w:rsidR="00467EE6" w:rsidRPr="00467EE6">
        <w:rPr>
          <w:rStyle w:val="libArabicChar"/>
          <w:rFonts w:eastAsia="Calibri" w:hint="cs"/>
          <w:rtl/>
        </w:rPr>
        <w:t>ه</w:t>
      </w:r>
      <w:r w:rsidR="00897A77" w:rsidRPr="00467EE6">
        <w:rPr>
          <w:rStyle w:val="libArabicChar"/>
          <w:rFonts w:eastAsia="Calibri" w:hint="cs"/>
          <w:rtl/>
        </w:rPr>
        <w:t>م العذاب '' و تلابق</w:t>
      </w:r>
      <w:r w:rsidR="00897A77" w:rsidRPr="00995CDD">
        <w:rPr>
          <w:rStyle w:val="libArabicChar"/>
          <w:rFonts w:eastAsia="Calibri" w:hint="cs"/>
          <w:rtl/>
        </w:rPr>
        <w:t>ی</w:t>
      </w:r>
      <w:r w:rsidR="00467EE6" w:rsidRPr="00467EE6">
        <w:rPr>
          <w:rStyle w:val="libArabicChar"/>
          <w:rFonts w:eastAsia="Calibri" w:hint="cs"/>
          <w:rtl/>
        </w:rPr>
        <w:t>ة</w:t>
      </w:r>
      <w:r w:rsidR="00897A77" w:rsidRPr="00995CDD">
        <w:rPr>
          <w:rStyle w:val="libArabicChar"/>
          <w:rFonts w:eastAsia="Calibri"/>
          <w:rtl/>
        </w:rPr>
        <w:t xml:space="preserve"> الا</w:t>
      </w:r>
      <w:r w:rsidR="00897A77" w:rsidRPr="00995CDD">
        <w:rPr>
          <w:rStyle w:val="libArabicChar"/>
          <w:rFonts w:eastAsia="Calibri" w:hint="cs"/>
          <w:rtl/>
        </w:rPr>
        <w:t>ی</w:t>
      </w:r>
      <w:r w:rsidR="00467EE6" w:rsidRPr="00467EE6">
        <w:rPr>
          <w:rStyle w:val="libArabicChar"/>
          <w:rFonts w:eastAsia="Calibri" w:hint="cs"/>
          <w:rtl/>
        </w:rPr>
        <w:t>ة</w:t>
      </w:r>
      <w:r w:rsidR="00897A77" w:rsidRPr="00897A77">
        <w:rPr>
          <w:rFonts w:eastAsia="Calibri"/>
          <w:rtl/>
        </w:rPr>
        <w:t xml:space="preserve"> ۔</w:t>
      </w:r>
      <w:r w:rsidR="00897A77"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1</w:t>
      </w:r>
      <w:r w:rsidR="00897A77" w:rsidRPr="00514710">
        <w:rPr>
          <w:rStyle w:val="libFootnotenumChar"/>
          <w:rFonts w:hint="cs"/>
          <w:rtl/>
        </w:rPr>
        <w:t>)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عن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امام عل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السلام نے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''فاعرض عنھم '' تک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تلاوت فرمائ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،پھر آپ نے اضافہ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،شقا اور عذاب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بات ک وپہلے ذکر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تھا ،پھر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کے دوسرے جملے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تلاوت فرمائ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۔جس سے بعض </w:t>
      </w:r>
      <w:r w:rsidR="00897A77" w:rsidRPr="00897A77">
        <w:rPr>
          <w:rFonts w:eastAsia="Calibri" w:hint="eastAsia"/>
          <w:rtl/>
        </w:rPr>
        <w:t>محقق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  <w:r w:rsidR="00897A77" w:rsidRPr="00897A77">
        <w:rPr>
          <w:rFonts w:eastAsia="Calibri"/>
          <w:rtl/>
        </w:rPr>
        <w:t xml:space="preserve"> ج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سے</w:t>
      </w:r>
      <w:r w:rsidR="00897A77" w:rsidRPr="00897A77">
        <w:rPr>
          <w:rFonts w:eastAsia="Calibri"/>
          <w:rtl/>
        </w:rPr>
        <w:t xml:space="preserve"> محدث نور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وغ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رہ</w:t>
      </w:r>
      <w:r w:rsidR="00897A77" w:rsidRPr="00897A77">
        <w:rPr>
          <w:rFonts w:eastAsia="Calibri"/>
          <w:rtl/>
        </w:rPr>
        <w:t xml:space="preserve"> نے فرما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کہ اس حد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ث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ظاہر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ہم آہنگ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اور 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اق</w:t>
      </w:r>
      <w:r w:rsidR="00897A77" w:rsidRPr="00897A77">
        <w:rPr>
          <w:rFonts w:eastAsia="Calibri"/>
          <w:rtl/>
        </w:rPr>
        <w:t xml:space="preserve">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بتاتا ہے کہ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ہ</w:t>
      </w:r>
      <w:r w:rsidR="00897A77" w:rsidRPr="00897A77">
        <w:rPr>
          <w:rFonts w:eastAsia="Calibri"/>
          <w:rtl/>
        </w:rPr>
        <w:t xml:space="preserve">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تفس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 w:hint="eastAsia"/>
          <w:rtl/>
        </w:rPr>
        <w:t>ہے</w:t>
      </w:r>
      <w:r w:rsidR="00897A77" w:rsidRPr="00897A77">
        <w:rPr>
          <w:rFonts w:eastAsia="Calibri"/>
          <w:rtl/>
        </w:rPr>
        <w:t xml:space="preserve"> بلکہ موجودہ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پر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/>
          <w:rtl/>
        </w:rPr>
        <w:t xml:space="preserve"> اضافہئ جملہ ہے جو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کا حصہ</w:t>
      </w:r>
      <w:r>
        <w:rPr>
          <w:rFonts w:eastAsia="Calibri" w:hint="cs"/>
          <w:rtl/>
        </w:rPr>
        <w:t xml:space="preserve"> </w:t>
      </w:r>
      <w:r w:rsidR="00897A77" w:rsidRPr="00897A77">
        <w:rPr>
          <w:rFonts w:eastAsia="Calibri" w:hint="eastAsia"/>
          <w:rtl/>
        </w:rPr>
        <w:t>تھا</w:t>
      </w:r>
      <w:r w:rsidR="00897A77" w:rsidRPr="00897A77">
        <w:rPr>
          <w:rFonts w:eastAsia="Calibri"/>
          <w:rtl/>
        </w:rPr>
        <w:t>۔</w:t>
      </w:r>
      <w:r w:rsidR="00897A77" w:rsidRPr="00514710">
        <w:rPr>
          <w:rStyle w:val="libFootnotenumChar"/>
          <w:rtl/>
        </w:rPr>
        <w:t>(</w:t>
      </w:r>
      <w:r w:rsidR="00514710" w:rsidRPr="00514710">
        <w:rPr>
          <w:rStyle w:val="libFootnotenumChar"/>
          <w:rFonts w:hint="cs"/>
          <w:rtl/>
          <w:lang w:bidi="ar-SA"/>
        </w:rPr>
        <w:t>2</w:t>
      </w:r>
      <w:r w:rsidR="00897A77" w:rsidRPr="00514710">
        <w:rPr>
          <w:rStyle w:val="libFootnotenumChar"/>
          <w:rFonts w:hint="cs"/>
          <w:rtl/>
        </w:rPr>
        <w:t>)</w:t>
      </w: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مرحوم علامہ مجلس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گر</w:t>
      </w:r>
      <w:r w:rsidRPr="00897A77">
        <w:rPr>
          <w:rFonts w:eastAsia="Calibri"/>
          <w:rtl/>
        </w:rPr>
        <w:t xml:space="preserve"> مفسر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نے صاف صاف بتا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کہ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="00995CDD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چوتھا</w:t>
      </w:r>
      <w:r w:rsidRPr="00897A77">
        <w:rPr>
          <w:rFonts w:eastAsia="Calibri"/>
          <w:rtl/>
        </w:rPr>
        <w:t xml:space="preserve"> دستہ:روا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اس طرح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وہ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کچھ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حضرت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السلام اور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گر</w:t>
      </w:r>
      <w:r w:rsidRPr="00897A77">
        <w:rPr>
          <w:rFonts w:eastAsia="Calibri"/>
          <w:rtl/>
        </w:rPr>
        <w:t xml:space="preserve"> ائمہ معصوم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کے اسماء مبارک تھے 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اس کا جواب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توض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اور تاو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نہ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کہ حضرت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اور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گر</w:t>
      </w:r>
      <w:r w:rsidRPr="00897A77">
        <w:rPr>
          <w:rFonts w:eastAsia="Calibri"/>
          <w:rtl/>
        </w:rPr>
        <w:t xml:space="preserve"> ائمہ (ع) کے اسماء مبار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کا جزء اور حصہ ہونے پر دلالت 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پانچوا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دستہ</w:t>
      </w:r>
      <w:r w:rsidRPr="00897A77">
        <w:rPr>
          <w:rFonts w:eastAsia="Calibri"/>
          <w:rtl/>
        </w:rPr>
        <w:t xml:space="preserve"> :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وہ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جو</w:t>
      </w:r>
      <w:r w:rsidRPr="00897A77">
        <w:rPr>
          <w:rFonts w:eastAsia="Calibri"/>
          <w:rtl/>
        </w:rPr>
        <w:t xml:space="preserve"> قرآن کر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م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/>
          <w:rtl/>
        </w:rPr>
        <w:t xml:space="preserve"> کے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چند</w:t>
      </w:r>
    </w:p>
    <w:p w:rsidR="00897A77" w:rsidRPr="00897A77" w:rsidRDefault="00897A77" w:rsidP="008D5FC6">
      <w:pPr>
        <w:pStyle w:val="libFootnote0"/>
        <w:rPr>
          <w:rtl/>
        </w:rPr>
      </w:pPr>
      <w:r w:rsidRPr="00897A77">
        <w:rPr>
          <w:rtl/>
        </w:rPr>
        <w:t>...............................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1</w:t>
      </w:r>
      <w:r w:rsidR="00897A77" w:rsidRPr="00897A77">
        <w:rPr>
          <w:rFonts w:hint="cs"/>
          <w:rtl/>
        </w:rPr>
        <w:t>۔روضہ کافی</w:t>
      </w:r>
      <w:r w:rsidR="00897A77" w:rsidRPr="00897A77">
        <w:rPr>
          <w:rtl/>
        </w:rPr>
        <w:t xml:space="preserve"> </w:t>
      </w:r>
      <w:r w:rsidRPr="00514710">
        <w:rPr>
          <w:rFonts w:hint="cs"/>
          <w:rtl/>
        </w:rPr>
        <w:t>8</w:t>
      </w:r>
      <w:r w:rsidR="00897A77" w:rsidRPr="00897A77">
        <w:rPr>
          <w:rFonts w:hint="cs"/>
          <w:rtl/>
        </w:rPr>
        <w:t>/</w:t>
      </w:r>
      <w:r w:rsidRPr="00514710">
        <w:rPr>
          <w:rFonts w:hint="cs"/>
          <w:rtl/>
        </w:rPr>
        <w:t>184</w:t>
      </w:r>
    </w:p>
    <w:p w:rsidR="00897A77" w:rsidRPr="00897A77" w:rsidRDefault="00514710" w:rsidP="008D5FC6">
      <w:pPr>
        <w:pStyle w:val="libFootnote0"/>
        <w:rPr>
          <w:rtl/>
        </w:rPr>
      </w:pPr>
      <w:r w:rsidRPr="00514710">
        <w:rPr>
          <w:rFonts w:hint="cs"/>
          <w:rtl/>
        </w:rPr>
        <w:t>2</w:t>
      </w:r>
      <w:r w:rsidR="00897A77" w:rsidRPr="00897A77">
        <w:rPr>
          <w:rFonts w:hint="cs"/>
          <w:rtl/>
        </w:rPr>
        <w:t xml:space="preserve">۔فصل الخطاب ص </w:t>
      </w:r>
      <w:r w:rsidRPr="00514710">
        <w:rPr>
          <w:rFonts w:hint="cs"/>
          <w:rtl/>
        </w:rPr>
        <w:t>275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کے</w:t>
      </w:r>
      <w:r w:rsidRPr="00897A77">
        <w:rPr>
          <w:rFonts w:eastAsia="Calibri"/>
          <w:rtl/>
        </w:rPr>
        <w:t xml:space="preserve"> نام موجود ہونے پر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کرنے والو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نے اس کو ہٹا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اور</w:t>
      </w:r>
      <w:r w:rsidR="00995CDD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صرف</w:t>
      </w:r>
      <w:r w:rsidRPr="00897A77">
        <w:rPr>
          <w:rFonts w:eastAsia="Calibri"/>
          <w:rtl/>
        </w:rPr>
        <w:t xml:space="preserve"> ابو لہب کا نام باق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رکھا ہے 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ان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پر دو اعتراض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اعتراض :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سا</w:t>
      </w:r>
      <w:r w:rsidRPr="00897A77">
        <w:rPr>
          <w:rFonts w:eastAsia="Calibri"/>
          <w:rtl/>
        </w:rPr>
        <w:t xml:space="preserve"> مطلب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کرنے وال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خود آپس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تناقض</w:t>
      </w:r>
      <w:r w:rsidRPr="00897A77">
        <w:rPr>
          <w:rFonts w:eastAsia="Calibri"/>
          <w:rtl/>
        </w:rPr>
        <w:t xml:space="preserve"> اور تضاد رکھت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چند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سات</w:t>
      </w:r>
      <w:r w:rsidRPr="00897A77">
        <w:rPr>
          <w:rFonts w:eastAsia="Calibri"/>
          <w:rtl/>
        </w:rPr>
        <w:t xml:space="preserve">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 xml:space="preserve"> کے نام حذف ہونے کا ذکر</w:t>
      </w:r>
      <w:r w:rsidR="00995CDD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ہے</w:t>
      </w:r>
      <w:r w:rsidRPr="00897A77">
        <w:rPr>
          <w:rFonts w:eastAsia="Calibri"/>
          <w:rtl/>
        </w:rPr>
        <w:t xml:space="preserve"> اور چند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ستر 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کے نام مٹانے کا ذکر ہے۔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دوسرا</w:t>
      </w:r>
      <w:r w:rsidRPr="00897A77">
        <w:rPr>
          <w:rFonts w:eastAsia="Calibri"/>
          <w:rtl/>
        </w:rPr>
        <w:t xml:space="preserve"> اعتراض :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اگر غور سے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کھ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تو معلوم ہوتا ہے 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کے مضام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ہ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ان کے جھوٹ ہونے پر بہتر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دل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،ک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وجہ ہو سکت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کہ قر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ش</w:t>
      </w:r>
      <w:r w:rsidRPr="00897A77">
        <w:rPr>
          <w:rFonts w:eastAsia="Calibri"/>
          <w:rtl/>
        </w:rPr>
        <w:t xml:space="preserve"> کے دوسرے نامو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کو حذف کر کے صرف اب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لہب کے نام کو باق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رکھ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؟</w:t>
      </w: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چھٹا</w:t>
      </w:r>
      <w:r w:rsidRPr="00897A77">
        <w:rPr>
          <w:rFonts w:eastAsia="Calibri"/>
          <w:rtl/>
        </w:rPr>
        <w:t xml:space="preserve"> دستہ :روا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اس طرح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کہ جو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کہ</w:t>
      </w:r>
      <w:r w:rsidRPr="00897A77">
        <w:rPr>
          <w:rFonts w:eastAsia="Calibri"/>
          <w:rtl/>
        </w:rPr>
        <w:t xml:space="preserve"> 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غمبر</w:t>
      </w:r>
      <w:r w:rsidRPr="00897A77">
        <w:rPr>
          <w:rFonts w:eastAsia="Calibri"/>
          <w:rtl/>
        </w:rPr>
        <w:t xml:space="preserve"> اکرم (ص)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رحلت کے بعد الفاظ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تبد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لائ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گئ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ہے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کچھ الفاظ کو جا بجا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ہے ،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عن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="00995CDD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تحر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ہونے پر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۔</w:t>
      </w:r>
    </w:p>
    <w:p w:rsidR="00897A77" w:rsidRPr="00897A77" w:rsidRDefault="00897A77" w:rsidP="00995CDD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اس</w:t>
      </w:r>
      <w:r w:rsidRPr="00897A77">
        <w:rPr>
          <w:rFonts w:eastAsia="Calibri"/>
          <w:rtl/>
        </w:rPr>
        <w:t xml:space="preserve"> کا جواب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اجماع کے خلاف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ونکہ</w:t>
      </w:r>
      <w:r w:rsidRPr="00897A77">
        <w:rPr>
          <w:rFonts w:eastAsia="Calibri"/>
          <w:rtl/>
        </w:rPr>
        <w:t xml:space="preserve"> سارے مسلمانو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 w:hint="eastAsia"/>
          <w:rtl/>
        </w:rPr>
        <w:t>کا</w:t>
      </w:r>
      <w:r w:rsidRPr="00897A77">
        <w:rPr>
          <w:rFonts w:eastAsia="Calibri"/>
          <w:rtl/>
        </w:rPr>
        <w:t xml:space="preserve"> اجماع ہے کہ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/>
          <w:rtl/>
        </w:rPr>
        <w:t xml:space="preserve"> لفظ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ز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ادہ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کم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ہوا ہے۔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ساتوا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دستہ</w:t>
      </w:r>
      <w:r w:rsidRPr="00897A77">
        <w:rPr>
          <w:rFonts w:eastAsia="Calibri"/>
          <w:rtl/>
        </w:rPr>
        <w:t>:احاد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حضرت حجت امام زمانہ عجل اللہ فرجہ الشر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ف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شان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وارد ہوئ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وہ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حضرت حجت کے ظہور کے بعد وہ قرآن جو حضرت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السلام سے منسوب ہے آپ کے پاس محفوظ ہے ،لوگو</w:t>
      </w:r>
      <w:r w:rsidR="001650EA">
        <w:rPr>
          <w:rFonts w:eastAsia="Calibri"/>
          <w:rtl/>
        </w:rPr>
        <w:t xml:space="preserve">ں </w:t>
      </w:r>
      <w:r w:rsidRPr="00897A77">
        <w:rPr>
          <w:rFonts w:eastAsia="Calibri"/>
          <w:rtl/>
        </w:rPr>
        <w:t>کو اس پر عمل کرنے پر مجبور</w:t>
      </w:r>
    </w:p>
    <w:p w:rsidR="00B10EC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کر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گے پر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DC548F">
      <w:pPr>
        <w:pStyle w:val="libNormal"/>
        <w:rPr>
          <w:rFonts w:eastAsia="Calibri"/>
          <w:rtl/>
        </w:rPr>
      </w:pPr>
      <w:r w:rsidRPr="00897A77">
        <w:rPr>
          <w:rFonts w:eastAsia="Calibri"/>
          <w:rtl/>
        </w:rPr>
        <w:lastRenderedPageBreak/>
        <w:t xml:space="preserve">اس کا جواب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اگرچہ 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حضرت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السلام کے مصحف اور موجودہ مصحف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فرق ہونے پر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کن</w:t>
      </w:r>
      <w:r w:rsidRPr="00897A77">
        <w:rPr>
          <w:rFonts w:eastAsia="Calibri"/>
          <w:rtl/>
        </w:rPr>
        <w:t xml:space="preserve"> حق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قت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متن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اختلاف</w:t>
      </w:r>
      <w:r w:rsidRPr="00897A77">
        <w:rPr>
          <w:rFonts w:eastAsia="Calibri"/>
          <w:rtl/>
        </w:rPr>
        <w:t xml:space="preserve"> ہونے کو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کرت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بلکہ از نظر نظم</w:t>
      </w:r>
      <w:r w:rsidR="00DC548F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و</w:t>
      </w:r>
      <w:r w:rsidRPr="00897A77">
        <w:rPr>
          <w:rFonts w:eastAsia="Calibri"/>
          <w:rtl/>
        </w:rPr>
        <w:t xml:space="preserve"> ضبط اور بعض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و توض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ح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اختلاف</w:t>
      </w:r>
      <w:r w:rsidRPr="00897A77">
        <w:rPr>
          <w:rFonts w:eastAsia="Calibri"/>
          <w:rtl/>
        </w:rPr>
        <w:t xml:space="preserve"> ہونے پر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۔</w:t>
      </w:r>
    </w:p>
    <w:p w:rsidR="00897A77" w:rsidRPr="00897A77" w:rsidRDefault="00897A77" w:rsidP="00DC548F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آٹھوا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دستہ</w:t>
      </w:r>
      <w:r w:rsidRPr="00897A77">
        <w:rPr>
          <w:rFonts w:eastAsia="Calibri"/>
          <w:rtl/>
        </w:rPr>
        <w:t xml:space="preserve"> :بعض 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قرآن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کم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ہونے پر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،ا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س</w:t>
      </w:r>
      <w:r w:rsidRPr="00897A77">
        <w:rPr>
          <w:rFonts w:eastAsia="Calibri" w:hint="cs"/>
          <w:rtl/>
        </w:rPr>
        <w:t>ی</w:t>
      </w:r>
      <w:r w:rsidR="00DC548F">
        <w:rPr>
          <w:rFonts w:eastAsia="Calibri" w:hint="cs"/>
          <w:rtl/>
        </w:rPr>
        <w:t xml:space="preserve"> </w:t>
      </w:r>
      <w:r w:rsidRPr="00897A77">
        <w:rPr>
          <w:rFonts w:eastAsia="Calibri" w:hint="eastAsia"/>
          <w:rtl/>
        </w:rPr>
        <w:t>روا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ات</w:t>
      </w:r>
      <w:r w:rsidRPr="00897A77">
        <w:rPr>
          <w:rFonts w:eastAsia="Calibri"/>
          <w:rtl/>
        </w:rPr>
        <w:t xml:space="preserve"> اور 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خود 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قسم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>:</w:t>
      </w:r>
    </w:p>
    <w:p w:rsidR="00897A77" w:rsidRPr="00897A77" w:rsidRDefault="00514710" w:rsidP="00DC548F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</w:t>
      </w:r>
      <w:r w:rsidR="00897A77" w:rsidRPr="00467EE6">
        <w:rPr>
          <w:rFonts w:eastAsia="Calibri" w:hint="cs"/>
          <w:rtl/>
        </w:rPr>
        <w:t>۔بعض روا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اور احاد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ث</w:t>
      </w:r>
      <w:r w:rsidR="00897A77" w:rsidRPr="00897A77">
        <w:rPr>
          <w:rFonts w:eastAsia="Calibri"/>
          <w:rtl/>
        </w:rPr>
        <w:t xml:space="preserve"> دلالت کرت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 w:hint="eastAsia"/>
          <w:rtl/>
        </w:rPr>
        <w:t>کہ</w:t>
      </w:r>
      <w:r w:rsidR="00897A77" w:rsidRPr="00897A77">
        <w:rPr>
          <w:rFonts w:eastAsia="Calibri"/>
          <w:rtl/>
        </w:rPr>
        <w:t xml:space="preserve"> قرآن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تعداد موجودہ</w:t>
      </w:r>
      <w:r w:rsidR="00DC548F">
        <w:rPr>
          <w:rFonts w:eastAsia="Calibri" w:hint="cs"/>
          <w:rtl/>
        </w:rPr>
        <w:t xml:space="preserve"> </w:t>
      </w:r>
      <w:r w:rsidR="00897A77" w:rsidRPr="00897A77">
        <w:rPr>
          <w:rFonts w:eastAsia="Calibri" w:hint="eastAsia"/>
          <w:rtl/>
        </w:rPr>
        <w:t>تعداد</w:t>
      </w:r>
      <w:r w:rsidR="00897A77" w:rsidRPr="00897A77">
        <w:rPr>
          <w:rFonts w:eastAsia="Calibri"/>
          <w:rtl/>
        </w:rPr>
        <w:t xml:space="preserve"> سے کئ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گناز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ادہ</w:t>
      </w:r>
      <w:r w:rsidR="00897A77" w:rsidRPr="00897A77">
        <w:rPr>
          <w:rFonts w:eastAsia="Calibri"/>
          <w:rtl/>
        </w:rPr>
        <w:t xml:space="preserve"> تھ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۔</w:t>
      </w:r>
    </w:p>
    <w:p w:rsidR="00897A77" w:rsidRPr="00897A77" w:rsidRDefault="00514710" w:rsidP="00DC548F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</w:t>
      </w:r>
      <w:r w:rsidR="00897A77" w:rsidRPr="00467EE6">
        <w:rPr>
          <w:rFonts w:eastAsia="Calibri" w:hint="cs"/>
          <w:rtl/>
        </w:rPr>
        <w:t>۔کچھ روا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ان</w:t>
      </w:r>
      <w:r w:rsidR="00897A77" w:rsidRPr="00897A77">
        <w:rPr>
          <w:rFonts w:eastAsia="Calibri"/>
          <w:rtl/>
        </w:rPr>
        <w:t xml:space="preserve"> کرت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کہ بعض سورو</w:t>
      </w:r>
      <w:r w:rsidR="001650EA">
        <w:rPr>
          <w:rFonts w:eastAsia="Calibri"/>
          <w:rtl/>
        </w:rPr>
        <w:t xml:space="preserve">ں </w:t>
      </w:r>
      <w:r w:rsidR="00897A77" w:rsidRPr="00897A77">
        <w:rPr>
          <w:rFonts w:eastAsia="Calibri"/>
          <w:rtl/>
        </w:rPr>
        <w:t>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ات</w:t>
      </w:r>
      <w:r w:rsidR="00897A77" w:rsidRPr="00897A77">
        <w:rPr>
          <w:rFonts w:eastAsia="Calibri"/>
          <w:rtl/>
        </w:rPr>
        <w:t xml:space="preserve"> ک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تعداد واقع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تعداد سے کم</w:t>
      </w:r>
      <w:r w:rsidR="00DC548F">
        <w:rPr>
          <w:rFonts w:eastAsia="Calibri" w:hint="cs"/>
          <w:rtl/>
        </w:rPr>
        <w:t xml:space="preserve"> </w:t>
      </w:r>
      <w:r w:rsidR="00897A77" w:rsidRPr="00897A77">
        <w:rPr>
          <w:rFonts w:eastAsia="Calibri" w:hint="eastAsia"/>
          <w:rtl/>
        </w:rPr>
        <w:t>ہے</w:t>
      </w:r>
      <w:r w:rsidR="00897A77" w:rsidRPr="00897A77">
        <w:rPr>
          <w:rFonts w:eastAsia="Calibri"/>
          <w:rtl/>
        </w:rPr>
        <w:t xml:space="preserve"> ۔</w:t>
      </w:r>
    </w:p>
    <w:p w:rsidR="00897A77" w:rsidRPr="00897A77" w:rsidRDefault="00514710" w:rsidP="00467EE6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3</w:t>
      </w:r>
      <w:r w:rsidR="00897A77" w:rsidRPr="00467EE6">
        <w:rPr>
          <w:rFonts w:eastAsia="Calibri" w:hint="cs"/>
          <w:rtl/>
        </w:rPr>
        <w:t>۔بعض احاد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ث</w:t>
      </w:r>
      <w:r w:rsidR="00897A77" w:rsidRPr="00897A77">
        <w:rPr>
          <w:rFonts w:eastAsia="Calibri"/>
          <w:rtl/>
        </w:rPr>
        <w:t xml:space="preserve"> 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ان</w:t>
      </w:r>
      <w:r w:rsidR="00897A77" w:rsidRPr="00897A77">
        <w:rPr>
          <w:rFonts w:eastAsia="Calibri"/>
          <w:rtl/>
        </w:rPr>
        <w:t xml:space="preserve"> کرت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کہ کوئ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/>
          <w:rtl/>
        </w:rPr>
        <w:t xml:space="preserve"> لفظ کس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897A77" w:rsidRPr="00897A77">
        <w:rPr>
          <w:rFonts w:eastAsia="Calibri"/>
          <w:rtl/>
        </w:rPr>
        <w:t xml:space="preserve"> سے 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</w:t>
      </w:r>
      <w:r w:rsidR="00897A77" w:rsidRPr="00897A77">
        <w:rPr>
          <w:rFonts w:eastAsia="Calibri"/>
          <w:rtl/>
        </w:rPr>
        <w:t xml:space="preserve"> کوئ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ک</w:t>
      </w:r>
      <w:r w:rsidR="00897A77" w:rsidRPr="00897A77">
        <w:rPr>
          <w:rFonts w:eastAsia="Calibri"/>
          <w:rtl/>
        </w:rPr>
        <w:t xml:space="preserve"> آ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  <w:r w:rsidR="00DC548F">
        <w:rPr>
          <w:rFonts w:eastAsia="Calibri" w:hint="cs"/>
          <w:rtl/>
        </w:rPr>
        <w:t xml:space="preserve"> </w:t>
      </w:r>
      <w:r w:rsidR="00897A77" w:rsidRPr="00897A77">
        <w:rPr>
          <w:rFonts w:eastAsia="Calibri" w:hint="eastAsia"/>
          <w:rtl/>
        </w:rPr>
        <w:t>قرآن</w:t>
      </w:r>
      <w:r w:rsidR="00897A77" w:rsidRPr="00897A77">
        <w:rPr>
          <w:rFonts w:eastAsia="Calibri"/>
          <w:rtl/>
        </w:rPr>
        <w:t xml:space="preserve"> سے کم ہوئ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ہے ۔</w:t>
      </w:r>
      <w:r w:rsidR="00897A77" w:rsidRPr="00897A77">
        <w:rPr>
          <w:rFonts w:eastAsia="Calibri" w:hint="eastAsia"/>
          <w:rtl/>
        </w:rPr>
        <w:t>اس</w:t>
      </w:r>
      <w:r w:rsidR="00897A77" w:rsidRPr="00897A77">
        <w:rPr>
          <w:rFonts w:eastAsia="Calibri"/>
          <w:rtl/>
        </w:rPr>
        <w:t xml:space="preserve"> کے کئ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جوابات </w:t>
      </w:r>
      <w:r w:rsidR="001650EA">
        <w:rPr>
          <w:rFonts w:eastAsia="Calibri"/>
          <w:rtl/>
        </w:rPr>
        <w:t xml:space="preserve">ہیں  </w:t>
      </w:r>
      <w:r w:rsidR="00897A77" w:rsidRPr="00897A77">
        <w:rPr>
          <w:rFonts w:eastAsia="Calibri"/>
          <w:rtl/>
        </w:rPr>
        <w:t xml:space="preserve"> ـ: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  <w:r w:rsidRPr="00897A77">
        <w:rPr>
          <w:rFonts w:eastAsia="Calibri" w:hint="eastAsia"/>
          <w:rtl/>
        </w:rPr>
        <w:t>پہلا</w:t>
      </w:r>
      <w:r w:rsidRPr="00897A77">
        <w:rPr>
          <w:rFonts w:eastAsia="Calibri"/>
          <w:rtl/>
        </w:rPr>
        <w:t xml:space="preserve"> جواب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ہے کہ ان 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م</w:t>
      </w:r>
      <w:r w:rsidRPr="00897A77">
        <w:rPr>
          <w:rFonts w:eastAsia="Calibri" w:hint="cs"/>
          <w:rtl/>
        </w:rPr>
        <w:t>ی</w:t>
      </w:r>
      <w:r w:rsidR="001650EA">
        <w:rPr>
          <w:rFonts w:eastAsia="Calibri" w:hint="eastAsia"/>
          <w:rtl/>
        </w:rPr>
        <w:t xml:space="preserve">ں </w:t>
      </w:r>
      <w:r w:rsidRPr="00897A77">
        <w:rPr>
          <w:rFonts w:eastAsia="Calibri" w:hint="eastAsia"/>
          <w:rtl/>
        </w:rPr>
        <w:t>سے</w:t>
      </w:r>
      <w:r w:rsidRPr="00897A77">
        <w:rPr>
          <w:rFonts w:eastAsia="Calibri"/>
          <w:rtl/>
        </w:rPr>
        <w:t xml:space="preserve"> کچھ احاد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ث</w:t>
      </w:r>
      <w:r w:rsidRPr="00897A77">
        <w:rPr>
          <w:rFonts w:eastAsia="Calibri"/>
          <w:rtl/>
        </w:rPr>
        <w:t xml:space="preserve"> ائمہ معصوم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  <w:r w:rsidRPr="00897A77">
        <w:rPr>
          <w:rFonts w:eastAsia="Calibri"/>
          <w:rtl/>
        </w:rPr>
        <w:t xml:space="preserve"> عل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ہم</w:t>
      </w:r>
      <w:r w:rsidRPr="00897A77">
        <w:rPr>
          <w:rFonts w:eastAsia="Calibri"/>
          <w:rtl/>
        </w:rPr>
        <w:t xml:space="preserve"> السلام کے اسماء مبارکہ کے حذف اور مٹا د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نے</w:t>
      </w:r>
      <w:r w:rsidRPr="00897A77">
        <w:rPr>
          <w:rFonts w:eastAsia="Calibri"/>
          <w:rtl/>
        </w:rPr>
        <w:t xml:space="preserve"> پر دلالت 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اور</w:t>
      </w:r>
      <w:r w:rsidRPr="00897A77">
        <w:rPr>
          <w:rFonts w:eastAsia="Calibri"/>
          <w:rtl/>
        </w:rPr>
        <w:t xml:space="preserve"> چنانچہ پہلے بھ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ہوا وہ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ت</w:t>
      </w:r>
      <w:r w:rsidRPr="00897A77">
        <w:rPr>
          <w:rFonts w:eastAsia="Calibri"/>
          <w:rtl/>
        </w:rPr>
        <w:t xml:space="preserve"> کے جزء ہونے کو ب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ان</w:t>
      </w:r>
      <w:r w:rsidRPr="00897A77">
        <w:rPr>
          <w:rFonts w:eastAsia="Calibri"/>
          <w:rtl/>
        </w:rPr>
        <w:t xml:space="preserve"> 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کرت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/>
          <w:rtl/>
        </w:rPr>
        <w:t xml:space="preserve"> 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/>
          <w:rtl/>
        </w:rPr>
        <w:t xml:space="preserve"> ان</w:t>
      </w:r>
      <w:r w:rsidR="001650EA">
        <w:rPr>
          <w:rFonts w:eastAsia="Calibri"/>
          <w:rtl/>
        </w:rPr>
        <w:t xml:space="preserve">ہیں  </w:t>
      </w:r>
      <w:r w:rsidRPr="00897A77">
        <w:rPr>
          <w:rFonts w:eastAsia="Calibri" w:hint="eastAsia"/>
          <w:rtl/>
        </w:rPr>
        <w:t>تاو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ل</w:t>
      </w:r>
      <w:r w:rsidRPr="00897A77">
        <w:rPr>
          <w:rFonts w:eastAsia="Calibri"/>
          <w:rtl/>
        </w:rPr>
        <w:t xml:space="preserve"> و تفس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ر</w:t>
      </w:r>
      <w:r w:rsidRPr="00897A77">
        <w:rPr>
          <w:rFonts w:eastAsia="Calibri"/>
          <w:rtl/>
        </w:rPr>
        <w:t xml:space="preserve"> پر محمول کرنا چاہئ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ے</w:t>
      </w:r>
      <w:r w:rsidRPr="00897A77">
        <w:rPr>
          <w:rFonts w:eastAsia="Calibri"/>
          <w:rtl/>
        </w:rPr>
        <w:t xml:space="preserve"> 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مصداق آ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ہ</w:t>
      </w:r>
      <w:r w:rsidRPr="00897A77">
        <w:rPr>
          <w:rFonts w:eastAsia="Calibri"/>
          <w:rtl/>
        </w:rPr>
        <w:t xml:space="preserve"> پر محمول </w:t>
      </w:r>
      <w:r w:rsidRPr="00897A77">
        <w:rPr>
          <w:rFonts w:eastAsia="Calibri" w:hint="eastAsia"/>
          <w:rtl/>
        </w:rPr>
        <w:t>ک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ا</w:t>
      </w:r>
      <w:r w:rsidRPr="00897A77">
        <w:rPr>
          <w:rFonts w:eastAsia="Calibri"/>
          <w:rtl/>
        </w:rPr>
        <w:t xml:space="preserve"> جائے۔</w:t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DC548F">
      <w:pPr>
        <w:pStyle w:val="libArabic"/>
        <w:rPr>
          <w:rFonts w:eastAsia="Calibri"/>
          <w:rtl/>
        </w:rPr>
      </w:pPr>
      <w:r w:rsidRPr="00897A77">
        <w:rPr>
          <w:rFonts w:eastAsia="Calibri" w:hint="eastAsia"/>
          <w:rtl/>
        </w:rPr>
        <w:t>والحمد</w:t>
      </w:r>
      <w:r w:rsidRPr="00897A77">
        <w:rPr>
          <w:rFonts w:eastAsia="Calibri"/>
          <w:rtl/>
        </w:rPr>
        <w:t xml:space="preserve"> لل</w:t>
      </w:r>
      <w:r w:rsidR="00467EE6" w:rsidRPr="00467EE6">
        <w:rPr>
          <w:rFonts w:eastAsia="Calibri" w:hint="cs"/>
          <w:rtl/>
        </w:rPr>
        <w:t>ه</w:t>
      </w:r>
      <w:r w:rsidRPr="00467EE6">
        <w:rPr>
          <w:rFonts w:eastAsia="Calibri"/>
          <w:rtl/>
        </w:rPr>
        <w:t xml:space="preserve"> رب الع</w:t>
      </w:r>
      <w:r w:rsidRPr="00897A77">
        <w:rPr>
          <w:rFonts w:eastAsia="Calibri"/>
          <w:rtl/>
        </w:rPr>
        <w:t>الم</w:t>
      </w:r>
      <w:r w:rsidRPr="00897A77">
        <w:rPr>
          <w:rFonts w:eastAsia="Calibri" w:hint="cs"/>
          <w:rtl/>
        </w:rPr>
        <w:t>ی</w:t>
      </w:r>
      <w:r w:rsidRPr="00897A77">
        <w:rPr>
          <w:rFonts w:eastAsia="Calibri" w:hint="eastAsia"/>
          <w:rtl/>
        </w:rPr>
        <w:t>ن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897A77" w:rsidP="00897A77">
      <w:pPr>
        <w:pStyle w:val="libNormal"/>
        <w:rPr>
          <w:rFonts w:eastAsia="Calibri"/>
          <w:rtl/>
        </w:rPr>
      </w:pPr>
    </w:p>
    <w:p w:rsidR="00897A77" w:rsidRPr="00897A77" w:rsidRDefault="00897A77" w:rsidP="000C4A46">
      <w:pPr>
        <w:pStyle w:val="Heading1Center"/>
        <w:rPr>
          <w:rFonts w:eastAsia="Calibri"/>
          <w:rtl/>
        </w:rPr>
      </w:pPr>
      <w:bookmarkStart w:id="58" w:name="_Toc427150674"/>
      <w:r w:rsidRPr="00897A77">
        <w:rPr>
          <w:rFonts w:eastAsia="Calibri" w:hint="eastAsia"/>
          <w:rtl/>
        </w:rPr>
        <w:t>منابع</w:t>
      </w:r>
      <w:r w:rsidRPr="00897A77">
        <w:rPr>
          <w:rFonts w:eastAsia="Calibri"/>
          <w:rtl/>
        </w:rPr>
        <w:t xml:space="preserve"> کتاب</w:t>
      </w:r>
      <w:bookmarkEnd w:id="58"/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</w:t>
      </w:r>
      <w:r w:rsidR="00897A77" w:rsidRPr="00467EE6">
        <w:rPr>
          <w:rFonts w:eastAsia="Calibri" w:hint="cs"/>
          <w:rtl/>
        </w:rPr>
        <w:t>۔القرآن الکر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م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</w:t>
      </w:r>
      <w:r w:rsidR="00897A77" w:rsidRPr="00467EE6">
        <w:rPr>
          <w:rFonts w:eastAsia="Calibri" w:hint="cs"/>
          <w:rtl/>
        </w:rPr>
        <w:t>۔کتاب کشّاف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3</w:t>
      </w:r>
      <w:r w:rsidR="00897A77" w:rsidRPr="00467EE6">
        <w:rPr>
          <w:rFonts w:eastAsia="Calibri" w:hint="cs"/>
          <w:rtl/>
        </w:rPr>
        <w:t>۔مفردات راغب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4</w:t>
      </w:r>
      <w:r w:rsidR="00897A77" w:rsidRPr="00467EE6">
        <w:rPr>
          <w:rFonts w:eastAsia="Calibri" w:hint="cs"/>
          <w:rtl/>
        </w:rPr>
        <w:t>۔تفس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کب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5</w:t>
      </w:r>
      <w:r w:rsidR="00897A77" w:rsidRPr="00467EE6">
        <w:rPr>
          <w:rFonts w:eastAsia="Calibri" w:hint="cs"/>
          <w:rtl/>
        </w:rPr>
        <w:t>۔الب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ان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6</w:t>
      </w:r>
      <w:r w:rsidR="00897A77" w:rsidRPr="00467EE6">
        <w:rPr>
          <w:rFonts w:eastAsia="Calibri" w:hint="cs"/>
          <w:rtl/>
        </w:rPr>
        <w:t>۔اصول کاف</w:t>
      </w:r>
      <w:r w:rsidR="00897A77" w:rsidRPr="00897A77">
        <w:rPr>
          <w:rFonts w:eastAsia="Calibri" w:hint="cs"/>
          <w:rtl/>
        </w:rPr>
        <w:t>ی</w:t>
      </w:r>
    </w:p>
    <w:p w:rsidR="00897A77" w:rsidRPr="00897A77" w:rsidRDefault="00514710" w:rsidP="00514710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7</w:t>
      </w:r>
      <w:r w:rsidR="00897A77" w:rsidRPr="00467EE6">
        <w:rPr>
          <w:rFonts w:eastAsia="Calibri" w:hint="cs"/>
          <w:rtl/>
        </w:rPr>
        <w:t>۔عوال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</w:t>
      </w:r>
      <w:r w:rsidR="00897A77" w:rsidRPr="00514710">
        <w:rPr>
          <w:rFonts w:eastAsia="Calibri"/>
          <w:rtl/>
        </w:rPr>
        <w:t>الل</w:t>
      </w:r>
      <w:r w:rsidRPr="00514710">
        <w:rPr>
          <w:rFonts w:eastAsia="Calibri" w:hint="cs"/>
          <w:rtl/>
        </w:rPr>
        <w:t>ا</w:t>
      </w:r>
      <w:r w:rsidR="00897A77" w:rsidRPr="00514710">
        <w:rPr>
          <w:rFonts w:eastAsia="Calibri" w:hint="cs"/>
          <w:rtl/>
        </w:rPr>
        <w:t>الی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8</w:t>
      </w:r>
      <w:r w:rsidR="00897A77" w:rsidRPr="00467EE6">
        <w:rPr>
          <w:rFonts w:eastAsia="Calibri" w:hint="cs"/>
          <w:rtl/>
        </w:rPr>
        <w:t>۔آلاء الرحمن بلاغ</w:t>
      </w:r>
      <w:r w:rsidR="00897A77" w:rsidRPr="00897A77">
        <w:rPr>
          <w:rFonts w:eastAsia="Calibri" w:hint="cs"/>
          <w:rtl/>
        </w:rPr>
        <w:t>ی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9</w:t>
      </w:r>
      <w:r w:rsidR="00897A77" w:rsidRPr="00467EE6">
        <w:rPr>
          <w:rFonts w:eastAsia="Calibri" w:hint="cs"/>
          <w:rtl/>
        </w:rPr>
        <w:t>۔مجمع الب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ان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10</w:t>
      </w:r>
      <w:r w:rsidR="00897A77" w:rsidRPr="00467EE6">
        <w:rPr>
          <w:rFonts w:eastAsia="Calibri" w:hint="cs"/>
          <w:rtl/>
        </w:rPr>
        <w:t>۔تفس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تب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ان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11</w:t>
      </w:r>
      <w:r w:rsidR="00897A77" w:rsidRPr="00467EE6">
        <w:rPr>
          <w:rFonts w:eastAsia="Calibri" w:hint="cs"/>
          <w:rtl/>
        </w:rPr>
        <w:t>۔سعد السعود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12</w:t>
      </w:r>
      <w:r w:rsidR="00897A77" w:rsidRPr="00467EE6">
        <w:rPr>
          <w:rFonts w:eastAsia="Calibri" w:hint="cs"/>
          <w:rtl/>
        </w:rPr>
        <w:t>۔تفس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  <w:r w:rsidR="00897A77" w:rsidRPr="00897A77">
        <w:rPr>
          <w:rFonts w:eastAsia="Calibri"/>
          <w:rtl/>
        </w:rPr>
        <w:t xml:space="preserve"> صاف</w:t>
      </w:r>
      <w:r w:rsidR="00897A77" w:rsidRPr="00897A77">
        <w:rPr>
          <w:rFonts w:eastAsia="Calibri" w:hint="cs"/>
          <w:rtl/>
        </w:rPr>
        <w:t>ی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13</w:t>
      </w:r>
      <w:r w:rsidR="00897A77" w:rsidRPr="00467EE6">
        <w:rPr>
          <w:rFonts w:eastAsia="Calibri" w:hint="cs"/>
          <w:rtl/>
        </w:rPr>
        <w:t>۔اظہار الحق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14</w:t>
      </w:r>
      <w:r w:rsidR="00897A77" w:rsidRPr="00467EE6">
        <w:rPr>
          <w:rFonts w:eastAsia="Calibri" w:hint="cs"/>
          <w:rtl/>
        </w:rPr>
        <w:t>۔کشف الغطائ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15</w:t>
      </w:r>
      <w:r w:rsidR="00897A77" w:rsidRPr="00467EE6">
        <w:rPr>
          <w:rFonts w:eastAsia="Calibri" w:hint="cs"/>
          <w:rtl/>
        </w:rPr>
        <w:t>۔بحار الانوار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lastRenderedPageBreak/>
        <w:t>16</w:t>
      </w:r>
      <w:r w:rsidR="00897A77" w:rsidRPr="00467EE6">
        <w:rPr>
          <w:rFonts w:eastAsia="Calibri" w:hint="cs"/>
          <w:rtl/>
        </w:rPr>
        <w:t>۔ص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ان</w:t>
      </w:r>
      <w:r w:rsidR="00897A77" w:rsidRPr="00897A77">
        <w:rPr>
          <w:rFonts w:eastAsia="Calibri" w:hint="cs"/>
          <w:rtl/>
        </w:rPr>
        <w:t>ۃ</w:t>
      </w:r>
      <w:r w:rsidR="00897A77" w:rsidRPr="00897A77">
        <w:rPr>
          <w:rFonts w:eastAsia="Calibri"/>
          <w:rtl/>
        </w:rPr>
        <w:t xml:space="preserve"> القرآن عن التحر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17</w:t>
      </w:r>
      <w:r w:rsidR="00897A77" w:rsidRPr="00467EE6">
        <w:rPr>
          <w:rFonts w:eastAsia="Calibri" w:hint="cs"/>
          <w:rtl/>
        </w:rPr>
        <w:t>۔فصل الخطاب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18</w:t>
      </w:r>
      <w:r w:rsidR="00897A77" w:rsidRPr="00467EE6">
        <w:rPr>
          <w:rFonts w:eastAsia="Calibri" w:hint="cs"/>
          <w:rtl/>
        </w:rPr>
        <w:t>۔اکذوب</w:t>
      </w:r>
      <w:r w:rsidR="00897A77" w:rsidRPr="00897A77">
        <w:rPr>
          <w:rFonts w:eastAsia="Calibri" w:hint="cs"/>
          <w:rtl/>
        </w:rPr>
        <w:t>ۃ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القرآن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19</w:t>
      </w:r>
      <w:r w:rsidR="00897A77" w:rsidRPr="00467EE6">
        <w:rPr>
          <w:rFonts w:eastAsia="Calibri" w:hint="cs"/>
          <w:rtl/>
        </w:rPr>
        <w:t>۔مدخل التفس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ر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20</w:t>
      </w:r>
      <w:r w:rsidR="00897A77" w:rsidRPr="00467EE6">
        <w:rPr>
          <w:rFonts w:eastAsia="Calibri" w:hint="cs"/>
          <w:rtl/>
        </w:rPr>
        <w:t>۔گفتار آسان در نف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تحر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ف</w:t>
      </w:r>
      <w:r w:rsidR="00897A77" w:rsidRPr="00897A77">
        <w:rPr>
          <w:rFonts w:eastAsia="Calibri"/>
          <w:rtl/>
        </w:rPr>
        <w:t xml:space="preserve"> قرآن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21</w:t>
      </w:r>
      <w:r w:rsidR="00897A77" w:rsidRPr="00467EE6">
        <w:rPr>
          <w:rFonts w:eastAsia="Calibri" w:hint="cs"/>
          <w:rtl/>
        </w:rPr>
        <w:t>۔سنن دارم</w:t>
      </w:r>
      <w:r w:rsidR="00897A77" w:rsidRPr="00897A77">
        <w:rPr>
          <w:rFonts w:eastAsia="Calibri" w:hint="cs"/>
          <w:rtl/>
        </w:rPr>
        <w:t>ی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22</w:t>
      </w:r>
      <w:r w:rsidR="00897A77" w:rsidRPr="00467EE6">
        <w:rPr>
          <w:rFonts w:eastAsia="Calibri" w:hint="cs"/>
          <w:rtl/>
        </w:rPr>
        <w:t>۔الاحکام 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اصول الاحکام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23</w:t>
      </w:r>
      <w:r w:rsidR="00897A77" w:rsidRPr="00467EE6">
        <w:rPr>
          <w:rFonts w:eastAsia="Calibri" w:hint="cs"/>
          <w:rtl/>
        </w:rPr>
        <w:t>۔مسند احمد ابن حنبل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24</w:t>
      </w:r>
      <w:r w:rsidR="00897A77" w:rsidRPr="00467EE6">
        <w:rPr>
          <w:rFonts w:eastAsia="Calibri" w:hint="cs"/>
          <w:rtl/>
        </w:rPr>
        <w:t>۔محل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ابن حزم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25</w:t>
      </w:r>
      <w:r w:rsidR="00897A77" w:rsidRPr="00467EE6">
        <w:rPr>
          <w:rFonts w:eastAsia="Calibri" w:hint="cs"/>
          <w:rtl/>
        </w:rPr>
        <w:t>۔الاحکام آمد</w:t>
      </w:r>
      <w:r w:rsidR="00897A77" w:rsidRPr="00897A77">
        <w:rPr>
          <w:rFonts w:eastAsia="Calibri" w:hint="cs"/>
          <w:rtl/>
        </w:rPr>
        <w:t>ی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26</w:t>
      </w:r>
      <w:r w:rsidR="00897A77" w:rsidRPr="00467EE6">
        <w:rPr>
          <w:rFonts w:eastAsia="Calibri" w:hint="cs"/>
          <w:rtl/>
        </w:rPr>
        <w:t>۔فت</w:t>
      </w:r>
      <w:r w:rsidR="00897A77" w:rsidRPr="00897A77">
        <w:rPr>
          <w:rFonts w:eastAsia="Calibri"/>
          <w:rtl/>
        </w:rPr>
        <w:t>ح المنان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27</w:t>
      </w:r>
      <w:r w:rsidR="00897A77" w:rsidRPr="00467EE6">
        <w:rPr>
          <w:rFonts w:eastAsia="Calibri" w:hint="cs"/>
          <w:rtl/>
        </w:rPr>
        <w:t>۔ چہرہ ہا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درخشان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28</w:t>
      </w:r>
      <w:r w:rsidR="00897A77" w:rsidRPr="00467EE6">
        <w:rPr>
          <w:rFonts w:eastAsia="Calibri" w:hint="cs"/>
          <w:rtl/>
        </w:rPr>
        <w:t>۔اہل ب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ت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29</w:t>
      </w:r>
      <w:r w:rsidR="00897A77" w:rsidRPr="00467EE6">
        <w:rPr>
          <w:rFonts w:eastAsia="Calibri" w:hint="cs"/>
          <w:rtl/>
        </w:rPr>
        <w:t>۔رجال نجاش</w:t>
      </w:r>
      <w:r w:rsidR="00897A77" w:rsidRPr="00897A77">
        <w:rPr>
          <w:rFonts w:eastAsia="Calibri" w:hint="cs"/>
          <w:rtl/>
        </w:rPr>
        <w:t>ی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30</w:t>
      </w:r>
      <w:r w:rsidR="00897A77" w:rsidRPr="00467EE6">
        <w:rPr>
          <w:rFonts w:eastAsia="Calibri" w:hint="cs"/>
          <w:rtl/>
        </w:rPr>
        <w:t>۔قاموس الرجال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31</w:t>
      </w:r>
      <w:r w:rsidR="00897A77" w:rsidRPr="00467EE6">
        <w:rPr>
          <w:rFonts w:eastAsia="Calibri" w:hint="cs"/>
          <w:rtl/>
        </w:rPr>
        <w:t>۔خلاص</w:t>
      </w:r>
      <w:r w:rsidR="00897A77" w:rsidRPr="00897A77">
        <w:rPr>
          <w:rFonts w:eastAsia="Calibri" w:hint="cs"/>
          <w:rtl/>
        </w:rPr>
        <w:t>ۃ</w:t>
      </w:r>
      <w:r w:rsidR="00897A77" w:rsidRPr="00897A77">
        <w:rPr>
          <w:rFonts w:eastAsia="Calibri"/>
          <w:rtl/>
        </w:rPr>
        <w:t xml:space="preserve"> الرجال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32</w:t>
      </w:r>
      <w:r w:rsidR="00897A77" w:rsidRPr="00467EE6">
        <w:rPr>
          <w:rFonts w:eastAsia="Calibri" w:hint="cs"/>
          <w:rtl/>
        </w:rPr>
        <w:t>۔دراسات ف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/>
          <w:rtl/>
        </w:rPr>
        <w:t xml:space="preserve"> الحد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ث</w:t>
      </w:r>
      <w:r w:rsidR="00897A77" w:rsidRPr="00897A77">
        <w:rPr>
          <w:rFonts w:eastAsia="Calibri"/>
          <w:rtl/>
        </w:rPr>
        <w:t xml:space="preserve"> والمحدث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ن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lastRenderedPageBreak/>
        <w:t>33</w:t>
      </w:r>
      <w:r w:rsidR="00897A77" w:rsidRPr="00467EE6">
        <w:rPr>
          <w:rFonts w:eastAsia="Calibri" w:hint="cs"/>
          <w:rtl/>
        </w:rPr>
        <w:t>۔تصح</w:t>
      </w:r>
      <w:r w:rsidR="00897A77" w:rsidRPr="00897A77">
        <w:rPr>
          <w:rFonts w:eastAsia="Calibri" w:hint="cs"/>
          <w:rtl/>
        </w:rPr>
        <w:t>ی</w:t>
      </w:r>
      <w:r w:rsidR="00897A77" w:rsidRPr="00897A77">
        <w:rPr>
          <w:rFonts w:eastAsia="Calibri" w:hint="eastAsia"/>
          <w:rtl/>
        </w:rPr>
        <w:t>ح</w:t>
      </w:r>
      <w:r w:rsidR="00897A77" w:rsidRPr="00897A77">
        <w:rPr>
          <w:rFonts w:eastAsia="Calibri"/>
          <w:rtl/>
        </w:rPr>
        <w:t xml:space="preserve"> الاعتقاد</w:t>
      </w:r>
    </w:p>
    <w:p w:rsidR="00897A77" w:rsidRPr="00897A77" w:rsidRDefault="00514710" w:rsidP="00897A77">
      <w:pPr>
        <w:pStyle w:val="libNormal"/>
        <w:rPr>
          <w:rFonts w:eastAsia="Calibri"/>
          <w:rtl/>
        </w:rPr>
      </w:pPr>
      <w:r w:rsidRPr="00514710">
        <w:rPr>
          <w:rFonts w:eastAsia="Calibri" w:hint="cs"/>
          <w:rtl/>
        </w:rPr>
        <w:t>34</w:t>
      </w:r>
      <w:r w:rsidR="00897A77" w:rsidRPr="00467EE6">
        <w:rPr>
          <w:rFonts w:eastAsia="Calibri" w:hint="cs"/>
          <w:rtl/>
        </w:rPr>
        <w:t>۔روضہ کاف</w:t>
      </w:r>
      <w:r w:rsidR="00897A77" w:rsidRPr="00897A77">
        <w:rPr>
          <w:rFonts w:eastAsia="Calibri" w:hint="cs"/>
          <w:rtl/>
        </w:rPr>
        <w:t>ی</w:t>
      </w:r>
    </w:p>
    <w:p w:rsidR="00B10EC7" w:rsidRDefault="00B10EC7" w:rsidP="00467EE6">
      <w:pPr>
        <w:pStyle w:val="libPoemTini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sdt>
      <w:sdtPr>
        <w:rPr>
          <w:rtl/>
        </w:rPr>
        <w:id w:val="8863104"/>
        <w:docPartObj>
          <w:docPartGallery w:val="Table of Contents"/>
          <w:docPartUnique/>
        </w:docPartObj>
      </w:sdtPr>
      <w:sdtEndPr>
        <w:rPr>
          <w:bCs w:val="0"/>
          <w:color w:val="000000"/>
          <w:sz w:val="30"/>
          <w:szCs w:val="30"/>
        </w:rPr>
      </w:sdtEndPr>
      <w:sdtContent>
        <w:p w:rsidR="00514710" w:rsidRDefault="00514710" w:rsidP="00514710">
          <w:pPr>
            <w:pStyle w:val="Heading1Center"/>
          </w:pPr>
          <w:r w:rsidRPr="00514710">
            <w:rPr>
              <w:rFonts w:hint="cs"/>
              <w:rtl/>
            </w:rPr>
            <w:t>فہرست</w:t>
          </w:r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7150616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حرف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آغاز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17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پہلا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18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لفظ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تحق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19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دوسرا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20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قسم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اور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ان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استعمال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موارد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21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دوسراے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معن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22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سرے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معن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23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چوتھے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معن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24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پانچو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معن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25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چھٹے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معن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 w:rsidP="00910627">
          <w:pPr>
            <w:pStyle w:val="libPoemTini"/>
            <w:rPr>
              <w:rStyle w:val="Hyperlink"/>
              <w:rFonts w:ascii="Fajer Noori Nastalique" w:hAnsi="Fajer Noori Nastalique"/>
              <w:b/>
              <w:bCs/>
              <w:caps/>
              <w:noProof/>
              <w:sz w:val="30"/>
              <w:szCs w:val="30"/>
            </w:rPr>
          </w:pPr>
          <w:r>
            <w:rPr>
              <w:rStyle w:val="Hyperlink"/>
              <w:noProof/>
            </w:rPr>
            <w:br w:type="page"/>
          </w:r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26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نت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جہ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27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پہلا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اعتراض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28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دوسرا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عتراض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29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سرا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30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اجمال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اور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تفص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31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چوتھا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32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قائل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ہونے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لئے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خبر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واحد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کاف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نہ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33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پانچواں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34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نہ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ہونے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پر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علماء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ش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عہ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نظر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35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چھٹا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36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اور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دوسر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آسمان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کتب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فرق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 w:rsidP="00910627">
          <w:pPr>
            <w:pStyle w:val="libPoemTini"/>
            <w:rPr>
              <w:rStyle w:val="Hyperlink"/>
              <w:rFonts w:ascii="Fajer Noori Nastalique" w:hAnsi="Fajer Noori Nastalique"/>
              <w:b/>
              <w:bCs/>
              <w:caps/>
              <w:noProof/>
              <w:sz w:val="30"/>
              <w:szCs w:val="30"/>
            </w:rPr>
          </w:pPr>
          <w:r>
            <w:rPr>
              <w:rStyle w:val="Hyperlink"/>
              <w:noProof/>
            </w:rPr>
            <w:br w:type="page"/>
          </w:r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37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ساتواں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38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مراحل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اور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درجات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39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آٹھواں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40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عقل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رو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سے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امکان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اورعمل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طور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پر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واقع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نہ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41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نواں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42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نہ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ہونے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پر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سے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دل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لانے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سے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دور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لازم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آتا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43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پہلا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جواب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44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دوسرا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جواب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45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سرا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جواب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46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چوتھا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جواب</w:t>
            </w:r>
            <w:r w:rsidRPr="00A248CE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47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پانچواں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جواب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 w:rsidP="00910627">
          <w:pPr>
            <w:pStyle w:val="libPoemTini"/>
            <w:rPr>
              <w:rStyle w:val="Hyperlink"/>
              <w:rFonts w:ascii="Fajer Noori Nastalique" w:hAnsi="Fajer Noori Nastalique"/>
              <w:b/>
              <w:bCs/>
              <w:caps/>
              <w:noProof/>
              <w:sz w:val="30"/>
              <w:szCs w:val="30"/>
            </w:rPr>
          </w:pPr>
          <w:r>
            <w:rPr>
              <w:rStyle w:val="Hyperlink"/>
              <w:noProof/>
            </w:rPr>
            <w:br w:type="page"/>
          </w:r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48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دسواں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49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بارے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دو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دعوے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50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گ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ارہواں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51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نہ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ہونے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پر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عقل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اور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عقلائ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دل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تجز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52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دل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عقل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وضاحت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53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دوسر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صورت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54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سر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صورت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55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دل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عقل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دوسرا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ب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56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س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رت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اوربناء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عقلاء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57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بارہواں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58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نہ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ہونے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پر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واضح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آ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شر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 w:rsidP="00910627">
          <w:pPr>
            <w:pStyle w:val="libPoemTini"/>
            <w:rPr>
              <w:rStyle w:val="Hyperlink"/>
              <w:rFonts w:ascii="Fajer Noori Nastalique" w:hAnsi="Fajer Noori Nastalique"/>
              <w:b/>
              <w:bCs/>
              <w:caps/>
              <w:noProof/>
              <w:sz w:val="30"/>
              <w:szCs w:val="30"/>
            </w:rPr>
          </w:pPr>
          <w:r>
            <w:rPr>
              <w:rStyle w:val="Hyperlink"/>
              <w:noProof/>
            </w:rPr>
            <w:br w:type="page"/>
          </w:r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59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اشکالات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60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رہواں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61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قائل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ہونے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سے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ظواہر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کتاب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حج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سے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ساقط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ہونا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لازم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آتا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62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چودہواں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63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نہ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ہونے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پر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حد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ث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ثقل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دلالت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64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پہلا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طر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قہ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65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دوسرا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طر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قہ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66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پندرہواں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67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تلاوت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مٹ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جانا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اور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باطل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قرار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پانا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68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سولہواں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69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ش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عہ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امام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قائل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نہ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ہوسکتے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 w:rsidP="00910627">
          <w:pPr>
            <w:pStyle w:val="libPoemTini"/>
            <w:rPr>
              <w:rStyle w:val="Hyperlink"/>
              <w:rFonts w:ascii="Fajer Noori Nastalique" w:hAnsi="Fajer Noori Nastalique"/>
              <w:b/>
              <w:bCs/>
              <w:caps/>
              <w:noProof/>
              <w:sz w:val="30"/>
              <w:szCs w:val="30"/>
            </w:rPr>
          </w:pPr>
          <w:r>
            <w:rPr>
              <w:rStyle w:val="Hyperlink"/>
              <w:noProof/>
            </w:rPr>
            <w:br w:type="page"/>
          </w:r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70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سترہواں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71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روا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ات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اجمال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جائزہ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72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پہل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جہت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وضاحت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73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دوسر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جہت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A248CE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وضاحت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Default="00514710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7150674" w:history="1">
            <w:r w:rsidRPr="00A248CE">
              <w:rPr>
                <w:rStyle w:val="Hyperlink"/>
                <w:rFonts w:eastAsia="Calibri" w:hint="eastAsia"/>
                <w:noProof/>
                <w:rtl/>
              </w:rPr>
              <w:t>منابع</w:t>
            </w:r>
            <w:r w:rsidRPr="00A248CE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A248CE">
              <w:rPr>
                <w:rStyle w:val="Hyperlink"/>
                <w:rFonts w:eastAsia="Calibri" w:hint="eastAsia"/>
                <w:noProof/>
                <w:rtl/>
              </w:rPr>
              <w:t>کتاب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Toc427150674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4710" w:rsidRPr="00910627" w:rsidRDefault="00514710" w:rsidP="00910627">
          <w:pPr>
            <w:pStyle w:val="libNormal"/>
          </w:pPr>
          <w:r>
            <w:fldChar w:fldCharType="end"/>
          </w:r>
        </w:p>
      </w:sdtContent>
    </w:sdt>
    <w:sectPr w:rsidR="00514710" w:rsidRPr="00910627" w:rsidSect="00E726D8">
      <w:footerReference w:type="even" r:id="rId8"/>
      <w:footerReference w:type="default" r:id="rId9"/>
      <w:footerReference w:type="first" r:id="rId10"/>
      <w:pgSz w:w="11907" w:h="16839" w:code="9"/>
      <w:pgMar w:top="2160" w:right="720" w:bottom="2160" w:left="720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A10" w:rsidRDefault="003E6A10">
      <w:r>
        <w:separator/>
      </w:r>
    </w:p>
  </w:endnote>
  <w:endnote w:type="continuationSeparator" w:id="1">
    <w:p w:rsidR="003E6A10" w:rsidRDefault="003E6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00000000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7B4" w:rsidRDefault="007757B4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7B4" w:rsidRDefault="007757B4" w:rsidP="00826B03">
    <w:pPr>
      <w:ind w:firstLine="0"/>
      <w:rPr>
        <w:lang w:bidi="ur-PK"/>
      </w:rPr>
    </w:pPr>
    <w:r>
      <w:rPr>
        <w:rtl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7B4" w:rsidRPr="00826B03" w:rsidRDefault="007757B4" w:rsidP="00826B03">
    <w:pPr>
      <w:ind w:firstLine="0"/>
      <w:rPr>
        <w:lang w:bidi="ur-PK"/>
      </w:rPr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A10" w:rsidRDefault="003E6A10">
      <w:r>
        <w:separator/>
      </w:r>
    </w:p>
  </w:footnote>
  <w:footnote w:type="continuationSeparator" w:id="1">
    <w:p w:rsidR="003E6A10" w:rsidRDefault="003E6A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3F597F28"/>
    <w:multiLevelType w:val="hybridMultilevel"/>
    <w:tmpl w:val="EDD6D130"/>
    <w:lvl w:ilvl="0" w:tplc="4A0053DC">
      <w:start w:val="1"/>
      <w:numFmt w:val="decimal"/>
      <w:pStyle w:val="Index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4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5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6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7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14"/>
  </w:num>
  <w:num w:numId="5">
    <w:abstractNumId w:val="1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8"/>
  </w:num>
  <w:num w:numId="15">
    <w:abstractNumId w:val="4"/>
  </w:num>
  <w:num w:numId="16">
    <w:abstractNumId w:val="1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120A"/>
    <w:rsid w:val="000035DD"/>
    <w:rsid w:val="00004D72"/>
    <w:rsid w:val="00005A19"/>
    <w:rsid w:val="00005F58"/>
    <w:rsid w:val="00007F62"/>
    <w:rsid w:val="00012C76"/>
    <w:rsid w:val="0001528F"/>
    <w:rsid w:val="000153A6"/>
    <w:rsid w:val="0001585A"/>
    <w:rsid w:val="00015A6A"/>
    <w:rsid w:val="000179E5"/>
    <w:rsid w:val="00017BCA"/>
    <w:rsid w:val="000200F1"/>
    <w:rsid w:val="000201F5"/>
    <w:rsid w:val="00022F84"/>
    <w:rsid w:val="00023A66"/>
    <w:rsid w:val="00024A07"/>
    <w:rsid w:val="00025BD0"/>
    <w:rsid w:val="00025D61"/>
    <w:rsid w:val="000267FE"/>
    <w:rsid w:val="00027D5E"/>
    <w:rsid w:val="000326C8"/>
    <w:rsid w:val="00033582"/>
    <w:rsid w:val="0003398D"/>
    <w:rsid w:val="00034D06"/>
    <w:rsid w:val="000374A5"/>
    <w:rsid w:val="00040798"/>
    <w:rsid w:val="00040E03"/>
    <w:rsid w:val="0004187C"/>
    <w:rsid w:val="00043023"/>
    <w:rsid w:val="000445CA"/>
    <w:rsid w:val="00044F50"/>
    <w:rsid w:val="000470FE"/>
    <w:rsid w:val="00050377"/>
    <w:rsid w:val="00054406"/>
    <w:rsid w:val="0006216A"/>
    <w:rsid w:val="0006635F"/>
    <w:rsid w:val="00067616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90987"/>
    <w:rsid w:val="00090FC3"/>
    <w:rsid w:val="0009217D"/>
    <w:rsid w:val="00092796"/>
    <w:rsid w:val="00092805"/>
    <w:rsid w:val="00092A0C"/>
    <w:rsid w:val="00092AF6"/>
    <w:rsid w:val="00095FD9"/>
    <w:rsid w:val="000967FC"/>
    <w:rsid w:val="00097263"/>
    <w:rsid w:val="000A47EC"/>
    <w:rsid w:val="000A4FD9"/>
    <w:rsid w:val="000A7750"/>
    <w:rsid w:val="000B11D0"/>
    <w:rsid w:val="000B1CFB"/>
    <w:rsid w:val="000B2915"/>
    <w:rsid w:val="000B2CE3"/>
    <w:rsid w:val="000B3A56"/>
    <w:rsid w:val="000B5458"/>
    <w:rsid w:val="000C0539"/>
    <w:rsid w:val="000C0A89"/>
    <w:rsid w:val="000C0B26"/>
    <w:rsid w:val="000C1299"/>
    <w:rsid w:val="000C1330"/>
    <w:rsid w:val="000C40F3"/>
    <w:rsid w:val="000C4A46"/>
    <w:rsid w:val="000C737E"/>
    <w:rsid w:val="000C7722"/>
    <w:rsid w:val="000D0932"/>
    <w:rsid w:val="000D0AFA"/>
    <w:rsid w:val="000D1BDF"/>
    <w:rsid w:val="000D4303"/>
    <w:rsid w:val="000D57D0"/>
    <w:rsid w:val="000D71B7"/>
    <w:rsid w:val="000E0BAB"/>
    <w:rsid w:val="000E1397"/>
    <w:rsid w:val="000E188E"/>
    <w:rsid w:val="000E1EEE"/>
    <w:rsid w:val="000E2EF4"/>
    <w:rsid w:val="000E3F3D"/>
    <w:rsid w:val="000E57F4"/>
    <w:rsid w:val="000E5A21"/>
    <w:rsid w:val="000E6824"/>
    <w:rsid w:val="000E7877"/>
    <w:rsid w:val="000F0002"/>
    <w:rsid w:val="000F5030"/>
    <w:rsid w:val="000F5735"/>
    <w:rsid w:val="000F6004"/>
    <w:rsid w:val="0010046E"/>
    <w:rsid w:val="0010049D"/>
    <w:rsid w:val="00101024"/>
    <w:rsid w:val="00101C07"/>
    <w:rsid w:val="001023BD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C9"/>
    <w:rsid w:val="00116E7B"/>
    <w:rsid w:val="00120D7D"/>
    <w:rsid w:val="00121FC6"/>
    <w:rsid w:val="0012268F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5B"/>
    <w:rsid w:val="0013545C"/>
    <w:rsid w:val="00135E90"/>
    <w:rsid w:val="00136268"/>
    <w:rsid w:val="00136E6F"/>
    <w:rsid w:val="00136EE1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C03"/>
    <w:rsid w:val="00151FCF"/>
    <w:rsid w:val="001526F2"/>
    <w:rsid w:val="00152E46"/>
    <w:rsid w:val="00153917"/>
    <w:rsid w:val="001543DF"/>
    <w:rsid w:val="00154A0D"/>
    <w:rsid w:val="00156292"/>
    <w:rsid w:val="00157306"/>
    <w:rsid w:val="0015735D"/>
    <w:rsid w:val="001604D3"/>
    <w:rsid w:val="00160B64"/>
    <w:rsid w:val="00160F76"/>
    <w:rsid w:val="00163D83"/>
    <w:rsid w:val="0016418C"/>
    <w:rsid w:val="00164767"/>
    <w:rsid w:val="00164810"/>
    <w:rsid w:val="001650EA"/>
    <w:rsid w:val="001654FC"/>
    <w:rsid w:val="00165864"/>
    <w:rsid w:val="001677CA"/>
    <w:rsid w:val="001712E1"/>
    <w:rsid w:val="00177634"/>
    <w:rsid w:val="0018019E"/>
    <w:rsid w:val="001805E5"/>
    <w:rsid w:val="00182CD3"/>
    <w:rsid w:val="001834B5"/>
    <w:rsid w:val="00183B23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18D"/>
    <w:rsid w:val="001C65F5"/>
    <w:rsid w:val="001C7692"/>
    <w:rsid w:val="001C773C"/>
    <w:rsid w:val="001D0825"/>
    <w:rsid w:val="001D41A1"/>
    <w:rsid w:val="001D5007"/>
    <w:rsid w:val="001D5B75"/>
    <w:rsid w:val="001D5C96"/>
    <w:rsid w:val="001E016E"/>
    <w:rsid w:val="001E0C7C"/>
    <w:rsid w:val="001E1296"/>
    <w:rsid w:val="001E156A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F0713"/>
    <w:rsid w:val="001F273A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44D3"/>
    <w:rsid w:val="0020457D"/>
    <w:rsid w:val="002054C5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47A3"/>
    <w:rsid w:val="00224964"/>
    <w:rsid w:val="00225BC2"/>
    <w:rsid w:val="0022677C"/>
    <w:rsid w:val="002267C7"/>
    <w:rsid w:val="00227FEE"/>
    <w:rsid w:val="00232EDC"/>
    <w:rsid w:val="00236705"/>
    <w:rsid w:val="00237688"/>
    <w:rsid w:val="00237915"/>
    <w:rsid w:val="00237929"/>
    <w:rsid w:val="002410BB"/>
    <w:rsid w:val="0024194E"/>
    <w:rsid w:val="00241CB0"/>
    <w:rsid w:val="00241F59"/>
    <w:rsid w:val="0024265C"/>
    <w:rsid w:val="002434C9"/>
    <w:rsid w:val="00244C2E"/>
    <w:rsid w:val="002468A2"/>
    <w:rsid w:val="00247BD5"/>
    <w:rsid w:val="0025004A"/>
    <w:rsid w:val="0025065A"/>
    <w:rsid w:val="00250E0A"/>
    <w:rsid w:val="00250E0F"/>
    <w:rsid w:val="00251E02"/>
    <w:rsid w:val="0025504F"/>
    <w:rsid w:val="0025542D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60BE"/>
    <w:rsid w:val="00270D2A"/>
    <w:rsid w:val="00271E2F"/>
    <w:rsid w:val="00272450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AE5"/>
    <w:rsid w:val="00295A59"/>
    <w:rsid w:val="00297CB3"/>
    <w:rsid w:val="002A0284"/>
    <w:rsid w:val="002A32FE"/>
    <w:rsid w:val="002A338C"/>
    <w:rsid w:val="002A5C93"/>
    <w:rsid w:val="002A5E52"/>
    <w:rsid w:val="002A630E"/>
    <w:rsid w:val="002A717D"/>
    <w:rsid w:val="002A73D7"/>
    <w:rsid w:val="002B0106"/>
    <w:rsid w:val="002B1092"/>
    <w:rsid w:val="002B14F0"/>
    <w:rsid w:val="002B22D7"/>
    <w:rsid w:val="002B23FA"/>
    <w:rsid w:val="002B2B15"/>
    <w:rsid w:val="002B4EFD"/>
    <w:rsid w:val="002B5911"/>
    <w:rsid w:val="002B5D5B"/>
    <w:rsid w:val="002B5F1A"/>
    <w:rsid w:val="002B71A8"/>
    <w:rsid w:val="002B74C5"/>
    <w:rsid w:val="002B7989"/>
    <w:rsid w:val="002C17C1"/>
    <w:rsid w:val="002C29FB"/>
    <w:rsid w:val="002C3B15"/>
    <w:rsid w:val="002C3E3A"/>
    <w:rsid w:val="002C5C66"/>
    <w:rsid w:val="002C6427"/>
    <w:rsid w:val="002D19A9"/>
    <w:rsid w:val="002D1DAD"/>
    <w:rsid w:val="002D2485"/>
    <w:rsid w:val="002D33C8"/>
    <w:rsid w:val="002D43B6"/>
    <w:rsid w:val="002D580E"/>
    <w:rsid w:val="002D7D58"/>
    <w:rsid w:val="002E19EE"/>
    <w:rsid w:val="002E2ADA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6F56"/>
    <w:rsid w:val="002F7071"/>
    <w:rsid w:val="002F7903"/>
    <w:rsid w:val="003002A9"/>
    <w:rsid w:val="00300CF4"/>
    <w:rsid w:val="00301EBF"/>
    <w:rsid w:val="003070AB"/>
    <w:rsid w:val="00307C3A"/>
    <w:rsid w:val="00310A38"/>
    <w:rsid w:val="00310A78"/>
    <w:rsid w:val="00310D1D"/>
    <w:rsid w:val="00311515"/>
    <w:rsid w:val="003129CD"/>
    <w:rsid w:val="00316A6A"/>
    <w:rsid w:val="00317E22"/>
    <w:rsid w:val="00322411"/>
    <w:rsid w:val="00322466"/>
    <w:rsid w:val="00322E88"/>
    <w:rsid w:val="003238F8"/>
    <w:rsid w:val="003241E9"/>
    <w:rsid w:val="00324B78"/>
    <w:rsid w:val="00324C31"/>
    <w:rsid w:val="00325A62"/>
    <w:rsid w:val="003269DB"/>
    <w:rsid w:val="00330028"/>
    <w:rsid w:val="00330414"/>
    <w:rsid w:val="00330D70"/>
    <w:rsid w:val="003339D0"/>
    <w:rsid w:val="00333B59"/>
    <w:rsid w:val="0033516D"/>
    <w:rsid w:val="003353BB"/>
    <w:rsid w:val="00335D9C"/>
    <w:rsid w:val="0033620A"/>
    <w:rsid w:val="003410C8"/>
    <w:rsid w:val="0034239A"/>
    <w:rsid w:val="00342EAD"/>
    <w:rsid w:val="00343936"/>
    <w:rsid w:val="00343971"/>
    <w:rsid w:val="00345904"/>
    <w:rsid w:val="003507C0"/>
    <w:rsid w:val="00350E7E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80625"/>
    <w:rsid w:val="00380A67"/>
    <w:rsid w:val="003819C2"/>
    <w:rsid w:val="0038683D"/>
    <w:rsid w:val="00390718"/>
    <w:rsid w:val="0039277C"/>
    <w:rsid w:val="003927FB"/>
    <w:rsid w:val="0039429C"/>
    <w:rsid w:val="00395B9D"/>
    <w:rsid w:val="003963F3"/>
    <w:rsid w:val="0039736A"/>
    <w:rsid w:val="0039787F"/>
    <w:rsid w:val="00397E9F"/>
    <w:rsid w:val="003A1475"/>
    <w:rsid w:val="003A3298"/>
    <w:rsid w:val="003A3952"/>
    <w:rsid w:val="003A3F69"/>
    <w:rsid w:val="003A4587"/>
    <w:rsid w:val="003A52D5"/>
    <w:rsid w:val="003A661E"/>
    <w:rsid w:val="003A75C7"/>
    <w:rsid w:val="003B0913"/>
    <w:rsid w:val="003B20C5"/>
    <w:rsid w:val="003B460D"/>
    <w:rsid w:val="003B5031"/>
    <w:rsid w:val="003B5D61"/>
    <w:rsid w:val="003B6720"/>
    <w:rsid w:val="003B775B"/>
    <w:rsid w:val="003B7FA9"/>
    <w:rsid w:val="003C19F6"/>
    <w:rsid w:val="003C1D82"/>
    <w:rsid w:val="003C3273"/>
    <w:rsid w:val="003C403E"/>
    <w:rsid w:val="003C42E8"/>
    <w:rsid w:val="003C7065"/>
    <w:rsid w:val="003C7A9A"/>
    <w:rsid w:val="003C7C08"/>
    <w:rsid w:val="003D2459"/>
    <w:rsid w:val="003D28ED"/>
    <w:rsid w:val="003D3107"/>
    <w:rsid w:val="003D59C4"/>
    <w:rsid w:val="003D6058"/>
    <w:rsid w:val="003D6268"/>
    <w:rsid w:val="003E06BE"/>
    <w:rsid w:val="003E097C"/>
    <w:rsid w:val="003E148D"/>
    <w:rsid w:val="003E1733"/>
    <w:rsid w:val="003E2352"/>
    <w:rsid w:val="003E3600"/>
    <w:rsid w:val="003E4596"/>
    <w:rsid w:val="003E5B2C"/>
    <w:rsid w:val="003E649C"/>
    <w:rsid w:val="003E69AE"/>
    <w:rsid w:val="003E6A10"/>
    <w:rsid w:val="003E7585"/>
    <w:rsid w:val="003F303B"/>
    <w:rsid w:val="003F33DE"/>
    <w:rsid w:val="003F470F"/>
    <w:rsid w:val="003F72E7"/>
    <w:rsid w:val="004004C6"/>
    <w:rsid w:val="004006AD"/>
    <w:rsid w:val="00401ADC"/>
    <w:rsid w:val="00401DBF"/>
    <w:rsid w:val="0040204E"/>
    <w:rsid w:val="00402C65"/>
    <w:rsid w:val="00404EB7"/>
    <w:rsid w:val="00405229"/>
    <w:rsid w:val="00406220"/>
    <w:rsid w:val="00407D56"/>
    <w:rsid w:val="0041059C"/>
    <w:rsid w:val="00410ADB"/>
    <w:rsid w:val="004110ED"/>
    <w:rsid w:val="00413838"/>
    <w:rsid w:val="00414B04"/>
    <w:rsid w:val="00415690"/>
    <w:rsid w:val="00416E2B"/>
    <w:rsid w:val="004209BA"/>
    <w:rsid w:val="00420C44"/>
    <w:rsid w:val="00420EEC"/>
    <w:rsid w:val="00425138"/>
    <w:rsid w:val="00425407"/>
    <w:rsid w:val="004278AA"/>
    <w:rsid w:val="00430581"/>
    <w:rsid w:val="00434A97"/>
    <w:rsid w:val="00434D43"/>
    <w:rsid w:val="00434EFA"/>
    <w:rsid w:val="00434FE6"/>
    <w:rsid w:val="00435C2F"/>
    <w:rsid w:val="00435F64"/>
    <w:rsid w:val="00437035"/>
    <w:rsid w:val="00437C19"/>
    <w:rsid w:val="00440C62"/>
    <w:rsid w:val="00442CB0"/>
    <w:rsid w:val="00443855"/>
    <w:rsid w:val="00443AC6"/>
    <w:rsid w:val="00444131"/>
    <w:rsid w:val="00444930"/>
    <w:rsid w:val="0044577D"/>
    <w:rsid w:val="0044661F"/>
    <w:rsid w:val="00446BBA"/>
    <w:rsid w:val="00446BF4"/>
    <w:rsid w:val="004536B6"/>
    <w:rsid w:val="004538D5"/>
    <w:rsid w:val="00453C50"/>
    <w:rsid w:val="00453DAF"/>
    <w:rsid w:val="00455A59"/>
    <w:rsid w:val="00457A64"/>
    <w:rsid w:val="00457EB2"/>
    <w:rsid w:val="00460A29"/>
    <w:rsid w:val="0046249C"/>
    <w:rsid w:val="00464FCD"/>
    <w:rsid w:val="00465FCA"/>
    <w:rsid w:val="0046634E"/>
    <w:rsid w:val="00467072"/>
    <w:rsid w:val="00467E54"/>
    <w:rsid w:val="00467EE6"/>
    <w:rsid w:val="00470378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4AE4"/>
    <w:rsid w:val="00486CD3"/>
    <w:rsid w:val="00486D01"/>
    <w:rsid w:val="00490349"/>
    <w:rsid w:val="0049103A"/>
    <w:rsid w:val="004919C3"/>
    <w:rsid w:val="004953C3"/>
    <w:rsid w:val="00497042"/>
    <w:rsid w:val="00497201"/>
    <w:rsid w:val="00497C6D"/>
    <w:rsid w:val="004A0866"/>
    <w:rsid w:val="004A4BD0"/>
    <w:rsid w:val="004A4BF6"/>
    <w:rsid w:val="004A564A"/>
    <w:rsid w:val="004A6E92"/>
    <w:rsid w:val="004B0425"/>
    <w:rsid w:val="004B0E59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77B5"/>
    <w:rsid w:val="004D4075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3570"/>
    <w:rsid w:val="004E6DD9"/>
    <w:rsid w:val="004E6E95"/>
    <w:rsid w:val="004E7B80"/>
    <w:rsid w:val="004F1D44"/>
    <w:rsid w:val="004F1FF8"/>
    <w:rsid w:val="004F28C9"/>
    <w:rsid w:val="004F3FB8"/>
    <w:rsid w:val="004F58BA"/>
    <w:rsid w:val="004F5EE4"/>
    <w:rsid w:val="004F7357"/>
    <w:rsid w:val="005017BA"/>
    <w:rsid w:val="005022E5"/>
    <w:rsid w:val="005024CE"/>
    <w:rsid w:val="0050254A"/>
    <w:rsid w:val="00502CFE"/>
    <w:rsid w:val="00510A96"/>
    <w:rsid w:val="00510F59"/>
    <w:rsid w:val="00511D01"/>
    <w:rsid w:val="00512B38"/>
    <w:rsid w:val="005143DF"/>
    <w:rsid w:val="00514710"/>
    <w:rsid w:val="00516D8F"/>
    <w:rsid w:val="00517DDA"/>
    <w:rsid w:val="00521C4A"/>
    <w:rsid w:val="00524575"/>
    <w:rsid w:val="005254BC"/>
    <w:rsid w:val="00525BA0"/>
    <w:rsid w:val="00526724"/>
    <w:rsid w:val="005312E0"/>
    <w:rsid w:val="00532464"/>
    <w:rsid w:val="005328E6"/>
    <w:rsid w:val="005335EB"/>
    <w:rsid w:val="00534296"/>
    <w:rsid w:val="00534D33"/>
    <w:rsid w:val="00535464"/>
    <w:rsid w:val="00535BB5"/>
    <w:rsid w:val="00536D24"/>
    <w:rsid w:val="005410BF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1C58"/>
    <w:rsid w:val="00562EED"/>
    <w:rsid w:val="005673A9"/>
    <w:rsid w:val="00567F1C"/>
    <w:rsid w:val="0057006C"/>
    <w:rsid w:val="00571BF1"/>
    <w:rsid w:val="00572BFE"/>
    <w:rsid w:val="00573B0D"/>
    <w:rsid w:val="00574C66"/>
    <w:rsid w:val="00574C90"/>
    <w:rsid w:val="0057612B"/>
    <w:rsid w:val="005765AA"/>
    <w:rsid w:val="005772C4"/>
    <w:rsid w:val="00577577"/>
    <w:rsid w:val="00581CF5"/>
    <w:rsid w:val="00581D47"/>
    <w:rsid w:val="00582A21"/>
    <w:rsid w:val="005847BF"/>
    <w:rsid w:val="00584801"/>
    <w:rsid w:val="00584ABA"/>
    <w:rsid w:val="00587D82"/>
    <w:rsid w:val="005901D4"/>
    <w:rsid w:val="00590CE6"/>
    <w:rsid w:val="005923FF"/>
    <w:rsid w:val="005925A4"/>
    <w:rsid w:val="00592B8F"/>
    <w:rsid w:val="00593C38"/>
    <w:rsid w:val="00593CE0"/>
    <w:rsid w:val="005941B7"/>
    <w:rsid w:val="005964AE"/>
    <w:rsid w:val="00596E73"/>
    <w:rsid w:val="0059772C"/>
    <w:rsid w:val="00597B34"/>
    <w:rsid w:val="005A00BB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BFA"/>
    <w:rsid w:val="005B1CEE"/>
    <w:rsid w:val="005B2DE4"/>
    <w:rsid w:val="005B41A8"/>
    <w:rsid w:val="005B56BE"/>
    <w:rsid w:val="005B5D8F"/>
    <w:rsid w:val="005B68D5"/>
    <w:rsid w:val="005B78C1"/>
    <w:rsid w:val="005C0E2F"/>
    <w:rsid w:val="005C1F1C"/>
    <w:rsid w:val="005C1FA1"/>
    <w:rsid w:val="005C4338"/>
    <w:rsid w:val="005C5244"/>
    <w:rsid w:val="005D1128"/>
    <w:rsid w:val="005D1D65"/>
    <w:rsid w:val="005D2C72"/>
    <w:rsid w:val="005D3753"/>
    <w:rsid w:val="005D6370"/>
    <w:rsid w:val="005D7173"/>
    <w:rsid w:val="005E0E30"/>
    <w:rsid w:val="005E1348"/>
    <w:rsid w:val="005E20CB"/>
    <w:rsid w:val="005E2913"/>
    <w:rsid w:val="005E3B79"/>
    <w:rsid w:val="005E5B70"/>
    <w:rsid w:val="005E6836"/>
    <w:rsid w:val="005E70E9"/>
    <w:rsid w:val="005E7CDB"/>
    <w:rsid w:val="005E7D12"/>
    <w:rsid w:val="005F01A7"/>
    <w:rsid w:val="005F2287"/>
    <w:rsid w:val="005F6056"/>
    <w:rsid w:val="005F61B2"/>
    <w:rsid w:val="005F74B7"/>
    <w:rsid w:val="006013DF"/>
    <w:rsid w:val="006019FA"/>
    <w:rsid w:val="00604134"/>
    <w:rsid w:val="006065D6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3FB4"/>
    <w:rsid w:val="006357C1"/>
    <w:rsid w:val="00635F02"/>
    <w:rsid w:val="00636BB9"/>
    <w:rsid w:val="00636DA5"/>
    <w:rsid w:val="0063712C"/>
    <w:rsid w:val="00641A2D"/>
    <w:rsid w:val="00641F19"/>
    <w:rsid w:val="00643F5E"/>
    <w:rsid w:val="00644FE3"/>
    <w:rsid w:val="00645915"/>
    <w:rsid w:val="00646D08"/>
    <w:rsid w:val="0065164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5B79"/>
    <w:rsid w:val="00665E8E"/>
    <w:rsid w:val="006676A8"/>
    <w:rsid w:val="00670DB5"/>
    <w:rsid w:val="0067214E"/>
    <w:rsid w:val="00672178"/>
    <w:rsid w:val="006726F6"/>
    <w:rsid w:val="00672E5A"/>
    <w:rsid w:val="00673C0B"/>
    <w:rsid w:val="00674ABB"/>
    <w:rsid w:val="0067559A"/>
    <w:rsid w:val="0068167E"/>
    <w:rsid w:val="00681FF6"/>
    <w:rsid w:val="0068206A"/>
    <w:rsid w:val="006824DA"/>
    <w:rsid w:val="00682902"/>
    <w:rsid w:val="00684527"/>
    <w:rsid w:val="006851A7"/>
    <w:rsid w:val="006854CC"/>
    <w:rsid w:val="0068652E"/>
    <w:rsid w:val="00686F76"/>
    <w:rsid w:val="006874E7"/>
    <w:rsid w:val="00687928"/>
    <w:rsid w:val="00691511"/>
    <w:rsid w:val="0069163F"/>
    <w:rsid w:val="00691DBB"/>
    <w:rsid w:val="0069333F"/>
    <w:rsid w:val="00695E71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F0E"/>
    <w:rsid w:val="006C0904"/>
    <w:rsid w:val="006C1925"/>
    <w:rsid w:val="006C4B43"/>
    <w:rsid w:val="006D0DD7"/>
    <w:rsid w:val="006D2C24"/>
    <w:rsid w:val="006D2EFD"/>
    <w:rsid w:val="006D36EC"/>
    <w:rsid w:val="006D3C3E"/>
    <w:rsid w:val="006D51C5"/>
    <w:rsid w:val="006D588F"/>
    <w:rsid w:val="006D6DC1"/>
    <w:rsid w:val="006D6F9A"/>
    <w:rsid w:val="006E113A"/>
    <w:rsid w:val="006E2C8E"/>
    <w:rsid w:val="006E446F"/>
    <w:rsid w:val="006E6291"/>
    <w:rsid w:val="006E7CE1"/>
    <w:rsid w:val="006F2405"/>
    <w:rsid w:val="006F5908"/>
    <w:rsid w:val="006F5C63"/>
    <w:rsid w:val="006F6061"/>
    <w:rsid w:val="006F7338"/>
    <w:rsid w:val="006F7CE8"/>
    <w:rsid w:val="00700BF3"/>
    <w:rsid w:val="00701353"/>
    <w:rsid w:val="007019A7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6FAE"/>
    <w:rsid w:val="007271C5"/>
    <w:rsid w:val="00727AA2"/>
    <w:rsid w:val="00727AE7"/>
    <w:rsid w:val="0073042E"/>
    <w:rsid w:val="00730B51"/>
    <w:rsid w:val="00730E45"/>
    <w:rsid w:val="00731AD7"/>
    <w:rsid w:val="0073418F"/>
    <w:rsid w:val="00734559"/>
    <w:rsid w:val="00736CAF"/>
    <w:rsid w:val="00740E80"/>
    <w:rsid w:val="007419D4"/>
    <w:rsid w:val="00743852"/>
    <w:rsid w:val="0074517B"/>
    <w:rsid w:val="007504C8"/>
    <w:rsid w:val="0075172C"/>
    <w:rsid w:val="00751D0E"/>
    <w:rsid w:val="0075240F"/>
    <w:rsid w:val="00752820"/>
    <w:rsid w:val="007540C8"/>
    <w:rsid w:val="00756993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7B4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9097D"/>
    <w:rsid w:val="007911BD"/>
    <w:rsid w:val="00791B9E"/>
    <w:rsid w:val="00792322"/>
    <w:rsid w:val="00793913"/>
    <w:rsid w:val="00796941"/>
    <w:rsid w:val="00796AAA"/>
    <w:rsid w:val="00797497"/>
    <w:rsid w:val="007A00BF"/>
    <w:rsid w:val="007A29D6"/>
    <w:rsid w:val="007A2DB6"/>
    <w:rsid w:val="007A32D1"/>
    <w:rsid w:val="007A6185"/>
    <w:rsid w:val="007A6B6E"/>
    <w:rsid w:val="007A7F8C"/>
    <w:rsid w:val="007B10B3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909"/>
    <w:rsid w:val="007B6D51"/>
    <w:rsid w:val="007B7DD3"/>
    <w:rsid w:val="007C1070"/>
    <w:rsid w:val="007C1757"/>
    <w:rsid w:val="007C3DC9"/>
    <w:rsid w:val="007C7DFC"/>
    <w:rsid w:val="007D019B"/>
    <w:rsid w:val="007D1160"/>
    <w:rsid w:val="007D1BDF"/>
    <w:rsid w:val="007D1D2B"/>
    <w:rsid w:val="007D47BA"/>
    <w:rsid w:val="007D5FD1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5355"/>
    <w:rsid w:val="0081556E"/>
    <w:rsid w:val="00815A4E"/>
    <w:rsid w:val="00816B70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4D70"/>
    <w:rsid w:val="0083532D"/>
    <w:rsid w:val="00835353"/>
    <w:rsid w:val="00837259"/>
    <w:rsid w:val="0084238B"/>
    <w:rsid w:val="00842C53"/>
    <w:rsid w:val="00843011"/>
    <w:rsid w:val="008430A5"/>
    <w:rsid w:val="0084318E"/>
    <w:rsid w:val="00843D75"/>
    <w:rsid w:val="0084496F"/>
    <w:rsid w:val="00845B31"/>
    <w:rsid w:val="00845BB2"/>
    <w:rsid w:val="008464C4"/>
    <w:rsid w:val="00850983"/>
    <w:rsid w:val="00851772"/>
    <w:rsid w:val="008538F6"/>
    <w:rsid w:val="00854DAA"/>
    <w:rsid w:val="008552A2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B98"/>
    <w:rsid w:val="00870CD3"/>
    <w:rsid w:val="00870D4D"/>
    <w:rsid w:val="0087230A"/>
    <w:rsid w:val="008726D1"/>
    <w:rsid w:val="00873D57"/>
    <w:rsid w:val="00874112"/>
    <w:rsid w:val="00874A73"/>
    <w:rsid w:val="00874AAB"/>
    <w:rsid w:val="008756FE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6708"/>
    <w:rsid w:val="008902A2"/>
    <w:rsid w:val="008929C1"/>
    <w:rsid w:val="008933CF"/>
    <w:rsid w:val="00895362"/>
    <w:rsid w:val="00896E79"/>
    <w:rsid w:val="00897A77"/>
    <w:rsid w:val="008A0E55"/>
    <w:rsid w:val="008A1DF7"/>
    <w:rsid w:val="008A225D"/>
    <w:rsid w:val="008A3A33"/>
    <w:rsid w:val="008A4048"/>
    <w:rsid w:val="008A4630"/>
    <w:rsid w:val="008B3F95"/>
    <w:rsid w:val="008B5AE2"/>
    <w:rsid w:val="008B5B7E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5874"/>
    <w:rsid w:val="008D5FC6"/>
    <w:rsid w:val="008D5FE6"/>
    <w:rsid w:val="008D6211"/>
    <w:rsid w:val="008D6376"/>
    <w:rsid w:val="008D6657"/>
    <w:rsid w:val="008E15CA"/>
    <w:rsid w:val="008E1DA0"/>
    <w:rsid w:val="008E1FA7"/>
    <w:rsid w:val="008E36CD"/>
    <w:rsid w:val="008E4507"/>
    <w:rsid w:val="008E4A0B"/>
    <w:rsid w:val="008E4D2E"/>
    <w:rsid w:val="008E571A"/>
    <w:rsid w:val="008F1F13"/>
    <w:rsid w:val="008F2327"/>
    <w:rsid w:val="008F258C"/>
    <w:rsid w:val="008F2738"/>
    <w:rsid w:val="008F3BB8"/>
    <w:rsid w:val="008F4513"/>
    <w:rsid w:val="008F486D"/>
    <w:rsid w:val="008F5B45"/>
    <w:rsid w:val="008F72BE"/>
    <w:rsid w:val="009006DA"/>
    <w:rsid w:val="00900801"/>
    <w:rsid w:val="00900E08"/>
    <w:rsid w:val="00901417"/>
    <w:rsid w:val="00901C90"/>
    <w:rsid w:val="009026B3"/>
    <w:rsid w:val="00903F24"/>
    <w:rsid w:val="009043D6"/>
    <w:rsid w:val="009046DF"/>
    <w:rsid w:val="009052B3"/>
    <w:rsid w:val="00906EF5"/>
    <w:rsid w:val="00910627"/>
    <w:rsid w:val="00910ED8"/>
    <w:rsid w:val="00912639"/>
    <w:rsid w:val="00915043"/>
    <w:rsid w:val="0091682D"/>
    <w:rsid w:val="0092078F"/>
    <w:rsid w:val="00922370"/>
    <w:rsid w:val="00922945"/>
    <w:rsid w:val="0092388A"/>
    <w:rsid w:val="00923B9B"/>
    <w:rsid w:val="00924466"/>
    <w:rsid w:val="009246EE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4D93"/>
    <w:rsid w:val="00945D11"/>
    <w:rsid w:val="00946B70"/>
    <w:rsid w:val="0094747F"/>
    <w:rsid w:val="00947EDB"/>
    <w:rsid w:val="009503E2"/>
    <w:rsid w:val="00951DC8"/>
    <w:rsid w:val="00952480"/>
    <w:rsid w:val="0095454C"/>
    <w:rsid w:val="00954DA0"/>
    <w:rsid w:val="009557F9"/>
    <w:rsid w:val="00956CB5"/>
    <w:rsid w:val="00956DD6"/>
    <w:rsid w:val="00957196"/>
    <w:rsid w:val="00960E23"/>
    <w:rsid w:val="00960F67"/>
    <w:rsid w:val="00961CD2"/>
    <w:rsid w:val="00962B76"/>
    <w:rsid w:val="00962E59"/>
    <w:rsid w:val="0096337C"/>
    <w:rsid w:val="009634B1"/>
    <w:rsid w:val="009639F6"/>
    <w:rsid w:val="009669D5"/>
    <w:rsid w:val="00967F1D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CDD"/>
    <w:rsid w:val="00996BC1"/>
    <w:rsid w:val="009A39F3"/>
    <w:rsid w:val="009A53CC"/>
    <w:rsid w:val="009A7001"/>
    <w:rsid w:val="009A7DA5"/>
    <w:rsid w:val="009B01D4"/>
    <w:rsid w:val="009B0C22"/>
    <w:rsid w:val="009B27FC"/>
    <w:rsid w:val="009B3111"/>
    <w:rsid w:val="009B3C6A"/>
    <w:rsid w:val="009B53ED"/>
    <w:rsid w:val="009B6511"/>
    <w:rsid w:val="009B7253"/>
    <w:rsid w:val="009C2F56"/>
    <w:rsid w:val="009C3A17"/>
    <w:rsid w:val="009C49A0"/>
    <w:rsid w:val="009C4D94"/>
    <w:rsid w:val="009C5A9D"/>
    <w:rsid w:val="009D00B5"/>
    <w:rsid w:val="009D1977"/>
    <w:rsid w:val="009D3969"/>
    <w:rsid w:val="009D4360"/>
    <w:rsid w:val="009D4F53"/>
    <w:rsid w:val="009D5364"/>
    <w:rsid w:val="009D5D45"/>
    <w:rsid w:val="009D6CB0"/>
    <w:rsid w:val="009D6E35"/>
    <w:rsid w:val="009D7857"/>
    <w:rsid w:val="009D7988"/>
    <w:rsid w:val="009E03BE"/>
    <w:rsid w:val="009E07BB"/>
    <w:rsid w:val="009E29C8"/>
    <w:rsid w:val="009E3910"/>
    <w:rsid w:val="009E4824"/>
    <w:rsid w:val="009E52B4"/>
    <w:rsid w:val="009E64F7"/>
    <w:rsid w:val="009E67C9"/>
    <w:rsid w:val="009E6DE8"/>
    <w:rsid w:val="009E7AB9"/>
    <w:rsid w:val="009F0CB4"/>
    <w:rsid w:val="009F1D25"/>
    <w:rsid w:val="009F280B"/>
    <w:rsid w:val="009F2C77"/>
    <w:rsid w:val="009F40CE"/>
    <w:rsid w:val="009F4315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248D"/>
    <w:rsid w:val="00A1296D"/>
    <w:rsid w:val="00A12AF2"/>
    <w:rsid w:val="00A1368E"/>
    <w:rsid w:val="00A152D3"/>
    <w:rsid w:val="00A16415"/>
    <w:rsid w:val="00A16563"/>
    <w:rsid w:val="00A17755"/>
    <w:rsid w:val="00A209AB"/>
    <w:rsid w:val="00A21090"/>
    <w:rsid w:val="00A21D3D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F05"/>
    <w:rsid w:val="00A35B8A"/>
    <w:rsid w:val="00A35D69"/>
    <w:rsid w:val="00A35EDE"/>
    <w:rsid w:val="00A36255"/>
    <w:rsid w:val="00A36A01"/>
    <w:rsid w:val="00A36CA9"/>
    <w:rsid w:val="00A373F6"/>
    <w:rsid w:val="00A37ECF"/>
    <w:rsid w:val="00A42B0B"/>
    <w:rsid w:val="00A44569"/>
    <w:rsid w:val="00A44704"/>
    <w:rsid w:val="00A46E85"/>
    <w:rsid w:val="00A478DC"/>
    <w:rsid w:val="00A502BB"/>
    <w:rsid w:val="00A50C20"/>
    <w:rsid w:val="00A50FBD"/>
    <w:rsid w:val="00A51E18"/>
    <w:rsid w:val="00A51FCA"/>
    <w:rsid w:val="00A53418"/>
    <w:rsid w:val="00A54D62"/>
    <w:rsid w:val="00A6076B"/>
    <w:rsid w:val="00A60B19"/>
    <w:rsid w:val="00A61A03"/>
    <w:rsid w:val="00A643D5"/>
    <w:rsid w:val="00A6486D"/>
    <w:rsid w:val="00A6513F"/>
    <w:rsid w:val="00A65BBF"/>
    <w:rsid w:val="00A66074"/>
    <w:rsid w:val="00A668D6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80ED8"/>
    <w:rsid w:val="00A81316"/>
    <w:rsid w:val="00A821CD"/>
    <w:rsid w:val="00A829DF"/>
    <w:rsid w:val="00A839A8"/>
    <w:rsid w:val="00A83CA6"/>
    <w:rsid w:val="00A8550E"/>
    <w:rsid w:val="00A85A64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3508"/>
    <w:rsid w:val="00AA378D"/>
    <w:rsid w:val="00AA54F2"/>
    <w:rsid w:val="00AA6038"/>
    <w:rsid w:val="00AA613D"/>
    <w:rsid w:val="00AA6D0C"/>
    <w:rsid w:val="00AA76DF"/>
    <w:rsid w:val="00AA78C8"/>
    <w:rsid w:val="00AB100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8CD"/>
    <w:rsid w:val="00AC2C70"/>
    <w:rsid w:val="00AC5480"/>
    <w:rsid w:val="00AC6146"/>
    <w:rsid w:val="00AC64A5"/>
    <w:rsid w:val="00AC7451"/>
    <w:rsid w:val="00AD1D65"/>
    <w:rsid w:val="00AD239D"/>
    <w:rsid w:val="00AD2964"/>
    <w:rsid w:val="00AD365B"/>
    <w:rsid w:val="00AD79D1"/>
    <w:rsid w:val="00AD7BE1"/>
    <w:rsid w:val="00AE03BA"/>
    <w:rsid w:val="00AE0638"/>
    <w:rsid w:val="00AE0778"/>
    <w:rsid w:val="00AE1E35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4FD"/>
    <w:rsid w:val="00AE6B76"/>
    <w:rsid w:val="00AE7EF4"/>
    <w:rsid w:val="00AF0A2F"/>
    <w:rsid w:val="00AF217C"/>
    <w:rsid w:val="00AF33DF"/>
    <w:rsid w:val="00AF4A58"/>
    <w:rsid w:val="00AF5EB4"/>
    <w:rsid w:val="00AF5F9A"/>
    <w:rsid w:val="00AF6367"/>
    <w:rsid w:val="00B01257"/>
    <w:rsid w:val="00B0159B"/>
    <w:rsid w:val="00B03CB0"/>
    <w:rsid w:val="00B050B2"/>
    <w:rsid w:val="00B064FF"/>
    <w:rsid w:val="00B1002E"/>
    <w:rsid w:val="00B10EC7"/>
    <w:rsid w:val="00B11AF5"/>
    <w:rsid w:val="00B12ED2"/>
    <w:rsid w:val="00B1307C"/>
    <w:rsid w:val="00B1441D"/>
    <w:rsid w:val="00B14B74"/>
    <w:rsid w:val="00B14D9F"/>
    <w:rsid w:val="00B17010"/>
    <w:rsid w:val="00B17ADE"/>
    <w:rsid w:val="00B234EE"/>
    <w:rsid w:val="00B23A84"/>
    <w:rsid w:val="00B24ABA"/>
    <w:rsid w:val="00B24DDC"/>
    <w:rsid w:val="00B26960"/>
    <w:rsid w:val="00B2750A"/>
    <w:rsid w:val="00B32F31"/>
    <w:rsid w:val="00B334CA"/>
    <w:rsid w:val="00B35DA8"/>
    <w:rsid w:val="00B37FEA"/>
    <w:rsid w:val="00B426ED"/>
    <w:rsid w:val="00B42E0C"/>
    <w:rsid w:val="00B43BD8"/>
    <w:rsid w:val="00B46231"/>
    <w:rsid w:val="00B47827"/>
    <w:rsid w:val="00B47BB6"/>
    <w:rsid w:val="00B506FA"/>
    <w:rsid w:val="00B519F5"/>
    <w:rsid w:val="00B52A64"/>
    <w:rsid w:val="00B52F91"/>
    <w:rsid w:val="00B532CE"/>
    <w:rsid w:val="00B53DFB"/>
    <w:rsid w:val="00B56337"/>
    <w:rsid w:val="00B566F8"/>
    <w:rsid w:val="00B60404"/>
    <w:rsid w:val="00B61AF3"/>
    <w:rsid w:val="00B629FE"/>
    <w:rsid w:val="00B62F2E"/>
    <w:rsid w:val="00B637B2"/>
    <w:rsid w:val="00B63B89"/>
    <w:rsid w:val="00B643FF"/>
    <w:rsid w:val="00B65134"/>
    <w:rsid w:val="00B65753"/>
    <w:rsid w:val="00B6586F"/>
    <w:rsid w:val="00B66B0B"/>
    <w:rsid w:val="00B70093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BD2"/>
    <w:rsid w:val="00B93D0F"/>
    <w:rsid w:val="00B946FB"/>
    <w:rsid w:val="00B94BAB"/>
    <w:rsid w:val="00B955A3"/>
    <w:rsid w:val="00B97BF8"/>
    <w:rsid w:val="00BA05E6"/>
    <w:rsid w:val="00BA1938"/>
    <w:rsid w:val="00BA20DE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B7236"/>
    <w:rsid w:val="00BC09D4"/>
    <w:rsid w:val="00BC11B6"/>
    <w:rsid w:val="00BC2905"/>
    <w:rsid w:val="00BC2DB8"/>
    <w:rsid w:val="00BC499A"/>
    <w:rsid w:val="00BC4D13"/>
    <w:rsid w:val="00BC665E"/>
    <w:rsid w:val="00BC717E"/>
    <w:rsid w:val="00BD245C"/>
    <w:rsid w:val="00BD3BAB"/>
    <w:rsid w:val="00BD40AC"/>
    <w:rsid w:val="00BD4DFE"/>
    <w:rsid w:val="00BD593F"/>
    <w:rsid w:val="00BD6259"/>
    <w:rsid w:val="00BD6706"/>
    <w:rsid w:val="00BD6E89"/>
    <w:rsid w:val="00BE0D08"/>
    <w:rsid w:val="00BE156E"/>
    <w:rsid w:val="00BE6A25"/>
    <w:rsid w:val="00BE7C70"/>
    <w:rsid w:val="00BE7ED8"/>
    <w:rsid w:val="00BF1878"/>
    <w:rsid w:val="00BF1D84"/>
    <w:rsid w:val="00BF2462"/>
    <w:rsid w:val="00BF38BA"/>
    <w:rsid w:val="00BF38C5"/>
    <w:rsid w:val="00BF3CDD"/>
    <w:rsid w:val="00C0154C"/>
    <w:rsid w:val="00C041F9"/>
    <w:rsid w:val="00C04665"/>
    <w:rsid w:val="00C0548F"/>
    <w:rsid w:val="00C06EE3"/>
    <w:rsid w:val="00C07687"/>
    <w:rsid w:val="00C10409"/>
    <w:rsid w:val="00C10F45"/>
    <w:rsid w:val="00C11179"/>
    <w:rsid w:val="00C11A6B"/>
    <w:rsid w:val="00C12B0A"/>
    <w:rsid w:val="00C12B1F"/>
    <w:rsid w:val="00C13127"/>
    <w:rsid w:val="00C13FA8"/>
    <w:rsid w:val="00C14460"/>
    <w:rsid w:val="00C1570C"/>
    <w:rsid w:val="00C1743C"/>
    <w:rsid w:val="00C206ED"/>
    <w:rsid w:val="00C21B1E"/>
    <w:rsid w:val="00C21E46"/>
    <w:rsid w:val="00C22361"/>
    <w:rsid w:val="00C24844"/>
    <w:rsid w:val="00C26D89"/>
    <w:rsid w:val="00C30C1F"/>
    <w:rsid w:val="00C31833"/>
    <w:rsid w:val="00C33018"/>
    <w:rsid w:val="00C33B4D"/>
    <w:rsid w:val="00C34B7E"/>
    <w:rsid w:val="00C35A49"/>
    <w:rsid w:val="00C36690"/>
    <w:rsid w:val="00C36AF1"/>
    <w:rsid w:val="00C37458"/>
    <w:rsid w:val="00C3767F"/>
    <w:rsid w:val="00C37AF7"/>
    <w:rsid w:val="00C40FD1"/>
    <w:rsid w:val="00C455DB"/>
    <w:rsid w:val="00C45E29"/>
    <w:rsid w:val="00C46607"/>
    <w:rsid w:val="00C468D5"/>
    <w:rsid w:val="00C52C63"/>
    <w:rsid w:val="00C533D4"/>
    <w:rsid w:val="00C5543B"/>
    <w:rsid w:val="00C6006C"/>
    <w:rsid w:val="00C60180"/>
    <w:rsid w:val="00C617E5"/>
    <w:rsid w:val="00C6249A"/>
    <w:rsid w:val="00C64533"/>
    <w:rsid w:val="00C6636C"/>
    <w:rsid w:val="00C666BE"/>
    <w:rsid w:val="00C667E4"/>
    <w:rsid w:val="00C67B99"/>
    <w:rsid w:val="00C67F97"/>
    <w:rsid w:val="00C734D0"/>
    <w:rsid w:val="00C749DC"/>
    <w:rsid w:val="00C75BB0"/>
    <w:rsid w:val="00C76216"/>
    <w:rsid w:val="00C76A9C"/>
    <w:rsid w:val="00C801A0"/>
    <w:rsid w:val="00C8023D"/>
    <w:rsid w:val="00C81907"/>
    <w:rsid w:val="00C81A0E"/>
    <w:rsid w:val="00C81C96"/>
    <w:rsid w:val="00C8238A"/>
    <w:rsid w:val="00C83309"/>
    <w:rsid w:val="00C85057"/>
    <w:rsid w:val="00C85B54"/>
    <w:rsid w:val="00C862B6"/>
    <w:rsid w:val="00C87178"/>
    <w:rsid w:val="00C876C9"/>
    <w:rsid w:val="00C9021F"/>
    <w:rsid w:val="00C9028D"/>
    <w:rsid w:val="00C906FE"/>
    <w:rsid w:val="00C94210"/>
    <w:rsid w:val="00CA2801"/>
    <w:rsid w:val="00CA314F"/>
    <w:rsid w:val="00CA34D3"/>
    <w:rsid w:val="00CA41BF"/>
    <w:rsid w:val="00CA4F18"/>
    <w:rsid w:val="00CA699F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231"/>
    <w:rsid w:val="00CC0459"/>
    <w:rsid w:val="00CC0833"/>
    <w:rsid w:val="00CC156E"/>
    <w:rsid w:val="00CC3AE0"/>
    <w:rsid w:val="00CC5B38"/>
    <w:rsid w:val="00CC5D86"/>
    <w:rsid w:val="00CC657C"/>
    <w:rsid w:val="00CC745F"/>
    <w:rsid w:val="00CD034D"/>
    <w:rsid w:val="00CD0B1C"/>
    <w:rsid w:val="00CD1655"/>
    <w:rsid w:val="00CD72D4"/>
    <w:rsid w:val="00CE1509"/>
    <w:rsid w:val="00CE30CD"/>
    <w:rsid w:val="00CE3E62"/>
    <w:rsid w:val="00CE524A"/>
    <w:rsid w:val="00CE65FD"/>
    <w:rsid w:val="00CE6606"/>
    <w:rsid w:val="00CF0045"/>
    <w:rsid w:val="00CF02A6"/>
    <w:rsid w:val="00CF0CDF"/>
    <w:rsid w:val="00CF137D"/>
    <w:rsid w:val="00CF1D98"/>
    <w:rsid w:val="00CF3598"/>
    <w:rsid w:val="00CF77B8"/>
    <w:rsid w:val="00D006C2"/>
    <w:rsid w:val="00D01CC6"/>
    <w:rsid w:val="00D02CEA"/>
    <w:rsid w:val="00D04044"/>
    <w:rsid w:val="00D0687B"/>
    <w:rsid w:val="00D06990"/>
    <w:rsid w:val="00D10971"/>
    <w:rsid w:val="00D10D11"/>
    <w:rsid w:val="00D13522"/>
    <w:rsid w:val="00D15C3F"/>
    <w:rsid w:val="00D17455"/>
    <w:rsid w:val="00D17788"/>
    <w:rsid w:val="00D179A8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C32"/>
    <w:rsid w:val="00D4718A"/>
    <w:rsid w:val="00D508D2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EE9"/>
    <w:rsid w:val="00D67101"/>
    <w:rsid w:val="00D67740"/>
    <w:rsid w:val="00D70D85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EF6"/>
    <w:rsid w:val="00D82BB8"/>
    <w:rsid w:val="00D8322A"/>
    <w:rsid w:val="00D840C2"/>
    <w:rsid w:val="00D84ECA"/>
    <w:rsid w:val="00D854D7"/>
    <w:rsid w:val="00D86B6F"/>
    <w:rsid w:val="00D8700A"/>
    <w:rsid w:val="00D87DBF"/>
    <w:rsid w:val="00D91B67"/>
    <w:rsid w:val="00D92CDF"/>
    <w:rsid w:val="00D93F5D"/>
    <w:rsid w:val="00D94DCC"/>
    <w:rsid w:val="00D9553B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C548F"/>
    <w:rsid w:val="00DD07F1"/>
    <w:rsid w:val="00DD0D22"/>
    <w:rsid w:val="00DD1BB4"/>
    <w:rsid w:val="00DD4D01"/>
    <w:rsid w:val="00DD5733"/>
    <w:rsid w:val="00DD6547"/>
    <w:rsid w:val="00DD6DC7"/>
    <w:rsid w:val="00DD78A5"/>
    <w:rsid w:val="00DD7F35"/>
    <w:rsid w:val="00DE0E18"/>
    <w:rsid w:val="00DE1790"/>
    <w:rsid w:val="00DE24A7"/>
    <w:rsid w:val="00DE283F"/>
    <w:rsid w:val="00DE4448"/>
    <w:rsid w:val="00DE49C9"/>
    <w:rsid w:val="00DE5464"/>
    <w:rsid w:val="00DE67EE"/>
    <w:rsid w:val="00DF0675"/>
    <w:rsid w:val="00DF5E1E"/>
    <w:rsid w:val="00DF6442"/>
    <w:rsid w:val="00DF72F3"/>
    <w:rsid w:val="00E004FE"/>
    <w:rsid w:val="00E01595"/>
    <w:rsid w:val="00E01EFF"/>
    <w:rsid w:val="00E022DC"/>
    <w:rsid w:val="00E024D3"/>
    <w:rsid w:val="00E0487B"/>
    <w:rsid w:val="00E04966"/>
    <w:rsid w:val="00E06678"/>
    <w:rsid w:val="00E07A7B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6F5"/>
    <w:rsid w:val="00E20910"/>
    <w:rsid w:val="00E21598"/>
    <w:rsid w:val="00E259BC"/>
    <w:rsid w:val="00E264A4"/>
    <w:rsid w:val="00E302F8"/>
    <w:rsid w:val="00E33345"/>
    <w:rsid w:val="00E34BF7"/>
    <w:rsid w:val="00E34DD2"/>
    <w:rsid w:val="00E350C9"/>
    <w:rsid w:val="00E35ED2"/>
    <w:rsid w:val="00E36D0B"/>
    <w:rsid w:val="00E3710A"/>
    <w:rsid w:val="00E37D13"/>
    <w:rsid w:val="00E40FCC"/>
    <w:rsid w:val="00E43122"/>
    <w:rsid w:val="00E44003"/>
    <w:rsid w:val="00E454D9"/>
    <w:rsid w:val="00E455B6"/>
    <w:rsid w:val="00E456A5"/>
    <w:rsid w:val="00E514F7"/>
    <w:rsid w:val="00E538A8"/>
    <w:rsid w:val="00E53B80"/>
    <w:rsid w:val="00E5512D"/>
    <w:rsid w:val="00E574E5"/>
    <w:rsid w:val="00E57827"/>
    <w:rsid w:val="00E609FD"/>
    <w:rsid w:val="00E6227C"/>
    <w:rsid w:val="00E63C51"/>
    <w:rsid w:val="00E64E30"/>
    <w:rsid w:val="00E64F77"/>
    <w:rsid w:val="00E678A3"/>
    <w:rsid w:val="00E70FE7"/>
    <w:rsid w:val="00E71139"/>
    <w:rsid w:val="00E71142"/>
    <w:rsid w:val="00E719A4"/>
    <w:rsid w:val="00E726D8"/>
    <w:rsid w:val="00E72AD4"/>
    <w:rsid w:val="00E72EC1"/>
    <w:rsid w:val="00E73E8C"/>
    <w:rsid w:val="00E7490F"/>
    <w:rsid w:val="00E74F63"/>
    <w:rsid w:val="00E7551F"/>
    <w:rsid w:val="00E7602E"/>
    <w:rsid w:val="00E76A20"/>
    <w:rsid w:val="00E76E53"/>
    <w:rsid w:val="00E772CD"/>
    <w:rsid w:val="00E80932"/>
    <w:rsid w:val="00E81CC2"/>
    <w:rsid w:val="00E828B2"/>
    <w:rsid w:val="00E82A81"/>
    <w:rsid w:val="00E84DC6"/>
    <w:rsid w:val="00E8548E"/>
    <w:rsid w:val="00E86B51"/>
    <w:rsid w:val="00E90664"/>
    <w:rsid w:val="00E908AF"/>
    <w:rsid w:val="00E90CDD"/>
    <w:rsid w:val="00E922A6"/>
    <w:rsid w:val="00E92700"/>
    <w:rsid w:val="00E92A52"/>
    <w:rsid w:val="00E93E53"/>
    <w:rsid w:val="00E95721"/>
    <w:rsid w:val="00E96F05"/>
    <w:rsid w:val="00E9701D"/>
    <w:rsid w:val="00E972C5"/>
    <w:rsid w:val="00EA05AE"/>
    <w:rsid w:val="00EA15FE"/>
    <w:rsid w:val="00EA340E"/>
    <w:rsid w:val="00EA3A9E"/>
    <w:rsid w:val="00EA3B1F"/>
    <w:rsid w:val="00EA4248"/>
    <w:rsid w:val="00EA5009"/>
    <w:rsid w:val="00EB00E0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C0504"/>
    <w:rsid w:val="00EC0F78"/>
    <w:rsid w:val="00EC1209"/>
    <w:rsid w:val="00EC1A32"/>
    <w:rsid w:val="00EC1A39"/>
    <w:rsid w:val="00EC2829"/>
    <w:rsid w:val="00EC2E9A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7268"/>
    <w:rsid w:val="00ED7545"/>
    <w:rsid w:val="00ED7CBE"/>
    <w:rsid w:val="00EE260F"/>
    <w:rsid w:val="00EE3675"/>
    <w:rsid w:val="00EE56E1"/>
    <w:rsid w:val="00EE604B"/>
    <w:rsid w:val="00EE6B33"/>
    <w:rsid w:val="00EE715F"/>
    <w:rsid w:val="00EE72FD"/>
    <w:rsid w:val="00EF0142"/>
    <w:rsid w:val="00EF0462"/>
    <w:rsid w:val="00EF13B1"/>
    <w:rsid w:val="00EF1788"/>
    <w:rsid w:val="00EF2267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2C57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188A"/>
    <w:rsid w:val="00F1271F"/>
    <w:rsid w:val="00F134B2"/>
    <w:rsid w:val="00F13A3B"/>
    <w:rsid w:val="00F13E61"/>
    <w:rsid w:val="00F1517E"/>
    <w:rsid w:val="00F163A8"/>
    <w:rsid w:val="00F16678"/>
    <w:rsid w:val="00F227C9"/>
    <w:rsid w:val="00F24C83"/>
    <w:rsid w:val="00F26388"/>
    <w:rsid w:val="00F267BE"/>
    <w:rsid w:val="00F30115"/>
    <w:rsid w:val="00F30E09"/>
    <w:rsid w:val="00F311A7"/>
    <w:rsid w:val="00F31589"/>
    <w:rsid w:val="00F31BE3"/>
    <w:rsid w:val="00F3231F"/>
    <w:rsid w:val="00F32DE5"/>
    <w:rsid w:val="00F33A59"/>
    <w:rsid w:val="00F3445A"/>
    <w:rsid w:val="00F34A13"/>
    <w:rsid w:val="00F34B21"/>
    <w:rsid w:val="00F34CA5"/>
    <w:rsid w:val="00F34FAB"/>
    <w:rsid w:val="00F360AE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4849"/>
    <w:rsid w:val="00F570D7"/>
    <w:rsid w:val="00F571FE"/>
    <w:rsid w:val="00F57A8D"/>
    <w:rsid w:val="00F6156D"/>
    <w:rsid w:val="00F62161"/>
    <w:rsid w:val="00F62C96"/>
    <w:rsid w:val="00F638A5"/>
    <w:rsid w:val="00F63CB0"/>
    <w:rsid w:val="00F64824"/>
    <w:rsid w:val="00F66676"/>
    <w:rsid w:val="00F673C2"/>
    <w:rsid w:val="00F67C23"/>
    <w:rsid w:val="00F70E54"/>
    <w:rsid w:val="00F71329"/>
    <w:rsid w:val="00F715FC"/>
    <w:rsid w:val="00F71859"/>
    <w:rsid w:val="00F72608"/>
    <w:rsid w:val="00F7298E"/>
    <w:rsid w:val="00F72BA8"/>
    <w:rsid w:val="00F745D3"/>
    <w:rsid w:val="00F74FDC"/>
    <w:rsid w:val="00F74FED"/>
    <w:rsid w:val="00F7566A"/>
    <w:rsid w:val="00F75E2A"/>
    <w:rsid w:val="00F81ADB"/>
    <w:rsid w:val="00F82A57"/>
    <w:rsid w:val="00F82FF9"/>
    <w:rsid w:val="00F83A2C"/>
    <w:rsid w:val="00F83E9D"/>
    <w:rsid w:val="00F85ABF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EB1"/>
    <w:rsid w:val="00FA36B4"/>
    <w:rsid w:val="00FA3B58"/>
    <w:rsid w:val="00FA3C53"/>
    <w:rsid w:val="00FA3F72"/>
    <w:rsid w:val="00FA5484"/>
    <w:rsid w:val="00FA6127"/>
    <w:rsid w:val="00FA66BE"/>
    <w:rsid w:val="00FA6BBA"/>
    <w:rsid w:val="00FB04FE"/>
    <w:rsid w:val="00FB3377"/>
    <w:rsid w:val="00FB3EBB"/>
    <w:rsid w:val="00FB45B0"/>
    <w:rsid w:val="00FB7CFB"/>
    <w:rsid w:val="00FC002F"/>
    <w:rsid w:val="00FC0C63"/>
    <w:rsid w:val="00FC105F"/>
    <w:rsid w:val="00FC2822"/>
    <w:rsid w:val="00FC35E5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491F"/>
    <w:rsid w:val="00FD51E6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7FDC"/>
    <w:rsid w:val="00FF08F6"/>
    <w:rsid w:val="00FF0F74"/>
    <w:rsid w:val="00FF21EB"/>
    <w:rsid w:val="00FF255A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900E08"/>
    <w:rPr>
      <w:rFonts w:eastAsia="Calibri"/>
      <w:sz w:val="24"/>
      <w:szCs w:val="24"/>
      <w:lang w:bidi="ur-PK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900E08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character" w:customStyle="1" w:styleId="libFootnoteChar">
    <w:name w:val="libFootnote Char"/>
    <w:basedOn w:val="libNormalChar"/>
    <w:link w:val="libFootnote"/>
    <w:rsid w:val="00900E08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numPr>
        <w:numId w:val="6"/>
      </w:numPr>
      <w:pBdr>
        <w:bottom w:val="none" w:sz="0" w:space="0" w:color="auto"/>
      </w:pBdr>
      <w:spacing w:after="0" w:line="276" w:lineRule="auto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8C71C-0F1C-4EF6-B57E-D52AA989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1496</TotalTime>
  <Pages>76</Pages>
  <Words>15259</Words>
  <Characters>59971</Characters>
  <Application>Microsoft Office Word</Application>
  <DocSecurity>0</DocSecurity>
  <Lines>937</Lines>
  <Paragraphs>511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Abed</cp:lastModifiedBy>
  <cp:revision>170</cp:revision>
  <cp:lastPrinted>2015-08-04T09:47:00Z</cp:lastPrinted>
  <dcterms:created xsi:type="dcterms:W3CDTF">2015-06-13T07:48:00Z</dcterms:created>
  <dcterms:modified xsi:type="dcterms:W3CDTF">2015-08-12T09:22:00Z</dcterms:modified>
</cp:coreProperties>
</file>